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9DB" w:rsidRDefault="00A679DB" w:rsidP="00A679DB">
      <w:pPr>
        <w:pStyle w:val="libCenterBold1"/>
        <w:rPr>
          <w:rtl/>
        </w:rPr>
      </w:pPr>
      <w:r>
        <w:rPr>
          <w:rtl/>
        </w:rPr>
        <w:t>ثواب الاعمال و عقاب الاعمال</w:t>
      </w:r>
    </w:p>
    <w:p w:rsidR="00A679DB" w:rsidRDefault="00A679DB" w:rsidP="00A679DB">
      <w:pPr>
        <w:pStyle w:val="libCenterBold1"/>
        <w:rPr>
          <w:rtl/>
        </w:rPr>
      </w:pPr>
    </w:p>
    <w:p w:rsidR="00A679DB" w:rsidRDefault="00A679DB" w:rsidP="00D51317">
      <w:pPr>
        <w:pStyle w:val="libCenterBold1"/>
        <w:rPr>
          <w:rtl/>
        </w:rPr>
      </w:pPr>
      <w:r>
        <w:rPr>
          <w:rtl/>
        </w:rPr>
        <w:t xml:space="preserve">نويسنده : مرحوم شيخ صدوق </w:t>
      </w:r>
      <w:r w:rsidRPr="00D51317">
        <w:rPr>
          <w:rStyle w:val="libAlaemChar"/>
          <w:rtl/>
        </w:rPr>
        <w:t>(</w:t>
      </w:r>
      <w:r w:rsidR="00D51317" w:rsidRPr="00D51317">
        <w:rPr>
          <w:rStyle w:val="libAlaemChar"/>
          <w:rtl/>
        </w:rPr>
        <w:t>رحمه‌الله</w:t>
      </w:r>
      <w:r w:rsidRPr="00D51317">
        <w:rPr>
          <w:rStyle w:val="libAlaemChar"/>
          <w:rtl/>
        </w:rPr>
        <w:t>)</w:t>
      </w:r>
    </w:p>
    <w:p w:rsidR="00A679DB" w:rsidRDefault="00A679DB" w:rsidP="00A679DB">
      <w:pPr>
        <w:pStyle w:val="libNormal"/>
        <w:rPr>
          <w:rtl/>
        </w:rPr>
      </w:pPr>
    </w:p>
    <w:p w:rsidR="00A679DB" w:rsidRDefault="00A679DB" w:rsidP="00D51317">
      <w:pPr>
        <w:pStyle w:val="Heading2"/>
        <w:rPr>
          <w:rtl/>
        </w:rPr>
      </w:pPr>
      <w:r>
        <w:rPr>
          <w:rtl/>
        </w:rPr>
        <w:br w:type="page"/>
      </w:r>
      <w:bookmarkStart w:id="0" w:name="_Toc449617057"/>
      <w:r>
        <w:rPr>
          <w:rtl/>
        </w:rPr>
        <w:lastRenderedPageBreak/>
        <w:t>مقدمه</w:t>
      </w:r>
      <w:bookmarkEnd w:id="0"/>
    </w:p>
    <w:p w:rsidR="00A679DB" w:rsidRDefault="00A679DB" w:rsidP="00A679DB">
      <w:pPr>
        <w:pStyle w:val="libNormal"/>
        <w:rPr>
          <w:rtl/>
        </w:rPr>
      </w:pPr>
      <w:r>
        <w:rPr>
          <w:rtl/>
        </w:rPr>
        <w:t>بِسْمِ الله الْرَّحْمن الْرَّحيم الحمدلله الواحد القديم الازلى الذى لا يوصف بحد و لا نهايه و لا تاخذه سنه و لا نوم الذى لا ابتداء لكونه و لا غايه لبقائه الدال على وجوده بخلقه و با حداث خلقه على ازليته و با شتباههم على ان لا شبه له المستشهد بآياته على قدرته الممتنعه من الصفات ذاته و من الابصار رويته و من الاوهام الاحاطه به الذى ليس كمثله شى ؤ هو السميع البصير.</w:t>
      </w:r>
    </w:p>
    <w:p w:rsidR="00A679DB" w:rsidRDefault="00A679DB" w:rsidP="00A679DB">
      <w:pPr>
        <w:pStyle w:val="libNormal"/>
        <w:rPr>
          <w:rtl/>
        </w:rPr>
      </w:pPr>
      <w:r>
        <w:rPr>
          <w:rtl/>
        </w:rPr>
        <w:t>و اشهد ان لا اله الا الله وحده لا شريك له الذى وعد على طالعته ثوابه و على معصيته عقابه و اشهد ان محمدا عبده و رسوله ارسله بكتاب فصله و احكمه و ايده لا ياتيه الباطل من بين يديه و لا من خلفه تنزيل من حكيم حميد و اشهد ان اميرالمؤ منين على بن ابى طالب و الائمه الطاهرين من ولده حجج الله على خلقه بعد انقضاء وحيه و اشهد ان شيعتهم و مواليهم المتبعين لسنتهم و طريقتهم على صراط مستقيم و انهم المومنون حقا و ان الذين خالفوهم و حادوا عن طريقتهم و تركوا امرهم و لم يستنوا بسنتهم عن الصراط لنا كبون و قد ضلوا السبيل</w:t>
      </w:r>
    </w:p>
    <w:p w:rsidR="00A679DB" w:rsidRDefault="00A679DB" w:rsidP="00A679DB">
      <w:pPr>
        <w:pStyle w:val="libNormal"/>
        <w:rPr>
          <w:rtl/>
        </w:rPr>
      </w:pPr>
      <w:r>
        <w:rPr>
          <w:rtl/>
        </w:rPr>
        <w:t>اسال الله ان يثبتنا على دينهم و موالاتهم و محبتهم و ان لا يزيغ قلوبينا بعد اذ هدانا و ان يهب لنا من لدنه رحمه انه هو الوهاب .</w:t>
      </w:r>
    </w:p>
    <w:p w:rsidR="00A679DB" w:rsidRDefault="00A679DB" w:rsidP="00A679DB">
      <w:pPr>
        <w:pStyle w:val="libNormal"/>
        <w:rPr>
          <w:rtl/>
        </w:rPr>
      </w:pPr>
      <w:r>
        <w:rPr>
          <w:rtl/>
        </w:rPr>
        <w:t xml:space="preserve">قال الشيخ ابو جعفر محمد بن على بن الحسين بن موسى بن بابويه القمى رحمه الله عليه ان الذى دعانى الى تاءليف كتابى هذا ما روى عن النبى </w:t>
      </w:r>
      <w:r w:rsidR="00E60DFB">
        <w:rPr>
          <w:rStyle w:val="libAlaemChar"/>
          <w:rtl/>
        </w:rPr>
        <w:t xml:space="preserve">صلى‌الله‌عليه‌وآله </w:t>
      </w:r>
      <w:r>
        <w:rPr>
          <w:rtl/>
        </w:rPr>
        <w:t>انه قال الدال على الخير كفاعله و سميته كتاب ثواب الاعمال و ارجوا ان لا</w:t>
      </w:r>
    </w:p>
    <w:p w:rsidR="00A679DB" w:rsidRDefault="00A679DB" w:rsidP="00A679DB">
      <w:pPr>
        <w:pStyle w:val="libNormal"/>
        <w:rPr>
          <w:rtl/>
        </w:rPr>
      </w:pPr>
      <w:r>
        <w:rPr>
          <w:rtl/>
        </w:rPr>
        <w:t>بِسْمِ الله الْرَّحْمن الْرَّحيم</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ستايش مخصوص خداى يكتاست ، آن كه هميشه بوده و خواهد بود، اندازه و نهايتى براى او نمى توان تصور كرد، هيچ گونه خوابى ، حتى خواب سبك </w:t>
      </w:r>
      <w:r>
        <w:rPr>
          <w:rtl/>
        </w:rPr>
        <w:lastRenderedPageBreak/>
        <w:t>ندارد، وجود او آفار و بقاى او پايان ندارد، با آفريدگانش بر وجود خود، و با ايجاد آنها بر هميشه بودن خود و با شباهت آفريدگانش به يكديگر بر نداشتن شبيهى براى خود راهنمايى نموده است . نشانه هاى او گواه قدرت اويند. ذات او توصيف نشده ، ديگرآن او را نديده ، انديشه ها ذات او را نيافته اند. كسى كه مانند نداشته و شنوا و بيناست .</w:t>
      </w:r>
    </w:p>
    <w:p w:rsidR="00A679DB" w:rsidRDefault="00A679DB" w:rsidP="00EA1559">
      <w:pPr>
        <w:pStyle w:val="libNormal"/>
        <w:rPr>
          <w:rtl/>
        </w:rPr>
      </w:pPr>
      <w:r>
        <w:rPr>
          <w:rtl/>
        </w:rPr>
        <w:t xml:space="preserve">گواهى ميدهم كه خدايى ، جز خداى يگانه بى شريك نيست ، كسى كه ثواب را براى فرمانبرداريش و كيفر را براى نافرمانيش وعده داده است . و گواهى مى دهم كه حضرت محمد </w:t>
      </w:r>
      <w:r w:rsidRPr="00EA1559">
        <w:rPr>
          <w:rStyle w:val="libAlaemChar"/>
          <w:rtl/>
        </w:rPr>
        <w:t>صلى‌الله‌عليه‌وآله</w:t>
      </w:r>
      <w:r>
        <w:rPr>
          <w:rtl/>
        </w:rPr>
        <w:t xml:space="preserve"> بنده و فرستاده اوست و او را با كتابى روشن ، محكم و نيرومند فرستاده است ، كتابى كه به هيچ روى باطل در آن نفوذى ندارد و از جانب خداى عالم و ستوده فرود آمده است .</w:t>
      </w:r>
    </w:p>
    <w:p w:rsidR="00A679DB" w:rsidRDefault="00A679DB" w:rsidP="00A679DB">
      <w:pPr>
        <w:pStyle w:val="libNormal"/>
        <w:rPr>
          <w:rtl/>
        </w:rPr>
      </w:pPr>
      <w:r>
        <w:rPr>
          <w:rtl/>
        </w:rPr>
        <w:t xml:space="preserve">گواهى ميدهم كه اميرالمومنين على بن ابيطالب </w:t>
      </w:r>
      <w:r w:rsidRPr="001C2E23">
        <w:rPr>
          <w:rStyle w:val="libAlaemChar"/>
          <w:rtl/>
        </w:rPr>
        <w:t>عليه‌السلام</w:t>
      </w:r>
      <w:r>
        <w:rPr>
          <w:rtl/>
        </w:rPr>
        <w:t xml:space="preserve"> و امامان پاك </w:t>
      </w:r>
      <w:r w:rsidRPr="001C2E23">
        <w:rPr>
          <w:rStyle w:val="libAlaemChar"/>
          <w:rtl/>
        </w:rPr>
        <w:t>عليه‌السلام</w:t>
      </w:r>
      <w:r>
        <w:rPr>
          <w:rtl/>
        </w:rPr>
        <w:t xml:space="preserve"> كه فرزندان او هستند، حجتهاى خدايند بر خلق او بعد از سپرى شدن وحيش و گواهى مى دهم كه پيروان و دوستدارانشان كه دنباله رو مرام و پيرو راه آنهايند در صراط مستقيم هستند و بى گمان فقط آنان مؤ منان حقيقى اند. كسانى كه با ايشان مخالفت كرده ، از راهشان كناره گيرى كرده ،، با آنان كارى نداشته و به روش آنها عمل </w:t>
      </w:r>
      <w:r w:rsidRPr="00E60DFB">
        <w:rPr>
          <w:rStyle w:val="libAieChar"/>
          <w:rtl/>
        </w:rPr>
        <w:t xml:space="preserve">يحرمنى الله ذلك فما اردت بتصنيفه الا الرغبه فى ثواب الله و ابتغاء مرضاته سبحانه و لا اردت بما تكلفته غير ذلك و لا حول و لا قوه الا بالله و هو حسبنا و نعم الوكيل </w:t>
      </w:r>
      <w:r>
        <w:rPr>
          <w:rtl/>
        </w:rPr>
        <w:t>.</w:t>
      </w:r>
    </w:p>
    <w:p w:rsidR="00A679DB" w:rsidRDefault="00A679DB" w:rsidP="00A679DB">
      <w:pPr>
        <w:pStyle w:val="libNormal"/>
        <w:rPr>
          <w:rtl/>
        </w:rPr>
      </w:pPr>
      <w:r>
        <w:rPr>
          <w:rtl/>
        </w:rPr>
        <w:t>نكرده اند، از راه منحرف شده و راه راست را گم كرده اند.</w:t>
      </w:r>
    </w:p>
    <w:p w:rsidR="00A679DB" w:rsidRDefault="00A679DB" w:rsidP="00A679DB">
      <w:pPr>
        <w:pStyle w:val="libNormal"/>
        <w:rPr>
          <w:rtl/>
        </w:rPr>
      </w:pPr>
      <w:r>
        <w:rPr>
          <w:rtl/>
        </w:rPr>
        <w:t>از خداوند مى خواهم كه ما را بر دين ، دوستى و محبت آنان پايدار داشته و پس از آن كه ما را هدايت كرد، گمراهمان نساخته و با بخشش خود ما را مشمول رحمتش نمايد كه بى شك فقط او بخشنده</w:t>
      </w:r>
    </w:p>
    <w:p w:rsidR="00A679DB" w:rsidRDefault="00A679DB" w:rsidP="00E60DFB">
      <w:pPr>
        <w:pStyle w:val="libNormal"/>
        <w:rPr>
          <w:rtl/>
        </w:rPr>
      </w:pPr>
      <w:r>
        <w:rPr>
          <w:rtl/>
        </w:rPr>
        <w:lastRenderedPageBreak/>
        <w:t xml:space="preserve">است . انگيزه تاءليف اين كتاب عمل به روايتى از پيامبر اكرم </w:t>
      </w:r>
      <w:r w:rsidRPr="00E60DFB">
        <w:rPr>
          <w:rStyle w:val="libAlaemChar"/>
          <w:rtl/>
        </w:rPr>
        <w:t>صلى‌الله‌عليه‌وآله</w:t>
      </w:r>
      <w:r>
        <w:rPr>
          <w:rtl/>
        </w:rPr>
        <w:t xml:space="preserve">   است كه فرمودند: «راهنماى به خوبى مانند انجام دهنده آن است»</w:t>
      </w:r>
    </w:p>
    <w:p w:rsidR="00A679DB" w:rsidRDefault="00A679DB" w:rsidP="00A679DB">
      <w:pPr>
        <w:pStyle w:val="libNormal"/>
        <w:rPr>
          <w:rtl/>
        </w:rPr>
      </w:pPr>
      <w:r>
        <w:rPr>
          <w:rtl/>
        </w:rPr>
        <w:t xml:space="preserve">نام آن را نيز «ثواب الاعمال» نهادم و اميدوارم خداوند مرا از ثواب آن محروم نسازد، كه من از اين تصنيف ، جز ثوابخداوند و رسيدن به رضايت آن ذات منزه چيزى نخواسته و از تلاش خود غير از اين نمى خواهم . هيچ قدرت و نيرويى نيست ، جز از خداوند. و او براى ما كافى و وكيل خوبى است . </w:t>
      </w:r>
      <w:r w:rsidRPr="00E60DFB">
        <w:rPr>
          <w:rStyle w:val="libFootnotenumChar"/>
          <w:rtl/>
        </w:rPr>
        <w:t>(١)</w:t>
      </w:r>
    </w:p>
    <w:p w:rsidR="00A679DB" w:rsidRDefault="00E60DFB" w:rsidP="00A679DB">
      <w:pPr>
        <w:pStyle w:val="libNormal"/>
        <w:rPr>
          <w:rtl/>
        </w:rPr>
      </w:pPr>
      <w:r>
        <w:rPr>
          <w:rtl/>
        </w:rPr>
        <w:br w:type="page"/>
      </w:r>
    </w:p>
    <w:p w:rsidR="00A679DB" w:rsidRDefault="00A679DB" w:rsidP="00E60DFB">
      <w:pPr>
        <w:pStyle w:val="Heading2"/>
        <w:rPr>
          <w:rtl/>
        </w:rPr>
      </w:pPr>
      <w:bookmarkStart w:id="1" w:name="_Toc449617058"/>
      <w:r>
        <w:rPr>
          <w:rtl/>
        </w:rPr>
        <w:t>ثواب گفتن «لا اله الا الله»</w:t>
      </w:r>
      <w:bookmarkEnd w:id="1"/>
    </w:p>
    <w:p w:rsidR="00A679DB" w:rsidRDefault="00A679DB" w:rsidP="00E60DFB">
      <w:pPr>
        <w:pStyle w:val="libNormal"/>
        <w:rPr>
          <w:rtl/>
        </w:rPr>
      </w:pPr>
      <w:r>
        <w:rPr>
          <w:rtl/>
        </w:rPr>
        <w:t xml:space="preserve">حديث : ١ محمد بن على بن الحسين بن موسى بن بابويه القمى الفقيه مصنف هذا الكتاب قال حدثنى ابى رحمه الله قال حدثنى سعد عبدالله قال حدثنى احمد بن هلال عن احمد بن صالح عن عيسى بن عبدالله من ولده عمر بن على عن آبائه عن ابى سعديد الخدرى عن النبى </w:t>
      </w:r>
      <w:r w:rsidRPr="00E60DFB">
        <w:rPr>
          <w:rStyle w:val="libAlaemChar"/>
          <w:rtl/>
        </w:rPr>
        <w:t xml:space="preserve">صلى‌الله‌عليه‌وآله </w:t>
      </w:r>
      <w:r>
        <w:rPr>
          <w:rtl/>
        </w:rPr>
        <w:t xml:space="preserve">  قال قال الله عزوجل لموسى بن عمران يا موسى لو آن السماوات و عامريهن عدى و الارضين السبع فى كفه و لا اله الا الله فى كفه مالت بهن لا اله الا الله .</w:t>
      </w:r>
    </w:p>
    <w:p w:rsidR="00A679DB" w:rsidRDefault="00A679DB" w:rsidP="00A679DB">
      <w:pPr>
        <w:pStyle w:val="libNormal"/>
        <w:rPr>
          <w:rtl/>
        </w:rPr>
      </w:pPr>
      <w:r>
        <w:rPr>
          <w:rtl/>
        </w:rPr>
        <w:t>ترجمه :</w:t>
      </w:r>
    </w:p>
    <w:p w:rsidR="00A679DB" w:rsidRDefault="00A679DB" w:rsidP="00E60DFB">
      <w:pPr>
        <w:pStyle w:val="libNormal"/>
        <w:rPr>
          <w:rtl/>
        </w:rPr>
      </w:pPr>
      <w:r>
        <w:rPr>
          <w:rtl/>
        </w:rPr>
        <w:t xml:space="preserve">١.... پيامبر </w:t>
      </w:r>
      <w:r w:rsidRPr="00E60DFB">
        <w:rPr>
          <w:rStyle w:val="libAlaemChar"/>
          <w:rtl/>
        </w:rPr>
        <w:t>صلى‌الله‌عليه‌وآله</w:t>
      </w:r>
      <w:r>
        <w:rPr>
          <w:rtl/>
        </w:rPr>
        <w:t xml:space="preserve">   فرمودند: خداى عزوجل به موسى به عمران فرمودند: اى موسى ! براستى كه اگر آسمانها و ساكنان آن كه نزد من هستند و زمينهاى هفتگانه را در يك كفه گذاشته و «لا اله الا الله» </w:t>
      </w:r>
      <w:r w:rsidRPr="00E60DFB">
        <w:rPr>
          <w:rStyle w:val="libFootnotenumChar"/>
          <w:rtl/>
        </w:rPr>
        <w:t>(٢)</w:t>
      </w:r>
      <w:r>
        <w:rPr>
          <w:rtl/>
        </w:rPr>
        <w:t xml:space="preserve"> را در كفه ديگرى بگذارند. «لا اله الا الله» سنگينتر از آنها خواهد بود.</w:t>
      </w:r>
    </w:p>
    <w:p w:rsidR="00A679DB" w:rsidRDefault="00A679DB" w:rsidP="00E60DFB">
      <w:pPr>
        <w:pStyle w:val="libNormal"/>
        <w:rPr>
          <w:rtl/>
        </w:rPr>
      </w:pPr>
      <w:r>
        <w:rPr>
          <w:rtl/>
        </w:rPr>
        <w:t xml:space="preserve">حديث :٢ ابى رحمه الله قال حدثنى سعد بن عبدالله عن احمد بن محمد بن عيسى عن الحسين بن سيف عن اخيه على عن ابيه قال حدثنى الحجاج بن ارطاه قال حدثنى ابوالزبير عن جابر بن عبدالله عن النبى </w:t>
      </w:r>
      <w:r w:rsidRPr="00E60DFB">
        <w:rPr>
          <w:rStyle w:val="libAlaemChar"/>
          <w:rtl/>
        </w:rPr>
        <w:t>صلى‌الله‌عليه‌وآله</w:t>
      </w:r>
      <w:r>
        <w:rPr>
          <w:rtl/>
        </w:rPr>
        <w:t xml:space="preserve">   قال الموجبتان من مات يشهد آن لا اله الا الله دخل الجنه و من مات يشرك بالله دخل النار.</w:t>
      </w:r>
    </w:p>
    <w:p w:rsidR="00A679DB" w:rsidRDefault="00A679DB" w:rsidP="00A679DB">
      <w:pPr>
        <w:pStyle w:val="libNormal"/>
        <w:rPr>
          <w:rtl/>
        </w:rPr>
      </w:pPr>
      <w:r>
        <w:rPr>
          <w:rtl/>
        </w:rPr>
        <w:t>ترجمه :</w:t>
      </w:r>
    </w:p>
    <w:p w:rsidR="00A679DB" w:rsidRDefault="00A679DB" w:rsidP="00E60DFB">
      <w:pPr>
        <w:pStyle w:val="libNormal"/>
        <w:rPr>
          <w:rtl/>
        </w:rPr>
      </w:pPr>
      <w:r>
        <w:rPr>
          <w:rtl/>
        </w:rPr>
        <w:t xml:space="preserve">٢.... پيامبر </w:t>
      </w:r>
      <w:r w:rsidRPr="00E60DFB">
        <w:rPr>
          <w:rStyle w:val="libAlaemChar"/>
          <w:rtl/>
        </w:rPr>
        <w:t xml:space="preserve">صلى‌الله‌عليه‌وآله   </w:t>
      </w:r>
      <w:r>
        <w:rPr>
          <w:rtl/>
        </w:rPr>
        <w:t>فر مودند: دو چيز عامل دو چيز است : كسى كه بميرد در حالى كه گواهى مى دهد كه خدايى جز خداى يگانه نيست ، واردبهشت مى شود و كه بميرد در حالى كه شريكى براى خداوند مى داند، وارد جهنم مى شود.</w:t>
      </w:r>
    </w:p>
    <w:p w:rsidR="00A679DB" w:rsidRDefault="00A679DB" w:rsidP="00E60DFB">
      <w:pPr>
        <w:pStyle w:val="libNormal"/>
        <w:rPr>
          <w:rtl/>
        </w:rPr>
      </w:pPr>
      <w:r>
        <w:rPr>
          <w:rtl/>
        </w:rPr>
        <w:lastRenderedPageBreak/>
        <w:t xml:space="preserve">حديث : ٣ و بهذاالاسناد عن الحسين بن سيف عن ابيه عن عمرو بن شمر عن جابر عن ابى جعفر </w:t>
      </w:r>
      <w:r w:rsidRPr="00E60DFB">
        <w:rPr>
          <w:rStyle w:val="libAlaemChar"/>
          <w:rtl/>
        </w:rPr>
        <w:t>عليه‌السلام</w:t>
      </w:r>
      <w:r>
        <w:rPr>
          <w:rtl/>
        </w:rPr>
        <w:t xml:space="preserve"> قال قال رسول الله </w:t>
      </w:r>
      <w:r w:rsidRPr="00E60DFB">
        <w:rPr>
          <w:rStyle w:val="libAlaemChar"/>
          <w:rtl/>
        </w:rPr>
        <w:t>صلى‌الله‌عليه‌وآله</w:t>
      </w:r>
      <w:r>
        <w:rPr>
          <w:rtl/>
        </w:rPr>
        <w:t xml:space="preserve">   لقنوا موتاكم لا اله الا الله فانها تهدم الذنوب فقالوا يا رسول الله فمن قال فى صحته فقال ذاك اهدم و اهدم و اهدم . آن لا اله الا الله انس المومن فى حياته و عن موته و حين يبعث و قال رسول الله</w:t>
      </w:r>
      <w:r w:rsidRPr="00E60DFB">
        <w:rPr>
          <w:rStyle w:val="libAlaemChar"/>
          <w:rtl/>
        </w:rPr>
        <w:t xml:space="preserve"> صلى‌الله‌عليه‌وآله</w:t>
      </w:r>
      <w:r>
        <w:rPr>
          <w:rtl/>
        </w:rPr>
        <w:t xml:space="preserve">   قال جبرئيل يا محمد لو تراهم حين يبعثون هذا مبيض وجهه ينادى لا اله الا الله و الله اكبر و هذا مسود وجهه ينادى يا ويلاه يا ثبوراه .</w:t>
      </w:r>
    </w:p>
    <w:p w:rsidR="00A679DB" w:rsidRDefault="00A679DB" w:rsidP="00A679DB">
      <w:pPr>
        <w:pStyle w:val="libNormal"/>
        <w:rPr>
          <w:rtl/>
        </w:rPr>
      </w:pPr>
      <w:r>
        <w:rPr>
          <w:rtl/>
        </w:rPr>
        <w:t>ترجمه :</w:t>
      </w:r>
    </w:p>
    <w:p w:rsidR="00A679DB" w:rsidRDefault="00A679DB" w:rsidP="00E60DFB">
      <w:pPr>
        <w:pStyle w:val="libNormal"/>
        <w:rPr>
          <w:rtl/>
        </w:rPr>
      </w:pPr>
      <w:r>
        <w:rPr>
          <w:rtl/>
        </w:rPr>
        <w:t xml:space="preserve">٣. رسول خدا </w:t>
      </w:r>
      <w:r w:rsidRPr="00E60DFB">
        <w:rPr>
          <w:rStyle w:val="libAlaemChar"/>
          <w:rtl/>
        </w:rPr>
        <w:t>صلى‌الله‌عليه‌وآله</w:t>
      </w:r>
      <w:r>
        <w:rPr>
          <w:rtl/>
        </w:rPr>
        <w:t xml:space="preserve">   فرمودند: «لا اله الا الله» را به مردگان خود تلقين كند، زيرا ك</w:t>
      </w:r>
      <w:r w:rsidR="00E60DFB">
        <w:rPr>
          <w:rFonts w:hint="cs"/>
          <w:rtl/>
          <w:lang w:bidi="fa-IR"/>
        </w:rPr>
        <w:t xml:space="preserve">ه </w:t>
      </w:r>
      <w:r>
        <w:rPr>
          <w:rtl/>
        </w:rPr>
        <w:t>گناهان را از بين مى برد گفتند: اى رسول خدا! كسى كه آن را در حال سلامتى بگويد، چه حكمى دارد؟ فرمودند: اين (ذكر) گناهان را در هر حال از بين مى برد و از</w:t>
      </w:r>
      <w:r w:rsidR="00E60DFB">
        <w:rPr>
          <w:rFonts w:hint="cs"/>
          <w:rtl/>
        </w:rPr>
        <w:t>ب</w:t>
      </w:r>
      <w:r>
        <w:rPr>
          <w:rtl/>
        </w:rPr>
        <w:t xml:space="preserve">ين مى برد و از بين مى برد. براستى كه «لا اله الا الله» انس مؤمن در زندگى ، مرگ و بر انگيختن اوست . نيز رسول خدا </w:t>
      </w:r>
      <w:r w:rsidRPr="00E60DFB">
        <w:rPr>
          <w:rStyle w:val="libAlaemChar"/>
          <w:rtl/>
        </w:rPr>
        <w:t xml:space="preserve">صلى‌الله‌عليه‌وآله   </w:t>
      </w:r>
      <w:r>
        <w:rPr>
          <w:rtl/>
        </w:rPr>
        <w:t>فرمود كه جبرييل گفت : اى محمد! كاش آنها را به هنگامى كه بر انگيخته مى شوند، مى ديدى كه يكى با روى سفيد مى گويد: «لا اله الا الله» و ديگرى با روى سياه مى گويد: «واى بر ما كه نابود شديم .»</w:t>
      </w:r>
    </w:p>
    <w:p w:rsidR="00A679DB" w:rsidRDefault="00A679DB" w:rsidP="00A679DB">
      <w:pPr>
        <w:pStyle w:val="libNormal"/>
        <w:rPr>
          <w:rtl/>
        </w:rPr>
      </w:pPr>
      <w:r>
        <w:rPr>
          <w:rtl/>
        </w:rPr>
        <w:t xml:space="preserve">حديث : ٤ و بهذاالاسناد عن الحسين بن سيف عن ابيه عن عمروبن جميع رفعه الى النبى </w:t>
      </w:r>
      <w:r w:rsidR="00E60DFB" w:rsidRPr="00E60DFB">
        <w:rPr>
          <w:rStyle w:val="libAlaemChar"/>
          <w:rtl/>
        </w:rPr>
        <w:t>صلى‌الله‌عليه‌وآله</w:t>
      </w:r>
      <w:r w:rsidR="00E60DFB">
        <w:rPr>
          <w:rtl/>
        </w:rPr>
        <w:t xml:space="preserve"> </w:t>
      </w:r>
      <w:r>
        <w:rPr>
          <w:rtl/>
        </w:rPr>
        <w:t>قال ثمن الجنه لا اله الا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پيامبر </w:t>
      </w:r>
      <w:r w:rsidR="00E60DFB" w:rsidRPr="00E60DFB">
        <w:rPr>
          <w:rStyle w:val="libAlaemChar"/>
          <w:rtl/>
        </w:rPr>
        <w:t>صلى‌الله‌عليه‌وآله</w:t>
      </w:r>
      <w:r w:rsidR="00E60DFB">
        <w:rPr>
          <w:rtl/>
        </w:rPr>
        <w:t xml:space="preserve"> </w:t>
      </w:r>
      <w:r>
        <w:rPr>
          <w:rtl/>
        </w:rPr>
        <w:t>فرمودند: بهاى بهشت «لا اله الا الله» است .</w:t>
      </w:r>
    </w:p>
    <w:p w:rsidR="00A679DB" w:rsidRDefault="00A679DB" w:rsidP="00A679DB">
      <w:pPr>
        <w:pStyle w:val="libNormal"/>
        <w:rPr>
          <w:rtl/>
        </w:rPr>
      </w:pPr>
      <w:r>
        <w:rPr>
          <w:rtl/>
        </w:rPr>
        <w:t xml:space="preserve">حديث : ٥ ابى رحمه الله قال حدثنى سعد بن عبدالله عن احمد بن هلال عن الفضيل بن عبدالوهاب عن اسحاق بن عبدالله عن عبيدالله بن الوليد رفعه قال قال النبى </w:t>
      </w:r>
      <w:r w:rsidR="00E60DFB">
        <w:rPr>
          <w:rtl/>
        </w:rPr>
        <w:t xml:space="preserve">صلى‌الله‌عليه‌وآله </w:t>
      </w:r>
      <w:r>
        <w:rPr>
          <w:rtl/>
        </w:rPr>
        <w:t xml:space="preserve">من قال الا اله الا الله غرست له شجره فى الجنه من ياقوته </w:t>
      </w:r>
      <w:r>
        <w:rPr>
          <w:rtl/>
        </w:rPr>
        <w:lastRenderedPageBreak/>
        <w:t>حمراء منبتها فى مسك ابيض احلى من العسل و اشد بياضا من الثلج و اطيب ريحا من المسك فيها ثمار امثال اثداء الابكار تفلق عن سبعين حله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پيامبر </w:t>
      </w:r>
      <w:r w:rsidR="00E60DFB" w:rsidRPr="00E60DFB">
        <w:rPr>
          <w:rStyle w:val="libAlaemChar"/>
          <w:rtl/>
        </w:rPr>
        <w:t>صلى‌الله‌عليه‌وآله</w:t>
      </w:r>
      <w:r w:rsidR="00E60DFB">
        <w:rPr>
          <w:rtl/>
        </w:rPr>
        <w:t xml:space="preserve"> </w:t>
      </w:r>
      <w:r>
        <w:rPr>
          <w:rtl/>
        </w:rPr>
        <w:t>فرمودند : كسى كه «لا اله الا الله» بگويد، در بهشت در زمينى كه از مشك سفيد است ، درختى از ياقوت سرخ براى او كاشته مى شود كه شيرينتر از عسل ، سفيدتر از برف و خوشبوتر از مشك است . ميوه هاى آن همانند پستانهاى دخترآن باكره بوده و (آن قدر درخشنده است كه) از پشت هفتاد پرده نمايان است .</w:t>
      </w:r>
    </w:p>
    <w:p w:rsidR="00A679DB" w:rsidRDefault="00A679DB" w:rsidP="00A679DB">
      <w:pPr>
        <w:pStyle w:val="libNormal"/>
        <w:rPr>
          <w:rtl/>
        </w:rPr>
      </w:pPr>
      <w:r>
        <w:rPr>
          <w:rtl/>
        </w:rPr>
        <w:t xml:space="preserve">حديث : ٦ ابى رحمه الله قال حدثنى سعد بن عبدالله قال حثنا احمد بن محمد بن عيسى و ابراهيم بن هاشم و الحسن بن على الكوفى عن عمرو بن شمر عن جابر بن يزيد الجعفى عن ابى جعفر </w:t>
      </w:r>
      <w:r w:rsidRPr="00E60DFB">
        <w:rPr>
          <w:rStyle w:val="libAlaemChar"/>
          <w:rtl/>
        </w:rPr>
        <w:t>عليه‌السلام</w:t>
      </w:r>
      <w:r>
        <w:rPr>
          <w:rtl/>
        </w:rPr>
        <w:t xml:space="preserve"> قال قال رسول الله </w:t>
      </w:r>
      <w:r w:rsidR="00E60DFB" w:rsidRPr="00E60DFB">
        <w:rPr>
          <w:rStyle w:val="libAlaemChar"/>
          <w:rtl/>
        </w:rPr>
        <w:t xml:space="preserve">صلى‌الله‌عليه‌وآله </w:t>
      </w:r>
      <w:r>
        <w:rPr>
          <w:rtl/>
        </w:rPr>
        <w:t>ليس شى الا و له شى يعدله الا الله عزوجل فانه لا يعدله شى و لا اله الا الله فانه لا يعدلها شى و دمعه من خوف الله فانه ليس لها مثقال فان سالت على وجهه لم ير هقه قتر و لا ذله بعدها ابدا. ترجمه :</w:t>
      </w:r>
    </w:p>
    <w:p w:rsidR="00A679DB" w:rsidRDefault="00A679DB" w:rsidP="00A679DB">
      <w:pPr>
        <w:pStyle w:val="libNormal"/>
        <w:rPr>
          <w:rtl/>
        </w:rPr>
      </w:pPr>
      <w:r>
        <w:rPr>
          <w:rtl/>
        </w:rPr>
        <w:t xml:space="preserve">٦. ... امام محمد باقر </w:t>
      </w:r>
      <w:r w:rsidRPr="00E60DFB">
        <w:rPr>
          <w:rStyle w:val="libAlaemChar"/>
          <w:rtl/>
        </w:rPr>
        <w:t>عليه‌السلام</w:t>
      </w:r>
      <w:r>
        <w:rPr>
          <w:rtl/>
        </w:rPr>
        <w:t xml:space="preserve"> فر مود كه رسول خدا </w:t>
      </w:r>
      <w:r w:rsidR="00E60DFB" w:rsidRPr="00E60DFB">
        <w:rPr>
          <w:rStyle w:val="libAlaemChar"/>
          <w:rtl/>
        </w:rPr>
        <w:t xml:space="preserve">صلى‌الله‌عليه‌وآله </w:t>
      </w:r>
      <w:r>
        <w:rPr>
          <w:rtl/>
        </w:rPr>
        <w:t>فرمودند: هر چيزى هم</w:t>
      </w:r>
      <w:r w:rsidR="00E60DFB">
        <w:rPr>
          <w:rFonts w:hint="cs"/>
          <w:rtl/>
        </w:rPr>
        <w:t xml:space="preserve"> </w:t>
      </w:r>
      <w:r>
        <w:rPr>
          <w:rtl/>
        </w:rPr>
        <w:t>وزنى دارد، مگر خداوند. «لا اله الا الله» كه هم</w:t>
      </w:r>
      <w:r w:rsidR="00E60DFB">
        <w:rPr>
          <w:rFonts w:hint="cs"/>
          <w:rtl/>
        </w:rPr>
        <w:t xml:space="preserve"> </w:t>
      </w:r>
      <w:r>
        <w:rPr>
          <w:rtl/>
        </w:rPr>
        <w:t>وزنى ندارند و قطره اشكى از ترس خدا كه با هيچ وزنى قابل اندازه گيرى نيست و اگر اين اشك بر صورت او جارى شود، هيچ گاه ندارى و خوارى را نخواهد ديد.</w:t>
      </w:r>
    </w:p>
    <w:p w:rsidR="00A679DB" w:rsidRDefault="00A679DB" w:rsidP="00492A76">
      <w:pPr>
        <w:pStyle w:val="libNormal"/>
        <w:rPr>
          <w:rtl/>
        </w:rPr>
      </w:pPr>
      <w:r>
        <w:rPr>
          <w:rtl/>
        </w:rPr>
        <w:t>حديث : ٧ . و بهذاالاسناد عن جابر عن ابى الطفيل عن على</w:t>
      </w:r>
      <w:r w:rsidR="00DC5255">
        <w:rPr>
          <w:rtl/>
        </w:rPr>
        <w:t xml:space="preserve">عليهم‌السلام </w:t>
      </w:r>
      <w:r>
        <w:rPr>
          <w:rtl/>
        </w:rPr>
        <w:t>قال ما من عبد مسلم يقول لا اله الا الله الا صعدت تخرق كل سقف لا تمر بشى من سيئاته الا طلستها حتى تنتهى الى مثلها من الحسنات فتقف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٧. اميرالمؤ منين </w:t>
      </w:r>
      <w:r w:rsidRPr="00492A76">
        <w:rPr>
          <w:rStyle w:val="libAlaemChar"/>
          <w:rtl/>
        </w:rPr>
        <w:t>عليه‌السلام</w:t>
      </w:r>
      <w:r>
        <w:rPr>
          <w:rtl/>
        </w:rPr>
        <w:t xml:space="preserve"> فرمودند: هيچ بنده مسلمانى نيست كه بگويد «لا اله الا الله »، مگر اين كه بالا رفته و هر سقفى را مى شكافد و به هيچ كدام از گناهان او بر نمى خورد، مگر اين كه آن را پاك مى كند تا اين كه به خوبيهايى همانند خود برسد و بايستد.</w:t>
      </w:r>
    </w:p>
    <w:p w:rsidR="00A679DB" w:rsidRDefault="00A679DB" w:rsidP="00A679DB">
      <w:pPr>
        <w:pStyle w:val="libNormal"/>
        <w:rPr>
          <w:rtl/>
        </w:rPr>
      </w:pPr>
      <w:r>
        <w:rPr>
          <w:rtl/>
        </w:rPr>
        <w:t>حديث : ٨ حدثنى محمد بن الحسن رضى الله عنه قال حدثنى سعد بن عبدالله عن احمد بن هلال عن ابن فضال عن ابى حمزه الثمالى قال سمعت ابا جعفر عليه‌السلام يقول ما من شى اعظم ثوابا من شهاده آن لا اله الا الله لان الله تعالى لا يعدله شى و لا يشركه فى الامر احد.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 امام باقر </w:t>
      </w:r>
      <w:r w:rsidRPr="00492A76">
        <w:rPr>
          <w:rStyle w:val="libAlaemChar"/>
          <w:rtl/>
        </w:rPr>
        <w:t>عليه‌السلام</w:t>
      </w:r>
      <w:r>
        <w:rPr>
          <w:rtl/>
        </w:rPr>
        <w:t xml:space="preserve"> فرمودند: ثواب هيچ چيزى بيشتر از گواهى به «لا اله الا الله» نيست . زيرا خداوند همتايى نداشته و در امر خود هيچ كسى با او شريك نيست .</w:t>
      </w:r>
    </w:p>
    <w:p w:rsidR="00A679DB" w:rsidRDefault="00A679DB" w:rsidP="00A679DB">
      <w:pPr>
        <w:pStyle w:val="libNormal"/>
        <w:rPr>
          <w:rtl/>
        </w:rPr>
      </w:pPr>
      <w:r>
        <w:rPr>
          <w:rtl/>
        </w:rPr>
        <w:t xml:space="preserve">حديث : ٩ ابى رحمه الله قال حدثنى سعد بن عبدالله عن احمد بن ابى عبدالله قال حدثنى ابو عمران العجلى قال حدثنا محمد بن سنان قال حدثنا ابوالعلا ء الخفاف قال حدثنا عطيه العوفى عن ابى سعيد الخرى قال قال رسول الله </w:t>
      </w:r>
      <w:r w:rsidR="00E60DFB" w:rsidRPr="00492A76">
        <w:rPr>
          <w:rStyle w:val="libAlaemChar"/>
          <w:rtl/>
        </w:rPr>
        <w:t>صلى‌الله‌عليه‌وآله</w:t>
      </w:r>
      <w:r w:rsidR="00E60DFB">
        <w:rPr>
          <w:rtl/>
        </w:rPr>
        <w:t xml:space="preserve"> </w:t>
      </w:r>
      <w:r>
        <w:rPr>
          <w:rtl/>
        </w:rPr>
        <w:t xml:space="preserve">ما قلت و لا قال القائلون قبلى مثل </w:t>
      </w:r>
      <w:r w:rsidRPr="00492A76">
        <w:rPr>
          <w:rtl/>
        </w:rPr>
        <w:t>لا اله الا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٩-.. رسول خدا </w:t>
      </w:r>
      <w:r w:rsidR="00E60DFB" w:rsidRPr="00492A76">
        <w:rPr>
          <w:rStyle w:val="libAlaemChar"/>
          <w:rtl/>
        </w:rPr>
        <w:t>صلى‌الله‌عليه‌وآله</w:t>
      </w:r>
      <w:r w:rsidR="00E60DFB">
        <w:rPr>
          <w:rtl/>
        </w:rPr>
        <w:t xml:space="preserve"> </w:t>
      </w:r>
      <w:r>
        <w:rPr>
          <w:rtl/>
        </w:rPr>
        <w:t>فرمودند: نه من و نه گويندگان قبل از من ، همانند «لا اله الا الله» نگفته ايم .</w:t>
      </w:r>
    </w:p>
    <w:p w:rsidR="00A679DB" w:rsidRDefault="00A679DB" w:rsidP="00A679DB">
      <w:pPr>
        <w:pStyle w:val="libNormal"/>
        <w:rPr>
          <w:rtl/>
        </w:rPr>
      </w:pPr>
      <w:r>
        <w:rPr>
          <w:rtl/>
        </w:rPr>
        <w:t xml:space="preserve">حديث : ١٠ حدثنى محمد بن على ماجيلويه رضى الله عنه عن على بن ابراهيم عن ابيه عن النوفلى عن السكونى عن ابى عبدالله </w:t>
      </w:r>
      <w:r w:rsidRPr="00492A76">
        <w:rPr>
          <w:rStyle w:val="libAlaemChar"/>
          <w:rtl/>
        </w:rPr>
        <w:t>عليه‌السلام</w:t>
      </w:r>
      <w:r>
        <w:rPr>
          <w:rtl/>
        </w:rPr>
        <w:t xml:space="preserve"> عن آبائه </w:t>
      </w:r>
      <w:r w:rsidRPr="00492A76">
        <w:rPr>
          <w:rStyle w:val="libAlaemChar"/>
          <w:rtl/>
        </w:rPr>
        <w:t>عليه‌السلام</w:t>
      </w:r>
      <w:r>
        <w:rPr>
          <w:rtl/>
        </w:rPr>
        <w:t xml:space="preserve"> قال قال رسول الله </w:t>
      </w:r>
      <w:r w:rsidR="00E60DFB" w:rsidRPr="00492A76">
        <w:rPr>
          <w:rStyle w:val="libAlaemChar"/>
          <w:rtl/>
        </w:rPr>
        <w:t>صلى‌الله‌عليه‌وآله</w:t>
      </w:r>
      <w:r w:rsidR="00E60DFB">
        <w:rPr>
          <w:rtl/>
        </w:rPr>
        <w:t xml:space="preserve"> </w:t>
      </w:r>
      <w:r>
        <w:rPr>
          <w:rtl/>
        </w:rPr>
        <w:t>خير العباده قول لا الا الا الله .</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١٠-... امام صادق </w:t>
      </w:r>
      <w:r w:rsidRPr="00492A76">
        <w:rPr>
          <w:rStyle w:val="libAlaemChar"/>
          <w:rtl/>
        </w:rPr>
        <w:t>عليه‌السلام</w:t>
      </w:r>
      <w:r>
        <w:rPr>
          <w:rtl/>
        </w:rPr>
        <w:t xml:space="preserve"> از پدرانش روايت كرده كه رسول خدا </w:t>
      </w:r>
      <w:r w:rsidR="00E60DFB" w:rsidRPr="00492A76">
        <w:rPr>
          <w:rStyle w:val="libAlaemChar"/>
          <w:rtl/>
        </w:rPr>
        <w:t>صلى‌الله‌عليه‌وآله</w:t>
      </w:r>
      <w:r w:rsidR="00E60DFB">
        <w:rPr>
          <w:rtl/>
        </w:rPr>
        <w:t xml:space="preserve"> </w:t>
      </w:r>
      <w:r>
        <w:rPr>
          <w:rtl/>
        </w:rPr>
        <w:t>فرمودند: بهترين عبادت گفتن «لا اله الا الله» است .</w:t>
      </w:r>
    </w:p>
    <w:p w:rsidR="00A679DB" w:rsidRDefault="00A679DB" w:rsidP="00492A76">
      <w:pPr>
        <w:pStyle w:val="libNormal"/>
        <w:rPr>
          <w:rtl/>
        </w:rPr>
      </w:pPr>
      <w:r>
        <w:rPr>
          <w:rtl/>
        </w:rPr>
        <w:t xml:space="preserve">حديث : ١١ حدثنى محمد بن موسى بن المتوكل رضى الله عنه قال حدثنى على بن الحسين السعد ابادى عن احمد بن ابى عبدالله قال حدثنى ابو عمران العجلى رفعه قال قال رسول الله </w:t>
      </w:r>
      <w:r w:rsidR="00492A76" w:rsidRPr="00492A76">
        <w:rPr>
          <w:rStyle w:val="libAlaemChar"/>
          <w:rFonts w:eastAsiaTheme="minorHAnsi"/>
          <w:rtl/>
        </w:rPr>
        <w:t>صلى‌الله‌عليه‌وآله</w:t>
      </w:r>
      <w:r w:rsidR="00492A76">
        <w:rPr>
          <w:rtl/>
        </w:rPr>
        <w:t xml:space="preserve"> </w:t>
      </w:r>
      <w:r>
        <w:rPr>
          <w:rtl/>
        </w:rPr>
        <w:t>ما من مؤ من يقول لا اله الا الله الا محيت ما فى صحيفته من سيئات حتى تنتهى الى مثلها من حسنات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١١-... رسول خدا </w:t>
      </w:r>
      <w:r w:rsidR="00E60DFB" w:rsidRPr="00492A76">
        <w:rPr>
          <w:rStyle w:val="libAlaemChar"/>
          <w:rtl/>
        </w:rPr>
        <w:t>صلى‌الله‌عليه‌وآله</w:t>
      </w:r>
      <w:r w:rsidR="00E60DFB">
        <w:rPr>
          <w:rtl/>
        </w:rPr>
        <w:t xml:space="preserve"> </w:t>
      </w:r>
      <w:r>
        <w:rPr>
          <w:rtl/>
        </w:rPr>
        <w:t>فرمودند: مومنى نيست كه بگويد «لا اله الا الله » مگر اين كه گناهان كارنامه اش پاك شده و اين عمل در كنار خوبيهاى همانند خود قرار مى گيرد.</w:t>
      </w:r>
    </w:p>
    <w:p w:rsidR="00A679DB" w:rsidRDefault="00A679DB" w:rsidP="00A679DB">
      <w:pPr>
        <w:pStyle w:val="libNormal"/>
        <w:rPr>
          <w:rtl/>
        </w:rPr>
      </w:pPr>
      <w:r>
        <w:rPr>
          <w:rtl/>
        </w:rPr>
        <w:t xml:space="preserve">حديث : ١٢ حدثنى محمد بن الحسن رضى الله عنه قال حدثنى محمد بن الحسن الصفار عن البرقى عن الحسين بن سيف عن اخيه على عن المفضل بن صالح عن عبيد بن زراره قال قال ابو عبدالله </w:t>
      </w:r>
      <w:r w:rsidRPr="00492A76">
        <w:rPr>
          <w:rStyle w:val="libAlaemChar"/>
          <w:rtl/>
        </w:rPr>
        <w:t>عليه‌السلام</w:t>
      </w:r>
      <w:r>
        <w:rPr>
          <w:rtl/>
        </w:rPr>
        <w:t xml:space="preserve"> قول لا اله الا الله ثمن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١٢... امام صادق </w:t>
      </w:r>
      <w:r w:rsidRPr="00492A76">
        <w:rPr>
          <w:rStyle w:val="libAlaemChar"/>
          <w:rtl/>
        </w:rPr>
        <w:t>عليه‌السلام</w:t>
      </w:r>
      <w:r>
        <w:rPr>
          <w:rtl/>
        </w:rPr>
        <w:t xml:space="preserve"> فرمودند: گفتن «لا اله الا الله» بهاى بهشت است .</w:t>
      </w:r>
    </w:p>
    <w:p w:rsidR="00A679DB" w:rsidRDefault="00A679DB" w:rsidP="00A679DB">
      <w:pPr>
        <w:pStyle w:val="libNormal"/>
        <w:rPr>
          <w:rtl/>
        </w:rPr>
      </w:pPr>
      <w:r>
        <w:rPr>
          <w:rtl/>
        </w:rPr>
        <w:t>حديث : ١٣ . و بهذاالاسناد عن احمد عن الحسن بن على بن يقطين عن محمد به سنان عن حماد بن عثمان و خلف بن حماد جميعا عن ربعى عن فضيل قال سمعته يقول اكثروا من التهليل و التكبير فانه ليس شى احب الى الله من التكبير و التهليل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١٣. امام صادق </w:t>
      </w:r>
      <w:r w:rsidRPr="00492A76">
        <w:rPr>
          <w:rStyle w:val="libAlaemChar"/>
          <w:rtl/>
        </w:rPr>
        <w:t>عليه‌السلام</w:t>
      </w:r>
      <w:r>
        <w:rPr>
          <w:rtl/>
        </w:rPr>
        <w:t xml:space="preserve"> فرمودند: زياد بگوييد «لا اله الا الله» و «الله اكبر» </w:t>
      </w:r>
      <w:r w:rsidRPr="00492A76">
        <w:rPr>
          <w:rStyle w:val="libFootnotenumChar"/>
          <w:rtl/>
        </w:rPr>
        <w:t>(٣).</w:t>
      </w:r>
      <w:r>
        <w:rPr>
          <w:rtl/>
        </w:rPr>
        <w:t xml:space="preserve"> زيرا خداوند هيچ چيزى را بيش از گفتن «الله اكبر» و «لا اله الا الله» دوست ندارد.</w:t>
      </w:r>
    </w:p>
    <w:p w:rsidR="00A679DB" w:rsidRDefault="00A679DB" w:rsidP="00A679DB">
      <w:pPr>
        <w:pStyle w:val="libNormal"/>
        <w:rPr>
          <w:rtl/>
        </w:rPr>
      </w:pPr>
    </w:p>
    <w:p w:rsidR="00A679DB" w:rsidRDefault="00492A76" w:rsidP="00492A76">
      <w:pPr>
        <w:pStyle w:val="Heading2"/>
        <w:rPr>
          <w:rtl/>
        </w:rPr>
      </w:pPr>
      <w:r>
        <w:rPr>
          <w:rtl/>
        </w:rPr>
        <w:br w:type="page"/>
      </w:r>
      <w:bookmarkStart w:id="2" w:name="_Toc449617059"/>
      <w:r w:rsidR="00A679DB">
        <w:rPr>
          <w:rtl/>
        </w:rPr>
        <w:lastRenderedPageBreak/>
        <w:t>ثواب گفتن صد بار «لا اله الا الله»</w:t>
      </w:r>
      <w:bookmarkEnd w:id="2"/>
    </w:p>
    <w:p w:rsidR="00A679DB" w:rsidRDefault="00A679DB" w:rsidP="00A679DB">
      <w:pPr>
        <w:pStyle w:val="libNormal"/>
        <w:rPr>
          <w:rtl/>
        </w:rPr>
      </w:pPr>
      <w:r>
        <w:rPr>
          <w:rtl/>
        </w:rPr>
        <w:t xml:space="preserve">حديث : ١ ابى رحمه الله قال حدثنى سعد بن عبدالله عن احمد بن ابى عبدالله عن آيه عن محمد بن ابى عمير عن هشام بن سالم و ابى ايوب قالا قال ابوعبدالله </w:t>
      </w:r>
      <w:r w:rsidRPr="00492A76">
        <w:rPr>
          <w:rStyle w:val="libAlaemChar"/>
          <w:rtl/>
        </w:rPr>
        <w:t>عليه‌السلام</w:t>
      </w:r>
      <w:r>
        <w:rPr>
          <w:rtl/>
        </w:rPr>
        <w:t xml:space="preserve"> من قال لا اله لا الله مائه مره كان افضل الناس ‍ ذلك اليوم عملا الا من زاد.</w:t>
      </w:r>
    </w:p>
    <w:p w:rsidR="00A679DB" w:rsidRDefault="00A679DB" w:rsidP="00A679DB">
      <w:pPr>
        <w:pStyle w:val="libNormal"/>
        <w:rPr>
          <w:rtl/>
        </w:rPr>
      </w:pPr>
      <w:r>
        <w:rPr>
          <w:rtl/>
        </w:rPr>
        <w:t>ترجمه :</w:t>
      </w:r>
    </w:p>
    <w:p w:rsidR="00A679DB" w:rsidRDefault="00A679DB" w:rsidP="00A679DB">
      <w:pPr>
        <w:pStyle w:val="libNormal"/>
        <w:rPr>
          <w:rtl/>
        </w:rPr>
      </w:pPr>
      <w:r>
        <w:rPr>
          <w:rtl/>
        </w:rPr>
        <w:t>١. امام صادق</w:t>
      </w:r>
      <w:r w:rsidRPr="00492A76">
        <w:rPr>
          <w:rStyle w:val="libAlaemChar"/>
          <w:rtl/>
        </w:rPr>
        <w:t xml:space="preserve"> عليه‌السلام</w:t>
      </w:r>
      <w:r>
        <w:rPr>
          <w:rtl/>
        </w:rPr>
        <w:t xml:space="preserve"> فرمودند: عمل كسى كه صد بار «لا اله الا الله» بگويد، برتر از اعمال ساير مردم در آن روز است ، مگر عمل كسى كه بيش از اين گفته باشد.</w:t>
      </w:r>
    </w:p>
    <w:p w:rsidR="00A679DB" w:rsidRDefault="00A679DB" w:rsidP="00A679DB">
      <w:pPr>
        <w:pStyle w:val="libNormal"/>
        <w:rPr>
          <w:rtl/>
        </w:rPr>
      </w:pPr>
      <w:r>
        <w:rPr>
          <w:rtl/>
        </w:rPr>
        <w:t xml:space="preserve">حديث : ٢ ابى رحمه الله قال حدثنى سعد بن عبدالله عن احمد بن محمد بن عيسى : الحسين بن سيف عن سلام بن غانم عن ابى عبدالله </w:t>
      </w:r>
      <w:r w:rsidRPr="00492A76">
        <w:rPr>
          <w:rStyle w:val="libAlaemChar"/>
          <w:rtl/>
        </w:rPr>
        <w:t>عليه‌السلام</w:t>
      </w:r>
      <w:r>
        <w:rPr>
          <w:rtl/>
        </w:rPr>
        <w:t xml:space="preserve"> قال و من قال حين ياوى الى فراشه لا اله الا الله مائه مره بنى االله له بيتا فى الجنته و من استغفر الله حين ياوى الى فراشه مائه مره تحاتت ذنوبه كما يسقط ورق الشجر.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492A76">
        <w:rPr>
          <w:rStyle w:val="libAlaemChar"/>
          <w:rtl/>
        </w:rPr>
        <w:t>عليه‌السلام</w:t>
      </w:r>
      <w:r>
        <w:rPr>
          <w:rtl/>
        </w:rPr>
        <w:t xml:space="preserve"> فرمودند: كسى كه وقت رفتن به رختخواب صد بار «لا اله الا الله» بگويد، خداوند خانه اى در بهشت براى او مى سازد و كسى كه هنگام رفتن به رختخواب صد بار از خداوند آمرزش بخواهد، گناهان او مى ريزد همانگونه كه برگ درخت مى ريزد.</w:t>
      </w:r>
    </w:p>
    <w:p w:rsidR="00A679DB" w:rsidRDefault="00A679DB" w:rsidP="00A679DB">
      <w:pPr>
        <w:pStyle w:val="libNormal"/>
        <w:rPr>
          <w:rtl/>
        </w:rPr>
      </w:pPr>
    </w:p>
    <w:p w:rsidR="00A679DB" w:rsidRDefault="00A679DB" w:rsidP="00A679DB">
      <w:pPr>
        <w:pStyle w:val="libNormal"/>
        <w:rPr>
          <w:rtl/>
        </w:rPr>
      </w:pPr>
      <w:r>
        <w:rPr>
          <w:rtl/>
        </w:rPr>
        <w:t>ثواب من قال لا اله الا الله وحده وحده وحده</w:t>
      </w:r>
    </w:p>
    <w:p w:rsidR="00A679DB" w:rsidRDefault="00A679DB" w:rsidP="00A679DB">
      <w:pPr>
        <w:pStyle w:val="libNormal"/>
        <w:rPr>
          <w:rtl/>
        </w:rPr>
      </w:pPr>
    </w:p>
    <w:p w:rsidR="00492A76" w:rsidRDefault="00492A76" w:rsidP="00A679DB">
      <w:pPr>
        <w:pStyle w:val="libNormal"/>
        <w:rPr>
          <w:rtl/>
        </w:rPr>
      </w:pPr>
      <w:r>
        <w:rPr>
          <w:rtl/>
        </w:rPr>
        <w:br w:type="page"/>
      </w:r>
    </w:p>
    <w:p w:rsidR="00A679DB" w:rsidRDefault="00A679DB" w:rsidP="00492A76">
      <w:pPr>
        <w:pStyle w:val="Heading2"/>
        <w:rPr>
          <w:rtl/>
        </w:rPr>
      </w:pPr>
      <w:bookmarkStart w:id="3" w:name="_Toc449617060"/>
      <w:r>
        <w:rPr>
          <w:rtl/>
        </w:rPr>
        <w:t>ثواب گفتن لا اله الا الله وحده و حده وحده</w:t>
      </w:r>
      <w:bookmarkEnd w:id="3"/>
    </w:p>
    <w:p w:rsidR="00A679DB" w:rsidRDefault="00A679DB" w:rsidP="00A679DB">
      <w:pPr>
        <w:pStyle w:val="libNormal"/>
        <w:rPr>
          <w:rtl/>
        </w:rPr>
      </w:pPr>
      <w:r>
        <w:rPr>
          <w:rtl/>
        </w:rPr>
        <w:t xml:space="preserve">حديث : ١ ابى رحمه الله قال حدثنا سعد بن عبدالله عن احمد بن محمد و ابراهيم بن هاشم و الحسن بين على الكوفى عن الحسين بن سيف عن اخيه على عن ابيه عن عمرو بن شمر عن جابر بن يزيد الجعفى عن ابى جعفر عليه‌السلام قال جاء جبرئيل الى رسول الله </w:t>
      </w:r>
      <w:r w:rsidR="00E60DFB">
        <w:rPr>
          <w:rtl/>
        </w:rPr>
        <w:t xml:space="preserve">صلى‌الله‌عليه‌وآله </w:t>
      </w:r>
      <w:r>
        <w:rPr>
          <w:rtl/>
        </w:rPr>
        <w:t>فقال يا محمد طوبى لمن قال من امتك لا اله الا الله وحده وحده وحده</w:t>
      </w:r>
    </w:p>
    <w:p w:rsidR="00A679DB" w:rsidRDefault="00A679DB" w:rsidP="00A679DB">
      <w:pPr>
        <w:pStyle w:val="libNormal"/>
        <w:rPr>
          <w:rtl/>
        </w:rPr>
      </w:pPr>
      <w:r>
        <w:rPr>
          <w:rtl/>
        </w:rPr>
        <w:t>ترجمه :</w:t>
      </w:r>
    </w:p>
    <w:p w:rsidR="00A679DB" w:rsidRDefault="00A679DB" w:rsidP="00A679DB">
      <w:pPr>
        <w:pStyle w:val="libNormal"/>
        <w:rPr>
          <w:rtl/>
        </w:rPr>
      </w:pPr>
      <w:r>
        <w:rPr>
          <w:rtl/>
        </w:rPr>
        <w:t>١... امام باقر</w:t>
      </w:r>
      <w:r w:rsidRPr="00492A76">
        <w:rPr>
          <w:rStyle w:val="libAlaemChar"/>
          <w:rtl/>
        </w:rPr>
        <w:t xml:space="preserve"> عليه‌السلام</w:t>
      </w:r>
      <w:r>
        <w:rPr>
          <w:rtl/>
        </w:rPr>
        <w:t xml:space="preserve"> فرمودند: جبرئيل نزد رسول خدا آمد و گفت : اگر شخصى امت تو «لا اله الا الله وحده وحده وحده» </w:t>
      </w:r>
      <w:r w:rsidRPr="00492A76">
        <w:rPr>
          <w:rStyle w:val="libFootnotenumChar"/>
          <w:rtl/>
        </w:rPr>
        <w:t>(٤)</w:t>
      </w:r>
      <w:r>
        <w:rPr>
          <w:rtl/>
        </w:rPr>
        <w:t xml:space="preserve"> بگويد، خوشبخت خواهد شد.</w:t>
      </w:r>
    </w:p>
    <w:p w:rsidR="00A679DB" w:rsidRDefault="00A679DB" w:rsidP="00A679DB">
      <w:pPr>
        <w:pStyle w:val="libNormal"/>
        <w:rPr>
          <w:rtl/>
        </w:rPr>
      </w:pPr>
    </w:p>
    <w:p w:rsidR="00A679DB" w:rsidRDefault="00A679DB" w:rsidP="00A679DB">
      <w:pPr>
        <w:pStyle w:val="libNormal"/>
        <w:rPr>
          <w:rtl/>
        </w:rPr>
      </w:pPr>
      <w:r>
        <w:rPr>
          <w:rtl/>
        </w:rPr>
        <w:t>ثواب من قال لا اله الا الله مخلصا</w:t>
      </w:r>
    </w:p>
    <w:p w:rsidR="00A679DB" w:rsidRDefault="00A679DB" w:rsidP="00A679DB">
      <w:pPr>
        <w:pStyle w:val="libNormal"/>
        <w:rPr>
          <w:rtl/>
        </w:rPr>
      </w:pPr>
    </w:p>
    <w:p w:rsidR="00A679DB" w:rsidRDefault="00A679DB" w:rsidP="00A679DB">
      <w:pPr>
        <w:pStyle w:val="libNormal"/>
        <w:rPr>
          <w:rtl/>
        </w:rPr>
      </w:pPr>
      <w:r>
        <w:rPr>
          <w:rtl/>
        </w:rPr>
        <w:t>ثواب گفتن «لا اله الا الله» با اخلاص</w:t>
      </w:r>
    </w:p>
    <w:p w:rsidR="00A679DB" w:rsidRDefault="00A679DB" w:rsidP="00A679DB">
      <w:pPr>
        <w:pStyle w:val="libNormal"/>
        <w:rPr>
          <w:rtl/>
        </w:rPr>
      </w:pPr>
      <w:r>
        <w:rPr>
          <w:rtl/>
        </w:rPr>
        <w:t xml:space="preserve">حديث : ١ ابى رحمه الله قال حدثنا سعد بن عبدالله عن يعقوب بن يزيد عن محمد بن ابى عمير عن محمد بن حمرآن عن ابى عبدالله </w:t>
      </w:r>
      <w:r w:rsidRPr="00492A76">
        <w:rPr>
          <w:rStyle w:val="libAlaemChar"/>
          <w:rtl/>
        </w:rPr>
        <w:t xml:space="preserve">عليه‌السلام </w:t>
      </w:r>
      <w:r>
        <w:rPr>
          <w:rtl/>
        </w:rPr>
        <w:t>قال من قال لا اله الا الله مخلصا دخل الجنه و اخلاصه بها آن يحجزه لا اله الا الله عما حرم الله عزوجل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١. امام صادق </w:t>
      </w:r>
      <w:r w:rsidRPr="00492A76">
        <w:rPr>
          <w:rStyle w:val="libAlaemChar"/>
          <w:rtl/>
        </w:rPr>
        <w:t>عليه‌السلام</w:t>
      </w:r>
      <w:r>
        <w:rPr>
          <w:rtl/>
        </w:rPr>
        <w:t xml:space="preserve"> فرمودند كه با اخلاص «لا اله الا الله» بگويد، وارد بهشت مى شود. و گفتن با اخلاص اين است كه «لا اله الا الله» او را از آن چه خداى عزوجل حرام كرده ، باز دارد. ترجمه :</w:t>
      </w:r>
    </w:p>
    <w:p w:rsidR="00A679DB" w:rsidRDefault="00A679DB" w:rsidP="00A679DB">
      <w:pPr>
        <w:pStyle w:val="libNormal"/>
        <w:rPr>
          <w:rtl/>
        </w:rPr>
      </w:pPr>
    </w:p>
    <w:p w:rsidR="00A679DB" w:rsidRDefault="00A679DB" w:rsidP="00A679DB">
      <w:pPr>
        <w:pStyle w:val="libNormal"/>
        <w:rPr>
          <w:rtl/>
        </w:rPr>
      </w:pPr>
      <w:r>
        <w:rPr>
          <w:rtl/>
        </w:rPr>
        <w:t xml:space="preserve">حديث : ٢ حدثنى محمد بن موسى بن المتوكل رضى الله عنه قال حدثنى على بن الحسين السعد ابادى عن احمد بن ابى عبدالله عن الحسين بن محبوب عن ابى جميله عن جابر عن ابى جعفر </w:t>
      </w:r>
      <w:r w:rsidRPr="00492A76">
        <w:rPr>
          <w:rStyle w:val="libAlaemChar"/>
          <w:rtl/>
        </w:rPr>
        <w:t>عليه‌السلام</w:t>
      </w:r>
      <w:r>
        <w:rPr>
          <w:rtl/>
        </w:rPr>
        <w:t xml:space="preserve"> قال قال رسول الله </w:t>
      </w:r>
      <w:r w:rsidR="00E60DFB" w:rsidRPr="00492A76">
        <w:rPr>
          <w:rStyle w:val="libAlaemChar"/>
          <w:rtl/>
        </w:rPr>
        <w:t xml:space="preserve">صلى‌الله‌عليه‌وآله </w:t>
      </w:r>
      <w:r>
        <w:rPr>
          <w:rtl/>
        </w:rPr>
        <w:t>اتانى جبرئيل بين الصفا و المروه فقال يا محمد طوبى لمن قال من امتك لا اله الا الله مخلصا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باقر </w:t>
      </w:r>
      <w:r w:rsidRPr="00492A76">
        <w:rPr>
          <w:rStyle w:val="libAlaemChar"/>
          <w:rtl/>
        </w:rPr>
        <w:t xml:space="preserve">عليه‌السلام </w:t>
      </w:r>
      <w:r>
        <w:rPr>
          <w:rtl/>
        </w:rPr>
        <w:t xml:space="preserve">فرمود كه رسول خدا </w:t>
      </w:r>
      <w:r w:rsidR="00E60DFB" w:rsidRPr="00492A76">
        <w:rPr>
          <w:rStyle w:val="libAlaemChar"/>
          <w:rtl/>
        </w:rPr>
        <w:t>صلى‌الله‌عليه‌وآله</w:t>
      </w:r>
      <w:r w:rsidR="00E60DFB">
        <w:rPr>
          <w:rtl/>
        </w:rPr>
        <w:t xml:space="preserve"> </w:t>
      </w:r>
      <w:r>
        <w:rPr>
          <w:rtl/>
        </w:rPr>
        <w:t>فرمودند: جبرييل ميان صفا و مروه نزد من آمده و گفت : هر كس از امت تو با اخلاص ‍ «لا اله الا الله »بگويد، وارد بهشت مى شود.</w:t>
      </w:r>
    </w:p>
    <w:p w:rsidR="00A679DB" w:rsidRDefault="00A679DB" w:rsidP="00A679DB">
      <w:pPr>
        <w:pStyle w:val="libNormal"/>
        <w:rPr>
          <w:rtl/>
        </w:rPr>
      </w:pPr>
      <w:r>
        <w:rPr>
          <w:rtl/>
        </w:rPr>
        <w:t xml:space="preserve">حديث : ٣ ابى رحمه الله قال حدثنى سعدبن عبدالله عن احمد بن محمد و الحسن بن على الكوفى و ابراهيم بن هاشم كلهم عن الحسين بن سيف عن سليمان بن عمرو عن مهاجر ابى الحسن عن زيد بن ارقم عن النبى </w:t>
      </w:r>
      <w:r w:rsidR="00E60DFB" w:rsidRPr="00492A76">
        <w:rPr>
          <w:rStyle w:val="libAlaemChar"/>
          <w:rtl/>
        </w:rPr>
        <w:t>صلى‌الله‌عليه‌وآله</w:t>
      </w:r>
      <w:r w:rsidR="00E60DFB">
        <w:rPr>
          <w:rtl/>
        </w:rPr>
        <w:t xml:space="preserve"> </w:t>
      </w:r>
      <w:r>
        <w:rPr>
          <w:rtl/>
        </w:rPr>
        <w:t>قال من قال لا اله الا الله مخلصا دخل الجنه و اخلاصه بها آن يحجزه لا اله الا الله عما حرم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پيامبر </w:t>
      </w:r>
      <w:r w:rsidR="00E60DFB" w:rsidRPr="00492A76">
        <w:rPr>
          <w:rStyle w:val="libAlaemChar"/>
          <w:rtl/>
        </w:rPr>
        <w:t>صلى‌الله‌عليه‌وآله</w:t>
      </w:r>
      <w:r w:rsidR="00E60DFB">
        <w:rPr>
          <w:rtl/>
        </w:rPr>
        <w:t xml:space="preserve"> </w:t>
      </w:r>
      <w:r>
        <w:rPr>
          <w:rtl/>
        </w:rPr>
        <w:t>فرمودند: كسى كه با اخلاص «لا اله الا الله» بگويد، وارد بهشت مى شود، و گفتن با اخلاص اين است كه «لا اله الا الله» او را از آنچه خداوند حرام كرده باز دارد.</w:t>
      </w:r>
    </w:p>
    <w:p w:rsidR="00A679DB" w:rsidRDefault="00A679DB" w:rsidP="00A679DB">
      <w:pPr>
        <w:pStyle w:val="libNormal"/>
        <w:rPr>
          <w:rtl/>
        </w:rPr>
      </w:pPr>
      <w:r>
        <w:rPr>
          <w:rtl/>
        </w:rPr>
        <w:lastRenderedPageBreak/>
        <w:t>حديث : ٤ و بهذا الاسناد عن سليمان بن عمرو قال حدثنى زيد بن رافع قال حدثنى زر بن حبيش قال سمعت حذيفه يقول لا يزال لا اله الا الله ترد غضب الرب جل جلاله عن العباد ما كانوا لا يبالون ما انتقص من ديناهم اذا سلم دينهم فاذا كانوا لا يبالونما انتقص من دينهم اذا سلمت دنيا هم ثم قالوها ردت عليهم و قيل كذبتم و لستم بها صادقين .</w:t>
      </w:r>
    </w:p>
    <w:p w:rsidR="00A679DB" w:rsidRDefault="00A679DB" w:rsidP="00A679DB">
      <w:pPr>
        <w:pStyle w:val="libNormal"/>
        <w:rPr>
          <w:rtl/>
        </w:rPr>
      </w:pPr>
      <w:r>
        <w:rPr>
          <w:rtl/>
        </w:rPr>
        <w:t>ترجمه :</w:t>
      </w:r>
    </w:p>
    <w:p w:rsidR="00A679DB" w:rsidRDefault="00A679DB" w:rsidP="00A679DB">
      <w:pPr>
        <w:pStyle w:val="libNormal"/>
        <w:rPr>
          <w:rtl/>
        </w:rPr>
      </w:pPr>
      <w:r>
        <w:rPr>
          <w:rtl/>
        </w:rPr>
        <w:t>٤. حذيفه گفت : «لا اله الا الله» هميشه خشم خداى بزرگ را از بندگان بر مى گرداند، البته تا زمانى كه به نقص دنيايشان در صورت سلامت دينشان اهميت ندهند. ولى هنگامى كه به نقص دين خود در صورت سلامت دنيايشان اهميت ندهند و آن را بگويند، آن را به خودشان برگردانده و مى گويند: دروغ مى گوييد و آنچه را مى گوييد باور نداريد.</w:t>
      </w:r>
    </w:p>
    <w:p w:rsidR="00A679DB" w:rsidRDefault="00A679DB" w:rsidP="00A679DB">
      <w:pPr>
        <w:pStyle w:val="libNormal"/>
        <w:rPr>
          <w:rtl/>
        </w:rPr>
      </w:pPr>
    </w:p>
    <w:p w:rsidR="00A679DB" w:rsidRDefault="00A679DB" w:rsidP="00A679DB">
      <w:pPr>
        <w:pStyle w:val="libNormal"/>
        <w:rPr>
          <w:rtl/>
        </w:rPr>
      </w:pPr>
      <w:r>
        <w:rPr>
          <w:rtl/>
        </w:rPr>
        <w:t>ثواب من مد صوته بلا اله الا الله .</w:t>
      </w:r>
    </w:p>
    <w:p w:rsidR="00A679DB" w:rsidRDefault="00A679DB" w:rsidP="00A679DB">
      <w:pPr>
        <w:pStyle w:val="libNormal"/>
        <w:rPr>
          <w:rtl/>
        </w:rPr>
      </w:pPr>
    </w:p>
    <w:p w:rsidR="007F6363" w:rsidRDefault="007F6363" w:rsidP="00A679DB">
      <w:pPr>
        <w:pStyle w:val="libNormal"/>
        <w:rPr>
          <w:rtl/>
        </w:rPr>
      </w:pPr>
      <w:r>
        <w:rPr>
          <w:rtl/>
        </w:rPr>
        <w:br w:type="page"/>
      </w:r>
    </w:p>
    <w:p w:rsidR="00A679DB" w:rsidRDefault="00A679DB" w:rsidP="007F6363">
      <w:pPr>
        <w:pStyle w:val="Heading2"/>
        <w:rPr>
          <w:rtl/>
        </w:rPr>
      </w:pPr>
      <w:bookmarkStart w:id="4" w:name="_Toc449617061"/>
      <w:r>
        <w:rPr>
          <w:rtl/>
        </w:rPr>
        <w:t>ثواب گفتن «لا اله الا الله» با صداى بلند</w:t>
      </w:r>
      <w:bookmarkEnd w:id="4"/>
    </w:p>
    <w:p w:rsidR="00A679DB" w:rsidRDefault="00A679DB" w:rsidP="00A679DB">
      <w:pPr>
        <w:pStyle w:val="libNormal"/>
        <w:rPr>
          <w:rtl/>
        </w:rPr>
      </w:pPr>
      <w:r>
        <w:rPr>
          <w:rtl/>
        </w:rPr>
        <w:t xml:space="preserve">حديث : ١ ابى رحمه الله قالحدثنا عبدالله بن جعفر الحميرى قال حدثنى احمد بن محمد عن الحسين بن سيف عن اخيه على عن ابيه سيف بن عميره عن الصادق جعفر بن محمد عليه‌السلام قال قال رسول الله </w:t>
      </w:r>
      <w:r w:rsidR="00E60DFB" w:rsidRPr="007F6363">
        <w:rPr>
          <w:rStyle w:val="libAlaemChar"/>
          <w:rtl/>
        </w:rPr>
        <w:t>صلى‌الله‌عليه‌وآله</w:t>
      </w:r>
      <w:r w:rsidR="00E60DFB">
        <w:rPr>
          <w:rtl/>
        </w:rPr>
        <w:t xml:space="preserve"> </w:t>
      </w:r>
      <w:r>
        <w:rPr>
          <w:rtl/>
        </w:rPr>
        <w:t>ما من مسلم يقول لا اله الا الله يرفع بها صوته فيفرغ حتى تناثرذنوبه تحت قدميه كما يتناثر ورق الشجر تحتها.</w:t>
      </w:r>
    </w:p>
    <w:p w:rsidR="00A679DB" w:rsidRDefault="00A679DB" w:rsidP="00A679DB">
      <w:pPr>
        <w:pStyle w:val="libNormal"/>
        <w:rPr>
          <w:rtl/>
        </w:rPr>
      </w:pPr>
      <w:r>
        <w:rPr>
          <w:rtl/>
        </w:rPr>
        <w:t>ترجمه :</w:t>
      </w:r>
    </w:p>
    <w:p w:rsidR="00A679DB" w:rsidRDefault="00A679DB" w:rsidP="00A679DB">
      <w:pPr>
        <w:pStyle w:val="libNormal"/>
        <w:rPr>
          <w:rtl/>
        </w:rPr>
      </w:pPr>
      <w:r>
        <w:rPr>
          <w:rtl/>
        </w:rPr>
        <w:t>١. امام صادق</w:t>
      </w:r>
      <w:r w:rsidRPr="007F6363">
        <w:rPr>
          <w:rStyle w:val="libAlaemChar"/>
          <w:rtl/>
        </w:rPr>
        <w:t xml:space="preserve"> عليه‌السلام</w:t>
      </w:r>
      <w:r>
        <w:rPr>
          <w:rtl/>
        </w:rPr>
        <w:t xml:space="preserve"> فرمودند: رسول خدا </w:t>
      </w:r>
      <w:r w:rsidR="00E60DFB" w:rsidRPr="007F6363">
        <w:rPr>
          <w:rStyle w:val="libAlaemChar"/>
          <w:rtl/>
        </w:rPr>
        <w:t>صلى‌الله‌عليه‌وآله</w:t>
      </w:r>
      <w:r w:rsidR="00E60DFB">
        <w:rPr>
          <w:rtl/>
        </w:rPr>
        <w:t xml:space="preserve"> </w:t>
      </w:r>
      <w:r>
        <w:rPr>
          <w:rtl/>
        </w:rPr>
        <w:t>فرمودند: هيچ مسلمانى بلند نمى گويد «لا اله الا الله» مگر اين كه بى درنگ گناهانش زير پاهايش مى ريزند، همانگونه كه برگهاى درخت زير آن مى ريزند.</w:t>
      </w:r>
    </w:p>
    <w:p w:rsidR="00A679DB" w:rsidRDefault="00A679DB" w:rsidP="00A679DB">
      <w:pPr>
        <w:pStyle w:val="libNormal"/>
        <w:rPr>
          <w:rtl/>
        </w:rPr>
      </w:pPr>
      <w:r>
        <w:rPr>
          <w:rtl/>
        </w:rPr>
        <w:t>حديث : ٢ ابى رحمه الله قال حدثنا سعد بن عبدالله عن احمد بن محمد عن الحسين بن سيف عن سليمان بن عمرو قال حدثنى عمران بن ابى عطا قال حدثنى عطا عن ابن عباس النبى</w:t>
      </w:r>
      <w:r w:rsidRPr="007F6363">
        <w:rPr>
          <w:rStyle w:val="libAlaemChar"/>
          <w:rtl/>
        </w:rPr>
        <w:t xml:space="preserve"> </w:t>
      </w:r>
      <w:r w:rsidR="00E60DFB" w:rsidRPr="007F6363">
        <w:rPr>
          <w:rStyle w:val="libAlaemChar"/>
          <w:rtl/>
        </w:rPr>
        <w:t>صلى‌الله‌عليه‌وآله</w:t>
      </w:r>
      <w:r w:rsidR="00E60DFB">
        <w:rPr>
          <w:rtl/>
        </w:rPr>
        <w:t xml:space="preserve"> </w:t>
      </w:r>
      <w:r>
        <w:rPr>
          <w:rtl/>
        </w:rPr>
        <w:t>قال ما من الكلام كلمه احب الى الله عزوجل من قول لا اله الا الله و ما من عبد يقول لا اله الا الله الا تناثرت ذنوله تحت قدميه كما يتناثر ورق الشجر تحتها.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پيامبر </w:t>
      </w:r>
      <w:r w:rsidR="00E60DFB" w:rsidRPr="007F6363">
        <w:rPr>
          <w:rStyle w:val="libAlaemChar"/>
          <w:rtl/>
        </w:rPr>
        <w:t>صلى‌الله‌عليه‌وآله</w:t>
      </w:r>
      <w:r w:rsidR="00E60DFB">
        <w:rPr>
          <w:rtl/>
        </w:rPr>
        <w:t xml:space="preserve"> </w:t>
      </w:r>
      <w:r>
        <w:rPr>
          <w:rtl/>
        </w:rPr>
        <w:t>فر مودند: در ميان سخنان هيچ سخنى نزد خداى عزوجل دوست داشتنى تر از گفتن «لا اله الا الله» نيست . و هيچ بنده اى «لا اله الا الله» نمى گويد، مگر اين كه گناهانش زير پاهايش ‍ مى ريزند همانگونه كه برگهاى درخت زير آن مى ريزند.</w:t>
      </w:r>
    </w:p>
    <w:p w:rsidR="00A679DB" w:rsidRDefault="00A679DB" w:rsidP="00A679DB">
      <w:pPr>
        <w:pStyle w:val="libNormal"/>
        <w:rPr>
          <w:rtl/>
        </w:rPr>
      </w:pPr>
      <w:r>
        <w:rPr>
          <w:rtl/>
        </w:rPr>
        <w:lastRenderedPageBreak/>
        <w:t xml:space="preserve">حديث : ٣ و بهذاالاسناد عن الحسين بن سيف عن اخيه على عن ابيه عن الحسن بن الصباح قال حدثنى انس عن النبى </w:t>
      </w:r>
      <w:r w:rsidR="00E60DFB" w:rsidRPr="007F6363">
        <w:rPr>
          <w:rStyle w:val="libAlaemChar"/>
          <w:rtl/>
        </w:rPr>
        <w:t>صلى‌الله‌عليه‌وآله</w:t>
      </w:r>
      <w:r w:rsidR="00E60DFB">
        <w:rPr>
          <w:rtl/>
        </w:rPr>
        <w:t xml:space="preserve"> </w:t>
      </w:r>
      <w:r>
        <w:rPr>
          <w:rtl/>
        </w:rPr>
        <w:t>قال كل جبار عنيد من ابى آن يقول لا اله الا الله</w:t>
      </w:r>
    </w:p>
    <w:p w:rsidR="00A679DB" w:rsidRDefault="00A679DB" w:rsidP="00A679DB">
      <w:pPr>
        <w:pStyle w:val="libNormal"/>
        <w:rPr>
          <w:rtl/>
        </w:rPr>
      </w:pPr>
      <w:r>
        <w:rPr>
          <w:rtl/>
        </w:rPr>
        <w:t>ترجمه :</w:t>
      </w:r>
    </w:p>
    <w:p w:rsidR="00A679DB" w:rsidRDefault="00A679DB" w:rsidP="00A679DB">
      <w:pPr>
        <w:pStyle w:val="libNormal"/>
        <w:rPr>
          <w:rtl/>
        </w:rPr>
      </w:pPr>
      <w:r>
        <w:rPr>
          <w:rtl/>
        </w:rPr>
        <w:t>٣. پيامبر</w:t>
      </w:r>
      <w:r w:rsidRPr="007F6363">
        <w:rPr>
          <w:rStyle w:val="libAlaemChar"/>
          <w:rtl/>
        </w:rPr>
        <w:t xml:space="preserve"> </w:t>
      </w:r>
      <w:r w:rsidR="00E60DFB" w:rsidRPr="007F6363">
        <w:rPr>
          <w:rStyle w:val="libAlaemChar"/>
          <w:rtl/>
        </w:rPr>
        <w:t>صلى‌الله‌عليه‌وآله</w:t>
      </w:r>
      <w:r w:rsidR="00E60DFB">
        <w:rPr>
          <w:rtl/>
        </w:rPr>
        <w:t xml:space="preserve"> </w:t>
      </w:r>
      <w:r>
        <w:rPr>
          <w:rtl/>
        </w:rPr>
        <w:t>فرمودند: منظور از (كل جبار عنيد: هر متكبر جبار) (كه خداوند در قرآن آنان را نكوهش نموده است) كسى است كه از گفتن «لا اله الا الله» خوددارى كند.</w:t>
      </w:r>
    </w:p>
    <w:p w:rsidR="00A679DB" w:rsidRDefault="00A679DB" w:rsidP="00A679DB">
      <w:pPr>
        <w:pStyle w:val="libNormal"/>
        <w:rPr>
          <w:rtl/>
        </w:rPr>
      </w:pPr>
    </w:p>
    <w:p w:rsidR="00A679DB" w:rsidRDefault="00A679DB" w:rsidP="00A679DB">
      <w:pPr>
        <w:pStyle w:val="libNormal"/>
        <w:rPr>
          <w:rtl/>
        </w:rPr>
      </w:pPr>
      <w:r>
        <w:rPr>
          <w:rtl/>
        </w:rPr>
        <w:t>ثواب من قال لا اله الا الله بشروطها</w:t>
      </w:r>
    </w:p>
    <w:p w:rsidR="00A679DB" w:rsidRDefault="00A679DB" w:rsidP="00A679DB">
      <w:pPr>
        <w:pStyle w:val="libNormal"/>
        <w:rPr>
          <w:rtl/>
        </w:rPr>
      </w:pPr>
    </w:p>
    <w:p w:rsidR="007F6363" w:rsidRDefault="007F6363" w:rsidP="00A679DB">
      <w:pPr>
        <w:pStyle w:val="libNormal"/>
        <w:rPr>
          <w:rtl/>
        </w:rPr>
      </w:pPr>
      <w:r>
        <w:rPr>
          <w:rtl/>
        </w:rPr>
        <w:br w:type="page"/>
      </w:r>
    </w:p>
    <w:p w:rsidR="00A679DB" w:rsidRDefault="00A679DB" w:rsidP="007F6363">
      <w:pPr>
        <w:pStyle w:val="Heading2"/>
        <w:rPr>
          <w:rtl/>
        </w:rPr>
      </w:pPr>
      <w:bookmarkStart w:id="5" w:name="_Toc449617062"/>
      <w:r>
        <w:rPr>
          <w:rtl/>
        </w:rPr>
        <w:t>ثواب گفتن «لا اله الا الله» با شرايط آن</w:t>
      </w:r>
      <w:bookmarkEnd w:id="5"/>
    </w:p>
    <w:p w:rsidR="00A679DB" w:rsidRDefault="00A679DB" w:rsidP="00A679DB">
      <w:pPr>
        <w:pStyle w:val="libNormal"/>
        <w:rPr>
          <w:rtl/>
        </w:rPr>
      </w:pPr>
      <w:r>
        <w:rPr>
          <w:rtl/>
        </w:rPr>
        <w:t xml:space="preserve">حديث : ١ حدثنى محمد بن موسى بن المتوكل رضى الله عنه قال حدثنى ابوالحسين الاسدى قال حدثنى محمد بن الحسين الصوفى عن يوسف بن عقيل عن اسحاق بن راهويه قال لما و افى ابوالحسن الرضا </w:t>
      </w:r>
      <w:r w:rsidRPr="007F6363">
        <w:rPr>
          <w:rStyle w:val="libAlaemChar"/>
          <w:rtl/>
        </w:rPr>
        <w:t xml:space="preserve">عليه‌السلام </w:t>
      </w:r>
      <w:r>
        <w:rPr>
          <w:rtl/>
        </w:rPr>
        <w:t xml:space="preserve">نيسابور فاراد آن يرحل منها الى المامون اجتمع اليه اصحاب الحديث فقالوا يابن رسول الله ترحل عنا و لا تحدثنا بحديث نستفيده منك و كان قد قعد فى العماريه فاطلع راسه و قال سمعت ابى موسى بن جعفر يقول سمعت ابى جعفر بن محمد يقول سمعت ابى محمد بن على يقول سمعت ابى على بن الحسين يقول سمعت ابى الحسين بن على يقول سمعت ابى اميرالمؤ منين على بن ابيطالب </w:t>
      </w:r>
      <w:r w:rsidRPr="007F6363">
        <w:rPr>
          <w:rStyle w:val="libAlaemChar"/>
          <w:rtl/>
        </w:rPr>
        <w:t xml:space="preserve">عليه‌السلام </w:t>
      </w:r>
      <w:r>
        <w:rPr>
          <w:rtl/>
        </w:rPr>
        <w:t xml:space="preserve">يقول سمعت رسول الله </w:t>
      </w:r>
      <w:r w:rsidR="00E60DFB" w:rsidRPr="007F6363">
        <w:rPr>
          <w:rStyle w:val="libAlaemChar"/>
          <w:rtl/>
        </w:rPr>
        <w:t xml:space="preserve">صلى‌الله‌عليه‌وآله </w:t>
      </w:r>
      <w:r>
        <w:rPr>
          <w:rtl/>
        </w:rPr>
        <w:t>يقول سمعت جبرئيل عليه‌السلام يقول سمعت الله عزوجل يقول لا اله الا الله حصنى فمن دخل حصنى امن من عذابى مرت الراحله نادى بشروطها و انا من شروطها.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وقتى كه امام رضا </w:t>
      </w:r>
      <w:r w:rsidRPr="007F6363">
        <w:rPr>
          <w:rStyle w:val="libAlaemChar"/>
          <w:rtl/>
        </w:rPr>
        <w:t>عليه‌السلام</w:t>
      </w:r>
      <w:r>
        <w:rPr>
          <w:rtl/>
        </w:rPr>
        <w:t xml:space="preserve"> به نيشابور رسيد، به هنگام حركت به طرف مامون ، محدثان اطراف او را گرفته و گفتند: فرزند رسول خدا! از پيش ما مى روى و حديثى نمى فرمايى كه از آن استفاده كنيم !</w:t>
      </w:r>
    </w:p>
    <w:p w:rsidR="00A679DB" w:rsidRDefault="00A679DB" w:rsidP="00A679DB">
      <w:pPr>
        <w:pStyle w:val="libNormal"/>
        <w:rPr>
          <w:rtl/>
        </w:rPr>
      </w:pPr>
      <w:r>
        <w:rPr>
          <w:rtl/>
        </w:rPr>
        <w:t>حضرت كه در كجاوه نشسته بودند، سر خود را از كجاوه بيرون آورده و فرمودند: از پدرم موسى بن جعفر</w:t>
      </w:r>
      <w:r w:rsidRPr="007F6363">
        <w:rPr>
          <w:rStyle w:val="libAlaemChar"/>
          <w:rtl/>
        </w:rPr>
        <w:t xml:space="preserve"> عليه‌السلام</w:t>
      </w:r>
      <w:r>
        <w:rPr>
          <w:rtl/>
        </w:rPr>
        <w:t xml:space="preserve"> شنيدم كه فرمودند از پدرم حسين به على بن </w:t>
      </w:r>
      <w:r w:rsidRPr="007F6363">
        <w:rPr>
          <w:rStyle w:val="libAlaemChar"/>
          <w:rtl/>
        </w:rPr>
        <w:t>عليه‌السلام</w:t>
      </w:r>
      <w:r>
        <w:rPr>
          <w:rtl/>
        </w:rPr>
        <w:t xml:space="preserve"> شنيدم كه فرمودند از پدرم اميرالمومنين على بن ابيطالب </w:t>
      </w:r>
      <w:r w:rsidRPr="007F6363">
        <w:rPr>
          <w:rStyle w:val="libAlaemChar"/>
          <w:rtl/>
        </w:rPr>
        <w:t>عليه‌السلام</w:t>
      </w:r>
      <w:r>
        <w:rPr>
          <w:rtl/>
        </w:rPr>
        <w:t xml:space="preserve"> شنيدم كه فرمودند از رسول خدا </w:t>
      </w:r>
      <w:r w:rsidR="00E60DFB" w:rsidRPr="007F6363">
        <w:rPr>
          <w:rStyle w:val="libAlaemChar"/>
          <w:rtl/>
        </w:rPr>
        <w:t>صلى‌الله‌عليه‌وآله</w:t>
      </w:r>
      <w:r w:rsidR="00E60DFB">
        <w:rPr>
          <w:rtl/>
        </w:rPr>
        <w:t xml:space="preserve"> </w:t>
      </w:r>
      <w:r>
        <w:rPr>
          <w:rtl/>
        </w:rPr>
        <w:t xml:space="preserve">شنيدم كه فرمودند: شنيدم كه جبرييل مى </w:t>
      </w:r>
      <w:r>
        <w:rPr>
          <w:rtl/>
        </w:rPr>
        <w:lastRenderedPageBreak/>
        <w:t>گفت : از خداى عزوجل شنيدم كه فرمودند: «لا اله الا الله» پناهگاه من است ، كسى كه وارد پناهگاه من شود از عذاب من ايمن است .</w:t>
      </w:r>
    </w:p>
    <w:p w:rsidR="00A679DB" w:rsidRDefault="00A679DB" w:rsidP="00A679DB">
      <w:pPr>
        <w:pStyle w:val="libNormal"/>
        <w:rPr>
          <w:rtl/>
        </w:rPr>
      </w:pPr>
    </w:p>
    <w:p w:rsidR="00A679DB" w:rsidRDefault="00A679DB" w:rsidP="00A679DB">
      <w:pPr>
        <w:pStyle w:val="libNormal"/>
        <w:rPr>
          <w:rtl/>
        </w:rPr>
      </w:pPr>
      <w:r>
        <w:rPr>
          <w:rtl/>
        </w:rPr>
        <w:t>ثواب من تقبل منه شهاده ان لا اله الا الله .</w:t>
      </w:r>
    </w:p>
    <w:p w:rsidR="00A679DB" w:rsidRDefault="00A679DB" w:rsidP="00A679DB">
      <w:pPr>
        <w:pStyle w:val="libNormal"/>
        <w:rPr>
          <w:rtl/>
        </w:rPr>
      </w:pPr>
    </w:p>
    <w:p w:rsidR="007F6363" w:rsidRDefault="007F6363" w:rsidP="00A679DB">
      <w:pPr>
        <w:pStyle w:val="libNormal"/>
        <w:rPr>
          <w:rtl/>
        </w:rPr>
      </w:pPr>
      <w:r>
        <w:rPr>
          <w:rtl/>
        </w:rPr>
        <w:br w:type="page"/>
      </w:r>
    </w:p>
    <w:p w:rsidR="00A679DB" w:rsidRDefault="00A679DB" w:rsidP="007F6363">
      <w:pPr>
        <w:pStyle w:val="Heading2"/>
        <w:rPr>
          <w:rtl/>
        </w:rPr>
      </w:pPr>
      <w:bookmarkStart w:id="6" w:name="_Toc449617063"/>
      <w:r>
        <w:rPr>
          <w:rtl/>
        </w:rPr>
        <w:t>ثواب پذيرفته شدن گواهى به «لا اله الا الله»</w:t>
      </w:r>
      <w:bookmarkEnd w:id="6"/>
    </w:p>
    <w:p w:rsidR="00A679DB" w:rsidRDefault="00A679DB" w:rsidP="00A679DB">
      <w:pPr>
        <w:pStyle w:val="libNormal"/>
        <w:rPr>
          <w:rtl/>
        </w:rPr>
      </w:pPr>
      <w:r>
        <w:rPr>
          <w:rtl/>
        </w:rPr>
        <w:t xml:space="preserve">حديث : ١ ابى رحمه الله قال حدثنى عبدالله بن الحسن المودب عن احمد بن على الاصبهانى عن ابراهيم محمد الثقفى عن محمد بن اسحاق عن ابى ها رون العبدى عن ابى سعيد الخدرى قال كان رسول الله </w:t>
      </w:r>
      <w:r w:rsidR="00E60DFB" w:rsidRPr="007F6363">
        <w:rPr>
          <w:rStyle w:val="libAlaemChar"/>
          <w:rtl/>
        </w:rPr>
        <w:t>صلى‌الله‌عليه‌وآله</w:t>
      </w:r>
      <w:r w:rsidR="00E60DFB">
        <w:rPr>
          <w:rtl/>
        </w:rPr>
        <w:t xml:space="preserve"> </w:t>
      </w:r>
      <w:r>
        <w:rPr>
          <w:rtl/>
        </w:rPr>
        <w:t xml:space="preserve">ذات يوم جالسا و عنده نفر من اصحابه فيهم على بن ابى طالب </w:t>
      </w:r>
      <w:r w:rsidRPr="007F6363">
        <w:rPr>
          <w:rStyle w:val="libAlaemChar"/>
          <w:rtl/>
        </w:rPr>
        <w:t xml:space="preserve">عليه‌السلام </w:t>
      </w:r>
      <w:r>
        <w:rPr>
          <w:rtl/>
        </w:rPr>
        <w:t xml:space="preserve">اذ قال من قال لا اله الا الله دخل الجنه فقال رجلان من اصحابه فنحن نقول لا اله الا الله فقال رسول الله </w:t>
      </w:r>
      <w:r w:rsidR="00E60DFB" w:rsidRPr="007F6363">
        <w:rPr>
          <w:rStyle w:val="libAlaemChar"/>
          <w:rtl/>
        </w:rPr>
        <w:t>صلى‌الله‌عليه‌وآله</w:t>
      </w:r>
      <w:r w:rsidR="00E60DFB">
        <w:rPr>
          <w:rtl/>
        </w:rPr>
        <w:t xml:space="preserve"> </w:t>
      </w:r>
      <w:r>
        <w:rPr>
          <w:rtl/>
        </w:rPr>
        <w:t xml:space="preserve">انما تقبل شهاده آن لا اله الا الله فوضع رسول خدا </w:t>
      </w:r>
      <w:r w:rsidR="00E60DFB" w:rsidRPr="007F6363">
        <w:rPr>
          <w:rStyle w:val="libAlaemChar"/>
          <w:rtl/>
        </w:rPr>
        <w:t>صلى‌الله‌عليه‌وآله</w:t>
      </w:r>
      <w:r w:rsidR="00E60DFB">
        <w:rPr>
          <w:rtl/>
        </w:rPr>
        <w:t xml:space="preserve"> </w:t>
      </w:r>
      <w:r>
        <w:rPr>
          <w:rtl/>
        </w:rPr>
        <w:t xml:space="preserve">يده على راس على </w:t>
      </w:r>
      <w:r w:rsidRPr="007F6363">
        <w:rPr>
          <w:rStyle w:val="libAlaemChar"/>
          <w:rtl/>
        </w:rPr>
        <w:t>عليه‌السلام</w:t>
      </w:r>
      <w:r>
        <w:rPr>
          <w:rtl/>
        </w:rPr>
        <w:t xml:space="preserve"> ثم قال علامه ذلك آن لا تحلا عقده ولا تجلسا مجلسه و لا تكذبا حديثه .</w:t>
      </w:r>
    </w:p>
    <w:p w:rsidR="00A679DB" w:rsidRDefault="00A679DB" w:rsidP="00A679DB">
      <w:pPr>
        <w:pStyle w:val="libNormal"/>
        <w:rPr>
          <w:rtl/>
        </w:rPr>
      </w:pPr>
      <w:r>
        <w:rPr>
          <w:rtl/>
        </w:rPr>
        <w:t>ترجمه :</w:t>
      </w:r>
    </w:p>
    <w:p w:rsidR="00A679DB" w:rsidRDefault="00A679DB" w:rsidP="00A679DB">
      <w:pPr>
        <w:pStyle w:val="libNormal"/>
        <w:rPr>
          <w:rtl/>
        </w:rPr>
      </w:pPr>
      <w:r>
        <w:rPr>
          <w:rtl/>
        </w:rPr>
        <w:t>١. روزى رسول خدا</w:t>
      </w:r>
      <w:r w:rsidRPr="007F6363">
        <w:rPr>
          <w:rStyle w:val="libAlaemChar"/>
          <w:rtl/>
        </w:rPr>
        <w:t xml:space="preserve"> </w:t>
      </w:r>
      <w:r w:rsidR="00E60DFB" w:rsidRPr="007F6363">
        <w:rPr>
          <w:rStyle w:val="libAlaemChar"/>
          <w:rtl/>
        </w:rPr>
        <w:t>صلى‌الله‌عليه‌وآله</w:t>
      </w:r>
      <w:r w:rsidR="00E60DFB">
        <w:rPr>
          <w:rtl/>
        </w:rPr>
        <w:t xml:space="preserve"> </w:t>
      </w:r>
      <w:r>
        <w:rPr>
          <w:rtl/>
        </w:rPr>
        <w:t xml:space="preserve">در حالى كه در ميان عده اى ازيارآن خود كه على بن ابى طالب </w:t>
      </w:r>
      <w:r w:rsidRPr="007F6363">
        <w:rPr>
          <w:rStyle w:val="libAlaemChar"/>
          <w:rtl/>
        </w:rPr>
        <w:t>عليه‌السلام</w:t>
      </w:r>
      <w:r>
        <w:rPr>
          <w:rtl/>
        </w:rPr>
        <w:t xml:space="preserve"> نيز يكى از آنان بود نشسته بودن ، فرمودند: كسى كه بگويد «لا اله الا الله» وارد بهشت مى شود. دو نفر از يارآن او گفتند: ما نيز ميگويم «لا اله الا الله» رسول خدا </w:t>
      </w:r>
      <w:r w:rsidR="00E60DFB" w:rsidRPr="007F6363">
        <w:rPr>
          <w:rStyle w:val="libAlaemChar"/>
          <w:rtl/>
        </w:rPr>
        <w:t>صلى‌الله‌عليه‌وآله</w:t>
      </w:r>
      <w:r w:rsidR="00E60DFB">
        <w:rPr>
          <w:rtl/>
        </w:rPr>
        <w:t xml:space="preserve"> </w:t>
      </w:r>
      <w:r>
        <w:rPr>
          <w:rtl/>
        </w:rPr>
        <w:t xml:space="preserve">فرمودند: گواهى به «لا اله الا الله» فقط از اين (على بن ابى طالب </w:t>
      </w:r>
      <w:r w:rsidRPr="007F6363">
        <w:rPr>
          <w:rStyle w:val="libAlaemChar"/>
          <w:rtl/>
        </w:rPr>
        <w:t>عليه‌السلام</w:t>
      </w:r>
      <w:r>
        <w:rPr>
          <w:rtl/>
        </w:rPr>
        <w:t>)</w:t>
      </w:r>
    </w:p>
    <w:p w:rsidR="00A679DB" w:rsidRDefault="00A679DB" w:rsidP="00A679DB">
      <w:pPr>
        <w:pStyle w:val="libNormal"/>
        <w:rPr>
          <w:rtl/>
        </w:rPr>
      </w:pPr>
      <w:r>
        <w:rPr>
          <w:rtl/>
        </w:rPr>
        <w:t>و شيعيانش كه پروردگار از آنان پيمان گرفته است ، پذيرفته مى شود.</w:t>
      </w:r>
    </w:p>
    <w:p w:rsidR="00A679DB" w:rsidRDefault="00A679DB" w:rsidP="00A679DB">
      <w:pPr>
        <w:pStyle w:val="libNormal"/>
        <w:rPr>
          <w:rtl/>
        </w:rPr>
      </w:pPr>
      <w:r>
        <w:rPr>
          <w:rtl/>
        </w:rPr>
        <w:t xml:space="preserve">آن دو نفر دوباره گفتند: ما نيز مى گوييم «لا اله الا الله»در اين هنگام رسولخدا </w:t>
      </w:r>
      <w:r w:rsidR="00E60DFB" w:rsidRPr="007F6363">
        <w:rPr>
          <w:rStyle w:val="libAlaemChar"/>
          <w:rtl/>
        </w:rPr>
        <w:t>صلى‌الله‌عليه‌وآله</w:t>
      </w:r>
      <w:r w:rsidR="00E60DFB">
        <w:rPr>
          <w:rtl/>
        </w:rPr>
        <w:t xml:space="preserve"> </w:t>
      </w:r>
      <w:r>
        <w:rPr>
          <w:rtl/>
        </w:rPr>
        <w:t xml:space="preserve">دستش را بر سر على </w:t>
      </w:r>
      <w:r w:rsidRPr="007F6363">
        <w:rPr>
          <w:rStyle w:val="libAlaemChar"/>
          <w:rtl/>
        </w:rPr>
        <w:t xml:space="preserve">عليه‌السلام </w:t>
      </w:r>
      <w:r>
        <w:rPr>
          <w:rtl/>
        </w:rPr>
        <w:t xml:space="preserve">گذاشته و فرمودند: نشانه آن (پيروى از على بن ابيطالب </w:t>
      </w:r>
      <w:r w:rsidRPr="007F6363">
        <w:rPr>
          <w:rStyle w:val="libAlaemChar"/>
          <w:rtl/>
        </w:rPr>
        <w:t>عليه‌السلام</w:t>
      </w:r>
      <w:r>
        <w:rPr>
          <w:rtl/>
        </w:rPr>
        <w:t>)اين است كه پيمان او را نشكنيد، در جايگاه او ننشينيد و سخن او را تكذيب نكنيد.</w:t>
      </w:r>
    </w:p>
    <w:p w:rsidR="00A679DB" w:rsidRDefault="00A679DB" w:rsidP="00A679DB">
      <w:pPr>
        <w:pStyle w:val="libNormal"/>
        <w:rPr>
          <w:rtl/>
        </w:rPr>
      </w:pPr>
    </w:p>
    <w:p w:rsidR="00A679DB" w:rsidRDefault="00A679DB" w:rsidP="00A679DB">
      <w:pPr>
        <w:pStyle w:val="libNormal"/>
        <w:rPr>
          <w:rtl/>
        </w:rPr>
      </w:pPr>
      <w:r>
        <w:rPr>
          <w:rtl/>
        </w:rPr>
        <w:t>ثواب من قال لا اله الا الله الملك الحق مائه مره</w:t>
      </w:r>
    </w:p>
    <w:p w:rsidR="00A679DB" w:rsidRDefault="00A679DB" w:rsidP="00A679DB">
      <w:pPr>
        <w:pStyle w:val="libNormal"/>
        <w:rPr>
          <w:rtl/>
        </w:rPr>
      </w:pPr>
    </w:p>
    <w:p w:rsidR="00A679DB" w:rsidRDefault="00A679DB" w:rsidP="007F6363">
      <w:pPr>
        <w:pStyle w:val="Heading2"/>
        <w:rPr>
          <w:rtl/>
        </w:rPr>
      </w:pPr>
      <w:bookmarkStart w:id="7" w:name="_Toc449617064"/>
      <w:r>
        <w:rPr>
          <w:rtl/>
        </w:rPr>
        <w:t>ثواب صد بار گفتن «لا اله الا الله الملك ...»</w:t>
      </w:r>
      <w:bookmarkEnd w:id="7"/>
    </w:p>
    <w:p w:rsidR="00A679DB" w:rsidRDefault="00A679DB" w:rsidP="00A679DB">
      <w:pPr>
        <w:pStyle w:val="libNormal"/>
        <w:rPr>
          <w:rtl/>
        </w:rPr>
      </w:pPr>
      <w:r>
        <w:rPr>
          <w:rtl/>
        </w:rPr>
        <w:t xml:space="preserve">حديث : ١ ابى رحمه الله قال حدثنى سعد بن عبدالله عن احمد بن ابى عبدالله عن ابى يوسف عن محمد بن ابى عمير عن مالك بن اعمير عن ابى عبدالله </w:t>
      </w:r>
      <w:r w:rsidRPr="007F6363">
        <w:rPr>
          <w:rStyle w:val="libAlaemChar"/>
          <w:rtl/>
        </w:rPr>
        <w:t>عليه‌السلام</w:t>
      </w:r>
      <w:r>
        <w:rPr>
          <w:rtl/>
        </w:rPr>
        <w:t xml:space="preserve"> قال من قال مائه مره لا اله الا الله المكل الحق المبين اعاذه الله العزيز الجبار من الفقر وانس و حشه قبره و استجلب الغنى و استقرع باب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F6363">
        <w:rPr>
          <w:rStyle w:val="libAlaemChar"/>
          <w:rtl/>
        </w:rPr>
        <w:t>عليه‌السلام</w:t>
      </w:r>
      <w:r>
        <w:rPr>
          <w:rtl/>
        </w:rPr>
        <w:t xml:space="preserve"> فرمودند: كسى كه صد بار «لا اله الا الله المكل الحق المبين» </w:t>
      </w:r>
      <w:r w:rsidRPr="007F6363">
        <w:rPr>
          <w:rStyle w:val="libFootnotenumChar"/>
          <w:rtl/>
        </w:rPr>
        <w:t>(٥)</w:t>
      </w:r>
      <w:r>
        <w:rPr>
          <w:rtl/>
        </w:rPr>
        <w:t xml:space="preserve"> بگويد، خداى عزيز غائب او را از فقر پناه داده و وحشت قبرش را از بين مى برد، بى نيازى را به دست اورده و در بهشت را كوبيده است .</w:t>
      </w:r>
    </w:p>
    <w:p w:rsidR="00A679DB" w:rsidRDefault="00A679DB" w:rsidP="00A679DB">
      <w:pPr>
        <w:pStyle w:val="libNormal"/>
        <w:rPr>
          <w:rtl/>
        </w:rPr>
      </w:pPr>
    </w:p>
    <w:p w:rsidR="00A679DB" w:rsidRDefault="00A679DB" w:rsidP="00A679DB">
      <w:pPr>
        <w:pStyle w:val="libNormal"/>
        <w:rPr>
          <w:rtl/>
        </w:rPr>
      </w:pPr>
      <w:r>
        <w:rPr>
          <w:rtl/>
        </w:rPr>
        <w:t>ثواب من قال لا اله الا الله من غير تعجب</w:t>
      </w:r>
    </w:p>
    <w:p w:rsidR="00A679DB" w:rsidRDefault="00A679DB" w:rsidP="00A679DB">
      <w:pPr>
        <w:pStyle w:val="libNormal"/>
        <w:rPr>
          <w:rtl/>
        </w:rPr>
      </w:pPr>
    </w:p>
    <w:p w:rsidR="00A679DB" w:rsidRDefault="007F6363" w:rsidP="007F6363">
      <w:pPr>
        <w:pStyle w:val="Heading2"/>
        <w:rPr>
          <w:rtl/>
        </w:rPr>
      </w:pPr>
      <w:r>
        <w:rPr>
          <w:rtl/>
        </w:rPr>
        <w:br w:type="page"/>
      </w:r>
      <w:bookmarkStart w:id="8" w:name="_Toc449617065"/>
      <w:r w:rsidR="00A679DB">
        <w:rPr>
          <w:rtl/>
        </w:rPr>
        <w:lastRenderedPageBreak/>
        <w:t>ثواب گفتن «لا اله الا الله» بدون تعجب</w:t>
      </w:r>
      <w:bookmarkEnd w:id="8"/>
    </w:p>
    <w:p w:rsidR="00A679DB" w:rsidRDefault="00A679DB" w:rsidP="00A679DB">
      <w:pPr>
        <w:pStyle w:val="libNormal"/>
        <w:rPr>
          <w:rtl/>
        </w:rPr>
      </w:pPr>
      <w:r>
        <w:rPr>
          <w:rtl/>
        </w:rPr>
        <w:t xml:space="preserve">حديث : ١ حدثنى محمد بن موسى بن المتوكل رضى الله عنه قال حدثنى محمد بن يحيى عن محمد بناحمد عن محمد بن السريعن على بن الحكم عن ابى المغرا عن جابر عن ابى عبدالله </w:t>
      </w:r>
      <w:r w:rsidRPr="007F6363">
        <w:rPr>
          <w:rStyle w:val="libAlaemChar"/>
          <w:rtl/>
        </w:rPr>
        <w:t>عليه‌السلام</w:t>
      </w:r>
      <w:r>
        <w:rPr>
          <w:rtl/>
        </w:rPr>
        <w:t xml:space="preserve"> قال من قال لا اله الا الله من غير تعجب خلق الله منها طائرا يرفرف على راس صاحبها الى آن تقوم الساعه و يذكر لقائلها.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F6363">
        <w:rPr>
          <w:rStyle w:val="libAlaemChar"/>
          <w:rtl/>
        </w:rPr>
        <w:t>عليه‌السلام</w:t>
      </w:r>
      <w:r>
        <w:rPr>
          <w:rtl/>
        </w:rPr>
        <w:t xml:space="preserve"> فرمودند: كسى كه بدون تعجب «لا اله الا الله»بگويد، خداوند پرنده اى از آن مى آفريند كه تاروز قيامت روى سر گوينده اش بال زده و برايش ذكر ميگويد.</w:t>
      </w:r>
    </w:p>
    <w:p w:rsidR="00A679DB" w:rsidRDefault="00A679DB" w:rsidP="00A679DB">
      <w:pPr>
        <w:pStyle w:val="libNormal"/>
        <w:rPr>
          <w:rtl/>
        </w:rPr>
      </w:pPr>
    </w:p>
    <w:p w:rsidR="00A679DB" w:rsidRDefault="00A679DB" w:rsidP="00A679DB">
      <w:pPr>
        <w:pStyle w:val="libNormal"/>
        <w:rPr>
          <w:rtl/>
        </w:rPr>
      </w:pPr>
      <w:r>
        <w:rPr>
          <w:rtl/>
        </w:rPr>
        <w:t>ثواب من قال فى كل يوم اشهد ان لا اله الا الله وحده لا شريك له الها واحدا احداصمدا لم يتخذ صاحبه ولا ولدا.</w:t>
      </w:r>
    </w:p>
    <w:p w:rsidR="00A679DB" w:rsidRDefault="00A679DB" w:rsidP="00A679DB">
      <w:pPr>
        <w:pStyle w:val="libNormal"/>
        <w:rPr>
          <w:rtl/>
        </w:rPr>
      </w:pPr>
    </w:p>
    <w:p w:rsidR="007F6363" w:rsidRDefault="007F6363" w:rsidP="00A679DB">
      <w:pPr>
        <w:pStyle w:val="libNormal"/>
        <w:rPr>
          <w:rtl/>
        </w:rPr>
      </w:pPr>
      <w:r>
        <w:rPr>
          <w:rtl/>
        </w:rPr>
        <w:br w:type="page"/>
      </w:r>
    </w:p>
    <w:p w:rsidR="00A679DB" w:rsidRDefault="00A679DB" w:rsidP="007F6363">
      <w:pPr>
        <w:pStyle w:val="Heading2"/>
        <w:rPr>
          <w:rtl/>
        </w:rPr>
      </w:pPr>
      <w:bookmarkStart w:id="9" w:name="_Toc449617066"/>
      <w:r>
        <w:rPr>
          <w:rtl/>
        </w:rPr>
        <w:t>ثواب گفتن «اشهد ان لا اله الا الله»</w:t>
      </w:r>
      <w:bookmarkEnd w:id="9"/>
    </w:p>
    <w:p w:rsidR="00A679DB" w:rsidRDefault="00A679DB" w:rsidP="00A679DB">
      <w:pPr>
        <w:pStyle w:val="libNormal"/>
        <w:rPr>
          <w:rtl/>
        </w:rPr>
      </w:pPr>
      <w:r>
        <w:rPr>
          <w:rtl/>
        </w:rPr>
        <w:t xml:space="preserve">حديث : ١ ابى رحمه الله قال حدثنى سعد بن عبدالله عن احمد بن محمد عن عبدالرحمن بن ابى نجرآن عن عبدالعزيز العبدى عن عمر بن يزيد عن ابى عبدالله </w:t>
      </w:r>
      <w:r w:rsidRPr="007F6363">
        <w:rPr>
          <w:rStyle w:val="libAlaemChar"/>
          <w:rtl/>
        </w:rPr>
        <w:t>عليه‌السلام</w:t>
      </w:r>
      <w:r>
        <w:rPr>
          <w:rtl/>
        </w:rPr>
        <w:t xml:space="preserve"> قال سمعته يقول من قال فى كل يوم اشهد آن لا اله الا الله وحده لا شريك له الها واحدا احدا صمدا لم يتخذ صاحبه و لا ولدا كتب الله له خمسه و اربعين الف الف حسنه و محا عنه خمسه و اربعين الف الف سيئه و رفع له خمسه و اربعين الف الف درجه و كان كمن قرا القرآن فى يومه اثنتى عشره مره و بنى الله بيتا فى الجنته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F6363">
        <w:rPr>
          <w:rStyle w:val="libAlaemChar"/>
          <w:rtl/>
        </w:rPr>
        <w:t>عليه‌السلام</w:t>
      </w:r>
      <w:r>
        <w:rPr>
          <w:rtl/>
        </w:rPr>
        <w:t xml:space="preserve"> فر مودند: كسى كه هر روز بگويد «اشهد آن لا اله الا الله وحده لا شريك له الها واحدا احدا صمدا لم يتخذ صاحبه و لا ولدا.» </w:t>
      </w:r>
      <w:r w:rsidRPr="007F6363">
        <w:rPr>
          <w:rStyle w:val="libFootnotenumChar"/>
          <w:rtl/>
        </w:rPr>
        <w:t>(٦)،</w:t>
      </w:r>
      <w:r>
        <w:rPr>
          <w:rtl/>
        </w:rPr>
        <w:t xml:space="preserve"> خداوند براى او چهل و پنج هزار هزار حسنه نوشته ، چهل و پنج هزارهزار گناه او را پاك كرده ، چهل و پنج هزار هزار درجه آن او را بالاتر مى برد، خانه اى در بهشت براى او مى سازد و مانند كسى است كه در آن روز دوازده بار قرآن خوانده باشد.</w:t>
      </w:r>
    </w:p>
    <w:p w:rsidR="00A679DB" w:rsidRDefault="00A679DB" w:rsidP="00A679DB">
      <w:pPr>
        <w:pStyle w:val="libNormal"/>
        <w:rPr>
          <w:rtl/>
        </w:rPr>
      </w:pPr>
    </w:p>
    <w:p w:rsidR="00A679DB" w:rsidRDefault="00A679DB" w:rsidP="00A679DB">
      <w:pPr>
        <w:pStyle w:val="libNormal"/>
        <w:rPr>
          <w:rtl/>
        </w:rPr>
      </w:pPr>
      <w:r>
        <w:rPr>
          <w:rtl/>
        </w:rPr>
        <w:t>ثواب من قال فى كل يوم ثلاثيت مره لا اله اله الله الحق المبين .</w:t>
      </w:r>
    </w:p>
    <w:p w:rsidR="00A679DB" w:rsidRDefault="00A679DB" w:rsidP="00A679DB">
      <w:pPr>
        <w:pStyle w:val="libNormal"/>
        <w:rPr>
          <w:rtl/>
        </w:rPr>
      </w:pPr>
    </w:p>
    <w:p w:rsidR="007F6363" w:rsidRDefault="007F6363" w:rsidP="00A679DB">
      <w:pPr>
        <w:pStyle w:val="libNormal"/>
        <w:rPr>
          <w:rtl/>
        </w:rPr>
      </w:pPr>
      <w:r>
        <w:rPr>
          <w:rtl/>
        </w:rPr>
        <w:br w:type="page"/>
      </w:r>
    </w:p>
    <w:p w:rsidR="00A679DB" w:rsidRDefault="00A679DB" w:rsidP="007F6363">
      <w:pPr>
        <w:pStyle w:val="Heading2"/>
        <w:rPr>
          <w:rtl/>
        </w:rPr>
      </w:pPr>
      <w:bookmarkStart w:id="10" w:name="_Toc449617067"/>
      <w:r>
        <w:rPr>
          <w:rtl/>
        </w:rPr>
        <w:t>ثواب گفتن سى بار «لا اله الا الله» در هر روز</w:t>
      </w:r>
      <w:bookmarkEnd w:id="10"/>
    </w:p>
    <w:p w:rsidR="00A679DB" w:rsidRDefault="00A679DB" w:rsidP="00A679DB">
      <w:pPr>
        <w:pStyle w:val="libNormal"/>
        <w:rPr>
          <w:rtl/>
        </w:rPr>
      </w:pPr>
      <w:r>
        <w:rPr>
          <w:rtl/>
        </w:rPr>
        <w:t xml:space="preserve">حديث : ١ ابى رحمه الله قال احمد بن ادريس عن محمد بن احمد عن احمد بن هلال عن محمد بن عيسى الارمنى عن ابى عمران الخراط عن الاوزاعى عن جعفر بن محمد عن ابيه عن آبائه </w:t>
      </w:r>
      <w:r w:rsidRPr="007F6363">
        <w:rPr>
          <w:rStyle w:val="libAlaemChar"/>
          <w:rtl/>
        </w:rPr>
        <w:t>عليه‌السلام</w:t>
      </w:r>
      <w:r>
        <w:rPr>
          <w:rtl/>
        </w:rPr>
        <w:t xml:space="preserve"> قال من قال فى كل يوم ثلاثين مره لا اله الا الله الحق المبين استقبل الغنى و استدبر افقر و قرع باب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محمد باقر </w:t>
      </w:r>
      <w:r w:rsidRPr="007F6363">
        <w:rPr>
          <w:rStyle w:val="libAlaemChar"/>
          <w:rtl/>
        </w:rPr>
        <w:t>عليه‌السلام</w:t>
      </w:r>
      <w:r>
        <w:rPr>
          <w:rtl/>
        </w:rPr>
        <w:t xml:space="preserve"> از پدرش ، از پدرانش روايت كرده كه فرمودند: كسى كه هر روز سى بار بگويد «لا اله الله الحق المبين»، به بى نيازى رو آورده ، به فقر پشت كرده و در بهشت را كوبيده است .</w:t>
      </w:r>
    </w:p>
    <w:p w:rsidR="00A679DB" w:rsidRDefault="00A679DB" w:rsidP="00A679DB">
      <w:pPr>
        <w:pStyle w:val="libNormal"/>
        <w:rPr>
          <w:rtl/>
        </w:rPr>
      </w:pPr>
    </w:p>
    <w:p w:rsidR="00A679DB" w:rsidRDefault="00A679DB" w:rsidP="00A679DB">
      <w:pPr>
        <w:pStyle w:val="libNormal"/>
        <w:rPr>
          <w:rtl/>
        </w:rPr>
      </w:pPr>
      <w:r>
        <w:rPr>
          <w:rtl/>
        </w:rPr>
        <w:t>ثواب الاكثار من سبحانه الله و الحمدالله و لا اله الا الله و الله اكبر</w:t>
      </w:r>
    </w:p>
    <w:p w:rsidR="00A679DB" w:rsidRDefault="00A679DB" w:rsidP="00A679DB">
      <w:pPr>
        <w:pStyle w:val="libNormal"/>
        <w:rPr>
          <w:rtl/>
        </w:rPr>
      </w:pPr>
    </w:p>
    <w:p w:rsidR="007F6363" w:rsidRDefault="007F6363" w:rsidP="00A679DB">
      <w:pPr>
        <w:pStyle w:val="libNormal"/>
        <w:rPr>
          <w:rtl/>
        </w:rPr>
      </w:pPr>
      <w:r>
        <w:rPr>
          <w:rtl/>
        </w:rPr>
        <w:br w:type="page"/>
      </w:r>
    </w:p>
    <w:p w:rsidR="00A679DB" w:rsidRDefault="00A679DB" w:rsidP="007F6363">
      <w:pPr>
        <w:pStyle w:val="Heading2"/>
        <w:rPr>
          <w:rtl/>
        </w:rPr>
      </w:pPr>
      <w:bookmarkStart w:id="11" w:name="_Toc449617068"/>
      <w:r>
        <w:rPr>
          <w:rtl/>
        </w:rPr>
        <w:t>ثواب زياد گفتن تسبيحات اربعه</w:t>
      </w:r>
      <w:bookmarkEnd w:id="11"/>
    </w:p>
    <w:p w:rsidR="00A679DB" w:rsidRDefault="00A679DB" w:rsidP="00A679DB">
      <w:pPr>
        <w:pStyle w:val="libNormal"/>
        <w:rPr>
          <w:rtl/>
        </w:rPr>
      </w:pPr>
      <w:r>
        <w:rPr>
          <w:rtl/>
        </w:rPr>
        <w:t xml:space="preserve">حديث : ١ حدثنى الحسين بن احمد رضى الله عنه قا حدثنى ابى عن محمدبن احمد عن ابراهيم بن اسحاق عن عبدالله بن حماد عن ابى بصير عن ابى عبدالله </w:t>
      </w:r>
      <w:r w:rsidRPr="007F6363">
        <w:rPr>
          <w:rStyle w:val="libAlaemChar"/>
          <w:rtl/>
        </w:rPr>
        <w:t>عليه‌السلام</w:t>
      </w:r>
      <w:r>
        <w:rPr>
          <w:rtl/>
        </w:rPr>
        <w:t xml:space="preserve"> قال قال رسول الله </w:t>
      </w:r>
      <w:r w:rsidR="00E60DFB" w:rsidRPr="007F6363">
        <w:rPr>
          <w:rStyle w:val="libAlaemChar"/>
          <w:rtl/>
        </w:rPr>
        <w:t>صلى‌الله‌عليه‌وآله</w:t>
      </w:r>
      <w:r w:rsidR="00E60DFB">
        <w:rPr>
          <w:rtl/>
        </w:rPr>
        <w:t xml:space="preserve"> </w:t>
      </w:r>
      <w:r>
        <w:rPr>
          <w:rtl/>
        </w:rPr>
        <w:t>اكثروا من قول سبحان الله و الحمدالله و لا اله الا الله اكبر فانهن ياتين يوم القيامه لهن مقدمات و موخرات و معقبات و هن الباقيات الصالحات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F6363">
        <w:rPr>
          <w:rStyle w:val="libAlaemChar"/>
          <w:rtl/>
        </w:rPr>
        <w:t>عليه‌السلام</w:t>
      </w:r>
      <w:r>
        <w:rPr>
          <w:rtl/>
        </w:rPr>
        <w:t xml:space="preserve"> فرمود: رسول خدا </w:t>
      </w:r>
      <w:r w:rsidR="00E60DFB">
        <w:rPr>
          <w:rtl/>
        </w:rPr>
        <w:t xml:space="preserve">صلى‌الله‌عليه‌وآله </w:t>
      </w:r>
      <w:r>
        <w:rPr>
          <w:rtl/>
        </w:rPr>
        <w:t xml:space="preserve">فرمودند: زياد بگوييد «سبحان الله ، و الحمدالله و لا اله الا الله و الله اكبر» </w:t>
      </w:r>
      <w:r w:rsidRPr="007F6363">
        <w:rPr>
          <w:rStyle w:val="libFootnotenumChar"/>
          <w:rtl/>
        </w:rPr>
        <w:t>(٧).</w:t>
      </w:r>
      <w:r>
        <w:rPr>
          <w:rtl/>
        </w:rPr>
        <w:t xml:space="preserve"> زيرا اين ذكرها در روز قيامت در حالى مى آيند كه عده اى (از فرشتگان) در جلو و عده اى ديگر در پشت سر آنها و عده اى در پشت سر اين گروه (با شكوه و عظمت خاصى) حركت مى كنند و اينها باقيات صالحات مى باشند.</w:t>
      </w:r>
    </w:p>
    <w:p w:rsidR="00A679DB" w:rsidRDefault="00A679DB" w:rsidP="00A679DB">
      <w:pPr>
        <w:pStyle w:val="libNormal"/>
        <w:rPr>
          <w:rtl/>
        </w:rPr>
      </w:pPr>
    </w:p>
    <w:p w:rsidR="00A679DB" w:rsidRDefault="00A679DB" w:rsidP="00A679DB">
      <w:pPr>
        <w:pStyle w:val="libNormal"/>
        <w:rPr>
          <w:rtl/>
        </w:rPr>
      </w:pPr>
      <w:r>
        <w:rPr>
          <w:rtl/>
        </w:rPr>
        <w:t>ثواب من قال فى كل يوم خمس عشره مره لا اله الا الله حقاحقا لا اله الا الله ايمانا وتصديقا لا اله الا الله عبوديه و رقا.</w:t>
      </w:r>
    </w:p>
    <w:p w:rsidR="00A679DB" w:rsidRDefault="00A679DB" w:rsidP="00A679DB">
      <w:pPr>
        <w:pStyle w:val="libNormal"/>
        <w:rPr>
          <w:rtl/>
        </w:rPr>
      </w:pPr>
    </w:p>
    <w:p w:rsidR="007F6363" w:rsidRDefault="007F6363" w:rsidP="00A679DB">
      <w:pPr>
        <w:pStyle w:val="libNormal"/>
        <w:rPr>
          <w:rtl/>
        </w:rPr>
      </w:pPr>
      <w:r>
        <w:rPr>
          <w:rtl/>
        </w:rPr>
        <w:br w:type="page"/>
      </w:r>
    </w:p>
    <w:p w:rsidR="00A679DB" w:rsidRDefault="00A679DB" w:rsidP="00A679DB">
      <w:pPr>
        <w:pStyle w:val="libNormal"/>
        <w:rPr>
          <w:rtl/>
        </w:rPr>
      </w:pPr>
      <w:bookmarkStart w:id="12" w:name="_Toc449617069"/>
      <w:r w:rsidRPr="007F6363">
        <w:rPr>
          <w:rStyle w:val="Heading2Char"/>
          <w:rtl/>
        </w:rPr>
        <w:t>ثواب گفتن (لا اله الا الله حقا حقا</w:t>
      </w:r>
      <w:bookmarkEnd w:id="12"/>
      <w:r>
        <w:rPr>
          <w:rtl/>
        </w:rPr>
        <w:t>»</w:t>
      </w:r>
    </w:p>
    <w:p w:rsidR="00A679DB" w:rsidRDefault="00A679DB" w:rsidP="00A679DB">
      <w:pPr>
        <w:pStyle w:val="libNormal"/>
        <w:rPr>
          <w:rtl/>
        </w:rPr>
      </w:pPr>
      <w:r>
        <w:rPr>
          <w:rtl/>
        </w:rPr>
        <w:t xml:space="preserve">حديث : ١ ابى رحمه الله قال حدثنى سعدبن عبدالله عن سلمه بن الخطاب عن محمد بن عيسى الارمنى عن ابى عمران الخراط عن بشرعن الاوزاعى عن جعفر بن محمد عن ابيه عن آبائه </w:t>
      </w:r>
      <w:r w:rsidRPr="007F6363">
        <w:rPr>
          <w:rStyle w:val="libAlaemChar"/>
          <w:rtl/>
        </w:rPr>
        <w:t>عليه‌السلام</w:t>
      </w:r>
      <w:r>
        <w:rPr>
          <w:rtl/>
        </w:rPr>
        <w:t xml:space="preserve"> قال من قال فى كل يوم خمس عشره مره لا اله الا الله حقا حقا لا اله الا الله ايمانا و تصديقا لا اله الا الله عبوديه و رقا اقبل الله عليه بوجهه فلم يصرف عنه وجهه حتى يدخل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F6363">
        <w:rPr>
          <w:rStyle w:val="libAlaemChar"/>
          <w:rtl/>
        </w:rPr>
        <w:t>عليه‌السلام</w:t>
      </w:r>
      <w:r>
        <w:rPr>
          <w:rtl/>
        </w:rPr>
        <w:t xml:space="preserve"> از پدرش ، از پدرانش </w:t>
      </w:r>
      <w:r w:rsidRPr="007F6363">
        <w:rPr>
          <w:rStyle w:val="libAlaemChar"/>
          <w:rtl/>
        </w:rPr>
        <w:t>عليه‌السلام</w:t>
      </w:r>
      <w:r>
        <w:rPr>
          <w:rtl/>
        </w:rPr>
        <w:t xml:space="preserve"> روايت كرده كه فرمودند:</w:t>
      </w:r>
    </w:p>
    <w:p w:rsidR="00A679DB" w:rsidRDefault="00A679DB" w:rsidP="00A679DB">
      <w:pPr>
        <w:pStyle w:val="libNormal"/>
        <w:rPr>
          <w:rtl/>
        </w:rPr>
      </w:pPr>
      <w:r>
        <w:rPr>
          <w:rtl/>
        </w:rPr>
        <w:t xml:space="preserve">كسى كه در هر روز پانزده بار بگويد: «لا اله الا الله حقا حقا. لا اله الا الله ايمانا و تصديقا. لا اله الا الله عبوديه و رقا.» </w:t>
      </w:r>
      <w:r w:rsidRPr="007F6363">
        <w:rPr>
          <w:rStyle w:val="libFootnotenumChar"/>
          <w:rtl/>
        </w:rPr>
        <w:t>(٨)</w:t>
      </w:r>
      <w:r>
        <w:rPr>
          <w:rtl/>
        </w:rPr>
        <w:t xml:space="preserve"> خداوند به او روى نموده و از روى نمى گرداند تا زمانى كه وارد بهشت شود.</w:t>
      </w:r>
    </w:p>
    <w:p w:rsidR="00A679DB" w:rsidRDefault="00A679DB" w:rsidP="00A679DB">
      <w:pPr>
        <w:pStyle w:val="libNormal"/>
        <w:rPr>
          <w:rtl/>
        </w:rPr>
      </w:pPr>
    </w:p>
    <w:p w:rsidR="00A679DB" w:rsidRDefault="00A679DB" w:rsidP="00A679DB">
      <w:pPr>
        <w:pStyle w:val="libNormal"/>
        <w:rPr>
          <w:rtl/>
        </w:rPr>
      </w:pPr>
      <w:r>
        <w:rPr>
          <w:rtl/>
        </w:rPr>
        <w:t>ثواب من دعا و ختم بقول ماشاء الله لا حول و لا قوه الا بالله .</w:t>
      </w:r>
    </w:p>
    <w:p w:rsidR="00A679DB" w:rsidRDefault="00A679DB" w:rsidP="00A679DB">
      <w:pPr>
        <w:pStyle w:val="libNormal"/>
        <w:rPr>
          <w:rtl/>
        </w:rPr>
      </w:pPr>
    </w:p>
    <w:p w:rsidR="007F6363" w:rsidRDefault="007F6363" w:rsidP="00A679DB">
      <w:pPr>
        <w:pStyle w:val="libNormal"/>
        <w:rPr>
          <w:rtl/>
        </w:rPr>
      </w:pPr>
      <w:r>
        <w:rPr>
          <w:rtl/>
        </w:rPr>
        <w:br w:type="page"/>
      </w:r>
    </w:p>
    <w:p w:rsidR="00A679DB" w:rsidRDefault="00A679DB" w:rsidP="007F6363">
      <w:pPr>
        <w:pStyle w:val="Heading2"/>
        <w:rPr>
          <w:rtl/>
        </w:rPr>
      </w:pPr>
      <w:bookmarkStart w:id="13" w:name="_Toc449617070"/>
      <w:r>
        <w:rPr>
          <w:rtl/>
        </w:rPr>
        <w:t>ثواب دعا و تمام كردن آن با «ما شاء الله ...»</w:t>
      </w:r>
      <w:bookmarkEnd w:id="13"/>
    </w:p>
    <w:p w:rsidR="00A679DB" w:rsidRDefault="00A679DB" w:rsidP="00A679DB">
      <w:pPr>
        <w:pStyle w:val="libNormal"/>
        <w:rPr>
          <w:rtl/>
        </w:rPr>
      </w:pPr>
      <w:r>
        <w:rPr>
          <w:rtl/>
        </w:rPr>
        <w:t xml:space="preserve">حديث : ١ ابى رحمه الله قال حدثنى سعد بن عبدالله عن سلمه بن الخطاب عن ابراهيم بن محمد عن عمران الزعفرانى عن ابى عبدالله </w:t>
      </w:r>
      <w:r w:rsidRPr="007F6363">
        <w:rPr>
          <w:rStyle w:val="libAlaemChar"/>
          <w:rtl/>
        </w:rPr>
        <w:t>عليه‌السلام</w:t>
      </w:r>
      <w:r>
        <w:rPr>
          <w:rtl/>
        </w:rPr>
        <w:t xml:space="preserve"> قال ما من رجل دعا فختم بقول ماشاء الله لا حول و لا قوه الا بالله الا اجيبت حاجته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F6363">
        <w:rPr>
          <w:rStyle w:val="libAlaemChar"/>
          <w:rtl/>
        </w:rPr>
        <w:t>عليه‌السلام</w:t>
      </w:r>
      <w:r>
        <w:rPr>
          <w:rtl/>
        </w:rPr>
        <w:t xml:space="preserve"> فرمودند: كسى دعا نمى كند و در پايان نمى گويد: «ما شاء الله لا حول و لا قوه الا لالله .» </w:t>
      </w:r>
      <w:r w:rsidRPr="007F6363">
        <w:rPr>
          <w:rStyle w:val="libFootnotenumChar"/>
          <w:rtl/>
        </w:rPr>
        <w:t>(٩)</w:t>
      </w:r>
      <w:r>
        <w:rPr>
          <w:rtl/>
        </w:rPr>
        <w:t xml:space="preserve"> مگر اين كه حاجتش بر آورده شود.</w:t>
      </w:r>
    </w:p>
    <w:p w:rsidR="00A679DB" w:rsidRDefault="00A679DB" w:rsidP="00A679DB">
      <w:pPr>
        <w:pStyle w:val="libNormal"/>
        <w:rPr>
          <w:rtl/>
        </w:rPr>
      </w:pPr>
    </w:p>
    <w:p w:rsidR="00A679DB" w:rsidRDefault="00A679DB" w:rsidP="00A679DB">
      <w:pPr>
        <w:pStyle w:val="libNormal"/>
        <w:rPr>
          <w:rtl/>
        </w:rPr>
      </w:pPr>
      <w:r>
        <w:rPr>
          <w:rtl/>
        </w:rPr>
        <w:t>ثواب من قال فى كل يوم سبع مرات الحمدالله علىكل نعمه كانت او هى كائنه</w:t>
      </w:r>
    </w:p>
    <w:p w:rsidR="00A679DB" w:rsidRDefault="00A679DB" w:rsidP="00A679DB">
      <w:pPr>
        <w:pStyle w:val="libNormal"/>
        <w:rPr>
          <w:rtl/>
        </w:rPr>
      </w:pPr>
    </w:p>
    <w:p w:rsidR="007F6363" w:rsidRDefault="007F6363" w:rsidP="00A679DB">
      <w:pPr>
        <w:pStyle w:val="libNormal"/>
        <w:rPr>
          <w:rtl/>
        </w:rPr>
      </w:pPr>
      <w:r>
        <w:rPr>
          <w:rtl/>
        </w:rPr>
        <w:br w:type="page"/>
      </w:r>
    </w:p>
    <w:p w:rsidR="00A679DB" w:rsidRDefault="00A679DB" w:rsidP="007F6363">
      <w:pPr>
        <w:pStyle w:val="Heading2"/>
        <w:rPr>
          <w:rtl/>
        </w:rPr>
      </w:pPr>
      <w:bookmarkStart w:id="14" w:name="_Toc449617071"/>
      <w:r>
        <w:rPr>
          <w:rtl/>
        </w:rPr>
        <w:t>ثواب گفتن «الحمدالله على ...» هفت بار در روز</w:t>
      </w:r>
      <w:bookmarkEnd w:id="14"/>
    </w:p>
    <w:p w:rsidR="00A679DB" w:rsidRDefault="00A679DB" w:rsidP="00A679DB">
      <w:pPr>
        <w:pStyle w:val="libNormal"/>
        <w:rPr>
          <w:rtl/>
        </w:rPr>
      </w:pPr>
      <w:r>
        <w:rPr>
          <w:rtl/>
        </w:rPr>
        <w:t xml:space="preserve">حديث : ١ حدثنى محمد بن الحسن رضى الله عنه قال حدثنى محمد بن الحسن الصفار عن يعقوب بن يزيد عن محمد بن ابى عمير عن محمد بن عمر بن يزيد عن اخيه الحسين بن عمر بن يزيد عمن ذكره عن ابى عبدالله </w:t>
      </w:r>
      <w:r w:rsidRPr="007F6363">
        <w:rPr>
          <w:rStyle w:val="libAlaemChar"/>
          <w:rtl/>
        </w:rPr>
        <w:t>عليه‌السلام</w:t>
      </w:r>
      <w:r>
        <w:rPr>
          <w:rtl/>
        </w:rPr>
        <w:t xml:space="preserve"> قال من قال فى كل يوم سبع مرات الحمد الله على كل نعمه كانت او هى كائنه فقد ادى شكر ما مضى و شكر ما بقى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F6363">
        <w:rPr>
          <w:rStyle w:val="libAlaemChar"/>
          <w:rtl/>
        </w:rPr>
        <w:t>عليه‌السلام</w:t>
      </w:r>
      <w:r>
        <w:rPr>
          <w:rtl/>
        </w:rPr>
        <w:t xml:space="preserve"> فرمودند: هر كس روزى هفت بار بگويد: «الحمدالله على كل نعمه كانت او هى كائنه .» </w:t>
      </w:r>
      <w:r w:rsidRPr="007F6363">
        <w:rPr>
          <w:rStyle w:val="libFootnotenumChar"/>
          <w:rtl/>
        </w:rPr>
        <w:t>(١٠)،</w:t>
      </w:r>
      <w:r>
        <w:rPr>
          <w:rtl/>
        </w:rPr>
        <w:t xml:space="preserve"> شكر گذشته ها و آينده ها را بجا آورده است .</w:t>
      </w:r>
    </w:p>
    <w:p w:rsidR="00A679DB" w:rsidRDefault="00A679DB" w:rsidP="00A679DB">
      <w:pPr>
        <w:pStyle w:val="libNormal"/>
        <w:rPr>
          <w:rtl/>
        </w:rPr>
      </w:pPr>
    </w:p>
    <w:p w:rsidR="00A679DB" w:rsidRDefault="00A679DB" w:rsidP="00A679DB">
      <w:pPr>
        <w:pStyle w:val="libNormal"/>
        <w:rPr>
          <w:rtl/>
        </w:rPr>
      </w:pPr>
      <w:r>
        <w:rPr>
          <w:rtl/>
        </w:rPr>
        <w:t>ثواب من شهد ان لا اله الا الله و ان محمدارسول الله</w:t>
      </w:r>
    </w:p>
    <w:p w:rsidR="00A679DB" w:rsidRDefault="00A679DB" w:rsidP="00A679DB">
      <w:pPr>
        <w:pStyle w:val="libNormal"/>
        <w:rPr>
          <w:rtl/>
        </w:rPr>
      </w:pPr>
    </w:p>
    <w:p w:rsidR="00B51BB2" w:rsidRDefault="00B51BB2" w:rsidP="00B51BB2">
      <w:pPr>
        <w:pStyle w:val="libNormal"/>
        <w:rPr>
          <w:rtl/>
        </w:rPr>
      </w:pPr>
      <w:r>
        <w:rPr>
          <w:rtl/>
        </w:rPr>
        <w:br w:type="page"/>
      </w:r>
    </w:p>
    <w:p w:rsidR="00A679DB" w:rsidRDefault="00A679DB" w:rsidP="00B51BB2">
      <w:pPr>
        <w:pStyle w:val="Heading2"/>
        <w:rPr>
          <w:rtl/>
        </w:rPr>
      </w:pPr>
      <w:bookmarkStart w:id="15" w:name="_Toc449617072"/>
      <w:r>
        <w:rPr>
          <w:rtl/>
        </w:rPr>
        <w:t xml:space="preserve">ثواب شهادت به يگانگى خداى متعال و رسالت حضرت محمد </w:t>
      </w:r>
      <w:r w:rsidR="00B51BB2" w:rsidRPr="00B51BB2">
        <w:rPr>
          <w:rStyle w:val="libAlaemChar"/>
          <w:rFonts w:eastAsiaTheme="minorHAnsi"/>
          <w:rtl/>
        </w:rPr>
        <w:t>صلى‌الله‌عليه‌وآله</w:t>
      </w:r>
      <w:bookmarkEnd w:id="15"/>
    </w:p>
    <w:p w:rsidR="00A679DB" w:rsidRDefault="00A679DB" w:rsidP="00A679DB">
      <w:pPr>
        <w:pStyle w:val="libNormal"/>
        <w:rPr>
          <w:rtl/>
        </w:rPr>
      </w:pPr>
      <w:r>
        <w:rPr>
          <w:rtl/>
        </w:rPr>
        <w:t xml:space="preserve">حديث : ١ ابى رحمه قال حدثنى سعد بن عبدالله عن احمد بن هلال عن محمد بن عيسى الارمنى عن ابى عمران الخراط عن بشر عن الاوزاعى عن جعفر بن محمد عن ابيه </w:t>
      </w:r>
      <w:r w:rsidRPr="00B51BB2">
        <w:rPr>
          <w:rStyle w:val="libAlaemChar"/>
          <w:rtl/>
        </w:rPr>
        <w:t>عليه‌السلام</w:t>
      </w:r>
      <w:r>
        <w:rPr>
          <w:rtl/>
        </w:rPr>
        <w:t xml:space="preserve"> قال من شهد آن لا اله الا الله و لم يشهد آن محمدا رسول الله </w:t>
      </w:r>
      <w:r w:rsidR="00E60DFB" w:rsidRPr="00B51BB2">
        <w:rPr>
          <w:rStyle w:val="libAlaemChar"/>
          <w:rtl/>
        </w:rPr>
        <w:t>صلى‌الله‌عليه‌وآله</w:t>
      </w:r>
      <w:r w:rsidR="00E60DFB">
        <w:rPr>
          <w:rtl/>
        </w:rPr>
        <w:t xml:space="preserve"> </w:t>
      </w:r>
      <w:r>
        <w:rPr>
          <w:rtl/>
        </w:rPr>
        <w:t>كتب له عشر حسنات فان شهد آن محمدا رسول الله كتب له الفا الف حسنه .</w:t>
      </w:r>
    </w:p>
    <w:p w:rsidR="00A679DB" w:rsidRDefault="00A679DB" w:rsidP="00A679DB">
      <w:pPr>
        <w:pStyle w:val="libNormal"/>
        <w:rPr>
          <w:rtl/>
        </w:rPr>
      </w:pPr>
      <w:r>
        <w:rPr>
          <w:rtl/>
        </w:rPr>
        <w:t>ترجمه :</w:t>
      </w:r>
    </w:p>
    <w:p w:rsidR="00A679DB" w:rsidRDefault="00A679DB" w:rsidP="00B51BB2">
      <w:pPr>
        <w:pStyle w:val="libNormal"/>
        <w:rPr>
          <w:rtl/>
        </w:rPr>
      </w:pPr>
      <w:r>
        <w:rPr>
          <w:rtl/>
        </w:rPr>
        <w:t xml:space="preserve">١. امام صادق </w:t>
      </w:r>
      <w:r w:rsidRPr="00B51BB2">
        <w:rPr>
          <w:rStyle w:val="libAlaemChar"/>
          <w:rtl/>
        </w:rPr>
        <w:t>عليه‌السلام</w:t>
      </w:r>
      <w:r>
        <w:rPr>
          <w:rtl/>
        </w:rPr>
        <w:t xml:space="preserve"> فرمود كه پدرم فرمودند: كسى كه شهادت بدهد خدايى جز خداى يگانه نيست و شهادت </w:t>
      </w:r>
      <w:r w:rsidR="00B51BB2">
        <w:rPr>
          <w:rFonts w:hint="cs"/>
          <w:rtl/>
        </w:rPr>
        <w:t>ب</w:t>
      </w:r>
      <w:r>
        <w:rPr>
          <w:rtl/>
        </w:rPr>
        <w:t xml:space="preserve">دهد كه حضرت محمد </w:t>
      </w:r>
      <w:r w:rsidR="00E60DFB" w:rsidRPr="00B51BB2">
        <w:rPr>
          <w:rStyle w:val="libAlaemChar"/>
          <w:rtl/>
        </w:rPr>
        <w:t>صلى‌الله‌عليه‌وآله</w:t>
      </w:r>
      <w:r w:rsidR="00E60DFB">
        <w:rPr>
          <w:rtl/>
        </w:rPr>
        <w:t xml:space="preserve"> </w:t>
      </w:r>
      <w:r>
        <w:rPr>
          <w:rtl/>
        </w:rPr>
        <w:t>رسول خداست ، دو هزار حسنه براى او نوشته مى شود.</w:t>
      </w:r>
    </w:p>
    <w:p w:rsidR="00A679DB" w:rsidRDefault="00A679DB" w:rsidP="00A679DB">
      <w:pPr>
        <w:pStyle w:val="libNormal"/>
        <w:rPr>
          <w:rtl/>
        </w:rPr>
      </w:pPr>
      <w:r>
        <w:rPr>
          <w:rtl/>
        </w:rPr>
        <w:t xml:space="preserve">حديث : ٢ ابى رحمه الله قال حدثنا سعد بن عبدالله عن احمد بن محمد بن عيسى و ابراهيم بن هشم و الحسن بن على الكوفى عن الحسين بن سيف عن اليه عن ابى حازم المدينى عن سهل به سعد الانصارى قال سالت رسول الله </w:t>
      </w:r>
      <w:r w:rsidR="00E60DFB" w:rsidRPr="00B51BB2">
        <w:rPr>
          <w:rStyle w:val="libAlaemChar"/>
          <w:rtl/>
        </w:rPr>
        <w:t>صلى‌الله‌عليه‌وآله</w:t>
      </w:r>
      <w:r w:rsidR="00E60DFB">
        <w:rPr>
          <w:rtl/>
        </w:rPr>
        <w:t xml:space="preserve"> </w:t>
      </w:r>
      <w:r>
        <w:rPr>
          <w:rtl/>
        </w:rPr>
        <w:t>عن قول الله عزوجل «و ما كنت بجانب الطور اذ نادينا» قال كتب الله عزوجل كتابا قبل آن يخلق الخلق بالفى عام فى ورق اس انبته ثم وضعها على العرش ثم نادى يا امه محمد آن رحمتى سبقت غضبى اعطيتكم قبل آن تسالونى و غفرت لكم قبل آن تستغفرونى فمن لقينى منكم يشهد آن لا اله الا انا و آن محمد! عبدى و رسولى ادخلته الجنه برحمتى</w:t>
      </w:r>
    </w:p>
    <w:p w:rsidR="00A679DB" w:rsidRDefault="00A679DB" w:rsidP="00A679DB">
      <w:pPr>
        <w:pStyle w:val="libNormal"/>
        <w:rPr>
          <w:rtl/>
        </w:rPr>
      </w:pPr>
      <w:r>
        <w:rPr>
          <w:rtl/>
        </w:rPr>
        <w:t>ترجمه :</w:t>
      </w:r>
    </w:p>
    <w:p w:rsidR="00A679DB" w:rsidRDefault="00A679DB" w:rsidP="00C73064">
      <w:pPr>
        <w:pStyle w:val="libNormal"/>
        <w:rPr>
          <w:rtl/>
        </w:rPr>
      </w:pPr>
      <w:r>
        <w:rPr>
          <w:rtl/>
        </w:rPr>
        <w:t xml:space="preserve">٢. سهل بن سعيد انصارى مى گويد: معناى آيه «و ما كنت بجانبت الطور اذا نادينا» </w:t>
      </w:r>
      <w:r w:rsidRPr="00B51BB2">
        <w:rPr>
          <w:rStyle w:val="libFootnotenumChar"/>
          <w:rtl/>
        </w:rPr>
        <w:t>(١١)</w:t>
      </w:r>
      <w:r>
        <w:rPr>
          <w:rtl/>
        </w:rPr>
        <w:t xml:space="preserve"> را پرسيدم . حضرت محمد </w:t>
      </w:r>
      <w:r w:rsidR="00E60DFB" w:rsidRPr="00B51BB2">
        <w:rPr>
          <w:rStyle w:val="libAlaemChar"/>
          <w:rtl/>
        </w:rPr>
        <w:t>صلى‌الله‌عليه‌وآله</w:t>
      </w:r>
      <w:r w:rsidR="00E60DFB">
        <w:rPr>
          <w:rtl/>
        </w:rPr>
        <w:t xml:space="preserve"> </w:t>
      </w:r>
      <w:r>
        <w:rPr>
          <w:rtl/>
        </w:rPr>
        <w:t xml:space="preserve">فرمودند: خداى عزوجل دوهزار </w:t>
      </w:r>
      <w:r>
        <w:rPr>
          <w:rtl/>
        </w:rPr>
        <w:lastRenderedPageBreak/>
        <w:t>سال پيش از آفرينش موجودات بر روى برگ درخت «مورد» كه آن را رويانده بود نوشت ، سپس آن را در عرش گذاشت . آنگاه ندا داد: اى امت محمد! براستى كه رحمتم از خشم من پيشى گرفت ، قبل از اين كه بخواهيد به شما عطا مى كنم و قبل از اين كه درخواست آمرزش كنيد شما را مى آمرزم . بنابراين ، هر كدام از شما كه مرا در حالى ملاقات كند كه گواهى مى دهد به اين كه خدايى جز من نبوده و محمد بنده و فرستاده من است ، با رحمت خود او را وارد بهشت مى كنم .</w:t>
      </w:r>
    </w:p>
    <w:p w:rsidR="00A679DB" w:rsidRDefault="00A679DB" w:rsidP="00A679DB">
      <w:pPr>
        <w:pStyle w:val="libNormal"/>
        <w:rPr>
          <w:rtl/>
        </w:rPr>
      </w:pPr>
    </w:p>
    <w:p w:rsidR="00A679DB" w:rsidRDefault="00A679DB" w:rsidP="00A679DB">
      <w:pPr>
        <w:pStyle w:val="libNormal"/>
        <w:rPr>
          <w:rtl/>
        </w:rPr>
      </w:pPr>
      <w:r>
        <w:rPr>
          <w:rtl/>
        </w:rPr>
        <w:t>ثواب من كبر الله مائه مره و سبحه مائه مره و حمد مائه مره و هلله مائه مره</w:t>
      </w:r>
    </w:p>
    <w:p w:rsidR="00A679DB" w:rsidRDefault="00A679DB" w:rsidP="00A679DB">
      <w:pPr>
        <w:pStyle w:val="libNormal"/>
        <w:rPr>
          <w:rtl/>
        </w:rPr>
      </w:pPr>
    </w:p>
    <w:p w:rsidR="00C73064" w:rsidRDefault="00C73064" w:rsidP="00A679DB">
      <w:pPr>
        <w:pStyle w:val="libNormal"/>
        <w:rPr>
          <w:rtl/>
        </w:rPr>
      </w:pPr>
      <w:r>
        <w:rPr>
          <w:rtl/>
        </w:rPr>
        <w:br w:type="page"/>
      </w:r>
    </w:p>
    <w:p w:rsidR="00A679DB" w:rsidRDefault="00A679DB" w:rsidP="00C73064">
      <w:pPr>
        <w:pStyle w:val="Heading2"/>
        <w:rPr>
          <w:rtl/>
        </w:rPr>
      </w:pPr>
      <w:bookmarkStart w:id="16" w:name="_Toc449617073"/>
      <w:r>
        <w:rPr>
          <w:rtl/>
        </w:rPr>
        <w:t>ثواب صد بار تكبير، تسبيح ، تحميد وتهليل</w:t>
      </w:r>
      <w:bookmarkEnd w:id="16"/>
    </w:p>
    <w:p w:rsidR="00A679DB" w:rsidRDefault="00A679DB" w:rsidP="00A679DB">
      <w:pPr>
        <w:pStyle w:val="libNormal"/>
        <w:rPr>
          <w:rtl/>
        </w:rPr>
      </w:pPr>
      <w:r>
        <w:rPr>
          <w:rtl/>
        </w:rPr>
        <w:t xml:space="preserve">حديث : ١ حدثنى محمد بن موسى بن المتوكل رضى الله عنه قال حدثنى على بن الحسين السعد ابادى عن احمد بن ابى عبدالله قال حدثنا ابى عن محمد بن ابى عمير عن مالك بن انس عن ابى عبدالله عن آبائه </w:t>
      </w:r>
      <w:r w:rsidRPr="00C73064">
        <w:rPr>
          <w:rStyle w:val="libAlaemChar"/>
          <w:rtl/>
        </w:rPr>
        <w:t xml:space="preserve">عليه‌السلام </w:t>
      </w:r>
      <w:r>
        <w:rPr>
          <w:rtl/>
        </w:rPr>
        <w:t xml:space="preserve">عن اميرالمؤ منين </w:t>
      </w:r>
      <w:r w:rsidRPr="00C73064">
        <w:rPr>
          <w:rStyle w:val="libAlaemChar"/>
          <w:rtl/>
        </w:rPr>
        <w:t>عليه‌السلام</w:t>
      </w:r>
      <w:r>
        <w:rPr>
          <w:rtl/>
        </w:rPr>
        <w:t xml:space="preserve"> قال جاء الفقراء الى رسول الله</w:t>
      </w:r>
      <w:r w:rsidRPr="00C73064">
        <w:rPr>
          <w:rStyle w:val="libAlaemChar"/>
          <w:rtl/>
        </w:rPr>
        <w:t xml:space="preserve"> </w:t>
      </w:r>
      <w:r w:rsidR="00E60DFB" w:rsidRPr="00C73064">
        <w:rPr>
          <w:rStyle w:val="libAlaemChar"/>
          <w:rtl/>
        </w:rPr>
        <w:t xml:space="preserve">صلى‌الله‌عليه‌وآله </w:t>
      </w:r>
      <w:r>
        <w:rPr>
          <w:rtl/>
        </w:rPr>
        <w:t xml:space="preserve">فقالو يا رسول الله آن للاغيناء ما يعتقون و ليس لنا و لهم ما يحجون و ليس لنا و لهم ما يتصدقون به و ليس لنا و لهم ما يجاهدون به و ليس لنا فقال النبى </w:t>
      </w:r>
      <w:r w:rsidR="00E60DFB" w:rsidRPr="00C73064">
        <w:rPr>
          <w:rStyle w:val="libAlaemChar"/>
          <w:rtl/>
        </w:rPr>
        <w:t>صلى‌الله‌عليه‌وآله</w:t>
      </w:r>
      <w:r w:rsidR="00E60DFB">
        <w:rPr>
          <w:rtl/>
        </w:rPr>
        <w:t xml:space="preserve"> </w:t>
      </w:r>
      <w:r>
        <w:rPr>
          <w:rtl/>
        </w:rPr>
        <w:t xml:space="preserve">من كبر الله مائه مره كان افضل من عتق مائه رقبه و من سبح الله مائه مره كان افضل من سياق مائه بدنه و من حمد الله مائه مره كان افضل من حملان مائه فرس فى سبيل الله بسرجها و لجمها و ركبها و من قال لا اله الا الله مائه مره كان افضل الناس عملا فى ذلك اليوم الا من زاد قال فبلغ ذلك الاغنياء فصنوه قال فعادوا الى النبى </w:t>
      </w:r>
      <w:r w:rsidR="00E60DFB" w:rsidRPr="00C73064">
        <w:rPr>
          <w:rStyle w:val="libAlaemChar"/>
          <w:rtl/>
        </w:rPr>
        <w:t>صلى‌الله‌عليه‌وآله</w:t>
      </w:r>
      <w:r w:rsidR="00E60DFB">
        <w:rPr>
          <w:rtl/>
        </w:rPr>
        <w:t xml:space="preserve"> </w:t>
      </w:r>
      <w:r>
        <w:rPr>
          <w:rtl/>
        </w:rPr>
        <w:t>فقالوا يا رسول الله قد بلغ الاغنياء ما قلت فصنعوه قال ذلك فضل الله يوتيه من يشاء و اله ذوالفضل العظيم</w:t>
      </w:r>
    </w:p>
    <w:p w:rsidR="00A679DB" w:rsidRDefault="00A679DB" w:rsidP="00A679DB">
      <w:pPr>
        <w:pStyle w:val="libNormal"/>
        <w:rPr>
          <w:rtl/>
        </w:rPr>
      </w:pPr>
      <w:r>
        <w:rPr>
          <w:rtl/>
        </w:rPr>
        <w:t>ترجمه :</w:t>
      </w:r>
    </w:p>
    <w:p w:rsidR="00A679DB" w:rsidRDefault="00A679DB" w:rsidP="00C73064">
      <w:pPr>
        <w:pStyle w:val="libNormal"/>
        <w:rPr>
          <w:rtl/>
        </w:rPr>
      </w:pPr>
      <w:r>
        <w:rPr>
          <w:rtl/>
        </w:rPr>
        <w:t xml:space="preserve">١. امام صادق از پدرانش </w:t>
      </w:r>
      <w:r w:rsidRPr="00C73064">
        <w:rPr>
          <w:rStyle w:val="libAlaemChar"/>
          <w:rtl/>
        </w:rPr>
        <w:t>عليه‌السلام</w:t>
      </w:r>
      <w:r>
        <w:rPr>
          <w:rtl/>
        </w:rPr>
        <w:t xml:space="preserve"> روايت نموده است كه اميرالمؤ منين </w:t>
      </w:r>
      <w:r w:rsidRPr="00C73064">
        <w:rPr>
          <w:rStyle w:val="libAlaemChar"/>
          <w:rtl/>
        </w:rPr>
        <w:t>عليه‌السلام</w:t>
      </w:r>
      <w:r>
        <w:rPr>
          <w:rtl/>
        </w:rPr>
        <w:t xml:space="preserve"> فرمودند: فقرا نزد رسول خدا </w:t>
      </w:r>
      <w:r w:rsidR="00E60DFB" w:rsidRPr="00C73064">
        <w:rPr>
          <w:rStyle w:val="libAlaemChar"/>
          <w:rtl/>
        </w:rPr>
        <w:t>صلى‌الله‌عليه‌وآله</w:t>
      </w:r>
      <w:r w:rsidR="00E60DFB">
        <w:rPr>
          <w:rtl/>
        </w:rPr>
        <w:t xml:space="preserve"> </w:t>
      </w:r>
      <w:r>
        <w:rPr>
          <w:rtl/>
        </w:rPr>
        <w:t>آمده و عرض ‍ كردند: اى رسول خدا! ثروتمند</w:t>
      </w:r>
      <w:r w:rsidR="00C73064">
        <w:rPr>
          <w:rFonts w:hint="cs"/>
          <w:rtl/>
        </w:rPr>
        <w:t>ا</w:t>
      </w:r>
      <w:r>
        <w:rPr>
          <w:rtl/>
        </w:rPr>
        <w:t xml:space="preserve">ن دارايى دارند كه بنده </w:t>
      </w:r>
      <w:r w:rsidR="00C73064">
        <w:rPr>
          <w:rFonts w:hint="cs"/>
          <w:rtl/>
        </w:rPr>
        <w:t>آ</w:t>
      </w:r>
      <w:r>
        <w:rPr>
          <w:rtl/>
        </w:rPr>
        <w:t>زاد كنند، ولى ما نداريم ، دارايى دارند كه</w:t>
      </w:r>
      <w:r w:rsidR="00C73064">
        <w:rPr>
          <w:rFonts w:hint="cs"/>
          <w:rtl/>
        </w:rPr>
        <w:t xml:space="preserve"> </w:t>
      </w:r>
      <w:r>
        <w:rPr>
          <w:rtl/>
        </w:rPr>
        <w:t>حج بروند، ولى ما ن</w:t>
      </w:r>
      <w:r w:rsidR="00C73064">
        <w:rPr>
          <w:rFonts w:hint="cs"/>
          <w:rtl/>
        </w:rPr>
        <w:t>د</w:t>
      </w:r>
      <w:r>
        <w:rPr>
          <w:rtl/>
        </w:rPr>
        <w:t xml:space="preserve">اريم ، دارايى دارند كه صدقه بدهند، ولى ما نداريم ، دارايى دارند كه با آن جهاد كنند، ولى ما نداريم ، پيامبر </w:t>
      </w:r>
      <w:r w:rsidR="00E60DFB" w:rsidRPr="00C73064">
        <w:rPr>
          <w:rStyle w:val="libAlaemChar"/>
          <w:rtl/>
        </w:rPr>
        <w:t>صلى‌الله‌عليه‌وآله</w:t>
      </w:r>
      <w:r w:rsidR="00E60DFB">
        <w:rPr>
          <w:rtl/>
        </w:rPr>
        <w:t xml:space="preserve"> </w:t>
      </w:r>
      <w:r>
        <w:rPr>
          <w:rtl/>
        </w:rPr>
        <w:t xml:space="preserve">فرمودند: هر كس صد بار تكبير (الله اكبر) بگويد، از آزاد كردن صد بنده بالاتر است ، و كسى كه صدبار تسبيح (سبحان الله) بگويد، بالاتر از بردن صد شتر به حج است ، و كسى كه صد </w:t>
      </w:r>
      <w:r>
        <w:rPr>
          <w:rtl/>
        </w:rPr>
        <w:lastRenderedPageBreak/>
        <w:t xml:space="preserve">بار تحميد كند (الحمدالله بگويد،)، بالاتر از بردن صد اسب با زين ، دهنه و ركاب آن در راه خداست ، و كسى كه صد بار «لا اله الا الله» بگويد، عمل او برتر ساير مردم است ، مگر كسى كه بيش از بگويد. اميرالمؤ منين </w:t>
      </w:r>
      <w:r w:rsidRPr="00C73064">
        <w:rPr>
          <w:rStyle w:val="libAlaemChar"/>
          <w:rtl/>
        </w:rPr>
        <w:t>عليه‌السلام</w:t>
      </w:r>
      <w:r>
        <w:rPr>
          <w:rtl/>
        </w:rPr>
        <w:t xml:space="preserve"> فرمودند: اين خبر به گوش ثروتمند</w:t>
      </w:r>
      <w:r w:rsidR="00C73064">
        <w:rPr>
          <w:rFonts w:hint="cs"/>
          <w:rtl/>
        </w:rPr>
        <w:t>ا</w:t>
      </w:r>
      <w:r>
        <w:rPr>
          <w:rtl/>
        </w:rPr>
        <w:t xml:space="preserve">ن رسيد. آنان هم همين اعمال را انجام دادند. فقرا دوباره خدمت پيامبر </w:t>
      </w:r>
      <w:r w:rsidR="00E60DFB" w:rsidRPr="00C73064">
        <w:rPr>
          <w:rStyle w:val="libAlaemChar"/>
          <w:rtl/>
        </w:rPr>
        <w:t>صلى‌الله‌عليه‌وآله</w:t>
      </w:r>
      <w:r w:rsidR="00E60DFB">
        <w:rPr>
          <w:rtl/>
        </w:rPr>
        <w:t xml:space="preserve"> </w:t>
      </w:r>
      <w:r>
        <w:rPr>
          <w:rtl/>
        </w:rPr>
        <w:t>آمده و عرض كردند اى رسول خدا! آنچه فرمودى به گوش ثروتمند</w:t>
      </w:r>
      <w:r w:rsidR="00C73064">
        <w:rPr>
          <w:rFonts w:hint="cs"/>
          <w:rtl/>
        </w:rPr>
        <w:t>ا</w:t>
      </w:r>
      <w:r>
        <w:rPr>
          <w:rtl/>
        </w:rPr>
        <w:t xml:space="preserve">ن رسيد، آنان هم آن اعمال را انجام دادند، پيامبر </w:t>
      </w:r>
      <w:r w:rsidR="00E60DFB" w:rsidRPr="00C73064">
        <w:rPr>
          <w:rStyle w:val="libAlaemChar"/>
          <w:rtl/>
        </w:rPr>
        <w:t xml:space="preserve">صلى‌الله‌عليه‌وآله </w:t>
      </w:r>
      <w:r>
        <w:rPr>
          <w:rtl/>
        </w:rPr>
        <w:t>فرمود: اينها احسان خداست و به هر كه بخواهد مى دهد و احسان خداوند زياد است .</w:t>
      </w:r>
    </w:p>
    <w:p w:rsidR="00A679DB" w:rsidRDefault="00A679DB" w:rsidP="00A679DB">
      <w:pPr>
        <w:pStyle w:val="libNormal"/>
        <w:rPr>
          <w:rtl/>
        </w:rPr>
      </w:pPr>
    </w:p>
    <w:p w:rsidR="00A679DB" w:rsidRDefault="00A679DB" w:rsidP="00A679DB">
      <w:pPr>
        <w:pStyle w:val="libNormal"/>
        <w:rPr>
          <w:rtl/>
        </w:rPr>
      </w:pPr>
      <w:r>
        <w:rPr>
          <w:rtl/>
        </w:rPr>
        <w:t>ثواب من قال سبحان الله و الحمدلله و لا اله الا الله و الله اكبر</w:t>
      </w:r>
    </w:p>
    <w:p w:rsidR="00A679DB" w:rsidRDefault="00A679DB" w:rsidP="00A679DB">
      <w:pPr>
        <w:pStyle w:val="libNormal"/>
        <w:rPr>
          <w:rtl/>
        </w:rPr>
      </w:pPr>
    </w:p>
    <w:p w:rsidR="00C73064" w:rsidRDefault="00C73064" w:rsidP="00A679DB">
      <w:pPr>
        <w:pStyle w:val="libNormal"/>
        <w:rPr>
          <w:rtl/>
        </w:rPr>
      </w:pPr>
      <w:r>
        <w:rPr>
          <w:rtl/>
        </w:rPr>
        <w:br w:type="page"/>
      </w:r>
    </w:p>
    <w:p w:rsidR="00A679DB" w:rsidRDefault="00A679DB" w:rsidP="00C73064">
      <w:pPr>
        <w:pStyle w:val="Heading2"/>
        <w:rPr>
          <w:rtl/>
        </w:rPr>
      </w:pPr>
      <w:bookmarkStart w:id="17" w:name="_Toc449617074"/>
      <w:r>
        <w:rPr>
          <w:rtl/>
        </w:rPr>
        <w:t>ثواب تسبيحات اربعه</w:t>
      </w:r>
      <w:bookmarkEnd w:id="17"/>
    </w:p>
    <w:p w:rsidR="00A679DB" w:rsidRDefault="00A679DB" w:rsidP="00A679DB">
      <w:pPr>
        <w:pStyle w:val="libNormal"/>
        <w:rPr>
          <w:rtl/>
        </w:rPr>
      </w:pPr>
      <w:r>
        <w:rPr>
          <w:rtl/>
        </w:rPr>
        <w:t>حديث : ١ حدثنى محمد بن الحسن رضى الله عنه قال حدثنى سعدبن عبدالله عن احمد بن محمد عن الحسن بن على بن فضال عن ابى داود المسترق عن ثعلبعه بن ميمون عن يونس بن يعقوب عن ابى عبدالله</w:t>
      </w:r>
      <w:r w:rsidRPr="00C73064">
        <w:rPr>
          <w:rStyle w:val="libAlaemChar"/>
          <w:rtl/>
        </w:rPr>
        <w:t xml:space="preserve"> عليه‌السلام</w:t>
      </w:r>
      <w:r>
        <w:rPr>
          <w:rtl/>
        </w:rPr>
        <w:t xml:space="preserve"> قال التفت رسول الله </w:t>
      </w:r>
      <w:r w:rsidR="00E60DFB" w:rsidRPr="00C73064">
        <w:rPr>
          <w:rStyle w:val="libAlaemChar"/>
          <w:rtl/>
        </w:rPr>
        <w:t>صلى‌الله‌عليه‌وآله</w:t>
      </w:r>
      <w:r w:rsidR="00E60DFB">
        <w:rPr>
          <w:rtl/>
        </w:rPr>
        <w:t xml:space="preserve"> </w:t>
      </w:r>
      <w:r>
        <w:rPr>
          <w:rtl/>
        </w:rPr>
        <w:t>الى اصحابه فقال اتخذوا جننا فقالوا يا رسول الله امن عدو قد اظلنا فقال لا و لكن من النار قولوا سبحان الله و الحمدالله و لا اله الا الله و الله اكبر</w:t>
      </w:r>
    </w:p>
    <w:p w:rsidR="00A679DB" w:rsidRDefault="00A679DB" w:rsidP="00A679DB">
      <w:pPr>
        <w:pStyle w:val="libNormal"/>
        <w:rPr>
          <w:rtl/>
        </w:rPr>
      </w:pPr>
      <w:r>
        <w:rPr>
          <w:rtl/>
        </w:rPr>
        <w:t>ترجمه :</w:t>
      </w:r>
    </w:p>
    <w:p w:rsidR="00A679DB" w:rsidRDefault="00A679DB" w:rsidP="00A679DB">
      <w:pPr>
        <w:pStyle w:val="libNormal"/>
        <w:rPr>
          <w:rtl/>
        </w:rPr>
      </w:pPr>
      <w:r>
        <w:rPr>
          <w:rtl/>
        </w:rPr>
        <w:t>١. امام صادق</w:t>
      </w:r>
      <w:r w:rsidRPr="00C73064">
        <w:rPr>
          <w:rStyle w:val="libAlaemChar"/>
          <w:rtl/>
        </w:rPr>
        <w:t xml:space="preserve"> عليه‌السلام</w:t>
      </w:r>
      <w:r>
        <w:rPr>
          <w:rtl/>
        </w:rPr>
        <w:t xml:space="preserve"> فرمود: رسول خدا </w:t>
      </w:r>
      <w:r w:rsidR="00E60DFB" w:rsidRPr="00C73064">
        <w:rPr>
          <w:rStyle w:val="libAlaemChar"/>
          <w:rtl/>
        </w:rPr>
        <w:t>صلى‌الله‌عليه‌وآله</w:t>
      </w:r>
      <w:r w:rsidR="00E60DFB">
        <w:rPr>
          <w:rtl/>
        </w:rPr>
        <w:t xml:space="preserve"> </w:t>
      </w:r>
      <w:r>
        <w:rPr>
          <w:rtl/>
        </w:rPr>
        <w:t xml:space="preserve">به اصحاب رو كرده و فرمودند: سپرهاى خود را برداريد. گفتند: اى رسول خدا! براى دشمنى كه به ما نزديك شده است ؟ حضرت فرمود: نه . براى مقابله با آتش . بگوييد. «سبحان الله و الحمدالله و لا اله الا الله و الله اكبر.» </w:t>
      </w:r>
      <w:r w:rsidRPr="00C73064">
        <w:rPr>
          <w:rStyle w:val="libFootnotenumChar"/>
          <w:rtl/>
        </w:rPr>
        <w:t>(١٢)</w:t>
      </w:r>
    </w:p>
    <w:p w:rsidR="00A679DB" w:rsidRDefault="00A679DB" w:rsidP="00A679DB">
      <w:pPr>
        <w:pStyle w:val="libNormal"/>
        <w:rPr>
          <w:rtl/>
        </w:rPr>
      </w:pPr>
      <w:r>
        <w:rPr>
          <w:rtl/>
        </w:rPr>
        <w:t xml:space="preserve">حديث : ٢ ابى رحمه الله عن عبدالله بن جعفر الحميرى عن احمد بن محمد عن محمد بن اسماعيل بن بزيع عن منصور بن يونس عن ابى بصير عن ابى عبدالله </w:t>
      </w:r>
      <w:r w:rsidRPr="00C73064">
        <w:rPr>
          <w:rStyle w:val="libAlaemChar"/>
          <w:rtl/>
        </w:rPr>
        <w:t>عليه‌السلام</w:t>
      </w:r>
      <w:r>
        <w:rPr>
          <w:rtl/>
        </w:rPr>
        <w:t xml:space="preserve"> قال قال رسول الله </w:t>
      </w:r>
      <w:r w:rsidR="00E60DFB" w:rsidRPr="00C73064">
        <w:rPr>
          <w:rStyle w:val="libAlaemChar"/>
          <w:rtl/>
        </w:rPr>
        <w:t>صلى‌الله‌عليه‌وآله</w:t>
      </w:r>
      <w:r w:rsidR="00E60DFB">
        <w:rPr>
          <w:rtl/>
        </w:rPr>
        <w:t xml:space="preserve"> </w:t>
      </w:r>
      <w:r>
        <w:rPr>
          <w:rtl/>
        </w:rPr>
        <w:t>اكثروا من سبحان اله والحمدالله و لا اله الا الله و الله اكبر فانهن ياتين يوم القيامه لهن مقدمات و موخرات و معقبات و هن الباقيات الصالحات</w:t>
      </w:r>
    </w:p>
    <w:p w:rsidR="00A679DB" w:rsidRDefault="00A679DB" w:rsidP="00A679DB">
      <w:pPr>
        <w:pStyle w:val="libNormal"/>
        <w:rPr>
          <w:rtl/>
        </w:rPr>
      </w:pPr>
      <w:r>
        <w:rPr>
          <w:rtl/>
        </w:rPr>
        <w:t>ترجمه :</w:t>
      </w:r>
    </w:p>
    <w:p w:rsidR="00A679DB" w:rsidRDefault="00A679DB" w:rsidP="00C73064">
      <w:pPr>
        <w:pStyle w:val="libNormal"/>
        <w:rPr>
          <w:rtl/>
        </w:rPr>
      </w:pPr>
      <w:r>
        <w:rPr>
          <w:rtl/>
        </w:rPr>
        <w:t xml:space="preserve">٢. امام صادق </w:t>
      </w:r>
      <w:r w:rsidRPr="00C73064">
        <w:rPr>
          <w:rStyle w:val="libAlaemChar"/>
          <w:rtl/>
        </w:rPr>
        <w:t>عليه‌السلام</w:t>
      </w:r>
      <w:r>
        <w:rPr>
          <w:rtl/>
        </w:rPr>
        <w:t xml:space="preserve"> فرمود: رسول خدا </w:t>
      </w:r>
      <w:r w:rsidR="00E60DFB" w:rsidRPr="00C73064">
        <w:rPr>
          <w:rStyle w:val="libAlaemChar"/>
          <w:rtl/>
        </w:rPr>
        <w:t>صلى‌الله‌عليه‌وآله</w:t>
      </w:r>
      <w:r w:rsidR="00E60DFB">
        <w:rPr>
          <w:rtl/>
        </w:rPr>
        <w:t xml:space="preserve"> </w:t>
      </w:r>
      <w:r>
        <w:rPr>
          <w:rtl/>
        </w:rPr>
        <w:t xml:space="preserve">فرمودند: زياد بگوييد «سبحان الله و الحمدالله و لا اله الا الله و الله اكبر» زيرا اين ذكرها در روز قيامت (با شكوه و عظمت خاصى) مى </w:t>
      </w:r>
      <w:r w:rsidR="00C73064">
        <w:rPr>
          <w:rFonts w:hint="cs"/>
          <w:rtl/>
        </w:rPr>
        <w:t>آ</w:t>
      </w:r>
      <w:r>
        <w:rPr>
          <w:rtl/>
        </w:rPr>
        <w:t xml:space="preserve">يند، بدين گونه كه عده اى «از فرشتگان» در جلو و عده </w:t>
      </w:r>
      <w:r>
        <w:rPr>
          <w:rtl/>
        </w:rPr>
        <w:lastRenderedPageBreak/>
        <w:t>اى در پشت سر آنها و عده اى ديگر در پشت سر اين گروه حركت مى كنند واينها باقيات صالحات هستند.</w:t>
      </w:r>
    </w:p>
    <w:p w:rsidR="00A679DB" w:rsidRDefault="00A679DB" w:rsidP="00A679DB">
      <w:pPr>
        <w:pStyle w:val="libNormal"/>
        <w:rPr>
          <w:rtl/>
        </w:rPr>
      </w:pPr>
      <w:r>
        <w:rPr>
          <w:rtl/>
        </w:rPr>
        <w:t xml:space="preserve">حديث : ٣ حدثنى محمد بن على ماجيلويه رضى الله عنه عن عمه محمد بن ابى القاسم عن احمد بن ابى عبدالله قال حدثنا ابى عم محمد بن سنان عن ابى الجارود عن عن ابى جعفر </w:t>
      </w:r>
      <w:r w:rsidRPr="00C73064">
        <w:rPr>
          <w:rStyle w:val="libAlaemChar"/>
          <w:rtl/>
        </w:rPr>
        <w:t>عليه‌السلام</w:t>
      </w:r>
      <w:r>
        <w:rPr>
          <w:rtl/>
        </w:rPr>
        <w:t xml:space="preserve"> قال قال رسول الله </w:t>
      </w:r>
      <w:r w:rsidR="00E60DFB" w:rsidRPr="00C73064">
        <w:rPr>
          <w:rStyle w:val="libAlaemChar"/>
          <w:rtl/>
        </w:rPr>
        <w:t>صلى‌الله‌عليه‌وآله</w:t>
      </w:r>
      <w:r w:rsidR="00E60DFB">
        <w:rPr>
          <w:rtl/>
        </w:rPr>
        <w:t xml:space="preserve"> </w:t>
      </w:r>
      <w:r>
        <w:rPr>
          <w:rtl/>
        </w:rPr>
        <w:t>من قال سبحان الله غرس الله له بها شجره فى الجنه و من قال الله اكبر غرس الله له بها شجره فى الجنه و من قال الحمدلله غرس ‍ الله له بها شجره فى الجنه و من قال لا اله الا الله غرس الله له بها شجره فى الجنه و من قال الله اكبر غرس الله به بها شجره فى الجنه فقال رجل من قريش يا رسول الله آن شجرنا فى الجنه لكثير قال نعم و لكن آياكم آن ترسلوا عليها نيرانا فتحرقوا و ذلك آن الله عزوجل يقول يا ايها الذين آمنوا اطيعوالله و اطيعو الرسول و لا تبطلوا اعمالكم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باقر </w:t>
      </w:r>
      <w:r w:rsidRPr="00C73064">
        <w:rPr>
          <w:rStyle w:val="libAlaemChar"/>
          <w:rtl/>
        </w:rPr>
        <w:t>عليه‌السلام</w:t>
      </w:r>
      <w:r>
        <w:rPr>
          <w:rtl/>
        </w:rPr>
        <w:t xml:space="preserve"> فرمود: روسول خدا </w:t>
      </w:r>
      <w:r w:rsidR="00E60DFB" w:rsidRPr="00C73064">
        <w:rPr>
          <w:rStyle w:val="libAlaemChar"/>
          <w:rtl/>
        </w:rPr>
        <w:t>صلى‌الله‌عليه‌وآله</w:t>
      </w:r>
      <w:r w:rsidR="00E60DFB">
        <w:rPr>
          <w:rtl/>
        </w:rPr>
        <w:t xml:space="preserve"> </w:t>
      </w:r>
      <w:r>
        <w:rPr>
          <w:rtl/>
        </w:rPr>
        <w:t>فرمودند: كسى كه سبحان الله بگويد، خداوند بخاطر آن درختى در بهشت براى آن مى كارد.و كسى كه «الحمدالله» بگويد، خداوند بخاطر آن درختى در بهشت براى او مى كارد. و كسى كه «لا اله الا الله» بگويد، خداوند بخاطر آن درختى در بهشت براى او مى كارد. در اين جا مردى از قريش عرض كرد: پس در اين صورت ما در بهشت درختان فراوانى داريم .</w:t>
      </w:r>
    </w:p>
    <w:p w:rsidR="00A679DB" w:rsidRDefault="00A679DB" w:rsidP="00A679DB">
      <w:pPr>
        <w:pStyle w:val="libNormal"/>
        <w:rPr>
          <w:rtl/>
        </w:rPr>
      </w:pPr>
      <w:r>
        <w:rPr>
          <w:rtl/>
        </w:rPr>
        <w:t xml:space="preserve">حضرت فرمودند: بله ولى مواظب باشيد آتش نفرستيد كه همه آنها رابسوزاند. زيرا خداوند عزوجل مى فرمايد: «اى كسانى كه ايمان اورده ايد! از خدا اطاعت كنيد. از رسول او نيز اطاعت كند و اعمال خود را باطل نكنيد. </w:t>
      </w:r>
      <w:r w:rsidRPr="00C73064">
        <w:rPr>
          <w:rStyle w:val="libFootnotenumChar"/>
          <w:rtl/>
        </w:rPr>
        <w:t>(١٣)</w:t>
      </w:r>
    </w:p>
    <w:p w:rsidR="00A679DB" w:rsidRDefault="00A679DB" w:rsidP="00A679DB">
      <w:pPr>
        <w:pStyle w:val="libNormal"/>
        <w:rPr>
          <w:rtl/>
        </w:rPr>
      </w:pPr>
      <w:r>
        <w:rPr>
          <w:rtl/>
        </w:rPr>
        <w:lastRenderedPageBreak/>
        <w:t xml:space="preserve">حديث : ٤ و بهذاالاسناد عن احمد عن ابيه و محمد بن عيسى عن صفوان بن يحيى عن ابى ايوب الخزاز عن ابى بصير عن ابى عبدالله </w:t>
      </w:r>
      <w:r w:rsidRPr="00C73064">
        <w:rPr>
          <w:rStyle w:val="libAlaemChar"/>
          <w:rtl/>
        </w:rPr>
        <w:t>عليه‌السلام</w:t>
      </w:r>
      <w:r>
        <w:rPr>
          <w:rtl/>
        </w:rPr>
        <w:t xml:space="preserve"> قال آن رسول الله قال لا صحابه ذات يوم ارايتم لو جمعتم ما عندكم من الثياب و الانيه ثم وضعتم بعضه على بعض اكنتم ترونه تبلاغ السماء قالوا لا يا رسول الله قال الا ادلكم على شى اصله فى الارض و فرعه فى السماء قالوا بلى يا رسول الله قال يقول احدكم اذا فرغ من صلاته الفريضه سبحان الله و الحمدالله و لا اله الا الله و الله اكبر ثلاثين مره فان اصلهن فى الارض و فرعهن فى السماء و هن يدفعن الهدم و الحرق و الغرق و التردى فى البئر و اكل السبع و ميته السوء التى تنزل من السماء على العبد فى ذلك اليوم و هن الباقيات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C73064">
        <w:rPr>
          <w:rStyle w:val="libAlaemChar"/>
          <w:rtl/>
        </w:rPr>
        <w:t>عليه‌السلام</w:t>
      </w:r>
      <w:r>
        <w:rPr>
          <w:rtl/>
        </w:rPr>
        <w:t xml:space="preserve"> فرمود: رسول خدا </w:t>
      </w:r>
      <w:r w:rsidR="00E60DFB" w:rsidRPr="00C73064">
        <w:rPr>
          <w:rStyle w:val="libAlaemChar"/>
          <w:rtl/>
        </w:rPr>
        <w:t>صلى‌الله‌عليه‌وآله</w:t>
      </w:r>
      <w:r w:rsidR="00E60DFB">
        <w:rPr>
          <w:rtl/>
        </w:rPr>
        <w:t xml:space="preserve"> </w:t>
      </w:r>
      <w:r>
        <w:rPr>
          <w:rtl/>
        </w:rPr>
        <w:t>روزى به يارآن خود فرمودند: آيا اگر لباسها و ظرفهايتان را جمع كرده و آنها را روى هم بگذاريد به آسمان خواهد رسيد؟ گفتند: اى رسول خدا! حضرت فرمودند: نمى خواهيد چيزى به شما بگويم كه ريشه اش در زمين و شاخه اش در آسمان باشد؟ عرض كردند: چرا اى رسول خدا.!</w:t>
      </w:r>
    </w:p>
    <w:p w:rsidR="00A679DB" w:rsidRDefault="00A679DB" w:rsidP="00A679DB">
      <w:pPr>
        <w:pStyle w:val="libNormal"/>
        <w:rPr>
          <w:rtl/>
        </w:rPr>
      </w:pPr>
      <w:r>
        <w:rPr>
          <w:rtl/>
        </w:rPr>
        <w:t>حضرت فرمودند: هر كدام از شما بعد از نماز واجبش مى تواند سى بار بگويد:</w:t>
      </w:r>
    </w:p>
    <w:p w:rsidR="00C73064" w:rsidRDefault="00A679DB" w:rsidP="00C73064">
      <w:pPr>
        <w:pStyle w:val="libNormal"/>
        <w:rPr>
          <w:rtl/>
        </w:rPr>
      </w:pPr>
      <w:r>
        <w:rPr>
          <w:rtl/>
        </w:rPr>
        <w:t xml:space="preserve">«سبحان الله و الحمدالله و لا اله الا الله و الله اكبر» </w:t>
      </w:r>
      <w:r w:rsidRPr="00C73064">
        <w:rPr>
          <w:rStyle w:val="libFootnotenumChar"/>
          <w:rtl/>
        </w:rPr>
        <w:t>(١٤).</w:t>
      </w:r>
      <w:r>
        <w:rPr>
          <w:rtl/>
        </w:rPr>
        <w:t xml:space="preserve"> زيرا ريشه اين ذكرها در زمين و شاخه اش در آسمان است . اين ذكرها از زير آوار ماندن ، با آتش سوختن ، غرق شدن ، افتادن در چاه ، طعمه درندگان شدن ، مرگ بد و حادثه ناگوارى كه در آن روز از آسمان فرود مى آيد، جلوگيرى مى كند و اين ذكرها باقيات صالحات است .</w:t>
      </w:r>
    </w:p>
    <w:p w:rsidR="00C73064" w:rsidRDefault="00C73064" w:rsidP="00C73064">
      <w:pPr>
        <w:pStyle w:val="libNormal"/>
        <w:rPr>
          <w:rtl/>
        </w:rPr>
      </w:pPr>
      <w:r>
        <w:rPr>
          <w:rtl/>
        </w:rPr>
        <w:br w:type="page"/>
      </w:r>
    </w:p>
    <w:p w:rsidR="00A679DB" w:rsidRDefault="00A679DB" w:rsidP="00C73064">
      <w:pPr>
        <w:pStyle w:val="Heading2"/>
        <w:rPr>
          <w:rtl/>
        </w:rPr>
      </w:pPr>
      <w:bookmarkStart w:id="18" w:name="_Toc449617075"/>
      <w:r>
        <w:rPr>
          <w:rtl/>
        </w:rPr>
        <w:t>ثواب گفتن «سبحان الله و. ..»</w:t>
      </w:r>
      <w:bookmarkEnd w:id="18"/>
    </w:p>
    <w:p w:rsidR="00A679DB" w:rsidRDefault="00A679DB" w:rsidP="00A679DB">
      <w:pPr>
        <w:pStyle w:val="libNormal"/>
        <w:rPr>
          <w:rtl/>
        </w:rPr>
      </w:pPr>
      <w:r>
        <w:rPr>
          <w:rtl/>
        </w:rPr>
        <w:t>حديث : ١ ابى رحمه الله قال حدثنا سعد بن عبدالله عن احمد بن محمد قال حدثنا ابى عن محمد بن ابى عمير عن عبدالله بن سنان ابى عبدالله عليه‌السلام قال من قال سبحان الله و بحمده سبحان الله العظيم و بحمده كتب الله ثلاثه آلاف حسنه و رفع له ثلاثه آلاف درجه و خلق منها طائرا فى الجنه يسبح و كان اجر تسبيحه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73064">
        <w:rPr>
          <w:rStyle w:val="libAlaemChar"/>
          <w:rtl/>
        </w:rPr>
        <w:t>عليه‌السلام</w:t>
      </w:r>
      <w:r>
        <w:rPr>
          <w:rtl/>
        </w:rPr>
        <w:t xml:space="preserve"> فرمودند: كسى كه بگويد: «سبحان الله و بحمده سبحان الله العظيم و بحمده» </w:t>
      </w:r>
      <w:r w:rsidRPr="00C73064">
        <w:rPr>
          <w:rStyle w:val="libFootnotenumChar"/>
          <w:rtl/>
        </w:rPr>
        <w:t>(١٥)،</w:t>
      </w:r>
      <w:r>
        <w:rPr>
          <w:rtl/>
        </w:rPr>
        <w:t xml:space="preserve"> خداوند سه هزار حسنه براى او نوشته و سه هزار درجه او را بالا مى برد و از اين ذكر پرنده اى مى آفريند كه خدا را تسبيح مى كند و پاداش اين تسبيح براى او خواهد بود.</w:t>
      </w:r>
    </w:p>
    <w:p w:rsidR="00A679DB" w:rsidRDefault="00A679DB" w:rsidP="00A679DB">
      <w:pPr>
        <w:pStyle w:val="libNormal"/>
        <w:rPr>
          <w:rtl/>
        </w:rPr>
      </w:pPr>
    </w:p>
    <w:p w:rsidR="00A679DB" w:rsidRDefault="00A679DB" w:rsidP="00A679DB">
      <w:pPr>
        <w:pStyle w:val="libNormal"/>
        <w:rPr>
          <w:rtl/>
        </w:rPr>
      </w:pPr>
      <w:r>
        <w:rPr>
          <w:rtl/>
        </w:rPr>
        <w:t>ثواب من قال سبحان الله من غير تعجب</w:t>
      </w:r>
    </w:p>
    <w:p w:rsidR="00A679DB" w:rsidRDefault="00C73064" w:rsidP="00C73064">
      <w:pPr>
        <w:pStyle w:val="Heading2"/>
        <w:rPr>
          <w:rtl/>
        </w:rPr>
      </w:pPr>
      <w:r>
        <w:rPr>
          <w:rtl/>
        </w:rPr>
        <w:br w:type="page"/>
      </w:r>
      <w:bookmarkStart w:id="19" w:name="_Toc449617076"/>
      <w:r w:rsidR="00A679DB">
        <w:rPr>
          <w:rtl/>
        </w:rPr>
        <w:lastRenderedPageBreak/>
        <w:t>ثواب تسبيح بدون تعجب</w:t>
      </w:r>
      <w:bookmarkEnd w:id="19"/>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محمد عن ابيه و الحسن بن الحسين اللولوى عن محمد بن سنان عن ابى الجارود عن ابى جعفر </w:t>
      </w:r>
      <w:r w:rsidRPr="00C73064">
        <w:rPr>
          <w:rStyle w:val="libAlaemChar"/>
          <w:rtl/>
        </w:rPr>
        <w:t>عليه‌السلام</w:t>
      </w:r>
      <w:r>
        <w:rPr>
          <w:rtl/>
        </w:rPr>
        <w:t xml:space="preserve"> قال من قال سبحان الله من غير تعجب خلق الله منها طائرا له لسان و جناحان يسبح الله عنه فى المسبحين حتى تقوم الساعه و مثل ذلك الحمدلله و لا اله الا الله و الله اكبر.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C73064">
        <w:rPr>
          <w:rStyle w:val="libAlaemChar"/>
          <w:rtl/>
        </w:rPr>
        <w:t>عليه‌السلام</w:t>
      </w:r>
      <w:r>
        <w:rPr>
          <w:rtl/>
        </w:rPr>
        <w:t xml:space="preserve"> فرمودند: كسى كه بدون تعجب «سبحان الله» بگويد، خداوند از اين ذكر پرنده اى با دو بال مى آفريند كه در ميان تسبيح كنندگان خداوند تا روز قيامت از جانب او خداوند را تسبيح مى كند. «الحمدالله و لا اله الا الله و الله اكبر. » </w:t>
      </w:r>
      <w:r w:rsidRPr="00C73064">
        <w:rPr>
          <w:rStyle w:val="libFootnotenumChar"/>
          <w:rtl/>
        </w:rPr>
        <w:t>(١٦)</w:t>
      </w:r>
      <w:r>
        <w:rPr>
          <w:rtl/>
        </w:rPr>
        <w:t>نيز همينطور است .</w:t>
      </w:r>
    </w:p>
    <w:p w:rsidR="00C73064" w:rsidRPr="00ED74AF" w:rsidRDefault="00C73064" w:rsidP="00ED74AF">
      <w:pPr>
        <w:pStyle w:val="libNormal"/>
        <w:rPr>
          <w:rtl/>
        </w:rPr>
      </w:pPr>
      <w:r w:rsidRPr="00ED74AF">
        <w:rPr>
          <w:rtl/>
        </w:rPr>
        <w:br w:type="page"/>
      </w:r>
    </w:p>
    <w:p w:rsidR="00A679DB" w:rsidRDefault="00A679DB" w:rsidP="00C73064">
      <w:pPr>
        <w:pStyle w:val="Heading2"/>
        <w:rPr>
          <w:rtl/>
        </w:rPr>
      </w:pPr>
      <w:bookmarkStart w:id="20" w:name="_Toc449617077"/>
      <w:r>
        <w:rPr>
          <w:rtl/>
        </w:rPr>
        <w:t>ثواب گفتن صد بار «سبحان الله»</w:t>
      </w:r>
      <w:bookmarkEnd w:id="20"/>
    </w:p>
    <w:p w:rsidR="00A679DB" w:rsidRDefault="00A679DB" w:rsidP="00A679DB">
      <w:pPr>
        <w:pStyle w:val="libNormal"/>
        <w:rPr>
          <w:rtl/>
        </w:rPr>
      </w:pPr>
      <w:r>
        <w:rPr>
          <w:rtl/>
        </w:rPr>
        <w:t>حديث : ١ حدثنى محمد بن موسى بن المتوكل رضى الله عنه قال حدثنى على بن الحسين السعد آبادى عن احمد بن ابى عبدالله عن ابن فضال عن يونس بن يعقوب قال قلت لابى عبدالله</w:t>
      </w:r>
      <w:r w:rsidRPr="00C73064">
        <w:rPr>
          <w:rStyle w:val="libAlaemChar"/>
          <w:rtl/>
        </w:rPr>
        <w:t xml:space="preserve"> عليه‌السلام</w:t>
      </w:r>
      <w:r>
        <w:rPr>
          <w:rtl/>
        </w:rPr>
        <w:t xml:space="preserve"> من قال سبحان الله مائه مره كان ممن ذكر الله كثيرا قال نعم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يونس بن يعقوب مى گويد: از امام صادق </w:t>
      </w:r>
      <w:r w:rsidRPr="00C73064">
        <w:rPr>
          <w:rStyle w:val="libAlaemChar"/>
          <w:rtl/>
        </w:rPr>
        <w:t>عليه‌السلام</w:t>
      </w:r>
      <w:r>
        <w:rPr>
          <w:rtl/>
        </w:rPr>
        <w:t xml:space="preserve"> پرسيدم : آيا كسى كه صد بار «سبحان الله» بگويد، از كسانى خواهد بود كه خداوند را بسيار ياد مى كنند؟ فرمود: بله .</w:t>
      </w:r>
    </w:p>
    <w:p w:rsidR="00A679DB" w:rsidRDefault="00A679DB" w:rsidP="00A679DB">
      <w:pPr>
        <w:pStyle w:val="libNormal"/>
        <w:rPr>
          <w:rtl/>
        </w:rPr>
      </w:pPr>
    </w:p>
    <w:p w:rsidR="00A679DB" w:rsidRDefault="00A679DB" w:rsidP="00A679DB">
      <w:pPr>
        <w:pStyle w:val="libNormal"/>
        <w:rPr>
          <w:rtl/>
        </w:rPr>
      </w:pPr>
      <w:r>
        <w:rPr>
          <w:rtl/>
        </w:rPr>
        <w:t>ثواب من قال الحمدلله كما هو اهله</w:t>
      </w:r>
    </w:p>
    <w:p w:rsidR="00A679DB" w:rsidRDefault="00A679DB" w:rsidP="00A679DB">
      <w:pPr>
        <w:pStyle w:val="libNormal"/>
        <w:rPr>
          <w:rtl/>
        </w:rPr>
      </w:pPr>
    </w:p>
    <w:p w:rsidR="00C73064" w:rsidRDefault="00C73064" w:rsidP="00A679DB">
      <w:pPr>
        <w:pStyle w:val="libNormal"/>
        <w:rPr>
          <w:rtl/>
        </w:rPr>
      </w:pPr>
      <w:r>
        <w:rPr>
          <w:rtl/>
        </w:rPr>
        <w:br w:type="page"/>
      </w:r>
    </w:p>
    <w:p w:rsidR="00A679DB" w:rsidRDefault="00A679DB" w:rsidP="00C73064">
      <w:pPr>
        <w:pStyle w:val="Heading2"/>
        <w:rPr>
          <w:rtl/>
        </w:rPr>
      </w:pPr>
      <w:bookmarkStart w:id="21" w:name="_Toc449617078"/>
      <w:r>
        <w:rPr>
          <w:rtl/>
        </w:rPr>
        <w:t>ثواب گفتن «الحمدلله كما هو اهله»</w:t>
      </w:r>
      <w:bookmarkEnd w:id="21"/>
    </w:p>
    <w:p w:rsidR="00A679DB" w:rsidRDefault="00A679DB" w:rsidP="00A679DB">
      <w:pPr>
        <w:pStyle w:val="libNormal"/>
        <w:rPr>
          <w:rtl/>
        </w:rPr>
      </w:pPr>
      <w:r>
        <w:rPr>
          <w:rtl/>
        </w:rPr>
        <w:t xml:space="preserve">حديث : ١ حدثنى محمد بن موسى بن المتوكل رضى الله عنه قال حدثنى على بن الحسين السعد ابادى عن احمد بن ابى عبدالله عن على بن الحكم عن سيف بن عميهر عن زيد الشحام عن ابى عبدالله </w:t>
      </w:r>
      <w:r w:rsidRPr="00C73064">
        <w:rPr>
          <w:rStyle w:val="libAlaemChar"/>
          <w:rtl/>
        </w:rPr>
        <w:t>عليه‌السلام</w:t>
      </w:r>
      <w:r>
        <w:rPr>
          <w:rtl/>
        </w:rPr>
        <w:t xml:space="preserve"> قال من قال الحمدلله كما هو اهله شغل كتاب السماء قلت و كيف يشغل كتاب السماء قال يقولون اللهم انا لا نعلم الغيب فقال فيقول اكتبوها كما قالها عبدى و على ثوابها.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73064">
        <w:rPr>
          <w:rStyle w:val="libAlaemChar"/>
          <w:rtl/>
        </w:rPr>
        <w:t>عليه‌السلام</w:t>
      </w:r>
      <w:r>
        <w:rPr>
          <w:rtl/>
        </w:rPr>
        <w:t xml:space="preserve"> فرمودند: كسى كه بگويد «الحمدلله كما هو اهله» </w:t>
      </w:r>
      <w:r w:rsidRPr="00C73064">
        <w:rPr>
          <w:rStyle w:val="libFootnotenumChar"/>
          <w:rtl/>
        </w:rPr>
        <w:t>(١٧)</w:t>
      </w:r>
      <w:r>
        <w:rPr>
          <w:rtl/>
        </w:rPr>
        <w:t xml:space="preserve"> (فرشتگان) نويسندگان آسمانى نمى توانند ثواب آن را بنويسند. عرض كردم : چرا؟ فرمود: چون (ثواب آن را نمى دانند و) عرضه مى دارند: خدايا! از غيب آگاهى نداريم و خدا مى فرمايد: هر چه بنده ام مى گويد، بنويسيد و ثواب آن باشد به عهده من .</w:t>
      </w:r>
    </w:p>
    <w:p w:rsidR="00A679DB" w:rsidRDefault="00A679DB" w:rsidP="00A679DB">
      <w:pPr>
        <w:pStyle w:val="libNormal"/>
        <w:rPr>
          <w:rtl/>
        </w:rPr>
      </w:pPr>
    </w:p>
    <w:p w:rsidR="00A679DB" w:rsidRDefault="00A679DB" w:rsidP="00A679DB">
      <w:pPr>
        <w:pStyle w:val="libNormal"/>
        <w:rPr>
          <w:rtl/>
        </w:rPr>
      </w:pPr>
      <w:r>
        <w:rPr>
          <w:rtl/>
        </w:rPr>
        <w:t>ثواب من قال اربع مرات الحمدلله رب العالمين عند الصباح و السماء</w:t>
      </w:r>
    </w:p>
    <w:p w:rsidR="00A679DB" w:rsidRDefault="00A679DB" w:rsidP="00A679DB">
      <w:pPr>
        <w:pStyle w:val="libNormal"/>
        <w:rPr>
          <w:rtl/>
        </w:rPr>
      </w:pPr>
    </w:p>
    <w:p w:rsidR="00A679DB" w:rsidRDefault="000D5C14" w:rsidP="000D5C14">
      <w:pPr>
        <w:pStyle w:val="Heading2"/>
        <w:rPr>
          <w:rtl/>
        </w:rPr>
      </w:pPr>
      <w:r>
        <w:rPr>
          <w:rtl/>
        </w:rPr>
        <w:br w:type="page"/>
      </w:r>
      <w:bookmarkStart w:id="22" w:name="_Toc449617079"/>
      <w:r w:rsidR="00A679DB">
        <w:rPr>
          <w:rtl/>
        </w:rPr>
        <w:lastRenderedPageBreak/>
        <w:t>ثواب چهار بار «الحمدلله رب العالمين» در صبح و شب</w:t>
      </w:r>
      <w:bookmarkEnd w:id="22"/>
    </w:p>
    <w:p w:rsidR="00A679DB" w:rsidRDefault="00A679DB" w:rsidP="00A679DB">
      <w:pPr>
        <w:pStyle w:val="libNormal"/>
        <w:rPr>
          <w:rtl/>
        </w:rPr>
      </w:pPr>
      <w:r>
        <w:rPr>
          <w:rtl/>
        </w:rPr>
        <w:t xml:space="preserve">حديث : ١ حدثنى محمد بن الحسن رضى الله عنه عن محمد بن الحسن الصفار عن احمد بن ابى عبدالله عن منصور بن العباس عن سعيد بن جناح قال حدثنى ابومسعر عن ابى عبدالله </w:t>
      </w:r>
      <w:r w:rsidRPr="000D5C14">
        <w:rPr>
          <w:rStyle w:val="libAlaemChar"/>
          <w:rtl/>
        </w:rPr>
        <w:t>عليه‌السلام</w:t>
      </w:r>
      <w:r>
        <w:rPr>
          <w:rtl/>
        </w:rPr>
        <w:t xml:space="preserve"> قال من قال اذا اصبح اربع مرات الحمدلله رب العالمين فقد ادى شكر يومه و من قالها اذا امسى فقد ادى شكر ليلته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0D5C14">
        <w:rPr>
          <w:rStyle w:val="libAlaemChar"/>
          <w:rtl/>
        </w:rPr>
        <w:t>عليه‌السلام</w:t>
      </w:r>
      <w:r>
        <w:rPr>
          <w:rtl/>
        </w:rPr>
        <w:t xml:space="preserve"> فرمودند: كسى كه در صبح چهار بار بگويد: «الحمدلله رب العالمين» </w:t>
      </w:r>
      <w:r w:rsidRPr="000D5C14">
        <w:rPr>
          <w:rStyle w:val="libFootnotenumChar"/>
          <w:rtl/>
        </w:rPr>
        <w:t>(١٨)،</w:t>
      </w:r>
      <w:r>
        <w:rPr>
          <w:rtl/>
        </w:rPr>
        <w:t xml:space="preserve"> بى ترديد شكر آن روز را بجا آورده است و كسى كه در شب آن را بگويد شكر آن شب را بجا آورده است .</w:t>
      </w:r>
    </w:p>
    <w:p w:rsidR="00A679DB" w:rsidRDefault="00A679DB" w:rsidP="00A679DB">
      <w:pPr>
        <w:pStyle w:val="libNormal"/>
        <w:rPr>
          <w:rtl/>
        </w:rPr>
      </w:pPr>
    </w:p>
    <w:p w:rsidR="00A679DB" w:rsidRDefault="00A679DB" w:rsidP="00A679DB">
      <w:pPr>
        <w:pStyle w:val="libNormal"/>
        <w:rPr>
          <w:rtl/>
        </w:rPr>
      </w:pPr>
      <w:r>
        <w:rPr>
          <w:rtl/>
        </w:rPr>
        <w:t>ثواب من مجدالله عزوجل</w:t>
      </w:r>
    </w:p>
    <w:p w:rsidR="00A679DB" w:rsidRDefault="00A679DB" w:rsidP="00A679DB">
      <w:pPr>
        <w:pStyle w:val="libNormal"/>
        <w:rPr>
          <w:rtl/>
        </w:rPr>
      </w:pPr>
    </w:p>
    <w:p w:rsidR="000D5C14" w:rsidRDefault="000D5C14" w:rsidP="00A679DB">
      <w:pPr>
        <w:pStyle w:val="libNormal"/>
        <w:rPr>
          <w:rtl/>
        </w:rPr>
      </w:pPr>
      <w:r>
        <w:rPr>
          <w:rtl/>
        </w:rPr>
        <w:br w:type="page"/>
      </w:r>
    </w:p>
    <w:p w:rsidR="00A679DB" w:rsidRDefault="00A679DB" w:rsidP="000D5C14">
      <w:pPr>
        <w:pStyle w:val="Heading2"/>
        <w:rPr>
          <w:rtl/>
        </w:rPr>
      </w:pPr>
      <w:bookmarkStart w:id="23" w:name="_Toc449617080"/>
      <w:r>
        <w:rPr>
          <w:rtl/>
        </w:rPr>
        <w:t>ثواب تمجيد خدا</w:t>
      </w:r>
      <w:bookmarkEnd w:id="23"/>
    </w:p>
    <w:p w:rsidR="00A679DB" w:rsidRDefault="00A679DB" w:rsidP="00A679DB">
      <w:pPr>
        <w:pStyle w:val="libNormal"/>
        <w:rPr>
          <w:rtl/>
        </w:rPr>
      </w:pPr>
      <w:r>
        <w:rPr>
          <w:rtl/>
        </w:rPr>
        <w:t xml:space="preserve">حديث : ١ ابى رحمه الله قال عبدالله بن جعفر الحميرى عن احمد بن محمد عن ابيه عن فضاله بن ايوب عن سيف بن عميره عن محمد بن مروآن عن زراره قال قلت لابى جعفر </w:t>
      </w:r>
      <w:r w:rsidRPr="000D5C14">
        <w:rPr>
          <w:rStyle w:val="libAlaemChar"/>
          <w:rtl/>
        </w:rPr>
        <w:t>عليه‌السلام</w:t>
      </w:r>
      <w:r>
        <w:rPr>
          <w:rtl/>
        </w:rPr>
        <w:t xml:space="preserve"> اى الاعمال احب الى الله تعالى قال آن يمجد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زراره مى گويد به امام باقر </w:t>
      </w:r>
      <w:r w:rsidRPr="000D5C14">
        <w:rPr>
          <w:rStyle w:val="libAlaemChar"/>
          <w:rtl/>
        </w:rPr>
        <w:t>عليه‌السلام</w:t>
      </w:r>
      <w:r>
        <w:rPr>
          <w:rtl/>
        </w:rPr>
        <w:t xml:space="preserve"> عرض كردم : خداوند چه عملى را بيشتر دوست دارد؟ فرمودند: تمجيد خودش را.</w:t>
      </w:r>
    </w:p>
    <w:p w:rsidR="00A679DB" w:rsidRDefault="00A679DB" w:rsidP="00A679DB">
      <w:pPr>
        <w:pStyle w:val="libNormal"/>
        <w:rPr>
          <w:rtl/>
        </w:rPr>
      </w:pPr>
    </w:p>
    <w:p w:rsidR="00A679DB" w:rsidRDefault="00A679DB" w:rsidP="00A679DB">
      <w:pPr>
        <w:pStyle w:val="libNormal"/>
        <w:rPr>
          <w:rtl/>
        </w:rPr>
      </w:pPr>
      <w:r>
        <w:rPr>
          <w:rtl/>
        </w:rPr>
        <w:t>ثواب من مجدالله بما مجد به نفسه</w:t>
      </w:r>
    </w:p>
    <w:p w:rsidR="00A679DB" w:rsidRDefault="00A679DB" w:rsidP="00A679DB">
      <w:pPr>
        <w:pStyle w:val="libNormal"/>
        <w:rPr>
          <w:rtl/>
        </w:rPr>
      </w:pPr>
    </w:p>
    <w:p w:rsidR="000D5C14" w:rsidRDefault="000D5C14" w:rsidP="00A679DB">
      <w:pPr>
        <w:pStyle w:val="libNormal"/>
        <w:rPr>
          <w:rtl/>
        </w:rPr>
      </w:pPr>
      <w:r>
        <w:rPr>
          <w:rtl/>
        </w:rPr>
        <w:br w:type="page"/>
      </w:r>
    </w:p>
    <w:p w:rsidR="00A679DB" w:rsidRDefault="00A679DB" w:rsidP="000D5C14">
      <w:pPr>
        <w:pStyle w:val="Heading2"/>
        <w:rPr>
          <w:rtl/>
        </w:rPr>
      </w:pPr>
      <w:bookmarkStart w:id="24" w:name="_Toc449617081"/>
      <w:r>
        <w:rPr>
          <w:rtl/>
        </w:rPr>
        <w:t>ثواب تمجيد خداوند مانند تمجيد او</w:t>
      </w:r>
      <w:bookmarkEnd w:id="24"/>
    </w:p>
    <w:p w:rsidR="00A679DB" w:rsidRDefault="00A679DB" w:rsidP="00A679DB">
      <w:pPr>
        <w:pStyle w:val="libNormal"/>
        <w:rPr>
          <w:rtl/>
        </w:rPr>
      </w:pPr>
      <w:r>
        <w:rPr>
          <w:rtl/>
        </w:rPr>
        <w:t xml:space="preserve">حديث : ١ ابى رحمه الله قال حدثنى سعدبن عبدالله عن احمد بن محمد عن ابن فضال عن عبدالله بن بكير عن زراره بن ابى عبدالله </w:t>
      </w:r>
      <w:r w:rsidRPr="000D5C14">
        <w:rPr>
          <w:rStyle w:val="libAlaemChar"/>
          <w:rtl/>
        </w:rPr>
        <w:t>عليه‌السلام</w:t>
      </w:r>
      <w:r>
        <w:rPr>
          <w:rtl/>
        </w:rPr>
        <w:t xml:space="preserve"> قال آن اله يمجد نفسه فى كل يوم و ليله ثلاث مرات فمن مجدالله بما مجد به نفسه ثم كان فى حال شقوه حول الى سعاده فقلت له كيف هذاالتمجيد قال تقول انت الله لا اله الا انت رب العالمين انت الله لا اله الا انت الرحمن الرحيم انت الله لا اله الا انت العلى الكبير انت الله لا اله الا انت مالك يوم الدين انت الله لا اله الا انت الغفور الرحيم انت الله لا اله الا انت العزيز الحكيم انت الله لا اله الا انت خالق الخير و الشر انت الله الا اله الا انت خالق الجنه و النار انت الله لا اله الا انت الا حد الصمد لم يلد و لم يولد و لم يكن له كفوا احد انت الله الا اله الا انت الملك القدوس السلام المومن المهيمن العزيز الجبار المتتكبر سبحان الله عما يشركون انت الله خالق البارى ء المصور لك الاسماء الحسنى يسبح لك ما فى السماوات و الارض و انت العزيز الحكيم انت لا اله الا انت الكبير و الكبيرياء رداوك .</w:t>
      </w:r>
    </w:p>
    <w:p w:rsidR="00A679DB" w:rsidRDefault="00A679DB" w:rsidP="00A679DB">
      <w:pPr>
        <w:pStyle w:val="libNormal"/>
        <w:rPr>
          <w:rtl/>
        </w:rPr>
      </w:pPr>
      <w:r>
        <w:rPr>
          <w:rtl/>
        </w:rPr>
        <w:t>ترجمه :</w:t>
      </w:r>
    </w:p>
    <w:p w:rsidR="00A679DB" w:rsidRDefault="00A679DB" w:rsidP="000D5C14">
      <w:pPr>
        <w:pStyle w:val="libNormal"/>
        <w:rPr>
          <w:rtl/>
        </w:rPr>
      </w:pPr>
      <w:r>
        <w:rPr>
          <w:rtl/>
        </w:rPr>
        <w:t xml:space="preserve">١. امام صادق </w:t>
      </w:r>
      <w:r w:rsidRPr="000D5C14">
        <w:rPr>
          <w:rStyle w:val="libAlaemChar"/>
          <w:rtl/>
        </w:rPr>
        <w:t>عليه‌السلام</w:t>
      </w:r>
      <w:r>
        <w:rPr>
          <w:rtl/>
        </w:rPr>
        <w:t xml:space="preserve"> فرمودند: خداوندى در هر شب و روزى سه بار خود را تمجيد مى نمايد و كسى كه خداوند را آن طور كه خود، خودش را تمجيد مى نمايد، تمجيد كند، اگر بدبخت باشد، خوشبخت مى شود. عرض كردم : اين تمجيد چگونه است ؟ فرمود، مى گويى «انت</w:t>
      </w:r>
      <w:r w:rsidR="000D5C14">
        <w:rPr>
          <w:rFonts w:hint="cs"/>
          <w:rtl/>
        </w:rPr>
        <w:t xml:space="preserve"> ا</w:t>
      </w:r>
      <w:r>
        <w:rPr>
          <w:rtl/>
        </w:rPr>
        <w:t>لله لا اله الا انت رب العالمين انت الله</w:t>
      </w:r>
      <w:r w:rsidR="000D5C14">
        <w:rPr>
          <w:rFonts w:hint="cs"/>
          <w:rtl/>
        </w:rPr>
        <w:t xml:space="preserve"> </w:t>
      </w:r>
      <w:r>
        <w:rPr>
          <w:rtl/>
        </w:rPr>
        <w:t>اله</w:t>
      </w:r>
      <w:r w:rsidR="000D5C14">
        <w:rPr>
          <w:rFonts w:hint="cs"/>
          <w:rtl/>
        </w:rPr>
        <w:t xml:space="preserve"> </w:t>
      </w:r>
      <w:r>
        <w:rPr>
          <w:rtl/>
        </w:rPr>
        <w:t>الا الرحمن الرحيم انت الله لا اله الا انت العلى الكبير انت الله لا اله انت مالك يوم الدين انت الله لا اله الا انت ال</w:t>
      </w:r>
      <w:r w:rsidR="000D5C14">
        <w:rPr>
          <w:rFonts w:hint="cs"/>
          <w:rtl/>
        </w:rPr>
        <w:t>غ</w:t>
      </w:r>
      <w:r>
        <w:rPr>
          <w:rtl/>
        </w:rPr>
        <w:t xml:space="preserve">فور الرحيم انت الله لا اله الا انت العزيز الحكيم انت الله الا انت منك بدء كل شى ء واليك يعود انت الله لا اله الا انت لم </w:t>
      </w:r>
      <w:r>
        <w:rPr>
          <w:rtl/>
        </w:rPr>
        <w:lastRenderedPageBreak/>
        <w:t>تزل انت خالق الخير و الشر انت الله لا اله الا ا</w:t>
      </w:r>
      <w:r w:rsidR="000D5C14">
        <w:rPr>
          <w:rFonts w:hint="cs"/>
          <w:rtl/>
        </w:rPr>
        <w:t>ن</w:t>
      </w:r>
      <w:r>
        <w:rPr>
          <w:rtl/>
        </w:rPr>
        <w:t xml:space="preserve">ت خالق الجنة و النار انت الله اله الا انت الاءحد الصمد لم يلد و لك يولد و لم يكن به كفوا احد انت الله لا اله الا انت الملك القدوس ‍ السلام المؤ من المهيمن العزير الجبار المتكبر سبحان الله عما يشركون انت الله الخالق البارى ء المصور لك الاءسماء الحسنى يسبح لك ما فى السماوات والاءرض و انت العزيز الحكيم انت الله لا اله الا انت الكبير ياء ردواك» </w:t>
      </w:r>
      <w:r w:rsidRPr="000D5C14">
        <w:rPr>
          <w:rStyle w:val="libFootnotenumChar"/>
          <w:rtl/>
        </w:rPr>
        <w:t>(١٩)</w:t>
      </w:r>
    </w:p>
    <w:p w:rsidR="00A679DB" w:rsidRDefault="00A679DB" w:rsidP="00A679DB">
      <w:pPr>
        <w:pStyle w:val="libNormal"/>
        <w:rPr>
          <w:rtl/>
        </w:rPr>
      </w:pPr>
    </w:p>
    <w:p w:rsidR="00A679DB" w:rsidRDefault="00A679DB" w:rsidP="00A679DB">
      <w:pPr>
        <w:pStyle w:val="libNormal"/>
        <w:rPr>
          <w:rtl/>
        </w:rPr>
      </w:pPr>
      <w:r>
        <w:rPr>
          <w:rtl/>
        </w:rPr>
        <w:t>ثواب العاقل</w:t>
      </w:r>
    </w:p>
    <w:p w:rsidR="00A679DB" w:rsidRDefault="00A679DB" w:rsidP="00A679DB">
      <w:pPr>
        <w:pStyle w:val="libNormal"/>
        <w:rPr>
          <w:rtl/>
        </w:rPr>
      </w:pPr>
    </w:p>
    <w:p w:rsidR="000D5C14" w:rsidRDefault="000D5C14" w:rsidP="00A679DB">
      <w:pPr>
        <w:pStyle w:val="libNormal"/>
        <w:rPr>
          <w:rtl/>
        </w:rPr>
      </w:pPr>
      <w:r>
        <w:rPr>
          <w:rtl/>
        </w:rPr>
        <w:br w:type="page"/>
      </w:r>
    </w:p>
    <w:p w:rsidR="00A679DB" w:rsidRDefault="00A679DB" w:rsidP="000D5C14">
      <w:pPr>
        <w:pStyle w:val="Heading2"/>
        <w:rPr>
          <w:rtl/>
        </w:rPr>
      </w:pPr>
      <w:bookmarkStart w:id="25" w:name="_Toc449617082"/>
      <w:r>
        <w:rPr>
          <w:rtl/>
        </w:rPr>
        <w:t>ثواب عاقل</w:t>
      </w:r>
      <w:bookmarkEnd w:id="25"/>
    </w:p>
    <w:p w:rsidR="00A679DB" w:rsidRDefault="00A679DB" w:rsidP="00A679DB">
      <w:pPr>
        <w:pStyle w:val="libNormal"/>
        <w:rPr>
          <w:rtl/>
        </w:rPr>
      </w:pPr>
      <w:r>
        <w:rPr>
          <w:rtl/>
        </w:rPr>
        <w:t xml:space="preserve">حديث : ١ ابى رحمه قال حدثنى احمد بن ادريس عن محمد بن احمد عن محمدبن حسان عن ابى محمد الرازى عن الحسين بن يزيد عن ابراهيم ابى بكر بن ابى سمال عن الفضل بن عثمان سمعت ابا عبدالله </w:t>
      </w:r>
      <w:r w:rsidRPr="000D5C14">
        <w:rPr>
          <w:rStyle w:val="libAlaemChar"/>
          <w:rtl/>
        </w:rPr>
        <w:t>عليه‌السلام</w:t>
      </w:r>
      <w:r>
        <w:rPr>
          <w:rtl/>
        </w:rPr>
        <w:t xml:space="preserve"> يقول من كان عاقلا ختم له بالجنه آن شاء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0D5C14">
        <w:rPr>
          <w:rStyle w:val="libAlaemChar"/>
          <w:rtl/>
        </w:rPr>
        <w:t>عليه‌السلام</w:t>
      </w:r>
      <w:r>
        <w:rPr>
          <w:rtl/>
        </w:rPr>
        <w:t xml:space="preserve"> فرمودند: پاكان كار عاقل بهشت است ، اگر خدا بخواهد.</w:t>
      </w:r>
    </w:p>
    <w:p w:rsidR="00A679DB" w:rsidRDefault="00A679DB" w:rsidP="00A679DB">
      <w:pPr>
        <w:pStyle w:val="libNormal"/>
        <w:rPr>
          <w:rtl/>
        </w:rPr>
      </w:pPr>
      <w:r>
        <w:rPr>
          <w:rtl/>
        </w:rPr>
        <w:t>حديث : ٢ و بهذاالاسناد عن سيف بن عميره عن اسحاق بن عمار قال قال ابو عبدالله عليه‌السلام من كان عاقلا كان له دين من كان له دين دخل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0D5C14">
        <w:rPr>
          <w:rStyle w:val="libAlaemChar"/>
          <w:rtl/>
        </w:rPr>
        <w:t>عليه‌السلام</w:t>
      </w:r>
      <w:r>
        <w:rPr>
          <w:rtl/>
        </w:rPr>
        <w:t xml:space="preserve"> فرمودند: عاقل دين دارد و كسى كه دين داشته باشد، وارد بهشت مى شود.</w:t>
      </w:r>
    </w:p>
    <w:p w:rsidR="00A679DB" w:rsidRDefault="00A679DB" w:rsidP="00A679DB">
      <w:pPr>
        <w:pStyle w:val="libNormal"/>
        <w:rPr>
          <w:rtl/>
        </w:rPr>
      </w:pPr>
    </w:p>
    <w:p w:rsidR="00A679DB" w:rsidRDefault="00A679DB" w:rsidP="00A679DB">
      <w:pPr>
        <w:pStyle w:val="libNormal"/>
        <w:rPr>
          <w:rtl/>
        </w:rPr>
      </w:pPr>
      <w:r>
        <w:rPr>
          <w:rtl/>
        </w:rPr>
        <w:t>ثواب عشر خصال</w:t>
      </w:r>
    </w:p>
    <w:p w:rsidR="00A679DB" w:rsidRDefault="00A679DB" w:rsidP="00A679DB">
      <w:pPr>
        <w:pStyle w:val="libNormal"/>
        <w:rPr>
          <w:rtl/>
        </w:rPr>
      </w:pPr>
    </w:p>
    <w:p w:rsidR="000D5C14" w:rsidRDefault="000D5C14" w:rsidP="00A679DB">
      <w:pPr>
        <w:pStyle w:val="libNormal"/>
        <w:rPr>
          <w:rtl/>
        </w:rPr>
      </w:pPr>
      <w:r>
        <w:rPr>
          <w:rtl/>
        </w:rPr>
        <w:br w:type="page"/>
      </w:r>
    </w:p>
    <w:p w:rsidR="00A679DB" w:rsidRDefault="00A679DB" w:rsidP="000D5C14">
      <w:pPr>
        <w:pStyle w:val="Heading2"/>
        <w:rPr>
          <w:rtl/>
        </w:rPr>
      </w:pPr>
      <w:bookmarkStart w:id="26" w:name="_Toc449617083"/>
      <w:r>
        <w:rPr>
          <w:rtl/>
        </w:rPr>
        <w:t>ثواب ده خصلت</w:t>
      </w:r>
      <w:bookmarkEnd w:id="26"/>
    </w:p>
    <w:p w:rsidR="00A679DB" w:rsidRDefault="00A679DB" w:rsidP="00A679DB">
      <w:pPr>
        <w:pStyle w:val="libNormal"/>
        <w:rPr>
          <w:rtl/>
        </w:rPr>
      </w:pPr>
      <w:r>
        <w:rPr>
          <w:rtl/>
        </w:rPr>
        <w:t xml:space="preserve">حديث : ١ حدثنى محمد بن الحسن رضى الله عنه قال حدثنى محمد بن الحسن الصفارعن العباس بن معروف عن سعدان بن مسلم و اسمه عبدالرحمن بن مسلم عن الفضيل بن يسار عن ابى جعفر </w:t>
      </w:r>
      <w:r w:rsidRPr="00632597">
        <w:rPr>
          <w:rStyle w:val="libAlaemChar"/>
          <w:rtl/>
        </w:rPr>
        <w:t>عليه‌السلام</w:t>
      </w:r>
      <w:r>
        <w:rPr>
          <w:rtl/>
        </w:rPr>
        <w:t xml:space="preserve"> قال عشر من لقى الله بهمن دخل الجنه شهاده آن لا اله الا الله و آن محمدا رسول الله و الاقرار بما جاء به من عندالله عزوجل و اقام الصلاه و ايتا الزكاه و صوم شهر رمضان و حج البيت و الولايه لا ولياء الله والبراء عن اعداء الله و اجتناب كل مسكر.</w:t>
      </w:r>
    </w:p>
    <w:p w:rsidR="00A679DB" w:rsidRDefault="00A679DB" w:rsidP="00A679DB">
      <w:pPr>
        <w:pStyle w:val="libNormal"/>
        <w:rPr>
          <w:rtl/>
        </w:rPr>
      </w:pPr>
      <w:r>
        <w:rPr>
          <w:rtl/>
        </w:rPr>
        <w:t>ترجمه :</w:t>
      </w:r>
    </w:p>
    <w:p w:rsidR="00A679DB" w:rsidRDefault="00A679DB" w:rsidP="00632597">
      <w:pPr>
        <w:pStyle w:val="libNormal"/>
        <w:rPr>
          <w:rtl/>
        </w:rPr>
      </w:pPr>
      <w:r>
        <w:rPr>
          <w:rtl/>
        </w:rPr>
        <w:t xml:space="preserve">١. امام باقر </w:t>
      </w:r>
      <w:r w:rsidRPr="00632597">
        <w:rPr>
          <w:rStyle w:val="libAlaemChar"/>
          <w:rtl/>
        </w:rPr>
        <w:t>عليه‌السلام</w:t>
      </w:r>
      <w:r>
        <w:rPr>
          <w:rtl/>
        </w:rPr>
        <w:t xml:space="preserve"> فرمودند: ده چيز است كه اگر كسى خداوند را با آنها ملاقات كند، وارد بهشت مى شود: گواهى به اين كه خدايى جز خداى يگانه نيست و حضرت محمد </w:t>
      </w:r>
      <w:r w:rsidR="00E60DFB" w:rsidRPr="00632597">
        <w:rPr>
          <w:rStyle w:val="libAlaemChar"/>
          <w:rtl/>
        </w:rPr>
        <w:t>صلى‌الله‌عليه‌وآله</w:t>
      </w:r>
      <w:r w:rsidR="00E60DFB">
        <w:rPr>
          <w:rtl/>
        </w:rPr>
        <w:t xml:space="preserve"> </w:t>
      </w:r>
      <w:r>
        <w:rPr>
          <w:rtl/>
        </w:rPr>
        <w:t>رسول خداست ، اقرار به آنچه از جانب خداى عزوجل آورده است ، برپايى نماز، پرداخت زكات ، روزه ما</w:t>
      </w:r>
      <w:r w:rsidR="00632597">
        <w:rPr>
          <w:rFonts w:hint="cs"/>
          <w:rtl/>
        </w:rPr>
        <w:t xml:space="preserve">  </w:t>
      </w:r>
      <w:r>
        <w:rPr>
          <w:rtl/>
        </w:rPr>
        <w:t>ه مبارك رمضان ، حج خانه خدا، دوستى دوستان خدا، بيزارى از دشمنان خدا و دورى از تمام مست كننده ها.</w:t>
      </w:r>
    </w:p>
    <w:p w:rsidR="00A679DB" w:rsidRDefault="00A679DB" w:rsidP="00A679DB">
      <w:pPr>
        <w:pStyle w:val="libNormal"/>
        <w:rPr>
          <w:rtl/>
        </w:rPr>
      </w:pPr>
    </w:p>
    <w:p w:rsidR="00A679DB" w:rsidRDefault="00A679DB" w:rsidP="00A679DB">
      <w:pPr>
        <w:pStyle w:val="libNormal"/>
        <w:rPr>
          <w:rtl/>
        </w:rPr>
      </w:pPr>
      <w:r>
        <w:rPr>
          <w:rtl/>
        </w:rPr>
        <w:t xml:space="preserve">ثواب من اقر لله بالربوبيه و لمحمد </w:t>
      </w:r>
      <w:r w:rsidR="00E60DFB">
        <w:rPr>
          <w:rtl/>
        </w:rPr>
        <w:t xml:space="preserve">صلى‌الله‌عليه‌وآله </w:t>
      </w:r>
      <w:r>
        <w:rPr>
          <w:rtl/>
        </w:rPr>
        <w:t>بالنبوه و لعلىبالامامه وادى ما افترض عليه</w:t>
      </w:r>
    </w:p>
    <w:p w:rsidR="00A679DB" w:rsidRDefault="00A679DB" w:rsidP="00A679DB">
      <w:pPr>
        <w:pStyle w:val="libNormal"/>
        <w:rPr>
          <w:rtl/>
        </w:rPr>
      </w:pPr>
    </w:p>
    <w:p w:rsidR="00632597" w:rsidRDefault="00632597" w:rsidP="00A679DB">
      <w:pPr>
        <w:pStyle w:val="libNormal"/>
        <w:rPr>
          <w:rtl/>
        </w:rPr>
      </w:pPr>
      <w:r>
        <w:rPr>
          <w:rtl/>
        </w:rPr>
        <w:br w:type="page"/>
      </w:r>
    </w:p>
    <w:p w:rsidR="00A679DB" w:rsidRDefault="00A679DB" w:rsidP="00632597">
      <w:pPr>
        <w:pStyle w:val="Heading2"/>
        <w:rPr>
          <w:rtl/>
        </w:rPr>
      </w:pPr>
      <w:bookmarkStart w:id="27" w:name="_Toc449617084"/>
      <w:r>
        <w:rPr>
          <w:rtl/>
        </w:rPr>
        <w:t xml:space="preserve">ثواب اقرار به وجود خدا، پيامبرى حضرت محمد </w:t>
      </w:r>
      <w:r w:rsidR="00E60DFB" w:rsidRPr="00632597">
        <w:rPr>
          <w:rStyle w:val="libAlaemChar"/>
          <w:rtl/>
        </w:rPr>
        <w:t>صلى‌الله‌عليه‌وآله</w:t>
      </w:r>
      <w:r w:rsidR="00E60DFB">
        <w:rPr>
          <w:rtl/>
        </w:rPr>
        <w:t xml:space="preserve"> </w:t>
      </w:r>
      <w:r>
        <w:rPr>
          <w:rtl/>
        </w:rPr>
        <w:t>، امامت على</w:t>
      </w:r>
      <w:r w:rsidR="00632597">
        <w:rPr>
          <w:rFonts w:hint="cs"/>
          <w:rtl/>
        </w:rPr>
        <w:t xml:space="preserve"> </w:t>
      </w:r>
      <w:r w:rsidRPr="00632597">
        <w:rPr>
          <w:rStyle w:val="libAlaemChar"/>
          <w:rtl/>
        </w:rPr>
        <w:t>عليه‌السلام</w:t>
      </w:r>
      <w:r>
        <w:rPr>
          <w:rtl/>
        </w:rPr>
        <w:t xml:space="preserve"> و انجام واجبات</w:t>
      </w:r>
      <w:bookmarkEnd w:id="27"/>
    </w:p>
    <w:p w:rsidR="00A679DB" w:rsidRDefault="00A679DB" w:rsidP="00A679DB">
      <w:pPr>
        <w:pStyle w:val="libNormal"/>
        <w:rPr>
          <w:rtl/>
        </w:rPr>
      </w:pPr>
      <w:r>
        <w:rPr>
          <w:rtl/>
        </w:rPr>
        <w:t xml:space="preserve">حديث : ١ حدثنى محمدبن موسى بن المتوكل رضى الله عنه قال حدثنى محمدبن جعفر الاسدى قال حدثنى موسى به عمران عن الحسين بن يزيد عن محمد بن سنان عن المفضل بن عمر قال قال ابوعبدالله </w:t>
      </w:r>
      <w:r w:rsidRPr="00632597">
        <w:rPr>
          <w:rStyle w:val="libAlaemChar"/>
          <w:rtl/>
        </w:rPr>
        <w:t>عليه‌السلام</w:t>
      </w:r>
      <w:r>
        <w:rPr>
          <w:rtl/>
        </w:rPr>
        <w:t xml:space="preserve"> آن الله تعالى ضمن لمحمد </w:t>
      </w:r>
      <w:r w:rsidR="00E60DFB">
        <w:rPr>
          <w:rtl/>
        </w:rPr>
        <w:t xml:space="preserve">صلى‌الله‌عليه‌وآله </w:t>
      </w:r>
      <w:r>
        <w:rPr>
          <w:rtl/>
        </w:rPr>
        <w:t xml:space="preserve">بالنبوه و لعلى </w:t>
      </w:r>
      <w:r w:rsidRPr="00632597">
        <w:rPr>
          <w:rStyle w:val="libAlaemChar"/>
          <w:rtl/>
        </w:rPr>
        <w:t>عليه‌السلام</w:t>
      </w:r>
      <w:r>
        <w:rPr>
          <w:rtl/>
        </w:rPr>
        <w:t xml:space="preserve"> بالامامه و ادى ما افترض عليه آن يسكنه فى جواره و لم يحتجب عنه قال قلت فهذه و الله الكرامه التبى لا يشبهها كرامه الدميين قال ثم ثال ابوعبدالله </w:t>
      </w:r>
      <w:r w:rsidRPr="00632597">
        <w:rPr>
          <w:rStyle w:val="libAlaemChar"/>
          <w:rtl/>
        </w:rPr>
        <w:t>عليه‌السلام</w:t>
      </w:r>
      <w:r>
        <w:rPr>
          <w:rtl/>
        </w:rPr>
        <w:t xml:space="preserve"> اعملوا قليلا تنعموا كثيرا.</w:t>
      </w:r>
    </w:p>
    <w:p w:rsidR="00A679DB" w:rsidRDefault="00A679DB" w:rsidP="00A679DB">
      <w:pPr>
        <w:pStyle w:val="libNormal"/>
        <w:rPr>
          <w:rtl/>
        </w:rPr>
      </w:pPr>
      <w:r>
        <w:rPr>
          <w:rtl/>
        </w:rPr>
        <w:t>ترجمه :</w:t>
      </w:r>
    </w:p>
    <w:p w:rsidR="00A679DB" w:rsidRDefault="00A679DB" w:rsidP="00632597">
      <w:pPr>
        <w:pStyle w:val="libNormal"/>
        <w:rPr>
          <w:rtl/>
        </w:rPr>
      </w:pPr>
      <w:r>
        <w:rPr>
          <w:rtl/>
        </w:rPr>
        <w:t xml:space="preserve">١. مفضل بن عمر مى گويد: امام صادق </w:t>
      </w:r>
      <w:r w:rsidRPr="00632597">
        <w:rPr>
          <w:rStyle w:val="libAlaemChar"/>
          <w:rtl/>
        </w:rPr>
        <w:t>عليه‌السلام</w:t>
      </w:r>
      <w:r>
        <w:rPr>
          <w:rtl/>
        </w:rPr>
        <w:t xml:space="preserve"> فرمودند: براستى كه خداوند چيزى را براى مؤ من تضمين نموده است . عرض كردم : چه چيزى را؟ فرمودند: خداوند ضمانت كرده است كه اگر پروردگار او و پيامبرى حضرت محمد </w:t>
      </w:r>
      <w:r w:rsidR="00E60DFB" w:rsidRPr="00632597">
        <w:rPr>
          <w:rStyle w:val="libAlaemChar"/>
          <w:rtl/>
        </w:rPr>
        <w:t>صلى‌الله‌عليه‌وآله</w:t>
      </w:r>
      <w:r w:rsidR="00E60DFB">
        <w:rPr>
          <w:rtl/>
        </w:rPr>
        <w:t xml:space="preserve"> </w:t>
      </w:r>
      <w:r>
        <w:rPr>
          <w:rtl/>
        </w:rPr>
        <w:t xml:space="preserve">و امامت حضرت على </w:t>
      </w:r>
      <w:r w:rsidRPr="00632597">
        <w:rPr>
          <w:rStyle w:val="libAlaemChar"/>
          <w:rtl/>
        </w:rPr>
        <w:t>عليه‌السلام</w:t>
      </w:r>
      <w:r>
        <w:rPr>
          <w:rtl/>
        </w:rPr>
        <w:t xml:space="preserve"> اقرار كند و آنچه را بر او واجب شده انجام دهد، او را در كنار خود ساكن گردانيده و خود را از </w:t>
      </w:r>
      <w:r w:rsidR="00632597">
        <w:rPr>
          <w:rFonts w:hint="cs"/>
          <w:rtl/>
        </w:rPr>
        <w:t>ا</w:t>
      </w:r>
      <w:r>
        <w:rPr>
          <w:rtl/>
        </w:rPr>
        <w:t xml:space="preserve">و نپوشانده . ميگويد: عرض كردم : اين بخشش و كرامت شبيه كرامت و بخشش آدميان نيست . سپس مى گويد: امام صادق </w:t>
      </w:r>
      <w:r w:rsidRPr="00632597">
        <w:rPr>
          <w:rStyle w:val="libAlaemChar"/>
          <w:rtl/>
        </w:rPr>
        <w:t>عليه‌السلام</w:t>
      </w:r>
      <w:r>
        <w:rPr>
          <w:rtl/>
        </w:rPr>
        <w:t xml:space="preserve"> فرمودند: عمل اندكى انجام دهيد و به نعمت فراوانى برسيد.</w:t>
      </w:r>
    </w:p>
    <w:p w:rsidR="00A679DB" w:rsidRDefault="00A679DB" w:rsidP="00A679DB">
      <w:pPr>
        <w:pStyle w:val="libNormal"/>
        <w:rPr>
          <w:rtl/>
        </w:rPr>
      </w:pPr>
    </w:p>
    <w:p w:rsidR="00A679DB" w:rsidRDefault="00A679DB" w:rsidP="00A679DB">
      <w:pPr>
        <w:pStyle w:val="libNormal"/>
        <w:rPr>
          <w:rtl/>
        </w:rPr>
      </w:pPr>
      <w:r>
        <w:rPr>
          <w:rtl/>
        </w:rPr>
        <w:t>ثواب من قال بسم الله عند دخول الخلاء</w:t>
      </w:r>
    </w:p>
    <w:p w:rsidR="00A679DB" w:rsidRDefault="00A679DB" w:rsidP="00A679DB">
      <w:pPr>
        <w:pStyle w:val="libNormal"/>
        <w:rPr>
          <w:rtl/>
        </w:rPr>
      </w:pPr>
    </w:p>
    <w:p w:rsidR="00632597" w:rsidRDefault="00632597" w:rsidP="00A679DB">
      <w:pPr>
        <w:pStyle w:val="libNormal"/>
        <w:rPr>
          <w:rtl/>
        </w:rPr>
      </w:pPr>
      <w:r>
        <w:rPr>
          <w:rtl/>
        </w:rPr>
        <w:br w:type="page"/>
      </w:r>
    </w:p>
    <w:p w:rsidR="00A679DB" w:rsidRDefault="00A679DB" w:rsidP="00632597">
      <w:pPr>
        <w:pStyle w:val="Heading2"/>
        <w:rPr>
          <w:rtl/>
        </w:rPr>
      </w:pPr>
      <w:bookmarkStart w:id="28" w:name="_Toc449617085"/>
      <w:r>
        <w:rPr>
          <w:rtl/>
        </w:rPr>
        <w:t>«بسم الله» گفتن هنگام ورود به مستراح</w:t>
      </w:r>
      <w:bookmarkEnd w:id="28"/>
    </w:p>
    <w:p w:rsidR="00A679DB" w:rsidRDefault="00A679DB" w:rsidP="00A679DB">
      <w:pPr>
        <w:pStyle w:val="libNormal"/>
        <w:rPr>
          <w:rtl/>
        </w:rPr>
      </w:pPr>
      <w:r>
        <w:rPr>
          <w:rtl/>
        </w:rPr>
        <w:t xml:space="preserve">حديث : ١ ابى رحمه الله قال حدثنى على بن ابراهيم عن النوفلى عن السكونى عن جعفر بن محمد عن ابيه عن آبائه </w:t>
      </w:r>
      <w:r w:rsidRPr="00632597">
        <w:rPr>
          <w:rStyle w:val="libAlaemChar"/>
          <w:rtl/>
        </w:rPr>
        <w:t>عليه‌السلام</w:t>
      </w:r>
      <w:r>
        <w:rPr>
          <w:rtl/>
        </w:rPr>
        <w:t xml:space="preserve"> قال قال اميرالمؤ منين </w:t>
      </w:r>
      <w:r w:rsidRPr="00632597">
        <w:rPr>
          <w:rStyle w:val="libAlaemChar"/>
          <w:rtl/>
        </w:rPr>
        <w:t>عليه‌السلام</w:t>
      </w:r>
      <w:r>
        <w:rPr>
          <w:rtl/>
        </w:rPr>
        <w:t xml:space="preserve"> اذا تكشف احدكم لبول او غير ذلك فليقل بسم الله فان الشيطان يغض بصره عنه حتى يفرغ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32597">
        <w:rPr>
          <w:rStyle w:val="libAlaemChar"/>
          <w:rtl/>
        </w:rPr>
        <w:t>عليه‌السلام</w:t>
      </w:r>
      <w:r>
        <w:rPr>
          <w:rtl/>
        </w:rPr>
        <w:t xml:space="preserve"> از پدرانش </w:t>
      </w:r>
      <w:r w:rsidRPr="00632597">
        <w:rPr>
          <w:rStyle w:val="libAlaemChar"/>
          <w:rtl/>
        </w:rPr>
        <w:t>عليه‌السلام</w:t>
      </w:r>
      <w:r>
        <w:rPr>
          <w:rtl/>
        </w:rPr>
        <w:t xml:space="preserve"> از اميرالمومنين روايت مى نمايد كه فرمودند: هنگامى كه براى ادرار كردن ياغير آن بهنه شديد، «بسم الله» بگوييد، زيرا در اين صورت ، شيطان به شما نگاه نمى كند تا كارتان تمام شود.</w:t>
      </w:r>
    </w:p>
    <w:p w:rsidR="00A679DB" w:rsidRDefault="00A679DB" w:rsidP="00A679DB">
      <w:pPr>
        <w:pStyle w:val="libNormal"/>
        <w:rPr>
          <w:rtl/>
        </w:rPr>
      </w:pPr>
    </w:p>
    <w:p w:rsidR="00A679DB" w:rsidRDefault="00A679DB" w:rsidP="00A679DB">
      <w:pPr>
        <w:pStyle w:val="libNormal"/>
        <w:rPr>
          <w:rtl/>
        </w:rPr>
      </w:pPr>
      <w:r>
        <w:rPr>
          <w:rtl/>
        </w:rPr>
        <w:t>ثواب من ذكر اسم الله عزوجل على وضوئه</w:t>
      </w:r>
    </w:p>
    <w:p w:rsidR="00A679DB" w:rsidRDefault="00A679DB" w:rsidP="00A679DB">
      <w:pPr>
        <w:pStyle w:val="libNormal"/>
        <w:rPr>
          <w:rtl/>
        </w:rPr>
      </w:pPr>
    </w:p>
    <w:p w:rsidR="00A679DB" w:rsidRDefault="00632597" w:rsidP="00632597">
      <w:pPr>
        <w:pStyle w:val="Heading2"/>
        <w:rPr>
          <w:rtl/>
        </w:rPr>
      </w:pPr>
      <w:r>
        <w:rPr>
          <w:rtl/>
        </w:rPr>
        <w:br w:type="page"/>
      </w:r>
      <w:bookmarkStart w:id="29" w:name="_Toc449617086"/>
      <w:r w:rsidR="00A679DB">
        <w:rPr>
          <w:rtl/>
        </w:rPr>
        <w:lastRenderedPageBreak/>
        <w:t>ثواب بردن نام خدا به هنگام وضو</w:t>
      </w:r>
      <w:bookmarkEnd w:id="29"/>
    </w:p>
    <w:p w:rsidR="00A679DB" w:rsidRDefault="00A679DB" w:rsidP="00A679DB">
      <w:pPr>
        <w:pStyle w:val="libNormal"/>
        <w:rPr>
          <w:rtl/>
        </w:rPr>
      </w:pPr>
      <w:r>
        <w:rPr>
          <w:rtl/>
        </w:rPr>
        <w:t xml:space="preserve">حديث : ١ حدثنى جعفر بن محمد بن مسرور رضى الله عنه قال حدثنى الحسين بن محمد بن عامر عن عمه عبدالله عامر عن محمد بن اسماعيل عن على بن الحكم عن داود العجلى عن ابى بصير عن ابى عبدالله </w:t>
      </w:r>
      <w:r w:rsidRPr="00632597">
        <w:rPr>
          <w:rStyle w:val="libAlaemChar"/>
          <w:rtl/>
        </w:rPr>
        <w:t>عليه‌السلام</w:t>
      </w:r>
      <w:r>
        <w:rPr>
          <w:rtl/>
        </w:rPr>
        <w:t xml:space="preserve"> قال من توضا فذكر اسم الله طهر جميع جسده و كان الوضوء الى الوضوء كفاره لما بينهما من الذنوب و من لم يس لم يطهر من جسده الا ما اصابه الماء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32597">
        <w:rPr>
          <w:rStyle w:val="libAlaemChar"/>
          <w:rtl/>
        </w:rPr>
        <w:t>عليه‌السلام</w:t>
      </w:r>
      <w:r>
        <w:rPr>
          <w:rtl/>
        </w:rPr>
        <w:t xml:space="preserve"> فرمودند: كسى كه هنگام وضو نام خدا را ببرد، تمام بدنش پاك مى شود و اين كار كفاره گناهان بين دو وضو خواهد بود. و كسى كه نام خدا را نبرد، فقط آن مقدار از بدنش كه آب به آن مى رسد پاك مى شود.</w:t>
      </w:r>
    </w:p>
    <w:p w:rsidR="00A679DB" w:rsidRDefault="00A679DB" w:rsidP="00A679DB">
      <w:pPr>
        <w:pStyle w:val="libNormal"/>
        <w:rPr>
          <w:rtl/>
        </w:rPr>
      </w:pPr>
      <w:r>
        <w:rPr>
          <w:rtl/>
        </w:rPr>
        <w:t xml:space="preserve">حديث : ٢ حدثنى محمد بن الحسن رضى اله عنه قال دثنى محمد بن الحسن الصفار عن معاويه بن حكيم عن عبدالله بن المغيره عن عبدالله بن مسكان عن ابى عبدالله </w:t>
      </w:r>
      <w:r w:rsidRPr="00632597">
        <w:rPr>
          <w:rStyle w:val="libAlaemChar"/>
          <w:rtl/>
        </w:rPr>
        <w:t>عليه‌السلام</w:t>
      </w:r>
      <w:r>
        <w:rPr>
          <w:rtl/>
        </w:rPr>
        <w:t xml:space="preserve"> قال من ذكر الله على وضوئه فكانما اغتسل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632597">
        <w:rPr>
          <w:rStyle w:val="libAlaemChar"/>
          <w:rtl/>
        </w:rPr>
        <w:t>عليه‌السلام</w:t>
      </w:r>
      <w:r>
        <w:rPr>
          <w:rtl/>
        </w:rPr>
        <w:t xml:space="preserve"> فرمودند: كسى كه هنگام وضو نام خدا را بر زبان جارى كند، گويا غسل كرده است .</w:t>
      </w:r>
    </w:p>
    <w:p w:rsidR="00A679DB" w:rsidRDefault="00A679DB" w:rsidP="00A679DB">
      <w:pPr>
        <w:pStyle w:val="libNormal"/>
        <w:rPr>
          <w:rtl/>
        </w:rPr>
      </w:pPr>
    </w:p>
    <w:p w:rsidR="00A679DB" w:rsidRDefault="00A679DB" w:rsidP="00A679DB">
      <w:pPr>
        <w:pStyle w:val="libNormal"/>
        <w:rPr>
          <w:rtl/>
        </w:rPr>
      </w:pPr>
      <w:r>
        <w:rPr>
          <w:rtl/>
        </w:rPr>
        <w:t>ثواب من توضا مثل وضوء اميرالمؤ منين عليه‌السلام وقال مثل قوله</w:t>
      </w:r>
    </w:p>
    <w:p w:rsidR="00A679DB" w:rsidRDefault="00A679DB" w:rsidP="00A679DB">
      <w:pPr>
        <w:pStyle w:val="libNormal"/>
        <w:rPr>
          <w:rtl/>
        </w:rPr>
      </w:pPr>
    </w:p>
    <w:p w:rsidR="00651F92" w:rsidRDefault="00651F92" w:rsidP="00A679DB">
      <w:pPr>
        <w:pStyle w:val="libNormal"/>
        <w:rPr>
          <w:rtl/>
        </w:rPr>
      </w:pPr>
      <w:r>
        <w:rPr>
          <w:rtl/>
        </w:rPr>
        <w:br w:type="page"/>
      </w:r>
    </w:p>
    <w:p w:rsidR="00A679DB" w:rsidRDefault="00A679DB" w:rsidP="00651F92">
      <w:pPr>
        <w:pStyle w:val="Heading2"/>
        <w:rPr>
          <w:rtl/>
        </w:rPr>
      </w:pPr>
      <w:bookmarkStart w:id="30" w:name="_Toc449617087"/>
      <w:r>
        <w:rPr>
          <w:rtl/>
        </w:rPr>
        <w:t xml:space="preserve">ثواب وضو گرفتن مانند اميرالمؤ منين </w:t>
      </w:r>
      <w:r w:rsidRPr="00651F92">
        <w:rPr>
          <w:rStyle w:val="libAlaemChar"/>
          <w:rtl/>
        </w:rPr>
        <w:t>عليه‌السلام</w:t>
      </w:r>
      <w:bookmarkEnd w:id="30"/>
    </w:p>
    <w:p w:rsidR="00A679DB" w:rsidRDefault="00A679DB" w:rsidP="00A679DB">
      <w:pPr>
        <w:pStyle w:val="libNormal"/>
        <w:rPr>
          <w:rtl/>
        </w:rPr>
      </w:pPr>
      <w:r>
        <w:rPr>
          <w:rtl/>
        </w:rPr>
        <w:t xml:space="preserve">حديث : ١ حدثنى محمد بن الحسن رضى الله عنه قال حدثنى محمد بن الحسن الصفار عن على بن حسان االواسطى عن عمه عبدالرحمن بن كثير الهاشمى مولى محمد بن على عن ابى عبدالله </w:t>
      </w:r>
      <w:r w:rsidRPr="00651F92">
        <w:rPr>
          <w:rStyle w:val="libAlaemChar"/>
          <w:rtl/>
        </w:rPr>
        <w:t>عليه‌السلام</w:t>
      </w:r>
      <w:r>
        <w:rPr>
          <w:rtl/>
        </w:rPr>
        <w:t xml:space="preserve"> قال بينا اميرالمومنين </w:t>
      </w:r>
      <w:r w:rsidRPr="00651F92">
        <w:rPr>
          <w:rStyle w:val="libAlaemChar"/>
          <w:rtl/>
        </w:rPr>
        <w:t>عليه‌السلام</w:t>
      </w:r>
      <w:r>
        <w:rPr>
          <w:rtl/>
        </w:rPr>
        <w:t xml:space="preserve"> ذات يوم جالسا مع ابن الحنفيه اذا قال يا محمد ائتنى بانا من ماء اتوضا للصلاه فاتاه محمد باناء فاكفا بيده اليمنى على يده اليسرى ثم قال بسم الله و الحمدلله الذى جعل الماء طهورا و لم يجعله نجسا قال ثم استنجى فقال اللهم حصن فرجى و اعفه و استر عورتى و حرمنى على النار قال ثم تمضمض فقال اللهم لقنى حجتى يوم القاك و اطلق لسانى بذكرك ثم استنشق فقال اللهم لا تحرم على ريح الجنه و اجعلنى ممن يشم ريحا و روحا و ريحانها و طيبها قال ثم غسل وجهه فقال اللهم بيض ‍ وجهى يوم تسود فيه الوجوه و لا تسود وجهى يوم تبيض فيه الوجوه ثم غسل يده اليمنى فقال اللهم اعطنى كتابى بيمينى و الخلد فى الجنان بيسارى و حاسبنى حسابا يسيراثم غسل يده اليسرى فقال اللهم لا تعطنى كتابى بشمالى و لا من وراء ظهرى و لا تجعلها مغلوله الى عنقى و اعوذ بك من معطعات النيرآن ثم مسح راسه فقال اللهم غشنى برحمتك و بركاتك و عفوك قال ثم مسح رجليه فقال اللهم ثبتنى على الصراط يوم تزل فيه الاقدام و اجعل سعيى فيما يرضيك عنى يا ارحم الراحمين ثم رفع راسه فنظر الى محمد فقال يا محمد من توضا مثل وضوئى و قال مثل قولى خلق الله عزوجل من كل قطره ملكا يقدسه و يسبحه و يكبره و يكتب الله تعالى له ثواب ذلك الى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١. امام صادق </w:t>
      </w:r>
      <w:r w:rsidRPr="00651F92">
        <w:rPr>
          <w:rStyle w:val="libAlaemChar"/>
          <w:rtl/>
        </w:rPr>
        <w:t>عليه‌السلام</w:t>
      </w:r>
      <w:r>
        <w:rPr>
          <w:rtl/>
        </w:rPr>
        <w:t xml:space="preserve"> فرمودند: روزى اميرالمومنين </w:t>
      </w:r>
      <w:r w:rsidRPr="00651F92">
        <w:rPr>
          <w:rStyle w:val="libAlaemChar"/>
          <w:rtl/>
        </w:rPr>
        <w:t>عليه‌السلام</w:t>
      </w:r>
      <w:r>
        <w:rPr>
          <w:rtl/>
        </w:rPr>
        <w:t xml:space="preserve"> با (محمد) ابن حنيفه نشسته بود. از او خواست تا ظرف آبى جهت وضو برايش بياورد. محمد نيز چنين كرد. پس از آماده شدن آب ، آن حضرت </w:t>
      </w:r>
      <w:r w:rsidRPr="00651F92">
        <w:rPr>
          <w:rStyle w:val="libAlaemChar"/>
          <w:rtl/>
        </w:rPr>
        <w:t>عليه‌السلام</w:t>
      </w:r>
      <w:r>
        <w:rPr>
          <w:rtl/>
        </w:rPr>
        <w:t xml:space="preserve"> با دست راست آب را بر روى دست چپ ريخت . سپس فرمود: </w:t>
      </w:r>
      <w:r w:rsidRPr="00607A73">
        <w:rPr>
          <w:rStyle w:val="libAieChar"/>
          <w:rtl/>
        </w:rPr>
        <w:t>«بسم الله و الحمدالله الذى جعل الماء طهورا و لم يجعله نجسا»</w:t>
      </w:r>
      <w:r>
        <w:rPr>
          <w:rtl/>
        </w:rPr>
        <w:t xml:space="preserve"> </w:t>
      </w:r>
      <w:r w:rsidRPr="00651F92">
        <w:rPr>
          <w:rStyle w:val="libFootnotenumChar"/>
          <w:rtl/>
        </w:rPr>
        <w:t>(٢٠)</w:t>
      </w:r>
      <w:r>
        <w:rPr>
          <w:rtl/>
        </w:rPr>
        <w:t xml:space="preserve"> پس ‍ از آن محل مدفوع را شست .آنگاه گفت : «اللهم حصن فرجى و اعفه و استر عورتى و حرمنى على النار.» </w:t>
      </w:r>
      <w:r w:rsidRPr="00651F92">
        <w:rPr>
          <w:rStyle w:val="libFootnotenumChar"/>
          <w:rtl/>
        </w:rPr>
        <w:t>(٢١).</w:t>
      </w:r>
      <w:r>
        <w:rPr>
          <w:rtl/>
        </w:rPr>
        <w:t xml:space="preserve"> سپس آب در دهان گردانيد. آنگاه گفت : «اللهم لقتى حجتى يوم القاك و اطلق لسانى بذكرك» </w:t>
      </w:r>
      <w:r w:rsidRPr="00651F92">
        <w:rPr>
          <w:rStyle w:val="libFootnotenumChar"/>
          <w:rtl/>
        </w:rPr>
        <w:t>(٢٢).</w:t>
      </w:r>
      <w:r>
        <w:rPr>
          <w:rtl/>
        </w:rPr>
        <w:t xml:space="preserve"> سپس آب را در بينى بالابرد. آنگاه گفت :</w:t>
      </w:r>
    </w:p>
    <w:p w:rsidR="00651F92" w:rsidRDefault="00A679DB" w:rsidP="00651F92">
      <w:pPr>
        <w:pStyle w:val="libNormal"/>
        <w:rPr>
          <w:rtl/>
        </w:rPr>
      </w:pPr>
      <w:r>
        <w:rPr>
          <w:rtl/>
        </w:rPr>
        <w:t xml:space="preserve">«اللهم لا تحرم على ريح الجنه و اجعلنى ممن يشم ريحها و روحها و ريحانها و طيبها.» </w:t>
      </w:r>
      <w:r w:rsidRPr="00651F92">
        <w:rPr>
          <w:rStyle w:val="libFootnotenumChar"/>
          <w:rtl/>
        </w:rPr>
        <w:t>(٢٣)</w:t>
      </w:r>
      <w:r>
        <w:rPr>
          <w:rtl/>
        </w:rPr>
        <w:t xml:space="preserve"> راوى مى گويد: سپس صورتش را شسته و گفت : «اللهم بيض وجهى يوم تسود فيه الوجوه و لاتسود وجهى يوم تبيض فيه الوجوه» </w:t>
      </w:r>
      <w:r w:rsidRPr="00651F92">
        <w:rPr>
          <w:rStyle w:val="libFootnotenumChar"/>
          <w:rtl/>
        </w:rPr>
        <w:t>(٢٤).</w:t>
      </w:r>
      <w:r>
        <w:rPr>
          <w:rtl/>
        </w:rPr>
        <w:t xml:space="preserve"> سپس دست راستش را شسته و گفت : «اللهم اعطنى كتابى بيمينى و الخلد فى الجنان بيسارى و حاسبنى حسابا يسيرا» </w:t>
      </w:r>
      <w:r w:rsidRPr="00651F92">
        <w:rPr>
          <w:rStyle w:val="libFootnotenumChar"/>
          <w:rtl/>
        </w:rPr>
        <w:t>(٢٥).</w:t>
      </w:r>
      <w:r>
        <w:rPr>
          <w:rtl/>
        </w:rPr>
        <w:t xml:space="preserve"> آنگاه دست چپش را شسته و گفت : «اللهم لا تعطنى كتابى بشمالى و لا من وراء ظهرى و لا تجعلها مغلوله الى عنقى و اعوذ بك من مقطعات النيران» </w:t>
      </w:r>
      <w:r w:rsidRPr="00651F92">
        <w:rPr>
          <w:rStyle w:val="libFootnotenumChar"/>
          <w:rtl/>
        </w:rPr>
        <w:t>(٢٦).</w:t>
      </w:r>
      <w:r>
        <w:rPr>
          <w:rtl/>
        </w:rPr>
        <w:t xml:space="preserve"> آنگاه سر خود ر مسح كرده وگفت : «اللهم غشنى برحمتك و بركاتك و عفوك». </w:t>
      </w:r>
      <w:r w:rsidRPr="00651F92">
        <w:rPr>
          <w:rStyle w:val="libFootnotenumChar"/>
          <w:rtl/>
        </w:rPr>
        <w:t>(٢٧)</w:t>
      </w:r>
      <w:r>
        <w:rPr>
          <w:rtl/>
        </w:rPr>
        <w:t xml:space="preserve"> آنگاه پاهايش رامسح كرده و گفت : «اللهم ثبتنى على الصراط يووم تزل فيه الاقدام واجعل سعيى فى ما يرضيك عنى يا ارحم الراحمين» </w:t>
      </w:r>
      <w:r w:rsidRPr="00651F92">
        <w:rPr>
          <w:rStyle w:val="libFootnotenumChar"/>
          <w:rtl/>
        </w:rPr>
        <w:t>(٢٨).</w:t>
      </w:r>
      <w:r>
        <w:rPr>
          <w:rtl/>
        </w:rPr>
        <w:t xml:space="preserve"> آنگاه رو به محمد حنيفه كرده و فرمود: اى محمد! كسى كه مانند من وضو گرفته و اين سخنان را بگويد، خداى عزوجل از هر قطره اى فرشته اى مى آفريند كه خداوند را تا روز قيامت تقديس و تسبيح و تكبير مى گويد و خداى متعال ثواب آن را براى او مى نويسدثواب التمندل و ترك التمندل بعد الوضوء</w:t>
      </w:r>
    </w:p>
    <w:p w:rsidR="00651F92" w:rsidRDefault="00651F92" w:rsidP="00651F92">
      <w:pPr>
        <w:pStyle w:val="libNormal"/>
        <w:rPr>
          <w:rtl/>
        </w:rPr>
      </w:pPr>
      <w:r>
        <w:rPr>
          <w:rtl/>
        </w:rPr>
        <w:br w:type="page"/>
      </w:r>
    </w:p>
    <w:p w:rsidR="00A679DB" w:rsidRDefault="00A679DB" w:rsidP="00651F92">
      <w:pPr>
        <w:pStyle w:val="Heading2"/>
        <w:rPr>
          <w:rtl/>
        </w:rPr>
      </w:pPr>
      <w:bookmarkStart w:id="31" w:name="_Toc449617088"/>
      <w:r>
        <w:rPr>
          <w:rtl/>
        </w:rPr>
        <w:t>ثواب خشك كردن آب وضو با حوله و ترك آن</w:t>
      </w:r>
      <w:bookmarkEnd w:id="31"/>
    </w:p>
    <w:p w:rsidR="00A679DB" w:rsidRDefault="00A679DB" w:rsidP="00A679DB">
      <w:pPr>
        <w:pStyle w:val="libNormal"/>
        <w:rPr>
          <w:rtl/>
        </w:rPr>
      </w:pPr>
      <w:r>
        <w:rPr>
          <w:rtl/>
        </w:rPr>
        <w:t xml:space="preserve">حديث : ١ ابى رحمه الله حدثنا سعد بن عبدالله عن سلمه بن الخطاب عن ابراهيم بن محمد الثقفى عن على بن معلى عن ابراهيم بن محمد بن حمرآن عن ابيه عن ابى عبدالله </w:t>
      </w:r>
      <w:r w:rsidRPr="00651F92">
        <w:rPr>
          <w:rStyle w:val="libAlaemChar"/>
          <w:rtl/>
        </w:rPr>
        <w:t>عليه‌السلام</w:t>
      </w:r>
      <w:r>
        <w:rPr>
          <w:rtl/>
        </w:rPr>
        <w:t xml:space="preserve"> قال من توضا و تمندل كتبت له حسنه و من توضا و لم يتمندل جحتى يجف وضووه كتبت له ثلاثون حسنه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51F92">
        <w:rPr>
          <w:rStyle w:val="libAlaemChar"/>
          <w:rtl/>
        </w:rPr>
        <w:t>عليه‌السلام</w:t>
      </w:r>
      <w:r>
        <w:rPr>
          <w:rtl/>
        </w:rPr>
        <w:t xml:space="preserve"> فرمودند: كسى كه وضو مى گيرد و با حوله خشك كند، يك حسنه براى او نوشته مى شود و كسى كه وضو بگيرد و صبر كند تا دست و رويش خود خشك شوند، سى حسنه براى او نوشته مى شود.</w:t>
      </w:r>
    </w:p>
    <w:p w:rsidR="00A679DB" w:rsidRDefault="00A679DB" w:rsidP="00A679DB">
      <w:pPr>
        <w:pStyle w:val="libNormal"/>
        <w:rPr>
          <w:rtl/>
        </w:rPr>
      </w:pPr>
    </w:p>
    <w:p w:rsidR="00A679DB" w:rsidRDefault="00A679DB" w:rsidP="00A679DB">
      <w:pPr>
        <w:pStyle w:val="libNormal"/>
        <w:rPr>
          <w:rtl/>
        </w:rPr>
      </w:pPr>
      <w:r>
        <w:rPr>
          <w:rtl/>
        </w:rPr>
        <w:t>ثواب الوضوء لصلاه المغرب و الغداه .</w:t>
      </w:r>
    </w:p>
    <w:p w:rsidR="00A679DB" w:rsidRDefault="00A679DB" w:rsidP="00A679DB">
      <w:pPr>
        <w:pStyle w:val="libNormal"/>
        <w:rPr>
          <w:rtl/>
        </w:rPr>
      </w:pPr>
    </w:p>
    <w:p w:rsidR="00651F92" w:rsidRDefault="00651F92" w:rsidP="00A679DB">
      <w:pPr>
        <w:pStyle w:val="libNormal"/>
        <w:rPr>
          <w:rtl/>
        </w:rPr>
      </w:pPr>
      <w:r>
        <w:rPr>
          <w:rtl/>
        </w:rPr>
        <w:br w:type="page"/>
      </w:r>
    </w:p>
    <w:p w:rsidR="00A679DB" w:rsidRDefault="00A679DB" w:rsidP="00651F92">
      <w:pPr>
        <w:pStyle w:val="Heading2"/>
        <w:rPr>
          <w:rtl/>
        </w:rPr>
      </w:pPr>
      <w:bookmarkStart w:id="32" w:name="_Toc449617089"/>
      <w:r>
        <w:rPr>
          <w:rtl/>
        </w:rPr>
        <w:t>ثواب وضوى نماز مغرب و صبح</w:t>
      </w:r>
      <w:bookmarkEnd w:id="32"/>
    </w:p>
    <w:p w:rsidR="00A679DB" w:rsidRDefault="00A679DB" w:rsidP="00A679DB">
      <w:pPr>
        <w:pStyle w:val="libNormal"/>
        <w:rPr>
          <w:rtl/>
        </w:rPr>
      </w:pPr>
      <w:r>
        <w:rPr>
          <w:rtl/>
        </w:rPr>
        <w:t xml:space="preserve">حديث : ١ حدثنى محمد بن الحسن رضى الله عنه قال حدثنى محمد بن الحسن الصفار عن ابراهيم بن هاشم عن عمرو بن عثمان عن صباح الحذاء عن سماعه بن مهرآن قال قال ابوالحسن موسى </w:t>
      </w:r>
      <w:r w:rsidRPr="007A6F0F">
        <w:rPr>
          <w:rStyle w:val="libAlaemChar"/>
          <w:rtl/>
        </w:rPr>
        <w:t>عليه‌السلام</w:t>
      </w:r>
      <w:r>
        <w:rPr>
          <w:rtl/>
        </w:rPr>
        <w:t xml:space="preserve"> من توضا للمغرب كان وضووه ذلك كفاره لما مضى من ذنوبه فى نهاره ما خلا الكبائر و من توضا لصلاه الصبح كان وضووه ذلك كفاره لما مضى من ذنوبه فى ليله ما خلا الكبائر.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7A6F0F">
        <w:rPr>
          <w:rStyle w:val="libAlaemChar"/>
          <w:rtl/>
        </w:rPr>
        <w:t>عليه‌السلام</w:t>
      </w:r>
      <w:r>
        <w:rPr>
          <w:rtl/>
        </w:rPr>
        <w:t xml:space="preserve"> فرمودند: كسى كه براى نماز مغرب وضو بگيرد وضويش كفاره گناهان روز گذشته اوست ، البته باستثناى گناهان كبيره . و كسى كه براى نماز صبح وضو بگيرد، وضوى او كفاره گناهان شب گذشته اوست ، البته باستثناى گناهان كبيره .</w:t>
      </w:r>
    </w:p>
    <w:p w:rsidR="00A679DB" w:rsidRDefault="00A679DB" w:rsidP="00A679DB">
      <w:pPr>
        <w:pStyle w:val="libNormal"/>
        <w:rPr>
          <w:rtl/>
        </w:rPr>
      </w:pPr>
    </w:p>
    <w:p w:rsidR="00A679DB" w:rsidRDefault="00A679DB" w:rsidP="00A679DB">
      <w:pPr>
        <w:pStyle w:val="libNormal"/>
        <w:rPr>
          <w:rtl/>
        </w:rPr>
      </w:pPr>
      <w:r>
        <w:rPr>
          <w:rtl/>
        </w:rPr>
        <w:t>ثواب فتح العيون عندالوضوء</w:t>
      </w:r>
    </w:p>
    <w:p w:rsidR="00A679DB" w:rsidRDefault="00A679DB" w:rsidP="00A679DB">
      <w:pPr>
        <w:pStyle w:val="libNormal"/>
        <w:rPr>
          <w:rtl/>
        </w:rPr>
      </w:pPr>
    </w:p>
    <w:p w:rsidR="007A6F0F" w:rsidRDefault="007A6F0F" w:rsidP="00A679DB">
      <w:pPr>
        <w:pStyle w:val="libNormal"/>
        <w:rPr>
          <w:rtl/>
        </w:rPr>
      </w:pPr>
      <w:r>
        <w:rPr>
          <w:rtl/>
        </w:rPr>
        <w:br w:type="page"/>
      </w:r>
    </w:p>
    <w:p w:rsidR="00A679DB" w:rsidRDefault="00A679DB" w:rsidP="007A6F0F">
      <w:pPr>
        <w:pStyle w:val="Heading2"/>
        <w:rPr>
          <w:rtl/>
        </w:rPr>
      </w:pPr>
      <w:bookmarkStart w:id="33" w:name="_Toc449617090"/>
      <w:r>
        <w:rPr>
          <w:rtl/>
        </w:rPr>
        <w:t>ثواب باز گذاشتن چشمان به</w:t>
      </w:r>
      <w:r w:rsidR="007A6F0F">
        <w:rPr>
          <w:rFonts w:hint="cs"/>
          <w:rtl/>
        </w:rPr>
        <w:t xml:space="preserve"> ه</w:t>
      </w:r>
      <w:r>
        <w:rPr>
          <w:rtl/>
        </w:rPr>
        <w:t>نگام وضو</w:t>
      </w:r>
      <w:bookmarkEnd w:id="33"/>
    </w:p>
    <w:p w:rsidR="00A679DB" w:rsidRDefault="00A679DB" w:rsidP="00A679DB">
      <w:pPr>
        <w:pStyle w:val="libNormal"/>
        <w:rPr>
          <w:rtl/>
        </w:rPr>
      </w:pPr>
      <w:r>
        <w:rPr>
          <w:rtl/>
        </w:rPr>
        <w:t xml:space="preserve">حديث : ١ حدثنى محمد بن الحسن رضى الله عنه قال حدثنى محمد بن الحسن الصفار عن العباس بن معروف عن ابى همام عن محمد بن سعدى بن غزوآن عن السكونى عن ابن جريح عن عطاء عن ابن عباس قال قال رسول الله </w:t>
      </w:r>
      <w:r w:rsidR="00E60DFB" w:rsidRPr="007A6F0F">
        <w:rPr>
          <w:rStyle w:val="libAlaemChar"/>
          <w:rtl/>
        </w:rPr>
        <w:t>صلى‌الله‌عليه‌وآله</w:t>
      </w:r>
      <w:r w:rsidR="00E60DFB">
        <w:rPr>
          <w:rtl/>
        </w:rPr>
        <w:t xml:space="preserve"> </w:t>
      </w:r>
      <w:r>
        <w:rPr>
          <w:rtl/>
        </w:rPr>
        <w:t>افتحوا عيونكم عند الوضو لعلها لاترى نار جهنم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7A6F0F">
        <w:rPr>
          <w:rStyle w:val="libAlaemChar"/>
          <w:rtl/>
        </w:rPr>
        <w:t>صلى‌الله‌عليه‌وآله</w:t>
      </w:r>
      <w:r w:rsidR="00E60DFB">
        <w:rPr>
          <w:rtl/>
        </w:rPr>
        <w:t xml:space="preserve"> </w:t>
      </w:r>
      <w:r>
        <w:rPr>
          <w:rtl/>
        </w:rPr>
        <w:t>فرمودند: هنگام وضو چشمهايتان را باز نگهداريد، شايد آتش جهنم را نبيند.</w:t>
      </w:r>
    </w:p>
    <w:p w:rsidR="00A679DB" w:rsidRDefault="00A679DB" w:rsidP="00A679DB">
      <w:pPr>
        <w:pStyle w:val="libNormal"/>
        <w:rPr>
          <w:rtl/>
        </w:rPr>
      </w:pPr>
    </w:p>
    <w:p w:rsidR="00A679DB" w:rsidRDefault="00A679DB" w:rsidP="00A679DB">
      <w:pPr>
        <w:pStyle w:val="libNormal"/>
        <w:rPr>
          <w:rtl/>
        </w:rPr>
      </w:pPr>
      <w:r>
        <w:rPr>
          <w:rtl/>
        </w:rPr>
        <w:t>ثواب تجديد الوضوء</w:t>
      </w:r>
    </w:p>
    <w:p w:rsidR="007A6F0F" w:rsidRDefault="007A6F0F" w:rsidP="00A679DB">
      <w:pPr>
        <w:pStyle w:val="libNormal"/>
        <w:rPr>
          <w:rtl/>
        </w:rPr>
      </w:pPr>
      <w:r>
        <w:rPr>
          <w:rtl/>
        </w:rPr>
        <w:br w:type="page"/>
      </w:r>
    </w:p>
    <w:p w:rsidR="00A679DB" w:rsidRDefault="00A679DB" w:rsidP="007A6F0F">
      <w:pPr>
        <w:pStyle w:val="Heading2"/>
        <w:rPr>
          <w:rtl/>
        </w:rPr>
      </w:pPr>
      <w:bookmarkStart w:id="34" w:name="_Toc449617091"/>
      <w:r>
        <w:rPr>
          <w:rtl/>
        </w:rPr>
        <w:t>ثواب تجديد وضو</w:t>
      </w:r>
      <w:bookmarkEnd w:id="34"/>
    </w:p>
    <w:p w:rsidR="00A679DB" w:rsidRDefault="00A679DB" w:rsidP="00A679DB">
      <w:pPr>
        <w:pStyle w:val="libNormal"/>
        <w:rPr>
          <w:rtl/>
        </w:rPr>
      </w:pPr>
      <w:r>
        <w:rPr>
          <w:rtl/>
        </w:rPr>
        <w:t>حديث : ١ حدثنى محمد بن على ماجيلويه رضى الله عنه عن محمد بن يحيى العطار عن محمد بن احمد بن يحيى عن على بن ابى الصقر عن ابى قتاده عن الرضا</w:t>
      </w:r>
      <w:r w:rsidRPr="007A6F0F">
        <w:rPr>
          <w:rStyle w:val="libAlaemChar"/>
          <w:rtl/>
        </w:rPr>
        <w:t xml:space="preserve"> عليه‌السلام </w:t>
      </w:r>
      <w:r>
        <w:rPr>
          <w:rtl/>
        </w:rPr>
        <w:t>قال تجديد الوضوء لصلاه العشاء يمحو لا و الله و بلى و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رضا </w:t>
      </w:r>
      <w:r w:rsidRPr="007A6F0F">
        <w:rPr>
          <w:rStyle w:val="libAlaemChar"/>
          <w:rtl/>
        </w:rPr>
        <w:t>عليه‌السلام</w:t>
      </w:r>
      <w:r>
        <w:rPr>
          <w:rtl/>
        </w:rPr>
        <w:t xml:space="preserve"> فرمودند: تجديد وضو براى نماز عشا (گناه قسم) (نه به خدا) و ( بله به خدا) را محو مى كند.</w:t>
      </w:r>
    </w:p>
    <w:p w:rsidR="00A679DB" w:rsidRDefault="00A679DB" w:rsidP="00A679DB">
      <w:pPr>
        <w:pStyle w:val="libNormal"/>
        <w:rPr>
          <w:rtl/>
        </w:rPr>
      </w:pPr>
      <w:r>
        <w:rPr>
          <w:rtl/>
        </w:rPr>
        <w:t xml:space="preserve">حديث : ٢ حدثنى محمد بن موسى رضى الله عنه قال حدثنى على بن الحسين السعد ابادى عن احمد بن ابى عبدالله البرقى عن ابيه عن محمد بن سنان عن المفضل بن عمر عن ابى عبدالله </w:t>
      </w:r>
      <w:r w:rsidRPr="007A6F0F">
        <w:rPr>
          <w:rStyle w:val="libAlaemChar"/>
          <w:rtl/>
        </w:rPr>
        <w:t>عليه‌السلام</w:t>
      </w:r>
      <w:r>
        <w:rPr>
          <w:rtl/>
        </w:rPr>
        <w:t xml:space="preserve"> قال من جدد وضوء لغير صلاه جدد الله توبته من غير استغفار.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7A6F0F">
        <w:rPr>
          <w:rStyle w:val="libAlaemChar"/>
          <w:rtl/>
        </w:rPr>
        <w:t>عليه‌السلام</w:t>
      </w:r>
      <w:r>
        <w:rPr>
          <w:rtl/>
        </w:rPr>
        <w:t xml:space="preserve"> فرمودند: كسى كه براى غير نماز وضوى خود را تجديد كند، خداوند هم بدون استغفار توبه ااو را تجديد مى كند.</w:t>
      </w:r>
    </w:p>
    <w:p w:rsidR="00A679DB" w:rsidRDefault="00A679DB" w:rsidP="00A679DB">
      <w:pPr>
        <w:pStyle w:val="libNormal"/>
        <w:rPr>
          <w:rtl/>
        </w:rPr>
      </w:pPr>
    </w:p>
    <w:p w:rsidR="00A679DB" w:rsidRDefault="00A679DB" w:rsidP="00A679DB">
      <w:pPr>
        <w:pStyle w:val="libNormal"/>
        <w:rPr>
          <w:rtl/>
        </w:rPr>
      </w:pPr>
      <w:r>
        <w:rPr>
          <w:rtl/>
        </w:rPr>
        <w:t>ثواب السواك</w:t>
      </w:r>
    </w:p>
    <w:p w:rsidR="00A679DB" w:rsidRDefault="00A679DB" w:rsidP="00A679DB">
      <w:pPr>
        <w:pStyle w:val="libNormal"/>
        <w:rPr>
          <w:rtl/>
        </w:rPr>
      </w:pPr>
    </w:p>
    <w:p w:rsidR="00A679DB" w:rsidRDefault="007A6F0F" w:rsidP="007A6F0F">
      <w:pPr>
        <w:pStyle w:val="Heading2"/>
        <w:rPr>
          <w:rtl/>
        </w:rPr>
      </w:pPr>
      <w:r>
        <w:rPr>
          <w:rtl/>
        </w:rPr>
        <w:br w:type="page"/>
      </w:r>
      <w:bookmarkStart w:id="35" w:name="_Toc449617092"/>
      <w:r w:rsidR="00A679DB">
        <w:rPr>
          <w:rtl/>
        </w:rPr>
        <w:lastRenderedPageBreak/>
        <w:t>ثواب مسواك كردن</w:t>
      </w:r>
      <w:bookmarkEnd w:id="35"/>
    </w:p>
    <w:p w:rsidR="00A679DB" w:rsidRDefault="00A679DB" w:rsidP="00A679DB">
      <w:pPr>
        <w:pStyle w:val="libNormal"/>
        <w:rPr>
          <w:rtl/>
        </w:rPr>
      </w:pPr>
      <w:r>
        <w:rPr>
          <w:rtl/>
        </w:rPr>
        <w:t xml:space="preserve">حديث : ١ ابى رحمه الله قال حدثنا احمد بن ادريس قال حدثنى محمد بن احمد قال حدثنى ابراهيم بن اسحاق عن محمد بن عيسى عن عبيدالله الدهقان عن درست بن ابى منصور عن عبدالله بن سنان عن ابى عبدالله </w:t>
      </w:r>
      <w:r w:rsidRPr="007A6F0F">
        <w:rPr>
          <w:rStyle w:val="libAlaemChar"/>
          <w:rtl/>
        </w:rPr>
        <w:t>عليه‌السلام</w:t>
      </w:r>
      <w:r>
        <w:rPr>
          <w:rtl/>
        </w:rPr>
        <w:t xml:space="preserve"> قال فى السواك اثنتا عشره خصله هو من السنه و مطهره للفم و مجلاه للبصر و يرضى الرحمن و يبيض الاسنان و يذهب بالحفر و يشد الطعام و يذهب بالبلغم و يزيد فى الحفظ و يضاعف الحسنات و تفرح به الملائكه .</w:t>
      </w:r>
    </w:p>
    <w:p w:rsidR="00A679DB" w:rsidRDefault="00A679DB" w:rsidP="00A679DB">
      <w:pPr>
        <w:pStyle w:val="libNormal"/>
        <w:rPr>
          <w:rtl/>
        </w:rPr>
      </w:pPr>
      <w:r>
        <w:rPr>
          <w:rtl/>
        </w:rPr>
        <w:t>ترجمه :</w:t>
      </w:r>
    </w:p>
    <w:p w:rsidR="00A679DB" w:rsidRDefault="00A679DB" w:rsidP="007A6F0F">
      <w:pPr>
        <w:pStyle w:val="libNormal"/>
        <w:rPr>
          <w:rtl/>
        </w:rPr>
      </w:pPr>
      <w:r>
        <w:rPr>
          <w:rtl/>
        </w:rPr>
        <w:t xml:space="preserve">١. امام صادق </w:t>
      </w:r>
      <w:r w:rsidRPr="007A6F0F">
        <w:rPr>
          <w:rStyle w:val="libAlaemChar"/>
          <w:rtl/>
        </w:rPr>
        <w:t>عليه‌السلام</w:t>
      </w:r>
      <w:r>
        <w:rPr>
          <w:rtl/>
        </w:rPr>
        <w:t xml:space="preserve"> فرمودند: مسواك كردن دوازده خاصيت دارد: سنت پيغمبر است ، پاك كننده دهان و روشن كننده چشم است ، خداوند را راضى مى كند، دندانها را سفيد مى كند، از فاسد شدن دند</w:t>
      </w:r>
      <w:r w:rsidR="007A6F0F">
        <w:rPr>
          <w:rFonts w:hint="cs"/>
          <w:rtl/>
        </w:rPr>
        <w:t>ا</w:t>
      </w:r>
      <w:r>
        <w:rPr>
          <w:rtl/>
        </w:rPr>
        <w:t>ن جلوگيرى مى كند، لثه را محكم مى كند، ميل غذا مى آورد، بلغم را از بين مى برد،حافظه را افزايش مى دهد، حسنه را دو برابر مى كند، و فرشتگان از آن خوشحال مى شوند.</w:t>
      </w:r>
    </w:p>
    <w:p w:rsidR="00A679DB" w:rsidRDefault="00A679DB" w:rsidP="00A679DB">
      <w:pPr>
        <w:pStyle w:val="libNormal"/>
        <w:rPr>
          <w:rtl/>
        </w:rPr>
      </w:pPr>
      <w:r>
        <w:rPr>
          <w:rtl/>
        </w:rPr>
        <w:t xml:space="preserve">حديث : ٢ حدثنى محمد بن الحسن رضى الله عنه قال حدثنى محمد بن الحسن الصفار عن احمد بن الحسن بن على بن فضال عن عمروبن سعيد المدائنى عن مصدق بن صدقه عن عمار الساباطى عن ابى عبدالله </w:t>
      </w:r>
      <w:r w:rsidRPr="007A6F0F">
        <w:rPr>
          <w:rStyle w:val="libAlaemChar"/>
          <w:rtl/>
        </w:rPr>
        <w:t>عليه‌السلام</w:t>
      </w:r>
      <w:r>
        <w:rPr>
          <w:rtl/>
        </w:rPr>
        <w:t xml:space="preserve"> قال قال ابوجعفر </w:t>
      </w:r>
      <w:r w:rsidRPr="007A6F0F">
        <w:rPr>
          <w:rStyle w:val="libAlaemChar"/>
          <w:rtl/>
        </w:rPr>
        <w:t>عليه‌السلام</w:t>
      </w:r>
      <w:r>
        <w:rPr>
          <w:rtl/>
        </w:rPr>
        <w:t xml:space="preserve"> و لو يعلم الناس ما فى السواك لا باتوه معهم فى لحاف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7A6F0F">
        <w:rPr>
          <w:rStyle w:val="libAlaemChar"/>
          <w:rtl/>
        </w:rPr>
        <w:t>عليه‌السلام</w:t>
      </w:r>
      <w:r>
        <w:rPr>
          <w:rtl/>
        </w:rPr>
        <w:t xml:space="preserve"> روايت مى نمايد كه امام باقر </w:t>
      </w:r>
      <w:r w:rsidRPr="007A6F0F">
        <w:rPr>
          <w:rStyle w:val="libAlaemChar"/>
          <w:rtl/>
        </w:rPr>
        <w:t>عليه‌السلام</w:t>
      </w:r>
      <w:r>
        <w:rPr>
          <w:rtl/>
        </w:rPr>
        <w:t xml:space="preserve"> فرمودند: اگر مردم فوايد مسواك كردن را مى دانستند، با آن در رختخواب مى خوابيدند.</w:t>
      </w:r>
    </w:p>
    <w:p w:rsidR="00A679DB" w:rsidRDefault="00A679DB" w:rsidP="00A679DB">
      <w:pPr>
        <w:pStyle w:val="libNormal"/>
        <w:rPr>
          <w:rtl/>
        </w:rPr>
      </w:pPr>
      <w:r>
        <w:rPr>
          <w:rtl/>
        </w:rPr>
        <w:lastRenderedPageBreak/>
        <w:t xml:space="preserve">حديث : ٣ ابى رحمه عن عبدالله بن جعفر عن محمد بن الحسين بن ابى الخطاب عن صفوان بن يحيى عن ابراهيم بن ابى البلاد عن ابيه يحيى ابى بلاد عن ابى جعفر </w:t>
      </w:r>
      <w:r w:rsidRPr="007A6F0F">
        <w:rPr>
          <w:rStyle w:val="libAlaemChar"/>
          <w:rtl/>
        </w:rPr>
        <w:t>عليه‌السلام</w:t>
      </w:r>
      <w:r>
        <w:rPr>
          <w:rtl/>
        </w:rPr>
        <w:t xml:space="preserve"> قال السواك يذهب بالبلغم و يزيد فى العقل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باقر </w:t>
      </w:r>
      <w:r w:rsidRPr="007A6F0F">
        <w:rPr>
          <w:rStyle w:val="libAlaemChar"/>
          <w:rtl/>
        </w:rPr>
        <w:t>عليه‌السلام</w:t>
      </w:r>
      <w:r>
        <w:rPr>
          <w:rtl/>
        </w:rPr>
        <w:t xml:space="preserve"> فرمودند: مسواك كردن بلغم را از بين مى برد و عقل را زياد مى كند.</w:t>
      </w:r>
    </w:p>
    <w:p w:rsidR="00A679DB" w:rsidRDefault="00A679DB" w:rsidP="00A679DB">
      <w:pPr>
        <w:pStyle w:val="libNormal"/>
        <w:rPr>
          <w:rtl/>
        </w:rPr>
      </w:pPr>
    </w:p>
    <w:p w:rsidR="00A679DB" w:rsidRDefault="00A679DB" w:rsidP="00A679DB">
      <w:pPr>
        <w:pStyle w:val="libNormal"/>
        <w:rPr>
          <w:rtl/>
        </w:rPr>
      </w:pPr>
      <w:r>
        <w:rPr>
          <w:rtl/>
        </w:rPr>
        <w:t>ثواب من رد ريقه تعظيما لحق المسجد.</w:t>
      </w:r>
    </w:p>
    <w:p w:rsidR="00A679DB" w:rsidRDefault="00A679DB" w:rsidP="00A679DB">
      <w:pPr>
        <w:pStyle w:val="libNormal"/>
        <w:rPr>
          <w:rtl/>
        </w:rPr>
      </w:pPr>
    </w:p>
    <w:p w:rsidR="007A6F0F" w:rsidRDefault="007A6F0F" w:rsidP="00A679DB">
      <w:pPr>
        <w:pStyle w:val="libNormal"/>
        <w:rPr>
          <w:rtl/>
        </w:rPr>
      </w:pPr>
      <w:r>
        <w:rPr>
          <w:rtl/>
        </w:rPr>
        <w:br w:type="page"/>
      </w:r>
    </w:p>
    <w:p w:rsidR="00A679DB" w:rsidRDefault="00A679DB" w:rsidP="00A679DB">
      <w:pPr>
        <w:pStyle w:val="libNormal"/>
        <w:rPr>
          <w:rtl/>
        </w:rPr>
      </w:pPr>
      <w:bookmarkStart w:id="36" w:name="_Toc449617093"/>
      <w:r w:rsidRPr="007A6F0F">
        <w:rPr>
          <w:rStyle w:val="Heading2Char"/>
          <w:rtl/>
        </w:rPr>
        <w:t>ثواب فرو بردن آب دهان باحترام مسجد</w:t>
      </w:r>
      <w:bookmarkEnd w:id="36"/>
      <w:r>
        <w:rPr>
          <w:rtl/>
        </w:rPr>
        <w:t>.</w:t>
      </w:r>
    </w:p>
    <w:p w:rsidR="00A679DB" w:rsidRDefault="00A679DB" w:rsidP="00A679DB">
      <w:pPr>
        <w:pStyle w:val="libNormal"/>
        <w:rPr>
          <w:rtl/>
        </w:rPr>
      </w:pPr>
      <w:r>
        <w:rPr>
          <w:rtl/>
        </w:rPr>
        <w:t xml:space="preserve">حديث : ١ ابى رحمه الله حدثنا عبدالله بن جعفر الحميرى عن السندى بن محمد عن محمد بن سنان عن طلحه بن زيد عن جعفر بن محمد عن ابيه </w:t>
      </w:r>
      <w:r w:rsidRPr="007A6F0F">
        <w:rPr>
          <w:rStyle w:val="libAlaemChar"/>
          <w:rtl/>
        </w:rPr>
        <w:t>عليه‌السلام</w:t>
      </w:r>
      <w:r>
        <w:rPr>
          <w:rtl/>
        </w:rPr>
        <w:t xml:space="preserve"> قال قال رسول الله </w:t>
      </w:r>
      <w:r w:rsidR="00E60DFB" w:rsidRPr="007A6F0F">
        <w:rPr>
          <w:rStyle w:val="libAlaemChar"/>
          <w:rtl/>
        </w:rPr>
        <w:t>صلى‌الله‌عليه‌وآله</w:t>
      </w:r>
      <w:r w:rsidR="00E60DFB">
        <w:rPr>
          <w:rtl/>
        </w:rPr>
        <w:t xml:space="preserve"> </w:t>
      </w:r>
      <w:r>
        <w:rPr>
          <w:rtl/>
        </w:rPr>
        <w:t>من رد ريقه تعظيما لحق المسجد جعل الله ريقه صحه فى بدنه و عوفى من بلوى فى جسده .</w:t>
      </w:r>
      <w:r>
        <w:rPr>
          <w:rtl/>
        </w:rPr>
        <w:cr/>
      </w:r>
    </w:p>
    <w:p w:rsidR="00A679DB" w:rsidRDefault="00A679DB" w:rsidP="00A679DB">
      <w:pPr>
        <w:pStyle w:val="libNormal"/>
        <w:rPr>
          <w:rtl/>
        </w:rPr>
      </w:pPr>
      <w:r>
        <w:rPr>
          <w:rtl/>
        </w:rPr>
        <w:t>ترجمه :</w:t>
      </w:r>
    </w:p>
    <w:p w:rsidR="00A679DB" w:rsidRDefault="00A679DB" w:rsidP="007A6F0F">
      <w:pPr>
        <w:pStyle w:val="libNormal"/>
        <w:rPr>
          <w:rtl/>
        </w:rPr>
      </w:pPr>
      <w:r>
        <w:rPr>
          <w:rtl/>
        </w:rPr>
        <w:t xml:space="preserve">١. امام صادق </w:t>
      </w:r>
      <w:r w:rsidRPr="007A6F0F">
        <w:rPr>
          <w:rStyle w:val="libAlaemChar"/>
          <w:rtl/>
        </w:rPr>
        <w:t>عليه‌السلام</w:t>
      </w:r>
      <w:r>
        <w:rPr>
          <w:rtl/>
        </w:rPr>
        <w:t xml:space="preserve"> از پدرش </w:t>
      </w:r>
      <w:r w:rsidRPr="007A6F0F">
        <w:rPr>
          <w:rStyle w:val="libAlaemChar"/>
          <w:rtl/>
        </w:rPr>
        <w:t>عليه‌السلام</w:t>
      </w:r>
      <w:r>
        <w:rPr>
          <w:rtl/>
        </w:rPr>
        <w:t xml:space="preserve"> روايت مى نمايد كه رسول خدا </w:t>
      </w:r>
      <w:r w:rsidR="00E60DFB" w:rsidRPr="007A6F0F">
        <w:rPr>
          <w:rStyle w:val="libAlaemChar"/>
          <w:rtl/>
        </w:rPr>
        <w:t>صلى‌الله‌عليه‌وآله</w:t>
      </w:r>
      <w:r w:rsidR="00E60DFB">
        <w:rPr>
          <w:rtl/>
        </w:rPr>
        <w:t xml:space="preserve"> </w:t>
      </w:r>
      <w:r>
        <w:rPr>
          <w:rtl/>
        </w:rPr>
        <w:t xml:space="preserve">فرمودند: كسى كه با احترام مسجد آب دهان خود را فرو برد، خداوند اب دهانش را عامل سلامتى بدنش گردانيده و به بدن او </w:t>
      </w:r>
      <w:r w:rsidR="007A6F0F">
        <w:rPr>
          <w:rFonts w:hint="cs"/>
          <w:rtl/>
        </w:rPr>
        <w:t>آ</w:t>
      </w:r>
      <w:r>
        <w:rPr>
          <w:rtl/>
        </w:rPr>
        <w:t>سيبى نخواهد رسيد.</w:t>
      </w:r>
    </w:p>
    <w:p w:rsidR="00A679DB" w:rsidRDefault="00A679DB" w:rsidP="00A679DB">
      <w:pPr>
        <w:pStyle w:val="libNormal"/>
        <w:rPr>
          <w:rtl/>
        </w:rPr>
      </w:pPr>
      <w:r>
        <w:rPr>
          <w:rtl/>
        </w:rPr>
        <w:t xml:space="preserve">حديث : ٢ ابى رحمه عن عبدالله بن جعفر عن احمد بن محمد عن محمد بن حسان عن ابيه من عبدالله سنان عن ابى عبدالله </w:t>
      </w:r>
      <w:r w:rsidRPr="007A6F0F">
        <w:rPr>
          <w:rStyle w:val="libAlaemChar"/>
          <w:rtl/>
        </w:rPr>
        <w:t>عليه‌السلام</w:t>
      </w:r>
      <w:r>
        <w:rPr>
          <w:rtl/>
        </w:rPr>
        <w:t xml:space="preserve"> قال من تنخع فى مسجد ثم ردها فى جوقه تمر بداء الا ابراته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7A6F0F">
        <w:rPr>
          <w:rStyle w:val="libAlaemChar"/>
          <w:rtl/>
        </w:rPr>
        <w:t>عليه‌السلام</w:t>
      </w:r>
      <w:r>
        <w:rPr>
          <w:rtl/>
        </w:rPr>
        <w:t xml:space="preserve"> فرمودند: كسى كه خلط خود را فرو برد و آن را در مسجد نريزد، به دردى نمى رسد، مگر اين كه آن را درمان مى كند.</w:t>
      </w:r>
    </w:p>
    <w:p w:rsidR="00A679DB" w:rsidRDefault="00A679DB" w:rsidP="00A679DB">
      <w:pPr>
        <w:pStyle w:val="libNormal"/>
        <w:rPr>
          <w:rtl/>
        </w:rPr>
      </w:pPr>
    </w:p>
    <w:p w:rsidR="00A679DB" w:rsidRDefault="00A679DB" w:rsidP="00A679DB">
      <w:pPr>
        <w:pStyle w:val="libNormal"/>
        <w:rPr>
          <w:rtl/>
        </w:rPr>
      </w:pPr>
      <w:r>
        <w:rPr>
          <w:rtl/>
        </w:rPr>
        <w:t>ثواب من تطهر ثم اوى الى فراشه .</w:t>
      </w:r>
    </w:p>
    <w:p w:rsidR="00A679DB" w:rsidRDefault="00A679DB" w:rsidP="00A679DB">
      <w:pPr>
        <w:pStyle w:val="libNormal"/>
        <w:rPr>
          <w:rtl/>
        </w:rPr>
      </w:pPr>
    </w:p>
    <w:p w:rsidR="007A6F0F" w:rsidRDefault="007A6F0F" w:rsidP="00A679DB">
      <w:pPr>
        <w:pStyle w:val="libNormal"/>
        <w:rPr>
          <w:rtl/>
        </w:rPr>
      </w:pPr>
      <w:r>
        <w:rPr>
          <w:rtl/>
        </w:rPr>
        <w:br w:type="page"/>
      </w:r>
    </w:p>
    <w:p w:rsidR="00A679DB" w:rsidRDefault="00A679DB" w:rsidP="007A6F0F">
      <w:pPr>
        <w:pStyle w:val="Heading2"/>
        <w:rPr>
          <w:rtl/>
        </w:rPr>
      </w:pPr>
      <w:bookmarkStart w:id="37" w:name="_Toc449617094"/>
      <w:r>
        <w:rPr>
          <w:rtl/>
        </w:rPr>
        <w:t>ثواب با وضو خوابيدن</w:t>
      </w:r>
      <w:bookmarkEnd w:id="37"/>
    </w:p>
    <w:p w:rsidR="00A679DB" w:rsidRDefault="00A679DB" w:rsidP="00A679DB">
      <w:pPr>
        <w:pStyle w:val="libNormal"/>
        <w:rPr>
          <w:rtl/>
        </w:rPr>
      </w:pPr>
      <w:r>
        <w:rPr>
          <w:rtl/>
        </w:rPr>
        <w:t xml:space="preserve">حديث : ١ ابى رحمه الله قال حدثنى محمد بن يحيى عن محمد بن احمد عن السندى بن الربيع عن محمد بن كردوس ابى عبدالله </w:t>
      </w:r>
      <w:r w:rsidRPr="007A6F0F">
        <w:rPr>
          <w:rStyle w:val="libAlaemChar"/>
          <w:rtl/>
        </w:rPr>
        <w:t>عليه‌السلام</w:t>
      </w:r>
      <w:r>
        <w:rPr>
          <w:rtl/>
        </w:rPr>
        <w:t xml:space="preserve"> قال من تطهر ثم اوى الى فراشه بات و فراشه كمسجده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A6F0F">
        <w:rPr>
          <w:rStyle w:val="libAlaemChar"/>
          <w:rtl/>
        </w:rPr>
        <w:t>عليه‌السلام</w:t>
      </w:r>
      <w:r>
        <w:rPr>
          <w:rtl/>
        </w:rPr>
        <w:t xml:space="preserve"> فرمودند: كسى كه با وضو به رختخواب برود، در حالى مى خوابيد كه درختخواب او عبادتگاه اوست .</w:t>
      </w:r>
    </w:p>
    <w:p w:rsidR="00A679DB" w:rsidRDefault="00A679DB" w:rsidP="00A679DB">
      <w:pPr>
        <w:pStyle w:val="libNormal"/>
        <w:rPr>
          <w:rtl/>
        </w:rPr>
      </w:pPr>
    </w:p>
    <w:p w:rsidR="00A679DB" w:rsidRDefault="00A679DB" w:rsidP="00A679DB">
      <w:pPr>
        <w:pStyle w:val="libNormal"/>
        <w:rPr>
          <w:rtl/>
        </w:rPr>
      </w:pPr>
      <w:r>
        <w:rPr>
          <w:rtl/>
        </w:rPr>
        <w:t>ثواب المبالغه فى المضمضه و الاستنشاق</w:t>
      </w:r>
    </w:p>
    <w:p w:rsidR="00A679DB" w:rsidRDefault="00A679DB" w:rsidP="00A679DB">
      <w:pPr>
        <w:pStyle w:val="libNormal"/>
        <w:rPr>
          <w:rtl/>
        </w:rPr>
      </w:pPr>
    </w:p>
    <w:p w:rsidR="00A679DB" w:rsidRDefault="00A679DB" w:rsidP="007A6F0F">
      <w:pPr>
        <w:pStyle w:val="Heading2"/>
        <w:rPr>
          <w:rtl/>
        </w:rPr>
      </w:pPr>
      <w:bookmarkStart w:id="38" w:name="_Toc449617095"/>
      <w:r>
        <w:rPr>
          <w:rtl/>
        </w:rPr>
        <w:t>ثواب مضمضمه و استنشاق زياد</w:t>
      </w:r>
      <w:bookmarkEnd w:id="38"/>
    </w:p>
    <w:p w:rsidR="00A679DB" w:rsidRDefault="00A679DB" w:rsidP="007A6F0F">
      <w:pPr>
        <w:pStyle w:val="libNormal"/>
        <w:rPr>
          <w:rtl/>
        </w:rPr>
      </w:pPr>
      <w:r>
        <w:rPr>
          <w:rtl/>
        </w:rPr>
        <w:t xml:space="preserve">حديث : ١ حدثنى محمد بن على ماجيلويه رضى الله عنه قال حدثنى على بن ابراهيم بن هاشم عن ابيه عن النوفلى عن السكونى عن جعفر بن محمد عن ابيه عن آبائه </w:t>
      </w:r>
      <w:r w:rsidR="007A6F0F" w:rsidRPr="007A6F0F">
        <w:rPr>
          <w:rStyle w:val="libAlaemChar"/>
          <w:rFonts w:eastAsiaTheme="minorHAnsi"/>
          <w:rtl/>
        </w:rPr>
        <w:t>صلى‌الله‌عليه‌وآله</w:t>
      </w:r>
      <w:r w:rsidR="007A6F0F">
        <w:rPr>
          <w:rtl/>
        </w:rPr>
        <w:t xml:space="preserve"> </w:t>
      </w:r>
      <w:r>
        <w:rPr>
          <w:rtl/>
        </w:rPr>
        <w:t xml:space="preserve">قال قال رسول الله </w:t>
      </w:r>
      <w:r w:rsidR="00E60DFB" w:rsidRPr="007A6F0F">
        <w:rPr>
          <w:rStyle w:val="libAlaemChar"/>
          <w:rtl/>
        </w:rPr>
        <w:t>صلى‌الله‌عليه‌وآله</w:t>
      </w:r>
      <w:r w:rsidR="00E60DFB">
        <w:rPr>
          <w:rtl/>
        </w:rPr>
        <w:t xml:space="preserve"> </w:t>
      </w:r>
      <w:r>
        <w:rPr>
          <w:rtl/>
        </w:rPr>
        <w:t>ليبالغ احدكم فى المضمضه و الاستنشاق فانه غفرآن لكم و منفره للشيطان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A6F0F">
        <w:rPr>
          <w:rStyle w:val="libAlaemChar"/>
          <w:rtl/>
        </w:rPr>
        <w:t>عليه‌السلام</w:t>
      </w:r>
      <w:r>
        <w:rPr>
          <w:rtl/>
        </w:rPr>
        <w:t xml:space="preserve"> فرمودند: زياد مضمضه و استنشاق كنيد، چون باعث آمرزش شما و رميدن شيطان مى شود.</w:t>
      </w:r>
    </w:p>
    <w:p w:rsidR="00A679DB" w:rsidRDefault="00A679DB" w:rsidP="00A679DB">
      <w:pPr>
        <w:pStyle w:val="libNormal"/>
        <w:rPr>
          <w:rtl/>
        </w:rPr>
      </w:pPr>
    </w:p>
    <w:p w:rsidR="007A6F0F" w:rsidRDefault="00A679DB" w:rsidP="007A6F0F">
      <w:pPr>
        <w:pStyle w:val="libNormal"/>
        <w:rPr>
          <w:rtl/>
        </w:rPr>
      </w:pPr>
      <w:r>
        <w:rPr>
          <w:rtl/>
        </w:rPr>
        <w:t>ثواب دخول الحام بمئزر</w:t>
      </w:r>
    </w:p>
    <w:p w:rsidR="007A6F0F" w:rsidRDefault="007A6F0F" w:rsidP="007A6F0F">
      <w:pPr>
        <w:pStyle w:val="libNormal"/>
        <w:rPr>
          <w:rtl/>
        </w:rPr>
      </w:pPr>
    </w:p>
    <w:p w:rsidR="00A679DB" w:rsidRDefault="00A679DB" w:rsidP="007A6F0F">
      <w:pPr>
        <w:pStyle w:val="Heading2"/>
        <w:rPr>
          <w:rtl/>
        </w:rPr>
      </w:pPr>
      <w:bookmarkStart w:id="39" w:name="_Toc449617096"/>
      <w:r>
        <w:rPr>
          <w:rtl/>
        </w:rPr>
        <w:lastRenderedPageBreak/>
        <w:t>ثواب با</w:t>
      </w:r>
      <w:r w:rsidR="007A6F0F">
        <w:rPr>
          <w:rFonts w:hint="cs"/>
          <w:rtl/>
        </w:rPr>
        <w:t xml:space="preserve"> </w:t>
      </w:r>
      <w:r>
        <w:rPr>
          <w:rtl/>
        </w:rPr>
        <w:t>لنگ وارد حمام شدن</w:t>
      </w:r>
      <w:bookmarkEnd w:id="39"/>
    </w:p>
    <w:p w:rsidR="00A679DB" w:rsidRDefault="00A679DB" w:rsidP="00A679DB">
      <w:pPr>
        <w:pStyle w:val="libNormal"/>
        <w:rPr>
          <w:rtl/>
        </w:rPr>
      </w:pPr>
      <w:r>
        <w:rPr>
          <w:rtl/>
        </w:rPr>
        <w:t xml:space="preserve">حديث : ١ حدثنى على بن احمد رضى الله عنه عن ابيه عن جده احمد بن ابى عبدالله عن ابيه محمد بن خالد عن محمد بن سنان عن المفضل بن عمر عن الصادق </w:t>
      </w:r>
      <w:r w:rsidRPr="007A6F0F">
        <w:rPr>
          <w:rStyle w:val="libAlaemChar"/>
          <w:rtl/>
        </w:rPr>
        <w:t>عليه‌السلام</w:t>
      </w:r>
      <w:r>
        <w:rPr>
          <w:rtl/>
        </w:rPr>
        <w:t xml:space="preserve"> قال من دخل الحمام بمئزر ستره الله بستره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A6F0F">
        <w:rPr>
          <w:rStyle w:val="libAlaemChar"/>
          <w:rtl/>
        </w:rPr>
        <w:t>عليه‌السلام</w:t>
      </w:r>
      <w:r>
        <w:rPr>
          <w:rtl/>
        </w:rPr>
        <w:t xml:space="preserve"> فرمودند: كسى كه با لنگ به حمام برود، خداوند با پوشش خود او را مى پوشاند.</w:t>
      </w:r>
    </w:p>
    <w:p w:rsidR="00A679DB" w:rsidRDefault="00A679DB" w:rsidP="00A679DB">
      <w:pPr>
        <w:pStyle w:val="libNormal"/>
        <w:rPr>
          <w:rtl/>
        </w:rPr>
      </w:pPr>
    </w:p>
    <w:p w:rsidR="00A679DB" w:rsidRDefault="00A679DB" w:rsidP="00A679DB">
      <w:pPr>
        <w:pStyle w:val="libNormal"/>
        <w:rPr>
          <w:rtl/>
        </w:rPr>
      </w:pPr>
      <w:r>
        <w:rPr>
          <w:rtl/>
        </w:rPr>
        <w:t>ثواب من غض طرفه عن النظر الى عوره اخيه .</w:t>
      </w:r>
    </w:p>
    <w:p w:rsidR="00A679DB" w:rsidRDefault="00A679DB" w:rsidP="00A679DB">
      <w:pPr>
        <w:pStyle w:val="libNormal"/>
        <w:rPr>
          <w:rtl/>
        </w:rPr>
      </w:pPr>
    </w:p>
    <w:p w:rsidR="007A6F0F" w:rsidRDefault="007A6F0F" w:rsidP="00A679DB">
      <w:pPr>
        <w:pStyle w:val="libNormal"/>
        <w:rPr>
          <w:rtl/>
        </w:rPr>
      </w:pPr>
      <w:r>
        <w:rPr>
          <w:rtl/>
        </w:rPr>
        <w:br w:type="page"/>
      </w:r>
    </w:p>
    <w:p w:rsidR="00A679DB" w:rsidRDefault="00A679DB" w:rsidP="007A6F0F">
      <w:pPr>
        <w:pStyle w:val="Heading2"/>
        <w:rPr>
          <w:rtl/>
        </w:rPr>
      </w:pPr>
      <w:bookmarkStart w:id="40" w:name="_Toc449617097"/>
      <w:r>
        <w:rPr>
          <w:rtl/>
        </w:rPr>
        <w:t>ثواب نگاه نكردن به عورت برادر دينى</w:t>
      </w:r>
      <w:bookmarkEnd w:id="40"/>
    </w:p>
    <w:p w:rsidR="00A679DB" w:rsidRDefault="00A679DB" w:rsidP="00A679DB">
      <w:pPr>
        <w:pStyle w:val="libNormal"/>
        <w:rPr>
          <w:rtl/>
        </w:rPr>
      </w:pPr>
      <w:r>
        <w:rPr>
          <w:rtl/>
        </w:rPr>
        <w:t>حديث : ١ حدثنى محمد بن على ماجيلويه رضى الله عنه قال حدثنى محمد بن ابى القاسم عن احمد بن محمد بن خالد عن محمد به على الانصارى عن عبدالله بن محمد عن عبدالله بن سنان عن الصادق قال من دخل الحمام فغض طرفه عن النظر الى عوره اخيه آمنه الله من الحميم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E37F71">
        <w:rPr>
          <w:rStyle w:val="libAlaemChar"/>
          <w:rtl/>
        </w:rPr>
        <w:t>عليه‌السلام</w:t>
      </w:r>
      <w:r>
        <w:rPr>
          <w:rtl/>
        </w:rPr>
        <w:t xml:space="preserve"> فرمودند: هر كس كه به حمام برود و به عورت برادر مونئش نگاه نكند، در روز قيامت او را از آب جوش جهنم ايمن مى كند.</w:t>
      </w:r>
    </w:p>
    <w:p w:rsidR="00A679DB" w:rsidRDefault="00A679DB" w:rsidP="00A679DB">
      <w:pPr>
        <w:pStyle w:val="libNormal"/>
        <w:rPr>
          <w:rtl/>
        </w:rPr>
      </w:pPr>
    </w:p>
    <w:p w:rsidR="00A679DB" w:rsidRDefault="00A679DB" w:rsidP="00A679DB">
      <w:pPr>
        <w:pStyle w:val="libNormal"/>
        <w:rPr>
          <w:rtl/>
        </w:rPr>
      </w:pPr>
      <w:r>
        <w:rPr>
          <w:rtl/>
        </w:rPr>
        <w:t>ثواب غسل الراس بالخطمى .</w:t>
      </w:r>
    </w:p>
    <w:p w:rsidR="00A679DB" w:rsidRDefault="00E37F71" w:rsidP="00A679DB">
      <w:pPr>
        <w:pStyle w:val="libNormal"/>
        <w:rPr>
          <w:rtl/>
        </w:rPr>
      </w:pPr>
      <w:r>
        <w:rPr>
          <w:rtl/>
        </w:rPr>
        <w:br w:type="page"/>
      </w:r>
    </w:p>
    <w:p w:rsidR="00A679DB" w:rsidRDefault="00A679DB" w:rsidP="00E37F71">
      <w:pPr>
        <w:pStyle w:val="Heading2"/>
        <w:rPr>
          <w:rtl/>
        </w:rPr>
      </w:pPr>
      <w:bookmarkStart w:id="41" w:name="_Toc449617098"/>
      <w:r>
        <w:rPr>
          <w:rtl/>
        </w:rPr>
        <w:t>ثواب شستن سر با خطمى</w:t>
      </w:r>
      <w:bookmarkEnd w:id="41"/>
    </w:p>
    <w:p w:rsidR="00A679DB" w:rsidRDefault="00A679DB" w:rsidP="00A679DB">
      <w:pPr>
        <w:pStyle w:val="libNormal"/>
        <w:rPr>
          <w:rtl/>
        </w:rPr>
      </w:pPr>
      <w:r>
        <w:rPr>
          <w:rtl/>
        </w:rPr>
        <w:t xml:space="preserve">حديث : ١ حدثنى احمد بن محمد بن يحيى العطار رضى الله عنه عن ابيه عن محمد بن احمد عن موسى بن عمر عن بن سنان عن ابى سعيد القماط عن عمربن يزيد عن ابى عبدلله </w:t>
      </w:r>
      <w:r w:rsidRPr="00E37F71">
        <w:rPr>
          <w:rStyle w:val="libAlaemChar"/>
          <w:rtl/>
        </w:rPr>
        <w:t>عليه‌السلام</w:t>
      </w:r>
      <w:r>
        <w:rPr>
          <w:rtl/>
        </w:rPr>
        <w:t xml:space="preserve"> قال غسل الراس ‍ بالخطمى امام من الصداع و براء من الفقر و طهور للراس من الحزازه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E37F71">
        <w:rPr>
          <w:rStyle w:val="libAlaemChar"/>
          <w:rtl/>
        </w:rPr>
        <w:t>عليه‌السلام</w:t>
      </w:r>
      <w:r>
        <w:rPr>
          <w:rtl/>
        </w:rPr>
        <w:t xml:space="preserve"> فرمودند: شستن سر با خطمى ، ايمنى از سردرد و بيزارى از فقر است و سرا را از شوره پاك مى كند.</w:t>
      </w:r>
    </w:p>
    <w:p w:rsidR="00A679DB" w:rsidRDefault="00A679DB" w:rsidP="00A679DB">
      <w:pPr>
        <w:pStyle w:val="libNormal"/>
        <w:rPr>
          <w:rtl/>
        </w:rPr>
      </w:pPr>
      <w:r>
        <w:rPr>
          <w:rtl/>
        </w:rPr>
        <w:t xml:space="preserve">حديث : ٢ حدثنى محمد بن الحسن رضى الله عنه قال حدثنى محمد بن الحسن الصفار عن محمد بن عيسى عن ابى ايوب المدنى عن ابن ابى عمير عن سفيان بن السمط عن ابى عبدالله </w:t>
      </w:r>
      <w:r w:rsidRPr="00E37F71">
        <w:rPr>
          <w:rStyle w:val="libAlaemChar"/>
          <w:rtl/>
        </w:rPr>
        <w:t>عليه‌السلام</w:t>
      </w:r>
      <w:r>
        <w:rPr>
          <w:rtl/>
        </w:rPr>
        <w:t xml:space="preserve"> قال غسل الراس ‍ بالخطمى ينفى الفقر و يزيد فى الرزق و قال هو نشره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E37F71">
        <w:rPr>
          <w:rStyle w:val="libAlaemChar"/>
          <w:rtl/>
        </w:rPr>
        <w:t>عليه‌السلام</w:t>
      </w:r>
      <w:r>
        <w:rPr>
          <w:rtl/>
        </w:rPr>
        <w:t xml:space="preserve"> فرمودند: شستن سر با خطمى فقر را از بين برده ، روزى را افزايش مى دهد و تعويذ (جلوگيرى امراض و بلاها) است .</w:t>
      </w:r>
    </w:p>
    <w:p w:rsidR="00A679DB" w:rsidRDefault="00A679DB" w:rsidP="00A679DB">
      <w:pPr>
        <w:pStyle w:val="libNormal"/>
        <w:rPr>
          <w:rtl/>
        </w:rPr>
      </w:pPr>
      <w:r>
        <w:rPr>
          <w:rtl/>
        </w:rPr>
        <w:t xml:space="preserve">حديث : ٣ و بهذاالاسناد عن محمد بن عيسى عن محمد بن اسماعيل عن منصور بن يونس بزرج قال سمعت اباالحسن </w:t>
      </w:r>
      <w:r w:rsidRPr="00E37F71">
        <w:rPr>
          <w:rStyle w:val="libAlaemChar"/>
          <w:rtl/>
        </w:rPr>
        <w:t>عليه‌السلام</w:t>
      </w:r>
      <w:r>
        <w:rPr>
          <w:rtl/>
        </w:rPr>
        <w:t xml:space="preserve"> يقول غسل الراس بالخطمى يجلب الرزق جلبا.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كاظم </w:t>
      </w:r>
      <w:r w:rsidRPr="00E37F71">
        <w:rPr>
          <w:rStyle w:val="libAlaemChar"/>
          <w:rtl/>
        </w:rPr>
        <w:t>عليه‌السلام</w:t>
      </w:r>
      <w:r>
        <w:rPr>
          <w:rtl/>
        </w:rPr>
        <w:t xml:space="preserve"> فرمودند: شستن سر با خطمى عامل بسيار خوبى براى آوردن روزى است .</w:t>
      </w:r>
    </w:p>
    <w:p w:rsidR="00A679DB" w:rsidRDefault="00A679DB" w:rsidP="00A679DB">
      <w:pPr>
        <w:pStyle w:val="libNormal"/>
        <w:rPr>
          <w:rtl/>
        </w:rPr>
      </w:pPr>
    </w:p>
    <w:p w:rsidR="00A679DB" w:rsidRDefault="00A679DB" w:rsidP="00A679DB">
      <w:pPr>
        <w:pStyle w:val="libNormal"/>
        <w:rPr>
          <w:rtl/>
        </w:rPr>
      </w:pPr>
      <w:r>
        <w:rPr>
          <w:rtl/>
        </w:rPr>
        <w:t>ثواب غسل الراس بورق السدر</w:t>
      </w:r>
    </w:p>
    <w:p w:rsidR="00A679DB" w:rsidRDefault="00A679DB" w:rsidP="00A679DB">
      <w:pPr>
        <w:pStyle w:val="libNormal"/>
        <w:rPr>
          <w:rtl/>
        </w:rPr>
      </w:pPr>
    </w:p>
    <w:p w:rsidR="00E37F71" w:rsidRDefault="00E37F71" w:rsidP="00A679DB">
      <w:pPr>
        <w:pStyle w:val="libNormal"/>
        <w:rPr>
          <w:rtl/>
        </w:rPr>
      </w:pPr>
      <w:r>
        <w:rPr>
          <w:rtl/>
        </w:rPr>
        <w:br w:type="page"/>
      </w:r>
    </w:p>
    <w:p w:rsidR="00A679DB" w:rsidRDefault="00A679DB" w:rsidP="00E37F71">
      <w:pPr>
        <w:pStyle w:val="Heading2"/>
        <w:rPr>
          <w:rtl/>
        </w:rPr>
      </w:pPr>
      <w:bookmarkStart w:id="42" w:name="_Toc449617099"/>
      <w:r>
        <w:rPr>
          <w:rtl/>
        </w:rPr>
        <w:t>ثواب شستن سر با سدر</w:t>
      </w:r>
      <w:bookmarkEnd w:id="42"/>
    </w:p>
    <w:p w:rsidR="00A679DB" w:rsidRDefault="00A679DB" w:rsidP="00A679DB">
      <w:pPr>
        <w:pStyle w:val="libNormal"/>
        <w:rPr>
          <w:rtl/>
        </w:rPr>
      </w:pPr>
      <w:r>
        <w:rPr>
          <w:rtl/>
        </w:rPr>
        <w:t xml:space="preserve">حديث : ١ ابى رحمه الله قال حدثنى على بن ابراهيم عن ابيه عن محمد بن ابى عمير عن زيد النرسى عن بعض اصحابه قال سمعت ابا عبدالله </w:t>
      </w:r>
      <w:r w:rsidRPr="00E37F71">
        <w:rPr>
          <w:rStyle w:val="libAlaemChar"/>
          <w:rtl/>
        </w:rPr>
        <w:t>عليه‌السلام</w:t>
      </w:r>
      <w:r>
        <w:rPr>
          <w:rtl/>
        </w:rPr>
        <w:t xml:space="preserve"> يقول كان رسول الله </w:t>
      </w:r>
      <w:r w:rsidR="00E60DFB" w:rsidRPr="00E37F71">
        <w:rPr>
          <w:rStyle w:val="libAlaemChar"/>
          <w:rtl/>
        </w:rPr>
        <w:t>صلى‌الله‌عليه‌وآله</w:t>
      </w:r>
      <w:r w:rsidR="00E60DFB">
        <w:rPr>
          <w:rtl/>
        </w:rPr>
        <w:t xml:space="preserve"> </w:t>
      </w:r>
      <w:r>
        <w:rPr>
          <w:rtl/>
        </w:rPr>
        <w:t>يغسل راسه بالسدر و يقول اغسلوا رووسكم بورق السدر فانه قدسه كل ملك مقرب و كل نبى مرسل و من غسل راسه بورق السدر صرف الله عنه وسوسه الشيطان سبعين يوما و من صرف الله عنه وسوسه الشيطان سبعين يوما لم يعص و من لم يعص دخل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E37F71">
        <w:rPr>
          <w:rStyle w:val="libAlaemChar"/>
          <w:rtl/>
        </w:rPr>
        <w:t>عليه‌السلام</w:t>
      </w:r>
      <w:r>
        <w:rPr>
          <w:rtl/>
        </w:rPr>
        <w:t xml:space="preserve"> فرمودند: رسول خدا </w:t>
      </w:r>
      <w:r w:rsidR="00E60DFB" w:rsidRPr="00E37F71">
        <w:rPr>
          <w:rStyle w:val="libAlaemChar"/>
          <w:rtl/>
        </w:rPr>
        <w:t>صلى‌الله‌عليه‌وآله</w:t>
      </w:r>
      <w:r w:rsidR="00E60DFB">
        <w:rPr>
          <w:rtl/>
        </w:rPr>
        <w:t xml:space="preserve"> </w:t>
      </w:r>
      <w:r>
        <w:rPr>
          <w:rtl/>
        </w:rPr>
        <w:t>سرش ‍ را با سدر مى شستند و مى فرمودند: سرهايتان را با برگ سدر بشوييد: زيرا تمام فرشتگان مقرب و همه پيامبرانى كه امده اند، آن را تقديس كرده اند، و كسى كه سرش را با برگ سدر بشويد.</w:t>
      </w:r>
    </w:p>
    <w:p w:rsidR="00A679DB" w:rsidRDefault="00A679DB" w:rsidP="00A679DB">
      <w:pPr>
        <w:pStyle w:val="libNormal"/>
        <w:rPr>
          <w:rtl/>
        </w:rPr>
      </w:pPr>
      <w:r>
        <w:rPr>
          <w:rtl/>
        </w:rPr>
        <w:t>خداوند هفتاد روز وسوسه شيطان را از او دور مى كند. و كسى كه خداوند وسوسه شيطان را هفتاد روز از او دور كند، گناه نمى كند و كسى كه گناه نكند به بهشت مى رود.</w:t>
      </w:r>
    </w:p>
    <w:p w:rsidR="00A679DB" w:rsidRDefault="00A679DB" w:rsidP="00A679DB">
      <w:pPr>
        <w:pStyle w:val="libNormal"/>
        <w:rPr>
          <w:rtl/>
        </w:rPr>
      </w:pPr>
      <w:r>
        <w:rPr>
          <w:rtl/>
        </w:rPr>
        <w:t xml:space="preserve">حديث : ٢ ابى رحمه اله قال حدثنا سعدبن عبدالله عن محمد بن عيسى عن النوفلى عن عيسى بن عبدالله العلوى عن جده آن رسول الله </w:t>
      </w:r>
      <w:r w:rsidR="00E60DFB" w:rsidRPr="00E37F71">
        <w:rPr>
          <w:rStyle w:val="libAlaemChar"/>
          <w:rtl/>
        </w:rPr>
        <w:t>صلى‌الله‌عليه‌وآله</w:t>
      </w:r>
      <w:r w:rsidR="00E60DFB">
        <w:rPr>
          <w:rtl/>
        </w:rPr>
        <w:t xml:space="preserve"> </w:t>
      </w:r>
      <w:r>
        <w:rPr>
          <w:rtl/>
        </w:rPr>
        <w:t xml:space="preserve">اغتنم فامره جبرئيل </w:t>
      </w:r>
      <w:r w:rsidRPr="00E37F71">
        <w:rPr>
          <w:rStyle w:val="libAlaemChar"/>
          <w:rtl/>
        </w:rPr>
        <w:t>عليه‌السلام</w:t>
      </w:r>
      <w:r>
        <w:rPr>
          <w:rtl/>
        </w:rPr>
        <w:t xml:space="preserve"> آن يغسل راسه بالسدر.</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٢. «عيسى بن عبدالله علوى» از پدرش ، از پدرش بزرگش روايت مى كند: هنگامى كه رسول خدا </w:t>
      </w:r>
      <w:r w:rsidR="00E60DFB" w:rsidRPr="00E37F71">
        <w:rPr>
          <w:rStyle w:val="libAlaemChar"/>
          <w:rtl/>
        </w:rPr>
        <w:t>صلى‌الله‌عليه‌وآله</w:t>
      </w:r>
      <w:r w:rsidR="00E60DFB">
        <w:rPr>
          <w:rtl/>
        </w:rPr>
        <w:t xml:space="preserve"> </w:t>
      </w:r>
      <w:r>
        <w:rPr>
          <w:rtl/>
        </w:rPr>
        <w:t>غمگين شد، جبرئيل به او گفت كه سرش را با سدر بشويد.</w:t>
      </w:r>
    </w:p>
    <w:p w:rsidR="00A679DB" w:rsidRDefault="00A679DB" w:rsidP="00A679DB">
      <w:pPr>
        <w:pStyle w:val="libNormal"/>
        <w:rPr>
          <w:rtl/>
        </w:rPr>
      </w:pPr>
    </w:p>
    <w:p w:rsidR="00A679DB" w:rsidRDefault="00A679DB" w:rsidP="00A679DB">
      <w:pPr>
        <w:pStyle w:val="libNormal"/>
        <w:rPr>
          <w:rtl/>
        </w:rPr>
      </w:pPr>
      <w:r>
        <w:rPr>
          <w:rtl/>
        </w:rPr>
        <w:t>ثواب المختضب</w:t>
      </w:r>
    </w:p>
    <w:p w:rsidR="00A679DB" w:rsidRDefault="00A679DB" w:rsidP="00A679DB">
      <w:pPr>
        <w:pStyle w:val="libNormal"/>
        <w:rPr>
          <w:rtl/>
        </w:rPr>
      </w:pPr>
    </w:p>
    <w:p w:rsidR="00A679DB" w:rsidRDefault="00E37F71" w:rsidP="00E37F71">
      <w:pPr>
        <w:pStyle w:val="Heading2"/>
        <w:rPr>
          <w:rtl/>
        </w:rPr>
      </w:pPr>
      <w:r>
        <w:rPr>
          <w:rtl/>
        </w:rPr>
        <w:br w:type="page"/>
      </w:r>
      <w:bookmarkStart w:id="43" w:name="_Toc449617100"/>
      <w:r w:rsidR="00A679DB">
        <w:rPr>
          <w:rtl/>
        </w:rPr>
        <w:lastRenderedPageBreak/>
        <w:t>ثواب خضاب كردن</w:t>
      </w:r>
      <w:bookmarkEnd w:id="43"/>
    </w:p>
    <w:p w:rsidR="00E37F71" w:rsidRPr="00E37F71" w:rsidRDefault="00E37F71" w:rsidP="00E37F71">
      <w:pPr>
        <w:pStyle w:val="libNormal"/>
        <w:rPr>
          <w:rtl/>
        </w:rPr>
      </w:pPr>
      <w:r w:rsidRPr="00E37F71">
        <w:rPr>
          <w:rStyle w:val="libFootnotenumChar"/>
          <w:rtl/>
        </w:rPr>
        <w:t>(٢٩)</w:t>
      </w:r>
    </w:p>
    <w:p w:rsidR="00A679DB" w:rsidRDefault="00A679DB" w:rsidP="00A679DB">
      <w:pPr>
        <w:pStyle w:val="libNormal"/>
        <w:rPr>
          <w:rtl/>
        </w:rPr>
      </w:pPr>
      <w:r>
        <w:rPr>
          <w:rtl/>
        </w:rPr>
        <w:t xml:space="preserve">حديث : ١ حدثنى محمد بن الحسن رضى الله عنه قال حدثنى محمد بن الحسن الصفار قال حدثنى ابراهيم بن هاشم عن محمد بنعلى الانصارى عن عيسى بن عبدالله بن محمد عمر بن على بن ابى طالب عن ابيه عن جده قال بلغ رسول الله </w:t>
      </w:r>
      <w:r w:rsidR="00E60DFB" w:rsidRPr="00E37F71">
        <w:rPr>
          <w:rStyle w:val="libAlaemChar"/>
          <w:rtl/>
        </w:rPr>
        <w:t>صلى‌الله‌عليه‌وآله</w:t>
      </w:r>
      <w:r w:rsidR="00E60DFB">
        <w:rPr>
          <w:rtl/>
        </w:rPr>
        <w:t xml:space="preserve"> </w:t>
      </w:r>
      <w:r>
        <w:rPr>
          <w:rtl/>
        </w:rPr>
        <w:t xml:space="preserve">آن قوما من اصحابه صفروا لحاهم فقال هذا خضاب الاسلام انى لا حب آن اراهم قال على </w:t>
      </w:r>
      <w:r w:rsidRPr="00E37F71">
        <w:rPr>
          <w:rStyle w:val="libAlaemChar"/>
          <w:rtl/>
        </w:rPr>
        <w:t>عليه‌السلام</w:t>
      </w:r>
      <w:r>
        <w:rPr>
          <w:rtl/>
        </w:rPr>
        <w:t xml:space="preserve"> فمررت بهم و اخبر تهم فاتوه فلما راهم قال هذا خضاب الاسلام قال فلما سمعوا ذلك منه رغبوا فاقنووا قال فلما بلغ ذلك رسول خدا </w:t>
      </w:r>
      <w:r w:rsidR="00E60DFB" w:rsidRPr="00E37F71">
        <w:rPr>
          <w:rStyle w:val="libAlaemChar"/>
          <w:rtl/>
        </w:rPr>
        <w:t>صلى‌الله‌عليه‌وآله</w:t>
      </w:r>
      <w:r w:rsidR="00E60DFB">
        <w:rPr>
          <w:rtl/>
        </w:rPr>
        <w:t xml:space="preserve"> </w:t>
      </w:r>
      <w:r>
        <w:rPr>
          <w:rtl/>
        </w:rPr>
        <w:t xml:space="preserve">قال هذا خضاب الايمان انى لا حب آن اراهم قال على </w:t>
      </w:r>
      <w:r w:rsidRPr="00E37F71">
        <w:rPr>
          <w:rStyle w:val="libAlaemChar"/>
          <w:rtl/>
        </w:rPr>
        <w:t>عليه‌السلام</w:t>
      </w:r>
      <w:r>
        <w:rPr>
          <w:rtl/>
        </w:rPr>
        <w:t xml:space="preserve"> فمررت بهم واخبرتهم فاتوه فلما راهم قال هذا خضاب الايمان فلما سمعوا ذلك منه بقوا عليه حتى ماتوا.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به رسول خدا </w:t>
      </w:r>
      <w:r w:rsidR="00E60DFB" w:rsidRPr="00E37F71">
        <w:rPr>
          <w:rStyle w:val="libAlaemChar"/>
          <w:rtl/>
        </w:rPr>
        <w:t>صلى‌الله‌عليه‌وآله</w:t>
      </w:r>
      <w:r w:rsidR="00E60DFB">
        <w:rPr>
          <w:rtl/>
        </w:rPr>
        <w:t xml:space="preserve"> </w:t>
      </w:r>
      <w:r>
        <w:rPr>
          <w:rtl/>
        </w:rPr>
        <w:t xml:space="preserve">خبر رسيد كه عده اى از يارانش موى صورت خود را با رنگ زرد خضاب نموده اند حضرت فرمودند: اين خضاب اسلام است و من دوست دارم آنها را ببينم . اميرالمؤ منين </w:t>
      </w:r>
      <w:r w:rsidRPr="00E37F71">
        <w:rPr>
          <w:rStyle w:val="libAlaemChar"/>
          <w:rtl/>
        </w:rPr>
        <w:t>عليه‌السلام</w:t>
      </w:r>
      <w:r>
        <w:rPr>
          <w:rtl/>
        </w:rPr>
        <w:t xml:space="preserve"> مى فرمايند: هنگامى كه پيامبر </w:t>
      </w:r>
      <w:r w:rsidR="00E60DFB" w:rsidRPr="00E37F71">
        <w:rPr>
          <w:rStyle w:val="libAlaemChar"/>
          <w:rtl/>
        </w:rPr>
        <w:t>صلى‌الله‌عليه‌وآله</w:t>
      </w:r>
      <w:r w:rsidR="00E60DFB">
        <w:rPr>
          <w:rtl/>
        </w:rPr>
        <w:t xml:space="preserve"> </w:t>
      </w:r>
      <w:r>
        <w:rPr>
          <w:rtl/>
        </w:rPr>
        <w:t xml:space="preserve">آنها را ديدند، فرمودند خضاب اسلام است . اميرالمؤ منين </w:t>
      </w:r>
      <w:r w:rsidRPr="00E37F71">
        <w:rPr>
          <w:rStyle w:val="libAlaemChar"/>
          <w:rtl/>
        </w:rPr>
        <w:t>عليه‌السلام</w:t>
      </w:r>
      <w:r>
        <w:rPr>
          <w:rtl/>
        </w:rPr>
        <w:t xml:space="preserve"> فرمودند: هنگامى كه آنان اين مطلب را شنيدند، بيشتر راغب شده و به ريشهاى خود رنگ قرمز سير زدند. وقتى خبر به رسول خدا </w:t>
      </w:r>
      <w:r w:rsidR="00E60DFB" w:rsidRPr="00E37F71">
        <w:rPr>
          <w:rStyle w:val="libAlaemChar"/>
          <w:rtl/>
        </w:rPr>
        <w:t>صلى‌الله‌عليه‌وآله</w:t>
      </w:r>
      <w:r w:rsidR="00E60DFB">
        <w:rPr>
          <w:rtl/>
        </w:rPr>
        <w:t xml:space="preserve"> </w:t>
      </w:r>
      <w:r>
        <w:rPr>
          <w:rtl/>
        </w:rPr>
        <w:t xml:space="preserve">رسيد، فرمودند: اين خضاب ايمان است . دوست دارم آنها را ببينم . اميرالمؤ منين </w:t>
      </w:r>
      <w:r w:rsidRPr="00E37F71">
        <w:rPr>
          <w:rStyle w:val="libAlaemChar"/>
          <w:rtl/>
        </w:rPr>
        <w:t>عليه‌السلام</w:t>
      </w:r>
      <w:r>
        <w:rPr>
          <w:rtl/>
        </w:rPr>
        <w:t xml:space="preserve"> فرمودند: من آنها را ديده و ايشان را از اين مطلب آگاه ساختم . آنها نيز حضور پيامبر شريفياب شدند. هنگامى كه آنها را ديدند، فرمودند: اين خضاب ايمان است . آنان با شنيدن اين مطلب تا آخر عمر اين كار را ادامه دادند.</w:t>
      </w:r>
    </w:p>
    <w:p w:rsidR="00A679DB" w:rsidRDefault="00A679DB" w:rsidP="00A679DB">
      <w:pPr>
        <w:pStyle w:val="libNormal"/>
        <w:rPr>
          <w:rtl/>
        </w:rPr>
      </w:pPr>
      <w:r>
        <w:rPr>
          <w:rtl/>
        </w:rPr>
        <w:lastRenderedPageBreak/>
        <w:t xml:space="preserve">حديث : ٢ ابى رحمه الله قال حدثنا سعد بن عبدالله قال حدثنا احمد بن الحسين عن ابيه عن ظريف بن ناصح عن عمرو بن خليفه العبدى عن المثنى اليمانى قال قال رسول الله </w:t>
      </w:r>
      <w:r w:rsidR="00E60DFB" w:rsidRPr="00E37F71">
        <w:rPr>
          <w:rStyle w:val="libAlaemChar"/>
          <w:rtl/>
        </w:rPr>
        <w:t>صلى‌الله‌عليه‌وآله</w:t>
      </w:r>
      <w:r w:rsidR="00E60DFB">
        <w:rPr>
          <w:rtl/>
        </w:rPr>
        <w:t xml:space="preserve"> </w:t>
      </w:r>
      <w:r>
        <w:rPr>
          <w:rtl/>
        </w:rPr>
        <w:t>احب خضابكم الى الله الحالك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رسول خدا </w:t>
      </w:r>
      <w:r w:rsidR="00E60DFB" w:rsidRPr="00E37F71">
        <w:rPr>
          <w:rStyle w:val="libAlaemChar"/>
          <w:rtl/>
        </w:rPr>
        <w:t>صلى‌الله‌عليه‌وآله</w:t>
      </w:r>
      <w:r w:rsidR="00E60DFB">
        <w:rPr>
          <w:rtl/>
        </w:rPr>
        <w:t xml:space="preserve"> </w:t>
      </w:r>
      <w:r>
        <w:rPr>
          <w:rtl/>
        </w:rPr>
        <w:t>فرمودند: محبوبترين خضابها نزد خداوند سياه سير است .</w:t>
      </w:r>
    </w:p>
    <w:p w:rsidR="00A679DB" w:rsidRDefault="00A679DB" w:rsidP="00A679DB">
      <w:pPr>
        <w:pStyle w:val="libNormal"/>
        <w:rPr>
          <w:rtl/>
        </w:rPr>
      </w:pPr>
      <w:r>
        <w:rPr>
          <w:rtl/>
        </w:rPr>
        <w:t xml:space="preserve">حديث : ٣ حدثنى احمد بن محمد بن يحيى رضى الله عنه عن ابيه عن محمد بن احمد عن ابراهيم بن اسحاق عن محمد بنعلى البغدادى عن عبدالله بن المبارك عن عبدالله بن زيد رفع الحديث قال قال رسول الله </w:t>
      </w:r>
      <w:r w:rsidR="00E60DFB" w:rsidRPr="00E37F71">
        <w:rPr>
          <w:rStyle w:val="libAlaemChar"/>
          <w:rtl/>
        </w:rPr>
        <w:t>صلى‌الله‌عليه‌وآله</w:t>
      </w:r>
      <w:r w:rsidR="00E60DFB">
        <w:rPr>
          <w:rtl/>
        </w:rPr>
        <w:t xml:space="preserve"> </w:t>
      </w:r>
      <w:r>
        <w:rPr>
          <w:rtl/>
        </w:rPr>
        <w:t>درهم يطرد الريح من الاذنين من نفقه الف درهم فى سبيل الله و فيه اربع عشره خصله يطرد الريح من الاذنين و يجلو الغشاوه عن البصر و يلين الخياشم و يطيب النكهه و يشد اللثه و يذهب بالصنان و يقل وسوسه الشيطان و تفرح به الملائكه و يستبشر به المومن و يغيظ به الكافر و هى زينه و طيب و براء له فى قبره و يستحيى منه منكر و نكير.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رسول خدا </w:t>
      </w:r>
      <w:r w:rsidR="00E60DFB" w:rsidRPr="00E37F71">
        <w:rPr>
          <w:rStyle w:val="libAlaemChar"/>
          <w:rtl/>
        </w:rPr>
        <w:t>صلى‌الله‌عليه‌وآله</w:t>
      </w:r>
      <w:r w:rsidR="00E60DFB">
        <w:rPr>
          <w:rtl/>
        </w:rPr>
        <w:t xml:space="preserve"> </w:t>
      </w:r>
      <w:r>
        <w:rPr>
          <w:rtl/>
        </w:rPr>
        <w:t>فرمودند: يك درهم خرج كردن براى خضاب بالاتر از خرج كردن هزار درهم در راه خداست و چهارده خاصيت دارد: باد گوشها را دفع مى كند، ديد چشم را بهتر مى كند، بيخ بينى را نرم مى كند، دهان را خوشبو مى نمايد، لثه را محكم مى گرداند، بوى بد زير بغل را از بين مى برد، وسوسه شيطان را كم مى كند، باعث خوشحالى فرشتگان ، سرور مؤ من و خشم كافر مى شود، و در قبر زيبايى و عطر او مى باشد، باعث رهايى او بوده و نكير و منكر از او خجالت مى كشند.</w:t>
      </w:r>
    </w:p>
    <w:p w:rsidR="00A679DB" w:rsidRDefault="00A679DB" w:rsidP="00A679DB">
      <w:pPr>
        <w:pStyle w:val="libNormal"/>
        <w:rPr>
          <w:rtl/>
        </w:rPr>
      </w:pPr>
      <w:r>
        <w:rPr>
          <w:rtl/>
        </w:rPr>
        <w:lastRenderedPageBreak/>
        <w:t xml:space="preserve">حديث : ٤ و بهذاالاسناد عن ابراهيم بن اسحاق عن اسحاق بن اسماعيل الصوفى عن العباس بن ابى العباس عن عبدوس بن ابراهيم البغدادى رفع الحديث الى ابى عبدالله </w:t>
      </w:r>
      <w:r w:rsidRPr="00E37F71">
        <w:rPr>
          <w:rStyle w:val="libAlaemChar"/>
          <w:rtl/>
        </w:rPr>
        <w:t>عليه‌السلام</w:t>
      </w:r>
      <w:r>
        <w:rPr>
          <w:rtl/>
        </w:rPr>
        <w:t xml:space="preserve"> قال الحناء يذهب بالسهك و يزيد فى ماء الوجه و يطيب النكهه و يسحن الولد و قال و من اطلبى فتدلك بالحناء من قرنه الى قدمه نفى عنه الفقر.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E37F71">
        <w:rPr>
          <w:rStyle w:val="libAlaemChar"/>
          <w:rtl/>
        </w:rPr>
        <w:t>عليه‌السلام</w:t>
      </w:r>
      <w:r>
        <w:rPr>
          <w:rtl/>
        </w:rPr>
        <w:t xml:space="preserve"> فرمودند: حنا بوى بد را از انسان دور كرده ، آبرو را زياد نموده ، دهان را خوشبو ساخته و فرزند را نيكو مى گرداند. و نيز فرمودند: كسى كه نوره بكشد و بعد از آن سرتاپايش را حنا بمالد، فقر از دور مى شود.</w:t>
      </w:r>
    </w:p>
    <w:p w:rsidR="00A679DB" w:rsidRDefault="00A679DB" w:rsidP="00A679DB">
      <w:pPr>
        <w:pStyle w:val="libNormal"/>
        <w:rPr>
          <w:rtl/>
        </w:rPr>
      </w:pPr>
      <w:r>
        <w:rPr>
          <w:rtl/>
        </w:rPr>
        <w:t xml:space="preserve">حديث : ٥ حدثنى محمد بن على ماجيلويه رضى الله عنه عن عمه محمد بن ابى القاسم عن احمد بن ابى عبدالله عن منصور بن العباس عن سعيد بن جناح عن سليمان بن جعفر الجعفرى عن ابى الحسن </w:t>
      </w:r>
      <w:r w:rsidRPr="00E37F71">
        <w:rPr>
          <w:rStyle w:val="libAlaemChar"/>
          <w:rtl/>
        </w:rPr>
        <w:t>عليه‌السلام</w:t>
      </w:r>
      <w:r>
        <w:rPr>
          <w:rtl/>
        </w:rPr>
        <w:t xml:space="preserve"> قال الخضاب بالسواد زينه للنساء مكبته للعدو.</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كاظم </w:t>
      </w:r>
      <w:r w:rsidRPr="00E37F71">
        <w:rPr>
          <w:rStyle w:val="libAlaemChar"/>
          <w:rtl/>
        </w:rPr>
        <w:t>عليه‌السلام</w:t>
      </w:r>
      <w:r>
        <w:rPr>
          <w:rtl/>
        </w:rPr>
        <w:t xml:space="preserve"> فرمودند: خضاب با رنگ سياه زينت زنان و خوار كننده دشمن است .</w:t>
      </w:r>
    </w:p>
    <w:p w:rsidR="00A679DB" w:rsidRDefault="00A679DB" w:rsidP="00A679DB">
      <w:pPr>
        <w:pStyle w:val="libNormal"/>
        <w:rPr>
          <w:rtl/>
        </w:rPr>
      </w:pPr>
      <w:r>
        <w:rPr>
          <w:rtl/>
        </w:rPr>
        <w:t xml:space="preserve">حديث : ٦ ابى رحمه الله قال حدثنى سعد به عبدالله قال حدثنى احمد بن ابى عبدالله عن ابيه عن الحسن بن موسى قال سمعت ابالحسن </w:t>
      </w:r>
      <w:r w:rsidRPr="00E37F71">
        <w:rPr>
          <w:rStyle w:val="libAlaemChar"/>
          <w:rtl/>
        </w:rPr>
        <w:t>عليه‌السلام</w:t>
      </w:r>
      <w:r>
        <w:rPr>
          <w:rtl/>
        </w:rPr>
        <w:t xml:space="preserve"> يقول قال رسول الله </w:t>
      </w:r>
      <w:r w:rsidR="00E60DFB" w:rsidRPr="00E37F71">
        <w:rPr>
          <w:rStyle w:val="libAlaemChar"/>
          <w:rtl/>
        </w:rPr>
        <w:t>صلى‌الله‌عليه‌وآله</w:t>
      </w:r>
      <w:r w:rsidR="00E60DFB">
        <w:rPr>
          <w:rtl/>
        </w:rPr>
        <w:t xml:space="preserve"> </w:t>
      </w:r>
      <w:r>
        <w:rPr>
          <w:rtl/>
        </w:rPr>
        <w:t>من اطلى و اختضب بالحناء آمنه الله من ثلاث خصال الجذام و البرص و الاكله الى طليه مثلها.</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٦. امام كاظم </w:t>
      </w:r>
      <w:r w:rsidRPr="00E37F71">
        <w:rPr>
          <w:rStyle w:val="libAlaemChar"/>
          <w:rtl/>
        </w:rPr>
        <w:t>عليه‌السلام</w:t>
      </w:r>
      <w:r>
        <w:rPr>
          <w:rtl/>
        </w:rPr>
        <w:t xml:space="preserve"> نقل مى نمايند كه رسول خدا </w:t>
      </w:r>
      <w:r w:rsidR="00E60DFB" w:rsidRPr="00E37F71">
        <w:rPr>
          <w:rStyle w:val="libAlaemChar"/>
          <w:rtl/>
        </w:rPr>
        <w:t>صلى‌الله‌عليه‌وآله</w:t>
      </w:r>
      <w:r w:rsidR="00E60DFB">
        <w:rPr>
          <w:rtl/>
        </w:rPr>
        <w:t xml:space="preserve"> </w:t>
      </w:r>
      <w:r>
        <w:rPr>
          <w:rtl/>
        </w:rPr>
        <w:t>فرمودند: كسى كه نوره بكشد و با حنا بدن را خضاب كند، خداوند تا نوبت بعدى كه اين عمل را انجام بدهد، او را از سه چيز ايمن مى كند: جذام ، پيسى و خوره .</w:t>
      </w:r>
    </w:p>
    <w:p w:rsidR="00A679DB" w:rsidRDefault="00A679DB" w:rsidP="00A679DB">
      <w:pPr>
        <w:pStyle w:val="libNormal"/>
        <w:rPr>
          <w:rtl/>
        </w:rPr>
      </w:pPr>
    </w:p>
    <w:p w:rsidR="00A679DB" w:rsidRDefault="00A679DB" w:rsidP="00A679DB">
      <w:pPr>
        <w:pStyle w:val="libNormal"/>
        <w:rPr>
          <w:rtl/>
        </w:rPr>
      </w:pPr>
      <w:r>
        <w:rPr>
          <w:rtl/>
        </w:rPr>
        <w:t>ثواب المتنور</w:t>
      </w:r>
    </w:p>
    <w:p w:rsidR="00A679DB" w:rsidRDefault="00A679DB" w:rsidP="00A679DB">
      <w:pPr>
        <w:pStyle w:val="libNormal"/>
        <w:rPr>
          <w:rtl/>
        </w:rPr>
      </w:pPr>
    </w:p>
    <w:p w:rsidR="00E37F71" w:rsidRDefault="00E37F71" w:rsidP="00A679DB">
      <w:pPr>
        <w:pStyle w:val="libNormal"/>
        <w:rPr>
          <w:rtl/>
        </w:rPr>
      </w:pPr>
      <w:r>
        <w:rPr>
          <w:rtl/>
        </w:rPr>
        <w:br w:type="page"/>
      </w:r>
    </w:p>
    <w:p w:rsidR="00A679DB" w:rsidRDefault="00A679DB" w:rsidP="00E37F71">
      <w:pPr>
        <w:pStyle w:val="Heading2"/>
        <w:rPr>
          <w:rtl/>
        </w:rPr>
      </w:pPr>
      <w:bookmarkStart w:id="44" w:name="_Toc449617101"/>
      <w:r>
        <w:rPr>
          <w:rtl/>
        </w:rPr>
        <w:t>ثواب نوره كشيدن</w:t>
      </w:r>
      <w:bookmarkEnd w:id="44"/>
    </w:p>
    <w:p w:rsidR="00A679DB" w:rsidRDefault="00A679DB" w:rsidP="00A679DB">
      <w:pPr>
        <w:pStyle w:val="libNormal"/>
        <w:rPr>
          <w:rtl/>
        </w:rPr>
      </w:pPr>
      <w:r>
        <w:rPr>
          <w:rtl/>
        </w:rPr>
        <w:t xml:space="preserve">حديث : ١ ابى رحمه الله قال حدثنى عبدالله بن جعفر عن محمد بن عيسى عن القاسم بن يحيى عن جده الحسن بن راشد عن ابى بصير عن ابى عبدالله </w:t>
      </w:r>
      <w:r w:rsidRPr="00E37F71">
        <w:rPr>
          <w:rStyle w:val="libAlaemChar"/>
          <w:rtl/>
        </w:rPr>
        <w:t>عليه‌السلام</w:t>
      </w:r>
      <w:r>
        <w:rPr>
          <w:rtl/>
        </w:rPr>
        <w:t xml:space="preserve"> قال قال اميرالمؤ منين </w:t>
      </w:r>
      <w:r w:rsidRPr="00E37F71">
        <w:rPr>
          <w:rStyle w:val="libAlaemChar"/>
          <w:rtl/>
        </w:rPr>
        <w:t>عليه‌السلام</w:t>
      </w:r>
      <w:r>
        <w:rPr>
          <w:rtl/>
        </w:rPr>
        <w:t xml:space="preserve"> النوره نشره و طهور للسجد.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E37F71">
        <w:rPr>
          <w:rStyle w:val="libAlaemChar"/>
          <w:rtl/>
        </w:rPr>
        <w:t>عليه‌السلام</w:t>
      </w:r>
      <w:r>
        <w:rPr>
          <w:rtl/>
        </w:rPr>
        <w:t xml:space="preserve"> روايت نمودند كه اميرالمؤ منين </w:t>
      </w:r>
      <w:r w:rsidRPr="00E37F71">
        <w:rPr>
          <w:rStyle w:val="libAlaemChar"/>
          <w:rtl/>
        </w:rPr>
        <w:t>عليه‌السلام</w:t>
      </w:r>
      <w:r>
        <w:rPr>
          <w:rtl/>
        </w:rPr>
        <w:t xml:space="preserve"> فرمودند: نوره ، تعويذ است و بدن را پاك مى كند.</w:t>
      </w:r>
    </w:p>
    <w:p w:rsidR="00A679DB" w:rsidRDefault="00A679DB" w:rsidP="00A679DB">
      <w:pPr>
        <w:pStyle w:val="libNormal"/>
        <w:rPr>
          <w:rtl/>
        </w:rPr>
      </w:pPr>
    </w:p>
    <w:p w:rsidR="00A679DB" w:rsidRDefault="00A679DB" w:rsidP="00A679DB">
      <w:pPr>
        <w:pStyle w:val="libNormal"/>
        <w:rPr>
          <w:rtl/>
        </w:rPr>
      </w:pPr>
      <w:r>
        <w:rPr>
          <w:rtl/>
        </w:rPr>
        <w:t>ثواب تسريح الراس</w:t>
      </w:r>
    </w:p>
    <w:p w:rsidR="00A679DB" w:rsidRDefault="00A679DB" w:rsidP="00A679DB">
      <w:pPr>
        <w:pStyle w:val="libNormal"/>
        <w:rPr>
          <w:rtl/>
        </w:rPr>
      </w:pPr>
    </w:p>
    <w:p w:rsidR="00E37F71" w:rsidRDefault="00E37F71" w:rsidP="00A679DB">
      <w:pPr>
        <w:pStyle w:val="libNormal"/>
        <w:rPr>
          <w:rtl/>
        </w:rPr>
      </w:pPr>
      <w:r>
        <w:rPr>
          <w:rtl/>
        </w:rPr>
        <w:br w:type="page"/>
      </w:r>
    </w:p>
    <w:p w:rsidR="00A679DB" w:rsidRDefault="00A679DB" w:rsidP="00E37F71">
      <w:pPr>
        <w:pStyle w:val="Heading2"/>
        <w:rPr>
          <w:rtl/>
        </w:rPr>
      </w:pPr>
      <w:bookmarkStart w:id="45" w:name="_Toc449617102"/>
      <w:r>
        <w:rPr>
          <w:rtl/>
        </w:rPr>
        <w:t>ثواب شانه كردن سر</w:t>
      </w:r>
      <w:bookmarkEnd w:id="45"/>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محمد عن نضربن اسحاق عن عنبسه بن سعيد رفع الحيدث قال قال رسول الله </w:t>
      </w:r>
      <w:r w:rsidR="00E60DFB">
        <w:rPr>
          <w:rtl/>
        </w:rPr>
        <w:t xml:space="preserve">صلى‌الله‌عليه‌وآله </w:t>
      </w:r>
      <w:r>
        <w:rPr>
          <w:rtl/>
        </w:rPr>
        <w:t>تسريح الراس يذهب بالوباء و يجلب الرزق و يزيد فى الجماع</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E37F71">
        <w:rPr>
          <w:rStyle w:val="libAlaemChar"/>
          <w:rtl/>
        </w:rPr>
        <w:t>صلى‌الله‌عليه‌وآله</w:t>
      </w:r>
      <w:r w:rsidR="00E60DFB">
        <w:rPr>
          <w:rtl/>
        </w:rPr>
        <w:t xml:space="preserve"> </w:t>
      </w:r>
      <w:r>
        <w:rPr>
          <w:rtl/>
        </w:rPr>
        <w:t>فرمودند: شانه كردن سر «وبا» را مى برد، روزى مى آورد و جماع را زياد مى كند.</w:t>
      </w:r>
    </w:p>
    <w:p w:rsidR="00A679DB" w:rsidRDefault="00A679DB" w:rsidP="00A679DB">
      <w:pPr>
        <w:pStyle w:val="libNormal"/>
        <w:rPr>
          <w:rtl/>
        </w:rPr>
      </w:pPr>
    </w:p>
    <w:p w:rsidR="00A679DB" w:rsidRDefault="00A679DB" w:rsidP="00A679DB">
      <w:pPr>
        <w:pStyle w:val="libNormal"/>
        <w:rPr>
          <w:rtl/>
        </w:rPr>
      </w:pPr>
      <w:r>
        <w:rPr>
          <w:rtl/>
        </w:rPr>
        <w:t>ثواب من سرح لحيته سبعين مره</w:t>
      </w:r>
    </w:p>
    <w:p w:rsidR="00A679DB" w:rsidRDefault="00E37F71" w:rsidP="00A679DB">
      <w:pPr>
        <w:pStyle w:val="libNormal"/>
        <w:rPr>
          <w:rtl/>
        </w:rPr>
      </w:pPr>
      <w:r>
        <w:rPr>
          <w:rtl/>
        </w:rPr>
        <w:br w:type="page"/>
      </w:r>
    </w:p>
    <w:p w:rsidR="00A679DB" w:rsidRDefault="00A679DB" w:rsidP="00E37F71">
      <w:pPr>
        <w:pStyle w:val="Heading2"/>
        <w:rPr>
          <w:rtl/>
        </w:rPr>
      </w:pPr>
      <w:bookmarkStart w:id="46" w:name="_Toc449617103"/>
      <w:r>
        <w:rPr>
          <w:rtl/>
        </w:rPr>
        <w:t>ثواب هفتاد بار شانه كردن موى صورت</w:t>
      </w:r>
      <w:bookmarkEnd w:id="46"/>
    </w:p>
    <w:p w:rsidR="00A679DB" w:rsidRDefault="00A679DB" w:rsidP="00A679DB">
      <w:pPr>
        <w:pStyle w:val="libNormal"/>
        <w:rPr>
          <w:rtl/>
        </w:rPr>
      </w:pPr>
      <w:r>
        <w:rPr>
          <w:rtl/>
        </w:rPr>
        <w:t xml:space="preserve">حديث : ١ حدثنى الحسين بن احمد عن ابيه عن محمد بن احمد عن سهل بن زياد عن ابراهيم عن عبدالرحمن بن الحجاج عن محمد بن عمر الهمدانى عن الحسن بن عطيه عن اسماعيل بن جابر عن ابى عبدالله </w:t>
      </w:r>
      <w:r w:rsidRPr="00E37F71">
        <w:rPr>
          <w:rStyle w:val="libAlaemChar"/>
          <w:rtl/>
        </w:rPr>
        <w:t>عليه‌السلام</w:t>
      </w:r>
      <w:r>
        <w:rPr>
          <w:rtl/>
        </w:rPr>
        <w:t xml:space="preserve"> قال من سرح لحيته سبعين مره و عدها مره مره لم يقربه الشيطان اربعين صباحا.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E37F71">
        <w:rPr>
          <w:rStyle w:val="libAlaemChar"/>
          <w:rtl/>
        </w:rPr>
        <w:t>عليه‌السلام</w:t>
      </w:r>
      <w:r>
        <w:rPr>
          <w:rtl/>
        </w:rPr>
        <w:t xml:space="preserve"> فرمودند: كسى كه هفتاد بار موى صورتش را شانه كند و بداند كه چندبار اين كار را انجام داده است ، تا چهل روز شيطان به او نزديك نمى شود.</w:t>
      </w:r>
    </w:p>
    <w:p w:rsidR="00A679DB" w:rsidRDefault="00A679DB" w:rsidP="00A679DB">
      <w:pPr>
        <w:pStyle w:val="libNormal"/>
        <w:rPr>
          <w:rtl/>
        </w:rPr>
      </w:pPr>
    </w:p>
    <w:p w:rsidR="00A679DB" w:rsidRDefault="00A679DB" w:rsidP="00A679DB">
      <w:pPr>
        <w:pStyle w:val="libNormal"/>
        <w:rPr>
          <w:rtl/>
        </w:rPr>
      </w:pPr>
      <w:r>
        <w:rPr>
          <w:rtl/>
        </w:rPr>
        <w:t>ثواب المكتحل</w:t>
      </w:r>
    </w:p>
    <w:p w:rsidR="00A679DB" w:rsidRDefault="00A679DB" w:rsidP="00A679DB">
      <w:pPr>
        <w:pStyle w:val="libNormal"/>
        <w:rPr>
          <w:rtl/>
        </w:rPr>
      </w:pPr>
    </w:p>
    <w:p w:rsidR="00E37F71" w:rsidRDefault="00E37F71" w:rsidP="00A679DB">
      <w:pPr>
        <w:pStyle w:val="libNormal"/>
        <w:rPr>
          <w:rtl/>
        </w:rPr>
      </w:pPr>
      <w:r>
        <w:rPr>
          <w:rtl/>
        </w:rPr>
        <w:br w:type="page"/>
      </w:r>
    </w:p>
    <w:p w:rsidR="00A679DB" w:rsidRDefault="00A679DB" w:rsidP="00E37F71">
      <w:pPr>
        <w:pStyle w:val="Heading2"/>
        <w:rPr>
          <w:rtl/>
        </w:rPr>
      </w:pPr>
      <w:bookmarkStart w:id="47" w:name="_Toc449617104"/>
      <w:r>
        <w:rPr>
          <w:rtl/>
        </w:rPr>
        <w:t>ثواب سرمه كشيدن</w:t>
      </w:r>
      <w:bookmarkEnd w:id="47"/>
    </w:p>
    <w:p w:rsidR="00A679DB" w:rsidRDefault="00A679DB" w:rsidP="00A679DB">
      <w:pPr>
        <w:pStyle w:val="libNormal"/>
        <w:rPr>
          <w:rtl/>
        </w:rPr>
      </w:pPr>
      <w:r>
        <w:rPr>
          <w:rtl/>
        </w:rPr>
        <w:t xml:space="preserve">حديث : ١ ابى رحمه الله قال حدثنى بن عبدالله عن يعقوب بن يزيد عن الحسن بن على بن فضال عن على بن عقبه عن يونس بن يعقوب عن بعضى اصحابنا عن ابى عبدالله </w:t>
      </w:r>
      <w:r w:rsidRPr="00E37F71">
        <w:rPr>
          <w:rStyle w:val="libAlaemChar"/>
          <w:rtl/>
        </w:rPr>
        <w:t>عليه‌السلام</w:t>
      </w:r>
      <w:r>
        <w:rPr>
          <w:rtl/>
        </w:rPr>
        <w:t xml:space="preserve"> قال الاثمد يجلوا البصر و يقطع الدمه و ينبت الشعر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E37F71">
        <w:rPr>
          <w:rStyle w:val="libAlaemChar"/>
          <w:rtl/>
        </w:rPr>
        <w:t>عليه‌السلام</w:t>
      </w:r>
      <w:r>
        <w:rPr>
          <w:rtl/>
        </w:rPr>
        <w:t xml:space="preserve"> فرمودند: سرمه چشم را زيبا، اشك را قطع و مو را مى روياند.</w:t>
      </w:r>
    </w:p>
    <w:p w:rsidR="00A679DB" w:rsidRDefault="00A679DB" w:rsidP="00A679DB">
      <w:pPr>
        <w:pStyle w:val="libNormal"/>
        <w:rPr>
          <w:rtl/>
        </w:rPr>
      </w:pPr>
      <w:r>
        <w:rPr>
          <w:rtl/>
        </w:rPr>
        <w:t xml:space="preserve">حديث : ٢ حدثنى احمد بن على عن ابيه عن على بن معبد عن عبدالله بن مقاتل عن ابى الحسن الرضا </w:t>
      </w:r>
      <w:r w:rsidRPr="00E37F71">
        <w:rPr>
          <w:rStyle w:val="libAlaemChar"/>
          <w:rtl/>
        </w:rPr>
        <w:t>عليه‌السلام</w:t>
      </w:r>
      <w:r>
        <w:rPr>
          <w:rtl/>
        </w:rPr>
        <w:t xml:space="preserve"> قال من كان يومن بالله و اليوم آلاخر فليكتحل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رضا </w:t>
      </w:r>
      <w:r w:rsidRPr="00E37F71">
        <w:rPr>
          <w:rStyle w:val="libAlaemChar"/>
          <w:rtl/>
        </w:rPr>
        <w:t>عليه‌السلام</w:t>
      </w:r>
      <w:r>
        <w:rPr>
          <w:rtl/>
        </w:rPr>
        <w:t xml:space="preserve"> فرمودند: كسى كه به خدا و روز قيامت ايمان دارد، بايد سرمه بكشد.</w:t>
      </w:r>
    </w:p>
    <w:p w:rsidR="00A679DB" w:rsidRDefault="00A679DB" w:rsidP="00A679DB">
      <w:pPr>
        <w:pStyle w:val="libNormal"/>
        <w:rPr>
          <w:rtl/>
        </w:rPr>
      </w:pPr>
      <w:r>
        <w:rPr>
          <w:rtl/>
        </w:rPr>
        <w:t xml:space="preserve">حديث : ٣ حدثنى احمد بن محمد رضى الله عنه عن ابيه عن محمد بن احمدعن موسى بن جعفر عن موسى بن عمر عن حمزه بن بزيع عن اسحاق بن عمار عن ابى عبدالله </w:t>
      </w:r>
      <w:r w:rsidRPr="00E37F71">
        <w:rPr>
          <w:rStyle w:val="libAlaemChar"/>
          <w:rtl/>
        </w:rPr>
        <w:t>عليه‌السلام</w:t>
      </w:r>
      <w:r>
        <w:rPr>
          <w:rtl/>
        </w:rPr>
        <w:t xml:space="preserve"> قال الكحل عند النوم امام من الماء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E37F71">
        <w:rPr>
          <w:rStyle w:val="libAlaemChar"/>
          <w:rtl/>
        </w:rPr>
        <w:t>عليه‌السلام</w:t>
      </w:r>
      <w:r>
        <w:rPr>
          <w:rtl/>
        </w:rPr>
        <w:t xml:space="preserve"> فرمودند: سرمه كشيدن هنگام خواب از آب ريزش چشم جلوگيرى مى كند.</w:t>
      </w:r>
    </w:p>
    <w:p w:rsidR="00A679DB" w:rsidRDefault="00A679DB" w:rsidP="00A679DB">
      <w:pPr>
        <w:pStyle w:val="libNormal"/>
        <w:rPr>
          <w:rtl/>
        </w:rPr>
      </w:pPr>
      <w:r>
        <w:rPr>
          <w:rtl/>
        </w:rPr>
        <w:lastRenderedPageBreak/>
        <w:t>حديث : ٤ حدثنى الحسين بن احمد عن ابيه عن محمد بن احمد عن سهل بن زياد عن ابن سنان عن حماد بن عثمان عن ابى عبدالله عليه‌السلام قال الكحل ينبت الشعر و يجفف الدمعه و يعذب الريق و يجلو البصر.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امام صادق </w:t>
      </w:r>
      <w:r w:rsidRPr="00E37F71">
        <w:rPr>
          <w:rStyle w:val="libAlaemChar"/>
          <w:rtl/>
        </w:rPr>
        <w:t>عليه‌السلام</w:t>
      </w:r>
      <w:r>
        <w:rPr>
          <w:rtl/>
        </w:rPr>
        <w:t xml:space="preserve"> فرمودند: سرمه كشيدن مو را مى روياند، اشك را خشك نموده ، اب دهان را گوارا، و چشم را زيبا مى كند.</w:t>
      </w:r>
    </w:p>
    <w:p w:rsidR="00A679DB" w:rsidRDefault="00A679DB" w:rsidP="00A679DB">
      <w:pPr>
        <w:pStyle w:val="libNormal"/>
        <w:rPr>
          <w:rtl/>
        </w:rPr>
      </w:pPr>
    </w:p>
    <w:p w:rsidR="00A679DB" w:rsidRDefault="00A679DB" w:rsidP="00A679DB">
      <w:pPr>
        <w:pStyle w:val="libNormal"/>
        <w:rPr>
          <w:rtl/>
        </w:rPr>
      </w:pPr>
      <w:r>
        <w:rPr>
          <w:rtl/>
        </w:rPr>
        <w:t>ثواب استيصال الشعر</w:t>
      </w:r>
    </w:p>
    <w:p w:rsidR="00A679DB" w:rsidRDefault="00A679DB" w:rsidP="00A679DB">
      <w:pPr>
        <w:pStyle w:val="libNormal"/>
        <w:rPr>
          <w:rtl/>
        </w:rPr>
      </w:pPr>
    </w:p>
    <w:p w:rsidR="00E37F71" w:rsidRDefault="00E37F71" w:rsidP="00A679DB">
      <w:pPr>
        <w:pStyle w:val="libNormal"/>
        <w:rPr>
          <w:rtl/>
        </w:rPr>
      </w:pPr>
      <w:r>
        <w:rPr>
          <w:rtl/>
        </w:rPr>
        <w:br w:type="page"/>
      </w:r>
    </w:p>
    <w:p w:rsidR="00A679DB" w:rsidRDefault="00A679DB" w:rsidP="00E37F71">
      <w:pPr>
        <w:pStyle w:val="Heading2"/>
        <w:rPr>
          <w:rtl/>
        </w:rPr>
      </w:pPr>
      <w:bookmarkStart w:id="48" w:name="_Toc449617105"/>
      <w:r>
        <w:rPr>
          <w:rtl/>
        </w:rPr>
        <w:t>ثواب تراشيدن سر</w:t>
      </w:r>
      <w:bookmarkEnd w:id="48"/>
    </w:p>
    <w:p w:rsidR="00A679DB" w:rsidRDefault="00A679DB" w:rsidP="00A679DB">
      <w:pPr>
        <w:pStyle w:val="libNormal"/>
        <w:rPr>
          <w:rtl/>
        </w:rPr>
      </w:pPr>
      <w:r>
        <w:rPr>
          <w:rtl/>
        </w:rPr>
        <w:t>حديث : ١ حدثنى محمد بن الحسن رضى الله عنه قال حدثنى محمد بن الحسن الصفار عن احمد بن محمد عن الحسين بن سعيد عن ابن ابى عمير عن محمد بن ابى حمزه عن اسحاق قال قال لى ابوعبدالله عليه‌السلام استاصل شعرك تقل دوابه و درنه و وسخه و تغلظ رقبتك و يجل بصرك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امام صادق </w:t>
      </w:r>
      <w:r w:rsidRPr="00E37F71">
        <w:rPr>
          <w:rStyle w:val="libAlaemChar"/>
          <w:rtl/>
        </w:rPr>
        <w:t>عليه‌السلام</w:t>
      </w:r>
      <w:r>
        <w:rPr>
          <w:rtl/>
        </w:rPr>
        <w:t xml:space="preserve"> به من فرمودند: مويت را بتراش تا حشرات ريز و چرك و كثافت آن كم شود، گردنت كلفت شود و چشمت روشن گردد.</w:t>
      </w:r>
    </w:p>
    <w:p w:rsidR="00A679DB" w:rsidRDefault="00A679DB" w:rsidP="00A679DB">
      <w:pPr>
        <w:pStyle w:val="libNormal"/>
        <w:rPr>
          <w:rtl/>
        </w:rPr>
      </w:pPr>
    </w:p>
    <w:p w:rsidR="00A679DB" w:rsidRDefault="00A679DB" w:rsidP="00A679DB">
      <w:pPr>
        <w:pStyle w:val="libNormal"/>
        <w:rPr>
          <w:rtl/>
        </w:rPr>
      </w:pPr>
      <w:r>
        <w:rPr>
          <w:rtl/>
        </w:rPr>
        <w:t>ثواب تقليم الظفار و الاخذ من الشارب</w:t>
      </w:r>
    </w:p>
    <w:p w:rsidR="00A679DB" w:rsidRDefault="00A679DB" w:rsidP="00A679DB">
      <w:pPr>
        <w:pStyle w:val="libNormal"/>
        <w:rPr>
          <w:rtl/>
        </w:rPr>
      </w:pPr>
    </w:p>
    <w:p w:rsidR="00B261D7" w:rsidRDefault="00B261D7" w:rsidP="00A679DB">
      <w:pPr>
        <w:pStyle w:val="libNormal"/>
        <w:rPr>
          <w:rtl/>
        </w:rPr>
      </w:pPr>
      <w:r>
        <w:rPr>
          <w:rtl/>
        </w:rPr>
        <w:br w:type="page"/>
      </w:r>
    </w:p>
    <w:p w:rsidR="00A679DB" w:rsidRDefault="00A679DB" w:rsidP="00B261D7">
      <w:pPr>
        <w:pStyle w:val="Heading2"/>
        <w:rPr>
          <w:rtl/>
        </w:rPr>
      </w:pPr>
      <w:bookmarkStart w:id="49" w:name="_Toc449617106"/>
      <w:r>
        <w:rPr>
          <w:rtl/>
        </w:rPr>
        <w:t>ثواب ناخن گرفتن و كوتاه كردن سبيل</w:t>
      </w:r>
      <w:bookmarkEnd w:id="49"/>
    </w:p>
    <w:p w:rsidR="00A679DB" w:rsidRDefault="00A679DB" w:rsidP="00A679DB">
      <w:pPr>
        <w:pStyle w:val="libNormal"/>
        <w:rPr>
          <w:rtl/>
        </w:rPr>
      </w:pPr>
      <w:r>
        <w:rPr>
          <w:rtl/>
        </w:rPr>
        <w:t xml:space="preserve">حديث : ١ قال رحمه الله قال حدثنى على بن ابراهيم عن بيه عن الحسين بن يزيد عن السكونى عن ابى عبدالله عن آبائه </w:t>
      </w:r>
      <w:r w:rsidRPr="00B261D7">
        <w:rPr>
          <w:rStyle w:val="libAlaemChar"/>
          <w:rtl/>
        </w:rPr>
        <w:t>عليه‌السلام</w:t>
      </w:r>
      <w:r>
        <w:rPr>
          <w:rtl/>
        </w:rPr>
        <w:t xml:space="preserve"> قال قال رسول الله </w:t>
      </w:r>
      <w:r w:rsidR="00E60DFB" w:rsidRPr="00B261D7">
        <w:rPr>
          <w:rStyle w:val="libAlaemChar"/>
          <w:rtl/>
        </w:rPr>
        <w:t>صلى‌الله‌عليه‌وآله</w:t>
      </w:r>
      <w:r w:rsidR="00E60DFB">
        <w:rPr>
          <w:rtl/>
        </w:rPr>
        <w:t xml:space="preserve"> </w:t>
      </w:r>
      <w:r>
        <w:rPr>
          <w:rtl/>
        </w:rPr>
        <w:t>من قلم اضفاره يوم الجعه اخرج الله عزوجل من انامله الداء و ادخل فيها الدواء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B261D7">
        <w:rPr>
          <w:rStyle w:val="libAlaemChar"/>
          <w:rtl/>
        </w:rPr>
        <w:t>عليه‌السلام</w:t>
      </w:r>
      <w:r>
        <w:rPr>
          <w:rtl/>
        </w:rPr>
        <w:t xml:space="preserve"> از پدرانش </w:t>
      </w:r>
      <w:r w:rsidRPr="00B261D7">
        <w:rPr>
          <w:rStyle w:val="libAlaemChar"/>
          <w:rtl/>
        </w:rPr>
        <w:t>عليه‌السلام</w:t>
      </w:r>
      <w:r>
        <w:rPr>
          <w:rtl/>
        </w:rPr>
        <w:t xml:space="preserve"> روايت مى نمايد كه رسول خدا </w:t>
      </w:r>
      <w:r w:rsidR="00E60DFB" w:rsidRPr="00B261D7">
        <w:rPr>
          <w:rStyle w:val="libAlaemChar"/>
          <w:rtl/>
        </w:rPr>
        <w:t>صلى‌الله‌عليه‌وآله</w:t>
      </w:r>
      <w:r w:rsidR="00E60DFB">
        <w:rPr>
          <w:rtl/>
        </w:rPr>
        <w:t xml:space="preserve"> </w:t>
      </w:r>
      <w:r>
        <w:rPr>
          <w:rtl/>
        </w:rPr>
        <w:t>فرمودند: كسى كه در روز جمعه ناخنهايش را بگيرد، خداوند عزوجل درد را از انگشتانش خارج و درمان را وارد آن مى كند.</w:t>
      </w:r>
    </w:p>
    <w:p w:rsidR="00A679DB" w:rsidRDefault="00A679DB" w:rsidP="00A679DB">
      <w:pPr>
        <w:pStyle w:val="libNormal"/>
        <w:rPr>
          <w:rtl/>
        </w:rPr>
      </w:pPr>
      <w:r>
        <w:rPr>
          <w:rtl/>
        </w:rPr>
        <w:t xml:space="preserve">حديث : ٢ و بهذاالاسناد قال قال رسول الله </w:t>
      </w:r>
      <w:r w:rsidR="00E60DFB">
        <w:rPr>
          <w:rtl/>
        </w:rPr>
        <w:t xml:space="preserve">صلى‌الله‌عليه‌وآله </w:t>
      </w:r>
      <w:r>
        <w:rPr>
          <w:rtl/>
        </w:rPr>
        <w:t>من قلم اضلفاره يوم السبت او يوم الخميس و اخذ من شاربه عوفى من و جع الاضراس و وجع العين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رسول خدا </w:t>
      </w:r>
      <w:r w:rsidR="00E60DFB" w:rsidRPr="00B261D7">
        <w:rPr>
          <w:rStyle w:val="libAlaemChar"/>
          <w:rtl/>
        </w:rPr>
        <w:t>صلى‌الله‌عليه‌وآله</w:t>
      </w:r>
      <w:r w:rsidR="00E60DFB">
        <w:rPr>
          <w:rtl/>
        </w:rPr>
        <w:t xml:space="preserve"> </w:t>
      </w:r>
      <w:r>
        <w:rPr>
          <w:rtl/>
        </w:rPr>
        <w:t>فرمودند: كسى كه در روز شنبه يا پنجشنبه بچيند و يكى را براى روز جمعه باقى بگذارد، خداى عزوجل فقر را از او دور مى گرداند.</w:t>
      </w:r>
    </w:p>
    <w:p w:rsidR="00A679DB" w:rsidRDefault="00A679DB" w:rsidP="00A679DB">
      <w:pPr>
        <w:pStyle w:val="libNormal"/>
        <w:rPr>
          <w:rtl/>
        </w:rPr>
      </w:pPr>
      <w:r>
        <w:rPr>
          <w:rtl/>
        </w:rPr>
        <w:t xml:space="preserve">حديث : ٣ حدثنى محمد بن على ماجيلويه رضى الله عنه قال حدثنى محمد بن يحيى العطار عن محمد بن احمد عن ابى عبدالله الرازى عن محمد بن عبدالله عن ابراهيم بن عقبه عن زكريا عن ابيه عن يحيى قال قال ابوعبدالله </w:t>
      </w:r>
      <w:r w:rsidRPr="00B261D7">
        <w:rPr>
          <w:rStyle w:val="libAlaemChar"/>
          <w:rtl/>
        </w:rPr>
        <w:t>عليه‌السلام</w:t>
      </w:r>
      <w:r>
        <w:rPr>
          <w:rtl/>
        </w:rPr>
        <w:t xml:space="preserve"> من قص اظافيره يوم الخميس و ترك واحده ليوم الجمعه نفى الله عزوجل عنه الفقر.</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٣. امام صادق </w:t>
      </w:r>
      <w:r w:rsidRPr="00B261D7">
        <w:rPr>
          <w:rStyle w:val="libAlaemChar"/>
          <w:rtl/>
        </w:rPr>
        <w:t>عليه‌السلام</w:t>
      </w:r>
      <w:r>
        <w:rPr>
          <w:rtl/>
        </w:rPr>
        <w:t xml:space="preserve"> فرمودند: كسى كه در روز پنجشنبه ناخنهايش را بچيند و يكى را براى روز جمعه باقى بگذارد، خداى عزوجل فقر را از او دور مى گرداند.</w:t>
      </w:r>
    </w:p>
    <w:p w:rsidR="00A679DB" w:rsidRDefault="00A679DB" w:rsidP="00A679DB">
      <w:pPr>
        <w:pStyle w:val="libNormal"/>
        <w:rPr>
          <w:rtl/>
        </w:rPr>
      </w:pPr>
      <w:r>
        <w:rPr>
          <w:rtl/>
        </w:rPr>
        <w:t xml:space="preserve">حديث : ٤ ابى رحمه الله قال حدثنى سعد بن عبدالله عن محمدبن عيسى عن القاسم ين يحيى عن جده الحسن بن راشد عن ابى بصير عن ابى عبدالله عن آبائه عليه‌السلام قال قال رسول الله </w:t>
      </w:r>
      <w:r w:rsidR="00E60DFB">
        <w:rPr>
          <w:rtl/>
        </w:rPr>
        <w:t xml:space="preserve">صلى‌الله‌عليه‌وآله </w:t>
      </w:r>
      <w:r>
        <w:rPr>
          <w:rtl/>
        </w:rPr>
        <w:t>تقليم الظفار يمنع الداء الاعظم و يزيد فى الرزيق .</w:t>
      </w:r>
    </w:p>
    <w:p w:rsidR="00A679DB" w:rsidRDefault="00A679DB" w:rsidP="00A679DB">
      <w:pPr>
        <w:pStyle w:val="libNormal"/>
        <w:rPr>
          <w:rtl/>
        </w:rPr>
      </w:pPr>
      <w:r>
        <w:rPr>
          <w:rtl/>
        </w:rPr>
        <w:t>ترجمه :</w:t>
      </w:r>
    </w:p>
    <w:p w:rsidR="00A679DB" w:rsidRDefault="00A679DB" w:rsidP="00B261D7">
      <w:pPr>
        <w:pStyle w:val="libNormal"/>
        <w:rPr>
          <w:rtl/>
        </w:rPr>
      </w:pPr>
      <w:r>
        <w:rPr>
          <w:rtl/>
        </w:rPr>
        <w:t xml:space="preserve">٤. امام صادق </w:t>
      </w:r>
      <w:r w:rsidRPr="00B261D7">
        <w:rPr>
          <w:rStyle w:val="libAlaemChar"/>
          <w:rtl/>
        </w:rPr>
        <w:t>عليه‌السلام</w:t>
      </w:r>
      <w:r>
        <w:rPr>
          <w:rtl/>
        </w:rPr>
        <w:t xml:space="preserve"> از پدرانش </w:t>
      </w:r>
      <w:r w:rsidRPr="00B261D7">
        <w:rPr>
          <w:rStyle w:val="libAlaemChar"/>
          <w:rtl/>
        </w:rPr>
        <w:t>عليه‌السلام</w:t>
      </w:r>
      <w:r>
        <w:rPr>
          <w:rtl/>
        </w:rPr>
        <w:t xml:space="preserve"> روايت مى نمايد كه رسول خدا </w:t>
      </w:r>
      <w:r w:rsidR="00B261D7" w:rsidRPr="00B261D7">
        <w:rPr>
          <w:rStyle w:val="libAlaemChar"/>
          <w:rFonts w:eastAsiaTheme="minorHAnsi"/>
          <w:rtl/>
        </w:rPr>
        <w:t>صلى‌الله‌عليه‌وآله</w:t>
      </w:r>
      <w:r w:rsidR="00E60DFB">
        <w:rPr>
          <w:rtl/>
        </w:rPr>
        <w:t xml:space="preserve"> </w:t>
      </w:r>
      <w:r>
        <w:rPr>
          <w:rtl/>
        </w:rPr>
        <w:t>فرمودند: چيدن ناخنها از دردهاى بزرگ جلوگيرى كرده و روزى را زياد مى كند.</w:t>
      </w:r>
    </w:p>
    <w:p w:rsidR="00A679DB" w:rsidRDefault="00A679DB" w:rsidP="00A679DB">
      <w:pPr>
        <w:pStyle w:val="libNormal"/>
        <w:rPr>
          <w:rtl/>
        </w:rPr>
      </w:pPr>
      <w:r>
        <w:rPr>
          <w:rtl/>
        </w:rPr>
        <w:t>حديث : ٥ و بهذاالاسناد عن محمد بن عيسى عن ابى ايوب المدنى عن ابن ابى عمير عن هشام بن سالم عن ابى عبدالله عليه‌السلام قال تقليم الظفار يوم الجمعه يومن من الجذام و البرص و العمى فان لم يحتج فحكهاحكا.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صادق </w:t>
      </w:r>
      <w:r w:rsidRPr="00B261D7">
        <w:rPr>
          <w:rStyle w:val="libAlaemChar"/>
          <w:rtl/>
        </w:rPr>
        <w:t>عليه‌السلام</w:t>
      </w:r>
      <w:r>
        <w:rPr>
          <w:rtl/>
        </w:rPr>
        <w:t xml:space="preserve"> فرمودند: چيدن ناخنها در روز جمعه انسان را از جذام ، پيسى و كورى ايمن مى نمايد. و اگر به چيدن احتياج نداشتند، آنها را سوهان بزن .</w:t>
      </w:r>
    </w:p>
    <w:p w:rsidR="00A679DB" w:rsidRDefault="00A679DB" w:rsidP="00A679DB">
      <w:pPr>
        <w:pStyle w:val="libNormal"/>
        <w:rPr>
          <w:rtl/>
        </w:rPr>
      </w:pPr>
      <w:r>
        <w:rPr>
          <w:rtl/>
        </w:rPr>
        <w:t xml:space="preserve">حديث : ٦ و قال ابو عبدالله عليه‌السلام من قلم اظفاره و قص شاربه فى كل جمعه ثم قال بسم الله و بالله و على مله رسول الله </w:t>
      </w:r>
      <w:r w:rsidR="00E60DFB" w:rsidRPr="00B261D7">
        <w:rPr>
          <w:rStyle w:val="libAlaemChar"/>
          <w:rtl/>
        </w:rPr>
        <w:t>صلى‌الله‌عليه‌وآله</w:t>
      </w:r>
      <w:r w:rsidR="00E60DFB">
        <w:rPr>
          <w:rtl/>
        </w:rPr>
        <w:t xml:space="preserve"> </w:t>
      </w:r>
      <w:r>
        <w:rPr>
          <w:rtl/>
        </w:rPr>
        <w:t>اعطى بكل قلامه عتق رقبه من ولد اسماعيل</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٦. امام صادق </w:t>
      </w:r>
      <w:r w:rsidRPr="00B261D7">
        <w:rPr>
          <w:rStyle w:val="libAlaemChar"/>
          <w:rtl/>
        </w:rPr>
        <w:t>عليه‌السلام</w:t>
      </w:r>
      <w:r>
        <w:rPr>
          <w:rtl/>
        </w:rPr>
        <w:t xml:space="preserve"> فرمودند: كسى كه در هر جمعه ناخنهايش را بگيرد و سبيلش را كوتاه كند و سپس بگويد: «بسم الله و بالله و على مله رسول الله صلى‌الله‌عليه‌وآله   و آله» </w:t>
      </w:r>
      <w:r w:rsidRPr="00B261D7">
        <w:rPr>
          <w:rStyle w:val="libFootnotenumChar"/>
          <w:rtl/>
        </w:rPr>
        <w:t>(٣٠)،</w:t>
      </w:r>
      <w:r>
        <w:rPr>
          <w:rtl/>
        </w:rPr>
        <w:t xml:space="preserve"> در مقابل هر ريزه مو يا ناخن ثواب آزاد كردن بنده اى از فرزندان اسماعيل را به او مى دهند.</w:t>
      </w:r>
    </w:p>
    <w:p w:rsidR="00A679DB" w:rsidRDefault="00A679DB" w:rsidP="00A679DB">
      <w:pPr>
        <w:pStyle w:val="libNormal"/>
        <w:rPr>
          <w:rtl/>
        </w:rPr>
      </w:pPr>
      <w:r>
        <w:rPr>
          <w:rtl/>
        </w:rPr>
        <w:t xml:space="preserve">حديث : ٧ حدثنى محمد بن الحسن رضى الله عنه قال حدثنى سعد بن عبدالله عن محمد بن الحسين عن صالح بنعقبهعن ابى كهمس قال قلت لابى عبدالله </w:t>
      </w:r>
      <w:r w:rsidRPr="00B261D7">
        <w:rPr>
          <w:rStyle w:val="libAlaemChar"/>
          <w:rtl/>
        </w:rPr>
        <w:t>عليه‌السلام</w:t>
      </w:r>
      <w:r>
        <w:rPr>
          <w:rtl/>
        </w:rPr>
        <w:t xml:space="preserve"> علمنى دعاء استنزل به به الررق فقال لى خذ من شاربك و اظفارك و ليكن ذلك فى يوم الجمعه</w:t>
      </w:r>
    </w:p>
    <w:p w:rsidR="00A679DB" w:rsidRDefault="00A679DB" w:rsidP="00A679DB">
      <w:pPr>
        <w:pStyle w:val="libNormal"/>
        <w:rPr>
          <w:rtl/>
        </w:rPr>
      </w:pPr>
      <w:r>
        <w:rPr>
          <w:rtl/>
        </w:rPr>
        <w:t>قال ابوجعفر محمدبن على مولف هذا الكتاب : قال ابى رحمه الله فى وصيته الى :</w:t>
      </w:r>
    </w:p>
    <w:p w:rsidR="00A679DB" w:rsidRDefault="00A679DB" w:rsidP="00A679DB">
      <w:pPr>
        <w:pStyle w:val="libNormal"/>
        <w:rPr>
          <w:rtl/>
        </w:rPr>
      </w:pPr>
      <w:r>
        <w:rPr>
          <w:rtl/>
        </w:rPr>
        <w:t xml:space="preserve">قلم اظفارك و خذ من شاربك بسم الله و بالله و على مله رسول الله </w:t>
      </w:r>
      <w:r w:rsidR="00E60DFB">
        <w:rPr>
          <w:rtl/>
        </w:rPr>
        <w:t xml:space="preserve">صلى‌الله‌عليه‌وآله </w:t>
      </w:r>
      <w:r>
        <w:rPr>
          <w:rtl/>
        </w:rPr>
        <w:t>فانه من فعل ذلك كتب الله له بكل قلامه و جزازه عتق نسمه و لم يمرض الا مرضه الذى يموت فيه .</w:t>
      </w:r>
    </w:p>
    <w:p w:rsidR="00A679DB" w:rsidRDefault="00A679DB" w:rsidP="00A679DB">
      <w:pPr>
        <w:pStyle w:val="libNormal"/>
        <w:rPr>
          <w:rtl/>
        </w:rPr>
      </w:pPr>
      <w:r>
        <w:rPr>
          <w:rtl/>
        </w:rPr>
        <w:t>ترجمه :</w:t>
      </w:r>
    </w:p>
    <w:p w:rsidR="00A679DB" w:rsidRDefault="00A679DB" w:rsidP="00B261D7">
      <w:pPr>
        <w:pStyle w:val="libNormal"/>
        <w:rPr>
          <w:rtl/>
        </w:rPr>
      </w:pPr>
      <w:r>
        <w:rPr>
          <w:rtl/>
        </w:rPr>
        <w:t xml:space="preserve">٧. مولف اين كتاب شيخ صدوق مى گويد: يكى از سفارشهاى پدرم به من اين بود: ناخنهايت را بچين و سبيلت را كوتاه كن . ناخن چيدن را از انگشت كوچك دست راست شروع كن و هنگامى كه خواستى هر كدام از اين دو عمل را انجام دهى ، بگو «بسم الله و بالله و على مله رسول الله </w:t>
      </w:r>
      <w:r w:rsidRPr="00B261D7">
        <w:rPr>
          <w:rStyle w:val="libAlaemChar"/>
          <w:rtl/>
        </w:rPr>
        <w:t>صلى‌الله‌عليه‌وآله</w:t>
      </w:r>
      <w:r>
        <w:rPr>
          <w:rtl/>
        </w:rPr>
        <w:t xml:space="preserve">   و آله» </w:t>
      </w:r>
      <w:r w:rsidRPr="00B261D7">
        <w:rPr>
          <w:rStyle w:val="libFootnotenumChar"/>
          <w:rtl/>
        </w:rPr>
        <w:t>(٣١)</w:t>
      </w:r>
      <w:r>
        <w:rPr>
          <w:rtl/>
        </w:rPr>
        <w:t xml:space="preserve"> كه اگر كسى اين عمل را انجام بدهد، خداوند بعدد هر ريزه ناخن و ريزه مو ثواب آزاد كردن بنده اى را برآياو مى نويسد و جز به مرض ‍ مرگ كه با آن مى ميرد، به بيمارى ديگر مبتلا نمى شود.</w:t>
      </w:r>
    </w:p>
    <w:p w:rsidR="00B261D7" w:rsidRDefault="00B261D7" w:rsidP="00A679DB">
      <w:pPr>
        <w:pStyle w:val="libNormal"/>
        <w:rPr>
          <w:rtl/>
        </w:rPr>
      </w:pPr>
      <w:r>
        <w:rPr>
          <w:rtl/>
        </w:rPr>
        <w:br w:type="page"/>
      </w:r>
    </w:p>
    <w:p w:rsidR="00A679DB" w:rsidRDefault="00A679DB" w:rsidP="00B261D7">
      <w:pPr>
        <w:pStyle w:val="Heading2"/>
        <w:rPr>
          <w:rtl/>
        </w:rPr>
      </w:pPr>
      <w:bookmarkStart w:id="50" w:name="_Toc449617107"/>
      <w:r>
        <w:rPr>
          <w:rtl/>
        </w:rPr>
        <w:t>ثواب پوشيدن كفش سفيد.</w:t>
      </w:r>
      <w:bookmarkEnd w:id="50"/>
    </w:p>
    <w:p w:rsidR="00A679DB" w:rsidRDefault="00A679DB" w:rsidP="00A679DB">
      <w:pPr>
        <w:pStyle w:val="libNormal"/>
        <w:rPr>
          <w:rtl/>
        </w:rPr>
      </w:pPr>
      <w:r>
        <w:rPr>
          <w:rtl/>
        </w:rPr>
        <w:t>حديث : ١ حدثنى محمد بن الحسن رضى الله عنه قال حدثنى محمد بن يحيى العطار قال حدثنى محمدبن احمد عن السيارى عن ابى سليمان الخواص عن ابى نعيم الفضل دكين عن سدير الصيرفى دختلت على ابى عبدالله عليه‌السلام و على نعل بيضاء فقال بى يا سدير ما هذه النعل احتذيتها على علم فقلت لا و الله جعلت فداك فقال من دخل السوق قاصدا الشراء تعل بيضاء لم يبلها حتى يكتسب ما لا من حيث لا يحتسب .</w:t>
      </w:r>
    </w:p>
    <w:p w:rsidR="00A679DB" w:rsidRDefault="00A679DB" w:rsidP="00A679DB">
      <w:pPr>
        <w:pStyle w:val="libNormal"/>
        <w:rPr>
          <w:rtl/>
        </w:rPr>
      </w:pPr>
      <w:r>
        <w:rPr>
          <w:rtl/>
        </w:rPr>
        <w:t>قال و اخبرنى او نعيم آن سديرا اخبر انه لم يبل تلك النعل حتى اكتسب مائه دينار من حيث لم يحتسب .</w:t>
      </w:r>
    </w:p>
    <w:p w:rsidR="00A679DB" w:rsidRDefault="00A679DB" w:rsidP="00A679DB">
      <w:pPr>
        <w:pStyle w:val="libNormal"/>
        <w:rPr>
          <w:rtl/>
        </w:rPr>
      </w:pPr>
      <w:r>
        <w:rPr>
          <w:rtl/>
        </w:rPr>
        <w:t>ترجمه :</w:t>
      </w:r>
    </w:p>
    <w:p w:rsidR="00A679DB" w:rsidRDefault="00A679DB" w:rsidP="00B261D7">
      <w:pPr>
        <w:pStyle w:val="libNormal"/>
        <w:rPr>
          <w:rtl/>
        </w:rPr>
      </w:pPr>
      <w:r>
        <w:rPr>
          <w:rtl/>
        </w:rPr>
        <w:t xml:space="preserve">١. سدير صيرفى مى گويد: در حالى كه كفش سفيد پوشيده بودم ، به ديدن امام صادق </w:t>
      </w:r>
      <w:r w:rsidRPr="00B261D7">
        <w:rPr>
          <w:rStyle w:val="libAlaemChar"/>
          <w:rtl/>
        </w:rPr>
        <w:t>عليه‌السلام</w:t>
      </w:r>
      <w:r>
        <w:rPr>
          <w:rtl/>
        </w:rPr>
        <w:t xml:space="preserve"> رفتم . آن حضرت فرمودند: آيا عمدا كفش سفيد پوشيده اى ؟ عرض كردم : فدايت شوم نه به خدا. فرمودند: كسى كه بقصد خريدن كف</w:t>
      </w:r>
      <w:r w:rsidR="00B261D7">
        <w:rPr>
          <w:rFonts w:hint="cs"/>
          <w:rtl/>
        </w:rPr>
        <w:t>ش</w:t>
      </w:r>
      <w:r>
        <w:rPr>
          <w:rtl/>
        </w:rPr>
        <w:t xml:space="preserve"> سفيد وارد بازار شود (و كفش سفيد بخرد،) آن كفش كهنه نمى شود، مگر اين كه مالى را از جايى بدست مى آورد كه گمان ندارد،</w:t>
      </w:r>
    </w:p>
    <w:p w:rsidR="00A679DB" w:rsidRDefault="00A679DB" w:rsidP="00A679DB">
      <w:pPr>
        <w:pStyle w:val="libNormal"/>
        <w:rPr>
          <w:rtl/>
        </w:rPr>
      </w:pPr>
      <w:r>
        <w:rPr>
          <w:rtl/>
        </w:rPr>
        <w:t>سدير مى افزايد: آن كفش كهنه نشد تا زمانى كه صد دينار را از جايى كه گمان نداشتم ، بدست آوردم .</w:t>
      </w:r>
    </w:p>
    <w:p w:rsidR="00A679DB" w:rsidRDefault="00A679DB" w:rsidP="00A679DB">
      <w:pPr>
        <w:pStyle w:val="libNormal"/>
        <w:rPr>
          <w:rtl/>
        </w:rPr>
      </w:pPr>
    </w:p>
    <w:p w:rsidR="00A679DB" w:rsidRDefault="00A679DB" w:rsidP="00A679DB">
      <w:pPr>
        <w:pStyle w:val="libNormal"/>
        <w:rPr>
          <w:rtl/>
        </w:rPr>
      </w:pPr>
      <w:r>
        <w:rPr>
          <w:rtl/>
        </w:rPr>
        <w:t>ثواب لبس النعل الصفراء</w:t>
      </w:r>
    </w:p>
    <w:p w:rsidR="00A679DB" w:rsidRDefault="00A679DB" w:rsidP="00A679DB">
      <w:pPr>
        <w:pStyle w:val="libNormal"/>
        <w:rPr>
          <w:rtl/>
        </w:rPr>
      </w:pPr>
    </w:p>
    <w:p w:rsidR="00B261D7" w:rsidRDefault="00B261D7" w:rsidP="00A679DB">
      <w:pPr>
        <w:pStyle w:val="libNormal"/>
        <w:rPr>
          <w:rtl/>
        </w:rPr>
      </w:pPr>
      <w:r>
        <w:rPr>
          <w:rtl/>
        </w:rPr>
        <w:br w:type="page"/>
      </w:r>
    </w:p>
    <w:p w:rsidR="00A679DB" w:rsidRDefault="00A679DB" w:rsidP="00991627">
      <w:pPr>
        <w:pStyle w:val="Heading2"/>
        <w:rPr>
          <w:rtl/>
        </w:rPr>
      </w:pPr>
      <w:bookmarkStart w:id="51" w:name="_Toc449617108"/>
      <w:r>
        <w:rPr>
          <w:rtl/>
        </w:rPr>
        <w:t>ثواب پوشيدن كفش زرد</w:t>
      </w:r>
      <w:bookmarkEnd w:id="51"/>
    </w:p>
    <w:p w:rsidR="00A679DB" w:rsidRDefault="00A679DB" w:rsidP="00A679DB">
      <w:pPr>
        <w:pStyle w:val="libNormal"/>
        <w:rPr>
          <w:rtl/>
        </w:rPr>
      </w:pPr>
      <w:r>
        <w:rPr>
          <w:rtl/>
        </w:rPr>
        <w:t xml:space="preserve">حديث : ١ ابى رحمه الله قال حدثنى محمد بن يحيى عن محمد بن احمد عن موسى بن عمر عن عبدالله بن جبله عن حنان بن سدير قال دختلت على ابى عبدالله </w:t>
      </w:r>
      <w:r w:rsidRPr="00B261D7">
        <w:rPr>
          <w:rStyle w:val="libAlaemChar"/>
          <w:rtl/>
        </w:rPr>
        <w:t>عليه‌السلام</w:t>
      </w:r>
      <w:r>
        <w:rPr>
          <w:rtl/>
        </w:rPr>
        <w:t xml:space="preserve"> و على نعل سودا فقال ما لك و لبس ‍ نعل سوداء اما علمت آن فيها ثلاث خصال قلت و ما هى جعلت فداك فقال تضعف البصر و ترخى الذكر و تورث الهم و هى مع ذلك لباس الجبارين عليك بلبس نعل صفراء فان فيها ثلاث خصال قال قلت و ما هى قال تحد البصر تشد الذكر و تنفى الهم و هى مع ذلك لباس الانبياء.</w:t>
      </w:r>
    </w:p>
    <w:p w:rsidR="00A679DB" w:rsidRDefault="00A679DB" w:rsidP="00A679DB">
      <w:pPr>
        <w:pStyle w:val="libNormal"/>
        <w:rPr>
          <w:rtl/>
        </w:rPr>
      </w:pPr>
      <w:r>
        <w:rPr>
          <w:rtl/>
        </w:rPr>
        <w:t>ترجمه :</w:t>
      </w:r>
    </w:p>
    <w:p w:rsidR="00A679DB" w:rsidRDefault="00A679DB" w:rsidP="00B261D7">
      <w:pPr>
        <w:pStyle w:val="libNormal"/>
        <w:rPr>
          <w:rtl/>
        </w:rPr>
      </w:pPr>
      <w:r>
        <w:rPr>
          <w:rtl/>
        </w:rPr>
        <w:t xml:space="preserve">١. حنان بن سدير مى گويد: در حالى كه كفش سياه پوشيده بودم ، به ديدن امام صادق </w:t>
      </w:r>
      <w:r w:rsidRPr="00B261D7">
        <w:rPr>
          <w:rStyle w:val="libAlaemChar"/>
          <w:rtl/>
        </w:rPr>
        <w:t>عليه‌السلام</w:t>
      </w:r>
      <w:r>
        <w:rPr>
          <w:rtl/>
        </w:rPr>
        <w:t xml:space="preserve"> رفتم : آن حضرت فرمودند: چرا كفش مشكى پوشيده اى ؟ نمى دانى مضراتى دارد؟ عرض كردم : چه ضررهايى ؟ فرمودند: چشم را ضعيف كرده ، نيروى مردى را كم نموده و غم و غصه مى آورد. علاوه بر اين لباس گردنكشان است . كفش زرد بپوش تا از فوايد آن بهره مند شوى . عرض كردم : چه فوايدى ؟ فرمودند: چشم را تيزبين ، نيروى مردى را زياد نموده و غم و غصه را از بين مى برد. علاوه بر اين لباس پيامبرآن است .</w:t>
      </w:r>
    </w:p>
    <w:p w:rsidR="00A679DB" w:rsidRDefault="00A679DB" w:rsidP="00A679DB">
      <w:pPr>
        <w:pStyle w:val="libNormal"/>
        <w:rPr>
          <w:rtl/>
        </w:rPr>
      </w:pPr>
    </w:p>
    <w:p w:rsidR="00A679DB" w:rsidRDefault="00B261D7" w:rsidP="00A679DB">
      <w:pPr>
        <w:pStyle w:val="libNormal"/>
        <w:rPr>
          <w:rtl/>
        </w:rPr>
      </w:pPr>
      <w:r>
        <w:rPr>
          <w:rtl/>
        </w:rPr>
        <w:br w:type="page"/>
      </w:r>
    </w:p>
    <w:p w:rsidR="00A679DB" w:rsidRDefault="00A679DB" w:rsidP="00B261D7">
      <w:pPr>
        <w:pStyle w:val="Heading2"/>
        <w:rPr>
          <w:rtl/>
        </w:rPr>
      </w:pPr>
      <w:bookmarkStart w:id="52" w:name="_Toc449617109"/>
      <w:r>
        <w:rPr>
          <w:rtl/>
        </w:rPr>
        <w:t>ثواب كفش پوشيدن</w:t>
      </w:r>
      <w:bookmarkEnd w:id="52"/>
    </w:p>
    <w:p w:rsidR="00A679DB" w:rsidRDefault="00A679DB" w:rsidP="00A679DB">
      <w:pPr>
        <w:pStyle w:val="libNormal"/>
        <w:rPr>
          <w:rtl/>
        </w:rPr>
      </w:pPr>
      <w:r>
        <w:rPr>
          <w:rtl/>
        </w:rPr>
        <w:t>حديث : ١ حدثنى محمد بن الحسن رضى الله عنه قال حدثنى احمد بن ادريس عن محمد بن احمد عن محمد بن الحسين عن عبدالله بن جبله عن ابى الجارود عن ابى جعفر</w:t>
      </w:r>
      <w:r w:rsidRPr="00991627">
        <w:rPr>
          <w:rStyle w:val="libAlaemChar"/>
          <w:rtl/>
        </w:rPr>
        <w:t xml:space="preserve"> عليه‌السلام</w:t>
      </w:r>
      <w:r>
        <w:rPr>
          <w:rtl/>
        </w:rPr>
        <w:t xml:space="preserve"> قال لبس الخف يزيد فى قوه البصر.</w:t>
      </w:r>
    </w:p>
    <w:p w:rsidR="00A679DB" w:rsidRDefault="00A679DB" w:rsidP="00A679DB">
      <w:pPr>
        <w:pStyle w:val="libNormal"/>
        <w:rPr>
          <w:rtl/>
        </w:rPr>
      </w:pPr>
      <w:r>
        <w:rPr>
          <w:rtl/>
        </w:rPr>
        <w:t>ترجمه :</w:t>
      </w:r>
    </w:p>
    <w:p w:rsidR="00A679DB" w:rsidRDefault="00A679DB" w:rsidP="00A679DB">
      <w:pPr>
        <w:pStyle w:val="libNormal"/>
        <w:rPr>
          <w:rtl/>
        </w:rPr>
      </w:pPr>
      <w:r>
        <w:rPr>
          <w:rtl/>
        </w:rPr>
        <w:t>١. امام باقر</w:t>
      </w:r>
      <w:r w:rsidRPr="00991627">
        <w:rPr>
          <w:rStyle w:val="libAlaemChar"/>
          <w:rtl/>
        </w:rPr>
        <w:t xml:space="preserve"> عليه‌السلام</w:t>
      </w:r>
      <w:r>
        <w:rPr>
          <w:rtl/>
        </w:rPr>
        <w:t xml:space="preserve"> فرمودند: كفش پوشيدن نيروى چشم را را افزايش ‍ مى دهد.</w:t>
      </w:r>
    </w:p>
    <w:p w:rsidR="00A679DB" w:rsidRDefault="00A679DB" w:rsidP="00A679DB">
      <w:pPr>
        <w:pStyle w:val="libNormal"/>
        <w:rPr>
          <w:rtl/>
        </w:rPr>
      </w:pPr>
      <w:r>
        <w:rPr>
          <w:rtl/>
        </w:rPr>
        <w:t xml:space="preserve">حديث : ٢ و بهذاالاسناد عن محمد بناحمد عن موسى بن عمر عن ابن محبوب عن معاويه بن وهب عن ابى عبدالله </w:t>
      </w:r>
      <w:r w:rsidRPr="00991627">
        <w:rPr>
          <w:rStyle w:val="libAlaemChar"/>
          <w:rtl/>
        </w:rPr>
        <w:t>عليه‌السلام</w:t>
      </w:r>
      <w:r>
        <w:rPr>
          <w:rtl/>
        </w:rPr>
        <w:t xml:space="preserve"> قال ادمام لبس ‍ الخف امام من الجذام قال قلت فى الشتاء ام فى الصيف قال شتاء كان او صيفا.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991627">
        <w:rPr>
          <w:rStyle w:val="libAlaemChar"/>
          <w:rtl/>
        </w:rPr>
        <w:t>عليه‌السلام</w:t>
      </w:r>
      <w:r>
        <w:rPr>
          <w:rtl/>
        </w:rPr>
        <w:t xml:space="preserve"> فرمودند: كسى كه هميشه كفش بپوشد، به بيمارى جذام مبتلا نخواهد شد. مى گويد: پرسيدم در زمستان يا تابستان فرمودند: فرقى ندارد.</w:t>
      </w:r>
    </w:p>
    <w:p w:rsidR="00A679DB" w:rsidRDefault="00A679DB" w:rsidP="00A679DB">
      <w:pPr>
        <w:pStyle w:val="libNormal"/>
        <w:rPr>
          <w:rtl/>
        </w:rPr>
      </w:pPr>
      <w:r>
        <w:rPr>
          <w:rtl/>
        </w:rPr>
        <w:t>ثواب من قطع ثوبا جديدا و قراانا انزلناه</w:t>
      </w:r>
    </w:p>
    <w:p w:rsidR="00A679DB" w:rsidRDefault="00991627" w:rsidP="00A679DB">
      <w:pPr>
        <w:pStyle w:val="libNormal"/>
        <w:rPr>
          <w:rtl/>
        </w:rPr>
      </w:pPr>
      <w:r>
        <w:rPr>
          <w:rtl/>
        </w:rPr>
        <w:br w:type="page"/>
      </w:r>
    </w:p>
    <w:p w:rsidR="00A679DB" w:rsidRDefault="00A679DB" w:rsidP="00991627">
      <w:pPr>
        <w:pStyle w:val="Heading2"/>
        <w:rPr>
          <w:rtl/>
        </w:rPr>
      </w:pPr>
      <w:bookmarkStart w:id="53" w:name="_Toc449617110"/>
      <w:r>
        <w:rPr>
          <w:rtl/>
        </w:rPr>
        <w:t>ثواب خواندن «انا انزلناه» براى لباس نو</w:t>
      </w:r>
      <w:bookmarkEnd w:id="53"/>
    </w:p>
    <w:p w:rsidR="00A679DB" w:rsidRDefault="00A679DB" w:rsidP="00A679DB">
      <w:pPr>
        <w:pStyle w:val="libNormal"/>
        <w:rPr>
          <w:rtl/>
        </w:rPr>
      </w:pPr>
      <w:r>
        <w:rPr>
          <w:rtl/>
        </w:rPr>
        <w:t xml:space="preserve">حديث : ١ حدثنى احمد بن محمد رضى الله عنه عن ابيه عن محمد بن احمد عن محمدبن الحسين عن محمد بن عمر السراد عمن اخبره عن ابى عبدالله </w:t>
      </w:r>
      <w:r w:rsidRPr="00991627">
        <w:rPr>
          <w:rStyle w:val="libAlaemChar"/>
          <w:rtl/>
        </w:rPr>
        <w:t>عليه‌السلام</w:t>
      </w:r>
      <w:r>
        <w:rPr>
          <w:rtl/>
        </w:rPr>
        <w:t xml:space="preserve"> قال من قطع ثوبا جديدا و قرا انا انزلناه فى ليله القدرسته و ثلاثين مره فاذا بلغ تنزل الملائكه اخرج شيا من الماء و رش على الثوب رشا خفيفا ثم صلى ركعتين و دعا به و قال فى دعائه الحمدلله الذى رزقنى ما اتجمل به فى الناس و اوارى به عورتى و اصلى فيه لربى و احمدالله لم يزل يا كل فى سعه حتى يبلى ذلك الثواب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91627">
        <w:rPr>
          <w:rStyle w:val="libAlaemChar"/>
          <w:rtl/>
        </w:rPr>
        <w:t>عليه‌السلام</w:t>
      </w:r>
      <w:r>
        <w:rPr>
          <w:rtl/>
        </w:rPr>
        <w:t xml:space="preserve"> فرمودند: كسى كه لباس نوى ببرد و سى و شش ‍ بار </w:t>
      </w:r>
      <w:r w:rsidRPr="00991627">
        <w:rPr>
          <w:rStyle w:val="libAieChar"/>
          <w:rtl/>
        </w:rPr>
        <w:t>«انا انزلناه فى ليله القدر»</w:t>
      </w:r>
      <w:r>
        <w:rPr>
          <w:rtl/>
        </w:rPr>
        <w:t xml:space="preserve"> را بخواند و هنگامى كه به (تنزل الملائكه) رسيد كمى آب بردارد و به لباس بپاشد، سپس دو ركعت نماز بگذارد و دعا كند و در دعاى خود بگويد: «الحمدلله الذى رزقنى ما اتجمل به فى الناس ‍ و اوارى به عورتى و اصلى فيه لربى و الحمد الله» </w:t>
      </w:r>
      <w:r w:rsidRPr="00991627">
        <w:rPr>
          <w:rStyle w:val="libFootnotenumChar"/>
          <w:rtl/>
        </w:rPr>
        <w:t>(٣٢)،</w:t>
      </w:r>
      <w:r>
        <w:rPr>
          <w:rtl/>
        </w:rPr>
        <w:t xml:space="preserve"> تا زمانى كه اين لباس ‍ كهنه شود،پيوسته با بى نيازى زندگى خواهد كرد.</w:t>
      </w:r>
    </w:p>
    <w:p w:rsidR="00A679DB" w:rsidRDefault="00A679DB" w:rsidP="00A679DB">
      <w:pPr>
        <w:pStyle w:val="libNormal"/>
        <w:rPr>
          <w:rtl/>
        </w:rPr>
      </w:pPr>
    </w:p>
    <w:p w:rsidR="00A679DB" w:rsidRDefault="00A679DB" w:rsidP="00A679DB">
      <w:pPr>
        <w:pStyle w:val="libNormal"/>
        <w:rPr>
          <w:rtl/>
        </w:rPr>
      </w:pPr>
      <w:r>
        <w:rPr>
          <w:rtl/>
        </w:rPr>
        <w:t>ثواب من اكثر النظر فى المراه و اكثر حمداللهعزوجل</w:t>
      </w:r>
    </w:p>
    <w:p w:rsidR="00A679DB" w:rsidRDefault="00991627" w:rsidP="00A679DB">
      <w:pPr>
        <w:pStyle w:val="libNormal"/>
        <w:rPr>
          <w:rtl/>
        </w:rPr>
      </w:pPr>
      <w:r>
        <w:rPr>
          <w:rtl/>
        </w:rPr>
        <w:br w:type="page"/>
      </w:r>
    </w:p>
    <w:p w:rsidR="00A679DB" w:rsidRDefault="00A679DB" w:rsidP="00991627">
      <w:pPr>
        <w:pStyle w:val="Heading2"/>
        <w:rPr>
          <w:rtl/>
        </w:rPr>
      </w:pPr>
      <w:bookmarkStart w:id="54" w:name="_Toc449617111"/>
      <w:r>
        <w:rPr>
          <w:rtl/>
        </w:rPr>
        <w:t>ثواب زياد در آينه نگريستن و خدا را بسيار ستايش نمودن</w:t>
      </w:r>
      <w:bookmarkEnd w:id="54"/>
    </w:p>
    <w:p w:rsidR="00A679DB" w:rsidRDefault="00A679DB" w:rsidP="00A679DB">
      <w:pPr>
        <w:pStyle w:val="libNormal"/>
        <w:rPr>
          <w:rtl/>
        </w:rPr>
      </w:pPr>
      <w:r>
        <w:rPr>
          <w:rtl/>
        </w:rPr>
        <w:t xml:space="preserve">حديث : ١ ابى رحمه الله قال حدثنى عبدالله بن جعفر عن هارون بن مسلم عن مسعده بن صدقه عن جعفر بن محمد عن آبائه </w:t>
      </w:r>
      <w:r w:rsidRPr="00991627">
        <w:rPr>
          <w:rStyle w:val="libAlaemChar"/>
          <w:rtl/>
        </w:rPr>
        <w:t>عليه‌السلام</w:t>
      </w:r>
      <w:r>
        <w:rPr>
          <w:rtl/>
        </w:rPr>
        <w:t xml:space="preserve"> آن النبى </w:t>
      </w:r>
      <w:r w:rsidR="00E60DFB" w:rsidRPr="00991627">
        <w:rPr>
          <w:rStyle w:val="libAlaemChar"/>
          <w:rtl/>
        </w:rPr>
        <w:t>صلى‌الله‌عليه‌وآله</w:t>
      </w:r>
      <w:r w:rsidR="00E60DFB">
        <w:rPr>
          <w:rtl/>
        </w:rPr>
        <w:t xml:space="preserve"> </w:t>
      </w:r>
      <w:r>
        <w:rPr>
          <w:rtl/>
        </w:rPr>
        <w:t>قال آن الله عزوجل اوجب الجنه لشاب كان يكثر النظر فى المراه فيكثر حمدالله على ذلك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از پدرانش </w:t>
      </w:r>
      <w:r w:rsidRPr="00991627">
        <w:rPr>
          <w:rStyle w:val="libAlaemChar"/>
          <w:rtl/>
        </w:rPr>
        <w:t>عليه‌السلام</w:t>
      </w:r>
      <w:r>
        <w:rPr>
          <w:rtl/>
        </w:rPr>
        <w:t xml:space="preserve"> روايت مى نمايد كه پيامبر </w:t>
      </w:r>
      <w:r w:rsidR="00E60DFB" w:rsidRPr="00991627">
        <w:rPr>
          <w:rStyle w:val="libAlaemChar"/>
          <w:rtl/>
        </w:rPr>
        <w:t>صلى‌الله‌عليه‌وآله</w:t>
      </w:r>
      <w:r w:rsidR="00E60DFB">
        <w:rPr>
          <w:rtl/>
        </w:rPr>
        <w:t xml:space="preserve"> </w:t>
      </w:r>
      <w:r>
        <w:rPr>
          <w:rtl/>
        </w:rPr>
        <w:t>فرمودند: خداى بزرگ بهشت را براى جوانى قرار داده است كه زياد در آينه نگاه كند و به همين جهت خدا را بسيار ستايش كند.</w:t>
      </w:r>
    </w:p>
    <w:p w:rsidR="00A679DB" w:rsidRDefault="00A679DB" w:rsidP="00A679DB">
      <w:pPr>
        <w:pStyle w:val="libNormal"/>
        <w:rPr>
          <w:rtl/>
        </w:rPr>
      </w:pPr>
    </w:p>
    <w:p w:rsidR="00A679DB" w:rsidRDefault="00A679DB" w:rsidP="00A679DB">
      <w:pPr>
        <w:pStyle w:val="libNormal"/>
        <w:rPr>
          <w:rtl/>
        </w:rPr>
      </w:pPr>
      <w:r>
        <w:rPr>
          <w:rtl/>
        </w:rPr>
        <w:t>ثواب من قال هذا الوق اذا راى يهوديا او نصرانيا او مجوسيا</w:t>
      </w:r>
    </w:p>
    <w:p w:rsidR="00A679DB" w:rsidRDefault="00A679DB" w:rsidP="00A679DB">
      <w:pPr>
        <w:pStyle w:val="libNormal"/>
        <w:rPr>
          <w:rtl/>
        </w:rPr>
      </w:pPr>
    </w:p>
    <w:p w:rsidR="00991627" w:rsidRDefault="00991627" w:rsidP="00A679DB">
      <w:pPr>
        <w:pStyle w:val="libNormal"/>
      </w:pPr>
      <w:r>
        <w:rPr>
          <w:rtl/>
        </w:rPr>
        <w:br w:type="page"/>
      </w:r>
    </w:p>
    <w:p w:rsidR="00A679DB" w:rsidRDefault="00A679DB" w:rsidP="00991627">
      <w:pPr>
        <w:pStyle w:val="Heading2"/>
        <w:rPr>
          <w:rtl/>
        </w:rPr>
      </w:pPr>
      <w:bookmarkStart w:id="55" w:name="_Toc449617112"/>
      <w:r>
        <w:rPr>
          <w:rtl/>
        </w:rPr>
        <w:t>ثواب گفتن اين ذكر هنگام ديدن يهودى ، مسيحى يا مجوسى</w:t>
      </w:r>
      <w:bookmarkEnd w:id="55"/>
    </w:p>
    <w:p w:rsidR="00A679DB" w:rsidRDefault="00A679DB" w:rsidP="00A679DB">
      <w:pPr>
        <w:pStyle w:val="libNormal"/>
        <w:rPr>
          <w:rtl/>
        </w:rPr>
      </w:pPr>
      <w:r>
        <w:rPr>
          <w:rtl/>
        </w:rPr>
        <w:t xml:space="preserve">حديث : ١ ابى رحمه الله قال حدثنى عبدالله بن جعفر عن هارون بن مسلم عن مسعده بن صدقه عن جعفر بن محمد عن آبائه </w:t>
      </w:r>
      <w:r w:rsidRPr="00991627">
        <w:rPr>
          <w:rStyle w:val="libAlaemChar"/>
          <w:rtl/>
        </w:rPr>
        <w:t>عليه‌السلام</w:t>
      </w:r>
      <w:r>
        <w:rPr>
          <w:rtl/>
        </w:rPr>
        <w:t xml:space="preserve"> آن النبى </w:t>
      </w:r>
      <w:r w:rsidR="00E60DFB" w:rsidRPr="00991627">
        <w:rPr>
          <w:rStyle w:val="libAlaemChar"/>
          <w:rtl/>
        </w:rPr>
        <w:t>صلى‌الله‌عليه‌وآله</w:t>
      </w:r>
      <w:r w:rsidR="00E60DFB">
        <w:rPr>
          <w:rtl/>
        </w:rPr>
        <w:t xml:space="preserve"> </w:t>
      </w:r>
      <w:r>
        <w:rPr>
          <w:rtl/>
        </w:rPr>
        <w:t>قال من راوى يهوديا او نصرانيا او مجوسيا او واحدا على غير مله الاسلام فقال الحمد الله الذى فضلنى عليك بالاسلام دينا و بالقرآن كتابا و بمحمد نبيا و بعلى اماما و بالمومنين اخوانا و بالكعبه قبله لم يجمع الله بينه وبينه فى النار ابدا.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از پدرش و او را از پدرانش </w:t>
      </w:r>
      <w:r w:rsidRPr="00991627">
        <w:rPr>
          <w:rStyle w:val="libAlaemChar"/>
          <w:rtl/>
        </w:rPr>
        <w:t>عليه‌السلام</w:t>
      </w:r>
      <w:r>
        <w:rPr>
          <w:rtl/>
        </w:rPr>
        <w:t xml:space="preserve"> روايت مى نمايد كه پيامبر </w:t>
      </w:r>
      <w:r w:rsidR="00E60DFB" w:rsidRPr="00991627">
        <w:rPr>
          <w:rStyle w:val="libAlaemChar"/>
          <w:rtl/>
        </w:rPr>
        <w:t>صلى‌الله‌عليه‌وآله</w:t>
      </w:r>
      <w:r w:rsidR="00E60DFB">
        <w:rPr>
          <w:rtl/>
        </w:rPr>
        <w:t xml:space="preserve"> </w:t>
      </w:r>
      <w:r>
        <w:rPr>
          <w:rtl/>
        </w:rPr>
        <w:t xml:space="preserve">فرمودند: كسى كه يهودى ، مسيحى و مجوسى ، يا شخص غير مسلمانى را ببيند و بگويد «الحمد لله الذى فضلنى عليك بالاسلام دينا و بالقرآن كتابا و بمحمد نبيا و بعلى اماما و بالمومنين اخوانا و بالكعبه قبله .» </w:t>
      </w:r>
      <w:r w:rsidRPr="00991627">
        <w:rPr>
          <w:rStyle w:val="libFootnotenumChar"/>
          <w:rtl/>
        </w:rPr>
        <w:t>(٣٣)،</w:t>
      </w:r>
      <w:r>
        <w:rPr>
          <w:rtl/>
        </w:rPr>
        <w:t>خداوند هيچ گاه او را با آن شخص يك جا در آتش قرار نمى دهد.</w:t>
      </w:r>
    </w:p>
    <w:p w:rsidR="00A679DB" w:rsidRDefault="00A679DB" w:rsidP="00A679DB">
      <w:pPr>
        <w:pStyle w:val="libNormal"/>
        <w:rPr>
          <w:rtl/>
        </w:rPr>
      </w:pPr>
    </w:p>
    <w:p w:rsidR="00A679DB" w:rsidRDefault="00A679DB" w:rsidP="00A679DB">
      <w:pPr>
        <w:pStyle w:val="libNormal"/>
        <w:rPr>
          <w:rtl/>
        </w:rPr>
      </w:pPr>
      <w:r>
        <w:rPr>
          <w:rtl/>
        </w:rPr>
        <w:t>ثواب من اسبغ وضوء و احسن صلاته وادى زكاه ماله و كف غضبه و سجن لسانه واستغفر لذنبه و اودى النصيحه لا هل بيت نبيه .</w:t>
      </w:r>
    </w:p>
    <w:p w:rsidR="00A679DB" w:rsidRDefault="00A679DB" w:rsidP="00A679DB">
      <w:pPr>
        <w:pStyle w:val="libNormal"/>
        <w:rPr>
          <w:rtl/>
        </w:rPr>
      </w:pPr>
    </w:p>
    <w:p w:rsidR="00991627" w:rsidRDefault="00991627" w:rsidP="00A679DB">
      <w:pPr>
        <w:pStyle w:val="libNormal"/>
      </w:pPr>
      <w:r>
        <w:rPr>
          <w:rtl/>
        </w:rPr>
        <w:br w:type="page"/>
      </w:r>
    </w:p>
    <w:p w:rsidR="00A679DB" w:rsidRDefault="00A679DB" w:rsidP="00991627">
      <w:pPr>
        <w:pStyle w:val="Heading2"/>
        <w:rPr>
          <w:rtl/>
        </w:rPr>
      </w:pPr>
      <w:bookmarkStart w:id="56" w:name="_Toc449617113"/>
      <w:r>
        <w:rPr>
          <w:rtl/>
        </w:rPr>
        <w:t>ثواب وضوى كامل ، نماز خوب و</w:t>
      </w:r>
      <w:bookmarkEnd w:id="56"/>
    </w:p>
    <w:p w:rsidR="00A679DB" w:rsidRDefault="00A679DB" w:rsidP="00A679DB">
      <w:pPr>
        <w:pStyle w:val="libNormal"/>
        <w:rPr>
          <w:rtl/>
        </w:rPr>
      </w:pPr>
      <w:r>
        <w:rPr>
          <w:rtl/>
        </w:rPr>
        <w:t xml:space="preserve">حديث : ١ ابى رحمه الله قال حدثنى محمد بن يحيى قال حدثنى العمركى البوفكى عن على بن جعفر عن اخيه موسى بن جعفر عن ابيه جعفر بن محمد </w:t>
      </w:r>
      <w:r w:rsidRPr="00991627">
        <w:rPr>
          <w:rStyle w:val="libAlaemChar"/>
          <w:rtl/>
        </w:rPr>
        <w:t>عليه‌السلام</w:t>
      </w:r>
      <w:r>
        <w:rPr>
          <w:rtl/>
        </w:rPr>
        <w:t xml:space="preserve"> قال قال رسول الله </w:t>
      </w:r>
      <w:r w:rsidR="00E60DFB" w:rsidRPr="00991627">
        <w:rPr>
          <w:rStyle w:val="libAlaemChar"/>
          <w:rtl/>
        </w:rPr>
        <w:t>صلى‌الله‌عليه‌وآله</w:t>
      </w:r>
      <w:r w:rsidR="00E60DFB">
        <w:rPr>
          <w:rtl/>
        </w:rPr>
        <w:t xml:space="preserve"> </w:t>
      </w:r>
      <w:r>
        <w:rPr>
          <w:rtl/>
        </w:rPr>
        <w:t xml:space="preserve">من اسبغ وضوء و احسن صلاته و ادى زكاه ماله و كف غضبه و سجن لسانه و استغفر لذنبه و ادى النصيحه لا هل بيت نبيه </w:t>
      </w:r>
      <w:r w:rsidR="00E60DFB">
        <w:rPr>
          <w:rtl/>
        </w:rPr>
        <w:t xml:space="preserve">صلى‌الله‌عليه‌وآله </w:t>
      </w:r>
      <w:r>
        <w:rPr>
          <w:rtl/>
        </w:rPr>
        <w:t>فقد استكمل حقائق الايمان و ابواب الجنه مفتحه له .</w:t>
      </w:r>
    </w:p>
    <w:p w:rsidR="00A679DB" w:rsidRDefault="00A679DB" w:rsidP="00A679DB">
      <w:pPr>
        <w:pStyle w:val="libNormal"/>
        <w:rPr>
          <w:rtl/>
        </w:rPr>
      </w:pPr>
      <w:r>
        <w:rPr>
          <w:rtl/>
        </w:rPr>
        <w:t>ترجمه :</w:t>
      </w:r>
    </w:p>
    <w:p w:rsidR="00A679DB" w:rsidRDefault="00A679DB" w:rsidP="00991627">
      <w:pPr>
        <w:pStyle w:val="libNormal"/>
        <w:rPr>
          <w:rtl/>
        </w:rPr>
      </w:pPr>
      <w:r>
        <w:rPr>
          <w:rtl/>
        </w:rPr>
        <w:t xml:space="preserve">١. امام كاظم از پدرش امام صادق </w:t>
      </w:r>
      <w:r w:rsidRPr="00991627">
        <w:rPr>
          <w:rStyle w:val="libAlaemChar"/>
          <w:rtl/>
        </w:rPr>
        <w:t>عليه‌السلام</w:t>
      </w:r>
      <w:r>
        <w:rPr>
          <w:rtl/>
        </w:rPr>
        <w:t xml:space="preserve"> روايت مى نمايد كه رسول خدا </w:t>
      </w:r>
      <w:r w:rsidR="00E60DFB" w:rsidRPr="00991627">
        <w:rPr>
          <w:rStyle w:val="libAlaemChar"/>
          <w:rtl/>
        </w:rPr>
        <w:t>صلى‌الله‌عليه‌وآله</w:t>
      </w:r>
      <w:r w:rsidR="00E60DFB">
        <w:rPr>
          <w:rtl/>
        </w:rPr>
        <w:t xml:space="preserve"> </w:t>
      </w:r>
      <w:r>
        <w:rPr>
          <w:rtl/>
        </w:rPr>
        <w:t xml:space="preserve">فرمودند: كسى كه وضوى كامل بگيرد، بخوبى نماز بخواند، زكات مالش را بپردازد، خشم خود را باز دارد، زبانش را حبس ‍ كند، از گناهش آمرزش بخواهد و خير خواه اهل بيت پيامبرش </w:t>
      </w:r>
      <w:r w:rsidR="00991627" w:rsidRPr="00991627">
        <w:rPr>
          <w:rStyle w:val="libAlaemChar"/>
          <w:rtl/>
        </w:rPr>
        <w:t>صلى‌الله‌عليه‌وآله</w:t>
      </w:r>
      <w:r w:rsidR="00991627">
        <w:rPr>
          <w:rtl/>
        </w:rPr>
        <w:t xml:space="preserve"> </w:t>
      </w:r>
      <w:r>
        <w:rPr>
          <w:rtl/>
        </w:rPr>
        <w:t>باشد، همه حقايق ايمان رابدست آورد و درهاى بهشت براى او باز است .</w:t>
      </w:r>
    </w:p>
    <w:p w:rsidR="00A679DB" w:rsidRDefault="00A679DB" w:rsidP="00A679DB">
      <w:pPr>
        <w:pStyle w:val="libNormal"/>
        <w:rPr>
          <w:rtl/>
        </w:rPr>
      </w:pPr>
    </w:p>
    <w:p w:rsidR="00A679DB" w:rsidRDefault="00A679DB" w:rsidP="00A679DB">
      <w:pPr>
        <w:pStyle w:val="libNormal"/>
        <w:rPr>
          <w:rtl/>
        </w:rPr>
      </w:pPr>
      <w:r>
        <w:rPr>
          <w:rtl/>
        </w:rPr>
        <w:t xml:space="preserve">ثواب من قال رضيت بالله ربا و بالاسلام دينا و محمد </w:t>
      </w:r>
      <w:r w:rsidR="00E60DFB" w:rsidRPr="00991627">
        <w:rPr>
          <w:rStyle w:val="libAlaemChar"/>
          <w:rtl/>
        </w:rPr>
        <w:t>صلى‌الله‌عليه‌وآله</w:t>
      </w:r>
      <w:r w:rsidR="00E60DFB">
        <w:rPr>
          <w:rtl/>
        </w:rPr>
        <w:t xml:space="preserve"> </w:t>
      </w:r>
      <w:r>
        <w:rPr>
          <w:rtl/>
        </w:rPr>
        <w:t>رسولاو باهل بيته اوليا</w:t>
      </w:r>
    </w:p>
    <w:p w:rsidR="00A679DB" w:rsidRDefault="00A679DB" w:rsidP="00A679DB">
      <w:pPr>
        <w:pStyle w:val="libNormal"/>
        <w:rPr>
          <w:rtl/>
        </w:rPr>
      </w:pPr>
    </w:p>
    <w:p w:rsidR="00A679DB" w:rsidRDefault="00991627" w:rsidP="00A679DB">
      <w:pPr>
        <w:pStyle w:val="libNormal"/>
        <w:rPr>
          <w:rtl/>
        </w:rPr>
      </w:pPr>
      <w:r>
        <w:rPr>
          <w:rtl/>
        </w:rPr>
        <w:br w:type="page"/>
      </w:r>
      <w:r w:rsidR="00A679DB">
        <w:rPr>
          <w:rtl/>
        </w:rPr>
        <w:lastRenderedPageBreak/>
        <w:t>ثواب گفتن «رضيت بالله و»</w:t>
      </w:r>
    </w:p>
    <w:p w:rsidR="00A679DB" w:rsidRDefault="00A679DB" w:rsidP="00A679DB">
      <w:pPr>
        <w:pStyle w:val="libNormal"/>
        <w:rPr>
          <w:rtl/>
        </w:rPr>
      </w:pPr>
      <w:r>
        <w:rPr>
          <w:rtl/>
        </w:rPr>
        <w:t xml:space="preserve">حديث : ١ بهذاالاسناد قال قال رسول الله </w:t>
      </w:r>
      <w:r w:rsidR="00E60DFB" w:rsidRPr="00991627">
        <w:rPr>
          <w:rStyle w:val="libAlaemChar"/>
          <w:rtl/>
        </w:rPr>
        <w:t>صلى‌الله‌عليه‌وآله</w:t>
      </w:r>
      <w:r w:rsidR="00E60DFB">
        <w:rPr>
          <w:rtl/>
        </w:rPr>
        <w:t xml:space="preserve"> </w:t>
      </w:r>
      <w:r>
        <w:rPr>
          <w:rtl/>
        </w:rPr>
        <w:t xml:space="preserve">من قال رضيت بالله ربا و بالاسلام دينا و بمحمد </w:t>
      </w:r>
      <w:r w:rsidR="00E60DFB" w:rsidRPr="00991627">
        <w:rPr>
          <w:rStyle w:val="libAlaemChar"/>
          <w:rtl/>
        </w:rPr>
        <w:t>صلى‌الله‌عليه‌وآله</w:t>
      </w:r>
      <w:r w:rsidR="00E60DFB">
        <w:rPr>
          <w:rtl/>
        </w:rPr>
        <w:t xml:space="preserve"> </w:t>
      </w:r>
      <w:r>
        <w:rPr>
          <w:rtl/>
        </w:rPr>
        <w:t>رسولا و باهل بيته اوليا كان حقا على الله آن يرضيه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991627">
        <w:rPr>
          <w:rStyle w:val="libAlaemChar"/>
          <w:rtl/>
        </w:rPr>
        <w:t>صلى‌الله‌عليه‌وآله</w:t>
      </w:r>
      <w:r w:rsidR="00E60DFB">
        <w:rPr>
          <w:rtl/>
        </w:rPr>
        <w:t xml:space="preserve"> </w:t>
      </w:r>
      <w:r>
        <w:rPr>
          <w:rtl/>
        </w:rPr>
        <w:t xml:space="preserve">فرمودند: كسى كه بگويد «رضيت بالله ربا و بالاسلام دينا و بمحمد رسولا و باهل بيته اوليا.» </w:t>
      </w:r>
      <w:r w:rsidRPr="00991627">
        <w:rPr>
          <w:rStyle w:val="libFootnotenumChar"/>
          <w:rtl/>
        </w:rPr>
        <w:t>(٣٤)</w:t>
      </w:r>
      <w:r>
        <w:rPr>
          <w:rtl/>
        </w:rPr>
        <w:t xml:space="preserve"> بعهده خداوند است كه در روز قيامت او را راضى كند.</w:t>
      </w:r>
    </w:p>
    <w:p w:rsidR="00A679DB" w:rsidRDefault="00A679DB" w:rsidP="00A679DB">
      <w:pPr>
        <w:pStyle w:val="libNormal"/>
        <w:rPr>
          <w:rtl/>
        </w:rPr>
      </w:pPr>
    </w:p>
    <w:p w:rsidR="00A679DB" w:rsidRDefault="00A679DB" w:rsidP="00A679DB">
      <w:pPr>
        <w:pStyle w:val="libNormal"/>
        <w:rPr>
          <w:rtl/>
        </w:rPr>
      </w:pPr>
      <w:r>
        <w:rPr>
          <w:rtl/>
        </w:rPr>
        <w:t>ثواب الدعا بالليل والنهار.</w:t>
      </w:r>
    </w:p>
    <w:p w:rsidR="00A679DB" w:rsidRDefault="00A679DB" w:rsidP="00A679DB">
      <w:pPr>
        <w:pStyle w:val="libNormal"/>
        <w:rPr>
          <w:rtl/>
        </w:rPr>
      </w:pPr>
    </w:p>
    <w:p w:rsidR="00A679DB" w:rsidRDefault="00991627" w:rsidP="00991627">
      <w:pPr>
        <w:pStyle w:val="Heading2"/>
        <w:rPr>
          <w:rtl/>
        </w:rPr>
      </w:pPr>
      <w:r>
        <w:rPr>
          <w:rtl/>
        </w:rPr>
        <w:br w:type="page"/>
      </w:r>
      <w:bookmarkStart w:id="57" w:name="_Toc449617114"/>
      <w:r w:rsidR="00A679DB">
        <w:rPr>
          <w:rtl/>
        </w:rPr>
        <w:lastRenderedPageBreak/>
        <w:t>ثواب دعا در شب و روز</w:t>
      </w:r>
      <w:bookmarkEnd w:id="57"/>
    </w:p>
    <w:p w:rsidR="00A679DB" w:rsidRDefault="00A679DB" w:rsidP="00A679DB">
      <w:pPr>
        <w:pStyle w:val="libNormal"/>
        <w:rPr>
          <w:rtl/>
        </w:rPr>
      </w:pPr>
      <w:r>
        <w:rPr>
          <w:rtl/>
        </w:rPr>
        <w:t xml:space="preserve">حديث : ١ و بهذاالاسناد قال قال رسول الله </w:t>
      </w:r>
      <w:r w:rsidR="00E60DFB" w:rsidRPr="00991627">
        <w:rPr>
          <w:rStyle w:val="libAlaemChar"/>
          <w:rtl/>
        </w:rPr>
        <w:t>صلى‌الله‌عليه‌وآله</w:t>
      </w:r>
      <w:r w:rsidR="00E60DFB">
        <w:rPr>
          <w:rtl/>
        </w:rPr>
        <w:t xml:space="preserve"> </w:t>
      </w:r>
      <w:r>
        <w:rPr>
          <w:rtl/>
        </w:rPr>
        <w:t>الا ادلكم على سلاح ينجيكم من عدوكم و يدر رزقكم قالوا نعم قال تدعون بالليل و النهار فان سلاح المومن الدعا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991627">
        <w:rPr>
          <w:rStyle w:val="libAlaemChar"/>
          <w:rtl/>
        </w:rPr>
        <w:t>صلى‌الله‌عليه‌وآله</w:t>
      </w:r>
      <w:r w:rsidR="00E60DFB">
        <w:rPr>
          <w:rtl/>
        </w:rPr>
        <w:t xml:space="preserve"> </w:t>
      </w:r>
      <w:r>
        <w:rPr>
          <w:rtl/>
        </w:rPr>
        <w:t xml:space="preserve">فرمودند: آيا نمى خواهيد اسلحه اى به شما بگويم كه شما را از دست دشمن نجات داده و روزى شما را زياد كند؟ گفتند چرا اى رسول خدا! آن حضرت </w:t>
      </w:r>
      <w:r w:rsidR="00E60DFB" w:rsidRPr="00991627">
        <w:rPr>
          <w:rStyle w:val="libAlaemChar"/>
          <w:rtl/>
        </w:rPr>
        <w:t>صلى‌الله‌عليه‌وآله</w:t>
      </w:r>
      <w:r w:rsidR="00E60DFB">
        <w:rPr>
          <w:rtl/>
        </w:rPr>
        <w:t xml:space="preserve"> </w:t>
      </w:r>
      <w:r>
        <w:rPr>
          <w:rtl/>
        </w:rPr>
        <w:t>فرمودند: در شب و روز دعا كنيد. زيرا اسلحه مؤ من دعاست .</w:t>
      </w:r>
    </w:p>
    <w:p w:rsidR="00A679DB" w:rsidRDefault="00A679DB" w:rsidP="00A679DB">
      <w:pPr>
        <w:pStyle w:val="libNormal"/>
        <w:rPr>
          <w:rtl/>
        </w:rPr>
      </w:pPr>
    </w:p>
    <w:p w:rsidR="00A679DB" w:rsidRDefault="00A679DB" w:rsidP="00A679DB">
      <w:pPr>
        <w:pStyle w:val="libNormal"/>
        <w:rPr>
          <w:rtl/>
        </w:rPr>
      </w:pPr>
      <w:r>
        <w:rPr>
          <w:rtl/>
        </w:rPr>
        <w:t>ثواب اتيان المساجد</w:t>
      </w:r>
    </w:p>
    <w:p w:rsidR="00A679DB" w:rsidRDefault="00A679DB" w:rsidP="00A679DB">
      <w:pPr>
        <w:pStyle w:val="libNormal"/>
        <w:rPr>
          <w:rtl/>
        </w:rPr>
      </w:pPr>
    </w:p>
    <w:p w:rsidR="00991627" w:rsidRDefault="00991627" w:rsidP="00A679DB">
      <w:pPr>
        <w:pStyle w:val="libNormal"/>
      </w:pPr>
      <w:r>
        <w:rPr>
          <w:rtl/>
        </w:rPr>
        <w:br w:type="page"/>
      </w:r>
    </w:p>
    <w:p w:rsidR="00A679DB" w:rsidRDefault="00A679DB" w:rsidP="00991627">
      <w:pPr>
        <w:pStyle w:val="Heading2"/>
        <w:rPr>
          <w:rtl/>
        </w:rPr>
      </w:pPr>
      <w:bookmarkStart w:id="58" w:name="_Toc449617115"/>
      <w:r>
        <w:rPr>
          <w:rtl/>
        </w:rPr>
        <w:t>ثواب رفتن به مسجد</w:t>
      </w:r>
      <w:bookmarkEnd w:id="58"/>
    </w:p>
    <w:p w:rsidR="00A679DB" w:rsidRDefault="00A679DB" w:rsidP="00A679DB">
      <w:pPr>
        <w:pStyle w:val="libNormal"/>
        <w:rPr>
          <w:rtl/>
        </w:rPr>
      </w:pPr>
      <w:r>
        <w:rPr>
          <w:rtl/>
        </w:rPr>
        <w:t xml:space="preserve">حديث : ١ حتى محمد بن الحسن رضى الله عنه قال حدثنى محمدبن الحسن الصفار عن محمد بن الحسين بن ابى الخطاب عن صفوان بن يحيى عن كليب الصيداوى عن ابى عبدالله </w:t>
      </w:r>
      <w:r w:rsidRPr="00991627">
        <w:rPr>
          <w:rStyle w:val="libAlaemChar"/>
          <w:rtl/>
        </w:rPr>
        <w:t>عليه‌السلام</w:t>
      </w:r>
      <w:r>
        <w:rPr>
          <w:rtl/>
        </w:rPr>
        <w:t xml:space="preserve"> قال مكتوب فى التوراه آن بيوتى فى الارض المساجد فطوبى لعبد تطهر فى بيته ثم زارنى فى بيتى الا آن على المزور الزائر.</w:t>
      </w:r>
    </w:p>
    <w:p w:rsidR="00A679DB" w:rsidRDefault="00A679DB" w:rsidP="00A679DB">
      <w:pPr>
        <w:pStyle w:val="libNormal"/>
        <w:rPr>
          <w:rtl/>
        </w:rPr>
      </w:pPr>
      <w:r>
        <w:rPr>
          <w:rtl/>
        </w:rPr>
        <w:t>و فى حديثى آخر الا بشر المشائين فى الظلمات الى المساجد بالنور الساطع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91627">
        <w:rPr>
          <w:rStyle w:val="libAlaemChar"/>
          <w:rtl/>
        </w:rPr>
        <w:t>عليه‌السلام</w:t>
      </w:r>
      <w:r>
        <w:rPr>
          <w:rtl/>
        </w:rPr>
        <w:t xml:space="preserve"> فرمودند: در «تورات» نوشته شده است : خانه هاى من در زمين مساجد است ، پس خوشا به حال بنده اى كه در نزد خود وضو بگيرد، سپس مرا در خانه خود زيارت نمايد. و </w:t>
      </w:r>
      <w:r w:rsidR="00991627">
        <w:rPr>
          <w:rFonts w:hint="cs"/>
          <w:rtl/>
          <w:lang w:bidi="fa-IR"/>
        </w:rPr>
        <w:t>م</w:t>
      </w:r>
      <w:r>
        <w:rPr>
          <w:rtl/>
        </w:rPr>
        <w:t>توجه باشد داشت كه احترام زيارت كننده بر زيارت شوند ه واجب است .</w:t>
      </w:r>
    </w:p>
    <w:p w:rsidR="00A679DB" w:rsidRDefault="00A679DB" w:rsidP="00A679DB">
      <w:pPr>
        <w:pStyle w:val="libNormal"/>
        <w:rPr>
          <w:rtl/>
        </w:rPr>
      </w:pPr>
      <w:r>
        <w:rPr>
          <w:rtl/>
        </w:rPr>
        <w:t>و در حديث ديگر آمده است : توجه داشته باش ! كسانى را كه در تاريكيها به مساجد مى روند، به نور درخشنده در روز قيامت مژده بده .</w:t>
      </w:r>
    </w:p>
    <w:p w:rsidR="00A679DB" w:rsidRDefault="00A679DB" w:rsidP="00A679DB">
      <w:pPr>
        <w:pStyle w:val="libNormal"/>
        <w:rPr>
          <w:rtl/>
        </w:rPr>
      </w:pPr>
    </w:p>
    <w:p w:rsidR="00A679DB" w:rsidRDefault="00A679DB" w:rsidP="00A679DB">
      <w:pPr>
        <w:pStyle w:val="libNormal"/>
        <w:rPr>
          <w:rtl/>
        </w:rPr>
      </w:pPr>
      <w:r>
        <w:rPr>
          <w:rtl/>
        </w:rPr>
        <w:t>ثواب الاختلاف الى المساجد</w:t>
      </w:r>
    </w:p>
    <w:p w:rsidR="00A679DB" w:rsidRDefault="00A679DB" w:rsidP="00A679DB">
      <w:pPr>
        <w:pStyle w:val="libNormal"/>
        <w:rPr>
          <w:rtl/>
        </w:rPr>
      </w:pPr>
    </w:p>
    <w:p w:rsidR="00991627" w:rsidRDefault="00991627" w:rsidP="00A679DB">
      <w:pPr>
        <w:pStyle w:val="libNormal"/>
        <w:rPr>
          <w:rtl/>
        </w:rPr>
      </w:pPr>
      <w:r>
        <w:rPr>
          <w:rtl/>
        </w:rPr>
        <w:br w:type="page"/>
      </w:r>
    </w:p>
    <w:p w:rsidR="00A679DB" w:rsidRDefault="00A679DB" w:rsidP="00991627">
      <w:pPr>
        <w:pStyle w:val="Heading2"/>
        <w:rPr>
          <w:rtl/>
        </w:rPr>
      </w:pPr>
      <w:bookmarkStart w:id="59" w:name="_Toc449617116"/>
      <w:r>
        <w:rPr>
          <w:rtl/>
        </w:rPr>
        <w:t>ثواب رفت و آمد به مسجد</w:t>
      </w:r>
      <w:bookmarkEnd w:id="59"/>
    </w:p>
    <w:p w:rsidR="00A679DB" w:rsidRDefault="00A679DB" w:rsidP="00A679DB">
      <w:pPr>
        <w:pStyle w:val="libNormal"/>
        <w:rPr>
          <w:rtl/>
        </w:rPr>
      </w:pPr>
      <w:r>
        <w:rPr>
          <w:rtl/>
        </w:rPr>
        <w:t xml:space="preserve">حديث : ١ ابى رحمه الله قال حدثنى بن عبدالله عن يعقوب بن يزيد عن ابن ابى عمير عن ابراهيم بن عبدالحميد عن سعد الاسكاف عن زياد بن عيسى عن ابى الجارود عن الاصبغ بن نباته عن على بن ابى طالب </w:t>
      </w:r>
      <w:r w:rsidRPr="00991627">
        <w:rPr>
          <w:rStyle w:val="libAlaemChar"/>
          <w:rtl/>
        </w:rPr>
        <w:t>عليه‌السلام</w:t>
      </w:r>
      <w:r>
        <w:rPr>
          <w:rtl/>
        </w:rPr>
        <w:t xml:space="preserve"> قال كان يقول من اختلف الى المساجد اصاب احدى الثمان اخا مستفادا فى الله و علما مستطرفا او آيه محكمه او رحمه منتظره او كلمه ترده عن ردى او يسمع كلمه تدله على هدى اويترك ذنبا خشيه او حياء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اميرالمومنين </w:t>
      </w:r>
      <w:r w:rsidRPr="00991627">
        <w:rPr>
          <w:rStyle w:val="libAlaemChar"/>
          <w:rtl/>
        </w:rPr>
        <w:t>عليه‌السلام</w:t>
      </w:r>
      <w:r>
        <w:rPr>
          <w:rtl/>
        </w:rPr>
        <w:t xml:space="preserve"> مى فرمودند: كسى كه به مساجد رفت و آمد كند، يكى از هشت چيز را بدست مى آورد: برادرى كه در راه خدا از او استفاده</w:t>
      </w:r>
      <w:r w:rsidR="00991627">
        <w:rPr>
          <w:rFonts w:hint="cs"/>
          <w:rtl/>
        </w:rPr>
        <w:t xml:space="preserve"> </w:t>
      </w:r>
      <w:r>
        <w:rPr>
          <w:rtl/>
        </w:rPr>
        <w:t>كند، دانشى برگزيده ، نشانه اى محكم ، رحمتى كه منتظر او بوده ، سخنى كه او را از نابودى حفظ كند، سخنى كه او را به هدايت راهنمايى كند يا بخاطر ترس يا شرم گناهى را ترك كند.</w:t>
      </w:r>
    </w:p>
    <w:p w:rsidR="00A679DB" w:rsidRDefault="00A679DB" w:rsidP="00A679DB">
      <w:pPr>
        <w:pStyle w:val="libNormal"/>
        <w:rPr>
          <w:rtl/>
        </w:rPr>
      </w:pPr>
    </w:p>
    <w:p w:rsidR="00A679DB" w:rsidRDefault="00A679DB" w:rsidP="00A679DB">
      <w:pPr>
        <w:pStyle w:val="libNormal"/>
        <w:rPr>
          <w:rtl/>
        </w:rPr>
      </w:pPr>
      <w:r>
        <w:rPr>
          <w:rtl/>
        </w:rPr>
        <w:t>ثواب المشى الى المساجد</w:t>
      </w:r>
    </w:p>
    <w:p w:rsidR="00A679DB" w:rsidRDefault="00A679DB" w:rsidP="00A679DB">
      <w:pPr>
        <w:pStyle w:val="libNormal"/>
        <w:rPr>
          <w:rtl/>
        </w:rPr>
      </w:pPr>
    </w:p>
    <w:p w:rsidR="00991627" w:rsidRDefault="00991627" w:rsidP="00A679DB">
      <w:pPr>
        <w:pStyle w:val="libNormal"/>
        <w:rPr>
          <w:rtl/>
        </w:rPr>
      </w:pPr>
      <w:r>
        <w:rPr>
          <w:rtl/>
        </w:rPr>
        <w:br w:type="page"/>
      </w:r>
    </w:p>
    <w:p w:rsidR="00A679DB" w:rsidRDefault="00A679DB" w:rsidP="00991627">
      <w:pPr>
        <w:pStyle w:val="Heading2"/>
        <w:rPr>
          <w:rtl/>
        </w:rPr>
      </w:pPr>
      <w:bookmarkStart w:id="60" w:name="_Toc449617117"/>
      <w:r>
        <w:rPr>
          <w:rtl/>
        </w:rPr>
        <w:t>ثواب پياده رفتن به مساجد</w:t>
      </w:r>
      <w:bookmarkEnd w:id="60"/>
    </w:p>
    <w:p w:rsidR="00A679DB" w:rsidRDefault="00A679DB" w:rsidP="00A679DB">
      <w:pPr>
        <w:pStyle w:val="libNormal"/>
        <w:rPr>
          <w:rtl/>
        </w:rPr>
      </w:pPr>
      <w:r>
        <w:rPr>
          <w:rtl/>
        </w:rPr>
        <w:t xml:space="preserve">حديث : ١ حدثنى محمد بن على ماجيلويه رضى الله عنه قال حدثنى محمد بن يحيى العطار عن محمد بن احمد عن يعلى بن حمزه الحجال عن على بن الحكم عن محمد بن مروآن عن ابى عبدالله </w:t>
      </w:r>
      <w:r w:rsidRPr="00991627">
        <w:rPr>
          <w:rStyle w:val="libAlaemChar"/>
          <w:rtl/>
        </w:rPr>
        <w:t>عليه‌السلام</w:t>
      </w:r>
      <w:r>
        <w:rPr>
          <w:rtl/>
        </w:rPr>
        <w:t xml:space="preserve"> قال من مشى الى المسجد لم يضع رجله على رطب و لا يا بس الا سجت له الارض ‍ الى الارضين السابعه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91627">
        <w:rPr>
          <w:rStyle w:val="libAlaemChar"/>
          <w:rtl/>
        </w:rPr>
        <w:t>عليه‌السلام</w:t>
      </w:r>
      <w:r>
        <w:rPr>
          <w:rtl/>
        </w:rPr>
        <w:t xml:space="preserve"> فرمودند: كسى كه پياده به مسجد برود، پاهايش ‍ را روى هيچ خشك وترى نمى گذارد، مگر اين كه آن زمين تازمين هفتم براى او خداوند را تسبيح مى كنند.</w:t>
      </w:r>
    </w:p>
    <w:p w:rsidR="00A679DB" w:rsidRDefault="00A679DB" w:rsidP="00A679DB">
      <w:pPr>
        <w:pStyle w:val="libNormal"/>
        <w:rPr>
          <w:rtl/>
        </w:rPr>
      </w:pPr>
    </w:p>
    <w:p w:rsidR="00A679DB" w:rsidRDefault="00A679DB" w:rsidP="00A679DB">
      <w:pPr>
        <w:pStyle w:val="libNormal"/>
        <w:rPr>
          <w:rtl/>
        </w:rPr>
      </w:pPr>
      <w:r>
        <w:rPr>
          <w:rtl/>
        </w:rPr>
        <w:t>ثواب من كان القرآن حديثه و المسجد بيته .</w:t>
      </w:r>
    </w:p>
    <w:p w:rsidR="00A679DB" w:rsidRDefault="00A679DB" w:rsidP="00A679DB">
      <w:pPr>
        <w:pStyle w:val="libNormal"/>
        <w:rPr>
          <w:rtl/>
        </w:rPr>
      </w:pPr>
    </w:p>
    <w:p w:rsidR="00991627" w:rsidRDefault="00991627" w:rsidP="00A679DB">
      <w:pPr>
        <w:pStyle w:val="libNormal"/>
        <w:rPr>
          <w:rtl/>
        </w:rPr>
      </w:pPr>
      <w:r>
        <w:rPr>
          <w:rtl/>
        </w:rPr>
        <w:br w:type="page"/>
      </w:r>
    </w:p>
    <w:p w:rsidR="00A679DB" w:rsidRDefault="00A679DB" w:rsidP="00991627">
      <w:pPr>
        <w:pStyle w:val="Heading2"/>
        <w:rPr>
          <w:rtl/>
        </w:rPr>
      </w:pPr>
      <w:bookmarkStart w:id="61" w:name="_Toc449617118"/>
      <w:r>
        <w:rPr>
          <w:rtl/>
        </w:rPr>
        <w:t>ثواب اين كه سخن انسان ، قرآن و خانه او مسجد باشد</w:t>
      </w:r>
      <w:bookmarkEnd w:id="61"/>
    </w:p>
    <w:p w:rsidR="00A679DB" w:rsidRDefault="00A679DB" w:rsidP="00991627">
      <w:pPr>
        <w:pStyle w:val="libNormal"/>
        <w:rPr>
          <w:rtl/>
        </w:rPr>
      </w:pPr>
      <w:r>
        <w:rPr>
          <w:rtl/>
        </w:rPr>
        <w:t xml:space="preserve">حديث : ١ حدثنى حمزه بن محمد العلوى رضى الله عنه قال اخبرنى على بن ابراهيم عن آيه عن النوفلى عن السكونى عن جعفر بن محمد عن ابيه عن ابائه </w:t>
      </w:r>
      <w:r w:rsidRPr="00991627">
        <w:rPr>
          <w:rStyle w:val="libAlaemChar"/>
          <w:rtl/>
        </w:rPr>
        <w:t>عليه‌السلام</w:t>
      </w:r>
      <w:r>
        <w:rPr>
          <w:rtl/>
        </w:rPr>
        <w:t xml:space="preserve"> قال قال رسول الله </w:t>
      </w:r>
      <w:r w:rsidR="00991627" w:rsidRPr="00991627">
        <w:rPr>
          <w:rStyle w:val="libAlaemChar"/>
          <w:rtl/>
        </w:rPr>
        <w:t>صلى‌الله‌عليه‌وآله</w:t>
      </w:r>
      <w:r w:rsidR="00991627">
        <w:rPr>
          <w:rtl/>
        </w:rPr>
        <w:t xml:space="preserve"> </w:t>
      </w:r>
      <w:r>
        <w:rPr>
          <w:rtl/>
        </w:rPr>
        <w:t>من كان القرآن حديثه و المسجد بيته بنى الله له بيتا فى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از پدرش از پدرانش </w:t>
      </w:r>
      <w:r w:rsidRPr="00991627">
        <w:rPr>
          <w:rStyle w:val="libAlaemChar"/>
          <w:rtl/>
        </w:rPr>
        <w:t>عليه‌السلام</w:t>
      </w:r>
      <w:r>
        <w:rPr>
          <w:rtl/>
        </w:rPr>
        <w:t xml:space="preserve"> نقل مى نمايد كه رسول خدا </w:t>
      </w:r>
      <w:r w:rsidR="00E60DFB" w:rsidRPr="00991627">
        <w:rPr>
          <w:rStyle w:val="libAlaemChar"/>
          <w:rtl/>
        </w:rPr>
        <w:t>صلى‌الله‌عليه‌وآله</w:t>
      </w:r>
      <w:r w:rsidR="00E60DFB">
        <w:rPr>
          <w:rtl/>
        </w:rPr>
        <w:t xml:space="preserve"> </w:t>
      </w:r>
      <w:r>
        <w:rPr>
          <w:rtl/>
        </w:rPr>
        <w:t>فرمودند: كسى كه قرآن سخن او و مسجد خانه او باشد، خداوند در بهشت براى او خانه اى مى سازد.</w:t>
      </w:r>
    </w:p>
    <w:p w:rsidR="00A679DB" w:rsidRDefault="00A679DB" w:rsidP="00A679DB">
      <w:pPr>
        <w:pStyle w:val="libNormal"/>
        <w:rPr>
          <w:rtl/>
        </w:rPr>
      </w:pPr>
    </w:p>
    <w:p w:rsidR="00A679DB" w:rsidRDefault="00A679DB" w:rsidP="00A679DB">
      <w:pPr>
        <w:pStyle w:val="libNormal"/>
        <w:rPr>
          <w:rtl/>
        </w:rPr>
      </w:pPr>
      <w:r>
        <w:rPr>
          <w:rtl/>
        </w:rPr>
        <w:t>ثواب من تواضا ثم اتى المسجد</w:t>
      </w:r>
    </w:p>
    <w:p w:rsidR="00A679DB" w:rsidRDefault="002E449C" w:rsidP="00A679DB">
      <w:pPr>
        <w:pStyle w:val="libNormal"/>
        <w:rPr>
          <w:rtl/>
        </w:rPr>
      </w:pPr>
      <w:r>
        <w:rPr>
          <w:rtl/>
        </w:rPr>
        <w:br w:type="page"/>
      </w:r>
    </w:p>
    <w:p w:rsidR="00A679DB" w:rsidRDefault="00A679DB" w:rsidP="002E449C">
      <w:pPr>
        <w:pStyle w:val="Heading2"/>
        <w:rPr>
          <w:rtl/>
        </w:rPr>
      </w:pPr>
      <w:bookmarkStart w:id="62" w:name="_Toc449617119"/>
      <w:r>
        <w:rPr>
          <w:rtl/>
        </w:rPr>
        <w:t xml:space="preserve">ثواب </w:t>
      </w:r>
      <w:r w:rsidR="002E449C">
        <w:rPr>
          <w:rFonts w:hint="cs"/>
          <w:rtl/>
        </w:rPr>
        <w:t>و</w:t>
      </w:r>
      <w:r>
        <w:rPr>
          <w:rtl/>
        </w:rPr>
        <w:t>ضو گرفتن و آنگاه به مسجد رفتن</w:t>
      </w:r>
      <w:bookmarkEnd w:id="62"/>
    </w:p>
    <w:p w:rsidR="00A679DB" w:rsidRDefault="00A679DB" w:rsidP="00A679DB">
      <w:pPr>
        <w:pStyle w:val="libNormal"/>
        <w:rPr>
          <w:rtl/>
        </w:rPr>
      </w:pPr>
      <w:r>
        <w:rPr>
          <w:rtl/>
        </w:rPr>
        <w:t xml:space="preserve">حديث : ١ ابى رحمه الله قال حدثنى عبدالله بن جعفر عن محمد بن الحسين عن صفوان عن كليب الصيداوى عن ابى عبدالله </w:t>
      </w:r>
      <w:r w:rsidRPr="002E449C">
        <w:rPr>
          <w:rStyle w:val="libAlaemChar"/>
          <w:rtl/>
        </w:rPr>
        <w:t>عليه‌السلام</w:t>
      </w:r>
      <w:r>
        <w:rPr>
          <w:rtl/>
        </w:rPr>
        <w:t xml:space="preserve"> قال مكتوب فى التوراه آن بيوتى فى الارض المساجد فطوبى لمن تطهر فى بيته ثم زارنى و حق على المزور آن يكرم الزائر.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2E449C">
        <w:rPr>
          <w:rStyle w:val="libAlaemChar"/>
          <w:rtl/>
        </w:rPr>
        <w:t>عليه‌السلام</w:t>
      </w:r>
      <w:r>
        <w:rPr>
          <w:rtl/>
        </w:rPr>
        <w:t xml:space="preserve"> فرمودند: در «تورات» نوشته است : خانه هاى من در زمين مساجد است . خوشا به حال كسى كه در خانه خود وضو بگيرد، آنگاه به ديدن من بيايد. و به ع</w:t>
      </w:r>
      <w:r w:rsidR="002E449C">
        <w:rPr>
          <w:rFonts w:hint="cs"/>
          <w:rtl/>
        </w:rPr>
        <w:t>ه</w:t>
      </w:r>
      <w:r>
        <w:rPr>
          <w:rtl/>
        </w:rPr>
        <w:t>ده ديدار شونده است كه ديدار كننده را گرامى بدارد.</w:t>
      </w:r>
    </w:p>
    <w:p w:rsidR="00A679DB" w:rsidRDefault="00A679DB" w:rsidP="00A679DB">
      <w:pPr>
        <w:pStyle w:val="libNormal"/>
        <w:rPr>
          <w:rtl/>
        </w:rPr>
      </w:pPr>
      <w:r>
        <w:rPr>
          <w:rtl/>
        </w:rPr>
        <w:t xml:space="preserve">حديث : ٢ حدثنى محمد بن الحسن رضى الله عنه عن محمد بن الحسن الصفار عن محمد بن عيسى عن الحسين به خالد عن حماد بن سليمان عن عبدالله بن جعفر عن ابيه قال قال رسول الله </w:t>
      </w:r>
      <w:r w:rsidR="00E60DFB" w:rsidRPr="002E449C">
        <w:rPr>
          <w:rStyle w:val="libAlaemChar"/>
          <w:rtl/>
        </w:rPr>
        <w:t>صلى‌الله‌عليه‌وآله</w:t>
      </w:r>
      <w:r w:rsidR="00E60DFB">
        <w:rPr>
          <w:rtl/>
        </w:rPr>
        <w:t xml:space="preserve"> </w:t>
      </w:r>
      <w:r>
        <w:rPr>
          <w:rtl/>
        </w:rPr>
        <w:t>قال الله تبارك و تعالى الا آن بيوتى فى الارض المساجد تضى لا هل السماء كما تضى النجوم لا هل الارض الا طوبى لمن كامت المساجد بيوته الا طوبى لعبد توضا فى بيته ثم زارنى فى بيتى الا آن على المزور كرامه الزائر الا بشر المشائين فى الظلمات الى المساجد بالنور الساطع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رسول خدا </w:t>
      </w:r>
      <w:r w:rsidR="00E60DFB" w:rsidRPr="002E449C">
        <w:rPr>
          <w:rStyle w:val="libAlaemChar"/>
          <w:rtl/>
        </w:rPr>
        <w:t>صلى‌الله‌عليه‌وآله</w:t>
      </w:r>
      <w:r w:rsidR="00E60DFB">
        <w:rPr>
          <w:rtl/>
        </w:rPr>
        <w:t xml:space="preserve"> </w:t>
      </w:r>
      <w:r>
        <w:rPr>
          <w:rtl/>
        </w:rPr>
        <w:t xml:space="preserve">فرمودند: خداى متعال فرموده است : توجه داشته باشيد كه خانه هاى من در زمين مساجد است و همانگونه كه ستارگان براى زمينيان نورافشانى مى كنند، مساجد نيز براى اهل آسمان نورافشانى مى كنند. توجه داشته باشيد! خوشا به حال كسى كه مساجد خانه هايش باشد. توجه داشته </w:t>
      </w:r>
      <w:r>
        <w:rPr>
          <w:rtl/>
        </w:rPr>
        <w:lastRenderedPageBreak/>
        <w:t>باشيد! خوشا به حال بنده اى كه در خانه خود وضو بگيرد، سپس در خانه من به ديدار من بيايد. توجه داشته باشيد! بر ديدار شونده است كه ديدار كننده را گرامى بدارد. توجه داشته باشيد! كساانى كه در تاريكيها به مساجد مى روندت در روز قيامت نور درخشنده اى خواهند داشت .</w:t>
      </w:r>
    </w:p>
    <w:p w:rsidR="00A679DB" w:rsidRDefault="00A679DB" w:rsidP="00A679DB">
      <w:pPr>
        <w:pStyle w:val="libNormal"/>
        <w:rPr>
          <w:rtl/>
        </w:rPr>
      </w:pPr>
      <w:r>
        <w:rPr>
          <w:rtl/>
        </w:rPr>
        <w:t xml:space="preserve">حديث : ٣ ابى رحمه الله قال حدثنى محمد بن احمد به هشام عن محمد بن اسماعيل عن على به الحكم عن سيف بن عميره عن سعد بن طريف عن الاصبغ بن نباته قال قال اميرالمؤ منين </w:t>
      </w:r>
      <w:r w:rsidRPr="002E449C">
        <w:rPr>
          <w:rStyle w:val="libAlaemChar"/>
          <w:rtl/>
        </w:rPr>
        <w:t>عليه‌السلام</w:t>
      </w:r>
      <w:r>
        <w:rPr>
          <w:rtl/>
        </w:rPr>
        <w:t xml:space="preserve"> آن الله عزوجل ليهم بعذاب اهل الارض جميعا لا يحاشى منهم احدا اذا عملوا بالمعاصى و اجتر حوا السيئات فاذا نظر الى الشيب ناقلى اقدامهم الى الصلاه و الولدآن يتعلمون القرآن رحمهم فاخر ذلك عنهم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اميرالمؤ منين </w:t>
      </w:r>
      <w:r w:rsidRPr="002E449C">
        <w:rPr>
          <w:rStyle w:val="libAlaemChar"/>
          <w:rtl/>
        </w:rPr>
        <w:t>عليه‌السلام</w:t>
      </w:r>
      <w:r>
        <w:rPr>
          <w:rtl/>
        </w:rPr>
        <w:t xml:space="preserve"> فرمودند: هنگامى كه زمينيان مشغول گناه شده و كارهاى زشت انجام دهند، خداوند تصميم مى گيرد آنها را بدون استثنا عذاب كند ولى وقتى به سالخوردگان مى نگرد كه به سوى نماز قدم برداشته و بچه ها را مى بيند كه مشغول فراگيرى قرآن هستند: به آنها ترحم كرده و عذاب را تاخير مى اندازد.</w:t>
      </w:r>
    </w:p>
    <w:p w:rsidR="00A679DB" w:rsidRDefault="00A679DB" w:rsidP="00A679DB">
      <w:pPr>
        <w:pStyle w:val="libNormal"/>
        <w:rPr>
          <w:rtl/>
        </w:rPr>
      </w:pPr>
    </w:p>
    <w:p w:rsidR="00A679DB" w:rsidRDefault="00A679DB" w:rsidP="00A679DB">
      <w:pPr>
        <w:pStyle w:val="libNormal"/>
        <w:rPr>
          <w:rtl/>
        </w:rPr>
      </w:pPr>
      <w:r>
        <w:rPr>
          <w:rtl/>
        </w:rPr>
        <w:t>ثواب من صلى الصلوات الخمس و اقامهن و حافظ على مواقيتهن</w:t>
      </w:r>
    </w:p>
    <w:p w:rsidR="00A679DB" w:rsidRDefault="002E449C" w:rsidP="00A679DB">
      <w:pPr>
        <w:pStyle w:val="libNormal"/>
        <w:rPr>
          <w:rtl/>
        </w:rPr>
      </w:pPr>
      <w:r>
        <w:rPr>
          <w:rtl/>
        </w:rPr>
        <w:br w:type="page"/>
      </w:r>
    </w:p>
    <w:p w:rsidR="00A679DB" w:rsidRDefault="00A679DB" w:rsidP="002E449C">
      <w:pPr>
        <w:pStyle w:val="Heading2"/>
        <w:rPr>
          <w:rtl/>
        </w:rPr>
      </w:pPr>
      <w:bookmarkStart w:id="63" w:name="_Toc449617120"/>
      <w:r>
        <w:rPr>
          <w:rtl/>
        </w:rPr>
        <w:t>ثواب خواندن نمازهاى پنجگانه در وقتشان</w:t>
      </w:r>
      <w:bookmarkEnd w:id="63"/>
    </w:p>
    <w:p w:rsidR="00A679DB" w:rsidRDefault="00A679DB" w:rsidP="00A679DB">
      <w:pPr>
        <w:pStyle w:val="libNormal"/>
        <w:rPr>
          <w:rtl/>
        </w:rPr>
      </w:pPr>
      <w:r>
        <w:rPr>
          <w:rtl/>
        </w:rPr>
        <w:t xml:space="preserve">حديث : ١ ابى رحمه الله قال حدثنا بن عبدالله عن احمد بن محمدبن عيسى عن الحسين بن سعيد عن ابن ابى عمير عن عبدالرحمن بن الحجاج عن ابان بن تغلب قال قال ابو عبدالله </w:t>
      </w:r>
      <w:r w:rsidRPr="002E449C">
        <w:rPr>
          <w:rStyle w:val="libAlaemChar"/>
          <w:rtl/>
        </w:rPr>
        <w:t>عليه‌السلام</w:t>
      </w:r>
      <w:r>
        <w:rPr>
          <w:rtl/>
        </w:rPr>
        <w:t xml:space="preserve"> يا ابان هذه الصلوات الخمس المفروضات من اقامهن و حافظ على مواقيتهن لقى الله يوم القيامه و له عنده عهد يدخله به الجنه و من لم يصلهن لمواقيتهن فذلك اليه آن شاء غفر له و آن شاء عذبه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2E449C">
        <w:rPr>
          <w:rStyle w:val="libAlaemChar"/>
          <w:rtl/>
        </w:rPr>
        <w:t>عليه‌السلام</w:t>
      </w:r>
      <w:r>
        <w:rPr>
          <w:rtl/>
        </w:rPr>
        <w:t xml:space="preserve"> فرمودند: اى ابان ! اگر كسى اين پنج نماز واجب را به پا دارد و مواظب وقت آنها باشد، روز قيامت در حالى خداوند را ديدار مى كند كه پيمانى دارد كه خداوند او را بخاطر آن وارد بهشت مى كند و كسى كه آنها را در وقت خودشان نخواند، اگر خداوند بخواهد او را مى بخشد و اگر بخواهد عذاب مى كند.</w:t>
      </w:r>
    </w:p>
    <w:p w:rsidR="00A679DB" w:rsidRDefault="00A679DB" w:rsidP="00A679DB">
      <w:pPr>
        <w:pStyle w:val="libNormal"/>
        <w:rPr>
          <w:rtl/>
        </w:rPr>
      </w:pPr>
      <w:r>
        <w:rPr>
          <w:rtl/>
        </w:rPr>
        <w:t xml:space="preserve">حديث : ٢ و بهذاالاسناد عن الحسين بن سعيد عن ابن ابى عمير عن اسماعيل البصرى عن الفضيل عن ابى عبدالله </w:t>
      </w:r>
      <w:r w:rsidRPr="002E449C">
        <w:rPr>
          <w:rStyle w:val="libAlaemChar"/>
          <w:rtl/>
        </w:rPr>
        <w:t>عليه‌السلام</w:t>
      </w:r>
      <w:r>
        <w:rPr>
          <w:rtl/>
        </w:rPr>
        <w:t xml:space="preserve"> قال دخل رسول الله </w:t>
      </w:r>
      <w:r w:rsidR="00E60DFB" w:rsidRPr="002E449C">
        <w:rPr>
          <w:rStyle w:val="libAlaemChar"/>
          <w:rtl/>
        </w:rPr>
        <w:t>صلى‌الله‌عليه‌وآله</w:t>
      </w:r>
      <w:r w:rsidR="00E60DFB">
        <w:rPr>
          <w:rtl/>
        </w:rPr>
        <w:t xml:space="preserve"> </w:t>
      </w:r>
      <w:r>
        <w:rPr>
          <w:rtl/>
        </w:rPr>
        <w:t>المسجد و فيه ناس من اصحابه قال تدرون ما قال لكم ربكم قالوا الله و رسوله اعلم قال آن ربكم يقول هذه الصلوات الخمس ‍ المفروضات فمن صلاهن لوقتهن و حافظ عليهن لقينى يوم القيامه و له عندى عهد ادخله به الجنه و من لم يصلهن لوقتهن و لم يحافظ عليهن فذلك الى آن شئت عذبته و آن شئت غفرت له .</w:t>
      </w:r>
    </w:p>
    <w:p w:rsidR="00A679DB" w:rsidRDefault="00A679DB" w:rsidP="00A679DB">
      <w:pPr>
        <w:pStyle w:val="libNormal"/>
        <w:rPr>
          <w:rtl/>
        </w:rPr>
      </w:pPr>
      <w:r>
        <w:rPr>
          <w:rtl/>
        </w:rPr>
        <w:t>ترجمه :</w:t>
      </w:r>
    </w:p>
    <w:p w:rsidR="00A679DB" w:rsidRDefault="00A679DB" w:rsidP="002E449C">
      <w:pPr>
        <w:pStyle w:val="libNormal"/>
        <w:rPr>
          <w:rtl/>
        </w:rPr>
      </w:pPr>
      <w:r>
        <w:rPr>
          <w:rtl/>
        </w:rPr>
        <w:t xml:space="preserve">٢. امام صادق </w:t>
      </w:r>
      <w:r w:rsidRPr="002E449C">
        <w:rPr>
          <w:rStyle w:val="libAlaemChar"/>
          <w:rtl/>
        </w:rPr>
        <w:t>عليه‌السلام</w:t>
      </w:r>
      <w:r>
        <w:rPr>
          <w:rtl/>
        </w:rPr>
        <w:t xml:space="preserve"> فرمودند: رسول خدا </w:t>
      </w:r>
      <w:r w:rsidR="00E60DFB" w:rsidRPr="002E449C">
        <w:rPr>
          <w:rStyle w:val="libAlaemChar"/>
          <w:rtl/>
        </w:rPr>
        <w:t>صلى‌الله‌عليه‌وآله</w:t>
      </w:r>
      <w:r w:rsidR="00E60DFB">
        <w:rPr>
          <w:rtl/>
        </w:rPr>
        <w:t xml:space="preserve"> </w:t>
      </w:r>
      <w:r>
        <w:rPr>
          <w:rtl/>
        </w:rPr>
        <w:t>وارد مسجد شد تعد</w:t>
      </w:r>
      <w:r w:rsidR="002E449C">
        <w:rPr>
          <w:rFonts w:hint="cs"/>
          <w:rtl/>
        </w:rPr>
        <w:t>اد</w:t>
      </w:r>
      <w:r>
        <w:rPr>
          <w:rtl/>
        </w:rPr>
        <w:t xml:space="preserve">ى از يارانش نيز در مسجد بودند. پرسيدند: مى دانيد كه پروردگار شما چه فرموده </w:t>
      </w:r>
      <w:r>
        <w:rPr>
          <w:rtl/>
        </w:rPr>
        <w:lastRenderedPageBreak/>
        <w:t>است ؟ پاسخ گفتند: خدا و رسولش داناترند. فرمود: بدرستى كه پروردگار شما مى فرمايد: اگر كسى اين پنج نماز واجب را در وقت خودش بخواند و مواظب وقت آنها باشد، روز قيامت در حالى مرا ديدار مى كند كه نزد من پيمانى دارد و به خاطر آن پيمان او را وارد بهشت مى نمايم . و كسى كه آنها را در وقتشان نخواند و مواظب آنها نباشد، اختيار دارم ، اگر خواستم او را عراب مى كنم و اگر خواستم او را مى بخشم .</w:t>
      </w:r>
    </w:p>
    <w:p w:rsidR="00A679DB" w:rsidRDefault="00A679DB" w:rsidP="00A679DB">
      <w:pPr>
        <w:pStyle w:val="libNormal"/>
        <w:rPr>
          <w:rtl/>
        </w:rPr>
      </w:pPr>
    </w:p>
    <w:p w:rsidR="00A679DB" w:rsidRDefault="00A679DB" w:rsidP="00A679DB">
      <w:pPr>
        <w:pStyle w:val="libNormal"/>
        <w:rPr>
          <w:rtl/>
        </w:rPr>
      </w:pPr>
      <w:r>
        <w:rPr>
          <w:rtl/>
        </w:rPr>
        <w:t>ثواب صلاه النوافل</w:t>
      </w:r>
    </w:p>
    <w:p w:rsidR="00A679DB" w:rsidRDefault="002E449C" w:rsidP="00A679DB">
      <w:pPr>
        <w:pStyle w:val="libNormal"/>
        <w:rPr>
          <w:rtl/>
        </w:rPr>
      </w:pPr>
      <w:r>
        <w:rPr>
          <w:rtl/>
        </w:rPr>
        <w:br w:type="page"/>
      </w:r>
    </w:p>
    <w:p w:rsidR="00A679DB" w:rsidRDefault="00A679DB" w:rsidP="002E449C">
      <w:pPr>
        <w:pStyle w:val="Heading2"/>
        <w:rPr>
          <w:rtl/>
        </w:rPr>
      </w:pPr>
      <w:bookmarkStart w:id="64" w:name="_Toc449617121"/>
      <w:r>
        <w:rPr>
          <w:rtl/>
        </w:rPr>
        <w:t>ثواب نمازهاى نافله</w:t>
      </w:r>
      <w:bookmarkEnd w:id="64"/>
    </w:p>
    <w:p w:rsidR="00A679DB" w:rsidRDefault="00A679DB" w:rsidP="00A679DB">
      <w:pPr>
        <w:pStyle w:val="libNormal"/>
        <w:rPr>
          <w:rtl/>
        </w:rPr>
      </w:pPr>
      <w:r>
        <w:rPr>
          <w:rtl/>
        </w:rPr>
        <w:t xml:space="preserve">حديث : ١ ابى رحمه الله قال سعد بن عبدالله عن احمد بن ابى عبدالله عن الحسن بن محبوب عن ابى الحسن الواسطى النخاس عن موسى بن بكر عن ابى الحسن </w:t>
      </w:r>
      <w:r w:rsidRPr="002E449C">
        <w:rPr>
          <w:rStyle w:val="libAlaemChar"/>
          <w:rtl/>
        </w:rPr>
        <w:t>عليه‌السلام</w:t>
      </w:r>
      <w:r>
        <w:rPr>
          <w:rtl/>
        </w:rPr>
        <w:t xml:space="preserve"> قال صلاه النوافل قربان كل مؤ من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2E449C">
        <w:rPr>
          <w:rStyle w:val="libAlaemChar"/>
          <w:rtl/>
        </w:rPr>
        <w:t>عليه‌السلام</w:t>
      </w:r>
      <w:r>
        <w:rPr>
          <w:rtl/>
        </w:rPr>
        <w:t xml:space="preserve"> فرمودند: نمازهاى نافله مايه تقرب هر مومنى است .</w:t>
      </w:r>
    </w:p>
    <w:p w:rsidR="00A679DB" w:rsidRDefault="00A679DB" w:rsidP="00A679DB">
      <w:pPr>
        <w:pStyle w:val="libNormal"/>
        <w:rPr>
          <w:rtl/>
        </w:rPr>
      </w:pPr>
    </w:p>
    <w:p w:rsidR="00A679DB" w:rsidRDefault="00A679DB" w:rsidP="00A679DB">
      <w:pPr>
        <w:pStyle w:val="libNormal"/>
        <w:rPr>
          <w:rtl/>
        </w:rPr>
      </w:pPr>
      <w:r>
        <w:rPr>
          <w:rtl/>
        </w:rPr>
        <w:t>ثواب من اسرج فى مسجد من مساجد الله عزوجل سراجا</w:t>
      </w:r>
    </w:p>
    <w:p w:rsidR="00A679DB" w:rsidRDefault="002E449C" w:rsidP="00A679DB">
      <w:pPr>
        <w:pStyle w:val="libNormal"/>
        <w:rPr>
          <w:rtl/>
        </w:rPr>
      </w:pPr>
      <w:r>
        <w:rPr>
          <w:rtl/>
        </w:rPr>
        <w:br w:type="page"/>
      </w:r>
    </w:p>
    <w:p w:rsidR="00A679DB" w:rsidRDefault="00A679DB" w:rsidP="002E449C">
      <w:pPr>
        <w:pStyle w:val="Heading2"/>
        <w:rPr>
          <w:rtl/>
        </w:rPr>
      </w:pPr>
      <w:bookmarkStart w:id="65" w:name="_Toc449617122"/>
      <w:r>
        <w:rPr>
          <w:rtl/>
        </w:rPr>
        <w:t>ثواب روشن كردن چراغ در مسجد</w:t>
      </w:r>
      <w:bookmarkEnd w:id="65"/>
    </w:p>
    <w:p w:rsidR="00A679DB" w:rsidRDefault="00A679DB" w:rsidP="00A679DB">
      <w:pPr>
        <w:pStyle w:val="libNormal"/>
        <w:rPr>
          <w:rtl/>
        </w:rPr>
      </w:pPr>
      <w:r>
        <w:rPr>
          <w:rtl/>
        </w:rPr>
        <w:t xml:space="preserve">حديث : ١ حدثنى محمد بن على ماجيلويه رضى الله عنه عن عمه محمد بن ابى القاسم عن محمد بن على الصيرفى عن اسحاق بن بشر الكاهلى عن الحكم عن انس قال قال رسول الله </w:t>
      </w:r>
      <w:r w:rsidR="00E60DFB" w:rsidRPr="002E449C">
        <w:rPr>
          <w:rStyle w:val="libAlaemChar"/>
          <w:rtl/>
        </w:rPr>
        <w:t>صلى‌الله‌عليه‌وآله</w:t>
      </w:r>
      <w:r w:rsidR="00E60DFB">
        <w:rPr>
          <w:rtl/>
        </w:rPr>
        <w:t xml:space="preserve"> </w:t>
      </w:r>
      <w:r>
        <w:rPr>
          <w:rtl/>
        </w:rPr>
        <w:t>من اسرج فى مسجد من مساجد الله عزوجل سراجا لم تزل الملائكه و حمله العرش يستغفرون له مادام فى ذلك المسجد ضوء من السراج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2E449C">
        <w:rPr>
          <w:rStyle w:val="libAlaemChar"/>
          <w:rtl/>
        </w:rPr>
        <w:t>صلى‌الله‌عليه‌وآله</w:t>
      </w:r>
      <w:r w:rsidR="00E60DFB">
        <w:rPr>
          <w:rtl/>
        </w:rPr>
        <w:t xml:space="preserve"> </w:t>
      </w:r>
      <w:r>
        <w:rPr>
          <w:rtl/>
        </w:rPr>
        <w:t>فرمودند: كسى كه در يكى از مساجد خداوند عزوجل چراغى روشن كند، فرشتگان و حمل كنندگان عرش ‍ خداوند تا زمانى كه نورى از اين دو چراغ در آن مسجد باشد، پيوسته براى او استغفار مى كنند.</w:t>
      </w:r>
    </w:p>
    <w:p w:rsidR="00A679DB" w:rsidRDefault="00A679DB" w:rsidP="00A679DB">
      <w:pPr>
        <w:pStyle w:val="libNormal"/>
        <w:rPr>
          <w:rtl/>
        </w:rPr>
      </w:pPr>
    </w:p>
    <w:p w:rsidR="00A679DB" w:rsidRDefault="00A679DB" w:rsidP="00A679DB">
      <w:pPr>
        <w:pStyle w:val="libNormal"/>
        <w:rPr>
          <w:rtl/>
        </w:rPr>
      </w:pPr>
      <w:r>
        <w:rPr>
          <w:rtl/>
        </w:rPr>
        <w:t>ثواب من حبس ريقه اجلالا لله تعالى فى صلاته</w:t>
      </w:r>
    </w:p>
    <w:p w:rsidR="00A679DB" w:rsidRDefault="002E449C" w:rsidP="00A679DB">
      <w:pPr>
        <w:pStyle w:val="libNormal"/>
        <w:rPr>
          <w:rtl/>
        </w:rPr>
      </w:pPr>
      <w:r>
        <w:rPr>
          <w:rtl/>
        </w:rPr>
        <w:br w:type="page"/>
      </w:r>
    </w:p>
    <w:p w:rsidR="00A679DB" w:rsidRDefault="00A679DB" w:rsidP="002E449C">
      <w:pPr>
        <w:pStyle w:val="Heading2"/>
        <w:rPr>
          <w:rtl/>
        </w:rPr>
      </w:pPr>
      <w:bookmarkStart w:id="66" w:name="_Toc449617123"/>
      <w:r>
        <w:rPr>
          <w:rtl/>
        </w:rPr>
        <w:t>ثواب نگهداشتن آب دهان در نماز بخاطر بزرگداشت خداىمتعال</w:t>
      </w:r>
      <w:bookmarkEnd w:id="66"/>
    </w:p>
    <w:p w:rsidR="00A679DB" w:rsidRDefault="00A679DB" w:rsidP="00A679DB">
      <w:pPr>
        <w:pStyle w:val="libNormal"/>
        <w:rPr>
          <w:rtl/>
        </w:rPr>
      </w:pPr>
      <w:r>
        <w:rPr>
          <w:rtl/>
        </w:rPr>
        <w:t xml:space="preserve">حديث : ١ ابى رحمه الله عن سعد بن عبدالله عن احمد بن محمد عن على بن حسان عن سهل بن دارم عن ابيه عن ابى عبدالله </w:t>
      </w:r>
      <w:r w:rsidRPr="002E449C">
        <w:rPr>
          <w:rStyle w:val="libAlaemChar"/>
          <w:rtl/>
        </w:rPr>
        <w:t>عليه‌السلام</w:t>
      </w:r>
      <w:r>
        <w:rPr>
          <w:rtl/>
        </w:rPr>
        <w:t xml:space="preserve"> قال من حبس ريقه اجلالالله تعالى فى صلاته اورثه الله صحه حتى المماه</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2E449C">
        <w:rPr>
          <w:rStyle w:val="libAlaemChar"/>
          <w:rtl/>
        </w:rPr>
        <w:t>عليه‌السلام</w:t>
      </w:r>
      <w:r>
        <w:rPr>
          <w:rtl/>
        </w:rPr>
        <w:t xml:space="preserve"> فرمودند: كسى كه بخاطر بزرگداشت خداى متعال آب دهان خود را در نماز نگهدارد، خداوند تا هنگام مرگ او را به سلامت مى دارد.</w:t>
      </w:r>
    </w:p>
    <w:p w:rsidR="00A679DB" w:rsidRDefault="00A679DB" w:rsidP="00A679DB">
      <w:pPr>
        <w:pStyle w:val="libNormal"/>
        <w:rPr>
          <w:rtl/>
        </w:rPr>
      </w:pPr>
    </w:p>
    <w:p w:rsidR="00A679DB" w:rsidRDefault="00A679DB" w:rsidP="00A679DB">
      <w:pPr>
        <w:pStyle w:val="libNormal"/>
        <w:rPr>
          <w:rtl/>
        </w:rPr>
      </w:pPr>
      <w:r>
        <w:rPr>
          <w:rtl/>
        </w:rPr>
        <w:t>ثواب الصلاه فى المسجد الحرام</w:t>
      </w:r>
    </w:p>
    <w:p w:rsidR="00A679DB" w:rsidRDefault="002E449C" w:rsidP="00A679DB">
      <w:pPr>
        <w:pStyle w:val="libNormal"/>
        <w:rPr>
          <w:rtl/>
        </w:rPr>
      </w:pPr>
      <w:r>
        <w:rPr>
          <w:rtl/>
        </w:rPr>
        <w:br w:type="page"/>
      </w:r>
    </w:p>
    <w:p w:rsidR="00A679DB" w:rsidRPr="002E449C" w:rsidRDefault="00A679DB" w:rsidP="002E449C">
      <w:pPr>
        <w:pStyle w:val="Heading2"/>
        <w:rPr>
          <w:rtl/>
        </w:rPr>
      </w:pPr>
      <w:bookmarkStart w:id="67" w:name="_Toc449617124"/>
      <w:r w:rsidRPr="002E449C">
        <w:rPr>
          <w:rtl/>
        </w:rPr>
        <w:t>ثواب نماز در مسجد الحرام .</w:t>
      </w:r>
      <w:bookmarkEnd w:id="67"/>
    </w:p>
    <w:p w:rsidR="00A679DB" w:rsidRDefault="00A679DB" w:rsidP="00A679DB">
      <w:pPr>
        <w:pStyle w:val="libNormal"/>
        <w:rPr>
          <w:rtl/>
        </w:rPr>
      </w:pPr>
      <w:r>
        <w:rPr>
          <w:rtl/>
        </w:rPr>
        <w:t xml:space="preserve">حديث : ١ ابى رحمه الله قال حدثنى على بن ابراهيم عن ابيه عن على بن معبد عن الحسين بن خالد عن ابى الحسن الرضا عن ابائه </w:t>
      </w:r>
      <w:r w:rsidRPr="002E449C">
        <w:rPr>
          <w:rStyle w:val="libAlaemChar"/>
          <w:rtl/>
        </w:rPr>
        <w:t>عليه‌السلام</w:t>
      </w:r>
      <w:r>
        <w:rPr>
          <w:rtl/>
        </w:rPr>
        <w:t xml:space="preserve"> قال قال محمد بن على الباقر </w:t>
      </w:r>
      <w:r w:rsidRPr="002E449C">
        <w:rPr>
          <w:rStyle w:val="libAlaemChar"/>
          <w:rtl/>
        </w:rPr>
        <w:t>عليه‌السلام</w:t>
      </w:r>
      <w:r>
        <w:rPr>
          <w:rtl/>
        </w:rPr>
        <w:t xml:space="preserve"> صلاه فى المسجد الحرام افضل من مائه الف صلاه فى غيره من المساجد.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رضا </w:t>
      </w:r>
      <w:r w:rsidRPr="002E449C">
        <w:rPr>
          <w:rStyle w:val="libAlaemChar"/>
          <w:rtl/>
        </w:rPr>
        <w:t>عليه‌السلام</w:t>
      </w:r>
      <w:r>
        <w:rPr>
          <w:rtl/>
        </w:rPr>
        <w:t xml:space="preserve"> از پدرانشان </w:t>
      </w:r>
      <w:r w:rsidRPr="002E449C">
        <w:rPr>
          <w:rStyle w:val="libAlaemChar"/>
          <w:rtl/>
        </w:rPr>
        <w:t>عليه‌السلام</w:t>
      </w:r>
      <w:r>
        <w:rPr>
          <w:rtl/>
        </w:rPr>
        <w:t xml:space="preserve"> نقل مى نمايد كه رسول خدا </w:t>
      </w:r>
      <w:r w:rsidR="00E60DFB" w:rsidRPr="002E449C">
        <w:rPr>
          <w:rStyle w:val="libAlaemChar"/>
          <w:rtl/>
        </w:rPr>
        <w:t>صلى‌الله‌عليه‌وآله</w:t>
      </w:r>
      <w:r w:rsidR="00E60DFB">
        <w:rPr>
          <w:rtl/>
        </w:rPr>
        <w:t xml:space="preserve"> </w:t>
      </w:r>
      <w:r>
        <w:rPr>
          <w:rtl/>
        </w:rPr>
        <w:t>فرمودند: يك نماز در مسجد من نزد خداوند برابر با ده هزار نماز در ساير مساجد است ، مگر مسجدالحرام . زيرا نماز در آن برابر با صد هزار نماز است .</w:t>
      </w:r>
    </w:p>
    <w:p w:rsidR="00A679DB" w:rsidRDefault="00A679DB" w:rsidP="00A679DB">
      <w:pPr>
        <w:pStyle w:val="libNormal"/>
        <w:rPr>
          <w:rtl/>
        </w:rPr>
      </w:pPr>
    </w:p>
    <w:p w:rsidR="00A679DB" w:rsidRDefault="00A679DB" w:rsidP="00A679DB">
      <w:pPr>
        <w:pStyle w:val="libNormal"/>
        <w:rPr>
          <w:rtl/>
        </w:rPr>
      </w:pPr>
      <w:r>
        <w:rPr>
          <w:rtl/>
        </w:rPr>
        <w:t>ثواب الصلاه فى مسجد النبى</w:t>
      </w:r>
    </w:p>
    <w:p w:rsidR="00A679DB" w:rsidRDefault="00A679DB" w:rsidP="00A679DB">
      <w:pPr>
        <w:pStyle w:val="libNormal"/>
        <w:rPr>
          <w:rtl/>
        </w:rPr>
      </w:pPr>
      <w:r>
        <w:rPr>
          <w:rtl/>
        </w:rPr>
        <w:t xml:space="preserve">حديث : ١ ابى رحمه الله عن عبدالله بن جعفر عن هارون بن مسلم عن مسعده بن صدقه عن الصادق جعفر بن محمد عن آبائه عليه‌السلام قال قال رسول الله </w:t>
      </w:r>
      <w:r w:rsidR="00E60DFB">
        <w:rPr>
          <w:rtl/>
        </w:rPr>
        <w:t xml:space="preserve">صلى‌الله‌عليه‌وآله </w:t>
      </w:r>
      <w:r>
        <w:rPr>
          <w:rtl/>
        </w:rPr>
        <w:t>صلاه فى مسجدى تعدل عندالله عشره آلاف صلاه فى غيره من المساجد الا المسجد الحرام فان الصلاه فيه تعدل مائه الف صلاه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2E449C">
        <w:rPr>
          <w:rStyle w:val="libAlaemChar"/>
          <w:rtl/>
        </w:rPr>
        <w:t>عليه‌السلام</w:t>
      </w:r>
      <w:r>
        <w:rPr>
          <w:rtl/>
        </w:rPr>
        <w:t xml:space="preserve"> از پدرانش </w:t>
      </w:r>
      <w:r w:rsidRPr="002E449C">
        <w:rPr>
          <w:rStyle w:val="libAlaemChar"/>
          <w:rtl/>
        </w:rPr>
        <w:t>عليه‌السلام</w:t>
      </w:r>
      <w:r>
        <w:rPr>
          <w:rtl/>
        </w:rPr>
        <w:t xml:space="preserve"> نقل مى نمايد كه رسول خدا </w:t>
      </w:r>
      <w:r w:rsidR="00E60DFB" w:rsidRPr="002E449C">
        <w:rPr>
          <w:rStyle w:val="libAlaemChar"/>
          <w:rtl/>
        </w:rPr>
        <w:t>صلى‌الله‌عليه‌وآله</w:t>
      </w:r>
      <w:r w:rsidR="00E60DFB">
        <w:rPr>
          <w:rtl/>
        </w:rPr>
        <w:t xml:space="preserve"> </w:t>
      </w:r>
      <w:r>
        <w:rPr>
          <w:rtl/>
        </w:rPr>
        <w:t>فرمودند: يك نماز در مسجد من نزد خداوند برابر با ده هزار نماز در ساير مساجد است . مگر مسجد الحرام . زيرا نماز در آن برابر با صد هزار نماز است</w:t>
      </w:r>
    </w:p>
    <w:p w:rsidR="00A679DB" w:rsidRDefault="00A679DB" w:rsidP="00A679DB">
      <w:pPr>
        <w:pStyle w:val="libNormal"/>
        <w:rPr>
          <w:rtl/>
        </w:rPr>
      </w:pPr>
    </w:p>
    <w:p w:rsidR="00A679DB" w:rsidRDefault="00A679DB" w:rsidP="00A679DB">
      <w:pPr>
        <w:pStyle w:val="libNormal"/>
        <w:rPr>
          <w:rtl/>
        </w:rPr>
      </w:pPr>
      <w:r>
        <w:rPr>
          <w:rtl/>
        </w:rPr>
        <w:lastRenderedPageBreak/>
        <w:t xml:space="preserve">ثواب الصلاه فيما بين المسجد الحرام و مسجدالرسول </w:t>
      </w:r>
      <w:r w:rsidRPr="002E449C">
        <w:rPr>
          <w:rStyle w:val="libAlaemChar"/>
          <w:rtl/>
        </w:rPr>
        <w:t>صلى‌الله‌عليه‌وآله</w:t>
      </w:r>
      <w:r>
        <w:rPr>
          <w:rtl/>
        </w:rPr>
        <w:t xml:space="preserve">   و آله</w:t>
      </w:r>
    </w:p>
    <w:p w:rsidR="00A679DB" w:rsidRDefault="00A679DB" w:rsidP="00A679DB">
      <w:pPr>
        <w:pStyle w:val="libNormal"/>
        <w:rPr>
          <w:rtl/>
        </w:rPr>
      </w:pPr>
    </w:p>
    <w:p w:rsidR="00A679DB" w:rsidRDefault="00A679DB" w:rsidP="00A679DB">
      <w:pPr>
        <w:pStyle w:val="libNormal"/>
        <w:rPr>
          <w:rtl/>
        </w:rPr>
      </w:pPr>
      <w:r>
        <w:rPr>
          <w:rtl/>
        </w:rPr>
        <w:t xml:space="preserve">ثواب نماز بين مسجدالحرام و مسجد رسول خدا </w:t>
      </w:r>
      <w:r w:rsidRPr="002E449C">
        <w:rPr>
          <w:rStyle w:val="libAlaemChar"/>
          <w:rtl/>
        </w:rPr>
        <w:t>صلى‌الله‌عليه‌وآله</w:t>
      </w:r>
      <w:r>
        <w:rPr>
          <w:rtl/>
        </w:rPr>
        <w:t xml:space="preserve">   و آله</w:t>
      </w:r>
    </w:p>
    <w:p w:rsidR="00A679DB" w:rsidRDefault="00A679DB" w:rsidP="00A679DB">
      <w:pPr>
        <w:pStyle w:val="libNormal"/>
        <w:rPr>
          <w:rtl/>
        </w:rPr>
      </w:pPr>
      <w:r>
        <w:rPr>
          <w:rtl/>
        </w:rPr>
        <w:t xml:space="preserve">حديث : ١ ابى رحمه الله قال حدثنى سعد بن عبدالله عن يعقوب بن يزيد عن الحسن بن على عن ابى الحسن الرضا </w:t>
      </w:r>
      <w:r w:rsidRPr="002E449C">
        <w:rPr>
          <w:rStyle w:val="libAlaemChar"/>
          <w:rtl/>
        </w:rPr>
        <w:t>عليه‌السلام</w:t>
      </w:r>
      <w:r>
        <w:rPr>
          <w:rtl/>
        </w:rPr>
        <w:t xml:space="preserve"> قال سالته عن الصلاه فى المسجد الحرام و فى مسجد الرسول </w:t>
      </w:r>
      <w:r w:rsidR="00E60DFB" w:rsidRPr="002E449C">
        <w:rPr>
          <w:rStyle w:val="libAlaemChar"/>
          <w:rtl/>
        </w:rPr>
        <w:t>صلى‌الله‌عليه‌وآله</w:t>
      </w:r>
      <w:r w:rsidR="00E60DFB">
        <w:rPr>
          <w:rtl/>
        </w:rPr>
        <w:t xml:space="preserve"> </w:t>
      </w:r>
      <w:r>
        <w:rPr>
          <w:rtl/>
        </w:rPr>
        <w:t>فى الفضل سواء قال نعم و الصلاه فيما بينهما تعدل</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حسن بنعلى و شاء مى گويد: از امام رضا </w:t>
      </w:r>
      <w:r w:rsidRPr="002E449C">
        <w:rPr>
          <w:rStyle w:val="libAlaemChar"/>
          <w:rtl/>
        </w:rPr>
        <w:t>عليه‌السلام</w:t>
      </w:r>
      <w:r>
        <w:rPr>
          <w:rtl/>
        </w:rPr>
        <w:t xml:space="preserve"> پرسيدم : ثواب نماز در مسجدالحرام و مسجد رسول خدا </w:t>
      </w:r>
      <w:r w:rsidR="00E60DFB" w:rsidRPr="002E449C">
        <w:rPr>
          <w:rStyle w:val="libAlaemChar"/>
          <w:rtl/>
        </w:rPr>
        <w:t>صلى‌الله‌عليه‌وآله</w:t>
      </w:r>
      <w:r w:rsidR="00E60DFB">
        <w:rPr>
          <w:rtl/>
        </w:rPr>
        <w:t xml:space="preserve"> </w:t>
      </w:r>
      <w:r>
        <w:rPr>
          <w:rtl/>
        </w:rPr>
        <w:t>به يك اندازه است ؟ فرمودند: بله . و نماز در جايى بين اين دو با هزار نماز برابر است .</w:t>
      </w:r>
    </w:p>
    <w:p w:rsidR="00A679DB" w:rsidRDefault="00A679DB" w:rsidP="00A679DB">
      <w:pPr>
        <w:pStyle w:val="libNormal"/>
        <w:rPr>
          <w:rtl/>
        </w:rPr>
      </w:pPr>
    </w:p>
    <w:p w:rsidR="00A679DB" w:rsidRDefault="00A679DB" w:rsidP="00A679DB">
      <w:pPr>
        <w:pStyle w:val="libNormal"/>
        <w:rPr>
          <w:rtl/>
        </w:rPr>
      </w:pPr>
      <w:r>
        <w:rPr>
          <w:rtl/>
        </w:rPr>
        <w:t>ثواب الصلاه فى مسجد الكوفه</w:t>
      </w:r>
    </w:p>
    <w:p w:rsidR="00A679DB" w:rsidRDefault="002E449C" w:rsidP="00A679DB">
      <w:pPr>
        <w:pStyle w:val="libNormal"/>
        <w:rPr>
          <w:rtl/>
        </w:rPr>
      </w:pPr>
      <w:r>
        <w:rPr>
          <w:rtl/>
        </w:rPr>
        <w:br w:type="page"/>
      </w:r>
    </w:p>
    <w:p w:rsidR="00A679DB" w:rsidRDefault="00A679DB" w:rsidP="002E449C">
      <w:pPr>
        <w:pStyle w:val="Heading2"/>
        <w:rPr>
          <w:rtl/>
        </w:rPr>
      </w:pPr>
      <w:bookmarkStart w:id="68" w:name="_Toc449617125"/>
      <w:r>
        <w:rPr>
          <w:rtl/>
        </w:rPr>
        <w:t>ثواب نماز در مسجد كوفه</w:t>
      </w:r>
      <w:bookmarkEnd w:id="68"/>
    </w:p>
    <w:p w:rsidR="00A679DB" w:rsidRDefault="00A679DB" w:rsidP="00A679DB">
      <w:pPr>
        <w:pStyle w:val="libNormal"/>
        <w:rPr>
          <w:rtl/>
        </w:rPr>
      </w:pPr>
      <w:r>
        <w:rPr>
          <w:rtl/>
        </w:rPr>
        <w:t xml:space="preserve">حديث : ١ حدثنى محمد بن الحسن رضى الله عنه قال حدثنى احمد بن ادريس عن محمد بن احمد ابى عبدالله الرازى عن الحسن بن على بن ابى حمزه عن ابى بصير عن ابى عبدالله </w:t>
      </w:r>
      <w:r w:rsidRPr="002E449C">
        <w:rPr>
          <w:rStyle w:val="libAlaemChar"/>
          <w:rtl/>
        </w:rPr>
        <w:t>عليه‌السلام</w:t>
      </w:r>
      <w:r>
        <w:rPr>
          <w:rtl/>
        </w:rPr>
        <w:t xml:space="preserve"> قال سمعته يقول نعم المسجد مسجد الكوفه صلى فيه الف نبى و الف وصى و منه فاز التنور و فيه نجرت السفينه ميمنته رضوآن الله و وسطه روضه من رياض الجنه و ميسرته مكر فقلت لابى ما المعنى بقوله مكر قال يعنى منازل الشيطان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ابى بصير مى گويد: شنيدم كه امام صادق </w:t>
      </w:r>
      <w:r w:rsidRPr="002E449C">
        <w:rPr>
          <w:rStyle w:val="libAlaemChar"/>
          <w:rtl/>
        </w:rPr>
        <w:t>عليه‌السلام</w:t>
      </w:r>
      <w:r>
        <w:rPr>
          <w:rtl/>
        </w:rPr>
        <w:t xml:space="preserve"> فرمودند: مسجد كوفه مسجد خوبى است . هزار پيامبر و هزار وصى پيامبر در آن نماز خواند ند. از همين مسجد در زمان نوح </w:t>
      </w:r>
      <w:r w:rsidRPr="002E449C">
        <w:rPr>
          <w:rStyle w:val="libAlaemChar"/>
          <w:rtl/>
        </w:rPr>
        <w:t>عليه‌السلام</w:t>
      </w:r>
      <w:r>
        <w:rPr>
          <w:rtl/>
        </w:rPr>
        <w:t xml:space="preserve"> آب از زمين جوشيد و كشتى نوح نيز در همين مسجد ساخته شد. سمت راست آن خوشنودى خداوند، ميانه آن باغى از باغهاى بهشت و سمت چپ آن مكر است . پرسيدم منظور از مكر چيست ؟ فرمود: مكر يعنى منازل شيطان .</w:t>
      </w:r>
    </w:p>
    <w:p w:rsidR="00A679DB" w:rsidRDefault="00A679DB" w:rsidP="00A679DB">
      <w:pPr>
        <w:pStyle w:val="libNormal"/>
        <w:rPr>
          <w:rtl/>
        </w:rPr>
      </w:pPr>
      <w:r>
        <w:rPr>
          <w:rtl/>
        </w:rPr>
        <w:t xml:space="preserve">حديث : ٢ ابى رحمه الله قال حدثنى سعد بن عبدالله عن احمد بن محمد عن الحسين به سعيد عن محمد بن سنان قال سمعت ابى الحسن الرضا </w:t>
      </w:r>
      <w:r w:rsidRPr="002E449C">
        <w:rPr>
          <w:rStyle w:val="libAlaemChar"/>
          <w:rtl/>
        </w:rPr>
        <w:t>عليه‌السلام</w:t>
      </w:r>
      <w:r>
        <w:rPr>
          <w:rtl/>
        </w:rPr>
        <w:t xml:space="preserve"> يقول الصلاه فى مسجد الكوفه فردا افضل من سبعين صلاه فى غيره جماعه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محمد بن سنان مى گويد: از امام رضا </w:t>
      </w:r>
      <w:r w:rsidRPr="002E449C">
        <w:rPr>
          <w:rStyle w:val="libAlaemChar"/>
          <w:rtl/>
        </w:rPr>
        <w:t>عليه‌السلام</w:t>
      </w:r>
      <w:r>
        <w:rPr>
          <w:rtl/>
        </w:rPr>
        <w:t xml:space="preserve"> شنيدم كه فرمودند: نماز فرادى در مسجد كوفه بهتر از هفتاد نماز جماعت در غير آن است .</w:t>
      </w:r>
    </w:p>
    <w:p w:rsidR="00A679DB" w:rsidRDefault="00A679DB" w:rsidP="00A679DB">
      <w:pPr>
        <w:pStyle w:val="libNormal"/>
        <w:rPr>
          <w:rtl/>
        </w:rPr>
      </w:pPr>
      <w:r>
        <w:rPr>
          <w:rtl/>
        </w:rPr>
        <w:lastRenderedPageBreak/>
        <w:t xml:space="preserve">حديث : ٣ حدثنى محمد بن على ماجيلويه رضى الله عنه قال حدثنى عمى محمد بن ابى القاسم عن احمد بن ابى عبدالله البرقى عن ابيه عن محمد بن سنان عن المفضل بن عمر احمد بن ابى عبدالله البرقى عن ابيه عن محمد بن سنان عن المفضل بن عمر عن ابى عبدالله </w:t>
      </w:r>
      <w:r w:rsidRPr="002E449C">
        <w:rPr>
          <w:rStyle w:val="libAlaemChar"/>
          <w:rtl/>
        </w:rPr>
        <w:t>عليه‌السلام</w:t>
      </w:r>
      <w:r>
        <w:rPr>
          <w:rtl/>
        </w:rPr>
        <w:t xml:space="preserve"> قال صلاه فى مسجد الكوفه تعدل الف صلاه فى غيره من المساجد.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2E449C">
        <w:rPr>
          <w:rStyle w:val="libAlaemChar"/>
          <w:rtl/>
        </w:rPr>
        <w:t>عليه‌السلام</w:t>
      </w:r>
      <w:r>
        <w:rPr>
          <w:rtl/>
        </w:rPr>
        <w:t xml:space="preserve"> فرمودند: يك نماز در مجسد كوفه برابر با هزار نماز در ساير مساجد است .</w:t>
      </w:r>
    </w:p>
    <w:p w:rsidR="00A679DB" w:rsidRDefault="00A679DB" w:rsidP="00A679DB">
      <w:pPr>
        <w:pStyle w:val="libNormal"/>
        <w:rPr>
          <w:rtl/>
        </w:rPr>
      </w:pPr>
    </w:p>
    <w:p w:rsidR="00A679DB" w:rsidRDefault="00A679DB" w:rsidP="00A679DB">
      <w:pPr>
        <w:pStyle w:val="libNormal"/>
        <w:rPr>
          <w:rtl/>
        </w:rPr>
      </w:pPr>
      <w:r>
        <w:rPr>
          <w:rtl/>
        </w:rPr>
        <w:t>ثواب السلاه فى بيت المقدس و مسجد الاعظم و مسجد القبيله و مسجد السوق</w:t>
      </w:r>
    </w:p>
    <w:p w:rsidR="00A679DB" w:rsidRDefault="002E449C" w:rsidP="00A679DB">
      <w:pPr>
        <w:pStyle w:val="libNormal"/>
        <w:rPr>
          <w:rtl/>
        </w:rPr>
      </w:pPr>
      <w:r>
        <w:rPr>
          <w:rtl/>
        </w:rPr>
        <w:br w:type="page"/>
      </w:r>
    </w:p>
    <w:p w:rsidR="00A679DB" w:rsidRDefault="00A679DB" w:rsidP="002E449C">
      <w:pPr>
        <w:pStyle w:val="Heading2"/>
        <w:rPr>
          <w:rtl/>
        </w:rPr>
      </w:pPr>
      <w:bookmarkStart w:id="69" w:name="_Toc449617126"/>
      <w:r>
        <w:rPr>
          <w:rtl/>
        </w:rPr>
        <w:t>ثواب نماز در بيت المقدس ، مسجد اعظم ، مسجد قبيله و مسجد بازار</w:t>
      </w:r>
      <w:bookmarkEnd w:id="69"/>
    </w:p>
    <w:p w:rsidR="00A679DB" w:rsidRDefault="00A679DB" w:rsidP="00A679DB">
      <w:pPr>
        <w:pStyle w:val="libNormal"/>
        <w:rPr>
          <w:rtl/>
        </w:rPr>
      </w:pPr>
      <w:r>
        <w:rPr>
          <w:rtl/>
        </w:rPr>
        <w:t xml:space="preserve">حديث : ١ ابى رحمه الله قال حدثنى احمد بن ادريس عن محمد بن احمد عن محمد بن حسان الرازى عن ابى محمد الرازى عن النوفلى عن السكونيعن جعفربن محمد عن آبائه عن على </w:t>
      </w:r>
      <w:r w:rsidRPr="002E449C">
        <w:rPr>
          <w:rStyle w:val="libAlaemChar"/>
          <w:rtl/>
        </w:rPr>
        <w:t>عليه‌السلام</w:t>
      </w:r>
      <w:r>
        <w:rPr>
          <w:rtl/>
        </w:rPr>
        <w:t xml:space="preserve"> قال صلاه فى بيت المقدس الف صلاه و صلاه فى مسجدالاظم مائه صلاه و صلاه فى مسجد القبيله خمس و عشرون صلاه و صلاه فى مسجد السوق اثنتا عشره صلاه و صلاه الرجل فى بيته و حده صلاه واحده</w:t>
      </w:r>
    </w:p>
    <w:p w:rsidR="00A679DB" w:rsidRDefault="00A679DB" w:rsidP="00A679DB">
      <w:pPr>
        <w:pStyle w:val="libNormal"/>
        <w:rPr>
          <w:rtl/>
        </w:rPr>
      </w:pPr>
      <w:r>
        <w:rPr>
          <w:rtl/>
        </w:rPr>
        <w:t>ترجمه :</w:t>
      </w:r>
    </w:p>
    <w:p w:rsidR="00A679DB" w:rsidRDefault="00A679DB" w:rsidP="002E449C">
      <w:pPr>
        <w:pStyle w:val="libNormal"/>
        <w:rPr>
          <w:rtl/>
        </w:rPr>
      </w:pPr>
      <w:r>
        <w:rPr>
          <w:rtl/>
        </w:rPr>
        <w:t xml:space="preserve">١. امام صادق عليه‌السلام از پدرانش </w:t>
      </w:r>
      <w:r w:rsidRPr="002E449C">
        <w:rPr>
          <w:rStyle w:val="libAlaemChar"/>
          <w:rtl/>
        </w:rPr>
        <w:t>عليه‌السلام</w:t>
      </w:r>
      <w:r>
        <w:rPr>
          <w:rtl/>
        </w:rPr>
        <w:t xml:space="preserve"> نقل مى فرمايد كه اميرالمؤ منين </w:t>
      </w:r>
      <w:r w:rsidRPr="002E449C">
        <w:rPr>
          <w:rStyle w:val="libAlaemChar"/>
          <w:rtl/>
        </w:rPr>
        <w:t>عليه‌السلام</w:t>
      </w:r>
      <w:r>
        <w:rPr>
          <w:rtl/>
        </w:rPr>
        <w:t xml:space="preserve"> فرمودند: يك نماز در بيت المق</w:t>
      </w:r>
      <w:r w:rsidR="002E449C">
        <w:rPr>
          <w:rFonts w:hint="cs"/>
          <w:rtl/>
        </w:rPr>
        <w:t>دس</w:t>
      </w:r>
      <w:r>
        <w:rPr>
          <w:rtl/>
        </w:rPr>
        <w:t xml:space="preserve"> هزار نماز است . يك نماز در مسجد اعظم صد نماز است . يك نماز در مسجد قبيله بيست و پنج نماز است . و يك نماز در مسجد بازار دوازده نماز و نماز مرد در خانه اش به تنهايى ، يك نماز است .</w:t>
      </w:r>
    </w:p>
    <w:p w:rsidR="00A679DB" w:rsidRDefault="00A679DB" w:rsidP="00A679DB">
      <w:pPr>
        <w:pStyle w:val="libNormal"/>
        <w:rPr>
          <w:rtl/>
        </w:rPr>
      </w:pPr>
    </w:p>
    <w:p w:rsidR="00A679DB" w:rsidRDefault="00A679DB" w:rsidP="00A679DB">
      <w:pPr>
        <w:pStyle w:val="libNormal"/>
        <w:rPr>
          <w:rtl/>
        </w:rPr>
      </w:pPr>
      <w:r>
        <w:rPr>
          <w:rtl/>
        </w:rPr>
        <w:t>ثواب من كنس المسجد</w:t>
      </w:r>
    </w:p>
    <w:p w:rsidR="00A679DB" w:rsidRDefault="002E449C" w:rsidP="00A679DB">
      <w:pPr>
        <w:pStyle w:val="libNormal"/>
        <w:rPr>
          <w:rtl/>
        </w:rPr>
      </w:pPr>
      <w:r>
        <w:rPr>
          <w:rtl/>
        </w:rPr>
        <w:br w:type="page"/>
      </w:r>
    </w:p>
    <w:p w:rsidR="00A679DB" w:rsidRDefault="00A679DB" w:rsidP="002E449C">
      <w:pPr>
        <w:pStyle w:val="Heading2"/>
        <w:rPr>
          <w:rtl/>
        </w:rPr>
      </w:pPr>
      <w:bookmarkStart w:id="70" w:name="_Toc449617127"/>
      <w:r>
        <w:rPr>
          <w:rtl/>
        </w:rPr>
        <w:t>ثواب جارو كردن مسجد</w:t>
      </w:r>
      <w:bookmarkEnd w:id="70"/>
    </w:p>
    <w:p w:rsidR="00A679DB" w:rsidRDefault="00A679DB" w:rsidP="00A679DB">
      <w:pPr>
        <w:pStyle w:val="libNormal"/>
        <w:rPr>
          <w:rtl/>
        </w:rPr>
      </w:pPr>
      <w:r>
        <w:rPr>
          <w:rtl/>
        </w:rPr>
        <w:t xml:space="preserve">حديث : ١ حدثنى محمدبن موسى رضى الله عنه قال حدثنى محمد بن يحيى العطار عن محمد بن احمد عن سهل بن زياد عن جعفر بن محمد بن بشار عن عبدالله الدهقان عن عبدالحميد عن ابى ابراهيم </w:t>
      </w:r>
      <w:r w:rsidRPr="002E449C">
        <w:rPr>
          <w:rStyle w:val="libAlaemChar"/>
          <w:rtl/>
        </w:rPr>
        <w:t>عليه‌السلام</w:t>
      </w:r>
      <w:r>
        <w:rPr>
          <w:rtl/>
        </w:rPr>
        <w:t xml:space="preserve"> قال قال رسول الله </w:t>
      </w:r>
      <w:r w:rsidR="00E60DFB" w:rsidRPr="002E449C">
        <w:rPr>
          <w:rStyle w:val="libAlaemChar"/>
          <w:rtl/>
        </w:rPr>
        <w:t>صلى‌الله‌عليه‌وآله</w:t>
      </w:r>
      <w:r w:rsidR="00E60DFB">
        <w:rPr>
          <w:rtl/>
        </w:rPr>
        <w:t xml:space="preserve"> </w:t>
      </w:r>
      <w:r>
        <w:rPr>
          <w:rtl/>
        </w:rPr>
        <w:t>من كنس المسجد يوم الخميس ليله الجمعه فاخرج منه التراب قدر ما يذرى فى العين غفر الله له .</w:t>
      </w:r>
    </w:p>
    <w:p w:rsidR="00A679DB" w:rsidRDefault="00A679DB" w:rsidP="00A679DB">
      <w:pPr>
        <w:pStyle w:val="libNormal"/>
        <w:rPr>
          <w:rtl/>
        </w:rPr>
      </w:pPr>
      <w:r>
        <w:rPr>
          <w:rtl/>
        </w:rPr>
        <w:t>ثواب الموذنين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2E449C">
        <w:rPr>
          <w:rStyle w:val="libAlaemChar"/>
          <w:rtl/>
        </w:rPr>
        <w:t>عليه‌السلام</w:t>
      </w:r>
      <w:r>
        <w:rPr>
          <w:rtl/>
        </w:rPr>
        <w:t xml:space="preserve"> نقل مى نمايد كه رسول خدا </w:t>
      </w:r>
      <w:r w:rsidR="00E60DFB" w:rsidRPr="002E449C">
        <w:rPr>
          <w:rStyle w:val="libAlaemChar"/>
          <w:rtl/>
        </w:rPr>
        <w:t>صلى‌الله‌عليه‌وآله</w:t>
      </w:r>
      <w:r w:rsidR="00E60DFB">
        <w:rPr>
          <w:rtl/>
        </w:rPr>
        <w:t xml:space="preserve"> </w:t>
      </w:r>
      <w:r>
        <w:rPr>
          <w:rtl/>
        </w:rPr>
        <w:t>فرمودند: كسى كه در روز پنج شنبه (شب جمعه) مسجد را جارو كرده ب</w:t>
      </w:r>
      <w:r w:rsidR="002E449C">
        <w:rPr>
          <w:rFonts w:hint="cs"/>
          <w:rtl/>
        </w:rPr>
        <w:t xml:space="preserve">ه </w:t>
      </w:r>
      <w:r>
        <w:rPr>
          <w:rtl/>
        </w:rPr>
        <w:t>اندازه سرمه چشمى خاك از آن خارج كند، خداوند او را مى آمرزد.</w:t>
      </w:r>
    </w:p>
    <w:p w:rsidR="00A679DB" w:rsidRDefault="00A679DB" w:rsidP="00A679DB">
      <w:pPr>
        <w:pStyle w:val="libNormal"/>
        <w:rPr>
          <w:rtl/>
        </w:rPr>
      </w:pPr>
    </w:p>
    <w:p w:rsidR="00A679DB" w:rsidRDefault="00A679DB" w:rsidP="00A679DB">
      <w:pPr>
        <w:pStyle w:val="libNormal"/>
        <w:rPr>
          <w:rtl/>
        </w:rPr>
      </w:pPr>
      <w:r>
        <w:rPr>
          <w:rtl/>
        </w:rPr>
        <w:t>ثواب الموذنين</w:t>
      </w:r>
    </w:p>
    <w:p w:rsidR="00A679DB" w:rsidRDefault="002E449C" w:rsidP="00A679DB">
      <w:pPr>
        <w:pStyle w:val="libNormal"/>
        <w:rPr>
          <w:rtl/>
        </w:rPr>
      </w:pPr>
      <w:r>
        <w:rPr>
          <w:rtl/>
        </w:rPr>
        <w:br w:type="page"/>
      </w:r>
    </w:p>
    <w:p w:rsidR="00A679DB" w:rsidRDefault="00A679DB" w:rsidP="002E449C">
      <w:pPr>
        <w:pStyle w:val="Heading2"/>
        <w:rPr>
          <w:rtl/>
        </w:rPr>
      </w:pPr>
      <w:bookmarkStart w:id="71" w:name="_Toc449617128"/>
      <w:r>
        <w:rPr>
          <w:rtl/>
        </w:rPr>
        <w:t>ثواب اذان گويان</w:t>
      </w:r>
      <w:bookmarkEnd w:id="71"/>
    </w:p>
    <w:p w:rsidR="00A679DB" w:rsidRDefault="00A679DB" w:rsidP="00A679DB">
      <w:pPr>
        <w:pStyle w:val="libNormal"/>
        <w:rPr>
          <w:rtl/>
        </w:rPr>
      </w:pPr>
      <w:r>
        <w:rPr>
          <w:rtl/>
        </w:rPr>
        <w:t xml:space="preserve">حديث : ١ حدثنى محمد بن الحسن رضى الله عنه قال حدثنى محمد بن الحسن الصفار عن محمد بن الحسين بن ابى الخطاب عن جعفر بن بشير عن العرزمى عن ابى عبدالله </w:t>
      </w:r>
      <w:r w:rsidRPr="002E449C">
        <w:rPr>
          <w:rStyle w:val="libAlaemChar"/>
          <w:rtl/>
        </w:rPr>
        <w:t>عليه‌السلام</w:t>
      </w:r>
      <w:r>
        <w:rPr>
          <w:rtl/>
        </w:rPr>
        <w:t xml:space="preserve"> قال اطول الناس اعناقا يوم القيامه الموذنون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2E449C">
        <w:rPr>
          <w:rStyle w:val="libAlaemChar"/>
          <w:rtl/>
        </w:rPr>
        <w:t>عليه‌السلام</w:t>
      </w:r>
      <w:r>
        <w:rPr>
          <w:rtl/>
        </w:rPr>
        <w:t xml:space="preserve"> فرمودند: گردن</w:t>
      </w:r>
      <w:r w:rsidR="008D3D72">
        <w:rPr>
          <w:rFonts w:hint="cs"/>
          <w:rtl/>
        </w:rPr>
        <w:t xml:space="preserve"> </w:t>
      </w:r>
      <w:r>
        <w:rPr>
          <w:rtl/>
        </w:rPr>
        <w:t>فرازترين مردم در روز قيامت اذان گويان هستند</w:t>
      </w:r>
    </w:p>
    <w:p w:rsidR="00A679DB" w:rsidRDefault="00A679DB" w:rsidP="00A679DB">
      <w:pPr>
        <w:pStyle w:val="libNormal"/>
        <w:rPr>
          <w:rtl/>
        </w:rPr>
      </w:pPr>
    </w:p>
    <w:p w:rsidR="00A679DB" w:rsidRDefault="00A679DB" w:rsidP="00A679DB">
      <w:pPr>
        <w:pStyle w:val="libNormal"/>
        <w:rPr>
          <w:rtl/>
        </w:rPr>
      </w:pPr>
      <w:r>
        <w:rPr>
          <w:rtl/>
        </w:rPr>
        <w:t>ثواب من اذن سبع سنين محتسبا</w:t>
      </w:r>
    </w:p>
    <w:p w:rsidR="00A679DB" w:rsidRDefault="008D3D72" w:rsidP="00A679DB">
      <w:pPr>
        <w:pStyle w:val="libNormal"/>
        <w:rPr>
          <w:rtl/>
        </w:rPr>
      </w:pPr>
      <w:r>
        <w:rPr>
          <w:rtl/>
        </w:rPr>
        <w:br w:type="page"/>
      </w:r>
    </w:p>
    <w:p w:rsidR="00A679DB" w:rsidRDefault="00A679DB" w:rsidP="008D3D72">
      <w:pPr>
        <w:pStyle w:val="Heading2"/>
        <w:rPr>
          <w:rtl/>
        </w:rPr>
      </w:pPr>
      <w:bookmarkStart w:id="72" w:name="_Toc449617129"/>
      <w:r>
        <w:rPr>
          <w:rtl/>
        </w:rPr>
        <w:t>ثواب هفت سال اذان گفتن به نيت پاداش خداوند</w:t>
      </w:r>
      <w:bookmarkEnd w:id="72"/>
    </w:p>
    <w:p w:rsidR="00A679DB" w:rsidRDefault="00A679DB" w:rsidP="00A679DB">
      <w:pPr>
        <w:pStyle w:val="libNormal"/>
        <w:rPr>
          <w:rtl/>
        </w:rPr>
      </w:pPr>
      <w:r>
        <w:rPr>
          <w:rtl/>
        </w:rPr>
        <w:t xml:space="preserve">حديث : ١ ابى رحمه الله قال حدثنى احمد بن ادريس عن محمد بن احمد عن محمد بن على عن مصعب بن سلام التميمى عن سعد بن طريق عن ابى جعفر </w:t>
      </w:r>
      <w:r w:rsidRPr="008D3D72">
        <w:rPr>
          <w:rStyle w:val="libAlaemChar"/>
          <w:rtl/>
        </w:rPr>
        <w:t>عليه‌السلام</w:t>
      </w:r>
      <w:r>
        <w:rPr>
          <w:rtl/>
        </w:rPr>
        <w:t xml:space="preserve"> قال من اذن سبع سنين محتسبا جاء يوم القيامه و لا ذنب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8D3D72">
        <w:rPr>
          <w:rStyle w:val="libAlaemChar"/>
          <w:rtl/>
        </w:rPr>
        <w:t>عليه‌السلام</w:t>
      </w:r>
      <w:r>
        <w:rPr>
          <w:rtl/>
        </w:rPr>
        <w:t xml:space="preserve"> فرمودند: كسى كه هفت سال به نيت پاداش خداند اذان بگويد، در روز قيامت در حالى مى آيد كه هيچ گناهى ندارد.</w:t>
      </w:r>
    </w:p>
    <w:p w:rsidR="00A679DB" w:rsidRDefault="00A679DB" w:rsidP="00A679DB">
      <w:pPr>
        <w:pStyle w:val="libNormal"/>
        <w:rPr>
          <w:rtl/>
        </w:rPr>
      </w:pPr>
    </w:p>
    <w:p w:rsidR="00A679DB" w:rsidRDefault="00A679DB" w:rsidP="00A679DB">
      <w:pPr>
        <w:pStyle w:val="libNormal"/>
        <w:rPr>
          <w:rtl/>
        </w:rPr>
      </w:pPr>
      <w:r>
        <w:rPr>
          <w:rtl/>
        </w:rPr>
        <w:t>ثواب من اذن فى مصر من امصار المسلمين سنه</w:t>
      </w:r>
    </w:p>
    <w:p w:rsidR="00A679DB" w:rsidRDefault="008D3D72" w:rsidP="008D3D72">
      <w:pPr>
        <w:pStyle w:val="Heading2"/>
        <w:rPr>
          <w:rtl/>
        </w:rPr>
      </w:pPr>
      <w:r>
        <w:rPr>
          <w:rtl/>
        </w:rPr>
        <w:br w:type="page"/>
      </w:r>
      <w:bookmarkStart w:id="73" w:name="_Toc449617130"/>
      <w:r w:rsidR="00A679DB">
        <w:rPr>
          <w:rtl/>
        </w:rPr>
        <w:lastRenderedPageBreak/>
        <w:t>ثواب يك سال اذان گفتن در شهرى از شهرهاى مسلمان</w:t>
      </w:r>
      <w:bookmarkEnd w:id="73"/>
    </w:p>
    <w:p w:rsidR="00A679DB" w:rsidRDefault="00A679DB" w:rsidP="00A679DB">
      <w:pPr>
        <w:pStyle w:val="libNormal"/>
        <w:rPr>
          <w:rtl/>
        </w:rPr>
      </w:pPr>
      <w:r>
        <w:rPr>
          <w:rtl/>
        </w:rPr>
        <w:t xml:space="preserve">حديث : ١ ابى رحمه الله قال حدثنى سعد بن عبدالله عن يعقوب بن يزيد عن ابن ابى عميرعن معاويه بن وهب عن ابى عبدالله </w:t>
      </w:r>
      <w:r w:rsidRPr="008D3D72">
        <w:rPr>
          <w:rStyle w:val="libAlaemChar"/>
          <w:rtl/>
        </w:rPr>
        <w:t>عليه‌السلام</w:t>
      </w:r>
      <w:r>
        <w:rPr>
          <w:rtl/>
        </w:rPr>
        <w:t xml:space="preserve"> قال قال رسول الله </w:t>
      </w:r>
      <w:r w:rsidR="00E60DFB" w:rsidRPr="008D3D72">
        <w:rPr>
          <w:rStyle w:val="libAlaemChar"/>
          <w:rtl/>
        </w:rPr>
        <w:t>صلى‌الله‌عليه‌وآله</w:t>
      </w:r>
      <w:r w:rsidR="00E60DFB">
        <w:rPr>
          <w:rtl/>
        </w:rPr>
        <w:t xml:space="preserve"> </w:t>
      </w:r>
      <w:r>
        <w:rPr>
          <w:rtl/>
        </w:rPr>
        <w:t>من اذن فى مصر من امصار المسلمين سنه وجبت له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D3D72">
        <w:rPr>
          <w:rStyle w:val="libAlaemChar"/>
          <w:rtl/>
        </w:rPr>
        <w:t>عليه‌السلام</w:t>
      </w:r>
      <w:r>
        <w:rPr>
          <w:rtl/>
        </w:rPr>
        <w:t xml:space="preserve"> نقل مى فرمايد كه رسول خدا </w:t>
      </w:r>
      <w:r w:rsidR="00E60DFB" w:rsidRPr="008D3D72">
        <w:rPr>
          <w:rStyle w:val="libAlaemChar"/>
          <w:rtl/>
        </w:rPr>
        <w:t>صلى‌الله‌عليه‌وآله</w:t>
      </w:r>
      <w:r w:rsidR="00E60DFB">
        <w:rPr>
          <w:rtl/>
        </w:rPr>
        <w:t xml:space="preserve"> </w:t>
      </w:r>
      <w:r>
        <w:rPr>
          <w:rtl/>
        </w:rPr>
        <w:t>فرمودند: كسى كه يك سال در شهرى از شهرهاى مسلمان اذان بگويد: به بهشت مى رود.</w:t>
      </w:r>
    </w:p>
    <w:p w:rsidR="00A679DB" w:rsidRDefault="00A679DB" w:rsidP="00A679DB">
      <w:pPr>
        <w:pStyle w:val="libNormal"/>
        <w:rPr>
          <w:rtl/>
        </w:rPr>
      </w:pPr>
    </w:p>
    <w:p w:rsidR="00A679DB" w:rsidRDefault="00A679DB" w:rsidP="00A679DB">
      <w:pPr>
        <w:pStyle w:val="libNormal"/>
        <w:rPr>
          <w:rtl/>
        </w:rPr>
      </w:pPr>
      <w:r>
        <w:rPr>
          <w:rtl/>
        </w:rPr>
        <w:t>ثواب من اذا سمع الموذن يوذن فقالمثل ما يقول</w:t>
      </w:r>
    </w:p>
    <w:p w:rsidR="00A679DB" w:rsidRDefault="00A679DB" w:rsidP="00A679DB">
      <w:pPr>
        <w:pStyle w:val="libNormal"/>
        <w:rPr>
          <w:rtl/>
        </w:rPr>
      </w:pPr>
    </w:p>
    <w:p w:rsidR="008D3D72" w:rsidRDefault="008D3D72" w:rsidP="00A679DB">
      <w:pPr>
        <w:pStyle w:val="libNormal"/>
        <w:rPr>
          <w:rtl/>
        </w:rPr>
      </w:pPr>
      <w:r>
        <w:rPr>
          <w:rtl/>
        </w:rPr>
        <w:br w:type="page"/>
      </w:r>
      <w:r>
        <w:rPr>
          <w:rtl/>
        </w:rPr>
        <w:lastRenderedPageBreak/>
        <w:br w:type="page"/>
      </w:r>
    </w:p>
    <w:p w:rsidR="00A679DB" w:rsidRDefault="00A679DB" w:rsidP="008D3D72">
      <w:pPr>
        <w:pStyle w:val="Heading2"/>
        <w:rPr>
          <w:rtl/>
        </w:rPr>
      </w:pPr>
      <w:bookmarkStart w:id="74" w:name="_Toc449617131"/>
      <w:r>
        <w:rPr>
          <w:rtl/>
        </w:rPr>
        <w:t>ثواب تكرار اذان</w:t>
      </w:r>
      <w:bookmarkEnd w:id="74"/>
    </w:p>
    <w:p w:rsidR="00A679DB" w:rsidRDefault="00A679DB" w:rsidP="00A679DB">
      <w:pPr>
        <w:pStyle w:val="libNormal"/>
        <w:rPr>
          <w:rtl/>
        </w:rPr>
      </w:pPr>
      <w:r>
        <w:rPr>
          <w:rtl/>
        </w:rPr>
        <w:t xml:space="preserve">حديث : ١ ابى رحمه الله قال حدثنى عبدالله بن جعفر الحميرى عن محمد بن عيسى عن الحسن بن محبوب عن جميل بن صالح عن الحارث بن المغيره النصرى عن ابى عبدالله </w:t>
      </w:r>
      <w:r w:rsidRPr="008D3D72">
        <w:rPr>
          <w:rStyle w:val="libAlaemChar"/>
          <w:rtl/>
        </w:rPr>
        <w:t>عليه‌السلام</w:t>
      </w:r>
      <w:r>
        <w:rPr>
          <w:rtl/>
        </w:rPr>
        <w:t xml:space="preserve"> قال من سمع الموذن يقول اشهد آن لا اله الا الله و اشهد آن محمدا رسول الله فقال مصدقا محتسبا و انا اشهد آن لا اله الا الله و آن محمدا رسول الله </w:t>
      </w:r>
      <w:r w:rsidR="00E60DFB" w:rsidRPr="008D3D72">
        <w:rPr>
          <w:rStyle w:val="libAlaemChar"/>
          <w:rtl/>
        </w:rPr>
        <w:t>صلى‌الله‌عليه‌وآله</w:t>
      </w:r>
      <w:r w:rsidR="00E60DFB">
        <w:rPr>
          <w:rtl/>
        </w:rPr>
        <w:t xml:space="preserve"> </w:t>
      </w:r>
      <w:r>
        <w:rPr>
          <w:rtl/>
        </w:rPr>
        <w:t>اكتفى بهما عن كل من ابى و حجد و اعين بهما من اقر و شهد الا غفر الله له بعدد من انكر و جحد و بعدد من اقر و شهد</w:t>
      </w:r>
    </w:p>
    <w:p w:rsidR="00A679DB" w:rsidRDefault="00A679DB" w:rsidP="00A679DB">
      <w:pPr>
        <w:pStyle w:val="libNormal"/>
        <w:rPr>
          <w:rtl/>
        </w:rPr>
      </w:pPr>
      <w:r>
        <w:rPr>
          <w:rtl/>
        </w:rPr>
        <w:t>ترجمه :</w:t>
      </w:r>
    </w:p>
    <w:p w:rsidR="00A679DB" w:rsidRDefault="00A679DB" w:rsidP="008D3D72">
      <w:pPr>
        <w:pStyle w:val="libNormal"/>
        <w:rPr>
          <w:rtl/>
        </w:rPr>
      </w:pPr>
      <w:r>
        <w:rPr>
          <w:rtl/>
        </w:rPr>
        <w:t xml:space="preserve">١. امام صادق </w:t>
      </w:r>
      <w:r w:rsidRPr="008D3D72">
        <w:rPr>
          <w:rStyle w:val="libAlaemChar"/>
          <w:rtl/>
        </w:rPr>
        <w:t>عليه‌السلام</w:t>
      </w:r>
      <w:r>
        <w:rPr>
          <w:rtl/>
        </w:rPr>
        <w:t xml:space="preserve"> فرمودند: كسى كه بشنود موذن مى گويد «اشهد آن لا اله الا الله و اشهد آن محمدا رسول الله .» </w:t>
      </w:r>
      <w:r w:rsidRPr="008D3D72">
        <w:rPr>
          <w:rStyle w:val="libFootnotenumChar"/>
          <w:rtl/>
        </w:rPr>
        <w:t>(٣٥)</w:t>
      </w:r>
      <w:r>
        <w:rPr>
          <w:rtl/>
        </w:rPr>
        <w:t xml:space="preserve"> سپس بخاطر تصديق اين كلام و بخاطر پاداش خداوند بگويد: «و انا اشهد </w:t>
      </w:r>
      <w:r w:rsidR="008D3D72">
        <w:rPr>
          <w:rFonts w:hint="cs"/>
          <w:rtl/>
        </w:rPr>
        <w:t>ا</w:t>
      </w:r>
      <w:r>
        <w:rPr>
          <w:rtl/>
        </w:rPr>
        <w:t xml:space="preserve">ن لا اله الا الله و آن محمدا رسول الله </w:t>
      </w:r>
      <w:r w:rsidR="00E60DFB" w:rsidRPr="008D3D72">
        <w:rPr>
          <w:rStyle w:val="libAlaemChar"/>
          <w:rtl/>
        </w:rPr>
        <w:t>صلى‌الله‌عليه‌وآله</w:t>
      </w:r>
      <w:r w:rsidR="00E60DFB">
        <w:rPr>
          <w:rtl/>
        </w:rPr>
        <w:t xml:space="preserve"> </w:t>
      </w:r>
      <w:r>
        <w:rPr>
          <w:rtl/>
        </w:rPr>
        <w:t xml:space="preserve">اكتفى بهما عن كل من ابى و حجد و اعين بهما من اقر و شهد» </w:t>
      </w:r>
      <w:r w:rsidRPr="008D3D72">
        <w:rPr>
          <w:rStyle w:val="libFootnotenumChar"/>
          <w:rtl/>
        </w:rPr>
        <w:t>(٣٦)،</w:t>
      </w:r>
      <w:r>
        <w:rPr>
          <w:rtl/>
        </w:rPr>
        <w:t xml:space="preserve"> خداوند بعدد كسانى كه انكار و گواهى نداد</w:t>
      </w:r>
      <w:r w:rsidR="008D3D72">
        <w:rPr>
          <w:rFonts w:hint="cs"/>
          <w:rtl/>
        </w:rPr>
        <w:t xml:space="preserve">ه </w:t>
      </w:r>
      <w:r>
        <w:rPr>
          <w:rtl/>
        </w:rPr>
        <w:t>اند و بعدد كسانى كه اقرار كرده و گواهى داده اند او را مى آمرزد.</w:t>
      </w:r>
    </w:p>
    <w:p w:rsidR="00A679DB" w:rsidRDefault="00A679DB" w:rsidP="00A679DB">
      <w:pPr>
        <w:pStyle w:val="libNormal"/>
        <w:rPr>
          <w:rtl/>
        </w:rPr>
      </w:pPr>
    </w:p>
    <w:p w:rsidR="00A679DB" w:rsidRDefault="00A679DB" w:rsidP="00A679DB">
      <w:pPr>
        <w:pStyle w:val="libNormal"/>
        <w:rPr>
          <w:rtl/>
        </w:rPr>
      </w:pPr>
      <w:r>
        <w:rPr>
          <w:rtl/>
        </w:rPr>
        <w:t>ثواب من اذن عشر سنين محتسبا</w:t>
      </w:r>
    </w:p>
    <w:p w:rsidR="00A679DB" w:rsidRDefault="008D3D72" w:rsidP="00A679DB">
      <w:pPr>
        <w:pStyle w:val="libNormal"/>
        <w:rPr>
          <w:rtl/>
        </w:rPr>
      </w:pPr>
      <w:r>
        <w:rPr>
          <w:rtl/>
        </w:rPr>
        <w:br w:type="page"/>
      </w:r>
    </w:p>
    <w:p w:rsidR="00A679DB" w:rsidRDefault="00A679DB" w:rsidP="008D3D72">
      <w:pPr>
        <w:pStyle w:val="Heading2"/>
        <w:rPr>
          <w:rtl/>
        </w:rPr>
      </w:pPr>
      <w:bookmarkStart w:id="75" w:name="_Toc449617132"/>
      <w:r>
        <w:rPr>
          <w:rtl/>
        </w:rPr>
        <w:t>ثواب ده سال اذان گفتن براى پاداش خداوند</w:t>
      </w:r>
      <w:bookmarkEnd w:id="75"/>
    </w:p>
    <w:p w:rsidR="00A679DB" w:rsidRDefault="00A679DB" w:rsidP="00A679DB">
      <w:pPr>
        <w:pStyle w:val="libNormal"/>
        <w:rPr>
          <w:rtl/>
        </w:rPr>
      </w:pPr>
      <w:r>
        <w:rPr>
          <w:rtl/>
        </w:rPr>
        <w:t xml:space="preserve">حديث : ١ حدثنى محمد بن موسى بن المتوكل رضى الله عنه قال حدثنى محمد بن يحيى العطار عن محمد بن احمد عن محمد بن ناجيه عن محمد بنعلى عن مصعب بن سلام التميمى عن سعد بن طريف عن ابى جعفر </w:t>
      </w:r>
      <w:r w:rsidRPr="008D3D72">
        <w:rPr>
          <w:rStyle w:val="libAlaemChar"/>
          <w:rtl/>
        </w:rPr>
        <w:t>عليه‌السلام</w:t>
      </w:r>
      <w:r>
        <w:rPr>
          <w:rtl/>
        </w:rPr>
        <w:t xml:space="preserve"> قال من اذن عشر سنين محتسبا يغفرالله له مدبصره و مد صوته فى السماء و يصدقه كل رطب و يابس سمعه و له بكل من يصلى معه فى مسجده سهم و لك بكل من يصلى بصوته حسنه</w:t>
      </w:r>
    </w:p>
    <w:p w:rsidR="00A679DB" w:rsidRDefault="00A679DB" w:rsidP="00A679DB">
      <w:pPr>
        <w:pStyle w:val="libNormal"/>
        <w:rPr>
          <w:rtl/>
        </w:rPr>
      </w:pPr>
      <w:r>
        <w:rPr>
          <w:rtl/>
        </w:rPr>
        <w:t>ما للموذن فى ما بين الاذآن و الاقامه من الثواب</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8D3D72">
        <w:rPr>
          <w:rStyle w:val="libAlaemChar"/>
          <w:rtl/>
        </w:rPr>
        <w:t>عليه‌السلام</w:t>
      </w:r>
      <w:r>
        <w:rPr>
          <w:rtl/>
        </w:rPr>
        <w:t xml:space="preserve"> فرمودند: كسى كه ده سال براى پاداش خداوند اذان بگويد، خداوند باندازه اى كه چشمانش مى بيند و باندازه اى كه صدايش به آسمان مى رود او را مى آمرزد، و هر خشك وترى صداى او را بشنود، او را تصديق مى كند، ودر مقابل هر كسى كه با او در مسجدش نماز مى خواند، سهمى دارد، و در برابر هر كسى كه با صداى او نماز مى خواند، حسنه اى خواهد داشت .</w:t>
      </w:r>
    </w:p>
    <w:p w:rsidR="00A679DB" w:rsidRDefault="00A679DB" w:rsidP="00A679DB">
      <w:pPr>
        <w:pStyle w:val="libNormal"/>
        <w:rPr>
          <w:rtl/>
        </w:rPr>
      </w:pPr>
    </w:p>
    <w:p w:rsidR="00A679DB" w:rsidRDefault="00A679DB" w:rsidP="00A679DB">
      <w:pPr>
        <w:pStyle w:val="libNormal"/>
        <w:rPr>
          <w:rtl/>
        </w:rPr>
      </w:pPr>
      <w:r>
        <w:rPr>
          <w:rtl/>
        </w:rPr>
        <w:t>ماللموذن فى ما بين الاذان و الاقامه من الثواب</w:t>
      </w:r>
    </w:p>
    <w:p w:rsidR="00A679DB" w:rsidRDefault="008D3D72" w:rsidP="00A679DB">
      <w:pPr>
        <w:pStyle w:val="libNormal"/>
        <w:rPr>
          <w:rtl/>
        </w:rPr>
      </w:pPr>
      <w:r>
        <w:rPr>
          <w:rtl/>
        </w:rPr>
        <w:br w:type="page"/>
      </w:r>
    </w:p>
    <w:p w:rsidR="00A679DB" w:rsidRDefault="00A679DB" w:rsidP="008D3D72">
      <w:pPr>
        <w:pStyle w:val="Heading2"/>
        <w:rPr>
          <w:rtl/>
        </w:rPr>
      </w:pPr>
      <w:bookmarkStart w:id="76" w:name="_Toc449617133"/>
      <w:r>
        <w:rPr>
          <w:rtl/>
        </w:rPr>
        <w:t>ثواب موذن بين اذان و اقامه</w:t>
      </w:r>
      <w:bookmarkEnd w:id="76"/>
    </w:p>
    <w:p w:rsidR="00A679DB" w:rsidRDefault="00A679DB" w:rsidP="00A679DB">
      <w:pPr>
        <w:pStyle w:val="libNormal"/>
        <w:rPr>
          <w:rtl/>
        </w:rPr>
      </w:pPr>
      <w:r>
        <w:rPr>
          <w:rtl/>
        </w:rPr>
        <w:t xml:space="preserve">حديث : ١ حدثنى محمد بن على ماجيلويه رضى الله عنه قال حدثنى عمى محمد بن ابى القاسم عن محمد بن على عن عيسى بن عبدالله عن ابيه عن جده عن على </w:t>
      </w:r>
      <w:r w:rsidRPr="008D3D72">
        <w:rPr>
          <w:rStyle w:val="libAlaemChar"/>
          <w:rtl/>
        </w:rPr>
        <w:t>عليه‌السلام</w:t>
      </w:r>
      <w:r>
        <w:rPr>
          <w:rtl/>
        </w:rPr>
        <w:t xml:space="preserve"> قال قال رسول الله </w:t>
      </w:r>
      <w:r w:rsidR="00E60DFB" w:rsidRPr="008D3D72">
        <w:rPr>
          <w:rStyle w:val="libAlaemChar"/>
          <w:rtl/>
        </w:rPr>
        <w:t>صلى‌الله‌عليه‌وآله</w:t>
      </w:r>
      <w:r w:rsidR="00E60DFB">
        <w:rPr>
          <w:rtl/>
        </w:rPr>
        <w:t xml:space="preserve"> </w:t>
      </w:r>
      <w:r>
        <w:rPr>
          <w:rtl/>
        </w:rPr>
        <w:t>للموذن فيما بين الاذآن و الاقامه مثال اجر الشهيد المتشحط بدمه فى سبيل الله تعالى قال فقلت يا رسول الله انهم يختارون على الاذآن و الاقامه قال كلا انه ياتى على الناس زمان يطرحون الاذآن و الاقامه الى ضعفائهم فتلك لحوم حرمها الله على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اميرالمؤ منين </w:t>
      </w:r>
      <w:r w:rsidRPr="008D3D72">
        <w:rPr>
          <w:rStyle w:val="libAlaemChar"/>
          <w:rtl/>
        </w:rPr>
        <w:t>عليه‌السلام</w:t>
      </w:r>
      <w:r>
        <w:rPr>
          <w:rtl/>
        </w:rPr>
        <w:t xml:space="preserve"> از رسول خدا </w:t>
      </w:r>
      <w:r w:rsidR="00E60DFB" w:rsidRPr="008D3D72">
        <w:rPr>
          <w:rStyle w:val="libAlaemChar"/>
          <w:rtl/>
        </w:rPr>
        <w:t>صلى‌الله‌عليه‌وآله</w:t>
      </w:r>
      <w:r w:rsidR="00E60DFB">
        <w:rPr>
          <w:rtl/>
        </w:rPr>
        <w:t xml:space="preserve"> </w:t>
      </w:r>
      <w:r>
        <w:rPr>
          <w:rtl/>
        </w:rPr>
        <w:t>نقل مى نمايد كه فرمودند: موذن بين اذان و اقامه پاداش در خون خود غلتيده در راه خدا را خواهد داشت . مى گويد: گفتم اى رسول خدا! در اين صورت هر كسى مى خواهد اذان و اقامه بگويد. فرمودند: هرگز زمانى خواهد آمد كه اذان و اقامه را به ضعيفان خود و اگذار مى كنند. و در اين صورت اين گوشت ضعيفان است كه خداوند آن را بر آتش حرام كرده است .</w:t>
      </w:r>
    </w:p>
    <w:p w:rsidR="00A679DB" w:rsidRDefault="00A679DB" w:rsidP="00A679DB">
      <w:pPr>
        <w:pStyle w:val="libNormal"/>
        <w:rPr>
          <w:rtl/>
        </w:rPr>
      </w:pPr>
    </w:p>
    <w:p w:rsidR="00A679DB" w:rsidRDefault="00A679DB" w:rsidP="00A679DB">
      <w:pPr>
        <w:pStyle w:val="libNormal"/>
        <w:rPr>
          <w:rtl/>
        </w:rPr>
      </w:pPr>
      <w:r>
        <w:rPr>
          <w:rtl/>
        </w:rPr>
        <w:t>ثواب من صلى باذن و اقامه</w:t>
      </w:r>
    </w:p>
    <w:p w:rsidR="00A679DB" w:rsidRDefault="008D3D72" w:rsidP="00A679DB">
      <w:pPr>
        <w:pStyle w:val="libNormal"/>
        <w:rPr>
          <w:rtl/>
        </w:rPr>
      </w:pPr>
      <w:r>
        <w:rPr>
          <w:rtl/>
        </w:rPr>
        <w:br w:type="page"/>
      </w:r>
    </w:p>
    <w:p w:rsidR="00A679DB" w:rsidRDefault="00A679DB" w:rsidP="008D3D72">
      <w:pPr>
        <w:pStyle w:val="Heading2"/>
        <w:rPr>
          <w:rtl/>
        </w:rPr>
      </w:pPr>
      <w:bookmarkStart w:id="77" w:name="_Toc449617134"/>
      <w:r>
        <w:rPr>
          <w:rtl/>
        </w:rPr>
        <w:t>ثواب خواندن نماز با اذان و اقامه</w:t>
      </w:r>
      <w:bookmarkEnd w:id="77"/>
    </w:p>
    <w:p w:rsidR="00A679DB" w:rsidRDefault="00A679DB" w:rsidP="00A679DB">
      <w:pPr>
        <w:pStyle w:val="libNormal"/>
        <w:rPr>
          <w:rtl/>
        </w:rPr>
      </w:pPr>
      <w:r>
        <w:rPr>
          <w:rtl/>
        </w:rPr>
        <w:t xml:space="preserve">حديث : ١ ابى رحمه الله عن سعد بن عبدالله عن سلمه بن الخطاب عن ابراهيم بن محمد الثقفى عن ابراهيم بن ميمون عن عبدالمطلب بن زياد عن ابان بن تغلب عن ابن ابى ليلى عن عبدالله بن جعفر يرفعه قال قال على بن ابى طالب </w:t>
      </w:r>
      <w:r w:rsidRPr="008D3D72">
        <w:rPr>
          <w:rStyle w:val="libAlaemChar"/>
          <w:rtl/>
        </w:rPr>
        <w:t>عليه‌السلام</w:t>
      </w:r>
      <w:r>
        <w:rPr>
          <w:rtl/>
        </w:rPr>
        <w:t xml:space="preserve"> من صلى باذآن و اقامه صلى خلفه صف من الملائكه لا يرى طرفاه و من صلى باقامه صلى خلفه ملك</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اميرالمؤ منين </w:t>
      </w:r>
      <w:r w:rsidRPr="008D3D72">
        <w:rPr>
          <w:rStyle w:val="libAlaemChar"/>
          <w:rtl/>
        </w:rPr>
        <w:t>عليه‌السلام</w:t>
      </w:r>
      <w:r>
        <w:rPr>
          <w:rtl/>
        </w:rPr>
        <w:t xml:space="preserve"> فرمودند: كسى كه با اذان و اقامه نماز بخواند، پشت سر او صفى از فرشتگان نماز مى خوانند كه آغاز و پايان اين صف ديده نمى شود. و كسى كه با اقامه نماز بخواند، پشت سر او فرشته اى نماز مى خواند.</w:t>
      </w:r>
    </w:p>
    <w:p w:rsidR="00A679DB" w:rsidRDefault="00A679DB" w:rsidP="00A679DB">
      <w:pPr>
        <w:pStyle w:val="libNormal"/>
        <w:rPr>
          <w:rtl/>
        </w:rPr>
      </w:pPr>
      <w:r>
        <w:rPr>
          <w:rtl/>
        </w:rPr>
        <w:t xml:space="preserve">حديث : ٢ حدثنى محمد بن على ماجيلويه رضى الله عنه قال حدثنى عمى محمد بن ابى القاسم عن احمد بن ابى عبدالله عن ابيه عن محمد بن سنان عن المفضل بن عمر قال قال ابو عبدالله </w:t>
      </w:r>
      <w:r w:rsidRPr="008D3D72">
        <w:rPr>
          <w:rStyle w:val="libAlaemChar"/>
          <w:rtl/>
        </w:rPr>
        <w:t>عليه‌السلام</w:t>
      </w:r>
      <w:r>
        <w:rPr>
          <w:rtl/>
        </w:rPr>
        <w:t xml:space="preserve"> من صلى باذن و اقامه صلى خفه صفان من الملائكه و من صلى باقامه بغير اذان صلى خلفه صف واحد قلت له و كم مقدار كل صف قال اقله ما بين المشرق و المغرب و اكثره ما بين السماء و الارض ثواب من قرا قل هو الله احد و انا انزلناه و آيه الكرسى فى كل ركعه من تطوعه</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8D3D72">
        <w:rPr>
          <w:rStyle w:val="libAlaemChar"/>
          <w:rtl/>
        </w:rPr>
        <w:t>عليه‌السلام</w:t>
      </w:r>
      <w:r>
        <w:rPr>
          <w:rtl/>
        </w:rPr>
        <w:t xml:space="preserve"> فرمودند: كسى كه با اذان و اقامه نماز بخواند، دو صف از فرشتگان پشت سر او نماز مى خوانند و كسى كه با اقامه و بدون اذان نماز بخواند پشت سر او يك صف نماز مى خوانند. رواى مى گويد عرض كردم : </w:t>
      </w:r>
      <w:r>
        <w:rPr>
          <w:rtl/>
        </w:rPr>
        <w:lastRenderedPageBreak/>
        <w:t>طول هر صف چقدر است ؟ فرمودند: كوتاهترين آن از شرق تا غرب و طولانى ترين آن از آسمان تا زمين است .</w:t>
      </w:r>
    </w:p>
    <w:p w:rsidR="00A679DB" w:rsidRDefault="00A679DB" w:rsidP="00A679DB">
      <w:pPr>
        <w:pStyle w:val="libNormal"/>
        <w:rPr>
          <w:rtl/>
        </w:rPr>
      </w:pPr>
    </w:p>
    <w:p w:rsidR="00A679DB" w:rsidRDefault="00A679DB" w:rsidP="00A679DB">
      <w:pPr>
        <w:pStyle w:val="libNormal"/>
        <w:rPr>
          <w:rtl/>
        </w:rPr>
      </w:pPr>
      <w:r>
        <w:rPr>
          <w:rtl/>
        </w:rPr>
        <w:t>ثواب من قرا قل هو الله احد و انا انزلناه و آيه الكرسى فىكل ركعه من تطوعه</w:t>
      </w:r>
    </w:p>
    <w:p w:rsidR="00A679DB" w:rsidRDefault="008D3D72" w:rsidP="00A679DB">
      <w:pPr>
        <w:pStyle w:val="libNormal"/>
        <w:rPr>
          <w:rtl/>
        </w:rPr>
      </w:pPr>
      <w:r>
        <w:rPr>
          <w:rtl/>
        </w:rPr>
        <w:br w:type="page"/>
      </w:r>
    </w:p>
    <w:p w:rsidR="00A679DB" w:rsidRDefault="00A679DB" w:rsidP="008D3D72">
      <w:pPr>
        <w:pStyle w:val="Heading2"/>
        <w:rPr>
          <w:rtl/>
        </w:rPr>
      </w:pPr>
      <w:bookmarkStart w:id="78" w:name="_Toc449617135"/>
      <w:r>
        <w:rPr>
          <w:rtl/>
        </w:rPr>
        <w:t>ثواب خواندن «قل هو الله احد»، «انا انزلناه» و «آيه الكرسى» درهر ركعت نماز مستحب</w:t>
      </w:r>
      <w:bookmarkEnd w:id="78"/>
    </w:p>
    <w:p w:rsidR="00A679DB" w:rsidRDefault="00A679DB" w:rsidP="00A679DB">
      <w:pPr>
        <w:pStyle w:val="libNormal"/>
        <w:rPr>
          <w:rtl/>
        </w:rPr>
      </w:pPr>
      <w:r>
        <w:rPr>
          <w:rtl/>
        </w:rPr>
        <w:t xml:space="preserve">حديث : ١ حدثنى محمد بن الحسن رضى الله عنه عن محمد بن يحيى العطار عن محمد بن احمد عن سهل بن الحسن عن محمد بن على عن على بن اسباط عن عمه يعقوب بن سالم عن ابى الحسن العبدى قال قال ابو عبدالله </w:t>
      </w:r>
      <w:r w:rsidRPr="008D3D72">
        <w:rPr>
          <w:rStyle w:val="libAlaemChar"/>
          <w:rtl/>
        </w:rPr>
        <w:t>عليه‌السلام</w:t>
      </w:r>
      <w:r>
        <w:rPr>
          <w:rtl/>
        </w:rPr>
        <w:t xml:space="preserve"> من قرا قل هو الله احد و انا انزلناه فى ليله القدر و آيه الكرسى فى كل ركعه من تطوعه فقد فتح الله له بافضل اعمال الادميين الا من اشبهه فزاد عليه 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D3D72">
        <w:rPr>
          <w:rStyle w:val="libAlaemChar"/>
          <w:rtl/>
        </w:rPr>
        <w:t>عليه‌السلام</w:t>
      </w:r>
      <w:r>
        <w:rPr>
          <w:rtl/>
        </w:rPr>
        <w:t xml:space="preserve"> فرمودند: كسى كه در هر ركعت از نماز مستحبى خود </w:t>
      </w:r>
      <w:r w:rsidRPr="008D3D72">
        <w:rPr>
          <w:rStyle w:val="libAieChar"/>
          <w:rtl/>
        </w:rPr>
        <w:t>«قل هو الله احد» «انا انزلناه و فى ليله القدر» و «آيه الكرسى»</w:t>
      </w:r>
      <w:r>
        <w:rPr>
          <w:rtl/>
        </w:rPr>
        <w:t xml:space="preserve"> را بخواند، خداوند عمل او را بهترين اعمال خواهد دانست ، مگر كسى كه مانند او و بيش از او اين عمل را انجام دهد.</w:t>
      </w:r>
    </w:p>
    <w:p w:rsidR="00A679DB" w:rsidRDefault="00A679DB" w:rsidP="00A679DB">
      <w:pPr>
        <w:pStyle w:val="libNormal"/>
        <w:rPr>
          <w:rtl/>
        </w:rPr>
      </w:pPr>
    </w:p>
    <w:p w:rsidR="00A679DB" w:rsidRDefault="00A679DB" w:rsidP="00A679DB">
      <w:pPr>
        <w:pStyle w:val="libNormal"/>
        <w:rPr>
          <w:rtl/>
        </w:rPr>
      </w:pPr>
      <w:r>
        <w:rPr>
          <w:rtl/>
        </w:rPr>
        <w:t>ثواب فضل القنوت</w:t>
      </w:r>
    </w:p>
    <w:p w:rsidR="00A679DB" w:rsidRDefault="008D3D72" w:rsidP="00A679DB">
      <w:pPr>
        <w:pStyle w:val="libNormal"/>
        <w:rPr>
          <w:rtl/>
        </w:rPr>
      </w:pPr>
      <w:r>
        <w:rPr>
          <w:rtl/>
        </w:rPr>
        <w:br w:type="page"/>
      </w:r>
    </w:p>
    <w:p w:rsidR="00A679DB" w:rsidRDefault="00A679DB" w:rsidP="008D3D72">
      <w:pPr>
        <w:pStyle w:val="Heading2"/>
        <w:rPr>
          <w:rtl/>
        </w:rPr>
      </w:pPr>
      <w:bookmarkStart w:id="79" w:name="_Toc449617136"/>
      <w:r>
        <w:rPr>
          <w:rtl/>
        </w:rPr>
        <w:t>ثواب و فضيلت قنوت</w:t>
      </w:r>
      <w:bookmarkEnd w:id="79"/>
    </w:p>
    <w:p w:rsidR="00A679DB" w:rsidRDefault="00A679DB" w:rsidP="00A679DB">
      <w:pPr>
        <w:pStyle w:val="libNormal"/>
        <w:rPr>
          <w:rtl/>
        </w:rPr>
      </w:pPr>
      <w:r>
        <w:rPr>
          <w:rtl/>
        </w:rPr>
        <w:t xml:space="preserve">حديث : ١ ابى رحمه الله قال حدثنى احمد بن ادريس عن محمد بن احمد عن على بن اسماعيل عن صفوان بن يحيى ابى ايوب عن ابى بصير عن ابى عبدالله عن ابيه عن آبائه </w:t>
      </w:r>
      <w:r w:rsidR="00DC5255">
        <w:rPr>
          <w:rtl/>
        </w:rPr>
        <w:t xml:space="preserve">عليهم‌السلام </w:t>
      </w:r>
      <w:r>
        <w:rPr>
          <w:rtl/>
        </w:rPr>
        <w:t xml:space="preserve">عن ابى ذر قال قال رسول الله </w:t>
      </w:r>
      <w:r w:rsidR="00E60DFB" w:rsidRPr="008D3D72">
        <w:rPr>
          <w:rStyle w:val="libAlaemChar"/>
          <w:rtl/>
        </w:rPr>
        <w:t>صلى‌الله‌عليه‌وآله</w:t>
      </w:r>
      <w:r w:rsidR="00E60DFB">
        <w:rPr>
          <w:rtl/>
        </w:rPr>
        <w:t xml:space="preserve"> </w:t>
      </w:r>
      <w:r>
        <w:rPr>
          <w:rtl/>
        </w:rPr>
        <w:t>اطولك قنوتا فى دار الدنيا اطولكم راحه يوم القيامه فى الموقف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از پدرش از پدرانش </w:t>
      </w:r>
      <w:r w:rsidRPr="00D7486B">
        <w:rPr>
          <w:rStyle w:val="libAlaemChar"/>
          <w:rtl/>
        </w:rPr>
        <w:t>عليه‌السلام</w:t>
      </w:r>
      <w:r>
        <w:rPr>
          <w:rtl/>
        </w:rPr>
        <w:t xml:space="preserve"> از ابوذر نقل مى نمايد كه رسول خدا </w:t>
      </w:r>
      <w:r w:rsidR="00E60DFB" w:rsidRPr="00D7486B">
        <w:rPr>
          <w:rStyle w:val="libAlaemChar"/>
          <w:rtl/>
        </w:rPr>
        <w:t>صلى‌الله‌عليه‌وآله</w:t>
      </w:r>
      <w:r w:rsidR="00E60DFB">
        <w:rPr>
          <w:rtl/>
        </w:rPr>
        <w:t xml:space="preserve"> </w:t>
      </w:r>
      <w:r>
        <w:rPr>
          <w:rtl/>
        </w:rPr>
        <w:t>فرمودند: هر كدام از شما كه قنوتش در سراى دنيا طولانيتر باشد، در توقفگاه روز قيامت راحتيش طولانيتر خواهد بود.</w:t>
      </w:r>
    </w:p>
    <w:p w:rsidR="00A679DB" w:rsidRDefault="00A679DB" w:rsidP="00A679DB">
      <w:pPr>
        <w:pStyle w:val="libNormal"/>
        <w:rPr>
          <w:rtl/>
        </w:rPr>
      </w:pPr>
    </w:p>
    <w:p w:rsidR="00A679DB" w:rsidRDefault="00A679DB" w:rsidP="00A679DB">
      <w:pPr>
        <w:pStyle w:val="libNormal"/>
        <w:rPr>
          <w:rtl/>
        </w:rPr>
      </w:pPr>
      <w:r>
        <w:rPr>
          <w:rtl/>
        </w:rPr>
        <w:t>ثواب من اتم ركوعه</w:t>
      </w:r>
    </w:p>
    <w:p w:rsidR="00A679DB" w:rsidRDefault="00D7486B" w:rsidP="00A679DB">
      <w:pPr>
        <w:pStyle w:val="libNormal"/>
        <w:rPr>
          <w:rtl/>
        </w:rPr>
      </w:pPr>
      <w:r>
        <w:rPr>
          <w:rtl/>
        </w:rPr>
        <w:br w:type="page"/>
      </w:r>
    </w:p>
    <w:p w:rsidR="00A679DB" w:rsidRDefault="00A679DB" w:rsidP="00D7486B">
      <w:pPr>
        <w:pStyle w:val="Heading2"/>
        <w:rPr>
          <w:rtl/>
        </w:rPr>
      </w:pPr>
      <w:bookmarkStart w:id="80" w:name="_Toc449617137"/>
      <w:r>
        <w:rPr>
          <w:rtl/>
        </w:rPr>
        <w:t>ثواب كامل بجا آوردن ركوع</w:t>
      </w:r>
      <w:bookmarkEnd w:id="80"/>
    </w:p>
    <w:p w:rsidR="00A679DB" w:rsidRDefault="00A679DB" w:rsidP="00A679DB">
      <w:pPr>
        <w:pStyle w:val="libNormal"/>
        <w:rPr>
          <w:rtl/>
        </w:rPr>
      </w:pPr>
      <w:r>
        <w:rPr>
          <w:rtl/>
        </w:rPr>
        <w:t xml:space="preserve">حديث : ١ حدثنى محمد بن موسى بن المتوكل رضى الله عنه عن محمد بن يحيى العطار عن محمد بن احمد عن السندى بن الربيع عن سعيد بن جناح قال كنت عند ابى جعفر </w:t>
      </w:r>
      <w:r w:rsidRPr="00D7486B">
        <w:rPr>
          <w:rStyle w:val="libAlaemChar"/>
          <w:rtl/>
        </w:rPr>
        <w:t>عليه‌السلام</w:t>
      </w:r>
      <w:r>
        <w:rPr>
          <w:rtl/>
        </w:rPr>
        <w:t xml:space="preserve"> فى منزله بالمدينه فقال مبتدئا من اتم ركوعه لم تدخله وحشه فى قبره</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سعيد بن جناح مى گويد: در حضور امام باقر </w:t>
      </w:r>
      <w:r w:rsidRPr="00D7486B">
        <w:rPr>
          <w:rStyle w:val="libAlaemChar"/>
          <w:rtl/>
        </w:rPr>
        <w:t>عليه‌السلام</w:t>
      </w:r>
      <w:r>
        <w:rPr>
          <w:rtl/>
        </w:rPr>
        <w:t xml:space="preserve"> در منزل او درمدينه بودم . حضرت </w:t>
      </w:r>
      <w:r w:rsidRPr="00D7486B">
        <w:rPr>
          <w:rStyle w:val="libAlaemChar"/>
          <w:rtl/>
        </w:rPr>
        <w:t>عليه‌السلام</w:t>
      </w:r>
      <w:r>
        <w:rPr>
          <w:rtl/>
        </w:rPr>
        <w:t xml:space="preserve"> بدون اين كه كسى چيزى بگويد، فرمودند: كسى كه ركوع خود را كامل بجا آورد، در قبر وحشتى نخواهد داشت .</w:t>
      </w:r>
    </w:p>
    <w:p w:rsidR="00A679DB" w:rsidRDefault="00A679DB" w:rsidP="00A679DB">
      <w:pPr>
        <w:pStyle w:val="libNormal"/>
        <w:rPr>
          <w:rtl/>
        </w:rPr>
      </w:pPr>
    </w:p>
    <w:p w:rsidR="00A679DB" w:rsidRDefault="00A679DB" w:rsidP="00A679DB">
      <w:pPr>
        <w:pStyle w:val="libNormal"/>
        <w:rPr>
          <w:rtl/>
        </w:rPr>
      </w:pPr>
      <w:r>
        <w:rPr>
          <w:rtl/>
        </w:rPr>
        <w:t>ثواب من سجده سجده</w:t>
      </w:r>
    </w:p>
    <w:p w:rsidR="00A679DB" w:rsidRDefault="00D7486B" w:rsidP="00A679DB">
      <w:pPr>
        <w:pStyle w:val="libNormal"/>
        <w:rPr>
          <w:rtl/>
        </w:rPr>
      </w:pPr>
      <w:r>
        <w:rPr>
          <w:rtl/>
        </w:rPr>
        <w:br w:type="page"/>
      </w:r>
    </w:p>
    <w:p w:rsidR="00A679DB" w:rsidRDefault="00A679DB" w:rsidP="00D7486B">
      <w:pPr>
        <w:pStyle w:val="Heading2"/>
        <w:rPr>
          <w:rtl/>
        </w:rPr>
      </w:pPr>
      <w:bookmarkStart w:id="81" w:name="_Toc449617138"/>
      <w:r>
        <w:rPr>
          <w:rtl/>
        </w:rPr>
        <w:t>ثواب يك بار سجده</w:t>
      </w:r>
      <w:bookmarkEnd w:id="81"/>
    </w:p>
    <w:p w:rsidR="00A679DB" w:rsidRDefault="00A679DB" w:rsidP="00D7486B">
      <w:pPr>
        <w:pStyle w:val="libNormal"/>
        <w:rPr>
          <w:rtl/>
        </w:rPr>
      </w:pPr>
      <w:r>
        <w:rPr>
          <w:rtl/>
        </w:rPr>
        <w:t xml:space="preserve">حديث : ١ حدثنى محمد بن الحسن رضى الله عنه قال حدثنى محمد بن الحسن الصفار عن العباس عن موسى بن القاسم عن صفوان بن يحيى عن كليب الصيداوى عن ابى عبدالله عن آبائه </w:t>
      </w:r>
      <w:r w:rsidR="00D7486B" w:rsidRPr="00D7486B">
        <w:rPr>
          <w:rStyle w:val="libAlaemChar"/>
          <w:rFonts w:eastAsiaTheme="minorHAnsi"/>
          <w:rtl/>
        </w:rPr>
        <w:t>عليهم‌السلام</w:t>
      </w:r>
      <w:r w:rsidR="00D7486B" w:rsidRPr="00ED74AF">
        <w:rPr>
          <w:rFonts w:eastAsiaTheme="minorHAnsi"/>
          <w:rtl/>
        </w:rPr>
        <w:t xml:space="preserve"> </w:t>
      </w:r>
      <w:r>
        <w:rPr>
          <w:rtl/>
        </w:rPr>
        <w:t xml:space="preserve">قال قال رسول الله </w:t>
      </w:r>
      <w:r w:rsidR="00E60DFB" w:rsidRPr="00D7486B">
        <w:rPr>
          <w:rStyle w:val="libAlaemChar"/>
          <w:rtl/>
        </w:rPr>
        <w:t>صلى‌الله‌عليه‌وآله</w:t>
      </w:r>
      <w:r w:rsidR="00E60DFB">
        <w:rPr>
          <w:rtl/>
        </w:rPr>
        <w:t xml:space="preserve"> </w:t>
      </w:r>
      <w:r>
        <w:rPr>
          <w:rtl/>
        </w:rPr>
        <w:t>من سجد سجده حط عنه بها خطيئه و رفع له بها درجه .</w:t>
      </w:r>
    </w:p>
    <w:p w:rsidR="00A679DB" w:rsidRDefault="00A679DB" w:rsidP="00A679DB">
      <w:pPr>
        <w:pStyle w:val="libNormal"/>
        <w:rPr>
          <w:rtl/>
        </w:rPr>
      </w:pPr>
      <w:r>
        <w:rPr>
          <w:rtl/>
        </w:rPr>
        <w:t>ترجمه :</w:t>
      </w:r>
    </w:p>
    <w:p w:rsidR="00A679DB" w:rsidRDefault="00A679DB" w:rsidP="00D7486B">
      <w:pPr>
        <w:pStyle w:val="libNormal"/>
        <w:rPr>
          <w:rtl/>
        </w:rPr>
      </w:pPr>
      <w:r>
        <w:rPr>
          <w:rtl/>
        </w:rPr>
        <w:t xml:space="preserve">١. امام صادق </w:t>
      </w:r>
      <w:r w:rsidRPr="00D7486B">
        <w:rPr>
          <w:rStyle w:val="libAlaemChar"/>
          <w:rtl/>
        </w:rPr>
        <w:t>عليه‌السلام</w:t>
      </w:r>
      <w:r>
        <w:rPr>
          <w:rtl/>
        </w:rPr>
        <w:t xml:space="preserve"> از پدرانش </w:t>
      </w:r>
      <w:r w:rsidR="00D7486B" w:rsidRPr="00D7486B">
        <w:rPr>
          <w:rStyle w:val="libAlaemChar"/>
          <w:rFonts w:eastAsiaTheme="minorHAnsi"/>
          <w:rtl/>
        </w:rPr>
        <w:t>عليهم‌السلام</w:t>
      </w:r>
      <w:r w:rsidR="00D7486B" w:rsidRPr="00ED74AF">
        <w:rPr>
          <w:rFonts w:eastAsiaTheme="minorHAnsi"/>
          <w:rtl/>
        </w:rPr>
        <w:t xml:space="preserve"> </w:t>
      </w:r>
      <w:r>
        <w:rPr>
          <w:rtl/>
        </w:rPr>
        <w:t xml:space="preserve">نقل مى نمايد كه رسول خدا </w:t>
      </w:r>
      <w:r w:rsidR="00E60DFB" w:rsidRPr="00D7486B">
        <w:rPr>
          <w:rStyle w:val="libAlaemChar"/>
          <w:rtl/>
        </w:rPr>
        <w:t>صلى‌الله‌عليه‌وآله</w:t>
      </w:r>
      <w:r w:rsidR="00E60DFB">
        <w:rPr>
          <w:rtl/>
        </w:rPr>
        <w:t xml:space="preserve"> </w:t>
      </w:r>
      <w:r>
        <w:rPr>
          <w:rtl/>
        </w:rPr>
        <w:t>فرمودند: كسى كه يك بار سجده كند، بخاطر اين عمل يك گناه از او مى ريزد و يك درجه بالا مى رود.</w:t>
      </w:r>
    </w:p>
    <w:p w:rsidR="00A679DB" w:rsidRDefault="00A679DB" w:rsidP="00A679DB">
      <w:pPr>
        <w:pStyle w:val="libNormal"/>
        <w:rPr>
          <w:rtl/>
        </w:rPr>
      </w:pPr>
    </w:p>
    <w:p w:rsidR="00A679DB" w:rsidRDefault="00A679DB" w:rsidP="00A679DB">
      <w:pPr>
        <w:pStyle w:val="libNormal"/>
        <w:rPr>
          <w:rtl/>
        </w:rPr>
      </w:pPr>
      <w:r>
        <w:rPr>
          <w:rtl/>
        </w:rPr>
        <w:t>ثواب من باشر بكفيه الارض فى سجوده</w:t>
      </w:r>
    </w:p>
    <w:p w:rsidR="00A679DB" w:rsidRDefault="00D7486B" w:rsidP="00A679DB">
      <w:pPr>
        <w:pStyle w:val="libNormal"/>
        <w:rPr>
          <w:rtl/>
        </w:rPr>
      </w:pPr>
      <w:r>
        <w:rPr>
          <w:rtl/>
        </w:rPr>
        <w:br w:type="page"/>
      </w:r>
    </w:p>
    <w:p w:rsidR="00A679DB" w:rsidRDefault="00A679DB" w:rsidP="00D7486B">
      <w:pPr>
        <w:pStyle w:val="Heading2"/>
        <w:rPr>
          <w:rtl/>
        </w:rPr>
      </w:pPr>
      <w:bookmarkStart w:id="82" w:name="_Toc449617139"/>
      <w:r>
        <w:rPr>
          <w:rtl/>
        </w:rPr>
        <w:t>ثواب گذاردن كف دستها بر زمين در سجده</w:t>
      </w:r>
      <w:bookmarkEnd w:id="82"/>
    </w:p>
    <w:p w:rsidR="00A679DB" w:rsidRDefault="00A679DB" w:rsidP="00D7486B">
      <w:pPr>
        <w:pStyle w:val="libNormal"/>
        <w:rPr>
          <w:rtl/>
        </w:rPr>
      </w:pPr>
      <w:r>
        <w:rPr>
          <w:rtl/>
        </w:rPr>
        <w:t xml:space="preserve">حديث : ١ ابى رحمه الله قال حدثنا على بن ابراهيم عن ابيه عن النوفلى عن السكونى عن جعفر بن محمد عن آبائه </w:t>
      </w:r>
      <w:r w:rsidR="00D7486B" w:rsidRPr="00D7486B">
        <w:rPr>
          <w:rStyle w:val="libAlaemChar"/>
          <w:rFonts w:eastAsiaTheme="minorHAnsi"/>
          <w:rtl/>
        </w:rPr>
        <w:t>عليهم‌السلام</w:t>
      </w:r>
      <w:r w:rsidR="00D7486B" w:rsidRPr="00ED74AF">
        <w:rPr>
          <w:rFonts w:eastAsiaTheme="minorHAnsi"/>
          <w:rtl/>
        </w:rPr>
        <w:t xml:space="preserve"> </w:t>
      </w:r>
      <w:r>
        <w:rPr>
          <w:rtl/>
        </w:rPr>
        <w:t xml:space="preserve">قال قال امير المومنين </w:t>
      </w:r>
      <w:r w:rsidRPr="00D7486B">
        <w:rPr>
          <w:rStyle w:val="libAlaemChar"/>
          <w:rtl/>
        </w:rPr>
        <w:t>عليه‌السلام</w:t>
      </w:r>
      <w:r>
        <w:rPr>
          <w:rtl/>
        </w:rPr>
        <w:t xml:space="preserve"> اذا سجد احدكم فليبا شر بكفيه الارض لعل يصرف عنه الغل يوم القيامه .</w:t>
      </w:r>
    </w:p>
    <w:p w:rsidR="00A679DB" w:rsidRDefault="00A679DB" w:rsidP="00A679DB">
      <w:pPr>
        <w:pStyle w:val="libNormal"/>
        <w:rPr>
          <w:rtl/>
        </w:rPr>
      </w:pPr>
      <w:r>
        <w:rPr>
          <w:rtl/>
        </w:rPr>
        <w:t>ترجمه :</w:t>
      </w:r>
    </w:p>
    <w:p w:rsidR="00A679DB" w:rsidRDefault="00A679DB" w:rsidP="00D7486B">
      <w:pPr>
        <w:pStyle w:val="libNormal"/>
        <w:rPr>
          <w:rtl/>
        </w:rPr>
      </w:pPr>
      <w:r>
        <w:rPr>
          <w:rtl/>
        </w:rPr>
        <w:t xml:space="preserve">١. امام صادق </w:t>
      </w:r>
      <w:r w:rsidRPr="00D7486B">
        <w:rPr>
          <w:rStyle w:val="libAlaemChar"/>
          <w:rtl/>
        </w:rPr>
        <w:t>عليه‌السلام</w:t>
      </w:r>
      <w:r>
        <w:rPr>
          <w:rtl/>
        </w:rPr>
        <w:t xml:space="preserve"> از پدرانش </w:t>
      </w:r>
      <w:r w:rsidR="00D7486B" w:rsidRPr="00D7486B">
        <w:rPr>
          <w:rStyle w:val="libAlaemChar"/>
          <w:rFonts w:eastAsiaTheme="minorHAnsi"/>
          <w:rtl/>
        </w:rPr>
        <w:t>عليهم‌السلام</w:t>
      </w:r>
      <w:r w:rsidR="00D7486B" w:rsidRPr="00ED74AF">
        <w:rPr>
          <w:rFonts w:eastAsiaTheme="minorHAnsi"/>
          <w:rtl/>
        </w:rPr>
        <w:t xml:space="preserve"> </w:t>
      </w:r>
      <w:r>
        <w:rPr>
          <w:rtl/>
        </w:rPr>
        <w:t xml:space="preserve">نقل مى كند كه اميرالمومنين </w:t>
      </w:r>
      <w:r w:rsidRPr="00D7486B">
        <w:rPr>
          <w:rStyle w:val="libAlaemChar"/>
          <w:rtl/>
        </w:rPr>
        <w:t>عليه‌السلام</w:t>
      </w:r>
      <w:r>
        <w:rPr>
          <w:rtl/>
        </w:rPr>
        <w:t xml:space="preserve"> فرمودند: هنگامى كه سجده كرديد، كف دستهايتان را بر زمين بگذاريد؛ بدان اميد كه در روز قيامت زنجير نشويد.</w:t>
      </w:r>
    </w:p>
    <w:p w:rsidR="00A679DB" w:rsidRDefault="00A679DB" w:rsidP="00A679DB">
      <w:pPr>
        <w:pStyle w:val="libNormal"/>
        <w:rPr>
          <w:rtl/>
        </w:rPr>
      </w:pPr>
    </w:p>
    <w:p w:rsidR="00A679DB" w:rsidRDefault="00A679DB" w:rsidP="00A679DB">
      <w:pPr>
        <w:pStyle w:val="libNormal"/>
        <w:rPr>
          <w:rtl/>
        </w:rPr>
      </w:pPr>
      <w:r>
        <w:rPr>
          <w:rtl/>
        </w:rPr>
        <w:t>ثواب طول السجود</w:t>
      </w:r>
    </w:p>
    <w:p w:rsidR="00A679DB" w:rsidRDefault="00D7486B" w:rsidP="00A679DB">
      <w:pPr>
        <w:pStyle w:val="libNormal"/>
        <w:rPr>
          <w:rtl/>
        </w:rPr>
      </w:pPr>
      <w:r>
        <w:rPr>
          <w:rtl/>
        </w:rPr>
        <w:br w:type="page"/>
      </w:r>
    </w:p>
    <w:p w:rsidR="00A679DB" w:rsidRDefault="00A679DB" w:rsidP="00D7486B">
      <w:pPr>
        <w:pStyle w:val="Heading2"/>
        <w:rPr>
          <w:rtl/>
        </w:rPr>
      </w:pPr>
      <w:bookmarkStart w:id="83" w:name="_Toc449617140"/>
      <w:r>
        <w:rPr>
          <w:rtl/>
        </w:rPr>
        <w:t>ثواب طولانى كردن سجده</w:t>
      </w:r>
      <w:bookmarkEnd w:id="83"/>
    </w:p>
    <w:p w:rsidR="00A679DB" w:rsidRDefault="00A679DB" w:rsidP="00A679DB">
      <w:pPr>
        <w:pStyle w:val="libNormal"/>
        <w:rPr>
          <w:rtl/>
        </w:rPr>
      </w:pPr>
      <w:r>
        <w:rPr>
          <w:rtl/>
        </w:rPr>
        <w:t xml:space="preserve">حديث : ١ ابى رحمه الله عنه سعد بن عبدالله عن احمد بن محمد عن الحسين بن سعيد عن محمد بن ابى عمير عن معاويه بن عمار قال سمعت ابا عبدالله </w:t>
      </w:r>
      <w:r w:rsidRPr="00D7486B">
        <w:rPr>
          <w:rStyle w:val="libAlaemChar"/>
          <w:rtl/>
        </w:rPr>
        <w:t>عليه‌السلام</w:t>
      </w:r>
      <w:r>
        <w:rPr>
          <w:rtl/>
        </w:rPr>
        <w:t xml:space="preserve"> و هو يقول ان العبد اذا اطال السجود حيث لا يراه احد قال الشيطان و او يلاه اطاعوا و عصيت و سجدوا و ابيت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معاويه بن عمار مى گويد: شنيدم كه امام صادق </w:t>
      </w:r>
      <w:r w:rsidRPr="00D7486B">
        <w:rPr>
          <w:rStyle w:val="libAlaemChar"/>
          <w:rtl/>
        </w:rPr>
        <w:t>عليه‌السلام</w:t>
      </w:r>
      <w:r>
        <w:rPr>
          <w:rtl/>
        </w:rPr>
        <w:t xml:space="preserve"> فرمودند: هنگامى كه كسى بنده خدا را نمى بيند، سجده اش را طولانى كند، شيطان مى گويد: واويلا. فرمان بردارى كردند و سرپيچى كردم . سجده كردند و من امتناع كردم .</w:t>
      </w:r>
    </w:p>
    <w:p w:rsidR="00A679DB" w:rsidRDefault="00A679DB" w:rsidP="00A679DB">
      <w:pPr>
        <w:pStyle w:val="libNormal"/>
        <w:rPr>
          <w:rtl/>
        </w:rPr>
      </w:pPr>
      <w:r>
        <w:rPr>
          <w:rtl/>
        </w:rPr>
        <w:t xml:space="preserve">حديث : ٢ ابى رحمه الله عن سعد بن عبدالله عن احمد بن محمد عن الحسين بن سعيد عن فضاله عن العلاء بن رزين عن زيد الشحام قال قال ابو عبدالله </w:t>
      </w:r>
      <w:r w:rsidRPr="00D7486B">
        <w:rPr>
          <w:rStyle w:val="libAlaemChar"/>
          <w:rtl/>
        </w:rPr>
        <w:t>عليه‌السلام</w:t>
      </w:r>
      <w:r>
        <w:rPr>
          <w:rtl/>
        </w:rPr>
        <w:t xml:space="preserve"> اقرب ما يكون العبد الى الله و هو ساجد.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D7486B">
        <w:rPr>
          <w:rStyle w:val="libAlaemChar"/>
          <w:rtl/>
        </w:rPr>
        <w:t>عليه‌السلام</w:t>
      </w:r>
      <w:r>
        <w:rPr>
          <w:rtl/>
        </w:rPr>
        <w:t xml:space="preserve"> فرمودند: نزديكترين حالتهاى بنده به خداوند حالت سجده است .</w:t>
      </w:r>
    </w:p>
    <w:p w:rsidR="00A679DB" w:rsidRDefault="00A679DB" w:rsidP="00A679DB">
      <w:pPr>
        <w:pStyle w:val="libNormal"/>
        <w:rPr>
          <w:rtl/>
        </w:rPr>
      </w:pPr>
    </w:p>
    <w:p w:rsidR="00A679DB" w:rsidRDefault="00A679DB" w:rsidP="00A679DB">
      <w:pPr>
        <w:pStyle w:val="libNormal"/>
        <w:rPr>
          <w:rtl/>
        </w:rPr>
      </w:pPr>
      <w:r>
        <w:rPr>
          <w:rtl/>
        </w:rPr>
        <w:t>ثواب من قال فى ركوعه و سجوده و قيامه الله مصل على محمد و ال محمد.</w:t>
      </w:r>
    </w:p>
    <w:p w:rsidR="00A679DB" w:rsidRDefault="00D7486B" w:rsidP="00A679DB">
      <w:pPr>
        <w:pStyle w:val="libNormal"/>
        <w:rPr>
          <w:rtl/>
        </w:rPr>
      </w:pPr>
      <w:r>
        <w:rPr>
          <w:rtl/>
        </w:rPr>
        <w:br w:type="page"/>
      </w:r>
    </w:p>
    <w:p w:rsidR="00A679DB" w:rsidRDefault="00A679DB" w:rsidP="00D7486B">
      <w:pPr>
        <w:pStyle w:val="Heading2"/>
        <w:rPr>
          <w:rtl/>
        </w:rPr>
      </w:pPr>
      <w:bookmarkStart w:id="84" w:name="_Toc449617141"/>
      <w:r>
        <w:rPr>
          <w:rtl/>
        </w:rPr>
        <w:t>ثواب گفتن «اللهم صلى على محمد و ال محمد» هنگام ركوع ، سجده و قيام</w:t>
      </w:r>
      <w:bookmarkEnd w:id="84"/>
    </w:p>
    <w:p w:rsidR="00A679DB" w:rsidRDefault="00A679DB" w:rsidP="00A679DB">
      <w:pPr>
        <w:pStyle w:val="libNormal"/>
        <w:rPr>
          <w:rtl/>
        </w:rPr>
      </w:pPr>
      <w:r>
        <w:rPr>
          <w:rtl/>
        </w:rPr>
        <w:t xml:space="preserve">حديث : ١ حدثنى محمد بن على ماجيلويه رضى الله عنه عن محمد بن يحيى عن محمد بن احمد عن محمد بن عيسى عن ابيه عيسى بن عبدالله عن محمد بن ابى حمزه عن ابيه قال قال ابو جعفر </w:t>
      </w:r>
      <w:r w:rsidRPr="00D7486B">
        <w:rPr>
          <w:rStyle w:val="libAlaemChar"/>
          <w:rtl/>
        </w:rPr>
        <w:t>عليه‌السلام</w:t>
      </w:r>
      <w:r>
        <w:rPr>
          <w:rtl/>
        </w:rPr>
        <w:t xml:space="preserve"> من قال فى ركوعه و سجوده و قيامه اللهم صل على محمد و آل محمد كتب الله له ذلك بمثل الركوع و السجود و القيام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D7486B">
        <w:rPr>
          <w:rStyle w:val="libAlaemChar"/>
          <w:rtl/>
        </w:rPr>
        <w:t>عليه‌السلام</w:t>
      </w:r>
      <w:r>
        <w:rPr>
          <w:rtl/>
        </w:rPr>
        <w:t xml:space="preserve"> فرمودند: كسى كه در ركوع ، سجده و قيامش بگويد «اللهم صل على محمد و آل محمد» </w:t>
      </w:r>
      <w:r w:rsidRPr="00D7486B">
        <w:rPr>
          <w:rStyle w:val="libFootnotenumChar"/>
          <w:rtl/>
        </w:rPr>
        <w:t>(٣٧)،</w:t>
      </w:r>
      <w:r>
        <w:rPr>
          <w:rtl/>
        </w:rPr>
        <w:t xml:space="preserve"> خداوند براى او همانند ثواب ركوع ، سجده و قيام را مى نويسد.</w:t>
      </w:r>
    </w:p>
    <w:p w:rsidR="00A679DB" w:rsidRDefault="00A679DB" w:rsidP="00A679DB">
      <w:pPr>
        <w:pStyle w:val="libNormal"/>
        <w:rPr>
          <w:rtl/>
        </w:rPr>
      </w:pPr>
    </w:p>
    <w:p w:rsidR="00A679DB" w:rsidRDefault="00A679DB" w:rsidP="00A679DB">
      <w:pPr>
        <w:pStyle w:val="libNormal"/>
        <w:rPr>
          <w:rtl/>
        </w:rPr>
      </w:pPr>
      <w:r>
        <w:rPr>
          <w:rtl/>
        </w:rPr>
        <w:t>ثواب سجده الشكر</w:t>
      </w:r>
    </w:p>
    <w:p w:rsidR="00A679DB" w:rsidRDefault="00D7486B" w:rsidP="00A679DB">
      <w:pPr>
        <w:pStyle w:val="libNormal"/>
        <w:rPr>
          <w:rtl/>
        </w:rPr>
      </w:pPr>
      <w:r>
        <w:rPr>
          <w:rtl/>
        </w:rPr>
        <w:br w:type="page"/>
      </w:r>
    </w:p>
    <w:p w:rsidR="00A679DB" w:rsidRDefault="00A679DB" w:rsidP="00D7486B">
      <w:pPr>
        <w:pStyle w:val="Heading2"/>
        <w:rPr>
          <w:rtl/>
        </w:rPr>
      </w:pPr>
      <w:bookmarkStart w:id="85" w:name="_Toc449617142"/>
      <w:r>
        <w:rPr>
          <w:rtl/>
        </w:rPr>
        <w:t>ثواب سجده شكر</w:t>
      </w:r>
      <w:bookmarkEnd w:id="85"/>
    </w:p>
    <w:p w:rsidR="00A679DB" w:rsidRDefault="00A679DB" w:rsidP="00A679DB">
      <w:pPr>
        <w:pStyle w:val="libNormal"/>
        <w:rPr>
          <w:rtl/>
        </w:rPr>
      </w:pPr>
      <w:r>
        <w:rPr>
          <w:rtl/>
        </w:rPr>
        <w:t xml:space="preserve">حديث : ١ حدثنى محمد بن الحسن رضى الله عنه قال حدثنا محمد بن الحسن الصفار عن احمد بن محمد عن الحسن بن محبوب عن جميل بن صالح عن ذريح المحاربى قال قال ابو عبدالله </w:t>
      </w:r>
      <w:r w:rsidRPr="00D7486B">
        <w:rPr>
          <w:rStyle w:val="libAlaemChar"/>
          <w:rtl/>
        </w:rPr>
        <w:t>عليه‌السلام</w:t>
      </w:r>
      <w:r>
        <w:rPr>
          <w:rtl/>
        </w:rPr>
        <w:t xml:space="preserve"> ايما مؤ من سجد لله سجده لشكر نعمه فى غير صلاه كتب الله له بها عشر حسنات و محا عنه عشر سيئات و رفع له عشر درجات فى الجنان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D7486B">
        <w:rPr>
          <w:rStyle w:val="libAlaemChar"/>
          <w:rtl/>
        </w:rPr>
        <w:t>عليه‌السلام</w:t>
      </w:r>
      <w:r>
        <w:rPr>
          <w:rtl/>
        </w:rPr>
        <w:t xml:space="preserve"> فرمودند: هر مومنى كه براى شكر نعمتى در غير نماز سجده كند، خداوند بخاطر آن ده حسنه براى او نوشته ، ده گناه او را پاك كرده و ده درجه در بهشت او را بالاتر مى برد.</w:t>
      </w:r>
    </w:p>
    <w:p w:rsidR="00A679DB" w:rsidRDefault="00A679DB" w:rsidP="00A679DB">
      <w:pPr>
        <w:pStyle w:val="libNormal"/>
        <w:rPr>
          <w:rtl/>
        </w:rPr>
      </w:pPr>
    </w:p>
    <w:p w:rsidR="00A679DB" w:rsidRDefault="00A679DB" w:rsidP="00A679DB">
      <w:pPr>
        <w:pStyle w:val="libNormal"/>
        <w:rPr>
          <w:rtl/>
        </w:rPr>
      </w:pPr>
      <w:r>
        <w:rPr>
          <w:rtl/>
        </w:rPr>
        <w:t>ثواب الصلاه</w:t>
      </w:r>
    </w:p>
    <w:p w:rsidR="00A679DB" w:rsidRDefault="00D7486B" w:rsidP="00A679DB">
      <w:pPr>
        <w:pStyle w:val="libNormal"/>
        <w:rPr>
          <w:rtl/>
        </w:rPr>
      </w:pPr>
      <w:r>
        <w:rPr>
          <w:rtl/>
        </w:rPr>
        <w:br w:type="page"/>
      </w:r>
    </w:p>
    <w:p w:rsidR="00A679DB" w:rsidRDefault="00A679DB" w:rsidP="00D7486B">
      <w:pPr>
        <w:pStyle w:val="Heading2"/>
        <w:rPr>
          <w:rtl/>
        </w:rPr>
      </w:pPr>
      <w:bookmarkStart w:id="86" w:name="_Toc449617143"/>
      <w:r>
        <w:rPr>
          <w:rtl/>
        </w:rPr>
        <w:t>ثواب نماز</w:t>
      </w:r>
      <w:bookmarkEnd w:id="86"/>
    </w:p>
    <w:p w:rsidR="00A679DB" w:rsidRDefault="00A679DB" w:rsidP="00A679DB">
      <w:pPr>
        <w:pStyle w:val="libNormal"/>
        <w:rPr>
          <w:rtl/>
        </w:rPr>
      </w:pPr>
      <w:r>
        <w:rPr>
          <w:rtl/>
        </w:rPr>
        <w:t xml:space="preserve">حديث : ١ ابى رحمه الله قال حدثنا محمد بن يحيى عن محمد بن احمد عن موسى بن جعفر عن عبيدالله بن عبدالله عن واصل بن سليمان عن عبدالله بن سنان عن ابى عبدالله </w:t>
      </w:r>
      <w:r w:rsidRPr="00D7486B">
        <w:rPr>
          <w:rStyle w:val="libAlaemChar"/>
          <w:rtl/>
        </w:rPr>
        <w:t>عليه‌السلام</w:t>
      </w:r>
      <w:r>
        <w:rPr>
          <w:rtl/>
        </w:rPr>
        <w:t xml:space="preserve"> قال قال رسول الله </w:t>
      </w:r>
      <w:r w:rsidR="00E60DFB" w:rsidRPr="00D7486B">
        <w:rPr>
          <w:rStyle w:val="libAlaemChar"/>
          <w:rtl/>
        </w:rPr>
        <w:t>صلى‌الله‌عليه‌وآله</w:t>
      </w:r>
      <w:r w:rsidR="00E60DFB">
        <w:rPr>
          <w:rtl/>
        </w:rPr>
        <w:t xml:space="preserve"> </w:t>
      </w:r>
      <w:r>
        <w:rPr>
          <w:rtl/>
        </w:rPr>
        <w:t>ما من صلاه يحضر وقتها الا نادى ملك بين يدى الناس ايها الناس ‍ قوموا الى نيرانكم التى اوقدتموها على ظهور كم فاطفئوها بصلاتكم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D7486B">
        <w:rPr>
          <w:rStyle w:val="libAlaemChar"/>
          <w:rtl/>
        </w:rPr>
        <w:t>عليه‌السلام</w:t>
      </w:r>
      <w:r>
        <w:rPr>
          <w:rtl/>
        </w:rPr>
        <w:t xml:space="preserve"> نقل مينمايد كه رسول خدا </w:t>
      </w:r>
      <w:r w:rsidR="00E60DFB" w:rsidRPr="00D7486B">
        <w:rPr>
          <w:rStyle w:val="libAlaemChar"/>
          <w:rtl/>
        </w:rPr>
        <w:t>صلى‌الله‌عليه‌وآله</w:t>
      </w:r>
      <w:r w:rsidR="00E60DFB">
        <w:rPr>
          <w:rtl/>
        </w:rPr>
        <w:t xml:space="preserve"> </w:t>
      </w:r>
      <w:r>
        <w:rPr>
          <w:rtl/>
        </w:rPr>
        <w:t>فرمودند: نمازى نيست كه وقت آن برسد، مگر اين كه فرشته اى در برابر مردم ندا مى كند: اى مردم ! بلند شويد و آتشهايى را كه بر پشتهاى خود افروخته ايد، با نمازتان خاموش كنيد.</w:t>
      </w:r>
    </w:p>
    <w:p w:rsidR="00A679DB" w:rsidRDefault="00A679DB" w:rsidP="00A679DB">
      <w:pPr>
        <w:pStyle w:val="libNormal"/>
        <w:rPr>
          <w:rtl/>
        </w:rPr>
      </w:pPr>
      <w:r>
        <w:rPr>
          <w:rtl/>
        </w:rPr>
        <w:t xml:space="preserve">حديث : ٢ حدثنى محمد بن الحسن رضى الله عن قال حدثنى محمد بن الحسن الصفار عن محمد بن الحسين بن ابى الخطاب عن الحسن بن محبوب عن عبدالعزيز عن ابن ابى يعفور قال قال ابو عبدالله </w:t>
      </w:r>
      <w:r w:rsidRPr="00D7486B">
        <w:rPr>
          <w:rStyle w:val="libAlaemChar"/>
          <w:rtl/>
        </w:rPr>
        <w:t>عليه‌السلام</w:t>
      </w:r>
      <w:r>
        <w:rPr>
          <w:rtl/>
        </w:rPr>
        <w:t xml:space="preserve"> يا عبدالله اذا صليت صلاه فريضه فصلها لوقتها صلاه مودع يخاف آن لا يعود اليها ابدا ثم اصرف ببصرك الى موضع سجودك فلو تعلم من عن يمينك و شمالك لا حسنت صلاتك و اعلم انك قدام من يراك و لا تراه</w:t>
      </w:r>
    </w:p>
    <w:p w:rsidR="00A679DB" w:rsidRDefault="00A679DB" w:rsidP="00A679DB">
      <w:pPr>
        <w:pStyle w:val="libNormal"/>
        <w:rPr>
          <w:rtl/>
        </w:rPr>
      </w:pPr>
      <w:r>
        <w:rPr>
          <w:rtl/>
        </w:rPr>
        <w:t>ترجمه :</w:t>
      </w:r>
    </w:p>
    <w:p w:rsidR="00A679DB" w:rsidRDefault="00A679DB" w:rsidP="00D7486B">
      <w:pPr>
        <w:pStyle w:val="libNormal"/>
        <w:rPr>
          <w:rtl/>
        </w:rPr>
      </w:pPr>
      <w:r>
        <w:rPr>
          <w:rtl/>
        </w:rPr>
        <w:t xml:space="preserve">٢. امام صادق </w:t>
      </w:r>
      <w:r w:rsidRPr="00D7486B">
        <w:rPr>
          <w:rStyle w:val="libAlaemChar"/>
          <w:rtl/>
        </w:rPr>
        <w:t>عليه‌السلام</w:t>
      </w:r>
      <w:r>
        <w:rPr>
          <w:rtl/>
        </w:rPr>
        <w:t xml:space="preserve"> فرمودند: اى بنده خدا! نماز واجب را در وقت خود بخوان با حالت كسى كه با آن وداع مى كند و مى ترسد پس از اين هيچ گاه موفق به </w:t>
      </w:r>
      <w:r w:rsidR="00D7486B">
        <w:rPr>
          <w:rFonts w:hint="cs"/>
          <w:rtl/>
        </w:rPr>
        <w:t>ا</w:t>
      </w:r>
      <w:r>
        <w:rPr>
          <w:rtl/>
        </w:rPr>
        <w:t xml:space="preserve">نجام آن نشود. آنگاه ديدگانت را متوجه سجده گاهت نما. اگر بدانى </w:t>
      </w:r>
      <w:r>
        <w:rPr>
          <w:rtl/>
        </w:rPr>
        <w:lastRenderedPageBreak/>
        <w:t>در سمت راست يا چپ تو كسى هست ، بخوبى نماز مى خوانى و بد</w:t>
      </w:r>
      <w:r w:rsidR="00D7486B">
        <w:rPr>
          <w:rFonts w:hint="cs"/>
          <w:rtl/>
        </w:rPr>
        <w:t>ا</w:t>
      </w:r>
      <w:r>
        <w:rPr>
          <w:rtl/>
        </w:rPr>
        <w:t>ن تو در برابر كسى هستى كه تو را مى بيند و تو او را نمى بينى .</w:t>
      </w:r>
    </w:p>
    <w:p w:rsidR="00D7486B" w:rsidRDefault="00D7486B" w:rsidP="00A679DB">
      <w:pPr>
        <w:pStyle w:val="libNormal"/>
        <w:rPr>
          <w:rtl/>
          <w:lang w:bidi="fa-IR"/>
        </w:rPr>
      </w:pPr>
    </w:p>
    <w:p w:rsidR="00A679DB" w:rsidRDefault="00A679DB" w:rsidP="00A679DB">
      <w:pPr>
        <w:pStyle w:val="libNormal"/>
        <w:rPr>
          <w:rtl/>
        </w:rPr>
      </w:pPr>
      <w:r>
        <w:rPr>
          <w:rtl/>
        </w:rPr>
        <w:t>فرشته من صلى الفجر فى اول الوقت</w:t>
      </w:r>
    </w:p>
    <w:p w:rsidR="00A679DB" w:rsidRDefault="00A679DB" w:rsidP="00A679DB">
      <w:pPr>
        <w:pStyle w:val="libNormal"/>
        <w:rPr>
          <w:rtl/>
        </w:rPr>
      </w:pPr>
    </w:p>
    <w:p w:rsidR="00A679DB" w:rsidRDefault="00A679DB" w:rsidP="00A679DB">
      <w:pPr>
        <w:pStyle w:val="libNormal"/>
        <w:rPr>
          <w:rtl/>
        </w:rPr>
      </w:pPr>
      <w:r>
        <w:rPr>
          <w:rtl/>
        </w:rPr>
        <w:t>حديث : ٣ حدثنى محمد بن موسى بن المتوكل رضى الله عنه قال حدثنى على بن الحسين السعد آبادى عن احمد بن ابى عبدالله البرقى عن ابيه عن محمد بن ابى عمير عنجميل عن ابى عبدالله عليه‌السلام قال للمصلى ثلاث خصال اذا قام فى صلاته يتناثر عليه البر من اعنان السماء الى مفرق راسه و تحف به الملائكه من تحت قديمه الى اعنان اسماء و ملك ينادى ايها المصلى لو تعلم من تناجى ما انفتلت .</w:t>
      </w:r>
    </w:p>
    <w:p w:rsidR="00A679DB" w:rsidRDefault="00A679DB" w:rsidP="00A679DB">
      <w:pPr>
        <w:pStyle w:val="libNormal"/>
        <w:rPr>
          <w:rtl/>
        </w:rPr>
      </w:pPr>
      <w:r>
        <w:rPr>
          <w:rtl/>
        </w:rPr>
        <w:t>ترجمه :</w:t>
      </w:r>
    </w:p>
    <w:p w:rsidR="00A679DB" w:rsidRDefault="00A679DB" w:rsidP="00D7486B">
      <w:pPr>
        <w:pStyle w:val="libNormal"/>
        <w:rPr>
          <w:rtl/>
        </w:rPr>
      </w:pPr>
      <w:r>
        <w:rPr>
          <w:rtl/>
        </w:rPr>
        <w:t xml:space="preserve">٣. امام صادق </w:t>
      </w:r>
      <w:r w:rsidRPr="00D7486B">
        <w:rPr>
          <w:rStyle w:val="libAlaemChar"/>
          <w:rtl/>
        </w:rPr>
        <w:t>عليه‌السلام</w:t>
      </w:r>
      <w:r>
        <w:rPr>
          <w:rtl/>
        </w:rPr>
        <w:t xml:space="preserve"> فرمودند: نمازگزار سه فايده بدست مى آورد: هنگامى كه به نماز مى ايستد خوبيها از پهنه آسمان بر سرش ريخته ، فرشتگان او را از زير پاهايش تا پهنه آسمان احاطه كرده و فرشته اى ند مى كند: اى نمازگزار! اگر مى دانستى با چه كسى مناجات مى كنى ، هميشه نماز مى خواندى .</w:t>
      </w:r>
    </w:p>
    <w:p w:rsidR="00A679DB" w:rsidRDefault="00A679DB" w:rsidP="00A679DB">
      <w:pPr>
        <w:pStyle w:val="libNormal"/>
        <w:rPr>
          <w:rtl/>
        </w:rPr>
      </w:pPr>
    </w:p>
    <w:p w:rsidR="00A679DB" w:rsidRDefault="00A679DB" w:rsidP="00A679DB">
      <w:pPr>
        <w:pStyle w:val="libNormal"/>
        <w:rPr>
          <w:rtl/>
        </w:rPr>
      </w:pPr>
      <w:r>
        <w:rPr>
          <w:rtl/>
        </w:rPr>
        <w:t>فرشته من صلى الفجر فى اول الوقت</w:t>
      </w:r>
    </w:p>
    <w:p w:rsidR="00A679DB" w:rsidRDefault="00D7486B" w:rsidP="00A679DB">
      <w:pPr>
        <w:pStyle w:val="libNormal"/>
        <w:rPr>
          <w:rtl/>
        </w:rPr>
      </w:pPr>
      <w:r>
        <w:rPr>
          <w:rtl/>
        </w:rPr>
        <w:br w:type="page"/>
      </w:r>
    </w:p>
    <w:p w:rsidR="00A679DB" w:rsidRDefault="00A679DB" w:rsidP="00D7486B">
      <w:pPr>
        <w:pStyle w:val="Heading2"/>
        <w:rPr>
          <w:rtl/>
        </w:rPr>
      </w:pPr>
      <w:bookmarkStart w:id="87" w:name="_Toc449617144"/>
      <w:r>
        <w:rPr>
          <w:rtl/>
        </w:rPr>
        <w:t>ثواب خواندن نماز صبح در اول وقت</w:t>
      </w:r>
      <w:bookmarkEnd w:id="87"/>
    </w:p>
    <w:p w:rsidR="00A679DB" w:rsidRDefault="00A679DB" w:rsidP="00A679DB">
      <w:pPr>
        <w:pStyle w:val="libNormal"/>
        <w:rPr>
          <w:rtl/>
        </w:rPr>
      </w:pPr>
      <w:r>
        <w:rPr>
          <w:rtl/>
        </w:rPr>
        <w:t xml:space="preserve">حديث : ١ حدثنى محمد بن الحسن رضى الله عنه عن محمد بن الحسن الصفارى عن الحسن بن موسى الخشاب عن عبدالله بن جبله عن غياث بن كلوب عن اسحاق بن عمار قال قلت لابى عبدالله </w:t>
      </w:r>
      <w:r w:rsidRPr="00D7486B">
        <w:rPr>
          <w:rStyle w:val="libAlaemChar"/>
          <w:rtl/>
        </w:rPr>
        <w:t>عليه‌السلام</w:t>
      </w:r>
      <w:r>
        <w:rPr>
          <w:rtl/>
        </w:rPr>
        <w:t xml:space="preserve"> يا ابا عبدالله اخبرنى عن افضل المواقيت فى صلاه الفجر يشهدها ملائكه النهار و ملائكه الليل فاذا صلى العبد صلاه الصبح مع طلوع الفجر «آن قرآن الفجر كان مشهودا» يعنى صلاه الفجر يشهدها ملائكه النهار و ملائكه الليل فاذا صلى العبد صلاه الصبح مع طلوع الفجر يشهدها ملائكه النهار و ملائكه الليل فاذا صلى العبد صلاه الصبح مع طلوع الفجر اثبتت له مرتين تثبتها ملائككه الليل و ملائكه النهار.</w:t>
      </w:r>
    </w:p>
    <w:p w:rsidR="00A679DB" w:rsidRDefault="00A679DB" w:rsidP="00A679DB">
      <w:pPr>
        <w:pStyle w:val="libNormal"/>
        <w:rPr>
          <w:rtl/>
        </w:rPr>
      </w:pPr>
      <w:r>
        <w:rPr>
          <w:rtl/>
        </w:rPr>
        <w:t>ترجمه :</w:t>
      </w:r>
    </w:p>
    <w:p w:rsidR="00A679DB" w:rsidRDefault="00A679DB" w:rsidP="00377BC4">
      <w:pPr>
        <w:pStyle w:val="libNormal"/>
        <w:rPr>
          <w:rtl/>
        </w:rPr>
      </w:pPr>
      <w:r>
        <w:rPr>
          <w:rtl/>
        </w:rPr>
        <w:t xml:space="preserve">١. رواى مى گويد ناز امام صادق </w:t>
      </w:r>
      <w:r w:rsidRPr="00D7486B">
        <w:rPr>
          <w:rStyle w:val="libAlaemChar"/>
          <w:rtl/>
        </w:rPr>
        <w:t>عليه‌السلام</w:t>
      </w:r>
      <w:r>
        <w:rPr>
          <w:rtl/>
        </w:rPr>
        <w:t xml:space="preserve"> پرسيدم : بهترين وقت نماز صبح كدام است ؟ فرمودند: طلوع فجر زيرا خداوند متعال مى فرمايد </w:t>
      </w:r>
      <w:r w:rsidRPr="00377BC4">
        <w:rPr>
          <w:rStyle w:val="libAlaemChar"/>
          <w:rtl/>
        </w:rPr>
        <w:t>(</w:t>
      </w:r>
      <w:r w:rsidR="00377BC4" w:rsidRPr="00377BC4">
        <w:rPr>
          <w:rStyle w:val="libAieChar"/>
          <w:rFonts w:hint="cs"/>
          <w:rtl/>
        </w:rPr>
        <w:t>ا</w:t>
      </w:r>
      <w:r w:rsidRPr="00377BC4">
        <w:rPr>
          <w:rStyle w:val="libAieChar"/>
          <w:rtl/>
        </w:rPr>
        <w:t>ن قرآن الفجر كان مشهودا</w:t>
      </w:r>
      <w:r w:rsidRPr="00377BC4">
        <w:rPr>
          <w:rStyle w:val="libAlaemChar"/>
          <w:rtl/>
        </w:rPr>
        <w:t>)</w:t>
      </w:r>
      <w:r>
        <w:rPr>
          <w:rtl/>
        </w:rPr>
        <w:t xml:space="preserve"> </w:t>
      </w:r>
      <w:r w:rsidRPr="00D7486B">
        <w:rPr>
          <w:rStyle w:val="libFootnotenumChar"/>
          <w:rtl/>
        </w:rPr>
        <w:t>(٣٨).</w:t>
      </w:r>
      <w:r>
        <w:rPr>
          <w:rtl/>
        </w:rPr>
        <w:t xml:space="preserve"> يعنى فرشتگان شب و روز نماز صبح را مى بينند. بنابراين ، اگر بنده نماز صبح را به هنگام طلوع فجر بخواند، اين نماز دو بار براى او ثبت مى شود: يك بار توسط فرشتگان شب و يك بار توسط فرشتگان روز.</w:t>
      </w:r>
    </w:p>
    <w:p w:rsidR="00A679DB" w:rsidRDefault="00A679DB" w:rsidP="00A679DB">
      <w:pPr>
        <w:pStyle w:val="libNormal"/>
        <w:rPr>
          <w:rtl/>
        </w:rPr>
      </w:pPr>
    </w:p>
    <w:p w:rsidR="00A679DB" w:rsidRDefault="00A679DB" w:rsidP="00A679DB">
      <w:pPr>
        <w:pStyle w:val="libNormal"/>
        <w:rPr>
          <w:rtl/>
        </w:rPr>
      </w:pPr>
      <w:r>
        <w:rPr>
          <w:rtl/>
        </w:rPr>
        <w:t>باب فضل الوقت الاول على آلاخر</w:t>
      </w:r>
    </w:p>
    <w:p w:rsidR="00A679DB" w:rsidRDefault="00377BC4" w:rsidP="00A679DB">
      <w:pPr>
        <w:pStyle w:val="libNormal"/>
        <w:rPr>
          <w:rtl/>
        </w:rPr>
      </w:pPr>
      <w:r>
        <w:rPr>
          <w:rtl/>
        </w:rPr>
        <w:br w:type="page"/>
      </w:r>
    </w:p>
    <w:p w:rsidR="00A679DB" w:rsidRDefault="00A679DB" w:rsidP="00377BC4">
      <w:pPr>
        <w:pStyle w:val="Heading2"/>
        <w:rPr>
          <w:rtl/>
        </w:rPr>
      </w:pPr>
      <w:bookmarkStart w:id="88" w:name="_Toc449617145"/>
      <w:r>
        <w:rPr>
          <w:rtl/>
        </w:rPr>
        <w:t>برترى اول وقت بر آخر وقت</w:t>
      </w:r>
      <w:bookmarkEnd w:id="88"/>
    </w:p>
    <w:p w:rsidR="00A679DB" w:rsidRDefault="00A679DB" w:rsidP="00A679DB">
      <w:pPr>
        <w:pStyle w:val="libNormal"/>
        <w:rPr>
          <w:rtl/>
        </w:rPr>
      </w:pPr>
      <w:r>
        <w:rPr>
          <w:rtl/>
        </w:rPr>
        <w:t xml:space="preserve">حديث : ١ حدثنى محمد بن موسى رضى الله عنه قال حدثنى عبدالله بن جعفر الحميرى عن احمد بن محمد عن العباس بن معروف عن بكر بن محمد الازدى قال قال ابوعبدالله </w:t>
      </w:r>
      <w:r w:rsidRPr="00377BC4">
        <w:rPr>
          <w:rStyle w:val="libAlaemChar"/>
          <w:rtl/>
        </w:rPr>
        <w:t>عليه‌السلام</w:t>
      </w:r>
      <w:r>
        <w:rPr>
          <w:rtl/>
        </w:rPr>
        <w:t xml:space="preserve"> فضل الوقت الاول على الاخير خير للمومن من ولده و ماله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377BC4">
        <w:rPr>
          <w:rStyle w:val="libAlaemChar"/>
          <w:rtl/>
        </w:rPr>
        <w:t>عليه‌السلام</w:t>
      </w:r>
      <w:r>
        <w:rPr>
          <w:rtl/>
        </w:rPr>
        <w:t xml:space="preserve"> فرمودند: فضيلت اول وقت بر آخر وقت ، براى مؤ من بهتر از فرزندان و مال اوست .</w:t>
      </w:r>
    </w:p>
    <w:p w:rsidR="00A679DB" w:rsidRDefault="00A679DB" w:rsidP="00A679DB">
      <w:pPr>
        <w:pStyle w:val="libNormal"/>
        <w:rPr>
          <w:rtl/>
        </w:rPr>
      </w:pPr>
      <w:r>
        <w:rPr>
          <w:rtl/>
        </w:rPr>
        <w:t xml:space="preserve">حديث : ٢ و فى حديث آخر قال الصادق </w:t>
      </w:r>
      <w:r w:rsidRPr="00377BC4">
        <w:rPr>
          <w:rStyle w:val="libAlaemChar"/>
          <w:rtl/>
        </w:rPr>
        <w:t>عليه‌السلام</w:t>
      </w:r>
      <w:r>
        <w:rPr>
          <w:rtl/>
        </w:rPr>
        <w:t xml:space="preserve"> فضل الوقت الاول على الاخر كفضل الاخره على الدنيا.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377BC4">
        <w:rPr>
          <w:rStyle w:val="libAlaemChar"/>
          <w:rtl/>
        </w:rPr>
        <w:t>عليه‌السلام</w:t>
      </w:r>
      <w:r>
        <w:rPr>
          <w:rtl/>
        </w:rPr>
        <w:t xml:space="preserve"> فرمودند: برترى اول وقت بر آخر وقت مانند برترى آخر بر دنياست .</w:t>
      </w:r>
    </w:p>
    <w:p w:rsidR="00A679DB" w:rsidRDefault="00A679DB" w:rsidP="00A679DB">
      <w:pPr>
        <w:pStyle w:val="libNormal"/>
        <w:rPr>
          <w:rtl/>
        </w:rPr>
      </w:pPr>
    </w:p>
    <w:p w:rsidR="00A679DB" w:rsidRDefault="00A679DB" w:rsidP="00A679DB">
      <w:pPr>
        <w:pStyle w:val="libNormal"/>
        <w:rPr>
          <w:rtl/>
        </w:rPr>
      </w:pPr>
      <w:r>
        <w:rPr>
          <w:rtl/>
        </w:rPr>
        <w:t>ثواب من صلى الصلوات المفتر ضات فىاول اوقاتها.</w:t>
      </w:r>
    </w:p>
    <w:p w:rsidR="00A679DB" w:rsidRDefault="00377BC4" w:rsidP="00A679DB">
      <w:pPr>
        <w:pStyle w:val="libNormal"/>
        <w:rPr>
          <w:rtl/>
        </w:rPr>
      </w:pPr>
      <w:r>
        <w:rPr>
          <w:rtl/>
        </w:rPr>
        <w:br w:type="page"/>
      </w:r>
    </w:p>
    <w:p w:rsidR="00A679DB" w:rsidRDefault="00A679DB" w:rsidP="00377BC4">
      <w:pPr>
        <w:pStyle w:val="Heading2"/>
        <w:rPr>
          <w:rtl/>
        </w:rPr>
      </w:pPr>
      <w:bookmarkStart w:id="89" w:name="_Toc449617146"/>
      <w:r>
        <w:rPr>
          <w:rtl/>
        </w:rPr>
        <w:t>ثواب خواندن نمازهاى واجب در اول وقت</w:t>
      </w:r>
      <w:bookmarkEnd w:id="89"/>
    </w:p>
    <w:p w:rsidR="00A679DB" w:rsidRDefault="00A679DB" w:rsidP="00A679DB">
      <w:pPr>
        <w:pStyle w:val="libNormal"/>
        <w:rPr>
          <w:rtl/>
        </w:rPr>
      </w:pPr>
      <w:r>
        <w:rPr>
          <w:rtl/>
        </w:rPr>
        <w:t xml:space="preserve">حديث : ١ ابى رحمه الله عن سعد بن عبدالله عن احمد بن محمد عن الحسن بن محبوب عن سعد بن ابى خلف عن ابى الحسن موسى </w:t>
      </w:r>
      <w:r w:rsidRPr="00377BC4">
        <w:rPr>
          <w:rStyle w:val="libAlaemChar"/>
          <w:rtl/>
        </w:rPr>
        <w:t>عليه‌السلام</w:t>
      </w:r>
      <w:r>
        <w:rPr>
          <w:rtl/>
        </w:rPr>
        <w:t xml:space="preserve"> قال الصلوات المفروضات فى اول وقتها اذا اقيم حدودها اطيب ريحا من قضيب الاس حين يوخذ من شجره فى طيبه و ريحه و طراوته فعليكم بالوقت الاول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377BC4">
        <w:rPr>
          <w:rStyle w:val="libAlaemChar"/>
          <w:rtl/>
        </w:rPr>
        <w:t>عليه‌السلام</w:t>
      </w:r>
      <w:r>
        <w:rPr>
          <w:rtl/>
        </w:rPr>
        <w:t xml:space="preserve"> فرمودند: نمازهاى واجبى كه در اول وقت خود با آداب و شرايط خوانده شوند، خوشبوتر و با طراوت تر از شاخه درخت «مورد» است ، هنگامى كه از درخت خود جدا مى شود. بنابراين نمازهايتان را در اول وقت بخوانيد.</w:t>
      </w:r>
    </w:p>
    <w:p w:rsidR="00A679DB" w:rsidRDefault="00A679DB" w:rsidP="00A679DB">
      <w:pPr>
        <w:pStyle w:val="libNormal"/>
        <w:rPr>
          <w:rtl/>
        </w:rPr>
      </w:pPr>
    </w:p>
    <w:p w:rsidR="00A679DB" w:rsidRDefault="00A679DB" w:rsidP="00A679DB">
      <w:pPr>
        <w:pStyle w:val="libNormal"/>
        <w:rPr>
          <w:rtl/>
        </w:rPr>
      </w:pPr>
      <w:r>
        <w:rPr>
          <w:rtl/>
        </w:rPr>
        <w:t>ثواب التقصير فى السفر</w:t>
      </w:r>
    </w:p>
    <w:p w:rsidR="00A679DB" w:rsidRDefault="00377BC4" w:rsidP="00A679DB">
      <w:pPr>
        <w:pStyle w:val="libNormal"/>
        <w:rPr>
          <w:rtl/>
        </w:rPr>
      </w:pPr>
      <w:r>
        <w:rPr>
          <w:rtl/>
        </w:rPr>
        <w:br w:type="page"/>
      </w:r>
    </w:p>
    <w:p w:rsidR="00A679DB" w:rsidRDefault="00A679DB" w:rsidP="00377BC4">
      <w:pPr>
        <w:pStyle w:val="Heading2"/>
        <w:rPr>
          <w:rtl/>
        </w:rPr>
      </w:pPr>
      <w:bookmarkStart w:id="90" w:name="_Toc449617147"/>
      <w:r>
        <w:rPr>
          <w:rtl/>
        </w:rPr>
        <w:t>ثواب شكسته خواندن نماز در سفر</w:t>
      </w:r>
      <w:bookmarkEnd w:id="90"/>
    </w:p>
    <w:p w:rsidR="00A679DB" w:rsidRDefault="00A679DB" w:rsidP="00A679DB">
      <w:pPr>
        <w:pStyle w:val="libNormal"/>
        <w:rPr>
          <w:rtl/>
        </w:rPr>
      </w:pPr>
      <w:r>
        <w:rPr>
          <w:rtl/>
        </w:rPr>
        <w:t xml:space="preserve">حديث : ١ حدثنى محمد بن الحسن رضى الله عنه قال احمد بن ادريس ‍ عن محمد بن احمد عن احمد بن هلال عن عيسى بن عبدالله الهاشمى عن ابيه عن جده عن على بن ابى طالب </w:t>
      </w:r>
      <w:r w:rsidRPr="00377BC4">
        <w:rPr>
          <w:rStyle w:val="libAlaemChar"/>
          <w:rtl/>
        </w:rPr>
        <w:t>عليه‌السلام</w:t>
      </w:r>
      <w:r>
        <w:rPr>
          <w:rtl/>
        </w:rPr>
        <w:t xml:space="preserve"> قال قال رسول الله </w:t>
      </w:r>
      <w:r w:rsidR="00E60DFB">
        <w:rPr>
          <w:rtl/>
        </w:rPr>
        <w:t xml:space="preserve">صلى‌الله‌عليه‌وآله </w:t>
      </w:r>
      <w:r>
        <w:rPr>
          <w:rtl/>
        </w:rPr>
        <w:t>خياركم الذين ااذا سافروا قصروا و افطروا.</w:t>
      </w:r>
    </w:p>
    <w:p w:rsidR="00A679DB" w:rsidRDefault="00A679DB" w:rsidP="00A679DB">
      <w:pPr>
        <w:pStyle w:val="libNormal"/>
        <w:rPr>
          <w:rtl/>
        </w:rPr>
      </w:pPr>
      <w:r>
        <w:rPr>
          <w:rtl/>
        </w:rPr>
        <w:t>ترجمه :</w:t>
      </w:r>
    </w:p>
    <w:p w:rsidR="00A679DB" w:rsidRDefault="00A679DB" w:rsidP="00377BC4">
      <w:pPr>
        <w:pStyle w:val="libNormal"/>
        <w:rPr>
          <w:rtl/>
        </w:rPr>
      </w:pPr>
      <w:r>
        <w:rPr>
          <w:rtl/>
        </w:rPr>
        <w:t xml:space="preserve">١. اميرالمؤ منين </w:t>
      </w:r>
      <w:r w:rsidRPr="00377BC4">
        <w:rPr>
          <w:rStyle w:val="libAlaemChar"/>
          <w:rtl/>
        </w:rPr>
        <w:t>عليه‌السلام</w:t>
      </w:r>
      <w:r>
        <w:rPr>
          <w:rtl/>
        </w:rPr>
        <w:t xml:space="preserve"> از رسول خدا </w:t>
      </w:r>
      <w:r w:rsidR="00377BC4" w:rsidRPr="00377BC4">
        <w:rPr>
          <w:rStyle w:val="libAlaemChar"/>
          <w:rFonts w:eastAsiaTheme="minorHAnsi"/>
          <w:rtl/>
        </w:rPr>
        <w:t>صلى‌الله‌عليه‌وآله</w:t>
      </w:r>
      <w:r w:rsidR="00377BC4">
        <w:rPr>
          <w:rtl/>
        </w:rPr>
        <w:t xml:space="preserve"> </w:t>
      </w:r>
      <w:r>
        <w:rPr>
          <w:rtl/>
        </w:rPr>
        <w:t>روايت نموده است كه فرموده :</w:t>
      </w:r>
    </w:p>
    <w:p w:rsidR="00A679DB" w:rsidRDefault="00A679DB" w:rsidP="00A679DB">
      <w:pPr>
        <w:pStyle w:val="libNormal"/>
        <w:rPr>
          <w:rtl/>
        </w:rPr>
      </w:pPr>
      <w:r>
        <w:rPr>
          <w:rtl/>
        </w:rPr>
        <w:t>بهترين شما كسانى هستند كه در سفر نمازهاى خود را شكسته خوانده و روزه نمى گيرند.</w:t>
      </w:r>
    </w:p>
    <w:p w:rsidR="00A679DB" w:rsidRDefault="00A679DB" w:rsidP="00A679DB">
      <w:pPr>
        <w:pStyle w:val="libNormal"/>
        <w:rPr>
          <w:rtl/>
        </w:rPr>
      </w:pPr>
    </w:p>
    <w:p w:rsidR="00A679DB" w:rsidRDefault="00A679DB" w:rsidP="00A679DB">
      <w:pPr>
        <w:pStyle w:val="libNormal"/>
        <w:rPr>
          <w:rtl/>
        </w:rPr>
      </w:pPr>
      <w:r>
        <w:rPr>
          <w:rtl/>
        </w:rPr>
        <w:t>ثواب الجمعه للمسافر</w:t>
      </w:r>
    </w:p>
    <w:p w:rsidR="00A679DB" w:rsidRDefault="00377BC4" w:rsidP="00A679DB">
      <w:pPr>
        <w:pStyle w:val="libNormal"/>
        <w:rPr>
          <w:rtl/>
        </w:rPr>
      </w:pPr>
      <w:r>
        <w:rPr>
          <w:rtl/>
        </w:rPr>
        <w:br w:type="page"/>
      </w:r>
    </w:p>
    <w:p w:rsidR="00A679DB" w:rsidRDefault="00A679DB" w:rsidP="00377BC4">
      <w:pPr>
        <w:pStyle w:val="Heading2"/>
        <w:rPr>
          <w:rtl/>
        </w:rPr>
      </w:pPr>
      <w:bookmarkStart w:id="91" w:name="_Toc449617148"/>
      <w:r>
        <w:rPr>
          <w:rtl/>
        </w:rPr>
        <w:t>ثواب خواندن نماز جمعه براى مسافر</w:t>
      </w:r>
      <w:bookmarkEnd w:id="91"/>
    </w:p>
    <w:p w:rsidR="00A679DB" w:rsidRDefault="00A679DB" w:rsidP="00A679DB">
      <w:pPr>
        <w:pStyle w:val="libNormal"/>
        <w:rPr>
          <w:rtl/>
        </w:rPr>
      </w:pPr>
      <w:r>
        <w:rPr>
          <w:rtl/>
        </w:rPr>
        <w:t xml:space="preserve">حديث : ١ ابى رحمه الله قال حدثنى عبدالله بن جعفر عن احمد بن ابى عبدالله عن ابيه عن زرعه عن سماعه عن جعفر بن محمد عن ابيه </w:t>
      </w:r>
      <w:r w:rsidRPr="00377BC4">
        <w:rPr>
          <w:rStyle w:val="libAlaemChar"/>
          <w:rtl/>
        </w:rPr>
        <w:t>عليه‌السلام</w:t>
      </w:r>
      <w:r>
        <w:rPr>
          <w:rtl/>
        </w:rPr>
        <w:t xml:space="preserve"> انه قال ايما مسافر صلى الجمعه رغبه فيها و حبا لها اعطاه الله اجر مائه جمعه للمقيم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377BC4">
        <w:rPr>
          <w:rStyle w:val="libAlaemChar"/>
          <w:rtl/>
        </w:rPr>
        <w:t>عليه‌السلام</w:t>
      </w:r>
      <w:r>
        <w:rPr>
          <w:rtl/>
        </w:rPr>
        <w:t xml:space="preserve"> از پدرش </w:t>
      </w:r>
      <w:r w:rsidRPr="00377BC4">
        <w:rPr>
          <w:rStyle w:val="libAlaemChar"/>
          <w:rtl/>
        </w:rPr>
        <w:t>عليه‌السلام</w:t>
      </w:r>
      <w:r>
        <w:rPr>
          <w:rtl/>
        </w:rPr>
        <w:t xml:space="preserve"> روايت مى نمايد كه فرمودند: هر مسافرى كه نماز جمعه را از روى ميل به آن دوست داشتنش ‍ بخواند، خداوند پاداش نماز جمعه صد غير مسافر را به او اعطا مى فرمايد.</w:t>
      </w:r>
    </w:p>
    <w:p w:rsidR="00A679DB" w:rsidRDefault="00A679DB" w:rsidP="00A679DB">
      <w:pPr>
        <w:pStyle w:val="libNormal"/>
        <w:rPr>
          <w:rtl/>
        </w:rPr>
      </w:pPr>
    </w:p>
    <w:p w:rsidR="00A679DB" w:rsidRDefault="00A679DB" w:rsidP="00A679DB">
      <w:pPr>
        <w:pStyle w:val="libNormal"/>
        <w:rPr>
          <w:rtl/>
        </w:rPr>
      </w:pPr>
      <w:r>
        <w:rPr>
          <w:rtl/>
        </w:rPr>
        <w:t>ثواب الجماعه</w:t>
      </w:r>
    </w:p>
    <w:p w:rsidR="00A679DB" w:rsidRDefault="00377BC4" w:rsidP="00A679DB">
      <w:pPr>
        <w:pStyle w:val="libNormal"/>
        <w:rPr>
          <w:rtl/>
        </w:rPr>
      </w:pPr>
      <w:r>
        <w:rPr>
          <w:rtl/>
        </w:rPr>
        <w:br w:type="page"/>
      </w:r>
    </w:p>
    <w:p w:rsidR="00A679DB" w:rsidRDefault="00A679DB" w:rsidP="00377BC4">
      <w:pPr>
        <w:pStyle w:val="Heading2"/>
        <w:rPr>
          <w:rtl/>
        </w:rPr>
      </w:pPr>
      <w:bookmarkStart w:id="92" w:name="_Toc449617149"/>
      <w:r>
        <w:rPr>
          <w:rtl/>
        </w:rPr>
        <w:t>ثواب نماز جماعت .</w:t>
      </w:r>
      <w:bookmarkEnd w:id="92"/>
    </w:p>
    <w:p w:rsidR="00A679DB" w:rsidRDefault="00A679DB" w:rsidP="00A679DB">
      <w:pPr>
        <w:pStyle w:val="libNormal"/>
        <w:rPr>
          <w:rtl/>
        </w:rPr>
      </w:pPr>
      <w:r>
        <w:rPr>
          <w:rtl/>
        </w:rPr>
        <w:t xml:space="preserve">حديث : ١ ابى رحمه الله عن سعد بن عبدالله عن احمد بن عبدالله عن ابن ابى نجرآن عن عبدالله بن سنان قال قال ابوعبدالله </w:t>
      </w:r>
      <w:r w:rsidRPr="00377BC4">
        <w:rPr>
          <w:rStyle w:val="libAlaemChar"/>
          <w:rtl/>
        </w:rPr>
        <w:t>عليه‌السلام</w:t>
      </w:r>
      <w:r>
        <w:rPr>
          <w:rtl/>
        </w:rPr>
        <w:t xml:space="preserve"> آن الصلاه فى الجماعه تفضل على صلاه الفرد ثلاث و عشرين درجه تكون خمسا و عشرين صلاه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377BC4">
        <w:rPr>
          <w:rStyle w:val="libAlaemChar"/>
          <w:rtl/>
        </w:rPr>
        <w:t>عليه‌السلام</w:t>
      </w:r>
      <w:r>
        <w:rPr>
          <w:rtl/>
        </w:rPr>
        <w:t xml:space="preserve"> فرمودند: همانا نماز جماعت بيست و سه درجه بالاتر از نماز فرادى است و بيست و پنج نماز مى باشد.</w:t>
      </w:r>
    </w:p>
    <w:p w:rsidR="00A679DB" w:rsidRDefault="00A679DB" w:rsidP="00A679DB">
      <w:pPr>
        <w:pStyle w:val="libNormal"/>
        <w:rPr>
          <w:rtl/>
        </w:rPr>
      </w:pPr>
      <w:r>
        <w:rPr>
          <w:rtl/>
        </w:rPr>
        <w:t xml:space="preserve">حديث : ٢ ابى رحمه الله قال حدثنى على بن ابراهيم عن ابيه عن النوفلى عن السكونى عن ابى عبدالله عن آبائه </w:t>
      </w:r>
      <w:r w:rsidRPr="00377BC4">
        <w:rPr>
          <w:rStyle w:val="libAlaemChar"/>
          <w:rtl/>
        </w:rPr>
        <w:t>عليه‌السلام</w:t>
      </w:r>
      <w:r>
        <w:rPr>
          <w:rtl/>
        </w:rPr>
        <w:t xml:space="preserve"> قال قال رسول الله </w:t>
      </w:r>
      <w:r w:rsidR="00E60DFB" w:rsidRPr="00377BC4">
        <w:rPr>
          <w:rStyle w:val="libAlaemChar"/>
          <w:rtl/>
        </w:rPr>
        <w:t>صلى‌الله‌عليه‌وآله</w:t>
      </w:r>
      <w:r w:rsidR="00E60DFB">
        <w:rPr>
          <w:rtl/>
        </w:rPr>
        <w:t xml:space="preserve"> </w:t>
      </w:r>
      <w:r>
        <w:rPr>
          <w:rtl/>
        </w:rPr>
        <w:t>من اتى الجماعه ايمانا و احتسابا استانف العمل .</w:t>
      </w:r>
    </w:p>
    <w:p w:rsidR="00A679DB" w:rsidRDefault="00A679DB" w:rsidP="00A679DB">
      <w:pPr>
        <w:pStyle w:val="libNormal"/>
        <w:rPr>
          <w:rtl/>
        </w:rPr>
      </w:pPr>
      <w:r>
        <w:rPr>
          <w:rtl/>
        </w:rPr>
        <w:t>ترجمه :</w:t>
      </w:r>
    </w:p>
    <w:p w:rsidR="00A679DB" w:rsidRDefault="00A679DB" w:rsidP="00377BC4">
      <w:pPr>
        <w:pStyle w:val="libNormal"/>
        <w:rPr>
          <w:rtl/>
        </w:rPr>
      </w:pPr>
      <w:r>
        <w:rPr>
          <w:rtl/>
        </w:rPr>
        <w:t xml:space="preserve">٢. امام صادق </w:t>
      </w:r>
      <w:r w:rsidRPr="00377BC4">
        <w:rPr>
          <w:rStyle w:val="libAlaemChar"/>
          <w:rtl/>
        </w:rPr>
        <w:t>عليه‌السلام</w:t>
      </w:r>
      <w:r>
        <w:rPr>
          <w:rtl/>
        </w:rPr>
        <w:t xml:space="preserve"> از پدرانش </w:t>
      </w:r>
      <w:r w:rsidR="00377BC4" w:rsidRPr="00377BC4">
        <w:rPr>
          <w:rStyle w:val="libAlaemChar"/>
          <w:rtl/>
        </w:rPr>
        <w:t>عليه‌السلام</w:t>
      </w:r>
      <w:r w:rsidR="00377BC4">
        <w:rPr>
          <w:rtl/>
        </w:rPr>
        <w:t xml:space="preserve"> </w:t>
      </w:r>
      <w:r>
        <w:rPr>
          <w:rtl/>
        </w:rPr>
        <w:t xml:space="preserve">نقل مى نمايد كه رسول خدا </w:t>
      </w:r>
      <w:r w:rsidR="00E60DFB" w:rsidRPr="00377BC4">
        <w:rPr>
          <w:rStyle w:val="libAlaemChar"/>
          <w:rtl/>
        </w:rPr>
        <w:t>صلى‌الله‌عليه‌وآله</w:t>
      </w:r>
      <w:r w:rsidR="00E60DFB">
        <w:rPr>
          <w:rtl/>
        </w:rPr>
        <w:t xml:space="preserve"> </w:t>
      </w:r>
      <w:r>
        <w:rPr>
          <w:rtl/>
        </w:rPr>
        <w:t>فرمودند: كسى كه نماز جمعه را از روى ايمان و بخاطر پاداش الهى بجا آورد، عملش را از نو آغاز كرده است . (زيرا با اين عمل گناهان قبلى او آمرزيده شده است .)</w:t>
      </w:r>
    </w:p>
    <w:p w:rsidR="00A679DB" w:rsidRDefault="00A679DB" w:rsidP="00A679DB">
      <w:pPr>
        <w:pStyle w:val="libNormal"/>
        <w:rPr>
          <w:rtl/>
        </w:rPr>
      </w:pPr>
      <w:r>
        <w:rPr>
          <w:rtl/>
        </w:rPr>
        <w:t xml:space="preserve">حديث : ٣ حدثنى محمد بن الحسن رضى الله عنه قال حدثنى محمد بن يحيى العطار عن محمد بن احمد عن ابراهيم بن اسحاق عن عبدالله بن حماد الانصارى عن المعلى بن خنيس قال سمعت ابا عبدالله </w:t>
      </w:r>
      <w:r w:rsidRPr="00377BC4">
        <w:rPr>
          <w:rStyle w:val="libAlaemChar"/>
          <w:rtl/>
        </w:rPr>
        <w:t>عليه‌السلام</w:t>
      </w:r>
      <w:r>
        <w:rPr>
          <w:rtl/>
        </w:rPr>
        <w:t xml:space="preserve"> يقول من وافق منكم يوم الجمعه فلا يشتغلن بشى غير العباده فان فيها يغفر للعباد و تنزل الرحمه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٣. راوى ميگويد: شنيدم كه امام صادق </w:t>
      </w:r>
      <w:r w:rsidRPr="00377BC4">
        <w:rPr>
          <w:rStyle w:val="libAlaemChar"/>
          <w:rtl/>
        </w:rPr>
        <w:t>عليه‌السلام</w:t>
      </w:r>
      <w:r>
        <w:rPr>
          <w:rtl/>
        </w:rPr>
        <w:t xml:space="preserve"> فرمودند: هر كدام از شما كه روز جمعه را درك كرديد، نبايد غير از عبادت كار ديگرى انجام دهيد. زيرا بدرستى كه در آن روز بندگان آمرزيده شده و رحمت فرود مى آيد.</w:t>
      </w:r>
    </w:p>
    <w:p w:rsidR="00A679DB" w:rsidRDefault="00A679DB" w:rsidP="00A679DB">
      <w:pPr>
        <w:pStyle w:val="libNormal"/>
        <w:rPr>
          <w:rtl/>
        </w:rPr>
      </w:pPr>
    </w:p>
    <w:p w:rsidR="00A679DB" w:rsidRDefault="00A679DB" w:rsidP="00A679DB">
      <w:pPr>
        <w:pStyle w:val="libNormal"/>
        <w:rPr>
          <w:rtl/>
        </w:rPr>
      </w:pPr>
      <w:r>
        <w:rPr>
          <w:rtl/>
        </w:rPr>
        <w:t>ثواب القيام الى الصلاه</w:t>
      </w:r>
    </w:p>
    <w:p w:rsidR="00A679DB" w:rsidRDefault="00377BC4" w:rsidP="00A679DB">
      <w:pPr>
        <w:pStyle w:val="libNormal"/>
        <w:rPr>
          <w:rtl/>
        </w:rPr>
      </w:pPr>
      <w:r>
        <w:rPr>
          <w:rtl/>
        </w:rPr>
        <w:br w:type="page"/>
      </w:r>
    </w:p>
    <w:p w:rsidR="00A679DB" w:rsidRDefault="00A679DB" w:rsidP="00377BC4">
      <w:pPr>
        <w:pStyle w:val="Heading2"/>
        <w:rPr>
          <w:rtl/>
        </w:rPr>
      </w:pPr>
      <w:bookmarkStart w:id="93" w:name="_Toc449617150"/>
      <w:r>
        <w:rPr>
          <w:rtl/>
        </w:rPr>
        <w:t>ثواب برخاستن براى نماز</w:t>
      </w:r>
      <w:bookmarkEnd w:id="93"/>
    </w:p>
    <w:p w:rsidR="00A679DB" w:rsidRDefault="00A679DB" w:rsidP="00A679DB">
      <w:pPr>
        <w:pStyle w:val="libNormal"/>
        <w:rPr>
          <w:rtl/>
        </w:rPr>
      </w:pPr>
      <w:r>
        <w:rPr>
          <w:rtl/>
        </w:rPr>
        <w:t xml:space="preserve">حديث : ١ حدثنى محمد بن الحسن رضى الله عنه عن الحسين بن الحسن بن ابان عن الحسين بن سعيد عن الحسن بن محبوب عن محمد بن الفضيل عن ابى حمزه عن ابى عبدالله </w:t>
      </w:r>
      <w:r w:rsidRPr="00377BC4">
        <w:rPr>
          <w:rStyle w:val="libAlaemChar"/>
          <w:rtl/>
        </w:rPr>
        <w:t>عليه‌السلام</w:t>
      </w:r>
      <w:r>
        <w:rPr>
          <w:rtl/>
        </w:rPr>
        <w:t xml:space="preserve"> قال ما من عبد من شيعتنا يقوم الى الصلاه الا اكتنفه بعدد من خالفه ملائكه يصلون خلفه يدعون الله عزوجل له حتى يفرغ من صلاته .</w:t>
      </w:r>
    </w:p>
    <w:p w:rsidR="00A679DB" w:rsidRDefault="00A679DB" w:rsidP="00A679DB">
      <w:pPr>
        <w:pStyle w:val="libNormal"/>
        <w:rPr>
          <w:rtl/>
        </w:rPr>
      </w:pPr>
      <w:r>
        <w:rPr>
          <w:rtl/>
        </w:rPr>
        <w:t>ترجمه :</w:t>
      </w:r>
    </w:p>
    <w:p w:rsidR="00A679DB" w:rsidRDefault="00A679DB" w:rsidP="00377BC4">
      <w:pPr>
        <w:pStyle w:val="libNormal"/>
        <w:rPr>
          <w:rtl/>
        </w:rPr>
      </w:pPr>
      <w:r>
        <w:rPr>
          <w:rtl/>
        </w:rPr>
        <w:t xml:space="preserve">١. امام صادق </w:t>
      </w:r>
      <w:r w:rsidRPr="00377BC4">
        <w:rPr>
          <w:rStyle w:val="libAlaemChar"/>
          <w:rtl/>
        </w:rPr>
        <w:t>عليه‌السلام</w:t>
      </w:r>
      <w:r>
        <w:rPr>
          <w:rtl/>
        </w:rPr>
        <w:t xml:space="preserve"> فرمودند: هيچ بنده اى از شيعيان ما به نماز بر نمى خيزد، مگر اين كه فرشتگانى ب</w:t>
      </w:r>
      <w:r w:rsidR="00377BC4">
        <w:rPr>
          <w:rFonts w:hint="cs"/>
          <w:rtl/>
        </w:rPr>
        <w:t xml:space="preserve">ه </w:t>
      </w:r>
      <w:r>
        <w:rPr>
          <w:rtl/>
        </w:rPr>
        <w:t>شمار</w:t>
      </w:r>
      <w:r w:rsidR="00377BC4">
        <w:rPr>
          <w:rFonts w:hint="cs"/>
          <w:rtl/>
        </w:rPr>
        <w:t>ه</w:t>
      </w:r>
      <w:r>
        <w:rPr>
          <w:rtl/>
        </w:rPr>
        <w:t xml:space="preserve"> مخالفين او دورش را گرفته سرش ‍ نماز خوانده و براى او دعا مى كنند تا نمازش تمام شود.</w:t>
      </w:r>
    </w:p>
    <w:p w:rsidR="00A679DB" w:rsidRDefault="00A679DB" w:rsidP="00A679DB">
      <w:pPr>
        <w:pStyle w:val="libNormal"/>
        <w:rPr>
          <w:rtl/>
        </w:rPr>
      </w:pPr>
    </w:p>
    <w:p w:rsidR="00A679DB" w:rsidRDefault="00A679DB" w:rsidP="00A679DB">
      <w:pPr>
        <w:pStyle w:val="libNormal"/>
        <w:rPr>
          <w:rtl/>
        </w:rPr>
      </w:pPr>
      <w:r>
        <w:rPr>
          <w:rtl/>
        </w:rPr>
        <w:t>ثواب من صلى على النبى و آله يوم الجمعه بعد صلاه العصر</w:t>
      </w:r>
    </w:p>
    <w:p w:rsidR="00A679DB" w:rsidRDefault="00377BC4" w:rsidP="00A679DB">
      <w:pPr>
        <w:pStyle w:val="libNormal"/>
        <w:rPr>
          <w:rtl/>
        </w:rPr>
      </w:pPr>
      <w:r>
        <w:rPr>
          <w:rtl/>
        </w:rPr>
        <w:br w:type="page"/>
      </w:r>
    </w:p>
    <w:p w:rsidR="00A679DB" w:rsidRDefault="00A679DB" w:rsidP="00377BC4">
      <w:pPr>
        <w:pStyle w:val="Heading2"/>
        <w:rPr>
          <w:rtl/>
        </w:rPr>
      </w:pPr>
      <w:bookmarkStart w:id="94" w:name="_Toc449617151"/>
      <w:r>
        <w:rPr>
          <w:rtl/>
        </w:rPr>
        <w:t xml:space="preserve">ثواب صلوات بر پيامبر </w:t>
      </w:r>
      <w:r w:rsidR="00E60DFB">
        <w:rPr>
          <w:rtl/>
        </w:rPr>
        <w:t xml:space="preserve">صلى‌الله‌عليه‌وآله </w:t>
      </w:r>
      <w:r>
        <w:rPr>
          <w:rtl/>
        </w:rPr>
        <w:t>وآل او</w:t>
      </w:r>
      <w:r w:rsidR="00DC5255">
        <w:rPr>
          <w:rtl/>
        </w:rPr>
        <w:t xml:space="preserve">عليهم‌السلام </w:t>
      </w:r>
      <w:r>
        <w:rPr>
          <w:rtl/>
        </w:rPr>
        <w:t>در روز جمعه پس از نماز عصر</w:t>
      </w:r>
      <w:bookmarkEnd w:id="94"/>
    </w:p>
    <w:p w:rsidR="00A679DB" w:rsidRDefault="00A679DB" w:rsidP="00A679DB">
      <w:pPr>
        <w:pStyle w:val="libNormal"/>
        <w:rPr>
          <w:rtl/>
        </w:rPr>
      </w:pPr>
      <w:r>
        <w:rPr>
          <w:rtl/>
        </w:rPr>
        <w:t xml:space="preserve">حديث : ١ ابى رحمه الله قال حدثنا سعد بن عبدالله عن محمد بن عيسى اليقطينى عن زكيريا المومن عن ابن ناجيه عن داود بن النعمان عن عبدالرحمن بن سيابه عن ناجيه قال قال ابوجعفر </w:t>
      </w:r>
      <w:r w:rsidRPr="00377BC4">
        <w:rPr>
          <w:rStyle w:val="libAlaemChar"/>
          <w:rtl/>
        </w:rPr>
        <w:t>عليه‌السلام</w:t>
      </w:r>
      <w:r>
        <w:rPr>
          <w:rtl/>
        </w:rPr>
        <w:t xml:space="preserve"> اذا صليت العصر يوم الجمعه فقل اللهم صل على محمد و آل محمد الاوصياء المرضيين بافضل صلواتك و بارك عليهم بافضل بركاتك و السلام عليهم و على ارواحهم و اجسادهم و رحمه الله و بركاته فان من قالها فى دبر العصر كتب الله له مائه الف حسنه و محا عنه مائه الف سيئه و قضى له بها مائه الف حاجه و رفع له بها مائه الف درجه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377BC4">
        <w:rPr>
          <w:rStyle w:val="libAlaemChar"/>
          <w:rtl/>
        </w:rPr>
        <w:t>عليه‌السلام</w:t>
      </w:r>
      <w:r>
        <w:rPr>
          <w:rtl/>
        </w:rPr>
        <w:t xml:space="preserve"> فرمودندن هنگامى كه در روز جمعه نماز عصر را خواندى ، بگو «اللهم صل على محمد و ال محمد الاوصيا المرضيين بافضل صلواتك و بارك عليهم بافضل بركاتك و السلام عليهم و على ارواحهم و اجسادهم و رحمه الله و بركاته» </w:t>
      </w:r>
      <w:r w:rsidRPr="00377BC4">
        <w:rPr>
          <w:rStyle w:val="libFootnotenumChar"/>
          <w:rtl/>
        </w:rPr>
        <w:t>(٣٩).</w:t>
      </w:r>
      <w:r>
        <w:rPr>
          <w:rtl/>
        </w:rPr>
        <w:t xml:space="preserve"> همانا كسى كه پس از نماز عصر اين صلوات را بفرستد، خداوند صد هزار حسنه براى او نوشته ، صد هزار گناه او را پاك كرده ، و بواسطه آن صد هزار حاجت او را بر آورده نموده صد هزار درجه براى او مى نويسد.</w:t>
      </w:r>
    </w:p>
    <w:p w:rsidR="00A679DB" w:rsidRDefault="00A679DB" w:rsidP="00A679DB">
      <w:pPr>
        <w:pStyle w:val="libNormal"/>
        <w:rPr>
          <w:rtl/>
        </w:rPr>
      </w:pPr>
    </w:p>
    <w:p w:rsidR="00377BC4" w:rsidRDefault="00A679DB" w:rsidP="00377BC4">
      <w:pPr>
        <w:pStyle w:val="libNormal"/>
        <w:rPr>
          <w:rtl/>
        </w:rPr>
      </w:pPr>
      <w:r>
        <w:rPr>
          <w:rtl/>
        </w:rPr>
        <w:t>ثواب من قرا بعد الجمعه الحمد و قل هو اله احد سبعا و المعوذتين سبعا و آيهالكرسى و آيه السخره و آخر براء</w:t>
      </w:r>
    </w:p>
    <w:p w:rsidR="00377BC4" w:rsidRDefault="00377BC4" w:rsidP="00377BC4">
      <w:pPr>
        <w:pStyle w:val="libNormal"/>
        <w:rPr>
          <w:rtl/>
        </w:rPr>
      </w:pPr>
      <w:r>
        <w:rPr>
          <w:rtl/>
        </w:rPr>
        <w:br w:type="page"/>
      </w:r>
    </w:p>
    <w:p w:rsidR="00A679DB" w:rsidRDefault="00A679DB" w:rsidP="00377BC4">
      <w:pPr>
        <w:pStyle w:val="Heading2"/>
        <w:rPr>
          <w:rtl/>
        </w:rPr>
      </w:pPr>
      <w:bookmarkStart w:id="95" w:name="_Toc449617152"/>
      <w:r>
        <w:rPr>
          <w:rtl/>
        </w:rPr>
        <w:t>ثواب خواندن سوره حمد و هفت بار «قل هو الله احد» و هفت بار «معوذتين» و ايتالكرسى و آيه سخره و اخر سوره برائت پس از نماز جمعه</w:t>
      </w:r>
      <w:bookmarkEnd w:id="95"/>
    </w:p>
    <w:p w:rsidR="00A679DB" w:rsidRDefault="00A679DB" w:rsidP="00A679DB">
      <w:pPr>
        <w:pStyle w:val="libNormal"/>
        <w:rPr>
          <w:rtl/>
        </w:rPr>
      </w:pPr>
      <w:r>
        <w:rPr>
          <w:rtl/>
        </w:rPr>
        <w:t xml:space="preserve">حديث : ١ ابى رحمه الله قال حدثنى سعد بن عبدالله عن احمد بن محمد عن ابيه عن ابن المغيره عن الحلبى عن ابى عبدالله </w:t>
      </w:r>
      <w:r w:rsidRPr="00377BC4">
        <w:rPr>
          <w:rStyle w:val="libAlaemChar"/>
          <w:rtl/>
        </w:rPr>
        <w:t>عليه‌السلام</w:t>
      </w:r>
      <w:r>
        <w:rPr>
          <w:rtl/>
        </w:rPr>
        <w:t xml:space="preserve"> قال من قرا بعد الجمعه حين ينصرف الحمد مره و قل هو الله احد سبعا و قل اعوذ برب الفلق سبعا و قل اعوذ برب الناس سبعا و آيه الكرسى و آيه السرخه و آخر براه «لقفد جاء كم رسول من انفسكم الايه» كانت له كفاره ما بين الجمعه الى الجمعه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377BC4">
        <w:rPr>
          <w:rStyle w:val="libAlaemChar"/>
          <w:rtl/>
        </w:rPr>
        <w:t>عليه‌السلام</w:t>
      </w:r>
      <w:r>
        <w:rPr>
          <w:rtl/>
        </w:rPr>
        <w:t xml:space="preserve"> فرمودند: كسى كه بعد از نماز جمعه هنگامى كه سلام مى دهد، حمد را يك بار، «قل هو الله احد» را هفت بار، «قل اعوذ برب الفلق» را هفت بار، «قل اعوذ برب الناس» را هفت بار و آيت الكرسى ، آيه سخره </w:t>
      </w:r>
      <w:r w:rsidRPr="00377BC4">
        <w:rPr>
          <w:rStyle w:val="libFootnotenumChar"/>
          <w:rtl/>
        </w:rPr>
        <w:t>(٤٠)</w:t>
      </w:r>
      <w:r>
        <w:rPr>
          <w:rtl/>
        </w:rPr>
        <w:t xml:space="preserve"> و آخر سوره توبه «لقد جاءكم رسول من انفسكم» را بخواند، كفاره گناهان او از آن جمعه تا جمعه ديگر خواهد بود</w:t>
      </w:r>
    </w:p>
    <w:p w:rsidR="00A679DB" w:rsidRDefault="00A679DB" w:rsidP="00A679DB">
      <w:pPr>
        <w:pStyle w:val="libNormal"/>
        <w:rPr>
          <w:rtl/>
        </w:rPr>
      </w:pPr>
    </w:p>
    <w:p w:rsidR="00A679DB" w:rsidRDefault="00A679DB" w:rsidP="00A679DB">
      <w:pPr>
        <w:pStyle w:val="libNormal"/>
        <w:rPr>
          <w:rtl/>
        </w:rPr>
      </w:pPr>
      <w:r>
        <w:rPr>
          <w:rtl/>
        </w:rPr>
        <w:t>ثواب آخر فى هذا المعنى</w:t>
      </w:r>
    </w:p>
    <w:p w:rsidR="00A679DB" w:rsidRDefault="00377BC4" w:rsidP="00A679DB">
      <w:pPr>
        <w:pStyle w:val="libNormal"/>
        <w:rPr>
          <w:rtl/>
        </w:rPr>
      </w:pPr>
      <w:r>
        <w:rPr>
          <w:rtl/>
        </w:rPr>
        <w:br w:type="page"/>
      </w:r>
    </w:p>
    <w:p w:rsidR="00A679DB" w:rsidRDefault="00A679DB" w:rsidP="00377BC4">
      <w:pPr>
        <w:pStyle w:val="Heading2"/>
        <w:rPr>
          <w:rtl/>
        </w:rPr>
      </w:pPr>
      <w:bookmarkStart w:id="96" w:name="_Toc449617153"/>
      <w:r>
        <w:rPr>
          <w:rtl/>
        </w:rPr>
        <w:t>ثواب ديگرى در همين مورد</w:t>
      </w:r>
      <w:bookmarkEnd w:id="96"/>
    </w:p>
    <w:p w:rsidR="00A679DB" w:rsidRDefault="00A679DB" w:rsidP="00A679DB">
      <w:pPr>
        <w:pStyle w:val="libNormal"/>
        <w:rPr>
          <w:rtl/>
        </w:rPr>
      </w:pPr>
      <w:r>
        <w:rPr>
          <w:rtl/>
        </w:rPr>
        <w:t xml:space="preserve">حديث : ١ ابى رحمه الله قال حدثنى على بن ابراهيم عن ابيه عن النوفلى عن السكونى عن جعفر بن محمد عن آبائه </w:t>
      </w:r>
      <w:r w:rsidRPr="00377BC4">
        <w:rPr>
          <w:rStyle w:val="libAlaemChar"/>
          <w:rtl/>
        </w:rPr>
        <w:t>عليه‌السلام</w:t>
      </w:r>
      <w:r>
        <w:rPr>
          <w:rtl/>
        </w:rPr>
        <w:t xml:space="preserve"> قال قال رسول الله </w:t>
      </w:r>
      <w:r w:rsidR="00E60DFB" w:rsidRPr="00377BC4">
        <w:rPr>
          <w:rStyle w:val="libAlaemChar"/>
          <w:rtl/>
        </w:rPr>
        <w:t>صلى‌الله‌عليه‌وآله</w:t>
      </w:r>
      <w:r w:rsidR="00E60DFB">
        <w:rPr>
          <w:rtl/>
        </w:rPr>
        <w:t xml:space="preserve"> </w:t>
      </w:r>
      <w:r>
        <w:rPr>
          <w:rtl/>
        </w:rPr>
        <w:t xml:space="preserve">من قرا فى دبر صلاه الجمعه فاتحه الكتاب مره و قل اعوذ برب الفلق سبع مرات و فاتحه الكتاب مره و قل هو الله احد سبع مرات و فاتحه الكتاب مره و قل اعذ برب الناس سبع مرات لم تنزل به بليه و لم تصبه فتنه الى الجمعه الاخر فان قال اللهم اجعلنى من اهل الجنه التى حشوها بركه و عمارها الملائكه مع نبينا محمد و ابينا ابراهيم جمع الله بينه و بين محمد و ابراهيم </w:t>
      </w:r>
      <w:r w:rsidRPr="00377BC4">
        <w:rPr>
          <w:rStyle w:val="libAlaemChar"/>
          <w:rtl/>
        </w:rPr>
        <w:t>عليه‌السلام</w:t>
      </w:r>
      <w:r>
        <w:rPr>
          <w:rtl/>
        </w:rPr>
        <w:t xml:space="preserve"> فى دار السلام .</w:t>
      </w:r>
    </w:p>
    <w:p w:rsidR="00A679DB" w:rsidRDefault="00A679DB" w:rsidP="00A679DB">
      <w:pPr>
        <w:pStyle w:val="libNormal"/>
        <w:rPr>
          <w:rtl/>
        </w:rPr>
      </w:pPr>
      <w:r>
        <w:rPr>
          <w:rtl/>
        </w:rPr>
        <w:t>ترجمه :</w:t>
      </w:r>
    </w:p>
    <w:p w:rsidR="00A679DB" w:rsidRDefault="00A679DB" w:rsidP="00377BC4">
      <w:pPr>
        <w:pStyle w:val="libNormal"/>
        <w:rPr>
          <w:rtl/>
        </w:rPr>
      </w:pPr>
      <w:r>
        <w:rPr>
          <w:rtl/>
        </w:rPr>
        <w:t>١. امام باقر از پدرانش</w:t>
      </w:r>
      <w:r w:rsidR="00DC5255">
        <w:rPr>
          <w:rStyle w:val="libAlaemChar"/>
          <w:rtl/>
        </w:rPr>
        <w:t xml:space="preserve">عليهم‌السلام </w:t>
      </w:r>
      <w:r>
        <w:rPr>
          <w:rtl/>
        </w:rPr>
        <w:t xml:space="preserve">نقل مى نمايد كه رسول خدا </w:t>
      </w:r>
      <w:r w:rsidR="00E60DFB" w:rsidRPr="00377BC4">
        <w:rPr>
          <w:rStyle w:val="libAlaemChar"/>
          <w:rtl/>
        </w:rPr>
        <w:t xml:space="preserve">صلى‌الله‌عليه‌وآله </w:t>
      </w:r>
      <w:r>
        <w:rPr>
          <w:rtl/>
        </w:rPr>
        <w:t xml:space="preserve">فرمودند: كسى كه پس از نماز جمعه يك بار سوره حمد، هفت بار «قل اعوذ برب الناس» بخواند، بلايى بر او فرود نيامده و دچار فتنه اى نخواهد شد. سپس اگر بگويد، «اللهم اجعلنى من اهل الجنه التى حشوها بركه و عمارها المائكه مع نبينا محمد و ابينا ابراهيم» </w:t>
      </w:r>
      <w:r w:rsidRPr="00377BC4">
        <w:rPr>
          <w:rStyle w:val="libFootnotenumChar"/>
          <w:rtl/>
        </w:rPr>
        <w:t>(٤١)،</w:t>
      </w:r>
      <w:r>
        <w:rPr>
          <w:rtl/>
        </w:rPr>
        <w:t xml:space="preserve"> خداوند او را با محمد و ابراهيم </w:t>
      </w:r>
      <w:r w:rsidRPr="00377BC4">
        <w:rPr>
          <w:rStyle w:val="libAlaemChar"/>
          <w:rtl/>
        </w:rPr>
        <w:t>عليه‌السلام</w:t>
      </w:r>
      <w:r>
        <w:rPr>
          <w:rtl/>
        </w:rPr>
        <w:t xml:space="preserve"> در يك جا در «دارالسلام» (بهشت) قرار مى دهد.</w:t>
      </w:r>
    </w:p>
    <w:p w:rsidR="00A679DB" w:rsidRDefault="00A679DB" w:rsidP="00A679DB">
      <w:pPr>
        <w:pStyle w:val="libNormal"/>
        <w:rPr>
          <w:rtl/>
        </w:rPr>
      </w:pPr>
    </w:p>
    <w:p w:rsidR="00A679DB" w:rsidRDefault="00A679DB" w:rsidP="00A679DB">
      <w:pPr>
        <w:pStyle w:val="libNormal"/>
        <w:rPr>
          <w:rtl/>
        </w:rPr>
      </w:pPr>
      <w:r>
        <w:rPr>
          <w:rtl/>
        </w:rPr>
        <w:t>ثواب نقل الاقدام الى الصلاه و تعليم القرآن</w:t>
      </w:r>
    </w:p>
    <w:p w:rsidR="00A679DB" w:rsidRDefault="00377BC4" w:rsidP="00A679DB">
      <w:pPr>
        <w:pStyle w:val="libNormal"/>
        <w:rPr>
          <w:rtl/>
        </w:rPr>
      </w:pPr>
      <w:r>
        <w:rPr>
          <w:rtl/>
        </w:rPr>
        <w:br w:type="page"/>
      </w:r>
    </w:p>
    <w:p w:rsidR="00A679DB" w:rsidRDefault="00A679DB" w:rsidP="00377BC4">
      <w:pPr>
        <w:pStyle w:val="Heading2"/>
        <w:rPr>
          <w:rtl/>
        </w:rPr>
      </w:pPr>
      <w:bookmarkStart w:id="97" w:name="_Toc449617154"/>
      <w:r>
        <w:rPr>
          <w:rtl/>
        </w:rPr>
        <w:t>ثواب قدم برداشتن براى نماز و فراگرفتن قرآن</w:t>
      </w:r>
      <w:bookmarkEnd w:id="97"/>
    </w:p>
    <w:p w:rsidR="00A679DB" w:rsidRDefault="00A679DB" w:rsidP="00A679DB">
      <w:pPr>
        <w:pStyle w:val="libNormal"/>
        <w:rPr>
          <w:rtl/>
        </w:rPr>
      </w:pPr>
      <w:r>
        <w:rPr>
          <w:rtl/>
        </w:rPr>
        <w:t xml:space="preserve">حديث : ١ ابى رحمه الله عن احمد بن ادريس عن محمد بن احمد عن محمد بن السندى عن على بن الحكم عن سيف بن عميره عن سعد بن طريف عن الاصبغ بن نباته قال قال اميرالمؤ منين </w:t>
      </w:r>
      <w:r w:rsidRPr="00377BC4">
        <w:rPr>
          <w:rStyle w:val="libAlaemChar"/>
          <w:rtl/>
        </w:rPr>
        <w:t>عليه‌السلام</w:t>
      </w:r>
      <w:r>
        <w:rPr>
          <w:rtl/>
        </w:rPr>
        <w:t xml:space="preserve"> آن الله عزوجل ليهم بعذاب اهل الارض جميعا حتى لا يحاشى منهم احدا اذا عملوا بالمعاصى و اجترحوا السيئات فاذا نظر الى الشيب ناقلى اقدامهم الى الصلاه و الولدآن يتعلمون القرآن رحمهم فاخر ذلك عنهم .</w:t>
      </w:r>
    </w:p>
    <w:p w:rsidR="00A679DB" w:rsidRDefault="00A679DB" w:rsidP="00A679DB">
      <w:pPr>
        <w:pStyle w:val="libNormal"/>
        <w:rPr>
          <w:rtl/>
        </w:rPr>
      </w:pPr>
      <w:r>
        <w:rPr>
          <w:rtl/>
        </w:rPr>
        <w:t>ترجمه :</w:t>
      </w:r>
    </w:p>
    <w:p w:rsidR="00A679DB" w:rsidRDefault="00A679DB" w:rsidP="00377BC4">
      <w:pPr>
        <w:pStyle w:val="libNormal"/>
        <w:rPr>
          <w:rtl/>
        </w:rPr>
      </w:pPr>
      <w:r>
        <w:rPr>
          <w:rtl/>
        </w:rPr>
        <w:t xml:space="preserve">١. اميرالمؤ منين </w:t>
      </w:r>
      <w:r w:rsidRPr="00377BC4">
        <w:rPr>
          <w:rStyle w:val="libAlaemChar"/>
          <w:rtl/>
        </w:rPr>
        <w:t>عليه‌السلام</w:t>
      </w:r>
      <w:r>
        <w:rPr>
          <w:rtl/>
        </w:rPr>
        <w:t xml:space="preserve"> فرمودند: همانا هنگامى كه زمينيان گناه كرده و به كارهاى زشت دست بزنند، خداوند تصميم مى گيرد كه بدون استثنا همه آنها را عذاب نمايد. ولى هنگامى كه مى بيند پير</w:t>
      </w:r>
      <w:r w:rsidR="00377BC4">
        <w:rPr>
          <w:rFonts w:hint="cs"/>
          <w:rtl/>
        </w:rPr>
        <w:t>ا</w:t>
      </w:r>
      <w:r>
        <w:rPr>
          <w:rtl/>
        </w:rPr>
        <w:t>ن بطرف نماز قدم برداشته و كودكان قرآن مى آموزند، به آنان رحم نموده و عذاب را بتاخير مى اندازد.</w:t>
      </w:r>
    </w:p>
    <w:p w:rsidR="00A679DB" w:rsidRDefault="00A679DB" w:rsidP="00A679DB">
      <w:pPr>
        <w:pStyle w:val="libNormal"/>
        <w:rPr>
          <w:rtl/>
        </w:rPr>
      </w:pPr>
    </w:p>
    <w:p w:rsidR="00A679DB" w:rsidRDefault="00A679DB" w:rsidP="00A679DB">
      <w:pPr>
        <w:pStyle w:val="libNormal"/>
        <w:rPr>
          <w:rtl/>
        </w:rPr>
      </w:pPr>
      <w:r>
        <w:rPr>
          <w:rtl/>
        </w:rPr>
        <w:t>ثواب من لقى الله مكفوفا محتسبا مواليالال محمد صلى‌الله‌عليه‌وآله   و آله</w:t>
      </w:r>
    </w:p>
    <w:p w:rsidR="00A679DB" w:rsidRDefault="00377BC4" w:rsidP="00A679DB">
      <w:pPr>
        <w:pStyle w:val="libNormal"/>
        <w:rPr>
          <w:rtl/>
        </w:rPr>
      </w:pPr>
      <w:r>
        <w:rPr>
          <w:rtl/>
        </w:rPr>
        <w:br w:type="page"/>
      </w:r>
    </w:p>
    <w:p w:rsidR="00A679DB" w:rsidRDefault="00A679DB" w:rsidP="00377BC4">
      <w:pPr>
        <w:pStyle w:val="Heading2"/>
        <w:rPr>
          <w:rtl/>
        </w:rPr>
      </w:pPr>
      <w:bookmarkStart w:id="98" w:name="_Toc449617155"/>
      <w:r>
        <w:rPr>
          <w:rtl/>
        </w:rPr>
        <w:t xml:space="preserve">ثواب نابينايى و صبر، به اميد پاداش خداوند و ملاقات با خداوند همراه با دوستىال محمد </w:t>
      </w:r>
      <w:r w:rsidRPr="00377BC4">
        <w:rPr>
          <w:rStyle w:val="libAlaemChar"/>
          <w:rtl/>
        </w:rPr>
        <w:t>صلى‌الله‌عليه‌وآله</w:t>
      </w:r>
      <w:bookmarkEnd w:id="98"/>
      <w:r>
        <w:rPr>
          <w:rtl/>
        </w:rPr>
        <w:t xml:space="preserve">  </w:t>
      </w:r>
    </w:p>
    <w:p w:rsidR="00A679DB" w:rsidRDefault="00A679DB" w:rsidP="00A679DB">
      <w:pPr>
        <w:pStyle w:val="libNormal"/>
        <w:rPr>
          <w:rtl/>
        </w:rPr>
      </w:pPr>
      <w:r>
        <w:rPr>
          <w:rtl/>
        </w:rPr>
        <w:t xml:space="preserve">حديث : ١ ابى رحمه الله قال حدثنى على بن ابراهيم بن هاشم عن ابيه عن عمروبن عثمان عن محمد بن عذافر الصير فى عن ابيه عن ابى حمزه الثمالى و محمد بن مسلم عن ابى جعفر </w:t>
      </w:r>
      <w:r w:rsidRPr="00377BC4">
        <w:rPr>
          <w:rStyle w:val="libAlaemChar"/>
          <w:rtl/>
        </w:rPr>
        <w:t>عليه‌السلام</w:t>
      </w:r>
      <w:r>
        <w:rPr>
          <w:rtl/>
        </w:rPr>
        <w:t xml:space="preserve"> قال من لقى الله مكفوفا محتسبا مواليا لال محمد </w:t>
      </w:r>
      <w:r w:rsidR="00E60DFB" w:rsidRPr="00377BC4">
        <w:rPr>
          <w:rStyle w:val="libAlaemChar"/>
          <w:rtl/>
        </w:rPr>
        <w:t>صلى‌الله‌عليه‌وآله</w:t>
      </w:r>
      <w:r w:rsidR="00E60DFB">
        <w:rPr>
          <w:rtl/>
        </w:rPr>
        <w:t xml:space="preserve"> </w:t>
      </w:r>
      <w:r>
        <w:rPr>
          <w:rtl/>
        </w:rPr>
        <w:t>لقى الله و لا حساب عليه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377BC4">
        <w:rPr>
          <w:rStyle w:val="libAlaemChar"/>
          <w:rtl/>
        </w:rPr>
        <w:t>عليه‌السلام</w:t>
      </w:r>
      <w:r>
        <w:rPr>
          <w:rtl/>
        </w:rPr>
        <w:t xml:space="preserve"> فرمودند: كسى كه با حالت نابينايى و صبر به اميد پاداش خدا و دوستى ال محمد </w:t>
      </w:r>
      <w:r w:rsidR="00E60DFB" w:rsidRPr="005D2E22">
        <w:rPr>
          <w:rStyle w:val="libAlaemChar"/>
          <w:rtl/>
        </w:rPr>
        <w:t>صلى‌الله‌عليه‌وآله</w:t>
      </w:r>
      <w:r w:rsidR="00E60DFB">
        <w:rPr>
          <w:rtl/>
        </w:rPr>
        <w:t xml:space="preserve"> </w:t>
      </w:r>
      <w:r>
        <w:rPr>
          <w:rtl/>
        </w:rPr>
        <w:t>خداوند را ملاقات مى كند، هيچ حسابى بر او نيست (خداوند از گناهان او مى گذرد»</w:t>
      </w:r>
    </w:p>
    <w:p w:rsidR="00A679DB" w:rsidRDefault="00A679DB" w:rsidP="00A679DB">
      <w:pPr>
        <w:pStyle w:val="libNormal"/>
        <w:rPr>
          <w:rtl/>
        </w:rPr>
      </w:pPr>
      <w:r>
        <w:rPr>
          <w:rtl/>
        </w:rPr>
        <w:t>حديث : ٢ و روى يسلب الله عبدا كريمتيه او احديهما الا و يساله عن ذنب .</w:t>
      </w:r>
    </w:p>
    <w:p w:rsidR="00A679DB" w:rsidRDefault="00A679DB" w:rsidP="00A679DB">
      <w:pPr>
        <w:pStyle w:val="libNormal"/>
        <w:rPr>
          <w:rtl/>
        </w:rPr>
      </w:pPr>
      <w:r>
        <w:rPr>
          <w:rtl/>
        </w:rPr>
        <w:t>ترجمه :</w:t>
      </w:r>
    </w:p>
    <w:p w:rsidR="00A679DB" w:rsidRDefault="00A679DB" w:rsidP="00A679DB">
      <w:pPr>
        <w:pStyle w:val="libNormal"/>
        <w:rPr>
          <w:rtl/>
        </w:rPr>
      </w:pPr>
      <w:r>
        <w:rPr>
          <w:rtl/>
        </w:rPr>
        <w:t>٢. روايت شده است كه : خداوند چشمان يا يك چشم بنده اى را نمى گيرد، مگر اين كه از گناه او نمى پرسند.</w:t>
      </w:r>
    </w:p>
    <w:p w:rsidR="00A679DB" w:rsidRDefault="00A679DB" w:rsidP="00A679DB">
      <w:pPr>
        <w:pStyle w:val="libNormal"/>
        <w:rPr>
          <w:rtl/>
        </w:rPr>
      </w:pPr>
    </w:p>
    <w:p w:rsidR="00A679DB" w:rsidRDefault="00A679DB" w:rsidP="00A679DB">
      <w:pPr>
        <w:pStyle w:val="libNormal"/>
        <w:rPr>
          <w:rtl/>
        </w:rPr>
      </w:pPr>
      <w:r>
        <w:rPr>
          <w:rtl/>
        </w:rPr>
        <w:t>ثواب من صلى ركعتين تطوعا ا تصدق بدرهم او صام يوما تطوعا يريد بذلك وجهالله عزوجل</w:t>
      </w:r>
    </w:p>
    <w:p w:rsidR="00A679DB" w:rsidRDefault="005D2E22" w:rsidP="00A679DB">
      <w:pPr>
        <w:pStyle w:val="libNormal"/>
        <w:rPr>
          <w:rtl/>
        </w:rPr>
      </w:pPr>
      <w:r>
        <w:rPr>
          <w:rtl/>
        </w:rPr>
        <w:br w:type="page"/>
      </w:r>
    </w:p>
    <w:p w:rsidR="00A679DB" w:rsidRDefault="00A679DB" w:rsidP="005D2E22">
      <w:pPr>
        <w:pStyle w:val="Heading2"/>
        <w:rPr>
          <w:rtl/>
        </w:rPr>
      </w:pPr>
      <w:bookmarkStart w:id="99" w:name="_Toc449617156"/>
      <w:r>
        <w:rPr>
          <w:rtl/>
        </w:rPr>
        <w:t>ثواب دو ركعت نماز مستحبى خواندن ، يك درهم صدقه دادن يا يك روز روزه</w:t>
      </w:r>
      <w:r w:rsidR="005D2E22">
        <w:rPr>
          <w:rFonts w:hint="cs"/>
          <w:rtl/>
        </w:rPr>
        <w:t xml:space="preserve"> </w:t>
      </w:r>
      <w:r>
        <w:rPr>
          <w:rtl/>
        </w:rPr>
        <w:t>گرفتن</w:t>
      </w:r>
      <w:bookmarkEnd w:id="99"/>
    </w:p>
    <w:p w:rsidR="00A679DB" w:rsidRDefault="00A679DB" w:rsidP="00A679DB">
      <w:pPr>
        <w:pStyle w:val="libNormal"/>
        <w:rPr>
          <w:rtl/>
        </w:rPr>
      </w:pPr>
      <w:r>
        <w:rPr>
          <w:rtl/>
        </w:rPr>
        <w:t xml:space="preserve">حديث : ١ حدثنى محمد بن الحسن رضى الله عنه قال حدثنى الحسين بن الحسن بن ابان عن الحسين بن سعيد عن فضاله عن معاويه بن عمار عن اسماعيل بن يسار قال سمعت ابا عبدالله </w:t>
      </w:r>
      <w:r w:rsidRPr="005D2E22">
        <w:rPr>
          <w:rStyle w:val="libAlaemChar"/>
          <w:rtl/>
        </w:rPr>
        <w:t>عليه‌السلام</w:t>
      </w:r>
      <w:r>
        <w:rPr>
          <w:rtl/>
        </w:rPr>
        <w:t xml:space="preserve"> يقول آياكم و الكسل آن ربكم رحيم يشكر القليل آن الرجل ليصلى الركعتين تطوعا يريد بهما وجه الله عزوجل فيدخله الله لهما الجنه و انه يتصدق بالدرهم تطوعا يريد به وجه الله عزوجل فيدخله الله له الجنه و انه ليصوم اليوم تطوعا يريد به وجه الله تعالى فيدخله الله به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رواى مى گويد: شنيدم كه امام صادق </w:t>
      </w:r>
      <w:r w:rsidRPr="005D2E22">
        <w:rPr>
          <w:rStyle w:val="libAlaemChar"/>
          <w:rtl/>
        </w:rPr>
        <w:t>عليه‌السلام</w:t>
      </w:r>
      <w:r>
        <w:rPr>
          <w:rtl/>
        </w:rPr>
        <w:t xml:space="preserve"> فرمودند: از كسالت بپرهيزيد. همانا پروردگار شما مهربان است و سپاسگزار عمل اندك . زيرا بدرستى و بدون شك مردى بخاطر خشنودى خداوند متعال دو ركعت نماز مستحبى بجا مى آورد، خداوند بخاطر اين دو ركعت او راوارد بهشت مى كند. و نيز براى رضاى خدا يك درهم صدقه مستحبى مى دهد و خداوند به همين جهت او را وارد بهشت نمايد و نيز براى رضاى خدا يك روز روزه مستحبى مى گيرد و خدا بخاطر آن او را وارد بهشت خواهد نمود.</w:t>
      </w:r>
    </w:p>
    <w:p w:rsidR="00A679DB" w:rsidRDefault="00A679DB" w:rsidP="00A679DB">
      <w:pPr>
        <w:pStyle w:val="libNormal"/>
        <w:rPr>
          <w:rtl/>
        </w:rPr>
      </w:pPr>
    </w:p>
    <w:p w:rsidR="00A679DB" w:rsidRDefault="00A679DB" w:rsidP="00A679DB">
      <w:pPr>
        <w:pStyle w:val="libNormal"/>
        <w:rPr>
          <w:rtl/>
        </w:rPr>
      </w:pPr>
      <w:r>
        <w:rPr>
          <w:rtl/>
        </w:rPr>
        <w:t>باب فضل جمع شهر رمضان على جمع سائر الشهور</w:t>
      </w:r>
    </w:p>
    <w:p w:rsidR="00A679DB" w:rsidRDefault="005D2E22" w:rsidP="00A679DB">
      <w:pPr>
        <w:pStyle w:val="libNormal"/>
        <w:rPr>
          <w:rtl/>
        </w:rPr>
      </w:pPr>
      <w:r>
        <w:rPr>
          <w:rtl/>
        </w:rPr>
        <w:br w:type="page"/>
      </w:r>
    </w:p>
    <w:p w:rsidR="00A679DB" w:rsidRDefault="00A679DB" w:rsidP="005D2E22">
      <w:pPr>
        <w:pStyle w:val="Heading2"/>
        <w:rPr>
          <w:rtl/>
        </w:rPr>
      </w:pPr>
      <w:bookmarkStart w:id="100" w:name="_Toc449617157"/>
      <w:r>
        <w:rPr>
          <w:rtl/>
        </w:rPr>
        <w:t>برترى جمعه هاى ماه رمضان بر ساير جمعه ها</w:t>
      </w:r>
      <w:bookmarkEnd w:id="100"/>
    </w:p>
    <w:p w:rsidR="00A679DB" w:rsidRDefault="00A679DB" w:rsidP="00A679DB">
      <w:pPr>
        <w:pStyle w:val="libNormal"/>
        <w:rPr>
          <w:rtl/>
        </w:rPr>
      </w:pPr>
      <w:r>
        <w:rPr>
          <w:rtl/>
        </w:rPr>
        <w:t xml:space="preserve">حديث : ١ ابى رحمه الله قال حدثنى سعد بن عبدالله عن احمد بن ابى عبدالله عن ابيه عن احمد بن النضر الخزاز عن عمرو بن شمر عن جابر قال كان ابوجعفر </w:t>
      </w:r>
      <w:r w:rsidRPr="005D2E22">
        <w:rPr>
          <w:rStyle w:val="libAlaemChar"/>
          <w:rtl/>
        </w:rPr>
        <w:t>عليه‌السلام</w:t>
      </w:r>
      <w:r>
        <w:rPr>
          <w:rtl/>
        </w:rPr>
        <w:t xml:space="preserve"> يقول آن لجمع شهر رمضان لفظلا على جمع سائر كفضل رسول الله </w:t>
      </w:r>
      <w:r w:rsidR="00E60DFB" w:rsidRPr="005D2E22">
        <w:rPr>
          <w:rStyle w:val="libAlaemChar"/>
          <w:rtl/>
        </w:rPr>
        <w:t xml:space="preserve">صلى‌الله‌عليه‌وآله </w:t>
      </w:r>
      <w:r>
        <w:rPr>
          <w:rtl/>
        </w:rPr>
        <w:t>على سائر الرسل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5D2E22">
        <w:rPr>
          <w:rStyle w:val="libAlaemChar"/>
          <w:rtl/>
        </w:rPr>
        <w:t>عليه‌السلام</w:t>
      </w:r>
      <w:r>
        <w:rPr>
          <w:rtl/>
        </w:rPr>
        <w:t xml:space="preserve"> مى فرمود: همانا و بدون شك جمعه هاى ماه رمضان برتر از جمعه هاى ساير ماه هاست ، همانگونه كه رسول خدا </w:t>
      </w:r>
      <w:r w:rsidR="00E60DFB" w:rsidRPr="005D2E22">
        <w:rPr>
          <w:rStyle w:val="libAlaemChar"/>
          <w:rtl/>
        </w:rPr>
        <w:t>صلى‌الله‌عليه‌وآله</w:t>
      </w:r>
      <w:r w:rsidR="00E60DFB">
        <w:rPr>
          <w:rtl/>
        </w:rPr>
        <w:t xml:space="preserve"> </w:t>
      </w:r>
      <w:r>
        <w:rPr>
          <w:rtl/>
        </w:rPr>
        <w:t>برتر از ساير رسولان است و ماه رمضان برتر از ساير ماههاست .</w:t>
      </w:r>
    </w:p>
    <w:p w:rsidR="00A679DB" w:rsidRDefault="00A679DB" w:rsidP="00A679DB">
      <w:pPr>
        <w:pStyle w:val="libNormal"/>
        <w:rPr>
          <w:rtl/>
        </w:rPr>
      </w:pPr>
    </w:p>
    <w:p w:rsidR="00A679DB" w:rsidRDefault="00A679DB" w:rsidP="00A679DB">
      <w:pPr>
        <w:pStyle w:val="libNormal"/>
        <w:rPr>
          <w:rtl/>
        </w:rPr>
      </w:pPr>
      <w:r>
        <w:rPr>
          <w:rtl/>
        </w:rPr>
        <w:t>ثواب صلاه المتعطر</w:t>
      </w:r>
    </w:p>
    <w:p w:rsidR="00A679DB" w:rsidRDefault="005D2E22" w:rsidP="00A679DB">
      <w:pPr>
        <w:pStyle w:val="libNormal"/>
        <w:rPr>
          <w:rtl/>
        </w:rPr>
      </w:pPr>
      <w:r>
        <w:rPr>
          <w:rtl/>
        </w:rPr>
        <w:br w:type="page"/>
      </w:r>
    </w:p>
    <w:p w:rsidR="00A679DB" w:rsidRDefault="00A679DB" w:rsidP="005D2E22">
      <w:pPr>
        <w:pStyle w:val="Heading2"/>
        <w:rPr>
          <w:rtl/>
        </w:rPr>
      </w:pPr>
      <w:bookmarkStart w:id="101" w:name="_Toc449617158"/>
      <w:r>
        <w:rPr>
          <w:rtl/>
        </w:rPr>
        <w:t>ثواب نماز كسى كه عطر بزند</w:t>
      </w:r>
      <w:bookmarkEnd w:id="101"/>
    </w:p>
    <w:p w:rsidR="00A679DB" w:rsidRDefault="00A679DB" w:rsidP="00A679DB">
      <w:pPr>
        <w:pStyle w:val="libNormal"/>
        <w:rPr>
          <w:rtl/>
        </w:rPr>
      </w:pPr>
      <w:r>
        <w:rPr>
          <w:rtl/>
        </w:rPr>
        <w:t xml:space="preserve">حديث : ١ حدثنى على بن احمد عن ابيه عن جده احمد بن ابى عبدالله عن ابيه محمد بن خالد عن المفضل بن عمر عن الصادق </w:t>
      </w:r>
      <w:r w:rsidRPr="005D2E22">
        <w:rPr>
          <w:rStyle w:val="libAlaemChar"/>
          <w:rtl/>
        </w:rPr>
        <w:t>عليه‌السلام</w:t>
      </w:r>
      <w:r>
        <w:rPr>
          <w:rtl/>
        </w:rPr>
        <w:t xml:space="preserve"> قال ركعتان يصليهما متعطر افضل من سبعين ركعه يصليها غير متعطر.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D2E22">
        <w:rPr>
          <w:rStyle w:val="libAlaemChar"/>
          <w:rtl/>
        </w:rPr>
        <w:t>عليه‌السلام</w:t>
      </w:r>
      <w:r>
        <w:rPr>
          <w:rtl/>
        </w:rPr>
        <w:t xml:space="preserve"> فرمودند: دو ركعت نمازى كه شخص عطر زده بخواند، برتر از هفتاد ركعت نمازى است كه شخص عطر نزده مى خواند.</w:t>
      </w:r>
    </w:p>
    <w:p w:rsidR="00A679DB" w:rsidRDefault="00A679DB" w:rsidP="00A679DB">
      <w:pPr>
        <w:pStyle w:val="libNormal"/>
        <w:rPr>
          <w:rtl/>
        </w:rPr>
      </w:pPr>
    </w:p>
    <w:p w:rsidR="00A679DB" w:rsidRDefault="00A679DB" w:rsidP="00A679DB">
      <w:pPr>
        <w:pStyle w:val="libNormal"/>
        <w:rPr>
          <w:rtl/>
        </w:rPr>
      </w:pPr>
      <w:r>
        <w:rPr>
          <w:rtl/>
        </w:rPr>
        <w:t>ثواب صلاه المتزوج</w:t>
      </w:r>
    </w:p>
    <w:p w:rsidR="00A679DB" w:rsidRDefault="005D2E22" w:rsidP="00A679DB">
      <w:pPr>
        <w:pStyle w:val="libNormal"/>
        <w:rPr>
          <w:rtl/>
        </w:rPr>
      </w:pPr>
      <w:r>
        <w:rPr>
          <w:rtl/>
        </w:rPr>
        <w:br w:type="page"/>
      </w:r>
    </w:p>
    <w:p w:rsidR="00A679DB" w:rsidRDefault="00A679DB" w:rsidP="005D2E22">
      <w:pPr>
        <w:pStyle w:val="Heading2"/>
        <w:rPr>
          <w:rtl/>
        </w:rPr>
      </w:pPr>
      <w:bookmarkStart w:id="102" w:name="_Toc449617159"/>
      <w:r>
        <w:rPr>
          <w:rtl/>
        </w:rPr>
        <w:t>ثواب نماز متاهل</w:t>
      </w:r>
      <w:bookmarkEnd w:id="102"/>
    </w:p>
    <w:p w:rsidR="00A679DB" w:rsidRDefault="00A679DB" w:rsidP="00A679DB">
      <w:pPr>
        <w:pStyle w:val="libNormal"/>
        <w:rPr>
          <w:rtl/>
        </w:rPr>
      </w:pPr>
      <w:r>
        <w:rPr>
          <w:rtl/>
        </w:rPr>
        <w:t xml:space="preserve">حديث : ١ ابى رحمه الله قال حدثنى سعد بن عبدالله عن احمد بن محمد عن الحسن بن على عن جعفر بن محمد بن حكيم عن ابراهيم به عبدالحميد عن وليد بن صبيح عن ابى عبدالله </w:t>
      </w:r>
      <w:r w:rsidRPr="005D2E22">
        <w:rPr>
          <w:rStyle w:val="libAlaemChar"/>
          <w:rtl/>
        </w:rPr>
        <w:t>عليه‌السلام</w:t>
      </w:r>
      <w:r>
        <w:rPr>
          <w:rtl/>
        </w:rPr>
        <w:t xml:space="preserve"> قال ركعتان يصليهما متزوج افضل من سبعين ركعه يصليها غير متزوج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D2E22">
        <w:rPr>
          <w:rStyle w:val="libAlaemChar"/>
          <w:rtl/>
        </w:rPr>
        <w:t>عليه‌السلام</w:t>
      </w:r>
      <w:r>
        <w:rPr>
          <w:rtl/>
        </w:rPr>
        <w:t xml:space="preserve"> فرمودند: دو ركعت نمازى كه متاهل مى خواند، برتر از هفتاد ركعت نمازى است كه مجرد مى خواند.</w:t>
      </w:r>
    </w:p>
    <w:p w:rsidR="00A679DB" w:rsidRDefault="00A679DB" w:rsidP="00A679DB">
      <w:pPr>
        <w:pStyle w:val="libNormal"/>
        <w:rPr>
          <w:rtl/>
        </w:rPr>
      </w:pPr>
    </w:p>
    <w:p w:rsidR="00A679DB" w:rsidRDefault="00A679DB" w:rsidP="00A679DB">
      <w:pPr>
        <w:pStyle w:val="libNormal"/>
        <w:rPr>
          <w:rtl/>
        </w:rPr>
      </w:pPr>
      <w:r>
        <w:rPr>
          <w:rtl/>
        </w:rPr>
        <w:t>ثواب من صلى اربع ركعات يقرا فى كلبقل هو الله احد خمسين مره</w:t>
      </w:r>
    </w:p>
    <w:p w:rsidR="00A679DB" w:rsidRDefault="00A679DB" w:rsidP="00A679DB">
      <w:pPr>
        <w:pStyle w:val="libNormal"/>
        <w:rPr>
          <w:rtl/>
        </w:rPr>
      </w:pPr>
    </w:p>
    <w:p w:rsidR="00A679DB" w:rsidRDefault="005D2E22" w:rsidP="005D2E22">
      <w:pPr>
        <w:pStyle w:val="Heading2"/>
        <w:rPr>
          <w:rtl/>
        </w:rPr>
      </w:pPr>
      <w:r>
        <w:rPr>
          <w:rtl/>
        </w:rPr>
        <w:br w:type="page"/>
      </w:r>
      <w:bookmarkStart w:id="103" w:name="_Toc449617160"/>
      <w:r w:rsidR="00A679DB">
        <w:rPr>
          <w:rtl/>
        </w:rPr>
        <w:lastRenderedPageBreak/>
        <w:t>ثواب خواندن چهار ركعت نماز و قرائت پنجاه بار«قل هو الله احد» در هر ركعت آن</w:t>
      </w:r>
      <w:bookmarkEnd w:id="103"/>
    </w:p>
    <w:p w:rsidR="00A679DB" w:rsidRDefault="00A679DB" w:rsidP="00A679DB">
      <w:pPr>
        <w:pStyle w:val="libNormal"/>
        <w:rPr>
          <w:rtl/>
        </w:rPr>
      </w:pPr>
      <w:r>
        <w:rPr>
          <w:rtl/>
        </w:rPr>
        <w:t xml:space="preserve">حديث : ١ حدثنى محمد بن الحسن رضى الله عنه قال حدثنى محمد بن الحسن الصفار عن العباس بن معروف عن سعدان بن مسلم عن عبدالله بن سنان عن ابى عبدالله </w:t>
      </w:r>
      <w:r w:rsidRPr="005D2E22">
        <w:rPr>
          <w:rStyle w:val="libAlaemChar"/>
          <w:rtl/>
        </w:rPr>
        <w:t>عليه‌السلام</w:t>
      </w:r>
      <w:r>
        <w:rPr>
          <w:rtl/>
        </w:rPr>
        <w:t xml:space="preserve"> قال سمعته يقول من صلى اربع ركعات يقرا فى كل ركعه بقل هو الله احد خمسين مره لم ينفتل و بينه و بين الله عزوجل ذنب الا غفر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5D2E22">
        <w:rPr>
          <w:rStyle w:val="libAlaemChar"/>
          <w:rtl/>
        </w:rPr>
        <w:t>عليه‌السلام</w:t>
      </w:r>
      <w:r>
        <w:rPr>
          <w:rtl/>
        </w:rPr>
        <w:t xml:space="preserve"> شنيدم كه فرمودند: هر كس كه چهار ركعت نماز بگذارد و در هر ركعت پنجاه بار «قل هو الله احد» بخواند، سلام نماز را نمى دهد، مگر اين كه هر گناهى كه بين او و خدا متعال باشد، امرزيده مى شود.</w:t>
      </w:r>
    </w:p>
    <w:p w:rsidR="00A679DB" w:rsidRDefault="00A679DB" w:rsidP="00A679DB">
      <w:pPr>
        <w:pStyle w:val="libNormal"/>
        <w:rPr>
          <w:rtl/>
        </w:rPr>
      </w:pPr>
    </w:p>
    <w:p w:rsidR="00A679DB" w:rsidRDefault="00A679DB" w:rsidP="00A679DB">
      <w:pPr>
        <w:pStyle w:val="libNormal"/>
        <w:rPr>
          <w:rtl/>
        </w:rPr>
      </w:pPr>
      <w:r>
        <w:rPr>
          <w:rtl/>
        </w:rPr>
        <w:t>ثواب من صلى صلاه جعفر بن ابى طالب عليه‌السلام</w:t>
      </w:r>
    </w:p>
    <w:p w:rsidR="00A679DB" w:rsidRDefault="005D2E22" w:rsidP="00A679DB">
      <w:pPr>
        <w:pStyle w:val="libNormal"/>
        <w:rPr>
          <w:rtl/>
        </w:rPr>
      </w:pPr>
      <w:r>
        <w:rPr>
          <w:rtl/>
        </w:rPr>
        <w:br w:type="page"/>
      </w:r>
    </w:p>
    <w:p w:rsidR="00A679DB" w:rsidRDefault="00A679DB" w:rsidP="005D2E22">
      <w:pPr>
        <w:pStyle w:val="Heading2"/>
        <w:rPr>
          <w:rtl/>
        </w:rPr>
      </w:pPr>
      <w:bookmarkStart w:id="104" w:name="_Toc449617161"/>
      <w:r>
        <w:rPr>
          <w:rtl/>
        </w:rPr>
        <w:t>ثواب خواندن نماز جعفر بن ابى طالب عليه‌السلام</w:t>
      </w:r>
      <w:bookmarkEnd w:id="104"/>
    </w:p>
    <w:p w:rsidR="00A679DB" w:rsidRDefault="00A679DB" w:rsidP="00A679DB">
      <w:pPr>
        <w:pStyle w:val="libNormal"/>
        <w:rPr>
          <w:rtl/>
        </w:rPr>
      </w:pPr>
      <w:r>
        <w:rPr>
          <w:rtl/>
        </w:rPr>
        <w:t xml:space="preserve">حديث : ١ ابى رحمه الله قال حدثنى سعدبن عبدالله عن احمد بن ابى عبدالله عن ابيه عن على بن اسباط عن ابراهيم بن ابى البلاد قال قلت لابى الحسن </w:t>
      </w:r>
      <w:r w:rsidRPr="005D2E22">
        <w:rPr>
          <w:rStyle w:val="libAlaemChar"/>
          <w:rtl/>
        </w:rPr>
        <w:t>عليه‌السلام</w:t>
      </w:r>
      <w:r>
        <w:rPr>
          <w:rtl/>
        </w:rPr>
        <w:t xml:space="preserve"> اى شى لمن صلى صلاه جعفر قال لو كان عليه مثل رمل عالج و زبد البحر ذنوبا لغفرها الله له قلت هذه لنا قال فلمن هى الا لكم خاصه قال قلت فاى شى يقرا فيها من القرآن قال اقرا فيهااذا زلزلت و اذا جاء نصر الله و انا انزلناه فى ليله القدر و قل هو الله احد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كاظم </w:t>
      </w:r>
      <w:r w:rsidRPr="005D2E22">
        <w:rPr>
          <w:rStyle w:val="libAlaemChar"/>
          <w:rtl/>
        </w:rPr>
        <w:t>عليه‌السلام</w:t>
      </w:r>
      <w:r>
        <w:rPr>
          <w:rtl/>
        </w:rPr>
        <w:t xml:space="preserve"> پرسيدم كسى كه نماز جعفر را بخواند، چه ثوابى دارد فرمودند: اگر گناهان او مانند شنهاى انبوه و كف دريا باشد، خداوند آنها را مى آمرزد. گفتم : اين ثواب براى ماست ؟ فرمود: پس ‍ براى كيست ! اين ثواب مخصوص شماست . گفتم : در اين نماز چه سوره اى بخوانم ؟ فرمودند: سوره «اذا زلزلت»، «اذا جاء نصرالله»، «انا انزلناه فى ليله القدر» و «قل هو الله احد» را بخوان .</w:t>
      </w:r>
    </w:p>
    <w:p w:rsidR="00A679DB" w:rsidRDefault="00A679DB" w:rsidP="00A679DB">
      <w:pPr>
        <w:pStyle w:val="libNormal"/>
        <w:rPr>
          <w:rtl/>
        </w:rPr>
      </w:pPr>
    </w:p>
    <w:p w:rsidR="00A679DB" w:rsidRDefault="00A679DB" w:rsidP="00A679DB">
      <w:pPr>
        <w:pStyle w:val="libNormal"/>
        <w:rPr>
          <w:rtl/>
        </w:rPr>
      </w:pPr>
      <w:r>
        <w:rPr>
          <w:rtl/>
        </w:rPr>
        <w:t>ثواب من صلى صلاه الليل</w:t>
      </w:r>
    </w:p>
    <w:p w:rsidR="00A679DB" w:rsidRDefault="005D2E22" w:rsidP="00A679DB">
      <w:pPr>
        <w:pStyle w:val="libNormal"/>
        <w:rPr>
          <w:rtl/>
        </w:rPr>
      </w:pPr>
      <w:r>
        <w:rPr>
          <w:rtl/>
        </w:rPr>
        <w:br w:type="page"/>
      </w:r>
    </w:p>
    <w:p w:rsidR="00A679DB" w:rsidRDefault="00A679DB" w:rsidP="005D2E22">
      <w:pPr>
        <w:pStyle w:val="Heading2"/>
        <w:rPr>
          <w:rtl/>
        </w:rPr>
      </w:pPr>
      <w:bookmarkStart w:id="105" w:name="_Toc449617162"/>
      <w:r>
        <w:rPr>
          <w:rtl/>
        </w:rPr>
        <w:t>ثواب خواندن نماز شب</w:t>
      </w:r>
      <w:bookmarkEnd w:id="105"/>
    </w:p>
    <w:p w:rsidR="00A679DB" w:rsidRDefault="00A679DB" w:rsidP="00A679DB">
      <w:pPr>
        <w:pStyle w:val="libNormal"/>
        <w:rPr>
          <w:rtl/>
        </w:rPr>
      </w:pPr>
      <w:r>
        <w:rPr>
          <w:rtl/>
        </w:rPr>
        <w:t xml:space="preserve">حديث : ١ حدثنى محمد بن الحسن رضى الله عنه قال حدثنى محمد بن الحسن الصفار عن العباس بن معروف عن سعدان بن مسلم عن عبدالله بن سنان عن ابى عبدالله </w:t>
      </w:r>
      <w:r w:rsidRPr="005D2E22">
        <w:rPr>
          <w:rStyle w:val="libAlaemChar"/>
          <w:rtl/>
        </w:rPr>
        <w:t>عليه‌السلام</w:t>
      </w:r>
      <w:r>
        <w:rPr>
          <w:rtl/>
        </w:rPr>
        <w:t xml:space="preserve"> قال شرف المومن صلاه الليل و عز المومن كفه عن النا(س)</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D2E22">
        <w:rPr>
          <w:rStyle w:val="libAlaemChar"/>
          <w:rtl/>
        </w:rPr>
        <w:t>عليه‌السلام</w:t>
      </w:r>
      <w:r>
        <w:rPr>
          <w:rtl/>
        </w:rPr>
        <w:t xml:space="preserve"> فرمودند: شرف مؤ من نماز شب ، و عزت او درخواست نكردن از مردم است .</w:t>
      </w:r>
    </w:p>
    <w:p w:rsidR="00A679DB" w:rsidRDefault="00A679DB" w:rsidP="00A679DB">
      <w:pPr>
        <w:pStyle w:val="libNormal"/>
        <w:rPr>
          <w:rtl/>
        </w:rPr>
      </w:pPr>
      <w:r>
        <w:rPr>
          <w:rtl/>
        </w:rPr>
        <w:t xml:space="preserve">حديث : ٢ ابى رحمه الله قال حدثنى محمد بن يحيى العطار قال حدثنى محمد بن احمد قال حدثنى ابوزهير النهدى عن ادم بن اسحاق عن معاويه بن عمار عن بعض اصحابه عن ابى عبدالله </w:t>
      </w:r>
      <w:r w:rsidRPr="005D2E22">
        <w:rPr>
          <w:rStyle w:val="libAlaemChar"/>
          <w:rtl/>
        </w:rPr>
        <w:t>عليه‌السلام</w:t>
      </w:r>
      <w:r>
        <w:rPr>
          <w:rtl/>
        </w:rPr>
        <w:t xml:space="preserve"> قال عليكم بصلاه الليل فانها سنه نبيكم و داب الصالحين قبلكم و مطرده الداء عن اجسادكم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5D2E22">
        <w:rPr>
          <w:rStyle w:val="libAlaemChar"/>
          <w:rtl/>
        </w:rPr>
        <w:t>عليه‌السلام</w:t>
      </w:r>
      <w:r>
        <w:rPr>
          <w:rtl/>
        </w:rPr>
        <w:t xml:space="preserve"> فرمودند: نماز شب بخوانيد كه روش پيامبر شما، عادت صالحان قبل ازشما و از بين برنده بيماريهاى بدن شماست .</w:t>
      </w:r>
    </w:p>
    <w:p w:rsidR="00A679DB" w:rsidRDefault="00A679DB" w:rsidP="00A679DB">
      <w:pPr>
        <w:pStyle w:val="libNormal"/>
        <w:rPr>
          <w:rtl/>
        </w:rPr>
      </w:pPr>
      <w:r>
        <w:rPr>
          <w:rtl/>
        </w:rPr>
        <w:t xml:space="preserve">حديث : ٣ بهذاالاسناد قال قال ابو عبدالله </w:t>
      </w:r>
      <w:r w:rsidRPr="005D2E22">
        <w:rPr>
          <w:rStyle w:val="libAlaemChar"/>
          <w:rtl/>
        </w:rPr>
        <w:t>عليه‌السلام</w:t>
      </w:r>
      <w:r>
        <w:rPr>
          <w:rtl/>
        </w:rPr>
        <w:t xml:space="preserve"> صلاه الليل تبيض ‍ الوجوه و صلاه الليل تطيب الريح و صلاه الليل تجلب الرزق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5D2E22">
        <w:rPr>
          <w:rStyle w:val="libAlaemChar"/>
          <w:rtl/>
        </w:rPr>
        <w:t>عليه‌السلام</w:t>
      </w:r>
      <w:r>
        <w:rPr>
          <w:rtl/>
        </w:rPr>
        <w:t xml:space="preserve"> فرمودند: نماز شب روى را سفيد مى نمايد. نماز شب بوى انسا</w:t>
      </w:r>
      <w:r w:rsidR="005D2E22">
        <w:rPr>
          <w:rFonts w:hint="cs"/>
          <w:rtl/>
        </w:rPr>
        <w:t>ن</w:t>
      </w:r>
      <w:r>
        <w:rPr>
          <w:rtl/>
        </w:rPr>
        <w:t xml:space="preserve"> را خوب مى كند. نماز شب روزى مى آورد.</w:t>
      </w:r>
    </w:p>
    <w:p w:rsidR="00A679DB" w:rsidRDefault="00A679DB" w:rsidP="00A679DB">
      <w:pPr>
        <w:pStyle w:val="libNormal"/>
        <w:rPr>
          <w:rtl/>
        </w:rPr>
      </w:pPr>
      <w:r>
        <w:rPr>
          <w:rtl/>
        </w:rPr>
        <w:t xml:space="preserve">حديث : ٤ حدثنى احمد بن محمد عن ابيه عن محمد بن احمد عن عمر بن على بن عمر عن عمه محمد بن عمر حدثن عن ابى عبدالله </w:t>
      </w:r>
      <w:r w:rsidRPr="005D2E22">
        <w:rPr>
          <w:rStyle w:val="libAlaemChar"/>
          <w:rtl/>
        </w:rPr>
        <w:t>عليه‌السلام</w:t>
      </w:r>
      <w:r>
        <w:rPr>
          <w:rtl/>
        </w:rPr>
        <w:t xml:space="preserve"> قال آن كان الله </w:t>
      </w:r>
      <w:r>
        <w:rPr>
          <w:rtl/>
        </w:rPr>
        <w:lastRenderedPageBreak/>
        <w:t>عزوجل قد قال «المال و البنون زينه الحيوه الدنيا» آن الثمان ركعات التى يصليها العبد آخر الليل زينه الاخره .</w:t>
      </w:r>
    </w:p>
    <w:p w:rsidR="00A679DB" w:rsidRDefault="00A679DB" w:rsidP="00A679DB">
      <w:pPr>
        <w:pStyle w:val="libNormal"/>
        <w:rPr>
          <w:rtl/>
        </w:rPr>
      </w:pPr>
      <w:r>
        <w:rPr>
          <w:rtl/>
        </w:rPr>
        <w:t>ترجمه :</w:t>
      </w:r>
    </w:p>
    <w:p w:rsidR="00A679DB" w:rsidRDefault="00A679DB" w:rsidP="005D2E22">
      <w:pPr>
        <w:pStyle w:val="libNormal"/>
        <w:rPr>
          <w:rtl/>
        </w:rPr>
      </w:pPr>
      <w:r>
        <w:rPr>
          <w:rtl/>
        </w:rPr>
        <w:t xml:space="preserve">٤. امام صادق </w:t>
      </w:r>
      <w:r w:rsidRPr="005D2E22">
        <w:rPr>
          <w:rStyle w:val="libAlaemChar"/>
          <w:rtl/>
        </w:rPr>
        <w:t>عليه‌السلام</w:t>
      </w:r>
      <w:r>
        <w:rPr>
          <w:rtl/>
        </w:rPr>
        <w:t xml:space="preserve"> فرمودند: همانا خداى عزوجل فرموده است «مال و پسر</w:t>
      </w:r>
      <w:r w:rsidR="005D2E22">
        <w:rPr>
          <w:rFonts w:hint="cs"/>
          <w:rtl/>
        </w:rPr>
        <w:t>ا</w:t>
      </w:r>
      <w:r>
        <w:rPr>
          <w:rtl/>
        </w:rPr>
        <w:t xml:space="preserve">ن زينت زندگى دنياست» </w:t>
      </w:r>
      <w:r w:rsidRPr="005D2E22">
        <w:rPr>
          <w:rStyle w:val="libFootnotenumChar"/>
          <w:rtl/>
        </w:rPr>
        <w:t>(٤٢)</w:t>
      </w:r>
    </w:p>
    <w:p w:rsidR="00A679DB" w:rsidRDefault="00A679DB" w:rsidP="00A679DB">
      <w:pPr>
        <w:pStyle w:val="libNormal"/>
        <w:rPr>
          <w:rtl/>
        </w:rPr>
      </w:pPr>
      <w:r>
        <w:rPr>
          <w:rtl/>
        </w:rPr>
        <w:t>و بدون شك هشت ركعت نمازى كه بنده خدا در آخر شب مى خواند نيز زينت آخرت است .</w:t>
      </w:r>
    </w:p>
    <w:p w:rsidR="00A679DB" w:rsidRDefault="00A679DB" w:rsidP="00A679DB">
      <w:pPr>
        <w:pStyle w:val="libNormal"/>
        <w:rPr>
          <w:rtl/>
        </w:rPr>
      </w:pPr>
      <w:r>
        <w:rPr>
          <w:rtl/>
        </w:rPr>
        <w:t xml:space="preserve">حديث : ٥ و بهذاالاسناد عن ابى عبدالله </w:t>
      </w:r>
      <w:r w:rsidRPr="005D2E22">
        <w:rPr>
          <w:rStyle w:val="libAlaemChar"/>
          <w:rtl/>
        </w:rPr>
        <w:t>عليه‌السلام</w:t>
      </w:r>
      <w:r>
        <w:rPr>
          <w:rtl/>
        </w:rPr>
        <w:t xml:space="preserve"> انه جاء رجل فشكا اليه الحاجه فافرط فى الشكايه حتى كاد آن يشكو الجوع فقال له ابو عبدالله </w:t>
      </w:r>
      <w:r w:rsidRPr="005D2E22">
        <w:rPr>
          <w:rStyle w:val="libAlaemChar"/>
          <w:rtl/>
        </w:rPr>
        <w:t>عليه‌السلام</w:t>
      </w:r>
      <w:r>
        <w:rPr>
          <w:rtl/>
        </w:rPr>
        <w:t xml:space="preserve"> يا هذا اتصلى بالليل قال فقال الرجل نعم قال فالتفت ابو عبدالله </w:t>
      </w:r>
      <w:r w:rsidRPr="005D2E22">
        <w:rPr>
          <w:rStyle w:val="libAlaemChar"/>
          <w:rtl/>
        </w:rPr>
        <w:t>عليه‌السلام</w:t>
      </w:r>
      <w:r>
        <w:rPr>
          <w:rtl/>
        </w:rPr>
        <w:t xml:space="preserve"> الى صاحبه فقال كذب من زعم انه يصلى بالليل و يجوع بالنهار آن الله عزوجل ضمن بلاه الليل قوت النهار.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از امام صادق </w:t>
      </w:r>
      <w:r w:rsidRPr="005D2E22">
        <w:rPr>
          <w:rStyle w:val="libAlaemChar"/>
          <w:rtl/>
        </w:rPr>
        <w:t>عليه‌السلام</w:t>
      </w:r>
      <w:r>
        <w:rPr>
          <w:rtl/>
        </w:rPr>
        <w:t xml:space="preserve"> روايت شده است : مردى پيش او آمد و از ندارى ناليد تا جايى كه نزديك بود از گرسنگى نيز شكايت كند. امام صادق </w:t>
      </w:r>
      <w:r w:rsidRPr="005D2E22">
        <w:rPr>
          <w:rStyle w:val="libAlaemChar"/>
          <w:rtl/>
        </w:rPr>
        <w:t>عليه‌السلام</w:t>
      </w:r>
      <w:r>
        <w:rPr>
          <w:rtl/>
        </w:rPr>
        <w:t xml:space="preserve"> به او فرمود: نماز شب مى خوانى ؟ گفت بله . امام صادق </w:t>
      </w:r>
      <w:r w:rsidRPr="005D2E22">
        <w:rPr>
          <w:rStyle w:val="libAlaemChar"/>
          <w:rtl/>
        </w:rPr>
        <w:t>عليه‌السلام</w:t>
      </w:r>
      <w:r>
        <w:rPr>
          <w:rtl/>
        </w:rPr>
        <w:t xml:space="preserve"> به همراهش رو كرده و گفت : كسى كه گمان كند اگر در شب نماز بخواند در روز گرسنه خواهد بود، دروغ مى گويد، زيرا خداى عزوجل غذاى روز را با نماز شب ضمانت كرده است .</w:t>
      </w:r>
    </w:p>
    <w:p w:rsidR="00A679DB" w:rsidRDefault="00A679DB" w:rsidP="00A679DB">
      <w:pPr>
        <w:pStyle w:val="libNormal"/>
        <w:rPr>
          <w:rtl/>
        </w:rPr>
      </w:pPr>
      <w:r>
        <w:rPr>
          <w:rtl/>
        </w:rPr>
        <w:t xml:space="preserve">حديث : ٦ ابى رحمه الله قال حدثنى سعد بن عبدالله عن محمد بن عيسى عن القاسم بن يحى عن جده الحسن بن راشد عن ابى بصير عن ابى عبدالله </w:t>
      </w:r>
      <w:r w:rsidRPr="005D2E22">
        <w:rPr>
          <w:rStyle w:val="libAlaemChar"/>
          <w:rtl/>
        </w:rPr>
        <w:t>عليه‌السلام</w:t>
      </w:r>
      <w:r>
        <w:rPr>
          <w:rtl/>
        </w:rPr>
        <w:t xml:space="preserve"> قال </w:t>
      </w:r>
      <w:r>
        <w:rPr>
          <w:rtl/>
        </w:rPr>
        <w:lastRenderedPageBreak/>
        <w:t xml:space="preserve">حدثنى ابى عن جده عن آبائه عن على بن ابى طالب </w:t>
      </w:r>
      <w:r w:rsidRPr="005D2E22">
        <w:rPr>
          <w:rStyle w:val="libAlaemChar"/>
          <w:rtl/>
        </w:rPr>
        <w:t>عليه‌السلام</w:t>
      </w:r>
      <w:r>
        <w:rPr>
          <w:rtl/>
        </w:rPr>
        <w:t xml:space="preserve"> قال قيام الليل مصحه للبدن و رضا الرب و تمسك باخلاق النبيين و تعرض لرحمه الله تعالى</w:t>
      </w:r>
    </w:p>
    <w:p w:rsidR="00A679DB" w:rsidRDefault="00A679DB" w:rsidP="00A679DB">
      <w:pPr>
        <w:pStyle w:val="libNormal"/>
        <w:rPr>
          <w:rtl/>
        </w:rPr>
      </w:pPr>
      <w:r>
        <w:rPr>
          <w:rtl/>
        </w:rPr>
        <w:t>ترجمه :</w:t>
      </w:r>
    </w:p>
    <w:p w:rsidR="00A679DB" w:rsidRDefault="00A679DB" w:rsidP="005D2E22">
      <w:pPr>
        <w:pStyle w:val="libNormal"/>
        <w:rPr>
          <w:rtl/>
        </w:rPr>
      </w:pPr>
      <w:r>
        <w:rPr>
          <w:rtl/>
        </w:rPr>
        <w:t xml:space="preserve">٦. امام صادق </w:t>
      </w:r>
      <w:r w:rsidRPr="005D2E22">
        <w:rPr>
          <w:rStyle w:val="libAlaemChar"/>
          <w:rtl/>
        </w:rPr>
        <w:t>عليه‌السلام</w:t>
      </w:r>
      <w:r>
        <w:rPr>
          <w:rtl/>
        </w:rPr>
        <w:t xml:space="preserve"> از پدرانش</w:t>
      </w:r>
      <w:r w:rsidR="00DC5255">
        <w:rPr>
          <w:rtl/>
        </w:rPr>
        <w:t xml:space="preserve">عليهم‌السلام </w:t>
      </w:r>
      <w:r>
        <w:rPr>
          <w:rtl/>
        </w:rPr>
        <w:t xml:space="preserve">روايت مى نمايد كه اميرالمؤ منين </w:t>
      </w:r>
      <w:r w:rsidRPr="005D2E22">
        <w:rPr>
          <w:rStyle w:val="libAlaemChar"/>
          <w:rtl/>
        </w:rPr>
        <w:t>عليه‌السلام</w:t>
      </w:r>
      <w:r>
        <w:rPr>
          <w:rtl/>
        </w:rPr>
        <w:t xml:space="preserve"> فرمودند: نماز شب سلامتى بدن ، خوشنودى پروردگار، چنگ زدن به اخلاق پيامبرآن و طلب رحمت خداوند متعال است .</w:t>
      </w:r>
    </w:p>
    <w:p w:rsidR="00A679DB" w:rsidRDefault="00A679DB" w:rsidP="00A679DB">
      <w:pPr>
        <w:pStyle w:val="libNormal"/>
        <w:rPr>
          <w:rtl/>
        </w:rPr>
      </w:pPr>
      <w:r>
        <w:rPr>
          <w:rtl/>
        </w:rPr>
        <w:t>حديث : ٧ ابى رحمه الله قال حدثنى سعد بن عبدالله عن موسى بن جعفر البغدادى عن محمد بن الحسن بن شمول عن على بن محمد النوفلى قال سمعته يقول آن العبد ليقوم فى الليل فتميل به النعاس بن شمون عن على بنمحمد النوفلى قال سمعته يقول آن العبد ليقوم فى الليل فتميل به النعاس يمينا و شمالا و قد وقع ذقنه على صدره فيامر الله تبارك و تعالى ابواب السماء فتفتح له ثم يقول للملائكه انظروا الى بعدى ما يصيبه فى التقرب الى بما لم افترض عليه راجيا منى ثلاث خصال ذنبا اغفره له او توبه اجددها له او رزقا ازيده فيه فاشهدكم ملائكتى انى قد جمعتهن له .</w:t>
      </w:r>
    </w:p>
    <w:p w:rsidR="00A679DB" w:rsidRDefault="00A679DB" w:rsidP="00A679DB">
      <w:pPr>
        <w:pStyle w:val="libNormal"/>
        <w:rPr>
          <w:rtl/>
        </w:rPr>
      </w:pPr>
      <w:r>
        <w:rPr>
          <w:rtl/>
        </w:rPr>
        <w:t>ترجمه :</w:t>
      </w:r>
    </w:p>
    <w:p w:rsidR="00A679DB" w:rsidRDefault="00A679DB" w:rsidP="005D2E22">
      <w:pPr>
        <w:pStyle w:val="libNormal"/>
        <w:rPr>
          <w:rtl/>
        </w:rPr>
      </w:pPr>
      <w:r>
        <w:rPr>
          <w:rtl/>
        </w:rPr>
        <w:t>٧. رواى مى گويد شنيدم از او كه فرمودند: ممكن است بنده اى شبانگاه از خواب برخيزد، در حالى كه (از شدت خواب آلودگى) چانه اش بر روى سينه اش افتاده و به چپ و راست مايل مى شود. در چنين حالى بدون شك و ترديد خداوند به</w:t>
      </w:r>
      <w:r w:rsidR="005D2E22">
        <w:rPr>
          <w:rFonts w:hint="cs"/>
          <w:rtl/>
        </w:rPr>
        <w:t xml:space="preserve"> </w:t>
      </w:r>
      <w:r>
        <w:rPr>
          <w:rtl/>
        </w:rPr>
        <w:t xml:space="preserve">درهاى زمين و آسمان دستور مى دهد و </w:t>
      </w:r>
      <w:r w:rsidR="005D2E22">
        <w:rPr>
          <w:rFonts w:hint="cs"/>
          <w:rtl/>
        </w:rPr>
        <w:t>آ</w:t>
      </w:r>
      <w:r>
        <w:rPr>
          <w:rtl/>
        </w:rPr>
        <w:t>نها براى او گشوده مى گردند.</w:t>
      </w:r>
    </w:p>
    <w:p w:rsidR="00A679DB" w:rsidRDefault="00A679DB" w:rsidP="00A679DB">
      <w:pPr>
        <w:pStyle w:val="libNormal"/>
        <w:rPr>
          <w:rtl/>
        </w:rPr>
      </w:pPr>
      <w:r>
        <w:rPr>
          <w:rtl/>
        </w:rPr>
        <w:t xml:space="preserve">سپس به فرشتگان مى گويد: به بنده من بنگريد كه بخاطر تقرب به من و بخاطر عملى كه آن را بر او واجب نكرده ام ، چه سختيها يى را تحمل مى كند و </w:t>
      </w:r>
      <w:r>
        <w:rPr>
          <w:rtl/>
        </w:rPr>
        <w:lastRenderedPageBreak/>
        <w:t>اميدوار به سه چيز از جانب من مى باشد: گناهى كه آن را ببخشم ، توبه جديدى نصيب او سازم يا روزى او را زياد كنم . من نيز شما فرشتگانم را گواه مى گيرم كه همه آنها را به او عطا نمودم .</w:t>
      </w:r>
    </w:p>
    <w:p w:rsidR="00A679DB" w:rsidRDefault="00A679DB" w:rsidP="00A679DB">
      <w:pPr>
        <w:pStyle w:val="libNormal"/>
        <w:rPr>
          <w:rtl/>
        </w:rPr>
      </w:pPr>
      <w:r>
        <w:rPr>
          <w:rtl/>
        </w:rPr>
        <w:t xml:space="preserve">حديث : ٨ حدثنى الحسن بن احمد عن ابيه قال حدثنى محمد بن احمد قال حدثنى محمد بن عبدالله بن احمد عن الحسن بن على بن ابى عثمان و ابو عثمان اسمه عبدالواحد بن حبيب قال زعم لنا محمد بن ابى حمزه الثمالى عن معاويه بن عمار الدهنى عن ابى عبدالله </w:t>
      </w:r>
      <w:r w:rsidRPr="005D2E22">
        <w:rPr>
          <w:rStyle w:val="libAlaemChar"/>
          <w:rtl/>
        </w:rPr>
        <w:t>عليه‌السلام</w:t>
      </w:r>
      <w:r>
        <w:rPr>
          <w:rtl/>
        </w:rPr>
        <w:t xml:space="preserve"> قال صلاه الليل تحسن الوجه و تحسن الخلق و تطيب الريح و تدر الرزق و تقضى الدين و تذهب بالهم و تجلو البصر.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امام صادق </w:t>
      </w:r>
      <w:r w:rsidRPr="005D2E22">
        <w:rPr>
          <w:rStyle w:val="libAlaemChar"/>
          <w:rtl/>
        </w:rPr>
        <w:t>عليه‌السلام</w:t>
      </w:r>
      <w:r>
        <w:rPr>
          <w:rtl/>
        </w:rPr>
        <w:t xml:space="preserve"> فرمودند: نماز شب چهره را نيكو، اخلاق را خوب ، بدن را خوشبو، روزى را زياد و قرض را ادا نموده ، غم و غصه را از بين برده و چشم را جلا مى دهد.</w:t>
      </w:r>
    </w:p>
    <w:p w:rsidR="00A679DB" w:rsidRDefault="00A679DB" w:rsidP="00A679DB">
      <w:pPr>
        <w:pStyle w:val="libNormal"/>
        <w:rPr>
          <w:rtl/>
        </w:rPr>
      </w:pPr>
      <w:r>
        <w:rPr>
          <w:rtl/>
        </w:rPr>
        <w:t xml:space="preserve">حديث : ٩ حدثنى محمد بن الحسن رضى الله عنه قال حدثنى محمد بن يحيى عن محمد بن احمد عن سهل بن زياد عن هارون بن مسلم عن على بن الحكم عن الحسين بن الحسن الكندى عن ابى عبدالله </w:t>
      </w:r>
      <w:r w:rsidRPr="005D2E22">
        <w:rPr>
          <w:rStyle w:val="libAlaemChar"/>
          <w:rtl/>
        </w:rPr>
        <w:t>عليه‌السلام</w:t>
      </w:r>
      <w:r>
        <w:rPr>
          <w:rtl/>
        </w:rPr>
        <w:t xml:space="preserve"> قال آن الرجل ليكذب الكذبه فيحرم بها رزقه قلت و كيف يحرم رزقه فقال يحرم بها صلاه الليل فاذا حرم صلاه الليل حرم الرزق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٩. امام صادق </w:t>
      </w:r>
      <w:r w:rsidRPr="005D2E22">
        <w:rPr>
          <w:rStyle w:val="libAlaemChar"/>
          <w:rtl/>
        </w:rPr>
        <w:t>عليه‌السلام</w:t>
      </w:r>
      <w:r>
        <w:rPr>
          <w:rtl/>
        </w:rPr>
        <w:t xml:space="preserve"> فرمودند: ممكن است مردى دورغى بگويد و بدون ترديد بخاطر همين از رزق خود محروم مى شود. عرض كردم . چگونه از رزق محروم مى شود؟ فرمودند: ابتدا از نماز شب محروم مى شود و هنگامى كه از نماز شب محروم شد، از روزى محروم مى شود.</w:t>
      </w:r>
    </w:p>
    <w:p w:rsidR="00A679DB" w:rsidRDefault="00A679DB" w:rsidP="00A679DB">
      <w:pPr>
        <w:pStyle w:val="libNormal"/>
        <w:rPr>
          <w:rtl/>
        </w:rPr>
      </w:pPr>
      <w:r>
        <w:rPr>
          <w:rtl/>
        </w:rPr>
        <w:lastRenderedPageBreak/>
        <w:t xml:space="preserve">حديث : ١٠ ابى رحمه الله قال حدثنى عبدالله بن جعفر الحميرى عن احمد بن محمد عن الحسن بن محبوب عن جميل عن الفضيل عن ابى عبداالله </w:t>
      </w:r>
      <w:r w:rsidRPr="005D2E22">
        <w:rPr>
          <w:rStyle w:val="libAlaemChar"/>
          <w:rtl/>
        </w:rPr>
        <w:t>عليه‌السلام</w:t>
      </w:r>
      <w:r>
        <w:rPr>
          <w:rtl/>
        </w:rPr>
        <w:t xml:space="preserve"> قال آن البيوت التى يصلى فيها بالليل بتلاوه القرآن تضى لا هل السماء كما تضى نجوم السماء لا هل الارض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١٠. امام صادق </w:t>
      </w:r>
      <w:r w:rsidRPr="005D2E22">
        <w:rPr>
          <w:rStyle w:val="libAlaemChar"/>
          <w:rtl/>
        </w:rPr>
        <w:t>عليه‌السلام</w:t>
      </w:r>
      <w:r>
        <w:rPr>
          <w:rtl/>
        </w:rPr>
        <w:t xml:space="preserve"> فرمودند: همانا خانه هايى كه در آنها شبانگاه نماز با قرآن خوانده مى شود. براى آسمانيان مى درخشد، همانگونه كه ستارگان براى زمينيان مى درخشد.</w:t>
      </w:r>
    </w:p>
    <w:p w:rsidR="00A679DB" w:rsidRDefault="00A679DB" w:rsidP="00A679DB">
      <w:pPr>
        <w:pStyle w:val="libNormal"/>
        <w:rPr>
          <w:rtl/>
        </w:rPr>
      </w:pPr>
      <w:r>
        <w:rPr>
          <w:rtl/>
        </w:rPr>
        <w:t xml:space="preserve">حديث : ١١ حدثنى محمد بن الحسن رضى الله عنه قال حدثنى الحسين بن الحسن بن ابان عن الحسين بن سعيد عن حماد بن عيسى عن ابراهيم بن عمر رفعه الى ابى عبدالله </w:t>
      </w:r>
      <w:r w:rsidRPr="005D2E22">
        <w:rPr>
          <w:rStyle w:val="libAlaemChar"/>
          <w:rtl/>
        </w:rPr>
        <w:t>عليه‌السلام</w:t>
      </w:r>
      <w:r>
        <w:rPr>
          <w:rtl/>
        </w:rPr>
        <w:t xml:space="preserve"> فى قول الله عزجل «آن الحسنات يذهبن السيئات» قال صلاه المومن بالليل تذهب بما عمل من ذنب بالنهار.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١١. امام صادق </w:t>
      </w:r>
      <w:r w:rsidRPr="005D2E22">
        <w:rPr>
          <w:rStyle w:val="libAlaemChar"/>
          <w:rtl/>
        </w:rPr>
        <w:t>عليه‌السلام</w:t>
      </w:r>
      <w:r>
        <w:rPr>
          <w:rtl/>
        </w:rPr>
        <w:t xml:space="preserve"> در توضيح اين آيه «همانا نيكيها بديها را از بين مى برند.» (٤٣) فرمودند: نماز مؤ من در شب گناهانى را كه در روز انجام داده است ، از بين مى برد.</w:t>
      </w:r>
    </w:p>
    <w:p w:rsidR="00A679DB" w:rsidRDefault="00A679DB" w:rsidP="00A679DB">
      <w:pPr>
        <w:pStyle w:val="libNormal"/>
        <w:rPr>
          <w:rtl/>
        </w:rPr>
      </w:pPr>
    </w:p>
    <w:p w:rsidR="00A679DB" w:rsidRDefault="00A679DB" w:rsidP="00A679DB">
      <w:pPr>
        <w:pStyle w:val="libNormal"/>
        <w:rPr>
          <w:rtl/>
        </w:rPr>
      </w:pPr>
      <w:r>
        <w:rPr>
          <w:rtl/>
        </w:rPr>
        <w:t>ثواب قيام الليل بالقرآن</w:t>
      </w:r>
    </w:p>
    <w:p w:rsidR="00A679DB" w:rsidRDefault="005D2E22" w:rsidP="00A679DB">
      <w:pPr>
        <w:pStyle w:val="libNormal"/>
        <w:rPr>
          <w:rtl/>
        </w:rPr>
      </w:pPr>
      <w:r>
        <w:rPr>
          <w:rtl/>
        </w:rPr>
        <w:br w:type="page"/>
      </w:r>
    </w:p>
    <w:p w:rsidR="00A679DB" w:rsidRDefault="00A679DB" w:rsidP="005D2E22">
      <w:pPr>
        <w:pStyle w:val="Heading2"/>
        <w:rPr>
          <w:rtl/>
        </w:rPr>
      </w:pPr>
      <w:bookmarkStart w:id="106" w:name="_Toc449617163"/>
      <w:r>
        <w:rPr>
          <w:rtl/>
        </w:rPr>
        <w:t>ثواب شب زنده دارى با قرآن</w:t>
      </w:r>
      <w:bookmarkEnd w:id="106"/>
    </w:p>
    <w:p w:rsidR="00A679DB" w:rsidRDefault="00A679DB" w:rsidP="00A679DB">
      <w:pPr>
        <w:pStyle w:val="libNormal"/>
        <w:rPr>
          <w:rtl/>
        </w:rPr>
      </w:pPr>
      <w:r>
        <w:rPr>
          <w:rtl/>
        </w:rPr>
        <w:t>حديث : ١ ابى رحمه الله قال حدثنى سعد بن عبدالله سلمه بن الخطاب عن محمد بن اليث عن جابر بن اسماعيل عن جعفر بن محمد عن ابيه</w:t>
      </w:r>
      <w:r w:rsidR="00DC5255">
        <w:rPr>
          <w:rtl/>
        </w:rPr>
        <w:t xml:space="preserve">عليهم‌السلام </w:t>
      </w:r>
      <w:r>
        <w:rPr>
          <w:rtl/>
        </w:rPr>
        <w:t xml:space="preserve">آن رجلا سال اميرالمؤ منين </w:t>
      </w:r>
      <w:r w:rsidRPr="005D2E22">
        <w:rPr>
          <w:rStyle w:val="libAlaemChar"/>
          <w:rtl/>
        </w:rPr>
        <w:t>عليه‌السلام</w:t>
      </w:r>
      <w:r>
        <w:rPr>
          <w:rtl/>
        </w:rPr>
        <w:t xml:space="preserve"> عن قيام الليل بالقرآن فقال له ابشر من صليمن الليل عشر ليله الله مخلصا البتغاء ثواب الله قال الله عزوجل لملائكته اكتبوا لعبدى هذا من الحسنات عدد ما انبت فى الليل من حبه و ورقه و شجره و عدد كل قصبه و خوط و مرعى و من صلى تسع ليله اعطاه الله عشر دعوات مستجابات و اعطاه كتابه بيمينه يوم القيامه و من صلى ثمن ليله اعطاه الله عزوجل اجر شهيد صابر صادق النيه و شفع فى اهل بيته و من صلى سبع ليله اعطاه الله عزوجل اجر شهيد صابر صادق النيه و شفع فى اهل بيته و من صلى سبع ليله خرج من قبره يوم يبعث و وجهه كالقمر ليله البدر حتى يمر على الصراط مع الامنين و من صلى سدس ‍ ليله كتب مع الاوابين و غفر له ما تقدم من ذنبه و ما تاخر و من صلى خمس ‍ ليله زاحم ابراهيم خليل الله فى قبته و من صلى ربع ليله كان فى اول الفائزين حتى يمر على الصراط كالريح العاصف و يدخل الجنه بغير حساب و من صلى ثلث ليله لم يلق ملكا غبطه بمنزلته من اللهعزوجل و قيل له ادخل من اى ابواب الجنه الثمانيه شئت و من صلى نصف ليله فلو اعطى مل الارض ‍ ذهبا سبعين الف مره بم يعدل جزاء و كان له بذلك افضل من سبعين رقبه يعتقها من ولد اسماعيل و من صلى ثلثى ليله كان له من الحسنات قدر رمل عالج ادناها حسنه اثقل من جبل احد عشر مرات و من صلى ليله تامه تاليا لكتاب الله عزوجل ذكره راكعا و ساجدا و ذاكرا اعطى من الثواب ادناها آن يخرج من الذنوب كما ولدته امه و يكتب له عدد ما خلق الله من الحسنات و مثلها درجات </w:t>
      </w:r>
      <w:r>
        <w:rPr>
          <w:rtl/>
        </w:rPr>
        <w:lastRenderedPageBreak/>
        <w:t>و يثبت النور فى قبره و ينزع الاثم و الحسد من قبله و يجار من عذاب القبر و يعطى براه من النار و يبعث من الامنين و يقول الرب تبارك و تعالى لملائكته ياملائكتى انظروا الى عبدى احيا ليله ابتغاء مرضاتى اسكنوه الفردوس و له فيها مائه الف مدينه فى كل مدينه جميع ما تشتهى الانفس و تلذ الاعين و ما لا يخطر على بال سوى ما اعددت له من الكرامه و المزيد و القربه .</w:t>
      </w:r>
    </w:p>
    <w:p w:rsidR="00A679DB" w:rsidRDefault="00A679DB" w:rsidP="00A679DB">
      <w:pPr>
        <w:pStyle w:val="libNormal"/>
        <w:rPr>
          <w:rtl/>
        </w:rPr>
      </w:pPr>
      <w:r>
        <w:rPr>
          <w:rtl/>
        </w:rPr>
        <w:t>ترجمه :</w:t>
      </w:r>
    </w:p>
    <w:p w:rsidR="00A679DB" w:rsidRDefault="00A679DB" w:rsidP="003E625D">
      <w:pPr>
        <w:pStyle w:val="libNormal"/>
        <w:rPr>
          <w:rtl/>
        </w:rPr>
      </w:pPr>
      <w:r>
        <w:rPr>
          <w:rtl/>
        </w:rPr>
        <w:t xml:space="preserve">١. امام باقر </w:t>
      </w:r>
      <w:r w:rsidRPr="005D2E22">
        <w:rPr>
          <w:rStyle w:val="libAlaemChar"/>
          <w:rtl/>
        </w:rPr>
        <w:t>عليه‌السلام</w:t>
      </w:r>
      <w:r>
        <w:rPr>
          <w:rtl/>
        </w:rPr>
        <w:t xml:space="preserve"> از پدرش </w:t>
      </w:r>
      <w:r w:rsidRPr="005D2E22">
        <w:rPr>
          <w:rStyle w:val="libAlaemChar"/>
          <w:rtl/>
        </w:rPr>
        <w:t>عليه‌السلام</w:t>
      </w:r>
      <w:r>
        <w:rPr>
          <w:rtl/>
        </w:rPr>
        <w:t xml:space="preserve"> نقل مى نمايد كه مردى حكم شب زنده دارى با قرآ</w:t>
      </w:r>
      <w:r w:rsidR="005D2E22">
        <w:rPr>
          <w:rFonts w:hint="cs"/>
          <w:rtl/>
        </w:rPr>
        <w:t>ن</w:t>
      </w:r>
      <w:r>
        <w:rPr>
          <w:rtl/>
        </w:rPr>
        <w:t xml:space="preserve"> را از اميرالمؤ منين </w:t>
      </w:r>
      <w:r w:rsidRPr="005D2E22">
        <w:rPr>
          <w:rStyle w:val="libAlaemChar"/>
          <w:rtl/>
        </w:rPr>
        <w:t>عليه‌السلام</w:t>
      </w:r>
      <w:r>
        <w:rPr>
          <w:rtl/>
        </w:rPr>
        <w:t xml:space="preserve"> پرسيد. حضرت </w:t>
      </w:r>
      <w:r w:rsidRPr="005D2E22">
        <w:rPr>
          <w:rStyle w:val="libAlaemChar"/>
          <w:rtl/>
        </w:rPr>
        <w:t>عليه‌السلام</w:t>
      </w:r>
      <w:r>
        <w:rPr>
          <w:rtl/>
        </w:rPr>
        <w:t xml:space="preserve"> فرمودند: مژده بده . كسى كه يك دهم شب را با اخلاص و براى پاداش خداوند نماز بگذارد، خداى عزوجل به فرشتگان خود مى فرمايند: بعدد دانه ها، برگها و درختهايى كه در اين شب روييده و بعدد هر نى و شاخه نرم و چرا گاه براى اين بنده ام حسنات بنويسيد. و كسى كه يك نهم شب را نماز بگذارد، خداوند ده دعاى مستجاب به او عطا نموده و در روز قيامت نامه عملش را به دست راستش مى دهد. و كسى كه يك هشتم شب را نماز بخواند، خداوند عزوجل پاداش شهيد صابر و راست نيت را به ا عطا نموده و شفاعت او در مورد خانواده اش پذيرفته مى شود. و كسى كه يك هفتم شب را نماز بخواند، در روزى كه برانگيخته مى شود، الى از قبر خود بيرون مى آيد كه چهره او مانند ماه شب چهارده مى باشد و در نهايت با كسانى كه در امانند از پل صراط مى گذرد و كسى كه يك ششم شب را نماز بخواند، نام او را در رديف توبه كار</w:t>
      </w:r>
      <w:r w:rsidR="00003CE2">
        <w:rPr>
          <w:rFonts w:hint="cs"/>
          <w:rtl/>
        </w:rPr>
        <w:t>ا</w:t>
      </w:r>
      <w:r>
        <w:rPr>
          <w:rtl/>
        </w:rPr>
        <w:t xml:space="preserve">ن نوشته شده و گناهان گذشته اش و اينده اش آمرزيده مى شود. و كسى كه يك پنجم شب را نماز بخواند، در گنبد ابراهيم خليل </w:t>
      </w:r>
      <w:r w:rsidRPr="00003CE2">
        <w:rPr>
          <w:rStyle w:val="libAlaemChar"/>
          <w:rtl/>
        </w:rPr>
        <w:t>عليه‌السلام</w:t>
      </w:r>
      <w:r>
        <w:rPr>
          <w:rtl/>
        </w:rPr>
        <w:t xml:space="preserve"> جا را بر او تنگ خواهد كرد (همدم او خواهد بود) و كسى كه يك چهارم شب را نماز بخواند در صف اول رستگارآن مى باشد تا جايى كه مانند </w:t>
      </w:r>
      <w:r>
        <w:rPr>
          <w:rtl/>
        </w:rPr>
        <w:lastRenderedPageBreak/>
        <w:t>تند بادى از پل صراط گذشته و بدون حساب وارد بهشت خواهد شد. و كسى كه يك سوم شب را نماز بخواند، با هيچ فرشته اى ملاقات نمى كند مگر اين كه به منزلت او نزد خداوند عزوجل غبطه مى خورند و به او مى گوين</w:t>
      </w:r>
      <w:r w:rsidR="003E625D">
        <w:rPr>
          <w:rFonts w:hint="cs"/>
          <w:rtl/>
        </w:rPr>
        <w:t>د</w:t>
      </w:r>
      <w:r>
        <w:rPr>
          <w:rtl/>
        </w:rPr>
        <w:t xml:space="preserve"> : از هر كدام از درهاى هشتگانه بهشت كه مى خواهى وارد شو. و كسى كه نيمى از شب را نماز بخواند، چنانچه هفتاد هزار بار باندازه پرى زمين به او طلا بدهند، با پاداش او برابرى نخواهد كرد و پاداش اين عمل براى او بالاتر از آزاد كرد هفتاد بنده از فرزندان اسماعيل خواهد بود و هر كسى كه دو سوم شب را نماز بخواند، باندازه انبوهى از شن حسنات خواهد داشت كه كمترين آنها حسنه اى ا</w:t>
      </w:r>
      <w:r w:rsidR="003E625D">
        <w:rPr>
          <w:rFonts w:hint="cs"/>
          <w:rtl/>
        </w:rPr>
        <w:t>س</w:t>
      </w:r>
      <w:r>
        <w:rPr>
          <w:rtl/>
        </w:rPr>
        <w:t>ت كه ده بار سنگينر از كوه «احد» است . كسى كه همه شب را نماز بخواند و در حال ركوع و سجود و ذكر كتاب خداى متعال را تلاوت كند، پاداشهايى به او عطا مى شود و كمترين آنها اين است كه مانند روزى كه از مادر متولد شده از گناهان بيرون مى رود و بعدد مخلوقات خداوند حسنات و درجات براى او نشوته شده و قبر او هميشه نورانى خواهد بود، گناه و حسد از قلب او كنده شده و از عذاب قبر پناه داده مى شود، بيزارى از آتش به او عطا مى شود، بعنوآن امان يافته برانگيخته مى شود و خداى متعال به فرشتگانش مى گويد، به بنده ام بنگريد كه براى بدست آوردن رضايت من شبى را زنده نگهداشت . او را در فردوش (بهشت) ساكن گردانيد. در فردوس صد هزار شهر دارد كه در هر شهرى همه چيزهايى وجود دارد كه انسان مى خواهد و ديدگان لذت مى برند و به انديشه اى نمى ايد، به غير از بزرگداشتها، افزونها و تقربى كه براى او آماده نموده ام .</w:t>
      </w:r>
    </w:p>
    <w:p w:rsidR="00A679DB" w:rsidRDefault="00A679DB" w:rsidP="00A679DB">
      <w:pPr>
        <w:pStyle w:val="libNormal"/>
        <w:rPr>
          <w:rtl/>
        </w:rPr>
      </w:pPr>
    </w:p>
    <w:p w:rsidR="00A679DB" w:rsidRDefault="00A679DB" w:rsidP="00A679DB">
      <w:pPr>
        <w:pStyle w:val="libNormal"/>
        <w:rPr>
          <w:rtl/>
        </w:rPr>
      </w:pPr>
      <w:r>
        <w:rPr>
          <w:rtl/>
        </w:rPr>
        <w:t>ثواب من صلى ركعتين يعلم ما يقول فيهما</w:t>
      </w:r>
    </w:p>
    <w:p w:rsidR="003E625D" w:rsidRPr="00ED74AF" w:rsidRDefault="003E625D" w:rsidP="00ED74AF">
      <w:pPr>
        <w:pStyle w:val="libNormal"/>
        <w:rPr>
          <w:rtl/>
        </w:rPr>
      </w:pPr>
      <w:r w:rsidRPr="00ED74AF">
        <w:rPr>
          <w:rtl/>
        </w:rPr>
        <w:br w:type="page"/>
      </w:r>
    </w:p>
    <w:p w:rsidR="00A679DB" w:rsidRDefault="00A679DB" w:rsidP="003E625D">
      <w:pPr>
        <w:pStyle w:val="Heading2"/>
        <w:rPr>
          <w:rtl/>
        </w:rPr>
      </w:pPr>
      <w:bookmarkStart w:id="107" w:name="_Toc449617164"/>
      <w:r>
        <w:rPr>
          <w:rtl/>
        </w:rPr>
        <w:t>ثواب خواندن دو ركعت نماز و فهم آنچه در آن مى گويد</w:t>
      </w:r>
      <w:bookmarkEnd w:id="107"/>
    </w:p>
    <w:p w:rsidR="00A679DB" w:rsidRDefault="00A679DB" w:rsidP="00A679DB">
      <w:pPr>
        <w:pStyle w:val="libNormal"/>
        <w:rPr>
          <w:rtl/>
        </w:rPr>
      </w:pPr>
      <w:r>
        <w:rPr>
          <w:rtl/>
        </w:rPr>
        <w:t xml:space="preserve">حديث : ١ ابى رحمه الله عن سعد بن عبدالله عن سلمه بن الخطاب عن الحسين بن سيف عن ابيه سيف بن عميره النخعى قال حدثنى من سمع اباعبدالله </w:t>
      </w:r>
      <w:r w:rsidRPr="003E625D">
        <w:rPr>
          <w:rStyle w:val="libAlaemChar"/>
          <w:rtl/>
        </w:rPr>
        <w:t>عليه‌السلام</w:t>
      </w:r>
      <w:r>
        <w:rPr>
          <w:rtl/>
        </w:rPr>
        <w:t xml:space="preserve"> يقول من صلى ركعتين يعلم ما يقول فيهما انصرف و ليس بينه و بين الله ذنب الا غفره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3E625D">
        <w:rPr>
          <w:rStyle w:val="libAlaemChar"/>
          <w:rtl/>
        </w:rPr>
        <w:t>عليه‌السلام</w:t>
      </w:r>
      <w:r>
        <w:rPr>
          <w:rtl/>
        </w:rPr>
        <w:t xml:space="preserve"> فرمودند: كسى كه دو ركعت نماز بخواند در حالى كه بداند در آن چه مى گويد، در حالى سلام نماز را مى دهد كه بين او خداوند گناهى نيست ، مگر اين كه آن را براى او مى آمرزد.</w:t>
      </w:r>
    </w:p>
    <w:p w:rsidR="00A679DB" w:rsidRDefault="00A679DB" w:rsidP="00A679DB">
      <w:pPr>
        <w:pStyle w:val="libNormal"/>
        <w:rPr>
          <w:rtl/>
        </w:rPr>
      </w:pPr>
    </w:p>
    <w:p w:rsidR="00A679DB" w:rsidRDefault="00A679DB" w:rsidP="00A679DB">
      <w:pPr>
        <w:pStyle w:val="libNormal"/>
        <w:rPr>
          <w:rtl/>
        </w:rPr>
      </w:pPr>
      <w:r>
        <w:rPr>
          <w:rtl/>
        </w:rPr>
        <w:t>ثواب من صلى ركعتين خفيفتين فى تفكر</w:t>
      </w:r>
    </w:p>
    <w:p w:rsidR="00A679DB" w:rsidRDefault="003E625D" w:rsidP="00A679DB">
      <w:pPr>
        <w:pStyle w:val="libNormal"/>
        <w:rPr>
          <w:rtl/>
        </w:rPr>
      </w:pPr>
      <w:r>
        <w:rPr>
          <w:rtl/>
        </w:rPr>
        <w:br w:type="page"/>
      </w:r>
    </w:p>
    <w:p w:rsidR="00A679DB" w:rsidRDefault="00A679DB" w:rsidP="003E625D">
      <w:pPr>
        <w:pStyle w:val="Heading2"/>
        <w:rPr>
          <w:rtl/>
        </w:rPr>
      </w:pPr>
      <w:bookmarkStart w:id="108" w:name="_Toc449617165"/>
      <w:r>
        <w:rPr>
          <w:rtl/>
        </w:rPr>
        <w:t>ثواب خواندن دو ركعت نماز ساده همراه با تفكر</w:t>
      </w:r>
      <w:bookmarkEnd w:id="108"/>
    </w:p>
    <w:p w:rsidR="00A679DB" w:rsidRDefault="00A679DB" w:rsidP="00A679DB">
      <w:pPr>
        <w:pStyle w:val="libNormal"/>
        <w:rPr>
          <w:rtl/>
        </w:rPr>
      </w:pPr>
      <w:r>
        <w:rPr>
          <w:rtl/>
        </w:rPr>
        <w:t xml:space="preserve">حديث : ١ ابى رحمه الله قال حدثنى سعد به عبدالله عن احمد ابى عبدالله عن ابيه عن الحسين به علوآن عن عمروبن خالد عن زيد بن على عن ابيه عن آبائه قال قال رسول الله </w:t>
      </w:r>
      <w:r w:rsidR="00E60DFB" w:rsidRPr="003E625D">
        <w:rPr>
          <w:rStyle w:val="libAlaemChar"/>
          <w:rtl/>
        </w:rPr>
        <w:t>صلى‌الله‌عليه‌وآله</w:t>
      </w:r>
      <w:r w:rsidR="00E60DFB">
        <w:rPr>
          <w:rtl/>
        </w:rPr>
        <w:t xml:space="preserve"> </w:t>
      </w:r>
      <w:r>
        <w:rPr>
          <w:rtl/>
        </w:rPr>
        <w:t>ركعتان خفيفتان فى تفكر خير من قيام ليله .</w:t>
      </w:r>
    </w:p>
    <w:p w:rsidR="00A679DB" w:rsidRDefault="00A679DB" w:rsidP="00A679DB">
      <w:pPr>
        <w:pStyle w:val="libNormal"/>
        <w:rPr>
          <w:rtl/>
        </w:rPr>
      </w:pPr>
      <w:r>
        <w:rPr>
          <w:rtl/>
        </w:rPr>
        <w:t>ترجمه :</w:t>
      </w:r>
    </w:p>
    <w:p w:rsidR="00A679DB" w:rsidRDefault="00A679DB" w:rsidP="003E625D">
      <w:pPr>
        <w:pStyle w:val="libNormal"/>
        <w:rPr>
          <w:rtl/>
        </w:rPr>
      </w:pPr>
      <w:r>
        <w:rPr>
          <w:rtl/>
        </w:rPr>
        <w:t>١. زيد بن على از پدرش و او از پدرانش</w:t>
      </w:r>
      <w:r w:rsidR="00DC5255">
        <w:rPr>
          <w:rtl/>
        </w:rPr>
        <w:t xml:space="preserve">عليهم‌السلام </w:t>
      </w:r>
      <w:r>
        <w:rPr>
          <w:rtl/>
        </w:rPr>
        <w:t xml:space="preserve">روايت نموده است كه رسول خدا </w:t>
      </w:r>
      <w:r w:rsidR="00E60DFB" w:rsidRPr="003E625D">
        <w:rPr>
          <w:rStyle w:val="libAlaemChar"/>
          <w:rtl/>
        </w:rPr>
        <w:t>صلى‌الله‌عليه‌وآله</w:t>
      </w:r>
      <w:r w:rsidR="00E60DFB">
        <w:rPr>
          <w:rtl/>
        </w:rPr>
        <w:t xml:space="preserve"> </w:t>
      </w:r>
      <w:r>
        <w:rPr>
          <w:rtl/>
        </w:rPr>
        <w:t>فرمودند: دو ركعت نماز ساده با تفكر بهتر از يك شب به عبادت ايستادن است .</w:t>
      </w:r>
    </w:p>
    <w:p w:rsidR="00A679DB" w:rsidRDefault="00A679DB" w:rsidP="00A679DB">
      <w:pPr>
        <w:pStyle w:val="libNormal"/>
        <w:rPr>
          <w:rtl/>
        </w:rPr>
      </w:pPr>
    </w:p>
    <w:p w:rsidR="00A679DB" w:rsidRDefault="00A679DB" w:rsidP="00A679DB">
      <w:pPr>
        <w:pStyle w:val="libNormal"/>
        <w:rPr>
          <w:rtl/>
        </w:rPr>
      </w:pPr>
      <w:r>
        <w:rPr>
          <w:rtl/>
        </w:rPr>
        <w:t>ثواب التنفل فى ساعه الغفله</w:t>
      </w:r>
    </w:p>
    <w:p w:rsidR="00A679DB" w:rsidRDefault="003E625D" w:rsidP="00A679DB">
      <w:pPr>
        <w:pStyle w:val="libNormal"/>
        <w:rPr>
          <w:rtl/>
        </w:rPr>
      </w:pPr>
      <w:r>
        <w:rPr>
          <w:rtl/>
        </w:rPr>
        <w:br w:type="page"/>
      </w:r>
    </w:p>
    <w:p w:rsidR="00A679DB" w:rsidRDefault="00A679DB" w:rsidP="003E625D">
      <w:pPr>
        <w:pStyle w:val="Heading2"/>
        <w:rPr>
          <w:rtl/>
        </w:rPr>
      </w:pPr>
      <w:bookmarkStart w:id="109" w:name="_Toc449617166"/>
      <w:r>
        <w:rPr>
          <w:rtl/>
        </w:rPr>
        <w:t>ثواب نافله خواندن در ساعت غفلت</w:t>
      </w:r>
      <w:bookmarkEnd w:id="109"/>
    </w:p>
    <w:p w:rsidR="00A679DB" w:rsidRDefault="00A679DB" w:rsidP="00A679DB">
      <w:pPr>
        <w:pStyle w:val="libNormal"/>
        <w:rPr>
          <w:rtl/>
        </w:rPr>
      </w:pPr>
      <w:r>
        <w:rPr>
          <w:rtl/>
        </w:rPr>
        <w:t>حديث : ١ ابى رحمه الله عن سعد بن عبدالله عن احمد بن ابى عبدالله عن ابيه عن وهب بن وهب عن جعفر بن محمد عن ابيه عن آبائه</w:t>
      </w:r>
      <w:r w:rsidR="00DC5255">
        <w:rPr>
          <w:rtl/>
        </w:rPr>
        <w:t xml:space="preserve">عليهم‌السلام </w:t>
      </w:r>
      <w:r>
        <w:rPr>
          <w:rtl/>
        </w:rPr>
        <w:t xml:space="preserve">قال قال رسول الله </w:t>
      </w:r>
      <w:r w:rsidR="00E60DFB">
        <w:rPr>
          <w:rtl/>
        </w:rPr>
        <w:t xml:space="preserve">صلى‌الله‌عليه‌وآله </w:t>
      </w:r>
      <w:r>
        <w:rPr>
          <w:rtl/>
        </w:rPr>
        <w:t>تنفلوا فى ساعه الغفله و لو بركعتين خفيفتين فانهما تورثان دار الكرامه قيل يا رسول الله و ما ساعه الغفله قال ما بين المغرب و العشاء</w:t>
      </w:r>
    </w:p>
    <w:p w:rsidR="00A679DB" w:rsidRDefault="00A679DB" w:rsidP="00A679DB">
      <w:pPr>
        <w:pStyle w:val="libNormal"/>
        <w:rPr>
          <w:rtl/>
        </w:rPr>
      </w:pPr>
      <w:r>
        <w:rPr>
          <w:rtl/>
        </w:rPr>
        <w:t>ترجمه :</w:t>
      </w:r>
    </w:p>
    <w:p w:rsidR="00A679DB" w:rsidRDefault="00A679DB" w:rsidP="003E625D">
      <w:pPr>
        <w:pStyle w:val="libNormal"/>
        <w:rPr>
          <w:rtl/>
        </w:rPr>
      </w:pPr>
      <w:r>
        <w:rPr>
          <w:rtl/>
        </w:rPr>
        <w:t xml:space="preserve">١. امام صادق </w:t>
      </w:r>
      <w:r w:rsidRPr="003E625D">
        <w:rPr>
          <w:rStyle w:val="libAlaemChar"/>
          <w:rtl/>
        </w:rPr>
        <w:t>عليه‌السلام</w:t>
      </w:r>
      <w:r>
        <w:rPr>
          <w:rtl/>
        </w:rPr>
        <w:t xml:space="preserve"> از پدرش و او از پدرانش</w:t>
      </w:r>
      <w:r w:rsidR="00DC5255">
        <w:rPr>
          <w:rtl/>
        </w:rPr>
        <w:t xml:space="preserve">عليهم‌السلام </w:t>
      </w:r>
      <w:r>
        <w:rPr>
          <w:rtl/>
        </w:rPr>
        <w:t xml:space="preserve">نقل نموده كه رسول خدا </w:t>
      </w:r>
      <w:r w:rsidR="00E60DFB" w:rsidRPr="003E625D">
        <w:rPr>
          <w:rStyle w:val="libAlaemChar"/>
          <w:rtl/>
        </w:rPr>
        <w:t>صلى‌الله‌عليه‌وآله</w:t>
      </w:r>
      <w:r w:rsidR="00E60DFB">
        <w:rPr>
          <w:rtl/>
        </w:rPr>
        <w:t xml:space="preserve"> </w:t>
      </w:r>
      <w:r>
        <w:rPr>
          <w:rtl/>
        </w:rPr>
        <w:t>فرموده اند، در ساعت غفلت نماز نافله بخوانيد، گرچه دو ركعت ساده باشد، زيرا با اين كار به سراى كرامت (بهشت) مى رسيد. كسى گفت : اى رسول خدا! ساعت غفلت كدام است ؟ فرمودند: بين مغرب و عشاء</w:t>
      </w:r>
    </w:p>
    <w:p w:rsidR="00A679DB" w:rsidRDefault="00A679DB" w:rsidP="00A679DB">
      <w:pPr>
        <w:pStyle w:val="libNormal"/>
        <w:rPr>
          <w:rtl/>
        </w:rPr>
      </w:pPr>
    </w:p>
    <w:p w:rsidR="00A679DB" w:rsidRDefault="00A679DB" w:rsidP="00A679DB">
      <w:pPr>
        <w:pStyle w:val="libNormal"/>
        <w:rPr>
          <w:rtl/>
        </w:rPr>
      </w:pPr>
      <w:r>
        <w:rPr>
          <w:rtl/>
        </w:rPr>
        <w:t>ثواب من صلى بين الجمعتين خمسمائه ركعه</w:t>
      </w:r>
    </w:p>
    <w:p w:rsidR="00A679DB" w:rsidRDefault="003E625D" w:rsidP="00A679DB">
      <w:pPr>
        <w:pStyle w:val="libNormal"/>
        <w:rPr>
          <w:rtl/>
        </w:rPr>
      </w:pPr>
      <w:r>
        <w:rPr>
          <w:rtl/>
        </w:rPr>
        <w:br w:type="page"/>
      </w:r>
    </w:p>
    <w:p w:rsidR="00A679DB" w:rsidRDefault="00A679DB" w:rsidP="003E625D">
      <w:pPr>
        <w:pStyle w:val="Heading2"/>
        <w:rPr>
          <w:rtl/>
        </w:rPr>
      </w:pPr>
      <w:bookmarkStart w:id="110" w:name="_Toc449617167"/>
      <w:r>
        <w:rPr>
          <w:rtl/>
        </w:rPr>
        <w:t>ثواب خواندن پانصد ركعت نماز بين دو جمعه</w:t>
      </w:r>
      <w:bookmarkEnd w:id="110"/>
    </w:p>
    <w:p w:rsidR="00A679DB" w:rsidRDefault="00A679DB" w:rsidP="003E625D">
      <w:pPr>
        <w:pStyle w:val="libNormal"/>
        <w:rPr>
          <w:rtl/>
        </w:rPr>
      </w:pPr>
      <w:r>
        <w:rPr>
          <w:rtl/>
        </w:rPr>
        <w:t>حديث : ١ حدثنى محمد بن الحسن رضى الله عنه قال حدثنى محمد بن يحيى العطار عن محمد بن احمد عن محمد بن حسان الرازى عن ابى محمد الرازى عن السكونى عن ابى عبدالله عن ابيه</w:t>
      </w:r>
      <w:r w:rsidR="00DC5255">
        <w:rPr>
          <w:rtl/>
        </w:rPr>
        <w:t xml:space="preserve">عليهم‌السلام </w:t>
      </w:r>
      <w:r>
        <w:rPr>
          <w:rtl/>
        </w:rPr>
        <w:t>قال من صلى ما بين الجمعتين خمسمائه ركعه فله عندالله ما يتمنى من خير.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از پدرش نقل مى نمايد كه رسول خدا </w:t>
      </w:r>
      <w:r w:rsidR="00E60DFB" w:rsidRPr="003E625D">
        <w:rPr>
          <w:rStyle w:val="libAlaemChar"/>
          <w:rtl/>
        </w:rPr>
        <w:t>صلى‌الله‌عليه‌وآله</w:t>
      </w:r>
      <w:r w:rsidR="00E60DFB">
        <w:rPr>
          <w:rtl/>
        </w:rPr>
        <w:t xml:space="preserve"> </w:t>
      </w:r>
      <w:r>
        <w:rPr>
          <w:rtl/>
        </w:rPr>
        <w:t>فرمودند: كسى كه بين دو جمعه پانصد ركعت نماز بخواند، هر خيرى را كه آرزو كن نزد خداوند خواهد داشت .</w:t>
      </w:r>
    </w:p>
    <w:p w:rsidR="00A679DB" w:rsidRDefault="00A679DB" w:rsidP="00A679DB">
      <w:pPr>
        <w:pStyle w:val="libNormal"/>
        <w:rPr>
          <w:rtl/>
        </w:rPr>
      </w:pPr>
    </w:p>
    <w:p w:rsidR="00A679DB" w:rsidRDefault="00A679DB" w:rsidP="00A679DB">
      <w:pPr>
        <w:pStyle w:val="libNormal"/>
        <w:rPr>
          <w:rtl/>
        </w:rPr>
      </w:pPr>
      <w:r>
        <w:rPr>
          <w:rtl/>
        </w:rPr>
        <w:t>ثواب من صلى الفجر ثم قرا قل هو الله احد احدى عشره مره</w:t>
      </w:r>
    </w:p>
    <w:p w:rsidR="00A679DB" w:rsidRDefault="003E625D" w:rsidP="00A679DB">
      <w:pPr>
        <w:pStyle w:val="libNormal"/>
        <w:rPr>
          <w:rtl/>
        </w:rPr>
      </w:pPr>
      <w:r>
        <w:rPr>
          <w:rtl/>
        </w:rPr>
        <w:br w:type="page"/>
      </w:r>
    </w:p>
    <w:p w:rsidR="00A679DB" w:rsidRDefault="00A679DB" w:rsidP="003E625D">
      <w:pPr>
        <w:pStyle w:val="Heading2"/>
        <w:rPr>
          <w:rtl/>
        </w:rPr>
      </w:pPr>
      <w:bookmarkStart w:id="111" w:name="_Toc449617168"/>
      <w:r>
        <w:rPr>
          <w:rtl/>
        </w:rPr>
        <w:t>ثواب يازده بار «قل هو الله احد» خواندن پس از نماز صبح</w:t>
      </w:r>
      <w:bookmarkEnd w:id="111"/>
    </w:p>
    <w:p w:rsidR="00A679DB" w:rsidRDefault="00A679DB" w:rsidP="00A679DB">
      <w:pPr>
        <w:pStyle w:val="libNormal"/>
        <w:rPr>
          <w:rtl/>
        </w:rPr>
      </w:pPr>
      <w:r>
        <w:rPr>
          <w:rtl/>
        </w:rPr>
        <w:t xml:space="preserve">حديث : ١ ابى رحمه الله قال حدثنى محمد بن يحيى العطار عن العمركى الخراسانى عن على بن جعفر عن اخيه موسى بن جعفر عن ابيه جعفر بن محمد </w:t>
      </w:r>
      <w:r w:rsidRPr="003E625D">
        <w:rPr>
          <w:rStyle w:val="libAlaemChar"/>
          <w:rtl/>
        </w:rPr>
        <w:t>عليه‌السلام</w:t>
      </w:r>
      <w:r>
        <w:rPr>
          <w:rtl/>
        </w:rPr>
        <w:t xml:space="preserve"> قال قال على </w:t>
      </w:r>
      <w:r w:rsidRPr="003E625D">
        <w:rPr>
          <w:rStyle w:val="libAlaemChar"/>
          <w:rtl/>
        </w:rPr>
        <w:t>عليه‌السلام</w:t>
      </w:r>
      <w:r>
        <w:rPr>
          <w:rtl/>
        </w:rPr>
        <w:t xml:space="preserve"> من صلى الفجر ثم قرا قل هو الله احد احدى عشره مره لم يتبعه فى ذلك اليوم ذنب و آن رغم انف الشيطان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3E625D">
        <w:rPr>
          <w:rStyle w:val="libAlaemChar"/>
          <w:rtl/>
        </w:rPr>
        <w:t>عليه‌السلام</w:t>
      </w:r>
      <w:r>
        <w:rPr>
          <w:rtl/>
        </w:rPr>
        <w:t xml:space="preserve"> از پدرش </w:t>
      </w:r>
      <w:r w:rsidRPr="003E625D">
        <w:rPr>
          <w:rStyle w:val="libAlaemChar"/>
          <w:rtl/>
        </w:rPr>
        <w:t>عليه‌السلام</w:t>
      </w:r>
      <w:r>
        <w:rPr>
          <w:rtl/>
        </w:rPr>
        <w:t xml:space="preserve"> از اميرالمومنين </w:t>
      </w:r>
      <w:r w:rsidRPr="003E625D">
        <w:rPr>
          <w:rStyle w:val="libAlaemChar"/>
          <w:rtl/>
        </w:rPr>
        <w:t>عليه‌السلام</w:t>
      </w:r>
      <w:r>
        <w:rPr>
          <w:rtl/>
        </w:rPr>
        <w:t xml:space="preserve"> نقل نموده كه فرمودند: كسى كه نماز صبح را بخواند، آنگاه يازده بار «قل هو الله احد» بخواند، در آن روز گناهى از او سر نمى زند، اگر چه شيطان نخواهد.</w:t>
      </w:r>
    </w:p>
    <w:p w:rsidR="00A679DB" w:rsidRDefault="00A679DB" w:rsidP="00A679DB">
      <w:pPr>
        <w:pStyle w:val="libNormal"/>
        <w:rPr>
          <w:rtl/>
        </w:rPr>
      </w:pPr>
    </w:p>
    <w:p w:rsidR="00A679DB" w:rsidRDefault="00A679DB" w:rsidP="00A679DB">
      <w:pPr>
        <w:pStyle w:val="libNormal"/>
        <w:rPr>
          <w:rtl/>
        </w:rPr>
      </w:pPr>
      <w:r>
        <w:rPr>
          <w:rtl/>
        </w:rPr>
        <w:t>ثواب التعقيب</w:t>
      </w:r>
    </w:p>
    <w:p w:rsidR="00A679DB" w:rsidRDefault="003E625D" w:rsidP="00A679DB">
      <w:pPr>
        <w:pStyle w:val="libNormal"/>
        <w:rPr>
          <w:rtl/>
        </w:rPr>
      </w:pPr>
      <w:r>
        <w:rPr>
          <w:rtl/>
        </w:rPr>
        <w:br w:type="page"/>
      </w:r>
    </w:p>
    <w:p w:rsidR="00A679DB" w:rsidRDefault="00A679DB" w:rsidP="003E625D">
      <w:pPr>
        <w:pStyle w:val="Heading2"/>
        <w:rPr>
          <w:rtl/>
        </w:rPr>
      </w:pPr>
      <w:bookmarkStart w:id="112" w:name="_Toc449617169"/>
      <w:r>
        <w:rPr>
          <w:rtl/>
        </w:rPr>
        <w:t>ثواب تعقيبات نماز</w:t>
      </w:r>
      <w:bookmarkEnd w:id="112"/>
    </w:p>
    <w:p w:rsidR="00A679DB" w:rsidRDefault="00A679DB" w:rsidP="003E625D">
      <w:pPr>
        <w:pStyle w:val="libNormal"/>
        <w:rPr>
          <w:rtl/>
        </w:rPr>
      </w:pPr>
      <w:r>
        <w:rPr>
          <w:rtl/>
        </w:rPr>
        <w:t>حديث : ١ ابى رحمه الله قال حدثنى سعد بن عبدالله احمد بن ابى عبدالله عن ابى الجوزاء عن الحسين بن علوآن عن عمرو بن خالد عن عاصم بن ابى النجود الاسدى عن ابن عمر عن الحسين بن على</w:t>
      </w:r>
      <w:r w:rsidR="00DC5255">
        <w:rPr>
          <w:rtl/>
        </w:rPr>
        <w:t xml:space="preserve">عليهم‌السلام </w:t>
      </w:r>
      <w:r>
        <w:rPr>
          <w:rtl/>
        </w:rPr>
        <w:t xml:space="preserve">يقول قال رسول الله </w:t>
      </w:r>
      <w:r w:rsidR="00E60DFB" w:rsidRPr="003E625D">
        <w:rPr>
          <w:rStyle w:val="libAlaemChar"/>
          <w:rtl/>
        </w:rPr>
        <w:t>صلى‌الله‌عليه‌وآله</w:t>
      </w:r>
      <w:r w:rsidR="00E60DFB">
        <w:rPr>
          <w:rtl/>
        </w:rPr>
        <w:t xml:space="preserve"> </w:t>
      </w:r>
      <w:r>
        <w:rPr>
          <w:rtl/>
        </w:rPr>
        <w:t>ايما امر مسلم جلس ‍ فى مصلاه الذى صلى فيه الفجر يذكر الله تعالى حتى تطلع الشمس كان له من الجر كحاج بيت الله تعالى و غفر له فان جلس فيه حتى تكون ساعه تحل فيها الصلاه فصلى ركعتين او اربعا غفر له ما سلف من ذنبه و كان له من الاجر كحاج بيت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حسين </w:t>
      </w:r>
      <w:r w:rsidRPr="003E625D">
        <w:rPr>
          <w:rStyle w:val="libAlaemChar"/>
          <w:rtl/>
        </w:rPr>
        <w:t>عليه‌السلام</w:t>
      </w:r>
      <w:r>
        <w:rPr>
          <w:rtl/>
        </w:rPr>
        <w:t xml:space="preserve"> از رسول خدا </w:t>
      </w:r>
      <w:r w:rsidR="00E60DFB" w:rsidRPr="003E625D">
        <w:rPr>
          <w:rStyle w:val="libAlaemChar"/>
          <w:rtl/>
        </w:rPr>
        <w:t>صلى‌الله‌عليه‌وآله</w:t>
      </w:r>
      <w:r w:rsidR="00E60DFB">
        <w:rPr>
          <w:rtl/>
        </w:rPr>
        <w:t xml:space="preserve"> </w:t>
      </w:r>
      <w:r>
        <w:rPr>
          <w:rtl/>
        </w:rPr>
        <w:t>نقل مى نمايد كه فرمودند: هر مسلمانى كه در جايى كه نماز صبح را خوانده است ، بنشيند و تا طلوع فجر ذكر خداى متعال را بگويد، پاداشى مانند پاداش كسى كه حج خانه خدا را انجام داده باشد، خواهد داشت و آمرزيده مى شود و اگر تا رسيدن وقت نماز (ديگرى) در آن جا بنشيند و دو ركعت يا چهار ركعت نماز بخواند، خداوند گناهان گذشته او را آمرزيده و پاداشى مانند پاداش ‍ كسى كه حج خانه خدا را انجام داده باشد، خواهد داشت .</w:t>
      </w:r>
    </w:p>
    <w:p w:rsidR="00A679DB" w:rsidRDefault="00A679DB" w:rsidP="003E625D">
      <w:pPr>
        <w:pStyle w:val="libNormal"/>
        <w:rPr>
          <w:rtl/>
        </w:rPr>
      </w:pPr>
      <w:r>
        <w:rPr>
          <w:rtl/>
        </w:rPr>
        <w:t>حديث : ٢ حدثنى محمد بن الحسن رضى الله عنه قال حدثنى محمد بن الحسن الصفار عن محمد بن الحسن بن ابى الخطاب عن الحكم بن مسكين عن ابى العلاء الخاف عن جعفر بن محمد</w:t>
      </w:r>
      <w:r w:rsidR="00DC5255">
        <w:rPr>
          <w:rtl/>
        </w:rPr>
        <w:t xml:space="preserve">عليهم‌السلام </w:t>
      </w:r>
      <w:r>
        <w:rPr>
          <w:rtl/>
        </w:rPr>
        <w:t>قال من صلى المغرب ثم عقب و لم يتكلم حتى يصلى ركعتين كتبتا له فى عليين فان صلى اربعا كتبت له حجه مبروره .</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٢. امام صادق </w:t>
      </w:r>
      <w:r w:rsidRPr="003E625D">
        <w:rPr>
          <w:rStyle w:val="libAlaemChar"/>
          <w:rtl/>
        </w:rPr>
        <w:t>عليه‌السلام</w:t>
      </w:r>
      <w:r>
        <w:rPr>
          <w:rtl/>
        </w:rPr>
        <w:t xml:space="preserve"> فرمودند: كسى كه نماز مغرب را بخوان</w:t>
      </w:r>
      <w:r w:rsidR="003E625D">
        <w:rPr>
          <w:rFonts w:hint="cs"/>
          <w:rtl/>
        </w:rPr>
        <w:t>د</w:t>
      </w:r>
      <w:r>
        <w:rPr>
          <w:rtl/>
        </w:rPr>
        <w:t xml:space="preserve"> سپس ‍ تعقيبات نماز را بگويد و تا زمانى كه دو ركعت نماز بخواند حرفى نزند، نمازش در دفتر فرشتگان مقرب نوشته مى شود و اگر چهار ركعت نماز بخواند، حج پاكيزه از گناهى براى او نوشته مى شود.</w:t>
      </w:r>
    </w:p>
    <w:p w:rsidR="00A679DB" w:rsidRDefault="00A679DB" w:rsidP="00A679DB">
      <w:pPr>
        <w:pStyle w:val="libNormal"/>
        <w:rPr>
          <w:rtl/>
        </w:rPr>
      </w:pPr>
      <w:r>
        <w:rPr>
          <w:rtl/>
        </w:rPr>
        <w:t xml:space="preserve">حديث : ٣ ابى رحمه الله عن على بن الحسين السعد آبادى عن احمد بن ابى عبدالله عن ابيه عن احمد بن النضر عن عمروبن شمر عن جابر عن ابى جعفر </w:t>
      </w:r>
      <w:r w:rsidRPr="003E625D">
        <w:rPr>
          <w:rStyle w:val="libAlaemChar"/>
          <w:rtl/>
        </w:rPr>
        <w:t>عليه‌السلام</w:t>
      </w:r>
      <w:r>
        <w:rPr>
          <w:rtl/>
        </w:rPr>
        <w:t xml:space="preserve"> قال قال رسول الله </w:t>
      </w:r>
      <w:r w:rsidR="00E60DFB" w:rsidRPr="003E625D">
        <w:rPr>
          <w:rStyle w:val="libAlaemChar"/>
          <w:rtl/>
        </w:rPr>
        <w:t>صلى‌الله‌عليه‌وآله</w:t>
      </w:r>
      <w:r w:rsidR="00E60DFB">
        <w:rPr>
          <w:rtl/>
        </w:rPr>
        <w:t xml:space="preserve"> </w:t>
      </w:r>
      <w:r>
        <w:rPr>
          <w:rtl/>
        </w:rPr>
        <w:t>قال الله جل جلاله يا ابن ادم اذكرنى بعد الغداه ساعه و بعد العصر ساعه اكفك ما اهمك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باقر </w:t>
      </w:r>
      <w:r w:rsidRPr="003E625D">
        <w:rPr>
          <w:rStyle w:val="libAlaemChar"/>
          <w:rtl/>
        </w:rPr>
        <w:t>عليه‌السلام</w:t>
      </w:r>
      <w:r>
        <w:rPr>
          <w:rtl/>
        </w:rPr>
        <w:t xml:space="preserve"> از رسول خدا </w:t>
      </w:r>
      <w:r w:rsidR="00E60DFB" w:rsidRPr="003E625D">
        <w:rPr>
          <w:rStyle w:val="libAlaemChar"/>
          <w:rtl/>
        </w:rPr>
        <w:t>صلى‌الله‌عليه‌وآله</w:t>
      </w:r>
      <w:r w:rsidR="00E60DFB">
        <w:rPr>
          <w:rtl/>
        </w:rPr>
        <w:t xml:space="preserve"> </w:t>
      </w:r>
      <w:r>
        <w:rPr>
          <w:rtl/>
        </w:rPr>
        <w:t>نقل مى نمايد كه فرمود: خداى متعال مى فرمايند: اى پسر آدم ! بعد از بامداد و پس از شب ساعتى ذكر مرا بگو تا حاجتهاى مهم تو را بر آورده سازم .</w:t>
      </w:r>
    </w:p>
    <w:p w:rsidR="00A679DB" w:rsidRDefault="00A679DB" w:rsidP="00A679DB">
      <w:pPr>
        <w:pStyle w:val="libNormal"/>
        <w:rPr>
          <w:rtl/>
        </w:rPr>
      </w:pPr>
    </w:p>
    <w:p w:rsidR="00A679DB" w:rsidRDefault="00A679DB" w:rsidP="00A679DB">
      <w:pPr>
        <w:pStyle w:val="libNormal"/>
        <w:rPr>
          <w:rtl/>
        </w:rPr>
      </w:pPr>
      <w:r>
        <w:rPr>
          <w:rtl/>
        </w:rPr>
        <w:t>ثواب اخراج الزكاه و وضعها فى موضعها</w:t>
      </w:r>
    </w:p>
    <w:p w:rsidR="00A679DB" w:rsidRDefault="003E625D" w:rsidP="00A679DB">
      <w:pPr>
        <w:pStyle w:val="libNormal"/>
        <w:rPr>
          <w:rtl/>
        </w:rPr>
      </w:pPr>
      <w:r>
        <w:rPr>
          <w:rtl/>
        </w:rPr>
        <w:br w:type="page"/>
      </w:r>
    </w:p>
    <w:p w:rsidR="00A679DB" w:rsidRDefault="00A679DB" w:rsidP="003E625D">
      <w:pPr>
        <w:pStyle w:val="Heading2"/>
        <w:rPr>
          <w:rtl/>
        </w:rPr>
      </w:pPr>
      <w:bookmarkStart w:id="113" w:name="_Toc449617170"/>
      <w:r>
        <w:rPr>
          <w:rtl/>
        </w:rPr>
        <w:t>ثواب جدا كردن زكات و قرار دادن آن درمحل خود</w:t>
      </w:r>
      <w:bookmarkEnd w:id="113"/>
    </w:p>
    <w:p w:rsidR="00A679DB" w:rsidRDefault="00A679DB" w:rsidP="00A679DB">
      <w:pPr>
        <w:pStyle w:val="libNormal"/>
        <w:rPr>
          <w:rtl/>
        </w:rPr>
      </w:pPr>
      <w:r>
        <w:rPr>
          <w:rtl/>
        </w:rPr>
        <w:t xml:space="preserve">حديث : ١ حدثنى محمد بن الحسن رضى الله عنه قال حدثنى محمدبن يحيى قال حدثنى محمد بن احمد قال حدثنى ابواسحاق ابراهيم بن هشم عن الحسن بن على بن فضال عن مهدى رجل من اصحابنا عن ابى الحسن الاول </w:t>
      </w:r>
      <w:r w:rsidRPr="003E625D">
        <w:rPr>
          <w:rStyle w:val="libAlaemChar"/>
          <w:rtl/>
        </w:rPr>
        <w:t>عليه‌السلام</w:t>
      </w:r>
      <w:r>
        <w:rPr>
          <w:rtl/>
        </w:rPr>
        <w:t xml:space="preserve"> قال من اخرج زكاه ماله تاما فوضعها فى موضعها لم يسال من اين اكتسب ماله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3E625D">
        <w:rPr>
          <w:rStyle w:val="libAlaemChar"/>
          <w:rtl/>
        </w:rPr>
        <w:t>عليه‌السلام</w:t>
      </w:r>
      <w:r>
        <w:rPr>
          <w:rtl/>
        </w:rPr>
        <w:t xml:space="preserve"> فرمودند: كسى كه زكات مال خود را بطور كامل جدا كند و آن را در جاى خود قرار دهد، از او سوال نخواهد شد كه مالت را از كجا بدست آورده اى .</w:t>
      </w:r>
    </w:p>
    <w:p w:rsidR="00A679DB" w:rsidRDefault="00A679DB" w:rsidP="00A679DB">
      <w:pPr>
        <w:pStyle w:val="libNormal"/>
        <w:rPr>
          <w:rtl/>
        </w:rPr>
      </w:pPr>
      <w:r>
        <w:rPr>
          <w:rtl/>
        </w:rPr>
        <w:t xml:space="preserve">حديث : ٢ ابى رحمه الله قال حدثنى على بن ابراهيم عن ابيه عن النوفلى عن السكونى عن جعفر بن محمد عن ابيه عن آبائه </w:t>
      </w:r>
      <w:r w:rsidRPr="003E625D">
        <w:rPr>
          <w:rStyle w:val="libAlaemChar"/>
          <w:rtl/>
        </w:rPr>
        <w:t>عليه‌السلام</w:t>
      </w:r>
      <w:r>
        <w:rPr>
          <w:rtl/>
        </w:rPr>
        <w:t xml:space="preserve"> قال قال رسول الله </w:t>
      </w:r>
      <w:r w:rsidR="00E60DFB">
        <w:rPr>
          <w:rtl/>
        </w:rPr>
        <w:t xml:space="preserve">صلى‌الله‌عليه‌وآله </w:t>
      </w:r>
      <w:r>
        <w:rPr>
          <w:rtl/>
        </w:rPr>
        <w:t xml:space="preserve">اذا اراد الله بعبد خيرا بعث اليه ملكا من خزآن الجنه فمسح صدره و يسخى نفسه بالزكاه و قال اميرالمؤ منين </w:t>
      </w:r>
      <w:r w:rsidRPr="003E625D">
        <w:rPr>
          <w:rStyle w:val="libAlaemChar"/>
          <w:rtl/>
        </w:rPr>
        <w:t>عليه‌السلام</w:t>
      </w:r>
      <w:r>
        <w:rPr>
          <w:rtl/>
        </w:rPr>
        <w:t xml:space="preserve"> فى وصيته الله الله فى الزكاه فانها تطفى غضب ربكم .</w:t>
      </w:r>
    </w:p>
    <w:p w:rsidR="00A679DB" w:rsidRDefault="00A679DB" w:rsidP="00A679DB">
      <w:pPr>
        <w:pStyle w:val="libNormal"/>
        <w:rPr>
          <w:rtl/>
        </w:rPr>
      </w:pPr>
      <w:r>
        <w:rPr>
          <w:rtl/>
        </w:rPr>
        <w:t>ترجمه :</w:t>
      </w:r>
    </w:p>
    <w:p w:rsidR="00A679DB" w:rsidRDefault="00A679DB" w:rsidP="003E625D">
      <w:pPr>
        <w:pStyle w:val="libNormal"/>
        <w:rPr>
          <w:rtl/>
        </w:rPr>
      </w:pPr>
      <w:r>
        <w:rPr>
          <w:rtl/>
        </w:rPr>
        <w:t xml:space="preserve">٢. امام كاظم </w:t>
      </w:r>
      <w:r w:rsidRPr="003E625D">
        <w:rPr>
          <w:rStyle w:val="libAlaemChar"/>
          <w:rtl/>
        </w:rPr>
        <w:t>عليه‌السلام</w:t>
      </w:r>
      <w:r>
        <w:rPr>
          <w:rtl/>
        </w:rPr>
        <w:t xml:space="preserve"> از پدرانش</w:t>
      </w:r>
      <w:r w:rsidR="00DC5255">
        <w:rPr>
          <w:rtl/>
        </w:rPr>
        <w:t xml:space="preserve">عليهم‌السلام </w:t>
      </w:r>
      <w:r>
        <w:rPr>
          <w:rtl/>
        </w:rPr>
        <w:t xml:space="preserve">روايت مى نمايد كه رسول خدا </w:t>
      </w:r>
      <w:r w:rsidR="00E60DFB" w:rsidRPr="003E625D">
        <w:rPr>
          <w:rStyle w:val="libAlaemChar"/>
          <w:rtl/>
        </w:rPr>
        <w:t>صلى‌الله‌عليه‌وآله</w:t>
      </w:r>
      <w:r w:rsidR="00E60DFB">
        <w:rPr>
          <w:rtl/>
        </w:rPr>
        <w:t xml:space="preserve"> </w:t>
      </w:r>
      <w:r>
        <w:rPr>
          <w:rtl/>
        </w:rPr>
        <w:t>فرمودند: هرگاه خداوند بخواهد خيرى به بنده اش برساند، فرشته اى از خزانه دارآن بهشت را براى او مى فرستد تا به سينه او دست بكشد و او را نسبت به پرداخت زكات بخشنده نمايد. و اميرالمؤ منين در سفارش خود فرمودند: خدا را! خدا را! در زكات در نظر داشته باشيد، زيرا زكات خشم پروردگارتان را خاموش مى سازد.</w:t>
      </w:r>
    </w:p>
    <w:p w:rsidR="00A679DB" w:rsidRDefault="00A679DB" w:rsidP="00A679DB">
      <w:pPr>
        <w:pStyle w:val="libNormal"/>
        <w:rPr>
          <w:rtl/>
        </w:rPr>
      </w:pPr>
      <w:r>
        <w:rPr>
          <w:rtl/>
        </w:rPr>
        <w:lastRenderedPageBreak/>
        <w:t xml:space="preserve">حديث : ٣ حدثنى محمد بن موسى بن المتوكل رضى الله عنه قال حدثنى على بن الحسين السعدآبادى عن احمد بن النضر عن عمرو بن شمر قال سمعت ابا عبدالله </w:t>
      </w:r>
      <w:r w:rsidRPr="003E625D">
        <w:rPr>
          <w:rStyle w:val="libAlaemChar"/>
          <w:rtl/>
        </w:rPr>
        <w:t>عليه‌السلام</w:t>
      </w:r>
      <w:r>
        <w:rPr>
          <w:rtl/>
        </w:rPr>
        <w:t xml:space="preserve"> يقول حصنوا اموالكم بالزكاه و داووا مرضاكم بالصدقه و ما تلف مال فى بر و لا بحر الا بمنع الزكاه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راوى مى گويد از امام صادق </w:t>
      </w:r>
      <w:r w:rsidRPr="003E625D">
        <w:rPr>
          <w:rStyle w:val="libAlaemChar"/>
          <w:rtl/>
        </w:rPr>
        <w:t>عليه‌السلام</w:t>
      </w:r>
      <w:r>
        <w:rPr>
          <w:rtl/>
        </w:rPr>
        <w:t xml:space="preserve"> شنيدم كه فرمودند: اموال خود را با زكات حفظ كنيد. بيمارانتان را با صدقه مداوا نماييد. زيرا هيچ مالى در خشكى و دريا از بين نرفته است ، مگر بخاطر نپرداختن زكات .</w:t>
      </w:r>
    </w:p>
    <w:p w:rsidR="00A679DB" w:rsidRDefault="00A679DB" w:rsidP="00A679DB">
      <w:pPr>
        <w:pStyle w:val="libNormal"/>
        <w:rPr>
          <w:rtl/>
        </w:rPr>
      </w:pPr>
    </w:p>
    <w:p w:rsidR="00A679DB" w:rsidRDefault="00A679DB" w:rsidP="00A679DB">
      <w:pPr>
        <w:pStyle w:val="libNormal"/>
        <w:rPr>
          <w:rtl/>
        </w:rPr>
      </w:pPr>
      <w:r>
        <w:rPr>
          <w:rtl/>
        </w:rPr>
        <w:t>ثواب الحج و العمره</w:t>
      </w:r>
    </w:p>
    <w:p w:rsidR="00A679DB" w:rsidRDefault="003E625D" w:rsidP="00A679DB">
      <w:pPr>
        <w:pStyle w:val="libNormal"/>
        <w:rPr>
          <w:rtl/>
        </w:rPr>
      </w:pPr>
      <w:r>
        <w:rPr>
          <w:rtl/>
        </w:rPr>
        <w:br w:type="page"/>
      </w:r>
    </w:p>
    <w:p w:rsidR="00A679DB" w:rsidRDefault="00A679DB" w:rsidP="00A679DB">
      <w:pPr>
        <w:pStyle w:val="libNormal"/>
        <w:rPr>
          <w:rtl/>
        </w:rPr>
      </w:pPr>
      <w:r>
        <w:rPr>
          <w:rtl/>
        </w:rPr>
        <w:t>ثواب حج و عمره</w:t>
      </w:r>
    </w:p>
    <w:p w:rsidR="00A679DB" w:rsidRDefault="00A679DB" w:rsidP="00A679DB">
      <w:pPr>
        <w:pStyle w:val="libNormal"/>
        <w:rPr>
          <w:rtl/>
        </w:rPr>
      </w:pPr>
      <w:r>
        <w:rPr>
          <w:rtl/>
        </w:rPr>
        <w:t xml:space="preserve">حديث : ١ ابى رحمه الله قال حدثنا على بن ابراهيم عن ابيه عن النوفلى عن الكسونى عن ابى عبدالله </w:t>
      </w:r>
      <w:r w:rsidRPr="003E625D">
        <w:rPr>
          <w:rStyle w:val="libAlaemChar"/>
          <w:rtl/>
        </w:rPr>
        <w:t>عليه‌السلام</w:t>
      </w:r>
      <w:r>
        <w:rPr>
          <w:rtl/>
        </w:rPr>
        <w:t xml:space="preserve"> قال آن الله عزوجل ليغفر للحاج و لا هل بيت الحاج و لعشيره الحاج و لمن يستغفر له الحاج بقيه ذى الحجه و المحرم و صفر و شهر ربيع الاول و عشرا من ربيع الاخر.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3E625D">
        <w:rPr>
          <w:rStyle w:val="libAlaemChar"/>
          <w:rtl/>
        </w:rPr>
        <w:t>عليه‌السلام</w:t>
      </w:r>
      <w:r>
        <w:rPr>
          <w:rtl/>
        </w:rPr>
        <w:t xml:space="preserve"> فرمودند: همانا و بدون شك و ترديد خداوند حاجى ، خانواده ، و خويشان او و كسانى را كه او در باقيمانده ماه ذى حجه و ماههاى محرم ، صفر و ربيع الاول و ده روز از ربيع الاخر براى آن استغفار كند، مى آمرزد،</w:t>
      </w:r>
    </w:p>
    <w:p w:rsidR="00A679DB" w:rsidRDefault="00A679DB" w:rsidP="00A679DB">
      <w:pPr>
        <w:pStyle w:val="libNormal"/>
        <w:rPr>
          <w:rtl/>
        </w:rPr>
      </w:pPr>
      <w:r>
        <w:rPr>
          <w:rtl/>
        </w:rPr>
        <w:t>ثواب من لقى حاجا فصافحه</w:t>
      </w:r>
    </w:p>
    <w:p w:rsidR="00A679DB" w:rsidRDefault="00A679DB" w:rsidP="00A679DB">
      <w:pPr>
        <w:pStyle w:val="libNormal"/>
        <w:rPr>
          <w:rtl/>
        </w:rPr>
      </w:pPr>
    </w:p>
    <w:p w:rsidR="00A679DB" w:rsidRDefault="00A679DB" w:rsidP="00A679DB">
      <w:pPr>
        <w:pStyle w:val="libNormal"/>
        <w:rPr>
          <w:rtl/>
        </w:rPr>
      </w:pPr>
      <w:r>
        <w:rPr>
          <w:rtl/>
        </w:rPr>
        <w:t xml:space="preserve">حديث : ٢ ابى رحمه الله قال حدثنا على بن ابراهيم عن سهل بن زياد الادمى عن ابى الحسن على بن ابى حمزه عن ابيه عن ابى بصير قال قال عبدالله </w:t>
      </w:r>
      <w:r w:rsidRPr="003E625D">
        <w:rPr>
          <w:rStyle w:val="libAlaemChar"/>
          <w:rtl/>
        </w:rPr>
        <w:t>عليه‌السلام</w:t>
      </w:r>
      <w:r>
        <w:rPr>
          <w:rtl/>
        </w:rPr>
        <w:t xml:space="preserve"> من حج يريد به الله و لا يريد به رياء و لا سمعه غفر الله له البته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كاظم </w:t>
      </w:r>
      <w:r w:rsidRPr="003E625D">
        <w:rPr>
          <w:rStyle w:val="libAlaemChar"/>
          <w:rtl/>
        </w:rPr>
        <w:t>عليه‌السلام</w:t>
      </w:r>
      <w:r>
        <w:rPr>
          <w:rtl/>
        </w:rPr>
        <w:t xml:space="preserve"> فرمودند: كسى كه بخاطر خداوند، نه بخاطر ديدن يا شنيدن مردم ، حج را بجا آورد خداوند حتما او را مى بخشد.</w:t>
      </w:r>
    </w:p>
    <w:p w:rsidR="00A679DB" w:rsidRDefault="00A679DB" w:rsidP="00A679DB">
      <w:pPr>
        <w:pStyle w:val="libNormal"/>
        <w:rPr>
          <w:rtl/>
        </w:rPr>
      </w:pPr>
      <w:r>
        <w:rPr>
          <w:rtl/>
        </w:rPr>
        <w:t>حديث : ٣ حدثنى محمد بنالحسن رضى الله عنه قال حدثنى محمد بن الحسن الصفار قال حدثنى محمد بن الحسين بن ابى الخطاب عن على بن اسباط رفعه الى ابى عبدالله عليه‌السلام قال كان على بن الحسين</w:t>
      </w:r>
      <w:r w:rsidR="00DC5255">
        <w:rPr>
          <w:rtl/>
        </w:rPr>
        <w:t xml:space="preserve">عليهم‌السلام </w:t>
      </w:r>
      <w:r>
        <w:rPr>
          <w:rtl/>
        </w:rPr>
        <w:t xml:space="preserve">يقول حجوا </w:t>
      </w:r>
      <w:r>
        <w:rPr>
          <w:rtl/>
        </w:rPr>
        <w:lastRenderedPageBreak/>
        <w:t>و اعتمروا تصح اجسامكم و تتسع ارزاقكم و يصلح ايمانكم و تكفوا موونه الناس و موونه عيالاتكم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3E625D">
        <w:rPr>
          <w:rStyle w:val="libAlaemChar"/>
          <w:rtl/>
        </w:rPr>
        <w:t>عليه‌السلام</w:t>
      </w:r>
      <w:r>
        <w:rPr>
          <w:rtl/>
        </w:rPr>
        <w:t xml:space="preserve"> نقل مى نمايند كه امام زين العابدين </w:t>
      </w:r>
      <w:r w:rsidRPr="003E625D">
        <w:rPr>
          <w:rStyle w:val="libAlaemChar"/>
          <w:rtl/>
        </w:rPr>
        <w:t>عليه‌السلام</w:t>
      </w:r>
      <w:r>
        <w:rPr>
          <w:rtl/>
        </w:rPr>
        <w:t xml:space="preserve"> مى فرمودند: حج و عمره را بجا آوريد تا بدنهاى شما سالم ، روزيهاى شما زياد و ايمان شما اصلاح شود و مخارج مردم و خانواده خود را بدست آوريد.</w:t>
      </w:r>
    </w:p>
    <w:p w:rsidR="00A679DB" w:rsidRDefault="00A679DB" w:rsidP="00A679DB">
      <w:pPr>
        <w:pStyle w:val="libNormal"/>
        <w:rPr>
          <w:rtl/>
        </w:rPr>
      </w:pPr>
      <w:r>
        <w:rPr>
          <w:rtl/>
        </w:rPr>
        <w:t xml:space="preserve">حديث : ٤ حدثنى محمدبن الحسن رضى الله عنه عن محمد بن الحسن الصفار عن العباس بن معروف عن على بن مهزيار عن حماد بن عيسى عن يحيى بن عمرو عن اسحاق بن عمار قال قلت لابى عبدالله </w:t>
      </w:r>
      <w:r w:rsidRPr="003E625D">
        <w:rPr>
          <w:rStyle w:val="libAlaemChar"/>
          <w:rtl/>
        </w:rPr>
        <w:t>عليه‌السلام</w:t>
      </w:r>
      <w:r>
        <w:rPr>
          <w:rtl/>
        </w:rPr>
        <w:t xml:space="preserve"> انى قد وطنت نفسى على لزوم الحج كل عام بنفسى او برجل من اهل بيتى بمالى فقال و قد عزمت على ذلك قلت نعم قال فعلت فايقن بكثره المال و ابشر بكثره المال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راوى مى گويد به امام صادق </w:t>
      </w:r>
      <w:r w:rsidRPr="003E625D">
        <w:rPr>
          <w:rStyle w:val="libAlaemChar"/>
          <w:rtl/>
        </w:rPr>
        <w:t>عليه‌السلام</w:t>
      </w:r>
      <w:r>
        <w:rPr>
          <w:rtl/>
        </w:rPr>
        <w:t xml:space="preserve"> عرضه داشتم : همانا خود را بخوبى آماده كرده ام كه هر سال حتما يا خودم حج را بجا آورم يامردى از خانواده ام را با مال خود به حج بفرستم . فرمودند: حتما چنين تصميمى گرفته اى ! عرض كردم : بله . فرمودند: اگر چنين كارى انجام داده اى ، يقين داشته باش به زيادى مال و مژده بده به فراوانى مال .</w:t>
      </w:r>
    </w:p>
    <w:p w:rsidR="00A679DB" w:rsidRDefault="00A679DB" w:rsidP="00FA2603">
      <w:pPr>
        <w:pStyle w:val="libNormal"/>
        <w:rPr>
          <w:rtl/>
        </w:rPr>
      </w:pPr>
      <w:r>
        <w:rPr>
          <w:rtl/>
        </w:rPr>
        <w:t>حديث : ٥ ابى رحمه الله قال حدثنى سعد بن عبدالله عن احمد بن ابى عبدالله البرقى عن ابيه عن محمد بن ابى عمير عن جميل عن ابى عبدالله الصادق عن آبائه</w:t>
      </w:r>
      <w:r w:rsidR="00DC5255">
        <w:rPr>
          <w:rtl/>
        </w:rPr>
        <w:t xml:space="preserve">عليهم‌السلام </w:t>
      </w:r>
      <w:r>
        <w:rPr>
          <w:rtl/>
        </w:rPr>
        <w:t xml:space="preserve">قال قال رسول الله </w:t>
      </w:r>
      <w:r w:rsidR="00E60DFB" w:rsidRPr="00FA2603">
        <w:rPr>
          <w:rStyle w:val="libAlaemChar"/>
          <w:rtl/>
        </w:rPr>
        <w:t>صلى‌الله‌عليه‌وآله</w:t>
      </w:r>
      <w:r w:rsidR="00E60DFB">
        <w:rPr>
          <w:rtl/>
        </w:rPr>
        <w:t xml:space="preserve"> </w:t>
      </w:r>
      <w:r>
        <w:rPr>
          <w:rtl/>
        </w:rPr>
        <w:t xml:space="preserve">آن الحاج اذا اخذ فى جهازه لم يرفع شيئا و لم يضعه الا كتب الله له عشر حسنات و محا عنه عشر سيئات و رفع له عشر درجات فاذا ركب بعيره لم يرفع خفا و لم يضعه الا كتب الله له مثل ذلك و </w:t>
      </w:r>
      <w:r>
        <w:rPr>
          <w:rtl/>
        </w:rPr>
        <w:lastRenderedPageBreak/>
        <w:t xml:space="preserve">اذا طاف بالبيت خرج من ذنوبه و اذا سعى بين الصفا و المروه خرج من ذنوبه و اذا وقف بالعرفات خرج من ذنوبه و اذا وقف بالمشعر خرج من ذنوبه و اذا رمى الجمار خرج من ذنوبه فعد رسول الله </w:t>
      </w:r>
      <w:r w:rsidR="00E60DFB" w:rsidRPr="00FA2603">
        <w:rPr>
          <w:rStyle w:val="libAlaemChar"/>
          <w:rtl/>
        </w:rPr>
        <w:t>صلى‌الله‌عليه‌وآله</w:t>
      </w:r>
      <w:r w:rsidR="00E60DFB">
        <w:rPr>
          <w:rtl/>
        </w:rPr>
        <w:t xml:space="preserve"> </w:t>
      </w:r>
      <w:r>
        <w:rPr>
          <w:rtl/>
        </w:rPr>
        <w:t>كذا و كذا موطنا كلها تخرجه من ذنوبه ثم فانى لك آن تبلغ ما بلغ الحاج</w:t>
      </w:r>
    </w:p>
    <w:p w:rsidR="00A679DB" w:rsidRDefault="00A679DB" w:rsidP="00A679DB">
      <w:pPr>
        <w:pStyle w:val="libNormal"/>
        <w:rPr>
          <w:rtl/>
        </w:rPr>
      </w:pPr>
      <w:r>
        <w:rPr>
          <w:rtl/>
        </w:rPr>
        <w:t>ترجمه :</w:t>
      </w:r>
    </w:p>
    <w:p w:rsidR="00A679DB" w:rsidRDefault="00A679DB" w:rsidP="00FA2603">
      <w:pPr>
        <w:pStyle w:val="libNormal"/>
        <w:rPr>
          <w:rtl/>
        </w:rPr>
      </w:pPr>
      <w:r>
        <w:rPr>
          <w:rtl/>
        </w:rPr>
        <w:t xml:space="preserve">٥. امام صادق </w:t>
      </w:r>
      <w:r w:rsidRPr="00FA2603">
        <w:rPr>
          <w:rStyle w:val="libAlaemChar"/>
          <w:rtl/>
        </w:rPr>
        <w:t>عليه‌السلام</w:t>
      </w:r>
      <w:r>
        <w:rPr>
          <w:rtl/>
        </w:rPr>
        <w:t xml:space="preserve"> از پدرانش</w:t>
      </w:r>
      <w:r w:rsidR="00DC5255">
        <w:rPr>
          <w:rtl/>
        </w:rPr>
        <w:t xml:space="preserve">عليهم‌السلام </w:t>
      </w:r>
      <w:r>
        <w:rPr>
          <w:rtl/>
        </w:rPr>
        <w:t xml:space="preserve">نقل مى نمايد كه رسول خدا فرمودند: همانا هنگامى كه حاجى شروع به تهيه لوازم سفر مى كند، چيزى را بر نمى دارد و نمى گذارد، مگر اين كه خداوند براى او ده حسنه نوشته ، ده گناه او را پاك نموده و ده درجه او را بالا مى برد و هنگامى كه سوار بر شتر خود مى شود، قدمى بر نمى دارد و نمى گذارد، مگر اين كه خداوند مانند اينها را براى او مى نويسد و آنگاه كه خانه خدا را طواف كند، از گناهان خود خارج مى شود. و زمانى كه سعى بين صفا و مره را انجام دهد، از گناهان خود خارج مى شود و وقتى كه وقوف به عرفات كند، از گناهان خود خارج مى گردد و آنگاه كه رمى جمرات كند از گناهان خود خارج مى شود. و همينطور رسول خدا </w:t>
      </w:r>
      <w:r w:rsidR="00E60DFB" w:rsidRPr="00FA2603">
        <w:rPr>
          <w:rStyle w:val="libAlaemChar"/>
          <w:rtl/>
        </w:rPr>
        <w:t>صلى‌الله‌عليه‌وآله</w:t>
      </w:r>
      <w:r w:rsidR="00E60DFB">
        <w:rPr>
          <w:rtl/>
        </w:rPr>
        <w:t xml:space="preserve"> </w:t>
      </w:r>
      <w:r>
        <w:rPr>
          <w:rtl/>
        </w:rPr>
        <w:t>چنين و چنان «بقيه اعمال حج را شمرد» كه همه آنها او را از گناهان بيرون مى برند. سپس فرمودند: تو كجا مى توانى به آنچه حاجى مى رسد، برسى .</w:t>
      </w:r>
    </w:p>
    <w:p w:rsidR="00A679DB" w:rsidRDefault="00A679DB" w:rsidP="00A679DB">
      <w:pPr>
        <w:pStyle w:val="libNormal"/>
        <w:rPr>
          <w:rtl/>
        </w:rPr>
      </w:pPr>
      <w:r>
        <w:rPr>
          <w:rtl/>
        </w:rPr>
        <w:t xml:space="preserve">حديث : ٦ حدثنى محمد بن موسى بن المتوكل رضى الله عنه قال حدثنى على بن الحسين السعد آبادى عن احمد بن محمد عن ابن عمير عن حماد بن عثمان عن عمر بن يزيد قال سمعت ابا عبدالله </w:t>
      </w:r>
      <w:r w:rsidRPr="00FA2603">
        <w:rPr>
          <w:rStyle w:val="libAlaemChar"/>
          <w:rtl/>
        </w:rPr>
        <w:t>عليه‌السلام</w:t>
      </w:r>
      <w:r>
        <w:rPr>
          <w:rtl/>
        </w:rPr>
        <w:t xml:space="preserve"> يقول الحاج اذا دخل مكه و كل الله عزوجل به ملكين يحفظان عليه طوافه و صلاته و سعيه فاذا وقف بعرفه ضربا على منكبه الايمن ثم قالا اما ما مضى فقد كفيته فانظر كيف تكون فيما تستقبل .</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٦. رواى مى گويد از امام صادق </w:t>
      </w:r>
      <w:r w:rsidRPr="00FA2603">
        <w:rPr>
          <w:rStyle w:val="libAlaemChar"/>
          <w:rtl/>
        </w:rPr>
        <w:t>عليه‌السلام</w:t>
      </w:r>
      <w:r>
        <w:rPr>
          <w:rtl/>
        </w:rPr>
        <w:t xml:space="preserve"> شنيدم كه فرمودند: هنگامى كه حاجى وارد مكه شد، خداوند عزوجل دو فرشته را وكيل مى كند كه براى او طواف ، نماز و سعيش را بنويسند و هنگامى كه در عرفه توقف كند، بر شانه راست او زده و سپس مى گويند: گذشته ها گذشته است (گناهان گذشته بخشيده شد)، بنگر كه در آينده چگونه خواهى بود.</w:t>
      </w:r>
    </w:p>
    <w:p w:rsidR="00A679DB" w:rsidRDefault="00A679DB" w:rsidP="00FA2603">
      <w:pPr>
        <w:pStyle w:val="libNormal"/>
        <w:rPr>
          <w:rtl/>
        </w:rPr>
      </w:pPr>
      <w:r>
        <w:rPr>
          <w:rtl/>
        </w:rPr>
        <w:t>حديث : ٧ حدثنى محمد بن على ماجيلويه رضى الله عنه عن محمد بن ابى القاسم عن احمد بن محمد عن ابن ابى عمير ابى ايوب عن ابى حمزه الثمالى قال قال رجل لعلى بن الحسين</w:t>
      </w:r>
      <w:r w:rsidR="00DC5255">
        <w:rPr>
          <w:rtl/>
        </w:rPr>
        <w:t xml:space="preserve">عليهم‌السلام </w:t>
      </w:r>
      <w:r>
        <w:rPr>
          <w:rtl/>
        </w:rPr>
        <w:t xml:space="preserve">تركت الجهاد و خشونته و لزمت الحج و لينته قال و كان متكئا فجلس و قال و يحك ما بلغك ما قال رسول الله </w:t>
      </w:r>
      <w:r w:rsidR="00E60DFB">
        <w:rPr>
          <w:rtl/>
        </w:rPr>
        <w:t xml:space="preserve">صلى‌الله‌عليه‌وآله </w:t>
      </w:r>
      <w:r>
        <w:rPr>
          <w:rtl/>
        </w:rPr>
        <w:t xml:space="preserve">فى حجه الوداع انه لما همت الشمس ‍ آن تغيب قال رسول الله </w:t>
      </w:r>
      <w:r w:rsidR="00E60DFB">
        <w:rPr>
          <w:rtl/>
        </w:rPr>
        <w:t xml:space="preserve">صلى‌الله‌عليه‌وآله </w:t>
      </w:r>
      <w:r>
        <w:rPr>
          <w:rtl/>
        </w:rPr>
        <w:t xml:space="preserve">يا بلال قل للناس فلينصتوا فلما انصتوا قال رسول الله </w:t>
      </w:r>
      <w:r w:rsidR="00E60DFB">
        <w:rPr>
          <w:rtl/>
        </w:rPr>
        <w:t xml:space="preserve">صلى‌الله‌عليه‌وآله </w:t>
      </w:r>
      <w:r>
        <w:rPr>
          <w:rtl/>
        </w:rPr>
        <w:t>آن ربكم تطول تعليكم فى هذا اليوم فغفر لمحسنكم و شفع محسنكم فى مسيئكم فافيضوا مغفورا لكم و ضمن لا هل التبعات من عنده الرضا.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مردى به امام زين العابدين </w:t>
      </w:r>
      <w:r w:rsidRPr="00FA2603">
        <w:rPr>
          <w:rStyle w:val="libAlaemChar"/>
          <w:rtl/>
        </w:rPr>
        <w:t>عليه‌السلام</w:t>
      </w:r>
      <w:r>
        <w:rPr>
          <w:rtl/>
        </w:rPr>
        <w:t xml:space="preserve"> گفت : جهاد را كه سخت بود، رها كرده و حج را كه آسمان بود، انجام دادى . حضرت </w:t>
      </w:r>
      <w:r w:rsidRPr="00FA2603">
        <w:rPr>
          <w:rStyle w:val="libAlaemChar"/>
          <w:rtl/>
        </w:rPr>
        <w:t>عليه‌السلام</w:t>
      </w:r>
      <w:r>
        <w:rPr>
          <w:rtl/>
        </w:rPr>
        <w:t xml:space="preserve"> كه در اين حالت تكيه داده بود، نشست و فرمود، واى بر تو! فرمايش رسول خدا </w:t>
      </w:r>
      <w:r w:rsidR="00E60DFB" w:rsidRPr="00FA2603">
        <w:rPr>
          <w:rStyle w:val="libAlaemChar"/>
          <w:rtl/>
        </w:rPr>
        <w:t>صلى‌الله‌عليه‌وآله</w:t>
      </w:r>
      <w:r w:rsidR="00E60DFB">
        <w:rPr>
          <w:rtl/>
        </w:rPr>
        <w:t xml:space="preserve"> </w:t>
      </w:r>
      <w:r>
        <w:rPr>
          <w:rtl/>
        </w:rPr>
        <w:t xml:space="preserve">در «حجه الوداع » به گوش تو نرسيده است ؟ همانا او هنگام غروب خورشيد به بلال فرمود كه به مردم بگويد، ساكت شوند هنگامى كه ساكت شدند، رسول خدا </w:t>
      </w:r>
      <w:r w:rsidR="00E60DFB">
        <w:rPr>
          <w:rtl/>
        </w:rPr>
        <w:t xml:space="preserve">صلى‌الله‌عليه‌وآله </w:t>
      </w:r>
      <w:r>
        <w:rPr>
          <w:rtl/>
        </w:rPr>
        <w:t xml:space="preserve">فرمودند: همانا پروردگار شما در اين روز بر شما منت گذاشت . نيكوكار شما را </w:t>
      </w:r>
      <w:r>
        <w:rPr>
          <w:rtl/>
        </w:rPr>
        <w:lastRenderedPageBreak/>
        <w:t>بخشيد و شفاعت نيكوكارآن شما را در مورد بدكارانتان پذيرفت . برويد كه آمرزيده شديد و براى گنهكاران رضايت او را تضمين نمود.</w:t>
      </w:r>
    </w:p>
    <w:p w:rsidR="00A679DB" w:rsidRDefault="00A679DB" w:rsidP="00A679DB">
      <w:pPr>
        <w:pStyle w:val="libNormal"/>
        <w:rPr>
          <w:rtl/>
        </w:rPr>
      </w:pPr>
      <w:r>
        <w:rPr>
          <w:rtl/>
        </w:rPr>
        <w:t xml:space="preserve">حديث : ٨ حدثنى حمزه بن محمد رضى الله ععنه قال اخبرنى على بن ابراهيم عن ابيه عن صفوان بن يحيى و محمد بن ابى عمير عن معاويه بن عمار عن ابى عبدالله </w:t>
      </w:r>
      <w:r w:rsidRPr="00FA2603">
        <w:rPr>
          <w:rStyle w:val="libAlaemChar"/>
          <w:rtl/>
        </w:rPr>
        <w:t>عليه‌السلام</w:t>
      </w:r>
      <w:r>
        <w:rPr>
          <w:rtl/>
        </w:rPr>
        <w:t xml:space="preserve"> قال لما افاض رسول الله </w:t>
      </w:r>
      <w:r w:rsidR="00E60DFB" w:rsidRPr="00FA2603">
        <w:rPr>
          <w:rStyle w:val="libAlaemChar"/>
          <w:rtl/>
        </w:rPr>
        <w:t>صلى‌الله‌عليه‌وآله</w:t>
      </w:r>
      <w:r w:rsidR="00E60DFB">
        <w:rPr>
          <w:rtl/>
        </w:rPr>
        <w:t xml:space="preserve"> </w:t>
      </w:r>
      <w:r>
        <w:rPr>
          <w:rtl/>
        </w:rPr>
        <w:t xml:space="preserve">تلقاه اعرابى فى الابطح فقال يا رسول الله انى خرجت اريد الحج فعاقنى عائق و انا رجل ميل كثير المال فمرنى اصنع فى مالى ما ابلغ ما بلغ الحاج قال فالتفلت رسو ل الله </w:t>
      </w:r>
      <w:r w:rsidR="00E60DFB">
        <w:rPr>
          <w:rtl/>
        </w:rPr>
        <w:t xml:space="preserve">صلى‌الله‌عليه‌وآله </w:t>
      </w:r>
      <w:r>
        <w:rPr>
          <w:rtl/>
        </w:rPr>
        <w:t>الى ابى قبيس فقال لو آن ابا قبيس لك زنته ذهبه حمراء انفقته فى سبيل الله ما بلغت ما بلغ الحاج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امام صادق </w:t>
      </w:r>
      <w:r w:rsidRPr="00FA2603">
        <w:rPr>
          <w:rStyle w:val="libAlaemChar"/>
          <w:rtl/>
        </w:rPr>
        <w:t>عليه‌السلام</w:t>
      </w:r>
      <w:r>
        <w:rPr>
          <w:rtl/>
        </w:rPr>
        <w:t xml:space="preserve"> فرمودند: هنگامى كه رسول خدا </w:t>
      </w:r>
      <w:r w:rsidR="00E60DFB" w:rsidRPr="00FA2603">
        <w:rPr>
          <w:rStyle w:val="libAlaemChar"/>
          <w:rtl/>
        </w:rPr>
        <w:t>صلى‌الله‌عليه‌وآله</w:t>
      </w:r>
      <w:r w:rsidR="00E60DFB">
        <w:rPr>
          <w:rtl/>
        </w:rPr>
        <w:t xml:space="preserve"> </w:t>
      </w:r>
      <w:r>
        <w:rPr>
          <w:rtl/>
        </w:rPr>
        <w:t>به عرفات مى رفت .</w:t>
      </w:r>
    </w:p>
    <w:p w:rsidR="00A679DB" w:rsidRDefault="00A679DB" w:rsidP="00A679DB">
      <w:pPr>
        <w:pStyle w:val="libNormal"/>
        <w:rPr>
          <w:rtl/>
        </w:rPr>
      </w:pPr>
      <w:r>
        <w:rPr>
          <w:rtl/>
        </w:rPr>
        <w:t xml:space="preserve">صحرانشينى در بيابان با او ملاقات كرد و گفت : اى رسول خدا! همانا براى انجام حج آمدم ، ولى مانعى پيش آمد. من ثروتمند هستم دستور بفرماييد با مالم كارى انجام دهم كه به آنچه حاجى رسيده است ، برسم . رسول خدا </w:t>
      </w:r>
      <w:r w:rsidR="00E60DFB" w:rsidRPr="00FA2603">
        <w:rPr>
          <w:rStyle w:val="libAlaemChar"/>
          <w:rtl/>
        </w:rPr>
        <w:t>صلى‌الله‌عليه‌وآله</w:t>
      </w:r>
      <w:r w:rsidR="00E60DFB">
        <w:rPr>
          <w:rtl/>
        </w:rPr>
        <w:t xml:space="preserve"> </w:t>
      </w:r>
      <w:r>
        <w:rPr>
          <w:rtl/>
        </w:rPr>
        <w:t>به كوه ابوقبيس نگاه نموده و فرمودند: بدون شك اگر باندازه كوه ابوقبيس طلاى سرخ داشتى و آن را در راه خدا خرج مى كردى ، به آنچه كه حاجى رسيده است نمى رسيدى .</w:t>
      </w:r>
    </w:p>
    <w:p w:rsidR="00A679DB" w:rsidRDefault="00A679DB" w:rsidP="00A679DB">
      <w:pPr>
        <w:pStyle w:val="libNormal"/>
        <w:rPr>
          <w:rtl/>
        </w:rPr>
      </w:pPr>
      <w:r>
        <w:rPr>
          <w:rtl/>
        </w:rPr>
        <w:t xml:space="preserve">حديث :٩ و بهذاالاسناد قال قال ابوعبدالله </w:t>
      </w:r>
      <w:r w:rsidRPr="00FA2603">
        <w:rPr>
          <w:rStyle w:val="libAlaemChar"/>
          <w:rtl/>
        </w:rPr>
        <w:t>عليه‌السلام</w:t>
      </w:r>
      <w:r>
        <w:rPr>
          <w:rtl/>
        </w:rPr>
        <w:t xml:space="preserve"> الحاج يصدرون على ثلاثه اصناف صنف يعتق من النار و صنف يخرج من ذنوبه كهيئه يوم ولدته امه و صنف يحفظ فى اهله و ماله فذاك ادنى ما يرجع به الحاج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٩. امام صادق </w:t>
      </w:r>
      <w:r w:rsidRPr="00FA2603">
        <w:rPr>
          <w:rStyle w:val="libAlaemChar"/>
          <w:rtl/>
        </w:rPr>
        <w:t>عليه‌السلام</w:t>
      </w:r>
      <w:r>
        <w:rPr>
          <w:rtl/>
        </w:rPr>
        <w:t xml:space="preserve"> فرمودند: حاجيها در بازگشت سه دسته اند: عده اى از آتش نجات مى يابند، عده اى گناهان خود خارج مى گردند، همانند روزى كه از مادر متولد شده اند و عده اى خانواده و مالشان محفوظ مى ماند و اين كمترين بهره اى است كه حاجيها مى برند.</w:t>
      </w:r>
    </w:p>
    <w:p w:rsidR="00A679DB" w:rsidRDefault="00A679DB" w:rsidP="00A679DB">
      <w:pPr>
        <w:pStyle w:val="libNormal"/>
        <w:rPr>
          <w:rtl/>
        </w:rPr>
      </w:pPr>
      <w:r>
        <w:rPr>
          <w:rtl/>
        </w:rPr>
        <w:t xml:space="preserve">حديث : ١٠ ابى رحمه الله قال حدثنى عبدالله بن جعفر الحميرى عن احمد بن ابى عبدالله عن الحسن عن عبدالله بن عمرو بن الاشعث عن عمروبن يزيد قال سمعتت ابا عبدالله </w:t>
      </w:r>
      <w:r w:rsidRPr="00FA2603">
        <w:rPr>
          <w:rStyle w:val="libAlaemChar"/>
          <w:rtl/>
        </w:rPr>
        <w:t>عليه‌السلام</w:t>
      </w:r>
      <w:r>
        <w:rPr>
          <w:rtl/>
        </w:rPr>
        <w:t xml:space="preserve"> يقول الحج افضل من عتق عشر رقبات حتى عد سبعين رقبه و الطواف و ركعتان افضل من عتق رقبه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١٠. رواى مى گويد از امام صادق </w:t>
      </w:r>
      <w:r w:rsidRPr="00FA2603">
        <w:rPr>
          <w:rStyle w:val="libAlaemChar"/>
          <w:rtl/>
        </w:rPr>
        <w:t>عليه‌السلام</w:t>
      </w:r>
      <w:r>
        <w:rPr>
          <w:rtl/>
        </w:rPr>
        <w:t xml:space="preserve"> شنيدم كه فرمودند: بجا آوردن حج برتر از آزاد كردن ده بنده است . و شمرد و شمرد تا جايى كه - آن را برتر از آزاد كردن هفتاد بنده دانست و طواف و دو ركعت نماز آن برتر از آزاد كردن يك بنده است .</w:t>
      </w:r>
    </w:p>
    <w:p w:rsidR="00A679DB" w:rsidRDefault="00A679DB" w:rsidP="00A679DB">
      <w:pPr>
        <w:pStyle w:val="libNormal"/>
        <w:rPr>
          <w:rtl/>
        </w:rPr>
      </w:pPr>
      <w:r>
        <w:rPr>
          <w:rtl/>
        </w:rPr>
        <w:t xml:space="preserve">حديث : ١١ حدثنى محمد بن موسى بن المتوكل رضى الله عنه قال حدثنى على بن الحسين السعد آبادى عن احمد بن ابى عبدالله البرقى عن ابن ابى عمير عن معاويه بن عمار ابى عبدالله </w:t>
      </w:r>
      <w:r w:rsidRPr="00FA2603">
        <w:rPr>
          <w:rStyle w:val="libAlaemChar"/>
          <w:rtl/>
        </w:rPr>
        <w:t>عليه‌السلام</w:t>
      </w:r>
      <w:r>
        <w:rPr>
          <w:rtl/>
        </w:rPr>
        <w:t xml:space="preserve"> قال آن لله تبارك و تعالى حول الكعبه مائه و عشرين رحمه منها ستون للطائفين و اربعون للمصلين و عشرون للناظرين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١١. امام صادق </w:t>
      </w:r>
      <w:r w:rsidRPr="00FA2603">
        <w:rPr>
          <w:rStyle w:val="libAlaemChar"/>
          <w:rtl/>
        </w:rPr>
        <w:t>عليه‌السلام</w:t>
      </w:r>
      <w:r>
        <w:rPr>
          <w:rtl/>
        </w:rPr>
        <w:t xml:space="preserve"> فرمودند: خداى تبارك و تعالى صد و بست رحمت در اطراف كعبه دارد، شصت تاى آن براى طواف كنندگان است ، چهل تاى آن براى نمازگزاران و بيست تا آن براى تماشاگران است .</w:t>
      </w:r>
    </w:p>
    <w:p w:rsidR="00A679DB" w:rsidRDefault="00A679DB" w:rsidP="00A679DB">
      <w:pPr>
        <w:pStyle w:val="libNormal"/>
        <w:rPr>
          <w:rtl/>
        </w:rPr>
      </w:pPr>
      <w:r>
        <w:rPr>
          <w:rtl/>
        </w:rPr>
        <w:lastRenderedPageBreak/>
        <w:t xml:space="preserve">حديث : ١٢ و بهذاالاسناد عن احمد بن ابى عبدالله عن ابن ابى بشير عن منصور عن اسحاق بن عمار عن محمد بن مسلم عن ابى الحسن </w:t>
      </w:r>
      <w:r w:rsidRPr="00FA2603">
        <w:rPr>
          <w:rStyle w:val="libAlaemChar"/>
          <w:rtl/>
        </w:rPr>
        <w:t>عليه‌السلام</w:t>
      </w:r>
      <w:r>
        <w:rPr>
          <w:rtl/>
        </w:rPr>
        <w:t xml:space="preserve"> قال دخل عليه رجل فقال له اقدمت حاجا قال له نعم قال تدرى ما للحاج من الثواب قلت لا ادرى جعلت هفداك قال من قدم حاجا حتى اذا دخل مكه متواضعا فاذا دخل المسجد الحرام قصر خلاطه مخافه الله عزوجل فطاف بالبيت طوافا و صلى ركعتين كتب الله له سبعين الف حسنه و حط عنه سبعين الف سيئه و رفع له سبعين الف درجه و شفعه فى سبعين الف حاجه و حسب له عتق سبعين رقبه قيمه كل رقبه عشره آلاف درهم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١٢. مردى به ديدن امام كاظم </w:t>
      </w:r>
      <w:r w:rsidRPr="00FA2603">
        <w:rPr>
          <w:rStyle w:val="libAlaemChar"/>
          <w:rtl/>
        </w:rPr>
        <w:t>عليه‌السلام</w:t>
      </w:r>
      <w:r>
        <w:rPr>
          <w:rtl/>
        </w:rPr>
        <w:t xml:space="preserve"> آمد. آن حضرت فرمودند: از حج مى آيى ؟ عرض كرد: بله فرمودند: مى دانى حاجى چقدر ثواب دارد؟ عرض ‍ كرد: فدايت گردم !</w:t>
      </w:r>
    </w:p>
    <w:p w:rsidR="00A679DB" w:rsidRDefault="00A679DB" w:rsidP="00A679DB">
      <w:pPr>
        <w:pStyle w:val="libNormal"/>
        <w:rPr>
          <w:rtl/>
        </w:rPr>
      </w:pPr>
      <w:r>
        <w:rPr>
          <w:rtl/>
        </w:rPr>
        <w:t>نمى دانم . فرمودند: كسى كه به حج برود و هنگامى كه وارد مكه مى شود، متواضع باشد و زمانى كه وارد مسجد الحرام شد، از ترس خداى عزوجل قدمهايش را كوتا بردارد و در اطراف خانه خدا طوايف نيكويى انجام دهد و دو ركعت نماز بخواند، خداوند هفتاد هزار حسنه براى او نوشته ، هفتاد هزار حاجت مى پذيرد و آزاد كردن هفتاد بنده به حساب او خواهد گذاشت كه بهاى هر بنده اى ده هزار درهم است .</w:t>
      </w:r>
    </w:p>
    <w:p w:rsidR="00A679DB" w:rsidRDefault="00A679DB" w:rsidP="00A679DB">
      <w:pPr>
        <w:pStyle w:val="libNormal"/>
        <w:rPr>
          <w:rtl/>
        </w:rPr>
      </w:pPr>
      <w:r>
        <w:rPr>
          <w:rtl/>
        </w:rPr>
        <w:t xml:space="preserve">حديث : ١٣ حدثنى محمد بن موسى بن المتوكل رضى الله عنه قال حدثنى محمد بن جعفر قال حدثنى سهل بن زياد عن محمد بن اسماعيل آن سعدان بن مسلم عن اسحاق بن عمار قال قال ابوعبدالله </w:t>
      </w:r>
      <w:r w:rsidRPr="00FA2603">
        <w:rPr>
          <w:rStyle w:val="libAlaemChar"/>
          <w:rtl/>
        </w:rPr>
        <w:t>عليه‌السلام</w:t>
      </w:r>
      <w:r>
        <w:rPr>
          <w:rtl/>
        </w:rPr>
        <w:t xml:space="preserve"> يا اسحاق من طاف بهذا البيت طوافا واحدا كتب الله له الف حسنه و محا عنه الف سيئه و رفع له الف درجه و </w:t>
      </w:r>
      <w:r>
        <w:rPr>
          <w:rtl/>
        </w:rPr>
        <w:lastRenderedPageBreak/>
        <w:t>غرس له الف شجره فى الجنه و كتب فقال له ادخل من ايها شئت قال فقلت جعلت فداك هذا كله لمن طاف قال نعم افلا اخبرك بما هو افضل من هذا قلت بلى قال من قضى لاخيه المومن حاجه كتب الله طوافا و طوافا و طوافا حتى بلغ عشرا.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١٣. امام صادق </w:t>
      </w:r>
      <w:r w:rsidRPr="00FA2603">
        <w:rPr>
          <w:rStyle w:val="libAlaemChar"/>
          <w:rtl/>
        </w:rPr>
        <w:t>عليه‌السلام</w:t>
      </w:r>
      <w:r>
        <w:rPr>
          <w:rtl/>
        </w:rPr>
        <w:t xml:space="preserve"> فرمودند: اى اسحاق ! كسى كه اطراف اين خانه يك طواف بكند، خداوند هزار حسنه براى او نوشته ، هزار گناه را از او پاك كرده و هزار درخت در بهشت براى او مى كارد، و ثواب آزاد كردن هزار بنده براى او مى نويسد، تا وقتى كه به ملزم (پشت كعبه كه مردم سينه خود را به آن مى چسبانند) برسد كه در اين هنگام خداوند هشت در بهشت را براى او باز مى كند و به او مى فرمايد: از هر كدام كه مى خواهى وارد شو. (راوى) مى گويد: عرض كردم : قربانت گردم تمام اينها براى كسى است كه طواف كند؟ فرمود: نمى خواهى برتر از اين را براى تو بگويم .</w:t>
      </w:r>
    </w:p>
    <w:p w:rsidR="00A679DB" w:rsidRDefault="00A679DB" w:rsidP="00A679DB">
      <w:pPr>
        <w:pStyle w:val="libNormal"/>
        <w:rPr>
          <w:rtl/>
        </w:rPr>
      </w:pPr>
      <w:r>
        <w:rPr>
          <w:rtl/>
        </w:rPr>
        <w:t>عرض كردم : چرا فرمودند: كسى كه يك حاجت برادر مومنش را بر اورد، خداوند طوافى و طوافى و طوافى و تاده ده شمرد براى او مى نويسد.</w:t>
      </w:r>
    </w:p>
    <w:p w:rsidR="00A679DB" w:rsidRDefault="00A679DB" w:rsidP="00A679DB">
      <w:pPr>
        <w:pStyle w:val="libNormal"/>
        <w:rPr>
          <w:rtl/>
        </w:rPr>
      </w:pPr>
      <w:r>
        <w:rPr>
          <w:rtl/>
        </w:rPr>
        <w:t xml:space="preserve">حديث : ١٤ حدثنى محمد بن موسى بن المتوكل رضى الله عنه قال حدثنى موسى بن عمران عن الحسين بن يزيد عن على بن ابى حمزه عن ابى الحسن موسى بن جعفر </w:t>
      </w:r>
      <w:r w:rsidRPr="00FA2603">
        <w:rPr>
          <w:rStyle w:val="libAlaemChar"/>
          <w:rtl/>
        </w:rPr>
        <w:t>عليه‌السلام</w:t>
      </w:r>
      <w:r>
        <w:rPr>
          <w:rtl/>
        </w:rPr>
        <w:t xml:space="preserve"> قال الحج الضعفا و هم شيعتنا.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١٤. امام كاظم </w:t>
      </w:r>
      <w:r w:rsidRPr="00FA2603">
        <w:rPr>
          <w:rStyle w:val="libAlaemChar"/>
          <w:rtl/>
        </w:rPr>
        <w:t>عليه‌السلام</w:t>
      </w:r>
      <w:r>
        <w:rPr>
          <w:rtl/>
        </w:rPr>
        <w:t xml:space="preserve"> فرمودند: حج جهاد ضعيفان است و آنان شيعيان ما مى باشند.</w:t>
      </w:r>
    </w:p>
    <w:p w:rsidR="00A679DB" w:rsidRDefault="00A679DB" w:rsidP="00A679DB">
      <w:pPr>
        <w:pStyle w:val="libNormal"/>
        <w:rPr>
          <w:rtl/>
        </w:rPr>
      </w:pPr>
      <w:r>
        <w:rPr>
          <w:rtl/>
        </w:rPr>
        <w:lastRenderedPageBreak/>
        <w:t xml:space="preserve">حديث : ١٥ و بهذاالاسناد عن الحسين بن يزيد عن سيف بن عميره عن منصور بن حازم قال قلت لابى عبدالله </w:t>
      </w:r>
      <w:r w:rsidRPr="00FA2603">
        <w:rPr>
          <w:rStyle w:val="libAlaemChar"/>
          <w:rtl/>
        </w:rPr>
        <w:t>عليه‌السلام</w:t>
      </w:r>
      <w:r>
        <w:rPr>
          <w:rtl/>
        </w:rPr>
        <w:t xml:space="preserve"> ما يصنع الله بالجاج قال مغفور و الله لهم لا استثنى فيه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١٥. رواى مى گويد از امام صادق </w:t>
      </w:r>
      <w:r w:rsidRPr="00FA2603">
        <w:rPr>
          <w:rStyle w:val="libAlaemChar"/>
          <w:rtl/>
        </w:rPr>
        <w:t>عليه‌السلام</w:t>
      </w:r>
      <w:r>
        <w:rPr>
          <w:rtl/>
        </w:rPr>
        <w:t xml:space="preserve"> پرسيدم : خداوند چه معامله اى با حاجيها مى كند؟ فرمودند: بخدا سوگند همه آنها را بدون استثنا مى آمرزد.</w:t>
      </w:r>
    </w:p>
    <w:p w:rsidR="00A679DB" w:rsidRDefault="00A679DB" w:rsidP="00A679DB">
      <w:pPr>
        <w:pStyle w:val="libNormal"/>
        <w:rPr>
          <w:rtl/>
        </w:rPr>
      </w:pPr>
      <w:r>
        <w:rPr>
          <w:rtl/>
        </w:rPr>
        <w:t xml:space="preserve">حديث : ١٦ و بهذاالاسناد عن الحسين بن يزيد عن مندل الخادم عن هارون بن خارجه عن ابى عبدالله </w:t>
      </w:r>
      <w:r w:rsidRPr="00FA2603">
        <w:rPr>
          <w:rStyle w:val="libAlaemChar"/>
          <w:rtl/>
        </w:rPr>
        <w:t>عليه‌السلام</w:t>
      </w:r>
      <w:r>
        <w:rPr>
          <w:rtl/>
        </w:rPr>
        <w:t xml:space="preserve"> قال الحج حجان حج لله وحج الناس فمن حج لله كان ثوابه على الله الجنه و من للناس كان ثوابه على الناس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١٦. امام صادق </w:t>
      </w:r>
      <w:r w:rsidRPr="00FA2603">
        <w:rPr>
          <w:rStyle w:val="libAlaemChar"/>
          <w:rtl/>
        </w:rPr>
        <w:t>عليه‌السلام</w:t>
      </w:r>
      <w:r>
        <w:rPr>
          <w:rtl/>
        </w:rPr>
        <w:t xml:space="preserve"> فرمودند: حج دو نوع است : حج براى خدا و حج براى مردم . كسى كه براى حج آورد، ثواب او به عهده خداوند و بهشت است و كسى كه براى مردم حج بجا آورد، ثواب او در روز قيامت به عهده مردم است .</w:t>
      </w:r>
    </w:p>
    <w:p w:rsidR="00A679DB" w:rsidRDefault="00A679DB" w:rsidP="00A679DB">
      <w:pPr>
        <w:pStyle w:val="libNormal"/>
        <w:rPr>
          <w:rtl/>
        </w:rPr>
      </w:pPr>
      <w:r>
        <w:rPr>
          <w:rtl/>
        </w:rPr>
        <w:t xml:space="preserve">حديث : ١٧ و بهذاالاسناد عن الحسين بن يزيد عن عبدالله بن وضاح عن سيف التمار عن ابى عبدالله </w:t>
      </w:r>
      <w:r w:rsidRPr="00FA2603">
        <w:rPr>
          <w:rStyle w:val="libAlaemChar"/>
          <w:rtl/>
        </w:rPr>
        <w:t>عليه‌السلام</w:t>
      </w:r>
      <w:r>
        <w:rPr>
          <w:rtl/>
        </w:rPr>
        <w:t xml:space="preserve"> قا سمعته يقول من حج يريد الله عزوجل لا يريد به ريا و لا سمعه غفر الله له البته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١٧. راوى مى گويد، از امام صادق </w:t>
      </w:r>
      <w:r w:rsidRPr="00FA2603">
        <w:rPr>
          <w:rStyle w:val="libAlaemChar"/>
          <w:rtl/>
        </w:rPr>
        <w:t>عليه‌السلام</w:t>
      </w:r>
      <w:r>
        <w:rPr>
          <w:rtl/>
        </w:rPr>
        <w:t xml:space="preserve"> شنيدم كه فرمودند: كسى كه بخاطر خداى عزوجل ، نه بخاطر ديدن يا شنيدن ، حج بجا آورد، حتما خداوند او را مى آمرزد.</w:t>
      </w:r>
    </w:p>
    <w:p w:rsidR="00A679DB" w:rsidRDefault="00A679DB" w:rsidP="00A679DB">
      <w:pPr>
        <w:pStyle w:val="libNormal"/>
        <w:rPr>
          <w:rtl/>
        </w:rPr>
      </w:pPr>
    </w:p>
    <w:p w:rsidR="00A679DB" w:rsidRDefault="00A679DB" w:rsidP="00A679DB">
      <w:pPr>
        <w:pStyle w:val="libNormal"/>
        <w:rPr>
          <w:rtl/>
        </w:rPr>
      </w:pPr>
      <w:r>
        <w:rPr>
          <w:rtl/>
        </w:rPr>
        <w:t>ثواب من لقى حاجا فصافحه</w:t>
      </w:r>
    </w:p>
    <w:p w:rsidR="00A679DB" w:rsidRDefault="00A679DB" w:rsidP="00A679DB">
      <w:pPr>
        <w:pStyle w:val="libNormal"/>
        <w:rPr>
          <w:rtl/>
        </w:rPr>
      </w:pPr>
    </w:p>
    <w:p w:rsidR="00A679DB" w:rsidRDefault="00A679DB" w:rsidP="00FA2603">
      <w:pPr>
        <w:pStyle w:val="Heading2"/>
        <w:rPr>
          <w:rtl/>
        </w:rPr>
      </w:pPr>
      <w:bookmarkStart w:id="114" w:name="_Toc449617171"/>
      <w:r>
        <w:rPr>
          <w:rtl/>
        </w:rPr>
        <w:t>ثواب ديدن حاجى و مصافحه با او</w:t>
      </w:r>
      <w:bookmarkEnd w:id="114"/>
    </w:p>
    <w:p w:rsidR="00A679DB" w:rsidRDefault="00A679DB" w:rsidP="00A679DB">
      <w:pPr>
        <w:pStyle w:val="libNormal"/>
        <w:rPr>
          <w:rtl/>
        </w:rPr>
      </w:pPr>
      <w:r>
        <w:rPr>
          <w:rtl/>
        </w:rPr>
        <w:t xml:space="preserve">حديث : ١ حدثنى محمد بن موسى بن المتوكل رضى الله عنه قال حدثنى محمد بن جعفر عن سهل بن زياد عن يعقوب بن يزيد عن محمد بن حمزه عمن حدثه عن ابى عبدالله </w:t>
      </w:r>
      <w:r w:rsidRPr="00FA2603">
        <w:rPr>
          <w:rStyle w:val="libAlaemChar"/>
          <w:rtl/>
        </w:rPr>
        <w:t>عليه‌السلام</w:t>
      </w:r>
      <w:r>
        <w:rPr>
          <w:rtl/>
        </w:rPr>
        <w:t xml:space="preserve"> قال من لقى حاجا فصافحه كان كمن استلم الحجر.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FA2603">
        <w:rPr>
          <w:rStyle w:val="libAlaemChar"/>
          <w:rtl/>
        </w:rPr>
        <w:t>عليه‌السلام</w:t>
      </w:r>
      <w:r>
        <w:rPr>
          <w:rtl/>
        </w:rPr>
        <w:t xml:space="preserve"> فرمودند: كسى كه حاجى را ببيند و با او مصافحه كند، مانند كسى است كه استلام حجر نموده باشد «حجرالاسود را لمس ‍ كرده يا بوسيده باشد)</w:t>
      </w:r>
    </w:p>
    <w:p w:rsidR="00A679DB" w:rsidRDefault="00A679DB" w:rsidP="00A679DB">
      <w:pPr>
        <w:pStyle w:val="libNormal"/>
        <w:rPr>
          <w:rtl/>
        </w:rPr>
      </w:pPr>
    </w:p>
    <w:p w:rsidR="00FA2603" w:rsidRDefault="00FA2603" w:rsidP="00A679DB">
      <w:pPr>
        <w:pStyle w:val="libNormal"/>
        <w:rPr>
          <w:rtl/>
        </w:rPr>
      </w:pPr>
      <w:r>
        <w:rPr>
          <w:rtl/>
        </w:rPr>
        <w:br w:type="page"/>
      </w:r>
    </w:p>
    <w:p w:rsidR="00A679DB" w:rsidRDefault="00A679DB" w:rsidP="00FA2603">
      <w:pPr>
        <w:pStyle w:val="Heading2"/>
        <w:rPr>
          <w:rtl/>
        </w:rPr>
      </w:pPr>
      <w:bookmarkStart w:id="115" w:name="_Toc449617172"/>
      <w:r>
        <w:rPr>
          <w:rtl/>
        </w:rPr>
        <w:t>حديث ديگرى در ارتباط با حج</w:t>
      </w:r>
      <w:bookmarkEnd w:id="115"/>
    </w:p>
    <w:p w:rsidR="00A679DB" w:rsidRDefault="00A679DB" w:rsidP="00FA2603">
      <w:pPr>
        <w:pStyle w:val="libNormal"/>
        <w:rPr>
          <w:rtl/>
        </w:rPr>
      </w:pPr>
      <w:r>
        <w:rPr>
          <w:rtl/>
        </w:rPr>
        <w:t xml:space="preserve">حديث : ١ حدثنى محمد بن الحسن رضى الله عنه قال حدثنا محمد بن الحسن الصفار عن احمد بن ابى عبدالله البرقى عن يونس بن يعقوب عن الصادق </w:t>
      </w:r>
      <w:r w:rsidRPr="00FA2603">
        <w:rPr>
          <w:rStyle w:val="libAlaemChar"/>
          <w:rtl/>
        </w:rPr>
        <w:t>عليه‌السلام</w:t>
      </w:r>
      <w:r>
        <w:rPr>
          <w:rtl/>
        </w:rPr>
        <w:t xml:space="preserve"> قال قال على بن الحسين</w:t>
      </w:r>
      <w:r w:rsidR="00DC5255">
        <w:rPr>
          <w:rtl/>
        </w:rPr>
        <w:t xml:space="preserve">عليهم‌السلام </w:t>
      </w:r>
      <w:r>
        <w:rPr>
          <w:rtl/>
        </w:rPr>
        <w:t xml:space="preserve">لابنه محمد </w:t>
      </w:r>
      <w:r w:rsidRPr="00FA2603">
        <w:rPr>
          <w:rStyle w:val="libAlaemChar"/>
          <w:rtl/>
        </w:rPr>
        <w:t>عليه‌السلام</w:t>
      </w:r>
      <w:r>
        <w:rPr>
          <w:rtl/>
        </w:rPr>
        <w:t xml:space="preserve"> حين حضرته الوفاه اننى قد حججت على ناقتى هذه عشرين حجه فلم اقرعها بسوط قرعه فاذا نفقت فادفنها لا تاكل لحمها السباع فان رسول الله </w:t>
      </w:r>
      <w:r w:rsidR="00E60DFB" w:rsidRPr="00FA2603">
        <w:rPr>
          <w:rStyle w:val="libAlaemChar"/>
          <w:rtl/>
        </w:rPr>
        <w:t>صلى‌الله‌عليه‌وآله</w:t>
      </w:r>
      <w:r w:rsidR="00E60DFB">
        <w:rPr>
          <w:rtl/>
        </w:rPr>
        <w:t xml:space="preserve"> </w:t>
      </w:r>
      <w:r>
        <w:rPr>
          <w:rtl/>
        </w:rPr>
        <w:t xml:space="preserve">قال ما من بعير يوقف عليه موقف عرفه سبع حجج الا جعله الله من نعم الجنه و بارك فى نسله فلما نفقت حفر لها ابو جعفر </w:t>
      </w:r>
      <w:r w:rsidRPr="00FA2603">
        <w:rPr>
          <w:rStyle w:val="libAlaemChar"/>
          <w:rtl/>
        </w:rPr>
        <w:t>عليه‌السلام</w:t>
      </w:r>
      <w:r>
        <w:rPr>
          <w:rtl/>
        </w:rPr>
        <w:t xml:space="preserve"> و دفنها.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FA2603">
        <w:rPr>
          <w:rStyle w:val="libAlaemChar"/>
          <w:rtl/>
        </w:rPr>
        <w:t>عليه‌السلام</w:t>
      </w:r>
      <w:r>
        <w:rPr>
          <w:rtl/>
        </w:rPr>
        <w:t xml:space="preserve"> فرمودند: امام زين العابدين </w:t>
      </w:r>
      <w:r w:rsidRPr="00FA2603">
        <w:rPr>
          <w:rStyle w:val="libAlaemChar"/>
          <w:rtl/>
        </w:rPr>
        <w:t>عليه‌السلام</w:t>
      </w:r>
      <w:r>
        <w:rPr>
          <w:rtl/>
        </w:rPr>
        <w:t xml:space="preserve"> به هنگام وفات به فرزندش امام باقر </w:t>
      </w:r>
      <w:r w:rsidRPr="00FA2603">
        <w:rPr>
          <w:rStyle w:val="libAlaemChar"/>
          <w:rtl/>
        </w:rPr>
        <w:t>عليه‌السلام</w:t>
      </w:r>
      <w:r>
        <w:rPr>
          <w:rtl/>
        </w:rPr>
        <w:t xml:space="preserve"> فرمودند: همانا من با اين شتر ب</w:t>
      </w:r>
      <w:r w:rsidR="00FA2603">
        <w:rPr>
          <w:rFonts w:hint="cs"/>
          <w:rtl/>
        </w:rPr>
        <w:t>ی</w:t>
      </w:r>
      <w:r>
        <w:rPr>
          <w:rtl/>
        </w:rPr>
        <w:t xml:space="preserve">ست حج بجا آورده و تازيانه اى به آن نزده ام . هنگامى كه جان داد، آن را دفن كن تا درندگان گوشت آن را نخورند. زيرا رسول خدا </w:t>
      </w:r>
      <w:r w:rsidR="00E60DFB" w:rsidRPr="00FA2603">
        <w:rPr>
          <w:rStyle w:val="libAlaemChar"/>
          <w:rtl/>
        </w:rPr>
        <w:t>صلى‌الله‌عليه‌وآله</w:t>
      </w:r>
      <w:r w:rsidR="00E60DFB">
        <w:rPr>
          <w:rtl/>
        </w:rPr>
        <w:t xml:space="preserve"> </w:t>
      </w:r>
      <w:r>
        <w:rPr>
          <w:rtl/>
        </w:rPr>
        <w:t xml:space="preserve">فرمودند، شترى نيست كه در هفت حج در موقف عرفه توقف كند، مگر اين كه خداوند آن را از شترآن بهشتى قرار داده و نسل او را مبارك مى گرداند. هنگامى كه جان داد، امام باقر </w:t>
      </w:r>
      <w:r w:rsidRPr="00FA2603">
        <w:rPr>
          <w:rStyle w:val="libAlaemChar"/>
          <w:rtl/>
        </w:rPr>
        <w:t>عليه‌السلام</w:t>
      </w:r>
      <w:r>
        <w:rPr>
          <w:rtl/>
        </w:rPr>
        <w:t xml:space="preserve"> گورى براى او كنده و آن را دفن نمودند.</w:t>
      </w:r>
    </w:p>
    <w:p w:rsidR="00A679DB" w:rsidRDefault="00FA2603" w:rsidP="00A679DB">
      <w:pPr>
        <w:pStyle w:val="libNormal"/>
        <w:rPr>
          <w:rtl/>
        </w:rPr>
      </w:pPr>
      <w:r>
        <w:rPr>
          <w:rtl/>
        </w:rPr>
        <w:br w:type="page"/>
      </w:r>
    </w:p>
    <w:p w:rsidR="00A679DB" w:rsidRDefault="00A679DB" w:rsidP="00FA2603">
      <w:pPr>
        <w:pStyle w:val="Heading2"/>
        <w:rPr>
          <w:rtl/>
        </w:rPr>
      </w:pPr>
      <w:bookmarkStart w:id="116" w:name="_Toc449617173"/>
      <w:r>
        <w:rPr>
          <w:rtl/>
        </w:rPr>
        <w:t>ثواب روز دار</w:t>
      </w:r>
      <w:bookmarkEnd w:id="116"/>
    </w:p>
    <w:p w:rsidR="00A679DB" w:rsidRDefault="00A679DB" w:rsidP="007944C2">
      <w:pPr>
        <w:pStyle w:val="libNormal"/>
        <w:rPr>
          <w:rtl/>
        </w:rPr>
      </w:pPr>
      <w:r>
        <w:rPr>
          <w:rtl/>
        </w:rPr>
        <w:t>حديث : ١ ابى رحمه الله قال حدثنى سعد بن عبدالله عن محمد بن الحسين عن على بن النعمان عن عبدالله بن طلحه عن جعفر بن محمد عن ابيه عن ابائه</w:t>
      </w:r>
      <w:r w:rsidR="00DC5255">
        <w:rPr>
          <w:rtl/>
        </w:rPr>
        <w:t xml:space="preserve">عليهم‌السلام </w:t>
      </w:r>
      <w:r>
        <w:rPr>
          <w:rtl/>
        </w:rPr>
        <w:t xml:space="preserve">قال قال رسول الله </w:t>
      </w:r>
      <w:r w:rsidR="00E60DFB" w:rsidRPr="007944C2">
        <w:rPr>
          <w:rStyle w:val="libAlaemChar"/>
          <w:rtl/>
        </w:rPr>
        <w:t>صلى‌الله‌عليه‌وآله</w:t>
      </w:r>
      <w:r w:rsidR="00E60DFB">
        <w:rPr>
          <w:rtl/>
        </w:rPr>
        <w:t xml:space="preserve"> </w:t>
      </w:r>
      <w:r>
        <w:rPr>
          <w:rtl/>
        </w:rPr>
        <w:t>الصائم فى عباده الله و آن كان نائما على فراشه ما لم يغتب مسلما.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944C2">
        <w:rPr>
          <w:rStyle w:val="libAlaemChar"/>
          <w:rtl/>
        </w:rPr>
        <w:t>عليه‌السلام</w:t>
      </w:r>
      <w:r>
        <w:rPr>
          <w:rtl/>
        </w:rPr>
        <w:t xml:space="preserve"> از پدرانش نقل مى نمايد كه رسول خدا </w:t>
      </w:r>
      <w:r w:rsidR="00E60DFB" w:rsidRPr="007944C2">
        <w:rPr>
          <w:rStyle w:val="libAlaemChar"/>
          <w:rtl/>
        </w:rPr>
        <w:t>صلى‌الله‌عليه‌وآله</w:t>
      </w:r>
      <w:r w:rsidR="00E60DFB">
        <w:rPr>
          <w:rtl/>
        </w:rPr>
        <w:t xml:space="preserve"> </w:t>
      </w:r>
      <w:r>
        <w:rPr>
          <w:rtl/>
        </w:rPr>
        <w:t>فرمودند: روزه دار در عبادت خدا بسر مى برد، گرچه در رختخوابش خوابيده باشد، البته تا زمانى كه از مسلمانى غيبت نكند.</w:t>
      </w:r>
    </w:p>
    <w:p w:rsidR="00A679DB" w:rsidRDefault="00A679DB" w:rsidP="007944C2">
      <w:pPr>
        <w:pStyle w:val="libNormal"/>
        <w:rPr>
          <w:rtl/>
        </w:rPr>
      </w:pPr>
      <w:r>
        <w:rPr>
          <w:rtl/>
        </w:rPr>
        <w:t>حديث : ٢ حدثنى محمد بن الحسن رضى الله عنه قال حدثنا محمد بن الحسن الصفارقال حدثنى العباس بن معروف عن النوفلى عن اليعقوبى موسى بن عيسى عن السكونى عن ابى عبدالله عن ابيه عن ابائه</w:t>
      </w:r>
      <w:r w:rsidR="00DC5255">
        <w:rPr>
          <w:rtl/>
        </w:rPr>
        <w:t xml:space="preserve">عليهم‌السلام </w:t>
      </w:r>
      <w:r>
        <w:rPr>
          <w:rtl/>
        </w:rPr>
        <w:t xml:space="preserve">قال قال رسول الله </w:t>
      </w:r>
      <w:r w:rsidR="00E60DFB" w:rsidRPr="007944C2">
        <w:rPr>
          <w:rStyle w:val="libAlaemChar"/>
          <w:rtl/>
        </w:rPr>
        <w:t>صلى‌الله‌عليه‌وآله</w:t>
      </w:r>
      <w:r w:rsidR="00E60DFB">
        <w:rPr>
          <w:rtl/>
        </w:rPr>
        <w:t xml:space="preserve"> </w:t>
      </w:r>
      <w:r>
        <w:rPr>
          <w:rtl/>
        </w:rPr>
        <w:t>نوم الصائم عباده ونفسه تسبيح .</w:t>
      </w:r>
    </w:p>
    <w:p w:rsidR="00A679DB" w:rsidRDefault="00A679DB" w:rsidP="00A679DB">
      <w:pPr>
        <w:pStyle w:val="libNormal"/>
        <w:rPr>
          <w:rtl/>
        </w:rPr>
      </w:pPr>
      <w:r>
        <w:rPr>
          <w:rtl/>
        </w:rPr>
        <w:t>ترجمه :</w:t>
      </w:r>
    </w:p>
    <w:p w:rsidR="00A679DB" w:rsidRDefault="00A679DB" w:rsidP="007944C2">
      <w:pPr>
        <w:pStyle w:val="libNormal"/>
        <w:rPr>
          <w:rtl/>
        </w:rPr>
      </w:pPr>
      <w:r>
        <w:rPr>
          <w:rtl/>
        </w:rPr>
        <w:t xml:space="preserve">٢. امام صادق </w:t>
      </w:r>
      <w:r w:rsidRPr="007944C2">
        <w:rPr>
          <w:rStyle w:val="libAlaemChar"/>
          <w:rtl/>
        </w:rPr>
        <w:t>عليه‌السلام</w:t>
      </w:r>
      <w:r>
        <w:rPr>
          <w:rtl/>
        </w:rPr>
        <w:t xml:space="preserve"> از پدرانش</w:t>
      </w:r>
      <w:r w:rsidR="00DC5255">
        <w:rPr>
          <w:rtl/>
        </w:rPr>
        <w:t xml:space="preserve">عليهم‌السلام </w:t>
      </w:r>
      <w:r>
        <w:rPr>
          <w:rtl/>
        </w:rPr>
        <w:t xml:space="preserve">نقل مى نمايد كه رسول خدا </w:t>
      </w:r>
      <w:r w:rsidR="00E60DFB" w:rsidRPr="007944C2">
        <w:rPr>
          <w:rStyle w:val="libAlaemChar"/>
          <w:rtl/>
        </w:rPr>
        <w:t>صلى‌الله‌عليه‌وآله</w:t>
      </w:r>
      <w:r w:rsidR="00E60DFB">
        <w:rPr>
          <w:rtl/>
        </w:rPr>
        <w:t xml:space="preserve"> </w:t>
      </w:r>
      <w:r>
        <w:rPr>
          <w:rtl/>
        </w:rPr>
        <w:t>فرمودند:</w:t>
      </w:r>
    </w:p>
    <w:p w:rsidR="00A679DB" w:rsidRDefault="00A679DB" w:rsidP="00A679DB">
      <w:pPr>
        <w:pStyle w:val="libNormal"/>
        <w:rPr>
          <w:rtl/>
        </w:rPr>
      </w:pPr>
      <w:r>
        <w:rPr>
          <w:rtl/>
        </w:rPr>
        <w:t>خواب روزه دار عبادت و نفس او تسبيح است .</w:t>
      </w:r>
    </w:p>
    <w:p w:rsidR="00A679DB" w:rsidRDefault="00A679DB" w:rsidP="00A679DB">
      <w:pPr>
        <w:pStyle w:val="libNormal"/>
        <w:rPr>
          <w:rtl/>
        </w:rPr>
      </w:pPr>
      <w:r>
        <w:rPr>
          <w:rtl/>
        </w:rPr>
        <w:t xml:space="preserve">حديث : ٣ حدثنى محمد بن موسى بن المتوكل رضى الله عنه قال حدثنا محمد بن يحيى عن محمد بن احمد عن محمد بن حسان الرازى عن ابى محمد الرازى عن ابراهيم ابى بكر بن ابى سمال عن الحسين بن احمد عن ابيه عن ابى </w:t>
      </w:r>
      <w:r>
        <w:rPr>
          <w:rtl/>
        </w:rPr>
        <w:lastRenderedPageBreak/>
        <w:t xml:space="preserve">عبدالله </w:t>
      </w:r>
      <w:r w:rsidRPr="003649A0">
        <w:rPr>
          <w:rStyle w:val="libAlaemChar"/>
          <w:rtl/>
        </w:rPr>
        <w:t>عليه‌السلام</w:t>
      </w:r>
      <w:r>
        <w:rPr>
          <w:rtl/>
        </w:rPr>
        <w:t xml:space="preserve"> قال نوم الصائم عباده و صمته تسبيح و عمله متقبل و دعاوه مستجاب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3649A0">
        <w:rPr>
          <w:rStyle w:val="libAlaemChar"/>
          <w:rtl/>
        </w:rPr>
        <w:t>عليه‌السلام</w:t>
      </w:r>
      <w:r>
        <w:rPr>
          <w:rtl/>
        </w:rPr>
        <w:t xml:space="preserve"> فرمودند: خواب روزه دار عبادت ، خاموشى او تسبيح ، عمل او پذيرفته شده و دعاى او مستجاب است .</w:t>
      </w:r>
    </w:p>
    <w:p w:rsidR="00A679DB" w:rsidRDefault="00A679DB" w:rsidP="00A679DB">
      <w:pPr>
        <w:pStyle w:val="libNormal"/>
        <w:rPr>
          <w:rtl/>
        </w:rPr>
      </w:pPr>
      <w:r>
        <w:rPr>
          <w:rtl/>
        </w:rPr>
        <w:t xml:space="preserve">حديث : ٤ حدثنى محمد بن على ماجيلويه رضى الله عنه قال حدثنى عمى محمد بن ابى القاسم عن احمد بن ابى عبدالله عن الحسين بن سعيد عن فضاله عن عبدالله بن سنان عن الصادق </w:t>
      </w:r>
      <w:r w:rsidRPr="003649A0">
        <w:rPr>
          <w:rStyle w:val="libAlaemChar"/>
          <w:rtl/>
        </w:rPr>
        <w:t>عليه‌السلام</w:t>
      </w:r>
      <w:r>
        <w:rPr>
          <w:rtl/>
        </w:rPr>
        <w:t xml:space="preserve"> قال خلوف فم الصائم الفضل عندالله من رائحه المسك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3649A0">
        <w:rPr>
          <w:rStyle w:val="libAlaemChar"/>
          <w:rtl/>
        </w:rPr>
        <w:t>عليه‌السلام</w:t>
      </w:r>
      <w:r>
        <w:rPr>
          <w:rtl/>
        </w:rPr>
        <w:t xml:space="preserve"> فرمودند: بد بويى دهان روز ه دار نزد خداوند برتر از بوى مشك است .</w:t>
      </w:r>
    </w:p>
    <w:p w:rsidR="00A679DB" w:rsidRDefault="00A679DB" w:rsidP="00A679DB">
      <w:pPr>
        <w:pStyle w:val="libNormal"/>
        <w:rPr>
          <w:rtl/>
        </w:rPr>
      </w:pPr>
      <w:r>
        <w:rPr>
          <w:rtl/>
        </w:rPr>
        <w:t xml:space="preserve">حديث : ٥ حدثنى احمد بن محمد رضى الله عنه عن ابيه عن محمد بن احمد قال حدثنى ابوعبدالله الرازى عن منصور بن العباس عن عمروبن سعيد عن الحسن بن صدقه قال قال ابوالحسن الاول </w:t>
      </w:r>
      <w:r w:rsidRPr="003649A0">
        <w:rPr>
          <w:rStyle w:val="libAlaemChar"/>
          <w:rtl/>
        </w:rPr>
        <w:t>عليه‌السلام</w:t>
      </w:r>
      <w:r>
        <w:rPr>
          <w:rtl/>
        </w:rPr>
        <w:t xml:space="preserve"> قيلو فان الله يطعم الصائم و يسقيه فى منامه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كاظم </w:t>
      </w:r>
      <w:r w:rsidRPr="003649A0">
        <w:rPr>
          <w:rStyle w:val="libAlaemChar"/>
          <w:rtl/>
        </w:rPr>
        <w:t>عليه‌السلام</w:t>
      </w:r>
      <w:r>
        <w:rPr>
          <w:rtl/>
        </w:rPr>
        <w:t xml:space="preserve"> فرمودند: هنگام ظهر بخوابيد. زيرا همانا خداوند در خواب به روزه دار آب و غذا مى خوراند.</w:t>
      </w:r>
    </w:p>
    <w:p w:rsidR="00A679DB" w:rsidRDefault="00A679DB" w:rsidP="00A679DB">
      <w:pPr>
        <w:pStyle w:val="libNormal"/>
        <w:rPr>
          <w:rtl/>
        </w:rPr>
      </w:pPr>
    </w:p>
    <w:p w:rsidR="00A679DB" w:rsidRDefault="00A679DB" w:rsidP="00A679DB">
      <w:pPr>
        <w:pStyle w:val="libNormal"/>
        <w:rPr>
          <w:rtl/>
        </w:rPr>
      </w:pPr>
      <w:r>
        <w:rPr>
          <w:rtl/>
        </w:rPr>
        <w:t>ثواب الصائم يشتم فيقول انى صائم سلام عليك</w:t>
      </w:r>
    </w:p>
    <w:p w:rsidR="00E220AD" w:rsidRPr="00ED74AF" w:rsidRDefault="00E220AD" w:rsidP="00ED74AF">
      <w:pPr>
        <w:pStyle w:val="libNormal"/>
        <w:rPr>
          <w:rtl/>
        </w:rPr>
      </w:pPr>
      <w:r w:rsidRPr="00ED74AF">
        <w:rPr>
          <w:rtl/>
        </w:rPr>
        <w:br w:type="page"/>
      </w:r>
    </w:p>
    <w:p w:rsidR="00A679DB" w:rsidRDefault="00A679DB" w:rsidP="00E220AD">
      <w:pPr>
        <w:pStyle w:val="Heading2"/>
        <w:rPr>
          <w:rtl/>
        </w:rPr>
      </w:pPr>
      <w:bookmarkStart w:id="117" w:name="_Toc449617174"/>
      <w:r>
        <w:rPr>
          <w:rtl/>
        </w:rPr>
        <w:t>ثواب ناسزا شنيدن در حال روزه و گفتن «من روزه دارم ، سلام عليك»</w:t>
      </w:r>
      <w:bookmarkEnd w:id="117"/>
    </w:p>
    <w:p w:rsidR="00A679DB" w:rsidRDefault="00A679DB" w:rsidP="00E220AD">
      <w:pPr>
        <w:pStyle w:val="libNormal"/>
        <w:rPr>
          <w:rtl/>
        </w:rPr>
      </w:pPr>
      <w:r>
        <w:rPr>
          <w:rtl/>
        </w:rPr>
        <w:t>حديث : ١ ابى رحمه قال حدثنى عبدالله بن جعفر عن بنان بن محمد عن ابيه عن ابن المغيره عن السكونى عن جعفر بن محمد عن ابيه</w:t>
      </w:r>
      <w:r w:rsidR="00DC5255">
        <w:rPr>
          <w:rtl/>
        </w:rPr>
        <w:t xml:space="preserve">عليهم‌السلام </w:t>
      </w:r>
      <w:r>
        <w:rPr>
          <w:rtl/>
        </w:rPr>
        <w:t xml:space="preserve">قال قال رسول الله </w:t>
      </w:r>
      <w:r w:rsidR="00E60DFB" w:rsidRPr="00E220AD">
        <w:rPr>
          <w:rStyle w:val="libAlaemChar"/>
          <w:rtl/>
        </w:rPr>
        <w:t>صلى‌الله‌عليه‌وآله</w:t>
      </w:r>
      <w:r w:rsidR="00E60DFB">
        <w:rPr>
          <w:rtl/>
        </w:rPr>
        <w:t xml:space="preserve"> </w:t>
      </w:r>
      <w:r>
        <w:rPr>
          <w:rtl/>
        </w:rPr>
        <w:t>ما من عبد يصبح صمائما فيضتم فيقول انى صائم سلام عليك الاقال الرب تبارك و تعالى لملائكته استجار عبدى بالصوم من عبدى اجيروه من نارى و ادخلوه جنتى .</w:t>
      </w:r>
    </w:p>
    <w:p w:rsidR="00A679DB" w:rsidRDefault="00A679DB" w:rsidP="00A679DB">
      <w:pPr>
        <w:pStyle w:val="libNormal"/>
        <w:rPr>
          <w:rtl/>
        </w:rPr>
      </w:pPr>
      <w:r>
        <w:rPr>
          <w:rtl/>
        </w:rPr>
        <w:t>ترجمه :</w:t>
      </w:r>
    </w:p>
    <w:p w:rsidR="00A679DB" w:rsidRDefault="00A679DB" w:rsidP="00E220AD">
      <w:pPr>
        <w:pStyle w:val="libNormal"/>
        <w:rPr>
          <w:rtl/>
        </w:rPr>
      </w:pPr>
      <w:r>
        <w:rPr>
          <w:rtl/>
        </w:rPr>
        <w:t xml:space="preserve">١. امام صادق </w:t>
      </w:r>
      <w:r w:rsidRPr="00E220AD">
        <w:rPr>
          <w:rStyle w:val="libAlaemChar"/>
          <w:rtl/>
        </w:rPr>
        <w:t>(</w:t>
      </w:r>
      <w:r w:rsidR="00E220AD" w:rsidRPr="00E220AD">
        <w:rPr>
          <w:rStyle w:val="libAlaemChar"/>
          <w:rFonts w:eastAsiaTheme="minorHAnsi"/>
          <w:rtl/>
        </w:rPr>
        <w:t>عليهما‌السلام</w:t>
      </w:r>
      <w:r w:rsidRPr="00E220AD">
        <w:rPr>
          <w:rStyle w:val="libAlaemChar"/>
          <w:rtl/>
        </w:rPr>
        <w:t>)</w:t>
      </w:r>
      <w:r>
        <w:rPr>
          <w:rtl/>
        </w:rPr>
        <w:t xml:space="preserve"> نقل مى كند كه رسول خدا </w:t>
      </w:r>
      <w:r w:rsidRPr="00E220AD">
        <w:rPr>
          <w:rStyle w:val="libAlaemChar"/>
          <w:rtl/>
        </w:rPr>
        <w:t>(</w:t>
      </w:r>
      <w:r w:rsidR="00E220AD" w:rsidRPr="00E220AD">
        <w:rPr>
          <w:rStyle w:val="libAlaemChar"/>
          <w:rFonts w:eastAsiaTheme="minorHAnsi"/>
          <w:rtl/>
        </w:rPr>
        <w:t>عليهما‌السلام</w:t>
      </w:r>
      <w:r w:rsidRPr="00E220AD">
        <w:rPr>
          <w:rStyle w:val="libAlaemChar"/>
          <w:rtl/>
        </w:rPr>
        <w:t>)</w:t>
      </w:r>
      <w:r>
        <w:rPr>
          <w:rtl/>
        </w:rPr>
        <w:t xml:space="preserve"> فرمودند: بنده اى نيست كه روزه بگيرد و ناسزا بشنود و بگويد: من روزه دارم ، سلام عليك ، مگر اين كه پروردگار متعال به فرشتگانش مى فرمايد، بنده ام از شر بنده ام به روزه پناهنده شد و از آن كمك خواست ، شما نيز او را از آتشم پناه داده و وارد بهشتم نماييد.</w:t>
      </w:r>
    </w:p>
    <w:p w:rsidR="00A679DB" w:rsidRDefault="00A679DB" w:rsidP="00A679DB">
      <w:pPr>
        <w:pStyle w:val="libNormal"/>
        <w:rPr>
          <w:rtl/>
        </w:rPr>
      </w:pPr>
    </w:p>
    <w:p w:rsidR="00A679DB" w:rsidRDefault="00A679DB" w:rsidP="00A679DB">
      <w:pPr>
        <w:pStyle w:val="libNormal"/>
        <w:rPr>
          <w:rtl/>
        </w:rPr>
      </w:pPr>
      <w:r>
        <w:rPr>
          <w:rtl/>
        </w:rPr>
        <w:t>ثواب من صام يوما فى سبيل الله عزوجل</w:t>
      </w:r>
    </w:p>
    <w:p w:rsidR="00A679DB" w:rsidRDefault="00E220AD" w:rsidP="00A679DB">
      <w:pPr>
        <w:pStyle w:val="libNormal"/>
        <w:rPr>
          <w:rtl/>
        </w:rPr>
      </w:pPr>
      <w:r>
        <w:rPr>
          <w:rtl/>
        </w:rPr>
        <w:br w:type="page"/>
      </w:r>
    </w:p>
    <w:p w:rsidR="00A679DB" w:rsidRDefault="00A679DB" w:rsidP="00E220AD">
      <w:pPr>
        <w:pStyle w:val="Heading2"/>
        <w:rPr>
          <w:rtl/>
        </w:rPr>
      </w:pPr>
      <w:bookmarkStart w:id="118" w:name="_Toc449617175"/>
      <w:r>
        <w:rPr>
          <w:rtl/>
        </w:rPr>
        <w:t>ثواب يك روز روزه در راه خداى عزوجل</w:t>
      </w:r>
      <w:bookmarkEnd w:id="118"/>
    </w:p>
    <w:p w:rsidR="00A679DB" w:rsidRDefault="00A679DB" w:rsidP="00A679DB">
      <w:pPr>
        <w:pStyle w:val="libNormal"/>
        <w:rPr>
          <w:rtl/>
        </w:rPr>
      </w:pPr>
      <w:r>
        <w:rPr>
          <w:rtl/>
        </w:rPr>
        <w:t xml:space="preserve">حديث : ١ حدثنى محمد بن الحسن رضى الله عنه قال حدثنى محمد بن الحسن الصفار قال حدثنى احمد بن ابى عبدالله عن ابى الجوزاء المنبه بن عبدالله عن الحسين بن علوآن عن عمرو بن خالد عن ابى هاشم عن ابن جبير عن ابى هريره قال قال رسول الله </w:t>
      </w:r>
      <w:r w:rsidR="00E60DFB">
        <w:rPr>
          <w:rtl/>
        </w:rPr>
        <w:t xml:space="preserve">صلى‌الله‌عليه‌وآله </w:t>
      </w:r>
      <w:r>
        <w:rPr>
          <w:rtl/>
        </w:rPr>
        <w:t>من صام يوما فى سبيل الله كان كعدل سنه يصومها.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E220AD">
        <w:rPr>
          <w:rStyle w:val="libAlaemChar"/>
          <w:rtl/>
        </w:rPr>
        <w:t>صلى‌الله‌عليه‌وآله</w:t>
      </w:r>
      <w:r w:rsidR="00E60DFB">
        <w:rPr>
          <w:rtl/>
        </w:rPr>
        <w:t xml:space="preserve"> </w:t>
      </w:r>
      <w:r>
        <w:rPr>
          <w:rtl/>
        </w:rPr>
        <w:t>فرمودند: كسى كه يك روز در راه خدا روزه بگيرد، مانند اين است كه يك سال روزه گرفته است .</w:t>
      </w:r>
    </w:p>
    <w:p w:rsidR="00A679DB" w:rsidRDefault="00A679DB" w:rsidP="00A679DB">
      <w:pPr>
        <w:pStyle w:val="libNormal"/>
        <w:rPr>
          <w:rtl/>
        </w:rPr>
      </w:pPr>
    </w:p>
    <w:p w:rsidR="00A679DB" w:rsidRDefault="00A679DB" w:rsidP="00A679DB">
      <w:pPr>
        <w:pStyle w:val="libNormal"/>
        <w:rPr>
          <w:rtl/>
        </w:rPr>
      </w:pPr>
      <w:r>
        <w:rPr>
          <w:rtl/>
        </w:rPr>
        <w:t>ثواب من صام يوما فى الحر فاصابه ظما</w:t>
      </w:r>
    </w:p>
    <w:p w:rsidR="00A679DB" w:rsidRDefault="00E220AD" w:rsidP="00A679DB">
      <w:pPr>
        <w:pStyle w:val="libNormal"/>
        <w:rPr>
          <w:rtl/>
        </w:rPr>
      </w:pPr>
      <w:r>
        <w:rPr>
          <w:rtl/>
        </w:rPr>
        <w:br w:type="page"/>
      </w:r>
    </w:p>
    <w:p w:rsidR="00A679DB" w:rsidRDefault="00A679DB" w:rsidP="00E220AD">
      <w:pPr>
        <w:pStyle w:val="Heading2"/>
        <w:rPr>
          <w:rtl/>
        </w:rPr>
      </w:pPr>
      <w:bookmarkStart w:id="119" w:name="_Toc449617176"/>
      <w:r>
        <w:rPr>
          <w:rtl/>
        </w:rPr>
        <w:t>ثواب يك روزه روزه در گرما با تشنگى زياد</w:t>
      </w:r>
      <w:bookmarkEnd w:id="119"/>
    </w:p>
    <w:p w:rsidR="00A679DB" w:rsidRDefault="00A679DB" w:rsidP="00A679DB">
      <w:pPr>
        <w:pStyle w:val="libNormal"/>
        <w:rPr>
          <w:rtl/>
        </w:rPr>
      </w:pPr>
      <w:r>
        <w:rPr>
          <w:rtl/>
        </w:rPr>
        <w:t xml:space="preserve">حديث : ١ حدثنى محمد بن على ماجيلويه رضى الله عنه قال حدثنى محمد بن يحيى عن محمد بن احمد قال حدثنى محمد بن حسان الرازى عن سهل به زياد عن بكر بن صالح عن محمد بن سنان عن منذر به يزيد عن يونس بن ظبيان قال قال ابوعبدالله </w:t>
      </w:r>
      <w:r w:rsidRPr="00E220AD">
        <w:rPr>
          <w:rStyle w:val="libAlaemChar"/>
          <w:rtl/>
        </w:rPr>
        <w:t>عليه‌السلام</w:t>
      </w:r>
      <w:r>
        <w:rPr>
          <w:rtl/>
        </w:rPr>
        <w:t xml:space="preserve"> من صام يوما فى الحر فاصابه ظما وكل الله عزوجل به الف ملك يمسحون وجه و يبشرونه حتى اذا افطر قال الله عزوجل ما اطيب ريحك و روحك ملائكتى اشهداو انى قد غفرت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E220AD">
        <w:rPr>
          <w:rStyle w:val="libAlaemChar"/>
          <w:rtl/>
        </w:rPr>
        <w:t>عليه‌السلام</w:t>
      </w:r>
      <w:r>
        <w:rPr>
          <w:rtl/>
        </w:rPr>
        <w:t xml:space="preserve"> فرمودند: هر كس كه يك روز در گرما روزه بگيرد و خيلى تشنه شود، خداى عزوجل هزار فرشته را وكيل مى كند كه دست به صورت او بكشند و او را مژده دهند و زمانى كه افطار كند، خداى عزوجل مى فرمايد: چقدر خوشبو هستى . فرشتگانم ! گواه باشيد كه من قطعا او را آمرزيدم .</w:t>
      </w:r>
    </w:p>
    <w:p w:rsidR="00A679DB" w:rsidRDefault="00A679DB" w:rsidP="00A679DB">
      <w:pPr>
        <w:pStyle w:val="libNormal"/>
        <w:rPr>
          <w:rtl/>
        </w:rPr>
      </w:pPr>
    </w:p>
    <w:p w:rsidR="00A679DB" w:rsidRDefault="00A679DB" w:rsidP="00A679DB">
      <w:pPr>
        <w:pStyle w:val="libNormal"/>
        <w:rPr>
          <w:rtl/>
        </w:rPr>
      </w:pPr>
      <w:r>
        <w:rPr>
          <w:rtl/>
        </w:rPr>
        <w:t>ثواب من صام يوما تطوعا</w:t>
      </w:r>
    </w:p>
    <w:p w:rsidR="00A679DB" w:rsidRDefault="00E220AD" w:rsidP="00A679DB">
      <w:pPr>
        <w:pStyle w:val="libNormal"/>
        <w:rPr>
          <w:rtl/>
        </w:rPr>
      </w:pPr>
      <w:r>
        <w:rPr>
          <w:rtl/>
        </w:rPr>
        <w:br w:type="page"/>
      </w:r>
    </w:p>
    <w:p w:rsidR="00A679DB" w:rsidRDefault="00A679DB" w:rsidP="00E220AD">
      <w:pPr>
        <w:pStyle w:val="Heading2"/>
        <w:rPr>
          <w:rtl/>
        </w:rPr>
      </w:pPr>
      <w:bookmarkStart w:id="120" w:name="_Toc449617177"/>
      <w:r>
        <w:rPr>
          <w:rtl/>
        </w:rPr>
        <w:t>ثواب يك روز روزه مستحبى</w:t>
      </w:r>
      <w:bookmarkEnd w:id="120"/>
    </w:p>
    <w:p w:rsidR="00A679DB" w:rsidRDefault="00A679DB" w:rsidP="00A679DB">
      <w:pPr>
        <w:pStyle w:val="libNormal"/>
        <w:rPr>
          <w:rtl/>
        </w:rPr>
      </w:pPr>
      <w:r>
        <w:rPr>
          <w:rtl/>
        </w:rPr>
        <w:t xml:space="preserve">حديث : ١ حدثنى محمد بن الحسن رضى الله عنه قال حدثنى محمد بن الحسن الصفار قال حدثنى العباس بن معروف عن محمد بن سنان عن طلحه بن زيد عن جعفر بن محمد عن ابيه عن آبائه عن على عليه‌السلام قال قال رسول الله </w:t>
      </w:r>
      <w:r w:rsidR="00E60DFB">
        <w:rPr>
          <w:rtl/>
        </w:rPr>
        <w:t xml:space="preserve">صلى‌الله‌عليه‌وآله </w:t>
      </w:r>
      <w:r>
        <w:rPr>
          <w:rtl/>
        </w:rPr>
        <w:t>من صام يوما تطوعا ادخله الله تعالى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E220AD">
        <w:rPr>
          <w:rStyle w:val="libAlaemChar"/>
          <w:rtl/>
        </w:rPr>
        <w:t>عليه‌السلام</w:t>
      </w:r>
      <w:r>
        <w:rPr>
          <w:rtl/>
        </w:rPr>
        <w:t xml:space="preserve"> از پدرانش روايت مى كند كه رسول خدا </w:t>
      </w:r>
      <w:r w:rsidR="00E60DFB" w:rsidRPr="00E220AD">
        <w:rPr>
          <w:rStyle w:val="libAlaemChar"/>
          <w:rtl/>
        </w:rPr>
        <w:t>صلى‌الله‌عليه‌وآله</w:t>
      </w:r>
      <w:r w:rsidR="00E60DFB">
        <w:rPr>
          <w:rtl/>
        </w:rPr>
        <w:t xml:space="preserve"> </w:t>
      </w:r>
      <w:r>
        <w:rPr>
          <w:rtl/>
        </w:rPr>
        <w:t>فرمودند: كسى كه يك روز روزه مستحبى بگيرد، خداوند او را وارد بهشت مى نمايد.</w:t>
      </w:r>
    </w:p>
    <w:p w:rsidR="00A679DB" w:rsidRDefault="00A679DB" w:rsidP="00A679DB">
      <w:pPr>
        <w:pStyle w:val="libNormal"/>
        <w:rPr>
          <w:rtl/>
        </w:rPr>
      </w:pPr>
    </w:p>
    <w:p w:rsidR="00A679DB" w:rsidRDefault="00A679DB" w:rsidP="00A679DB">
      <w:pPr>
        <w:pStyle w:val="libNormal"/>
        <w:rPr>
          <w:rtl/>
        </w:rPr>
      </w:pPr>
      <w:r>
        <w:rPr>
          <w:rtl/>
        </w:rPr>
        <w:t>ثواب من ختم له بصيام يوم</w:t>
      </w:r>
    </w:p>
    <w:p w:rsidR="00A679DB" w:rsidRDefault="00E220AD" w:rsidP="00A679DB">
      <w:pPr>
        <w:pStyle w:val="libNormal"/>
        <w:rPr>
          <w:rtl/>
        </w:rPr>
      </w:pPr>
      <w:r>
        <w:rPr>
          <w:rtl/>
        </w:rPr>
        <w:br w:type="page"/>
      </w:r>
    </w:p>
    <w:p w:rsidR="00A679DB" w:rsidRDefault="00A679DB" w:rsidP="00E220AD">
      <w:pPr>
        <w:pStyle w:val="Heading2"/>
        <w:rPr>
          <w:rtl/>
        </w:rPr>
      </w:pPr>
      <w:bookmarkStart w:id="121" w:name="_Toc449617178"/>
      <w:r>
        <w:rPr>
          <w:rtl/>
        </w:rPr>
        <w:t>ثواب به پايان بردن عمر با يك روزه روزه مستحبى</w:t>
      </w:r>
      <w:bookmarkEnd w:id="121"/>
    </w:p>
    <w:p w:rsidR="00A679DB" w:rsidRDefault="00A679DB" w:rsidP="00A679DB">
      <w:pPr>
        <w:pStyle w:val="libNormal"/>
        <w:rPr>
          <w:rtl/>
        </w:rPr>
      </w:pPr>
      <w:r>
        <w:rPr>
          <w:rtl/>
        </w:rPr>
        <w:t xml:space="preserve">حديث : ١ حدثنى محمد بن على ماجيلويه رضى الله عنه عن محمد بن ابى القاسم عن احمد بن ابى عبدالله عن ابيه عن احمد بن النضر الخزاز عن عمر و بن شمر عن جابر عن ابى جعفر </w:t>
      </w:r>
      <w:r w:rsidRPr="00E220AD">
        <w:rPr>
          <w:rStyle w:val="libAlaemChar"/>
          <w:rtl/>
        </w:rPr>
        <w:t>عليه‌السلام</w:t>
      </w:r>
      <w:r>
        <w:rPr>
          <w:rtl/>
        </w:rPr>
        <w:t xml:space="preserve"> قال من ختم له بصيام يوم دخل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E220AD">
        <w:rPr>
          <w:rStyle w:val="libAlaemChar"/>
          <w:rtl/>
        </w:rPr>
        <w:t>عليه‌السلام</w:t>
      </w:r>
      <w:r>
        <w:rPr>
          <w:rtl/>
        </w:rPr>
        <w:t xml:space="preserve"> فرمودند: كسى كه در پايان آخرين عمر او يك روز روزه مستحبى باشد، وارد بهشت مى شود.</w:t>
      </w:r>
    </w:p>
    <w:p w:rsidR="00A679DB" w:rsidRDefault="00A679DB" w:rsidP="00A679DB">
      <w:pPr>
        <w:pStyle w:val="libNormal"/>
        <w:rPr>
          <w:rtl/>
        </w:rPr>
      </w:pPr>
    </w:p>
    <w:p w:rsidR="00A679DB" w:rsidRDefault="00A679DB" w:rsidP="00A679DB">
      <w:pPr>
        <w:pStyle w:val="libNormal"/>
        <w:rPr>
          <w:rtl/>
        </w:rPr>
      </w:pPr>
      <w:r>
        <w:rPr>
          <w:rtl/>
        </w:rPr>
        <w:t>ثواب من تطيب بطيب اول النهار و هو صائم</w:t>
      </w:r>
    </w:p>
    <w:p w:rsidR="00A679DB" w:rsidRDefault="00E220AD" w:rsidP="00A679DB">
      <w:pPr>
        <w:pStyle w:val="libNormal"/>
        <w:rPr>
          <w:rtl/>
        </w:rPr>
      </w:pPr>
      <w:r>
        <w:rPr>
          <w:rtl/>
        </w:rPr>
        <w:br w:type="page"/>
      </w:r>
    </w:p>
    <w:p w:rsidR="00A679DB" w:rsidRDefault="00A679DB" w:rsidP="00E220AD">
      <w:pPr>
        <w:pStyle w:val="Heading2"/>
        <w:rPr>
          <w:rtl/>
        </w:rPr>
      </w:pPr>
      <w:bookmarkStart w:id="122" w:name="_Toc449617179"/>
      <w:r>
        <w:rPr>
          <w:rtl/>
        </w:rPr>
        <w:t>ثواب عطر زدن روز</w:t>
      </w:r>
      <w:r w:rsidR="00E220AD">
        <w:rPr>
          <w:rFonts w:hint="cs"/>
          <w:rtl/>
        </w:rPr>
        <w:t>ه</w:t>
      </w:r>
      <w:r>
        <w:rPr>
          <w:rtl/>
        </w:rPr>
        <w:t xml:space="preserve"> دار در اول روز</w:t>
      </w:r>
      <w:bookmarkEnd w:id="122"/>
    </w:p>
    <w:p w:rsidR="00A679DB" w:rsidRDefault="00A679DB" w:rsidP="00A679DB">
      <w:pPr>
        <w:pStyle w:val="libNormal"/>
        <w:rPr>
          <w:rtl/>
        </w:rPr>
      </w:pPr>
      <w:r>
        <w:rPr>
          <w:rtl/>
        </w:rPr>
        <w:t xml:space="preserve">حديث : ١ ابى و محمد بن الحسن رضى الله عنهما قالا حدثنا محمد بن يحيى و احمد بن ادريس جميعا عن محمد بن احمد بن يحيى بن عمران عن السيارى ابى عبدالله محمد بن احمد عن يونس بن يعقوب عن الصادق </w:t>
      </w:r>
      <w:r w:rsidRPr="00E220AD">
        <w:rPr>
          <w:rStyle w:val="libAlaemChar"/>
          <w:rtl/>
        </w:rPr>
        <w:t>عليه‌السلام</w:t>
      </w:r>
      <w:r>
        <w:rPr>
          <w:rtl/>
        </w:rPr>
        <w:t xml:space="preserve"> قال من تطيب بطيب اول النهار و هو صائم لم يفقده عقله .</w:t>
      </w:r>
    </w:p>
    <w:p w:rsidR="00A679DB" w:rsidRDefault="00A679DB" w:rsidP="00A679DB">
      <w:pPr>
        <w:pStyle w:val="libNormal"/>
        <w:rPr>
          <w:rtl/>
        </w:rPr>
      </w:pPr>
      <w:r>
        <w:rPr>
          <w:rtl/>
        </w:rPr>
        <w:t>ترجمه :</w:t>
      </w:r>
    </w:p>
    <w:p w:rsidR="00A679DB" w:rsidRDefault="00A679DB" w:rsidP="00E220AD">
      <w:pPr>
        <w:pStyle w:val="libNormal"/>
        <w:rPr>
          <w:rtl/>
        </w:rPr>
      </w:pPr>
      <w:r>
        <w:rPr>
          <w:rtl/>
        </w:rPr>
        <w:t xml:space="preserve">١. امام صادق </w:t>
      </w:r>
      <w:r w:rsidRPr="00E220AD">
        <w:rPr>
          <w:rStyle w:val="libAlaemChar"/>
          <w:rtl/>
        </w:rPr>
        <w:t>عليه‌السلام</w:t>
      </w:r>
      <w:r>
        <w:rPr>
          <w:rtl/>
        </w:rPr>
        <w:t xml:space="preserve"> فرمودند: روزه دارى كه در اول روز عطر بزند، عقلش را از دست نمى دهد.</w:t>
      </w:r>
    </w:p>
    <w:p w:rsidR="00A679DB" w:rsidRDefault="00A679DB" w:rsidP="00A679DB">
      <w:pPr>
        <w:pStyle w:val="libNormal"/>
        <w:rPr>
          <w:rtl/>
        </w:rPr>
      </w:pPr>
    </w:p>
    <w:p w:rsidR="00A679DB" w:rsidRDefault="00A679DB" w:rsidP="00A679DB">
      <w:pPr>
        <w:pStyle w:val="libNormal"/>
        <w:rPr>
          <w:rtl/>
        </w:rPr>
      </w:pPr>
      <w:r>
        <w:rPr>
          <w:rtl/>
        </w:rPr>
        <w:t>ثواب الصائم يحضر قوما ياكلون</w:t>
      </w:r>
    </w:p>
    <w:p w:rsidR="00A679DB" w:rsidRDefault="00E220AD" w:rsidP="00A679DB">
      <w:pPr>
        <w:pStyle w:val="libNormal"/>
        <w:rPr>
          <w:rtl/>
        </w:rPr>
      </w:pPr>
      <w:r>
        <w:rPr>
          <w:rtl/>
        </w:rPr>
        <w:br w:type="page"/>
      </w:r>
    </w:p>
    <w:p w:rsidR="00A679DB" w:rsidRDefault="00A679DB" w:rsidP="00A679DB">
      <w:pPr>
        <w:pStyle w:val="libNormal"/>
        <w:rPr>
          <w:rtl/>
        </w:rPr>
      </w:pPr>
      <w:r>
        <w:rPr>
          <w:rtl/>
        </w:rPr>
        <w:t>ثواب حضور روزه دار در ميان عده اى كه غذا مى خورند.</w:t>
      </w:r>
    </w:p>
    <w:p w:rsidR="00A679DB" w:rsidRDefault="00A679DB" w:rsidP="00A679DB">
      <w:pPr>
        <w:pStyle w:val="libNormal"/>
        <w:rPr>
          <w:rtl/>
        </w:rPr>
      </w:pPr>
      <w:r>
        <w:rPr>
          <w:rtl/>
        </w:rPr>
        <w:t xml:space="preserve">حديث : ١ ابى رحمه الله قال حدثنى على بن ابراهيم عن ابيه عن النوافلى عن السكونى عن ابى عبدالله </w:t>
      </w:r>
      <w:r w:rsidRPr="00E220AD">
        <w:rPr>
          <w:rStyle w:val="libAlaemChar"/>
          <w:rtl/>
        </w:rPr>
        <w:t>عليه‌السلام</w:t>
      </w:r>
      <w:r>
        <w:rPr>
          <w:rtl/>
        </w:rPr>
        <w:t xml:space="preserve"> قال قال رسول الله </w:t>
      </w:r>
      <w:r w:rsidR="00E60DFB" w:rsidRPr="00E220AD">
        <w:rPr>
          <w:rStyle w:val="libAlaemChar"/>
          <w:rtl/>
        </w:rPr>
        <w:t>صلى‌الله‌عليه‌وآله</w:t>
      </w:r>
      <w:r w:rsidR="00E60DFB">
        <w:rPr>
          <w:rtl/>
        </w:rPr>
        <w:t xml:space="preserve"> </w:t>
      </w:r>
      <w:r>
        <w:rPr>
          <w:rtl/>
        </w:rPr>
        <w:t>ما من صائم يحضر قوما يطعمون الا سبحت اعضاوه و كانت صلاه الملائكه عليه و كانت صلاتهم استغفارا.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E220AD">
        <w:rPr>
          <w:rStyle w:val="libAlaemChar"/>
          <w:rtl/>
        </w:rPr>
        <w:t>عليه‌السلام</w:t>
      </w:r>
      <w:r>
        <w:rPr>
          <w:rtl/>
        </w:rPr>
        <w:t xml:space="preserve"> نقل مى نمايد كه رسول خدا </w:t>
      </w:r>
      <w:r w:rsidR="00E60DFB" w:rsidRPr="00E220AD">
        <w:rPr>
          <w:rStyle w:val="libAlaemChar"/>
          <w:rtl/>
        </w:rPr>
        <w:t>صلى‌الله‌عليه‌وآله</w:t>
      </w:r>
      <w:r w:rsidR="00E60DFB">
        <w:rPr>
          <w:rtl/>
        </w:rPr>
        <w:t xml:space="preserve"> </w:t>
      </w:r>
      <w:r>
        <w:rPr>
          <w:rtl/>
        </w:rPr>
        <w:t>فرمودند: روزه دارى نيست كه در ميان عده اى كه غذا مى خورند حاضر شود، مگر اين كه اعضا او تسبيح مى گويند و فرشتگان بر او درود مى فرستند و درود آنها استغفار است .</w:t>
      </w:r>
    </w:p>
    <w:p w:rsidR="00A679DB" w:rsidRDefault="00A679DB" w:rsidP="00A679DB">
      <w:pPr>
        <w:pStyle w:val="libNormal"/>
        <w:rPr>
          <w:rtl/>
        </w:rPr>
      </w:pPr>
    </w:p>
    <w:p w:rsidR="00A679DB" w:rsidRDefault="00A679DB" w:rsidP="00A679DB">
      <w:pPr>
        <w:pStyle w:val="libNormal"/>
        <w:rPr>
          <w:rtl/>
        </w:rPr>
      </w:pPr>
      <w:r>
        <w:rPr>
          <w:rtl/>
        </w:rPr>
        <w:t>ثواب صوم رجب</w:t>
      </w:r>
    </w:p>
    <w:p w:rsidR="00A679DB" w:rsidRDefault="00E220AD" w:rsidP="00A679DB">
      <w:pPr>
        <w:pStyle w:val="libNormal"/>
        <w:rPr>
          <w:rtl/>
        </w:rPr>
      </w:pPr>
      <w:r>
        <w:rPr>
          <w:rtl/>
        </w:rPr>
        <w:br w:type="page"/>
      </w:r>
    </w:p>
    <w:p w:rsidR="00A679DB" w:rsidRDefault="00A679DB" w:rsidP="00E220AD">
      <w:pPr>
        <w:pStyle w:val="Heading2"/>
        <w:rPr>
          <w:rtl/>
        </w:rPr>
      </w:pPr>
      <w:bookmarkStart w:id="123" w:name="_Toc449617180"/>
      <w:r>
        <w:rPr>
          <w:rtl/>
        </w:rPr>
        <w:t>ثواب روزه واجب</w:t>
      </w:r>
      <w:bookmarkEnd w:id="123"/>
    </w:p>
    <w:p w:rsidR="00A679DB" w:rsidRDefault="00A679DB" w:rsidP="00A679DB">
      <w:pPr>
        <w:pStyle w:val="libNormal"/>
        <w:rPr>
          <w:rtl/>
        </w:rPr>
      </w:pPr>
      <w:r>
        <w:rPr>
          <w:rtl/>
        </w:rPr>
        <w:t xml:space="preserve">حديث : ١ ابى رحمه الله قال حدثنى سعد بن عبدالله عن احمد بن محمد بن عيسى عن احمد بن محمد بن ابى نصر ابزنطى عن ابن بن عثمان عن كثير النواء عن ابى عبدالله </w:t>
      </w:r>
      <w:r w:rsidRPr="00E220AD">
        <w:rPr>
          <w:rStyle w:val="libAlaemChar"/>
          <w:rtl/>
        </w:rPr>
        <w:t>عليه‌السلام</w:t>
      </w:r>
      <w:r>
        <w:rPr>
          <w:rtl/>
        </w:rPr>
        <w:t xml:space="preserve"> قال آن نوحا ركب السفينه اول يوم من رجب فامر من معه آن يصوموا ذلك اليوم و قال من صام ذلك اليوم تباعدت عنه النار مسيره سنه و من صام سبعه ايام اغلقت عنه ابواب النيرآن السبعه و من ثام ثمانيه ايام فتحت له ابواب الجنه الثمانيه و من صام خمسه عشر يوما اعطى مسالته و من زاد زاده الله عزوجل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E220AD">
        <w:rPr>
          <w:rStyle w:val="libAlaemChar"/>
          <w:rtl/>
        </w:rPr>
        <w:t>عليه‌السلام</w:t>
      </w:r>
      <w:r>
        <w:rPr>
          <w:rtl/>
        </w:rPr>
        <w:t xml:space="preserve"> فرمودند: همانا نوح در روز اول رجب سوار كشتى شد و به همراهان خود دستور داد اين روز را روزه بگيرند. و فرمود، هر كس اين روز را روزه بگيرد. جهنم باندازه دورى مسافت يك سال از او دور خواهد شد و كسى كه هفت روز روزه بگيرد، درهاى هفتگانه بهشت براى او باز مى شوند و كسى كه پانزده روز روزه بگيرد، حاجتش داده خواهد شد و كسى كه بيشتر روزه بگيرد خداى عزوجل ثواب بيشترى به او عنايت مى فرمايد.</w:t>
      </w:r>
    </w:p>
    <w:p w:rsidR="00A679DB" w:rsidRDefault="00A679DB" w:rsidP="00A679DB">
      <w:pPr>
        <w:pStyle w:val="libNormal"/>
        <w:rPr>
          <w:rtl/>
        </w:rPr>
      </w:pPr>
      <w:r>
        <w:rPr>
          <w:rtl/>
        </w:rPr>
        <w:t xml:space="preserve">حديث : ٢ حدثنى محمد بن الحسن رضى الله عنه قال حدثنى الحسن بن الحسين بن عبدالعزيز المهتدى عن سيف بن المبارك بن زيد مولى ابى الحسن موسى </w:t>
      </w:r>
      <w:r w:rsidRPr="00E220AD">
        <w:rPr>
          <w:rStyle w:val="libAlaemChar"/>
          <w:rtl/>
        </w:rPr>
        <w:t>عليه‌السلام</w:t>
      </w:r>
      <w:r>
        <w:rPr>
          <w:rtl/>
        </w:rPr>
        <w:t xml:space="preserve"> عن ابيه المبارك عن ابى الحسن </w:t>
      </w:r>
      <w:r w:rsidRPr="00E220AD">
        <w:rPr>
          <w:rStyle w:val="libAlaemChar"/>
          <w:rtl/>
        </w:rPr>
        <w:t>عليه‌السلام</w:t>
      </w:r>
      <w:r>
        <w:rPr>
          <w:rtl/>
        </w:rPr>
        <w:t xml:space="preserve"> قال رجب نهر فى الجنه اشد بياضا من اللبن و احلى من العسل من صام يوما من رجب سقاه الله عزوجل من ذلك النهر.</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٢. امام كاظم </w:t>
      </w:r>
      <w:r w:rsidRPr="00E220AD">
        <w:rPr>
          <w:rStyle w:val="libAlaemChar"/>
          <w:rtl/>
        </w:rPr>
        <w:t>عليه‌السلام</w:t>
      </w:r>
      <w:r>
        <w:rPr>
          <w:rtl/>
        </w:rPr>
        <w:t xml:space="preserve"> فرمودند: رجب رودخانه اى است در بهشت سفيدتر از شير و شيرين تر از عسل . كسى كه يك روز از روز رجب را روزه بگيرد، خداوند عزوجل از آن رودخانه به او عطا خواهد كرد</w:t>
      </w:r>
    </w:p>
    <w:p w:rsidR="00A679DB" w:rsidRDefault="00A679DB" w:rsidP="00A679DB">
      <w:pPr>
        <w:pStyle w:val="libNormal"/>
        <w:rPr>
          <w:rtl/>
        </w:rPr>
      </w:pPr>
      <w:r>
        <w:rPr>
          <w:rtl/>
        </w:rPr>
        <w:t xml:space="preserve">حديث : ٣ و بهذاالاسناد قال قال ابوالحسن </w:t>
      </w:r>
      <w:r w:rsidRPr="00E220AD">
        <w:rPr>
          <w:rStyle w:val="libAlaemChar"/>
          <w:rtl/>
        </w:rPr>
        <w:t>عليه‌السلام</w:t>
      </w:r>
      <w:r>
        <w:rPr>
          <w:rtl/>
        </w:rPr>
        <w:t xml:space="preserve"> رجب شهر عظيم يضاعف الله فيه الحسنات و يمحو فيه السيئات من صام يوما من رجب تباعدت عنه النار مسيره مائه سنه و من صام ثلاثه ايام وجبت له الجنه</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كاظم </w:t>
      </w:r>
      <w:r w:rsidRPr="00E220AD">
        <w:rPr>
          <w:rStyle w:val="libAlaemChar"/>
          <w:rtl/>
        </w:rPr>
        <w:t>عليه‌السلام</w:t>
      </w:r>
      <w:r>
        <w:rPr>
          <w:rtl/>
        </w:rPr>
        <w:t xml:space="preserve"> فرمودند: رجب ماه بزرگى است كه خداوند حسنات را در آن دو برابر نموده و گناهان را در آن پاك مى كند. كسى كه يك روز از رجب را روزه بگيرد، جهنم باندازه مسافت صد سال از او دور خواهد شد و كسى كه سه روز را روزه بگيرد، بهشت براى او واجب مى شود.</w:t>
      </w:r>
    </w:p>
    <w:p w:rsidR="00A679DB" w:rsidRDefault="00A679DB" w:rsidP="00E220AD">
      <w:pPr>
        <w:pStyle w:val="libNormal"/>
        <w:rPr>
          <w:rtl/>
        </w:rPr>
      </w:pPr>
      <w:r>
        <w:rPr>
          <w:rtl/>
        </w:rPr>
        <w:t xml:space="preserve">حديث : ٤ حدثنا محمد بن اسحاق قال حدثنا محمد بن الحسن الرازى قال حدثنا ابوالحسن على بن محمد بن على المفتى قال حدثنا الحسن بن محمد المروزى عن ابيه يحيى بن عياش قال حدثنا على بن عاصم قال حدثنا ابوهارون العبدى عن ابى سعبد الخدرى قال قال رسول الله </w:t>
      </w:r>
      <w:r w:rsidR="00E60DFB" w:rsidRPr="00E220AD">
        <w:rPr>
          <w:rStyle w:val="libAlaemChar"/>
          <w:rtl/>
        </w:rPr>
        <w:t>صلى‌الله‌عليه‌وآله</w:t>
      </w:r>
      <w:r w:rsidR="00E60DFB">
        <w:rPr>
          <w:rtl/>
        </w:rPr>
        <w:t xml:space="preserve"> </w:t>
      </w:r>
      <w:r>
        <w:rPr>
          <w:rtl/>
        </w:rPr>
        <w:t xml:space="preserve">الا آن رجبا شهر الله الاصم و هو شهر عظيم و انما سمى الاصم لانه الا يقاربه شهر من الشهور حرمه و فضلا عندالله و كان اهل الجاهليه يعظمونه فى جاهليتها فلما جاء الاسلام لم يزدد الا تعظيما و فضلا الا آن رجبا شهر الله و شعبان شهرى و رمضان شهر امتى الا فمن صام من رجب يوما ايمانا و احتسابا استوجب رضوآن الله الاكبر و اطفا صومه فى ذلك اليوم غضب الله و اغلق عنه با با من ابواب النار و لو اعطى ما الارض ذهبا ما كان بافضل من صومه و لا يستكمل له اجره بشى من الدنيا دون الحسنات اذا اخلصه لله و له اذا امسى عشر دعوات مستجابات آن دعا بشى فى </w:t>
      </w:r>
      <w:r>
        <w:rPr>
          <w:rtl/>
        </w:rPr>
        <w:lastRenderedPageBreak/>
        <w:t xml:space="preserve">عاجل الدنيا اعطاه الله و الا ادخر له من الخير افضل ما دعا به داع من اوليائه و احبائه و اصفيائه و من صام من رجب يومنين لم يصف الواصفون من اهل السماء و الارض ما له عندالله من الكرامه و كتب له من الاجر مثل اجور عشره من الصادقين فى عمر هم بالغه اعمارهم ما بلغت و يشفع يوم القيامه فى مثل ما يشفعون فيه و يحشر معهم فى زمرتهم حتى يدخل الجنه و يكون من رفقائهم و من صام من رجب ثلاثه ايام جعل الله بينه و بين النار خندقا او حجابا طوله مسيره سبعين عاما و يقول الله عزوجل عند افطاره لقد وجب حقك على و وجبت لك محبتى و ولايتى اشهدكم يا ملائكتى انى قد غفرت له ما تقدم من ذنبه و ما تاخر و من صام من رجب اربعه ايام عوفى من البلايا له ما تقدم من ذنبه و ما تاخر و من صام من رجب اربعه ايام عوفى من البلايا القبر و كتب له مثل اجور اولى الالباب التوابين الاوابين و اعطى كتابه بيمينه فى اوائل العابدين و من صام من رجب خمسه ايام كان حقا على الله آن يرضيه يوم القيامه و يبعث يوم القيامه و وجهه كالقمر ليله البدر و كتب له عدد رمل عالج حسنات و ادخل الجنه بغير حساب و يقال له تمن على ربك ما شئت و من صام من رجب سته ايام خرج من قبره و لو جهه نور يتلالا اشد بياضا من نور الشمس و اعطى سوى ذلك نورا يستضى به اهل الجمع يوم القيامه و بعث من الامنين يوم القيامه حتى يمر على الصراط بغير حساب و يعافى من عقوق الوالدين و قطيعه الرحم و من صام من رجب سبعه ايام فان لجهنم سبعه ابواب يغلق الله عنه بصوم كل يوم بابا من ابوابها و حرم جسده على النار و منصام من رجب ثمانيه ايام فان للجنه ثمانيه ابواب يفتح الله بصوم كل يوم بابا من ابوابها و قال له ادخل من اى ابواب يفتح الله له بصوم كل يوم با با من ابوابها و قال له ادخل من اى ابواب الجنان شئت و من صام من رجب تسه ايام خرج من قبره و لو جهه نور يتلالا لاهل </w:t>
      </w:r>
      <w:r>
        <w:rPr>
          <w:rtl/>
        </w:rPr>
        <w:lastRenderedPageBreak/>
        <w:t xml:space="preserve">الجمع حتى يقولوا هذا نبى مصطفى و آن ادنى ما يعطى آن يدخل الجنه بغير حساب و من صام من رجب عشر ايام جعل الله له جناحين اخضرين منظومين بالدر و الياقوت يطير بهما على الصرط كالبرق الخاطف الى الجنان و يبدل الله سيئاته حسنات و كتب من المقربين القوامين لله بالقسط و كانه عبدالله مائه عام صابرا قائما محتسبا و من صام من رجب احد عشر يوما لم يواف الله يوم القيامه عبد افضل منه الا من صام مثله او زاد عليه و من صام من رجب اثنى عشر يوما كسى يوم القيامه حلتين خضرواوين من سندس و استبرق و يحبرهما ولو دليت حله منهما الى الدنيا لاضاءت ما بين شرقها و غربها و لصارت الدنيا اطيب من ريح المسك و من صام من رجب ثلاثه عشر يوما و ضعت له القيامه مائده من ياقوت اخضر فى ضلل العرش قوائمها من در اوسع من الدنيا سبعين مره عليها صحائف الدر و الياقوت فى كل صحيفه سبعون الف لون من الطعام لا يشبه اللون اللون و لا الريح فيا كل منها و الناس ‍ فى شد شديده و كرب عظيم و من صام من رجب اربعه عشر يوما اعطاه الله فى الثواب ما لا عين رات و لا اذن ولا خطر على قلب بشر من قصور الجنان التى بنيت بالدر و الياقوت و من صام من رجب خمسه عشر يوما وقف يوم القيامه موقف الامنين فلا يمر به ملك و لا رسول و لا نبى قالوا طوبى لك انت آمن مقرب مشرف مغبوط محبور ساكن للجنان و من صام من رجب سته عشر يوما كان فى اوائل من يركب على ذوات من نور تطير بهم فى عرصه الجنان الى دار الرحمن و من صام من رجب سبعه عشر يوما وضع له يوم القيامه على الصراط سبعون الف مصباح من نور حتى يمر على الصراط بنور تلك المصابيح الى الجنان تشيعه المالئكه بالرحب و السلام و من صام من رجب ثمانيه عشر يوما زاحم ابراهيم فى قبته فى جنه الخلد على سرر الدر و الياقوت و من صام من رجب تسعه عشر يوما بنى الله له قصرا من لولو رطب </w:t>
      </w:r>
      <w:r>
        <w:rPr>
          <w:rtl/>
        </w:rPr>
        <w:lastRenderedPageBreak/>
        <w:t>بحذاء قصر آدم و ابراهيم</w:t>
      </w:r>
      <w:r w:rsidR="00DC5255">
        <w:rPr>
          <w:rtl/>
        </w:rPr>
        <w:t xml:space="preserve">عليهم‌السلام </w:t>
      </w:r>
      <w:r>
        <w:rPr>
          <w:rtl/>
        </w:rPr>
        <w:t xml:space="preserve">فى جنه عدن فيسلم عليهما و يسلمان عليه تكرمه له و ايجابا لحقه و كتب له بكل يوم يصوم منها كصيام الف عام و من صام من رجب عشرين يوما فكانما عبد الله عشرين الف عام و من صام من رجب احدا و عشرين يوما شفع يوم القيامه فى مثل ربيعه و مضر كلهم من اهل الخطايا و الذنوب و من صام من رجب اثنين و عشرين يوما نادى مناد من السماء ابشر ياولى الله من الله بالكرامه العظيمه و مرافقه الذين انعم الله عليهم من النبيين و الصديقين و الشهداء و الصحالحين و حسن اولك رفيقا و من صام من رجب ثلاثه و عشرين يوما نودى من السماء طوبى لك يا عبدالله نصبت قليلا و نعمت طويلا طوبى لك اذا كشف الغطاء عنك و افضيت الى جسيم ثواب ربك الكريم و جاروت الخليل فى دار السلام و من صام من رجب اربعه و عشرين و يوما فاذا نزله له ملك الموت تراى له فى صوره شاب عليه حله من ديباج الاذفر بيده قدح من ذهب الجنان و بيده حرير اخضر ممسك بالمسك الاذفذ بيده قدح من ذهب مملوء من شراب الجنان فسقاه آياه عند خروج نفسه و يهون به عليه سكرات ثم ياخذ روحه فى تلك الحريره فتفوح منها رائحه يستنشقها اهل سبع سماوات فيضل فى قبره ريان و يبعث من قبره ريان حتى يرد حوض ‍ النبى </w:t>
      </w:r>
      <w:r w:rsidR="00E60DFB">
        <w:rPr>
          <w:rtl/>
        </w:rPr>
        <w:t xml:space="preserve">صلى‌الله‌عليه‌وآله </w:t>
      </w:r>
      <w:r>
        <w:rPr>
          <w:rtl/>
        </w:rPr>
        <w:t xml:space="preserve">و من صام من رجب خمسه و عشرين يوما فانه خرج من قبره تلقاه سبعون الف ملك بيد كل ملك منهم لواء من در و ياقوت و معهم طرائف الحلى و الحلل فيقولون يا ولى الله النجا الى ربك فهو من اول الناس دخولا فى جنات عدن مع المقربين الذين رضى الله عنهم و رضوا عنه ذلك الفوز العظيم و من صام من رجب سته و عشرين يوما بنى الله له فى ضل العرش مائه قصر من در و ياقوت على را كل قصر خيمه حمرا من حرير الجنان يسكنها ناعما و الناس فى الحساب و من صام من رجب سبعه و عشرين يوما اوسع الله عليه القبر مسيره </w:t>
      </w:r>
      <w:r>
        <w:rPr>
          <w:rtl/>
        </w:rPr>
        <w:lastRenderedPageBreak/>
        <w:t>اربعمائه عام و ملا جميع ذلك مسكا و عنبرا و من صام من رجب ثمانيه و عشرين يوما جعل الله عزوجل بينه و بين النار تسعه خنادق كل خندق ما بين السماء و الارض ‍ مسيره خمسمائه عام و من صام من رجب تسعه و عشرين و يوما غفر الله له ولو ككان عشارا و لو كانت امراه فجرت سبعين مره بعد ما ارادت به وجه الله عزوجل و الخلاص من جهنم لغفر لله لها و من صام من رجب ثلاثين يومانادى مناد من السماء يا عبدالله اما ما مضى فقد غفر لك فاستانف العمل فيما بقى و اعطاه الله عزوجل فى الجنان كلها فى كل جنه اربعون الف مدينه من ذهب كل مدينه اربعون الف قصر فى كل قصر ابعون الف الف بيت فى كل بيت اربعون الف الف مائده من ذهب على كل مائده اربعون الف الف قصعه فى كل قصعه اربعون الف الف لون من الطعام و الشراب لكل طعام و شراب من ذلك لون على حده و فى كل بيت اربعون الف الف سرير من ذهب طول كل سرير الفا ذراع فى الفى ذراع على كل سرير جاريه عن الحور عليها ثلاثمائه الف ذوابه من نور تحمل كل ذوابه منها الف الف و صيفه تعلقها بالمسك و العنبر الى آن يوافيها صائم رجب هذا لمن صام شهر رجب كله . قيل يا نبى الله فمن عجز عن صيام رجب لضعف او لعله كانت به او امراه غير طاهره يصنع ماذا لينال ما وصفت قال يتصدق فى كل يوم برغيف على المساكين و الذى نفسى بيده انه اذا تصدق بهذه الصدقه كل يوم ينال ما وصف و اكثر و انه لو اجتمع الخلائق كلهم من اهل السموات و الارض على آن يقدروا قدر ثوابه ما بلغوا عشر ما يصيب فى الجنان من الفضائل و الدرجات .</w:t>
      </w:r>
    </w:p>
    <w:p w:rsidR="00A679DB" w:rsidRDefault="00A679DB" w:rsidP="00A679DB">
      <w:pPr>
        <w:pStyle w:val="libNormal"/>
        <w:rPr>
          <w:rtl/>
        </w:rPr>
      </w:pPr>
      <w:r>
        <w:rPr>
          <w:rtl/>
        </w:rPr>
        <w:t xml:space="preserve">قيل يا رسول الله فمن لم يقدر على هذه الصدقه يصنع ماذا لينال ما و صفت قال يسبح الله كل يوم من شهر رجب الى تمام ثلاثين يوما بهذا التسبيح مائه مره </w:t>
      </w:r>
      <w:r>
        <w:rPr>
          <w:rtl/>
        </w:rPr>
        <w:lastRenderedPageBreak/>
        <w:t>سبحان الاله الجليل سبحان من لا ينبغى التسبيح الا له سبحان الاعز الاكرم سبحان من لبس العز وهو له اهل .</w:t>
      </w:r>
    </w:p>
    <w:p w:rsidR="00A679DB" w:rsidRDefault="00A679DB" w:rsidP="00A679DB">
      <w:pPr>
        <w:pStyle w:val="libNormal"/>
        <w:rPr>
          <w:rtl/>
        </w:rPr>
      </w:pPr>
      <w:r>
        <w:rPr>
          <w:rtl/>
        </w:rPr>
        <w:t>ترجمه :</w:t>
      </w:r>
    </w:p>
    <w:p w:rsidR="00A679DB" w:rsidRDefault="00A679DB" w:rsidP="00390801">
      <w:pPr>
        <w:pStyle w:val="libNormal"/>
        <w:rPr>
          <w:rtl/>
        </w:rPr>
      </w:pPr>
      <w:r>
        <w:rPr>
          <w:rtl/>
        </w:rPr>
        <w:t xml:space="preserve">٤. رسول خدا </w:t>
      </w:r>
      <w:r w:rsidR="00E60DFB" w:rsidRPr="00E220AD">
        <w:rPr>
          <w:rStyle w:val="libAlaemChar"/>
          <w:rtl/>
        </w:rPr>
        <w:t>صلى‌الله‌عليه‌وآله</w:t>
      </w:r>
      <w:r w:rsidR="00E60DFB">
        <w:rPr>
          <w:rtl/>
        </w:rPr>
        <w:t xml:space="preserve"> </w:t>
      </w:r>
      <w:r>
        <w:rPr>
          <w:rtl/>
        </w:rPr>
        <w:t>فرمودند: توجه داشته باشيد كه همان رجب ماه (اصم ) خداوند است و آن شهر بزرگى است . و همانا فقط باين جهت (اصم) ناميده شده كه بدون شك و ترديد هيچ ماهى به لحاظ احترام و برترى نزد خداوند بپاى آن نمى رسد. و اهل جاهليت در جاهليت خود آن را بزرگ مى دانستند و هنگامى كه اسلام آمد، جز بزرگى و برترى ، چيزى بر آن افزوده نگشت . توجه داشته باشيد كه رجب ماه خدا شعبان ماه من و رمضان ماه امت من مى باشد. بدانيد كسى كه يك روز از رجب را بخاطر ايمان و پاداش خداوند روزه بگيرد، مستوجب رضايت بزرگ خداوند گرديده و روزه او در آن روز خشم خداوند را خاموش ميگرداند و درى از درهاى جهنم بر آن بسته خواهد شد و اگر زمين پر از طلا شود و آن را در راه خدا خرج كند، برتر از روزه او نخواهد بود و پاداش او با هيچ چيزى از دنيا غير از حسنات و كامل نمى شود و هنگامى كه شب فرا ر</w:t>
      </w:r>
      <w:r w:rsidR="00390801">
        <w:rPr>
          <w:rFonts w:hint="cs"/>
          <w:rtl/>
        </w:rPr>
        <w:t>س</w:t>
      </w:r>
      <w:r>
        <w:rPr>
          <w:rtl/>
        </w:rPr>
        <w:t>د، ده دعاى مستجاب خواهد داشت اگر براى موردى در دنيا دعا كند، خداوند آن را به او عنايت خواهد فرمود و الا بالاترين خيرى را كه دوستان ، محبوبان و برگزيدگان او در دعاى خود خواسته اند، براى او ذخيره مى فرمايد.</w:t>
      </w:r>
    </w:p>
    <w:p w:rsidR="00A679DB" w:rsidRDefault="00A679DB" w:rsidP="00A679DB">
      <w:pPr>
        <w:pStyle w:val="libNormal"/>
        <w:rPr>
          <w:rtl/>
        </w:rPr>
      </w:pPr>
      <w:r>
        <w:rPr>
          <w:rtl/>
        </w:rPr>
        <w:t>و كسى كه دو روز از رجب را روزه بگيرد، هيچ كسى از اهل آسمان و زمين نمى تواند كرامتى را كه نزد خداوند دارد، توصيف كند و پاداشى مانند پاداش ده تن از راستگويان كه مدت عمر خود - گرچه بسيار طولانى باشددروغى نگفته اند، خواهد داشت و در روز قيامت همانند و به مقدار آنان شفاعت نموده و با آنان و در ميانشان محشور مى شود تا وارد بهشت گردد و از دوستان آنان باشد.</w:t>
      </w:r>
    </w:p>
    <w:p w:rsidR="00A679DB" w:rsidRDefault="00A679DB" w:rsidP="00390801">
      <w:pPr>
        <w:pStyle w:val="libNormal"/>
        <w:rPr>
          <w:rtl/>
        </w:rPr>
      </w:pPr>
      <w:r>
        <w:rPr>
          <w:rtl/>
        </w:rPr>
        <w:lastRenderedPageBreak/>
        <w:t>و كسى كه سه روز ا</w:t>
      </w:r>
      <w:r w:rsidR="00390801">
        <w:rPr>
          <w:rFonts w:hint="cs"/>
          <w:rtl/>
        </w:rPr>
        <w:t>ز</w:t>
      </w:r>
      <w:r>
        <w:rPr>
          <w:rtl/>
        </w:rPr>
        <w:t xml:space="preserve"> رجب را روزه بگيرد، خداوند </w:t>
      </w:r>
      <w:r w:rsidR="00390801">
        <w:rPr>
          <w:rFonts w:hint="cs"/>
          <w:rtl/>
        </w:rPr>
        <w:t>بین</w:t>
      </w:r>
      <w:r>
        <w:rPr>
          <w:rtl/>
        </w:rPr>
        <w:t xml:space="preserve"> او و جهنم خندق با مانعى به طول رفتن هفتاد سال قرار مى دهد و خداى عزوجل هنگام افطار او مى فرمايد، همانا و محققا حق تو بر من واجب شد و محبت و ولايت من براى تو لازم شد. اى فرشتگانم شما را گواه مى گيرم كه همانا و محققا و قطعا همه گناهان او را از اول تا آخرين آنها، آمرزيدم .</w:t>
      </w:r>
    </w:p>
    <w:p w:rsidR="00A679DB" w:rsidRDefault="00A679DB" w:rsidP="00A679DB">
      <w:pPr>
        <w:pStyle w:val="libNormal"/>
        <w:rPr>
          <w:rtl/>
        </w:rPr>
      </w:pPr>
      <w:r>
        <w:rPr>
          <w:rtl/>
        </w:rPr>
        <w:t>و كسى كه چهار روز از رجب را روزه بگيرد، از تمام بلاها ايمن مى شود، از ديوانگى ، جذام ، پيسى ، فتنه دجال و عذاب قبر در امان خواهد بود و مانند پاداشهاى عاقلان تو به كار و بازگشت كننده به خدا براى او مى نويسد و نامه عملش را در ميان دسته اول عبادت كنندگان به دست راستش مى دهند.</w:t>
      </w:r>
    </w:p>
    <w:p w:rsidR="00A679DB" w:rsidRDefault="00A679DB" w:rsidP="00390801">
      <w:pPr>
        <w:pStyle w:val="libNormal"/>
        <w:rPr>
          <w:rtl/>
        </w:rPr>
      </w:pPr>
      <w:r>
        <w:rPr>
          <w:rtl/>
        </w:rPr>
        <w:t xml:space="preserve">و كسى كه پنج روز از رجب را روزه بگيرد، به عهده خداوند است كه در روز قيامت او را راضى كند و روز قيامت در حالى برانگيخته مى شود كه صورتش مانند ماه شب چهارده است ، به عدد انبوهى از شن براى او حسنات مى نويسند و بدون حساب وارد بهشت مى شود و به او ميگويند، هر چه </w:t>
      </w:r>
      <w:r w:rsidR="00390801">
        <w:rPr>
          <w:rFonts w:hint="cs"/>
          <w:rtl/>
        </w:rPr>
        <w:t>آ</w:t>
      </w:r>
      <w:r>
        <w:rPr>
          <w:rtl/>
        </w:rPr>
        <w:t>رزو دارى از خدا بخواه</w:t>
      </w:r>
    </w:p>
    <w:p w:rsidR="00A679DB" w:rsidRDefault="00A679DB" w:rsidP="00390801">
      <w:pPr>
        <w:pStyle w:val="libNormal"/>
        <w:rPr>
          <w:rtl/>
        </w:rPr>
      </w:pPr>
      <w:r>
        <w:rPr>
          <w:rtl/>
        </w:rPr>
        <w:t xml:space="preserve">و كسى كه شش روز از رجب را روزه بگيرد، در حالى از قبر خود خارج مى شود كه سيماى او نور درخشنده اى مى شود كه صورتش مانند ماه شب چهارده است ، به عدد انبوهى از شن براى او حسنات مى نويسند و بدون حساب وارد بهشت مى شود و به او مى گويند: هر چه </w:t>
      </w:r>
      <w:r w:rsidR="00390801">
        <w:rPr>
          <w:rFonts w:hint="cs"/>
          <w:rtl/>
        </w:rPr>
        <w:t>آ</w:t>
      </w:r>
      <w:r>
        <w:rPr>
          <w:rtl/>
        </w:rPr>
        <w:t>رزو دارى از خدا بخواه .</w:t>
      </w:r>
    </w:p>
    <w:p w:rsidR="00A679DB" w:rsidRDefault="00A679DB" w:rsidP="00A679DB">
      <w:pPr>
        <w:pStyle w:val="libNormal"/>
        <w:rPr>
          <w:rtl/>
        </w:rPr>
      </w:pPr>
      <w:r>
        <w:rPr>
          <w:rtl/>
        </w:rPr>
        <w:t>و كسى كه شش روز از رجب را روزه بگيرد، در حالى از قبر خود خارج مى شود كه سيماى او نور درخشنده اى دارد كه از خورشيد سفيدتر است و غير از اين نور، در روز قيامت نورى به او مى دهند كه اهل محشر از آن بهره مى گيرند و نيز در روز قيامت در دسته</w:t>
      </w:r>
    </w:p>
    <w:p w:rsidR="00A679DB" w:rsidRDefault="00A679DB" w:rsidP="00A679DB">
      <w:pPr>
        <w:pStyle w:val="libNormal"/>
        <w:rPr>
          <w:rtl/>
        </w:rPr>
      </w:pPr>
      <w:r>
        <w:rPr>
          <w:rtl/>
        </w:rPr>
        <w:lastRenderedPageBreak/>
        <w:t>اما</w:t>
      </w:r>
      <w:r w:rsidR="00390801">
        <w:rPr>
          <w:rFonts w:hint="cs"/>
          <w:rtl/>
        </w:rPr>
        <w:t>ن</w:t>
      </w:r>
      <w:r>
        <w:rPr>
          <w:rtl/>
        </w:rPr>
        <w:t xml:space="preserve"> يافتگان بر انگيخته مى شود تا جايى كه از پل صراط بدون عبور عبور مى كند و از نافرمانى و اذيت پدر و مادر و قطع رحم ايمن خواهد بود.</w:t>
      </w:r>
    </w:p>
    <w:p w:rsidR="00A679DB" w:rsidRDefault="00A679DB" w:rsidP="00A679DB">
      <w:pPr>
        <w:pStyle w:val="libNormal"/>
        <w:rPr>
          <w:rtl/>
        </w:rPr>
      </w:pPr>
      <w:r>
        <w:rPr>
          <w:rtl/>
        </w:rPr>
        <w:t>و هر كسى كه هفت روز از رجب روزه بگيرد، همانا خداوند در مقابل هر روز روزه ، درى از درهاى هشتگانه بهشت را براى او باز مى نمايد، و به او مى فرمايد، از هر كدام از درهاى بهشت كه مى خواهى وارد شو.</w:t>
      </w:r>
    </w:p>
    <w:p w:rsidR="00A679DB" w:rsidRDefault="00A679DB" w:rsidP="00A679DB">
      <w:pPr>
        <w:pStyle w:val="libNormal"/>
        <w:rPr>
          <w:rtl/>
        </w:rPr>
      </w:pPr>
      <w:r>
        <w:rPr>
          <w:rtl/>
        </w:rPr>
        <w:t>و كسى كه نه روز از رجب را روزه بگيرد، در حالى از قبر خارج مى شود كه صداى خود را به «لا اله الا الله» بلند كرده است و به چيزى جز بهشت رو نمى نمايد و سيماى او نور درخشنده اى براى اهل محشر دارد تا جايى كه مى گويند: اين پيامبرى برگزيده است . همانا كمترين چيزى كه به او مى دهند، ورود بدون حساب به بهشت است .</w:t>
      </w:r>
    </w:p>
    <w:p w:rsidR="00A679DB" w:rsidRDefault="00A679DB" w:rsidP="00A679DB">
      <w:pPr>
        <w:pStyle w:val="libNormal"/>
        <w:rPr>
          <w:rtl/>
        </w:rPr>
      </w:pPr>
      <w:r>
        <w:rPr>
          <w:rtl/>
        </w:rPr>
        <w:t>و كسى كه ده روز از رجب را روزه بگيرد، خداوند دو بال سبز كه با مرواريد درخشان و بزرگ و ياقوت زينت شده است ، به او مى دهد كه بوسيله آن مثل باد از پل صراط به سوى بهشتها پرواز كند، از جمله مقربينى كه به عدالت رفتار مى كنند، نوشته مى شود و گويا او صد سال (و مطابق نسخه ديگر هزار سال) براى خدا صبر نموده و خدا را عبادت كرده است .</w:t>
      </w:r>
    </w:p>
    <w:p w:rsidR="00A679DB" w:rsidRDefault="00A679DB" w:rsidP="00390801">
      <w:pPr>
        <w:pStyle w:val="libNormal"/>
        <w:rPr>
          <w:rtl/>
        </w:rPr>
      </w:pPr>
      <w:r>
        <w:rPr>
          <w:rtl/>
        </w:rPr>
        <w:t xml:space="preserve">و كسى كه يازده روز از رجب را روزه بگيرد، در روز قيامت بنده اى نزد خداوند نمى </w:t>
      </w:r>
      <w:r w:rsidR="00390801">
        <w:rPr>
          <w:rFonts w:hint="cs"/>
          <w:rtl/>
        </w:rPr>
        <w:t>آ</w:t>
      </w:r>
      <w:r>
        <w:rPr>
          <w:rtl/>
        </w:rPr>
        <w:t>يد كه برتر از او باشد، مگر كسى كه مثل او يا بيش از او روزه گرفته باشد.</w:t>
      </w:r>
    </w:p>
    <w:p w:rsidR="00A679DB" w:rsidRDefault="00A679DB" w:rsidP="00A679DB">
      <w:pPr>
        <w:pStyle w:val="libNormal"/>
        <w:rPr>
          <w:rtl/>
        </w:rPr>
      </w:pPr>
      <w:r>
        <w:rPr>
          <w:rtl/>
        </w:rPr>
        <w:t>و كسى كه دوازده روز از رجب را روزه بگيرد، در روز قيامت دو لباس سبز از «سندس» و «استبرق» به او مى پوشانند و لباسها را مى آرايد كه اگر يكى از آن لباسها را به دنيا بياورند، حتما ما بين مشرق و مغرب آن نور افشانى نموده و دنيا خوشبوتر از بوى مشك خواهد شد.</w:t>
      </w:r>
    </w:p>
    <w:p w:rsidR="00A679DB" w:rsidRDefault="00A679DB" w:rsidP="00A679DB">
      <w:pPr>
        <w:pStyle w:val="libNormal"/>
        <w:rPr>
          <w:rtl/>
        </w:rPr>
      </w:pPr>
      <w:r>
        <w:rPr>
          <w:rtl/>
        </w:rPr>
        <w:lastRenderedPageBreak/>
        <w:t>و كسى كه سيزده روز از رجب را روزه بگيرد، در روز قيامت ميز غذايى در سايه عرش براى او مهيا خواهد بود كه وسعت آن هفتاد برابر دنياست و بر روى آن سينايى از مرواريدهاى بزرگ و ياقوت است كه در هر سينى هفتاد هزار نوع غذا وجود دارد كه بو و رنگ آنها مانند يكديگر نيست و در حالى كه مردم در سختى شديد و بلاى بزرگ به سر مى برند، او از آنها بهره مند است .</w:t>
      </w:r>
    </w:p>
    <w:p w:rsidR="00A679DB" w:rsidRDefault="00A679DB" w:rsidP="00A679DB">
      <w:pPr>
        <w:pStyle w:val="libNormal"/>
        <w:rPr>
          <w:rtl/>
        </w:rPr>
      </w:pPr>
      <w:r>
        <w:rPr>
          <w:rtl/>
        </w:rPr>
        <w:t>و كسى كه چهارده روز از رجب را روزه بگيرد، خداوند پاداشى از كاخهاى بهشتى كه با مرواريدهاى بزرگ و ياقوت ساخته شده اند، به او عطا مى نمايد كه چشمى نديده ، گوشى نشنيده و به ذهن بشرى نيامده است .</w:t>
      </w:r>
    </w:p>
    <w:p w:rsidR="00A679DB" w:rsidRDefault="00A679DB" w:rsidP="00A679DB">
      <w:pPr>
        <w:pStyle w:val="libNormal"/>
        <w:rPr>
          <w:rtl/>
        </w:rPr>
      </w:pPr>
      <w:r>
        <w:rPr>
          <w:rtl/>
        </w:rPr>
        <w:t>و كسى كه پانزده روز از رجب را روزه بگيرد، در روز قيامت در توقفگاه امان يافتگان مى ايستد و هيچ فرشته و رسول و پيامبرى بر او نمى گذرد، مگر اين كه مى گويند، خوشا به حال تو كه امان يافته ، مقرب ، شريف ، سعادتمند و شاد و خرم در بهشتها ساكن خواهى بود.</w:t>
      </w:r>
    </w:p>
    <w:p w:rsidR="00A679DB" w:rsidRDefault="00A679DB" w:rsidP="00A679DB">
      <w:pPr>
        <w:pStyle w:val="libNormal"/>
        <w:rPr>
          <w:rtl/>
        </w:rPr>
      </w:pPr>
      <w:r>
        <w:rPr>
          <w:rtl/>
        </w:rPr>
        <w:t>و كسى كه شانزده روز از رجب را روزه بگيرد، جز اولين كسانى است كه سوار بر حقيقتهايى از نور مى شوند و در بهشت تا «سراى رحمن» به پرواز در مى آيند.</w:t>
      </w:r>
    </w:p>
    <w:p w:rsidR="00A679DB" w:rsidRDefault="00A679DB" w:rsidP="00A679DB">
      <w:pPr>
        <w:pStyle w:val="libNormal"/>
        <w:rPr>
          <w:rtl/>
        </w:rPr>
      </w:pPr>
      <w:r>
        <w:rPr>
          <w:rtl/>
        </w:rPr>
        <w:t xml:space="preserve">و كسى كه هفده روز از رجب را روزه بگيرد، در روز قيامت بر روى پل صراط براى او هفتاد هزار چراغ مى گذارند، تا با نور اين چراغها از روى پل صراط گذشته و به بهشت برسد و فرشتگان با خوش آمدگوى ، خير مقدم و مرحبا گفتن و سلام دادن بر او پس از او مى آيند. و كسى كه هيجده روز از رجب را روزه بگيرد، در گنبد ابراهيم </w:t>
      </w:r>
      <w:r w:rsidRPr="00390801">
        <w:rPr>
          <w:rStyle w:val="libAlaemChar"/>
          <w:rtl/>
        </w:rPr>
        <w:t>عليه‌السلام</w:t>
      </w:r>
      <w:r>
        <w:rPr>
          <w:rtl/>
        </w:rPr>
        <w:t xml:space="preserve"> در بهشت جاويد بر تختهايى از در و ياقوت جا را بر او تنگ خواهد نمود.</w:t>
      </w:r>
    </w:p>
    <w:p w:rsidR="00A679DB" w:rsidRDefault="00A679DB" w:rsidP="00390801">
      <w:pPr>
        <w:pStyle w:val="libNormal"/>
        <w:rPr>
          <w:rtl/>
        </w:rPr>
      </w:pPr>
      <w:r>
        <w:rPr>
          <w:rtl/>
        </w:rPr>
        <w:lastRenderedPageBreak/>
        <w:t>و كسى كه نوزده روز از رجب را روزه بگيرد، خداوند براى او در بهشت ، در مقابل كاخ آدم و ابراهيم</w:t>
      </w:r>
      <w:r w:rsidR="00DC5255">
        <w:rPr>
          <w:rtl/>
        </w:rPr>
        <w:t xml:space="preserve">عليهم‌السلام </w:t>
      </w:r>
      <w:r>
        <w:rPr>
          <w:rtl/>
        </w:rPr>
        <w:t>كاخى ا</w:t>
      </w:r>
      <w:r w:rsidR="00390801">
        <w:rPr>
          <w:rFonts w:hint="cs"/>
          <w:rtl/>
        </w:rPr>
        <w:t>ز</w:t>
      </w:r>
      <w:r>
        <w:rPr>
          <w:rtl/>
        </w:rPr>
        <w:t xml:space="preserve"> مرواريد تازه براى او مى سازد و او بر آنها سلام مى كند، آنان نيز براى بزرگداشت و اداى حقش بر او سلام مى كنند و در مقابل هر روز از روزه هايى كه روزه مى گيرد، روزه هزار سال براى او نوشته مى شود.</w:t>
      </w:r>
    </w:p>
    <w:p w:rsidR="00A679DB" w:rsidRDefault="00A679DB" w:rsidP="00A679DB">
      <w:pPr>
        <w:pStyle w:val="libNormal"/>
        <w:rPr>
          <w:rtl/>
        </w:rPr>
      </w:pPr>
      <w:r>
        <w:rPr>
          <w:rtl/>
        </w:rPr>
        <w:t>و كسى كه بيست روز از رجب را روزه بگيرد، گويا بيست هزار سال خداوند را عبادت كرده است .</w:t>
      </w:r>
    </w:p>
    <w:p w:rsidR="00A679DB" w:rsidRDefault="00A679DB" w:rsidP="00A679DB">
      <w:pPr>
        <w:pStyle w:val="libNormal"/>
        <w:rPr>
          <w:rtl/>
        </w:rPr>
      </w:pPr>
      <w:r>
        <w:rPr>
          <w:rtl/>
        </w:rPr>
        <w:t>و كسى كه بيست و يك روز از رجب را روزه بگيرد، در روز قيامت شفاعت او در مورد خطاكارآن و گناهكارانى مانند «ربيعه» و «مضر» (كه دو طايفه با تعداد افراد زياد هستند) پذيرفته مى شود.</w:t>
      </w:r>
    </w:p>
    <w:p w:rsidR="00A679DB" w:rsidRDefault="00A679DB" w:rsidP="00A679DB">
      <w:pPr>
        <w:pStyle w:val="libNormal"/>
        <w:rPr>
          <w:rtl/>
        </w:rPr>
      </w:pPr>
      <w:r>
        <w:rPr>
          <w:rtl/>
        </w:rPr>
        <w:t>و كسى كه بيست و دو روز از رجب را روزه بگيرد، منادى از آسمان ندا مى دهد: اى دوست خدا! مژده باد تو را به بزرگداشت زياد و دوستى با كسانى كه خداوند آنها را متنعم نموده است از قبيل پيامبران ، راستگويان ، شهدا و صالحان ، و آنان چه دوستان خوبى هستند!</w:t>
      </w:r>
    </w:p>
    <w:p w:rsidR="00A679DB" w:rsidRDefault="00A679DB" w:rsidP="00390801">
      <w:pPr>
        <w:pStyle w:val="libNormal"/>
        <w:rPr>
          <w:rtl/>
        </w:rPr>
      </w:pPr>
      <w:r>
        <w:rPr>
          <w:rtl/>
        </w:rPr>
        <w:t xml:space="preserve">و كسى كه بيست و سه روز از رجب را روزه بگيرد،از آسمان او را ندا مى دهند: خوشا به حالت اى بنده خدا! </w:t>
      </w:r>
      <w:r w:rsidR="00390801">
        <w:rPr>
          <w:rFonts w:hint="cs"/>
          <w:rtl/>
        </w:rPr>
        <w:t>ز</w:t>
      </w:r>
      <w:r>
        <w:rPr>
          <w:rtl/>
        </w:rPr>
        <w:t xml:space="preserve">حمت كمى كشيدى ولى نعمتهاى زيادى به دست </w:t>
      </w:r>
      <w:r w:rsidR="00390801">
        <w:rPr>
          <w:rFonts w:hint="cs"/>
          <w:rtl/>
        </w:rPr>
        <w:t>آ</w:t>
      </w:r>
      <w:r>
        <w:rPr>
          <w:rtl/>
        </w:rPr>
        <w:t xml:space="preserve">وردى . خوشا به حال تو هنگامى كه پرده از پيش رويت برداشته شود و به ثواب بزرگ پروردگار كريمت برسى و در «دارالسلام» همسايه ابراهيم خليل </w:t>
      </w:r>
      <w:r w:rsidRPr="00390801">
        <w:rPr>
          <w:rStyle w:val="libAlaemChar"/>
          <w:rtl/>
        </w:rPr>
        <w:t>عليه‌السلام</w:t>
      </w:r>
      <w:r>
        <w:rPr>
          <w:rtl/>
        </w:rPr>
        <w:t xml:space="preserve"> شوى .</w:t>
      </w:r>
    </w:p>
    <w:p w:rsidR="00A679DB" w:rsidRDefault="00A679DB" w:rsidP="00A679DB">
      <w:pPr>
        <w:pStyle w:val="libNormal"/>
        <w:rPr>
          <w:rtl/>
        </w:rPr>
      </w:pPr>
      <w:r>
        <w:rPr>
          <w:rtl/>
        </w:rPr>
        <w:t xml:space="preserve">و كسى كه بيست و چهار روز از رجب را روزه بگيرد،فرشته مرگ بصورت جوانى سراغ او مى آيد كه لباس سبزى پوشيده و بر اسبى از اسبهاى بهشتى سوار است ، در دست او حرير سبزى است كه با مشك بسيار خوشبو معطر شده </w:t>
      </w:r>
      <w:r>
        <w:rPr>
          <w:rtl/>
        </w:rPr>
        <w:lastRenderedPageBreak/>
        <w:t xml:space="preserve">است و نيز جامى طلايى كه پر از شراب بهشتى است . هنگام خروج جانش آن را به او مى نوشاند و سختى هاى مرگ را براى او آسان مى نمايد و آنگاه روح او را در آن حرير ميگذارد كه در اين حال بويى از آن بر مى خيزد كه اهل آسمانهاى هفتگانه آن را احساس مى نمايند. او در قبر خود سيراب مانده و از قبرش نيز سيراب برانگيخته مى شود تا زمانى كه به حوض پيامبر </w:t>
      </w:r>
      <w:r w:rsidR="00E60DFB" w:rsidRPr="00390801">
        <w:rPr>
          <w:rStyle w:val="libAlaemChar"/>
          <w:rtl/>
        </w:rPr>
        <w:t>صلى‌الله‌عليه‌وآله</w:t>
      </w:r>
      <w:r w:rsidR="00E60DFB">
        <w:rPr>
          <w:rtl/>
        </w:rPr>
        <w:t xml:space="preserve"> </w:t>
      </w:r>
      <w:r>
        <w:rPr>
          <w:rtl/>
        </w:rPr>
        <w:t>برسد.</w:t>
      </w:r>
    </w:p>
    <w:p w:rsidR="00A679DB" w:rsidRDefault="00A679DB" w:rsidP="00390801">
      <w:pPr>
        <w:pStyle w:val="libNormal"/>
        <w:rPr>
          <w:rtl/>
        </w:rPr>
      </w:pPr>
      <w:r>
        <w:rPr>
          <w:rtl/>
        </w:rPr>
        <w:t>و كسى كه بيست و پنج روز از رجب را روزه بگيرد،همانا هنگامى كه از قبرش خارج شود، هفتاد هزار فرشته به پيشواز او مى روند كه در دست هر كدام از آن فرشتگان بيرقى از در و ياقوت است ، با خود زيور آلات و لباسهاى نيكو و كم نظير همراه دارند و مى گويند، اى دوست خدا! بشتاب بسوى پروردگارت و او از اولين كسان است كه وارد بهشت سكونت مى شود همراه با مقربينى كه خدا از آنها راضى شده و آنها نيز از او راضيند. و اين سعادت بزرگ است .</w:t>
      </w:r>
    </w:p>
    <w:p w:rsidR="00A679DB" w:rsidRDefault="00A679DB" w:rsidP="00A679DB">
      <w:pPr>
        <w:pStyle w:val="libNormal"/>
        <w:rPr>
          <w:rtl/>
        </w:rPr>
      </w:pPr>
      <w:r>
        <w:rPr>
          <w:rtl/>
        </w:rPr>
        <w:t>و كسى كه بيست و شش روز از رجب را روزه بگيرد، خداوند در سايه عرش ‍ صد قصر از در و ياقوت مى سازد كه بر سر هر قصرى خيمه اى سرخ از حرير بهشتى است و در حالى كه مردم مشغول حساب هستند او در ناز و نعمت در آن ساكن مى شود.</w:t>
      </w:r>
    </w:p>
    <w:p w:rsidR="00A679DB" w:rsidRDefault="00A679DB" w:rsidP="00A679DB">
      <w:pPr>
        <w:pStyle w:val="libNormal"/>
        <w:rPr>
          <w:rtl/>
        </w:rPr>
      </w:pPr>
      <w:r>
        <w:rPr>
          <w:rtl/>
        </w:rPr>
        <w:t>و كسى كه بيست و هفت روز از رجب را روزه بگيرد، خداوند قبر او را به مقدار راه چهارصد سال وسعت مى دهد و تمام اين مقدار را پر از مشك و عنبر مينمايد.</w:t>
      </w:r>
    </w:p>
    <w:p w:rsidR="00A679DB" w:rsidRDefault="00A679DB" w:rsidP="00A679DB">
      <w:pPr>
        <w:pStyle w:val="libNormal"/>
        <w:rPr>
          <w:rtl/>
        </w:rPr>
      </w:pPr>
      <w:r>
        <w:rPr>
          <w:rtl/>
        </w:rPr>
        <w:t>و كسى كه بيست و هشت روز از رجب را روزه بگيرد،خداوند عزوجل بين او و آتش نه خندق مى گذارد كه فاصله هر خندق به مقدار فاصله آسمان و زمين است ، به مقدار راه پانصد سال .</w:t>
      </w:r>
    </w:p>
    <w:p w:rsidR="00A679DB" w:rsidRDefault="00A679DB" w:rsidP="00A679DB">
      <w:pPr>
        <w:pStyle w:val="libNormal"/>
        <w:rPr>
          <w:rtl/>
        </w:rPr>
      </w:pPr>
      <w:r>
        <w:rPr>
          <w:rtl/>
        </w:rPr>
        <w:lastRenderedPageBreak/>
        <w:t>و كسى كه بيست و نه روز از رجب را روزه بگيرد، خداوند او را مى آمرزد، گرچه كسى باشد كه به دستور ظالم يك دهم اموال مردم را مى گرفته يا زنى باشد كه هفتاد بار بى عفتى كرده باشد و اگر آن زن با اين كار بخواهد خوشنودى خداى عزوجل را بدست آورده و از جهنم رهايى يابد، خداوند حتما او را مى آمرزد.</w:t>
      </w:r>
    </w:p>
    <w:p w:rsidR="00A679DB" w:rsidRDefault="00A679DB" w:rsidP="00A679DB">
      <w:pPr>
        <w:pStyle w:val="libNormal"/>
        <w:rPr>
          <w:rtl/>
        </w:rPr>
      </w:pPr>
      <w:r>
        <w:rPr>
          <w:rtl/>
        </w:rPr>
        <w:t xml:space="preserve">و كسى كه سى روز از رجب را روزه بگيرد، منادى از آسمان ندا مى دهد: اى بنده خدا! گذشته هايت آمرزيده شد، در باقيمانده عمر خود عملت را از نو شروع كن . و خداوند در تمام بهشتها، در هر بهشتى چهل هزار شهر از طلا به او خواهد داد، كه در هر شهرى چهل هزار قصر، در هر چهل هزار هزار خانه ، در هر خانه اى چهل هزار هزار سفره ، در هر سفره چهل هزار هزار كاسه ، در هر كاسه اى چهل هزار هزار نوع خوردنى و نوشيدنى وجود دارد كه هر كدام از اين خوردنيها و نوشيدنيها رنگ جداگانه اى دارند. در هر خانه اى چهل هزار هزار تخت از طلا وجود دارد كه اندازه هر كدام از اين تختها دو هزار ذراع </w:t>
      </w:r>
      <w:r w:rsidRPr="00390801">
        <w:rPr>
          <w:rStyle w:val="libFootnotenumChar"/>
          <w:rtl/>
        </w:rPr>
        <w:t>(٤٤)</w:t>
      </w:r>
      <w:r>
        <w:rPr>
          <w:rtl/>
        </w:rPr>
        <w:t xml:space="preserve"> در دو هزار ذراع است و بر هركدام از اين تختها دخترى از حورالعين است كه هر كدام از آنها سيصد هزار زلف جلو پيشانى از نور دارند كه هر كدام از اين زلفها را يك هزار هزار دختر خدمتكار خردسال حمل نموده و با مشك و عنبر خوشبو مى نمايند تا روزه دار رجب پيش او بيايد. تمام اينها براى كسى است كه تمام ماه رجب را روزه بگيرد، عرض كردند: اى پيامبر خدا! كسى كه بعلت ضعف با مرض يا زنى كه پاك نباشد و نتواند روزه بگيرد، چه كارى انجام دهد تا به آنچه فرمودى برسد،؟ آن حضرت </w:t>
      </w:r>
      <w:r w:rsidR="00E60DFB" w:rsidRPr="00B34984">
        <w:rPr>
          <w:rStyle w:val="libAlaemChar"/>
          <w:rtl/>
        </w:rPr>
        <w:t>صلى‌الله‌عليه‌وآله</w:t>
      </w:r>
      <w:r w:rsidR="00E60DFB">
        <w:rPr>
          <w:rtl/>
        </w:rPr>
        <w:t xml:space="preserve"> </w:t>
      </w:r>
      <w:r>
        <w:rPr>
          <w:rtl/>
        </w:rPr>
        <w:t xml:space="preserve">فرمودند: براى هر روز قرص نانى صدقه بدهد. قسم به كسى كه جانم به دست اوست همانا اگر هر روز اين طور صدقه بدهد، به آنچه گفتم و بيش از آن مى رسد و بدون ترديد اگر تمام مخلوقات </w:t>
      </w:r>
      <w:r>
        <w:rPr>
          <w:rtl/>
        </w:rPr>
        <w:lastRenderedPageBreak/>
        <w:t xml:space="preserve">آسمانها و زمين همگى جمع شوند تا مقدار ثواب اين عمل را معين كنند، به يك دهم فضائل و درجاتى كه در بهشتها بدهد چه كارى انجام بدهد تا به آنچه فرمودى برسد؟ آن حضرت </w:t>
      </w:r>
      <w:r w:rsidR="00E60DFB" w:rsidRPr="00B34984">
        <w:rPr>
          <w:rStyle w:val="libAlaemChar"/>
          <w:rtl/>
        </w:rPr>
        <w:t>صلى‌الله‌عليه‌وآله</w:t>
      </w:r>
      <w:r w:rsidR="00E60DFB">
        <w:rPr>
          <w:rtl/>
        </w:rPr>
        <w:t xml:space="preserve"> </w:t>
      </w:r>
      <w:r>
        <w:rPr>
          <w:rtl/>
        </w:rPr>
        <w:t xml:space="preserve">فرمودند: با اين تسبيح در هر روز صد بار خدا را تسبيح كند تا سى روز تمام شود: «سبحان الاله الجليل سبحان من لا ينبغى التسبيح الا له سبحان الاعز الاكرم سبحان من لبس العز و هوله اهل .» </w:t>
      </w:r>
      <w:r w:rsidRPr="00B34984">
        <w:rPr>
          <w:rStyle w:val="libFootnotenumChar"/>
          <w:rtl/>
        </w:rPr>
        <w:t>(٤٥)</w:t>
      </w:r>
    </w:p>
    <w:p w:rsidR="00A679DB" w:rsidRDefault="00A679DB" w:rsidP="00A679DB">
      <w:pPr>
        <w:pStyle w:val="libNormal"/>
        <w:rPr>
          <w:rtl/>
        </w:rPr>
      </w:pPr>
    </w:p>
    <w:p w:rsidR="00A679DB" w:rsidRDefault="00A679DB" w:rsidP="00A679DB">
      <w:pPr>
        <w:pStyle w:val="libNormal"/>
        <w:rPr>
          <w:rtl/>
        </w:rPr>
      </w:pPr>
      <w:r>
        <w:rPr>
          <w:rtl/>
        </w:rPr>
        <w:t xml:space="preserve">حديث : ٥ ابى رحمه الله قال حدثنى سعد بن عبدالله قال حدثنى احمد بن الحسين الصقر عن ابى طاهر محمد بن حمزه بن اليسع عن الحسن بن بكار عن ابى الحسن الرضا </w:t>
      </w:r>
      <w:r w:rsidRPr="00B34984">
        <w:rPr>
          <w:rStyle w:val="libAlaemChar"/>
          <w:rtl/>
        </w:rPr>
        <w:t>عليه‌السلام</w:t>
      </w:r>
      <w:r>
        <w:rPr>
          <w:rtl/>
        </w:rPr>
        <w:t xml:space="preserve"> قال بعث الله محمدا </w:t>
      </w:r>
      <w:r w:rsidR="00E60DFB" w:rsidRPr="00B34984">
        <w:rPr>
          <w:rStyle w:val="libAlaemChar"/>
          <w:rtl/>
        </w:rPr>
        <w:t xml:space="preserve">صلى‌الله‌عليه‌وآله </w:t>
      </w:r>
      <w:r>
        <w:rPr>
          <w:rtl/>
        </w:rPr>
        <w:t>لثلاث ليال مضين من شهر رجب فصوم ذلك اليوم كصوم سبعين عاما.</w:t>
      </w:r>
    </w:p>
    <w:p w:rsidR="00A679DB" w:rsidRDefault="00A679DB" w:rsidP="00A679DB">
      <w:pPr>
        <w:pStyle w:val="libNormal"/>
        <w:rPr>
          <w:rtl/>
        </w:rPr>
      </w:pPr>
      <w:r>
        <w:rPr>
          <w:rtl/>
        </w:rPr>
        <w:t>قال سعد بن عبدالله كان مشايخنا يقولون آن ذلك غلط من الكاتب و هو انه لثلاث ليال بقين من رجب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رضا </w:t>
      </w:r>
      <w:r w:rsidRPr="00B34984">
        <w:rPr>
          <w:rStyle w:val="libAlaemChar"/>
          <w:rtl/>
        </w:rPr>
        <w:t>عليه‌السلام</w:t>
      </w:r>
      <w:r>
        <w:rPr>
          <w:rtl/>
        </w:rPr>
        <w:t xml:space="preserve"> فرمودند: خداوند حضرت محمد </w:t>
      </w:r>
      <w:r w:rsidR="00E60DFB" w:rsidRPr="00B34984">
        <w:rPr>
          <w:rStyle w:val="libAlaemChar"/>
          <w:rtl/>
        </w:rPr>
        <w:t>صلى‌الله‌عليه‌وآله</w:t>
      </w:r>
      <w:r w:rsidR="00E60DFB">
        <w:rPr>
          <w:rtl/>
        </w:rPr>
        <w:t xml:space="preserve"> </w:t>
      </w:r>
      <w:r>
        <w:rPr>
          <w:rtl/>
        </w:rPr>
        <w:t>را پس از سه شب كه ازماه رجب گذشت (روز سوم رجب) به پيامبرى بر انگيخت . به همين جهت روزه اين روز مانند روزه هفتاد سال است .</w:t>
      </w:r>
    </w:p>
    <w:p w:rsidR="00A679DB" w:rsidRDefault="00A679DB" w:rsidP="00A679DB">
      <w:pPr>
        <w:pStyle w:val="libNormal"/>
        <w:rPr>
          <w:rtl/>
        </w:rPr>
      </w:pPr>
      <w:r>
        <w:rPr>
          <w:rtl/>
        </w:rPr>
        <w:t xml:space="preserve">سعد بن عبدالله «يكى از راويان اين حديث» مى گويد، بزرگان ما مى گفتند: در اين جا نويسنده روايت اشتباه كرده است . و درستش اين است كه سه شب باقيمانده از رجب پيامبر </w:t>
      </w:r>
      <w:r w:rsidR="00E60DFB" w:rsidRPr="00B34984">
        <w:rPr>
          <w:rStyle w:val="libAlaemChar"/>
          <w:rtl/>
        </w:rPr>
        <w:t>صلى‌الله‌عليه‌وآله</w:t>
      </w:r>
      <w:r w:rsidR="00E60DFB">
        <w:rPr>
          <w:rtl/>
        </w:rPr>
        <w:t xml:space="preserve"> </w:t>
      </w:r>
      <w:r>
        <w:rPr>
          <w:rtl/>
        </w:rPr>
        <w:t>را به پيامبرى برانگيخت (يعنى بيست و هفتم رجب)</w:t>
      </w:r>
    </w:p>
    <w:p w:rsidR="00A679DB" w:rsidRDefault="00B34984" w:rsidP="00B34984">
      <w:pPr>
        <w:pStyle w:val="libNormal"/>
        <w:rPr>
          <w:rtl/>
        </w:rPr>
      </w:pPr>
      <w:r>
        <w:rPr>
          <w:rtl/>
        </w:rPr>
        <w:br w:type="page"/>
      </w:r>
    </w:p>
    <w:p w:rsidR="00A679DB" w:rsidRDefault="00A679DB" w:rsidP="00B34984">
      <w:pPr>
        <w:pStyle w:val="Heading2"/>
        <w:rPr>
          <w:rtl/>
        </w:rPr>
      </w:pPr>
      <w:bookmarkStart w:id="124" w:name="_Toc449617181"/>
      <w:r>
        <w:rPr>
          <w:rtl/>
        </w:rPr>
        <w:t>ثواب روزه شعبان .</w:t>
      </w:r>
      <w:bookmarkEnd w:id="124"/>
    </w:p>
    <w:p w:rsidR="00A679DB" w:rsidRDefault="00A679DB" w:rsidP="00A679DB">
      <w:pPr>
        <w:pStyle w:val="libNormal"/>
        <w:rPr>
          <w:rtl/>
        </w:rPr>
      </w:pPr>
      <w:r>
        <w:rPr>
          <w:rtl/>
        </w:rPr>
        <w:t xml:space="preserve">حديث : ١ ابى رحمه الله قال حدثنى سعد بن عبدالله قال حدثنى يعقوب بن يزيد عن الحصين بن المخارق الكوفى ابن جناده السلولى عن ابى حمزه الثمالى عن ابى جعفر </w:t>
      </w:r>
      <w:r w:rsidRPr="00B34984">
        <w:rPr>
          <w:rStyle w:val="libAlaemChar"/>
          <w:rtl/>
        </w:rPr>
        <w:t>عليه‌السلام</w:t>
      </w:r>
      <w:r>
        <w:rPr>
          <w:rtl/>
        </w:rPr>
        <w:t xml:space="preserve"> قال من صام شعبان كان له طهورا من كل زله فى المعصيته و النذر فى المعصيته قلت فما البادره قال اليمين عند الغضب و التوبه منها الندم عليها.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B34984">
        <w:rPr>
          <w:rStyle w:val="libAlaemChar"/>
          <w:rtl/>
        </w:rPr>
        <w:t>عليه‌السلام</w:t>
      </w:r>
      <w:r>
        <w:rPr>
          <w:rtl/>
        </w:rPr>
        <w:t xml:space="preserve"> فرمودند: كسى كه شعبان را روزه بگيرد، اين روزه براى او پاك كننده از هر لغزش ، عيب و عار و خشمى خواهد بود و ابو حمزه مى گويد به آن حضرت عرض كردم مراد از عيب و عار چيست ؟ فرمودند: سوگند براى نافرمانى خدا و نذر براى نافرمانى خدا. پرسيدم منظور از خشم چيست ؟ فرمود: سوگند به هنگام غضب و توبه و پشيمانى از آن است .</w:t>
      </w:r>
    </w:p>
    <w:p w:rsidR="00A679DB" w:rsidRDefault="00A679DB" w:rsidP="00A679DB">
      <w:pPr>
        <w:pStyle w:val="libNormal"/>
        <w:rPr>
          <w:rtl/>
        </w:rPr>
      </w:pPr>
      <w:r>
        <w:rPr>
          <w:rtl/>
        </w:rPr>
        <w:t xml:space="preserve">حديث : ٢ حدثنى محمد بن الحسن رضى الله عنه قال حدثنى سعدبن عبدالله قال حدثنى محمد بن عبدالجبار عن ابى الصحر عن اسماعيل بن عبدالخالق قال جرى ذكر شعبان عبدالجبار عن ابى الحخر عن اسماعيل بن عبدالخالق قال جرى ذكر شعبان عن ابى عبدالله </w:t>
      </w:r>
      <w:r w:rsidRPr="00B34984">
        <w:rPr>
          <w:rStyle w:val="libAlaemChar"/>
          <w:rtl/>
        </w:rPr>
        <w:t>عليه‌السلام</w:t>
      </w:r>
      <w:r>
        <w:rPr>
          <w:rtl/>
        </w:rPr>
        <w:t xml:space="preserve"> و صومه قال فقال آن فيه من الفضل كذا و كذا و فيه كذا و كذا حتى آن الرجل ليدخل فى الدام الحرام فيصوم شعبان فينفعه ذلك و يغفر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راوى مى گويد نزد امام صادق </w:t>
      </w:r>
      <w:r w:rsidRPr="00B34984">
        <w:rPr>
          <w:rStyle w:val="libAlaemChar"/>
          <w:rtl/>
        </w:rPr>
        <w:t>عليه‌السلام</w:t>
      </w:r>
      <w:r>
        <w:rPr>
          <w:rtl/>
        </w:rPr>
        <w:t xml:space="preserve"> سخن از شعبان و روزه آن به ميان آمد آن حضرت فرمودند، فضيلت روزه آن چنين و چنان است و در آن چه و </w:t>
      </w:r>
      <w:r>
        <w:rPr>
          <w:rtl/>
        </w:rPr>
        <w:lastRenderedPageBreak/>
        <w:t>چه هست ، تا جايى كه ممكن است مردى مرتكب قتل حرام مى شود آن گاه شعبان را روزه گيرد و بخاطر اين عمل آمرزيده شود.</w:t>
      </w:r>
    </w:p>
    <w:p w:rsidR="00A679DB" w:rsidRDefault="00A679DB" w:rsidP="00A679DB">
      <w:pPr>
        <w:pStyle w:val="libNormal"/>
        <w:rPr>
          <w:rtl/>
        </w:rPr>
      </w:pPr>
      <w:r>
        <w:rPr>
          <w:rtl/>
        </w:rPr>
        <w:t xml:space="preserve">حديث : ٣ حدثنى محمد به على ماجيلويه رضى الله عنه عن عمه محمد بن ابى القاسم عن احمد بن ابى عبدالله ابيه عن محمد بن سنان عن المفضل بن عمر عن ابى عبدالله </w:t>
      </w:r>
      <w:r w:rsidRPr="00B34984">
        <w:rPr>
          <w:rStyle w:val="libAlaemChar"/>
          <w:rtl/>
        </w:rPr>
        <w:t>عليه‌السلام</w:t>
      </w:r>
      <w:r>
        <w:rPr>
          <w:rtl/>
        </w:rPr>
        <w:t xml:space="preserve"> قال صوم شعبان و شهر رمضان شهرين متتابعين توبه من الله عزوجل و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B34984">
        <w:rPr>
          <w:rStyle w:val="libAlaemChar"/>
          <w:rtl/>
        </w:rPr>
        <w:t>عليه‌السلام</w:t>
      </w:r>
      <w:r>
        <w:rPr>
          <w:rtl/>
        </w:rPr>
        <w:t xml:space="preserve"> فرمودند: روزه شعبان و ماه رمضان ، دو ماه پى در پى توبه اى از جانب خداى عزوجل مى باشد (توبه اى مقبول است .)</w:t>
      </w:r>
    </w:p>
    <w:p w:rsidR="00A679DB" w:rsidRDefault="00A679DB" w:rsidP="00A679DB">
      <w:pPr>
        <w:pStyle w:val="libNormal"/>
        <w:rPr>
          <w:rtl/>
        </w:rPr>
      </w:pPr>
      <w:r>
        <w:rPr>
          <w:rtl/>
        </w:rPr>
        <w:t>بخدا سوگند.</w:t>
      </w:r>
    </w:p>
    <w:p w:rsidR="00A679DB" w:rsidRDefault="00A679DB" w:rsidP="00A679DB">
      <w:pPr>
        <w:pStyle w:val="libNormal"/>
        <w:rPr>
          <w:rtl/>
        </w:rPr>
      </w:pPr>
      <w:r>
        <w:rPr>
          <w:rtl/>
        </w:rPr>
        <w:t xml:space="preserve">حديث : ٤ ابى رحمه الله قال حدثنى سعد بن عبدالله قال حدثنى على بن سليمان بن داود الزربى قال حدثنى الحسن بن محبوب عن عبدالله بن مرحوم الازدى قال سمعت ابا عبدالله </w:t>
      </w:r>
      <w:r w:rsidRPr="00B34984">
        <w:rPr>
          <w:rStyle w:val="libAlaemChar"/>
          <w:rtl/>
        </w:rPr>
        <w:t>عليه‌السلام</w:t>
      </w:r>
      <w:r>
        <w:rPr>
          <w:rtl/>
        </w:rPr>
        <w:t xml:space="preserve"> يقول من صام اول يوم من شعبان وجبت له الجنه بته و من صام يومين نظر الله اليه فى كل يوم و ليله فى دار الدنيا نظره اليه فى الجنه و من صام ثلاثه ايام زار الله فى عرشه من جنته فى كل يوم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راوى مى گويد از امام صادق </w:t>
      </w:r>
      <w:r w:rsidRPr="00B34984">
        <w:rPr>
          <w:rStyle w:val="libAlaemChar"/>
          <w:rtl/>
        </w:rPr>
        <w:t>عليه‌السلام</w:t>
      </w:r>
      <w:r>
        <w:rPr>
          <w:rtl/>
        </w:rPr>
        <w:t xml:space="preserve"> شنيدم كه فرمودند: كسى كه اولين روز شعبان را روزه بگيرد، حتما بهشت براى او لازم خواهد شد.</w:t>
      </w:r>
    </w:p>
    <w:p w:rsidR="00A679DB" w:rsidRDefault="00A679DB" w:rsidP="00A679DB">
      <w:pPr>
        <w:pStyle w:val="libNormal"/>
        <w:rPr>
          <w:rtl/>
        </w:rPr>
      </w:pPr>
      <w:r>
        <w:rPr>
          <w:rtl/>
        </w:rPr>
        <w:t xml:space="preserve">و كسى كه دو روز روزه بگيرد، خداوند در هر روز و شب در سراى دنيا به او نگاه مى نمايد و در بهشت نيز به اين نگاه ادامه مى دهد. و كسى كه سه روز را روزه بگيرد،، هر روز خداوند را در عرض بهشتيش زيارت خواهد نمود. -( </w:t>
      </w:r>
      <w:r>
        <w:rPr>
          <w:rtl/>
        </w:rPr>
        <w:lastRenderedPageBreak/>
        <w:t>چون خداوند جسم نيست ، شايد مراد ديدار خداوند با ديده يا ديدار اولياى او باشد)</w:t>
      </w:r>
    </w:p>
    <w:p w:rsidR="00A679DB" w:rsidRDefault="00A679DB" w:rsidP="00A679DB">
      <w:pPr>
        <w:pStyle w:val="libNormal"/>
        <w:rPr>
          <w:rtl/>
        </w:rPr>
      </w:pPr>
      <w:r>
        <w:rPr>
          <w:rtl/>
        </w:rPr>
        <w:t xml:space="preserve">حديث : ٥ حدثنا محمد بن الحسن رضى الله عنه قال حدثنا محمد بن الحسن الصفار عن العباس بن معروف عن على بن مهزيار عن الحسين بن سعيد عن فضاله عن اسماعيل بن ابى زياد ابى عبدالله </w:t>
      </w:r>
      <w:r w:rsidRPr="00B34984">
        <w:rPr>
          <w:rStyle w:val="libAlaemChar"/>
          <w:rtl/>
        </w:rPr>
        <w:t>عليه‌السلام</w:t>
      </w:r>
      <w:r>
        <w:rPr>
          <w:rtl/>
        </w:rPr>
        <w:t xml:space="preserve"> قال قال رسول الله شعبان شهرى و رمضان شهر الله و هو ربيع الفقراء و انما جعل الله الاضحى لشبع مساكينكم من اللحم فاطموهم .</w:t>
      </w:r>
    </w:p>
    <w:p w:rsidR="00A679DB" w:rsidRDefault="00A679DB" w:rsidP="00A679DB">
      <w:pPr>
        <w:pStyle w:val="libNormal"/>
        <w:rPr>
          <w:rtl/>
        </w:rPr>
      </w:pPr>
      <w:r>
        <w:rPr>
          <w:rtl/>
        </w:rPr>
        <w:t>ترجمه :</w:t>
      </w:r>
    </w:p>
    <w:p w:rsidR="00A679DB" w:rsidRDefault="00A679DB" w:rsidP="00B34984">
      <w:pPr>
        <w:pStyle w:val="libNormal"/>
        <w:rPr>
          <w:rtl/>
        </w:rPr>
      </w:pPr>
      <w:r>
        <w:rPr>
          <w:rtl/>
        </w:rPr>
        <w:t xml:space="preserve">٥. امام صادق </w:t>
      </w:r>
      <w:r w:rsidRPr="00B34984">
        <w:rPr>
          <w:rStyle w:val="libAlaemChar"/>
          <w:rtl/>
        </w:rPr>
        <w:t>عليه‌السلام</w:t>
      </w:r>
      <w:r>
        <w:rPr>
          <w:rtl/>
        </w:rPr>
        <w:t xml:space="preserve"> نقل مى نمايد كه رسول خدا </w:t>
      </w:r>
      <w:r w:rsidR="00E60DFB" w:rsidRPr="00B34984">
        <w:rPr>
          <w:rStyle w:val="libAlaemChar"/>
          <w:rtl/>
        </w:rPr>
        <w:t>صلى‌الله‌عليه‌وآله</w:t>
      </w:r>
      <w:r w:rsidR="00E60DFB">
        <w:rPr>
          <w:rtl/>
        </w:rPr>
        <w:t xml:space="preserve"> </w:t>
      </w:r>
      <w:r>
        <w:rPr>
          <w:rtl/>
        </w:rPr>
        <w:t>فرمودند: شعبان ماه من است و رمضان ماه خدا و آن بهار فقر است . خداوند عيد قربان را فقط براى سير شدن فقير</w:t>
      </w:r>
      <w:r w:rsidR="00B34984">
        <w:rPr>
          <w:rFonts w:hint="cs"/>
          <w:rtl/>
        </w:rPr>
        <w:t>ا</w:t>
      </w:r>
      <w:r>
        <w:rPr>
          <w:rtl/>
        </w:rPr>
        <w:t>ن شما از گوشت قرارداد پس به آنها (گوشت قربانى) بدهيد.</w:t>
      </w:r>
    </w:p>
    <w:p w:rsidR="00A679DB" w:rsidRDefault="00A679DB" w:rsidP="00A679DB">
      <w:pPr>
        <w:pStyle w:val="libNormal"/>
        <w:rPr>
          <w:rtl/>
        </w:rPr>
      </w:pPr>
      <w:r>
        <w:rPr>
          <w:rtl/>
        </w:rPr>
        <w:t xml:space="preserve">حديث : ٦ ابى رحمه الله قال حدثنى سعد بن عبدالله قال حدثنى احمد بن محمد بن عيسى قال حدثنا الحسين بن سعيد عن ابن عمير عن سلمه صابح السابرى عن ابى الصالح قال سمعت ابا عبدالله </w:t>
      </w:r>
      <w:r w:rsidRPr="00B34984">
        <w:rPr>
          <w:rStyle w:val="libAlaemChar"/>
          <w:rtl/>
        </w:rPr>
        <w:t>عليه‌السلام</w:t>
      </w:r>
      <w:r>
        <w:rPr>
          <w:rtl/>
        </w:rPr>
        <w:t xml:space="preserve"> يقول صوم شعبان و شهر رمضان و الله توبه من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راوى مى گويد از امام صادق </w:t>
      </w:r>
      <w:r w:rsidRPr="00B34984">
        <w:rPr>
          <w:rStyle w:val="libAlaemChar"/>
          <w:rtl/>
        </w:rPr>
        <w:t>عليه‌السلام</w:t>
      </w:r>
      <w:r>
        <w:rPr>
          <w:rtl/>
        </w:rPr>
        <w:t xml:space="preserve"> شنيدم كه فرمودند: روزه شعبان و ماه رمضان بخدا سوگند توبه اى از جانب خداوند است (توبه اى مقبول است .)</w:t>
      </w:r>
    </w:p>
    <w:p w:rsidR="00A679DB" w:rsidRDefault="00A679DB" w:rsidP="00A679DB">
      <w:pPr>
        <w:pStyle w:val="libNormal"/>
        <w:rPr>
          <w:rtl/>
        </w:rPr>
      </w:pPr>
      <w:r>
        <w:rPr>
          <w:rtl/>
        </w:rPr>
        <w:t xml:space="preserve">حديث : ٧ حدثنا محمد بن الحسن رضى الله عنه قال حدثنا الحسين بن الحسن بن ابان قال حدثنا الحسين بن سعيد عن اخيه الحسن عن زرعه بن محمد عن المفضل بن عمر عن ابى عبدالله </w:t>
      </w:r>
      <w:r w:rsidRPr="00B34984">
        <w:rPr>
          <w:rStyle w:val="libAlaemChar"/>
          <w:rtl/>
        </w:rPr>
        <w:t>عليه‌السلام</w:t>
      </w:r>
      <w:r>
        <w:rPr>
          <w:rtl/>
        </w:rPr>
        <w:t xml:space="preserve"> قال كان ابى </w:t>
      </w:r>
      <w:r w:rsidRPr="00B34984">
        <w:rPr>
          <w:rStyle w:val="libAlaemChar"/>
          <w:rtl/>
        </w:rPr>
        <w:t>عليه‌السلام</w:t>
      </w:r>
      <w:r>
        <w:rPr>
          <w:rtl/>
        </w:rPr>
        <w:t xml:space="preserve"> فصل ما بين شعبان </w:t>
      </w:r>
      <w:r>
        <w:rPr>
          <w:rtl/>
        </w:rPr>
        <w:lastRenderedPageBreak/>
        <w:t xml:space="preserve">وشهر رمضان بيوم و كان على بن الحسين </w:t>
      </w:r>
      <w:r w:rsidRPr="00B34984">
        <w:rPr>
          <w:rStyle w:val="libAlaemChar"/>
          <w:rtl/>
        </w:rPr>
        <w:t>عليه‌السلام</w:t>
      </w:r>
      <w:r>
        <w:rPr>
          <w:rtl/>
        </w:rPr>
        <w:t xml:space="preserve"> يصل ما بينهما و يقول صوم شهرين متتابعين توبه من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امام صادق </w:t>
      </w:r>
      <w:r w:rsidRPr="00B34984">
        <w:rPr>
          <w:rStyle w:val="libAlaemChar"/>
          <w:rtl/>
        </w:rPr>
        <w:t>عليه‌السلام</w:t>
      </w:r>
      <w:r>
        <w:rPr>
          <w:rtl/>
        </w:rPr>
        <w:t xml:space="preserve"> فرمودند: روش پدرم اين بود كه بين (روزه) شعبان و ماه رمضان يك روز فاصله مى انداخت (يك روز روزه نمى گرفت .)</w:t>
      </w:r>
    </w:p>
    <w:p w:rsidR="00A679DB" w:rsidRDefault="00A679DB" w:rsidP="00A679DB">
      <w:pPr>
        <w:pStyle w:val="libNormal"/>
        <w:rPr>
          <w:rtl/>
        </w:rPr>
      </w:pPr>
      <w:r>
        <w:rPr>
          <w:rtl/>
        </w:rPr>
        <w:t xml:space="preserve">ولى امام زين العابدين </w:t>
      </w:r>
      <w:r w:rsidRPr="00B34984">
        <w:rPr>
          <w:rStyle w:val="libAlaemChar"/>
          <w:rtl/>
        </w:rPr>
        <w:t>عليه‌السلام</w:t>
      </w:r>
      <w:r>
        <w:rPr>
          <w:rtl/>
        </w:rPr>
        <w:t xml:space="preserve"> آنها را به هم وصل مى كرد و مى فرمودند روزه دو ماه پى در پى توبه اى است از جانب خدا وند (توبه اى پريرفته شده است .)</w:t>
      </w:r>
    </w:p>
    <w:p w:rsidR="00A679DB" w:rsidRDefault="00A679DB" w:rsidP="00A679DB">
      <w:pPr>
        <w:pStyle w:val="libNormal"/>
        <w:rPr>
          <w:rtl/>
        </w:rPr>
      </w:pPr>
      <w:r>
        <w:rPr>
          <w:rtl/>
        </w:rPr>
        <w:t xml:space="preserve">حديث : ٨ حدثنى محمد بن على ما جيلويه عن عمه محمد بن ابى القاسم عن احمد بن ابى عبدالله عن الحسين به سعيد عن الحسين بن علوآن عن عمروبن خالد عن ابى جعفر </w:t>
      </w:r>
      <w:r w:rsidRPr="00B34984">
        <w:rPr>
          <w:rStyle w:val="libAlaemChar"/>
          <w:rtl/>
        </w:rPr>
        <w:t>عليه‌السلام</w:t>
      </w:r>
      <w:r>
        <w:rPr>
          <w:rtl/>
        </w:rPr>
        <w:t xml:space="preserve"> قال كان رسول الله </w:t>
      </w:r>
      <w:r w:rsidR="00E60DFB" w:rsidRPr="00B34984">
        <w:rPr>
          <w:rStyle w:val="libAlaemChar"/>
          <w:rtl/>
        </w:rPr>
        <w:t>صلى‌الله‌عليه‌وآله</w:t>
      </w:r>
      <w:r w:rsidR="00E60DFB">
        <w:rPr>
          <w:rtl/>
        </w:rPr>
        <w:t xml:space="preserve"> </w:t>
      </w:r>
      <w:r>
        <w:rPr>
          <w:rtl/>
        </w:rPr>
        <w:t>يصوم شعبان و شهر رمضان يصلهما و ينهى الناس آن يصلوهما و كان يقول هما شهر الله و هما كفاره لما قبلهما و ما بعدهما من الذنوب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امام باقر </w:t>
      </w:r>
      <w:r w:rsidRPr="00B34984">
        <w:rPr>
          <w:rStyle w:val="libAlaemChar"/>
          <w:rtl/>
        </w:rPr>
        <w:t>عليه‌السلام</w:t>
      </w:r>
      <w:r>
        <w:rPr>
          <w:rtl/>
        </w:rPr>
        <w:t xml:space="preserve"> فرمودند: رسول خدا </w:t>
      </w:r>
      <w:r w:rsidR="00E60DFB" w:rsidRPr="00B34984">
        <w:rPr>
          <w:rStyle w:val="libAlaemChar"/>
          <w:rtl/>
        </w:rPr>
        <w:t>صلى‌الله‌عليه‌وآله</w:t>
      </w:r>
      <w:r w:rsidR="00E60DFB">
        <w:rPr>
          <w:rtl/>
        </w:rPr>
        <w:t xml:space="preserve"> </w:t>
      </w:r>
      <w:r>
        <w:rPr>
          <w:rtl/>
        </w:rPr>
        <w:t>شعبان و ماه رمضان را روزه مى گرفت .</w:t>
      </w:r>
    </w:p>
    <w:p w:rsidR="00A679DB" w:rsidRDefault="00A679DB" w:rsidP="00A679DB">
      <w:pPr>
        <w:pStyle w:val="libNormal"/>
        <w:rPr>
          <w:rtl/>
        </w:rPr>
      </w:pPr>
      <w:r>
        <w:rPr>
          <w:rtl/>
        </w:rPr>
        <w:t>رفت و روزه (اين دو ماه) را به يكديگر وصل مى نمودند، ولى مردم را نهى مى كرد كه اين دو را به يكديگر وصل نمايند و مى فرمودند: اين دو، دو ماه خداوند هستند و اين دو كفاره گناهان قبل و بعد از اين دو ماه است .</w:t>
      </w:r>
    </w:p>
    <w:p w:rsidR="00A679DB" w:rsidRDefault="00A679DB" w:rsidP="00B34984">
      <w:pPr>
        <w:pStyle w:val="libNormal"/>
        <w:rPr>
          <w:rtl/>
        </w:rPr>
      </w:pPr>
      <w:r>
        <w:rPr>
          <w:rtl/>
        </w:rPr>
        <w:t xml:space="preserve">حديث : ٩ و بهذاالاسناد عن الحسين بن سعيد عن ابن ابى عمير عن حفص بن البخترى عن ابى عبدالله </w:t>
      </w:r>
      <w:r w:rsidRPr="00B34984">
        <w:rPr>
          <w:rStyle w:val="libAlaemChar"/>
          <w:rtl/>
        </w:rPr>
        <w:t>عليه‌السلام</w:t>
      </w:r>
      <w:r>
        <w:rPr>
          <w:rtl/>
        </w:rPr>
        <w:t xml:space="preserve"> قال كن نساء النبى </w:t>
      </w:r>
      <w:r w:rsidR="00E60DFB" w:rsidRPr="00B34984">
        <w:rPr>
          <w:rStyle w:val="libAlaemChar"/>
          <w:rtl/>
        </w:rPr>
        <w:t>صلى‌الله‌عليه‌وآله</w:t>
      </w:r>
      <w:r w:rsidR="00E60DFB">
        <w:rPr>
          <w:rtl/>
        </w:rPr>
        <w:t xml:space="preserve"> </w:t>
      </w:r>
      <w:r>
        <w:rPr>
          <w:rtl/>
        </w:rPr>
        <w:t xml:space="preserve">اذا كان عليهن صيام اخرن ذلك الى شعبان كراهيه آن يمنعن رسول الله </w:t>
      </w:r>
      <w:r w:rsidR="00B34984" w:rsidRPr="00B34984">
        <w:rPr>
          <w:rStyle w:val="libAlaemChar"/>
          <w:rtl/>
        </w:rPr>
        <w:t>صلى‌الله‌عليه‌وآله</w:t>
      </w:r>
      <w:r w:rsidR="00B34984">
        <w:rPr>
          <w:rtl/>
        </w:rPr>
        <w:t xml:space="preserve"> </w:t>
      </w:r>
      <w:r>
        <w:rPr>
          <w:rtl/>
        </w:rPr>
        <w:t xml:space="preserve">حاجته و اذا كان شعبان صمن و صام معهن قال و كان رسول الله </w:t>
      </w:r>
      <w:r w:rsidR="00E60DFB" w:rsidRPr="00B34984">
        <w:rPr>
          <w:rStyle w:val="libAlaemChar"/>
          <w:rtl/>
        </w:rPr>
        <w:t>صلى‌الله‌عليه‌وآله</w:t>
      </w:r>
      <w:r w:rsidR="00E60DFB">
        <w:rPr>
          <w:rtl/>
        </w:rPr>
        <w:t xml:space="preserve"> </w:t>
      </w:r>
      <w:r>
        <w:rPr>
          <w:rtl/>
        </w:rPr>
        <w:t>يقول شعبان شهرى .</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٩. امام صادق </w:t>
      </w:r>
      <w:r w:rsidRPr="00B34984">
        <w:rPr>
          <w:rStyle w:val="libAlaemChar"/>
          <w:rtl/>
        </w:rPr>
        <w:t>عليه‌السلام</w:t>
      </w:r>
      <w:r>
        <w:rPr>
          <w:rtl/>
        </w:rPr>
        <w:t xml:space="preserve"> فرمودند: زنان پيامبر </w:t>
      </w:r>
      <w:r w:rsidR="00E60DFB" w:rsidRPr="00B34984">
        <w:rPr>
          <w:rStyle w:val="libAlaemChar"/>
          <w:rtl/>
        </w:rPr>
        <w:t>صلى‌الله‌عليه‌وآله</w:t>
      </w:r>
      <w:r w:rsidR="00E60DFB">
        <w:rPr>
          <w:rtl/>
        </w:rPr>
        <w:t xml:space="preserve"> </w:t>
      </w:r>
      <w:r>
        <w:rPr>
          <w:rtl/>
        </w:rPr>
        <w:t xml:space="preserve">هنگامى كه روزه اى به عهده آنان بود، آن را تا ماه شعبان به تاخير مى انداختند. زيرا نمى خواستند مانع نياز رسول خدا </w:t>
      </w:r>
      <w:r w:rsidR="00E60DFB" w:rsidRPr="00B34984">
        <w:rPr>
          <w:rStyle w:val="libAlaemChar"/>
          <w:rtl/>
        </w:rPr>
        <w:t>صلى‌الله‌عليه‌وآله</w:t>
      </w:r>
      <w:r w:rsidR="00E60DFB">
        <w:rPr>
          <w:rtl/>
        </w:rPr>
        <w:t xml:space="preserve"> </w:t>
      </w:r>
      <w:r>
        <w:rPr>
          <w:rtl/>
        </w:rPr>
        <w:t xml:space="preserve">شوند. هنگامى كه شعبان فرا مى رسيد آنان روزه مى گرفتند. آن حضرت </w:t>
      </w:r>
      <w:r w:rsidR="00E60DFB" w:rsidRPr="00B34984">
        <w:rPr>
          <w:rStyle w:val="libAlaemChar"/>
          <w:rtl/>
        </w:rPr>
        <w:t>صلى‌الله‌عليه‌وآله</w:t>
      </w:r>
      <w:r w:rsidR="00E60DFB">
        <w:rPr>
          <w:rtl/>
        </w:rPr>
        <w:t xml:space="preserve"> </w:t>
      </w:r>
      <w:r>
        <w:rPr>
          <w:rtl/>
        </w:rPr>
        <w:t xml:space="preserve">نيز با آنان روزه ميگرفت و نيز رسول خدا </w:t>
      </w:r>
      <w:r w:rsidR="00E60DFB" w:rsidRPr="00B34984">
        <w:rPr>
          <w:rStyle w:val="libAlaemChar"/>
          <w:rtl/>
        </w:rPr>
        <w:t>صلى‌الله‌عليه‌وآله</w:t>
      </w:r>
      <w:r w:rsidR="00E60DFB">
        <w:rPr>
          <w:rtl/>
        </w:rPr>
        <w:t xml:space="preserve"> </w:t>
      </w:r>
      <w:r>
        <w:rPr>
          <w:rtl/>
        </w:rPr>
        <w:t>مى فرمودند: شعبان ماه من است .</w:t>
      </w:r>
    </w:p>
    <w:p w:rsidR="00A679DB" w:rsidRDefault="00A679DB" w:rsidP="00A679DB">
      <w:pPr>
        <w:pStyle w:val="libNormal"/>
        <w:rPr>
          <w:rtl/>
        </w:rPr>
      </w:pPr>
      <w:r>
        <w:rPr>
          <w:rtl/>
        </w:rPr>
        <w:t xml:space="preserve">حديث : ١٠ و بهذاالاسناد عن الحسين بن سعيد عن ابن ابى عمير عن عثمان بن عيسى عن سماعه بن مهرآن قال قلت لابى عبدالله </w:t>
      </w:r>
      <w:r w:rsidRPr="00B34984">
        <w:rPr>
          <w:rStyle w:val="libAlaemChar"/>
          <w:rtl/>
        </w:rPr>
        <w:t>عليه‌السلام</w:t>
      </w:r>
      <w:r>
        <w:rPr>
          <w:rtl/>
        </w:rPr>
        <w:t xml:space="preserve"> هل صام احد من آبائك شعبان فقال خير آبائى رسول الله </w:t>
      </w:r>
      <w:r w:rsidR="00E60DFB" w:rsidRPr="00B34984">
        <w:rPr>
          <w:rStyle w:val="libAlaemChar"/>
          <w:rtl/>
        </w:rPr>
        <w:t>صلى‌الله‌عليه‌وآله</w:t>
      </w:r>
      <w:r w:rsidR="00E60DFB">
        <w:rPr>
          <w:rtl/>
        </w:rPr>
        <w:t xml:space="preserve"> </w:t>
      </w:r>
      <w:r>
        <w:rPr>
          <w:rtl/>
        </w:rPr>
        <w:t>صامه .</w:t>
      </w:r>
    </w:p>
    <w:p w:rsidR="00A679DB" w:rsidRDefault="00A679DB" w:rsidP="00A679DB">
      <w:pPr>
        <w:pStyle w:val="libNormal"/>
        <w:rPr>
          <w:rtl/>
        </w:rPr>
      </w:pPr>
      <w:r>
        <w:rPr>
          <w:rtl/>
        </w:rPr>
        <w:t>ترجمه :</w:t>
      </w:r>
    </w:p>
    <w:p w:rsidR="00A679DB" w:rsidRDefault="00A679DB" w:rsidP="00B34984">
      <w:pPr>
        <w:pStyle w:val="libNormal"/>
        <w:rPr>
          <w:rtl/>
        </w:rPr>
      </w:pPr>
      <w:r>
        <w:rPr>
          <w:rtl/>
        </w:rPr>
        <w:t xml:space="preserve">١٠. راوى مى گويد از امام صادق </w:t>
      </w:r>
      <w:r w:rsidRPr="00B34984">
        <w:rPr>
          <w:rStyle w:val="libAlaemChar"/>
          <w:rtl/>
        </w:rPr>
        <w:t>عليه‌السلام</w:t>
      </w:r>
      <w:r>
        <w:rPr>
          <w:rtl/>
        </w:rPr>
        <w:t xml:space="preserve"> پرسيدم آيا شخصى از پدر</w:t>
      </w:r>
      <w:r w:rsidR="00B34984">
        <w:rPr>
          <w:rFonts w:hint="cs"/>
          <w:rtl/>
        </w:rPr>
        <w:t>ا</w:t>
      </w:r>
      <w:r>
        <w:rPr>
          <w:rtl/>
        </w:rPr>
        <w:t xml:space="preserve">ن شما شعبان را روزه گرفته است فرمود: بهترين پدرانم رسول خدا </w:t>
      </w:r>
      <w:r w:rsidR="00E60DFB" w:rsidRPr="00B34984">
        <w:rPr>
          <w:rStyle w:val="libAlaemChar"/>
          <w:rtl/>
        </w:rPr>
        <w:t>صلى‌الله‌عليه‌وآله</w:t>
      </w:r>
      <w:r w:rsidR="00E60DFB">
        <w:rPr>
          <w:rtl/>
        </w:rPr>
        <w:t xml:space="preserve"> </w:t>
      </w:r>
      <w:r>
        <w:rPr>
          <w:rtl/>
        </w:rPr>
        <w:t>آن را روزه گرفته است .</w:t>
      </w:r>
    </w:p>
    <w:p w:rsidR="00A679DB" w:rsidRDefault="00A679DB" w:rsidP="00A679DB">
      <w:pPr>
        <w:pStyle w:val="libNormal"/>
        <w:rPr>
          <w:rtl/>
        </w:rPr>
      </w:pPr>
      <w:r>
        <w:rPr>
          <w:rtl/>
        </w:rPr>
        <w:t xml:space="preserve">حديث : ١١ و بهذاالاسناد عن الحسين بن سعيد عن عبدالرحمن بن ابى نجرآن عن يونس بن يعقوب قال سالت ابا عبدالله </w:t>
      </w:r>
      <w:r w:rsidRPr="00B34984">
        <w:rPr>
          <w:rStyle w:val="libAlaemChar"/>
          <w:rtl/>
        </w:rPr>
        <w:t>عليه‌السلام</w:t>
      </w:r>
      <w:r>
        <w:rPr>
          <w:rtl/>
        </w:rPr>
        <w:t xml:space="preserve"> عن صوم شعبان هل كان احد من آبائك يصومه فقال خير ابائى رسول الله </w:t>
      </w:r>
      <w:r w:rsidR="00E60DFB" w:rsidRPr="00B34984">
        <w:rPr>
          <w:rStyle w:val="libAlaemChar"/>
          <w:rtl/>
        </w:rPr>
        <w:t>صلى‌الله‌عليه‌وآله</w:t>
      </w:r>
      <w:r w:rsidR="00E60DFB">
        <w:rPr>
          <w:rtl/>
        </w:rPr>
        <w:t xml:space="preserve"> </w:t>
      </w:r>
      <w:r>
        <w:rPr>
          <w:rtl/>
        </w:rPr>
        <w:t>اكثر صيامه فى شعبان .</w:t>
      </w:r>
    </w:p>
    <w:p w:rsidR="00A679DB" w:rsidRDefault="00A679DB" w:rsidP="00A679DB">
      <w:pPr>
        <w:pStyle w:val="libNormal"/>
        <w:rPr>
          <w:rtl/>
        </w:rPr>
      </w:pPr>
      <w:r>
        <w:rPr>
          <w:rtl/>
        </w:rPr>
        <w:t>ترجمه :</w:t>
      </w:r>
    </w:p>
    <w:p w:rsidR="00A679DB" w:rsidRDefault="00A679DB" w:rsidP="00B34984">
      <w:pPr>
        <w:pStyle w:val="libNormal"/>
        <w:rPr>
          <w:rtl/>
        </w:rPr>
      </w:pPr>
      <w:r>
        <w:rPr>
          <w:rtl/>
        </w:rPr>
        <w:t xml:space="preserve">١١. راوى مى گويد از امام صادق </w:t>
      </w:r>
      <w:r w:rsidRPr="00B34984">
        <w:rPr>
          <w:rStyle w:val="libAlaemChar"/>
          <w:rtl/>
        </w:rPr>
        <w:t>عليه‌السلام</w:t>
      </w:r>
      <w:r>
        <w:rPr>
          <w:rtl/>
        </w:rPr>
        <w:t xml:space="preserve"> درباره روز شعبان پرسيدم كه آيا كسى از پدرآن شما آن را روزه گرفته است ؟ فرمودند: بيشترين روزه</w:t>
      </w:r>
      <w:r w:rsidR="00B34984">
        <w:rPr>
          <w:rFonts w:hint="cs"/>
          <w:rtl/>
        </w:rPr>
        <w:t xml:space="preserve"> </w:t>
      </w:r>
      <w:r>
        <w:rPr>
          <w:rtl/>
        </w:rPr>
        <w:t xml:space="preserve">بهترين پدرانم ، رسول خدا </w:t>
      </w:r>
      <w:r w:rsidR="00E60DFB" w:rsidRPr="00B34984">
        <w:rPr>
          <w:rStyle w:val="libAlaemChar"/>
          <w:rtl/>
        </w:rPr>
        <w:t>صلى‌الله‌عليه‌وآله</w:t>
      </w:r>
      <w:r w:rsidR="00E60DFB">
        <w:rPr>
          <w:rtl/>
        </w:rPr>
        <w:t xml:space="preserve"> </w:t>
      </w:r>
      <w:r>
        <w:rPr>
          <w:rtl/>
        </w:rPr>
        <w:t>در شعبان بود.</w:t>
      </w:r>
    </w:p>
    <w:p w:rsidR="00A679DB" w:rsidRDefault="00A679DB" w:rsidP="00A679DB">
      <w:pPr>
        <w:pStyle w:val="libNormal"/>
        <w:rPr>
          <w:rtl/>
        </w:rPr>
      </w:pPr>
      <w:r>
        <w:rPr>
          <w:rtl/>
        </w:rPr>
        <w:lastRenderedPageBreak/>
        <w:t xml:space="preserve">حديث : ١٢ حدثنا محمد بن ابراهيم قال حدثنا حامد بن شعيب قال حدثنا شريح بن يونس حدثنا وكيع عن سفيان عن زيد بن اسلم قال سئل رسول الله </w:t>
      </w:r>
      <w:r w:rsidR="00E60DFB" w:rsidRPr="00B34984">
        <w:rPr>
          <w:rStyle w:val="libAlaemChar"/>
          <w:rtl/>
        </w:rPr>
        <w:t>صلى‌الله‌عليه‌وآله</w:t>
      </w:r>
      <w:r w:rsidR="00E60DFB">
        <w:rPr>
          <w:rtl/>
        </w:rPr>
        <w:t xml:space="preserve"> </w:t>
      </w:r>
      <w:r>
        <w:rPr>
          <w:rtl/>
        </w:rPr>
        <w:t>عن صوم رجب فقال اين انتم عن شعبان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١٢. از رسول خدا </w:t>
      </w:r>
      <w:r w:rsidR="00E60DFB" w:rsidRPr="00B34984">
        <w:rPr>
          <w:rStyle w:val="libAlaemChar"/>
          <w:rtl/>
        </w:rPr>
        <w:t>صلى‌الله‌عليه‌وآله</w:t>
      </w:r>
      <w:r w:rsidR="00E60DFB">
        <w:rPr>
          <w:rtl/>
        </w:rPr>
        <w:t xml:space="preserve"> </w:t>
      </w:r>
      <w:r>
        <w:rPr>
          <w:rtl/>
        </w:rPr>
        <w:t xml:space="preserve">درباره روزه رجب پرسيدند. آن حضرت </w:t>
      </w:r>
      <w:r w:rsidR="00E60DFB" w:rsidRPr="00B34984">
        <w:rPr>
          <w:rStyle w:val="libAlaemChar"/>
          <w:rtl/>
        </w:rPr>
        <w:t>صلى‌الله‌عليه‌وآله</w:t>
      </w:r>
      <w:r w:rsidR="00E60DFB">
        <w:rPr>
          <w:rtl/>
        </w:rPr>
        <w:t xml:space="preserve"> </w:t>
      </w:r>
      <w:r>
        <w:rPr>
          <w:rtl/>
        </w:rPr>
        <w:t>فرمودند: چرا به فكر روزه شعبان نيستند.</w:t>
      </w:r>
    </w:p>
    <w:p w:rsidR="00A679DB" w:rsidRDefault="00A679DB" w:rsidP="00A679DB">
      <w:pPr>
        <w:pStyle w:val="libNormal"/>
        <w:rPr>
          <w:rtl/>
        </w:rPr>
      </w:pPr>
      <w:r>
        <w:rPr>
          <w:rtl/>
        </w:rPr>
        <w:t xml:space="preserve">حديث : ١٣ حدثنا حمزه بن محمد العلوى رضى الله عنه قال حثنا ابو محمد عبدالرحمن بن ابى حاتم قال حدثنا يزيد بن سنان البصرى نزيل مصر قال حدثنا عبدالرحمن بن مهدى قال حثنا ثابتبن قيس المدنى قال اخبرنى ابو سعبد المقبرى قال حدثنا اسامه بن زيد قال كان رسول الله </w:t>
      </w:r>
      <w:r w:rsidR="00E60DFB" w:rsidRPr="00B34984">
        <w:rPr>
          <w:rStyle w:val="libAlaemChar"/>
          <w:rtl/>
        </w:rPr>
        <w:t>صلى‌الله‌عليه‌وآله</w:t>
      </w:r>
      <w:r w:rsidR="00E60DFB">
        <w:rPr>
          <w:rtl/>
        </w:rPr>
        <w:t xml:space="preserve"> </w:t>
      </w:r>
      <w:r>
        <w:rPr>
          <w:rtl/>
        </w:rPr>
        <w:t>يصوم الايام حتى يقال لا يفطر و يفطر حتى يقال الا يصوم قلت رايته يصوم من شهر ما لا يصوم من شى من الشهور قال نعم قلت اى شهر قال شعبان هو شهر يغفل الناس عنه بين رجب و رمضان و هو شهر ترفع فيه الاعمال الى رب العالمين فاحب آن يرفع عملى و انا صائم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١٣. اسامه بن زيد مى گويد، رسول خدا </w:t>
      </w:r>
      <w:r w:rsidR="00E60DFB" w:rsidRPr="00B34984">
        <w:rPr>
          <w:rStyle w:val="libAlaemChar"/>
          <w:rtl/>
        </w:rPr>
        <w:t>صلى‌الله‌عليه‌وآله</w:t>
      </w:r>
      <w:r w:rsidR="00E60DFB">
        <w:rPr>
          <w:rtl/>
        </w:rPr>
        <w:t xml:space="preserve"> </w:t>
      </w:r>
      <w:r>
        <w:rPr>
          <w:rtl/>
        </w:rPr>
        <w:t xml:space="preserve">آنقدر روزه مى گرفت كه مى گفتند: هميشه روزه خواهد گرفت و آنقدر روزه نمى گرفت كه ميگفتند: ديگر روزه نخواهد گرفت . راوى مى گويد از اسامه بن زيد پرسيدم آيا ديدى رسول خدا </w:t>
      </w:r>
      <w:r w:rsidR="00E60DFB" w:rsidRPr="00B34984">
        <w:rPr>
          <w:rStyle w:val="libAlaemChar"/>
          <w:rtl/>
        </w:rPr>
        <w:t>صلى‌الله‌عليه‌وآله</w:t>
      </w:r>
      <w:r w:rsidR="00E60DFB">
        <w:rPr>
          <w:rtl/>
        </w:rPr>
        <w:t xml:space="preserve"> </w:t>
      </w:r>
      <w:r>
        <w:rPr>
          <w:rtl/>
        </w:rPr>
        <w:t>طورى در ماهى روزه بگيرد كه در هيچ ماهى اين طور روزه نگيرد؟</w:t>
      </w:r>
    </w:p>
    <w:p w:rsidR="00A679DB" w:rsidRDefault="00A679DB" w:rsidP="00A679DB">
      <w:pPr>
        <w:pStyle w:val="libNormal"/>
        <w:rPr>
          <w:rtl/>
        </w:rPr>
      </w:pPr>
      <w:r>
        <w:rPr>
          <w:rtl/>
        </w:rPr>
        <w:t xml:space="preserve">گفت بلى . پرسيدم در كدام ماه ؟ گفت : شعبان . ماهى كه بين رجب و رمضان است و مردم از آن غافلند. ماهى كه در آن اعمال بندگان بسوى </w:t>
      </w:r>
      <w:r>
        <w:rPr>
          <w:rtl/>
        </w:rPr>
        <w:lastRenderedPageBreak/>
        <w:t>پرورگار جهانيان بالا مى رود. و دوست دارم در حالى عمل من بالا رود كه روزه باشم .</w:t>
      </w:r>
    </w:p>
    <w:p w:rsidR="00A679DB" w:rsidRDefault="00A679DB" w:rsidP="00B34984">
      <w:pPr>
        <w:pStyle w:val="libNormal"/>
        <w:rPr>
          <w:rtl/>
        </w:rPr>
      </w:pPr>
      <w:r>
        <w:rPr>
          <w:rtl/>
        </w:rPr>
        <w:t xml:space="preserve">حديث : ١٤ حدثنا احمد بن الحسن القطان قال حدثنا عبدالرحمن بن ابى حاتم قال حدثنا الحجاج بن حمزه قال حدثنا يزيد قال اخبرنى صدقه الدقيقى قال حدثنا ثابت عن انس قال سئل رسول الله </w:t>
      </w:r>
      <w:r w:rsidR="00B34984" w:rsidRPr="00B34984">
        <w:rPr>
          <w:rStyle w:val="libAlaemChar"/>
          <w:rtl/>
        </w:rPr>
        <w:t>صلى‌الله‌عليه‌وآله</w:t>
      </w:r>
      <w:r w:rsidR="00B34984">
        <w:rPr>
          <w:rtl/>
        </w:rPr>
        <w:t xml:space="preserve"> </w:t>
      </w:r>
      <w:r>
        <w:rPr>
          <w:rtl/>
        </w:rPr>
        <w:t>اى الصيام افضل قال شعبان تظيما لرمضان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١٤. راوى مى گويد، از رسول خدا </w:t>
      </w:r>
      <w:r w:rsidR="00E60DFB" w:rsidRPr="00B34984">
        <w:rPr>
          <w:rStyle w:val="libAlaemChar"/>
          <w:rtl/>
        </w:rPr>
        <w:t>صلى‌الله‌عليه‌وآله</w:t>
      </w:r>
      <w:r w:rsidR="00E60DFB">
        <w:rPr>
          <w:rtl/>
        </w:rPr>
        <w:t xml:space="preserve"> </w:t>
      </w:r>
      <w:r>
        <w:rPr>
          <w:rtl/>
        </w:rPr>
        <w:t>پرسيدند كداميك از روزه ها برترند: فرمودند: شعبان . بجهت بزرگداشت رمضان .</w:t>
      </w:r>
    </w:p>
    <w:p w:rsidR="00A679DB" w:rsidRDefault="00A679DB" w:rsidP="00A679DB">
      <w:pPr>
        <w:pStyle w:val="libNormal"/>
        <w:rPr>
          <w:rtl/>
        </w:rPr>
      </w:pPr>
      <w:r>
        <w:rPr>
          <w:rtl/>
        </w:rPr>
        <w:t xml:space="preserve">حديث : ١٥ حدثنا احمد بن الحسن قال حدثنا عبدالرحمن قال حدثنا العباس بن يزيد العبدى قال حدثنا غندر قال حدثنا شعبه عن توبه العنبرى عن محمد بن ابراهيم عن ابى سلمه عن ام سلمه آن النبى </w:t>
      </w:r>
      <w:r w:rsidR="00E60DFB" w:rsidRPr="00B34984">
        <w:rPr>
          <w:rStyle w:val="libAlaemChar"/>
          <w:rtl/>
        </w:rPr>
        <w:t>صلى‌الله‌عليه‌وآله</w:t>
      </w:r>
      <w:r w:rsidR="00E60DFB">
        <w:rPr>
          <w:rtl/>
        </w:rPr>
        <w:t xml:space="preserve"> </w:t>
      </w:r>
      <w:r>
        <w:rPr>
          <w:rtl/>
        </w:rPr>
        <w:t>لم يكن يصوم من السنه شهرا تا ما الا شعبان يصل به رمضان .</w:t>
      </w:r>
      <w:r>
        <w:rPr>
          <w:rtl/>
        </w:rPr>
        <w:cr/>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١٥. راوى مى گويد: پيامبر </w:t>
      </w:r>
      <w:r w:rsidR="00E60DFB" w:rsidRPr="00B34984">
        <w:rPr>
          <w:rStyle w:val="libAlaemChar"/>
          <w:rtl/>
        </w:rPr>
        <w:t>صلى‌الله‌عليه‌وآله</w:t>
      </w:r>
      <w:r w:rsidR="00E60DFB">
        <w:rPr>
          <w:rtl/>
        </w:rPr>
        <w:t xml:space="preserve"> </w:t>
      </w:r>
      <w:r>
        <w:rPr>
          <w:rtl/>
        </w:rPr>
        <w:t>هيچ ماهى را بطور كامل روزه نمى گرفت ، مگر شعبان كه آن را به رمضان وصل مى نمود.</w:t>
      </w:r>
    </w:p>
    <w:p w:rsidR="00A679DB" w:rsidRDefault="00A679DB" w:rsidP="00A679DB">
      <w:pPr>
        <w:pStyle w:val="libNormal"/>
        <w:rPr>
          <w:rtl/>
        </w:rPr>
      </w:pPr>
      <w:r>
        <w:rPr>
          <w:rtl/>
        </w:rPr>
        <w:t xml:space="preserve">حديث : ١٦ حدثنا محمد بن ابراهيم قال حدثنا محمد بن الحسين قال حدثنا ابوالحسن على بن محمد بنعلى قال حدثنا الحسن بن محمد المروزى عن ابيه عن يحيى بن عياس عن على بن عاصم الواسطى قال اخبرنى عطاء بن السائب عن سعيد بن جبير عن ابن عباس قال قال رسول الله </w:t>
      </w:r>
      <w:r w:rsidR="00E60DFB" w:rsidRPr="00B34984">
        <w:rPr>
          <w:rStyle w:val="libAlaemChar"/>
          <w:rtl/>
        </w:rPr>
        <w:t>صلى‌الله‌عليه‌وآله</w:t>
      </w:r>
      <w:r w:rsidR="00E60DFB">
        <w:rPr>
          <w:rtl/>
        </w:rPr>
        <w:t xml:space="preserve"> </w:t>
      </w:r>
      <w:r>
        <w:rPr>
          <w:rtl/>
        </w:rPr>
        <w:t xml:space="preserve">و قد تذاكر اصحابه عنده فضائل شعبان قال شهر شريف و هو شهرى و حمله العرش تعظمه و تعرف حقه و </w:t>
      </w:r>
      <w:r>
        <w:rPr>
          <w:rtl/>
        </w:rPr>
        <w:lastRenderedPageBreak/>
        <w:t xml:space="preserve">هو شهر تزاد فيه ارزاق المومنين لرمضان و تزين فيه الجنان و انما سمى شعبان لانه تتشعب فيه ارزاق المومنين و هو شهر العمل فيه تضاعف الحسنه لانه تتشعب فيه ارزاق المومنين و هو شهر العمل فيه تضاعف الحسنه سبعين و السيئه محوطه و الذنب مغفور و الحسنه مقبوله و الجبار جل جلاله يباهى فيه بعباده و ينظر من عرشه الى صوامه و قامه فيباهى بهم حمله عرشه فقام على بن ابى طالب </w:t>
      </w:r>
      <w:r w:rsidRPr="00B75D86">
        <w:rPr>
          <w:rStyle w:val="libAlaemChar"/>
          <w:rtl/>
        </w:rPr>
        <w:t>عليه‌السلام</w:t>
      </w:r>
      <w:r>
        <w:rPr>
          <w:rtl/>
        </w:rPr>
        <w:t xml:space="preserve"> و قال بابى انت و امى يا رسول الله </w:t>
      </w:r>
      <w:r w:rsidR="00E60DFB">
        <w:rPr>
          <w:rtl/>
        </w:rPr>
        <w:t xml:space="preserve">صلى‌الله‌عليه‌وآله </w:t>
      </w:r>
      <w:r>
        <w:rPr>
          <w:rtl/>
        </w:rPr>
        <w:t xml:space="preserve">صف لنا شيئا من فضله لنزداد رغبه فى صيامه و قيامه و لنهجد للجليل فيه فقال </w:t>
      </w:r>
      <w:r w:rsidR="00E60DFB" w:rsidRPr="00B75D86">
        <w:rPr>
          <w:rStyle w:val="libAlaemChar"/>
          <w:rtl/>
        </w:rPr>
        <w:t>صلى‌الله‌عليه‌وآله</w:t>
      </w:r>
      <w:r w:rsidR="00E60DFB">
        <w:rPr>
          <w:rtl/>
        </w:rPr>
        <w:t xml:space="preserve"> </w:t>
      </w:r>
      <w:r>
        <w:rPr>
          <w:rtl/>
        </w:rPr>
        <w:t xml:space="preserve">من صام اول يوم من شعبان كتب الله له سبعين حسنه الحسنه تعادل عباده سنه و من صامه يومين من شعبان حط عنه السيئه الموبقه و من صام ثلاثه ايام من شعبان رفع له سبعون درجه فى الجنان من در و ياقوت و من صاماربعه ايام من شعبان و سع عليه فى الرزق و من صام خمسه ايام من شعبان حبب الى العباد و من صام سته ايام من شعبان صرف الله عنه سبعين لونا من البلاء و من صام سبعه ايام من شعبان عصم من ابليس و جنوده و همزه و غمزه و من صام ثمانيه ايام من شعبان لم يخرج من الدنيا حتى يسقى من حياض القدس و من صامه تسعه ايام من شعبان عطف عليه منكر و نكير عند ما يسالانه و من صام من شعبان عشره ايام و سع الله عليه قبره سبعين ذراعا فى سبعين ذراعا و من صام احد عشر يوما من شعبان ضرب على قبره احدى عشره مناره من نور و من صام اثنى عشر يوما من شعبان زراره فى قبر كل يوم سبعون الف ملك الى النفخ فى المصور و من صام ثلاثه عشر يوما من شعبان استغفرت له ملائكه سبع سماوات و من صام اربعه عشر يوما من شعبان الهمت الدواب و السباع حتى الحيتان فى البحور آن لا احرقك بالنار و من صام سته عشر يوما من شعبان اطفى عنه سبعون بحرا من النيرآن و من صام سبعه عشر يوما من شعبان اطفى عنه سبعون بحرا من النيرآن و من صام سبعه </w:t>
      </w:r>
      <w:r>
        <w:rPr>
          <w:rtl/>
        </w:rPr>
        <w:lastRenderedPageBreak/>
        <w:t>عشر يوما من شعبان اغلقت عنه ابواب النيرآن كلها و من صام ثمانيه عشر يوما من شعبان فتحت له ابواب الجنان كلها و من صامتسعه عشر يوما من شعبان اعطى سبعين الف قصر فى الجنان من در و ياقوت و من صام عشرين يوما من شعبان زوج سبعين الف زوجه من الحور العين و من صام احد و عشرين يوما من شعبان زوج رحبت له الملائكه و مسحته باجنحتها و من صام اثنين و عشرين يوما من شعبان كسى سبعين الف حله : سندرس و استبرق و من صام ثلاثه و عشرين يوما من شعبان اتى بدابه من نور عند خروجه من قبر فيركبها طيارا الى الجنه و من صام اربعه و عشرين يوما من شعبان شفع فى سبعين الفا من اهل التوحيد و من صام خمسه و عشرين يوما من شعبان كتب الله له جوازا على الصراط و من صاتم سبعه و عشرين يوما من شعبان كتب الله له جوازا على الصراط و من صام سبعه و عشرين يوما من شعبان كتب الله له براء من النار و من صام ثمانيه و عشرين يوما من شعبان تهلل و جهه و من صام تسعه و عشرين يوما من شعبان نال رضوآن الله عزوجل وجهه و منصام تسعه و عشرين يوما من شعبان نال رضوآن الله عزوجل الاكبر و من صام ثلاثين يوما من شعبان ناداه جبرئيل عليه‌السلام من قدام العرش يا هذا استانف العمل عملا جديدا فقدغفر لك ما مضى و تقدم من ذنوبك و الجليل عزوجل يقول لو كانت ذنوبك عدد نجوم المساء و قطر الامطار و ورق الاشجار و عدد الرمل و الثرى و ايام الدنيا لغفر تها لك و ما ذلك على الله بعزيز بعد صيامك شهر شعبان قال ابن عباس هذا الشهر شعبان .</w:t>
      </w:r>
    </w:p>
    <w:p w:rsidR="00A679DB" w:rsidRDefault="00A679DB" w:rsidP="00A679DB">
      <w:pPr>
        <w:pStyle w:val="libNormal"/>
        <w:rPr>
          <w:rtl/>
        </w:rPr>
      </w:pPr>
      <w:r>
        <w:rPr>
          <w:rtl/>
        </w:rPr>
        <w:t>ترجمه :</w:t>
      </w:r>
    </w:p>
    <w:p w:rsidR="00A679DB" w:rsidRDefault="00A679DB" w:rsidP="00B75D86">
      <w:pPr>
        <w:pStyle w:val="libNormal"/>
        <w:rPr>
          <w:rtl/>
        </w:rPr>
      </w:pPr>
      <w:r>
        <w:rPr>
          <w:rtl/>
        </w:rPr>
        <w:t xml:space="preserve">١٦. ابن عباس مى گويد، در حالى كه اصحاب رسول خدا </w:t>
      </w:r>
      <w:r w:rsidR="00E60DFB" w:rsidRPr="00B75D86">
        <w:rPr>
          <w:rStyle w:val="libAlaemChar"/>
          <w:rtl/>
        </w:rPr>
        <w:t>صلى‌الله‌عليه‌وآله</w:t>
      </w:r>
      <w:r w:rsidR="00E60DFB">
        <w:rPr>
          <w:rtl/>
        </w:rPr>
        <w:t xml:space="preserve"> </w:t>
      </w:r>
      <w:r>
        <w:rPr>
          <w:rtl/>
        </w:rPr>
        <w:t xml:space="preserve">نزد آن حضرت </w:t>
      </w:r>
      <w:r w:rsidR="00E60DFB" w:rsidRPr="00B75D86">
        <w:rPr>
          <w:rStyle w:val="libAlaemChar"/>
          <w:rtl/>
        </w:rPr>
        <w:t>صلى‌الله‌عليه‌وآله</w:t>
      </w:r>
      <w:r w:rsidR="00E60DFB">
        <w:rPr>
          <w:rtl/>
        </w:rPr>
        <w:t xml:space="preserve"> </w:t>
      </w:r>
      <w:r>
        <w:rPr>
          <w:rtl/>
        </w:rPr>
        <w:t xml:space="preserve">درباره فضايل شعبان سخن مى گفتند، آن حضرت </w:t>
      </w:r>
      <w:r w:rsidR="00E60DFB" w:rsidRPr="00B75D86">
        <w:rPr>
          <w:rStyle w:val="libAlaemChar"/>
          <w:rtl/>
        </w:rPr>
        <w:t>صلى‌الله‌عليه‌وآله</w:t>
      </w:r>
      <w:r w:rsidR="00E60DFB">
        <w:rPr>
          <w:rtl/>
        </w:rPr>
        <w:t xml:space="preserve"> </w:t>
      </w:r>
      <w:r>
        <w:rPr>
          <w:rtl/>
        </w:rPr>
        <w:t xml:space="preserve">فرمودند: </w:t>
      </w:r>
      <w:r>
        <w:rPr>
          <w:rtl/>
        </w:rPr>
        <w:lastRenderedPageBreak/>
        <w:t>ماه شريفى است و آن ماه من است . حمل كنندگان عرش آن را بزرگ داشته و قدر آن را مى شناسند و آن ماهى است كه ارزاق مؤ منين براى رمضان در آن زياد مى شود و بهشت آراسته مى گردند. و فقط باين جهت شعبان ناميده شده كه ارزاق مؤ منين در آن زياد مى شود. آن ماه عمل است كه در آن حسنه هفتاد بار دو چند</w:t>
      </w:r>
      <w:r w:rsidR="00B75D86">
        <w:rPr>
          <w:rFonts w:hint="cs"/>
          <w:rtl/>
        </w:rPr>
        <w:t>ا</w:t>
      </w:r>
      <w:r>
        <w:rPr>
          <w:rtl/>
        </w:rPr>
        <w:t>ن گرديده ، بديها ريخته شده گناهان آمرزيده شده و حسنه قبوى مى شود، خداى بزرگ به بندگان خود مباهات مى نمايد، از عرش خود به روزه دار</w:t>
      </w:r>
      <w:r w:rsidR="00B75D86">
        <w:rPr>
          <w:rFonts w:hint="cs"/>
          <w:rtl/>
        </w:rPr>
        <w:t>ا</w:t>
      </w:r>
      <w:r>
        <w:rPr>
          <w:rtl/>
        </w:rPr>
        <w:t xml:space="preserve">ن و عبادت كنندگان نگريسته و بخاطر ايشان به حمل كنندگان عرش خود مباهات مى نمايد. در اين جا على بن ابى طالب </w:t>
      </w:r>
      <w:r w:rsidRPr="00B75D86">
        <w:rPr>
          <w:rStyle w:val="libAlaemChar"/>
          <w:rtl/>
        </w:rPr>
        <w:t>عليه‌السلام</w:t>
      </w:r>
      <w:r>
        <w:rPr>
          <w:rtl/>
        </w:rPr>
        <w:t xml:space="preserve"> بپا خاسته و عرض كرد: پدر و مادرم فداى تو. اى رسول خدا! مقدارى از برترى آن را بيان فرماييد تا رغبت ما به روزه و عبادت آن بيشتر شده و براى خداى بزرگ در آن ، شب زنده دارى كنيم . آن حضرت </w:t>
      </w:r>
      <w:r w:rsidR="00E60DFB" w:rsidRPr="00B75D86">
        <w:rPr>
          <w:rStyle w:val="libAlaemChar"/>
          <w:rtl/>
        </w:rPr>
        <w:t>صلى‌الله‌عليه‌وآله</w:t>
      </w:r>
      <w:r w:rsidR="00E60DFB">
        <w:rPr>
          <w:rtl/>
        </w:rPr>
        <w:t xml:space="preserve"> </w:t>
      </w:r>
      <w:r>
        <w:rPr>
          <w:rtl/>
        </w:rPr>
        <w:t>فرمودند</w:t>
      </w:r>
    </w:p>
    <w:p w:rsidR="00A679DB" w:rsidRDefault="00A679DB" w:rsidP="00A679DB">
      <w:pPr>
        <w:pStyle w:val="libNormal"/>
        <w:rPr>
          <w:rtl/>
        </w:rPr>
      </w:pPr>
      <w:r>
        <w:rPr>
          <w:rtl/>
        </w:rPr>
        <w:t>كسى كه روز اول شعبان روزه بگيرد، خداوند براى او هفتاد حسنه مى نويسد كه هر حسنه اى برابر با يكسال عبادت است .</w:t>
      </w:r>
    </w:p>
    <w:p w:rsidR="00A679DB" w:rsidRDefault="00A679DB" w:rsidP="00A679DB">
      <w:pPr>
        <w:pStyle w:val="libNormal"/>
        <w:rPr>
          <w:rtl/>
        </w:rPr>
      </w:pPr>
      <w:r>
        <w:rPr>
          <w:rtl/>
        </w:rPr>
        <w:t>و كسى كه دو روز از شعبان را روزه بگيرد، گناه هلاك كننده او از مى ريزد.</w:t>
      </w:r>
    </w:p>
    <w:p w:rsidR="00A679DB" w:rsidRDefault="00A679DB" w:rsidP="00B75D86">
      <w:pPr>
        <w:pStyle w:val="libNormal"/>
        <w:rPr>
          <w:rtl/>
        </w:rPr>
      </w:pPr>
      <w:r>
        <w:rPr>
          <w:rtl/>
        </w:rPr>
        <w:t>و كسى كه از شعبان را سه روزه بگيرد، هفتاد درجه از در و ياقوت در بهشتها براى او بالا مى رود.</w:t>
      </w:r>
    </w:p>
    <w:p w:rsidR="00A679DB" w:rsidRDefault="00A679DB" w:rsidP="00A679DB">
      <w:pPr>
        <w:pStyle w:val="libNormal"/>
        <w:rPr>
          <w:rtl/>
        </w:rPr>
      </w:pPr>
      <w:r>
        <w:rPr>
          <w:rtl/>
        </w:rPr>
        <w:t>و كسى كه روز از شعبان را چهار روزه بگيرد،روزى او گسترده خواهد شد.</w:t>
      </w:r>
    </w:p>
    <w:p w:rsidR="00A679DB" w:rsidRDefault="00A679DB" w:rsidP="00A679DB">
      <w:pPr>
        <w:pStyle w:val="libNormal"/>
        <w:rPr>
          <w:rtl/>
        </w:rPr>
      </w:pPr>
      <w:r>
        <w:rPr>
          <w:rtl/>
        </w:rPr>
        <w:t>و كسى كه روز از شعبان را پنج روزه بگيرد،نزد بندگان خدا محبوب مى گردد.</w:t>
      </w:r>
    </w:p>
    <w:p w:rsidR="00A679DB" w:rsidRDefault="00A679DB" w:rsidP="00A679DB">
      <w:pPr>
        <w:pStyle w:val="libNormal"/>
        <w:rPr>
          <w:rtl/>
        </w:rPr>
      </w:pPr>
      <w:r>
        <w:rPr>
          <w:rtl/>
        </w:rPr>
        <w:t>و كسى كه روز از شعبان را شش روزه بگيرد، خداوند هفتاد نوع بلا را از وى دور مى نمايد.</w:t>
      </w:r>
    </w:p>
    <w:p w:rsidR="00A679DB" w:rsidRDefault="00A679DB" w:rsidP="00A679DB">
      <w:pPr>
        <w:pStyle w:val="libNormal"/>
        <w:rPr>
          <w:rtl/>
        </w:rPr>
      </w:pPr>
      <w:r>
        <w:rPr>
          <w:rtl/>
        </w:rPr>
        <w:lastRenderedPageBreak/>
        <w:t>و كسى كه روز از شعبان را هفت روزه بگيرد، خداوند او را از شيطان ، لشكريانش ، وسوسه و اشاره اش حفظ مى نمايد.</w:t>
      </w:r>
    </w:p>
    <w:p w:rsidR="00A679DB" w:rsidRDefault="00A679DB" w:rsidP="00A679DB">
      <w:pPr>
        <w:pStyle w:val="libNormal"/>
        <w:rPr>
          <w:rtl/>
        </w:rPr>
      </w:pPr>
      <w:r>
        <w:rPr>
          <w:rtl/>
        </w:rPr>
        <w:t>و كسى كه روز از شعبان را هشت روزه بگيرد، تا زمانى كه از حوضهاى بهشتى ننوشد از دنيا خارج نخواهد شد.</w:t>
      </w:r>
    </w:p>
    <w:p w:rsidR="00A679DB" w:rsidRDefault="00A679DB" w:rsidP="00A679DB">
      <w:pPr>
        <w:pStyle w:val="libNormal"/>
        <w:rPr>
          <w:rtl/>
        </w:rPr>
      </w:pPr>
      <w:r>
        <w:rPr>
          <w:rtl/>
        </w:rPr>
        <w:t>و كسى كه روز از شعبان را نه روزه بگيرد، نكير و منكر هنگام سوال از او، با او مهربان خواهند بود.</w:t>
      </w:r>
    </w:p>
    <w:p w:rsidR="00A679DB" w:rsidRDefault="00A679DB" w:rsidP="00A679DB">
      <w:pPr>
        <w:pStyle w:val="libNormal"/>
        <w:rPr>
          <w:rtl/>
        </w:rPr>
      </w:pPr>
      <w:r>
        <w:rPr>
          <w:rtl/>
        </w:rPr>
        <w:t>و كسى كه روز از شعبان را ده روزه بگيرد، خداوند قبر او را به مقدار هفتاد ذراع در هفتاد ذراع وسعت مى دهد.</w:t>
      </w:r>
    </w:p>
    <w:p w:rsidR="00A679DB" w:rsidRDefault="00A679DB" w:rsidP="00A679DB">
      <w:pPr>
        <w:pStyle w:val="libNormal"/>
        <w:rPr>
          <w:rtl/>
        </w:rPr>
      </w:pPr>
      <w:r>
        <w:rPr>
          <w:rtl/>
        </w:rPr>
        <w:t>و كسى كه روز از شعبان را يازده روزه بگيرد، بر قبر او يازده مناره از نور مى زنند.</w:t>
      </w:r>
    </w:p>
    <w:p w:rsidR="00A679DB" w:rsidRDefault="00A679DB" w:rsidP="00B75D86">
      <w:pPr>
        <w:pStyle w:val="libNormal"/>
        <w:rPr>
          <w:rtl/>
        </w:rPr>
      </w:pPr>
      <w:r>
        <w:rPr>
          <w:rtl/>
        </w:rPr>
        <w:t xml:space="preserve">و كسى كه روز از شعبان را دوازده روزه بگيرد، تا دميدن در صور (روز قيامت) هر روز هفتاد </w:t>
      </w:r>
      <w:r w:rsidR="00B75D86">
        <w:rPr>
          <w:rFonts w:hint="cs"/>
          <w:rtl/>
        </w:rPr>
        <w:t>هزار</w:t>
      </w:r>
      <w:r>
        <w:rPr>
          <w:rtl/>
        </w:rPr>
        <w:t>فرشته او را در قبرش زيارت مى كنند.</w:t>
      </w:r>
    </w:p>
    <w:p w:rsidR="00A679DB" w:rsidRDefault="00A679DB" w:rsidP="00A679DB">
      <w:pPr>
        <w:pStyle w:val="libNormal"/>
        <w:rPr>
          <w:rtl/>
        </w:rPr>
      </w:pPr>
      <w:r>
        <w:rPr>
          <w:rtl/>
        </w:rPr>
        <w:t>و كسى كه روز از شعبان را سيزده روزه بگيرد، فرشتگان هفت آسمان براى او استغفار مى كنند.</w:t>
      </w:r>
    </w:p>
    <w:p w:rsidR="00A679DB" w:rsidRDefault="00A679DB" w:rsidP="00A679DB">
      <w:pPr>
        <w:pStyle w:val="libNormal"/>
        <w:rPr>
          <w:rtl/>
        </w:rPr>
      </w:pPr>
      <w:r>
        <w:rPr>
          <w:rtl/>
        </w:rPr>
        <w:t>و كسى كه روز از شعبان را چهارده روزه بگيرد، به چهارپايان و درندگان حتى ماهيهاى دريا الهام مى شود كه براى او استغفار كنند.</w:t>
      </w:r>
    </w:p>
    <w:p w:rsidR="00A679DB" w:rsidRDefault="00A679DB" w:rsidP="00A679DB">
      <w:pPr>
        <w:pStyle w:val="libNormal"/>
        <w:rPr>
          <w:rtl/>
        </w:rPr>
      </w:pPr>
      <w:r>
        <w:rPr>
          <w:rtl/>
        </w:rPr>
        <w:t>و كسى كه پانزده روز از شعبان را روزه بگيرد،پروردگار عزت ، او را ندا مى دهد: سوگند به عزتم تو را با آتش نمى سوزانم .</w:t>
      </w:r>
    </w:p>
    <w:p w:rsidR="00A679DB" w:rsidRDefault="00A679DB" w:rsidP="00A679DB">
      <w:pPr>
        <w:pStyle w:val="libNormal"/>
        <w:rPr>
          <w:rtl/>
        </w:rPr>
      </w:pPr>
      <w:r>
        <w:rPr>
          <w:rtl/>
        </w:rPr>
        <w:t>و كسى كه شانزده روز از شعبان را روزه بگيرد، هفتاد درياى آتش بروى او خاموش مى شود.</w:t>
      </w:r>
    </w:p>
    <w:p w:rsidR="00A679DB" w:rsidRDefault="00A679DB" w:rsidP="00A679DB">
      <w:pPr>
        <w:pStyle w:val="libNormal"/>
        <w:rPr>
          <w:rtl/>
        </w:rPr>
      </w:pPr>
      <w:r>
        <w:rPr>
          <w:rtl/>
        </w:rPr>
        <w:t>و كسى كه هفده روز از شعبان را روزه بگيرد، تمامى درهاى جهنم بر او بسته خواهد شد.</w:t>
      </w:r>
    </w:p>
    <w:p w:rsidR="00A679DB" w:rsidRDefault="00A679DB" w:rsidP="00A679DB">
      <w:pPr>
        <w:pStyle w:val="libNormal"/>
        <w:rPr>
          <w:rtl/>
        </w:rPr>
      </w:pPr>
      <w:r>
        <w:rPr>
          <w:rtl/>
        </w:rPr>
        <w:lastRenderedPageBreak/>
        <w:t>و كسى كه هيجده روز از شعبان را روزه بگيرد، تمامى درهاى بهشت بروى او گشوده خواهد شد.</w:t>
      </w:r>
    </w:p>
    <w:p w:rsidR="00A679DB" w:rsidRDefault="00A679DB" w:rsidP="00A679DB">
      <w:pPr>
        <w:pStyle w:val="libNormal"/>
        <w:rPr>
          <w:rtl/>
        </w:rPr>
      </w:pPr>
      <w:r>
        <w:rPr>
          <w:rtl/>
        </w:rPr>
        <w:t>و كسى كه نوزده روز از شعبان را روزه بگيرد، هفتاد هزار كاخ از در و ياقوت در بهشتها به او مى دهند.</w:t>
      </w:r>
    </w:p>
    <w:p w:rsidR="00A679DB" w:rsidRDefault="00A679DB" w:rsidP="00A679DB">
      <w:pPr>
        <w:pStyle w:val="libNormal"/>
        <w:rPr>
          <w:rtl/>
        </w:rPr>
      </w:pPr>
      <w:r>
        <w:rPr>
          <w:rtl/>
        </w:rPr>
        <w:t>و كسى كه بيست روز از شعبان را روزه بگيرد، هفتاد هزار حور العين به او مى دهند.</w:t>
      </w:r>
    </w:p>
    <w:p w:rsidR="00A679DB" w:rsidRDefault="00A679DB" w:rsidP="00A679DB">
      <w:pPr>
        <w:pStyle w:val="libNormal"/>
        <w:rPr>
          <w:rtl/>
        </w:rPr>
      </w:pPr>
      <w:r>
        <w:rPr>
          <w:rtl/>
        </w:rPr>
        <w:t>و كسى كه بيست و يك روز از شعبان را روزه بگيرد،فرشتگان به او خير مقدم ، خوش آمد و مرحبا گفته و بالهاى خود را به او مى مالند.</w:t>
      </w:r>
    </w:p>
    <w:p w:rsidR="00A679DB" w:rsidRDefault="00A679DB" w:rsidP="00A679DB">
      <w:pPr>
        <w:pStyle w:val="libNormal"/>
        <w:rPr>
          <w:rtl/>
        </w:rPr>
      </w:pPr>
      <w:r>
        <w:rPr>
          <w:rtl/>
        </w:rPr>
        <w:t>و كسى كه بيست و دو روز از شعبان را روزه بگيرد، هفتاد هزار لباس ‍ (بهشتى) از «سندس» و «استبرق» به او مى پوشانند.</w:t>
      </w:r>
    </w:p>
    <w:p w:rsidR="00A679DB" w:rsidRDefault="00A679DB" w:rsidP="00B75D86">
      <w:pPr>
        <w:pStyle w:val="libNormal"/>
        <w:rPr>
          <w:rtl/>
        </w:rPr>
      </w:pPr>
      <w:r>
        <w:rPr>
          <w:rtl/>
        </w:rPr>
        <w:t>و كسى كه بيست و سه روز از شعبان را روزه بگيرد، هنگام خروج از قبر چهارپايى از نو</w:t>
      </w:r>
      <w:r w:rsidR="00B75D86">
        <w:rPr>
          <w:rFonts w:hint="cs"/>
          <w:rtl/>
        </w:rPr>
        <w:t>ر</w:t>
      </w:r>
      <w:r>
        <w:rPr>
          <w:rtl/>
        </w:rPr>
        <w:t xml:space="preserve"> براى او مى آورند كه سوار آن شده و به بهشت پرواز نمايد</w:t>
      </w:r>
    </w:p>
    <w:p w:rsidR="00A679DB" w:rsidRDefault="00A679DB" w:rsidP="00A679DB">
      <w:pPr>
        <w:pStyle w:val="libNormal"/>
        <w:rPr>
          <w:rtl/>
        </w:rPr>
      </w:pPr>
      <w:r>
        <w:rPr>
          <w:rtl/>
        </w:rPr>
        <w:t>و كسى كه بيست و چهار روز از شعبان را روزه بگيرد، شفاعت او درباره هفتاد هزار يكتاپرست پذيرفته مى گردد.</w:t>
      </w:r>
    </w:p>
    <w:p w:rsidR="00A679DB" w:rsidRDefault="00A679DB" w:rsidP="00A679DB">
      <w:pPr>
        <w:pStyle w:val="libNormal"/>
        <w:rPr>
          <w:rtl/>
        </w:rPr>
      </w:pPr>
      <w:r>
        <w:rPr>
          <w:rtl/>
        </w:rPr>
        <w:t>و كسى كه بيست و پنج روز از شعبان را روزه بگيرد، بيزارى از نفاق به او مى دهند.</w:t>
      </w:r>
    </w:p>
    <w:p w:rsidR="00A679DB" w:rsidRDefault="00A679DB" w:rsidP="00A679DB">
      <w:pPr>
        <w:pStyle w:val="libNormal"/>
        <w:rPr>
          <w:rtl/>
        </w:rPr>
      </w:pPr>
      <w:r>
        <w:rPr>
          <w:rtl/>
        </w:rPr>
        <w:t>و كسى كه بيست و شش روز از شعبان را روزه بگيرد، خداوند جواز عبور از پل صراط را براى او مى نويسد.</w:t>
      </w:r>
    </w:p>
    <w:p w:rsidR="00A679DB" w:rsidRDefault="00A679DB" w:rsidP="00A679DB">
      <w:pPr>
        <w:pStyle w:val="libNormal"/>
        <w:rPr>
          <w:rtl/>
        </w:rPr>
      </w:pPr>
      <w:r>
        <w:rPr>
          <w:rtl/>
        </w:rPr>
        <w:t>و كسى كه بيست و هفت روز از شعبان را روزه بگيرد، خداوند رهايى از آتش براى او مى نويسد.</w:t>
      </w:r>
    </w:p>
    <w:p w:rsidR="00A679DB" w:rsidRDefault="00A679DB" w:rsidP="00A679DB">
      <w:pPr>
        <w:pStyle w:val="libNormal"/>
        <w:rPr>
          <w:rtl/>
        </w:rPr>
      </w:pPr>
      <w:r>
        <w:rPr>
          <w:rtl/>
        </w:rPr>
        <w:t xml:space="preserve">و كسى كه </w:t>
      </w:r>
      <w:r w:rsidR="00B75D86">
        <w:rPr>
          <w:rFonts w:hint="cs"/>
          <w:rtl/>
        </w:rPr>
        <w:t xml:space="preserve">بیست هشت </w:t>
      </w:r>
      <w:r>
        <w:rPr>
          <w:rtl/>
        </w:rPr>
        <w:t>روز از شعبان را روزه بگيرد، صورتش برق مى زند و مى درخشد</w:t>
      </w:r>
    </w:p>
    <w:p w:rsidR="00A679DB" w:rsidRDefault="00A679DB" w:rsidP="00A679DB">
      <w:pPr>
        <w:pStyle w:val="libNormal"/>
        <w:rPr>
          <w:rtl/>
        </w:rPr>
      </w:pPr>
      <w:r>
        <w:rPr>
          <w:rtl/>
        </w:rPr>
        <w:lastRenderedPageBreak/>
        <w:t xml:space="preserve">و كسى كه </w:t>
      </w:r>
      <w:r w:rsidR="00B75D86">
        <w:rPr>
          <w:rFonts w:hint="cs"/>
          <w:rtl/>
        </w:rPr>
        <w:t xml:space="preserve">بیست نه </w:t>
      </w:r>
      <w:r>
        <w:rPr>
          <w:rtl/>
        </w:rPr>
        <w:t>روز از شعبان را روزه بگيرد، به رضايت بزرگ خداوند مى رسد.</w:t>
      </w:r>
    </w:p>
    <w:p w:rsidR="00A679DB" w:rsidRDefault="00A679DB" w:rsidP="00B75D86">
      <w:pPr>
        <w:pStyle w:val="libNormal"/>
        <w:rPr>
          <w:rtl/>
        </w:rPr>
      </w:pPr>
      <w:r>
        <w:rPr>
          <w:rtl/>
        </w:rPr>
        <w:t>و كسى كه</w:t>
      </w:r>
      <w:r w:rsidR="00B75D86">
        <w:rPr>
          <w:rFonts w:hint="cs"/>
          <w:rtl/>
        </w:rPr>
        <w:t xml:space="preserve"> سی</w:t>
      </w:r>
      <w:r>
        <w:rPr>
          <w:rtl/>
        </w:rPr>
        <w:t xml:space="preserve"> روز از شعبان را روزه بگيرد، جبرييل از جلو عرش او را ندا مى دهد: اى شخص ! اعمال تازه ات را از نو شروع كن كه گناهان گذشته و قبليت آمرزيده شد. و خداى بزرگ و جليل مى فرمايند: اگر گناهان تو به تعداد ستارگان آسمان و قطره هاى بار</w:t>
      </w:r>
      <w:r w:rsidR="00B75D86">
        <w:rPr>
          <w:rFonts w:hint="cs"/>
          <w:rtl/>
        </w:rPr>
        <w:t>ا</w:t>
      </w:r>
      <w:r>
        <w:rPr>
          <w:rtl/>
        </w:rPr>
        <w:t>ن و برگهاى درختان و به تعداد شن ، شبنم و روزهاى دنيا باشد، مطمئن باش كه آن را براى تو آمرزيدم ، و اين آمرزش بعد از اين كه شعبان را روزه گرفتى براى خداوند بزرگ نيست .</w:t>
      </w:r>
    </w:p>
    <w:p w:rsidR="00A679DB" w:rsidRDefault="00A679DB" w:rsidP="00A679DB">
      <w:pPr>
        <w:pStyle w:val="libNormal"/>
        <w:rPr>
          <w:rtl/>
        </w:rPr>
      </w:pPr>
      <w:r>
        <w:rPr>
          <w:rtl/>
        </w:rPr>
        <w:t>ابن عباس مى گويد، اين ثواب ماه شعبان است .</w:t>
      </w:r>
    </w:p>
    <w:p w:rsidR="00A679DB" w:rsidRDefault="00A679DB" w:rsidP="00A679DB">
      <w:pPr>
        <w:pStyle w:val="libNormal"/>
        <w:rPr>
          <w:rtl/>
        </w:rPr>
      </w:pPr>
    </w:p>
    <w:p w:rsidR="00A679DB" w:rsidRDefault="00B75D86" w:rsidP="00A679DB">
      <w:pPr>
        <w:pStyle w:val="libNormal"/>
        <w:rPr>
          <w:rtl/>
        </w:rPr>
      </w:pPr>
      <w:r>
        <w:rPr>
          <w:rtl/>
        </w:rPr>
        <w:br w:type="page"/>
      </w:r>
    </w:p>
    <w:p w:rsidR="00A679DB" w:rsidRDefault="00A679DB" w:rsidP="00B75D86">
      <w:pPr>
        <w:pStyle w:val="Heading2"/>
        <w:rPr>
          <w:rtl/>
        </w:rPr>
      </w:pPr>
      <w:bookmarkStart w:id="125" w:name="_Toc449617182"/>
      <w:r>
        <w:rPr>
          <w:rtl/>
        </w:rPr>
        <w:t>برترى ماه رمضان و ثواب روزه آن</w:t>
      </w:r>
      <w:bookmarkEnd w:id="125"/>
    </w:p>
    <w:p w:rsidR="00A679DB" w:rsidRDefault="00A679DB" w:rsidP="00A679DB">
      <w:pPr>
        <w:pStyle w:val="libNormal"/>
        <w:rPr>
          <w:rtl/>
        </w:rPr>
      </w:pPr>
      <w:r>
        <w:rPr>
          <w:rtl/>
        </w:rPr>
        <w:t xml:space="preserve">حديث : ١ ابى رحمه الله قال حدثنا سعد بن عبدالله قال حدثنا احمد بن محمد عن الحسين بن سعيد عن ابن ابى عمير قال حدثنى احمد بن النضر الخزاز عن عمرو بن شمر عن جابر عن ابى جعفر </w:t>
      </w:r>
      <w:r w:rsidRPr="00B75D86">
        <w:rPr>
          <w:rStyle w:val="libAlaemChar"/>
          <w:rtl/>
        </w:rPr>
        <w:t>عليه‌السلام</w:t>
      </w:r>
      <w:r>
        <w:rPr>
          <w:rtl/>
        </w:rPr>
        <w:t xml:space="preserve"> قال قال يا جابر من دخل عليه شهر رمضان فصام نهاره و قام وردا من ليله و حفظ فرجه و لسانه و غض بصره و كف اذاه خرج من الذنهوب كيوم ولدته امه قال قلت له جعلت فداك ما احسن هذا من حديث قال ما اشد هذا من شرط.</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B75D86">
        <w:rPr>
          <w:rStyle w:val="libAlaemChar"/>
          <w:rtl/>
        </w:rPr>
        <w:t>عليه‌السلام</w:t>
      </w:r>
      <w:r>
        <w:rPr>
          <w:rtl/>
        </w:rPr>
        <w:t xml:space="preserve"> به جابر فرمودند: اى جابر! كسى كه به ماه رمضان برسد و روز آن را روزه گرفته ، پاره اى از شبش را عبادت كند، فرج و زبان خود را حفظ كرده ، چشمش را از حرام بپوشاند و از آزار مردم بپرهيزد، همانند روزى كه از مادر متولد شده از گناهان بيرون مى رود.</w:t>
      </w:r>
    </w:p>
    <w:p w:rsidR="00A679DB" w:rsidRDefault="00A679DB" w:rsidP="00B75D86">
      <w:pPr>
        <w:pStyle w:val="libNormal"/>
        <w:rPr>
          <w:rtl/>
        </w:rPr>
      </w:pPr>
      <w:r>
        <w:rPr>
          <w:rtl/>
        </w:rPr>
        <w:t>جابر مى گويد گفتم : فدايت گردم ، چه حديث خوبى ! حضرت فرمودند: و چه شرط سختى !</w:t>
      </w:r>
    </w:p>
    <w:p w:rsidR="00A679DB" w:rsidRDefault="00A679DB" w:rsidP="00A679DB">
      <w:pPr>
        <w:pStyle w:val="libNormal"/>
        <w:rPr>
          <w:rtl/>
        </w:rPr>
      </w:pPr>
      <w:r>
        <w:rPr>
          <w:rtl/>
        </w:rPr>
        <w:t xml:space="preserve">حديث : ٢ حدثنا محمد بن الحسن رضى الله عنه قال حدثنا الحسين بن الحسن بن ابان عن الحسين بن سعيد عن الحسين بن علوآن عن عمروبن شمر عن جابر عن ابى جعفر ع ليه السلام قال كان رسول الله </w:t>
      </w:r>
      <w:r w:rsidR="00E60DFB" w:rsidRPr="00B75D86">
        <w:rPr>
          <w:rStyle w:val="libAlaemChar"/>
          <w:rtl/>
        </w:rPr>
        <w:t>صلى‌الله‌عليه‌وآله</w:t>
      </w:r>
      <w:r w:rsidR="00E60DFB">
        <w:rPr>
          <w:rtl/>
        </w:rPr>
        <w:t xml:space="preserve"> </w:t>
      </w:r>
      <w:r>
        <w:rPr>
          <w:rtl/>
        </w:rPr>
        <w:t xml:space="preserve">اذا نظر الى هلال شهر رمضان استقبل القبله يوجهه ثم قال اللهم اهله علينا بالامن و الايمان و السلامه و الاسلام و العافيه الجملله و الرزق الواسع و دفع الاسقام و تلاوه القرآن و العون على الصلاه و الصيام اللهم سلمنا لشهر رمضان و سلمه لنا و تسلمه منا حتى ينقضى شهر رمضان و قد غفرت لنا قم يقبل بوجهه على الناس فيقول يا </w:t>
      </w:r>
      <w:r>
        <w:rPr>
          <w:rtl/>
        </w:rPr>
        <w:lastRenderedPageBreak/>
        <w:t>معاشر المسلمين اذا طلع هلال شهر رمضان غلت مرده الشياطين و فتحت ابواب السماء و ابواب الجنان و ابواب الحرمه و غلقت ابواب النار و استجيبت الدعا و كان لله عند كل فطر عتقاء يعتقهم من النار و نادى مناد كل ليلاه هل من سائدل هل من سمتغفر اللهم اعط كل منفق خلفا و كل ممسك تلفا حتى اذا طلع هلال شوال نودى الومنون آن اغدوا الى جوائزكم فهو يوم الجائزه ثم قال ابوجعفر اما و الذى نفسى بيده ما هى بجائز الدنانير و الدراهم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باقر </w:t>
      </w:r>
      <w:r w:rsidRPr="00B75D86">
        <w:rPr>
          <w:rStyle w:val="libAlaemChar"/>
          <w:rtl/>
        </w:rPr>
        <w:t>عليه‌السلام</w:t>
      </w:r>
      <w:r>
        <w:rPr>
          <w:rtl/>
        </w:rPr>
        <w:t xml:space="preserve"> فرمودند: رسول خدا </w:t>
      </w:r>
      <w:r w:rsidR="00E60DFB" w:rsidRPr="00B75D86">
        <w:rPr>
          <w:rStyle w:val="libAlaemChar"/>
          <w:rtl/>
        </w:rPr>
        <w:t>صلى‌الله‌عليه‌وآله</w:t>
      </w:r>
      <w:r w:rsidR="00E60DFB">
        <w:rPr>
          <w:rtl/>
        </w:rPr>
        <w:t xml:space="preserve"> </w:t>
      </w:r>
      <w:r>
        <w:rPr>
          <w:rtl/>
        </w:rPr>
        <w:t xml:space="preserve">هنگامى كه به هلال ماه رمضان مى نگريستند، رو به قبله نموده و دعا مى كردند: «اللهم اهله علينا بالامن و الايمان و السلامه و الاسلام و العافيه المجلله و الرزق الواسع و دفع الاسقام و تلاوه القرآن و العون على الصلاه و القيام . اللهم سلمنا لشهر رمضان و سلمه لنا و تسلمه منا حتى ينقضى شهر رمضان و قد غفرت لنا.» </w:t>
      </w:r>
      <w:r w:rsidRPr="00B75D86">
        <w:rPr>
          <w:rStyle w:val="libFootnotenumChar"/>
          <w:rtl/>
        </w:rPr>
        <w:t>(٤٦)</w:t>
      </w:r>
    </w:p>
    <w:p w:rsidR="00A679DB" w:rsidRDefault="00A679DB" w:rsidP="00A679DB">
      <w:pPr>
        <w:pStyle w:val="libNormal"/>
        <w:rPr>
          <w:rtl/>
        </w:rPr>
      </w:pPr>
      <w:r>
        <w:rPr>
          <w:rtl/>
        </w:rPr>
        <w:t>آنگاه رو به مردم نموده و مى فرمودند: اى مسلمانان ! هنگامى كه هلال ماه رمضان ظاهر شد، شيطانهاى رانده شده زنجير مى شوند، درهاى آسمان ، درهاى بهشتها و درهاى رحمت گشوده مى شودند، درهاى جهنم بسته شده ، دعا مستجاب شده و به هنگام هر افطار خداوند آزاد شدگانى دارد كه آنها را از آتش جهنم آزاد مى كند و هر شب منادى ندا مى دهد: «آيا سائلى هست ؟ آيا استغفار كننده</w:t>
      </w:r>
      <w:r w:rsidR="00B75D86">
        <w:rPr>
          <w:rFonts w:hint="cs"/>
          <w:rtl/>
        </w:rPr>
        <w:t xml:space="preserve"> </w:t>
      </w:r>
      <w:r>
        <w:rPr>
          <w:rtl/>
        </w:rPr>
        <w:t>اى هست ؟ خدايا به هر خرج كننده اى عوض و به هر بخيلى تلف عنايت فرما»</w:t>
      </w:r>
    </w:p>
    <w:p w:rsidR="00A679DB" w:rsidRDefault="00A679DB" w:rsidP="00A679DB">
      <w:pPr>
        <w:pStyle w:val="libNormal"/>
        <w:rPr>
          <w:rtl/>
        </w:rPr>
      </w:pPr>
      <w:r>
        <w:rPr>
          <w:rtl/>
        </w:rPr>
        <w:t xml:space="preserve">و هنگامى كه هلال شوال حلول كند، به مؤ منين ندا مى كنند، بامدادان براى گرفتن جايزه برويد كه آن روز، روز جايزه است . آنگاه امام باقر </w:t>
      </w:r>
      <w:r w:rsidRPr="00B75D86">
        <w:rPr>
          <w:rStyle w:val="libAlaemChar"/>
          <w:rtl/>
        </w:rPr>
        <w:t>عليه‌السلام</w:t>
      </w:r>
      <w:r>
        <w:rPr>
          <w:rtl/>
        </w:rPr>
        <w:t xml:space="preserve"> فرمودند: هان سوگند به كسى كه جانم به دست اوست ، اين جايزه درهم و دينار نيست .</w:t>
      </w:r>
    </w:p>
    <w:p w:rsidR="00A679DB" w:rsidRDefault="00A679DB" w:rsidP="00A679DB">
      <w:pPr>
        <w:pStyle w:val="libNormal"/>
        <w:rPr>
          <w:rtl/>
        </w:rPr>
      </w:pPr>
      <w:r>
        <w:rPr>
          <w:rtl/>
        </w:rPr>
        <w:lastRenderedPageBreak/>
        <w:t xml:space="preserve">حديث : ٣ حدثنى محمد بنعلى ماجيلويه رضى الله عنه قال حدثنى محمد بن يحيى العطار عن محمد بن احمد عن احمد بن هلال عن احمد بنمحمد بن ابى نصر عن آبان عن زراره عن ابى جعفر </w:t>
      </w:r>
      <w:r w:rsidRPr="00B75D86">
        <w:rPr>
          <w:rStyle w:val="libAlaemChar"/>
          <w:rtl/>
        </w:rPr>
        <w:t>عليه‌السلام</w:t>
      </w:r>
      <w:r>
        <w:rPr>
          <w:rtl/>
        </w:rPr>
        <w:t xml:space="preserve"> لما انصرف من عرفات و سار الى منى دخل المسجد فاجتمع اليه الناس ‍ يسالونه عن ليله القدر فقام خطيبا فقال بعد الثناء على الله اما بعد فايكم سالتمونى عن ليله القدر فلم اطوها عنكم لانى لم اكن بها عالما اعملوا ايها الناس انه من ورد عليه شهر رمضان و هو صحيح سوى فصام نهاره و قام وردا من ليله و واظب على صلاته و هاجر الى جمعته و غدا الى عيده فقد ادرك ليله القدر و فاز بجائزه الرب قال فقال ابو عبدالله عليه‌السلام فاز و الله بجوائز ليست كجوائز العباد.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باقر </w:t>
      </w:r>
      <w:r w:rsidRPr="00B75D86">
        <w:rPr>
          <w:rStyle w:val="libAlaemChar"/>
          <w:rtl/>
        </w:rPr>
        <w:t>عليه‌السلام</w:t>
      </w:r>
      <w:r>
        <w:rPr>
          <w:rtl/>
        </w:rPr>
        <w:t xml:space="preserve"> فرمودند: همانا كه پيامبر </w:t>
      </w:r>
      <w:r w:rsidR="00E60DFB" w:rsidRPr="00B75D86">
        <w:rPr>
          <w:rStyle w:val="libAlaemChar"/>
          <w:rtl/>
        </w:rPr>
        <w:t>صلى‌الله‌عليه‌وآله</w:t>
      </w:r>
      <w:r w:rsidR="00E60DFB">
        <w:rPr>
          <w:rtl/>
        </w:rPr>
        <w:t xml:space="preserve"> </w:t>
      </w:r>
      <w:r>
        <w:rPr>
          <w:rtl/>
        </w:rPr>
        <w:t>از عرفات بازگشته و رهسپار منى بود، وارد مسجد شد، مردم گرد او جمع شده و درباره ليله القدر از او سوال كردند. حضرت در آن جا سخنرانى نموده و پس از ثناى الهى فرمودند: هر كدام از شما كه درباره شب قدر از من سوال كنيد، آن را از شما پنهان نمى كنم . چون همانا من نيز آن را نمى دانم . اى مردم ! بدانيد همانا هر كسى با حصت و سلامت به ماه رمضان برسد و روزش را روزه گرفته ، مقدارى از شبش را عبادت كند، مراقب نمازش باشد و به نماز جمعه اش ونماز عيد فطر برود، قطعا شب قدر را درك كرد و به جايزه پروردگار دست يافته است .</w:t>
      </w:r>
    </w:p>
    <w:p w:rsidR="00A679DB" w:rsidRDefault="00A679DB" w:rsidP="00A679DB">
      <w:pPr>
        <w:pStyle w:val="libNormal"/>
        <w:rPr>
          <w:rtl/>
        </w:rPr>
      </w:pPr>
      <w:r>
        <w:rPr>
          <w:rtl/>
        </w:rPr>
        <w:t xml:space="preserve">راوى مى گويد: امام صادق </w:t>
      </w:r>
      <w:r w:rsidRPr="00B75D86">
        <w:rPr>
          <w:rStyle w:val="libAlaemChar"/>
          <w:rtl/>
        </w:rPr>
        <w:t>عليه‌السلام</w:t>
      </w:r>
      <w:r>
        <w:rPr>
          <w:rtl/>
        </w:rPr>
        <w:t xml:space="preserve"> فرمودند: بخدا سوگند به جوايزى رسيده است كه مانند جوايز بندگان نيست .</w:t>
      </w:r>
    </w:p>
    <w:p w:rsidR="00A679DB" w:rsidRDefault="00A679DB" w:rsidP="00A679DB">
      <w:pPr>
        <w:pStyle w:val="libNormal"/>
        <w:rPr>
          <w:rtl/>
        </w:rPr>
      </w:pPr>
      <w:r>
        <w:rPr>
          <w:rtl/>
        </w:rPr>
        <w:t xml:space="preserve">حديث : ٤ ابى رحمه الله قال حدثنى سعد بن عبدالله قال حدثنا احمد بن محمد بن عيسى عن الحسين بن سعيد عن فضاله عن سيف بن عميره عن عبدالله </w:t>
      </w:r>
      <w:r>
        <w:rPr>
          <w:rtl/>
        </w:rPr>
        <w:lastRenderedPageBreak/>
        <w:t xml:space="preserve">بن عبيدالله عن ابى بصيرعن ابى جعفر </w:t>
      </w:r>
      <w:r w:rsidRPr="00B75D86">
        <w:rPr>
          <w:rStyle w:val="libAlaemChar"/>
          <w:rtl/>
        </w:rPr>
        <w:t>عليه‌السلام</w:t>
      </w:r>
      <w:r>
        <w:rPr>
          <w:rtl/>
        </w:rPr>
        <w:t xml:space="preserve"> قال قال رسول الله </w:t>
      </w:r>
      <w:r w:rsidR="00E60DFB">
        <w:rPr>
          <w:rtl/>
        </w:rPr>
        <w:t xml:space="preserve">صلى‌الله‌عليه‌وآله </w:t>
      </w:r>
      <w:r>
        <w:rPr>
          <w:rtl/>
        </w:rPr>
        <w:t>لما حضر شهر رمضان و ذلك فى ثلاث بقين من شعبان قال لبلال ناد فى الناس فجمع الناس فصعد المنبر فحمد الله و اثنى عليه ثم قال ايها الناس آن هذا الشهر قد حضركم و هو سيد الشهور ليله فيه خير من الف شهر تغلق فيه ابواب النار و تفتح فيه ابواب الجنان فمن ادركه فلم يغفر له فابعده الله و من ادرك و الديه فل يغفر له فابعده الله و من ذكرت عنده فلم يصل على فلم يغفر له فابعده الله عزوجل .</w:t>
      </w:r>
    </w:p>
    <w:p w:rsidR="00A679DB" w:rsidRDefault="00A679DB" w:rsidP="00A679DB">
      <w:pPr>
        <w:pStyle w:val="libNormal"/>
        <w:rPr>
          <w:rtl/>
        </w:rPr>
      </w:pPr>
      <w:r>
        <w:rPr>
          <w:rtl/>
        </w:rPr>
        <w:t>ترجمه :</w:t>
      </w:r>
    </w:p>
    <w:p w:rsidR="00A679DB" w:rsidRDefault="00A679DB" w:rsidP="00B75D86">
      <w:pPr>
        <w:pStyle w:val="libNormal"/>
        <w:rPr>
          <w:rtl/>
        </w:rPr>
      </w:pPr>
      <w:r>
        <w:rPr>
          <w:rtl/>
        </w:rPr>
        <w:t xml:space="preserve">٤. امام باقر </w:t>
      </w:r>
      <w:r w:rsidRPr="00B75D86">
        <w:rPr>
          <w:rStyle w:val="libAlaemChar"/>
          <w:rtl/>
        </w:rPr>
        <w:t>عليه‌السلام</w:t>
      </w:r>
      <w:r>
        <w:rPr>
          <w:rtl/>
        </w:rPr>
        <w:t xml:space="preserve"> نقل مى نمايد كه رسول خدا </w:t>
      </w:r>
      <w:r w:rsidR="00E60DFB" w:rsidRPr="00B75D86">
        <w:rPr>
          <w:rStyle w:val="libAlaemChar"/>
          <w:rtl/>
        </w:rPr>
        <w:t>صلى‌الله‌عليه‌وآله</w:t>
      </w:r>
      <w:r w:rsidR="00E60DFB">
        <w:rPr>
          <w:rtl/>
        </w:rPr>
        <w:t xml:space="preserve"> </w:t>
      </w:r>
      <w:r>
        <w:rPr>
          <w:rtl/>
        </w:rPr>
        <w:t xml:space="preserve">هنگامى كه ماه رمضان فرا رسيد، يعنى سه روز كه از شعبان باقى بود، به بلال فرمودند: در ميان مردم جار بزن . هنگامى كه مردم جمع شدند، پيامبر </w:t>
      </w:r>
      <w:r w:rsidR="00E60DFB" w:rsidRPr="00B75D86">
        <w:rPr>
          <w:rStyle w:val="libAlaemChar"/>
          <w:rtl/>
        </w:rPr>
        <w:t>صلى‌الله‌عليه‌وآله</w:t>
      </w:r>
      <w:r w:rsidR="00E60DFB">
        <w:rPr>
          <w:rtl/>
        </w:rPr>
        <w:t xml:space="preserve"> </w:t>
      </w:r>
      <w:r>
        <w:rPr>
          <w:rtl/>
        </w:rPr>
        <w:t>بالاى منبر رفته و خدا را حمد و ثنا گفته ، سپس ‍ فرمودند: اى مر</w:t>
      </w:r>
      <w:r w:rsidR="00357C26">
        <w:rPr>
          <w:rFonts w:hint="cs"/>
          <w:rtl/>
        </w:rPr>
        <w:t>د</w:t>
      </w:r>
      <w:r>
        <w:rPr>
          <w:rtl/>
        </w:rPr>
        <w:t>م ! همانا اين ماه فرا رسيده ، ماهى كه سرور ماههاست .</w:t>
      </w:r>
    </w:p>
    <w:p w:rsidR="00A679DB" w:rsidRDefault="00A679DB" w:rsidP="00A679DB">
      <w:pPr>
        <w:pStyle w:val="libNormal"/>
        <w:rPr>
          <w:rtl/>
        </w:rPr>
      </w:pPr>
      <w:r>
        <w:rPr>
          <w:rtl/>
        </w:rPr>
        <w:t>شبى در آن است كه از هزار ماه بهتر است . درهاى جهنم در آن بسته شده و درهاى بهشت در آن گشوده مى گردد. كسى كه آن را درك كند و آمرزيده نشود، خداوند آن را از خود دور كند. و كسى كه پدر و مادر خود را درك كند و آمرزيده نشود، خداوند او را از خود دور كند. و كسى كه من نزد او ذكر شوم و بر من صلوات نفرستد، خداوند عزوجل او را از خود دور كند.</w:t>
      </w:r>
    </w:p>
    <w:p w:rsidR="00A679DB" w:rsidRDefault="00A679DB" w:rsidP="00A679DB">
      <w:pPr>
        <w:pStyle w:val="libNormal"/>
        <w:rPr>
          <w:rtl/>
        </w:rPr>
      </w:pPr>
      <w:r>
        <w:rPr>
          <w:rtl/>
        </w:rPr>
        <w:t xml:space="preserve">حديث : ٥ و بهذاالاسناد عن الحسين بن سعيد عن الحسين بن علوآن عن عمروبن خالد عن زيد بن على عن ابيه عن جده عن على </w:t>
      </w:r>
      <w:r w:rsidRPr="00357C26">
        <w:rPr>
          <w:rStyle w:val="libAlaemChar"/>
          <w:rtl/>
        </w:rPr>
        <w:t>عليه‌السلام</w:t>
      </w:r>
      <w:r>
        <w:rPr>
          <w:rtl/>
        </w:rPr>
        <w:t xml:space="preserve"> قال لما حضر شهر رمضان قال رسول الله </w:t>
      </w:r>
      <w:r w:rsidR="00E60DFB" w:rsidRPr="00357C26">
        <w:rPr>
          <w:rStyle w:val="libAlaemChar"/>
          <w:rtl/>
        </w:rPr>
        <w:t>صلى‌الله‌عليه‌وآله</w:t>
      </w:r>
      <w:r w:rsidR="00E60DFB">
        <w:rPr>
          <w:rtl/>
        </w:rPr>
        <w:t xml:space="preserve"> </w:t>
      </w:r>
      <w:r>
        <w:rPr>
          <w:rtl/>
        </w:rPr>
        <w:t xml:space="preserve">فحمد الله واثنى عليه ثم قال ايها الناس كفاكم الله عدوكم من الجن و قال «ادعونى استجب لكم» و وعدكم الاجابه الا و قد و </w:t>
      </w:r>
      <w:r>
        <w:rPr>
          <w:rtl/>
        </w:rPr>
        <w:lastRenderedPageBreak/>
        <w:t>كل الله لكل شيطان مريد سبعه من ملائكته فليس بمحلول حتى ينقضى شهر كم هذا الا و ابواب السماء مفتحه من اول ليله منه الا و الدعا فيه مقبول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اميرالمؤ منين </w:t>
      </w:r>
      <w:r w:rsidRPr="00357C26">
        <w:rPr>
          <w:rStyle w:val="libAlaemChar"/>
          <w:rtl/>
        </w:rPr>
        <w:t>عليه‌السلام</w:t>
      </w:r>
      <w:r>
        <w:rPr>
          <w:rtl/>
        </w:rPr>
        <w:t xml:space="preserve"> فرمودند: هنگامى كه ماه رمضان فرا رسيد. رسول خدا </w:t>
      </w:r>
      <w:r w:rsidR="00E60DFB" w:rsidRPr="00357C26">
        <w:rPr>
          <w:rStyle w:val="libAlaemChar"/>
          <w:rtl/>
        </w:rPr>
        <w:t>صلى‌الله‌عليه‌وآله</w:t>
      </w:r>
      <w:r w:rsidR="00E60DFB">
        <w:rPr>
          <w:rtl/>
        </w:rPr>
        <w:t xml:space="preserve"> </w:t>
      </w:r>
      <w:r>
        <w:rPr>
          <w:rtl/>
        </w:rPr>
        <w:t xml:space="preserve">ايستاد و حمد و ثناى الهى را بجا آورد و سپس فرمود: اى مردم ! خداوند شما را از شر دشمنان جنيتان حفظ كرد. و فرمود «بخوانيد مرا تا اجابت كنم شما را» </w:t>
      </w:r>
      <w:r w:rsidRPr="00357C26">
        <w:rPr>
          <w:rStyle w:val="libFootnotenumChar"/>
          <w:rtl/>
        </w:rPr>
        <w:t>(٤٧)</w:t>
      </w:r>
      <w:r>
        <w:rPr>
          <w:rtl/>
        </w:rPr>
        <w:t xml:space="preserve"> و به شما وعده اجابت داد. آگاه باشيد كه بر هر شيطان رانده شده هفت فرشته گمارده شده است و تا پايان اين ماه آن شيطان رها نشود (و بدين ترتيب آن شياطين بر شما تسلطى ندارد). آگاه باشيد كه از اولين شب آن درهاى آسمان گشوده مى شود. آگاه باشيد كه دعا در آن مقبول است .</w:t>
      </w:r>
    </w:p>
    <w:p w:rsidR="00A679DB" w:rsidRDefault="00A679DB" w:rsidP="00A679DB">
      <w:pPr>
        <w:pStyle w:val="libNormal"/>
        <w:rPr>
          <w:rtl/>
        </w:rPr>
      </w:pPr>
      <w:r>
        <w:rPr>
          <w:rtl/>
        </w:rPr>
        <w:t>حديث : ٦ و بهذاالاسناد عن الحسين به سعيد عن ابن ابى عمير عن جميل بن صالح عن محمد بن مروآن قال سمعت ابا عبدالله عليه‌السلام يقول آن لله عزوجل فى كل ليله من شهر رمضان عتقاء و طلقاء من النار الا من افطر على مسكر فاذا كان آخر ليله منه اعتق فيها مثل ما اعتق فى جميعه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راوى مى گويد: شنيدم كه امام صادق </w:t>
      </w:r>
      <w:r w:rsidRPr="00357C26">
        <w:rPr>
          <w:rStyle w:val="libAlaemChar"/>
          <w:rtl/>
        </w:rPr>
        <w:t>عليه‌السلام</w:t>
      </w:r>
      <w:r>
        <w:rPr>
          <w:rtl/>
        </w:rPr>
        <w:t xml:space="preserve"> فرمودند: همانا خداى عزوجل در هر شب ماه رمضان آزاد شدگان و رهايى يافتگانى از آتش دارد، مگر كسى كه با مست كننده اى افطار نمايد و هنگامى كه شب آخر فرار سد در آن شب به تعداد همه كسانى كه در اين ماه آخر آزاد كرده است ، آزاد مى نمايد.</w:t>
      </w:r>
    </w:p>
    <w:p w:rsidR="00A679DB" w:rsidRDefault="00A679DB" w:rsidP="00A679DB">
      <w:pPr>
        <w:pStyle w:val="libNormal"/>
        <w:rPr>
          <w:rtl/>
        </w:rPr>
      </w:pPr>
      <w:r>
        <w:rPr>
          <w:rtl/>
        </w:rPr>
        <w:t xml:space="preserve">حديث : ٧ و حدثنى محمد بن موسى بن المتوكل رضى الله عنه قال حدثنى عبدالله بن جعفر الحميرى قال حدثنى احمد بن محمد بن عيسى قال حدثنا الحسن بن محبوب الزراد قال حدثنا ابو ايوب عن ابى الورد عن ابى جعفر </w:t>
      </w:r>
      <w:r>
        <w:rPr>
          <w:rtl/>
        </w:rPr>
        <w:lastRenderedPageBreak/>
        <w:t xml:space="preserve">عليه‌السلام قال خطب رسول الله </w:t>
      </w:r>
      <w:r w:rsidR="00E60DFB" w:rsidRPr="00357C26">
        <w:rPr>
          <w:rStyle w:val="libAlaemChar"/>
          <w:rtl/>
        </w:rPr>
        <w:t>صلى‌الله‌عليه‌وآله</w:t>
      </w:r>
      <w:r w:rsidR="00E60DFB">
        <w:rPr>
          <w:rtl/>
        </w:rPr>
        <w:t xml:space="preserve"> </w:t>
      </w:r>
      <w:r>
        <w:rPr>
          <w:rtl/>
        </w:rPr>
        <w:t>النس فى آخر جمعه من شعبان فحمد الله و اثنى عليه ثم قال ايها الناس قد اظلكم شهر فيه ليله خير من الف شهر و هو شهر رمضان فرض الله صيامه و جعل قيام ليله فيه بتطوع صلاه كمن تطوع بصلاه سبعين ليله فيما سواه من الشهور و جعل لمن تطوع فيه بخصله من خصال الخير و البر كاجر من ادى فريضه من فرائض الله عزول و من ادى فريضه من فرائض الله كمن ادى سبعين فريضه فيما سواه من الشهور و هو شهر الصبر و آن الصبر ثوابه الجنه و هو شهر المواساه و هو شهر يزيدالله فيه رزق الومنين و من فطر فيه مومنا صائما كان له عندالله بذلك عتق رقبه و مغفره لذنوبه فيما مضى فقيل له يا رسول الله ليس كلنا نقدر على آن نفطر صئما فقال آن الله حكريم يعطى هذا الثواب من لم يقدر الا على اكثر من ذلك و من خفف فيه على مملوك خفف الله عزوجل و العتق من النار و لا غنى بكم فيه عن اربعه خصال خصلتين ترضون الله بهما و خصلتين لا غنى بكم عنهما اما اللتان ترضون الله بهما فشهاده آن لا اله الا الله و انى رسول الله و اما اللتان لاغنى بكم عنهما فتسالون الله فيه حوائجكم و الجنه و تسالون الله فيه العافيه و تعوذون به من النار.</w:t>
      </w:r>
    </w:p>
    <w:p w:rsidR="00A679DB" w:rsidRDefault="00A679DB" w:rsidP="00A679DB">
      <w:pPr>
        <w:pStyle w:val="libNormal"/>
        <w:rPr>
          <w:rtl/>
        </w:rPr>
      </w:pPr>
      <w:r>
        <w:rPr>
          <w:rtl/>
        </w:rPr>
        <w:t>ترجمه :</w:t>
      </w:r>
    </w:p>
    <w:p w:rsidR="00A679DB" w:rsidRDefault="00A679DB" w:rsidP="00357C26">
      <w:pPr>
        <w:pStyle w:val="libNormal"/>
        <w:rPr>
          <w:rtl/>
        </w:rPr>
      </w:pPr>
      <w:r>
        <w:rPr>
          <w:rtl/>
        </w:rPr>
        <w:t xml:space="preserve">٧. امام باقر </w:t>
      </w:r>
      <w:r w:rsidRPr="00357C26">
        <w:rPr>
          <w:rStyle w:val="libAlaemChar"/>
          <w:rtl/>
        </w:rPr>
        <w:t>عليه‌السلام</w:t>
      </w:r>
      <w:r>
        <w:rPr>
          <w:rtl/>
        </w:rPr>
        <w:t xml:space="preserve"> فرمودند: رسول خدا </w:t>
      </w:r>
      <w:r w:rsidR="00E60DFB" w:rsidRPr="00357C26">
        <w:rPr>
          <w:rStyle w:val="libAlaemChar"/>
          <w:rtl/>
        </w:rPr>
        <w:t>صلى‌الله‌عليه‌وآله</w:t>
      </w:r>
      <w:r w:rsidR="00E60DFB">
        <w:rPr>
          <w:rtl/>
        </w:rPr>
        <w:t xml:space="preserve"> </w:t>
      </w:r>
      <w:r>
        <w:rPr>
          <w:rtl/>
        </w:rPr>
        <w:t>در آخرين جمعه شعبان سخنرانى نموده و پس از حمد و ثناى خداوند فرمودند: اى مردم ! نزديك است ماه فقرا برسد كه در آن شبى است بهتر از هزار ماه و آن ماه ، ماه رمضان است . خداوند روزه آن را واجب نموده وعبادت يك شب را با نمازى مستحب مانند عبادت هفتاد شب با نمازى مستحب در ساير ماهها قرار داده است . و پاداش كسى را كه در اين ماه مبادرت به عمل خير و نيك مستحبى بنمايد، مانند پاداش كسى قرار داده است كه وا</w:t>
      </w:r>
      <w:r w:rsidR="00357C26">
        <w:rPr>
          <w:rFonts w:hint="cs"/>
          <w:rtl/>
        </w:rPr>
        <w:t>جب</w:t>
      </w:r>
      <w:r>
        <w:rPr>
          <w:rtl/>
        </w:rPr>
        <w:t xml:space="preserve">ى از واجبات خداى عزوجل را بجا آورد. و كسى كه </w:t>
      </w:r>
      <w:r>
        <w:rPr>
          <w:rtl/>
        </w:rPr>
        <w:lastRenderedPageBreak/>
        <w:t>واجبى از واجبات خداوند را بجا آورد، و همانا ثواب صبر بهشت است . آن ماه مواسات ( يارى نمودن) است . و آن ماهى است كه خداوند در آن رزق مؤ منين را افزايش ‍ مى دهد. كسى كه به مؤ من روزه دارى در آن افطار بدهد. بخاطر اين عمل (پاداش) آزادى يك بنده و آمرزش گناهان گذشته اش را خواهد داشت .</w:t>
      </w:r>
    </w:p>
    <w:p w:rsidR="00A679DB" w:rsidRDefault="00A679DB" w:rsidP="00A679DB">
      <w:pPr>
        <w:pStyle w:val="libNormal"/>
        <w:rPr>
          <w:rtl/>
        </w:rPr>
      </w:pPr>
      <w:r>
        <w:rPr>
          <w:rtl/>
        </w:rPr>
        <w:t xml:space="preserve">عرضه داشتند: اى رسول خدا! همه ما توانايى افطارى دادن به روزه دار را نداريم . آن حضرت </w:t>
      </w:r>
      <w:r w:rsidR="00E60DFB" w:rsidRPr="00357C26">
        <w:rPr>
          <w:rStyle w:val="libAlaemChar"/>
          <w:rtl/>
        </w:rPr>
        <w:t>صلى‌الله‌عليه‌وآله</w:t>
      </w:r>
      <w:r w:rsidR="00E60DFB">
        <w:rPr>
          <w:rtl/>
        </w:rPr>
        <w:t xml:space="preserve"> </w:t>
      </w:r>
      <w:r>
        <w:rPr>
          <w:rtl/>
        </w:rPr>
        <w:t>فرمودند: همانا خداوند كريم است . به كسى هم كه جز بر مقدارى شير مخلوط با آن كه روزه دارى با آن افطار كند يا شربت آب گوارايى يا چند دانه خرماى ريز توانايى ن</w:t>
      </w:r>
      <w:r w:rsidR="00357C26">
        <w:rPr>
          <w:rFonts w:hint="cs"/>
          <w:rtl/>
        </w:rPr>
        <w:t>د</w:t>
      </w:r>
      <w:r>
        <w:rPr>
          <w:rtl/>
        </w:rPr>
        <w:t>ارد و نمى توانند بيش ‍ از اين بدهد. نيز اين ثواب را عنايت مى فرمايند. كسى كه در آن بر بنده خود آسان گيرد، خداى عزوجل نيز در حساب بر او آسان گيرد. و آن شهرى است كه اولش رحمت و سطش آمرزش و آخرش اجابت و آزادى از آتش ‍ است . و در آن شما از چهار چيز بى نياز نيستند. دو چيز كه خداوند را با آن راضى مى كنيد و دو چيز است كه شما به هيچ وجه از آن بى نياز نيستند. دو چيز كه خداوند را با آن راضى مى كنيد، گواهى به اين است كه هيچ خدايى جز خداى يگانه نيست و همانا من رسول خداوند هستم و دو چيزى كه شما به هيچ وجه از آن بى نياز نيستند، اين است كه حاجتهاى خود و بهشت را از خداوند خواسته ، از خدا عافيت (تندرستى) را بخواهيد و از جهنم به او پناه ببريد.</w:t>
      </w:r>
    </w:p>
    <w:p w:rsidR="00A679DB" w:rsidRDefault="00A679DB" w:rsidP="00A679DB">
      <w:pPr>
        <w:pStyle w:val="libNormal"/>
        <w:rPr>
          <w:rtl/>
        </w:rPr>
      </w:pPr>
      <w:r>
        <w:rPr>
          <w:rtl/>
        </w:rPr>
        <w:t xml:space="preserve">حديث : ٨ ابى رحمه الله قال حدثنى سعد بن عبدالله قال حدثنى احمد بن محمد بن عيسى عن الحسين بن سعيد عن فضاله عن سيف بن عميره عن عبدالله بن عبيدالله عن رجل عن ابى جعفر </w:t>
      </w:r>
      <w:r w:rsidRPr="00357C26">
        <w:rPr>
          <w:rStyle w:val="libAlaemChar"/>
          <w:rtl/>
        </w:rPr>
        <w:t>عليه‌السلام</w:t>
      </w:r>
      <w:r>
        <w:rPr>
          <w:rtl/>
        </w:rPr>
        <w:t xml:space="preserve"> قال قال رسول الله </w:t>
      </w:r>
      <w:r w:rsidR="00E60DFB" w:rsidRPr="00357C26">
        <w:rPr>
          <w:rStyle w:val="libAlaemChar"/>
          <w:rtl/>
        </w:rPr>
        <w:t>صلى‌الله‌عليه‌وآله</w:t>
      </w:r>
      <w:r w:rsidR="00E60DFB">
        <w:rPr>
          <w:rtl/>
        </w:rPr>
        <w:t xml:space="preserve"> </w:t>
      </w:r>
      <w:r>
        <w:rPr>
          <w:rtl/>
        </w:rPr>
        <w:t xml:space="preserve">لما حضر شهر رمضان و ذلك فى ثلاث بقين من شعبان فقال لبلال ناد فى الناس فجمع الناس </w:t>
      </w:r>
      <w:r>
        <w:rPr>
          <w:rtl/>
        </w:rPr>
        <w:lastRenderedPageBreak/>
        <w:t>ثم صعد المنبر فحمد الله و اثنى عليه ثم قال ايها الناس آن هذا الشهر قد حضركم و هو سيد الشهور فيه ليله خير من الف شهر تغلق فيه ابواب النار و تفتح فيه ابواب الجنان فمن ادركه فلم يغفر له فابعده الله و من ادرك و الديه فلم يغفر له فابعده الله و من ذكرت عنده فلم يصل على فلم يغفر له فابعده الله عزوجل .</w:t>
      </w:r>
    </w:p>
    <w:p w:rsidR="00A679DB" w:rsidRDefault="00A679DB" w:rsidP="00A679DB">
      <w:pPr>
        <w:pStyle w:val="libNormal"/>
        <w:rPr>
          <w:rtl/>
        </w:rPr>
      </w:pPr>
      <w:r>
        <w:rPr>
          <w:rtl/>
        </w:rPr>
        <w:t>ترجمه :</w:t>
      </w:r>
    </w:p>
    <w:p w:rsidR="00A679DB" w:rsidRDefault="00A679DB" w:rsidP="00357C26">
      <w:pPr>
        <w:pStyle w:val="libNormal"/>
        <w:rPr>
          <w:rtl/>
        </w:rPr>
      </w:pPr>
      <w:r>
        <w:rPr>
          <w:rtl/>
        </w:rPr>
        <w:t xml:space="preserve">٨. امام باقر </w:t>
      </w:r>
      <w:r w:rsidRPr="00357C26">
        <w:rPr>
          <w:rStyle w:val="libAlaemChar"/>
          <w:rtl/>
        </w:rPr>
        <w:t>عليه‌السلام</w:t>
      </w:r>
      <w:r>
        <w:rPr>
          <w:rtl/>
        </w:rPr>
        <w:t xml:space="preserve"> نقل مى نمايند كه رسول خدا </w:t>
      </w:r>
      <w:r w:rsidR="00E60DFB" w:rsidRPr="00357C26">
        <w:rPr>
          <w:rStyle w:val="libAlaemChar"/>
          <w:rtl/>
        </w:rPr>
        <w:t>صلى‌الله‌عليه‌وآله</w:t>
      </w:r>
      <w:r w:rsidR="00E60DFB">
        <w:rPr>
          <w:rtl/>
        </w:rPr>
        <w:t xml:space="preserve"> </w:t>
      </w:r>
      <w:r>
        <w:rPr>
          <w:rtl/>
        </w:rPr>
        <w:t>هنگامى كه ماه رمضان فرا رسيد، يعنى سه روز به ماه رمضان مانده بود، به بلال دستور داد تا در ميان مردم جار بزند. هنگامى كه مردم جمع شدند، بالاى منبر رفته پس از حمد و ثناى خداوند فرمودند: اى مردم ! همانا اين ماه فرا رسيد و آن سرور ماههاست . در آن شبى است كه بهتر از هزار ماه است . درهاى جهنم در آن بسته شده و درها</w:t>
      </w:r>
      <w:r w:rsidR="00357C26">
        <w:rPr>
          <w:rFonts w:hint="cs"/>
          <w:rtl/>
        </w:rPr>
        <w:t>ی</w:t>
      </w:r>
      <w:r>
        <w:rPr>
          <w:rtl/>
        </w:rPr>
        <w:t xml:space="preserve"> بهشت گشوده مى شود. كسى كه آن را درك كند و آمرزيده نشود، خداوند او را از خود دور كند و كسى كه پدر و مادر خويش را درك كند و آمرزيده نشود، خداوند او را از خود دور كند و كسى كه من نزد او ياد شوم و بر من صلوات نفرستد، آمرزيده نشود و خداى عزوجل او را از خود دور كند.</w:t>
      </w:r>
    </w:p>
    <w:p w:rsidR="00A679DB" w:rsidRDefault="00A679DB" w:rsidP="00A679DB">
      <w:pPr>
        <w:pStyle w:val="libNormal"/>
        <w:rPr>
          <w:rtl/>
        </w:rPr>
      </w:pPr>
      <w:r>
        <w:rPr>
          <w:rtl/>
        </w:rPr>
        <w:t xml:space="preserve">حديث : ٩ ابى رحمه الله قال حدثنى سعد بن عبدالله قال حدثنى ابراهيم بن مهزيار عن اخيه على عن الحسين بن سعيد عن القاسم بن محمد عن على بن ابى حمزه عن ابى عبدالله </w:t>
      </w:r>
      <w:r w:rsidRPr="00357C26">
        <w:rPr>
          <w:rStyle w:val="libAlaemChar"/>
          <w:rtl/>
        </w:rPr>
        <w:t>عليه‌السلام</w:t>
      </w:r>
      <w:r>
        <w:rPr>
          <w:rtl/>
        </w:rPr>
        <w:t xml:space="preserve"> فى حديث طويل فى آخره آن ابواب السماء تفتح فى رمضان و تصفد الشياطين و تقبل اعمال المومنين نعم الشهر شهر رمضان كان يسمى على عهد رسول الله </w:t>
      </w:r>
      <w:r w:rsidR="00E60DFB" w:rsidRPr="00357C26">
        <w:rPr>
          <w:rStyle w:val="libAlaemChar"/>
          <w:rtl/>
        </w:rPr>
        <w:t>صلى‌الله‌عليه‌وآله</w:t>
      </w:r>
      <w:r w:rsidR="00E60DFB">
        <w:rPr>
          <w:rtl/>
        </w:rPr>
        <w:t xml:space="preserve"> </w:t>
      </w:r>
      <w:r>
        <w:rPr>
          <w:rtl/>
        </w:rPr>
        <w:t>المرزوق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٩. امام صادق </w:t>
      </w:r>
      <w:r w:rsidRPr="00357C26">
        <w:rPr>
          <w:rStyle w:val="libAlaemChar"/>
          <w:rtl/>
        </w:rPr>
        <w:t>عليه‌السلام</w:t>
      </w:r>
      <w:r>
        <w:rPr>
          <w:rtl/>
        </w:rPr>
        <w:t xml:space="preserve"> در آخر يك حديث طولانى فرمودند: درهاى آسمان در رمضان باز مى شود، شياطين كند و زنجير مى شوند و اعمال مومنين پذيرفته مى </w:t>
      </w:r>
      <w:r>
        <w:rPr>
          <w:rtl/>
        </w:rPr>
        <w:lastRenderedPageBreak/>
        <w:t xml:space="preserve">شود. ماه رمضان خوب ماهى است و در زمان رسول خدا </w:t>
      </w:r>
      <w:r w:rsidR="00E60DFB" w:rsidRPr="00357C26">
        <w:rPr>
          <w:rStyle w:val="libAlaemChar"/>
          <w:rtl/>
        </w:rPr>
        <w:t>صلى‌الله‌عليه‌وآله</w:t>
      </w:r>
      <w:r w:rsidR="00E60DFB">
        <w:rPr>
          <w:rtl/>
        </w:rPr>
        <w:t xml:space="preserve"> </w:t>
      </w:r>
      <w:r>
        <w:rPr>
          <w:rtl/>
        </w:rPr>
        <w:t>به اين ماه مرزوق (ماهى كه روزيش را داده اند) مى گفتند.</w:t>
      </w:r>
    </w:p>
    <w:p w:rsidR="00A679DB" w:rsidRDefault="00A679DB" w:rsidP="00A679DB">
      <w:pPr>
        <w:pStyle w:val="libNormal"/>
        <w:rPr>
          <w:rtl/>
        </w:rPr>
      </w:pPr>
      <w:r>
        <w:rPr>
          <w:rtl/>
        </w:rPr>
        <w:t>حديث : ١٠ ابى رحمه الله قال حدثنا سعد بن عبدالله قال حدثنا احمد بن محمد بن عيسى عن الحسين بن سعيد عن محمد بن ابى عمير عن محمد بن الحكم اخى هشام عن عمر بن يزيد عن ابى عبدالله عليه‌السلام قال آن الله فى ليله من شهر رمضان عتقاء من النار الا من افطر على مسكر او مشاحنا او صاحب الشاهين قال قلت و اى شى صاحب الشاهين قال الشطرنج</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١٠. امام صادق </w:t>
      </w:r>
      <w:r w:rsidRPr="00357C26">
        <w:rPr>
          <w:rStyle w:val="libAlaemChar"/>
          <w:rtl/>
        </w:rPr>
        <w:t>عليه‌السلام</w:t>
      </w:r>
      <w:r>
        <w:rPr>
          <w:rtl/>
        </w:rPr>
        <w:t xml:space="preserve"> فرمودند: همانا خداوند در شبى از ماه رمضان آزادشدگانى از آتش دارد، مگر كسى كه با مست كننده اى افطار كند، كينه توزى كند يا صاحب شطرنج باشد.</w:t>
      </w:r>
    </w:p>
    <w:p w:rsidR="00A679DB" w:rsidRDefault="00A679DB" w:rsidP="00A679DB">
      <w:pPr>
        <w:pStyle w:val="libNormal"/>
        <w:rPr>
          <w:rtl/>
        </w:rPr>
      </w:pPr>
    </w:p>
    <w:p w:rsidR="00A679DB" w:rsidRDefault="00A679DB" w:rsidP="00A679DB">
      <w:pPr>
        <w:pStyle w:val="libNormal"/>
        <w:rPr>
          <w:rtl/>
        </w:rPr>
      </w:pPr>
      <w:r>
        <w:rPr>
          <w:rtl/>
        </w:rPr>
        <w:t>ثواب دعا يقال فى عشر ذى الحجه</w:t>
      </w:r>
    </w:p>
    <w:p w:rsidR="00A679DB" w:rsidRDefault="00A679DB" w:rsidP="00A679DB">
      <w:pPr>
        <w:pStyle w:val="libNormal"/>
        <w:rPr>
          <w:rtl/>
        </w:rPr>
      </w:pPr>
    </w:p>
    <w:p w:rsidR="00A679DB" w:rsidRDefault="00A679DB" w:rsidP="00A679DB">
      <w:pPr>
        <w:pStyle w:val="libNormal"/>
        <w:rPr>
          <w:rtl/>
        </w:rPr>
      </w:pPr>
      <w:r>
        <w:rPr>
          <w:rtl/>
        </w:rPr>
        <w:t xml:space="preserve">حديث : ١١ و بهذا الاسناد عن الحسين بن سعيد عن ابن ابى عمير عن عمر بن اذينه عن الفضيل و زراره عن محمد بن مسلم عن حمران انه سال ابا جعفر عليه‌السلام عن قول الله عزوجل «انا انزلناه فى ليله مباركه» قال نهم هى ليله القدر و هى من كل سنه فى شهر رمضان فى العشر الاواخر فلم ينزل القران الا فى ليله القدر قال الله عزوجل «فيها يفرق كل امر حكيم» قال يقدر فى ليله القدر كل شى ء يكون فى تلك السنه الى مثلها من قابل من خير او شر او طاعه او معصيه او مولود و اجل او رزق فما قدر فى تلك الليله و قضى فهو من المحتوم و لله فيه المشيئه قال قلت له ليله القدر خير من الف شهر اى شى عنى بها قال </w:t>
      </w:r>
      <w:r>
        <w:rPr>
          <w:rtl/>
        </w:rPr>
        <w:lastRenderedPageBreak/>
        <w:t>العمل الصالح فيها من الصلاه و الزكاه و انواع الخير خير من العمل فى الف شهر ليس فيها ليله القدر و لو لا ما يضاعف الله للمومنين ما بلغوا ولكن الله عزوجل يضاعف لهم الحسنات .</w:t>
      </w:r>
    </w:p>
    <w:p w:rsidR="00A679DB" w:rsidRDefault="00A679DB" w:rsidP="00A679DB">
      <w:pPr>
        <w:pStyle w:val="libNormal"/>
        <w:rPr>
          <w:rtl/>
        </w:rPr>
      </w:pPr>
      <w:r>
        <w:rPr>
          <w:rtl/>
        </w:rPr>
        <w:t>ترجمه :</w:t>
      </w:r>
    </w:p>
    <w:p w:rsidR="00A679DB" w:rsidRDefault="00A679DB" w:rsidP="00357C26">
      <w:pPr>
        <w:pStyle w:val="libNormal"/>
        <w:rPr>
          <w:rtl/>
        </w:rPr>
      </w:pPr>
      <w:r>
        <w:rPr>
          <w:rtl/>
        </w:rPr>
        <w:t xml:space="preserve">١١...راوى مى گويد: از امام باقر </w:t>
      </w:r>
      <w:r w:rsidRPr="00357C26">
        <w:rPr>
          <w:rStyle w:val="libAlaemChar"/>
          <w:rtl/>
        </w:rPr>
        <w:t>عليه‌السلام</w:t>
      </w:r>
      <w:r>
        <w:rPr>
          <w:rtl/>
        </w:rPr>
        <w:t xml:space="preserve"> پرسيدم شب مباركى كه در آيه «همانا ما آن (قرآن) را در شب مباركى نازل كرديم </w:t>
      </w:r>
      <w:r w:rsidRPr="00357C26">
        <w:rPr>
          <w:rStyle w:val="libFootnotenumChar"/>
          <w:rtl/>
        </w:rPr>
        <w:t>(٤٨)</w:t>
      </w:r>
      <w:r>
        <w:rPr>
          <w:rtl/>
        </w:rPr>
        <w:t xml:space="preserve"> آمده است ، چه شبى است ؟ آن حضرت </w:t>
      </w:r>
      <w:r w:rsidRPr="00357C26">
        <w:rPr>
          <w:rStyle w:val="libAlaemChar"/>
          <w:rtl/>
        </w:rPr>
        <w:t>عليه‌السلام</w:t>
      </w:r>
      <w:r>
        <w:rPr>
          <w:rtl/>
        </w:rPr>
        <w:t xml:space="preserve"> فرمودند: اين شب ، شب قدر است كه در هر سال در آخر ماه رمضان قرار دارد. و قرآن نازل نشده ، مگر در شب قدر. خداى عزوجل مى فرمايند «در اين شب همه چيز با حكمت الهى مشخص و معين مى شود». </w:t>
      </w:r>
      <w:r w:rsidRPr="00357C26">
        <w:rPr>
          <w:rStyle w:val="libFootnotenumChar"/>
          <w:rtl/>
        </w:rPr>
        <w:t>(٤٩)</w:t>
      </w:r>
      <w:r>
        <w:rPr>
          <w:rtl/>
        </w:rPr>
        <w:t xml:space="preserve"> در اين شب هر خير و شر، طاعت و معصيت ، تولد و مرگ و رزقى از آن شب بمدت يك سال معين و مشخص ‍ مى شود. و آنچه قرار است در اين شب واقع شود، حتما اتفاق خواهد افتاد، البته خداوند مى تواند هر چيزى را تغيير دهد. عرض كردم : «شب قدر بهتر از هزارماه است» </w:t>
      </w:r>
      <w:r w:rsidRPr="00357C26">
        <w:rPr>
          <w:rStyle w:val="libFootnotenumChar"/>
          <w:rtl/>
        </w:rPr>
        <w:t>(٥٠)</w:t>
      </w:r>
      <w:r>
        <w:rPr>
          <w:rtl/>
        </w:rPr>
        <w:t xml:space="preserve"> يعنى چه ؟ آن حضرت </w:t>
      </w:r>
      <w:r w:rsidRPr="00357C26">
        <w:rPr>
          <w:rStyle w:val="libAlaemChar"/>
          <w:rtl/>
        </w:rPr>
        <w:t>عليه‌السلام</w:t>
      </w:r>
      <w:r>
        <w:rPr>
          <w:rtl/>
        </w:rPr>
        <w:t xml:space="preserve"> فرمودند: انواع اعمال نيك و خوبيها در اين شب بهتر از همين اعمال در هزار ماه است كه در آن شب قدر نباشد. و خوبيها در اين شب بهتر از همين اعمال در هزار ماه است كه در آن شب قدر نباشد. و اگر خداوند ثواب مؤ منين را دو چندآن مى نمودند: آنان به چنين ثوابى نمى رسيدند و در هر حال خداوند است كه حسنات آنان را دو چندآن مى نمايد.</w:t>
      </w:r>
    </w:p>
    <w:p w:rsidR="00A679DB" w:rsidRDefault="00A679DB" w:rsidP="00A679DB">
      <w:pPr>
        <w:pStyle w:val="libNormal"/>
        <w:rPr>
          <w:rtl/>
        </w:rPr>
      </w:pPr>
      <w:r>
        <w:rPr>
          <w:rtl/>
        </w:rPr>
        <w:t xml:space="preserve">حديث : ١٢ حدثنا محمد بن ابراهيم قال حدثنا احمد بن متويه الجرجانى المذكر قال حدثنا ابواسحاق ابراهيم بن بلال قال حدثنا ابو محمد قل حدثنا ابوعبدالله محمد بن كرام قال حدثنا احمد بن عبدالله قال حدثنا سفيان بن عيينه قال حدثنا معاويه بن ابى اسحاق عن سعيد بن جبير قال سالت ابن عباس ما لمن </w:t>
      </w:r>
      <w:r>
        <w:rPr>
          <w:rtl/>
        </w:rPr>
        <w:lastRenderedPageBreak/>
        <w:t xml:space="preserve">صام رمضان و عرف حقه قا تهيا يا ابن جبير حتى احدثك بما لمن صام رمضان و عرف حقه قال تهيا يا ابن جبير حتى احدثك بما لم تسمع اذناك و لم يمر عى قلبك و فرغ نفسك لما سالتنى عنه فما اردته علم الاولين والاخرين قال سعيد بن جبير فخرجت من عنده فتهيات له من الغد فبكرت اليه من طلوع الفجر فصليت الفجر ثم ذكرت الحديث فحول و جهه الى فقال اسمع منى ما اقول سمعت رسول الله </w:t>
      </w:r>
      <w:r w:rsidR="00E60DFB">
        <w:rPr>
          <w:rtl/>
        </w:rPr>
        <w:t xml:space="preserve">صلى‌الله‌عليه‌وآله </w:t>
      </w:r>
      <w:r>
        <w:rPr>
          <w:rtl/>
        </w:rPr>
        <w:t xml:space="preserve">يقول لو علمتم ما لكم فى رمضان لزدتم لله شكرا اذا كان اول ليله منه غفر الله لامتى الذنوب كلها سرها و علانيتها و رفع لكم الفى الف درجه و بنالكم خمسين مدينه و كتب الله لكم يوم الثانى بكل خطوه تخطونها فى ذلك اليوم عباده سنه و ثواب نبى و كتب لكم صوم سنه واعطاكم الله يوم الثالث بكل شعره على ابدانكم قبه فى الفردوس من دره بيضاء فى اعلاها اثنا عشر الف بيت من النور فى اسفلها عشر الف بيت من النور فى كل بيت الف سرير على كل سرير حوراء يدخل عليكم كل يوم الف ملك مع كل ملك هديه و اعطاكم الله يوم الرابع فى جنه الخلد سبعين الف قصر فى كل قصر سبعون الف بيت فى كل بيت خمسون الف سرير على كل سرير حورا مع كل حورا الف و صيفه خمارا احديهن خير من الدنيا و ما فيها و اعطاكم الله يوم الخامس فى جنه الماوى الف مدينه فى كل مدينه سبعون الف بيت فى كل بيت سبعون الف مائده على كل مائده سبعون الف قصعه فى كل بيت سبعون الف مائده على كل مائده سبعون الف قصعه فى كل قصعه ستون الف لون من الطعام له يشبه بعضه بعضا و اعطاكم الله يوم السادس فى دار السلام مائه الف مدينه فى كل مدينه مائه الف دار فى كل دار مائه الف بيت فى كل بيت مائه الف سرير من ذهب طول كل سرير الف ذراع على كل سرير الف ذراع على كگل سرير زوجه من الحور العين عليها ثلاثون الف ذوابه منسوجه بالدر و الياقوت تحمل كل ذوابه مائه جاريه و اعاك </w:t>
      </w:r>
      <w:r>
        <w:rPr>
          <w:rtl/>
        </w:rPr>
        <w:lastRenderedPageBreak/>
        <w:t xml:space="preserve">الله يوم السابع فى جنه النعيم ثواب اربعين الف شهيد و اربتيه الف صديق و اعطاكم الله يوم الثامن مثل عمل ستين الف عابد و ستين الف زاهد و اعطاكم الله يوم العاشر مقضاء سبعين الف حاجه و يستغفر لكم الشمس و القمر و النجوم والدواب و الطير والسباع و كل حجر و مدر و كل رطب و يابس و الحيتان فى البحار و الارواق على الاشجار و كتب الله لكم يوم احد عشر ثواب اربع حجات و اربع عمرات يوم اثنى عشر ا يبدل الله سيئاتكم حسنات و يجعل حسناتكم اضعافا و يكتب لكم بكل حسنه الف الف حسنه و كتب الله لكم يوم ثلاثه عشر مثل عباده اهل مكه و المدينه واعطاكم بالله بكل حجر و مدر ما بين مكه و المدينه شفاعه و يوم اربعه عشر فكانما لقيتم آدم و نوحا و بعدهما ابراهيم و موسى و بعدهما داود و سليمان و كانما عبدتم الله مع كل نبى مائتى سنه و قضى لكم يوم خمسه عشر كل حاجه من حوائج الدنيا و الاخره واعطاكم الله ما يعطى ايوب و استجاب الله دعاوكم واستغفر لكم حمله العرش واعطاكم الله يوم القيامه اربعين نورا عشره عن يمينكم وعشره عن يساركم و عشره امامكم و عشره امامكم و عشره خلفكم واعطاكم الله يوم سته عشر اذا خرجتم من القبر ستين حله تلبسونها و ناقه تركبونها و بعث الله اليكم غمامه تظلكم من حر ذلك اليوم و اذا كان يوم سبعه عشر يقول الله عزوجل انى قد غفرت لهم و لابائهم و رفعت عنهم شدائد يوم القيامه و اذا كان يوم ثمانيه عشر امر الله تبارك و تعالى جبرئيل و ميكائيل و اسرافيل و حمله العرش و الكرسى و الكروبيين آن يستغفروا لامه محمد </w:t>
      </w:r>
      <w:r w:rsidR="00E60DFB">
        <w:rPr>
          <w:rtl/>
        </w:rPr>
        <w:t xml:space="preserve">صلى‌الله‌عليه‌وآله </w:t>
      </w:r>
      <w:r>
        <w:rPr>
          <w:rtl/>
        </w:rPr>
        <w:t xml:space="preserve">الى السنه القابله و اعطاكم الله يوم القيامه ثواب البدريين و اذا كان يوم التاسع عشر لم يبق ملك فى السماوات و الارض الا استاذنوا ربهم فى زياره قبوركم كل يوم و مع كل ملك هديه و شراب فاذا تم لكم عشرون يوما بعث الله اليكم سبعين الف ملك يحفظونكم من كل شيطان رجيم و كتب الله لكم </w:t>
      </w:r>
      <w:r>
        <w:rPr>
          <w:rtl/>
        </w:rPr>
        <w:lastRenderedPageBreak/>
        <w:t xml:space="preserve">بكل يوم صمتم صومم مائه سنه و جعل بينكم و بين النار خندقا و اعطاكم ثواب من قثار التوراه و الانجيل والزبور و الفرقان و كتب الله لكم بكل ريشه على جبرئيل عليه‌السلام عباده سنه و اعطاكم ثواب تسبيح العرش و الكرسى و زوجكم القبر الف فرسخ و يرفع عنكم الظلمه و الوحشه و يجعل قبوركم و عشرين يبعث الله اليكم ملك الموت عليه‌السلام كما يبعث الى الانبياء عليه‌السلام و يرفع عنكم هول منكر ونكير و يدفع عنكم هم الدنيا و عذاب الاخره و يوم ثلاثه و عشرين تمرون على الصراط مع النبيين و الصديقين و الشهدا و الصالحين و كانما اشبعتم كل يتيم فى امتى و كسوتم كل عريان من امتى و يوم اربعه و عشرين لا تخرجون فى الدنيا حتى يرى كل واحد منكم مكانه فى الجنه و يعطى كل واحد منكم ثواب الف مريض و الف غريب خرجوا فى طاعه الله و اعطاكم ثواب عتق الف رقبه من ولد اسماعيل عليه‌السلام و يوم خمسه و عشرين بنى الله لكم تحت العرش الف قبه خضراء على راس ‍ كل قبه خيمه من نور يقول الله تبارك و تعالى يا امه احمد انا ربكم و انتم عبيدى و امائى استظلوا بضل عرشى فى هذه القبات و كلوا و اشربوا هنيئا فلا خوف عليكم و لا انتم تحزنون يا امه محمد و عزتى و جلالى لا بعثنكم الى الجنه يتعجب منكم الاولون و الاخرون و لا توجن كل واحد منكم تاج من نور و لا ركبن كل واحد منكم على ناقه خلقت من نور زمامها من نور فى ذلك الزمام الف حلقه من ذهب و فى كل حلقه قائم عليها لك من الملائكه بيد كل ملك عمود من نور حتى يدخل الجنه بغير حساب و اذا كان يوم سته و عشرين ينظر الله اليكم بالرحه فيففر لكم الذنوب كلها و البهتان و اذا كان يوم سبعه و عشرين فكانما نصرتم كل مؤ من و مومنه و كسوتم سبعين الف عارو خدمتم الف مرابط و كانما قراتم كل كتاب انزل الله على انبيائه و يوم ثمانيه و عشرين جعل الله لكم فى جنه الخلد مائه الف مدينه من نور و </w:t>
      </w:r>
      <w:r>
        <w:rPr>
          <w:rtl/>
        </w:rPr>
        <w:lastRenderedPageBreak/>
        <w:t xml:space="preserve">اعطاكم الله فى جنه الماوى مائه الف قصر من فضه و اعطاكم الله فى جنه النعيم مائه الف دار من عنبر اشهب و اعطاكم الله فى جنه النعيم مائه الف دار من عنبر اشهب و اعطاكم الله فى جنه الفردوس مائه الف مدينه فى كل مدينه الف حجره و اعطاكم الله فى جنه الخلد مائه الف منبر من مسك فى جوف كل منبر الف بيت من زعفرآن فى كل بيت الف سرير من در و ياقوت على كل سرير زوجه من الحور العين و اذا كان يوم تسعه و عشرين اعطاكم الله الف الف محله فى جوف كل محله قبه بيضاء فى كل قبه سرير من كافور ابيض على ذلك السرير الف فراش من السندس الاخضر فوق كل فراش ‍ حوراء عليها سبعون الف حله و على راسها ثمانون الف ذوابه و كل ذوابه مكلله بالدر و الياقوت فاذا تم ثلاثون يوما كتب الله لكم بكل يوم مر عليكم ثواب الف شهيد و الف صديق و كتب الله لكم عباده خمسين سنه و كتب الله لكم بكل يوم صوم الفى يوم و رفع لكم بعدد ما انبت النيل درجات و كتب لكم براه من النار و جوازا على الصراط و امانا من العذاب و للجنه بابايقال لها الريان لا يفتح ذلك الى يوم القيامه ثم يفتح للصائمين و الصائمات من امه محمد </w:t>
      </w:r>
      <w:r w:rsidR="00E60DFB">
        <w:rPr>
          <w:rtl/>
        </w:rPr>
        <w:t xml:space="preserve">صلى‌الله‌عليه‌وآله </w:t>
      </w:r>
      <w:r>
        <w:rPr>
          <w:rtl/>
        </w:rPr>
        <w:t>ثم ينادى رضوآن خازن الجنه يا امه محمد هلموا الى الريان فتدخل امتى فى ذلك الباب الى الجنه يا امه محمد هلموا الى الريان اى شهر يغفر له و لا حول و لا قوه الا بالله العلى العظيم .</w:t>
      </w:r>
    </w:p>
    <w:p w:rsidR="00A679DB" w:rsidRDefault="00A679DB" w:rsidP="00A679DB">
      <w:pPr>
        <w:pStyle w:val="libNormal"/>
        <w:rPr>
          <w:rtl/>
        </w:rPr>
      </w:pPr>
      <w:r>
        <w:rPr>
          <w:rtl/>
        </w:rPr>
        <w:t>ترجمه :</w:t>
      </w:r>
    </w:p>
    <w:p w:rsidR="00A679DB" w:rsidRDefault="00A679DB" w:rsidP="00357C26">
      <w:pPr>
        <w:pStyle w:val="libNormal"/>
        <w:rPr>
          <w:rtl/>
        </w:rPr>
      </w:pPr>
      <w:r>
        <w:rPr>
          <w:rtl/>
        </w:rPr>
        <w:t>١٢. سعيد بن جبير مى گويد از ابن عباس پرسيدم كسى رمضان را روزه بگيرد و حق آن را بشناسد، چه پاداشى دارد؟ او در جواب گفت : آماده شو ا</w:t>
      </w:r>
      <w:r w:rsidR="00357C26">
        <w:rPr>
          <w:rFonts w:hint="cs"/>
          <w:rtl/>
        </w:rPr>
        <w:t>ب</w:t>
      </w:r>
      <w:r>
        <w:rPr>
          <w:rtl/>
        </w:rPr>
        <w:t xml:space="preserve">ن جبير تا چيزى به تو بگويم كه گوشهايت آن را نشنيده و بر دلت نگذشته است . خود را براى آنچه كه از من پرسيدى فارغ ساز كه آنچه پرسيدى علم اولين و آخرين است . سعيد بن جبير مى گويد رفتم و فردا به هنگام طلوع فجر بسرعت </w:t>
      </w:r>
      <w:r>
        <w:rPr>
          <w:rtl/>
        </w:rPr>
        <w:lastRenderedPageBreak/>
        <w:t xml:space="preserve">خود را به او رسانيده ، نماز صبح را خواندم و مطلب را ياد آورى كردم . او به من رو كرده و گفت : آنچه را مى گويم بشنو. از رسول خدا </w:t>
      </w:r>
      <w:r w:rsidR="00E60DFB" w:rsidRPr="00357C26">
        <w:rPr>
          <w:rStyle w:val="libAlaemChar"/>
          <w:rtl/>
        </w:rPr>
        <w:t>صلى‌الله‌عليه‌وآله</w:t>
      </w:r>
      <w:r w:rsidR="00E60DFB">
        <w:rPr>
          <w:rtl/>
        </w:rPr>
        <w:t xml:space="preserve"> </w:t>
      </w:r>
      <w:r>
        <w:rPr>
          <w:rtl/>
        </w:rPr>
        <w:t>شنيدم كه فرمودند: اگر مى دانستيد در رمضان چه پاداشى براى شما نهفته است ، بيش از اين شكر مى كرديد.</w:t>
      </w:r>
    </w:p>
    <w:p w:rsidR="00A679DB" w:rsidRDefault="00A679DB" w:rsidP="00A679DB">
      <w:pPr>
        <w:pStyle w:val="libNormal"/>
        <w:rPr>
          <w:rtl/>
        </w:rPr>
      </w:pPr>
      <w:r>
        <w:rPr>
          <w:rtl/>
        </w:rPr>
        <w:t>هنگامى كه شب اول آن فرا رسيد، خداوند حتما گناهان امتم را مى بخشد، همه آنها را آشكار آن و پنهان آن را و دو هزار هزار درجه شما را بالا مى برد و پنجاه شهر براى شما مى سازد.</w:t>
      </w:r>
    </w:p>
    <w:p w:rsidR="00A679DB" w:rsidRDefault="00A679DB" w:rsidP="00A679DB">
      <w:pPr>
        <w:pStyle w:val="libNormal"/>
        <w:rPr>
          <w:rtl/>
        </w:rPr>
      </w:pPr>
      <w:r>
        <w:rPr>
          <w:rtl/>
        </w:rPr>
        <w:t>و در روز سوم خداوند در مقابل هر مويى كه در بدنهاى شماست ، گنبدى در بهشت از درى سفيد كه در بالاى آن دوازده هزار خانه از نور و در پايين آن نيز دوازده هزار خانه از نور است و در هر خانه هزار تخت و بر هر تخت حوريه اى است ، عطا مى نمايد كه در هر روز هزار فرشته اى هديه اى به همراه دارد پيش شما مى آيند.</w:t>
      </w:r>
    </w:p>
    <w:p w:rsidR="00A679DB" w:rsidRDefault="00A679DB" w:rsidP="00A679DB">
      <w:pPr>
        <w:pStyle w:val="libNormal"/>
        <w:rPr>
          <w:rtl/>
        </w:rPr>
      </w:pPr>
      <w:r>
        <w:rPr>
          <w:rtl/>
        </w:rPr>
        <w:t>و در روز چهارم خداوند در بهشت جاويد هفتاد هزار قصر به شما عطا مى نمايد كه در هر قصر هفتاد هزار خانه وجود دارد و درهرخانه پنجاه هزار تخت است كه بر هر تختى حوريه اى است ، در مقابل هر حوريه اى هزار دختر بچه خردسال است كه لباس آنها بهتر از دنيا و آنچه در آن است ، مى باشد.</w:t>
      </w:r>
    </w:p>
    <w:p w:rsidR="00A679DB" w:rsidRDefault="00A679DB" w:rsidP="00A679DB">
      <w:pPr>
        <w:pStyle w:val="libNormal"/>
        <w:rPr>
          <w:rtl/>
        </w:rPr>
      </w:pPr>
      <w:r>
        <w:rPr>
          <w:rtl/>
        </w:rPr>
        <w:t>در روز پنجم خداوند در جنه الماوى (نوعى از بهشت) هزار شهر به شما عطا مى كند كه در هر شهر هفتاد هزار خانه و در هر خانه اى هفتاد هزار سفره غذا هست . و بر هر سفره هفتاد هزار كاسه است كه در هر كاسه اى شصت هزار نوع غذا هست كه هيچ كدام از آنها شبيه يكديگر نيست .</w:t>
      </w:r>
      <w:r>
        <w:rPr>
          <w:rtl/>
        </w:rPr>
        <w:cr/>
      </w:r>
    </w:p>
    <w:p w:rsidR="00A679DB" w:rsidRDefault="00A679DB" w:rsidP="00A679DB">
      <w:pPr>
        <w:pStyle w:val="libNormal"/>
        <w:rPr>
          <w:rtl/>
        </w:rPr>
      </w:pPr>
      <w:r>
        <w:rPr>
          <w:rtl/>
        </w:rPr>
        <w:lastRenderedPageBreak/>
        <w:t>در روز ششم خداوند صد هزار شهر در بهشت به شما عطا مى كند كه در هر شهرى صد هزار خانه و در هر خانه اى صد هزار تخت از طلا هست كه درازى هر تخت هزار ذراع است . بر هر تختى همسرى از حورالين است كه سى هزار زلف جلو پيشانى دارد كه با در و ياقوت بافته شده است كه هر زلفى را صد كنيز حمل مى كنند.</w:t>
      </w:r>
    </w:p>
    <w:p w:rsidR="00A679DB" w:rsidRDefault="00A679DB" w:rsidP="00A679DB">
      <w:pPr>
        <w:pStyle w:val="libNormal"/>
        <w:rPr>
          <w:rtl/>
        </w:rPr>
      </w:pPr>
      <w:r>
        <w:rPr>
          <w:rtl/>
        </w:rPr>
        <w:t>در روز هفتم خداوند در جنه النعيم (بهشت نعمت) ثواب چهل هزار شهيد و چهل هزار صديق را به شما عنايت مى فرمايد.</w:t>
      </w:r>
    </w:p>
    <w:p w:rsidR="00A679DB" w:rsidRDefault="00A679DB" w:rsidP="00A679DB">
      <w:pPr>
        <w:pStyle w:val="libNormal"/>
        <w:rPr>
          <w:rtl/>
        </w:rPr>
      </w:pPr>
      <w:r>
        <w:rPr>
          <w:rtl/>
        </w:rPr>
        <w:t>در روز هشتم خداوند مانند عمل شصت هزار عابد و شصت هزار زاهد را به شما عطا عنايت مى نمايد، به شما نيز عطا مى فرمايد.</w:t>
      </w:r>
    </w:p>
    <w:p w:rsidR="00A679DB" w:rsidRDefault="00A679DB" w:rsidP="00A679DB">
      <w:pPr>
        <w:pStyle w:val="libNormal"/>
        <w:rPr>
          <w:rtl/>
        </w:rPr>
      </w:pPr>
      <w:r>
        <w:rPr>
          <w:rtl/>
        </w:rPr>
        <w:t>در روز نهم خداوند آنچه را كه به هزار عالم ، هزار معتكف وهزار جنگجوى در جبهه عنايت مى نمايد، به شما نيز عطا مى فرمايد.</w:t>
      </w:r>
    </w:p>
    <w:p w:rsidR="00A679DB" w:rsidRDefault="00A679DB" w:rsidP="00A679DB">
      <w:pPr>
        <w:pStyle w:val="libNormal"/>
        <w:rPr>
          <w:rtl/>
        </w:rPr>
      </w:pPr>
      <w:r>
        <w:rPr>
          <w:rtl/>
        </w:rPr>
        <w:t>در روز دهم هفتاد هزار حاجت شما را بر اورده نموده و خورشيد، ماه ، ستارگان ، چهارپايان ، پرندگان هر سنگ و گلى و هر خشك وترى و ماهيهاى درياها و برگهاى درختان براى شما استغفار مى كنند.</w:t>
      </w:r>
    </w:p>
    <w:p w:rsidR="005B3451" w:rsidRDefault="005B3451" w:rsidP="00A679DB">
      <w:pPr>
        <w:pStyle w:val="libNormal"/>
        <w:rPr>
          <w:rtl/>
        </w:rPr>
      </w:pPr>
    </w:p>
    <w:p w:rsidR="00A679DB" w:rsidRDefault="00A679DB" w:rsidP="00A679DB">
      <w:pPr>
        <w:pStyle w:val="libNormal"/>
        <w:rPr>
          <w:rtl/>
        </w:rPr>
      </w:pPr>
      <w:r>
        <w:rPr>
          <w:rtl/>
        </w:rPr>
        <w:t>در روز يازدهم ثواب چهار حج و چهار عمره را براى شما مى نويسندكه هر حجى همراه با پيامبرى از پيامبرآن و هر عمره اى همراه با صديق يا شهيدى باشد.</w:t>
      </w:r>
    </w:p>
    <w:p w:rsidR="00A679DB" w:rsidRDefault="00A679DB" w:rsidP="00A679DB">
      <w:pPr>
        <w:pStyle w:val="libNormal"/>
        <w:rPr>
          <w:rtl/>
        </w:rPr>
      </w:pPr>
      <w:r>
        <w:rPr>
          <w:rtl/>
        </w:rPr>
        <w:t>در روز دوازهم گناهان شما را تبديل به حسنات نموده و حسنات شما را دو چندآن ساخته و در مقابل هر حسنه اى يك هزار حسنه براى شما مى نويسد.</w:t>
      </w:r>
    </w:p>
    <w:p w:rsidR="00A679DB" w:rsidRDefault="00A679DB" w:rsidP="00A679DB">
      <w:pPr>
        <w:pStyle w:val="libNormal"/>
        <w:rPr>
          <w:rtl/>
        </w:rPr>
      </w:pPr>
      <w:r>
        <w:rPr>
          <w:rtl/>
        </w:rPr>
        <w:t>در روز سيزدهم خداوند به عدد هر سنگ و گلى بين مكه و مدينه ، شفاعتى را به شما عطا مى فرمايد.</w:t>
      </w:r>
    </w:p>
    <w:p w:rsidR="00A679DB" w:rsidRDefault="00916AE0" w:rsidP="007657CB">
      <w:pPr>
        <w:pStyle w:val="libNormal"/>
        <w:rPr>
          <w:rtl/>
        </w:rPr>
      </w:pPr>
      <w:r>
        <w:rPr>
          <w:rFonts w:hint="cs"/>
          <w:rtl/>
        </w:rPr>
        <w:lastRenderedPageBreak/>
        <w:t>د</w:t>
      </w:r>
      <w:r w:rsidR="00A679DB">
        <w:rPr>
          <w:rtl/>
        </w:rPr>
        <w:t xml:space="preserve">ر روز چهاردهم گويا آدم و نوح </w:t>
      </w:r>
      <w:r w:rsidR="00A679DB" w:rsidRPr="00916AE0">
        <w:rPr>
          <w:rStyle w:val="libAlaemChar"/>
          <w:rtl/>
        </w:rPr>
        <w:t>عليه‌السلام</w:t>
      </w:r>
      <w:r w:rsidR="00A679DB">
        <w:rPr>
          <w:rtl/>
        </w:rPr>
        <w:t xml:space="preserve"> و بعد از آنها ابراهيم و موسى </w:t>
      </w:r>
      <w:r w:rsidR="00A679DB" w:rsidRPr="007657CB">
        <w:rPr>
          <w:rStyle w:val="libAlaemChar"/>
          <w:rtl/>
        </w:rPr>
        <w:t>عليه‌السلام</w:t>
      </w:r>
      <w:r w:rsidR="00A679DB">
        <w:rPr>
          <w:rtl/>
        </w:rPr>
        <w:t xml:space="preserve"> و بعد از آنها داود و سليمان </w:t>
      </w:r>
      <w:r w:rsidR="007657CB" w:rsidRPr="00B34984">
        <w:rPr>
          <w:rStyle w:val="libAlaemChar"/>
          <w:rtl/>
        </w:rPr>
        <w:t>صلى‌الله‌عليه‌وآله</w:t>
      </w:r>
      <w:r w:rsidR="007657CB">
        <w:rPr>
          <w:rtl/>
        </w:rPr>
        <w:t xml:space="preserve"> </w:t>
      </w:r>
      <w:r w:rsidR="00A679DB">
        <w:rPr>
          <w:rtl/>
        </w:rPr>
        <w:t>را ملاقات كرد و با هر پيامبرى دويست سال خدا را عبادت كرده ايد.</w:t>
      </w:r>
    </w:p>
    <w:p w:rsidR="00A679DB" w:rsidRDefault="00A679DB" w:rsidP="00A679DB">
      <w:pPr>
        <w:pStyle w:val="libNormal"/>
        <w:rPr>
          <w:rtl/>
        </w:rPr>
      </w:pPr>
      <w:r>
        <w:rPr>
          <w:rtl/>
        </w:rPr>
        <w:t xml:space="preserve">در روز پانزدهم تمامى حاجتها (يا ده حاجت) از حاجتهاى دنيا و آخرت را بر آورده نموده آنچه را با حضرت ايوب </w:t>
      </w:r>
      <w:r w:rsidRPr="007657CB">
        <w:rPr>
          <w:rStyle w:val="libAlaemChar"/>
          <w:rtl/>
        </w:rPr>
        <w:t>عليه‌السلام</w:t>
      </w:r>
      <w:r>
        <w:rPr>
          <w:rtl/>
        </w:rPr>
        <w:t xml:space="preserve"> عطا نموده به شما استغفار مى كنند و در روز قيامت چهل نور به شما عطا مى نمايد، ده تا طرف راست ، ده تا طرف چپ ، ده تا روبرو و ده تا پشست سر.</w:t>
      </w:r>
    </w:p>
    <w:p w:rsidR="00A679DB" w:rsidRDefault="00A679DB" w:rsidP="00A679DB">
      <w:pPr>
        <w:pStyle w:val="libNormal"/>
        <w:rPr>
          <w:rtl/>
        </w:rPr>
      </w:pPr>
      <w:r>
        <w:rPr>
          <w:rtl/>
        </w:rPr>
        <w:t>در روز شانزدهم هنگامى كه از قبر خارج شويد، شصت لباس به شما عطا مى نمايد كه آنها را مى پوشيد و نيز شترى كه سوار آن مى شويد و پاره ابرى براى شما مى فرستد كه در گرماى آن روز بر شما سايه مى افكند.</w:t>
      </w:r>
    </w:p>
    <w:p w:rsidR="00A679DB" w:rsidRDefault="00A679DB" w:rsidP="00A679DB">
      <w:pPr>
        <w:pStyle w:val="libNormal"/>
        <w:rPr>
          <w:rtl/>
        </w:rPr>
      </w:pPr>
      <w:r>
        <w:rPr>
          <w:rtl/>
        </w:rPr>
        <w:t>هنگامى كه روز هفدهم فرا رسد، خداى عزوجل مى فرمايند: همانا و قطعاو محققا شما و پدرانتان را آمرزيده و سختيهاى روز قيامت را از شما برداشتم .</w:t>
      </w:r>
    </w:p>
    <w:p w:rsidR="00A679DB" w:rsidRDefault="00A679DB" w:rsidP="00A679DB">
      <w:pPr>
        <w:pStyle w:val="libNormal"/>
        <w:rPr>
          <w:rtl/>
        </w:rPr>
      </w:pPr>
      <w:r>
        <w:rPr>
          <w:rtl/>
        </w:rPr>
        <w:t xml:space="preserve">هنگامى كه روز هيجدهم فرا رسد، خداى تبارك و تعالى به جبرئيل ، ميكائيل ، اسرافيل حمل كنندگان عرش و كرسى و كروبيان دستور مى دهد كه تا سال آينده براى امت محمد </w:t>
      </w:r>
      <w:r w:rsidR="00E60DFB" w:rsidRPr="007657CB">
        <w:rPr>
          <w:rStyle w:val="libAlaemChar"/>
          <w:rtl/>
        </w:rPr>
        <w:t>صلى‌الله‌عليه‌وآله</w:t>
      </w:r>
      <w:r w:rsidR="00E60DFB">
        <w:rPr>
          <w:rtl/>
        </w:rPr>
        <w:t xml:space="preserve"> </w:t>
      </w:r>
      <w:r>
        <w:rPr>
          <w:rtl/>
        </w:rPr>
        <w:t>استغفار نمايند و در روز قيامت ثواب جنگجويان اسلام در بدر را به شما عطا مى فرمايد.</w:t>
      </w:r>
    </w:p>
    <w:p w:rsidR="00A679DB" w:rsidRDefault="00A679DB" w:rsidP="00A679DB">
      <w:pPr>
        <w:pStyle w:val="libNormal"/>
        <w:rPr>
          <w:rtl/>
        </w:rPr>
      </w:pPr>
      <w:r>
        <w:rPr>
          <w:rtl/>
        </w:rPr>
        <w:t>هنگامى كه روز بيستم فرا رسيد، خداوند براى شما هفتاد هزار فرشته مى فرستد كه شما را از شر هر شيطان رانده شده اى حفظ نمايد، در مقابل هر روزى كه روزه مى گيرند روزه صد سال براى شما مى نويسد، بين شما و جهنم خندقى قرار مى دهد، ثواب كسى را كه تورات ، انجيل ، زبور و فرقان را تلاوت نموده است ، به شما عطا مى فرمايد، به تعداد هر پرى كه بر جبرئيل است ، عبادت يكسال را براى شما مى نويسد، ثواب تسبيح عرش و كرسى</w:t>
      </w:r>
    </w:p>
    <w:p w:rsidR="00A679DB" w:rsidRDefault="00A679DB" w:rsidP="00A679DB">
      <w:pPr>
        <w:pStyle w:val="libNormal"/>
        <w:rPr>
          <w:rtl/>
        </w:rPr>
      </w:pPr>
      <w:r>
        <w:rPr>
          <w:rtl/>
        </w:rPr>
        <w:lastRenderedPageBreak/>
        <w:t>را براى شما نوشته و به شماره آيه اى از قرآن هزار حورالعين را به شما مى دهد.</w:t>
      </w:r>
    </w:p>
    <w:p w:rsidR="00A679DB" w:rsidRDefault="00A679DB" w:rsidP="007657CB">
      <w:pPr>
        <w:pStyle w:val="libNormal"/>
        <w:rPr>
          <w:rtl/>
        </w:rPr>
      </w:pPr>
      <w:r>
        <w:rPr>
          <w:rtl/>
        </w:rPr>
        <w:t xml:space="preserve">در روز بيست و يكم خداوند قبرهاى شما را هزار فرسخ وسعت مى بخشد و تاريكى و وحشت را از شما برداشته و قبرهاى شما را مانند قبرهاى شهدا و صورتهايتان را مانند صورت يوسف به يعقوب </w:t>
      </w:r>
      <w:r w:rsidR="007657CB" w:rsidRPr="007657CB">
        <w:rPr>
          <w:rStyle w:val="libAlaemChar"/>
          <w:rFonts w:eastAsiaTheme="minorHAnsi"/>
          <w:rtl/>
        </w:rPr>
        <w:t>عليهم‌السلام</w:t>
      </w:r>
      <w:r w:rsidR="007657CB" w:rsidRPr="00ED74AF">
        <w:rPr>
          <w:rFonts w:eastAsiaTheme="minorHAnsi"/>
          <w:rtl/>
        </w:rPr>
        <w:t xml:space="preserve"> </w:t>
      </w:r>
      <w:r>
        <w:rPr>
          <w:rtl/>
        </w:rPr>
        <w:t>مى نمايد.</w:t>
      </w:r>
    </w:p>
    <w:p w:rsidR="00A679DB" w:rsidRDefault="00A679DB" w:rsidP="00A679DB">
      <w:pPr>
        <w:pStyle w:val="libNormal"/>
        <w:rPr>
          <w:rtl/>
        </w:rPr>
      </w:pPr>
      <w:r>
        <w:rPr>
          <w:rtl/>
        </w:rPr>
        <w:t>در روز بيست و دوم خداوند همانگونه كه فرشته مرگ را براى پيامبرآن مى فرستد، او را براى شما مى فرستند، ترس منكر و نكير را از شما برداشته و شما را ازهم و غم دنيا و عذاب آخرت رهايى مى دهد.</w:t>
      </w:r>
    </w:p>
    <w:p w:rsidR="00A679DB" w:rsidRDefault="00A679DB" w:rsidP="00A679DB">
      <w:pPr>
        <w:pStyle w:val="libNormal"/>
        <w:rPr>
          <w:rtl/>
        </w:rPr>
      </w:pPr>
      <w:r>
        <w:rPr>
          <w:rtl/>
        </w:rPr>
        <w:t>در روز بيست و سوم همراه با پيامبران ، صديقين ، شهدا، صالحان از پل صراط مى گذريد و گويا همه يتيمان امتم را سير كرده و همه برهنگان امتم را پوشانده ايد.</w:t>
      </w:r>
    </w:p>
    <w:p w:rsidR="00A679DB" w:rsidRDefault="00A679DB" w:rsidP="00A679DB">
      <w:pPr>
        <w:pStyle w:val="libNormal"/>
        <w:rPr>
          <w:rtl/>
        </w:rPr>
      </w:pPr>
      <w:r>
        <w:rPr>
          <w:rtl/>
        </w:rPr>
        <w:t>در روز بيست و چهارم از دنيا نمى رويد، تا اين كه هر كدام از شما مكان خود را در بهشت ببنيد و به هر كدام از شما ثواب هزار مريض و هزار غريب كه در راه خدا (از وطن خود) خارج شده اند و ثواب آزاد كردن هزار بنده از فرزندان اسماعيل را عطا مى نمايد.</w:t>
      </w:r>
    </w:p>
    <w:p w:rsidR="00A679DB" w:rsidRDefault="00A679DB" w:rsidP="007657CB">
      <w:pPr>
        <w:pStyle w:val="libNormal"/>
        <w:rPr>
          <w:rtl/>
        </w:rPr>
      </w:pPr>
      <w:r>
        <w:rPr>
          <w:rtl/>
        </w:rPr>
        <w:t>در روز بيست و پنجم خداوند در زير عرش هزار گنبد سبز براى شما مى سازد، كه بر سر هر گنبد خيمه اى از نور است . خداى تبارك و تعالى مى فرمايد: اى امت محمد! من پروردگار شما و شما بندگان و كنيز</w:t>
      </w:r>
      <w:r w:rsidR="007657CB">
        <w:rPr>
          <w:rFonts w:hint="cs"/>
          <w:rtl/>
        </w:rPr>
        <w:t>ا</w:t>
      </w:r>
      <w:r>
        <w:rPr>
          <w:rtl/>
        </w:rPr>
        <w:t xml:space="preserve">ن من هستيد. در سايه عرش من در اين گنبدها بنشينيد و بخوريد و بياشاميد، گورايتان باد. هيچ ترسى نداشته و اندوهگين نخواهيد شد. اى امت محمد! به عزت و جلالم سوگند قطعاو حتما بگونه اى شما را به بهشت مى فرستم كه اولين و آخرين از شما به شگفتى آيند و همانا و محققا بر سر هر كدام از شما هزار تاج از نور خواهم </w:t>
      </w:r>
      <w:r>
        <w:rPr>
          <w:rtl/>
        </w:rPr>
        <w:lastRenderedPageBreak/>
        <w:t>گذاشت و هر كدام از شما را بر شترى كه از نور آفريده شده سوار خواهم كرد، شترى كه افسار آن نيز از نور است و در اين افسار هزار حلقه از طلاست ، در هر حلقه اى فرشته اى از فرشتگان ايستاده و هر فرشته ميله اى از نور در دست دارد، و بدين شكل بدون حساب وارد بهشت مى شويد.</w:t>
      </w:r>
    </w:p>
    <w:p w:rsidR="00A679DB" w:rsidRDefault="00A679DB" w:rsidP="00A679DB">
      <w:pPr>
        <w:pStyle w:val="libNormal"/>
        <w:rPr>
          <w:rtl/>
        </w:rPr>
      </w:pPr>
      <w:r>
        <w:rPr>
          <w:rtl/>
        </w:rPr>
        <w:t>هنگامى كه روز بيست و ششم فرا رسد، خداوند با نظر رحمت به شما مى نگرد و همه گناهانتان را مى بخشد، مگر خونها و اموال «حق الناس» و در هر روز هفتاد بار خانه هايتان را از غيبت ، دروغ و تهمت پاك مى نمايد. هنگامى كه روز بيست و هفتم فرا رسدت گويا هر مرد و زن م</w:t>
      </w:r>
      <w:r w:rsidR="007657CB">
        <w:rPr>
          <w:rFonts w:hint="cs"/>
          <w:rtl/>
        </w:rPr>
        <w:t>و</w:t>
      </w:r>
      <w:r>
        <w:rPr>
          <w:rtl/>
        </w:rPr>
        <w:t>منى را يارى كرده ، هفتاد هزار برهنه را پوشانده ، به هزار جنگجوى در جبهه خدمت كرده و هر كتابى را كه خداوند بر پيامبرآن خود نازل نوده است ، قرائت كرده باشيد.</w:t>
      </w:r>
    </w:p>
    <w:p w:rsidR="00A679DB" w:rsidRDefault="00A679DB" w:rsidP="007657CB">
      <w:pPr>
        <w:pStyle w:val="libNormal"/>
        <w:rPr>
          <w:rtl/>
        </w:rPr>
      </w:pPr>
      <w:r>
        <w:rPr>
          <w:rtl/>
        </w:rPr>
        <w:t>در روز بيست و هشتم خداوند در بهشت جاويد صد هزار شهر از نور براى شما قرار مى دهد، در جنت الماوى (نوعى بهشت) صد هزار قصر از نقره ، در جنت النعيم (بهشت نعمت) صد هزار خانه از عنبر اشهب (نوعى عنبر خالص) در جنت فردوس (نوعى از بهشت) صد هزا شهر كه در هر شهرى هزار اتاق است ، در بهشت جاويد صد هزار منبر از مشك كه درون هر منبرى هزار خانه از زعفر</w:t>
      </w:r>
      <w:r w:rsidR="007657CB">
        <w:rPr>
          <w:rFonts w:hint="cs"/>
          <w:rtl/>
        </w:rPr>
        <w:t>ا</w:t>
      </w:r>
      <w:r>
        <w:rPr>
          <w:rtl/>
        </w:rPr>
        <w:t>ن و در هر خانه اى هزار تخت از در و ياقوت و بر هر تختى همسرى از حورالعين هست ، به شما عطا مى نمايد.</w:t>
      </w:r>
    </w:p>
    <w:p w:rsidR="00A679DB" w:rsidRDefault="00A679DB" w:rsidP="00A679DB">
      <w:pPr>
        <w:pStyle w:val="libNormal"/>
        <w:rPr>
          <w:rtl/>
        </w:rPr>
      </w:pPr>
      <w:r>
        <w:rPr>
          <w:rtl/>
        </w:rPr>
        <w:t>هنگامى كه روز بيست و نهم فرا رسد خداوند يك هزار هزار محله به شما عطا مى كند كه درون هر محله اى گنبد سفيد است و در هر گنبدى تختى از كافور سفيد كه بر اين تخت هزار رختخواب از سندس سبز است و بر هر رختخوابى حورالعين است كه هفتاد هزار لباس پوشيده است ، هشتاد هزار زلف جلو پيشانى داشته و هر زلفى با در و ياقوت زينت شده است .</w:t>
      </w:r>
    </w:p>
    <w:p w:rsidR="00A679DB" w:rsidRDefault="00A679DB" w:rsidP="00A679DB">
      <w:pPr>
        <w:pStyle w:val="libNormal"/>
        <w:rPr>
          <w:rtl/>
        </w:rPr>
      </w:pPr>
      <w:r>
        <w:rPr>
          <w:rtl/>
        </w:rPr>
        <w:lastRenderedPageBreak/>
        <w:t xml:space="preserve">و در روز سيام خداوند در مقابل هر روزى كه سپرى كرده ايد، ثواب هزار شهيد و هزار صديق را براى شما نوشته و عبادت پنجاه سال را براى شما مى نويسد، در مقابل هر روز روزه روزه دو هزار روز را براى شما نوشته و بشماره آنچه كه رود نيل مى روياند، درجات شما را بالا مى برد و خلاصى از آتش و جواز عبور از پل صراط و ايمنى از عذاب را براى شما مى نويسد، بهشت درى بنام ريان (سيراب) دارد كه تا روز قيامت باز نمى شود، آنگاه براى مردان و زنان روزه دار امت محمد </w:t>
      </w:r>
      <w:r w:rsidR="00E60DFB" w:rsidRPr="007657CB">
        <w:rPr>
          <w:rStyle w:val="libAlaemChar"/>
          <w:rtl/>
        </w:rPr>
        <w:t>صلى‌الله‌عليه‌وآله</w:t>
      </w:r>
      <w:r w:rsidR="00E60DFB">
        <w:rPr>
          <w:rtl/>
        </w:rPr>
        <w:t xml:space="preserve"> </w:t>
      </w:r>
      <w:r>
        <w:rPr>
          <w:rtl/>
        </w:rPr>
        <w:t>گشوده مى شود. آنگاه «رضوان» خزانه دار بهشت ندا مى دهد، اى امت محمد! به در «ريان» بياييد و بدين ترتيب ، امت من از اين در وارد بهشت مى شوند. اكنون اگر كسى در ماه رمضان آمرزيده نشود، در كدام ماه آمرزيده خواهد شد! هيچ نيرو و قدرتى نيست ، مگر از خداى بلند مرتبه و بزرگ .</w:t>
      </w:r>
    </w:p>
    <w:p w:rsidR="00A679DB" w:rsidRDefault="00A679DB" w:rsidP="00A679DB">
      <w:pPr>
        <w:pStyle w:val="libNormal"/>
        <w:rPr>
          <w:rtl/>
        </w:rPr>
      </w:pPr>
      <w:r>
        <w:rPr>
          <w:rtl/>
        </w:rPr>
        <w:t xml:space="preserve">حديث : ١٣ حدثنى محمد بن ابراهيم قال حدثنا على بن سعيد العسگرى قال حدثنا الحسين بن على بن الاسود العجلى قال حدثنا عبدالحميد ابو يحيى الحمانى قال حدثنا ابوبكر الهذلى عن الزبيرى عن عبيدالله بن عبدالله عن ابن عباس قال كان رسول الله </w:t>
      </w:r>
      <w:r w:rsidR="00E60DFB" w:rsidRPr="007657CB">
        <w:rPr>
          <w:rStyle w:val="libAlaemChar"/>
          <w:rtl/>
        </w:rPr>
        <w:t>صلى‌الله‌عليه‌وآله</w:t>
      </w:r>
      <w:r w:rsidR="00E60DFB">
        <w:rPr>
          <w:rtl/>
        </w:rPr>
        <w:t xml:space="preserve"> </w:t>
      </w:r>
      <w:r>
        <w:rPr>
          <w:rtl/>
        </w:rPr>
        <w:t>اذا دخل شهر رمضان اطلق كل اسير و اعطى كل سائل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١٣. راوى مى گويد: روش رسول خدا </w:t>
      </w:r>
      <w:r w:rsidR="00E60DFB" w:rsidRPr="007657CB">
        <w:rPr>
          <w:rStyle w:val="libAlaemChar"/>
          <w:rtl/>
        </w:rPr>
        <w:t>صلى‌الله‌عليه‌وآله</w:t>
      </w:r>
      <w:r w:rsidR="00E60DFB">
        <w:rPr>
          <w:rtl/>
        </w:rPr>
        <w:t xml:space="preserve"> </w:t>
      </w:r>
      <w:r>
        <w:rPr>
          <w:rtl/>
        </w:rPr>
        <w:t>اين بود كه به هنگام فرا رسيدن ماه رمضان هر اسيرى را آزاد و به هر سائلى مالى عطا مى نمود.</w:t>
      </w:r>
    </w:p>
    <w:p w:rsidR="00A679DB" w:rsidRDefault="00A679DB" w:rsidP="00A679DB">
      <w:pPr>
        <w:pStyle w:val="libNormal"/>
        <w:rPr>
          <w:rtl/>
        </w:rPr>
      </w:pPr>
    </w:p>
    <w:p w:rsidR="00A679DB" w:rsidRDefault="00A679DB" w:rsidP="00A679DB">
      <w:pPr>
        <w:pStyle w:val="libNormal"/>
        <w:rPr>
          <w:rtl/>
        </w:rPr>
      </w:pPr>
      <w:r>
        <w:rPr>
          <w:rtl/>
        </w:rPr>
        <w:t>ثواب دعا يقال فى عشر ذى الحجه</w:t>
      </w:r>
    </w:p>
    <w:p w:rsidR="007657CB" w:rsidRPr="00ED74AF" w:rsidRDefault="007657CB" w:rsidP="00ED74AF">
      <w:pPr>
        <w:pStyle w:val="libNormal"/>
        <w:rPr>
          <w:rtl/>
        </w:rPr>
      </w:pPr>
      <w:r w:rsidRPr="00ED74AF">
        <w:rPr>
          <w:rtl/>
        </w:rPr>
        <w:br w:type="page"/>
      </w:r>
    </w:p>
    <w:p w:rsidR="00A679DB" w:rsidRDefault="00A679DB" w:rsidP="007657CB">
      <w:pPr>
        <w:pStyle w:val="Heading2"/>
        <w:rPr>
          <w:rtl/>
        </w:rPr>
      </w:pPr>
      <w:bookmarkStart w:id="126" w:name="_Toc449617183"/>
      <w:r>
        <w:rPr>
          <w:rtl/>
        </w:rPr>
        <w:t>ثواب دعاى در دهم اول ذيحجه</w:t>
      </w:r>
      <w:bookmarkEnd w:id="126"/>
    </w:p>
    <w:p w:rsidR="00A679DB" w:rsidRDefault="00A679DB" w:rsidP="00A679DB">
      <w:pPr>
        <w:pStyle w:val="libNormal"/>
        <w:rPr>
          <w:rtl/>
        </w:rPr>
      </w:pPr>
      <w:r>
        <w:rPr>
          <w:rtl/>
        </w:rPr>
        <w:t xml:space="preserve">حديث : ١ حدثنا محمد بن ابراهيم قال حدثنا محمد بن الحسين بن الخليل بن عبدالكريم قال حدثنا ابوالقاسم عبيدالله بن يعقوب بن يوسف نزيل اصبهان قال حدثنا ابوالعباس احمد بن ابراهيم المقرى المعروف بابى دبيس قال حدثنا محمد بن غالب قال حدثنا محمد بن عبدالله الانصارى عن الخليل البكرى قال سمعت بعض اصحابنا يقول ان على بن ابى طالب </w:t>
      </w:r>
      <w:r w:rsidRPr="008A4431">
        <w:rPr>
          <w:rStyle w:val="libAlaemChar"/>
          <w:rtl/>
        </w:rPr>
        <w:t>عليه‌السلام</w:t>
      </w:r>
      <w:r>
        <w:rPr>
          <w:rtl/>
        </w:rPr>
        <w:t xml:space="preserve"> كان يقول فى كل يوم من ايام العشر هولاء الكلمات الفاضلات اولهن لا اله الا الله عدد الليالى و الدهور لا اله الا الله عدد امواج البحور لا اله الا الله و رحمته عدد الشعر و الوبر لا اله الا الله عدد الحجر و المدر لا اله الا الله عدد لمح العيون لا اله الا الله فى الليل اذا عسعس و فى الصبح اذا تنفس ‍ لا اله الا الله عدد الرياح فى البرارى و الصخور لا اله الا الله من اليوم الى يوم ينفخ فى الصور قال الخليل فسمعته يقول ان عليا </w:t>
      </w:r>
      <w:r w:rsidRPr="008A4431">
        <w:rPr>
          <w:rStyle w:val="libAlaemChar"/>
          <w:rtl/>
        </w:rPr>
        <w:t>عليه‌السلام</w:t>
      </w:r>
      <w:r>
        <w:rPr>
          <w:rtl/>
        </w:rPr>
        <w:t xml:space="preserve"> كان يوق من قال ذلك فى كل يوم من العشر عشر مرات اعطاه الله عزوجل بكل تهليله درجه فى الجنه من الدر و الياقوت ما بين كل درجتين مسيره مائه عام للراكب المسرع فى كل درجه مدينه فيه قصر من جوهر واحد لا فصل فيها فى كل مدينه من تلك المدائن من الدور و الحصون و الغرف و البيوت و الفرش و الازواج و السرير و الحور العين و من النمارق و الزرابى و الموائد و الخدم و الانهار و الاشجار و الحلى و الخلل ما لا يصف خلق من الواصفين فاذا خرج من قبره اضاءت كل شعره منه نورا و ابتدره سبعون الف ملك يمشون امامه وعن يمينه و عن شماله حتى ينتهى الى بابب الجنه فاذا دخلها قاموا خلفقه و هو امامهم حتى ينتهى الى مدينه ظاهرها ياقوته حمرا و باطنها زبرجده خضراء فيها اصناف ماخلق الله عزوجل فى الجنه و اذا انتهوا اليها قالوا يا ولى الله هل تدرى </w:t>
      </w:r>
      <w:r>
        <w:rPr>
          <w:rtl/>
        </w:rPr>
        <w:lastRenderedPageBreak/>
        <w:t>ما هذه المدينه بما فيها قال لا فمن انتم قالوا نحن الملائكه الذين شهدناك فى الدنيا يوم هللت الله عزوجل باتهليل هذه المدينه بما فيها ثوابا لك و ابشر بافضل من هذه من ثواب الله عزوجل حتى ترى ما عد الله لك فى داره دار السلام فى جواره عطاء لا ينقطع ابدا قال الخليل فقولوا اكثر ما تقدرون عليه ليزاد لكم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همانا على بن ابى طالب </w:t>
      </w:r>
      <w:r w:rsidRPr="008A4431">
        <w:rPr>
          <w:rStyle w:val="libAlaemChar"/>
          <w:rtl/>
        </w:rPr>
        <w:t>عليه‌السلام</w:t>
      </w:r>
      <w:r>
        <w:rPr>
          <w:rtl/>
        </w:rPr>
        <w:t xml:space="preserve"> در هر روز ار روزهاى داول ذيحجه اين ذكرهاى پرارج را مى گفتند:</w:t>
      </w:r>
    </w:p>
    <w:p w:rsidR="00A679DB" w:rsidRDefault="00A679DB" w:rsidP="00A679DB">
      <w:pPr>
        <w:pStyle w:val="libNormal"/>
        <w:rPr>
          <w:rtl/>
        </w:rPr>
      </w:pPr>
      <w:r>
        <w:rPr>
          <w:rtl/>
        </w:rPr>
        <w:t>«لا اله الا الله عدد الليالى و الدهور. لا اله الا الله عدد امواج البحور. لا اله الا الله و رحمته خير مما يجمعون . لا اله الا الله عدد الشوك والشجره . لا اله الا الله عدد العشر و ابوبر.لا اله الا الله عدد الحجر و المدر. لا اله الا الله عدد لمح العيون . لا اله الا الله فى الليل اذا عسعس و فى الصبح اذا تنفس . لا اله الا الله عددالرياح فى البرارى و الصخور. لا اله الا الله من اليوم الى يوم ينفخ فى الصور.» (٥١) .</w:t>
      </w:r>
    </w:p>
    <w:p w:rsidR="00A679DB" w:rsidRDefault="00A679DB" w:rsidP="008A4431">
      <w:pPr>
        <w:pStyle w:val="libNormal"/>
        <w:rPr>
          <w:rtl/>
        </w:rPr>
      </w:pPr>
      <w:r>
        <w:rPr>
          <w:rtl/>
        </w:rPr>
        <w:t xml:space="preserve">خليل (يكى از راويان اين حديث) مى گويد: از او شنيدم كه گفت : همانا اميرالمومنين </w:t>
      </w:r>
      <w:r w:rsidRPr="008A4431">
        <w:rPr>
          <w:rStyle w:val="libAlaemChar"/>
          <w:rtl/>
        </w:rPr>
        <w:t>عليه‌السلام</w:t>
      </w:r>
      <w:r>
        <w:rPr>
          <w:rtl/>
        </w:rPr>
        <w:t xml:space="preserve"> مى فرمودند: كسى كه در هر روز از ده روز ده بار اين ذكرها را بگويد، خداى عزوجل در مقابل هر تهليلى (گفته لا اله الا الله) درجه اى در و ياقوت در بهشت به او عطا مى نمايد كه فاصله بين هر كدام از آنها را صد سال براى (سواركار) سريع است . در هر درجه شهرى است كه در آن شهر قصرى با گوهر يكپارچه و بدون ترك است . در هر شهرى از اين شهرها، منزلها، قلعه ها، بالاخانه ها، خانه ها، بسترها، همسران ، تختها، نازبالشهاى كوچك ، فرشها، سفره هاى غذا، خدمتكاران ، رودها، درختان ، زيور آلات و لباسها باندازه اى است كه هيچ توصيفگرى نمى تواند آن را وصف كند. و هنگامى كه از قبر خود </w:t>
      </w:r>
      <w:r>
        <w:rPr>
          <w:rtl/>
        </w:rPr>
        <w:lastRenderedPageBreak/>
        <w:t xml:space="preserve">خارج شود، يك موى او نورى مى افشاندو هفتاد هزار فرشته با سرعت كه از قبر خود خارج شود، يك موى او نورى مى افشاند و هزار فرشته با سرعت به طرف او آمده و عده اى در جلو او و عده اى ديگر در سمت راست او و عدهاى در سمت چپ او حركت مى كنند تا به در بهشت برسد و هنگامى كه وارد بهشت شد، پشت او حركت مى كنند تا به در بهشت برسد و هنگامى كه وارد بهشت شد، پشت سر او مى ايستند. و او در جلو است تا زمانى كه به شهرى برسند كه ظاهر آن ياقوت سرخ و باطن </w:t>
      </w:r>
      <w:r w:rsidR="008A4431">
        <w:rPr>
          <w:rFonts w:hint="cs"/>
          <w:rtl/>
        </w:rPr>
        <w:t>آ</w:t>
      </w:r>
      <w:r>
        <w:rPr>
          <w:rtl/>
        </w:rPr>
        <w:t>ن زبرجد سبز است . انواع آفريده هاى خداوند عزوجل در بهشت در آن موجود است . هنگامى كه به آن رسيدند مى گويند: اى دوست خدا!</w:t>
      </w:r>
    </w:p>
    <w:p w:rsidR="00A679DB" w:rsidRDefault="00A679DB" w:rsidP="008A4431">
      <w:pPr>
        <w:pStyle w:val="libNormal"/>
        <w:rPr>
          <w:rtl/>
        </w:rPr>
      </w:pPr>
      <w:r>
        <w:rPr>
          <w:rtl/>
        </w:rPr>
        <w:t xml:space="preserve">آيا مى دانى اين شهر چيست و چه چيزى در </w:t>
      </w:r>
      <w:r w:rsidR="008A4431">
        <w:rPr>
          <w:rFonts w:hint="cs"/>
          <w:rtl/>
        </w:rPr>
        <w:t>آ</w:t>
      </w:r>
      <w:r>
        <w:rPr>
          <w:rtl/>
        </w:rPr>
        <w:t>ن است ، مى گويد، نه . شما كيستيد؟ آنها مى گويند: ما فرشته هستيم در روزى كه در دنيا لا اله الا الله مى گفتى تو را مشاهده كرديم . اين شهر با آنچه در آن است ثواب تو است . و مژده باد تو را به بهتر از اين يعنى ثواب خداى عزوجل ، تا آنچه را خداوند براى تو در سراى خود «دارالسلام» در پناه خود مهيا نموده است ، بينى ، عطايى كه هيچ گاه قطع نخواهد شد.</w:t>
      </w:r>
    </w:p>
    <w:p w:rsidR="00A679DB" w:rsidRDefault="00A679DB" w:rsidP="00A679DB">
      <w:pPr>
        <w:pStyle w:val="libNormal"/>
        <w:rPr>
          <w:rtl/>
        </w:rPr>
      </w:pPr>
      <w:r>
        <w:rPr>
          <w:rtl/>
        </w:rPr>
        <w:t>خليل مى گويد: بنابراين ، هر چه مى توانيد (اين ذكرها را) بگوييد تا پاداش ما بيشتر شود.</w:t>
      </w:r>
    </w:p>
    <w:p w:rsidR="00A679DB" w:rsidRDefault="00A679DB" w:rsidP="00A679DB">
      <w:pPr>
        <w:pStyle w:val="libNormal"/>
        <w:rPr>
          <w:rtl/>
        </w:rPr>
      </w:pPr>
    </w:p>
    <w:p w:rsidR="00A679DB" w:rsidRDefault="00A679DB" w:rsidP="00A679DB">
      <w:pPr>
        <w:pStyle w:val="libNormal"/>
        <w:rPr>
          <w:rtl/>
        </w:rPr>
      </w:pPr>
      <w:r>
        <w:rPr>
          <w:rtl/>
        </w:rPr>
        <w:t>ثواب صيام عشر ذى الحجه .</w:t>
      </w:r>
    </w:p>
    <w:p w:rsidR="00A679DB" w:rsidRDefault="00D47812" w:rsidP="00A679DB">
      <w:pPr>
        <w:pStyle w:val="libNormal"/>
        <w:rPr>
          <w:rtl/>
        </w:rPr>
      </w:pPr>
      <w:r>
        <w:rPr>
          <w:rtl/>
        </w:rPr>
        <w:br w:type="page"/>
      </w:r>
    </w:p>
    <w:p w:rsidR="00A679DB" w:rsidRDefault="00A679DB" w:rsidP="00D47812">
      <w:pPr>
        <w:pStyle w:val="Heading2"/>
        <w:rPr>
          <w:rtl/>
        </w:rPr>
      </w:pPr>
      <w:bookmarkStart w:id="127" w:name="_Toc449617184"/>
      <w:r>
        <w:rPr>
          <w:rtl/>
        </w:rPr>
        <w:t>ثواب روزه دهه اول ذى الحجه</w:t>
      </w:r>
      <w:bookmarkEnd w:id="127"/>
    </w:p>
    <w:p w:rsidR="00A679DB" w:rsidRDefault="00A679DB" w:rsidP="00A679DB">
      <w:pPr>
        <w:pStyle w:val="libNormal"/>
        <w:rPr>
          <w:rtl/>
        </w:rPr>
      </w:pPr>
      <w:r>
        <w:rPr>
          <w:rtl/>
        </w:rPr>
        <w:t xml:space="preserve">حديث : ١ حدثنا محمد بن ابراهيم حدثنا ابوالقاسم عثمان بن حماد قال حدثنا الحسن بن محمد الدقاق قال حدثنا اسحاق بن وهب العلاف قال حدثنا منصور بن المهاجر قال حدثنا محمد بن عطاء عن عائشه ان شابا كان صاحب سماع و كان اذا اهل هلال ذى الحجه اصبح صائما فارتفع الحديث الى النبى </w:t>
      </w:r>
      <w:r w:rsidR="00E60DFB">
        <w:rPr>
          <w:rtl/>
        </w:rPr>
        <w:t xml:space="preserve">صلى‌الله‌عليه‌وآله </w:t>
      </w:r>
      <w:r>
        <w:rPr>
          <w:rtl/>
        </w:rPr>
        <w:t>فارسل اليه فدعاه فقال ما يحملك على صيام هذه الايام قال بابى انت و امى يا رسول الله ايام المشاعر و ايام الحج عسى الله ان يشركنى فى دعائهم قال فان لك بكل يوم تصومه عدل عتق مائه رقبه و مائه بدنه و مائه فرس يحمل عليها فى سبيل الله فاذا كان يوم الترويه فلك عدل الف رقبه و الف بدنه و الف فرس يحمل عليها فى سبيل الله فاذا كان يوم عرفه فلك عدل الفى رقبه و الفى بدنه و الفى فرس يحمل عليها فى سبيل الله و كفاره ستين سنه قبلها و ستين سنه بعدها.</w:t>
      </w:r>
    </w:p>
    <w:p w:rsidR="00A679DB" w:rsidRDefault="00A679DB" w:rsidP="00A679DB">
      <w:pPr>
        <w:pStyle w:val="libNormal"/>
        <w:rPr>
          <w:rtl/>
        </w:rPr>
      </w:pPr>
      <w:r>
        <w:rPr>
          <w:rtl/>
        </w:rPr>
        <w:t>ترجمه :</w:t>
      </w:r>
    </w:p>
    <w:p w:rsidR="00A679DB" w:rsidRDefault="00A679DB" w:rsidP="00D47812">
      <w:pPr>
        <w:pStyle w:val="libNormal"/>
        <w:rPr>
          <w:rtl/>
        </w:rPr>
      </w:pPr>
      <w:r>
        <w:rPr>
          <w:rtl/>
        </w:rPr>
        <w:t xml:space="preserve">١. راوى مى گويد، همانا جوانى اهل غنا بود و هنگامى كه ماه شب اول ذى الحجه را مى ديد، روزه مى گرفت . خبر به پيامبر </w:t>
      </w:r>
      <w:r w:rsidR="00E60DFB" w:rsidRPr="00D47812">
        <w:rPr>
          <w:rStyle w:val="libAlaemChar"/>
          <w:rtl/>
        </w:rPr>
        <w:t>صلى‌الله‌عليه‌وآله</w:t>
      </w:r>
      <w:r w:rsidR="00E60DFB">
        <w:rPr>
          <w:rtl/>
        </w:rPr>
        <w:t xml:space="preserve"> </w:t>
      </w:r>
      <w:r>
        <w:rPr>
          <w:rtl/>
        </w:rPr>
        <w:t xml:space="preserve">رسيد. شخصى را از پى او فرستاد، او را طلبيد و از او پرسيد: چرا اين روزها را روزه مى گيرى ؟ عرض كرد: پدر و مادرم فداى تو باد اى رسول خدا! اين روزها روزهاى مشعر و ايام حج است . شايد خداوند مرا در دعاى آنان شريك نمايد. آن حضرت </w:t>
      </w:r>
      <w:r w:rsidR="00E60DFB" w:rsidRPr="00D47812">
        <w:rPr>
          <w:rStyle w:val="libAlaemChar"/>
          <w:rtl/>
        </w:rPr>
        <w:t>صلى‌الله‌عليه‌وآله</w:t>
      </w:r>
      <w:r w:rsidR="00E60DFB">
        <w:rPr>
          <w:rtl/>
        </w:rPr>
        <w:t xml:space="preserve"> </w:t>
      </w:r>
      <w:r>
        <w:rPr>
          <w:rtl/>
        </w:rPr>
        <w:t xml:space="preserve">فرمودند نن همانا در مقابل هر روز روزه اى كه مى گيرى (ثوابى) برابر با (ثواب) آزاد كردن صد بنده و قربانى صد شتر و دادن صد اسب كه در راه خدا بر آنها بار نهند، براى تو خواهد بود و هنگامى كه روز (ترويه) (روز هشتم ذى </w:t>
      </w:r>
      <w:r>
        <w:rPr>
          <w:rtl/>
        </w:rPr>
        <w:lastRenderedPageBreak/>
        <w:t>حجه» فرا رسد، «ثوابى» برابر با آزاد كردن هزار بنده و قربانى هزار شتر و دادن هزار اسب كه در راه خدا بر آن بار نهند، خواهى داشت . و هنگامى كه روز عرفه فرا رسد، (ثوابى) برابر با آزاد كردن و دو هزار بنده و قربانى دو هزار شتر و دادن دو هزار اسب كه در راه خدا بر آن بار نهند. خواهى داشت . و نيز كفاره «گناهان» شصت سال قبل و شصت سال بعد از آن خواهد بود.</w:t>
      </w:r>
    </w:p>
    <w:p w:rsidR="00A679DB" w:rsidRDefault="00A679DB" w:rsidP="00A679DB">
      <w:pPr>
        <w:pStyle w:val="libNormal"/>
        <w:rPr>
          <w:rtl/>
        </w:rPr>
      </w:pPr>
      <w:r>
        <w:rPr>
          <w:rtl/>
        </w:rPr>
        <w:t>حديث : ٢ ابى رحمه الله قال حدثنى احمد بن ادريس قال حدثنى محمد بن احمد قال حدثنا موسى بن عمر عن على بن الحكم عن احمدبن زيد عن موسى بن جعفر عليه‌السلام قال من صام اول يوم من العشر عشر ذى الحجه كتب الله له صوم ثمانين شهرا فان صام التسع كتب الله له صوم الدهر.</w:t>
      </w:r>
      <w:r>
        <w:rPr>
          <w:rtl/>
        </w:rPr>
        <w:cr/>
      </w:r>
    </w:p>
    <w:p w:rsidR="00A679DB" w:rsidRDefault="00A679DB" w:rsidP="00A679DB">
      <w:pPr>
        <w:pStyle w:val="libNormal"/>
        <w:rPr>
          <w:rtl/>
        </w:rPr>
      </w:pPr>
      <w:r>
        <w:rPr>
          <w:rtl/>
        </w:rPr>
        <w:t>ترجمه :</w:t>
      </w:r>
    </w:p>
    <w:p w:rsidR="00A679DB" w:rsidRDefault="00A679DB" w:rsidP="00D47812">
      <w:pPr>
        <w:pStyle w:val="libNormal"/>
        <w:rPr>
          <w:rtl/>
        </w:rPr>
      </w:pPr>
      <w:r>
        <w:rPr>
          <w:rtl/>
        </w:rPr>
        <w:t xml:space="preserve">٢. امام كاظم </w:t>
      </w:r>
      <w:r w:rsidRPr="00D47812">
        <w:rPr>
          <w:rStyle w:val="libAlaemChar"/>
          <w:rtl/>
        </w:rPr>
        <w:t>عليه‌السلام</w:t>
      </w:r>
      <w:r>
        <w:rPr>
          <w:rtl/>
        </w:rPr>
        <w:t xml:space="preserve"> فرمودند: كسى كه اولين روز از ده روز - ده روز ذى الحجه - را روزه بگيرد، خداوند براى او روزه هشتاد ماه را خواهد نوشت و اگر نه روز را روزه</w:t>
      </w:r>
      <w:r w:rsidR="00D47812">
        <w:rPr>
          <w:rFonts w:hint="cs"/>
          <w:rtl/>
        </w:rPr>
        <w:t xml:space="preserve"> </w:t>
      </w:r>
      <w:r>
        <w:rPr>
          <w:rtl/>
        </w:rPr>
        <w:t>بگيرد، خداوند براى او روزه يك روزگار را خواهد نوشت .</w:t>
      </w:r>
    </w:p>
    <w:p w:rsidR="00A679DB" w:rsidRDefault="00A679DB" w:rsidP="00A679DB">
      <w:pPr>
        <w:pStyle w:val="libNormal"/>
        <w:rPr>
          <w:rtl/>
        </w:rPr>
      </w:pPr>
      <w:r>
        <w:rPr>
          <w:rtl/>
        </w:rPr>
        <w:t xml:space="preserve">حديث : ٣ حدثنى محمد بن موسى بن المتوكل رضى الله عنه قال حدثنى على بن الحسين السعد ابادى عن احمد بن ابى عبدالله عن ابيه عن محمد بن ابى عمير عن بعض اصحابه عن ابى عبدالله </w:t>
      </w:r>
      <w:r w:rsidRPr="00D47812">
        <w:rPr>
          <w:rStyle w:val="libAlaemChar"/>
          <w:rtl/>
        </w:rPr>
        <w:t>عليه‌السلام</w:t>
      </w:r>
      <w:r>
        <w:rPr>
          <w:rtl/>
        </w:rPr>
        <w:t xml:space="preserve"> قال صوم يوم الترويه كفاره سنه و يوم عرفه كفاره سنتين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D47812">
        <w:rPr>
          <w:rStyle w:val="libAlaemChar"/>
          <w:rtl/>
        </w:rPr>
        <w:t>عليه‌السلام</w:t>
      </w:r>
      <w:r>
        <w:rPr>
          <w:rtl/>
        </w:rPr>
        <w:t xml:space="preserve"> فرمودند: روزه روز ترويه كفاره «گناهان» يك سال و روزه روز عرفه كفاره (گناهان) دو سال است .</w:t>
      </w:r>
    </w:p>
    <w:p w:rsidR="00D47812" w:rsidRPr="00ED74AF" w:rsidRDefault="00D47812" w:rsidP="00ED74AF">
      <w:pPr>
        <w:pStyle w:val="libNormal"/>
        <w:rPr>
          <w:rtl/>
        </w:rPr>
      </w:pPr>
      <w:r w:rsidRPr="00ED74AF">
        <w:rPr>
          <w:rtl/>
        </w:rPr>
        <w:br w:type="page"/>
      </w:r>
    </w:p>
    <w:p w:rsidR="00A679DB" w:rsidRDefault="00A679DB" w:rsidP="00D47812">
      <w:pPr>
        <w:pStyle w:val="Heading2"/>
        <w:rPr>
          <w:rtl/>
        </w:rPr>
      </w:pPr>
      <w:bookmarkStart w:id="128" w:name="_Toc449617185"/>
      <w:r>
        <w:rPr>
          <w:rtl/>
        </w:rPr>
        <w:t>ثواب روزه روز غدير خم</w:t>
      </w:r>
      <w:bookmarkEnd w:id="128"/>
    </w:p>
    <w:p w:rsidR="00A679DB" w:rsidRDefault="00A679DB" w:rsidP="00D47812">
      <w:pPr>
        <w:pStyle w:val="libNormal"/>
        <w:rPr>
          <w:rtl/>
        </w:rPr>
      </w:pPr>
      <w:r>
        <w:rPr>
          <w:rtl/>
        </w:rPr>
        <w:t xml:space="preserve">حديث : ١ ابى رحمه الله حدثنا بن عبدالله قال حدثنا ابراهيم بن هاشم عن القاسم بن يحيى عن جد الحسن بن راشد عن ابى عبدالله </w:t>
      </w:r>
      <w:r w:rsidRPr="00D47812">
        <w:rPr>
          <w:rStyle w:val="libAlaemChar"/>
          <w:rtl/>
        </w:rPr>
        <w:t>عليه‌السلام</w:t>
      </w:r>
      <w:r>
        <w:rPr>
          <w:rtl/>
        </w:rPr>
        <w:t xml:space="preserve"> قال قلت جعلت فداك للمسلمين عيد غير العدين قال نعم يا حسن اعظمهما و اشرفهما قال قلت له و اى يوم هو قال يوم نصب اميرالمؤ منين </w:t>
      </w:r>
      <w:r w:rsidRPr="00D47812">
        <w:rPr>
          <w:rStyle w:val="libAlaemChar"/>
          <w:rtl/>
        </w:rPr>
        <w:t>عليه‌السلام</w:t>
      </w:r>
      <w:r>
        <w:rPr>
          <w:rtl/>
        </w:rPr>
        <w:t xml:space="preserve"> علما للناس قلت جعلت فداك و اى يوم هو قال ان الايام تدور و هو يوم ثمانيه عشر من ذى الحجه قال قلت جعلت فداك و ما ينبغى لنا ان نصنع فيه قال تصومه يا حسن تكثر الصلاه فيه على محمد و اهل بيته و تتبرء الى الله ممن ظلمهم و جحد حقهم فان الانبياء </w:t>
      </w:r>
      <w:r w:rsidR="00D47812" w:rsidRPr="00D47812">
        <w:rPr>
          <w:rStyle w:val="libAlaemChar"/>
          <w:rFonts w:eastAsiaTheme="minorHAnsi"/>
          <w:rtl/>
        </w:rPr>
        <w:t>عليهم‌السلام</w:t>
      </w:r>
      <w:r w:rsidR="00D47812" w:rsidRPr="00ED74AF">
        <w:rPr>
          <w:rFonts w:eastAsiaTheme="minorHAnsi"/>
          <w:rtl/>
        </w:rPr>
        <w:t xml:space="preserve"> </w:t>
      </w:r>
      <w:r>
        <w:rPr>
          <w:rtl/>
        </w:rPr>
        <w:t xml:space="preserve">كانت تامر الاوصياء باليوم الذى كان يقام فيه الوصى ان يتخذ عيدا قال ما لمن صتامه منا قال صيام ستين شهرا و لا تدع صيام يوم سبعه و عشرين من رجب فانه هو اليوم الذى انزلت فيه النبوه على محمد </w:t>
      </w:r>
      <w:r w:rsidR="00E60DFB">
        <w:rPr>
          <w:rtl/>
        </w:rPr>
        <w:t xml:space="preserve">صلى‌الله‌عليه‌وآله </w:t>
      </w:r>
      <w:r>
        <w:rPr>
          <w:rtl/>
        </w:rPr>
        <w:t>و ثوابه مثل ستيم شهرالكم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حسن بن راشد مى گويد: به امام صادق </w:t>
      </w:r>
      <w:r w:rsidRPr="00D47812">
        <w:rPr>
          <w:rStyle w:val="libAlaemChar"/>
          <w:rtl/>
        </w:rPr>
        <w:t>عليه‌السلام</w:t>
      </w:r>
      <w:r>
        <w:rPr>
          <w:rtl/>
        </w:rPr>
        <w:t xml:space="preserve"> عرض كردم : فداى تو گردم ، آيا مسلمان عيدى غير از دو عيد «فطر و قربان» دارند؟ فرمود: بله . اى حسن ! كه بزرگتر و شريفتر از آن دو است . عرض كردم اين عبد در چه روزى است ؟ فرمودند: روز برگزيده شدن اميرالمؤ منين </w:t>
      </w:r>
      <w:r w:rsidRPr="00D47812">
        <w:rPr>
          <w:rStyle w:val="libAlaemChar"/>
          <w:rtl/>
        </w:rPr>
        <w:t>عليه‌السلام</w:t>
      </w:r>
      <w:r>
        <w:rPr>
          <w:rtl/>
        </w:rPr>
        <w:t xml:space="preserve"> براى پيشوايى مردم . عرض كردم قربانت گردم ، در چه روزى براى پيشوايى مردم برانگيخته شدند؟ فرمودند: همانا روزها مى چرخند و آن روز، روز هيجدهم ذى الحجه است . عرض كردم : فدايت گردم ! چه كارى خوب است در آن انجام دهيم ؟ فرمودند: اى حسن ! در آن روز، روزه بگير و بر محمد و اهل بيت او زياد صلوات </w:t>
      </w:r>
      <w:r>
        <w:rPr>
          <w:rtl/>
        </w:rPr>
        <w:lastRenderedPageBreak/>
        <w:t xml:space="preserve">بفرست و از كسانى كه به آنها ستم كردند و حق آنها را انكار كردند، بسوى خداوند بيزارى بجوى . زيرا همانا همه پيامبران به اوصياى خود دستور مى دادند روزى را كه در آن وصى معين شده است ، عيد بگيرند. عرض كردم : اگر كسى از ما آن را روزه بگيرد، چه ثوابى خواهد داشت ؟ فرمودند: (ثواب) روزه شصت ماه . روزه روز بيست و هفتم رجب را نيز ترك نكن . زيرا همانا اين روز همان روزى است كه حضرت محمد </w:t>
      </w:r>
      <w:r w:rsidR="00E60DFB" w:rsidRPr="00D47812">
        <w:rPr>
          <w:rStyle w:val="libAlaemChar"/>
          <w:rtl/>
        </w:rPr>
        <w:t>صلى‌الله‌عليه‌وآله</w:t>
      </w:r>
      <w:r w:rsidR="00E60DFB">
        <w:rPr>
          <w:rtl/>
        </w:rPr>
        <w:t xml:space="preserve"> </w:t>
      </w:r>
      <w:r>
        <w:rPr>
          <w:rtl/>
        </w:rPr>
        <w:t>به پيامبرى برگزيده شده . و ثواب اين روز براى شما مانند ثواب شصت ماه روزه است .</w:t>
      </w:r>
    </w:p>
    <w:p w:rsidR="00A679DB" w:rsidRDefault="00A679DB" w:rsidP="00A679DB">
      <w:pPr>
        <w:pStyle w:val="libNormal"/>
        <w:rPr>
          <w:rtl/>
        </w:rPr>
      </w:pPr>
      <w:r>
        <w:rPr>
          <w:rtl/>
        </w:rPr>
        <w:t xml:space="preserve">حديث : ٢ حدثنا محمد بن الحسن رضى الله عنه قال حدثنا محمد بن الحسن الصفار قال حدثنا محمد بنعيسى اليقطينى عن على بن سليمان عن يوسف البزاز عن القاسم بن يحيى عن جده الحسن بن راشدقال قيل لابى عبدالله </w:t>
      </w:r>
      <w:r w:rsidRPr="00D47812">
        <w:rPr>
          <w:rStyle w:val="libAlaemChar"/>
          <w:rtl/>
        </w:rPr>
        <w:t>عليه‌السلام</w:t>
      </w:r>
      <w:r>
        <w:rPr>
          <w:rtl/>
        </w:rPr>
        <w:t xml:space="preserve"> للمومنين من الاعياد غير العيدين و الجمعه قال فقال نعم لهم ما هو اعظم من هذا يوم اقيم اميرالمومنين </w:t>
      </w:r>
      <w:r w:rsidRPr="00D47812">
        <w:rPr>
          <w:rStyle w:val="libAlaemChar"/>
          <w:rtl/>
        </w:rPr>
        <w:t>عليه‌السلام</w:t>
      </w:r>
      <w:r>
        <w:rPr>
          <w:rtl/>
        </w:rPr>
        <w:t xml:space="preserve"> فعقد له رسول الله </w:t>
      </w:r>
      <w:r w:rsidR="00E60DFB" w:rsidRPr="00D47812">
        <w:rPr>
          <w:rStyle w:val="libAlaemChar"/>
          <w:rtl/>
        </w:rPr>
        <w:t>صلى‌الله‌عليه‌وآله</w:t>
      </w:r>
      <w:r w:rsidR="00E60DFB">
        <w:rPr>
          <w:rtl/>
        </w:rPr>
        <w:t xml:space="preserve"> </w:t>
      </w:r>
      <w:r>
        <w:rPr>
          <w:rtl/>
        </w:rPr>
        <w:t xml:space="preserve">الولايه فى اعناق الرجال و النساء بغدير خم فقلت و اى يوم ذاك قال الايام تختلف ثم قال يوم ثمانيه عشر من ذى الحجه قال ثم قال و العمل فيه يعدل العمل فى ثمانين شهرا و ينبغى ان يكثر فيه ذكر الله عزوجل و الصلاه على النبى </w:t>
      </w:r>
      <w:r w:rsidR="00E60DFB" w:rsidRPr="00D47812">
        <w:rPr>
          <w:rStyle w:val="libAlaemChar"/>
          <w:rtl/>
        </w:rPr>
        <w:t>صلى‌الله‌عليه‌وآله</w:t>
      </w:r>
      <w:r w:rsidR="00E60DFB">
        <w:rPr>
          <w:rtl/>
        </w:rPr>
        <w:t xml:space="preserve"> </w:t>
      </w:r>
      <w:r>
        <w:rPr>
          <w:rtl/>
        </w:rPr>
        <w:t>و يوسع الرجل فيه عل عياله .</w:t>
      </w:r>
    </w:p>
    <w:p w:rsidR="00A679DB" w:rsidRDefault="00A679DB" w:rsidP="00A679DB">
      <w:pPr>
        <w:pStyle w:val="libNormal"/>
        <w:rPr>
          <w:rtl/>
        </w:rPr>
      </w:pPr>
      <w:r>
        <w:rPr>
          <w:rtl/>
        </w:rPr>
        <w:t>ترجمه :</w:t>
      </w:r>
    </w:p>
    <w:p w:rsidR="0098228E" w:rsidRDefault="00A679DB" w:rsidP="0098228E">
      <w:pPr>
        <w:pStyle w:val="libNormal"/>
        <w:numPr>
          <w:ilvl w:val="0"/>
          <w:numId w:val="2"/>
        </w:numPr>
        <w:rPr>
          <w:rtl/>
        </w:rPr>
      </w:pPr>
      <w:r>
        <w:rPr>
          <w:rtl/>
        </w:rPr>
        <w:t xml:space="preserve">راوى مى گويد. به امام صادق </w:t>
      </w:r>
      <w:r w:rsidRPr="00D47812">
        <w:rPr>
          <w:rStyle w:val="libAlaemChar"/>
          <w:rtl/>
        </w:rPr>
        <w:t>عليه‌السلام</w:t>
      </w:r>
      <w:r>
        <w:rPr>
          <w:rtl/>
        </w:rPr>
        <w:t xml:space="preserve"> عرض كردند.: آيا مؤ منين غيز از دو عيد (فطر و قربان) و جمعه عيد ديگرى دارند؟ فرمود: بله . عيدى بزرگتر از اين دارند، روزى كه اميرالمؤ منين </w:t>
      </w:r>
      <w:r w:rsidRPr="00D47812">
        <w:rPr>
          <w:rStyle w:val="libAlaemChar"/>
          <w:rtl/>
        </w:rPr>
        <w:t>عليه‌السلام</w:t>
      </w:r>
      <w:r>
        <w:rPr>
          <w:rtl/>
        </w:rPr>
        <w:t xml:space="preserve"> معين شد و رسول خدا </w:t>
      </w:r>
      <w:r w:rsidR="00E60DFB" w:rsidRPr="00D47812">
        <w:rPr>
          <w:rStyle w:val="libAlaemChar"/>
          <w:rtl/>
        </w:rPr>
        <w:t>صلى‌الله‌عليه‌وآله</w:t>
      </w:r>
      <w:r w:rsidR="00E60DFB">
        <w:rPr>
          <w:rtl/>
        </w:rPr>
        <w:t xml:space="preserve"> </w:t>
      </w:r>
      <w:r>
        <w:rPr>
          <w:rtl/>
        </w:rPr>
        <w:t xml:space="preserve">ولايت او را در غدير خم بر گردن مردان و زنان نهاد. عرض </w:t>
      </w:r>
      <w:r>
        <w:rPr>
          <w:rtl/>
        </w:rPr>
        <w:lastRenderedPageBreak/>
        <w:t xml:space="preserve">كردم : اين عيد چه روزى است ؟ فرمودند: روزها از پى يكديگر مى آيند. آنگاه فرمودند: روز هيجدهم ذى حجه </w:t>
      </w:r>
    </w:p>
    <w:p w:rsidR="00A679DB" w:rsidRDefault="00A679DB" w:rsidP="0098228E">
      <w:pPr>
        <w:pStyle w:val="libNormal"/>
        <w:numPr>
          <w:ilvl w:val="0"/>
          <w:numId w:val="2"/>
        </w:numPr>
        <w:rPr>
          <w:rtl/>
        </w:rPr>
      </w:pPr>
      <w:r>
        <w:rPr>
          <w:rtl/>
        </w:rPr>
        <w:t>. عمل در اين روز برابر با عمل در هشتاد ماه است . ذكر خداى عزوجل ، صلوات فراوان بر پيامبر وسعت دادن به مخارج خانواده در اين روز نيكوست .</w:t>
      </w:r>
    </w:p>
    <w:p w:rsidR="00A679DB" w:rsidRDefault="00A679DB" w:rsidP="00A679DB">
      <w:pPr>
        <w:pStyle w:val="libNormal"/>
        <w:rPr>
          <w:rtl/>
        </w:rPr>
      </w:pPr>
      <w:r>
        <w:rPr>
          <w:rtl/>
        </w:rPr>
        <w:t xml:space="preserve">حديث : ٣ حدثنا محمدبن الحسن رضى اله عنه قال حدثنا محمد بن ابى القاسم قال حدثنا محمد بن على الكوفى عن محمد بن سنان عن المفضل بن عمر عن ابى عبدالله </w:t>
      </w:r>
      <w:r w:rsidRPr="00D47812">
        <w:rPr>
          <w:rStyle w:val="libAlaemChar"/>
          <w:rtl/>
        </w:rPr>
        <w:t>عليه‌السلام</w:t>
      </w:r>
      <w:r>
        <w:rPr>
          <w:rtl/>
        </w:rPr>
        <w:t xml:space="preserve"> قال صوم يوم غدير خم كفاره ستين سنه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C2416A">
        <w:rPr>
          <w:rStyle w:val="libAlaemChar"/>
          <w:rtl/>
        </w:rPr>
        <w:t>عليه‌السلام</w:t>
      </w:r>
      <w:r>
        <w:rPr>
          <w:rtl/>
        </w:rPr>
        <w:t xml:space="preserve"> فرمودند: روزه روز غدير خم كفاره (گناهان) شصت سال است .</w:t>
      </w:r>
    </w:p>
    <w:p w:rsidR="00A679DB" w:rsidRDefault="00A679DB" w:rsidP="00A679DB">
      <w:pPr>
        <w:pStyle w:val="libNormal"/>
        <w:rPr>
          <w:rtl/>
        </w:rPr>
      </w:pPr>
    </w:p>
    <w:p w:rsidR="00A679DB" w:rsidRDefault="00A679DB" w:rsidP="00A679DB">
      <w:pPr>
        <w:pStyle w:val="libNormal"/>
        <w:rPr>
          <w:rtl/>
        </w:rPr>
      </w:pPr>
      <w:r>
        <w:rPr>
          <w:rtl/>
        </w:rPr>
        <w:t>ثواب التطوع ليله العيد</w:t>
      </w:r>
    </w:p>
    <w:p w:rsidR="00A679DB" w:rsidRDefault="00A679DB" w:rsidP="00A679DB">
      <w:pPr>
        <w:pStyle w:val="libNormal"/>
        <w:rPr>
          <w:rtl/>
        </w:rPr>
      </w:pPr>
    </w:p>
    <w:p w:rsidR="0098228E" w:rsidRDefault="0098228E" w:rsidP="00A679DB">
      <w:pPr>
        <w:pStyle w:val="libNormal"/>
        <w:rPr>
          <w:rtl/>
        </w:rPr>
      </w:pPr>
      <w:r>
        <w:rPr>
          <w:rtl/>
        </w:rPr>
        <w:br w:type="page"/>
      </w:r>
    </w:p>
    <w:p w:rsidR="00A679DB" w:rsidRDefault="00A679DB" w:rsidP="0098228E">
      <w:pPr>
        <w:pStyle w:val="Heading2"/>
        <w:rPr>
          <w:rtl/>
        </w:rPr>
      </w:pPr>
      <w:bookmarkStart w:id="129" w:name="_Toc449617186"/>
      <w:r>
        <w:rPr>
          <w:rtl/>
        </w:rPr>
        <w:t>ثواب عبادت مستحبى در شب عيد</w:t>
      </w:r>
      <w:bookmarkEnd w:id="129"/>
    </w:p>
    <w:p w:rsidR="00A679DB" w:rsidRDefault="00A679DB" w:rsidP="00A679DB">
      <w:pPr>
        <w:pStyle w:val="libNormal"/>
        <w:rPr>
          <w:rtl/>
        </w:rPr>
      </w:pPr>
      <w:r>
        <w:rPr>
          <w:rtl/>
        </w:rPr>
        <w:t xml:space="preserve">حديث : ١ حدثنا محمد بن ابراهيم قال حدثنا ابوسهل هارون بن محمد زنجله قال حدثنا ابوالعباس احمد بن حميد قال حدثنا ابوصالح عن سعد بن سعيد عن ابى طيبه عن كرز بن وبره عن الربيع بن خثيم عن عبدالله بن مسعود عن النبى </w:t>
      </w:r>
      <w:r w:rsidR="00E60DFB" w:rsidRPr="0098228E">
        <w:rPr>
          <w:rStyle w:val="libAlaemChar"/>
          <w:rtl/>
        </w:rPr>
        <w:t>صلى‌الله‌عليه‌وآله</w:t>
      </w:r>
      <w:r w:rsidR="00E60DFB">
        <w:rPr>
          <w:rtl/>
        </w:rPr>
        <w:t xml:space="preserve"> </w:t>
      </w:r>
      <w:r>
        <w:rPr>
          <w:rtl/>
        </w:rPr>
        <w:t xml:space="preserve">عن جبرائيل عن اسرافيل عن ربه تبارك و تعالى انه قال من صلى ليله الفطر عشر ركعات يقرا فى كل ركعه بفاتحه الكتاب و قل هو الله احد عشر مرات و يقول فى ركوعه و سجوده سبحان الله و الحمد الله و لا اله الا الله و الله احبر ثم يتشهد و يسلم بين كل ركعتين فاذا فرغ منها قال الف مره استغفر الله و اتوب اليه يسجد و يقول فى سجوده يا حى يا قيوم يا ذا الجلال و الاكرام يا رحمن الدنيا و الاخره و رحيمهما يا اكرم الاكرمين يا ارحم الراحمين يا اله الاولين والاخرين اغفر لى ذنوبه بالحق نبيا انه لا يرفع راسه من السجود حتى يغفر له و يتقبل منه شهر رمضان و يتجاوز عن ذنوبه و ان كان قد اذنب سبعين ذنبا كل ذنب منها اعظم من ذنوب جميع العباد قلت يا جبرئيل ايتقبل منه خاصه شهر رمضان او من جميع عباده فى بلاده قال نعم و الذى بعثك بالحق نبيا ان من صلى هذه الصلاه و استغفر هذا الاستغفار يتقبل الله صلاته و صيامه و قيامه و يغفر له و يستجيب دعاه لان الله عزوجل قال فى كتابه و (ان استغفروا ربكم ثم توبوا اليه» و قال «و الذين عذا فعلوا فاحشه او ضلموا انفسهم ذكروا الله فاستغفروا لذنوبهم و من يغفر الذنوب الا الله» و قال «و استغفروا الله ان الله غفور رحيم .» و قال «و استغفره انه كان توابا» و قال النبى </w:t>
      </w:r>
      <w:r w:rsidR="00E60DFB">
        <w:rPr>
          <w:rtl/>
        </w:rPr>
        <w:t xml:space="preserve">صلى‌الله‌عليه‌وآله </w:t>
      </w:r>
      <w:r>
        <w:rPr>
          <w:rtl/>
        </w:rPr>
        <w:t>هذه هديه لى و لامتى خاصه من الرجال و النساء و لم يعطها احدا من الانبياء الذين كانوا قبلى و لا غيرهم .</w:t>
      </w:r>
    </w:p>
    <w:p w:rsidR="00A679DB" w:rsidRDefault="00A679DB" w:rsidP="00A679DB">
      <w:pPr>
        <w:pStyle w:val="libNormal"/>
        <w:rPr>
          <w:rtl/>
        </w:rPr>
      </w:pPr>
      <w:r>
        <w:rPr>
          <w:rtl/>
        </w:rPr>
        <w:lastRenderedPageBreak/>
        <w:t>ترجمه :</w:t>
      </w:r>
    </w:p>
    <w:p w:rsidR="00A679DB" w:rsidRDefault="00A679DB" w:rsidP="0098228E">
      <w:pPr>
        <w:pStyle w:val="libNormal"/>
        <w:rPr>
          <w:rtl/>
        </w:rPr>
      </w:pPr>
      <w:r>
        <w:rPr>
          <w:rtl/>
        </w:rPr>
        <w:t xml:space="preserve">١. راوى مى گويد كه پيامبر اكرم </w:t>
      </w:r>
      <w:r w:rsidR="0098228E" w:rsidRPr="0098228E">
        <w:rPr>
          <w:rStyle w:val="libAlaemChar"/>
          <w:rFonts w:eastAsiaTheme="minorHAnsi"/>
          <w:rtl/>
        </w:rPr>
        <w:t>صلى‌الله‌عليه‌وآله‌وسلم</w:t>
      </w:r>
      <w:r w:rsidR="00E60DFB">
        <w:rPr>
          <w:rtl/>
        </w:rPr>
        <w:t xml:space="preserve"> </w:t>
      </w:r>
      <w:r>
        <w:rPr>
          <w:rtl/>
        </w:rPr>
        <w:t xml:space="preserve">از جبرئيل و او از اسرافيل نقل مى كند كه خداى متعال فرمودند: كسى كه در شب عيد فطر ده ركعت نماز بخواند و در هر ركعت (فاتحه الكتاب» را (يك مرتبه) و «قل هو الله احمد» را ده مرتبه بخواندو در ركوع و سجده خود بگويد «سبحان الله و الحمدلله و لا اله الا الله و الله اكبر» </w:t>
      </w:r>
      <w:r w:rsidRPr="0098228E">
        <w:rPr>
          <w:rStyle w:val="libFootnotenumChar"/>
          <w:rtl/>
        </w:rPr>
        <w:t>(٥٢)</w:t>
      </w:r>
      <w:r>
        <w:rPr>
          <w:rtl/>
        </w:rPr>
        <w:t xml:space="preserve"> و بين هر دو ركعت نيز سلام بدهد (ده ركعت نماز را دو ركعت دو ركعت بخواند) و پس از نماز هزار بار (استغفر الله و اتوب اليه» </w:t>
      </w:r>
      <w:r w:rsidRPr="0098228E">
        <w:rPr>
          <w:rStyle w:val="libFootnotenumChar"/>
          <w:rtl/>
        </w:rPr>
        <w:t>(٥٣)</w:t>
      </w:r>
      <w:r>
        <w:rPr>
          <w:rtl/>
        </w:rPr>
        <w:t xml:space="preserve"> بگويد سپس سجده كرده و در سجد بگويد «يا حى يا قيوم يا ذالجلال و الاكرام يا رحمن الدنيا و الاخره و رحيمهما يا اكرم الاكرمين يا ارحم الراحمين يا اله الاولين و الاخرين اغفرلى ذنوبى و تقبل صومى و صلاتى و قيامى» </w:t>
      </w:r>
      <w:r w:rsidRPr="0098228E">
        <w:rPr>
          <w:rStyle w:val="libFootnotenumChar"/>
          <w:rtl/>
        </w:rPr>
        <w:t>(٥٤)،</w:t>
      </w:r>
      <w:r>
        <w:rPr>
          <w:rtl/>
        </w:rPr>
        <w:t xml:space="preserve"> سوگند به كسى كه مرا بحق به پيامبرى بر انگيخت ، سرش را ازسجده بر نمى دارد. مگر اين كه آمرزيده شده و ماه رمضان از او پذيرفته مى شود. و از گناهانش مى گذرند، گرچه هفتاد گناه مرتكب شده باشد كه هر كدام از آن گناهان بزرگتر از گناهان </w:t>
      </w:r>
      <w:r w:rsidR="0098228E">
        <w:rPr>
          <w:rtl/>
        </w:rPr>
        <w:t>همه بندگان باشد. گفتم : اى جبرئ</w:t>
      </w:r>
      <w:r w:rsidR="0098228E">
        <w:rPr>
          <w:rFonts w:hint="cs"/>
          <w:rtl/>
        </w:rPr>
        <w:t>یل</w:t>
      </w:r>
      <w:r>
        <w:rPr>
          <w:rtl/>
        </w:rPr>
        <w:t xml:space="preserve"> ! آيا ماه رمضان فقط از او پذيرفته مى شود يا از جميع بندگان در همه جاى دنيا؟ گفت : سوگند به كسى كه تو را بحق به پيامبرى بر انگيخت اى محمد! همانا بخاطر كرامت او نزد خدا و مقام بزرگش از او، از آنان و از همه يكتا پرستن در بين مشرق و مغرب عالم نماز روزه آنان او را اجابت نمودند. سوگند به كسى كه تو را بحق به پيامبرى بر انگيخت همانا كسى كه اين نماز را بخواند و با اين استغفار مغفرت بجويد. خداوند نماز، روزه و عبادت او را پذيرفته و آمرزيده شده و دعايش مستجاب مى شود. زيرا خداى عزوجل در كتاب خود فرموده است : «از پروردگار خود آمرزش ‍ بخواهيد و از گناه توبه كنيد» </w:t>
      </w:r>
      <w:r w:rsidRPr="0098228E">
        <w:rPr>
          <w:rStyle w:val="libFootnotenumChar"/>
          <w:rtl/>
        </w:rPr>
        <w:t>(٥٥)</w:t>
      </w:r>
      <w:r>
        <w:rPr>
          <w:rtl/>
        </w:rPr>
        <w:t xml:space="preserve"> و فرموده است : و «كسانى كه هنگامى كار زشتى انجام مى </w:t>
      </w:r>
      <w:r>
        <w:rPr>
          <w:rtl/>
        </w:rPr>
        <w:lastRenderedPageBreak/>
        <w:t xml:space="preserve">دهند يا بر خويش ستم مى كنند، خدا را ياد كرده و براى گناهانشان آمرزش مى خواهند و چه كسى جز خدا گناهان رامى آمرزد!.» </w:t>
      </w:r>
      <w:r w:rsidRPr="0098228E">
        <w:rPr>
          <w:rStyle w:val="libFootnotenumChar"/>
          <w:rtl/>
        </w:rPr>
        <w:t>(٥٦)</w:t>
      </w:r>
      <w:r>
        <w:rPr>
          <w:rtl/>
        </w:rPr>
        <w:t xml:space="preserve"> و فرموده است : «از خداوند آمرزش بخواهيد كه همانا خداوند بخشنده و مهربان است .» </w:t>
      </w:r>
      <w:r w:rsidRPr="0098228E">
        <w:rPr>
          <w:rStyle w:val="libFootnotenumChar"/>
          <w:rtl/>
        </w:rPr>
        <w:t>(٥٧)</w:t>
      </w:r>
      <w:r>
        <w:rPr>
          <w:rtl/>
        </w:rPr>
        <w:t xml:space="preserve"> و فرموده است : «از او آمرزش بخواهيد كه او آمرزنده است» </w:t>
      </w:r>
      <w:r w:rsidRPr="0098228E">
        <w:rPr>
          <w:rStyle w:val="libFootnotenumChar"/>
          <w:rtl/>
        </w:rPr>
        <w:t>(٥٨)</w:t>
      </w:r>
      <w:r>
        <w:rPr>
          <w:rtl/>
        </w:rPr>
        <w:t xml:space="preserve"> اين نماز هديه اى است كه مخصوص من و مردان و زمان امت مى باشد و به هيچ پيامبرى قبل از من يادگيرى ، داده نشده است .</w:t>
      </w:r>
    </w:p>
    <w:p w:rsidR="00A679DB" w:rsidRDefault="00A679DB" w:rsidP="00A679DB">
      <w:pPr>
        <w:pStyle w:val="libNormal"/>
        <w:rPr>
          <w:rtl/>
        </w:rPr>
      </w:pPr>
      <w:r>
        <w:rPr>
          <w:rtl/>
        </w:rPr>
        <w:t xml:space="preserve">حديث : ٢ حدثنا محمد بن ابراهيم قال حدثنا احمد بن جعفر بن محمد الهمدانى قال حدثنا اسماعيل بن الفضل قال حدثنا سختويه بن شبيب الباهلى قال حدثنا عاصم عن اسماعيل عن سليمان التيمى عن ابى عثمان النهدى عن سلمان الفارسى رضى الله عنه قال قال رسول الله </w:t>
      </w:r>
      <w:r w:rsidR="00E60DFB" w:rsidRPr="0098228E">
        <w:rPr>
          <w:rStyle w:val="libAlaemChar"/>
          <w:rtl/>
        </w:rPr>
        <w:t>صلى‌الله‌عليه‌وآله</w:t>
      </w:r>
      <w:r w:rsidR="00E60DFB">
        <w:rPr>
          <w:rtl/>
        </w:rPr>
        <w:t xml:space="preserve"> </w:t>
      </w:r>
      <w:r>
        <w:rPr>
          <w:rtl/>
        </w:rPr>
        <w:t>ما من عبد يصلى ليله العيد ست ركعات الا شفع فى اهل بيته كلهم و ان كانوا قد وجبت لهم النار قالوا و لم ذاك يا رسول الله قال لان المحسن لايحتاج الى شفاعه انما الشفاعه لكل مذنب و قال محمد بن الحسين تقرا فى كل ركعه خمس مرات قل هو الله احد. ترجمه :</w:t>
      </w:r>
    </w:p>
    <w:p w:rsidR="00A679DB" w:rsidRDefault="00A679DB" w:rsidP="0098228E">
      <w:pPr>
        <w:pStyle w:val="libNormal"/>
        <w:rPr>
          <w:rtl/>
        </w:rPr>
      </w:pPr>
      <w:r>
        <w:rPr>
          <w:rtl/>
        </w:rPr>
        <w:t xml:space="preserve">٢. رسول خدا </w:t>
      </w:r>
      <w:r w:rsidR="00E60DFB" w:rsidRPr="0098228E">
        <w:rPr>
          <w:rStyle w:val="libAlaemChar"/>
          <w:rtl/>
        </w:rPr>
        <w:t>صلى‌الله‌عليه‌وآله</w:t>
      </w:r>
      <w:r w:rsidR="00E60DFB">
        <w:rPr>
          <w:rtl/>
        </w:rPr>
        <w:t xml:space="preserve"> </w:t>
      </w:r>
      <w:r>
        <w:rPr>
          <w:rtl/>
        </w:rPr>
        <w:t>فرمودند: هيچ بنده اى در شب عيد شش ‍ ركعت نماز نمى خواند، مگر اين كه شفاعت او در مورد همه دودمانش ‍ پذيرفته مى شود، گرچه سزاوار آتش باشند. عرض كردند: چرا (شفاعت او درباره گنهكاران پذيرفته مى شود!) اى رسول خدا؟ فرمودند: زيرا نيكوكار احتياجى به شفاعت ندارد و شفاعت مخصوص گن</w:t>
      </w:r>
      <w:r w:rsidR="0098228E">
        <w:rPr>
          <w:rFonts w:hint="cs"/>
          <w:rtl/>
        </w:rPr>
        <w:t>هک</w:t>
      </w:r>
      <w:r>
        <w:rPr>
          <w:rtl/>
        </w:rPr>
        <w:t>اران است .</w:t>
      </w:r>
    </w:p>
    <w:p w:rsidR="00A679DB" w:rsidRDefault="00A679DB" w:rsidP="00A679DB">
      <w:pPr>
        <w:pStyle w:val="libNormal"/>
        <w:rPr>
          <w:rtl/>
        </w:rPr>
      </w:pPr>
      <w:r>
        <w:rPr>
          <w:rtl/>
        </w:rPr>
        <w:t>شيخ صدوق (مولف اين كتاب) مى گويد: در هر ركعت (از اين نماز) بايد پنج بار «قل هو الله احد» بخوانى .</w:t>
      </w:r>
    </w:p>
    <w:p w:rsidR="00A679DB" w:rsidRDefault="00A679DB" w:rsidP="00A679DB">
      <w:pPr>
        <w:pStyle w:val="libNormal"/>
        <w:rPr>
          <w:rtl/>
        </w:rPr>
      </w:pPr>
    </w:p>
    <w:p w:rsidR="0098228E" w:rsidRDefault="00A679DB" w:rsidP="0098228E">
      <w:pPr>
        <w:pStyle w:val="libNormal"/>
        <w:rPr>
          <w:rtl/>
        </w:rPr>
      </w:pPr>
      <w:r>
        <w:rPr>
          <w:rtl/>
        </w:rPr>
        <w:t>ثواب من احيا ليله العيد</w:t>
      </w:r>
    </w:p>
    <w:p w:rsidR="0098228E" w:rsidRDefault="0098228E" w:rsidP="0098228E">
      <w:pPr>
        <w:pStyle w:val="libNormal"/>
        <w:rPr>
          <w:rtl/>
        </w:rPr>
      </w:pPr>
      <w:r>
        <w:rPr>
          <w:rtl/>
        </w:rPr>
        <w:br w:type="page"/>
      </w:r>
    </w:p>
    <w:p w:rsidR="00A679DB" w:rsidRDefault="00A679DB" w:rsidP="0098228E">
      <w:pPr>
        <w:pStyle w:val="Heading2"/>
        <w:rPr>
          <w:rtl/>
        </w:rPr>
      </w:pPr>
      <w:bookmarkStart w:id="130" w:name="_Toc449617187"/>
      <w:r>
        <w:rPr>
          <w:rtl/>
        </w:rPr>
        <w:t>ثواب شب زنده دارى در شب عيد فطر</w:t>
      </w:r>
      <w:bookmarkEnd w:id="130"/>
    </w:p>
    <w:p w:rsidR="00A679DB" w:rsidRDefault="00A679DB" w:rsidP="00A679DB">
      <w:pPr>
        <w:pStyle w:val="libNormal"/>
        <w:rPr>
          <w:rtl/>
        </w:rPr>
      </w:pPr>
      <w:r>
        <w:rPr>
          <w:rtl/>
        </w:rPr>
        <w:t xml:space="preserve">حديث : ١ حدثنا محمدبن ابراهيم قال حدثنا اسماعيل بن محمد قال حدثنا بن سليمان قال حدثنا احمد بن بكر الفارسى قال حدثنا محمد بن مصعب عن حماد عن ثابت عن انس بن مالك قال قال رسول الله </w:t>
      </w:r>
      <w:r w:rsidR="00E60DFB">
        <w:rPr>
          <w:rtl/>
        </w:rPr>
        <w:t xml:space="preserve">صلى‌الله‌عليه‌وآله </w:t>
      </w:r>
      <w:r>
        <w:rPr>
          <w:rtl/>
        </w:rPr>
        <w:t>من احيا ليله العيد لم يمت قلبه يوم تموت القلوب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98228E">
        <w:rPr>
          <w:rStyle w:val="libAlaemChar"/>
          <w:rtl/>
        </w:rPr>
        <w:t>صلى‌الله‌عليه‌وآله</w:t>
      </w:r>
      <w:r w:rsidR="00E60DFB">
        <w:rPr>
          <w:rtl/>
        </w:rPr>
        <w:t xml:space="preserve"> </w:t>
      </w:r>
      <w:r>
        <w:rPr>
          <w:rtl/>
        </w:rPr>
        <w:t>فرمودند: كسى كه شب عيد را زنده بدارد، در روزى كه دلها مى ميرند دل او نخواهد مرد.</w:t>
      </w:r>
    </w:p>
    <w:p w:rsidR="00A679DB" w:rsidRDefault="00A679DB" w:rsidP="00A679DB">
      <w:pPr>
        <w:pStyle w:val="libNormal"/>
        <w:rPr>
          <w:rtl/>
        </w:rPr>
      </w:pPr>
      <w:r>
        <w:rPr>
          <w:rtl/>
        </w:rPr>
        <w:t xml:space="preserve">حديث : ٢ حدثنا محمد بن ابراهيم قال حدثنا محمد بن عبدالله البغدادى قال حدثنا يحيى بن عثمان المصرى بمصر ثال حدثنا ابن بكير قال حدثنا المفضل بن فضاله عن عيسى بن ابراهيم عن سلمه بن سليمان الخدرى عن مروان بن سالم عن ابن كردوس عن ابيه قال قال رسول الله </w:t>
      </w:r>
      <w:r w:rsidR="00E60DFB" w:rsidRPr="0098228E">
        <w:rPr>
          <w:rStyle w:val="libAlaemChar"/>
          <w:rtl/>
        </w:rPr>
        <w:t>صلى‌الله‌عليه‌وآله</w:t>
      </w:r>
      <w:r w:rsidR="00E60DFB">
        <w:rPr>
          <w:rtl/>
        </w:rPr>
        <w:t xml:space="preserve"> </w:t>
      </w:r>
      <w:r>
        <w:rPr>
          <w:rtl/>
        </w:rPr>
        <w:t>من احيا ليله العيد و ليله النصف من شيعبان لم يمت قلبه يوم تموت القلوب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رسول خدا </w:t>
      </w:r>
      <w:r w:rsidR="00E60DFB" w:rsidRPr="0098228E">
        <w:rPr>
          <w:rStyle w:val="libAlaemChar"/>
          <w:rtl/>
        </w:rPr>
        <w:t>صلى‌الله‌عليه‌وآله</w:t>
      </w:r>
      <w:r w:rsidR="00E60DFB">
        <w:rPr>
          <w:rtl/>
        </w:rPr>
        <w:t xml:space="preserve"> </w:t>
      </w:r>
      <w:r>
        <w:rPr>
          <w:rtl/>
        </w:rPr>
        <w:t>فرمودند: كسى كه شب عيد و شب نيمه شعبان را زنده بدارد، در روزى كه دلها مى ميرند دل او نخواهد مرد.</w:t>
      </w:r>
    </w:p>
    <w:p w:rsidR="00A679DB" w:rsidRDefault="00A679DB" w:rsidP="00A679DB">
      <w:pPr>
        <w:pStyle w:val="libNormal"/>
        <w:rPr>
          <w:rtl/>
        </w:rPr>
      </w:pPr>
    </w:p>
    <w:p w:rsidR="00A679DB" w:rsidRDefault="00A679DB" w:rsidP="00A679DB">
      <w:pPr>
        <w:pStyle w:val="libNormal"/>
        <w:rPr>
          <w:rtl/>
        </w:rPr>
      </w:pPr>
      <w:r>
        <w:rPr>
          <w:rtl/>
        </w:rPr>
        <w:t>ثواب من صام شهر رمضان و ختمه بصدقه و غذا الى المصلىبغسل</w:t>
      </w:r>
    </w:p>
    <w:p w:rsidR="00A679DB" w:rsidRDefault="0098228E" w:rsidP="00A679DB">
      <w:pPr>
        <w:pStyle w:val="libNormal"/>
        <w:rPr>
          <w:rtl/>
        </w:rPr>
      </w:pPr>
      <w:r>
        <w:rPr>
          <w:rtl/>
        </w:rPr>
        <w:br w:type="page"/>
      </w:r>
    </w:p>
    <w:p w:rsidR="00A679DB" w:rsidRDefault="00A679DB" w:rsidP="0098228E">
      <w:pPr>
        <w:pStyle w:val="libNormal"/>
        <w:rPr>
          <w:rtl/>
        </w:rPr>
      </w:pPr>
      <w:bookmarkStart w:id="131" w:name="_Toc449617188"/>
      <w:r w:rsidRPr="0098228E">
        <w:rPr>
          <w:rStyle w:val="Heading2Char"/>
          <w:rtl/>
        </w:rPr>
        <w:t>ثواب روز گرفتن ماه رمضان ، با صدقه آن را به پايان بردن و باغسل به مصلى رفت</w:t>
      </w:r>
      <w:r w:rsidR="0098228E">
        <w:rPr>
          <w:rStyle w:val="Heading2Char"/>
          <w:rFonts w:hint="cs"/>
          <w:rtl/>
        </w:rPr>
        <w:t>ن</w:t>
      </w:r>
      <w:bookmarkEnd w:id="131"/>
      <w:r>
        <w:rPr>
          <w:rtl/>
        </w:rPr>
        <w:t xml:space="preserve"> .</w:t>
      </w:r>
    </w:p>
    <w:p w:rsidR="00A679DB" w:rsidRDefault="00A679DB" w:rsidP="00A679DB">
      <w:pPr>
        <w:pStyle w:val="libNormal"/>
        <w:rPr>
          <w:rtl/>
        </w:rPr>
      </w:pPr>
      <w:r>
        <w:rPr>
          <w:rtl/>
        </w:rPr>
        <w:t xml:space="preserve">حديث : ١ حدثنا محمد بن ابراهيم قال حدثنا عثمان بن محمد قال حدثنا على بن الحسين قال حدثنا محمد بن احمد الطوسى قال حدثنا محمد بن اسلم قال حدثنا الحكم عن سعيد بن بشير عن قتاده عن انس بن مالك قال قال رسول الله </w:t>
      </w:r>
      <w:r w:rsidR="00E60DFB" w:rsidRPr="0098228E">
        <w:rPr>
          <w:rStyle w:val="libAlaemChar"/>
          <w:rtl/>
        </w:rPr>
        <w:t>صلى‌الله‌عليه‌وآله</w:t>
      </w:r>
      <w:r w:rsidR="00E60DFB">
        <w:rPr>
          <w:rtl/>
        </w:rPr>
        <w:t xml:space="preserve"> </w:t>
      </w:r>
      <w:r>
        <w:rPr>
          <w:rtl/>
        </w:rPr>
        <w:t>من صام رمضان و ختمه بصدقه و غدا الى المصلى بغسل رجع مغفورا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98228E">
        <w:rPr>
          <w:rStyle w:val="libAlaemChar"/>
          <w:rtl/>
        </w:rPr>
        <w:t>صلى‌الله‌عليه‌وآله</w:t>
      </w:r>
      <w:r w:rsidR="00E60DFB">
        <w:rPr>
          <w:rtl/>
        </w:rPr>
        <w:t xml:space="preserve"> </w:t>
      </w:r>
      <w:r>
        <w:rPr>
          <w:rtl/>
        </w:rPr>
        <w:t>فرمودند: كسى كه رمضان را روزه بگيرد، با صدقه آن را به پايان برد و باغسل به مصلى برود. در حالى باز مى گردد كه آمرزيده شده است .</w:t>
      </w:r>
    </w:p>
    <w:p w:rsidR="00A679DB" w:rsidRDefault="00A679DB" w:rsidP="00A679DB">
      <w:pPr>
        <w:pStyle w:val="libNormal"/>
        <w:rPr>
          <w:rtl/>
        </w:rPr>
      </w:pPr>
    </w:p>
    <w:p w:rsidR="00A679DB" w:rsidRDefault="00A679DB" w:rsidP="00A679DB">
      <w:pPr>
        <w:pStyle w:val="libNormal"/>
        <w:rPr>
          <w:rtl/>
        </w:rPr>
      </w:pPr>
      <w:r>
        <w:rPr>
          <w:rtl/>
        </w:rPr>
        <w:t>ثواب من صلى اربع ركعتات يوم الفطر بعد صلاه الامام .</w:t>
      </w:r>
    </w:p>
    <w:p w:rsidR="00A679DB" w:rsidRDefault="0098228E" w:rsidP="00A679DB">
      <w:pPr>
        <w:pStyle w:val="libNormal"/>
        <w:rPr>
          <w:rtl/>
        </w:rPr>
      </w:pPr>
      <w:r>
        <w:rPr>
          <w:rtl/>
        </w:rPr>
        <w:br w:type="page"/>
      </w:r>
    </w:p>
    <w:p w:rsidR="00A679DB" w:rsidRDefault="00A679DB" w:rsidP="0098228E">
      <w:pPr>
        <w:pStyle w:val="Heading2"/>
        <w:rPr>
          <w:rtl/>
        </w:rPr>
      </w:pPr>
      <w:bookmarkStart w:id="132" w:name="_Toc449617189"/>
      <w:r>
        <w:rPr>
          <w:rtl/>
        </w:rPr>
        <w:t>ثواب خواندن چهار ركعت نماز در روز عيد فطر پس از خواندن نماز با امام جماعت</w:t>
      </w:r>
      <w:bookmarkEnd w:id="132"/>
    </w:p>
    <w:p w:rsidR="00A679DB" w:rsidRDefault="00A679DB" w:rsidP="00A679DB">
      <w:pPr>
        <w:pStyle w:val="libNormal"/>
        <w:rPr>
          <w:rtl/>
        </w:rPr>
      </w:pPr>
      <w:r>
        <w:rPr>
          <w:rtl/>
        </w:rPr>
        <w:t xml:space="preserve">حديث : ١ حدثنا محمد بن ابراهيم قال حدثنا عثمان بن محمد و ابو يعقوب القزاز قالا حدثنا محمد بن يوسف املا قال حدثنا محمد بن شبيب قال حدثنا عاصم بن عبدالله النخعى عن سلمان رضى الله عنه قال قال رسول الله </w:t>
      </w:r>
      <w:r w:rsidR="00E60DFB" w:rsidRPr="0098228E">
        <w:rPr>
          <w:rStyle w:val="libAlaemChar"/>
          <w:rtl/>
        </w:rPr>
        <w:t>صلى‌الله‌عليه‌وآله</w:t>
      </w:r>
      <w:r w:rsidR="00E60DFB">
        <w:rPr>
          <w:rtl/>
        </w:rPr>
        <w:t xml:space="preserve"> </w:t>
      </w:r>
      <w:r>
        <w:rPr>
          <w:rtl/>
        </w:rPr>
        <w:t>من صلى اربع ركعات يوم الفطر بعد صلاه الامام يقرا فى اولهن سبح اسم ربك الاعلى فكانما قرا جميع الكتب كل كتاب انزله الله عزوجل و فى الركعه الثلانيه و الشمس و ضحيها فله من الثواب ما طلعت عليه الشمس و فى الثلاثه و الضحى فله من الثواب كانما اشبع جميع المساكين و دهنهم و نظفهم و فى الرابعه قل هو الله احد ثلاثين مره غفر الله له ذنب خمسين سنه مستقبله و خمسين سنه مستدبره .</w:t>
      </w:r>
    </w:p>
    <w:p w:rsidR="00A679DB" w:rsidRDefault="00A679DB" w:rsidP="00A679DB">
      <w:pPr>
        <w:pStyle w:val="libNormal"/>
        <w:rPr>
          <w:rtl/>
        </w:rPr>
      </w:pPr>
      <w:r>
        <w:rPr>
          <w:rtl/>
        </w:rPr>
        <w:t>قال ابوجعفر محمد بن على مولف هذا الكتاب رضى الله عنه اقول فى ذلك و بالله التوفيق ان هذا الثواب هو لمن كان امامه مخالفا لمذهبه فيصلى معه تقيه ثم يصلى هذه الاربع ركعات للعيد و لا يعتد بما صلى خلف مخالفه فاما من كان امامه يوم العيد امامام من الله عزوجل واجب الطاعه على العباد فصلى خلفه صلاه العيد لم يكن له ان يصلى بعد ذلك صلاه حتى تزول الشمس و كذلك من كان امامه موافقا لمذهبه و ان يم يكن مفروض الطاعه و صلى معه العيد لم يكن له ان يصلى بعد ذلك صلاه حتى تزول الشمس و المعتمد انه لا صلاه فى العيدين الا مع امام فمن احب ان يصلى وحده فلا بس و تصديق ذلك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١. رسول خدا </w:t>
      </w:r>
      <w:r w:rsidR="00E60DFB" w:rsidRPr="0098228E">
        <w:rPr>
          <w:rStyle w:val="libAlaemChar"/>
          <w:rtl/>
        </w:rPr>
        <w:t>صلى‌الله‌عليه‌وآله</w:t>
      </w:r>
      <w:r w:rsidR="00E60DFB">
        <w:rPr>
          <w:rtl/>
        </w:rPr>
        <w:t xml:space="preserve"> </w:t>
      </w:r>
      <w:r>
        <w:rPr>
          <w:rtl/>
        </w:rPr>
        <w:t xml:space="preserve">فرمودند: اگر كسى روز (عيد) فطر پس از نماز خواندن با امام جماعت ، چهارركعت نماز گذارد و دو ركعت اول «پس ‍ از خواندن سوره حمد) </w:t>
      </w:r>
      <w:r w:rsidRPr="0098228E">
        <w:rPr>
          <w:rStyle w:val="libAieChar"/>
          <w:rtl/>
        </w:rPr>
        <w:t>«سبح اسم ربك الاعلى»</w:t>
      </w:r>
      <w:r>
        <w:rPr>
          <w:rtl/>
        </w:rPr>
        <w:t xml:space="preserve"> </w:t>
      </w:r>
      <w:r w:rsidRPr="0098228E">
        <w:rPr>
          <w:rStyle w:val="libFootnotenumChar"/>
          <w:rtl/>
        </w:rPr>
        <w:t>(٥٩)</w:t>
      </w:r>
      <w:r>
        <w:rPr>
          <w:rtl/>
        </w:rPr>
        <w:t xml:space="preserve"> را بخواند، گويى همه كتابهايى را كه خداى عزوجل نازل نموده ، قرائت كرده است واگر در ركعت دوم (پس از حمد) «والشمس و ضحيها» </w:t>
      </w:r>
      <w:r w:rsidRPr="0098228E">
        <w:rPr>
          <w:rStyle w:val="libFootnotenumChar"/>
          <w:rtl/>
        </w:rPr>
        <w:t>(٦٠)</w:t>
      </w:r>
      <w:r>
        <w:rPr>
          <w:rtl/>
        </w:rPr>
        <w:t xml:space="preserve"> بخواند، ثواب او به مقدار همه چيزهايى است كه خورشيد بر آن مى تابد و اگر در ركعت سوم (پس از حمد) «والضحى» </w:t>
      </w:r>
      <w:r w:rsidRPr="0098228E">
        <w:rPr>
          <w:rStyle w:val="libFootnotenumChar"/>
          <w:rtl/>
        </w:rPr>
        <w:t>(٦١)</w:t>
      </w:r>
      <w:r>
        <w:rPr>
          <w:rtl/>
        </w:rPr>
        <w:t xml:space="preserve"> بخواند، ثواب او باندازه اى است كه گويا همه فقيران را سير نموده به آنان عطر زده و آن را نظافت نموده باشد و اگر در ركعت چهارم (پس از حمد) </w:t>
      </w:r>
      <w:r w:rsidRPr="0098228E">
        <w:rPr>
          <w:rStyle w:val="libAieChar"/>
          <w:rtl/>
        </w:rPr>
        <w:t>«قل هو الله احد»</w:t>
      </w:r>
      <w:r>
        <w:rPr>
          <w:rtl/>
        </w:rPr>
        <w:t xml:space="preserve"> را سى مرتبه بخواند، خداوند گناه پنجاه سال آينده و پنجاه سال گذشته او را مى آمرزد.</w:t>
      </w:r>
    </w:p>
    <w:p w:rsidR="00A679DB" w:rsidRDefault="00A679DB" w:rsidP="00A679DB">
      <w:pPr>
        <w:pStyle w:val="libNormal"/>
        <w:rPr>
          <w:rtl/>
        </w:rPr>
      </w:pPr>
      <w:r>
        <w:rPr>
          <w:rtl/>
        </w:rPr>
        <w:t>مولف اين كتاب رحمه الله عليه مى گويد ناين ثواب براى كسى است كه بجهت تقيه با امام جماعت مخالف مذهب خود نماز خوانده است و سپس ‍ اين چهار ركعت را براى عيد مى خواند و آن نماز را حساب نمى كند. اما اگر با امام جماعتى كه امامت او مشروعيت داشته و اطاعت او بر بندگان خدا واجب باشد، نماز خوانده است ، پس از اين نماز تا اذان ظهر نمى تواند نماز ديگرى بخواند. و همين طور كسى كه با امام جماعتى نماز خوانده كه اطاعت او بر بندگان خدا واجب نيست ولى از نظر مذهب با او موافق است . و آنچه كه مى توان به آن تكيه نمود اين است كه در عيد فطر و قربان نمازى نيست ، مگر با امام جماعت ، ولى اگر كسى بخواهد مى تواند فرادى نماز بخواند. بدليل روآيات زير:</w:t>
      </w:r>
    </w:p>
    <w:p w:rsidR="00A679DB" w:rsidRDefault="00A679DB" w:rsidP="00A679DB">
      <w:pPr>
        <w:pStyle w:val="libNormal"/>
        <w:rPr>
          <w:rtl/>
        </w:rPr>
      </w:pPr>
      <w:r>
        <w:rPr>
          <w:rtl/>
        </w:rPr>
        <w:t>ثواب من صام يوم خمسه و عشرين من ذى العقده</w:t>
      </w:r>
    </w:p>
    <w:p w:rsidR="00A679DB" w:rsidRDefault="00A679DB" w:rsidP="00A679DB">
      <w:pPr>
        <w:pStyle w:val="libNormal"/>
        <w:rPr>
          <w:rtl/>
        </w:rPr>
      </w:pPr>
      <w:r>
        <w:rPr>
          <w:rtl/>
        </w:rPr>
        <w:t xml:space="preserve">حديث : ١ ما حدثنى به محمد بن الحسن رضى الله عنه قال حدثنا الحسين بن الحسن بن ابان عن الحسين بن سعيد عن ابن ابى عمير عن ابن اذينه عن </w:t>
      </w:r>
      <w:r>
        <w:rPr>
          <w:rtl/>
        </w:rPr>
        <w:lastRenderedPageBreak/>
        <w:t>زراره عن ابى جعفر عليه‌السلام قال من لم يصل الامام فى جماعه يوم العيد فلا صلاه له و لا قضاء عليه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98228E">
        <w:rPr>
          <w:rStyle w:val="libAlaemChar"/>
          <w:rtl/>
        </w:rPr>
        <w:t>عليه‌السلام</w:t>
      </w:r>
      <w:r>
        <w:rPr>
          <w:rtl/>
        </w:rPr>
        <w:t xml:space="preserve"> فرمودند: كسى كه در روز عيد با امام ، در جماعت نماز نخواند، نمازى ندارد و قضايى هم ندارد.</w:t>
      </w:r>
    </w:p>
    <w:p w:rsidR="00A679DB" w:rsidRDefault="00A679DB" w:rsidP="00A679DB">
      <w:pPr>
        <w:pStyle w:val="libNormal"/>
        <w:rPr>
          <w:rtl/>
        </w:rPr>
      </w:pPr>
      <w:r>
        <w:rPr>
          <w:rtl/>
        </w:rPr>
        <w:t xml:space="preserve">حديث : ٢ و بهذاالاسناد عن الحسين بن سعيد عن عثمان بن عيسى عن سماعه بن مهران عن ابى عبدالله </w:t>
      </w:r>
      <w:r w:rsidRPr="0098228E">
        <w:rPr>
          <w:rStyle w:val="libAlaemChar"/>
          <w:rtl/>
        </w:rPr>
        <w:t>عليه‌السلام</w:t>
      </w:r>
      <w:r>
        <w:rPr>
          <w:rtl/>
        </w:rPr>
        <w:t xml:space="preserve"> قال لا صلاه فى العيدين الا مع الامام فان صليت وحدك فلا باس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98228E">
        <w:rPr>
          <w:rStyle w:val="libAlaemChar"/>
          <w:rtl/>
        </w:rPr>
        <w:t>عليه‌السلام</w:t>
      </w:r>
      <w:r>
        <w:rPr>
          <w:rtl/>
        </w:rPr>
        <w:t xml:space="preserve"> فرمودند: در عيد فطرو قربان نمازى نيست ، مگر با امام و اگر ب</w:t>
      </w:r>
      <w:r w:rsidR="0098228E">
        <w:rPr>
          <w:rFonts w:hint="cs"/>
          <w:rtl/>
        </w:rPr>
        <w:t xml:space="preserve">ه </w:t>
      </w:r>
      <w:r>
        <w:rPr>
          <w:rtl/>
        </w:rPr>
        <w:t>تنهائى نماز خواندى ، اشكالى ندارد.</w:t>
      </w:r>
    </w:p>
    <w:p w:rsidR="00A679DB" w:rsidRDefault="00A679DB" w:rsidP="00A679DB">
      <w:pPr>
        <w:pStyle w:val="libNormal"/>
        <w:rPr>
          <w:rtl/>
        </w:rPr>
      </w:pPr>
      <w:r>
        <w:rPr>
          <w:rtl/>
        </w:rPr>
        <w:t xml:space="preserve">حديث : ٣ و بهذاالاسناد عن الحسين بن سعيد عن فضاله عن حماد بن عثمان عن معمر بن يحيى و زراره قالا قال ابوجعفر </w:t>
      </w:r>
      <w:r w:rsidRPr="0098228E">
        <w:rPr>
          <w:rStyle w:val="libAlaemChar"/>
          <w:rtl/>
        </w:rPr>
        <w:t>عليه‌السلام</w:t>
      </w:r>
      <w:r>
        <w:rPr>
          <w:rtl/>
        </w:rPr>
        <w:t xml:space="preserve"> لا صلاه يوم الفطر و الاضحى الا مع الامام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باقر </w:t>
      </w:r>
      <w:r w:rsidRPr="0098228E">
        <w:rPr>
          <w:rStyle w:val="libAlaemChar"/>
          <w:rtl/>
        </w:rPr>
        <w:t>عليه‌السلام</w:t>
      </w:r>
      <w:r>
        <w:rPr>
          <w:rtl/>
        </w:rPr>
        <w:t xml:space="preserve"> فرمودند: در روز فطر و قربان نمازى نيست ، مگر با امام .</w:t>
      </w:r>
    </w:p>
    <w:p w:rsidR="00A679DB" w:rsidRDefault="00A679DB" w:rsidP="00A679DB">
      <w:pPr>
        <w:pStyle w:val="libNormal"/>
        <w:rPr>
          <w:rtl/>
        </w:rPr>
      </w:pPr>
      <w:r>
        <w:rPr>
          <w:rtl/>
        </w:rPr>
        <w:t xml:space="preserve">حديث : ٤ و بهذاالاسناد عن الحسين بن سعيد عن محمد بن سنان عن عبدالله بن سنان عن الحلبى عن ابى عبدالله </w:t>
      </w:r>
      <w:r w:rsidRPr="0098228E">
        <w:rPr>
          <w:rStyle w:val="libAlaemChar"/>
          <w:rtl/>
        </w:rPr>
        <w:t>عليه‌السلام</w:t>
      </w:r>
      <w:r>
        <w:rPr>
          <w:rtl/>
        </w:rPr>
        <w:t xml:space="preserve"> قال سالته عن صلاه العيدين هل قبلهما صلاه او بعدهما قال ليس قبلهما و لا بعد هما شى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راوى مى گويد: از امام صادق </w:t>
      </w:r>
      <w:r w:rsidRPr="0098228E">
        <w:rPr>
          <w:rStyle w:val="libAlaemChar"/>
          <w:rtl/>
        </w:rPr>
        <w:t>عليه‌السلام</w:t>
      </w:r>
      <w:r>
        <w:rPr>
          <w:rtl/>
        </w:rPr>
        <w:t xml:space="preserve"> پرسيدم كه آيا قبل يا بعد از نماز عيد فطر و قربان نمازى هست ؟ فرمودند: نه قبل و نه پس از آن نمازى نيست .</w:t>
      </w:r>
    </w:p>
    <w:p w:rsidR="00A679DB" w:rsidRDefault="00A679DB" w:rsidP="00A679DB">
      <w:pPr>
        <w:pStyle w:val="libNormal"/>
        <w:rPr>
          <w:rtl/>
        </w:rPr>
      </w:pPr>
      <w:r>
        <w:rPr>
          <w:rtl/>
        </w:rPr>
        <w:lastRenderedPageBreak/>
        <w:t xml:space="preserve">حديث : ٥ و بهذاالاسناد عن الحسين بن سعيد عن حماد بنعيسى عن حريز عن محمد بن مسلم قال سالت ابا عبدالله </w:t>
      </w:r>
      <w:r w:rsidRPr="009B1EA3">
        <w:rPr>
          <w:rStyle w:val="libAlaemChar"/>
          <w:rtl/>
        </w:rPr>
        <w:t>عليه‌السلام</w:t>
      </w:r>
      <w:r>
        <w:rPr>
          <w:rtl/>
        </w:rPr>
        <w:t xml:space="preserve"> عن الصلاه فى الفطر و الاضحى قال ليس فيهما اذان و لا اقامه و ليس الركعتين و لا قبلهما صلاه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راوى مى گويد از امام صادق </w:t>
      </w:r>
      <w:r w:rsidRPr="009B1EA3">
        <w:rPr>
          <w:rStyle w:val="libAlaemChar"/>
          <w:rtl/>
        </w:rPr>
        <w:t>عليه‌السلام</w:t>
      </w:r>
      <w:r>
        <w:rPr>
          <w:rtl/>
        </w:rPr>
        <w:t xml:space="preserve"> درباره نماز در فطر و قربان پرسيدم فرمودند: در اين دو اذان و اقامه نيست . و بعد از دو ركعت يا قبل از آن هم نمازى نيست .</w:t>
      </w:r>
    </w:p>
    <w:p w:rsidR="00A679DB" w:rsidRDefault="00A679DB" w:rsidP="00A679DB">
      <w:pPr>
        <w:pStyle w:val="libNormal"/>
        <w:rPr>
          <w:rtl/>
        </w:rPr>
      </w:pPr>
      <w:r>
        <w:rPr>
          <w:rtl/>
        </w:rPr>
        <w:t xml:space="preserve">حديث : ٦ و بهذاالاسناد عن الحسين بن سعيد عن فضاله عن ابن سنان عن ابى عبدالله </w:t>
      </w:r>
      <w:r w:rsidRPr="009B1EA3">
        <w:rPr>
          <w:rStyle w:val="libAlaemChar"/>
          <w:rtl/>
        </w:rPr>
        <w:t>عليه‌السلام</w:t>
      </w:r>
      <w:r>
        <w:rPr>
          <w:rtl/>
        </w:rPr>
        <w:t xml:space="preserve"> قال صلاه العيديدن ركعتان ليس قبلهما و لا بعد هما شى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امام صادق </w:t>
      </w:r>
      <w:r w:rsidRPr="009B1EA3">
        <w:rPr>
          <w:rStyle w:val="libAlaemChar"/>
          <w:rtl/>
        </w:rPr>
        <w:t>عليه‌السلام</w:t>
      </w:r>
      <w:r>
        <w:rPr>
          <w:rtl/>
        </w:rPr>
        <w:t xml:space="preserve"> فرمودند: نماز عيد قربان و فطر دو ركعت است و قبل و بعد از آن چيزى نيست .</w:t>
      </w:r>
    </w:p>
    <w:p w:rsidR="00A679DB" w:rsidRDefault="00A679DB" w:rsidP="00A679DB">
      <w:pPr>
        <w:pStyle w:val="libNormal"/>
        <w:rPr>
          <w:rtl/>
        </w:rPr>
      </w:pPr>
      <w:r>
        <w:rPr>
          <w:rtl/>
        </w:rPr>
        <w:t xml:space="preserve">حديث : ٧ و بهذاالاسناد عن الحسين به سعيد عن ابن ابى عمير عن ابن اذينه عن زراره قال قال ابوجعفر </w:t>
      </w:r>
      <w:r w:rsidRPr="009B1EA3">
        <w:rPr>
          <w:rStyle w:val="libAlaemChar"/>
          <w:rtl/>
        </w:rPr>
        <w:t>عليه‌السلام</w:t>
      </w:r>
      <w:r>
        <w:rPr>
          <w:rtl/>
        </w:rPr>
        <w:t xml:space="preserve"> ليس يوم الفطر و لا يوم الاضحى اذان و لا اقامه اذانهما طلوع الشمس اذا طلعت خرجوا و ليس ‍ قبلهما و لا بعدهما صلاه و من لم يصل مع امام فى جماعه فلا صلاه له و لا قضاء عليه .</w:t>
      </w:r>
    </w:p>
    <w:p w:rsidR="00A679DB" w:rsidRDefault="00A679DB" w:rsidP="00A679DB">
      <w:pPr>
        <w:pStyle w:val="libNormal"/>
        <w:rPr>
          <w:rtl/>
        </w:rPr>
      </w:pPr>
      <w:r>
        <w:rPr>
          <w:rtl/>
        </w:rPr>
        <w:t>ترجمه :</w:t>
      </w:r>
    </w:p>
    <w:p w:rsidR="009B1EA3" w:rsidRDefault="00A679DB" w:rsidP="009B1EA3">
      <w:pPr>
        <w:pStyle w:val="libNormal"/>
        <w:rPr>
          <w:rtl/>
        </w:rPr>
      </w:pPr>
      <w:r>
        <w:rPr>
          <w:rtl/>
        </w:rPr>
        <w:t xml:space="preserve">٧. امام باقر </w:t>
      </w:r>
      <w:r w:rsidRPr="009B1EA3">
        <w:rPr>
          <w:rStyle w:val="libAlaemChar"/>
          <w:rtl/>
        </w:rPr>
        <w:t>عليه‌السلام</w:t>
      </w:r>
      <w:r>
        <w:rPr>
          <w:rtl/>
        </w:rPr>
        <w:t xml:space="preserve"> فرمودند: در روز فطر و قربان اذان و اقامه اى نيست . اذان اين دو طلوع خورشيد است . هنگامى كه طلوع كرد، مردم براى نماز از منزل خارج مى شوند و قبل و پس از اين دو نمازى نيست و كسى كه با امام در جماعت نماز نخواند، نمازى ندارد و قضايى هم نخواهد داشت .</w:t>
      </w:r>
      <w:r w:rsidR="009B1EA3">
        <w:rPr>
          <w:rtl/>
        </w:rPr>
        <w:t xml:space="preserve"> </w:t>
      </w:r>
      <w:r>
        <w:rPr>
          <w:rtl/>
        </w:rPr>
        <w:t>ثواب من صام يوم خمسه و عشرين من ذى العقده .</w:t>
      </w:r>
      <w:r w:rsidR="009B1EA3">
        <w:rPr>
          <w:rtl/>
        </w:rPr>
        <w:t xml:space="preserve"> </w:t>
      </w:r>
    </w:p>
    <w:p w:rsidR="009B1EA3" w:rsidRDefault="009B1EA3" w:rsidP="009B1EA3">
      <w:pPr>
        <w:pStyle w:val="libNormal"/>
        <w:rPr>
          <w:rtl/>
        </w:rPr>
      </w:pPr>
      <w:r>
        <w:rPr>
          <w:rtl/>
        </w:rPr>
        <w:br w:type="page"/>
      </w:r>
    </w:p>
    <w:p w:rsidR="00A679DB" w:rsidRDefault="009B1EA3" w:rsidP="009B1EA3">
      <w:pPr>
        <w:pStyle w:val="Heading2"/>
        <w:rPr>
          <w:rtl/>
        </w:rPr>
      </w:pPr>
      <w:bookmarkStart w:id="133" w:name="_Toc449617190"/>
      <w:r>
        <w:rPr>
          <w:rtl/>
        </w:rPr>
        <w:t>ثواب روزه روز بيست و پنجم ذ</w:t>
      </w:r>
      <w:r>
        <w:rPr>
          <w:rFonts w:hint="cs"/>
          <w:rtl/>
        </w:rPr>
        <w:t>ی</w:t>
      </w:r>
      <w:r w:rsidR="00A679DB">
        <w:rPr>
          <w:rtl/>
        </w:rPr>
        <w:t>قعده .</w:t>
      </w:r>
      <w:bookmarkEnd w:id="133"/>
    </w:p>
    <w:p w:rsidR="00A679DB" w:rsidRDefault="00A679DB" w:rsidP="009B1EA3">
      <w:pPr>
        <w:pStyle w:val="libNormal"/>
        <w:rPr>
          <w:rtl/>
        </w:rPr>
      </w:pPr>
      <w:r>
        <w:rPr>
          <w:rtl/>
        </w:rPr>
        <w:t xml:space="preserve">حديث : ١ ابى رحمه الله قال حدثنا احمد بن ادريس قال حدثنا محمد بن احمد قال حدثنا احمد بن الحسين عن ابى طاهر بن حمزه عن الحسن بن على الوشا قال كنت مع ابى و انا غلام فتعشينا عندالرضا </w:t>
      </w:r>
      <w:r w:rsidRPr="009B1EA3">
        <w:rPr>
          <w:rStyle w:val="libAlaemChar"/>
          <w:rtl/>
        </w:rPr>
        <w:t>عليه‌السلام</w:t>
      </w:r>
      <w:r>
        <w:rPr>
          <w:rtl/>
        </w:rPr>
        <w:t xml:space="preserve"> ليله خمس و عشرين من ذى القعده فقال ليله خمس و عشرين من ذى القعده ولد فيها ابراهيم و ولد فيها عيسى بن مريم </w:t>
      </w:r>
      <w:r w:rsidR="009B1EA3" w:rsidRPr="009B1EA3">
        <w:rPr>
          <w:rStyle w:val="libAlaemChar"/>
          <w:rFonts w:eastAsiaTheme="minorHAnsi"/>
          <w:rtl/>
        </w:rPr>
        <w:t>عليهم‌السلام</w:t>
      </w:r>
      <w:r w:rsidR="009B1EA3">
        <w:rPr>
          <w:rtl/>
        </w:rPr>
        <w:t xml:space="preserve"> </w:t>
      </w:r>
      <w:r>
        <w:rPr>
          <w:rtl/>
        </w:rPr>
        <w:t>و فيها دحيت من تحت الكعبه و ايضا خصله لم يذكرها احد فمن صام ذلك اليوم كان كمن صام ستين شهرا.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در نوجوانى شبى با پدرم در شب بيست و پنجم ذى قعده نزد امام رضا </w:t>
      </w:r>
      <w:r w:rsidRPr="009B1EA3">
        <w:rPr>
          <w:rStyle w:val="libAlaemChar"/>
          <w:rtl/>
        </w:rPr>
        <w:t>عليه‌السلام</w:t>
      </w:r>
      <w:r>
        <w:rPr>
          <w:rtl/>
        </w:rPr>
        <w:t xml:space="preserve"> شام خورديم . آن حضرت </w:t>
      </w:r>
      <w:r w:rsidRPr="009B1EA3">
        <w:rPr>
          <w:rStyle w:val="libAlaemChar"/>
          <w:rtl/>
        </w:rPr>
        <w:t>عليه‌السلام</w:t>
      </w:r>
      <w:r>
        <w:rPr>
          <w:rtl/>
        </w:rPr>
        <w:t xml:space="preserve"> فرمودند: شب بيست و پنجم ذى قعده ، حضرت ابراهيم </w:t>
      </w:r>
      <w:r w:rsidRPr="009B1EA3">
        <w:rPr>
          <w:rStyle w:val="libAlaemChar"/>
          <w:rtl/>
        </w:rPr>
        <w:t>عليه‌السلام</w:t>
      </w:r>
      <w:r>
        <w:rPr>
          <w:rtl/>
        </w:rPr>
        <w:t xml:space="preserve"> و عيسى بن مريم </w:t>
      </w:r>
      <w:r w:rsidRPr="009B1EA3">
        <w:rPr>
          <w:rStyle w:val="libAlaemChar"/>
          <w:rtl/>
        </w:rPr>
        <w:t>عليه‌السلام</w:t>
      </w:r>
      <w:r>
        <w:rPr>
          <w:rtl/>
        </w:rPr>
        <w:t xml:space="preserve"> در آن متولد شده اند: در اين شب زمين از زير كعبه گسترده گرديده است و خصوصيت ديگرى نيز دارد كه كسى آن را ذكر نكرده است . كسى كه اين روز را روزه بگيرد مانند كسى است كه شصت ماه روزه گرفته باشد.</w:t>
      </w:r>
    </w:p>
    <w:p w:rsidR="00A679DB" w:rsidRDefault="00A679DB" w:rsidP="00A679DB">
      <w:pPr>
        <w:pStyle w:val="libNormal"/>
        <w:rPr>
          <w:rtl/>
        </w:rPr>
      </w:pPr>
    </w:p>
    <w:p w:rsidR="00A679DB" w:rsidRDefault="00A679DB" w:rsidP="00A679DB">
      <w:pPr>
        <w:pStyle w:val="libNormal"/>
        <w:rPr>
          <w:rtl/>
        </w:rPr>
      </w:pPr>
      <w:r>
        <w:rPr>
          <w:rtl/>
        </w:rPr>
        <w:t>ثواب الافطار على الماء</w:t>
      </w:r>
    </w:p>
    <w:p w:rsidR="00A679DB" w:rsidRDefault="007F560E" w:rsidP="00A679DB">
      <w:pPr>
        <w:pStyle w:val="libNormal"/>
        <w:rPr>
          <w:rtl/>
        </w:rPr>
      </w:pPr>
      <w:r>
        <w:rPr>
          <w:rtl/>
        </w:rPr>
        <w:br w:type="page"/>
      </w:r>
    </w:p>
    <w:p w:rsidR="00A679DB" w:rsidRDefault="00A679DB" w:rsidP="007F560E">
      <w:pPr>
        <w:pStyle w:val="Heading2"/>
        <w:rPr>
          <w:rtl/>
        </w:rPr>
      </w:pPr>
      <w:bookmarkStart w:id="134" w:name="_Toc449617191"/>
      <w:r>
        <w:rPr>
          <w:rtl/>
        </w:rPr>
        <w:t>ثواب افطار كردن با آب</w:t>
      </w:r>
      <w:bookmarkEnd w:id="134"/>
    </w:p>
    <w:p w:rsidR="00A679DB" w:rsidRDefault="00A679DB" w:rsidP="00A679DB">
      <w:pPr>
        <w:pStyle w:val="libNormal"/>
        <w:rPr>
          <w:rtl/>
        </w:rPr>
      </w:pPr>
      <w:r>
        <w:rPr>
          <w:rtl/>
        </w:rPr>
        <w:t>حديث : ١ ابى رحمه الله قال حدثنا محمد بن يحيى عن محمد بن احمد عن احمد بن محمد عن صالح بن السندى عن ابن سنان عن رجل عن ابى عبدالله عليه‌السلام قال الافطار على الماء يغسل ذنوب القلب .</w:t>
      </w:r>
    </w:p>
    <w:p w:rsidR="00A679DB" w:rsidRDefault="00A679DB" w:rsidP="00A679DB">
      <w:pPr>
        <w:pStyle w:val="libNormal"/>
        <w:rPr>
          <w:rtl/>
        </w:rPr>
      </w:pPr>
      <w:r>
        <w:rPr>
          <w:rtl/>
        </w:rPr>
        <w:t>ترجمه :</w:t>
      </w:r>
    </w:p>
    <w:p w:rsidR="00A679DB" w:rsidRDefault="00A679DB" w:rsidP="007F560E">
      <w:pPr>
        <w:pStyle w:val="libNormal"/>
        <w:rPr>
          <w:rtl/>
        </w:rPr>
      </w:pPr>
      <w:r>
        <w:rPr>
          <w:rtl/>
        </w:rPr>
        <w:t xml:space="preserve">١. امام صادق </w:t>
      </w:r>
      <w:r w:rsidRPr="007F560E">
        <w:rPr>
          <w:rStyle w:val="libAlaemChar"/>
          <w:rtl/>
        </w:rPr>
        <w:t>عليه‌السلام</w:t>
      </w:r>
      <w:r>
        <w:rPr>
          <w:rtl/>
        </w:rPr>
        <w:t xml:space="preserve"> فرمودند: افطار كردن با </w:t>
      </w:r>
      <w:r w:rsidR="007F560E">
        <w:rPr>
          <w:rFonts w:hint="cs"/>
          <w:rtl/>
        </w:rPr>
        <w:t>آ</w:t>
      </w:r>
      <w:r>
        <w:rPr>
          <w:rtl/>
        </w:rPr>
        <w:t>ب گناهان دل را مى شويد.</w:t>
      </w:r>
    </w:p>
    <w:p w:rsidR="00A679DB" w:rsidRDefault="00A679DB" w:rsidP="00A679DB">
      <w:pPr>
        <w:pStyle w:val="libNormal"/>
        <w:rPr>
          <w:rtl/>
        </w:rPr>
      </w:pPr>
    </w:p>
    <w:p w:rsidR="00A679DB" w:rsidRDefault="00A679DB" w:rsidP="00A679DB">
      <w:pPr>
        <w:pStyle w:val="libNormal"/>
        <w:rPr>
          <w:rtl/>
        </w:rPr>
      </w:pPr>
      <w:r>
        <w:rPr>
          <w:rtl/>
        </w:rPr>
        <w:t>ثواب صوم ثلاثه ايام فى الشهر خميس فى اوله و اربعاء فى وسطه و خميسفى آخره .</w:t>
      </w:r>
    </w:p>
    <w:p w:rsidR="00A679DB" w:rsidRDefault="007F560E" w:rsidP="00A679DB">
      <w:pPr>
        <w:pStyle w:val="libNormal"/>
        <w:rPr>
          <w:rtl/>
        </w:rPr>
      </w:pPr>
      <w:r>
        <w:rPr>
          <w:rtl/>
        </w:rPr>
        <w:br w:type="page"/>
      </w:r>
    </w:p>
    <w:p w:rsidR="00A679DB" w:rsidRDefault="00A679DB" w:rsidP="007F560E">
      <w:pPr>
        <w:pStyle w:val="Heading2"/>
        <w:rPr>
          <w:rtl/>
        </w:rPr>
      </w:pPr>
      <w:bookmarkStart w:id="135" w:name="_Toc449617192"/>
      <w:r>
        <w:rPr>
          <w:rtl/>
        </w:rPr>
        <w:t xml:space="preserve">ثواب روزه سه روز </w:t>
      </w:r>
      <w:r w:rsidR="007F560E">
        <w:rPr>
          <w:rFonts w:hint="cs"/>
          <w:rtl/>
        </w:rPr>
        <w:t xml:space="preserve">روزه </w:t>
      </w:r>
      <w:r>
        <w:rPr>
          <w:rtl/>
        </w:rPr>
        <w:t>درماه : پنج شنبه اول ، چهارشنبه وسط و پنج شنبه آخر.</w:t>
      </w:r>
      <w:bookmarkEnd w:id="135"/>
    </w:p>
    <w:p w:rsidR="00A679DB" w:rsidRDefault="00A679DB" w:rsidP="00A679DB">
      <w:pPr>
        <w:pStyle w:val="libNormal"/>
        <w:rPr>
          <w:rtl/>
        </w:rPr>
      </w:pPr>
      <w:r>
        <w:rPr>
          <w:rtl/>
        </w:rPr>
        <w:t xml:space="preserve">حديث : ١ حدثنى محمد بن موسى بن المتوكل رضى الله عنه قال حدثنا عبدالله بن جعفر الحميرى قال حدثنا احمد بن محمد بن عيسى عن الحسن بن محبوب عن جميل بن صالح عن محمد بن مروان قال سمعت ابا عبدالله </w:t>
      </w:r>
      <w:r w:rsidRPr="007F560E">
        <w:rPr>
          <w:rStyle w:val="libAlaemChar"/>
          <w:rtl/>
        </w:rPr>
        <w:t>عليه‌السلام</w:t>
      </w:r>
      <w:r>
        <w:rPr>
          <w:rtl/>
        </w:rPr>
        <w:t xml:space="preserve"> يقول كان رسول الله </w:t>
      </w:r>
      <w:r w:rsidR="00E60DFB" w:rsidRPr="007F560E">
        <w:rPr>
          <w:rStyle w:val="libAlaemChar"/>
          <w:rtl/>
        </w:rPr>
        <w:t>صلى‌الله‌عليه‌وآله</w:t>
      </w:r>
      <w:r w:rsidR="00E60DFB">
        <w:rPr>
          <w:rtl/>
        </w:rPr>
        <w:t xml:space="preserve"> </w:t>
      </w:r>
      <w:r>
        <w:rPr>
          <w:rtl/>
        </w:rPr>
        <w:t xml:space="preserve">يصوم حتى يقال لا يفطر و يفطر حتى يقال لا يصوم ثم صام يوما و افطر يوما و افطر يوما ثم صام الاثنين و الخميس ثم ال من ذلك اى صيام ثلاثه ايام فى الشهر خميس فى اول الشهر و اربعاء فى وسط الشهر و خميس فى آخر الشهر و كان يقول ذاك صوم الدهر و قد كان ابى </w:t>
      </w:r>
      <w:r w:rsidRPr="007F560E">
        <w:rPr>
          <w:rStyle w:val="libAlaemChar"/>
          <w:rtl/>
        </w:rPr>
        <w:t>عليه‌السلام</w:t>
      </w:r>
      <w:r>
        <w:rPr>
          <w:rtl/>
        </w:rPr>
        <w:t xml:space="preserve"> يقول ما من احد ابغض الى من رجل يقال له كان رسول الله </w:t>
      </w:r>
      <w:r w:rsidR="00E60DFB" w:rsidRPr="007F560E">
        <w:rPr>
          <w:rStyle w:val="libAlaemChar"/>
          <w:rtl/>
        </w:rPr>
        <w:t>صلى‌الله‌عليه‌وآله</w:t>
      </w:r>
      <w:r w:rsidR="00E60DFB">
        <w:rPr>
          <w:rtl/>
        </w:rPr>
        <w:t xml:space="preserve"> </w:t>
      </w:r>
      <w:r>
        <w:rPr>
          <w:rtl/>
        </w:rPr>
        <w:t xml:space="preserve">يفعل كذا و كذا فيقول لا يعذبنى الله على ان اجتهد فى الصلاه كانه يرى ان رسول الله </w:t>
      </w:r>
      <w:r w:rsidR="00E60DFB">
        <w:rPr>
          <w:rtl/>
        </w:rPr>
        <w:t xml:space="preserve">صلى‌الله‌عليه‌وآله </w:t>
      </w:r>
      <w:r>
        <w:rPr>
          <w:rtl/>
        </w:rPr>
        <w:t>ترك شيئا من الفضل عجزا عنه .</w:t>
      </w:r>
    </w:p>
    <w:p w:rsidR="00A679DB" w:rsidRDefault="00A679DB" w:rsidP="00A679DB">
      <w:pPr>
        <w:pStyle w:val="libNormal"/>
        <w:rPr>
          <w:rtl/>
        </w:rPr>
      </w:pPr>
      <w:r>
        <w:rPr>
          <w:rtl/>
        </w:rPr>
        <w:t>ترجمه :</w:t>
      </w:r>
    </w:p>
    <w:p w:rsidR="00A679DB" w:rsidRDefault="00A679DB" w:rsidP="007F560E">
      <w:pPr>
        <w:pStyle w:val="libNormal"/>
        <w:rPr>
          <w:rtl/>
        </w:rPr>
      </w:pPr>
      <w:r>
        <w:rPr>
          <w:rtl/>
        </w:rPr>
        <w:t xml:space="preserve">١. راوى مى گويد: شنيدم كه امام صادق </w:t>
      </w:r>
      <w:r w:rsidRPr="007F560E">
        <w:rPr>
          <w:rStyle w:val="libAlaemChar"/>
          <w:rtl/>
        </w:rPr>
        <w:t>عليه‌السلام</w:t>
      </w:r>
      <w:r>
        <w:rPr>
          <w:rtl/>
        </w:rPr>
        <w:t xml:space="preserve"> فرمودند: روش رسول خدا </w:t>
      </w:r>
      <w:r w:rsidR="00E60DFB" w:rsidRPr="007F560E">
        <w:rPr>
          <w:rStyle w:val="libAlaemChar"/>
          <w:rtl/>
        </w:rPr>
        <w:t>صلى‌الله‌عليه‌وآله</w:t>
      </w:r>
      <w:r w:rsidR="00E60DFB">
        <w:rPr>
          <w:rtl/>
        </w:rPr>
        <w:t xml:space="preserve"> </w:t>
      </w:r>
      <w:r>
        <w:rPr>
          <w:rtl/>
        </w:rPr>
        <w:t>اين بود كه آنقدر روزه مى گرفت كه مى گفتند هيچ گاه روزه اش را ترك نخواهد كرد. و آنقد</w:t>
      </w:r>
      <w:r w:rsidR="007F560E">
        <w:rPr>
          <w:rFonts w:hint="cs"/>
          <w:rtl/>
        </w:rPr>
        <w:t>ر</w:t>
      </w:r>
      <w:r>
        <w:rPr>
          <w:rtl/>
        </w:rPr>
        <w:t xml:space="preserve"> روزه نمى گرفت كه مى گفتند ديگر روزه «مستحبى » نخواهد گرفت . پس از مدتى روش خود را تغيير داد و دوشنبه و پنج شنبه (هر هفته) را روز ه مى گرفت . پس از مدتى باز هم روش ‍ خود را تغيير داد و سه روز را در ماه روزه مى گرفت . پنج شنبه اول ماه ، چهارشنبه وسط ماه ، و پنج شنبه آخر ماه ومى فرمودند: اين ، روزه روزگار است و پدرم </w:t>
      </w:r>
      <w:r w:rsidRPr="007F560E">
        <w:rPr>
          <w:rStyle w:val="libAlaemChar"/>
          <w:rtl/>
        </w:rPr>
        <w:t>عليه‌السلام</w:t>
      </w:r>
      <w:r>
        <w:rPr>
          <w:rtl/>
        </w:rPr>
        <w:t xml:space="preserve"> مى فرمودند: هيچ كس نزد من مغبوضتر از ك</w:t>
      </w:r>
      <w:r w:rsidR="007F560E">
        <w:rPr>
          <w:rFonts w:hint="cs"/>
          <w:rtl/>
        </w:rPr>
        <w:t>س</w:t>
      </w:r>
      <w:r>
        <w:rPr>
          <w:rtl/>
        </w:rPr>
        <w:t xml:space="preserve">ى نيست كه به او بگويند رسول خدا </w:t>
      </w:r>
      <w:r w:rsidR="00E60DFB" w:rsidRPr="007F560E">
        <w:rPr>
          <w:rStyle w:val="libAlaemChar"/>
          <w:rtl/>
        </w:rPr>
        <w:t>صلى‌الله‌عليه‌وآله</w:t>
      </w:r>
      <w:r w:rsidR="00E60DFB">
        <w:rPr>
          <w:rtl/>
        </w:rPr>
        <w:t xml:space="preserve"> </w:t>
      </w:r>
      <w:r>
        <w:rPr>
          <w:rtl/>
        </w:rPr>
        <w:t xml:space="preserve">چنين و چنان مى كرد و او بگويد: خدا مرا بخاطر كوشش و جديتى كه در نماز </w:t>
      </w:r>
      <w:r>
        <w:rPr>
          <w:rtl/>
        </w:rPr>
        <w:lastRenderedPageBreak/>
        <w:t>دارم عذاب نكند، كه گويا فكر مى كن</w:t>
      </w:r>
      <w:r w:rsidR="007F560E">
        <w:rPr>
          <w:rFonts w:hint="cs"/>
          <w:rtl/>
        </w:rPr>
        <w:t>د</w:t>
      </w:r>
      <w:r>
        <w:rPr>
          <w:rtl/>
        </w:rPr>
        <w:t xml:space="preserve"> رسول خدا كار خيرى را از روى ناتوانى ترك كرده است .</w:t>
      </w:r>
    </w:p>
    <w:p w:rsidR="00A679DB" w:rsidRDefault="00A679DB" w:rsidP="00A679DB">
      <w:pPr>
        <w:pStyle w:val="libNormal"/>
        <w:rPr>
          <w:rtl/>
        </w:rPr>
      </w:pPr>
      <w:r>
        <w:rPr>
          <w:rtl/>
        </w:rPr>
        <w:t xml:space="preserve">حديث : ٢ حدثنى محمد بن الحسن رضى الله عنه قال حدثنا الحسين بن الحسن بن ابان عن الحسين بن سعيد عن محمد بن ابى عمير عن حماد عن الحلبى عن ابى عبدالله </w:t>
      </w:r>
      <w:r w:rsidRPr="007F560E">
        <w:rPr>
          <w:rStyle w:val="libAlaemChar"/>
          <w:rtl/>
        </w:rPr>
        <w:t>عليه‌السلام</w:t>
      </w:r>
      <w:r>
        <w:rPr>
          <w:rtl/>
        </w:rPr>
        <w:t xml:space="preserve"> قال قال امير المومنين </w:t>
      </w:r>
      <w:r w:rsidRPr="007F560E">
        <w:rPr>
          <w:rStyle w:val="libAlaemChar"/>
          <w:rtl/>
        </w:rPr>
        <w:t>عليه‌السلام</w:t>
      </w:r>
      <w:r>
        <w:rPr>
          <w:rtl/>
        </w:rPr>
        <w:t xml:space="preserve"> صيام شهر الصبر و ثلاثه آيايم فى كل شهر يذهبن ببلابل الصدور و صيام ثلاثه ايام فى كل شهر صيام الدهر ان الله عزوجل يقول فى كتابه «من جاء بالحسنه فله عشر امثالها.»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7F560E">
        <w:rPr>
          <w:rStyle w:val="libAlaemChar"/>
          <w:rtl/>
        </w:rPr>
        <w:t>عليه‌السلام</w:t>
      </w:r>
      <w:r>
        <w:rPr>
          <w:rtl/>
        </w:rPr>
        <w:t xml:space="preserve"> نقل مى نمايند كه امير المومنين </w:t>
      </w:r>
      <w:r w:rsidRPr="007F560E">
        <w:rPr>
          <w:rStyle w:val="libAlaemChar"/>
          <w:rtl/>
        </w:rPr>
        <w:t>عليه‌السلام</w:t>
      </w:r>
      <w:r>
        <w:rPr>
          <w:rtl/>
        </w:rPr>
        <w:t xml:space="preserve"> فرمودند: روزه ماه صبر (ماه رمضان) و سه روز در هر ماه وسوسه سينه ها را از بين مى برد و روزه سه روز در هر ماه روزه روزگار است . زيرا همانا خداى عزوجل در </w:t>
      </w:r>
      <w:r w:rsidR="007F560E">
        <w:rPr>
          <w:rFonts w:hint="cs"/>
          <w:rtl/>
        </w:rPr>
        <w:t>ک</w:t>
      </w:r>
      <w:r>
        <w:rPr>
          <w:rtl/>
        </w:rPr>
        <w:t xml:space="preserve">تابش مى فرمايند: «كسى كه حسنه اى انجام دهد، پاداشى ده برابر آن خواهد داشت </w:t>
      </w:r>
      <w:r w:rsidRPr="007F560E">
        <w:rPr>
          <w:rStyle w:val="libFootnotenumChar"/>
          <w:rtl/>
        </w:rPr>
        <w:t>(٦٢)»</w:t>
      </w:r>
    </w:p>
    <w:p w:rsidR="00A679DB" w:rsidRDefault="00A679DB" w:rsidP="00A679DB">
      <w:pPr>
        <w:pStyle w:val="libNormal"/>
        <w:rPr>
          <w:rtl/>
        </w:rPr>
      </w:pPr>
      <w:r>
        <w:rPr>
          <w:rtl/>
        </w:rPr>
        <w:t xml:space="preserve">حديث : ٣ و بهذاالاسناد عن الحسين بن سعيد عن احمد بن محمد بن ابى نصر قال سالت ابا الحسن </w:t>
      </w:r>
      <w:r w:rsidRPr="007F560E">
        <w:rPr>
          <w:rStyle w:val="libAlaemChar"/>
          <w:rtl/>
        </w:rPr>
        <w:t>عليه‌السلام</w:t>
      </w:r>
      <w:r>
        <w:rPr>
          <w:rtl/>
        </w:rPr>
        <w:t xml:space="preserve"> عن الصيام فى الشهر كيف هو فقال ثلاثه ايام فى الشهر فى كل عشره ايام يوما ان الله عزوجل يقول فى كتابه «من جاء بالحسنه فله عشر امثالها.»</w:t>
      </w:r>
    </w:p>
    <w:p w:rsidR="00A679DB" w:rsidRDefault="00A679DB" w:rsidP="00A679DB">
      <w:pPr>
        <w:pStyle w:val="libNormal"/>
        <w:rPr>
          <w:rtl/>
        </w:rPr>
      </w:pPr>
      <w:r>
        <w:rPr>
          <w:rtl/>
        </w:rPr>
        <w:t>فصوم ثلاثه ايام فى الشهر صوم الدهر.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راوى مى گويد از امام كاظم </w:t>
      </w:r>
      <w:r w:rsidRPr="007F560E">
        <w:rPr>
          <w:rStyle w:val="libAlaemChar"/>
          <w:rtl/>
        </w:rPr>
        <w:t>عليه‌السلام</w:t>
      </w:r>
      <w:r>
        <w:rPr>
          <w:rtl/>
        </w:rPr>
        <w:t xml:space="preserve"> پرسيدم چگونه مى توان به ثواب روزه يك ماه رسيد؟ فرمودند: باروزه سه روز در ماه . زيرا همانا خداى عزوجل مى فرمايند. «كسى كه حسنه اى انجام دهد، پاداشى ده برابر آن خواهد داشت . </w:t>
      </w:r>
      <w:r w:rsidRPr="007F560E">
        <w:rPr>
          <w:rStyle w:val="libFootnotenumChar"/>
          <w:rtl/>
        </w:rPr>
        <w:t>(٦٣)»</w:t>
      </w:r>
    </w:p>
    <w:p w:rsidR="00A679DB" w:rsidRDefault="00A679DB" w:rsidP="00A679DB">
      <w:pPr>
        <w:pStyle w:val="libNormal"/>
        <w:rPr>
          <w:rtl/>
        </w:rPr>
      </w:pPr>
      <w:r>
        <w:rPr>
          <w:rtl/>
        </w:rPr>
        <w:lastRenderedPageBreak/>
        <w:t xml:space="preserve">حديث : ٤ و بهذاالاسناد عن الحسين بن سعيدعن النضر بن سويد عن هشام بن سالم عن الاحول عمن ذكره عن ابى عبدالله </w:t>
      </w:r>
      <w:r w:rsidRPr="007F560E">
        <w:rPr>
          <w:rStyle w:val="libAlaemChar"/>
          <w:rtl/>
        </w:rPr>
        <w:t>عليه‌السلام</w:t>
      </w:r>
      <w:r>
        <w:rPr>
          <w:rtl/>
        </w:rPr>
        <w:t xml:space="preserve"> ان رسول الله </w:t>
      </w:r>
      <w:r w:rsidR="00E60DFB" w:rsidRPr="007F560E">
        <w:rPr>
          <w:rStyle w:val="libAlaemChar"/>
          <w:rtl/>
        </w:rPr>
        <w:t>صلى‌الله‌عليه‌وآله</w:t>
      </w:r>
      <w:r w:rsidR="00E60DFB">
        <w:rPr>
          <w:rtl/>
        </w:rPr>
        <w:t xml:space="preserve"> </w:t>
      </w:r>
      <w:r>
        <w:rPr>
          <w:rtl/>
        </w:rPr>
        <w:t>سئل عن صوم خميسين بينهما اربعاء فقال اما الخميس فيوم تعرض فيه الاعمال واما الاربعاء فيوم خلقت فيه النار و اما الصوم فجنه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7F560E">
        <w:rPr>
          <w:rStyle w:val="libAlaemChar"/>
          <w:rtl/>
        </w:rPr>
        <w:t>عليه‌السلام</w:t>
      </w:r>
      <w:r>
        <w:rPr>
          <w:rtl/>
        </w:rPr>
        <w:t xml:space="preserve"> نقل مى نمايد كه از رسول خدا </w:t>
      </w:r>
      <w:r w:rsidR="00E60DFB" w:rsidRPr="007F560E">
        <w:rPr>
          <w:rStyle w:val="libAlaemChar"/>
          <w:rtl/>
        </w:rPr>
        <w:t>صلى‌الله‌عليه‌وآله</w:t>
      </w:r>
      <w:r w:rsidR="00E60DFB">
        <w:rPr>
          <w:rtl/>
        </w:rPr>
        <w:t xml:space="preserve"> </w:t>
      </w:r>
      <w:r>
        <w:rPr>
          <w:rtl/>
        </w:rPr>
        <w:t xml:space="preserve">درباره مناسبت روزه دو پنج شنبه كه چهارشنبه بين آنها باشد پرسيدند. (آن حضرت </w:t>
      </w:r>
      <w:r w:rsidR="00E60DFB" w:rsidRPr="007F560E">
        <w:rPr>
          <w:rStyle w:val="libAlaemChar"/>
          <w:rtl/>
        </w:rPr>
        <w:t>صلى‌الله‌عليه‌وآله</w:t>
      </w:r>
      <w:r w:rsidR="00E60DFB">
        <w:rPr>
          <w:rtl/>
        </w:rPr>
        <w:t xml:space="preserve"> </w:t>
      </w:r>
      <w:r>
        <w:rPr>
          <w:rtl/>
        </w:rPr>
        <w:t>در جواب) فرمودند: باين جهت پنج شنبه كه در آن اعمال عرضه مى شود و اما چهارشنبه ، باين جهت كه در اين روز جهنم آفريده شد و اما روزه جهنم آفريده شد. و اما روزه ، باين جهت كه سپرى در برابر آتش است .</w:t>
      </w:r>
    </w:p>
    <w:p w:rsidR="00A679DB" w:rsidRDefault="00A679DB" w:rsidP="00A679DB">
      <w:pPr>
        <w:pStyle w:val="libNormal"/>
        <w:rPr>
          <w:rtl/>
        </w:rPr>
      </w:pPr>
      <w:r>
        <w:rPr>
          <w:rtl/>
        </w:rPr>
        <w:t xml:space="preserve">حديث : ٥ و بهذاالاسناد عن الحسين بن سعيد عن حماد بن عيسى عن حريز قال قيل لابى عبدالله </w:t>
      </w:r>
      <w:r w:rsidR="00E60DFB">
        <w:rPr>
          <w:rtl/>
        </w:rPr>
        <w:t xml:space="preserve">صلى‌الله‌عليه‌وآله </w:t>
      </w:r>
      <w:r>
        <w:rPr>
          <w:rtl/>
        </w:rPr>
        <w:t>ما ج ء فى صوم الاربعاء فقال قال على عليه‌السلام ان الله عزوجل خلق النار يوم الاربعاء فاحب صومه ليتعوذ بالله من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٥. از امام صادق</w:t>
      </w:r>
      <w:r w:rsidRPr="00285C32">
        <w:rPr>
          <w:rStyle w:val="libAlaemChar"/>
          <w:rtl/>
        </w:rPr>
        <w:t xml:space="preserve"> عليه‌السلام</w:t>
      </w:r>
      <w:r>
        <w:rPr>
          <w:rtl/>
        </w:rPr>
        <w:t xml:space="preserve"> حكم روزه چهارشنبه را پرسيدند: آن حضرت </w:t>
      </w:r>
      <w:r w:rsidRPr="00285C32">
        <w:rPr>
          <w:rStyle w:val="libAlaemChar"/>
          <w:rtl/>
        </w:rPr>
        <w:t>عليه‌السلام</w:t>
      </w:r>
      <w:r>
        <w:rPr>
          <w:rtl/>
        </w:rPr>
        <w:t xml:space="preserve"> فرمودند كه امام على </w:t>
      </w:r>
      <w:r w:rsidRPr="00285C32">
        <w:rPr>
          <w:rStyle w:val="libAlaemChar"/>
          <w:rtl/>
        </w:rPr>
        <w:t>عليه‌السلام</w:t>
      </w:r>
      <w:r>
        <w:rPr>
          <w:rtl/>
        </w:rPr>
        <w:t xml:space="preserve"> فرموده است . همانا خداى عزوجل جهنم را روز چهارشنبه آفريده و روزه آن را دوست دارد تا مردم از جهنم به خدا پناه ببرند.</w:t>
      </w:r>
    </w:p>
    <w:p w:rsidR="00A679DB" w:rsidRDefault="00A679DB" w:rsidP="00A679DB">
      <w:pPr>
        <w:pStyle w:val="libNormal"/>
        <w:rPr>
          <w:rtl/>
        </w:rPr>
      </w:pPr>
      <w:r>
        <w:rPr>
          <w:rtl/>
        </w:rPr>
        <w:t xml:space="preserve">حديث : ٦ و بهذاالاسناد عن الحسين بن سعيد عن محمد بن يحيى اخى مغلس الصيرفى عن حماد بن عثمان قال سمعت اباعبدالله </w:t>
      </w:r>
      <w:r w:rsidRPr="00285C32">
        <w:rPr>
          <w:rStyle w:val="libAlaemChar"/>
          <w:rtl/>
        </w:rPr>
        <w:t>عليه‌السلام</w:t>
      </w:r>
      <w:r>
        <w:rPr>
          <w:rtl/>
        </w:rPr>
        <w:t xml:space="preserve"> يقوم صام رسول الله </w:t>
      </w:r>
      <w:r w:rsidR="00E60DFB" w:rsidRPr="00285C32">
        <w:rPr>
          <w:rStyle w:val="libAlaemChar"/>
          <w:rtl/>
        </w:rPr>
        <w:t>صلى‌الله‌عليه‌وآله</w:t>
      </w:r>
      <w:r w:rsidR="00E60DFB">
        <w:rPr>
          <w:rtl/>
        </w:rPr>
        <w:t xml:space="preserve"> </w:t>
      </w:r>
      <w:r>
        <w:rPr>
          <w:rtl/>
        </w:rPr>
        <w:t xml:space="preserve">حتى قيل ما يفطر و فطر حتى قيل ما يصوم ثم صام صوم داود </w:t>
      </w:r>
      <w:r w:rsidRPr="00285C32">
        <w:rPr>
          <w:rStyle w:val="libAlaemChar"/>
          <w:rtl/>
        </w:rPr>
        <w:t>عليه‌السلام</w:t>
      </w:r>
      <w:r>
        <w:rPr>
          <w:rtl/>
        </w:rPr>
        <w:t xml:space="preserve"> يوما و يوما لا ثم قبض </w:t>
      </w:r>
      <w:r w:rsidR="00E60DFB" w:rsidRPr="00285C32">
        <w:rPr>
          <w:rStyle w:val="libAlaemChar"/>
          <w:rtl/>
        </w:rPr>
        <w:t>صلى‌الله‌عليه‌وآله</w:t>
      </w:r>
      <w:r w:rsidR="00E60DFB">
        <w:rPr>
          <w:rtl/>
        </w:rPr>
        <w:t xml:space="preserve"> </w:t>
      </w:r>
      <w:r>
        <w:rPr>
          <w:rtl/>
        </w:rPr>
        <w:t xml:space="preserve">على صوم ثلاثه ايام فى الشهر و قال يعدلن و </w:t>
      </w:r>
      <w:r>
        <w:rPr>
          <w:rtl/>
        </w:rPr>
        <w:lastRenderedPageBreak/>
        <w:t xml:space="preserve">يذهبن بوحر الصدر قال قلت جعلت فداك و اى ايام هى فقال اول خميس فى الشهر و اول اربعاء بعد العشر منه و آخر خميس منه قال قلت و لم صارت هذه الايام قال لان من كان قبلنا من الالم اذا نزل عليهم العذاب نزل فى هذه الايام فصام رسول الله </w:t>
      </w:r>
      <w:r w:rsidR="00E60DFB" w:rsidRPr="00285C32">
        <w:rPr>
          <w:rStyle w:val="libAlaemChar"/>
          <w:rtl/>
        </w:rPr>
        <w:t>صلى‌الله‌عليه‌وآله</w:t>
      </w:r>
      <w:r w:rsidR="00E60DFB">
        <w:rPr>
          <w:rtl/>
        </w:rPr>
        <w:t xml:space="preserve"> </w:t>
      </w:r>
      <w:r>
        <w:rPr>
          <w:rtl/>
        </w:rPr>
        <w:t>هذه الايام لانها الايام المخوفه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راوى مى گويد: شنيدم از امام صادق </w:t>
      </w:r>
      <w:r w:rsidRPr="00285C32">
        <w:rPr>
          <w:rStyle w:val="libAlaemChar"/>
          <w:rtl/>
        </w:rPr>
        <w:t>عليه‌السلام</w:t>
      </w:r>
      <w:r>
        <w:rPr>
          <w:rtl/>
        </w:rPr>
        <w:t xml:space="preserve"> كه نقل نمودند رسول خدا </w:t>
      </w:r>
      <w:r w:rsidR="00E60DFB" w:rsidRPr="00285C32">
        <w:rPr>
          <w:rStyle w:val="libAlaemChar"/>
          <w:rtl/>
        </w:rPr>
        <w:t>صلى‌الله‌عليه‌وآله</w:t>
      </w:r>
      <w:r w:rsidR="00E60DFB">
        <w:rPr>
          <w:rtl/>
        </w:rPr>
        <w:t xml:space="preserve"> </w:t>
      </w:r>
      <w:r>
        <w:rPr>
          <w:rtl/>
        </w:rPr>
        <w:t xml:space="preserve">روزه مى گرفت تا جايى كه مى گفتند هيچ گاه روزه را ترك نخواهد كرد و آن قدر روزه نمى گرفت كه مى گفتند ديگر روزه (مستحبى) نخواهد گرفت . پس از مدتى روش خود را تغيير داد و در هر ماه سه روز روزه مى گرفت . و در حالى كه وفات يافت كه سه روز در هر ماه روزه مى گرفت و مى فرمود: برابر با روزه روزگار است و وسوسه سينه را از بين مى برد. عرض كردم : فدايت شوم ! اين سه روز چه روزهايى هستند؟ فرمودند: اولين پنج شنبه ماه و اولين چهارشنبه پس از ده روز و آخرين پنج شنبه آن ، عرض كردم : چرا اين روزها؟ فرمودند: زيرا عذابى كه بر امتهاى پيشين نازل مى شد، در اين روزها بود. و رسول خدا </w:t>
      </w:r>
      <w:r w:rsidR="00E60DFB" w:rsidRPr="00285C32">
        <w:rPr>
          <w:rStyle w:val="libAlaemChar"/>
          <w:rtl/>
        </w:rPr>
        <w:t>صلى‌الله‌عليه‌وآله</w:t>
      </w:r>
      <w:r w:rsidR="00E60DFB">
        <w:rPr>
          <w:rtl/>
        </w:rPr>
        <w:t xml:space="preserve"> </w:t>
      </w:r>
      <w:r>
        <w:rPr>
          <w:rtl/>
        </w:rPr>
        <w:t>اين روزها را روزه ميگرفت . چون روزهاى ترسناكى هستند.</w:t>
      </w:r>
    </w:p>
    <w:p w:rsidR="00A679DB" w:rsidRDefault="00A679DB" w:rsidP="00A679DB">
      <w:pPr>
        <w:pStyle w:val="libNormal"/>
        <w:rPr>
          <w:rtl/>
        </w:rPr>
      </w:pPr>
      <w:r>
        <w:rPr>
          <w:rtl/>
        </w:rPr>
        <w:t xml:space="preserve">حديث : ٧ و بهذاالاسناد عن الحسين بن سعيد عن فضاله عن ابان عن ابى جعفر الاحول عن بشار بن يسار قلت لابى عبدالله </w:t>
      </w:r>
      <w:r w:rsidRPr="00285C32">
        <w:rPr>
          <w:rStyle w:val="libAlaemChar"/>
          <w:rtl/>
        </w:rPr>
        <w:t>عليه‌السلام</w:t>
      </w:r>
      <w:r>
        <w:rPr>
          <w:rtl/>
        </w:rPr>
        <w:t xml:space="preserve"> لاى شى يصام يوم الاربعاء قال لان النار خلقت يوم الاربعاء.</w:t>
      </w:r>
    </w:p>
    <w:p w:rsidR="00A679DB" w:rsidRDefault="00A679DB" w:rsidP="00A679DB">
      <w:pPr>
        <w:pStyle w:val="libNormal"/>
        <w:rPr>
          <w:rtl/>
        </w:rPr>
      </w:pPr>
      <w:r>
        <w:rPr>
          <w:rtl/>
        </w:rPr>
        <w:t>ترجمه :</w:t>
      </w:r>
    </w:p>
    <w:p w:rsidR="00A679DB" w:rsidRDefault="00A679DB" w:rsidP="00285C32">
      <w:pPr>
        <w:pStyle w:val="libNormal"/>
        <w:rPr>
          <w:rtl/>
        </w:rPr>
      </w:pPr>
      <w:r>
        <w:rPr>
          <w:rtl/>
        </w:rPr>
        <w:t xml:space="preserve">٧. راوى مى گويد از امام صادق </w:t>
      </w:r>
      <w:r w:rsidRPr="00285C32">
        <w:rPr>
          <w:rStyle w:val="libAlaemChar"/>
          <w:rtl/>
        </w:rPr>
        <w:t>عليه‌السلام</w:t>
      </w:r>
      <w:r>
        <w:rPr>
          <w:rtl/>
        </w:rPr>
        <w:t xml:space="preserve"> پرسيدم چرا روز چهارشنبه را روزه ميگيرند؟ فرمودند باين جهت كه جهنم در روز چهارشنبه آفريده شد.</w:t>
      </w:r>
    </w:p>
    <w:p w:rsidR="00A679DB" w:rsidRDefault="00A679DB" w:rsidP="00A679DB">
      <w:pPr>
        <w:pStyle w:val="libNormal"/>
        <w:rPr>
          <w:rtl/>
        </w:rPr>
      </w:pPr>
      <w:r>
        <w:rPr>
          <w:rtl/>
        </w:rPr>
        <w:lastRenderedPageBreak/>
        <w:t xml:space="preserve">حديث : ٨ و بهذاالاسناد عن الحسين بن سعيد عن الحسن بن على عن ابن بكير عن زراره قال قلت لابى عبدالله </w:t>
      </w:r>
      <w:r w:rsidRPr="00285C32">
        <w:rPr>
          <w:rStyle w:val="libAlaemChar"/>
          <w:rtl/>
        </w:rPr>
        <w:t>عليه‌السلام</w:t>
      </w:r>
      <w:r>
        <w:rPr>
          <w:rtl/>
        </w:rPr>
        <w:t xml:space="preserve"> بما جرت السنه من الصوم فقال ثلاثه ايام فى كل شهر الخميس فى العشر الاول و الاربعاء فى العشر الثانى و الخميس فى العشر الاخر قال قلت هذا جميع ما جرت به السنه فى الصوم قال نعم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راوى مى گويد از امام صادق </w:t>
      </w:r>
      <w:r w:rsidRPr="00285C32">
        <w:rPr>
          <w:rStyle w:val="libAlaemChar"/>
          <w:rtl/>
        </w:rPr>
        <w:t>عليه‌السلام</w:t>
      </w:r>
      <w:r>
        <w:rPr>
          <w:rtl/>
        </w:rPr>
        <w:t xml:space="preserve"> پرسيدم سنت در روزه چگونه است ؟ فرمودند: سه روز در هر ماه : پنج شنبه در ده اول ، چهارشنبه در دهه دوم . و پنج شنبه در دهه آخر. عرض كردم : اين تمام سنت در مورد روزه است ؟ فرمودند: بله .</w:t>
      </w:r>
    </w:p>
    <w:p w:rsidR="00A679DB" w:rsidRDefault="00A679DB" w:rsidP="00A679DB">
      <w:pPr>
        <w:pStyle w:val="libNormal"/>
        <w:rPr>
          <w:rtl/>
        </w:rPr>
      </w:pPr>
      <w:r>
        <w:rPr>
          <w:rtl/>
        </w:rPr>
        <w:t xml:space="preserve">حديث : ٩ حدثنا محمد بن موسى بن المتوكل رضى الله عنه قال حدثنا عبدالله بن جعفر الحميرى عن احمد بن محمد بن عيسى عن الحسن بن محبوب عن الحسين بن ابى حمزه قال قلت لابى جعفر </w:t>
      </w:r>
      <w:r w:rsidRPr="00285C32">
        <w:rPr>
          <w:rStyle w:val="libAlaemChar"/>
          <w:rtl/>
        </w:rPr>
        <w:t>عليه‌السلام</w:t>
      </w:r>
      <w:r>
        <w:rPr>
          <w:rtl/>
        </w:rPr>
        <w:t xml:space="preserve"> او لابى عبدالله </w:t>
      </w:r>
      <w:r w:rsidRPr="00285C32">
        <w:rPr>
          <w:rStyle w:val="libAlaemChar"/>
          <w:rtl/>
        </w:rPr>
        <w:t>عليه‌السلام</w:t>
      </w:r>
      <w:r>
        <w:rPr>
          <w:rtl/>
        </w:rPr>
        <w:t xml:space="preserve"> صوم ثلاثه ايام فى الشهر اوخرها فى الصيف الى الشتاء فانى اجده اهون على فقال نعم واحفظها.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٩. راوى مى گويد: به امام باقر يا امام صادق </w:t>
      </w:r>
      <w:r w:rsidRPr="00285C32">
        <w:rPr>
          <w:rStyle w:val="libAlaemChar"/>
          <w:rtl/>
        </w:rPr>
        <w:t>عليه‌السلام</w:t>
      </w:r>
      <w:r>
        <w:rPr>
          <w:rtl/>
        </w:rPr>
        <w:t xml:space="preserve"> عرض كردم : روزه سه روز در ماه را من از تابستان به زمستان مى اندازم ، چون اين كار روزه را برايم آسانتر مى كند. فرمودند: عيبى ندارد. ولى تعداد آن را فراموش نكن .</w:t>
      </w:r>
    </w:p>
    <w:p w:rsidR="00A679DB" w:rsidRDefault="00A679DB" w:rsidP="00A679DB">
      <w:pPr>
        <w:pStyle w:val="libNormal"/>
        <w:rPr>
          <w:rtl/>
        </w:rPr>
      </w:pPr>
      <w:r>
        <w:rPr>
          <w:rtl/>
        </w:rPr>
        <w:t xml:space="preserve">حديث : ١٠ حدثنا محمد بن على ماجيلويه رضى الله عنه قال حدثنى عمى محمد بن ابى القاسم عناحمد بن ابى عبدالله البرقى عن ابيه محمد بن خالد عن عبدالله بن المغيره عن يزيد بن خليفه قال قلت لابى عبدالله </w:t>
      </w:r>
      <w:r w:rsidRPr="00285C32">
        <w:rPr>
          <w:rStyle w:val="libAlaemChar"/>
          <w:rtl/>
        </w:rPr>
        <w:t>عليه‌السلام</w:t>
      </w:r>
      <w:r>
        <w:rPr>
          <w:rtl/>
        </w:rPr>
        <w:t xml:space="preserve"> انه يشتد على </w:t>
      </w:r>
      <w:r>
        <w:rPr>
          <w:rtl/>
        </w:rPr>
        <w:lastRenderedPageBreak/>
        <w:t>الصوم فى الحر فاجد الصداع فقال اصنع انا اذا سافرت اتصدق كل يوم بمد اهلى الذى اقوتهم 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١٠. راوى مى گويد: به امام صادق </w:t>
      </w:r>
      <w:r w:rsidRPr="00285C32">
        <w:rPr>
          <w:rStyle w:val="libAlaemChar"/>
          <w:rtl/>
        </w:rPr>
        <w:t>عليه‌السلام</w:t>
      </w:r>
      <w:r>
        <w:rPr>
          <w:rtl/>
        </w:rPr>
        <w:t xml:space="preserve"> عرض كردم : كه همانا روزه گرفتن در گرما برايم سخت است و دچار سردرد مى شوم . فرمودند: همان كارى را كه من انجام مى دهم ، تو نيز انجام بد ه . به هنگامى كه به مسافرت مى روم بجاى هر روز يك مد (حدود ده سير) از غذايى كه به خانواده ام مى دهم صدقه مى دهم .</w:t>
      </w:r>
    </w:p>
    <w:p w:rsidR="00A679DB" w:rsidRDefault="00A679DB" w:rsidP="00A679DB">
      <w:pPr>
        <w:pStyle w:val="libNormal"/>
        <w:rPr>
          <w:rtl/>
        </w:rPr>
      </w:pPr>
    </w:p>
    <w:p w:rsidR="00A679DB" w:rsidRDefault="00A679DB" w:rsidP="00A679DB">
      <w:pPr>
        <w:pStyle w:val="libNormal"/>
        <w:rPr>
          <w:rtl/>
        </w:rPr>
      </w:pPr>
      <w:r>
        <w:rPr>
          <w:rtl/>
        </w:rPr>
        <w:t>ثواب من ضعف عن صيام الثلاثه الايام فى الشهر فتصدق بدرهم مكانكل يوم</w:t>
      </w:r>
    </w:p>
    <w:p w:rsidR="00A679DB" w:rsidRDefault="00285C32" w:rsidP="00A679DB">
      <w:pPr>
        <w:pStyle w:val="libNormal"/>
        <w:rPr>
          <w:rtl/>
        </w:rPr>
      </w:pPr>
      <w:r>
        <w:rPr>
          <w:rtl/>
        </w:rPr>
        <w:br w:type="page"/>
      </w:r>
    </w:p>
    <w:p w:rsidR="00A679DB" w:rsidRDefault="00A679DB" w:rsidP="00A679DB">
      <w:pPr>
        <w:pStyle w:val="libNormal"/>
        <w:rPr>
          <w:rtl/>
        </w:rPr>
      </w:pPr>
      <w:bookmarkStart w:id="136" w:name="_Toc449617193"/>
      <w:r w:rsidRPr="00285C32">
        <w:rPr>
          <w:rStyle w:val="Heading2Char"/>
          <w:rtl/>
        </w:rPr>
        <w:t>ثواب يك درهم صدقه بجاى يك روز روزه براى كسى كه نمى تواند در هر ماه سه</w:t>
      </w:r>
      <w:r w:rsidR="00285C32" w:rsidRPr="00285C32">
        <w:rPr>
          <w:rStyle w:val="Heading2Char"/>
          <w:rFonts w:hint="cs"/>
          <w:rtl/>
        </w:rPr>
        <w:t xml:space="preserve"> </w:t>
      </w:r>
      <w:r w:rsidRPr="00285C32">
        <w:rPr>
          <w:rStyle w:val="Heading2Char"/>
          <w:rtl/>
        </w:rPr>
        <w:t>روز روزه بگيرد</w:t>
      </w:r>
      <w:bookmarkEnd w:id="136"/>
      <w:r>
        <w:rPr>
          <w:rtl/>
        </w:rPr>
        <w:t>.</w:t>
      </w:r>
    </w:p>
    <w:p w:rsidR="00A679DB" w:rsidRDefault="00A679DB" w:rsidP="00A679DB">
      <w:pPr>
        <w:pStyle w:val="libNormal"/>
        <w:rPr>
          <w:rtl/>
        </w:rPr>
      </w:pPr>
      <w:r>
        <w:rPr>
          <w:rtl/>
        </w:rPr>
        <w:t>حديث : ١ ابى رحمه الله قال حدثنا سعد بن عبدالله قال حدثنا احمد بن محمد بن عيسى عن الحسين بن سعيد عن فضاله بن ايوب عن الحسين بن عثمان عن ابن مسكان قال حدثنى ابراهيم بن ابى المثنى قال قلت لابى عبدالله انى قد اشتد على صوم ثلاثه ايام فى شهر فما يجزى عنيان اتصدق مكان كل يوم بدرهم فقال صدقه درهم افضل من صيام يوم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به امام صادق </w:t>
      </w:r>
      <w:r w:rsidRPr="00285C32">
        <w:rPr>
          <w:rStyle w:val="libAlaemChar"/>
          <w:rtl/>
        </w:rPr>
        <w:t>عليه‌السلام</w:t>
      </w:r>
      <w:r>
        <w:rPr>
          <w:rtl/>
        </w:rPr>
        <w:t xml:space="preserve"> عرض كردم همانا روزه سه روز در هر ماه برايم سخت شده است . آيا اگر بجاى هر روز درهمى صدقه بدهم ، كافى نيست ؟ فرمودند: يك درهم صدقه بهتر از يك روز روزه است .</w:t>
      </w:r>
    </w:p>
    <w:p w:rsidR="00A679DB" w:rsidRDefault="00A679DB" w:rsidP="00A679DB">
      <w:pPr>
        <w:pStyle w:val="libNormal"/>
        <w:rPr>
          <w:rtl/>
        </w:rPr>
      </w:pPr>
    </w:p>
    <w:p w:rsidR="00A679DB" w:rsidRDefault="00A679DB" w:rsidP="00A679DB">
      <w:pPr>
        <w:pStyle w:val="libNormal"/>
        <w:rPr>
          <w:rtl/>
        </w:rPr>
      </w:pPr>
      <w:r>
        <w:rPr>
          <w:rtl/>
        </w:rPr>
        <w:t>ثواب من افطر فى منزل اخيه .</w:t>
      </w:r>
    </w:p>
    <w:p w:rsidR="00A679DB" w:rsidRDefault="00285C32" w:rsidP="00A679DB">
      <w:pPr>
        <w:pStyle w:val="libNormal"/>
        <w:rPr>
          <w:rtl/>
        </w:rPr>
      </w:pPr>
      <w:r>
        <w:rPr>
          <w:rtl/>
        </w:rPr>
        <w:br w:type="page"/>
      </w:r>
    </w:p>
    <w:p w:rsidR="00A679DB" w:rsidRDefault="00A679DB" w:rsidP="00285C32">
      <w:pPr>
        <w:pStyle w:val="Heading2"/>
        <w:rPr>
          <w:rtl/>
        </w:rPr>
      </w:pPr>
      <w:bookmarkStart w:id="137" w:name="_Toc449617194"/>
      <w:r>
        <w:rPr>
          <w:rtl/>
        </w:rPr>
        <w:t>ثواب افطار كردن در منزل برادر مومن</w:t>
      </w:r>
      <w:bookmarkEnd w:id="137"/>
    </w:p>
    <w:p w:rsidR="00A679DB" w:rsidRDefault="00A679DB" w:rsidP="00285C32">
      <w:pPr>
        <w:pStyle w:val="libNormal"/>
        <w:rPr>
          <w:rtl/>
        </w:rPr>
      </w:pPr>
      <w:r>
        <w:rPr>
          <w:rtl/>
        </w:rPr>
        <w:t xml:space="preserve">حديث : ١ ابى رحمه الله قال حدثنا سعد بن عبدالله عن محمد بن عيسى عن الحسين بن ابراهيم بن سفيان عن داود الرقى قال سمعت ابا عبدالله </w:t>
      </w:r>
      <w:r w:rsidR="00285C32" w:rsidRPr="00285C32">
        <w:rPr>
          <w:rStyle w:val="libAlaemChar"/>
          <w:rFonts w:eastAsiaTheme="minorHAnsi"/>
          <w:rtl/>
        </w:rPr>
        <w:t>عليهم‌السلام</w:t>
      </w:r>
      <w:r w:rsidR="00285C32">
        <w:rPr>
          <w:rtl/>
        </w:rPr>
        <w:t xml:space="preserve"> </w:t>
      </w:r>
      <w:r>
        <w:rPr>
          <w:rtl/>
        </w:rPr>
        <w:t>يقول لا فطارك فى منزل اخيك المسلم افضل من صيامك سبعين ضعفا او تسعين ضعفا.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شنيدم كه امام صادق </w:t>
      </w:r>
      <w:r w:rsidRPr="00285C32">
        <w:rPr>
          <w:rStyle w:val="libAlaemChar"/>
          <w:rtl/>
        </w:rPr>
        <w:t>عليه‌السلام</w:t>
      </w:r>
      <w:r>
        <w:rPr>
          <w:rtl/>
        </w:rPr>
        <w:t xml:space="preserve"> فرمودند: همانا افطار كردن تودر منزل برادر مسلمانت هفتاد برابر يا نود برابر برتر از روزه تو است .</w:t>
      </w:r>
    </w:p>
    <w:p w:rsidR="00A679DB" w:rsidRDefault="00A679DB" w:rsidP="00A679DB">
      <w:pPr>
        <w:pStyle w:val="libNormal"/>
        <w:rPr>
          <w:rtl/>
        </w:rPr>
      </w:pPr>
      <w:r>
        <w:rPr>
          <w:rtl/>
        </w:rPr>
        <w:t xml:space="preserve">حديث : ٢ ابى رحمه الله قال حدثنا سعد بن عبدالله عن محمد بن الحسين عن صالح بن عقبه عن جميل بن دراج قال قال ابوعبدالله </w:t>
      </w:r>
      <w:r w:rsidRPr="00285C32">
        <w:rPr>
          <w:rStyle w:val="libAlaemChar"/>
          <w:rtl/>
        </w:rPr>
        <w:t>عليه‌السلام</w:t>
      </w:r>
      <w:r>
        <w:rPr>
          <w:rtl/>
        </w:rPr>
        <w:t xml:space="preserve"> من دخل على اخيه و هو صائم فانطر عنده و لم يعلمه بصومه فيمن عليه كتب الله له صوم سنه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285C32">
        <w:rPr>
          <w:rStyle w:val="libAlaemChar"/>
          <w:rtl/>
        </w:rPr>
        <w:t>عليه‌السلام</w:t>
      </w:r>
      <w:r>
        <w:rPr>
          <w:rtl/>
        </w:rPr>
        <w:t xml:space="preserve"> فرمودند: كسى كه روزه باشد و بر برادر (مومن) خود وارد شود و نزد او افطار نمايد و به او نگويد تا بر او منت گذارد، خداوند يكسال را براى او مى نويسد.</w:t>
      </w:r>
    </w:p>
    <w:p w:rsidR="00A679DB" w:rsidRDefault="00A679DB" w:rsidP="00A679DB">
      <w:pPr>
        <w:pStyle w:val="libNormal"/>
        <w:rPr>
          <w:rtl/>
        </w:rPr>
      </w:pPr>
    </w:p>
    <w:p w:rsidR="00A679DB" w:rsidRDefault="00A679DB" w:rsidP="00A679DB">
      <w:pPr>
        <w:pStyle w:val="libNormal"/>
        <w:rPr>
          <w:rtl/>
        </w:rPr>
      </w:pPr>
      <w:r>
        <w:rPr>
          <w:rtl/>
        </w:rPr>
        <w:t xml:space="preserve">ثواب من زار النبى </w:t>
      </w:r>
      <w:r w:rsidR="00E60DFB" w:rsidRPr="00285C32">
        <w:rPr>
          <w:rStyle w:val="libAlaemChar"/>
          <w:rtl/>
        </w:rPr>
        <w:t>صلى‌الله‌عليه‌وآله</w:t>
      </w:r>
      <w:r w:rsidR="00E60DFB">
        <w:rPr>
          <w:rtl/>
        </w:rPr>
        <w:t xml:space="preserve"> </w:t>
      </w:r>
      <w:r>
        <w:rPr>
          <w:rtl/>
        </w:rPr>
        <w:t>و امير المومنين و الحسن و الحسين و الائمه</w:t>
      </w:r>
      <w:r w:rsidR="00285C32">
        <w:rPr>
          <w:rFonts w:hint="cs"/>
          <w:rtl/>
        </w:rPr>
        <w:t xml:space="preserve"> </w:t>
      </w:r>
      <w:r>
        <w:rPr>
          <w:rtl/>
        </w:rPr>
        <w:t>صلوات اله عليهم اجمعين .</w:t>
      </w:r>
    </w:p>
    <w:p w:rsidR="00A679DB" w:rsidRDefault="00A679DB" w:rsidP="00A679DB">
      <w:pPr>
        <w:pStyle w:val="libNormal"/>
        <w:rPr>
          <w:rtl/>
        </w:rPr>
      </w:pPr>
    </w:p>
    <w:p w:rsidR="00A679DB" w:rsidRDefault="00A679DB" w:rsidP="00A679DB">
      <w:pPr>
        <w:pStyle w:val="libNormal"/>
        <w:rPr>
          <w:rtl/>
        </w:rPr>
      </w:pPr>
      <w:r>
        <w:rPr>
          <w:rtl/>
        </w:rPr>
        <w:t xml:space="preserve">ثواب زيارت پيامبر </w:t>
      </w:r>
      <w:r w:rsidR="00E60DFB" w:rsidRPr="00285C32">
        <w:rPr>
          <w:rStyle w:val="libAlaemChar"/>
          <w:rtl/>
        </w:rPr>
        <w:t>صلى‌الله‌عليه‌وآله</w:t>
      </w:r>
      <w:r w:rsidR="00E60DFB">
        <w:rPr>
          <w:rtl/>
        </w:rPr>
        <w:t xml:space="preserve"> </w:t>
      </w:r>
      <w:r>
        <w:rPr>
          <w:rtl/>
        </w:rPr>
        <w:t>امير المومنين ، امام حسن ، امام حسين وائمه -صلوات الله عليهم اجمعين .</w:t>
      </w:r>
    </w:p>
    <w:p w:rsidR="00A679DB" w:rsidRDefault="00A679DB" w:rsidP="00285C32">
      <w:pPr>
        <w:pStyle w:val="libNormal"/>
        <w:rPr>
          <w:rtl/>
        </w:rPr>
      </w:pPr>
      <w:r>
        <w:rPr>
          <w:rtl/>
        </w:rPr>
        <w:lastRenderedPageBreak/>
        <w:t xml:space="preserve">حديث : ١ ابى رحمه الله قال حدثنا سعد بن عبدالله قال حدثنا محمد بن الحسين بن ابى الخطاب قال حدثنى عثمان بن عيسى عن العلاء بن المسيب عن ابى عبدالله جعفر بن محمد عن ابيه عن آبائه </w:t>
      </w:r>
      <w:r w:rsidR="00285C32" w:rsidRPr="00285C32">
        <w:rPr>
          <w:rStyle w:val="libAlaemChar"/>
          <w:rFonts w:eastAsiaTheme="minorHAnsi"/>
          <w:rtl/>
        </w:rPr>
        <w:t>عليهم‌السلام</w:t>
      </w:r>
      <w:r w:rsidR="00285C32">
        <w:rPr>
          <w:rtl/>
        </w:rPr>
        <w:t xml:space="preserve"> </w:t>
      </w:r>
      <w:r>
        <w:rPr>
          <w:rtl/>
        </w:rPr>
        <w:t xml:space="preserve">قال قال الحسن بن على لرسول الله </w:t>
      </w:r>
      <w:r w:rsidR="00E60DFB" w:rsidRPr="00285C32">
        <w:rPr>
          <w:rStyle w:val="libAlaemChar"/>
          <w:rtl/>
        </w:rPr>
        <w:t>صلى‌الله‌عليه‌وآله</w:t>
      </w:r>
      <w:r w:rsidR="00E60DFB">
        <w:rPr>
          <w:rtl/>
        </w:rPr>
        <w:t xml:space="preserve"> </w:t>
      </w:r>
      <w:r>
        <w:rPr>
          <w:rtl/>
        </w:rPr>
        <w:t xml:space="preserve">يا ابت ما جزاء من زاك فقال </w:t>
      </w:r>
      <w:r w:rsidR="00E60DFB" w:rsidRPr="00285C32">
        <w:rPr>
          <w:rStyle w:val="libAlaemChar"/>
          <w:rtl/>
        </w:rPr>
        <w:t>صلى‌الله‌عليه‌وآله</w:t>
      </w:r>
      <w:r w:rsidR="00E60DFB">
        <w:rPr>
          <w:rtl/>
        </w:rPr>
        <w:t xml:space="preserve"> </w:t>
      </w:r>
      <w:r>
        <w:rPr>
          <w:rtl/>
        </w:rPr>
        <w:t>من زارنى او زار اباك او زارك او زار اخاك كان حقا على ان ازوره يوم القيامه حتى اخلصه من ذنوبه .</w:t>
      </w:r>
    </w:p>
    <w:p w:rsidR="00A679DB" w:rsidRDefault="00A679DB" w:rsidP="00A679DB">
      <w:pPr>
        <w:pStyle w:val="libNormal"/>
        <w:rPr>
          <w:rtl/>
        </w:rPr>
      </w:pPr>
      <w:r>
        <w:rPr>
          <w:rtl/>
        </w:rPr>
        <w:t>ترجمه :</w:t>
      </w:r>
    </w:p>
    <w:p w:rsidR="00A679DB" w:rsidRDefault="00A679DB" w:rsidP="00285C32">
      <w:pPr>
        <w:pStyle w:val="libNormal"/>
        <w:rPr>
          <w:rtl/>
        </w:rPr>
      </w:pPr>
      <w:r>
        <w:rPr>
          <w:rtl/>
        </w:rPr>
        <w:t xml:space="preserve">١. امام صادق </w:t>
      </w:r>
      <w:r w:rsidRPr="00285C32">
        <w:rPr>
          <w:rStyle w:val="libAlaemChar"/>
          <w:rtl/>
        </w:rPr>
        <w:t>عليه‌السلام</w:t>
      </w:r>
      <w:r>
        <w:rPr>
          <w:rtl/>
        </w:rPr>
        <w:t xml:space="preserve"> از پدران بزرگوار خود </w:t>
      </w:r>
      <w:r w:rsidR="00285C32" w:rsidRPr="00285C32">
        <w:rPr>
          <w:rStyle w:val="libAlaemChar"/>
          <w:rFonts w:eastAsiaTheme="minorHAnsi"/>
          <w:rtl/>
        </w:rPr>
        <w:t>عليهم‌السلام</w:t>
      </w:r>
      <w:r w:rsidR="00285C32">
        <w:rPr>
          <w:rtl/>
        </w:rPr>
        <w:t xml:space="preserve"> </w:t>
      </w:r>
      <w:r>
        <w:rPr>
          <w:rtl/>
        </w:rPr>
        <w:t xml:space="preserve">نقل نموده است كه امام حسن مجتبى </w:t>
      </w:r>
      <w:r w:rsidRPr="00285C32">
        <w:rPr>
          <w:rStyle w:val="libAlaemChar"/>
          <w:rtl/>
        </w:rPr>
        <w:t>عليه‌السلام</w:t>
      </w:r>
      <w:r>
        <w:rPr>
          <w:rtl/>
        </w:rPr>
        <w:t xml:space="preserve"> از رسول خدا </w:t>
      </w:r>
      <w:r w:rsidR="00E60DFB" w:rsidRPr="00285C32">
        <w:rPr>
          <w:rStyle w:val="libAlaemChar"/>
          <w:rtl/>
        </w:rPr>
        <w:t>صلى‌الله‌عليه‌وآله</w:t>
      </w:r>
      <w:r w:rsidR="00E60DFB">
        <w:rPr>
          <w:rtl/>
        </w:rPr>
        <w:t xml:space="preserve"> </w:t>
      </w:r>
      <w:r>
        <w:rPr>
          <w:rtl/>
        </w:rPr>
        <w:t xml:space="preserve">پرسيد: پدرم پاداش كسى كه شما را زيارت كند، چيست ؟ آن حضرت </w:t>
      </w:r>
      <w:r w:rsidR="00E60DFB" w:rsidRPr="00285C32">
        <w:rPr>
          <w:rStyle w:val="libAlaemChar"/>
          <w:rtl/>
        </w:rPr>
        <w:t>صلى‌الله‌عليه‌وآله</w:t>
      </w:r>
      <w:r w:rsidR="00E60DFB">
        <w:rPr>
          <w:rtl/>
        </w:rPr>
        <w:t xml:space="preserve"> </w:t>
      </w:r>
      <w:r>
        <w:rPr>
          <w:rtl/>
        </w:rPr>
        <w:t>فرمودند: كسى كه من ياپدرت ، يا تو يا برادرت را از زيارت نمايد، به عهده من است كه در روز قيامت او را زيارت نموده و او را از گناهانش خلاص كنم .</w:t>
      </w:r>
    </w:p>
    <w:p w:rsidR="00A679DB" w:rsidRDefault="00A679DB" w:rsidP="00A679DB">
      <w:pPr>
        <w:pStyle w:val="libNormal"/>
        <w:rPr>
          <w:rtl/>
        </w:rPr>
      </w:pPr>
      <w:r>
        <w:rPr>
          <w:rtl/>
        </w:rPr>
        <w:t xml:space="preserve">حديث : ٢ حدثنى حمزه محمدبن العلوى رضى الله عنه قال حدثنى احمد بن محمد الهمدانى قال حدثنى على بن حمدون الرواس قال حدثنا محمد بن الحسين القواريرى قرابه يعلى بن عبيد قال حدثنا جعفر بن امين الثغرى قال حدثنا عثمان بن عيسى الرواسى عن العلاء بن المسيب عن جعفر بن محمد عن ابيه محمد بن على عن ابيه على بن الحسين بن على </w:t>
      </w:r>
      <w:r w:rsidRPr="00285C32">
        <w:rPr>
          <w:rStyle w:val="libAlaemChar"/>
          <w:rtl/>
        </w:rPr>
        <w:t>عليه‌السلام</w:t>
      </w:r>
      <w:r>
        <w:rPr>
          <w:rtl/>
        </w:rPr>
        <w:t xml:space="preserve"> قال قال الحسين صلوات الله عليه يا ابتاه ما لمن زارنا قال يا بنى حياو ميتا و من زار اباك حيا و ميتا و من زار اخاك حيا و ميتا و من زارك حيا و ميتا كان حقيقا على ان ازوره يوم القيامه و اخلصه من ذنوبه و ادخله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باقر </w:t>
      </w:r>
      <w:r w:rsidRPr="00285C32">
        <w:rPr>
          <w:rStyle w:val="libAlaemChar"/>
          <w:rtl/>
        </w:rPr>
        <w:t>عليه‌السلام</w:t>
      </w:r>
      <w:r>
        <w:rPr>
          <w:rtl/>
        </w:rPr>
        <w:t xml:space="preserve"> از پدران بزرگوار خود </w:t>
      </w:r>
      <w:r w:rsidRPr="00285C32">
        <w:rPr>
          <w:rStyle w:val="libAlaemChar"/>
          <w:rtl/>
        </w:rPr>
        <w:t>عليه‌السلام</w:t>
      </w:r>
      <w:r>
        <w:rPr>
          <w:rtl/>
        </w:rPr>
        <w:t xml:space="preserve"> نقل نموده است ؟ امام حسين </w:t>
      </w:r>
      <w:r w:rsidRPr="00285C32">
        <w:rPr>
          <w:rStyle w:val="libAlaemChar"/>
          <w:rtl/>
        </w:rPr>
        <w:t>عليه‌السلام</w:t>
      </w:r>
      <w:r>
        <w:rPr>
          <w:rtl/>
        </w:rPr>
        <w:t xml:space="preserve"> از رسول خدا </w:t>
      </w:r>
      <w:r w:rsidR="00E60DFB" w:rsidRPr="00285C32">
        <w:rPr>
          <w:rStyle w:val="libAlaemChar"/>
          <w:rtl/>
        </w:rPr>
        <w:t>صلى‌الله‌عليه‌وآله</w:t>
      </w:r>
      <w:r w:rsidR="00E60DFB">
        <w:rPr>
          <w:rtl/>
        </w:rPr>
        <w:t xml:space="preserve"> </w:t>
      </w:r>
      <w:r>
        <w:rPr>
          <w:rtl/>
        </w:rPr>
        <w:t xml:space="preserve">پرسيد: پدرم ! كسى كه ما را زيارت كند، چه پاداشى </w:t>
      </w:r>
      <w:r>
        <w:rPr>
          <w:rtl/>
        </w:rPr>
        <w:lastRenderedPageBreak/>
        <w:t xml:space="preserve">دارد؟ آن حضرت </w:t>
      </w:r>
      <w:r w:rsidR="00E60DFB" w:rsidRPr="00285C32">
        <w:rPr>
          <w:rStyle w:val="libAlaemChar"/>
          <w:rtl/>
        </w:rPr>
        <w:t>صلى‌الله‌عليه‌وآله</w:t>
      </w:r>
      <w:r w:rsidR="00E60DFB">
        <w:rPr>
          <w:rtl/>
        </w:rPr>
        <w:t xml:space="preserve"> </w:t>
      </w:r>
      <w:r>
        <w:rPr>
          <w:rtl/>
        </w:rPr>
        <w:t>فرمود: كسى كه مرا در زندگى يا پس از مرگ زيارت نمايد و كسى كه پدرت را در زندگى يا پس از مرگ زيارت نمايد و كسى كه بردارت را در زندگى يا پس از مرگ زيارت نمايد و كسى كه تو را در زندگى يا پس از مرگ زيارت نمايد، سزاوار است بر من كه در روز قيامت او را زيارت نمايم ، او را گناهانش رهايى بخشيده و او را وارد بهشت كنم .</w:t>
      </w:r>
    </w:p>
    <w:p w:rsidR="00A679DB" w:rsidRDefault="00A679DB" w:rsidP="00A679DB">
      <w:pPr>
        <w:pStyle w:val="libNormal"/>
        <w:rPr>
          <w:rtl/>
        </w:rPr>
      </w:pPr>
    </w:p>
    <w:p w:rsidR="00A679DB" w:rsidRDefault="00A679DB" w:rsidP="00285C32">
      <w:pPr>
        <w:pStyle w:val="libNormal"/>
        <w:rPr>
          <w:rtl/>
        </w:rPr>
      </w:pPr>
      <w:r>
        <w:rPr>
          <w:rtl/>
        </w:rPr>
        <w:t xml:space="preserve">ثواب من بكى لقتل الحسين بن على </w:t>
      </w:r>
      <w:r w:rsidR="00285C32" w:rsidRPr="00285C32">
        <w:rPr>
          <w:rStyle w:val="libAlaemChar"/>
          <w:rFonts w:eastAsiaTheme="minorHAnsi"/>
          <w:rtl/>
        </w:rPr>
        <w:t>عليهم‌السلام</w:t>
      </w:r>
      <w:r w:rsidR="00285C32">
        <w:rPr>
          <w:rtl/>
        </w:rPr>
        <w:t xml:space="preserve"> </w:t>
      </w:r>
      <w:r>
        <w:rPr>
          <w:rtl/>
        </w:rPr>
        <w:t xml:space="preserve">او لما مساهل البيت صلوات الله عليهم اجمعين من الاذى و ثواب من مسه اذى فىاهل البيت </w:t>
      </w:r>
      <w:r w:rsidR="00DC5255">
        <w:rPr>
          <w:rtl/>
        </w:rPr>
        <w:t xml:space="preserve">عليهم‌السلام </w:t>
      </w:r>
      <w:r>
        <w:rPr>
          <w:rtl/>
        </w:rPr>
        <w:t>فبكى .</w:t>
      </w:r>
    </w:p>
    <w:p w:rsidR="00A679DB" w:rsidRDefault="00A679DB" w:rsidP="00A679DB">
      <w:pPr>
        <w:pStyle w:val="libNormal"/>
        <w:rPr>
          <w:rtl/>
        </w:rPr>
      </w:pPr>
    </w:p>
    <w:p w:rsidR="00A679DB" w:rsidRDefault="00A679DB" w:rsidP="00285C32">
      <w:pPr>
        <w:pStyle w:val="libNormal"/>
        <w:rPr>
          <w:rtl/>
        </w:rPr>
      </w:pPr>
      <w:r>
        <w:rPr>
          <w:rtl/>
        </w:rPr>
        <w:t xml:space="preserve">ثواب گريه براى شهادت امام حسين </w:t>
      </w:r>
      <w:r w:rsidRPr="00285C32">
        <w:rPr>
          <w:rStyle w:val="libAlaemChar"/>
          <w:rtl/>
        </w:rPr>
        <w:t>عليه‌السلام</w:t>
      </w:r>
      <w:r>
        <w:rPr>
          <w:rtl/>
        </w:rPr>
        <w:t xml:space="preserve"> و مصيبتهاىاهل بيت </w:t>
      </w:r>
      <w:r w:rsidR="00285C32" w:rsidRPr="00285C32">
        <w:rPr>
          <w:rStyle w:val="libAlaemChar"/>
          <w:rFonts w:eastAsiaTheme="minorHAnsi"/>
          <w:rtl/>
        </w:rPr>
        <w:t>عليهم‌السلام</w:t>
      </w:r>
      <w:r w:rsidR="00285C32">
        <w:rPr>
          <w:rtl/>
        </w:rPr>
        <w:t xml:space="preserve"> </w:t>
      </w:r>
      <w:r>
        <w:rPr>
          <w:rtl/>
        </w:rPr>
        <w:t xml:space="preserve">و اذيت شدن در راه اهل بيت </w:t>
      </w:r>
      <w:r w:rsidR="00285C32" w:rsidRPr="00285C32">
        <w:rPr>
          <w:rStyle w:val="libAlaemChar"/>
          <w:rFonts w:eastAsiaTheme="minorHAnsi"/>
          <w:rtl/>
        </w:rPr>
        <w:t>عليهم‌السلام</w:t>
      </w:r>
      <w:r w:rsidR="00285C32">
        <w:rPr>
          <w:rtl/>
        </w:rPr>
        <w:t xml:space="preserve"> </w:t>
      </w:r>
      <w:r>
        <w:rPr>
          <w:rtl/>
        </w:rPr>
        <w:t>و گريستن براى آنان</w:t>
      </w:r>
    </w:p>
    <w:p w:rsidR="00A679DB" w:rsidRDefault="00A679DB" w:rsidP="00285C32">
      <w:pPr>
        <w:pStyle w:val="libNormal"/>
        <w:rPr>
          <w:rtl/>
        </w:rPr>
      </w:pPr>
      <w:r>
        <w:rPr>
          <w:rtl/>
        </w:rPr>
        <w:t xml:space="preserve">حديث : ١ حدثنا محمد بن موسى بن المتوكل رضى الله عنه قال حدثنا عبدالله بن جعفر الحميرى عن احمد و عبدالله ابنى محمد بن عيسى عن الحسن بن محبوب عن العلاء بن رزين عن محمد بن مسلم عن ابى جعفر عليه‌السلام قال كان على بن الحسين </w:t>
      </w:r>
      <w:r w:rsidR="00285C32" w:rsidRPr="00285C32">
        <w:rPr>
          <w:rStyle w:val="libAlaemChar"/>
          <w:rFonts w:eastAsiaTheme="minorHAnsi"/>
          <w:rtl/>
        </w:rPr>
        <w:t>عليهم‌السلام</w:t>
      </w:r>
      <w:r w:rsidR="00285C32">
        <w:rPr>
          <w:rtl/>
        </w:rPr>
        <w:t xml:space="preserve"> </w:t>
      </w:r>
      <w:r>
        <w:rPr>
          <w:rtl/>
        </w:rPr>
        <w:t xml:space="preserve">يقول ايما مومن دمعت عيناه لقتل الحسين </w:t>
      </w:r>
      <w:r w:rsidRPr="00285C32">
        <w:rPr>
          <w:rStyle w:val="libAlaemChar"/>
          <w:rtl/>
        </w:rPr>
        <w:t>عليه‌السلام</w:t>
      </w:r>
      <w:r>
        <w:rPr>
          <w:rtl/>
        </w:rPr>
        <w:t xml:space="preserve"> حتى تسيل عى خده بواه الله تعالى بها فى الجنه غرفا يسكتها احقابا و ايما مومن دمعت عيناه حتى تسيل على خده فيما مسنا من الاذى من عدونا فى الدنيا بواه الله فى الجنه مبوا صدق ايما مومن مسه اذى فينا فدمعت عيناه حتى تسيل على خده من مضاضه ما اوذى فينا صرف الله عن وجهه الاذى و آمنه يوم القيامه من سخطه و النار.</w:t>
      </w:r>
    </w:p>
    <w:p w:rsidR="00A679DB" w:rsidRDefault="00A679DB" w:rsidP="00A679DB">
      <w:pPr>
        <w:pStyle w:val="libNormal"/>
        <w:rPr>
          <w:rtl/>
        </w:rPr>
      </w:pPr>
      <w:r>
        <w:rPr>
          <w:rtl/>
        </w:rPr>
        <w:t>ترجمه :</w:t>
      </w:r>
    </w:p>
    <w:p w:rsidR="00A679DB" w:rsidRDefault="00A679DB" w:rsidP="00285C32">
      <w:pPr>
        <w:pStyle w:val="libNormal"/>
        <w:rPr>
          <w:rtl/>
        </w:rPr>
      </w:pPr>
      <w:r>
        <w:rPr>
          <w:rtl/>
        </w:rPr>
        <w:lastRenderedPageBreak/>
        <w:t xml:space="preserve">١. امام باقر </w:t>
      </w:r>
      <w:r w:rsidRPr="00285C32">
        <w:rPr>
          <w:rStyle w:val="libAlaemChar"/>
          <w:rtl/>
        </w:rPr>
        <w:t>عليه‌السلام</w:t>
      </w:r>
      <w:r>
        <w:rPr>
          <w:rtl/>
        </w:rPr>
        <w:t xml:space="preserve"> نقل مى نمايد كه امام زين العابدين </w:t>
      </w:r>
      <w:r w:rsidRPr="00285C32">
        <w:rPr>
          <w:rStyle w:val="libAlaemChar"/>
          <w:rtl/>
        </w:rPr>
        <w:t>عليه‌السلام</w:t>
      </w:r>
      <w:r>
        <w:rPr>
          <w:rtl/>
        </w:rPr>
        <w:t xml:space="preserve"> فرمودند: هر مومنى كه براى قتل امام حسين </w:t>
      </w:r>
      <w:r w:rsidRPr="00285C32">
        <w:rPr>
          <w:rStyle w:val="libAlaemChar"/>
          <w:rtl/>
        </w:rPr>
        <w:t>عليه‌السلام</w:t>
      </w:r>
      <w:r>
        <w:rPr>
          <w:rtl/>
        </w:rPr>
        <w:t xml:space="preserve"> اشكهايش جارى شود و بر رخسارش بريزد، خداى تعالى بخاطر </w:t>
      </w:r>
      <w:r w:rsidR="00285C32">
        <w:rPr>
          <w:rFonts w:hint="cs"/>
          <w:rtl/>
        </w:rPr>
        <w:t>آ</w:t>
      </w:r>
      <w:r>
        <w:rPr>
          <w:rtl/>
        </w:rPr>
        <w:t xml:space="preserve">ن او را در بالاخانه هايى جاى دهد كه سالها در </w:t>
      </w:r>
      <w:r w:rsidR="00285C32">
        <w:rPr>
          <w:rFonts w:hint="cs"/>
          <w:rtl/>
        </w:rPr>
        <w:t>آ</w:t>
      </w:r>
      <w:r>
        <w:rPr>
          <w:rtl/>
        </w:rPr>
        <w:t>ن سكونت نمايد و هر مومنى بخاطر آزارهايى كه از دشمن ما در اين دنيا به ما رسيده ماست ، دلش به درد آيد. چشمانش بگريد و اشك بر رخسارش بريزد، خداوندآزار را از چهره اش دور گردانيده و در روز قيامت از خشم خود و آتش او را ايمن مى گرداند.</w:t>
      </w:r>
    </w:p>
    <w:p w:rsidR="00A679DB" w:rsidRDefault="00A679DB" w:rsidP="00A679DB">
      <w:pPr>
        <w:pStyle w:val="libNormal"/>
        <w:rPr>
          <w:rtl/>
        </w:rPr>
      </w:pPr>
    </w:p>
    <w:p w:rsidR="00A679DB" w:rsidRDefault="00A679DB" w:rsidP="00A679DB">
      <w:pPr>
        <w:pStyle w:val="libNormal"/>
        <w:rPr>
          <w:rtl/>
        </w:rPr>
      </w:pPr>
      <w:r>
        <w:rPr>
          <w:rtl/>
        </w:rPr>
        <w:t>ثواب من انشد فى الحسين صلوات الله عليه شعر فبكى او ابكى او تباكى.</w:t>
      </w:r>
    </w:p>
    <w:p w:rsidR="00A679DB" w:rsidRDefault="00285C32" w:rsidP="00A679DB">
      <w:pPr>
        <w:pStyle w:val="libNormal"/>
        <w:rPr>
          <w:rtl/>
        </w:rPr>
      </w:pPr>
      <w:r>
        <w:rPr>
          <w:rtl/>
        </w:rPr>
        <w:br w:type="page"/>
      </w:r>
    </w:p>
    <w:p w:rsidR="00A679DB" w:rsidRDefault="00A679DB" w:rsidP="00A679DB">
      <w:pPr>
        <w:pStyle w:val="libNormal"/>
        <w:rPr>
          <w:rtl/>
        </w:rPr>
      </w:pPr>
      <w:bookmarkStart w:id="138" w:name="_Toc449617195"/>
      <w:r w:rsidRPr="00285C32">
        <w:rPr>
          <w:rStyle w:val="Heading2Char"/>
          <w:rtl/>
        </w:rPr>
        <w:t>ثواب شعر خواندن درباره امام حسين عليه‌السلام ، گريه كردن ، گرياندن ياخود را شبيه گريه كنندگان در اوردن</w:t>
      </w:r>
      <w:bookmarkEnd w:id="138"/>
      <w:r>
        <w:rPr>
          <w:rtl/>
        </w:rPr>
        <w:t xml:space="preserve"> .</w:t>
      </w:r>
    </w:p>
    <w:p w:rsidR="00A679DB" w:rsidRDefault="00A679DB" w:rsidP="00A679DB">
      <w:pPr>
        <w:pStyle w:val="libNormal"/>
        <w:rPr>
          <w:rtl/>
        </w:rPr>
      </w:pPr>
      <w:r>
        <w:rPr>
          <w:rtl/>
        </w:rPr>
        <w:t xml:space="preserve">حديث : ١ ابى رحمه الله قال حدثنا سعبد بن عبدالله عن محمد بن الحسين بن ابى الخطاب عن محمد بن اسماعيل عن صالح بن عقبه عن ابى هارون المكفوف قال قال لى ابوعبدالله </w:t>
      </w:r>
      <w:r w:rsidRPr="00285C32">
        <w:rPr>
          <w:rStyle w:val="libAlaemChar"/>
          <w:rtl/>
        </w:rPr>
        <w:t>عليه‌السلام</w:t>
      </w:r>
      <w:r>
        <w:rPr>
          <w:rtl/>
        </w:rPr>
        <w:t xml:space="preserve"> يا اباهارون انشدنى فى الحسين </w:t>
      </w:r>
      <w:r w:rsidRPr="00285C32">
        <w:rPr>
          <w:rStyle w:val="libAlaemChar"/>
          <w:rtl/>
        </w:rPr>
        <w:t>عليه‌السلام</w:t>
      </w:r>
      <w:r>
        <w:rPr>
          <w:rtl/>
        </w:rPr>
        <w:t xml:space="preserve"> فانشدته قال فقال لى انشدنى كما تنشدون يعنى بالرقه قال فانشدته</w:t>
      </w:r>
    </w:p>
    <w:p w:rsidR="00A679DB" w:rsidRDefault="00A679DB" w:rsidP="00A679DB">
      <w:pPr>
        <w:pStyle w:val="libNormal"/>
        <w:rPr>
          <w:rtl/>
        </w:rPr>
      </w:pPr>
      <w:r>
        <w:rPr>
          <w:rtl/>
        </w:rPr>
        <w:t>امرر على جدث الحسين</w:t>
      </w:r>
    </w:p>
    <w:p w:rsidR="00A679DB" w:rsidRDefault="00A679DB" w:rsidP="00A679DB">
      <w:pPr>
        <w:pStyle w:val="libNormal"/>
        <w:rPr>
          <w:rtl/>
        </w:rPr>
      </w:pPr>
      <w:r>
        <w:rPr>
          <w:rtl/>
        </w:rPr>
        <w:t>فقل لاعظمه الزكيه .</w:t>
      </w:r>
    </w:p>
    <w:p w:rsidR="00A679DB" w:rsidRDefault="00A679DB" w:rsidP="00A679DB">
      <w:pPr>
        <w:pStyle w:val="libNormal"/>
        <w:rPr>
          <w:rtl/>
        </w:rPr>
      </w:pPr>
      <w:r>
        <w:rPr>
          <w:rtl/>
        </w:rPr>
        <w:t xml:space="preserve">قا فبكى ثم قال زدنى فرغت قال يا اباهارون من انشد فى الحسين </w:t>
      </w:r>
      <w:r w:rsidRPr="00285C32">
        <w:rPr>
          <w:rStyle w:val="libAlaemChar"/>
          <w:rtl/>
        </w:rPr>
        <w:t>عليه‌السلام</w:t>
      </w:r>
      <w:r>
        <w:rPr>
          <w:rtl/>
        </w:rPr>
        <w:t xml:space="preserve"> شعرا فبكى و ابكى عشره كتبت لهم الجنه و من انشدنى فى الحسين </w:t>
      </w:r>
      <w:r w:rsidRPr="00285C32">
        <w:rPr>
          <w:rStyle w:val="libAlaemChar"/>
          <w:rtl/>
        </w:rPr>
        <w:t>عليه‌السلام</w:t>
      </w:r>
      <w:r>
        <w:rPr>
          <w:rtl/>
        </w:rPr>
        <w:t xml:space="preserve"> شعرافبكى و ابكى . خمسه كتبت لهم الجنه و من انشد فى الحسين </w:t>
      </w:r>
      <w:r w:rsidRPr="00285C32">
        <w:rPr>
          <w:rStyle w:val="libAlaemChar"/>
          <w:rtl/>
        </w:rPr>
        <w:t>عليه‌السلام</w:t>
      </w:r>
      <w:r>
        <w:rPr>
          <w:rtl/>
        </w:rPr>
        <w:t xml:space="preserve"> شعرا فبكى و ابكى واحدا كتبت لهما الجنه و من ذكر الحسين </w:t>
      </w:r>
      <w:r w:rsidRPr="00285C32">
        <w:rPr>
          <w:rStyle w:val="libAlaemChar"/>
          <w:rtl/>
        </w:rPr>
        <w:t>عليه‌السلام</w:t>
      </w:r>
      <w:r>
        <w:rPr>
          <w:rtl/>
        </w:rPr>
        <w:t xml:space="preserve"> عنده فخرج من عينيه مقدار جناح ذبابه كان ثوابه على الله عزوجل و لم يرض له بدون الجنه .</w:t>
      </w:r>
    </w:p>
    <w:p w:rsidR="00A679DB" w:rsidRDefault="00A679DB" w:rsidP="00A679DB">
      <w:pPr>
        <w:pStyle w:val="libNormal"/>
        <w:rPr>
          <w:rtl/>
        </w:rPr>
      </w:pPr>
      <w:r>
        <w:rPr>
          <w:rtl/>
        </w:rPr>
        <w:t>ترجمه :</w:t>
      </w:r>
    </w:p>
    <w:p w:rsidR="00A679DB" w:rsidRDefault="00A679DB" w:rsidP="00285C32">
      <w:pPr>
        <w:pStyle w:val="libNormal"/>
        <w:rPr>
          <w:rtl/>
        </w:rPr>
      </w:pPr>
      <w:r>
        <w:rPr>
          <w:rtl/>
        </w:rPr>
        <w:t xml:space="preserve">١. راوى مى گويد: امام صادق </w:t>
      </w:r>
      <w:r w:rsidRPr="00285C32">
        <w:rPr>
          <w:rStyle w:val="libAlaemChar"/>
          <w:rtl/>
        </w:rPr>
        <w:t>عليه‌السلام</w:t>
      </w:r>
      <w:r>
        <w:rPr>
          <w:rtl/>
        </w:rPr>
        <w:t xml:space="preserve"> به من فرمودند: اى ابوهارون درباره امام حسين </w:t>
      </w:r>
      <w:r w:rsidRPr="00285C32">
        <w:rPr>
          <w:rStyle w:val="libAlaemChar"/>
          <w:rtl/>
        </w:rPr>
        <w:t>عليه‌السلام</w:t>
      </w:r>
      <w:r>
        <w:rPr>
          <w:rtl/>
        </w:rPr>
        <w:t xml:space="preserve"> شعرى بخوان من نيز خواندم . به من فرمودند آن طور بخوان كه مى خوانند - يعنى با رقت - من نيز خواندم .</w:t>
      </w:r>
    </w:p>
    <w:p w:rsidR="00A679DB" w:rsidRDefault="00A679DB" w:rsidP="00A679DB">
      <w:pPr>
        <w:pStyle w:val="libNormal"/>
        <w:rPr>
          <w:rtl/>
        </w:rPr>
      </w:pPr>
      <w:r>
        <w:rPr>
          <w:rtl/>
        </w:rPr>
        <w:t>امرر على جدث الحسين</w:t>
      </w:r>
    </w:p>
    <w:p w:rsidR="00A679DB" w:rsidRDefault="00A679DB" w:rsidP="00A679DB">
      <w:pPr>
        <w:pStyle w:val="libNormal"/>
        <w:rPr>
          <w:rtl/>
        </w:rPr>
      </w:pPr>
      <w:r>
        <w:rPr>
          <w:rtl/>
        </w:rPr>
        <w:t xml:space="preserve">فقل لاعظمته الزكيه . </w:t>
      </w:r>
      <w:r w:rsidRPr="00285C32">
        <w:rPr>
          <w:rStyle w:val="libFootnotenumChar"/>
          <w:rtl/>
        </w:rPr>
        <w:t>(٦٤)</w:t>
      </w:r>
    </w:p>
    <w:p w:rsidR="00A679DB" w:rsidRDefault="00A679DB" w:rsidP="00A679DB">
      <w:pPr>
        <w:pStyle w:val="libNormal"/>
        <w:rPr>
          <w:rtl/>
        </w:rPr>
      </w:pPr>
      <w:r>
        <w:rPr>
          <w:rtl/>
        </w:rPr>
        <w:t xml:space="preserve">حضرت </w:t>
      </w:r>
      <w:r w:rsidRPr="00285C32">
        <w:rPr>
          <w:rStyle w:val="libAlaemChar"/>
          <w:rtl/>
        </w:rPr>
        <w:t>عليه‌السلام</w:t>
      </w:r>
      <w:r>
        <w:rPr>
          <w:rtl/>
        </w:rPr>
        <w:t xml:space="preserve"> گريستند آنگاه فرمودند: بيشتر بخوان من نيز قصيده ديگرى خواندم . باز حضرت </w:t>
      </w:r>
      <w:r w:rsidRPr="00285C32">
        <w:rPr>
          <w:rStyle w:val="libAlaemChar"/>
          <w:rtl/>
        </w:rPr>
        <w:t>عليه‌السلام</w:t>
      </w:r>
      <w:r>
        <w:rPr>
          <w:rtl/>
        </w:rPr>
        <w:t xml:space="preserve"> گريستند و صداى گريه (زنان) را از پشت پرده نيز شنيدم .</w:t>
      </w:r>
    </w:p>
    <w:p w:rsidR="00A679DB" w:rsidRDefault="00A679DB" w:rsidP="00A679DB">
      <w:pPr>
        <w:pStyle w:val="libNormal"/>
        <w:rPr>
          <w:rtl/>
        </w:rPr>
      </w:pPr>
      <w:r>
        <w:rPr>
          <w:rtl/>
        </w:rPr>
        <w:lastRenderedPageBreak/>
        <w:t xml:space="preserve">در پايان حضرت فرمودند: اى اباهارون ! كسى كه درباره امام حسين </w:t>
      </w:r>
      <w:r w:rsidRPr="00285C32">
        <w:rPr>
          <w:rStyle w:val="libAlaemChar"/>
          <w:rtl/>
        </w:rPr>
        <w:t>عليه‌السلام</w:t>
      </w:r>
      <w:r>
        <w:rPr>
          <w:rtl/>
        </w:rPr>
        <w:t xml:space="preserve"> شعرى بگويد، گريه كند و ده نفر را بگرياند، براى همه بهشت را مى نويسند، و كسى كه درباره امام حسين </w:t>
      </w:r>
      <w:r w:rsidRPr="00285C32">
        <w:rPr>
          <w:rStyle w:val="libAlaemChar"/>
          <w:rtl/>
        </w:rPr>
        <w:t>عليه‌السلام</w:t>
      </w:r>
      <w:r>
        <w:rPr>
          <w:rtl/>
        </w:rPr>
        <w:t xml:space="preserve"> شعرى بخواند و گريه كند و پنج نفر را بگرياند، براى آنها بهشت را مى نويسند. و كسى كه امام حسين </w:t>
      </w:r>
      <w:r w:rsidRPr="00285C32">
        <w:rPr>
          <w:rStyle w:val="libAlaemChar"/>
          <w:rtl/>
        </w:rPr>
        <w:t>عليه‌السلام</w:t>
      </w:r>
      <w:r>
        <w:rPr>
          <w:rtl/>
        </w:rPr>
        <w:t xml:space="preserve"> را نزد او ياد كنند واز چشمان او باندازه پر مگسى اشك خارج شود، ثواب او به عهده خداى عزوجل بوده و براى او به كمتر از بهشت راضى نمى شود.</w:t>
      </w:r>
    </w:p>
    <w:p w:rsidR="00A679DB" w:rsidRDefault="00A679DB" w:rsidP="00285C32">
      <w:pPr>
        <w:pStyle w:val="libNormal"/>
        <w:rPr>
          <w:rtl/>
        </w:rPr>
      </w:pPr>
      <w:r>
        <w:rPr>
          <w:rtl/>
        </w:rPr>
        <w:t xml:space="preserve">حديث : ٢ حدثنا محمد بن على ماجيلويه رضى الله عنه عن محمد بن يحيى العطار عن محمد بن احمد عن محمد بن الحسين عن الحسن بن على بن ابى عثمان عن الحسن بن على بن ابى المغيره عن ابى عماره المنشد عن ابى عبدالله </w:t>
      </w:r>
      <w:r w:rsidRPr="00285C32">
        <w:rPr>
          <w:rStyle w:val="libAlaemChar"/>
          <w:rtl/>
        </w:rPr>
        <w:t>عليه‌السلام</w:t>
      </w:r>
      <w:r>
        <w:rPr>
          <w:rtl/>
        </w:rPr>
        <w:t xml:space="preserve"> قال قال لى يا اباعماره انشدنى فى الحسين </w:t>
      </w:r>
      <w:r w:rsidRPr="00285C32">
        <w:rPr>
          <w:rStyle w:val="libAlaemChar"/>
          <w:rtl/>
        </w:rPr>
        <w:t>عليه‌السلام</w:t>
      </w:r>
      <w:r>
        <w:rPr>
          <w:rtl/>
        </w:rPr>
        <w:t xml:space="preserve"> قال فانشدته فبكى قال ثم انشدته فبكى قال فو الله ما زلت انشده و يبكى حتى سمعت البكاء من الدار فقا لى يا ابا عماره من انشد فى الحسين بن على </w:t>
      </w:r>
      <w:r w:rsidR="00285C32" w:rsidRPr="00285C32">
        <w:rPr>
          <w:rStyle w:val="libAlaemChar"/>
          <w:rFonts w:eastAsiaTheme="minorHAnsi"/>
          <w:rtl/>
        </w:rPr>
        <w:t>عليهم‌السلام</w:t>
      </w:r>
      <w:r w:rsidR="00285C32">
        <w:rPr>
          <w:rtl/>
        </w:rPr>
        <w:t xml:space="preserve"> </w:t>
      </w:r>
      <w:r>
        <w:rPr>
          <w:rtl/>
        </w:rPr>
        <w:t xml:space="preserve">شعرا فابكى خمسين فله الجنه و من انشد فى الحسين </w:t>
      </w:r>
      <w:r w:rsidRPr="00285C32">
        <w:rPr>
          <w:rStyle w:val="libAlaemChar"/>
          <w:rtl/>
        </w:rPr>
        <w:t>عليه‌السلام</w:t>
      </w:r>
      <w:r>
        <w:rPr>
          <w:rtl/>
        </w:rPr>
        <w:t xml:space="preserve"> شعرا فابكى اربعين فله الجنه و من انشد فى الحسين </w:t>
      </w:r>
      <w:r w:rsidRPr="00285C32">
        <w:rPr>
          <w:rStyle w:val="libAlaemChar"/>
          <w:rtl/>
        </w:rPr>
        <w:t>عليه‌السلام</w:t>
      </w:r>
      <w:r>
        <w:rPr>
          <w:rtl/>
        </w:rPr>
        <w:t xml:space="preserve"> شعرا فابكى عشره فله الجنه و من انشد فى الحسين </w:t>
      </w:r>
      <w:r w:rsidRPr="00285C32">
        <w:rPr>
          <w:rStyle w:val="libAlaemChar"/>
          <w:rtl/>
        </w:rPr>
        <w:t>عليه‌السلام</w:t>
      </w:r>
      <w:r>
        <w:rPr>
          <w:rtl/>
        </w:rPr>
        <w:t xml:space="preserve"> شعرا فابكى واحدا فله الجنه و من انشد فى الحسين عليه‌السلام شعرا فبكى فله الجنه و من انشد فى الحسين </w:t>
      </w:r>
      <w:r w:rsidRPr="00285C32">
        <w:rPr>
          <w:rStyle w:val="libAlaemChar"/>
          <w:rtl/>
        </w:rPr>
        <w:t>عليه‌السلام</w:t>
      </w:r>
      <w:r>
        <w:rPr>
          <w:rtl/>
        </w:rPr>
        <w:t xml:space="preserve"> شعرا فتباكى فله الجنه .</w:t>
      </w:r>
    </w:p>
    <w:p w:rsidR="00A679DB" w:rsidRDefault="00A679DB" w:rsidP="00A679DB">
      <w:pPr>
        <w:pStyle w:val="libNormal"/>
        <w:rPr>
          <w:rtl/>
        </w:rPr>
      </w:pPr>
      <w:r>
        <w:rPr>
          <w:rtl/>
        </w:rPr>
        <w:t>ترجمه :</w:t>
      </w:r>
    </w:p>
    <w:p w:rsidR="00A679DB" w:rsidRDefault="00A679DB" w:rsidP="000943A4">
      <w:pPr>
        <w:pStyle w:val="libNormal"/>
        <w:rPr>
          <w:rtl/>
        </w:rPr>
      </w:pPr>
      <w:r>
        <w:rPr>
          <w:rtl/>
        </w:rPr>
        <w:t xml:space="preserve">٢. ابى عماره مى گويد: امام صادق </w:t>
      </w:r>
      <w:r w:rsidRPr="00285C32">
        <w:rPr>
          <w:rStyle w:val="libAlaemChar"/>
          <w:rtl/>
        </w:rPr>
        <w:t>عليه‌السلام</w:t>
      </w:r>
      <w:r>
        <w:rPr>
          <w:rtl/>
        </w:rPr>
        <w:t xml:space="preserve"> به من فرمودند: اى ابا عماره ! در باره امام حسين </w:t>
      </w:r>
      <w:r w:rsidRPr="00285C32">
        <w:rPr>
          <w:rStyle w:val="libAlaemChar"/>
          <w:rtl/>
        </w:rPr>
        <w:t>عليه‌السلام</w:t>
      </w:r>
      <w:r>
        <w:rPr>
          <w:rtl/>
        </w:rPr>
        <w:t xml:space="preserve"> برايم شعر بخوان . من نيز خواندم و او گريه كرد. دوباره نيز خواندم و او گريه كرد. و بخدا سوگند پيوسته من خواندم و او گريه مى كرد تا صداى گريه را از درون منزل نيز شنيدم . آنگاه به من فرمود: اى ابا عماره ! كسى كه درباره امام حسين </w:t>
      </w:r>
      <w:r w:rsidRPr="000943A4">
        <w:rPr>
          <w:rStyle w:val="libAlaemChar"/>
          <w:rtl/>
        </w:rPr>
        <w:t>عليه‌السلام</w:t>
      </w:r>
      <w:r>
        <w:rPr>
          <w:rtl/>
        </w:rPr>
        <w:t xml:space="preserve"> شعرى بخواند و چهل نفر را بگرياند، بهشت از </w:t>
      </w:r>
      <w:r>
        <w:rPr>
          <w:rtl/>
        </w:rPr>
        <w:lastRenderedPageBreak/>
        <w:t xml:space="preserve">آن اوست . و كسى كه درباره امام حسين </w:t>
      </w:r>
      <w:r w:rsidRPr="000943A4">
        <w:rPr>
          <w:rStyle w:val="libAlaemChar"/>
          <w:rtl/>
        </w:rPr>
        <w:t>عليه‌السلام</w:t>
      </w:r>
      <w:r>
        <w:rPr>
          <w:rtl/>
        </w:rPr>
        <w:t xml:space="preserve"> شعرى بخواند و بيست نفر را بگرياند، بهشت از آن اوست . و كسى كه درباره امام حسين </w:t>
      </w:r>
      <w:r w:rsidRPr="000943A4">
        <w:rPr>
          <w:rStyle w:val="libAlaemChar"/>
          <w:rtl/>
        </w:rPr>
        <w:t>عليه‌السلام</w:t>
      </w:r>
      <w:r>
        <w:rPr>
          <w:rtl/>
        </w:rPr>
        <w:t xml:space="preserve"> شعرى بخواند و گريه كند، بهشت از </w:t>
      </w:r>
      <w:r w:rsidR="000943A4">
        <w:rPr>
          <w:rFonts w:hint="cs"/>
          <w:rtl/>
        </w:rPr>
        <w:t>آ</w:t>
      </w:r>
      <w:r>
        <w:rPr>
          <w:rtl/>
        </w:rPr>
        <w:t>ن اوست .</w:t>
      </w:r>
    </w:p>
    <w:p w:rsidR="00A679DB" w:rsidRDefault="00A679DB" w:rsidP="00A679DB">
      <w:pPr>
        <w:pStyle w:val="libNormal"/>
        <w:rPr>
          <w:rtl/>
        </w:rPr>
      </w:pPr>
      <w:r>
        <w:rPr>
          <w:rtl/>
        </w:rPr>
        <w:t>و كسى شعرى بخواند و خود را شبيه گريه كنندگان در آورد، بهشت از آن اوست .</w:t>
      </w:r>
    </w:p>
    <w:p w:rsidR="00A679DB" w:rsidRDefault="00A679DB" w:rsidP="00A679DB">
      <w:pPr>
        <w:pStyle w:val="libNormal"/>
        <w:rPr>
          <w:rtl/>
        </w:rPr>
      </w:pPr>
      <w:r>
        <w:rPr>
          <w:rtl/>
        </w:rPr>
        <w:t xml:space="preserve">حديث : ٣ حدثنى محمد بن موسى بن المتوكل رضى الله عنه قال حدثنا محمدبن يحيى عن محمد بن احمد عن محمد بن الحسين عن محمد بن اسماعيل عن صالح بن عقبه عن ابى عبدالله </w:t>
      </w:r>
      <w:r w:rsidRPr="000943A4">
        <w:rPr>
          <w:rStyle w:val="libAlaemChar"/>
          <w:rtl/>
        </w:rPr>
        <w:t>عليه‌السلام</w:t>
      </w:r>
      <w:r>
        <w:rPr>
          <w:rtl/>
        </w:rPr>
        <w:t xml:space="preserve"> قال من انشد فى الحسين </w:t>
      </w:r>
      <w:r w:rsidRPr="000943A4">
        <w:rPr>
          <w:rStyle w:val="libAlaemChar"/>
          <w:rtl/>
        </w:rPr>
        <w:t>عليه‌السلام</w:t>
      </w:r>
      <w:r>
        <w:rPr>
          <w:rtl/>
        </w:rPr>
        <w:t xml:space="preserve"> بيتا من شعر فبكى و ابكى عشره فله و لهم الجنه و من انشد فى الحسين </w:t>
      </w:r>
      <w:r w:rsidRPr="000943A4">
        <w:rPr>
          <w:rStyle w:val="libAlaemChar"/>
          <w:rtl/>
        </w:rPr>
        <w:t>عليه‌السلام</w:t>
      </w:r>
      <w:r>
        <w:rPr>
          <w:rtl/>
        </w:rPr>
        <w:t xml:space="preserve"> بيتا فبكى و ابكى تسعه فله ولهم الجنه فلم يزل حتى قال من انشد فى الحسين </w:t>
      </w:r>
      <w:r w:rsidRPr="000943A4">
        <w:rPr>
          <w:rStyle w:val="libAlaemChar"/>
          <w:rtl/>
        </w:rPr>
        <w:t>عليه‌السلام</w:t>
      </w:r>
      <w:r>
        <w:rPr>
          <w:rtl/>
        </w:rPr>
        <w:t xml:space="preserve"> شعرا فبكى و اظنه قال او تباكى فله الجنه .</w:t>
      </w:r>
    </w:p>
    <w:p w:rsidR="00A679DB" w:rsidRDefault="00A679DB" w:rsidP="00A679DB">
      <w:pPr>
        <w:pStyle w:val="libNormal"/>
        <w:rPr>
          <w:rtl/>
        </w:rPr>
      </w:pPr>
      <w:r>
        <w:rPr>
          <w:rtl/>
        </w:rPr>
        <w:t>ترجمه :</w:t>
      </w:r>
    </w:p>
    <w:p w:rsidR="000943A4" w:rsidRDefault="00A679DB" w:rsidP="000943A4">
      <w:pPr>
        <w:pStyle w:val="libNormal"/>
        <w:rPr>
          <w:rtl/>
        </w:rPr>
      </w:pPr>
      <w:r>
        <w:rPr>
          <w:rtl/>
        </w:rPr>
        <w:t xml:space="preserve">٣. امام صادق </w:t>
      </w:r>
      <w:r w:rsidRPr="000943A4">
        <w:rPr>
          <w:rStyle w:val="libAlaemChar"/>
          <w:rtl/>
        </w:rPr>
        <w:t>عليه‌السلام</w:t>
      </w:r>
      <w:r>
        <w:rPr>
          <w:rtl/>
        </w:rPr>
        <w:t xml:space="preserve"> فرمودند: كسى كه درباره امام حسين </w:t>
      </w:r>
      <w:r w:rsidRPr="000943A4">
        <w:rPr>
          <w:rStyle w:val="libAlaemChar"/>
          <w:rtl/>
        </w:rPr>
        <w:t>عليه‌السلام</w:t>
      </w:r>
      <w:r>
        <w:rPr>
          <w:rtl/>
        </w:rPr>
        <w:t xml:space="preserve"> يك بيت شعر بخواند و گريه كند و ده نفر را بگرياند، بهشت براى آنهاست . و كسى كه درباره امام حسين </w:t>
      </w:r>
      <w:r w:rsidRPr="000943A4">
        <w:rPr>
          <w:rStyle w:val="libAlaemChar"/>
          <w:rtl/>
        </w:rPr>
        <w:t>عليه‌السلام</w:t>
      </w:r>
      <w:r>
        <w:rPr>
          <w:rtl/>
        </w:rPr>
        <w:t xml:space="preserve"> يك بيت شعر بخواند و گريه كند نه نفر را گريان كند. بهشت براى آنهاست و پيوسته مى فرمودند تا رسيدند به اين جا كه كسى كه درباره امام حسين </w:t>
      </w:r>
      <w:r w:rsidRPr="000943A4">
        <w:rPr>
          <w:rStyle w:val="libAlaemChar"/>
          <w:rtl/>
        </w:rPr>
        <w:t>عليه‌السلام</w:t>
      </w:r>
      <w:r>
        <w:rPr>
          <w:rtl/>
        </w:rPr>
        <w:t xml:space="preserve"> شعرى بخواند و گريه كند- گمان مى كنم كه فرمودند: ياخود را شبيه گريه كنندگان در آورد، بهشت از آن اوست .</w:t>
      </w:r>
      <w:r w:rsidR="000943A4">
        <w:rPr>
          <w:rtl/>
        </w:rPr>
        <w:t xml:space="preserve"> </w:t>
      </w:r>
      <w:r>
        <w:rPr>
          <w:rtl/>
        </w:rPr>
        <w:t>ثواب من زار قبر الحسين عليه‌السلام</w:t>
      </w:r>
    </w:p>
    <w:p w:rsidR="000943A4" w:rsidRDefault="000943A4" w:rsidP="000943A4">
      <w:pPr>
        <w:pStyle w:val="libNormal"/>
        <w:rPr>
          <w:rtl/>
        </w:rPr>
      </w:pPr>
      <w:r>
        <w:rPr>
          <w:rtl/>
        </w:rPr>
        <w:br w:type="page"/>
      </w:r>
    </w:p>
    <w:p w:rsidR="00A679DB" w:rsidRDefault="00A679DB" w:rsidP="000943A4">
      <w:pPr>
        <w:pStyle w:val="Heading2"/>
        <w:rPr>
          <w:rtl/>
        </w:rPr>
      </w:pPr>
      <w:bookmarkStart w:id="139" w:name="_Toc449617196"/>
      <w:r>
        <w:rPr>
          <w:rtl/>
        </w:rPr>
        <w:t>ثواب زيارت امام حسين .</w:t>
      </w:r>
      <w:bookmarkEnd w:id="139"/>
    </w:p>
    <w:p w:rsidR="00A679DB" w:rsidRDefault="00A679DB" w:rsidP="00A679DB">
      <w:pPr>
        <w:pStyle w:val="libNormal"/>
        <w:rPr>
          <w:rtl/>
        </w:rPr>
      </w:pPr>
      <w:r>
        <w:rPr>
          <w:rtl/>
        </w:rPr>
        <w:t xml:space="preserve">حديث : ١ ابى رحمه الله قال حدثنا سعد بن عبدالله عن محمد بن الحسين بن ابى الخطاب عن محمد بن اسماعيل عن الخيبرى عن الحسين بن محمد القمى عن ابى الحسن الرضا </w:t>
      </w:r>
      <w:r w:rsidRPr="000943A4">
        <w:rPr>
          <w:rStyle w:val="libAlaemChar"/>
          <w:rtl/>
        </w:rPr>
        <w:t>عليه‌السلام</w:t>
      </w:r>
      <w:r>
        <w:rPr>
          <w:rtl/>
        </w:rPr>
        <w:t xml:space="preserve"> قال من زار قبر ابى عبدالله </w:t>
      </w:r>
      <w:r w:rsidRPr="000943A4">
        <w:rPr>
          <w:rStyle w:val="libAlaemChar"/>
          <w:rtl/>
        </w:rPr>
        <w:t>عليه‌السلام</w:t>
      </w:r>
      <w:r>
        <w:rPr>
          <w:rtl/>
        </w:rPr>
        <w:t xml:space="preserve"> بشط الفرات كان كمن زار الله فوق عرشه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رضا </w:t>
      </w:r>
      <w:r w:rsidRPr="000943A4">
        <w:rPr>
          <w:rStyle w:val="libAlaemChar"/>
          <w:rtl/>
        </w:rPr>
        <w:t>عليه‌السلام</w:t>
      </w:r>
      <w:r>
        <w:rPr>
          <w:rtl/>
        </w:rPr>
        <w:t xml:space="preserve"> فرمودند: كسى كه قبر امام حسين </w:t>
      </w:r>
      <w:r w:rsidRPr="000943A4">
        <w:rPr>
          <w:rStyle w:val="libAlaemChar"/>
          <w:rtl/>
        </w:rPr>
        <w:t>عليه‌السلام</w:t>
      </w:r>
      <w:r>
        <w:rPr>
          <w:rtl/>
        </w:rPr>
        <w:t xml:space="preserve"> را در كنار رود فرات زيارت نمايد، مانند كسى است كه خداوند را در بالاى عرشش زيارت نموده است .</w:t>
      </w:r>
    </w:p>
    <w:p w:rsidR="00A679DB" w:rsidRDefault="00A679DB" w:rsidP="00A679DB">
      <w:pPr>
        <w:pStyle w:val="libNormal"/>
        <w:rPr>
          <w:rtl/>
        </w:rPr>
      </w:pPr>
      <w:r>
        <w:rPr>
          <w:rtl/>
        </w:rPr>
        <w:t xml:space="preserve">حديث : ٢ حدثنا حمزه بن محمد العلوى رحمه الله عن على بن ابراهيم عن ابيه ابراهيم بن هشم عن محمد بنابى عمير عن عيينه بياع القصب عن ابى عبدالله </w:t>
      </w:r>
      <w:r w:rsidRPr="000943A4">
        <w:rPr>
          <w:rStyle w:val="libAlaemChar"/>
          <w:rtl/>
        </w:rPr>
        <w:t>عليه‌السلام</w:t>
      </w:r>
      <w:r>
        <w:rPr>
          <w:rtl/>
        </w:rPr>
        <w:t xml:space="preserve"> قال من اتى الحسين </w:t>
      </w:r>
      <w:r w:rsidRPr="000943A4">
        <w:rPr>
          <w:rStyle w:val="libAlaemChar"/>
          <w:rtl/>
        </w:rPr>
        <w:t>عليه‌السلام</w:t>
      </w:r>
      <w:r>
        <w:rPr>
          <w:rtl/>
        </w:rPr>
        <w:t xml:space="preserve"> عارفا بحقه كتبه الله تعالى فى اعلى عليين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0943A4">
        <w:rPr>
          <w:rStyle w:val="libAlaemChar"/>
          <w:rtl/>
        </w:rPr>
        <w:t>عليه‌السلام</w:t>
      </w:r>
      <w:r>
        <w:rPr>
          <w:rtl/>
        </w:rPr>
        <w:t xml:space="preserve"> فرمودند: كسى كه با شناخت حق امام حسين </w:t>
      </w:r>
      <w:r w:rsidRPr="000943A4">
        <w:rPr>
          <w:rStyle w:val="libAlaemChar"/>
          <w:rtl/>
        </w:rPr>
        <w:t>عليه‌السلام</w:t>
      </w:r>
      <w:r>
        <w:rPr>
          <w:rtl/>
        </w:rPr>
        <w:t xml:space="preserve"> به زيارت او برود، خداوند متعال او را در اعلى عليين (در بالاترين دفتر فرشتگان مقرب) مينويسد.</w:t>
      </w:r>
    </w:p>
    <w:p w:rsidR="00A679DB" w:rsidRDefault="00A679DB" w:rsidP="00A679DB">
      <w:pPr>
        <w:pStyle w:val="libNormal"/>
        <w:rPr>
          <w:rtl/>
        </w:rPr>
      </w:pPr>
      <w:r>
        <w:rPr>
          <w:rtl/>
        </w:rPr>
        <w:t xml:space="preserve">حديث : ٣ حدثنى محمد بن الحسن رضى الله عنه قال . حدثنا محمد بن الحسن الصفار عن محمد بن الحسين عن ابى داود المسترق عن ابن مسكان عن ابى عبدالله </w:t>
      </w:r>
      <w:r w:rsidRPr="000943A4">
        <w:rPr>
          <w:rStyle w:val="libAlaemChar"/>
          <w:rtl/>
        </w:rPr>
        <w:t>عليه‌السلام</w:t>
      </w:r>
      <w:r>
        <w:rPr>
          <w:rtl/>
        </w:rPr>
        <w:t xml:space="preserve"> قال من اتى الحسين </w:t>
      </w:r>
      <w:r w:rsidRPr="000943A4">
        <w:rPr>
          <w:rStyle w:val="libAlaemChar"/>
          <w:rtl/>
        </w:rPr>
        <w:t>عليه‌السلام</w:t>
      </w:r>
      <w:r>
        <w:rPr>
          <w:rtl/>
        </w:rPr>
        <w:t xml:space="preserve"> عارفا بحقه كتب فى عليين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٣. امام صادق </w:t>
      </w:r>
      <w:r w:rsidRPr="000943A4">
        <w:rPr>
          <w:rStyle w:val="libAlaemChar"/>
          <w:rtl/>
        </w:rPr>
        <w:t>عليه‌السلام</w:t>
      </w:r>
      <w:r>
        <w:rPr>
          <w:rtl/>
        </w:rPr>
        <w:t xml:space="preserve"> فرمودند: كسى كه با شناخت حق امام حسين </w:t>
      </w:r>
      <w:r w:rsidRPr="000943A4">
        <w:rPr>
          <w:rStyle w:val="libAlaemChar"/>
          <w:rtl/>
        </w:rPr>
        <w:t>عليه‌السلام</w:t>
      </w:r>
      <w:r>
        <w:rPr>
          <w:rtl/>
        </w:rPr>
        <w:t xml:space="preserve"> به زيارت او برود، (عملش) در عليين (دفتر فرشتگان) نوشته مى شود.</w:t>
      </w:r>
    </w:p>
    <w:p w:rsidR="00A679DB" w:rsidRDefault="00A679DB" w:rsidP="00A679DB">
      <w:pPr>
        <w:pStyle w:val="libNormal"/>
        <w:rPr>
          <w:rtl/>
        </w:rPr>
      </w:pPr>
      <w:r>
        <w:rPr>
          <w:rtl/>
        </w:rPr>
        <w:t xml:space="preserve">حديث : ٤ ابى رحمه قال حدثنا احمد بن ادريس عن محمد بناحمد عن على بن اسماعيل عن محمد بن عمروالزيات عن قاعد الخياط عن ابى الحسن الماضى </w:t>
      </w:r>
      <w:r w:rsidRPr="000943A4">
        <w:rPr>
          <w:rStyle w:val="libAlaemChar"/>
          <w:rtl/>
        </w:rPr>
        <w:t>عليه‌السلام</w:t>
      </w:r>
      <w:r>
        <w:rPr>
          <w:rtl/>
        </w:rPr>
        <w:t xml:space="preserve"> قال من زار قبرالحسين بن على </w:t>
      </w:r>
      <w:r w:rsidRPr="000943A4">
        <w:rPr>
          <w:rStyle w:val="libAlaemChar"/>
          <w:rtl/>
        </w:rPr>
        <w:t>عليه‌السلام</w:t>
      </w:r>
      <w:r>
        <w:rPr>
          <w:rtl/>
        </w:rPr>
        <w:t xml:space="preserve"> عارفا بحقه غفر الله لم ما تقدم من ذنبه و ما تاخر.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رضا </w:t>
      </w:r>
      <w:r w:rsidRPr="000943A4">
        <w:rPr>
          <w:rStyle w:val="libAlaemChar"/>
          <w:rtl/>
        </w:rPr>
        <w:t>عليه‌السلام</w:t>
      </w:r>
      <w:r>
        <w:rPr>
          <w:rtl/>
        </w:rPr>
        <w:t xml:space="preserve"> فرمودند: كسى كه قبر امام حسين </w:t>
      </w:r>
      <w:r w:rsidRPr="000943A4">
        <w:rPr>
          <w:rStyle w:val="libAlaemChar"/>
          <w:rtl/>
        </w:rPr>
        <w:t>عليه‌السلام</w:t>
      </w:r>
      <w:r>
        <w:rPr>
          <w:rtl/>
        </w:rPr>
        <w:t xml:space="preserve"> را با شناخت حق او زيارت نمايد، خداوند گناهان او را از اول تا آخر مى آمرزد.</w:t>
      </w:r>
    </w:p>
    <w:p w:rsidR="00A679DB" w:rsidRDefault="00A679DB" w:rsidP="00A679DB">
      <w:pPr>
        <w:pStyle w:val="libNormal"/>
        <w:rPr>
          <w:rtl/>
        </w:rPr>
      </w:pPr>
      <w:r>
        <w:rPr>
          <w:rtl/>
        </w:rPr>
        <w:t>حديث : ٥ حدثنى الحسين بن احمد عن ابيه عن محمد بن احمد عن محمد بن الحسين عن الحسن بن على بن فضال عن محمد بن الحسين بن كثر عن هارون بن خارجه قال قلت لابى عبدالله عليه‌السلام انهم يروون ان من زار قبر الحسين عليه‌السلام كانت له حجه و عمره قال من زاره والله عارفا بحقه غفر الله له ما تقدم من ذنبه و ماتاخر.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راوى مى گويد به امام صادق </w:t>
      </w:r>
      <w:r w:rsidRPr="000943A4">
        <w:rPr>
          <w:rStyle w:val="libAlaemChar"/>
          <w:rtl/>
        </w:rPr>
        <w:t>عليه‌السلام</w:t>
      </w:r>
      <w:r>
        <w:rPr>
          <w:rtl/>
        </w:rPr>
        <w:t xml:space="preserve"> عرض كردم : مردم نقل مى كنند كسى كه قبر امام حسين </w:t>
      </w:r>
      <w:r w:rsidRPr="000943A4">
        <w:rPr>
          <w:rStyle w:val="libAlaemChar"/>
          <w:rtl/>
        </w:rPr>
        <w:t>عليه‌السلام</w:t>
      </w:r>
      <w:r>
        <w:rPr>
          <w:rtl/>
        </w:rPr>
        <w:t xml:space="preserve"> را زيارت نمايد. مانند اين است كه حج و عمره بجا آورده است . حضرت </w:t>
      </w:r>
      <w:r w:rsidRPr="000943A4">
        <w:rPr>
          <w:rStyle w:val="libAlaemChar"/>
          <w:rtl/>
        </w:rPr>
        <w:t>عليه‌السلام</w:t>
      </w:r>
      <w:r>
        <w:rPr>
          <w:rtl/>
        </w:rPr>
        <w:t xml:space="preserve"> فرمودند: بخدا سوگند كسى كه با شناخت حقش و را زيارت نمايد، خداوند حتما گناهان او را از اول تا آخر مى آمرزد.</w:t>
      </w:r>
    </w:p>
    <w:p w:rsidR="00A679DB" w:rsidRDefault="00A679DB" w:rsidP="000943A4">
      <w:pPr>
        <w:pStyle w:val="libNormal"/>
        <w:rPr>
          <w:rtl/>
        </w:rPr>
      </w:pPr>
      <w:r>
        <w:rPr>
          <w:rtl/>
        </w:rPr>
        <w:t xml:space="preserve">حديث : ٦ حدثنا احمد بن محمد رضى الله عنه عن ابيه عن محمد بناحمد عن محمد: الحسين عن محمدبن اسماعيل عن الخيبرى عن الحسين بن محمد القمى قال قال ابوالحسن موسى بن جعفر </w:t>
      </w:r>
      <w:r w:rsidR="000943A4" w:rsidRPr="000943A4">
        <w:rPr>
          <w:rStyle w:val="libAlaemChar"/>
          <w:rFonts w:eastAsiaTheme="minorHAnsi"/>
          <w:rtl/>
        </w:rPr>
        <w:t>عليهم‌السلام</w:t>
      </w:r>
      <w:r w:rsidR="000943A4">
        <w:rPr>
          <w:rtl/>
        </w:rPr>
        <w:t xml:space="preserve"> </w:t>
      </w:r>
      <w:r>
        <w:rPr>
          <w:rtl/>
        </w:rPr>
        <w:t xml:space="preserve">ادنى ما يثاب به زائر ابى عبدالله </w:t>
      </w:r>
      <w:r w:rsidRPr="000943A4">
        <w:rPr>
          <w:rStyle w:val="libAlaemChar"/>
          <w:rtl/>
        </w:rPr>
        <w:lastRenderedPageBreak/>
        <w:t>عليه‌السلام</w:t>
      </w:r>
      <w:r>
        <w:rPr>
          <w:rtl/>
        </w:rPr>
        <w:t xml:space="preserve"> بشط الفرات اذا عرف حقه و حرمته و ولايته ان يغفر له ما تقدم من ذنبه و ماتاخر.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امام كاظم </w:t>
      </w:r>
      <w:r w:rsidRPr="000943A4">
        <w:rPr>
          <w:rStyle w:val="libAlaemChar"/>
          <w:rtl/>
        </w:rPr>
        <w:t>عليه‌السلام</w:t>
      </w:r>
      <w:r>
        <w:rPr>
          <w:rtl/>
        </w:rPr>
        <w:t xml:space="preserve"> فرمودند: كمترين ثواب كسى كه با شناخت حق ، احترام و ولايت امام حسين </w:t>
      </w:r>
      <w:r w:rsidRPr="000943A4">
        <w:rPr>
          <w:rStyle w:val="libAlaemChar"/>
          <w:rtl/>
        </w:rPr>
        <w:t>عليه‌السلام</w:t>
      </w:r>
      <w:r>
        <w:rPr>
          <w:rtl/>
        </w:rPr>
        <w:t xml:space="preserve"> او را در كنار رود فرات زيارت نمايد، اين است كه خداوند همه گناهانش را از اول تا آخر مى آمرزد.</w:t>
      </w:r>
    </w:p>
    <w:p w:rsidR="00A679DB" w:rsidRDefault="00A679DB" w:rsidP="00A679DB">
      <w:pPr>
        <w:pStyle w:val="libNormal"/>
        <w:rPr>
          <w:rtl/>
        </w:rPr>
      </w:pPr>
      <w:r>
        <w:rPr>
          <w:rtl/>
        </w:rPr>
        <w:t xml:space="preserve">حديث : ٧ حدثنى محمد بن الحسن رضى الله عنه قال حدثنا محمد بن الحسن الصفار عن يعقوب بن يزيد عن صفوان بن يحيى عن ابن مسكان عن ابى عبدالله </w:t>
      </w:r>
      <w:r w:rsidRPr="000943A4">
        <w:rPr>
          <w:rStyle w:val="libAlaemChar"/>
          <w:rtl/>
        </w:rPr>
        <w:t>عليه‌السلام</w:t>
      </w:r>
      <w:r>
        <w:rPr>
          <w:rtl/>
        </w:rPr>
        <w:t xml:space="preserve"> قال من اتى قبر ابى عبدالله </w:t>
      </w:r>
      <w:r w:rsidRPr="000943A4">
        <w:rPr>
          <w:rStyle w:val="libAlaemChar"/>
          <w:rtl/>
        </w:rPr>
        <w:t xml:space="preserve">عليه‌السلام </w:t>
      </w:r>
      <w:r>
        <w:rPr>
          <w:rtl/>
        </w:rPr>
        <w:t>عارفا بحقه غفر اله له ما تقدم من ذنبه و ما تاخر.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امام صادق </w:t>
      </w:r>
      <w:r w:rsidRPr="000943A4">
        <w:rPr>
          <w:rStyle w:val="libAlaemChar"/>
          <w:rtl/>
        </w:rPr>
        <w:t>عليه‌السلام</w:t>
      </w:r>
      <w:r>
        <w:rPr>
          <w:rtl/>
        </w:rPr>
        <w:t xml:space="preserve"> فرمودند: كسى كه با شناخت حق امام حسين </w:t>
      </w:r>
      <w:r w:rsidRPr="000943A4">
        <w:rPr>
          <w:rStyle w:val="libAlaemChar"/>
          <w:rtl/>
        </w:rPr>
        <w:t>عليه‌السلام</w:t>
      </w:r>
      <w:r>
        <w:rPr>
          <w:rtl/>
        </w:rPr>
        <w:t xml:space="preserve"> به زيارت او برود. خداوند حتما همه گناهان او را از اول تا آخر مى آمرزد.</w:t>
      </w:r>
    </w:p>
    <w:p w:rsidR="00A679DB" w:rsidRDefault="00A679DB" w:rsidP="00A679DB">
      <w:pPr>
        <w:pStyle w:val="libNormal"/>
        <w:rPr>
          <w:rtl/>
        </w:rPr>
      </w:pPr>
      <w:r>
        <w:rPr>
          <w:rtl/>
        </w:rPr>
        <w:t xml:space="preserve">حديث : ٨ ابى رحمه الله قال حدثنا على بن ابراهيم عن ابيه عن احمد بن محمد بن ابى نصر قال سال بعضى اصحابنا اباالحسن الرضا </w:t>
      </w:r>
      <w:r w:rsidRPr="000943A4">
        <w:rPr>
          <w:rStyle w:val="libAlaemChar"/>
          <w:rtl/>
        </w:rPr>
        <w:t>عليه‌السلام</w:t>
      </w:r>
      <w:r>
        <w:rPr>
          <w:rtl/>
        </w:rPr>
        <w:t xml:space="preserve"> عمن اتى قبر الحسين قال تعادل عمره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يكى از شيعيان از امام رضا </w:t>
      </w:r>
      <w:r w:rsidRPr="000943A4">
        <w:rPr>
          <w:rStyle w:val="libAlaemChar"/>
          <w:rtl/>
        </w:rPr>
        <w:t>عليه‌السلام</w:t>
      </w:r>
      <w:r>
        <w:rPr>
          <w:rtl/>
        </w:rPr>
        <w:t xml:space="preserve"> پرسيد زيارت قبر امام حسين </w:t>
      </w:r>
      <w:r w:rsidRPr="000943A4">
        <w:rPr>
          <w:rStyle w:val="libAlaemChar"/>
          <w:rtl/>
        </w:rPr>
        <w:t>عليه‌السلام</w:t>
      </w:r>
      <w:r>
        <w:rPr>
          <w:rtl/>
        </w:rPr>
        <w:t xml:space="preserve"> چه ثوابى دارد؟ فرمودند: برابر با يك حج عمره است .</w:t>
      </w:r>
    </w:p>
    <w:p w:rsidR="00A679DB" w:rsidRDefault="00A679DB" w:rsidP="00A679DB">
      <w:pPr>
        <w:pStyle w:val="libNormal"/>
        <w:rPr>
          <w:rtl/>
        </w:rPr>
      </w:pPr>
      <w:r>
        <w:rPr>
          <w:rtl/>
        </w:rPr>
        <w:t xml:space="preserve">حديث : ٩ ابى رحمه الله عن محمد بن يحيى عن محمد بن احمد عن محمد بن الحسين عن الحسن بن على بن ابى عثمان عن اسماعيل بن عباد عن الحسن بن على عن ابى سعيد المدائنى قال دخلت على ابى عبدالله </w:t>
      </w:r>
      <w:r w:rsidRPr="000943A4">
        <w:rPr>
          <w:rStyle w:val="libAlaemChar"/>
          <w:rtl/>
        </w:rPr>
        <w:t>عليه‌السلام</w:t>
      </w:r>
      <w:r>
        <w:rPr>
          <w:rtl/>
        </w:rPr>
        <w:t xml:space="preserve"> فقلت له جعلت </w:t>
      </w:r>
      <w:r>
        <w:rPr>
          <w:rtl/>
        </w:rPr>
        <w:lastRenderedPageBreak/>
        <w:t xml:space="preserve">فداك آتى قبر الحسين </w:t>
      </w:r>
      <w:r w:rsidRPr="000943A4">
        <w:rPr>
          <w:rStyle w:val="libAlaemChar"/>
          <w:rtl/>
        </w:rPr>
        <w:t>عليه‌السلام</w:t>
      </w:r>
      <w:r>
        <w:rPr>
          <w:rtl/>
        </w:rPr>
        <w:t xml:space="preserve"> قال نعم يا ابا سعيد ائت قبر ابن رسول الله </w:t>
      </w:r>
      <w:r w:rsidR="00E60DFB" w:rsidRPr="000943A4">
        <w:rPr>
          <w:rStyle w:val="libAlaemChar"/>
          <w:rtl/>
        </w:rPr>
        <w:t>صلى‌الله‌عليه‌وآله</w:t>
      </w:r>
      <w:r w:rsidR="00E60DFB">
        <w:rPr>
          <w:rtl/>
        </w:rPr>
        <w:t xml:space="preserve"> </w:t>
      </w:r>
      <w:r>
        <w:rPr>
          <w:rtl/>
        </w:rPr>
        <w:t>اطيب الطيبين . اطهر الطاهرين و ابر الابرار فاذا زرته كتب الله لك اثنتيم و عشرين عمره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٩. ابى سعيد مدائنى مى گويد: به ديدن امام صادق </w:t>
      </w:r>
      <w:r w:rsidRPr="000943A4">
        <w:rPr>
          <w:rStyle w:val="libAlaemChar"/>
          <w:rtl/>
        </w:rPr>
        <w:t>عليه‌السلام</w:t>
      </w:r>
      <w:r>
        <w:rPr>
          <w:rtl/>
        </w:rPr>
        <w:t xml:space="preserve"> رفته و به او عرض كردم : قربانت گردم به زيارت قبر امام حسين </w:t>
      </w:r>
      <w:r w:rsidRPr="000943A4">
        <w:rPr>
          <w:rStyle w:val="libAlaemChar"/>
          <w:rtl/>
        </w:rPr>
        <w:t>عليه‌السلام</w:t>
      </w:r>
      <w:r>
        <w:rPr>
          <w:rtl/>
        </w:rPr>
        <w:t xml:space="preserve"> بروم ؟ فرمودند: بله اى ابا سعيد! به زيارت قبر فرزند رسول خدا </w:t>
      </w:r>
      <w:r w:rsidR="00E60DFB" w:rsidRPr="000943A4">
        <w:rPr>
          <w:rStyle w:val="libAlaemChar"/>
          <w:rtl/>
        </w:rPr>
        <w:t>صلى‌الله‌عليه‌وآله</w:t>
      </w:r>
      <w:r w:rsidR="00E60DFB">
        <w:rPr>
          <w:rtl/>
        </w:rPr>
        <w:t xml:space="preserve"> </w:t>
      </w:r>
      <w:r>
        <w:rPr>
          <w:rtl/>
        </w:rPr>
        <w:t>برو كه نيكترين نيكان ، پاكترين و نيكوكاترين نيكوكاران است .</w:t>
      </w:r>
    </w:p>
    <w:p w:rsidR="00A679DB" w:rsidRDefault="00A679DB" w:rsidP="00A679DB">
      <w:pPr>
        <w:pStyle w:val="libNormal"/>
        <w:rPr>
          <w:rtl/>
        </w:rPr>
      </w:pPr>
      <w:r>
        <w:rPr>
          <w:rtl/>
        </w:rPr>
        <w:t>هنگامى كه او را زيارت نمودى ، خداوند براى تو بيست و دو عمره مى نويسد.</w:t>
      </w:r>
    </w:p>
    <w:p w:rsidR="00A679DB" w:rsidRDefault="00A679DB" w:rsidP="00A679DB">
      <w:pPr>
        <w:pStyle w:val="libNormal"/>
        <w:rPr>
          <w:rtl/>
        </w:rPr>
      </w:pPr>
      <w:r>
        <w:rPr>
          <w:rtl/>
        </w:rPr>
        <w:t xml:space="preserve">حديث : ١٠ حدثنا محمد بن الحسن رضى الله عنه قال حدثنا محمد بن الحسن الصفار عن محمد بن الحسين بن ابى الخطاب عن محمد بن سنان قال سمعت الرضا </w:t>
      </w:r>
      <w:r w:rsidRPr="000943A4">
        <w:rPr>
          <w:rStyle w:val="libAlaemChar"/>
          <w:rtl/>
        </w:rPr>
        <w:t>عليه‌السلام</w:t>
      </w:r>
      <w:r>
        <w:rPr>
          <w:rtl/>
        </w:rPr>
        <w:t xml:space="preserve"> يقول زياره قبرالحسين </w:t>
      </w:r>
      <w:r w:rsidRPr="000943A4">
        <w:rPr>
          <w:rStyle w:val="libAlaemChar"/>
          <w:rtl/>
        </w:rPr>
        <w:t>عليه‌السلام</w:t>
      </w:r>
      <w:r>
        <w:rPr>
          <w:rtl/>
        </w:rPr>
        <w:t xml:space="preserve"> تعدل عمره مقبوله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١٠. راوى مى گويد: شنيدم كه امام رضا </w:t>
      </w:r>
      <w:r w:rsidRPr="000943A4">
        <w:rPr>
          <w:rStyle w:val="libAlaemChar"/>
          <w:rtl/>
        </w:rPr>
        <w:t>عليه‌السلام</w:t>
      </w:r>
      <w:r>
        <w:rPr>
          <w:rtl/>
        </w:rPr>
        <w:t xml:space="preserve"> فرمودند: </w:t>
      </w:r>
      <w:r w:rsidRPr="000943A4">
        <w:rPr>
          <w:rStyle w:val="libAlaemChar"/>
          <w:rtl/>
        </w:rPr>
        <w:t>(</w:t>
      </w:r>
      <w:r>
        <w:rPr>
          <w:rtl/>
        </w:rPr>
        <w:t xml:space="preserve">زيارت امام حسين </w:t>
      </w:r>
      <w:r w:rsidRPr="000943A4">
        <w:rPr>
          <w:rStyle w:val="libAlaemChar"/>
          <w:rtl/>
        </w:rPr>
        <w:t>عليه‌السلام)</w:t>
      </w:r>
      <w:r>
        <w:rPr>
          <w:rtl/>
        </w:rPr>
        <w:t xml:space="preserve"> برابر با يك عمره مقبول است .</w:t>
      </w:r>
    </w:p>
    <w:p w:rsidR="00A679DB" w:rsidRDefault="00A679DB" w:rsidP="00A679DB">
      <w:pPr>
        <w:pStyle w:val="libNormal"/>
        <w:rPr>
          <w:rtl/>
        </w:rPr>
      </w:pPr>
      <w:r>
        <w:rPr>
          <w:rtl/>
        </w:rPr>
        <w:t xml:space="preserve">حديث : ١١ ابى رحمه قال حدثنا سعد بن عبدالله عن احمد بن محمد عن موسى بن القاسم عن الحسن بن الجهم قال قلت لابى الحسن </w:t>
      </w:r>
      <w:r w:rsidRPr="000943A4">
        <w:rPr>
          <w:rStyle w:val="libAlaemChar"/>
          <w:rtl/>
        </w:rPr>
        <w:t>عليه‌السلام</w:t>
      </w:r>
      <w:r>
        <w:rPr>
          <w:rtl/>
        </w:rPr>
        <w:t xml:space="preserve"> ما تقول فى زياره قبر الحسين </w:t>
      </w:r>
      <w:r w:rsidRPr="000943A4">
        <w:rPr>
          <w:rStyle w:val="libAlaemChar"/>
          <w:rtl/>
        </w:rPr>
        <w:t>عليه‌السلام</w:t>
      </w:r>
      <w:r>
        <w:rPr>
          <w:rtl/>
        </w:rPr>
        <w:t xml:space="preserve"> فقال لى ما تقول انت فيه فقلت بعضنا يقول حجه و بعضنا يقول عمره فقال همى عمره مبروره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١١. راوى مى گويد به امام كاظم </w:t>
      </w:r>
      <w:r w:rsidRPr="000943A4">
        <w:rPr>
          <w:rStyle w:val="libAlaemChar"/>
          <w:rtl/>
        </w:rPr>
        <w:t>عليه‌السلام</w:t>
      </w:r>
      <w:r>
        <w:rPr>
          <w:rtl/>
        </w:rPr>
        <w:t xml:space="preserve"> عرض كردم درباره زيارت قبر امام حسين </w:t>
      </w:r>
      <w:r w:rsidRPr="000943A4">
        <w:rPr>
          <w:rStyle w:val="libAlaemChar"/>
          <w:rtl/>
        </w:rPr>
        <w:t>عليه‌السلام</w:t>
      </w:r>
      <w:r>
        <w:rPr>
          <w:rtl/>
        </w:rPr>
        <w:t xml:space="preserve"> چه مى فرماييد؟ حضرت به من فرمودند:، درباره آن چه مى گويى ؟ عرض كردم يكى مى گويد: ثواب يك حج دارد و ديگرى مى گويد: ثواب يك عمره دارد حضرت </w:t>
      </w:r>
      <w:r w:rsidRPr="000943A4">
        <w:rPr>
          <w:rStyle w:val="libAlaemChar"/>
          <w:rtl/>
        </w:rPr>
        <w:t>عليه‌السلام</w:t>
      </w:r>
      <w:r>
        <w:rPr>
          <w:rtl/>
        </w:rPr>
        <w:t xml:space="preserve"> فرمودند: ثواب زيارت امام حسين </w:t>
      </w:r>
      <w:r w:rsidRPr="000943A4">
        <w:rPr>
          <w:rStyle w:val="libAlaemChar"/>
          <w:rtl/>
        </w:rPr>
        <w:t>عليه‌السلام</w:t>
      </w:r>
      <w:r>
        <w:rPr>
          <w:rtl/>
        </w:rPr>
        <w:t xml:space="preserve"> ثواب يك عمره بدون گناه است .</w:t>
      </w:r>
    </w:p>
    <w:p w:rsidR="00A679DB" w:rsidRDefault="00A679DB" w:rsidP="00A679DB">
      <w:pPr>
        <w:pStyle w:val="libNormal"/>
        <w:rPr>
          <w:rtl/>
        </w:rPr>
      </w:pPr>
      <w:r>
        <w:rPr>
          <w:rtl/>
        </w:rPr>
        <w:t xml:space="preserve">حديث : ١٢ حدثنا محمد بن الحسن رضى الله عنه قال حدثنا الحسين بن الحسن بن ابان عن الحسين بن سعيد عن القاسم بن محمد عن اسحاق بن ابراهيم عن هارون قال سال رجل ابا عبدالله و انا عنده فقال ما لمن زار قبر الحسين </w:t>
      </w:r>
      <w:r w:rsidRPr="000943A4">
        <w:rPr>
          <w:rStyle w:val="libAlaemChar"/>
          <w:rtl/>
        </w:rPr>
        <w:t>عليه‌السلام</w:t>
      </w:r>
      <w:r>
        <w:rPr>
          <w:rtl/>
        </w:rPr>
        <w:t xml:space="preserve"> فقال ان قبر الحسين </w:t>
      </w:r>
      <w:r w:rsidRPr="000943A4">
        <w:rPr>
          <w:rStyle w:val="libAlaemChar"/>
          <w:rtl/>
        </w:rPr>
        <w:t>عليه‌السلام</w:t>
      </w:r>
      <w:r>
        <w:rPr>
          <w:rtl/>
        </w:rPr>
        <w:t xml:space="preserve"> و كل الله به اربعه الاف ملك شعث غبر يبكونه الى يوم القيامه فقلت له بابى انت و امى روى عن ابيك ان ثواب زيارته كثواب الحج قال نعم حجه و عمره حتى عد عشرا.</w:t>
      </w:r>
    </w:p>
    <w:p w:rsidR="00A679DB" w:rsidRDefault="00A679DB" w:rsidP="00A679DB">
      <w:pPr>
        <w:pStyle w:val="libNormal"/>
        <w:rPr>
          <w:rtl/>
        </w:rPr>
      </w:pPr>
      <w:r>
        <w:rPr>
          <w:rtl/>
        </w:rPr>
        <w:t>ترجمه :</w:t>
      </w:r>
    </w:p>
    <w:p w:rsidR="00A679DB" w:rsidRDefault="00A679DB" w:rsidP="000943A4">
      <w:pPr>
        <w:pStyle w:val="libNormal"/>
        <w:rPr>
          <w:rtl/>
        </w:rPr>
      </w:pPr>
      <w:r>
        <w:rPr>
          <w:rtl/>
        </w:rPr>
        <w:t xml:space="preserve">١٢. راوى مى گويد در حضور من مردى از امام صادق </w:t>
      </w:r>
      <w:r w:rsidRPr="000943A4">
        <w:rPr>
          <w:rStyle w:val="libAlaemChar"/>
          <w:rtl/>
        </w:rPr>
        <w:t>عليه‌السلام</w:t>
      </w:r>
      <w:r>
        <w:rPr>
          <w:rtl/>
        </w:rPr>
        <w:t xml:space="preserve"> پرسيد: كسى كه قبر امام حسين </w:t>
      </w:r>
      <w:r w:rsidRPr="000943A4">
        <w:rPr>
          <w:rStyle w:val="libAlaemChar"/>
          <w:rtl/>
        </w:rPr>
        <w:t>عليه‌السلام</w:t>
      </w:r>
      <w:r>
        <w:rPr>
          <w:rtl/>
        </w:rPr>
        <w:t xml:space="preserve"> را زيارت نمايد، چه ثوابى دارد؟ فرمودند: همانا خداوند بر سر قبر اتمام حسين </w:t>
      </w:r>
      <w:r w:rsidRPr="000943A4">
        <w:rPr>
          <w:rStyle w:val="libAlaemChar"/>
          <w:rtl/>
        </w:rPr>
        <w:t>عليه‌السلام</w:t>
      </w:r>
      <w:r>
        <w:rPr>
          <w:rtl/>
        </w:rPr>
        <w:t xml:space="preserve"> چهار هزار فرشته ژوليده موى غبار آلوده گمارده است كه تا روز قيامت براى او گريه كنند. به او عرض كردم : پدر و مادرم فداى تو باد، از پدرت روايت شده است كه ثواب زيارتش مثل ثواب حج است . فرمودند: بله يك حج عمره (و همين طور شمردند) تا ثواب آن را به ده حج و ده عمره رسانيدند.</w:t>
      </w:r>
    </w:p>
    <w:p w:rsidR="00A679DB" w:rsidRDefault="00A679DB" w:rsidP="00A679DB">
      <w:pPr>
        <w:pStyle w:val="libNormal"/>
        <w:rPr>
          <w:rtl/>
        </w:rPr>
      </w:pPr>
      <w:r>
        <w:rPr>
          <w:rtl/>
        </w:rPr>
        <w:t xml:space="preserve">حديث : ١٣ ابى رحمه الله قال حدثنا سعد بن عبدالله عن محمد بن الحسين عن محمد بن سنان عن بن صدقه عن صالح النيلى قال قال ابو عبدالله </w:t>
      </w:r>
      <w:r w:rsidRPr="000943A4">
        <w:rPr>
          <w:rStyle w:val="libAlaemChar"/>
          <w:rtl/>
        </w:rPr>
        <w:t>عليه‌السلام</w:t>
      </w:r>
      <w:r>
        <w:rPr>
          <w:rtl/>
        </w:rPr>
        <w:t xml:space="preserve"> من </w:t>
      </w:r>
      <w:r>
        <w:rPr>
          <w:rtl/>
        </w:rPr>
        <w:lastRenderedPageBreak/>
        <w:t xml:space="preserve">اتى قبر الحسين </w:t>
      </w:r>
      <w:r w:rsidRPr="000943A4">
        <w:rPr>
          <w:rStyle w:val="libAlaemChar"/>
          <w:rtl/>
        </w:rPr>
        <w:t>عليه‌السلام</w:t>
      </w:r>
      <w:r>
        <w:rPr>
          <w:rtl/>
        </w:rPr>
        <w:t xml:space="preserve"> عارفا بحقه كتب الله له اجر من اعتق الف نسمه و كمن حمل الف فرس فى سبيل الله مسرجه ملجمه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١٣. امام صادق </w:t>
      </w:r>
      <w:r w:rsidRPr="000943A4">
        <w:rPr>
          <w:rStyle w:val="libAlaemChar"/>
          <w:rtl/>
        </w:rPr>
        <w:t>عليه‌السلام</w:t>
      </w:r>
      <w:r>
        <w:rPr>
          <w:rtl/>
        </w:rPr>
        <w:t xml:space="preserve"> فرمودند: كسى كه با شناخت حق امام حسين </w:t>
      </w:r>
      <w:r w:rsidRPr="000943A4">
        <w:rPr>
          <w:rStyle w:val="libAlaemChar"/>
          <w:rtl/>
        </w:rPr>
        <w:t>عليه‌السلام</w:t>
      </w:r>
      <w:r>
        <w:rPr>
          <w:rtl/>
        </w:rPr>
        <w:t xml:space="preserve"> به زيارت او رود، خداوند براى او پاداش كسى را مى نويسد كه هزار بنده را ازاد كرده و از هزار اسب خود به همراه زين و افسار ان در راه خدا استفاده نموده است .</w:t>
      </w:r>
    </w:p>
    <w:p w:rsidR="00A679DB" w:rsidRDefault="00A679DB" w:rsidP="00A679DB">
      <w:pPr>
        <w:pStyle w:val="libNormal"/>
        <w:rPr>
          <w:rtl/>
        </w:rPr>
      </w:pPr>
      <w:r>
        <w:rPr>
          <w:rtl/>
        </w:rPr>
        <w:t xml:space="preserve">حديث : ١٤ ابى رحمه الله قال حدثنا عبدالله بن جعفر الحميرى عن محمد بن الحسين عن محمد بن اسماعيل عن صالح بن عقبه عن ابى سعيد المدائنى قال قلت لابى عبدالله </w:t>
      </w:r>
      <w:r w:rsidRPr="000943A4">
        <w:rPr>
          <w:rStyle w:val="libAlaemChar"/>
          <w:rtl/>
        </w:rPr>
        <w:t>عليه‌السلام</w:t>
      </w:r>
      <w:r>
        <w:rPr>
          <w:rtl/>
        </w:rPr>
        <w:t xml:space="preserve"> جعلت فداك اتى قبر الحسين </w:t>
      </w:r>
      <w:r w:rsidRPr="000943A4">
        <w:rPr>
          <w:rStyle w:val="libAlaemChar"/>
          <w:rtl/>
        </w:rPr>
        <w:t>عليه‌السلام</w:t>
      </w:r>
      <w:r>
        <w:rPr>
          <w:rtl/>
        </w:rPr>
        <w:t xml:space="preserve"> قال نعم يا ابا سعيد ائت قبر ابن بنت رسول الله </w:t>
      </w:r>
      <w:r w:rsidR="00E60DFB" w:rsidRPr="000943A4">
        <w:rPr>
          <w:rStyle w:val="libAlaemChar"/>
          <w:rtl/>
        </w:rPr>
        <w:t>صلى‌الله‌عليه‌وآله</w:t>
      </w:r>
      <w:r w:rsidR="00E60DFB">
        <w:rPr>
          <w:rtl/>
        </w:rPr>
        <w:t xml:space="preserve"> </w:t>
      </w:r>
      <w:r>
        <w:rPr>
          <w:rtl/>
        </w:rPr>
        <w:t>اطيب الطيبين و اطهر الطاهرين و ابر الابرار و اذا زرته كتب الله لك عتق خمس و عشرين رقبه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١٤. ابى سعيد مدائنى مى گويد به امام صادق </w:t>
      </w:r>
      <w:r w:rsidRPr="000943A4">
        <w:rPr>
          <w:rStyle w:val="libAlaemChar"/>
          <w:rtl/>
        </w:rPr>
        <w:t>عليه‌السلام</w:t>
      </w:r>
      <w:r>
        <w:rPr>
          <w:rtl/>
        </w:rPr>
        <w:t xml:space="preserve"> عرض كردم : فدايت شوم ، آيا به زيارت قبر امام حسين </w:t>
      </w:r>
      <w:r w:rsidRPr="000943A4">
        <w:rPr>
          <w:rStyle w:val="libAlaemChar"/>
          <w:rtl/>
        </w:rPr>
        <w:t>عليه‌السلام</w:t>
      </w:r>
      <w:r>
        <w:rPr>
          <w:rtl/>
        </w:rPr>
        <w:t xml:space="preserve"> بروم ؟ فرمودند: بله به زيارت قبر فرزند دختر رسول خدا </w:t>
      </w:r>
      <w:r w:rsidR="00E60DFB" w:rsidRPr="000943A4">
        <w:rPr>
          <w:rStyle w:val="libAlaemChar"/>
          <w:rtl/>
        </w:rPr>
        <w:t>صلى‌الله‌عليه‌وآله</w:t>
      </w:r>
      <w:r w:rsidR="00E60DFB">
        <w:rPr>
          <w:rtl/>
        </w:rPr>
        <w:t xml:space="preserve"> </w:t>
      </w:r>
      <w:r>
        <w:rPr>
          <w:rtl/>
        </w:rPr>
        <w:t>برو كه نيكترين نيكات ، پاكترين پاكان و نيكوكارترين نيكوكاران است و هنگامى كه او را زيارت نمودى ، خداوند براى تو آزادى بيست و پنج بنده را مى نويسد.</w:t>
      </w:r>
    </w:p>
    <w:p w:rsidR="00A679DB" w:rsidRDefault="00A679DB" w:rsidP="00A679DB">
      <w:pPr>
        <w:pStyle w:val="libNormal"/>
        <w:rPr>
          <w:rtl/>
        </w:rPr>
      </w:pPr>
      <w:r>
        <w:rPr>
          <w:rtl/>
        </w:rPr>
        <w:t xml:space="preserve">حديث : ١٥ و بهذاالاسناد عن محمد بن الحسين عن موسى بن سعدان عن عبدالله بن القاسم عن عمر بن ابان الكلبى عن ابان بن تغلب قال قال ابو عبدالله عليه‌السلام ان اربعه الاف ملك عند قبر الحسين </w:t>
      </w:r>
      <w:r w:rsidRPr="000943A4">
        <w:rPr>
          <w:rStyle w:val="libAlaemChar"/>
          <w:rtl/>
        </w:rPr>
        <w:t>عليه‌السلام</w:t>
      </w:r>
      <w:r>
        <w:rPr>
          <w:rtl/>
        </w:rPr>
        <w:t xml:space="preserve"> شعث غبر يبكونه الى يوم القيامه رئيسهم ملك يقال له منصور فلا يزوره زائر الا استقبلوه و لا يودعه مودع </w:t>
      </w:r>
      <w:r>
        <w:rPr>
          <w:rtl/>
        </w:rPr>
        <w:lastRenderedPageBreak/>
        <w:t>الا شيعوه و لا يمرض الا عادوه و لا يموت الا صلوا على جنازته و استغفروا له بعد موته .</w:t>
      </w:r>
    </w:p>
    <w:p w:rsidR="00A679DB" w:rsidRDefault="00A679DB" w:rsidP="00A679DB">
      <w:pPr>
        <w:pStyle w:val="libNormal"/>
        <w:rPr>
          <w:rtl/>
        </w:rPr>
      </w:pPr>
      <w:r>
        <w:rPr>
          <w:rtl/>
        </w:rPr>
        <w:t>ترجمه :</w:t>
      </w:r>
    </w:p>
    <w:p w:rsidR="00A679DB" w:rsidRDefault="00A679DB" w:rsidP="000943A4">
      <w:pPr>
        <w:pStyle w:val="libNormal"/>
        <w:rPr>
          <w:rtl/>
        </w:rPr>
      </w:pPr>
      <w:r>
        <w:rPr>
          <w:rtl/>
        </w:rPr>
        <w:t xml:space="preserve">١٥. امام صادق </w:t>
      </w:r>
      <w:r w:rsidRPr="000943A4">
        <w:rPr>
          <w:rStyle w:val="libAlaemChar"/>
          <w:rtl/>
        </w:rPr>
        <w:t>عليه‌السلام</w:t>
      </w:r>
      <w:r>
        <w:rPr>
          <w:rtl/>
        </w:rPr>
        <w:t xml:space="preserve"> فرمودند: همانا چهار هزار فرشته ژوليده مو و غبار آلود كنار قبر امام حسين </w:t>
      </w:r>
      <w:r w:rsidRPr="000943A4">
        <w:rPr>
          <w:rStyle w:val="libAlaemChar"/>
          <w:rtl/>
        </w:rPr>
        <w:t>عليه‌السلام</w:t>
      </w:r>
      <w:r>
        <w:rPr>
          <w:rtl/>
        </w:rPr>
        <w:t xml:space="preserve"> بر او مى گريند و رئيس آنها فرشته اى است بنام منصور. زائرى او را زيارت نمى كند، مگر اين كه او را استقبال مى نمايد و هيچ كس از او جدا نمى شود، مگر اين كه او را مشايعت مى كنند و مريض نمى شود، مگر اين كه به عيادت او مى </w:t>
      </w:r>
      <w:r w:rsidR="000943A4">
        <w:rPr>
          <w:rFonts w:hint="cs"/>
          <w:rtl/>
        </w:rPr>
        <w:t>آ</w:t>
      </w:r>
      <w:r>
        <w:rPr>
          <w:rtl/>
        </w:rPr>
        <w:t>يند و نمى ميرد، مگر اين كه بر جنازه اش نماز مى خوانند و پس از مرگ براى او استغفار مى نمايند.</w:t>
      </w:r>
    </w:p>
    <w:p w:rsidR="00A679DB" w:rsidRDefault="00A679DB" w:rsidP="00A679DB">
      <w:pPr>
        <w:pStyle w:val="libNormal"/>
        <w:rPr>
          <w:rtl/>
        </w:rPr>
      </w:pPr>
      <w:r>
        <w:rPr>
          <w:rtl/>
        </w:rPr>
        <w:t xml:space="preserve">حديث : ١٦ حدثنى محمد بن الحسن رضى الله عنه قال حدثنا محمد بن الحسن الصفار عن احمد بن محمد عن على بن الحكم قال حدثنا بن ابى حمزه عن ابى بصير عن ابى عبدالله </w:t>
      </w:r>
      <w:r w:rsidRPr="000943A4">
        <w:rPr>
          <w:rStyle w:val="libAlaemChar"/>
          <w:rtl/>
        </w:rPr>
        <w:t>عليه‌السلام</w:t>
      </w:r>
      <w:r>
        <w:rPr>
          <w:rtl/>
        </w:rPr>
        <w:t xml:space="preserve"> قال و كل الله بالحسين </w:t>
      </w:r>
      <w:r w:rsidRPr="000943A4">
        <w:rPr>
          <w:rStyle w:val="libAlaemChar"/>
          <w:rtl/>
        </w:rPr>
        <w:t>عليه‌السلام</w:t>
      </w:r>
      <w:r>
        <w:rPr>
          <w:rtl/>
        </w:rPr>
        <w:t xml:space="preserve"> سبعين الف ملك يصلون عليه كل يوم شعث غبر و يدعون لمن زاره و يقولون يا ربنا هولا زوا الحسين افعل بهم و افعل بهم .</w:t>
      </w:r>
    </w:p>
    <w:p w:rsidR="00A679DB" w:rsidRDefault="00A679DB" w:rsidP="00A679DB">
      <w:pPr>
        <w:pStyle w:val="libNormal"/>
        <w:rPr>
          <w:rtl/>
        </w:rPr>
      </w:pPr>
      <w:r>
        <w:rPr>
          <w:rtl/>
        </w:rPr>
        <w:t>ترجمه :</w:t>
      </w:r>
    </w:p>
    <w:p w:rsidR="00A679DB" w:rsidRDefault="00A679DB" w:rsidP="000943A4">
      <w:pPr>
        <w:pStyle w:val="libNormal"/>
        <w:rPr>
          <w:rtl/>
        </w:rPr>
      </w:pPr>
      <w:r>
        <w:rPr>
          <w:rtl/>
        </w:rPr>
        <w:t xml:space="preserve">١٦. امام حسين </w:t>
      </w:r>
      <w:r w:rsidRPr="000943A4">
        <w:rPr>
          <w:rStyle w:val="libAlaemChar"/>
          <w:rtl/>
        </w:rPr>
        <w:t>عليه‌السلام</w:t>
      </w:r>
      <w:r>
        <w:rPr>
          <w:rtl/>
        </w:rPr>
        <w:t xml:space="preserve"> فرمودند: خداوند هفتاد هزار فرشته ژوليده موى غبار </w:t>
      </w:r>
      <w:r w:rsidR="000943A4">
        <w:rPr>
          <w:rFonts w:hint="cs"/>
          <w:rtl/>
        </w:rPr>
        <w:t>آ</w:t>
      </w:r>
      <w:r>
        <w:rPr>
          <w:rtl/>
        </w:rPr>
        <w:t xml:space="preserve">لود بر قبر امام حسين </w:t>
      </w:r>
      <w:r w:rsidRPr="000943A4">
        <w:rPr>
          <w:rStyle w:val="libAlaemChar"/>
          <w:rtl/>
        </w:rPr>
        <w:t>عليه‌السلام</w:t>
      </w:r>
      <w:r>
        <w:rPr>
          <w:rtl/>
        </w:rPr>
        <w:t xml:space="preserve"> گمارده است كه هر روز بر او صلوات مى فرستند. و براى كسانى كه به زيارت او مى ايند، دعا كرده و مى گويند: پروردگارا! اينان زائران امام حسين هستند. براى آنان اين كار انجام بده و آن كار را انجام بده .</w:t>
      </w:r>
    </w:p>
    <w:p w:rsidR="00A679DB" w:rsidRDefault="00A679DB" w:rsidP="00A679DB">
      <w:pPr>
        <w:pStyle w:val="libNormal"/>
        <w:rPr>
          <w:rtl/>
        </w:rPr>
      </w:pPr>
      <w:r>
        <w:rPr>
          <w:rtl/>
        </w:rPr>
        <w:t xml:space="preserve">حديث : ١٧ حدثنى محمد بن الحسن رضى الله عنه قال حدثنى الحسين بن الحسن بن ابان عن الحسين بن سعيد عن القاسم بن محمد عن اسحاق بن ابراهيم عن هارون قال سمعت ابا عبدالله </w:t>
      </w:r>
      <w:r w:rsidRPr="000943A4">
        <w:rPr>
          <w:rStyle w:val="libAlaemChar"/>
          <w:rtl/>
        </w:rPr>
        <w:t>عليه‌السلام</w:t>
      </w:r>
      <w:r>
        <w:rPr>
          <w:rtl/>
        </w:rPr>
        <w:t xml:space="preserve"> يقول و كل الله بقبر الحسين </w:t>
      </w:r>
      <w:r w:rsidRPr="000943A4">
        <w:rPr>
          <w:rStyle w:val="libAlaemChar"/>
          <w:rtl/>
        </w:rPr>
        <w:t>عليه‌السلام</w:t>
      </w:r>
      <w:r>
        <w:rPr>
          <w:rtl/>
        </w:rPr>
        <w:t xml:space="preserve"> اربعه </w:t>
      </w:r>
      <w:r>
        <w:rPr>
          <w:rtl/>
        </w:rPr>
        <w:lastRenderedPageBreak/>
        <w:t>الاف ملك شعث غبر يبكونه الى يوم القيامه فمن زاره عارفا بحقه شيعوه حتى يبلغوه مائنه وان مرض عادو غدوه و عشيه و ان مات شهدوا جنازته و استغفروا له الى يوم</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١٧. راوى مى گويد: شنيدم كه امام صادق </w:t>
      </w:r>
      <w:r w:rsidRPr="000943A4">
        <w:rPr>
          <w:rStyle w:val="libAlaemChar"/>
          <w:rtl/>
        </w:rPr>
        <w:t>عليه‌السلام</w:t>
      </w:r>
      <w:r>
        <w:rPr>
          <w:rtl/>
        </w:rPr>
        <w:t xml:space="preserve"> فرمودندن خداوند بر قبر امام حسين </w:t>
      </w:r>
      <w:r w:rsidRPr="000943A4">
        <w:rPr>
          <w:rStyle w:val="libAlaemChar"/>
          <w:rtl/>
        </w:rPr>
        <w:t>عليه‌السلام</w:t>
      </w:r>
      <w:r>
        <w:rPr>
          <w:rtl/>
        </w:rPr>
        <w:t xml:space="preserve"> چهار فرشته ژوليده موى و غبار آلود گمارده است كه تا روز قيامت بر او مى گريند. و كسى كه با شناخت حقش او را زيارت نمايد، او را مشايعت مى كنند تا به وطن خود برسد و هنگامى كه مريض شود، صبح و شام به عيادت او مى روند. و اگر بميرد بر جنازه او حاضر شده و تا روز قيامت براى او استغفار مى نمايند.</w:t>
      </w:r>
    </w:p>
    <w:p w:rsidR="00A679DB" w:rsidRDefault="00A679DB" w:rsidP="00A679DB">
      <w:pPr>
        <w:pStyle w:val="libNormal"/>
        <w:rPr>
          <w:rtl/>
        </w:rPr>
      </w:pPr>
      <w:r>
        <w:rPr>
          <w:rtl/>
        </w:rPr>
        <w:t xml:space="preserve">حديث : ١٨ ابى رحمه الله قال حدثنا عبدالله بن جعفر الحميرى قال حدثنا محمد بن الحسين عن محمد بن اسماعيل بن بزيع عن ابى اسماعيل السراج عن يحيى بن معمر العطار عن ابى بصير ان ابى جعفر </w:t>
      </w:r>
      <w:r w:rsidRPr="000943A4">
        <w:rPr>
          <w:rStyle w:val="libAlaemChar"/>
          <w:rtl/>
        </w:rPr>
        <w:t>عليه‌السلام</w:t>
      </w:r>
      <w:r>
        <w:rPr>
          <w:rtl/>
        </w:rPr>
        <w:t xml:space="preserve"> قال اربعه الاف ملك شعث غبر يبكون الحسين </w:t>
      </w:r>
      <w:r w:rsidRPr="000943A4">
        <w:rPr>
          <w:rStyle w:val="libAlaemChar"/>
          <w:rtl/>
        </w:rPr>
        <w:t>عليه‌السلام</w:t>
      </w:r>
      <w:r>
        <w:rPr>
          <w:rtl/>
        </w:rPr>
        <w:t xml:space="preserve"> الى ان تقوم الساعه فلا ياتيه احد الا استقبلوا و لا يرجع الا شيعوه و لا يمرض الا عادوه و لا يموت الا شهدوه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١٨. امام باقر </w:t>
      </w:r>
      <w:r w:rsidRPr="000943A4">
        <w:rPr>
          <w:rStyle w:val="libAlaemChar"/>
          <w:rtl/>
        </w:rPr>
        <w:t>عليه‌السلام</w:t>
      </w:r>
      <w:r>
        <w:rPr>
          <w:rtl/>
        </w:rPr>
        <w:t xml:space="preserve"> فرمودند: چهار هزار فرشته ژوليده موى غبار آلود تا روز قيامت بر امام حسين </w:t>
      </w:r>
      <w:r w:rsidRPr="000943A4">
        <w:rPr>
          <w:rStyle w:val="libAlaemChar"/>
          <w:rtl/>
        </w:rPr>
        <w:t>عليه‌السلام</w:t>
      </w:r>
      <w:r>
        <w:rPr>
          <w:rtl/>
        </w:rPr>
        <w:t xml:space="preserve"> مى گريند. كسى به نزد او نمى آيد، مگر اين كه او را استقبال مى كنند، باز نمى گردد، مگر اينه كه او را مشايعت مى نمايند، مريض نمى شود، مگر اين كه از او عيادت مى نمايند و نمى ميرد، مگر اين كه بر جنازه اش حاضر مى شوند.</w:t>
      </w:r>
    </w:p>
    <w:p w:rsidR="00A679DB" w:rsidRDefault="00A679DB" w:rsidP="00A679DB">
      <w:pPr>
        <w:pStyle w:val="libNormal"/>
        <w:rPr>
          <w:rtl/>
        </w:rPr>
      </w:pPr>
      <w:r>
        <w:rPr>
          <w:rtl/>
        </w:rPr>
        <w:lastRenderedPageBreak/>
        <w:t xml:space="preserve">حديث : ١٩ ابى رحمه الله قال حدثنا احمد بن ادريس عن محمد بن احمد عن محمد بن ناجيه قال حدثنا محمد بن على عن عامر بن كثير السراج النهدى عن ابى الجارود عن ابى جعفر </w:t>
      </w:r>
      <w:r w:rsidRPr="000943A4">
        <w:rPr>
          <w:rStyle w:val="libAlaemChar"/>
          <w:rtl/>
        </w:rPr>
        <w:t>عليه‌السلام</w:t>
      </w:r>
      <w:r>
        <w:rPr>
          <w:rtl/>
        </w:rPr>
        <w:t xml:space="preserve"> قال قال لى كم بينكم و بين الحسين </w:t>
      </w:r>
      <w:r w:rsidRPr="000943A4">
        <w:rPr>
          <w:rStyle w:val="libAlaemChar"/>
          <w:rtl/>
        </w:rPr>
        <w:t>عليه‌السلام</w:t>
      </w:r>
      <w:r>
        <w:rPr>
          <w:rtl/>
        </w:rPr>
        <w:t xml:space="preserve"> قال قلت يوم للراكب و يوم و بعض للماشى قال افتاتيه كل جمعه قال قلت الا ما اتيه الا فى الحين قال ما اجفاك اما لو كان قريبا منا لا تخذناه هجره اى تهاجرنا اليه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١٩. ابى الجارود مى گويد امام باقر </w:t>
      </w:r>
      <w:r w:rsidRPr="000943A4">
        <w:rPr>
          <w:rStyle w:val="libAlaemChar"/>
          <w:rtl/>
        </w:rPr>
        <w:t>عليه‌السلام</w:t>
      </w:r>
      <w:r>
        <w:rPr>
          <w:rtl/>
        </w:rPr>
        <w:t xml:space="preserve"> از من پرسيدند فاصله شما تا مزار امام حسين </w:t>
      </w:r>
      <w:r w:rsidRPr="000943A4">
        <w:rPr>
          <w:rStyle w:val="libAlaemChar"/>
          <w:rtl/>
        </w:rPr>
        <w:t>عليه‌السلام</w:t>
      </w:r>
      <w:r>
        <w:rPr>
          <w:rtl/>
        </w:rPr>
        <w:t xml:space="preserve"> چقدر است ؟ گفتم : يك روز براى سواره و يك روز و اندى براى پياده . فرمودند: آيا هر جمعه به زيارت او مى رويد؟ عرض ‍ كردم : نه . هر وقت فرصت كنيم . فرمودند: چقدر جفا كارى . بدان كه اگر نزديك ما بود، آنجا را محل هجرت خود قرار مى داديم . يعنى به آنجا هجرت مى كرديم .</w:t>
      </w:r>
    </w:p>
    <w:p w:rsidR="00A679DB" w:rsidRDefault="00A679DB" w:rsidP="00A679DB">
      <w:pPr>
        <w:pStyle w:val="libNormal"/>
        <w:rPr>
          <w:rtl/>
        </w:rPr>
      </w:pPr>
      <w:r>
        <w:rPr>
          <w:rtl/>
        </w:rPr>
        <w:t xml:space="preserve">حديث : ٢٠ و بهذاالاسناد عن عامر بن كثير عن ابى النمير قال قال ابوجعفر </w:t>
      </w:r>
      <w:r w:rsidRPr="000943A4">
        <w:rPr>
          <w:rStyle w:val="libAlaemChar"/>
          <w:rtl/>
        </w:rPr>
        <w:t>عليه‌السلام</w:t>
      </w:r>
      <w:r>
        <w:rPr>
          <w:rtl/>
        </w:rPr>
        <w:t xml:space="preserve"> ان و لا يتنا عضت على اهل الامصار فلم يقبلها قبول اهل الكوفه بشى و ذلك ان قبر على </w:t>
      </w:r>
      <w:r w:rsidRPr="000943A4">
        <w:rPr>
          <w:rStyle w:val="libAlaemChar"/>
          <w:rtl/>
        </w:rPr>
        <w:t>عليه‌السلام</w:t>
      </w:r>
      <w:r>
        <w:rPr>
          <w:rtl/>
        </w:rPr>
        <w:t xml:space="preserve"> فيه و ان الى لزقه لقبر آخر يعنى قبر الحسين و ما من آت ياتيه فيصلى عنده ركعتين او اربعا ثم يسال الله حاجته الا قضاها له و انه ليحفه كل يوم الف ملك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٢٠. امام باقر </w:t>
      </w:r>
      <w:r w:rsidRPr="000943A4">
        <w:rPr>
          <w:rStyle w:val="libAlaemChar"/>
          <w:rtl/>
        </w:rPr>
        <w:t>عليه‌السلام</w:t>
      </w:r>
      <w:r>
        <w:rPr>
          <w:rtl/>
        </w:rPr>
        <w:t xml:space="preserve"> فرمودند: ولايت ما بر اهالى شهرها عرضه شد ولى هيچ كدام مانند اهل كوفه آن را قبول نكردند. و اين بدين جهت است كه قبر اميرالمؤ منين </w:t>
      </w:r>
      <w:r w:rsidRPr="000943A4">
        <w:rPr>
          <w:rStyle w:val="libAlaemChar"/>
          <w:rtl/>
        </w:rPr>
        <w:t>عليه‌السلام</w:t>
      </w:r>
      <w:r>
        <w:rPr>
          <w:rtl/>
        </w:rPr>
        <w:t xml:space="preserve"> در آن است . و نزديك آن قبر ديگرى است - يعنى قبر امام حسين </w:t>
      </w:r>
      <w:r w:rsidRPr="000943A4">
        <w:rPr>
          <w:rStyle w:val="libAlaemChar"/>
          <w:rtl/>
        </w:rPr>
        <w:t>عليه‌السلام</w:t>
      </w:r>
      <w:r>
        <w:rPr>
          <w:rtl/>
        </w:rPr>
        <w:t xml:space="preserve"> - و هيچ زيارت كننده اى به زيارت او نمى آيد و در كنار او دو ركعت يا </w:t>
      </w:r>
      <w:r>
        <w:rPr>
          <w:rtl/>
        </w:rPr>
        <w:lastRenderedPageBreak/>
        <w:t>چهار ركعت نماز نمى خواند و آنگاه از خداوند حاجت خود را نمى خواهد، مگر اى كه خداوند حاجتش را بر آورده سازد، و همانا و محققا هر روز هزار فرشته گرداگرد او را مى گيرند.</w:t>
      </w:r>
    </w:p>
    <w:p w:rsidR="00A679DB" w:rsidRDefault="00A679DB" w:rsidP="00A679DB">
      <w:pPr>
        <w:pStyle w:val="libNormal"/>
        <w:rPr>
          <w:rtl/>
        </w:rPr>
      </w:pPr>
      <w:r>
        <w:rPr>
          <w:rtl/>
        </w:rPr>
        <w:t>ثواب زياره قبور الائمه صلوات الله عليهم اجمعين</w:t>
      </w:r>
    </w:p>
    <w:p w:rsidR="00A679DB" w:rsidRDefault="00A679DB" w:rsidP="00A679DB">
      <w:pPr>
        <w:pStyle w:val="libNormal"/>
        <w:rPr>
          <w:rtl/>
        </w:rPr>
      </w:pPr>
    </w:p>
    <w:p w:rsidR="00A679DB" w:rsidRDefault="00A679DB" w:rsidP="00A679DB">
      <w:pPr>
        <w:pStyle w:val="libNormal"/>
        <w:rPr>
          <w:rtl/>
        </w:rPr>
      </w:pPr>
      <w:r>
        <w:rPr>
          <w:rtl/>
        </w:rPr>
        <w:t xml:space="preserve">حديث : ٢١ حدثنى محمد بن الحسن رضى الله عنه قال حدثنى محمد بن الحسن الصفار عن احمد بن محمد عن على بن الحكم يرفعه الى ابى عبدالله عليه‌السلام قال اذا زرت ابا عبدالله </w:t>
      </w:r>
      <w:r w:rsidRPr="00704C6E">
        <w:rPr>
          <w:rStyle w:val="libAlaemChar"/>
          <w:rtl/>
        </w:rPr>
        <w:t>عليه‌السلام</w:t>
      </w:r>
      <w:r>
        <w:rPr>
          <w:rtl/>
        </w:rPr>
        <w:t xml:space="preserve"> فزره و انت حزين مكروب شعث مغبر جائع عطشان فان الحسين </w:t>
      </w:r>
      <w:r w:rsidRPr="00704C6E">
        <w:rPr>
          <w:rStyle w:val="libAlaemChar"/>
          <w:rtl/>
        </w:rPr>
        <w:t>عليه‌السلام</w:t>
      </w:r>
      <w:r>
        <w:rPr>
          <w:rtl/>
        </w:rPr>
        <w:t xml:space="preserve"> قتل حزينا مكروبا شعثا مغبرا جائعا عطشانا و اساله الحوائج و انصرف عنه و لا تتخذه وطنا.</w:t>
      </w:r>
    </w:p>
    <w:p w:rsidR="00A679DB" w:rsidRDefault="00A679DB" w:rsidP="00A679DB">
      <w:pPr>
        <w:pStyle w:val="libNormal"/>
        <w:rPr>
          <w:rtl/>
        </w:rPr>
      </w:pPr>
      <w:r>
        <w:rPr>
          <w:rtl/>
        </w:rPr>
        <w:t>ترجمه :</w:t>
      </w:r>
    </w:p>
    <w:p w:rsidR="00A679DB" w:rsidRDefault="00A679DB" w:rsidP="00704C6E">
      <w:pPr>
        <w:pStyle w:val="libNormal"/>
        <w:rPr>
          <w:rtl/>
        </w:rPr>
      </w:pPr>
      <w:r>
        <w:rPr>
          <w:rtl/>
        </w:rPr>
        <w:t xml:space="preserve">٢١. امام صادق </w:t>
      </w:r>
      <w:r w:rsidRPr="00704C6E">
        <w:rPr>
          <w:rStyle w:val="libAlaemChar"/>
          <w:rtl/>
        </w:rPr>
        <w:t>عليه‌السلام</w:t>
      </w:r>
      <w:r>
        <w:rPr>
          <w:rtl/>
        </w:rPr>
        <w:t xml:space="preserve"> فرمودند: هرگاه خواستى امام حين </w:t>
      </w:r>
      <w:r w:rsidRPr="00704C6E">
        <w:rPr>
          <w:rStyle w:val="libAlaemChar"/>
          <w:rtl/>
        </w:rPr>
        <w:t>عليه‌السلام</w:t>
      </w:r>
      <w:r>
        <w:rPr>
          <w:rtl/>
        </w:rPr>
        <w:t xml:space="preserve"> را زيارت كنى </w:t>
      </w:r>
      <w:r w:rsidR="00704C6E">
        <w:rPr>
          <w:rFonts w:hint="cs"/>
          <w:rtl/>
        </w:rPr>
        <w:t>در</w:t>
      </w:r>
      <w:r>
        <w:rPr>
          <w:rtl/>
        </w:rPr>
        <w:t>حالى كه غمگين ، اندوهگين ، ژوليده مو، غبار آلود، گرسنه و تشنه شهيد شد. حوايج خود را از او بخواه سپس بازگرد و آن جا را وطن خود قرار نده .</w:t>
      </w:r>
    </w:p>
    <w:p w:rsidR="00A679DB" w:rsidRDefault="00A679DB" w:rsidP="00A679DB">
      <w:pPr>
        <w:pStyle w:val="libNormal"/>
        <w:rPr>
          <w:rtl/>
        </w:rPr>
      </w:pPr>
      <w:r>
        <w:rPr>
          <w:rtl/>
        </w:rPr>
        <w:t xml:space="preserve">حديث : ٢٢ ابى رحمه قال حدثنى محمد بن يحيى العطار عن محمد بن احمد عن موسى بن عمر عن صالح بن النسدى الجمال عن رجل من اهل رقه يقال له ابوالمضا قال قال لى رجل قال ابو عبدالله </w:t>
      </w:r>
      <w:r w:rsidRPr="00704C6E">
        <w:rPr>
          <w:rStyle w:val="libAlaemChar"/>
          <w:rtl/>
        </w:rPr>
        <w:t>عليه‌السلام</w:t>
      </w:r>
      <w:r>
        <w:rPr>
          <w:rtl/>
        </w:rPr>
        <w:t xml:space="preserve"> تاتون قبر ابى عبدالله </w:t>
      </w:r>
      <w:r w:rsidRPr="00704C6E">
        <w:rPr>
          <w:rStyle w:val="libAlaemChar"/>
          <w:rtl/>
        </w:rPr>
        <w:t>عليه‌السلام</w:t>
      </w:r>
      <w:r>
        <w:rPr>
          <w:rtl/>
        </w:rPr>
        <w:t xml:space="preserve"> قال قلت نعم قال تتخذون لذلك سفره قال قلت نعم قال اما لو اتيتم قبور آبائكم و امهاتكم لم تفعلوا ذلك قال قلت اى شى ناكل قال الخبز باللبن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٢٢. راوى مى گويد: امام صادق </w:t>
      </w:r>
      <w:r w:rsidRPr="00704C6E">
        <w:rPr>
          <w:rStyle w:val="libAlaemChar"/>
          <w:rtl/>
        </w:rPr>
        <w:t>عليه‌السلام</w:t>
      </w:r>
      <w:r>
        <w:rPr>
          <w:rtl/>
        </w:rPr>
        <w:t xml:space="preserve"> از من پرسيدند: آيا به زيارت قبر امام حسين </w:t>
      </w:r>
      <w:r w:rsidRPr="00704C6E">
        <w:rPr>
          <w:rStyle w:val="libAlaemChar"/>
          <w:rtl/>
        </w:rPr>
        <w:t>عليه‌السلام</w:t>
      </w:r>
      <w:r>
        <w:rPr>
          <w:rtl/>
        </w:rPr>
        <w:t xml:space="preserve"> مى رويد؟ عرض كردم : بله . پرسيدند آيا در اين سفر توشه هم بر </w:t>
      </w:r>
      <w:r>
        <w:rPr>
          <w:rtl/>
        </w:rPr>
        <w:lastRenderedPageBreak/>
        <w:t>مى داريد؟ عرض كردم : بله . فرمودند: ولى اگر به زيارت قبر پدران و مادرانتان برويد، چنين كارى نمى كنيد. عرض كردم پس چه بخوريم ؟ فرمودند: نان و شير.</w:t>
      </w:r>
    </w:p>
    <w:p w:rsidR="00A679DB" w:rsidRDefault="00A679DB" w:rsidP="00A679DB">
      <w:pPr>
        <w:pStyle w:val="libNormal"/>
        <w:rPr>
          <w:rtl/>
        </w:rPr>
      </w:pPr>
      <w:r>
        <w:rPr>
          <w:rtl/>
        </w:rPr>
        <w:t xml:space="preserve">حديث : ٢٣ حدثنا محمد بن الحسن رضى الله عنه قال حدثنى محمد بن الحسن الصفار عن احمد بن محمد بن عيسى عن على بن الحكم عن بعض ‍ اصحابنا قال قال ابو عبدالله </w:t>
      </w:r>
      <w:r w:rsidRPr="00704C6E">
        <w:rPr>
          <w:rStyle w:val="libAlaemChar"/>
          <w:rtl/>
        </w:rPr>
        <w:t>عليه‌السلام</w:t>
      </w:r>
      <w:r>
        <w:rPr>
          <w:rtl/>
        </w:rPr>
        <w:t xml:space="preserve"> بلغنى ان قوما اذا زاروا الحسين </w:t>
      </w:r>
      <w:r w:rsidRPr="00704C6E">
        <w:rPr>
          <w:rStyle w:val="libAlaemChar"/>
          <w:rtl/>
        </w:rPr>
        <w:t>عليه‌السلام</w:t>
      </w:r>
      <w:r>
        <w:rPr>
          <w:rtl/>
        </w:rPr>
        <w:t xml:space="preserve"> حملوا معهم السفره فيها الحلاوى و الاخبصه و اشباه و لو زاروا قبور احبائهم ما حملوا معهم هذا.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٢٣. امام صادق </w:t>
      </w:r>
      <w:r w:rsidRPr="00704C6E">
        <w:rPr>
          <w:rStyle w:val="libAlaemChar"/>
          <w:rtl/>
        </w:rPr>
        <w:t>عليه‌السلام</w:t>
      </w:r>
      <w:r>
        <w:rPr>
          <w:rtl/>
        </w:rPr>
        <w:t xml:space="preserve"> فرمودند: به من خبر رسيده است كه عده اى هنگامى كه به زيارت امام حسين </w:t>
      </w:r>
      <w:r w:rsidRPr="00704C6E">
        <w:rPr>
          <w:rStyle w:val="libAlaemChar"/>
          <w:rtl/>
        </w:rPr>
        <w:t>عليه‌السلام</w:t>
      </w:r>
      <w:r>
        <w:rPr>
          <w:rtl/>
        </w:rPr>
        <w:t xml:space="preserve"> مى روند با خود توشه اى از حلواها و حلواى خرما و مانند آن بر مى دارند ولى اگر به زيارت قبور محبوبان خود بروند، چنين نمى كنند.</w:t>
      </w:r>
    </w:p>
    <w:p w:rsidR="00A679DB" w:rsidRDefault="00A679DB" w:rsidP="00704C6E">
      <w:pPr>
        <w:pStyle w:val="libNormal"/>
        <w:rPr>
          <w:rtl/>
        </w:rPr>
      </w:pPr>
      <w:r>
        <w:rPr>
          <w:rtl/>
        </w:rPr>
        <w:t xml:space="preserve">حديث : ٢٤ ابى رحمه الله قال حدثنا سعد بن عبدالله عن محمد بن الحسين عن محمد بن اسماعيل عن صالح بن عقبه عن بشير الدهان قال قال ابو عبدالله </w:t>
      </w:r>
      <w:r w:rsidRPr="00704C6E">
        <w:rPr>
          <w:rStyle w:val="libAlaemChar"/>
          <w:rtl/>
        </w:rPr>
        <w:t>عليه‌السلام</w:t>
      </w:r>
      <w:r>
        <w:rPr>
          <w:rtl/>
        </w:rPr>
        <w:t xml:space="preserve"> ايما مؤ من زار الحسين بن على </w:t>
      </w:r>
      <w:r w:rsidR="00704C6E" w:rsidRPr="00704C6E">
        <w:rPr>
          <w:rStyle w:val="libAlaemChar"/>
          <w:rFonts w:eastAsiaTheme="minorHAnsi"/>
          <w:rtl/>
        </w:rPr>
        <w:t>عليهم‌السلام</w:t>
      </w:r>
      <w:r w:rsidR="00704C6E">
        <w:rPr>
          <w:rtl/>
        </w:rPr>
        <w:t xml:space="preserve"> </w:t>
      </w:r>
      <w:r>
        <w:rPr>
          <w:rtl/>
        </w:rPr>
        <w:t>عارف بحقه فى غير يوم عيد كتبت له عشرون حجه و عشرون عمره مبرورات متقبلات و عشرون غزوه مع نبى مرسل او امام عادل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٢٤. امام صادق </w:t>
      </w:r>
      <w:r w:rsidRPr="00704C6E">
        <w:rPr>
          <w:rStyle w:val="libAlaemChar"/>
          <w:rtl/>
        </w:rPr>
        <w:t>عليه‌السلام</w:t>
      </w:r>
      <w:r>
        <w:rPr>
          <w:rtl/>
        </w:rPr>
        <w:t xml:space="preserve"> فرمودند: هر مومنى كه با شناخت حق امام حسين </w:t>
      </w:r>
      <w:r w:rsidRPr="00704C6E">
        <w:rPr>
          <w:rStyle w:val="libAlaemChar"/>
          <w:rtl/>
        </w:rPr>
        <w:t>عليه‌السلام</w:t>
      </w:r>
      <w:r>
        <w:rPr>
          <w:rtl/>
        </w:rPr>
        <w:t xml:space="preserve"> در غير روز عيد به زيارت او برود، بيست حج و بيست عمره بدون گناه و مقبول و بيست جنگ به همراه پيامبر مرسل يا امام عادل براى او نوشته مى شود.</w:t>
      </w:r>
    </w:p>
    <w:p w:rsidR="00A679DB" w:rsidRDefault="00A679DB" w:rsidP="00A679DB">
      <w:pPr>
        <w:pStyle w:val="libNormal"/>
        <w:rPr>
          <w:rtl/>
        </w:rPr>
      </w:pPr>
      <w:r>
        <w:rPr>
          <w:rtl/>
        </w:rPr>
        <w:lastRenderedPageBreak/>
        <w:t xml:space="preserve">حديث : ٢٥ و بهذاالاسناد قال قلت لابى عبدالله </w:t>
      </w:r>
      <w:r w:rsidRPr="00704C6E">
        <w:rPr>
          <w:rStyle w:val="libAlaemChar"/>
          <w:rtl/>
        </w:rPr>
        <w:t>عليه‌السلام</w:t>
      </w:r>
      <w:r>
        <w:rPr>
          <w:rtl/>
        </w:rPr>
        <w:t xml:space="preserve"> ربما فاتنى الحج فاعرف عند قبر الحسين </w:t>
      </w:r>
      <w:r w:rsidRPr="00704C6E">
        <w:rPr>
          <w:rStyle w:val="libAlaemChar"/>
          <w:rtl/>
        </w:rPr>
        <w:t>عليه‌السلام</w:t>
      </w:r>
      <w:r>
        <w:rPr>
          <w:rtl/>
        </w:rPr>
        <w:t xml:space="preserve"> قال احسنت يا بشير ايما مؤ من اتى قبر الحسين </w:t>
      </w:r>
      <w:r w:rsidRPr="00704C6E">
        <w:rPr>
          <w:rStyle w:val="libAlaemChar"/>
          <w:rtl/>
        </w:rPr>
        <w:t>عليه‌السلام</w:t>
      </w:r>
      <w:r>
        <w:rPr>
          <w:rtl/>
        </w:rPr>
        <w:t xml:space="preserve"> عارفا بحقه فى غير يوم عيد كتبت له عشرون حجه و عشرون عمره متقبلات و عشرون غزوه مع نبى مرسل او امام عادل و من اتاه فى يوم عيد كتبت له مائه حجه و مائه عمره و مائه غزوه مع نبى مرسل او امام عادل و من اتاه فى يوم عرفه عارفا بحقه كتبت له الف حجه و الف عمره متقبلات و الف غزوه مع نبى مرسل او امام عادل قال فقلت له و كيف لى بمثل الموقف قال فنظر الى شبه المغضب ثم قال يا بشير ان المومن اذا اتى قبر الحسين </w:t>
      </w:r>
      <w:r w:rsidRPr="00704C6E">
        <w:rPr>
          <w:rStyle w:val="libAlaemChar"/>
          <w:rtl/>
        </w:rPr>
        <w:t>عليه‌السلام</w:t>
      </w:r>
      <w:r>
        <w:rPr>
          <w:rtl/>
        </w:rPr>
        <w:t xml:space="preserve"> يوم عرفه و اغتسل بالفرات ثم توجه اليه كتبت له بكل خطوه حجه بمناسكها و لا اعلمه الا قال و عمره و غزوه .</w:t>
      </w:r>
    </w:p>
    <w:p w:rsidR="00A679DB" w:rsidRDefault="00A679DB" w:rsidP="00A679DB">
      <w:pPr>
        <w:pStyle w:val="libNormal"/>
        <w:rPr>
          <w:rtl/>
        </w:rPr>
      </w:pPr>
      <w:r>
        <w:rPr>
          <w:rtl/>
        </w:rPr>
        <w:t>ترجمه :</w:t>
      </w:r>
    </w:p>
    <w:p w:rsidR="00A679DB" w:rsidRDefault="00A679DB" w:rsidP="00704C6E">
      <w:pPr>
        <w:pStyle w:val="libNormal"/>
        <w:rPr>
          <w:rtl/>
        </w:rPr>
      </w:pPr>
      <w:r>
        <w:rPr>
          <w:rtl/>
        </w:rPr>
        <w:t xml:space="preserve">٢٥. بشير دهان مى گويد: به امام صادق </w:t>
      </w:r>
      <w:r w:rsidRPr="00704C6E">
        <w:rPr>
          <w:rStyle w:val="libAlaemChar"/>
          <w:rtl/>
        </w:rPr>
        <w:t>عليه‌السلام</w:t>
      </w:r>
      <w:r>
        <w:rPr>
          <w:rtl/>
        </w:rPr>
        <w:t xml:space="preserve"> عرض كردم : اى بسا كه توفيق حج نمى يابم و روز عرفه به زيارت قبر امام حسين</w:t>
      </w:r>
      <w:r w:rsidR="00704C6E" w:rsidRPr="00ED74AF">
        <w:rPr>
          <w:rFonts w:eastAsiaTheme="minorHAnsi"/>
          <w:rtl/>
        </w:rPr>
        <w:t xml:space="preserve"> </w:t>
      </w:r>
      <w:r w:rsidR="00704C6E" w:rsidRPr="00704C6E">
        <w:rPr>
          <w:rStyle w:val="libAlaemChar"/>
          <w:rFonts w:eastAsiaTheme="minorHAnsi"/>
          <w:rtl/>
        </w:rPr>
        <w:t>عليهم‌السلام</w:t>
      </w:r>
      <w:r>
        <w:rPr>
          <w:rtl/>
        </w:rPr>
        <w:t xml:space="preserve"> مى روم . فرمودند: كار خوبى مى كنى اى بشير! هر مومنى كه با شناخت حق امام حسين </w:t>
      </w:r>
      <w:r w:rsidRPr="00704C6E">
        <w:rPr>
          <w:rStyle w:val="libAlaemChar"/>
          <w:rtl/>
        </w:rPr>
        <w:t>عليه‌السلام</w:t>
      </w:r>
      <w:r>
        <w:rPr>
          <w:rtl/>
        </w:rPr>
        <w:t xml:space="preserve"> در غير روز عيد به زيارت قبر او برود، براى او بيست حج و بيست عمره بدون گناه و مقبول و بيست جنگ همراه با پيامبر مرسل (فرستاده شده) يا امام عادل نوشته مى شود و كسى كه در روز عيد به زيارت او برود، صد حج و صد عمره و صد جنگ همراه با پيامبر مرسل يا امام عادل براى او نوشته مى شود. و كسى كه در روز عرفه با شناخت حق او به زيارتش برود، هزار حج و هزار عمره مقبول هزار جنگ همراه با پيامبر مرسل يا امام عادل براى او نوشته مى شود. عرض كردم : من چگونه مى توانم به ثوابى همانند ثواب وقوف در عرفات برسم ؟ آن حضرت با شنيدن اين سخن بگونه اى به من نگريستند كه گويا خشمگين </w:t>
      </w:r>
      <w:r>
        <w:rPr>
          <w:rtl/>
        </w:rPr>
        <w:lastRenderedPageBreak/>
        <w:t xml:space="preserve">شدند. آنگاه فرمودند: اى بشير! همانا مؤ من ، هنگامى كه در روز عرفه به زيارت قبر امام حسين </w:t>
      </w:r>
      <w:r w:rsidRPr="00704C6E">
        <w:rPr>
          <w:rStyle w:val="libAlaemChar"/>
          <w:rtl/>
        </w:rPr>
        <w:t>عليه‌السلام</w:t>
      </w:r>
      <w:r>
        <w:rPr>
          <w:rtl/>
        </w:rPr>
        <w:t xml:space="preserve"> برود و در فرات غسل كند و آنگاه به طرف قبر مطهر </w:t>
      </w:r>
      <w:r w:rsidR="00704C6E">
        <w:rPr>
          <w:rFonts w:hint="cs"/>
          <w:rtl/>
        </w:rPr>
        <w:t>آ</w:t>
      </w:r>
      <w:r>
        <w:rPr>
          <w:rtl/>
        </w:rPr>
        <w:t xml:space="preserve">ن حضرت </w:t>
      </w:r>
      <w:r w:rsidRPr="00704C6E">
        <w:rPr>
          <w:rStyle w:val="libAlaemChar"/>
          <w:rtl/>
        </w:rPr>
        <w:t>عليه‌السلام</w:t>
      </w:r>
      <w:r>
        <w:rPr>
          <w:rtl/>
        </w:rPr>
        <w:t xml:space="preserve"> برود، در مقابل هرگامى كه بر مى دارد يك حج با مناسكش براى او نوشته مى شود - يادم نيست كه فرمودند فقط مى دانم كه فرمودند: و يك عمره و جنگ نيز براى او نوشته مى شود.</w:t>
      </w:r>
    </w:p>
    <w:p w:rsidR="00A679DB" w:rsidRDefault="00A679DB" w:rsidP="00704C6E">
      <w:pPr>
        <w:pStyle w:val="libNormal"/>
        <w:rPr>
          <w:rtl/>
        </w:rPr>
      </w:pPr>
      <w:r>
        <w:rPr>
          <w:rtl/>
        </w:rPr>
        <w:t xml:space="preserve">حديث : ٢٦ ابى رحمه الله قال حدثنا محمد بن يحيى عن محمد بن احمد عن على بن اسماعيل عن محمد بن عمرو الزيات عن داود الرقى قال سمعت ابا عبدالله و ابا الحسن موسى بن جعفر و اباالحسن على بن موسى </w:t>
      </w:r>
      <w:r w:rsidR="00704C6E" w:rsidRPr="00704C6E">
        <w:rPr>
          <w:rStyle w:val="libAlaemChar"/>
          <w:rFonts w:eastAsiaTheme="minorHAnsi"/>
          <w:rtl/>
        </w:rPr>
        <w:t>عليهم‌السلام</w:t>
      </w:r>
      <w:r w:rsidR="00704C6E">
        <w:rPr>
          <w:rtl/>
        </w:rPr>
        <w:t xml:space="preserve"> </w:t>
      </w:r>
      <w:r>
        <w:rPr>
          <w:rtl/>
        </w:rPr>
        <w:t xml:space="preserve">و هم يقولون من اتى قبر الحسين </w:t>
      </w:r>
      <w:r w:rsidRPr="00704C6E">
        <w:rPr>
          <w:rStyle w:val="libAlaemChar"/>
          <w:rtl/>
        </w:rPr>
        <w:t>عليه‌السلام</w:t>
      </w:r>
      <w:r>
        <w:rPr>
          <w:rtl/>
        </w:rPr>
        <w:t xml:space="preserve"> بعرفه قلبه الله ثلج الفواد.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٢٦. راوى مى گويد: از امام صادق </w:t>
      </w:r>
      <w:r w:rsidRPr="00704C6E">
        <w:rPr>
          <w:rStyle w:val="libAlaemChar"/>
          <w:rtl/>
        </w:rPr>
        <w:t>عليه‌السلام</w:t>
      </w:r>
      <w:r>
        <w:rPr>
          <w:rtl/>
        </w:rPr>
        <w:t xml:space="preserve"> ، امام كاظم </w:t>
      </w:r>
      <w:r w:rsidRPr="00704C6E">
        <w:rPr>
          <w:rStyle w:val="libAlaemChar"/>
          <w:rtl/>
        </w:rPr>
        <w:t>عليه‌السلام</w:t>
      </w:r>
      <w:r>
        <w:rPr>
          <w:rtl/>
        </w:rPr>
        <w:t xml:space="preserve"> و امام رضا </w:t>
      </w:r>
      <w:r w:rsidRPr="00704C6E">
        <w:rPr>
          <w:rStyle w:val="libAlaemChar"/>
          <w:rtl/>
        </w:rPr>
        <w:t>عليه‌السلام</w:t>
      </w:r>
      <w:r>
        <w:rPr>
          <w:rtl/>
        </w:rPr>
        <w:t xml:space="preserve"> شنيدم كه فرمودند: كسى كه در روز عرفه به زيارت قبر امام حسين </w:t>
      </w:r>
      <w:r w:rsidRPr="00704C6E">
        <w:rPr>
          <w:rStyle w:val="libAlaemChar"/>
          <w:rtl/>
        </w:rPr>
        <w:t>عليه‌السلام</w:t>
      </w:r>
      <w:r>
        <w:rPr>
          <w:rtl/>
        </w:rPr>
        <w:t xml:space="preserve"> برود، خداوند او را خوشحال باز مى گرداند.</w:t>
      </w:r>
    </w:p>
    <w:p w:rsidR="00A679DB" w:rsidRDefault="00A679DB" w:rsidP="00A679DB">
      <w:pPr>
        <w:pStyle w:val="libNormal"/>
        <w:rPr>
          <w:rtl/>
        </w:rPr>
      </w:pPr>
      <w:r>
        <w:rPr>
          <w:rtl/>
        </w:rPr>
        <w:t xml:space="preserve">حديث : ٢٧ ابى رحمه الله قال حدثنا سعد بن عبدالله عن الهيثم بن ابى مسروق النهدى عن على بن اسباط يرفعه الى ابى عبدالله </w:t>
      </w:r>
      <w:r w:rsidRPr="00704C6E">
        <w:rPr>
          <w:rStyle w:val="libAlaemChar"/>
          <w:rtl/>
        </w:rPr>
        <w:t>عليه‌السلام</w:t>
      </w:r>
      <w:r>
        <w:rPr>
          <w:rtl/>
        </w:rPr>
        <w:t xml:space="preserve"> قال ان الله عزوجل يبدا بالنظر الى زوار قبر الحسين بن على </w:t>
      </w:r>
      <w:r w:rsidRPr="00704C6E">
        <w:rPr>
          <w:rStyle w:val="libAlaemChar"/>
          <w:rtl/>
        </w:rPr>
        <w:t>عليه‌السلام</w:t>
      </w:r>
      <w:r>
        <w:rPr>
          <w:rtl/>
        </w:rPr>
        <w:t xml:space="preserve"> عشيه عرفه قال قلت قبل نظره الى اهل الموقف قال نعم قلت و كيف ذاك فقال لان فى اولئك اولاد زنا و ليس فى هولاء اولاد زنا.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٢٧. على بن اسباط مى گويد: امام صادق </w:t>
      </w:r>
      <w:r w:rsidRPr="00704C6E">
        <w:rPr>
          <w:rStyle w:val="libAlaemChar"/>
          <w:rtl/>
        </w:rPr>
        <w:t>عليه‌السلام</w:t>
      </w:r>
      <w:r>
        <w:rPr>
          <w:rtl/>
        </w:rPr>
        <w:t xml:space="preserve"> فرمودند: همانا خداى عزوجل در عصر روز عرفه ابتدا به زائران قبر امام حسين </w:t>
      </w:r>
      <w:r w:rsidRPr="00704C6E">
        <w:rPr>
          <w:rStyle w:val="libAlaemChar"/>
          <w:rtl/>
        </w:rPr>
        <w:t>عليه‌السلام</w:t>
      </w:r>
      <w:r>
        <w:rPr>
          <w:rtl/>
        </w:rPr>
        <w:t xml:space="preserve"> مى نگرد. عرض كردم : قبل از آن كه به كسانى كه در عرفات هستند بنگرد؟ فرمودند: بله . </w:t>
      </w:r>
      <w:r>
        <w:rPr>
          <w:rtl/>
        </w:rPr>
        <w:lastRenderedPageBreak/>
        <w:t>عرض كردم : چرا؟ فرمودند: باين جهت كه در ميان آنها فرزندان زنا هست ، ولى در اينان اولاد زنا نيست .</w:t>
      </w:r>
    </w:p>
    <w:p w:rsidR="00A679DB" w:rsidRDefault="00A679DB" w:rsidP="00A679DB">
      <w:pPr>
        <w:pStyle w:val="libNormal"/>
        <w:rPr>
          <w:rtl/>
        </w:rPr>
      </w:pPr>
      <w:r>
        <w:rPr>
          <w:rtl/>
        </w:rPr>
        <w:t xml:space="preserve">حديث : ٢٨ حدثنى محمد بن على ما جيلويه رضى الله عند قال حدثنا محمد بن يحيى عن محمد بن احمد عن موسى بن عمر عن على بن النعمان عن عبدالله بن مسكان قال قال ابو عبدالله </w:t>
      </w:r>
      <w:r w:rsidRPr="00704C6E">
        <w:rPr>
          <w:rStyle w:val="libAlaemChar"/>
          <w:rtl/>
        </w:rPr>
        <w:t>عليه‌السلام</w:t>
      </w:r>
      <w:r>
        <w:rPr>
          <w:rtl/>
        </w:rPr>
        <w:t xml:space="preserve"> ان الله تبارك و تعالى يتجلى لزوار قبر الحسين </w:t>
      </w:r>
      <w:r w:rsidRPr="00704C6E">
        <w:rPr>
          <w:rStyle w:val="libAlaemChar"/>
          <w:rtl/>
        </w:rPr>
        <w:t>عليه‌السلام</w:t>
      </w:r>
      <w:r>
        <w:rPr>
          <w:rtl/>
        </w:rPr>
        <w:t xml:space="preserve"> قبل اهل عرفات و يقضى حوائجهم و يغفر ذنوبهم و يشفعهم فى مسائلهم ثم يثنى باهل عرفات فيفعل ذلك بهم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٢٨. امام صادق </w:t>
      </w:r>
      <w:r w:rsidRPr="00704C6E">
        <w:rPr>
          <w:rStyle w:val="libAlaemChar"/>
          <w:rtl/>
        </w:rPr>
        <w:t>عليه‌السلام</w:t>
      </w:r>
      <w:r>
        <w:rPr>
          <w:rtl/>
        </w:rPr>
        <w:t xml:space="preserve"> فرمودند: همانا خداى تبارك و تعالى قبل از اهل عرفات براى زائران قبر امام حسين </w:t>
      </w:r>
      <w:r w:rsidRPr="00704C6E">
        <w:rPr>
          <w:rStyle w:val="libAlaemChar"/>
          <w:rtl/>
        </w:rPr>
        <w:t>عليه‌السلام</w:t>
      </w:r>
      <w:r>
        <w:rPr>
          <w:rtl/>
        </w:rPr>
        <w:t xml:space="preserve"> تجلى مى نمايد، حوايج آنها را برآورده نموده ، گناهانشان را آمرزيده و حوايج آنها را برآورده مى نمايد، آنگاه براى اهل عرفات آشكار شده و اين اعمال را در مورد آنان نيز انجام مى دهند.</w:t>
      </w:r>
    </w:p>
    <w:p w:rsidR="00A679DB" w:rsidRDefault="00A679DB" w:rsidP="00A679DB">
      <w:pPr>
        <w:pStyle w:val="libNormal"/>
        <w:rPr>
          <w:rtl/>
        </w:rPr>
      </w:pPr>
      <w:r>
        <w:rPr>
          <w:rtl/>
        </w:rPr>
        <w:t xml:space="preserve">حديث : ٢٩ ابى رحمه الله قال حدثنى سعد بن عبدالله عن محمد بن الحسين بن ابى الخطاب عن محمد بن صالح عن عبدالله بن هلال عن ابى عبدالله </w:t>
      </w:r>
      <w:r w:rsidRPr="00704C6E">
        <w:rPr>
          <w:rStyle w:val="libAlaemChar"/>
          <w:rtl/>
        </w:rPr>
        <w:t>عليه‌السلام</w:t>
      </w:r>
      <w:r>
        <w:rPr>
          <w:rtl/>
        </w:rPr>
        <w:t xml:space="preserve"> قال قلت جعلت فداك ما ادنى مالزائر قبر الحسين </w:t>
      </w:r>
      <w:r w:rsidRPr="00704C6E">
        <w:rPr>
          <w:rStyle w:val="libAlaemChar"/>
          <w:rtl/>
        </w:rPr>
        <w:t>عليه‌السلام</w:t>
      </w:r>
      <w:r>
        <w:rPr>
          <w:rtl/>
        </w:rPr>
        <w:t xml:space="preserve"> فقال لى يا عبدالله ان ادنى ما يكون له ان يحفظه الله فى نفسه و ماله حتى يرده الى اهله فاذا كان يوم القيامه كان الله احفظ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٢٩. عبدالله بن هلال مى گويد: از امام صادق </w:t>
      </w:r>
      <w:r w:rsidRPr="00704C6E">
        <w:rPr>
          <w:rStyle w:val="libAlaemChar"/>
          <w:rtl/>
        </w:rPr>
        <w:t>عليه‌السلام</w:t>
      </w:r>
      <w:r>
        <w:rPr>
          <w:rtl/>
        </w:rPr>
        <w:t xml:space="preserve"> پرسيدم : قربانت گردم ، كمترين ثواب زائر امام حسين </w:t>
      </w:r>
      <w:r w:rsidRPr="00704C6E">
        <w:rPr>
          <w:rStyle w:val="libAlaemChar"/>
          <w:rtl/>
        </w:rPr>
        <w:t>عليه‌السلام</w:t>
      </w:r>
      <w:r>
        <w:rPr>
          <w:rtl/>
        </w:rPr>
        <w:t xml:space="preserve"> چيست ؟ فرمودند: اى عبدالله ! كمترين ثواب او اين است كه خداوند جان و مال او را تا بازگشت او به خانواده اش </w:t>
      </w:r>
      <w:r>
        <w:rPr>
          <w:rtl/>
        </w:rPr>
        <w:lastRenderedPageBreak/>
        <w:t>حفظ مى كند. و هنگامى كه روز قيامت فرا رسيد، بيش از اين در حفاظت خداوند خواهد بود.</w:t>
      </w:r>
    </w:p>
    <w:p w:rsidR="00A679DB" w:rsidRDefault="00A679DB" w:rsidP="00A679DB">
      <w:pPr>
        <w:pStyle w:val="libNormal"/>
        <w:rPr>
          <w:rtl/>
        </w:rPr>
      </w:pPr>
      <w:r>
        <w:rPr>
          <w:rtl/>
        </w:rPr>
        <w:t xml:space="preserve">حديث : ٣٠ حدثنا محمد به الحسن رضى الله عنه قال حدثنا محمد به الحسن الصفار عن الحسن بن موسى الخشاب عن بعض رجاله عن ابى عبدالله </w:t>
      </w:r>
      <w:r w:rsidRPr="00704C6E">
        <w:rPr>
          <w:rStyle w:val="libAlaemChar"/>
          <w:rtl/>
        </w:rPr>
        <w:t>عليه‌السلام</w:t>
      </w:r>
      <w:r>
        <w:rPr>
          <w:rtl/>
        </w:rPr>
        <w:t xml:space="preserve"> قال ان زائر الحسين صلوات الله عليه تجعل ذنوبه جسرا على باب داره ثم يعبرها كما يخلف احدكم الجسر ورائه اذا عبره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٣٠. امام صادق </w:t>
      </w:r>
      <w:r w:rsidRPr="00704C6E">
        <w:rPr>
          <w:rStyle w:val="libAlaemChar"/>
          <w:rtl/>
        </w:rPr>
        <w:t>عليه‌السلام</w:t>
      </w:r>
      <w:r>
        <w:rPr>
          <w:rtl/>
        </w:rPr>
        <w:t xml:space="preserve"> فرمودند: همانا گناهان زائر امام حسين </w:t>
      </w:r>
      <w:r w:rsidRPr="00704C6E">
        <w:rPr>
          <w:rStyle w:val="libAlaemChar"/>
          <w:rtl/>
        </w:rPr>
        <w:t>عليه‌السلام</w:t>
      </w:r>
      <w:r>
        <w:rPr>
          <w:rtl/>
        </w:rPr>
        <w:t xml:space="preserve"> پلى بر در خانه او مى شود و از روى آن عبور مى كند، همانگونه كه شما هنگامى كه از پل عبور كردند، پل را در پشت سر خود جا مى گذارند (و بدين ترتيب از گناهان پاك مى شويد).</w:t>
      </w:r>
    </w:p>
    <w:p w:rsidR="00A679DB" w:rsidRDefault="00A679DB" w:rsidP="00A679DB">
      <w:pPr>
        <w:pStyle w:val="libNormal"/>
        <w:rPr>
          <w:rtl/>
        </w:rPr>
      </w:pPr>
      <w:r>
        <w:rPr>
          <w:rtl/>
        </w:rPr>
        <w:t xml:space="preserve">حديث : ٣١ حدثنى محمد بن موسى بن المتوكل رضى الله عنه قال حدثنا محمد بن يحيى عن محمد بن احمد عن الحسين بن عبيدالله عن الحسن بن على بن ابى عثمان عن عبدالجبار النهاوندى عن ابى سعيد عن الحسين بن ثوير بن ابى فاخته قال قال ابو عبدالله </w:t>
      </w:r>
      <w:r w:rsidRPr="00704C6E">
        <w:rPr>
          <w:rStyle w:val="libAlaemChar"/>
          <w:rtl/>
        </w:rPr>
        <w:t>عليه‌السلام</w:t>
      </w:r>
      <w:r>
        <w:rPr>
          <w:rtl/>
        </w:rPr>
        <w:t xml:space="preserve"> يا حسين انه من خرج من منزله يريد زياره قبر الحسين بن على </w:t>
      </w:r>
      <w:r w:rsidRPr="00704C6E">
        <w:rPr>
          <w:rStyle w:val="libAlaemChar"/>
          <w:rtl/>
        </w:rPr>
        <w:t>عليه‌السلام</w:t>
      </w:r>
      <w:r>
        <w:rPr>
          <w:rtl/>
        </w:rPr>
        <w:t xml:space="preserve"> ان كان ماشيا كتب الله له بكل خطوه حسنه و محا عنه سيئه و ان كان راكبا كتب الله له بكل حافر حسنه و حط بها عنه سيئه حتى اذا صار فى الحائر كتبه الله من المفلحين المنجحين حتى اذا قضى مناسكه كتبه الله من الفائزين حتى اذا اراد الانصراف اتاه ملك فقال له ان رسول الله </w:t>
      </w:r>
      <w:r w:rsidR="00E60DFB">
        <w:rPr>
          <w:rtl/>
        </w:rPr>
        <w:t xml:space="preserve">صلى‌الله‌عليه‌وآله </w:t>
      </w:r>
      <w:r>
        <w:rPr>
          <w:rtl/>
        </w:rPr>
        <w:t>يقرئك السلام و يقول لك استانف العمل فقد غفر الله لك ما مضى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٣١. حسين بن ثوير مى گويد: امام صادق </w:t>
      </w:r>
      <w:r w:rsidRPr="00704C6E">
        <w:rPr>
          <w:rStyle w:val="libAlaemChar"/>
          <w:rtl/>
        </w:rPr>
        <w:t>عليه‌السلام</w:t>
      </w:r>
      <w:r>
        <w:rPr>
          <w:rtl/>
        </w:rPr>
        <w:t xml:space="preserve"> فرمودند: اين حسين ! كسى كه به قصد زيارت مرقد امام حسين </w:t>
      </w:r>
      <w:r w:rsidRPr="00704C6E">
        <w:rPr>
          <w:rStyle w:val="libAlaemChar"/>
          <w:rtl/>
        </w:rPr>
        <w:t>عليه‌السلام</w:t>
      </w:r>
      <w:r>
        <w:rPr>
          <w:rtl/>
        </w:rPr>
        <w:t xml:space="preserve"> از منزل خود خارج شود، اگر پياده باشد، خداوند در مقابل هر گامى براى او حسنه اى نوشته و گناهى را از او پاك مى نمايد و اگر سوار باشد، خداوند به عدد هر قدمى كه مركبش بر مى دارد و مى گذارد، حسنه اى براى او نوشته و گناهى را از او پاك مى نمايد تا زمانى كه به كربلا برسد. و در اين هنگام خداوند او را از رستگاران و حاجت داده شدگان مى نويسد. و هنگامى كه اعمالش را انجام داد، خداوند او را از پيروزشدگان مى نويسد. و زمانى كه خواست برگردد، فرشته اى پيش او آمده و به او مى گويد: همانا رسول خدا </w:t>
      </w:r>
      <w:r w:rsidR="00E60DFB" w:rsidRPr="00704C6E">
        <w:rPr>
          <w:rStyle w:val="libAlaemChar"/>
          <w:rtl/>
        </w:rPr>
        <w:t>صلى‌الله‌عليه‌وآله</w:t>
      </w:r>
      <w:r w:rsidR="00E60DFB">
        <w:rPr>
          <w:rtl/>
        </w:rPr>
        <w:t xml:space="preserve"> </w:t>
      </w:r>
      <w:r>
        <w:rPr>
          <w:rtl/>
        </w:rPr>
        <w:t>سلام تو را رسانيده و مى فرمايد: عملت را از نو شروع كن كه محققا خداوند گناهان گذشته ات را آمرزيد.</w:t>
      </w:r>
    </w:p>
    <w:p w:rsidR="00A679DB" w:rsidRDefault="00A679DB" w:rsidP="00A679DB">
      <w:pPr>
        <w:pStyle w:val="libNormal"/>
        <w:rPr>
          <w:rtl/>
        </w:rPr>
      </w:pPr>
      <w:r>
        <w:rPr>
          <w:rtl/>
        </w:rPr>
        <w:t xml:space="preserve">حديث : ٣٢ ابى رحمه الله قال حدثنا سعد بن عبدالله عن محمد بن الحسين عن محمد بن اسماعيل عن صالح بن عقبه عن بشير الدهان عن ابى عبدالله </w:t>
      </w:r>
      <w:r w:rsidRPr="00704C6E">
        <w:rPr>
          <w:rStyle w:val="libAlaemChar"/>
          <w:rtl/>
        </w:rPr>
        <w:t>عليه‌السلام</w:t>
      </w:r>
      <w:r>
        <w:rPr>
          <w:rtl/>
        </w:rPr>
        <w:t xml:space="preserve"> قال ان الرجل ليخرج الى قبر الحسين </w:t>
      </w:r>
      <w:r w:rsidRPr="00704C6E">
        <w:rPr>
          <w:rStyle w:val="libAlaemChar"/>
          <w:rtl/>
        </w:rPr>
        <w:t>عليه‌السلام</w:t>
      </w:r>
      <w:r>
        <w:rPr>
          <w:rtl/>
        </w:rPr>
        <w:t xml:space="preserve"> فله اذا خرج من اهله اتاه ناجاه الله فقال عبدى سلنى اعطك ادعنى اجبك اطلب منى اعطك سلنى حاجتك اقضها لك قال قال ابو عبدالله </w:t>
      </w:r>
      <w:r w:rsidRPr="00704C6E">
        <w:rPr>
          <w:rStyle w:val="libAlaemChar"/>
          <w:rtl/>
        </w:rPr>
        <w:t>عليه‌السلام</w:t>
      </w:r>
      <w:r>
        <w:rPr>
          <w:rtl/>
        </w:rPr>
        <w:t xml:space="preserve"> و حق على الله ان يعطى ما بذل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٣٢. امام صادق </w:t>
      </w:r>
      <w:r w:rsidRPr="00704C6E">
        <w:rPr>
          <w:rStyle w:val="libAlaemChar"/>
          <w:rtl/>
        </w:rPr>
        <w:t>عليه‌السلام</w:t>
      </w:r>
      <w:r>
        <w:rPr>
          <w:rtl/>
        </w:rPr>
        <w:t xml:space="preserve"> فرمودند: همانا اگر مردى براى زيارت قبر امام حسين </w:t>
      </w:r>
      <w:r w:rsidRPr="00704C6E">
        <w:rPr>
          <w:rStyle w:val="libAlaemChar"/>
          <w:rtl/>
        </w:rPr>
        <w:t>عليه‌السلام</w:t>
      </w:r>
      <w:r>
        <w:rPr>
          <w:rtl/>
        </w:rPr>
        <w:t xml:space="preserve"> از منزل خارج شود، با اولين گامى كه پس از ترك خانواده اش بر مى دارد، گناهانش بخشيده مى شود و پيوسته با هر قدمى كه بر مى دارد، پاك مى گردد تا به قبر امام حسين </w:t>
      </w:r>
      <w:r w:rsidRPr="00704C6E">
        <w:rPr>
          <w:rStyle w:val="libAlaemChar"/>
          <w:rtl/>
        </w:rPr>
        <w:t>عليه‌السلام</w:t>
      </w:r>
      <w:r>
        <w:rPr>
          <w:rtl/>
        </w:rPr>
        <w:t xml:space="preserve"> برسد. و زمانى كه رسيد، خداوند با وى نجوا كرده و مى فرمايد: بنده ام از من بخواه تا به تو عطا نمايم . مرا بخوان تا جوابت گويم ، از من بخواه تا به تو عطا كنم و حاجتت را از من بخواه تا آن را برايت </w:t>
      </w:r>
      <w:r>
        <w:rPr>
          <w:rtl/>
        </w:rPr>
        <w:lastRenderedPageBreak/>
        <w:t>برآورم . راوى مى گويد: امام صادق فرمودند: و به عهده خداوند است كه به آنچه وعده نموده وفا نمايد.</w:t>
      </w:r>
    </w:p>
    <w:p w:rsidR="00A679DB" w:rsidRDefault="00A679DB" w:rsidP="00A679DB">
      <w:pPr>
        <w:pStyle w:val="libNormal"/>
        <w:rPr>
          <w:rtl/>
        </w:rPr>
      </w:pPr>
      <w:r>
        <w:rPr>
          <w:rtl/>
        </w:rPr>
        <w:t xml:space="preserve">حديث : ٣٣ و بهذا الاسناد عن صالح عن الحارث بن المغيره عن ابى عبدالله </w:t>
      </w:r>
      <w:r w:rsidRPr="00704C6E">
        <w:rPr>
          <w:rStyle w:val="libAlaemChar"/>
          <w:rtl/>
        </w:rPr>
        <w:t>عليه‌السلام</w:t>
      </w:r>
      <w:r>
        <w:rPr>
          <w:rtl/>
        </w:rPr>
        <w:t xml:space="preserve"> قال ان لله عزوجل ملائكه موكلين بقبر الحسين </w:t>
      </w:r>
      <w:r w:rsidRPr="00704C6E">
        <w:rPr>
          <w:rStyle w:val="libAlaemChar"/>
          <w:rtl/>
        </w:rPr>
        <w:t>عليه‌السلام</w:t>
      </w:r>
      <w:r>
        <w:rPr>
          <w:rtl/>
        </w:rPr>
        <w:t xml:space="preserve"> فاذا هم الرجل بزيارته اعطاهم ذنوبه فاذا خطا محوها ثم اذا خطا ضاعفوا له حسناته قما تزال حسناته تضاعف حتى توجب له الجنه ثم اكتنفوه فقد سوه و ينادون ملائكه السماء ان قدسوا زوار قبر حبيب حبيبى الله فاذا اغتسلوا ناداهم محمد </w:t>
      </w:r>
      <w:r w:rsidR="00E60DFB">
        <w:rPr>
          <w:rtl/>
        </w:rPr>
        <w:t xml:space="preserve">صلى‌الله‌عليه‌وآله </w:t>
      </w:r>
      <w:r>
        <w:rPr>
          <w:rtl/>
        </w:rPr>
        <w:t xml:space="preserve">يا وقد الله ابشروا بمرافقتى فى الجنه ثم ناداهم اميرالمومنين على </w:t>
      </w:r>
      <w:r w:rsidRPr="00704C6E">
        <w:rPr>
          <w:rStyle w:val="libAlaemChar"/>
          <w:rtl/>
        </w:rPr>
        <w:t>عليه‌السلام</w:t>
      </w:r>
      <w:r>
        <w:rPr>
          <w:rtl/>
        </w:rPr>
        <w:t xml:space="preserve"> انا ضامن لحوائجكم و دفع البلاء عنكم فى الدنيا و الاخره ثم اكتنفوهم عن ايمانهم و عن شمائلهم حتى ينصرفوا الى اهاليهم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٣٣. امام صادق </w:t>
      </w:r>
      <w:r w:rsidRPr="00704C6E">
        <w:rPr>
          <w:rStyle w:val="libAlaemChar"/>
          <w:rtl/>
        </w:rPr>
        <w:t>عليه‌السلام</w:t>
      </w:r>
      <w:r>
        <w:rPr>
          <w:rtl/>
        </w:rPr>
        <w:t xml:space="preserve"> فرمودند: همانا خداوند عزوجل فرشتگانى را بر قبر امام حسين </w:t>
      </w:r>
      <w:r w:rsidRPr="00704C6E">
        <w:rPr>
          <w:rStyle w:val="libAlaemChar"/>
          <w:rtl/>
        </w:rPr>
        <w:t>عليه‌السلام</w:t>
      </w:r>
      <w:r>
        <w:rPr>
          <w:rtl/>
        </w:rPr>
        <w:t xml:space="preserve"> گمارده است و هنگامى كه مردى بخواهد به زيارت او برود، خداوند گناهان او را به آن فرشتگان مى دهد. هنگامى كه گام بردارد، فرشتگان گناهان او را محو مى كنند. و زمانى كه گام ديگرى بر دارد، حسناتش را دو چندان مى نمايند و پيوسته حسناتش دو چندان مى گردد تا زمانى كه حسناتش او را بهشتى نمايند. آنگاه گرداگرد او را گرفته و او را پاك و طاهر مى نمايند و فرشتگان آسمان را ندا مى كنند كه زوار قبر حبيب حبيبان خدا را پاك نماييد. و هنگامى كه غسل كردند، حضرت محمد </w:t>
      </w:r>
      <w:r w:rsidR="00E60DFB" w:rsidRPr="00704C6E">
        <w:rPr>
          <w:rStyle w:val="libAlaemChar"/>
          <w:rtl/>
        </w:rPr>
        <w:t>صلى‌الله‌عليه‌وآله</w:t>
      </w:r>
      <w:r w:rsidR="00E60DFB">
        <w:rPr>
          <w:rtl/>
        </w:rPr>
        <w:t xml:space="preserve"> </w:t>
      </w:r>
      <w:r>
        <w:rPr>
          <w:rtl/>
        </w:rPr>
        <w:t xml:space="preserve">آنان را ندا مى دهد: اين ميهمانان خداوند مژده بدهيد به همنشنينى با من در بهشت . آنگاه امير المومنين على </w:t>
      </w:r>
      <w:r w:rsidRPr="00704C6E">
        <w:rPr>
          <w:rStyle w:val="libAlaemChar"/>
          <w:rtl/>
        </w:rPr>
        <w:t>عليه‌السلام</w:t>
      </w:r>
      <w:r>
        <w:rPr>
          <w:rtl/>
        </w:rPr>
        <w:t xml:space="preserve"> آنها را ندا مى دهد: من ضامن برآورده شدن حاجات شما و دور نمودن بلا از </w:t>
      </w:r>
      <w:r>
        <w:rPr>
          <w:rtl/>
        </w:rPr>
        <w:lastRenderedPageBreak/>
        <w:t>شما در دنيا و آخرت هستم . آنگاه آن فرشتگان از چپ و راست آنها را احاطه مى نمايند تا به خانه هايشان برگردند.</w:t>
      </w:r>
    </w:p>
    <w:p w:rsidR="00A679DB" w:rsidRDefault="00A679DB" w:rsidP="00A679DB">
      <w:pPr>
        <w:pStyle w:val="libNormal"/>
        <w:rPr>
          <w:rtl/>
        </w:rPr>
      </w:pPr>
      <w:r>
        <w:rPr>
          <w:rtl/>
        </w:rPr>
        <w:t xml:space="preserve">حديث : ٣٤ حدثنى محمد بن الحسن رضى الله عنه قال حدثنا محمد بن الحسن الصفار عن احمد بن محمد عن محمد بن سنان عن الحسين بن المختار عن زيد الشحام عن ابى عبدالله </w:t>
      </w:r>
      <w:r w:rsidRPr="00704C6E">
        <w:rPr>
          <w:rStyle w:val="libAlaemChar"/>
          <w:rtl/>
        </w:rPr>
        <w:t>عليه‌السلام</w:t>
      </w:r>
      <w:r>
        <w:rPr>
          <w:rtl/>
        </w:rPr>
        <w:t xml:space="preserve"> قال زيارت قبر الحسين </w:t>
      </w:r>
      <w:r w:rsidRPr="00704C6E">
        <w:rPr>
          <w:rStyle w:val="libAlaemChar"/>
          <w:rtl/>
        </w:rPr>
        <w:t>عليه‌السلام</w:t>
      </w:r>
      <w:r>
        <w:rPr>
          <w:rtl/>
        </w:rPr>
        <w:t xml:space="preserve"> تعدل عشرين حجه و افضل من عشرين حجه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٣٤. امام صادق </w:t>
      </w:r>
      <w:r w:rsidRPr="00704C6E">
        <w:rPr>
          <w:rStyle w:val="libAlaemChar"/>
          <w:rtl/>
        </w:rPr>
        <w:t>عليه‌السلام</w:t>
      </w:r>
      <w:r>
        <w:rPr>
          <w:rtl/>
        </w:rPr>
        <w:t xml:space="preserve"> فرمودند: زيارت قبر امام حسين </w:t>
      </w:r>
      <w:r w:rsidRPr="00704C6E">
        <w:rPr>
          <w:rStyle w:val="libAlaemChar"/>
          <w:rtl/>
        </w:rPr>
        <w:t>عليه‌السلام</w:t>
      </w:r>
      <w:r>
        <w:rPr>
          <w:rtl/>
        </w:rPr>
        <w:t xml:space="preserve"> برابر با بيست حج و برتر از بيست حج است .</w:t>
      </w:r>
    </w:p>
    <w:p w:rsidR="00A679DB" w:rsidRDefault="00A679DB" w:rsidP="00A679DB">
      <w:pPr>
        <w:pStyle w:val="libNormal"/>
        <w:rPr>
          <w:rtl/>
        </w:rPr>
      </w:pPr>
      <w:r>
        <w:rPr>
          <w:rtl/>
        </w:rPr>
        <w:t xml:space="preserve">حديث : ٣٥ ابى رحمه الله قال حدثنى سعد بن عبدالله عن محمد بن الحسين عن محمد بن اسماعيل بن بزيع عن صالح بن عقبه عن ابى سعيد المدائنى قال دخلت على ابى عبدالله </w:t>
      </w:r>
      <w:r w:rsidRPr="00704C6E">
        <w:rPr>
          <w:rStyle w:val="libAlaemChar"/>
          <w:rtl/>
        </w:rPr>
        <w:t>عليه‌السلام</w:t>
      </w:r>
      <w:r>
        <w:rPr>
          <w:rtl/>
        </w:rPr>
        <w:t xml:space="preserve"> فقلت له جعلت فداك آتى قبر الحسين </w:t>
      </w:r>
      <w:r w:rsidRPr="00704C6E">
        <w:rPr>
          <w:rStyle w:val="libAlaemChar"/>
          <w:rtl/>
        </w:rPr>
        <w:t>عليه‌السلام</w:t>
      </w:r>
      <w:r>
        <w:rPr>
          <w:rtl/>
        </w:rPr>
        <w:t xml:space="preserve"> قال نعم يا ابا سعيد اثت قبر ابن رسول الله </w:t>
      </w:r>
      <w:r w:rsidR="00E60DFB" w:rsidRPr="00704C6E">
        <w:rPr>
          <w:rStyle w:val="libAlaemChar"/>
          <w:rtl/>
        </w:rPr>
        <w:t>صلى‌الله‌عليه‌وآله</w:t>
      </w:r>
      <w:r w:rsidR="00E60DFB">
        <w:rPr>
          <w:rtl/>
        </w:rPr>
        <w:t xml:space="preserve"> </w:t>
      </w:r>
      <w:r>
        <w:rPr>
          <w:rtl/>
        </w:rPr>
        <w:t xml:space="preserve">اطيب الطيبين و اطهر الطاهرين و ابر الابرار و اذا زرته كتب الله لك زياره الحسين </w:t>
      </w:r>
      <w:r w:rsidRPr="00704C6E">
        <w:rPr>
          <w:rStyle w:val="libAlaemChar"/>
          <w:rtl/>
        </w:rPr>
        <w:t>عليه‌السلام</w:t>
      </w:r>
      <w:r>
        <w:rPr>
          <w:rtl/>
        </w:rPr>
        <w:t xml:space="preserve">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٣٥. ابى سعيد مدائنى مى گويد: به ديدن امام صادق رفته و به او عرض ‍ كردم : فدايت گردم آيا به زيارت قبر امام حسين </w:t>
      </w:r>
      <w:r w:rsidRPr="00704C6E">
        <w:rPr>
          <w:rStyle w:val="libAlaemChar"/>
          <w:rtl/>
        </w:rPr>
        <w:t>عليه‌السلام</w:t>
      </w:r>
      <w:r>
        <w:rPr>
          <w:rtl/>
        </w:rPr>
        <w:t xml:space="preserve"> بروم ؟ فرمودند: بله اى ابا سعيد! به زيارت قبر فرزند رسول خدا </w:t>
      </w:r>
      <w:r w:rsidR="00E60DFB" w:rsidRPr="00704C6E">
        <w:rPr>
          <w:rStyle w:val="libAlaemChar"/>
          <w:rtl/>
        </w:rPr>
        <w:t>صلى‌الله‌عليه‌وآله</w:t>
      </w:r>
      <w:r w:rsidR="00E60DFB">
        <w:rPr>
          <w:rtl/>
        </w:rPr>
        <w:t xml:space="preserve"> </w:t>
      </w:r>
      <w:r>
        <w:rPr>
          <w:rtl/>
        </w:rPr>
        <w:t>برو كه نيكترين نيكان ، پاكترين پاكان و نيكوكارترين نيكوكاران است و هنگامى كه او را زيارت نمودى ، خداوند بخاطر اين عمل براى تو بيست و پنج حج مى نويسد.</w:t>
      </w:r>
    </w:p>
    <w:p w:rsidR="00A679DB" w:rsidRDefault="00A679DB" w:rsidP="00A679DB">
      <w:pPr>
        <w:pStyle w:val="libNormal"/>
        <w:rPr>
          <w:rtl/>
        </w:rPr>
      </w:pPr>
      <w:r>
        <w:rPr>
          <w:rtl/>
        </w:rPr>
        <w:t xml:space="preserve">حديث : ٣٦ و بهذا الاسناد عن محمد بن الحسين عن احمد بن النضر الخثعمى عن شهاب بن عبد ربه او عن رجل عن شهاب عن ابى عبدالله </w:t>
      </w:r>
      <w:r>
        <w:rPr>
          <w:rtl/>
        </w:rPr>
        <w:lastRenderedPageBreak/>
        <w:t>عليه‌السلام قال سالنى فقال لى يا شهاب كم حججت من حجه قال فقلت تسع عشره قال فقال لى تتمها عشرين حجه يكتب لك زياره الحسين عليه‌السلام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٣٦. شهاب بن عبد ربه مى گويد: امام صادق </w:t>
      </w:r>
      <w:r w:rsidRPr="00704C6E">
        <w:rPr>
          <w:rStyle w:val="libAlaemChar"/>
          <w:rtl/>
        </w:rPr>
        <w:t>عليه‌السلام</w:t>
      </w:r>
      <w:r>
        <w:rPr>
          <w:rtl/>
        </w:rPr>
        <w:t xml:space="preserve"> از من پرسيدند: اى شهاب چند بار حج به جاى آورده اى ؟ عرض كردم : نوزده بار. فرمودند: يك بار ديگر هم حج به جا آور تا بيست حج شود و براى تو يك زيارت امام حسين </w:t>
      </w:r>
      <w:r w:rsidRPr="00704C6E">
        <w:rPr>
          <w:rStyle w:val="libAlaemChar"/>
          <w:rtl/>
        </w:rPr>
        <w:t>عليه‌السلام</w:t>
      </w:r>
      <w:r>
        <w:rPr>
          <w:rtl/>
        </w:rPr>
        <w:t xml:space="preserve"> نوشته شود (و با بيست حج به ثواب يك زيارت امام حسين </w:t>
      </w:r>
      <w:r w:rsidRPr="00704C6E">
        <w:rPr>
          <w:rStyle w:val="libAlaemChar"/>
          <w:rtl/>
        </w:rPr>
        <w:t>عليه‌السلام</w:t>
      </w:r>
      <w:r>
        <w:rPr>
          <w:rtl/>
        </w:rPr>
        <w:t xml:space="preserve"> برسى).</w:t>
      </w:r>
    </w:p>
    <w:p w:rsidR="00A679DB" w:rsidRDefault="00A679DB" w:rsidP="00A679DB">
      <w:pPr>
        <w:pStyle w:val="libNormal"/>
        <w:rPr>
          <w:rtl/>
        </w:rPr>
      </w:pPr>
      <w:r>
        <w:rPr>
          <w:rtl/>
        </w:rPr>
        <w:t xml:space="preserve">حديث : ٣٧ حدثنى محمد بن على ماجيلويه رضى الله عنه عن عمه محمد بن ابى القاسم عن محمد بن الحسين عن محمد بن سنان عن حذيفه بن منصور قال قال ابو عبدالله </w:t>
      </w:r>
      <w:r w:rsidRPr="0002303C">
        <w:rPr>
          <w:rStyle w:val="libAlaemChar"/>
          <w:rtl/>
        </w:rPr>
        <w:t>عليه‌السلام</w:t>
      </w:r>
      <w:r>
        <w:rPr>
          <w:rtl/>
        </w:rPr>
        <w:t xml:space="preserve"> كم حججت قلت تسع عشره قال فقال اما انك لو اتممت احدى و عشرين حجه لكنت كمن زار الحسين بن على </w:t>
      </w:r>
      <w:r w:rsidRPr="0002303C">
        <w:rPr>
          <w:rStyle w:val="libAlaemChar"/>
          <w:rtl/>
        </w:rPr>
        <w:t>عليه‌السلام</w:t>
      </w:r>
      <w:r>
        <w:rPr>
          <w:rtl/>
        </w:rPr>
        <w:t xml:space="preserve">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٣٧. حذيفه بن منصور مى گويد: امام صادق </w:t>
      </w:r>
      <w:r w:rsidRPr="0002303C">
        <w:rPr>
          <w:rStyle w:val="libAlaemChar"/>
          <w:rtl/>
        </w:rPr>
        <w:t>عليه‌السلام</w:t>
      </w:r>
      <w:r>
        <w:rPr>
          <w:rtl/>
        </w:rPr>
        <w:t xml:space="preserve"> از من پرسيدند: چند بار حج به جا آورده اى ؟ عرض كردم : نوزده بار. فرمودند: بدان كه همانا اگر بيست و يك بار به حج بروى ، محققا مانند كسى خواهى بود كه (يك بار) امام حسين عليه‌السلام را زيارت نموده است .</w:t>
      </w:r>
    </w:p>
    <w:p w:rsidR="00A679DB" w:rsidRDefault="00A679DB" w:rsidP="00A679DB">
      <w:pPr>
        <w:pStyle w:val="libNormal"/>
        <w:rPr>
          <w:rtl/>
        </w:rPr>
      </w:pPr>
      <w:r>
        <w:rPr>
          <w:rtl/>
        </w:rPr>
        <w:t xml:space="preserve">حديث : ٣٨ ابى رحمه الله قال حدثنى سعد بن عبدالله عن محمد بن الحسين عن محمد بن سنان عن محمد بن صدقه عن صالح النيلى قال قال ابو عبدالله </w:t>
      </w:r>
      <w:r w:rsidRPr="0002303C">
        <w:rPr>
          <w:rStyle w:val="libAlaemChar"/>
          <w:rtl/>
        </w:rPr>
        <w:t>عليه‌السلام</w:t>
      </w:r>
      <w:r>
        <w:rPr>
          <w:rtl/>
        </w:rPr>
        <w:t xml:space="preserve"> من اتى قبر الحسين </w:t>
      </w:r>
      <w:r w:rsidRPr="0002303C">
        <w:rPr>
          <w:rStyle w:val="libAlaemChar"/>
          <w:rtl/>
        </w:rPr>
        <w:t>عليه‌السلام</w:t>
      </w:r>
      <w:r>
        <w:rPr>
          <w:rtl/>
        </w:rPr>
        <w:t xml:space="preserve"> عارفا بحقه كان كمن حج مائه حجه مع رسول الله </w:t>
      </w:r>
      <w:r w:rsidR="00E60DFB" w:rsidRPr="0002303C">
        <w:rPr>
          <w:rStyle w:val="libAlaemChar"/>
          <w:rtl/>
        </w:rPr>
        <w:t>صلى‌الله‌عليه‌وآله</w:t>
      </w:r>
      <w:r w:rsidR="00E60DFB">
        <w:rPr>
          <w:rtl/>
        </w:rPr>
        <w:t xml:space="preserve"> </w:t>
      </w:r>
      <w:r>
        <w:rPr>
          <w:rtl/>
        </w:rPr>
        <w:t>.</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٣٨. امام صادق </w:t>
      </w:r>
      <w:r w:rsidRPr="0002303C">
        <w:rPr>
          <w:rStyle w:val="libAlaemChar"/>
          <w:rtl/>
        </w:rPr>
        <w:t>عليه‌السلام</w:t>
      </w:r>
      <w:r>
        <w:rPr>
          <w:rtl/>
        </w:rPr>
        <w:t xml:space="preserve"> فرمودند: كسى كه با شناخت حق امام حسين </w:t>
      </w:r>
      <w:r w:rsidRPr="0002303C">
        <w:rPr>
          <w:rStyle w:val="libAlaemChar"/>
          <w:rtl/>
        </w:rPr>
        <w:t>عليه‌السلام</w:t>
      </w:r>
      <w:r>
        <w:rPr>
          <w:rtl/>
        </w:rPr>
        <w:t xml:space="preserve"> به زيارت قبر او برود، مانند كسى است كه صد بار با پيامبر </w:t>
      </w:r>
      <w:r w:rsidR="00E60DFB" w:rsidRPr="0002303C">
        <w:rPr>
          <w:rStyle w:val="libAlaemChar"/>
          <w:rtl/>
        </w:rPr>
        <w:t>صلى‌الله‌عليه‌وآله</w:t>
      </w:r>
      <w:r w:rsidR="00E60DFB">
        <w:rPr>
          <w:rtl/>
        </w:rPr>
        <w:t xml:space="preserve"> </w:t>
      </w:r>
      <w:r>
        <w:rPr>
          <w:rtl/>
        </w:rPr>
        <w:t>حج به جا آورده است .</w:t>
      </w:r>
    </w:p>
    <w:p w:rsidR="00A679DB" w:rsidRDefault="00A679DB" w:rsidP="00A679DB">
      <w:pPr>
        <w:pStyle w:val="libNormal"/>
        <w:rPr>
          <w:rtl/>
        </w:rPr>
      </w:pPr>
      <w:r>
        <w:rPr>
          <w:rtl/>
        </w:rPr>
        <w:t xml:space="preserve">حديث : ٣٩ و بهذا الاسناد عن محمد بن صدقه عن مالك بن عطيه عن ابى عبدالله </w:t>
      </w:r>
      <w:r w:rsidRPr="0002303C">
        <w:rPr>
          <w:rStyle w:val="libAlaemChar"/>
          <w:rtl/>
        </w:rPr>
        <w:t>عليه‌السلام</w:t>
      </w:r>
      <w:r>
        <w:rPr>
          <w:rtl/>
        </w:rPr>
        <w:t xml:space="preserve"> قال من زار قبر ابى عبدالله </w:t>
      </w:r>
      <w:r w:rsidRPr="0002303C">
        <w:rPr>
          <w:rStyle w:val="libAlaemChar"/>
          <w:rtl/>
        </w:rPr>
        <w:t>عليه‌السلام</w:t>
      </w:r>
      <w:r>
        <w:rPr>
          <w:rtl/>
        </w:rPr>
        <w:t xml:space="preserve"> كتب الله له ثمانين حجه مبروره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٣٩. امام صادق </w:t>
      </w:r>
      <w:r w:rsidRPr="0002303C">
        <w:rPr>
          <w:rStyle w:val="libAlaemChar"/>
          <w:rtl/>
        </w:rPr>
        <w:t>عليه‌السلام</w:t>
      </w:r>
      <w:r>
        <w:rPr>
          <w:rtl/>
        </w:rPr>
        <w:t xml:space="preserve"> فرمودند: كسى كه قبر امام حسين </w:t>
      </w:r>
      <w:r w:rsidRPr="0002303C">
        <w:rPr>
          <w:rStyle w:val="libAlaemChar"/>
          <w:rtl/>
        </w:rPr>
        <w:t>عليه‌السلام</w:t>
      </w:r>
      <w:r>
        <w:rPr>
          <w:rtl/>
        </w:rPr>
        <w:t xml:space="preserve"> را زيارت نمايد خداوند براى او هشتاد حج بدون گناه مى نويسد.</w:t>
      </w:r>
    </w:p>
    <w:p w:rsidR="00A679DB" w:rsidRDefault="00A679DB" w:rsidP="00A679DB">
      <w:pPr>
        <w:pStyle w:val="libNormal"/>
        <w:rPr>
          <w:rtl/>
        </w:rPr>
      </w:pPr>
      <w:r>
        <w:rPr>
          <w:rtl/>
        </w:rPr>
        <w:t xml:space="preserve">حديث : ٤٠ حدثنى محمد به الحسن رضى الله عنه قال حدثنى احمد بن ادريس عن محمد بن احمد عن محمد بن الحسين عن محمد بن اسماعيل عن الخيبرى عن موسى بن القاسم الحضرمى قال ورد ابو عبدالله </w:t>
      </w:r>
      <w:r w:rsidRPr="0002303C">
        <w:rPr>
          <w:rStyle w:val="libAlaemChar"/>
          <w:rtl/>
        </w:rPr>
        <w:t>عليه‌السلام</w:t>
      </w:r>
      <w:r>
        <w:rPr>
          <w:rtl/>
        </w:rPr>
        <w:t xml:space="preserve"> فى اول ولايه ابى جعفر فنزل النجف فقال يا موسى اذهب الى الطريق الاعظم فقف على الطريق فانظر فاه سيجيئك رجل من ناحيه القادسيه فاذا دنا منك فقل له ههنا رجل من ولد رسول الله </w:t>
      </w:r>
      <w:r w:rsidR="00E60DFB" w:rsidRPr="0002303C">
        <w:rPr>
          <w:rStyle w:val="libAlaemChar"/>
          <w:rtl/>
        </w:rPr>
        <w:t>صلى‌الله‌عليه‌وآله</w:t>
      </w:r>
      <w:r w:rsidR="00E60DFB">
        <w:rPr>
          <w:rtl/>
        </w:rPr>
        <w:t xml:space="preserve"> </w:t>
      </w:r>
      <w:r>
        <w:rPr>
          <w:rtl/>
        </w:rPr>
        <w:t xml:space="preserve">يدعوك فسيجى معك قال فذهبت حتى قمت على الطريق و الحر شديد فلم ازل قائما حتى كدت اعصى و انصرف و ادعه اذ نظرت الى شى مقبل شبه رجل على بعير قال فلم ازل انظر اليه حتى دنا منى فقلت له يا هذا ههنا رجل من ولد رسول الله </w:t>
      </w:r>
      <w:r w:rsidR="00E60DFB" w:rsidRPr="0002303C">
        <w:rPr>
          <w:rStyle w:val="libAlaemChar"/>
          <w:rtl/>
        </w:rPr>
        <w:t>صلى‌الله‌عليه‌وآله</w:t>
      </w:r>
      <w:r w:rsidR="00E60DFB">
        <w:rPr>
          <w:rtl/>
        </w:rPr>
        <w:t xml:space="preserve"> </w:t>
      </w:r>
      <w:r>
        <w:rPr>
          <w:rtl/>
        </w:rPr>
        <w:t xml:space="preserve">يدعوك و قد وصفك لى قال اذهب بنا اليه قال فجئته حتى اناخ بعيره ناحيه قريبا من الخيمه قال فدعا به فدخل الاعرابى اليه و دنوت انا فصرت على باب الخيمه اسمع الكلام و لا اراهما فقال ابو عبدالله عليه‌السلام من اين قدمت قال من اقصى اليمن قال قانت من موضع كذا و كذا قال فبما جئت ههنا قال جئت زائر للحسين </w:t>
      </w:r>
      <w:r w:rsidRPr="0002303C">
        <w:rPr>
          <w:rStyle w:val="libAlaemChar"/>
          <w:rtl/>
        </w:rPr>
        <w:t>عليه‌السلام</w:t>
      </w:r>
      <w:r>
        <w:rPr>
          <w:rtl/>
        </w:rPr>
        <w:t xml:space="preserve"> قال ابو عبدالله </w:t>
      </w:r>
      <w:r w:rsidRPr="0002303C">
        <w:rPr>
          <w:rStyle w:val="libAlaemChar"/>
          <w:rtl/>
        </w:rPr>
        <w:t>عليه‌السلام</w:t>
      </w:r>
      <w:r>
        <w:rPr>
          <w:rtl/>
        </w:rPr>
        <w:t xml:space="preserve"> فجئت من غير حاجه ليس الا ان اصلى عنده و ازوره و اسلم عليه و ارجع الى اهلى قال له ابو </w:t>
      </w:r>
      <w:r>
        <w:rPr>
          <w:rtl/>
        </w:rPr>
        <w:lastRenderedPageBreak/>
        <w:t xml:space="preserve">عبدالله </w:t>
      </w:r>
      <w:r w:rsidRPr="0002303C">
        <w:rPr>
          <w:rStyle w:val="libAlaemChar"/>
          <w:rtl/>
        </w:rPr>
        <w:t>عليه‌السلام</w:t>
      </w:r>
      <w:r>
        <w:rPr>
          <w:rtl/>
        </w:rPr>
        <w:t xml:space="preserve"> و ما ترون من زيارته قال نرى فى زيارته البركه فى انفسنا و اهالينا و اولادنا و اموالنا و معايشنا و قضاء حوائجنا قال فقال له ابو عبدالله </w:t>
      </w:r>
      <w:r w:rsidRPr="0002303C">
        <w:rPr>
          <w:rStyle w:val="libAlaemChar"/>
          <w:rtl/>
        </w:rPr>
        <w:t>عليه‌السلام</w:t>
      </w:r>
      <w:r>
        <w:rPr>
          <w:rtl/>
        </w:rPr>
        <w:t xml:space="preserve"> افلا ازيدك من فضله فضلا يا اخا اليمن قال زدنى يا ابن رسول الله قال ان زياره ابى عبدالله </w:t>
      </w:r>
      <w:r w:rsidRPr="0002303C">
        <w:rPr>
          <w:rStyle w:val="libAlaemChar"/>
          <w:rtl/>
        </w:rPr>
        <w:t>عليه‌السلام</w:t>
      </w:r>
      <w:r>
        <w:rPr>
          <w:rtl/>
        </w:rPr>
        <w:t xml:space="preserve"> تعدل حجه مقبوله متقبله زاكيه مع رسول الله </w:t>
      </w:r>
      <w:r w:rsidR="00E60DFB" w:rsidRPr="0002303C">
        <w:rPr>
          <w:rStyle w:val="libAlaemChar"/>
          <w:rtl/>
        </w:rPr>
        <w:t>صلى‌الله‌عليه‌وآله</w:t>
      </w:r>
      <w:r w:rsidR="00E60DFB">
        <w:rPr>
          <w:rtl/>
        </w:rPr>
        <w:t xml:space="preserve"> </w:t>
      </w:r>
      <w:r>
        <w:rPr>
          <w:rtl/>
        </w:rPr>
        <w:t xml:space="preserve">فتعجب من ذلك فقال اى و الله حجتين مبرورتين متقبلتين زاكيتين مع رسول الله </w:t>
      </w:r>
      <w:r w:rsidR="00E60DFB" w:rsidRPr="0002303C">
        <w:rPr>
          <w:rStyle w:val="libAlaemChar"/>
          <w:rtl/>
        </w:rPr>
        <w:t>صلى‌الله‌عليه‌وآله</w:t>
      </w:r>
      <w:r w:rsidR="00E60DFB">
        <w:rPr>
          <w:rtl/>
        </w:rPr>
        <w:t xml:space="preserve"> </w:t>
      </w:r>
      <w:r>
        <w:rPr>
          <w:rtl/>
        </w:rPr>
        <w:t xml:space="preserve">فتعجب فلم يزل ابو عبدالله </w:t>
      </w:r>
      <w:r w:rsidRPr="0002303C">
        <w:rPr>
          <w:rStyle w:val="libAlaemChar"/>
          <w:rtl/>
        </w:rPr>
        <w:t>عليه‌السلام</w:t>
      </w:r>
      <w:r>
        <w:rPr>
          <w:rtl/>
        </w:rPr>
        <w:t xml:space="preserve"> يزيد حتى قال ثلاثين حجه مبروره متقبله زاكيه مع رسول الله </w:t>
      </w:r>
      <w:r w:rsidR="00E60DFB" w:rsidRPr="0002303C">
        <w:rPr>
          <w:rStyle w:val="libAlaemChar"/>
          <w:rtl/>
        </w:rPr>
        <w:t>صلى‌الله‌عليه‌وآله</w:t>
      </w:r>
      <w:r w:rsidR="00E60DFB">
        <w:rPr>
          <w:rtl/>
        </w:rPr>
        <w:t xml:space="preserve"> </w:t>
      </w:r>
      <w:r>
        <w:rPr>
          <w:rtl/>
        </w:rPr>
        <w:t>.</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٤٠. موسى به قاسم حضرمى مى گويد: در اوايل حكومت منصور دوانيقى امام صادق </w:t>
      </w:r>
      <w:r w:rsidRPr="0002303C">
        <w:rPr>
          <w:rStyle w:val="libAlaemChar"/>
          <w:rtl/>
        </w:rPr>
        <w:t>عليه‌السلام</w:t>
      </w:r>
      <w:r>
        <w:rPr>
          <w:rtl/>
        </w:rPr>
        <w:t xml:space="preserve"> وارد نجف شدند و به من فرمودند: اى موسى ! به شاهراه برو و بر سر راه توقف كن ، و نگاه كن كه همانا بزودى مردى از طرف قادسيه به سوى تو مى آيد. هنگامى كه نزديك تو رسيد، به او بگو: در اين جا مردى از فرزندان رسول خدا </w:t>
      </w:r>
      <w:r w:rsidR="00E60DFB" w:rsidRPr="0002303C">
        <w:rPr>
          <w:rStyle w:val="libAlaemChar"/>
          <w:rtl/>
        </w:rPr>
        <w:t>صلى‌الله‌عليه‌وآله</w:t>
      </w:r>
      <w:r w:rsidR="00E60DFB">
        <w:rPr>
          <w:rtl/>
        </w:rPr>
        <w:t xml:space="preserve"> </w:t>
      </w:r>
      <w:r>
        <w:rPr>
          <w:rtl/>
        </w:rPr>
        <w:t xml:space="preserve">است كه تو را مى خواند. آن مرد هم با تو به نزد من خواهد آمد. راوى مى گويد: رفتم و سر راه ايستادم . هوا خيلى گرم بود. آن قدر ايستادم كه نزديك بود از فرمان امام </w:t>
      </w:r>
      <w:r w:rsidRPr="0002303C">
        <w:rPr>
          <w:rStyle w:val="libAlaemChar"/>
          <w:rtl/>
        </w:rPr>
        <w:t>عليه‌السلام</w:t>
      </w:r>
      <w:r>
        <w:rPr>
          <w:rtl/>
        </w:rPr>
        <w:t xml:space="preserve"> سرپيچى كرده و بازگردم و آن شخص را رها كنم كه ناگهان مرد شتر سوارى را ديدم كه از دور مى آمد. هنگامى كه نزديك شد، به او گفتم : فلانى ! در اين جا مردى از فرزندان رسول خدا </w:t>
      </w:r>
      <w:r w:rsidR="00E60DFB" w:rsidRPr="0002303C">
        <w:rPr>
          <w:rStyle w:val="libAlaemChar"/>
          <w:rtl/>
        </w:rPr>
        <w:t>صلى‌الله‌عليه‌وآله</w:t>
      </w:r>
      <w:r w:rsidR="00E60DFB">
        <w:rPr>
          <w:rtl/>
        </w:rPr>
        <w:t xml:space="preserve"> </w:t>
      </w:r>
      <w:r>
        <w:rPr>
          <w:rtl/>
        </w:rPr>
        <w:t xml:space="preserve">است كه تو را مى خواند و اوصاف تو را به من گفته است . آن مرد گفت : مرا پيش او ببر. راوى مى گويد: من نيز او را آوردم . وقتى به نزديك خيمه رسيديم ، شترش را خوابانيد. آنگاه امام </w:t>
      </w:r>
      <w:r w:rsidRPr="0002303C">
        <w:rPr>
          <w:rStyle w:val="libAlaemChar"/>
          <w:rtl/>
        </w:rPr>
        <w:t>عليه‌السلام</w:t>
      </w:r>
      <w:r>
        <w:rPr>
          <w:rtl/>
        </w:rPr>
        <w:t xml:space="preserve"> او را طلبيدند و او به نزد امام </w:t>
      </w:r>
      <w:r w:rsidRPr="0002303C">
        <w:rPr>
          <w:rStyle w:val="libAlaemChar"/>
          <w:rtl/>
        </w:rPr>
        <w:t>عليه‌السلام</w:t>
      </w:r>
      <w:r>
        <w:rPr>
          <w:rtl/>
        </w:rPr>
        <w:t xml:space="preserve"> رفت . من نيز نزديك خيمه شده و بر در خيمه توقف كردم بطورى كه سخنان آنها را مى شنيدم ، ولى آنها را نمى ديدم ، امام صادق </w:t>
      </w:r>
      <w:r w:rsidRPr="0002303C">
        <w:rPr>
          <w:rStyle w:val="libAlaemChar"/>
          <w:rtl/>
        </w:rPr>
        <w:t>عليه‌السلام</w:t>
      </w:r>
      <w:r>
        <w:rPr>
          <w:rtl/>
        </w:rPr>
        <w:t xml:space="preserve"> از او </w:t>
      </w:r>
      <w:r>
        <w:rPr>
          <w:rtl/>
        </w:rPr>
        <w:lastRenderedPageBreak/>
        <w:t xml:space="preserve">پرسيدند: از كجا مى آيى ؟ جواب داد: از دورترين نقاط يمن . حضرت </w:t>
      </w:r>
      <w:r w:rsidRPr="0002303C">
        <w:rPr>
          <w:rStyle w:val="libAlaemChar"/>
          <w:rtl/>
        </w:rPr>
        <w:t>عليه‌السلام</w:t>
      </w:r>
      <w:r>
        <w:rPr>
          <w:rtl/>
        </w:rPr>
        <w:t xml:space="preserve"> پرسيدند: تو از فلان جا هستى ؟ جواب داد: بله از فلان جا هستم . حضرت </w:t>
      </w:r>
      <w:r w:rsidRPr="0002303C">
        <w:rPr>
          <w:rStyle w:val="libAlaemChar"/>
          <w:rtl/>
        </w:rPr>
        <w:t>عليه‌السلام</w:t>
      </w:r>
      <w:r>
        <w:rPr>
          <w:rtl/>
        </w:rPr>
        <w:t xml:space="preserve"> پرسيدند: چرا به اين جا آمده اى ؟ جواب داد: براى زيارت امام حسين </w:t>
      </w:r>
      <w:r w:rsidRPr="0002303C">
        <w:rPr>
          <w:rStyle w:val="libAlaemChar"/>
          <w:rtl/>
        </w:rPr>
        <w:t>عليه‌السلام</w:t>
      </w:r>
      <w:r>
        <w:rPr>
          <w:rtl/>
        </w:rPr>
        <w:t xml:space="preserve"> . آن حضرت </w:t>
      </w:r>
      <w:r w:rsidRPr="0002303C">
        <w:rPr>
          <w:rStyle w:val="libAlaemChar"/>
          <w:rtl/>
        </w:rPr>
        <w:t>عليه‌السلام</w:t>
      </w:r>
      <w:r>
        <w:rPr>
          <w:rtl/>
        </w:rPr>
        <w:t xml:space="preserve"> پرسيدند: هيچ كار ديگرى نداشته اى و فقط براى زيارت آمده اى ؟ جواب داد: براى هيچ كارى نيامده ام ، جز اين كه در كنار قبر امام حسين </w:t>
      </w:r>
      <w:r w:rsidRPr="0002303C">
        <w:rPr>
          <w:rStyle w:val="libAlaemChar"/>
          <w:rtl/>
        </w:rPr>
        <w:t>عليه‌السلام</w:t>
      </w:r>
      <w:r>
        <w:rPr>
          <w:rtl/>
        </w:rPr>
        <w:t xml:space="preserve"> نماز بخوانم ، او را زيارت كنم ، به او سلام كنم و سپس به وطنم برگردم . امام صادق </w:t>
      </w:r>
      <w:r w:rsidRPr="0002303C">
        <w:rPr>
          <w:rStyle w:val="libAlaemChar"/>
          <w:rtl/>
        </w:rPr>
        <w:t>عليه‌السلام</w:t>
      </w:r>
      <w:r>
        <w:rPr>
          <w:rtl/>
        </w:rPr>
        <w:t xml:space="preserve"> به او فرمودند: به عقيده شما زيارت او چه فايده اى دارد؟ عرض كردم : اعتقاد داريم كه زيارت او عامل بركت در ما، خانواده ، فرزندان ، اموال و زندگى ما بوده و حاجات ما را بر آورده مى نمايد، امام صادق </w:t>
      </w:r>
      <w:r w:rsidRPr="0002303C">
        <w:rPr>
          <w:rStyle w:val="libAlaemChar"/>
          <w:rtl/>
        </w:rPr>
        <w:t>عليه‌السلام</w:t>
      </w:r>
      <w:r>
        <w:rPr>
          <w:rtl/>
        </w:rPr>
        <w:t xml:space="preserve"> پرسيدند: نمى خواهى فضايل زيارت آن حضرت </w:t>
      </w:r>
      <w:r w:rsidRPr="0002303C">
        <w:rPr>
          <w:rStyle w:val="libAlaemChar"/>
          <w:rtl/>
        </w:rPr>
        <w:t>عليه‌السلام</w:t>
      </w:r>
      <w:r>
        <w:rPr>
          <w:rtl/>
        </w:rPr>
        <w:t xml:space="preserve"> را بيش از اين برايت بگويم اى برادر يمنى ! عرض كرد: چرا، اى فرزند رسول خدا </w:t>
      </w:r>
      <w:r w:rsidR="00E60DFB" w:rsidRPr="0002303C">
        <w:rPr>
          <w:rStyle w:val="libAlaemChar"/>
          <w:rtl/>
        </w:rPr>
        <w:t>صلى‌الله‌عليه‌وآله</w:t>
      </w:r>
      <w:r w:rsidR="00E60DFB">
        <w:rPr>
          <w:rtl/>
        </w:rPr>
        <w:t xml:space="preserve"> </w:t>
      </w:r>
      <w:r>
        <w:rPr>
          <w:rtl/>
        </w:rPr>
        <w:t xml:space="preserve">! فرمودند: همانا زيارت امام حسين </w:t>
      </w:r>
      <w:r w:rsidRPr="0002303C">
        <w:rPr>
          <w:rStyle w:val="libAlaemChar"/>
          <w:rtl/>
        </w:rPr>
        <w:t>عليه‌السلام</w:t>
      </w:r>
      <w:r>
        <w:rPr>
          <w:rtl/>
        </w:rPr>
        <w:t xml:space="preserve"> برابر با يك حج مقبول ، پذيرفته شده و پاكيزه همراه با رسول خدا </w:t>
      </w:r>
      <w:r w:rsidR="00E60DFB" w:rsidRPr="0002303C">
        <w:rPr>
          <w:rStyle w:val="libAlaemChar"/>
          <w:rtl/>
        </w:rPr>
        <w:t>صلى‌الله‌عليه‌وآله</w:t>
      </w:r>
      <w:r w:rsidR="00E60DFB">
        <w:rPr>
          <w:rtl/>
        </w:rPr>
        <w:t xml:space="preserve"> </w:t>
      </w:r>
      <w:r>
        <w:rPr>
          <w:rtl/>
        </w:rPr>
        <w:t xml:space="preserve">است . مرد يمنى تعجب كرد. آن حضرت </w:t>
      </w:r>
      <w:r w:rsidRPr="0002303C">
        <w:rPr>
          <w:rStyle w:val="libAlaemChar"/>
          <w:rtl/>
        </w:rPr>
        <w:t>عليه‌السلام</w:t>
      </w:r>
      <w:r>
        <w:rPr>
          <w:rtl/>
        </w:rPr>
        <w:t xml:space="preserve"> فرمودند: بله ، بخدا سوگند برابر با دو حج بدون گناه و مقبول و پاكيزه به همراه رسول خدا </w:t>
      </w:r>
      <w:r w:rsidR="00E60DFB" w:rsidRPr="0002303C">
        <w:rPr>
          <w:rStyle w:val="libAlaemChar"/>
          <w:rtl/>
        </w:rPr>
        <w:t>صلى‌الله‌عليه‌وآله</w:t>
      </w:r>
      <w:r w:rsidR="00E60DFB">
        <w:rPr>
          <w:rtl/>
        </w:rPr>
        <w:t xml:space="preserve"> </w:t>
      </w:r>
      <w:r>
        <w:rPr>
          <w:rtl/>
        </w:rPr>
        <w:t xml:space="preserve">است . مردى يمنى باز تعجب كرد و پيوسته امام صادق </w:t>
      </w:r>
      <w:r w:rsidRPr="0002303C">
        <w:rPr>
          <w:rStyle w:val="libAlaemChar"/>
          <w:rtl/>
        </w:rPr>
        <w:t>عليه‌السلام</w:t>
      </w:r>
      <w:r>
        <w:rPr>
          <w:rtl/>
        </w:rPr>
        <w:t xml:space="preserve"> ثواب بيشترى براى آن بيان مى فرمودند تا اين كه فرمودند: زيارت امام حسين </w:t>
      </w:r>
      <w:r w:rsidRPr="0002303C">
        <w:rPr>
          <w:rStyle w:val="libAlaemChar"/>
          <w:rtl/>
        </w:rPr>
        <w:t>عليه‌السلام</w:t>
      </w:r>
      <w:r>
        <w:rPr>
          <w:rtl/>
        </w:rPr>
        <w:t xml:space="preserve"> برابر با سى حج بدون گناه ، مقبول و پاكيزه به همراه رسول خدا </w:t>
      </w:r>
      <w:r w:rsidR="00E60DFB" w:rsidRPr="0002303C">
        <w:rPr>
          <w:rStyle w:val="libAlaemChar"/>
          <w:rtl/>
        </w:rPr>
        <w:t>صلى‌الله‌عليه‌وآله</w:t>
      </w:r>
      <w:r w:rsidR="00E60DFB">
        <w:rPr>
          <w:rtl/>
        </w:rPr>
        <w:t xml:space="preserve"> </w:t>
      </w:r>
      <w:r>
        <w:rPr>
          <w:rtl/>
        </w:rPr>
        <w:t>است .</w:t>
      </w:r>
    </w:p>
    <w:p w:rsidR="00A679DB" w:rsidRDefault="00A679DB" w:rsidP="00A679DB">
      <w:pPr>
        <w:pStyle w:val="libNormal"/>
        <w:rPr>
          <w:rtl/>
        </w:rPr>
      </w:pPr>
      <w:r>
        <w:rPr>
          <w:rtl/>
        </w:rPr>
        <w:t xml:space="preserve">حديث : ٤١ ابى رحمه الله قال حدثنا سعد بن عبدالله عن محمد بن الحسين عن محمد بن اسماعيل عن صالح بن عقبه عن يزيد بن عبدالملك قال كنت مع ابى عبدالله </w:t>
      </w:r>
      <w:r w:rsidRPr="0002303C">
        <w:rPr>
          <w:rStyle w:val="libAlaemChar"/>
          <w:rtl/>
        </w:rPr>
        <w:t>عليه‌السلام</w:t>
      </w:r>
      <w:r>
        <w:rPr>
          <w:rtl/>
        </w:rPr>
        <w:t xml:space="preserve"> فمر قوم على حمير فقال اين يريدون هولاء فقلت قبور الشهدا قال فما يمنعهم من زياره قبر الشهيد الغريب فقال له رجل من اهل العراق و </w:t>
      </w:r>
      <w:r>
        <w:rPr>
          <w:rtl/>
        </w:rPr>
        <w:lastRenderedPageBreak/>
        <w:t xml:space="preserve">زيارته واجبه فقال زيارته خير من حجه و عمره و عمره و حجه حتى عد عشرين حجه و عشرين عمزه ثم قال مبرورات مقبلات قال فو الله ما قمت حتى اتاه رجل فقال له انى قد حججت تسع عشره حجه فادع الله لى ان يرزقنى تمام العشرين قال فهل زرت قبر الحسين </w:t>
      </w:r>
      <w:r w:rsidRPr="0002303C">
        <w:rPr>
          <w:rStyle w:val="libAlaemChar"/>
          <w:rtl/>
        </w:rPr>
        <w:t>عليه‌السلام</w:t>
      </w:r>
      <w:r>
        <w:rPr>
          <w:rtl/>
        </w:rPr>
        <w:t xml:space="preserve"> قال لا قال لزيارته خير من عشرين حجه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٤١. راوى مى گويد: با امام صادق </w:t>
      </w:r>
      <w:r w:rsidRPr="0002303C">
        <w:rPr>
          <w:rStyle w:val="libAlaemChar"/>
          <w:rtl/>
        </w:rPr>
        <w:t>عليه‌السلام</w:t>
      </w:r>
      <w:r>
        <w:rPr>
          <w:rtl/>
        </w:rPr>
        <w:t xml:space="preserve"> بودم كه عده اى سوار بر الاغ از كنار ما گذشتند. آن حضرت </w:t>
      </w:r>
      <w:r w:rsidRPr="0002303C">
        <w:rPr>
          <w:rStyle w:val="libAlaemChar"/>
          <w:rtl/>
        </w:rPr>
        <w:t>عليه‌السلام</w:t>
      </w:r>
      <w:r>
        <w:rPr>
          <w:rtl/>
        </w:rPr>
        <w:t xml:space="preserve"> پرسيد: اينها به كجا مى روند؟ جواب دادم به زيارت قبرهاى شهدا. آن حضرت </w:t>
      </w:r>
      <w:r w:rsidRPr="0002303C">
        <w:rPr>
          <w:rStyle w:val="libAlaemChar"/>
          <w:rtl/>
        </w:rPr>
        <w:t>عليه‌السلام</w:t>
      </w:r>
      <w:r>
        <w:rPr>
          <w:rtl/>
        </w:rPr>
        <w:t xml:space="preserve"> فرمودند: چرا به زيارت قبر شهيد غريب (امام حسين</w:t>
      </w:r>
      <w:r w:rsidRPr="006D6831">
        <w:rPr>
          <w:rStyle w:val="libAlaemChar"/>
          <w:rtl/>
        </w:rPr>
        <w:t xml:space="preserve"> عليه‌السلام</w:t>
      </w:r>
      <w:r>
        <w:rPr>
          <w:rtl/>
        </w:rPr>
        <w:t xml:space="preserve">) نمى روى ؟ مردى از اهل عراق پرسيد: آيا زيارت او واجب است ؟ آن حضرت فرمودند: زيارت او بهتر از يك حج و يك عمره و يك عمره و يك حج است . و همينطور شمردند تا فرمودند: زيارت او بهتر از بيست حج و بيست عمره است . آنگاه فرمودند: بيست حج و عمره بدون گناه و مقبول . راوى مى گويد: بخدا سوگند از نزد آن حضرت </w:t>
      </w:r>
      <w:r w:rsidRPr="0002303C">
        <w:rPr>
          <w:rStyle w:val="libAlaemChar"/>
          <w:rtl/>
        </w:rPr>
        <w:t>عليه‌السلام</w:t>
      </w:r>
      <w:r>
        <w:rPr>
          <w:rtl/>
        </w:rPr>
        <w:t xml:space="preserve"> برنخاسته بودم كه مردى آمد و به او اعتراض كرد: همانا من نوزده حج بجا آورده ام براى من از خدا بخواه كه بتوانم يك بار ديگر حج به جا آورم تا باين ترتيب بيست حج انجام داده باشم آن حضرت </w:t>
      </w:r>
      <w:r w:rsidRPr="0002303C">
        <w:rPr>
          <w:rStyle w:val="libAlaemChar"/>
          <w:rtl/>
        </w:rPr>
        <w:t>عليه‌السلام</w:t>
      </w:r>
      <w:r>
        <w:rPr>
          <w:rtl/>
        </w:rPr>
        <w:t xml:space="preserve"> پرسيدند آيا قبر امام حسين </w:t>
      </w:r>
      <w:r w:rsidRPr="0002303C">
        <w:rPr>
          <w:rStyle w:val="libAlaemChar"/>
          <w:rtl/>
        </w:rPr>
        <w:t>عليه‌السلام</w:t>
      </w:r>
      <w:r>
        <w:rPr>
          <w:rtl/>
        </w:rPr>
        <w:t xml:space="preserve"> را زيارت كرده اى ؟ عرض كرد: نه . آن حضرت </w:t>
      </w:r>
      <w:r w:rsidRPr="0002303C">
        <w:rPr>
          <w:rStyle w:val="libAlaemChar"/>
          <w:rtl/>
        </w:rPr>
        <w:t>عليه‌السلام</w:t>
      </w:r>
      <w:r>
        <w:rPr>
          <w:rtl/>
        </w:rPr>
        <w:t xml:space="preserve"> فرمودند: همانا زيارت او بهتر از بيست حج عمره است .</w:t>
      </w:r>
    </w:p>
    <w:p w:rsidR="00A679DB" w:rsidRDefault="00A679DB" w:rsidP="00A679DB">
      <w:pPr>
        <w:pStyle w:val="libNormal"/>
        <w:rPr>
          <w:rtl/>
        </w:rPr>
      </w:pPr>
      <w:r>
        <w:rPr>
          <w:rtl/>
        </w:rPr>
        <w:t xml:space="preserve">حديث : ٤٢ حدثنى محمد بن موسى بن المتوكل رضى الله عنه قال حدثنا عبدالله بن جعفر الحميرى عن احمد بن محمد عن الحسن بن محبوب عن اسحاق بن عمار قال سمعت ابا عبدالله </w:t>
      </w:r>
      <w:r w:rsidRPr="0002303C">
        <w:rPr>
          <w:rStyle w:val="libAlaemChar"/>
          <w:rtl/>
        </w:rPr>
        <w:t>عليه‌السلام</w:t>
      </w:r>
      <w:r>
        <w:rPr>
          <w:rtl/>
        </w:rPr>
        <w:t xml:space="preserve"> يقول ان لموضع قبر الحسين </w:t>
      </w:r>
      <w:r w:rsidRPr="0002303C">
        <w:rPr>
          <w:rStyle w:val="libAlaemChar"/>
          <w:rtl/>
        </w:rPr>
        <w:t>عليه‌السلام</w:t>
      </w:r>
      <w:r>
        <w:rPr>
          <w:rtl/>
        </w:rPr>
        <w:t xml:space="preserve"> حرمه </w:t>
      </w:r>
      <w:r>
        <w:rPr>
          <w:rtl/>
        </w:rPr>
        <w:lastRenderedPageBreak/>
        <w:t>معروفه من عرفها و استجاربها اجير فقلت له فصف لى موضعها جعلت فداك قال امسح من موضع قبره اليوم خمسه و عشرين ذراعا من ناحيه راسه و خمسه و عشرين ذراعا من ناحيه رجليه و خمسه و عشرين ذراعا من خلفه و خمسه و عشرين ذراعا مما يلى وجهه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٤٢. راوى مى گويد: از امام صادق </w:t>
      </w:r>
      <w:r w:rsidRPr="0002303C">
        <w:rPr>
          <w:rStyle w:val="libAlaemChar"/>
          <w:rtl/>
        </w:rPr>
        <w:t>عليه‌السلام</w:t>
      </w:r>
      <w:r>
        <w:rPr>
          <w:rtl/>
        </w:rPr>
        <w:t xml:space="preserve"> شنيدم كه فرمودند: همانا جايگاه قبر امام حسين</w:t>
      </w:r>
      <w:r w:rsidRPr="006D6831">
        <w:rPr>
          <w:rStyle w:val="libAlaemChar"/>
          <w:rtl/>
        </w:rPr>
        <w:t xml:space="preserve"> عليه‌السلام</w:t>
      </w:r>
      <w:r>
        <w:rPr>
          <w:rtl/>
        </w:rPr>
        <w:t xml:space="preserve"> احترام معلومى دارد كه اگر كسى آن را بشناسد و به آن پناهنده شود،</w:t>
      </w:r>
    </w:p>
    <w:p w:rsidR="00A679DB" w:rsidRDefault="00A679DB" w:rsidP="00A679DB">
      <w:pPr>
        <w:pStyle w:val="libNormal"/>
        <w:rPr>
          <w:rtl/>
        </w:rPr>
      </w:pPr>
      <w:r>
        <w:rPr>
          <w:rtl/>
        </w:rPr>
        <w:t>پناه داده مى شود. عرض كردم جايگاه آن را برايم بيان فرماييد. فرمودند: از قبر او كه امروزه مشخص است ، بيست و پنج ذراع از جانب سر و بيست و پنج ذراع از جانب پاها و بيست و پنج ذراع از پشت سر او و بيست و پنج ذراع از جلوى روى او اندازه گيرى كن (و آنچه در اين محدوده ، باشد جايگاه قبر اوست .)</w:t>
      </w:r>
    </w:p>
    <w:p w:rsidR="00A679DB" w:rsidRDefault="00A679DB" w:rsidP="00A679DB">
      <w:pPr>
        <w:pStyle w:val="libNormal"/>
        <w:rPr>
          <w:rtl/>
        </w:rPr>
      </w:pPr>
      <w:r>
        <w:rPr>
          <w:rtl/>
        </w:rPr>
        <w:t xml:space="preserve">حديث : ٤٣ و بهذاالاسناد عن الحسن بن محبوب عن اسحاق بن عمار قال سمعت ابا عبدالله </w:t>
      </w:r>
      <w:r w:rsidRPr="0002303C">
        <w:rPr>
          <w:rStyle w:val="libAlaemChar"/>
          <w:rtl/>
        </w:rPr>
        <w:t>عليه‌السلام</w:t>
      </w:r>
      <w:r>
        <w:rPr>
          <w:rtl/>
        </w:rPr>
        <w:t xml:space="preserve"> يقول موضع قبر الحسين </w:t>
      </w:r>
      <w:r w:rsidRPr="0002303C">
        <w:rPr>
          <w:rStyle w:val="libAlaemChar"/>
          <w:rtl/>
        </w:rPr>
        <w:t>عليه‌السلام</w:t>
      </w:r>
      <w:r>
        <w:rPr>
          <w:rtl/>
        </w:rPr>
        <w:t xml:space="preserve"> منذ يوم دفن روضه من رياض الجنه و قال موضع قبر الحسين </w:t>
      </w:r>
      <w:r w:rsidRPr="0002303C">
        <w:rPr>
          <w:rStyle w:val="libAlaemChar"/>
          <w:rtl/>
        </w:rPr>
        <w:t>عليه‌السلام</w:t>
      </w:r>
      <w:r>
        <w:rPr>
          <w:rtl/>
        </w:rPr>
        <w:t xml:space="preserve"> ترعه من ترع الجنه .</w:t>
      </w:r>
    </w:p>
    <w:p w:rsidR="00A679DB" w:rsidRDefault="00A679DB" w:rsidP="00A679DB">
      <w:pPr>
        <w:pStyle w:val="libNormal"/>
        <w:rPr>
          <w:rtl/>
        </w:rPr>
      </w:pPr>
      <w:r>
        <w:rPr>
          <w:rtl/>
        </w:rPr>
        <w:t>ترجمه :</w:t>
      </w:r>
    </w:p>
    <w:p w:rsidR="00A679DB" w:rsidRDefault="00A679DB" w:rsidP="0002303C">
      <w:pPr>
        <w:pStyle w:val="libNormal"/>
        <w:rPr>
          <w:rtl/>
        </w:rPr>
      </w:pPr>
      <w:r>
        <w:rPr>
          <w:rtl/>
        </w:rPr>
        <w:t xml:space="preserve">٤٣. راوى مى گويد: شنيدم كه امام صادق </w:t>
      </w:r>
      <w:r w:rsidRPr="0002303C">
        <w:rPr>
          <w:rStyle w:val="libAlaemChar"/>
          <w:rtl/>
        </w:rPr>
        <w:t>عليه‌السلام</w:t>
      </w:r>
      <w:r>
        <w:rPr>
          <w:rtl/>
        </w:rPr>
        <w:t xml:space="preserve"> فرمودند: </w:t>
      </w:r>
      <w:r w:rsidR="0002303C">
        <w:rPr>
          <w:rFonts w:hint="cs"/>
          <w:rtl/>
        </w:rPr>
        <w:t>ج</w:t>
      </w:r>
      <w:r>
        <w:rPr>
          <w:rtl/>
        </w:rPr>
        <w:t xml:space="preserve">ايگاه قبر امام حسين </w:t>
      </w:r>
      <w:r w:rsidRPr="0002303C">
        <w:rPr>
          <w:rStyle w:val="libAlaemChar"/>
          <w:rtl/>
        </w:rPr>
        <w:t>عليه‌السلام</w:t>
      </w:r>
      <w:r>
        <w:rPr>
          <w:rtl/>
        </w:rPr>
        <w:t xml:space="preserve"> از روزى كه دفن شده ، باغى از باغهاى بهشت است و نيز فرمودند: جايگاه قبر امام حسين </w:t>
      </w:r>
      <w:r w:rsidRPr="0002303C">
        <w:rPr>
          <w:rStyle w:val="libAlaemChar"/>
          <w:rtl/>
        </w:rPr>
        <w:t>عليه‌السلام</w:t>
      </w:r>
      <w:r>
        <w:rPr>
          <w:rtl/>
        </w:rPr>
        <w:t xml:space="preserve"> گلستانى از گسلتانهاى بهشت است .</w:t>
      </w:r>
    </w:p>
    <w:p w:rsidR="00A679DB" w:rsidRDefault="00A679DB" w:rsidP="0002303C">
      <w:pPr>
        <w:pStyle w:val="libNormal"/>
        <w:rPr>
          <w:rtl/>
        </w:rPr>
      </w:pPr>
      <w:r>
        <w:rPr>
          <w:rtl/>
        </w:rPr>
        <w:t xml:space="preserve">حديث : ٤٤ ابى رحمه الله قال حدثنى سعد بن عبدالله عن يعقوب بن يزيد عن محمد بن ابى عمير عن معاويه بن وهب قال دخلت على ابى عبدالله </w:t>
      </w:r>
      <w:r w:rsidRPr="0002303C">
        <w:rPr>
          <w:rStyle w:val="libAlaemChar"/>
          <w:rtl/>
        </w:rPr>
        <w:lastRenderedPageBreak/>
        <w:t>عليه‌السلام</w:t>
      </w:r>
      <w:r>
        <w:rPr>
          <w:rtl/>
        </w:rPr>
        <w:t xml:space="preserve"> و هو فى مصلاه فجلست حتى قضى صلاته فسمعته و هو يناجى ربه و يقول يا من خصنا بالكرامه و وعدنا الشفاعه و حملنا الرساله و جعلنا ورثه الانبياء و ختم بنا الامم السالفه و خصنا بالوصيه و اعطانا علم ما مضى و علم ما بقى و جعل افئده من الناس تهوى الينا اغفر لى و لا خوانى و زوار قبر ابى الحسين بن على صلوات الله عليهم الذين انفقوا اموالهم و اشخصوا ابدانهم رغبه فى برنا و رجا لما عندك فى صلتنا و سرورا ادخلوه على نبيك محمد </w:t>
      </w:r>
      <w:r w:rsidR="00E60DFB">
        <w:rPr>
          <w:rtl/>
        </w:rPr>
        <w:t xml:space="preserve">صلى‌الله‌عليه‌وآله </w:t>
      </w:r>
      <w:r>
        <w:rPr>
          <w:rtl/>
        </w:rPr>
        <w:t xml:space="preserve">و اجابه منهم لامرنا و غيظا ادخلوه على عدونا ارادوا بذلكك رضوانك فكافهم عنا بالرضوان و اكلاهم بالليل و النهار و اخلف على اهاليهم و اولادهم الذين خلفوا با حسين الخلف و اصحبهم و اكفهم شر كل جبار عنيد و كل ضعيف من خلقك او شديد و شر شياطين الانس و الجن و اعطهم افضل ما املوا منك فى غربتهم عن اوطانهم و ما آثرونا على ابنائهم و اهاليهم و قراباتهم اللهم ان اعدائنا عابوا عليهم خروجهم فلم ينههم ذلك عن النهوض و الشخوص الينا خلافا عليهم فارحم تلك الوجوه التى غيرها الشمس و ارحم تلك الخدود التى تقلبت على قبر ابى عبدالله عليه‌السلام و ارحم تلك الاعين التى جرت دموعها رحمه لنا و ارحم تلك القلوب التى جزعت و احترقت لنا و ارحم تلك الصرخه التى كانت لنا اللهم انى استودعك تلك الانفس و تلك الابدان حتى ترويهم من الحوض يوم العطش فما زال صلوات الله عليه يدعوا بهذا الدعاء و هو ساجد فلما انصرف قلت له جعلت فداك لو ان هذا الذى سمعته منك كان لمن لا يعرف الله لظننت ان النار لا تطعم منه شيئا ابدا و الله لقد تمنيت انى كنت زرته و لم احج فقال لى ما اقربك منه فما الذى يمنعك عن زيارته يا معاويه و لم تدع ذلك قلت جعلت فداك لم ادر ان الامر يباغ هذا كله فقال يا معاويه و من يدعو لزواره فى السماء اكثر ممن يدعو لهم فى الارض لا تدعه لخوف من احد فمن </w:t>
      </w:r>
      <w:r>
        <w:rPr>
          <w:rtl/>
        </w:rPr>
        <w:lastRenderedPageBreak/>
        <w:t xml:space="preserve">تركه لخوف راى من الحسره ما يتمنى ان قبره كان بيده اما تحب ان يرى الله شخصك و سوادك فيمن يدعو له رسول الله </w:t>
      </w:r>
      <w:r w:rsidR="00E60DFB">
        <w:rPr>
          <w:rtl/>
        </w:rPr>
        <w:t xml:space="preserve">صلى‌الله‌عليه‌وآله </w:t>
      </w:r>
      <w:r>
        <w:rPr>
          <w:rtl/>
        </w:rPr>
        <w:t xml:space="preserve">اما تحب ان تكون غدا فيمن تصافحه الملائكه اما تحب ان تكون غدا فيمن ياتى و ليس عليه ذنب فيتبع به اما ان تكون غدا فيمن يصافح رسول الله </w:t>
      </w:r>
      <w:r w:rsidRPr="0002303C">
        <w:rPr>
          <w:rStyle w:val="libAlaemChar"/>
          <w:rtl/>
        </w:rPr>
        <w:t>صلى‌الله‌عليه‌وآله</w:t>
      </w:r>
      <w:r>
        <w:rPr>
          <w:rtl/>
        </w:rPr>
        <w:t xml:space="preserve">   </w:t>
      </w:r>
    </w:p>
    <w:p w:rsidR="00A679DB" w:rsidRDefault="00A679DB" w:rsidP="00A679DB">
      <w:pPr>
        <w:pStyle w:val="libNormal"/>
        <w:rPr>
          <w:rtl/>
        </w:rPr>
      </w:pPr>
      <w:r>
        <w:rPr>
          <w:rtl/>
        </w:rPr>
        <w:t>ترجمه :</w:t>
      </w:r>
    </w:p>
    <w:p w:rsidR="00A679DB" w:rsidRDefault="00A679DB" w:rsidP="0002303C">
      <w:pPr>
        <w:pStyle w:val="libNormal"/>
        <w:rPr>
          <w:rtl/>
        </w:rPr>
      </w:pPr>
      <w:r>
        <w:rPr>
          <w:rtl/>
        </w:rPr>
        <w:t xml:space="preserve">٤٤. معاويه بن وهب مى گويد: به ديدن امام صادق </w:t>
      </w:r>
      <w:r w:rsidRPr="0002303C">
        <w:rPr>
          <w:rStyle w:val="libAlaemChar"/>
          <w:rtl/>
        </w:rPr>
        <w:t>عليه‌السلام</w:t>
      </w:r>
      <w:r>
        <w:rPr>
          <w:rtl/>
        </w:rPr>
        <w:t xml:space="preserve"> رفتم . او در مكان نماز خود مشغول نماز بود. من نشستم تا نمازش را تمام كرد. و شنيدم كه با پروردگار اينطور مناجات مى كرد: «اى كسى كه ما را مخصوص به كرامت نموده ، به ما وعده شفاعت داده و رسالت را در ميان ما قرار دادى ، ما را وارث پيامبران ساخته ، با ما امتهاى سابق را ختم نموده و ما را مخصوص به وصايت پيامبر نمودى ، علم گذشته و آينده را نصيب ما ساخته و دلهاى مردم را بسوى ما مايل نموده ! من ، برادرانم و زائران قبر پدرم امام حسين </w:t>
      </w:r>
      <w:r w:rsidRPr="0002303C">
        <w:rPr>
          <w:rStyle w:val="libAlaemChar"/>
          <w:rtl/>
        </w:rPr>
        <w:t>عليه‌السلام</w:t>
      </w:r>
      <w:r>
        <w:rPr>
          <w:rtl/>
        </w:rPr>
        <w:t xml:space="preserve"> را بيامرز، كسانى كه براى خوبى به ما و پاداشهايى كه بخاطر برقرارى ارتباط با ما نزد تو است و بخاطر مسرور ساخته پيامبرت محمد </w:t>
      </w:r>
      <w:r w:rsidR="00E60DFB" w:rsidRPr="0002303C">
        <w:rPr>
          <w:rStyle w:val="libAlaemChar"/>
          <w:rtl/>
        </w:rPr>
        <w:t>صلى‌الله‌عليه‌وآله</w:t>
      </w:r>
      <w:r w:rsidR="00E60DFB">
        <w:rPr>
          <w:rtl/>
        </w:rPr>
        <w:t xml:space="preserve"> </w:t>
      </w:r>
      <w:r>
        <w:rPr>
          <w:rtl/>
        </w:rPr>
        <w:t xml:space="preserve">و اجابت دستور ما و خشمگين ساختن دشمن ما و رضايت تو، مالشان را خرج كرده و بطرف قبر او حركت كردند. به همين جهت از جانب ما آنان را با رضايتت پاداش ده ، در شب و روز آنان را حفظ كن و هنگامى كه آنان نزد زن و فرزند خود نيستند. تو خود جانشين آنان در ميان خانواده هايشان باش ، از </w:t>
      </w:r>
      <w:r w:rsidR="0002303C">
        <w:rPr>
          <w:rFonts w:hint="cs"/>
          <w:rtl/>
        </w:rPr>
        <w:t>آ</w:t>
      </w:r>
      <w:r>
        <w:rPr>
          <w:rtl/>
        </w:rPr>
        <w:t xml:space="preserve">نان حفاضت نما و شر هر گردنكش مخالف حق و هر مخلوق قوى يا ضعيف و هر شيطان انسى و جنى را از سر آنان كم كن و بالاترين پاداشى را كه بخاطر غربت از وطنهايشان و برگزيدن ما بر فرزندان و خانواده و نزديكان خود، آرزو دارند به آنان عطا فرما. خداوند! همانا دشمنان ما بخاطر اين عمل انها را عيب مى كنند و لى عيب كردن </w:t>
      </w:r>
      <w:r>
        <w:rPr>
          <w:rtl/>
        </w:rPr>
        <w:lastRenderedPageBreak/>
        <w:t xml:space="preserve">دشمنان نتوانسته است مانع اقبال آنها به ما شود و با وجود مخالفت دشمنان اين عمل را انجام مى دهند. پس به اين چهره هايى كه </w:t>
      </w:r>
      <w:r w:rsidR="0002303C">
        <w:rPr>
          <w:rFonts w:hint="cs"/>
          <w:rtl/>
        </w:rPr>
        <w:t>آ</w:t>
      </w:r>
      <w:r>
        <w:rPr>
          <w:rtl/>
        </w:rPr>
        <w:t xml:space="preserve">فتاب آن را تغيير داده ، رحم نما و به اين رخساره هايى كه بر قبر امام حسين گذاشته مى شود و به اين چشمانى كه بخاطر ما گريان شده و به اين دلهايى كه براى ما بى طاقت شده و براى ما سوخته و به اين فرياد هايى كه براى ما كشيده مى شود، رحم كن . خداوندا! اين جانها و اين بدنها را به تو سپردم تا روز تشنگى آنها را از حوض كوثر سيراب نمايى). و آن حضرت </w:t>
      </w:r>
      <w:r w:rsidRPr="0002303C">
        <w:rPr>
          <w:rStyle w:val="libAlaemChar"/>
          <w:rtl/>
        </w:rPr>
        <w:t>عليه‌السلام</w:t>
      </w:r>
      <w:r>
        <w:rPr>
          <w:rtl/>
        </w:rPr>
        <w:t xml:space="preserve"> ، پيوسته اين دعا را در حال سجده مى خواند. هنگامى كه نماز و دعاى آن حضرت </w:t>
      </w:r>
      <w:r w:rsidRPr="0002303C">
        <w:rPr>
          <w:rStyle w:val="libAlaemChar"/>
          <w:rtl/>
        </w:rPr>
        <w:t>عليه‌السلام</w:t>
      </w:r>
      <w:r>
        <w:rPr>
          <w:rtl/>
        </w:rPr>
        <w:t xml:space="preserve"> تمام شد، به او عرض كردم : فدايت شوم اگر اين دعايى كه من از شما شنيدم در باره كسى بود كه اصلا خدا را نمى شناخت ، همانا گنان مى كردم كه آتش هيچ گاه هيچ جاى او را نمى سوزاند. بخدا سوگند آرزو كردم كه همانا او را زيارت كرده و حج بروم . آن حضرت </w:t>
      </w:r>
      <w:r w:rsidRPr="0002303C">
        <w:rPr>
          <w:rStyle w:val="libAlaemChar"/>
          <w:rtl/>
        </w:rPr>
        <w:t>عليه‌السلام</w:t>
      </w:r>
      <w:r>
        <w:rPr>
          <w:rtl/>
        </w:rPr>
        <w:t xml:space="preserve"> فرمودند: شما كه خيلى به قبر او نزديك هستى چرا به زيارت او نمى روى و آن را ترك كرده اى اى معاويه ! عضر كردم : فدايت گردم نمى دانستم اين كار اين قدر مهم است . آن حضرت </w:t>
      </w:r>
      <w:r w:rsidRPr="0002303C">
        <w:rPr>
          <w:rStyle w:val="libAlaemChar"/>
          <w:rtl/>
        </w:rPr>
        <w:t>عليه‌السلام</w:t>
      </w:r>
      <w:r>
        <w:rPr>
          <w:rtl/>
        </w:rPr>
        <w:t xml:space="preserve"> فرمودند: كسانى كه در آسمان براى زائرانش دعا مى كنند، بيشتر از كسانى هستند كه در زمين براى </w:t>
      </w:r>
      <w:r w:rsidR="0002303C">
        <w:rPr>
          <w:rFonts w:hint="cs"/>
          <w:rtl/>
        </w:rPr>
        <w:t>آ</w:t>
      </w:r>
      <w:r>
        <w:rPr>
          <w:rtl/>
        </w:rPr>
        <w:t xml:space="preserve">نان دعا مى كنند. اين كار را از ترس هيچ كسى ترك نكن . زيرا كسى كه آن را از ترس ترك كند، آن قدر حسرت خواهد خورد كه دوست خواهد داشت قبرش در دستش مى بود. آيا دوست ندارى كه خداوند تو و سياهى تو را در ميان كسانى ببيند كه رسول خدا </w:t>
      </w:r>
      <w:r w:rsidR="00E60DFB" w:rsidRPr="0002303C">
        <w:rPr>
          <w:rStyle w:val="libAlaemChar"/>
          <w:rtl/>
        </w:rPr>
        <w:t>صلى‌الله‌عليه‌وآله</w:t>
      </w:r>
      <w:r w:rsidR="00E60DFB">
        <w:rPr>
          <w:rtl/>
        </w:rPr>
        <w:t xml:space="preserve"> </w:t>
      </w:r>
      <w:r>
        <w:rPr>
          <w:rtl/>
        </w:rPr>
        <w:t xml:space="preserve">براى آنها دعا مى نمايد؟ آيا دوست ندارى فردا در ميان كسانى باشى كه فرشتگان با آنان دست مى دهند؟ آيا نمى خواهى فردا از كسانى باشى كه مى آيند و گناهى ندارند تا بخاطر آن مجازات شوند؟ آيا دوست ندارى فردا از كسانى باشى كه با رسول خدا </w:t>
      </w:r>
      <w:r w:rsidR="00E60DFB" w:rsidRPr="005F5EA3">
        <w:rPr>
          <w:rStyle w:val="libAlaemChar"/>
          <w:rtl/>
        </w:rPr>
        <w:t>صلى‌الله‌عليه‌وآله</w:t>
      </w:r>
      <w:r w:rsidR="00E60DFB">
        <w:rPr>
          <w:rtl/>
        </w:rPr>
        <w:t xml:space="preserve"> </w:t>
      </w:r>
      <w:r>
        <w:rPr>
          <w:rtl/>
        </w:rPr>
        <w:t>دست مى دهند؟</w:t>
      </w:r>
    </w:p>
    <w:p w:rsidR="00A679DB" w:rsidRDefault="00A679DB" w:rsidP="00A679DB">
      <w:pPr>
        <w:pStyle w:val="libNormal"/>
        <w:rPr>
          <w:rtl/>
        </w:rPr>
      </w:pPr>
      <w:r>
        <w:rPr>
          <w:rtl/>
        </w:rPr>
        <w:lastRenderedPageBreak/>
        <w:t xml:space="preserve">حديث : ٤٥ حدثنى محمد بن موسى بن المتوكل رضى الله عنه قال حدثنى عبدالله بن جعفر الحميرى عن احمد بن محمد بن عيسى عن الحسن بن محبوب عن اسحاق بن عمار عن ابى عبدالله </w:t>
      </w:r>
      <w:r w:rsidRPr="000F690F">
        <w:rPr>
          <w:rStyle w:val="libAlaemChar"/>
          <w:rtl/>
        </w:rPr>
        <w:t>عليه‌السلام</w:t>
      </w:r>
      <w:r>
        <w:rPr>
          <w:rtl/>
        </w:rPr>
        <w:t xml:space="preserve"> قال سمعته يقول ليس ملك فى السماوات و الارض الا و هم يسالون الله ان ياذن لهم فى زياره قبر الحسين </w:t>
      </w:r>
      <w:r w:rsidRPr="000F690F">
        <w:rPr>
          <w:rStyle w:val="libAlaemChar"/>
          <w:rtl/>
        </w:rPr>
        <w:t>عليه‌السلام</w:t>
      </w:r>
      <w:r>
        <w:rPr>
          <w:rtl/>
        </w:rPr>
        <w:t xml:space="preserve"> ففوج ينزل و فوج يعرج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٤٥. راوى مى گويد: از امام صادق </w:t>
      </w:r>
      <w:r w:rsidRPr="000F690F">
        <w:rPr>
          <w:rStyle w:val="libAlaemChar"/>
          <w:rtl/>
        </w:rPr>
        <w:t>عليه‌السلام</w:t>
      </w:r>
      <w:r>
        <w:rPr>
          <w:rtl/>
        </w:rPr>
        <w:t xml:space="preserve"> شنيدم كه فرمودند: فرشته اى در آسمانها و زمين نيست ، مگر اين كه از خداوند اجازه مى خواهند به زيارت قبر امام حسين </w:t>
      </w:r>
      <w:r w:rsidRPr="000F690F">
        <w:rPr>
          <w:rStyle w:val="libAlaemChar"/>
          <w:rtl/>
        </w:rPr>
        <w:t>عليه‌السلام</w:t>
      </w:r>
      <w:r>
        <w:rPr>
          <w:rtl/>
        </w:rPr>
        <w:t xml:space="preserve"> بروند و پيوسته گروهى از آنها براى زيارت پايين مى روند و عده اى به بالا باز مى گردند.</w:t>
      </w:r>
    </w:p>
    <w:p w:rsidR="00A679DB" w:rsidRDefault="00A679DB" w:rsidP="00A679DB">
      <w:pPr>
        <w:pStyle w:val="libNormal"/>
        <w:rPr>
          <w:rtl/>
        </w:rPr>
      </w:pPr>
      <w:r>
        <w:rPr>
          <w:rtl/>
        </w:rPr>
        <w:t xml:space="preserve">حديث : ٤٦ و بهذاالاسناد عن الحسين بن محبوب عن داود الرقى قال سمعت ابا عبدالله عليه‌السلام يقول ما خلق الله خلقا اكثر من الملائكه و انه لينزل من السماء كل مساء سبعون الف ملك يطوفون بالبيت ليلتهم حتى اذا طلع الفجر انصرفوا الى قبر النبى </w:t>
      </w:r>
      <w:r w:rsidR="00E60DFB" w:rsidRPr="000F690F">
        <w:rPr>
          <w:rStyle w:val="libAlaemChar"/>
          <w:rtl/>
        </w:rPr>
        <w:t>صلى‌الله‌عليه‌وآله</w:t>
      </w:r>
      <w:r w:rsidR="00E60DFB">
        <w:rPr>
          <w:rtl/>
        </w:rPr>
        <w:t xml:space="preserve"> </w:t>
      </w:r>
      <w:r>
        <w:rPr>
          <w:rtl/>
        </w:rPr>
        <w:t xml:space="preserve">فسلموا عليه ثم ياتو قبر اميرالمؤ منين </w:t>
      </w:r>
      <w:r w:rsidRPr="000F690F">
        <w:rPr>
          <w:rStyle w:val="libAlaemChar"/>
          <w:rtl/>
        </w:rPr>
        <w:t>عليه‌السلام</w:t>
      </w:r>
      <w:r>
        <w:rPr>
          <w:rtl/>
        </w:rPr>
        <w:t xml:space="preserve"> فيسلمون عليه ثم ياتون قبر الحسن فيسلمون عليه ثم ياتون قبر الحسين فيسلمون عليه ثم يعرجون الى السماء قبل ان تطلع الشمس ثم تنزل ملائكه النهار سبعون الف ملك فيطوفون بالبيت الحرام نهار هم حتى اذا دنت الشمس للغروب انصرفوا الى قبر رسول الله </w:t>
      </w:r>
      <w:r w:rsidR="00E60DFB" w:rsidRPr="000F690F">
        <w:rPr>
          <w:rStyle w:val="libAlaemChar"/>
          <w:rtl/>
        </w:rPr>
        <w:t>صلى‌الله‌عليه‌وآله</w:t>
      </w:r>
      <w:r w:rsidR="00E60DFB">
        <w:rPr>
          <w:rtl/>
        </w:rPr>
        <w:t xml:space="preserve"> </w:t>
      </w:r>
      <w:r>
        <w:rPr>
          <w:rtl/>
        </w:rPr>
        <w:t xml:space="preserve">فيسلمون عليه ثم ياتون قبر اميرالمومنين </w:t>
      </w:r>
      <w:r w:rsidRPr="000F690F">
        <w:rPr>
          <w:rStyle w:val="libAlaemChar"/>
          <w:rtl/>
        </w:rPr>
        <w:t>عليه‌السلام</w:t>
      </w:r>
      <w:r>
        <w:rPr>
          <w:rtl/>
        </w:rPr>
        <w:t xml:space="preserve"> فيسلمون عليه ثم تاتون قبر الحسن فيسلمون عليه ثم ياتون قبر الحسين </w:t>
      </w:r>
      <w:r w:rsidRPr="000F690F">
        <w:rPr>
          <w:rStyle w:val="libAlaemChar"/>
          <w:rtl/>
        </w:rPr>
        <w:t>عليه‌السلام</w:t>
      </w:r>
      <w:r>
        <w:rPr>
          <w:rtl/>
        </w:rPr>
        <w:t xml:space="preserve"> فيسلمون عليه ثم يعرجون الى السمائ قبل ان تغيب الشمس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٤٦. راوى مى گويد: شنيدم كه از امام صادق </w:t>
      </w:r>
      <w:r w:rsidRPr="000F690F">
        <w:rPr>
          <w:rStyle w:val="libAlaemChar"/>
          <w:rtl/>
        </w:rPr>
        <w:t>عليه‌السلام</w:t>
      </w:r>
      <w:r>
        <w:rPr>
          <w:rtl/>
        </w:rPr>
        <w:t xml:space="preserve"> فرمودند: هيچ كدام از مخلوقات خداوند بيشتر از فرشتگان نيستند. و همانا و محققا در هر شب هفتاد هزار فرشته از آسمان پايين آمده و تمامى شب خانه كعبه را طواف مى كنند و هنگامى طلوع فجر بر سر قبر پيامبر </w:t>
      </w:r>
      <w:r w:rsidR="00E60DFB" w:rsidRPr="000F690F">
        <w:rPr>
          <w:rStyle w:val="libAlaemChar"/>
          <w:rtl/>
        </w:rPr>
        <w:t>صلى‌الله‌عليه‌وآله</w:t>
      </w:r>
      <w:r w:rsidR="00E60DFB">
        <w:rPr>
          <w:rtl/>
        </w:rPr>
        <w:t xml:space="preserve"> </w:t>
      </w:r>
      <w:r>
        <w:rPr>
          <w:rtl/>
        </w:rPr>
        <w:t xml:space="preserve">آمده و به او سلام مى كنند. آنگاه سر قبر اميرالمؤ منين </w:t>
      </w:r>
      <w:r w:rsidRPr="000F690F">
        <w:rPr>
          <w:rStyle w:val="libAlaemChar"/>
          <w:rtl/>
        </w:rPr>
        <w:t>عليه‌السلام</w:t>
      </w:r>
      <w:r>
        <w:rPr>
          <w:rtl/>
        </w:rPr>
        <w:t xml:space="preserve"> آمده و به او سلام مى كنند. سپس بر سر قبر امام حسن </w:t>
      </w:r>
      <w:r w:rsidRPr="000F690F">
        <w:rPr>
          <w:rStyle w:val="libAlaemChar"/>
          <w:rtl/>
        </w:rPr>
        <w:t>عليه‌السلام</w:t>
      </w:r>
      <w:r>
        <w:rPr>
          <w:rtl/>
        </w:rPr>
        <w:t xml:space="preserve"> آمده و به او سلام مى كنند و آنگاه بر سر قبر امام حسين </w:t>
      </w:r>
      <w:r w:rsidRPr="000F690F">
        <w:rPr>
          <w:rStyle w:val="libAlaemChar"/>
          <w:rtl/>
        </w:rPr>
        <w:t>عليه‌السلام</w:t>
      </w:r>
      <w:r>
        <w:rPr>
          <w:rtl/>
        </w:rPr>
        <w:t xml:space="preserve"> آمده و به او سلام مى كنند. آنگاه قبل از طلوع خورشيد به سوى آسمان باز مى گردند. سپس فرشتگان روز كه هفتاد هزار فرشته هستند، پايين آمده و تمامى روز خانه كعبه را طواف مى نمايند. و هنگامى كه غروب آفتاب نزديك شد، سر قبر رسول خدا </w:t>
      </w:r>
      <w:r w:rsidR="00E60DFB" w:rsidRPr="000F690F">
        <w:rPr>
          <w:rStyle w:val="libAlaemChar"/>
          <w:rtl/>
        </w:rPr>
        <w:t>صلى‌الله‌عليه‌وآله</w:t>
      </w:r>
      <w:r w:rsidR="00E60DFB">
        <w:rPr>
          <w:rtl/>
        </w:rPr>
        <w:t xml:space="preserve"> </w:t>
      </w:r>
      <w:r>
        <w:rPr>
          <w:rtl/>
        </w:rPr>
        <w:t xml:space="preserve">آمده و به او سلام مى كنند. سپس بر سر قبر اميرالمؤ منين </w:t>
      </w:r>
      <w:r w:rsidRPr="000F690F">
        <w:rPr>
          <w:rStyle w:val="libAlaemChar"/>
          <w:rtl/>
        </w:rPr>
        <w:t>عليه‌السلام</w:t>
      </w:r>
      <w:r>
        <w:rPr>
          <w:rtl/>
        </w:rPr>
        <w:t xml:space="preserve"> آمده و به او سلام مى كنند. آنگاه سر قبر امام حسن </w:t>
      </w:r>
      <w:r w:rsidRPr="000F690F">
        <w:rPr>
          <w:rStyle w:val="libAlaemChar"/>
          <w:rtl/>
        </w:rPr>
        <w:t>عليه‌السلام</w:t>
      </w:r>
      <w:r>
        <w:rPr>
          <w:rtl/>
        </w:rPr>
        <w:t xml:space="preserve"> آمده و به او سلام مى كنند. سپس سر قبر امام حسين </w:t>
      </w:r>
      <w:r w:rsidRPr="000F690F">
        <w:rPr>
          <w:rStyle w:val="libAlaemChar"/>
          <w:rtl/>
        </w:rPr>
        <w:t>عليه‌السلام</w:t>
      </w:r>
      <w:r>
        <w:rPr>
          <w:rtl/>
        </w:rPr>
        <w:t xml:space="preserve"> آمده و به او سلام مى كنند. آنگاه قبل از غروب خورشيد به آسمان باز مى گردند.</w:t>
      </w:r>
    </w:p>
    <w:p w:rsidR="00A679DB" w:rsidRDefault="00A679DB" w:rsidP="00A679DB">
      <w:pPr>
        <w:pStyle w:val="libNormal"/>
        <w:rPr>
          <w:rtl/>
        </w:rPr>
      </w:pPr>
      <w:r>
        <w:rPr>
          <w:rtl/>
        </w:rPr>
        <w:t xml:space="preserve">حديث : ٤٧ ابى رحمه قال حدثنى احمد بن ادريس عن محمد بن احمد عن الحسين بن عبيدالله عن الحسن بن على ابى عثمان عن محمد بن فضيل عن اسحاق بن عمار عن ابى عبدالله </w:t>
      </w:r>
      <w:r w:rsidRPr="000F690F">
        <w:rPr>
          <w:rStyle w:val="libAlaemChar"/>
          <w:rtl/>
        </w:rPr>
        <w:t>عليه‌السلام</w:t>
      </w:r>
      <w:r>
        <w:rPr>
          <w:rtl/>
        </w:rPr>
        <w:t xml:space="preserve"> قال ما بين قبر الحسين بن على </w:t>
      </w:r>
      <w:r w:rsidRPr="000F690F">
        <w:rPr>
          <w:rStyle w:val="libAlaemChar"/>
          <w:rtl/>
        </w:rPr>
        <w:t>عليه‌السلام</w:t>
      </w:r>
      <w:r>
        <w:rPr>
          <w:rtl/>
        </w:rPr>
        <w:t xml:space="preserve"> الى السماء السابعه مختلف الملائكه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٤٧. امام صادق </w:t>
      </w:r>
      <w:r w:rsidRPr="000F690F">
        <w:rPr>
          <w:rStyle w:val="libAlaemChar"/>
          <w:rtl/>
        </w:rPr>
        <w:t>عليه‌السلام</w:t>
      </w:r>
      <w:r>
        <w:rPr>
          <w:rtl/>
        </w:rPr>
        <w:t xml:space="preserve"> فرمودند: بين قبر امام حسين </w:t>
      </w:r>
      <w:r w:rsidRPr="000F690F">
        <w:rPr>
          <w:rStyle w:val="libAlaemChar"/>
          <w:rtl/>
        </w:rPr>
        <w:t>عليه‌السلام</w:t>
      </w:r>
      <w:r>
        <w:rPr>
          <w:rtl/>
        </w:rPr>
        <w:t xml:space="preserve"> تا آسمان هفتم محل رفت و آمد فرشتگان است .</w:t>
      </w:r>
    </w:p>
    <w:p w:rsidR="00A679DB" w:rsidRDefault="00A679DB" w:rsidP="00A679DB">
      <w:pPr>
        <w:pStyle w:val="libNormal"/>
        <w:rPr>
          <w:rtl/>
        </w:rPr>
      </w:pPr>
      <w:r>
        <w:rPr>
          <w:rtl/>
        </w:rPr>
        <w:lastRenderedPageBreak/>
        <w:t xml:space="preserve">حديث : ٤٨ ابى رحمه الله قال حدثنى سعد بن عبدالله عن محمد بن الحسين عن محمد بن اسماعيل عن حنان بن سدير قال قال ابو عبدالله </w:t>
      </w:r>
      <w:r w:rsidRPr="000F690F">
        <w:rPr>
          <w:rStyle w:val="libAlaemChar"/>
          <w:rtl/>
        </w:rPr>
        <w:t>عليه‌السلام</w:t>
      </w:r>
      <w:r>
        <w:rPr>
          <w:rtl/>
        </w:rPr>
        <w:t xml:space="preserve"> زوروه يعنى قبر الحسين عليه‌السلام و لا تجفوه فانه سيد الشهداء و سيد شباب اهل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٤٨. امام صادق</w:t>
      </w:r>
      <w:r w:rsidRPr="006D6831">
        <w:rPr>
          <w:rStyle w:val="libAlaemChar"/>
          <w:rtl/>
        </w:rPr>
        <w:t xml:space="preserve"> عليه‌السلام</w:t>
      </w:r>
      <w:r>
        <w:rPr>
          <w:rtl/>
        </w:rPr>
        <w:t xml:space="preserve"> فرمودند: زيارت كنيد او را - يعنى قبر امام حسين </w:t>
      </w:r>
      <w:r w:rsidRPr="006D6831">
        <w:rPr>
          <w:rStyle w:val="libAlaemChar"/>
          <w:rtl/>
        </w:rPr>
        <w:t>عليه‌السلام</w:t>
      </w:r>
      <w:r>
        <w:rPr>
          <w:rtl/>
        </w:rPr>
        <w:t xml:space="preserve"> - و به او جفا نكنيد. زيرا همانا او سرور شهدا و جوانان بهشت است .</w:t>
      </w:r>
    </w:p>
    <w:p w:rsidR="00A679DB" w:rsidRDefault="00A679DB" w:rsidP="00A679DB">
      <w:pPr>
        <w:pStyle w:val="libNormal"/>
        <w:rPr>
          <w:rtl/>
        </w:rPr>
      </w:pPr>
      <w:r>
        <w:rPr>
          <w:rtl/>
        </w:rPr>
        <w:t xml:space="preserve">حديث : ٤٩ حدثنى محمد بن الحسن رضى الله عنه قال حدثنى محمد بن الحسن الصفار عن العباس بن معروف عن حماد بن عيسى عن ربعى بن عبدالله قال قلت لابى عبدالله </w:t>
      </w:r>
      <w:r w:rsidRPr="006D6831">
        <w:rPr>
          <w:rStyle w:val="libAlaemChar"/>
          <w:rtl/>
        </w:rPr>
        <w:t>عليه‌السلام</w:t>
      </w:r>
      <w:r>
        <w:rPr>
          <w:rtl/>
        </w:rPr>
        <w:t xml:space="preserve"> بالمدينه قبور الشهدا قال اليس ‍ افضل الشهدا عندك الحسين</w:t>
      </w:r>
      <w:r w:rsidRPr="006D6831">
        <w:rPr>
          <w:rStyle w:val="libAlaemChar"/>
          <w:rtl/>
        </w:rPr>
        <w:t xml:space="preserve"> عليه‌السلام </w:t>
      </w:r>
      <w:r>
        <w:rPr>
          <w:rtl/>
        </w:rPr>
        <w:t>و الذى نفسى بيده ان حول قبره اربعه الاف ملك شعث غبر يبكونه الى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٤٩. راوى مى گويد: از امام صادق</w:t>
      </w:r>
      <w:r w:rsidRPr="006D6831">
        <w:rPr>
          <w:rStyle w:val="libAlaemChar"/>
          <w:rtl/>
        </w:rPr>
        <w:t xml:space="preserve"> عليه‌السلام</w:t>
      </w:r>
      <w:r>
        <w:rPr>
          <w:rtl/>
        </w:rPr>
        <w:t xml:space="preserve"> در مدينه پرسيدم : قبور شهدا كجاست ؟ فرمودند: آيا امام حسين </w:t>
      </w:r>
      <w:r w:rsidRPr="006D6831">
        <w:rPr>
          <w:rStyle w:val="libAlaemChar"/>
          <w:rtl/>
        </w:rPr>
        <w:t>عليه‌السلام</w:t>
      </w:r>
      <w:r>
        <w:rPr>
          <w:rtl/>
        </w:rPr>
        <w:t xml:space="preserve"> را برترين شهدا نمى دانى . به كسى كه جانم به دست اوست ، همانا اطراف قبر او چهار هزار فرشته ژوليده موى غبار آلود هستند كه تا روز قيامت بر او مى گريند.</w:t>
      </w:r>
    </w:p>
    <w:p w:rsidR="00A679DB" w:rsidRDefault="00A679DB" w:rsidP="006D6831">
      <w:pPr>
        <w:pStyle w:val="libNormal"/>
        <w:rPr>
          <w:rtl/>
        </w:rPr>
      </w:pPr>
      <w:r>
        <w:rPr>
          <w:rtl/>
        </w:rPr>
        <w:t xml:space="preserve">حديث : ٥٠ ابى رحمه قال حدثنا سعد بن عبدالله عن محمد بن الحسين بن ابى الخطاب عن ابى داود المسترق عن ام سعيد الاحمسيه قالت كنت عند ابى عبدالله </w:t>
      </w:r>
      <w:r w:rsidRPr="006D6831">
        <w:rPr>
          <w:rStyle w:val="libAlaemChar"/>
          <w:rtl/>
        </w:rPr>
        <w:t>عليه‌السلام</w:t>
      </w:r>
      <w:r>
        <w:rPr>
          <w:rtl/>
        </w:rPr>
        <w:t xml:space="preserve"> و قد بعثت من يكترى لى حمارا الى قبور الشهدا فقال</w:t>
      </w:r>
      <w:r w:rsidRPr="006D6831">
        <w:rPr>
          <w:rStyle w:val="libAlaemChar"/>
          <w:rtl/>
        </w:rPr>
        <w:t xml:space="preserve"> عليه‌السلام</w:t>
      </w:r>
      <w:r>
        <w:rPr>
          <w:rtl/>
        </w:rPr>
        <w:t xml:space="preserve"> ما يمنعك من سيد الشهداء قالت قلت و من هذا جعلت فداك قال فذاك الحسين بن على</w:t>
      </w:r>
      <w:r w:rsidR="00DC5255">
        <w:rPr>
          <w:rtl/>
        </w:rPr>
        <w:t xml:space="preserve">عليهم‌السلام </w:t>
      </w:r>
      <w:r>
        <w:rPr>
          <w:rtl/>
        </w:rPr>
        <w:t>قالت قلت و ما لمن زاره قال حجه و عمره و من الخير كذا و كذا عد ثلاث مرات بيده .</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٥٠. ام سعيد احمسيه مى گويد: نزد امام صادق </w:t>
      </w:r>
      <w:r w:rsidRPr="006D6831">
        <w:rPr>
          <w:rStyle w:val="libAlaemChar"/>
          <w:rtl/>
        </w:rPr>
        <w:t>عليه‌السلام</w:t>
      </w:r>
      <w:r>
        <w:rPr>
          <w:rtl/>
        </w:rPr>
        <w:t xml:space="preserve"> بودم و كسى را فرستاده بودم تا براى زيارت قبور شهدا الاغى برايم كرآيه كند. آن حضرت </w:t>
      </w:r>
      <w:r w:rsidRPr="006D6831">
        <w:rPr>
          <w:rStyle w:val="libAlaemChar"/>
          <w:rtl/>
        </w:rPr>
        <w:t xml:space="preserve">عليه‌السلام </w:t>
      </w:r>
      <w:r>
        <w:rPr>
          <w:rtl/>
        </w:rPr>
        <w:t xml:space="preserve">فرمودند: چرا به زيارت سيد الشهدا نمى روى ؟ عرض كردم سيدالشهدا كيست ، فدايت گردم .. فرمودند: سيدالهشداء امام حسين </w:t>
      </w:r>
      <w:r w:rsidRPr="006D6831">
        <w:rPr>
          <w:rStyle w:val="libAlaemChar"/>
          <w:rtl/>
        </w:rPr>
        <w:t>عليه‌السلام</w:t>
      </w:r>
      <w:r>
        <w:rPr>
          <w:rtl/>
        </w:rPr>
        <w:t xml:space="preserve"> است . عرض كردم : كسى كه او را زيارت كند، چه ثوابى دارد؟ فرمودند: يك حج و يك عمره و چنين بركتها و فضيلتهايى دارد، و با دست اشاره كردند كه سه برابر اين فضيلتها و بركات را دارد.</w:t>
      </w:r>
    </w:p>
    <w:p w:rsidR="00A679DB" w:rsidRDefault="00A679DB" w:rsidP="006D6831">
      <w:pPr>
        <w:pStyle w:val="libNormal"/>
        <w:rPr>
          <w:rtl/>
        </w:rPr>
      </w:pPr>
      <w:r>
        <w:rPr>
          <w:rtl/>
        </w:rPr>
        <w:t xml:space="preserve">حديث : ٥١ ابى رحمه الله قال حدثنا سعد بن عبدالله عن محمد بن الحسين بن ابى الخطاب عن الحكم بن مسكين عن ام سعيد الاحمسيه قالت جئت الى ابى عبدالله </w:t>
      </w:r>
      <w:r w:rsidRPr="006D6831">
        <w:rPr>
          <w:rStyle w:val="libAlaemChar"/>
          <w:rtl/>
        </w:rPr>
        <w:t>عليه‌السلام</w:t>
      </w:r>
      <w:r>
        <w:rPr>
          <w:rtl/>
        </w:rPr>
        <w:t xml:space="preserve"> فدخلت عليه و جاءت الجاريه فقالت قد جئتك بالدابه فقال </w:t>
      </w:r>
      <w:r w:rsidRPr="006D6831">
        <w:rPr>
          <w:rStyle w:val="libAlaemChar"/>
          <w:rtl/>
        </w:rPr>
        <w:t>عليه‌السلام</w:t>
      </w:r>
      <w:r>
        <w:rPr>
          <w:rtl/>
        </w:rPr>
        <w:t xml:space="preserve"> يا ام سعيد حدثينى اى شى هذه الدابه اين تبغين اين تذهبين قالت قلت لازور قبور الشهداء فقال اخبرنى ذلك اليوم ما اعجبكم يا اهل العراق تاتون الشهداء من سفر بعيد و تتركون سيد الشهداء الا تاتونه قالت قلت له من سيد الشهداء فقال الحسين بن على</w:t>
      </w:r>
      <w:r w:rsidR="00DC5255">
        <w:rPr>
          <w:rStyle w:val="libAlaemChar"/>
          <w:rFonts w:eastAsiaTheme="minorHAnsi"/>
          <w:rtl/>
        </w:rPr>
        <w:t xml:space="preserve">عليهم‌السلام </w:t>
      </w:r>
      <w:r>
        <w:rPr>
          <w:rtl/>
        </w:rPr>
        <w:t>قالت قلت انى امراه فقال لا باس بمن كان مثلك ان تذهب اليه و تزوره قلت اى شى لنا فى زيارته قال تعدل حجه و عمره و اعتكاف شهرين فى المجسد الحرام و صيامهما.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٥١. ام سعيد احمسيه مى گويد: در خدمت امام صادق </w:t>
      </w:r>
      <w:r w:rsidRPr="006D6831">
        <w:rPr>
          <w:rStyle w:val="libAlaemChar"/>
          <w:rtl/>
        </w:rPr>
        <w:t>عليه‌السلام</w:t>
      </w:r>
      <w:r>
        <w:rPr>
          <w:rtl/>
        </w:rPr>
        <w:t xml:space="preserve"> بودم . كنيزم آمد و گفت : چهار پا را آوردم . آن حضرت</w:t>
      </w:r>
      <w:r w:rsidRPr="006D6831">
        <w:rPr>
          <w:rStyle w:val="libAlaemChar"/>
          <w:rtl/>
        </w:rPr>
        <w:t xml:space="preserve"> عليه‌السلام</w:t>
      </w:r>
      <w:r>
        <w:rPr>
          <w:rtl/>
        </w:rPr>
        <w:t xml:space="preserve"> فرمودند: اى ام سعيد! چهار پا براى چيست ؟ كجا مى خواهيد برويد؟ عرض كردم : مى خواهيم به زيارت قبور شهدا برويم . آن حضرت</w:t>
      </w:r>
      <w:r w:rsidRPr="006D6831">
        <w:rPr>
          <w:rStyle w:val="libAlaemChar"/>
          <w:rtl/>
        </w:rPr>
        <w:t xml:space="preserve"> عليه‌السلام</w:t>
      </w:r>
      <w:r>
        <w:rPr>
          <w:rtl/>
        </w:rPr>
        <w:t xml:space="preserve"> فرمودند: باعث شگفتى است كه شما اهل </w:t>
      </w:r>
      <w:r>
        <w:rPr>
          <w:rtl/>
        </w:rPr>
        <w:lastRenderedPageBreak/>
        <w:t xml:space="preserve">عراق با يك سفر دور و دراز به زيارت قبور شهدا مى آييد و زيارت سيدالشهدا را ترك مى كنيد. چرا به زيارت او نمى رويد؟ عرض كردم سيدالشهدا كيست ؟ فرمودند: امام حسين </w:t>
      </w:r>
      <w:r w:rsidRPr="006D6831">
        <w:rPr>
          <w:rStyle w:val="libAlaemChar"/>
          <w:rtl/>
        </w:rPr>
        <w:t>عليه‌السلام</w:t>
      </w:r>
      <w:r>
        <w:rPr>
          <w:rtl/>
        </w:rPr>
        <w:t xml:space="preserve"> . عرض كردم او برود و او را زيارت كند: هيچ اشكالى ندارد كه مانند تو به زيارت او برود و او را زيارت كند و عرض كردم : زيارت او چه ثوابى دارد؟ فرمودند: برابر با يك حج و يك عمره و دوماه اعتكاف در مسجدالحرام و دو ماه روزه است .</w:t>
      </w:r>
    </w:p>
    <w:p w:rsidR="00A679DB" w:rsidRDefault="00A679DB" w:rsidP="006D6831">
      <w:pPr>
        <w:pStyle w:val="libNormal"/>
        <w:rPr>
          <w:rtl/>
        </w:rPr>
      </w:pPr>
      <w:r>
        <w:rPr>
          <w:rtl/>
        </w:rPr>
        <w:t xml:space="preserve">حديث : ٥٢ حدثنى محمد بن موسى بن المتوكل رضى الله عنه قال حدثنا على بن الحسين السعد آبادى عن احمد بن ابى عبدالله البرقى عن ابيه عن ابن مسكان عن هارون بن خارجه عن ابى عبدالله </w:t>
      </w:r>
      <w:r w:rsidRPr="006D6831">
        <w:rPr>
          <w:rStyle w:val="libAlaemChar"/>
          <w:rtl/>
        </w:rPr>
        <w:t>عليه‌السلام</w:t>
      </w:r>
      <w:r>
        <w:rPr>
          <w:rtl/>
        </w:rPr>
        <w:t xml:space="preserve"> قال قال الحسين بن على</w:t>
      </w:r>
      <w:r w:rsidR="00DC5255">
        <w:rPr>
          <w:rtl/>
        </w:rPr>
        <w:t xml:space="preserve">عليهم‌السلام </w:t>
      </w:r>
      <w:r>
        <w:rPr>
          <w:rtl/>
        </w:rPr>
        <w:t>انا قتيل العبره قتلت مكروبا و حقيق على الله ان لا ياتينى مكروب الا رده و قلبه الى اهله مسرورا.</w:t>
      </w:r>
    </w:p>
    <w:p w:rsidR="00A679DB" w:rsidRDefault="00A679DB" w:rsidP="00A679DB">
      <w:pPr>
        <w:pStyle w:val="libNormal"/>
        <w:rPr>
          <w:rtl/>
        </w:rPr>
      </w:pPr>
      <w:r>
        <w:rPr>
          <w:rtl/>
        </w:rPr>
        <w:t>ترجمه :</w:t>
      </w:r>
    </w:p>
    <w:p w:rsidR="00A679DB" w:rsidRDefault="00A679DB" w:rsidP="006D6831">
      <w:pPr>
        <w:pStyle w:val="libNormal"/>
        <w:rPr>
          <w:rtl/>
        </w:rPr>
      </w:pPr>
      <w:r>
        <w:rPr>
          <w:rtl/>
        </w:rPr>
        <w:t xml:space="preserve">٥٢. امام صادق </w:t>
      </w:r>
      <w:r w:rsidRPr="006D6831">
        <w:rPr>
          <w:rStyle w:val="libAlaemChar"/>
          <w:rtl/>
        </w:rPr>
        <w:t>عليه‌السلام</w:t>
      </w:r>
      <w:r>
        <w:rPr>
          <w:rtl/>
        </w:rPr>
        <w:t xml:space="preserve"> نقل مى نمايند كه امام حسين </w:t>
      </w:r>
      <w:r w:rsidRPr="006D6831">
        <w:rPr>
          <w:rStyle w:val="libAlaemChar"/>
          <w:rtl/>
        </w:rPr>
        <w:t>عليه‌السلام</w:t>
      </w:r>
      <w:r>
        <w:rPr>
          <w:rtl/>
        </w:rPr>
        <w:t xml:space="preserve"> فرمودند: من كشته گريه هستم . در حال</w:t>
      </w:r>
      <w:r w:rsidR="006D6831">
        <w:rPr>
          <w:rFonts w:hint="cs"/>
          <w:rtl/>
          <w:lang w:bidi="fa-IR"/>
        </w:rPr>
        <w:t>ی</w:t>
      </w:r>
      <w:r>
        <w:rPr>
          <w:rtl/>
        </w:rPr>
        <w:t xml:space="preserve"> شهيد شدم كه اندوهگين بودم . سزاوار است غمزده اى به زيارت من نيايد، مگر اين كه خداوند او را خوشحال كن</w:t>
      </w:r>
      <w:r w:rsidR="006D6831">
        <w:rPr>
          <w:rFonts w:hint="cs"/>
          <w:rtl/>
        </w:rPr>
        <w:t>دونز</w:t>
      </w:r>
      <w:r>
        <w:rPr>
          <w:rtl/>
        </w:rPr>
        <w:t>د خانواده اش باز گرداند.</w:t>
      </w:r>
    </w:p>
    <w:p w:rsidR="00A679DB" w:rsidRDefault="00A679DB" w:rsidP="00A679DB">
      <w:pPr>
        <w:pStyle w:val="libNormal"/>
        <w:rPr>
          <w:rtl/>
        </w:rPr>
      </w:pPr>
    </w:p>
    <w:p w:rsidR="00A679DB" w:rsidRDefault="00A679DB" w:rsidP="00A679DB">
      <w:pPr>
        <w:pStyle w:val="libNormal"/>
        <w:rPr>
          <w:rtl/>
        </w:rPr>
      </w:pPr>
      <w:r>
        <w:rPr>
          <w:rtl/>
        </w:rPr>
        <w:t>ثواب زياره قبور الائمه صلوات الله عليهم اجمعين .</w:t>
      </w:r>
    </w:p>
    <w:p w:rsidR="00A679DB" w:rsidRDefault="00A679DB" w:rsidP="00A679DB">
      <w:pPr>
        <w:pStyle w:val="libNormal"/>
        <w:rPr>
          <w:rtl/>
        </w:rPr>
      </w:pPr>
    </w:p>
    <w:p w:rsidR="006D6831" w:rsidRDefault="006D6831" w:rsidP="00A679DB">
      <w:pPr>
        <w:pStyle w:val="libNormal"/>
        <w:rPr>
          <w:rtl/>
        </w:rPr>
      </w:pPr>
      <w:r>
        <w:rPr>
          <w:rtl/>
        </w:rPr>
        <w:br w:type="page"/>
      </w:r>
    </w:p>
    <w:p w:rsidR="00A679DB" w:rsidRDefault="00A679DB" w:rsidP="006D6831">
      <w:pPr>
        <w:pStyle w:val="libNormal"/>
        <w:rPr>
          <w:rtl/>
        </w:rPr>
      </w:pPr>
      <w:bookmarkStart w:id="140" w:name="_Toc449617197"/>
      <w:r w:rsidRPr="006D6831">
        <w:rPr>
          <w:rStyle w:val="Heading2Char"/>
          <w:rtl/>
        </w:rPr>
        <w:t>ثواب زيارت قبور ائمه</w:t>
      </w:r>
      <w:bookmarkEnd w:id="140"/>
      <w:r w:rsidRPr="006D6831">
        <w:rPr>
          <w:rStyle w:val="Heading2Char"/>
          <w:rtl/>
        </w:rPr>
        <w:t xml:space="preserve"> </w:t>
      </w:r>
      <w:r w:rsidR="006D6831" w:rsidRPr="006D6831">
        <w:rPr>
          <w:rStyle w:val="libAlaemChar"/>
          <w:rFonts w:eastAsiaTheme="minorHAnsi"/>
          <w:rtl/>
        </w:rPr>
        <w:t>عليهما‌السلام</w:t>
      </w:r>
      <w:r w:rsidRPr="006D6831">
        <w:rPr>
          <w:rStyle w:val="libAlaemChar"/>
          <w:rtl/>
        </w:rPr>
        <w:t>.</w:t>
      </w:r>
    </w:p>
    <w:p w:rsidR="00A679DB" w:rsidRDefault="00A679DB" w:rsidP="006D6831">
      <w:pPr>
        <w:pStyle w:val="libNormal"/>
        <w:rPr>
          <w:rtl/>
        </w:rPr>
      </w:pPr>
      <w:r>
        <w:rPr>
          <w:rtl/>
        </w:rPr>
        <w:t>حديث : ١ ابى رحمه الله قال حدثنا سعد بن عبدالله عن احمد بن ابى عبدالله البرقى عن الحسن بن على الوشاء قال قلت للرضا</w:t>
      </w:r>
      <w:r w:rsidRPr="006D6831">
        <w:rPr>
          <w:rStyle w:val="libAlaemChar"/>
          <w:rtl/>
        </w:rPr>
        <w:t xml:space="preserve"> عليه‌السلام </w:t>
      </w:r>
      <w:r>
        <w:rPr>
          <w:rtl/>
        </w:rPr>
        <w:t xml:space="preserve">ما لمن اتى قبر احد من الائمه </w:t>
      </w:r>
      <w:r w:rsidR="006D6831" w:rsidRPr="006D6831">
        <w:rPr>
          <w:rStyle w:val="libAlaemChar"/>
          <w:rFonts w:eastAsiaTheme="minorHAnsi"/>
          <w:rtl/>
        </w:rPr>
        <w:t>عليهما‌السلام</w:t>
      </w:r>
    </w:p>
    <w:p w:rsidR="00A679DB" w:rsidRDefault="00A679DB" w:rsidP="00A679DB">
      <w:pPr>
        <w:pStyle w:val="libNormal"/>
        <w:rPr>
          <w:rtl/>
        </w:rPr>
      </w:pPr>
      <w:r>
        <w:rPr>
          <w:rtl/>
        </w:rPr>
        <w:t xml:space="preserve">قال له مثل ما لمن اتى قبر ابى عبدالله </w:t>
      </w:r>
      <w:r w:rsidRPr="006D6831">
        <w:rPr>
          <w:rStyle w:val="libAlaemChar"/>
          <w:rtl/>
        </w:rPr>
        <w:t>عليه‌السلام</w:t>
      </w:r>
      <w:r>
        <w:rPr>
          <w:rtl/>
        </w:rPr>
        <w:t xml:space="preserve"> قال فقلت ما لمن زار قبر ابى الحسن </w:t>
      </w:r>
      <w:r w:rsidRPr="006D6831">
        <w:rPr>
          <w:rStyle w:val="libAlaemChar"/>
          <w:rtl/>
        </w:rPr>
        <w:t xml:space="preserve">عليه‌السلام </w:t>
      </w:r>
      <w:r>
        <w:rPr>
          <w:rtl/>
        </w:rPr>
        <w:t xml:space="preserve">قال له مثل من زار قبر ابى عبدالله </w:t>
      </w:r>
      <w:r w:rsidRPr="006D6831">
        <w:rPr>
          <w:rStyle w:val="libAlaemChar"/>
          <w:rtl/>
        </w:rPr>
        <w:t>عليه‌السلام</w:t>
      </w:r>
    </w:p>
    <w:p w:rsidR="00A679DB" w:rsidRDefault="00A679DB" w:rsidP="00A679DB">
      <w:pPr>
        <w:pStyle w:val="libNormal"/>
        <w:rPr>
          <w:rtl/>
        </w:rPr>
      </w:pPr>
      <w:r>
        <w:rPr>
          <w:rtl/>
        </w:rPr>
        <w:t>ترجمه :</w:t>
      </w:r>
    </w:p>
    <w:p w:rsidR="00A679DB" w:rsidRDefault="00A679DB" w:rsidP="006D6831">
      <w:pPr>
        <w:pStyle w:val="libNormal"/>
        <w:rPr>
          <w:rtl/>
        </w:rPr>
      </w:pPr>
      <w:r>
        <w:rPr>
          <w:rtl/>
        </w:rPr>
        <w:t xml:space="preserve">١. راوى مى گويد: خدمت امام راض </w:t>
      </w:r>
      <w:r w:rsidRPr="006D6831">
        <w:rPr>
          <w:rStyle w:val="libAlaemChar"/>
          <w:rtl/>
        </w:rPr>
        <w:t>عليه‌السلام</w:t>
      </w:r>
      <w:r>
        <w:rPr>
          <w:rtl/>
        </w:rPr>
        <w:t xml:space="preserve"> عرض كردم : كسى كه قبر يكى از امامان</w:t>
      </w:r>
      <w:r w:rsidR="00DC5255">
        <w:rPr>
          <w:rStyle w:val="libAlaemChar"/>
          <w:rtl/>
        </w:rPr>
        <w:t xml:space="preserve">عليهم‌السلام </w:t>
      </w:r>
      <w:r>
        <w:rPr>
          <w:rtl/>
        </w:rPr>
        <w:t xml:space="preserve">را زيارت نمايد چه ثوابى دارد؟ فرمودند: ثواب زيارت قبر امام حسين </w:t>
      </w:r>
      <w:r w:rsidRPr="006D6831">
        <w:rPr>
          <w:rStyle w:val="libAlaemChar"/>
          <w:rtl/>
        </w:rPr>
        <w:t xml:space="preserve">عليه‌السلام </w:t>
      </w:r>
      <w:r>
        <w:rPr>
          <w:rtl/>
        </w:rPr>
        <w:t xml:space="preserve">را دارد. عرض كردم : كس كه قبر امام كاظم </w:t>
      </w:r>
      <w:r w:rsidRPr="006D6831">
        <w:rPr>
          <w:rStyle w:val="libAlaemChar"/>
          <w:rtl/>
        </w:rPr>
        <w:t>عليه‌السلام</w:t>
      </w:r>
      <w:r>
        <w:rPr>
          <w:rtl/>
        </w:rPr>
        <w:t xml:space="preserve"> را زيارت نمايد، چه ثوابى دارد؟ فرمودند: ثواب زيارت قبر امام حسين </w:t>
      </w:r>
      <w:r w:rsidRPr="006D6831">
        <w:rPr>
          <w:rStyle w:val="libAlaemChar"/>
          <w:rtl/>
        </w:rPr>
        <w:t>عليه‌السلام</w:t>
      </w:r>
      <w:r>
        <w:rPr>
          <w:rtl/>
        </w:rPr>
        <w:t xml:space="preserve"> را دارد.</w:t>
      </w:r>
    </w:p>
    <w:p w:rsidR="00A679DB" w:rsidRDefault="00A679DB" w:rsidP="00A679DB">
      <w:pPr>
        <w:pStyle w:val="libNormal"/>
        <w:rPr>
          <w:rtl/>
        </w:rPr>
      </w:pPr>
      <w:r>
        <w:rPr>
          <w:rtl/>
        </w:rPr>
        <w:t xml:space="preserve">حديث : ٢ حدثنى محمد بن الحسن رضى الله عنه قال حدثنى محمد بن الحسن الصافر عن العباس بن معروف عن على بن مهزيار قال قلت لابى جعفر </w:t>
      </w:r>
      <w:r w:rsidRPr="006D6831">
        <w:rPr>
          <w:rStyle w:val="libAlaemChar"/>
          <w:rtl/>
        </w:rPr>
        <w:t>عليه‌السلام</w:t>
      </w:r>
      <w:r>
        <w:rPr>
          <w:rtl/>
        </w:rPr>
        <w:t xml:space="preserve"> ما لمن اتى قبر الرضا </w:t>
      </w:r>
      <w:r w:rsidRPr="006D6831">
        <w:rPr>
          <w:rStyle w:val="libAlaemChar"/>
          <w:rtl/>
        </w:rPr>
        <w:t>عليه‌السلام</w:t>
      </w:r>
      <w:r>
        <w:rPr>
          <w:rtl/>
        </w:rPr>
        <w:t xml:space="preserve"> قال الجنه و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راوى مى گويد خدمت امام جواد </w:t>
      </w:r>
      <w:r w:rsidRPr="006D6831">
        <w:rPr>
          <w:rStyle w:val="libAlaemChar"/>
          <w:rtl/>
        </w:rPr>
        <w:t>عليه‌السلام</w:t>
      </w:r>
      <w:r>
        <w:rPr>
          <w:rtl/>
        </w:rPr>
        <w:t xml:space="preserve"> عرض كردم : كسى كه قبر امام رضا </w:t>
      </w:r>
      <w:r w:rsidRPr="006D6831">
        <w:rPr>
          <w:rStyle w:val="libAlaemChar"/>
          <w:rtl/>
        </w:rPr>
        <w:t xml:space="preserve">عليه‌السلام </w:t>
      </w:r>
      <w:r>
        <w:rPr>
          <w:rtl/>
        </w:rPr>
        <w:t>را زيارت نمايد، چه ثوابى دارد؟ فرمودند: بخدا سوگند پاداش او بهشت است .</w:t>
      </w:r>
    </w:p>
    <w:p w:rsidR="00A679DB" w:rsidRDefault="00255B7F" w:rsidP="00A679DB">
      <w:pPr>
        <w:pStyle w:val="libNormal"/>
        <w:rPr>
          <w:rtl/>
        </w:rPr>
      </w:pPr>
      <w:r>
        <w:rPr>
          <w:rtl/>
        </w:rPr>
        <w:br w:type="page"/>
      </w:r>
    </w:p>
    <w:p w:rsidR="00A679DB" w:rsidRDefault="00A679DB" w:rsidP="00255B7F">
      <w:pPr>
        <w:pStyle w:val="Heading2"/>
        <w:rPr>
          <w:rtl/>
        </w:rPr>
      </w:pPr>
      <w:bookmarkStart w:id="141" w:name="_Toc449617198"/>
      <w:r>
        <w:rPr>
          <w:rtl/>
        </w:rPr>
        <w:t>ثواب من زار قبر فاطمه بنت موسى بن جعفر</w:t>
      </w:r>
      <w:r w:rsidR="00DC5255">
        <w:rPr>
          <w:rtl/>
        </w:rPr>
        <w:t xml:space="preserve">عليهم‌السلام </w:t>
      </w:r>
      <w:r>
        <w:rPr>
          <w:rtl/>
        </w:rPr>
        <w:t>ب</w:t>
      </w:r>
      <w:r w:rsidR="00255B7F">
        <w:rPr>
          <w:rFonts w:hint="cs"/>
          <w:rtl/>
        </w:rPr>
        <w:t xml:space="preserve">ه </w:t>
      </w:r>
      <w:r>
        <w:rPr>
          <w:rtl/>
        </w:rPr>
        <w:t>قم</w:t>
      </w:r>
      <w:bookmarkEnd w:id="141"/>
    </w:p>
    <w:p w:rsidR="00A679DB" w:rsidRDefault="00A679DB" w:rsidP="00A679DB">
      <w:pPr>
        <w:pStyle w:val="libNormal"/>
        <w:rPr>
          <w:rtl/>
        </w:rPr>
      </w:pPr>
      <w:r>
        <w:rPr>
          <w:rtl/>
        </w:rPr>
        <w:t xml:space="preserve">حديث : ٣ حدثنى محمد بن الحسن رضى الله عنه قال حدثنا محمد بن الحسن الصفار عن احمد بن محمد بن عيسى عن احمد بن محمد بن ابى نصر البزنطى قال قرات فى كتاب ابى الحسن الرضا </w:t>
      </w:r>
      <w:r w:rsidRPr="00255B7F">
        <w:rPr>
          <w:rStyle w:val="libAlaemChar"/>
          <w:rtl/>
        </w:rPr>
        <w:t>عليه‌السلام</w:t>
      </w:r>
      <w:r>
        <w:rPr>
          <w:rtl/>
        </w:rPr>
        <w:t xml:space="preserve"> ابلغ شيعنى ان زيارتى تعدل عندالله الف حجه قال فقلت لابى جعفر </w:t>
      </w:r>
      <w:r w:rsidRPr="00255B7F">
        <w:rPr>
          <w:rStyle w:val="libAlaemChar"/>
          <w:rtl/>
        </w:rPr>
        <w:t>عليه‌السلام</w:t>
      </w:r>
      <w:r>
        <w:rPr>
          <w:rtl/>
        </w:rPr>
        <w:t xml:space="preserve"> ال حجه قال اى و الله و الف و الف حجه لمن زاره عارفا بحقه و قال الصادق </w:t>
      </w:r>
      <w:r w:rsidRPr="00255B7F">
        <w:rPr>
          <w:rStyle w:val="libAlaemChar"/>
          <w:rtl/>
        </w:rPr>
        <w:t>عليه‌السلام</w:t>
      </w:r>
      <w:r>
        <w:rPr>
          <w:rtl/>
        </w:rPr>
        <w:t xml:space="preserve"> من زار و احدا منا كان كمن زار الحسين </w:t>
      </w:r>
      <w:r w:rsidRPr="00255B7F">
        <w:rPr>
          <w:rStyle w:val="libAlaemChar"/>
          <w:rtl/>
        </w:rPr>
        <w:t>عليه‌السلام</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راوى مى گويد در نامه امام رضا </w:t>
      </w:r>
      <w:r w:rsidRPr="00255B7F">
        <w:rPr>
          <w:rStyle w:val="libAlaemChar"/>
          <w:rtl/>
        </w:rPr>
        <w:t>عليه‌السلام</w:t>
      </w:r>
      <w:r>
        <w:rPr>
          <w:rtl/>
        </w:rPr>
        <w:t xml:space="preserve"> چنين آمده بود: به شيعيان من بگوييد كه زيارت من نزد خداوند برابر با هزار حج است . راوى مى گويد. به امام جواد عرض كردم : هزار حج ؟! فرمودند: آرى بخدا سوگند! و براى كسى كه او را با شناخت حقش زيارت نمايد، برابر با يك هزار حج است .</w:t>
      </w:r>
    </w:p>
    <w:p w:rsidR="00A679DB" w:rsidRDefault="00A679DB" w:rsidP="00A679DB">
      <w:pPr>
        <w:pStyle w:val="libNormal"/>
        <w:rPr>
          <w:rtl/>
        </w:rPr>
      </w:pPr>
      <w:r>
        <w:rPr>
          <w:rtl/>
        </w:rPr>
        <w:t xml:space="preserve">و امام صادق </w:t>
      </w:r>
      <w:r w:rsidRPr="00255B7F">
        <w:rPr>
          <w:rStyle w:val="libAlaemChar"/>
          <w:rtl/>
        </w:rPr>
        <w:t>عليه‌السلام</w:t>
      </w:r>
      <w:r>
        <w:rPr>
          <w:rtl/>
        </w:rPr>
        <w:t xml:space="preserve"> فرمودند: كسى كه يكى از ما را زيارت نمايد، مانند اين است كه امام حسين </w:t>
      </w:r>
      <w:r w:rsidRPr="00255B7F">
        <w:rPr>
          <w:rStyle w:val="libAlaemChar"/>
          <w:rtl/>
        </w:rPr>
        <w:t>عليه‌السلام</w:t>
      </w:r>
      <w:r>
        <w:rPr>
          <w:rtl/>
        </w:rPr>
        <w:t xml:space="preserve"> را زيارت كرده است .</w:t>
      </w:r>
    </w:p>
    <w:p w:rsidR="00A679DB" w:rsidRDefault="00A679DB" w:rsidP="00A679DB">
      <w:pPr>
        <w:pStyle w:val="libNormal"/>
        <w:rPr>
          <w:rtl/>
        </w:rPr>
      </w:pPr>
    </w:p>
    <w:p w:rsidR="00A679DB" w:rsidRDefault="00A679DB" w:rsidP="00A679DB">
      <w:pPr>
        <w:pStyle w:val="libNormal"/>
        <w:rPr>
          <w:rtl/>
        </w:rPr>
      </w:pPr>
      <w:r>
        <w:rPr>
          <w:rtl/>
        </w:rPr>
        <w:t xml:space="preserve">ثواب من زار قبر فاطمه بنت موسى بن جعفر </w:t>
      </w:r>
      <w:r w:rsidR="00DC5255">
        <w:rPr>
          <w:rtl/>
        </w:rPr>
        <w:t xml:space="preserve">عليهم‌السلام </w:t>
      </w:r>
      <w:r>
        <w:rPr>
          <w:rtl/>
        </w:rPr>
        <w:t>بقم</w:t>
      </w:r>
    </w:p>
    <w:p w:rsidR="00A679DB" w:rsidRDefault="00255B7F" w:rsidP="00A679DB">
      <w:pPr>
        <w:pStyle w:val="libNormal"/>
        <w:rPr>
          <w:rtl/>
        </w:rPr>
      </w:pPr>
      <w:r>
        <w:rPr>
          <w:rtl/>
        </w:rPr>
        <w:br w:type="page"/>
      </w:r>
    </w:p>
    <w:p w:rsidR="00A679DB" w:rsidRDefault="00A679DB" w:rsidP="00255B7F">
      <w:pPr>
        <w:pStyle w:val="Heading3"/>
        <w:rPr>
          <w:rtl/>
        </w:rPr>
      </w:pPr>
      <w:bookmarkStart w:id="142" w:name="_Toc449617199"/>
      <w:r>
        <w:rPr>
          <w:rtl/>
        </w:rPr>
        <w:t xml:space="preserve">ثواب زيارت حضرت معصومه </w:t>
      </w:r>
      <w:r w:rsidRPr="00255B7F">
        <w:rPr>
          <w:rStyle w:val="libAlaemChar"/>
          <w:rtl/>
        </w:rPr>
        <w:t>عليه‌السلام</w:t>
      </w:r>
      <w:r>
        <w:rPr>
          <w:rtl/>
        </w:rPr>
        <w:t xml:space="preserve"> در قم .</w:t>
      </w:r>
      <w:bookmarkEnd w:id="142"/>
    </w:p>
    <w:p w:rsidR="00A679DB" w:rsidRDefault="00A679DB" w:rsidP="00A679DB">
      <w:pPr>
        <w:pStyle w:val="libNormal"/>
        <w:rPr>
          <w:rtl/>
        </w:rPr>
      </w:pPr>
      <w:r>
        <w:rPr>
          <w:rtl/>
        </w:rPr>
        <w:t xml:space="preserve">حديث : ١ ابى رحمه الله قال حدثنا على بن ابراهيم عن ابيه عن سعد بن سعد عن ابى الحسن الرضا </w:t>
      </w:r>
      <w:r w:rsidRPr="00255B7F">
        <w:rPr>
          <w:rStyle w:val="libAlaemChar"/>
          <w:rtl/>
        </w:rPr>
        <w:t>عليه‌السلام</w:t>
      </w:r>
      <w:r>
        <w:rPr>
          <w:rtl/>
        </w:rPr>
        <w:t xml:space="preserve"> قال سالته عن فاطمه بنت موسى بن جعفر </w:t>
      </w:r>
      <w:r w:rsidR="00DC5255">
        <w:rPr>
          <w:rtl/>
        </w:rPr>
        <w:t xml:space="preserve">عليهم‌السلام </w:t>
      </w:r>
      <w:r>
        <w:rPr>
          <w:rtl/>
        </w:rPr>
        <w:t>فقال من زارها فله الجنه .</w:t>
      </w:r>
    </w:p>
    <w:p w:rsidR="00A679DB" w:rsidRDefault="00A679DB" w:rsidP="00A679DB">
      <w:pPr>
        <w:pStyle w:val="libNormal"/>
        <w:rPr>
          <w:rtl/>
        </w:rPr>
      </w:pPr>
      <w:r>
        <w:rPr>
          <w:rtl/>
        </w:rPr>
        <w:t>ترجمه :</w:t>
      </w:r>
    </w:p>
    <w:p w:rsidR="00A679DB" w:rsidRDefault="00A679DB" w:rsidP="00255B7F">
      <w:pPr>
        <w:pStyle w:val="libNormal"/>
        <w:rPr>
          <w:rtl/>
        </w:rPr>
      </w:pPr>
      <w:r>
        <w:rPr>
          <w:rtl/>
        </w:rPr>
        <w:t xml:space="preserve">١. راوى مى گويد از امام صادق </w:t>
      </w:r>
      <w:r w:rsidRPr="00255B7F">
        <w:rPr>
          <w:rStyle w:val="libAlaemChar"/>
          <w:rtl/>
        </w:rPr>
        <w:t>عليه‌السلام</w:t>
      </w:r>
      <w:r>
        <w:rPr>
          <w:rtl/>
        </w:rPr>
        <w:t xml:space="preserve"> پرسيدم كسى كه فاطمه دختر امام كاظم </w:t>
      </w:r>
      <w:r w:rsidRPr="00255B7F">
        <w:rPr>
          <w:rStyle w:val="libAlaemChar"/>
          <w:rtl/>
        </w:rPr>
        <w:t>عليه‌السلام</w:t>
      </w:r>
      <w:r>
        <w:rPr>
          <w:rtl/>
        </w:rPr>
        <w:t xml:space="preserve"> را زيارت ، چه ثوابى دارد؟ فرمودند: كسى كه او را زيارت كند، بهشت از </w:t>
      </w:r>
      <w:r w:rsidR="00255B7F">
        <w:rPr>
          <w:rFonts w:hint="cs"/>
          <w:rtl/>
        </w:rPr>
        <w:t>آ</w:t>
      </w:r>
      <w:r>
        <w:rPr>
          <w:rtl/>
        </w:rPr>
        <w:t>ن اوست .</w:t>
      </w:r>
    </w:p>
    <w:p w:rsidR="00A679DB" w:rsidRDefault="00A679DB" w:rsidP="00A679DB">
      <w:pPr>
        <w:pStyle w:val="libNormal"/>
        <w:rPr>
          <w:rtl/>
        </w:rPr>
      </w:pPr>
    </w:p>
    <w:p w:rsidR="00A679DB" w:rsidRDefault="00A679DB" w:rsidP="00A679DB">
      <w:pPr>
        <w:pStyle w:val="libNormal"/>
        <w:rPr>
          <w:rtl/>
        </w:rPr>
      </w:pPr>
      <w:r>
        <w:rPr>
          <w:rtl/>
        </w:rPr>
        <w:t>ثواب زياره قبر عبدالعظيم الحسنى بالرى</w:t>
      </w:r>
    </w:p>
    <w:p w:rsidR="00A679DB" w:rsidRDefault="00255B7F" w:rsidP="00A679DB">
      <w:pPr>
        <w:pStyle w:val="libNormal"/>
        <w:rPr>
          <w:rtl/>
        </w:rPr>
      </w:pPr>
      <w:r>
        <w:rPr>
          <w:rtl/>
        </w:rPr>
        <w:br w:type="page"/>
      </w:r>
    </w:p>
    <w:p w:rsidR="00A679DB" w:rsidRDefault="00A679DB" w:rsidP="00255B7F">
      <w:pPr>
        <w:pStyle w:val="Heading2"/>
        <w:rPr>
          <w:rtl/>
        </w:rPr>
      </w:pPr>
      <w:bookmarkStart w:id="143" w:name="_Toc449617200"/>
      <w:r>
        <w:rPr>
          <w:rtl/>
        </w:rPr>
        <w:t>ثواب زيارت حضرت عبدالعظيم در رى</w:t>
      </w:r>
      <w:bookmarkEnd w:id="143"/>
    </w:p>
    <w:p w:rsidR="00A679DB" w:rsidRDefault="00A679DB" w:rsidP="00255B7F">
      <w:pPr>
        <w:pStyle w:val="libNormal"/>
        <w:rPr>
          <w:rtl/>
        </w:rPr>
      </w:pPr>
      <w:r>
        <w:rPr>
          <w:rtl/>
        </w:rPr>
        <w:t>حديث : ١ حدثنا على بن احمد قال حدثنا حمزه بن القاسم العلوى رحمه الله قال حدثنا محمد بن يحيى العطار عمن دخل على ابن الحسن على بن محمد الهادى</w:t>
      </w:r>
      <w:r w:rsidR="00DC5255">
        <w:rPr>
          <w:rtl/>
        </w:rPr>
        <w:t xml:space="preserve">عليهم‌السلام </w:t>
      </w:r>
      <w:r>
        <w:rPr>
          <w:rtl/>
        </w:rPr>
        <w:t xml:space="preserve">من اهل الرى قال دخلت على ابى الحسن العسكرى </w:t>
      </w:r>
      <w:r w:rsidRPr="00255B7F">
        <w:rPr>
          <w:rStyle w:val="libAlaemChar"/>
          <w:rtl/>
        </w:rPr>
        <w:t>عليه‌السلام</w:t>
      </w:r>
      <w:r>
        <w:rPr>
          <w:rtl/>
        </w:rPr>
        <w:t xml:space="preserve"> فقال اين كنت فقلت زرت الحسين عليه‌السلام قال اما انك لو زرت قبر عبدالعظيم عندكم لكنت كمن زاره الحسين بن على </w:t>
      </w:r>
      <w:r w:rsidR="00255B7F" w:rsidRPr="00255B7F">
        <w:rPr>
          <w:rStyle w:val="libAlaemChar"/>
          <w:rFonts w:eastAsiaTheme="minorHAnsi"/>
          <w:rtl/>
        </w:rPr>
        <w:t>عليهما‌السلام</w:t>
      </w:r>
      <w:r>
        <w:rPr>
          <w:rtl/>
        </w:rPr>
        <w:t>.</w:t>
      </w:r>
    </w:p>
    <w:p w:rsidR="00A679DB" w:rsidRDefault="00A679DB" w:rsidP="00A679DB">
      <w:pPr>
        <w:pStyle w:val="libNormal"/>
        <w:rPr>
          <w:rtl/>
        </w:rPr>
      </w:pPr>
      <w:r>
        <w:rPr>
          <w:rtl/>
        </w:rPr>
        <w:t>ترجمه :</w:t>
      </w:r>
    </w:p>
    <w:p w:rsidR="00A679DB" w:rsidRDefault="00A679DB" w:rsidP="00255B7F">
      <w:pPr>
        <w:pStyle w:val="libNormal"/>
        <w:rPr>
          <w:rtl/>
        </w:rPr>
      </w:pPr>
      <w:r>
        <w:rPr>
          <w:rtl/>
        </w:rPr>
        <w:t xml:space="preserve">١. راوى مى گويد يكى از اهالى رى كه به ديدن امام هادى </w:t>
      </w:r>
      <w:r w:rsidRPr="00255B7F">
        <w:rPr>
          <w:rStyle w:val="libAlaemChar"/>
          <w:rtl/>
        </w:rPr>
        <w:t>عليه‌السلام</w:t>
      </w:r>
      <w:r>
        <w:rPr>
          <w:rtl/>
        </w:rPr>
        <w:t xml:space="preserve"> رفته بود گفت : به ديدن امام هادى </w:t>
      </w:r>
      <w:r w:rsidRPr="00255B7F">
        <w:rPr>
          <w:rStyle w:val="libAlaemChar"/>
          <w:rtl/>
        </w:rPr>
        <w:t>عليه‌السلام</w:t>
      </w:r>
      <w:r>
        <w:rPr>
          <w:rtl/>
        </w:rPr>
        <w:t xml:space="preserve"> رفتم . </w:t>
      </w:r>
      <w:r w:rsidR="00255B7F">
        <w:rPr>
          <w:rFonts w:hint="cs"/>
          <w:rtl/>
        </w:rPr>
        <w:t>آ</w:t>
      </w:r>
      <w:r>
        <w:rPr>
          <w:rtl/>
        </w:rPr>
        <w:t xml:space="preserve">ن حضرت فرمودند: از كجا مى آيى ؟ عرض كردم : از زيارت امام حسين </w:t>
      </w:r>
      <w:r w:rsidRPr="00255B7F">
        <w:rPr>
          <w:rStyle w:val="libAlaemChar"/>
          <w:rtl/>
        </w:rPr>
        <w:t>عليه‌السلام</w:t>
      </w:r>
      <w:r>
        <w:rPr>
          <w:rtl/>
        </w:rPr>
        <w:t xml:space="preserve"> . فرمودند: بدان كه همانا اگر قبر عبدالعظيم را كه پيش خودتان است . زيارت كرده بودى . محققا مانند اين بود كه امام حسين </w:t>
      </w:r>
      <w:r w:rsidRPr="00255B7F">
        <w:rPr>
          <w:rStyle w:val="libAlaemChar"/>
          <w:rtl/>
        </w:rPr>
        <w:t>عليه‌السلام</w:t>
      </w:r>
      <w:r>
        <w:rPr>
          <w:rtl/>
        </w:rPr>
        <w:t xml:space="preserve"> را زيارت كرده اى .</w:t>
      </w:r>
    </w:p>
    <w:p w:rsidR="00A679DB" w:rsidRDefault="00A679DB" w:rsidP="00A679DB">
      <w:pPr>
        <w:pStyle w:val="libNormal"/>
        <w:rPr>
          <w:rtl/>
        </w:rPr>
      </w:pPr>
    </w:p>
    <w:p w:rsidR="00A679DB" w:rsidRDefault="00A679DB" w:rsidP="00A679DB">
      <w:pPr>
        <w:pStyle w:val="libNormal"/>
        <w:rPr>
          <w:rtl/>
        </w:rPr>
      </w:pPr>
      <w:r>
        <w:rPr>
          <w:rtl/>
        </w:rPr>
        <w:t xml:space="preserve">ثواب من لم يقدر على صله اهل البيت </w:t>
      </w:r>
      <w:r w:rsidR="00DC5255">
        <w:rPr>
          <w:rStyle w:val="libAlaemChar"/>
          <w:rtl/>
        </w:rPr>
        <w:t xml:space="preserve">عليهم‌السلام </w:t>
      </w:r>
      <w:r>
        <w:rPr>
          <w:rtl/>
        </w:rPr>
        <w:t>فوصل صالحى مواليهم و ثواب من لم يقدر على زيارتهم فزار صالحى مواليهم .</w:t>
      </w:r>
    </w:p>
    <w:p w:rsidR="00A679DB" w:rsidRDefault="00A679DB" w:rsidP="00A679DB">
      <w:pPr>
        <w:pStyle w:val="libNormal"/>
        <w:rPr>
          <w:rtl/>
        </w:rPr>
      </w:pPr>
    </w:p>
    <w:p w:rsidR="00A679DB" w:rsidRDefault="00A679DB" w:rsidP="00A679DB">
      <w:pPr>
        <w:pStyle w:val="libNormal"/>
        <w:rPr>
          <w:rtl/>
        </w:rPr>
      </w:pPr>
      <w:r>
        <w:rPr>
          <w:rtl/>
        </w:rPr>
        <w:t xml:space="preserve">ثواب نيكى به دوستان صالح اهل بيت </w:t>
      </w:r>
      <w:r w:rsidR="00DC5255">
        <w:rPr>
          <w:rtl/>
        </w:rPr>
        <w:t xml:space="preserve">عليهم‌السلام </w:t>
      </w:r>
      <w:r>
        <w:rPr>
          <w:rtl/>
        </w:rPr>
        <w:t xml:space="preserve">و زيارت آنان بجاى نيكى بهاهل بيت </w:t>
      </w:r>
      <w:r w:rsidR="00DC5255">
        <w:rPr>
          <w:rtl/>
        </w:rPr>
        <w:t xml:space="preserve">عليهم‌السلام </w:t>
      </w:r>
      <w:r>
        <w:rPr>
          <w:rtl/>
        </w:rPr>
        <w:t>و زيارت آنان براى كسى كه نتواند به آنان نيكى كند ياآنان رازيارت نمايد.</w:t>
      </w:r>
    </w:p>
    <w:p w:rsidR="00A679DB" w:rsidRDefault="00A679DB" w:rsidP="00A679DB">
      <w:pPr>
        <w:pStyle w:val="libNormal"/>
        <w:rPr>
          <w:rtl/>
        </w:rPr>
      </w:pPr>
      <w:r>
        <w:rPr>
          <w:rtl/>
        </w:rPr>
        <w:t xml:space="preserve">حديث : ١ حدثنى محمد بن الحسن رضى الله عنه قال حدثنا محمد بن الحسن الصاف عن احمد بن محمد بن عيسى باسناد ذكره عن الصادق عليه‌السلام </w:t>
      </w:r>
      <w:r>
        <w:rPr>
          <w:rtl/>
        </w:rPr>
        <w:lastRenderedPageBreak/>
        <w:t>قال من لم يقدر على صلتنا فليصل صالحى موالينا يكتب له ثواب صلتنا و من لم يقدر على زيارتنا فليزر صالحى موالينا يكتب له ثواب صلتنا و من لم يقدر على زيارتنا فليزر صالحى موالينا يكتب له ثواب زيارتنا.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255B7F">
        <w:rPr>
          <w:rStyle w:val="libAlaemChar"/>
          <w:rtl/>
        </w:rPr>
        <w:t>عليه‌السلام</w:t>
      </w:r>
      <w:r>
        <w:rPr>
          <w:rtl/>
        </w:rPr>
        <w:t xml:space="preserve"> فرمودند: كسى كه نتواند به ما نيكى كند و به دوستان صالح ما نيكى كند، ثواب </w:t>
      </w:r>
      <w:r w:rsidR="00255B7F">
        <w:rPr>
          <w:rFonts w:hint="cs"/>
          <w:rtl/>
        </w:rPr>
        <w:t xml:space="preserve">نیکی </w:t>
      </w:r>
      <w:r>
        <w:rPr>
          <w:rtl/>
        </w:rPr>
        <w:t>به ما براى او نوشته مى شود. و كسى كه نتواند ما را زيارت كند و دوستان صالح ما را زيارت نمايد، ثواب زيارت ما براى او نوشته مى شود.</w:t>
      </w:r>
    </w:p>
    <w:p w:rsidR="00A679DB" w:rsidRDefault="00A679DB" w:rsidP="00A679DB">
      <w:pPr>
        <w:pStyle w:val="libNormal"/>
        <w:rPr>
          <w:rtl/>
        </w:rPr>
      </w:pPr>
    </w:p>
    <w:p w:rsidR="00A679DB" w:rsidRDefault="00A679DB" w:rsidP="00A679DB">
      <w:pPr>
        <w:pStyle w:val="libNormal"/>
        <w:rPr>
          <w:rtl/>
        </w:rPr>
      </w:pPr>
      <w:r>
        <w:rPr>
          <w:rtl/>
        </w:rPr>
        <w:t>ثواب صله الامام عليه‌السلام</w:t>
      </w:r>
    </w:p>
    <w:p w:rsidR="00A679DB" w:rsidRDefault="00255B7F" w:rsidP="00A679DB">
      <w:pPr>
        <w:pStyle w:val="libNormal"/>
        <w:rPr>
          <w:rtl/>
        </w:rPr>
      </w:pPr>
      <w:r>
        <w:rPr>
          <w:rtl/>
        </w:rPr>
        <w:br w:type="page"/>
      </w:r>
    </w:p>
    <w:p w:rsidR="00A679DB" w:rsidRDefault="00A679DB" w:rsidP="00255B7F">
      <w:pPr>
        <w:pStyle w:val="Heading2"/>
        <w:rPr>
          <w:rtl/>
        </w:rPr>
      </w:pPr>
      <w:bookmarkStart w:id="144" w:name="_Toc449617201"/>
      <w:r>
        <w:rPr>
          <w:rtl/>
        </w:rPr>
        <w:t xml:space="preserve">ثواب نيكى به امام </w:t>
      </w:r>
      <w:r w:rsidRPr="00255B7F">
        <w:rPr>
          <w:rStyle w:val="libAlaemChar"/>
          <w:rtl/>
        </w:rPr>
        <w:t>عليه‌السلام</w:t>
      </w:r>
      <w:bookmarkEnd w:id="144"/>
    </w:p>
    <w:p w:rsidR="00A679DB" w:rsidRDefault="00A679DB" w:rsidP="00A679DB">
      <w:pPr>
        <w:pStyle w:val="libNormal"/>
        <w:rPr>
          <w:rtl/>
        </w:rPr>
      </w:pPr>
      <w:r>
        <w:rPr>
          <w:rtl/>
        </w:rPr>
        <w:t xml:space="preserve">حديث : ١ ابى رحمه الله قال حدثنا احمد بن ادريس عن عمران بن موسى عن يعقوب بن يزيد عن احمد بن محمد بن ابى نصر عن حماد بن عثمان عن اسحاق بن عمار قال قلت للصادق </w:t>
      </w:r>
      <w:r w:rsidRPr="00255B7F">
        <w:rPr>
          <w:rStyle w:val="libAlaemChar"/>
          <w:rtl/>
        </w:rPr>
        <w:t>عليه‌السلام</w:t>
      </w:r>
      <w:r>
        <w:rPr>
          <w:rtl/>
        </w:rPr>
        <w:t xml:space="preserve"> ما معنى قوله تبارك و تعالى من ذا الذى يقرض الله قرضا حسنا فيضاعفه له اضعافا كثيره قال صله الامام .</w:t>
      </w:r>
    </w:p>
    <w:p w:rsidR="00A679DB" w:rsidRDefault="00A679DB" w:rsidP="00A679DB">
      <w:pPr>
        <w:pStyle w:val="libNormal"/>
        <w:rPr>
          <w:rtl/>
        </w:rPr>
      </w:pPr>
      <w:r>
        <w:rPr>
          <w:rtl/>
        </w:rPr>
        <w:t xml:space="preserve">ابى رحمه الله قال حدثنا محمد بن احمد عن على بن الفضل عن ابى طالب عبدالله بن الصلت عن يونس بن عبدالرحمن عن اسحاق بن عمار عن ابى عبدالله </w:t>
      </w:r>
      <w:r w:rsidRPr="00255B7F">
        <w:rPr>
          <w:rStyle w:val="libAlaemChar"/>
          <w:rtl/>
        </w:rPr>
        <w:t>عليه‌السلام</w:t>
      </w:r>
      <w:r>
        <w:rPr>
          <w:rtl/>
        </w:rPr>
        <w:t xml:space="preserve"> بمثله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255B7F">
        <w:rPr>
          <w:rStyle w:val="libAlaemChar"/>
          <w:rtl/>
        </w:rPr>
        <w:t>عليه‌السلام</w:t>
      </w:r>
      <w:r>
        <w:rPr>
          <w:rtl/>
        </w:rPr>
        <w:t xml:space="preserve"> پرسيدم : مراد اين آيه «چه كسى به خداوند قرض الحسنه مى دهد تا خداوند آن را براى او چندين برابر نمايد.» </w:t>
      </w:r>
      <w:r w:rsidRPr="00255B7F">
        <w:rPr>
          <w:rStyle w:val="libFootnotenumChar"/>
          <w:rtl/>
        </w:rPr>
        <w:t>(٦٥)</w:t>
      </w:r>
      <w:r>
        <w:rPr>
          <w:rtl/>
        </w:rPr>
        <w:t xml:space="preserve"> چيست ؟ فرمودند: منظور نيكى به امام </w:t>
      </w:r>
      <w:r w:rsidRPr="00255B7F">
        <w:rPr>
          <w:rStyle w:val="libAlaemChar"/>
          <w:rtl/>
        </w:rPr>
        <w:t>عليه‌السلام</w:t>
      </w:r>
      <w:r>
        <w:rPr>
          <w:rtl/>
        </w:rPr>
        <w:t xml:space="preserve"> است .</w:t>
      </w:r>
    </w:p>
    <w:p w:rsidR="00A679DB" w:rsidRDefault="00A679DB" w:rsidP="00A679DB">
      <w:pPr>
        <w:pStyle w:val="libNormal"/>
        <w:rPr>
          <w:rtl/>
        </w:rPr>
      </w:pPr>
      <w:r>
        <w:rPr>
          <w:rtl/>
        </w:rPr>
        <w:t>پدرم مى گويد: روايت ديگرى نيز مانند اين روايت نقل شده است .</w:t>
      </w:r>
    </w:p>
    <w:p w:rsidR="00A679DB" w:rsidRDefault="00A679DB" w:rsidP="00A679DB">
      <w:pPr>
        <w:pStyle w:val="libNormal"/>
        <w:rPr>
          <w:rtl/>
        </w:rPr>
      </w:pPr>
    </w:p>
    <w:p w:rsidR="00A679DB" w:rsidRDefault="00A679DB" w:rsidP="00A679DB">
      <w:pPr>
        <w:pStyle w:val="libNormal"/>
        <w:rPr>
          <w:rtl/>
        </w:rPr>
      </w:pPr>
      <w:r>
        <w:rPr>
          <w:rtl/>
        </w:rPr>
        <w:t>ثواب اهل القران .</w:t>
      </w:r>
    </w:p>
    <w:p w:rsidR="00A679DB" w:rsidRDefault="00255B7F" w:rsidP="00A679DB">
      <w:pPr>
        <w:pStyle w:val="libNormal"/>
        <w:rPr>
          <w:rtl/>
        </w:rPr>
      </w:pPr>
      <w:r>
        <w:rPr>
          <w:rtl/>
        </w:rPr>
        <w:br w:type="page"/>
      </w:r>
    </w:p>
    <w:p w:rsidR="00A679DB" w:rsidRDefault="00A679DB" w:rsidP="00255B7F">
      <w:pPr>
        <w:pStyle w:val="Heading2"/>
        <w:rPr>
          <w:rtl/>
        </w:rPr>
      </w:pPr>
      <w:bookmarkStart w:id="145" w:name="_Toc449617202"/>
      <w:r>
        <w:rPr>
          <w:rtl/>
        </w:rPr>
        <w:t>ثواب اهل قرآن</w:t>
      </w:r>
      <w:bookmarkEnd w:id="145"/>
    </w:p>
    <w:p w:rsidR="00A679DB" w:rsidRDefault="00A679DB" w:rsidP="00255B7F">
      <w:pPr>
        <w:pStyle w:val="libNormal"/>
        <w:rPr>
          <w:rtl/>
        </w:rPr>
      </w:pPr>
      <w:r>
        <w:rPr>
          <w:rtl/>
        </w:rPr>
        <w:t>حديث : ١ ابى رحمه قال حدثنى احمد بن ادريس قال حدثنى محمد بن احمد قال حدثنى ابو اسحاق ابراهيم بن هاشم عن الحسن بن ابى الحسن الفارسى عن سليمان بن جعفر الجعفرى عن اسماعيل بن ابى زياد عن جعفر بن محمد عن ابيه</w:t>
      </w:r>
      <w:r w:rsidR="00DC5255">
        <w:rPr>
          <w:rtl/>
        </w:rPr>
        <w:t xml:space="preserve">عليهم‌السلام </w:t>
      </w:r>
      <w:r>
        <w:rPr>
          <w:rtl/>
        </w:rPr>
        <w:t xml:space="preserve">قال قال النبى </w:t>
      </w:r>
      <w:r w:rsidR="00E60DFB" w:rsidRPr="00255B7F">
        <w:rPr>
          <w:rStyle w:val="libAlaemChar"/>
          <w:rtl/>
        </w:rPr>
        <w:t>صلى‌الله‌عليه‌وآله</w:t>
      </w:r>
      <w:r w:rsidR="00E60DFB">
        <w:rPr>
          <w:rtl/>
        </w:rPr>
        <w:t xml:space="preserve"> </w:t>
      </w:r>
      <w:r>
        <w:rPr>
          <w:rtl/>
        </w:rPr>
        <w:t>اهل القران فى اعلى درجه من الادميين ما خلا النبيين و المرسلين فلا تستضعفوا اهل القران و حقوقهم فان لهم من الله لمكانا.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255B7F">
        <w:rPr>
          <w:rStyle w:val="libAlaemChar"/>
          <w:rtl/>
        </w:rPr>
        <w:t>عليه‌السلام</w:t>
      </w:r>
      <w:r>
        <w:rPr>
          <w:rtl/>
        </w:rPr>
        <w:t xml:space="preserve"> از پدرش </w:t>
      </w:r>
      <w:r w:rsidRPr="00255B7F">
        <w:rPr>
          <w:rStyle w:val="libAlaemChar"/>
          <w:rtl/>
        </w:rPr>
        <w:t>عليه‌السلام</w:t>
      </w:r>
      <w:r>
        <w:rPr>
          <w:rtl/>
        </w:rPr>
        <w:t xml:space="preserve"> نقل مى نمايد كه رسول خدا </w:t>
      </w:r>
      <w:r w:rsidR="00E60DFB" w:rsidRPr="00255B7F">
        <w:rPr>
          <w:rStyle w:val="libAlaemChar"/>
          <w:rtl/>
        </w:rPr>
        <w:t>صلى‌الله‌عليه‌وآله</w:t>
      </w:r>
      <w:r w:rsidR="00E60DFB">
        <w:rPr>
          <w:rtl/>
        </w:rPr>
        <w:t xml:space="preserve"> </w:t>
      </w:r>
      <w:r>
        <w:rPr>
          <w:rtl/>
        </w:rPr>
        <w:t>فرمودند: اهل قرآن بالاترين درجات را پس از پيامبران و رسولان دارند. بنابراين ، اهل قرآن را ضعيف و حقوق آنها را كم نشماريد. زيرا آنان نزد خداوند مقام ارجمندى دارند.</w:t>
      </w:r>
    </w:p>
    <w:p w:rsidR="00A679DB" w:rsidRDefault="00A679DB" w:rsidP="00A679DB">
      <w:pPr>
        <w:pStyle w:val="libNormal"/>
        <w:rPr>
          <w:rtl/>
        </w:rPr>
      </w:pPr>
    </w:p>
    <w:p w:rsidR="00A679DB" w:rsidRDefault="00A679DB" w:rsidP="00A679DB">
      <w:pPr>
        <w:pStyle w:val="libNormal"/>
        <w:rPr>
          <w:rtl/>
        </w:rPr>
      </w:pPr>
      <w:r>
        <w:rPr>
          <w:rtl/>
        </w:rPr>
        <w:t>ثواب من ختم القرآن بمكه</w:t>
      </w:r>
    </w:p>
    <w:p w:rsidR="00A679DB" w:rsidRDefault="00255B7F" w:rsidP="00A679DB">
      <w:pPr>
        <w:pStyle w:val="libNormal"/>
        <w:rPr>
          <w:rtl/>
        </w:rPr>
      </w:pPr>
      <w:r>
        <w:rPr>
          <w:rtl/>
        </w:rPr>
        <w:br w:type="page"/>
      </w:r>
    </w:p>
    <w:p w:rsidR="00A679DB" w:rsidRDefault="00A679DB" w:rsidP="00255B7F">
      <w:pPr>
        <w:pStyle w:val="Heading2"/>
        <w:rPr>
          <w:rtl/>
        </w:rPr>
      </w:pPr>
      <w:bookmarkStart w:id="146" w:name="_Toc449617203"/>
      <w:r>
        <w:rPr>
          <w:rtl/>
        </w:rPr>
        <w:t>ثواب ختم قرآن در مكه</w:t>
      </w:r>
      <w:bookmarkEnd w:id="146"/>
    </w:p>
    <w:p w:rsidR="00A679DB" w:rsidRDefault="00A679DB" w:rsidP="00A679DB">
      <w:pPr>
        <w:pStyle w:val="libNormal"/>
        <w:rPr>
          <w:rtl/>
        </w:rPr>
      </w:pPr>
      <w:r>
        <w:rPr>
          <w:rtl/>
        </w:rPr>
        <w:t xml:space="preserve">حديث : ١ حدثنى محمد بن الحسن رضى الله عنه قال حدثنى محمد بن الحسن الصفار عن محمد بن الحسين بن ابى الخطاب عن النضر بن شعيب عن خالد بن ماد القلانسى عن ابى حمزه عن ابى جعفر </w:t>
      </w:r>
      <w:r w:rsidRPr="00255B7F">
        <w:rPr>
          <w:rStyle w:val="libAlaemChar"/>
          <w:rtl/>
        </w:rPr>
        <w:t>عليه‌السلام</w:t>
      </w:r>
      <w:r>
        <w:rPr>
          <w:rtl/>
        </w:rPr>
        <w:t xml:space="preserve"> قال من ختم القرآن بمكه من جمعه الى جمعه و اقل من ذلك و اكثر و ختمه فى يوم الجمعه كتب الله له من الاجر و الحسنات من اول جمعه كانت فى الدنيا الى آخر جمعه تكون فيها و ان ختمه فى سائر الايام فكذلك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255B7F">
        <w:rPr>
          <w:rStyle w:val="libAlaemChar"/>
          <w:rtl/>
        </w:rPr>
        <w:t>عليه‌السلام</w:t>
      </w:r>
      <w:r>
        <w:rPr>
          <w:rtl/>
        </w:rPr>
        <w:t xml:space="preserve"> فرمودند: كسى كه در مكه از يك جمعه تا جمعه ديگر يا كمتر يا بيشتر از اين قرآن را ختم نمايد و در روز جمعه قرائت قرآن را به پايان برساند، خداوند تمام پاداشها و حسناتى را كه از اولين جمعه دنيا تا آخرين جمعه آن هست . براى او خواهد نوشت . و اگر در غير جمعه قرائت قرآن را به پايان برساند، باز هم همين طور است .</w:t>
      </w:r>
    </w:p>
    <w:p w:rsidR="00A679DB" w:rsidRDefault="00A679DB" w:rsidP="00A679DB">
      <w:pPr>
        <w:pStyle w:val="libNormal"/>
        <w:rPr>
          <w:rtl/>
        </w:rPr>
      </w:pPr>
    </w:p>
    <w:p w:rsidR="00A679DB" w:rsidRDefault="00A679DB" w:rsidP="00A679DB">
      <w:pPr>
        <w:pStyle w:val="libNormal"/>
        <w:rPr>
          <w:rtl/>
        </w:rPr>
      </w:pPr>
      <w:r>
        <w:rPr>
          <w:rtl/>
        </w:rPr>
        <w:t>ثواب من شدد عليه القرآن و من يسر عليه</w:t>
      </w:r>
    </w:p>
    <w:p w:rsidR="00A679DB" w:rsidRDefault="00255B7F" w:rsidP="00A679DB">
      <w:pPr>
        <w:pStyle w:val="libNormal"/>
        <w:rPr>
          <w:rtl/>
        </w:rPr>
      </w:pPr>
      <w:r>
        <w:rPr>
          <w:rtl/>
        </w:rPr>
        <w:br w:type="page"/>
      </w:r>
    </w:p>
    <w:p w:rsidR="00A679DB" w:rsidRDefault="00A679DB" w:rsidP="00255B7F">
      <w:pPr>
        <w:pStyle w:val="Heading2"/>
        <w:rPr>
          <w:rtl/>
        </w:rPr>
      </w:pPr>
      <w:bookmarkStart w:id="147" w:name="_Toc449617204"/>
      <w:r>
        <w:rPr>
          <w:rtl/>
        </w:rPr>
        <w:t>ثواب فراگيرى قرآن به سختى يا آسانى .</w:t>
      </w:r>
      <w:bookmarkEnd w:id="147"/>
    </w:p>
    <w:p w:rsidR="00A679DB" w:rsidRDefault="00A679DB" w:rsidP="00A679DB">
      <w:pPr>
        <w:pStyle w:val="libNormal"/>
        <w:rPr>
          <w:rtl/>
        </w:rPr>
      </w:pPr>
      <w:r>
        <w:rPr>
          <w:rtl/>
        </w:rPr>
        <w:t xml:space="preserve">حديث : ١ حدثنى احمد بن محمد رضى الله عنه قال حدثنى سعدبن عبدالله عن احمد بن الحسين عن الحسين به سعيد عن محمد بن ابى عمير عن منصور بن يونس عن الصباح بن سيابه قال سمعت ابا عبدالله </w:t>
      </w:r>
      <w:r w:rsidRPr="00255B7F">
        <w:rPr>
          <w:rStyle w:val="libAlaemChar"/>
          <w:rtl/>
        </w:rPr>
        <w:t>عليه‌السلام</w:t>
      </w:r>
      <w:r>
        <w:rPr>
          <w:rtl/>
        </w:rPr>
        <w:t xml:space="preserve"> يقول من شدد عليه القران كان له اجران و من يسر عليه كان مع الابرار.</w:t>
      </w:r>
    </w:p>
    <w:p w:rsidR="00A679DB" w:rsidRDefault="00A679DB" w:rsidP="00A679DB">
      <w:pPr>
        <w:pStyle w:val="libNormal"/>
        <w:rPr>
          <w:rtl/>
        </w:rPr>
      </w:pPr>
      <w:r>
        <w:rPr>
          <w:rtl/>
        </w:rPr>
        <w:t>ترجمه :</w:t>
      </w:r>
    </w:p>
    <w:p w:rsidR="00A679DB" w:rsidRDefault="00A679DB" w:rsidP="00255B7F">
      <w:pPr>
        <w:pStyle w:val="libNormal"/>
        <w:rPr>
          <w:rtl/>
        </w:rPr>
      </w:pPr>
      <w:r>
        <w:rPr>
          <w:rtl/>
        </w:rPr>
        <w:t xml:space="preserve">١. راوى مى گويد: شنيدم از امام صادق </w:t>
      </w:r>
      <w:r w:rsidRPr="00255B7F">
        <w:rPr>
          <w:rStyle w:val="libAlaemChar"/>
          <w:rtl/>
        </w:rPr>
        <w:t>عليه‌السلام</w:t>
      </w:r>
      <w:r>
        <w:rPr>
          <w:rtl/>
        </w:rPr>
        <w:t xml:space="preserve"> كه فرمودند: كسى كه قرآن را به سختى ياد بگيرد، دو پاداش دارد و كسى كه قرآن را به </w:t>
      </w:r>
      <w:r w:rsidR="00255B7F">
        <w:rPr>
          <w:rFonts w:hint="cs"/>
          <w:rtl/>
        </w:rPr>
        <w:t>آ</w:t>
      </w:r>
      <w:r>
        <w:rPr>
          <w:rtl/>
        </w:rPr>
        <w:t>سانى ياد بگيرد همراه با نيكوكاران مى باشد.</w:t>
      </w:r>
    </w:p>
    <w:p w:rsidR="00A679DB" w:rsidRDefault="00A679DB" w:rsidP="00A679DB">
      <w:pPr>
        <w:pStyle w:val="libNormal"/>
        <w:rPr>
          <w:rtl/>
        </w:rPr>
      </w:pPr>
    </w:p>
    <w:p w:rsidR="00A679DB" w:rsidRDefault="00A679DB" w:rsidP="00A679DB">
      <w:pPr>
        <w:pStyle w:val="libNormal"/>
        <w:rPr>
          <w:rtl/>
        </w:rPr>
      </w:pPr>
      <w:r>
        <w:rPr>
          <w:rtl/>
        </w:rPr>
        <w:t>ثواب من قرا القران و هو شاب مؤ من</w:t>
      </w:r>
    </w:p>
    <w:p w:rsidR="00A679DB" w:rsidRDefault="00255B7F" w:rsidP="00A679DB">
      <w:pPr>
        <w:pStyle w:val="libNormal"/>
        <w:rPr>
          <w:rtl/>
        </w:rPr>
      </w:pPr>
      <w:r>
        <w:rPr>
          <w:rtl/>
        </w:rPr>
        <w:br w:type="page"/>
      </w:r>
    </w:p>
    <w:p w:rsidR="00A679DB" w:rsidRDefault="00A679DB" w:rsidP="00255B7F">
      <w:pPr>
        <w:pStyle w:val="Heading2"/>
        <w:rPr>
          <w:rtl/>
        </w:rPr>
      </w:pPr>
      <w:bookmarkStart w:id="148" w:name="_Toc449617205"/>
      <w:r>
        <w:rPr>
          <w:rtl/>
        </w:rPr>
        <w:t>ثواب قرآن خواندن جوان مؤ من</w:t>
      </w:r>
      <w:bookmarkEnd w:id="148"/>
    </w:p>
    <w:p w:rsidR="00A679DB" w:rsidRDefault="00A679DB" w:rsidP="00A679DB">
      <w:pPr>
        <w:pStyle w:val="libNormal"/>
        <w:rPr>
          <w:rtl/>
        </w:rPr>
      </w:pPr>
      <w:r>
        <w:rPr>
          <w:rtl/>
        </w:rPr>
        <w:t xml:space="preserve">حديث : ١ حدثنى محمد بن موسى بن المتوكل رضى الله عنه قال حدثنا عبدالله بن جعفر الحميرى عن احمد بن محمد بن عيسى عن الحسن بن محبوب عن مالك بن عطيه عن منهال القصاب عن ابى عبدالله </w:t>
      </w:r>
      <w:r w:rsidRPr="00255B7F">
        <w:rPr>
          <w:rStyle w:val="libAlaemChar"/>
          <w:rtl/>
        </w:rPr>
        <w:t>عليه‌السلام</w:t>
      </w:r>
      <w:r>
        <w:rPr>
          <w:rtl/>
        </w:rPr>
        <w:t xml:space="preserve"> قال من قرا القران و هو شاب مؤ من اختلط القرآن بلحمه و دمه و جعله الله مع السفره الكرام البرره و كان القرآن حجيزا عنه يوم القيامه و يقول يا رب ان كل عامل قد اصاب اجر عمله غير عاملى فبلغ به كريم عطاياك فيكسوه الله عزوجل حلتين من حلل الجنه و يوضع على راسه تاج المكرامه ثم يقال هل ارضيناك فيه فيقول القران يا رب قد كنت ارغب له فيما هو افضل من هذا قال فيعطى الامن بيمينه و الخلد بيساره ثم يدخل الجنه فيقال له اقرا آيه و اصعد درجه ثم يقال له بلغنا به و ارضيناك فيه فيقول اللهم نعم قال و من قراه و كثيرا وتعاهده من شده حفظه اعطاه الله اجر هذا مرتين .</w:t>
      </w:r>
    </w:p>
    <w:p w:rsidR="00A679DB" w:rsidRDefault="00A679DB" w:rsidP="00A679DB">
      <w:pPr>
        <w:pStyle w:val="libNormal"/>
        <w:rPr>
          <w:rtl/>
        </w:rPr>
      </w:pPr>
      <w:r>
        <w:rPr>
          <w:rtl/>
        </w:rPr>
        <w:t>ترجمه :</w:t>
      </w:r>
    </w:p>
    <w:p w:rsidR="00A679DB" w:rsidRDefault="00A679DB" w:rsidP="00255B7F">
      <w:pPr>
        <w:pStyle w:val="libNormal"/>
        <w:rPr>
          <w:rtl/>
        </w:rPr>
      </w:pPr>
      <w:r>
        <w:rPr>
          <w:rtl/>
        </w:rPr>
        <w:t xml:space="preserve">١. امام صادق </w:t>
      </w:r>
      <w:r w:rsidRPr="00255B7F">
        <w:rPr>
          <w:rStyle w:val="libAlaemChar"/>
          <w:rtl/>
        </w:rPr>
        <w:t>عليه‌السلام</w:t>
      </w:r>
      <w:r>
        <w:rPr>
          <w:rtl/>
        </w:rPr>
        <w:t xml:space="preserve"> فرمودند: جوان مؤ منى كه قرآن بخواند، قرآن با گوشت و خونش مخلوط مى شود و عامل همنشينى او با فرشتگان بزرگوار وحى كه هرگز مرتكب گناهى نشده</w:t>
      </w:r>
      <w:r w:rsidR="00255B7F">
        <w:rPr>
          <w:rFonts w:hint="cs"/>
          <w:rtl/>
        </w:rPr>
        <w:t xml:space="preserve"> </w:t>
      </w:r>
      <w:r>
        <w:rPr>
          <w:rtl/>
        </w:rPr>
        <w:t>اند، خواهد شد. و در روز قيامت نيز قر</w:t>
      </w:r>
      <w:r w:rsidR="00255B7F">
        <w:rPr>
          <w:rFonts w:hint="cs"/>
          <w:rtl/>
        </w:rPr>
        <w:t>آ</w:t>
      </w:r>
      <w:r>
        <w:rPr>
          <w:rtl/>
        </w:rPr>
        <w:t>ن مانعى براى او در مقابل آتش خواهد بود. قرآن د</w:t>
      </w:r>
      <w:r w:rsidR="00255B7F">
        <w:rPr>
          <w:rFonts w:hint="cs"/>
          <w:rtl/>
        </w:rPr>
        <w:t>ر</w:t>
      </w:r>
      <w:r>
        <w:rPr>
          <w:rtl/>
        </w:rPr>
        <w:t xml:space="preserve"> آن روز (خطاب به خداوند) مى گويد: هر عمل كننده اى به پاداش عمل خود رسيد. جز عمل كنندگان به من . پس بهترين عطاياى خود را به او عنايت فرما. خداوند عزوجل نيز دو لباس بهشتى به او مى پوشاند و بر سرش تاج كرامت مى گذارد. آنگاه خطاب به قرآن مى فرمايد: آيا راضى شدى ؟ و قرآن مى گويد: من بهتر از اين را براى او مى </w:t>
      </w:r>
      <w:r>
        <w:rPr>
          <w:rtl/>
        </w:rPr>
        <w:lastRenderedPageBreak/>
        <w:t xml:space="preserve">خواستم . آنگاه خداوند در امان بودن را به دست راست و جاودانگى در بهشت را به دست چپش مى دهد. سپس ‍ وارد بهشت مى شود. و در بهشت به او مى گويند: يك آيه بخوان و يك درجه بالا برو. آنگاه به قرآن خطاب مى شود: به </w:t>
      </w:r>
      <w:r w:rsidR="00255B7F">
        <w:rPr>
          <w:rFonts w:hint="cs"/>
          <w:rtl/>
        </w:rPr>
        <w:t>آ</w:t>
      </w:r>
      <w:r>
        <w:rPr>
          <w:rtl/>
        </w:rPr>
        <w:t xml:space="preserve">رزويت رسيدى و راضى شدى ؟ و قرآن مى گويد: خداوندا! بله . امام </w:t>
      </w:r>
      <w:r w:rsidRPr="00255B7F">
        <w:rPr>
          <w:rStyle w:val="libAlaemChar"/>
          <w:rtl/>
        </w:rPr>
        <w:t>عليه‌السلام</w:t>
      </w:r>
      <w:r>
        <w:rPr>
          <w:rtl/>
        </w:rPr>
        <w:t xml:space="preserve"> فرمودند: كسى كه خيلى قرآن بخواند و آن را حفظ نمايد، خداوند دوباره اين ثواب را به او مى دهد.</w:t>
      </w:r>
    </w:p>
    <w:p w:rsidR="00A679DB" w:rsidRDefault="00A679DB" w:rsidP="00A679DB">
      <w:pPr>
        <w:pStyle w:val="libNormal"/>
        <w:rPr>
          <w:rtl/>
        </w:rPr>
      </w:pPr>
    </w:p>
    <w:p w:rsidR="00A679DB" w:rsidRDefault="00A679DB" w:rsidP="00A679DB">
      <w:pPr>
        <w:pStyle w:val="libNormal"/>
        <w:rPr>
          <w:rtl/>
        </w:rPr>
      </w:pPr>
      <w:r>
        <w:rPr>
          <w:rtl/>
        </w:rPr>
        <w:t>ثواب من قرا القران قائما فى صلاته و من قراه جالسا فى صلاته و من قراهفى غير صلاته .</w:t>
      </w:r>
    </w:p>
    <w:p w:rsidR="00A679DB" w:rsidRDefault="00255B7F" w:rsidP="00A679DB">
      <w:pPr>
        <w:pStyle w:val="libNormal"/>
        <w:rPr>
          <w:rtl/>
        </w:rPr>
      </w:pPr>
      <w:r>
        <w:rPr>
          <w:rtl/>
        </w:rPr>
        <w:br w:type="page"/>
      </w:r>
    </w:p>
    <w:p w:rsidR="00A679DB" w:rsidRDefault="00A679DB" w:rsidP="00A679DB">
      <w:pPr>
        <w:pStyle w:val="libNormal"/>
        <w:rPr>
          <w:rtl/>
        </w:rPr>
      </w:pPr>
      <w:r>
        <w:rPr>
          <w:rtl/>
        </w:rPr>
        <w:t>ثواب خواندن قرآن در نماز درحال نشسته يا ايستاده يا در غير نماز.</w:t>
      </w:r>
    </w:p>
    <w:p w:rsidR="00A679DB" w:rsidRDefault="00A679DB" w:rsidP="00A679DB">
      <w:pPr>
        <w:pStyle w:val="libNormal"/>
        <w:rPr>
          <w:rtl/>
        </w:rPr>
      </w:pPr>
      <w:r>
        <w:rPr>
          <w:rtl/>
        </w:rPr>
        <w:t>حديث : ١ حدثنى جعفر بن محمد بن مسرور رضى الله عنه قال حدثنى الحسين بن محمد بن عامر عن عمه عبدالله عامر عن الحسن بن محبوب عن عبدالله بن سنان عن معاذ بن مسلم بن سليمان عن ابى جعفر عليه‌السلام قال من قرا القرآن قائما فى صلاته كتب الله بكل حرف مائه حسنه و من قراه فى صلاته جالسا كتب الله لك بكل حرف خمسين حسنه و من قراه فى غير صلاته كتب الله له بكل حرف عشر حسنات .</w:t>
      </w:r>
    </w:p>
    <w:p w:rsidR="00A679DB" w:rsidRDefault="00A679DB" w:rsidP="00A679DB">
      <w:pPr>
        <w:pStyle w:val="libNormal"/>
        <w:rPr>
          <w:rtl/>
        </w:rPr>
      </w:pPr>
      <w:r>
        <w:rPr>
          <w:rtl/>
        </w:rPr>
        <w:t>ترجمه :</w:t>
      </w:r>
    </w:p>
    <w:p w:rsidR="00A679DB" w:rsidRDefault="00A679DB" w:rsidP="008E287E">
      <w:pPr>
        <w:pStyle w:val="libNormal"/>
        <w:rPr>
          <w:rtl/>
        </w:rPr>
      </w:pPr>
      <w:r>
        <w:rPr>
          <w:rtl/>
        </w:rPr>
        <w:t xml:space="preserve">١. امام باقر </w:t>
      </w:r>
      <w:r w:rsidRPr="00255B7F">
        <w:rPr>
          <w:rStyle w:val="libAlaemChar"/>
          <w:rtl/>
        </w:rPr>
        <w:t>عليه‌السلام</w:t>
      </w:r>
      <w:r>
        <w:rPr>
          <w:rtl/>
        </w:rPr>
        <w:t xml:space="preserve"> فرمودند: كسى كه قرآن را ايستاده در نمازش ‍ بخواند، خداوند در مقابل هر حرفى صد حسنه براى او مى نويسد و كسى كه نشسته در نماز قرآن بخواند، خداوند در مقابل هر حرفى پنجاه حسنه براى او مى نويسد و كسى كه در غير نماز </w:t>
      </w:r>
      <w:r w:rsidR="008E287E">
        <w:rPr>
          <w:rFonts w:hint="cs"/>
          <w:rtl/>
        </w:rPr>
        <w:t>آ</w:t>
      </w:r>
      <w:r>
        <w:rPr>
          <w:rtl/>
        </w:rPr>
        <w:t>ن را بخواند، در مقابل هر حرفى ده حسنه براى او نوشته مى شود.</w:t>
      </w:r>
    </w:p>
    <w:p w:rsidR="00A679DB" w:rsidRDefault="00A679DB" w:rsidP="00A679DB">
      <w:pPr>
        <w:pStyle w:val="libNormal"/>
        <w:rPr>
          <w:rtl/>
        </w:rPr>
      </w:pPr>
    </w:p>
    <w:p w:rsidR="00A679DB" w:rsidRDefault="00A679DB" w:rsidP="00A679DB">
      <w:pPr>
        <w:pStyle w:val="libNormal"/>
        <w:rPr>
          <w:rtl/>
        </w:rPr>
      </w:pPr>
      <w:r>
        <w:rPr>
          <w:rtl/>
        </w:rPr>
        <w:t>ثواب من قرا مائه آيه يصلى بها الى خمسمائه آيه .</w:t>
      </w:r>
    </w:p>
    <w:p w:rsidR="00A679DB" w:rsidRDefault="008E287E" w:rsidP="00A679DB">
      <w:pPr>
        <w:pStyle w:val="libNormal"/>
        <w:rPr>
          <w:rtl/>
        </w:rPr>
      </w:pPr>
      <w:r>
        <w:rPr>
          <w:rtl/>
        </w:rPr>
        <w:br w:type="page"/>
      </w:r>
    </w:p>
    <w:p w:rsidR="00A679DB" w:rsidRDefault="00A679DB" w:rsidP="008E287E">
      <w:pPr>
        <w:pStyle w:val="Heading2"/>
        <w:rPr>
          <w:rtl/>
        </w:rPr>
      </w:pPr>
      <w:bookmarkStart w:id="149" w:name="_Toc449617206"/>
      <w:r>
        <w:rPr>
          <w:rtl/>
        </w:rPr>
        <w:t xml:space="preserve">ثواب خواندن صد </w:t>
      </w:r>
      <w:r w:rsidR="008E287E">
        <w:rPr>
          <w:rFonts w:hint="cs"/>
          <w:rtl/>
        </w:rPr>
        <w:t>آ</w:t>
      </w:r>
      <w:r>
        <w:rPr>
          <w:rtl/>
        </w:rPr>
        <w:t>يه تا پانصد آيه در نماز</w:t>
      </w:r>
      <w:bookmarkEnd w:id="149"/>
    </w:p>
    <w:p w:rsidR="00A679DB" w:rsidRDefault="00A679DB" w:rsidP="00A679DB">
      <w:pPr>
        <w:pStyle w:val="libNormal"/>
        <w:rPr>
          <w:rtl/>
        </w:rPr>
      </w:pPr>
      <w:r>
        <w:rPr>
          <w:rtl/>
        </w:rPr>
        <w:t xml:space="preserve">حديث : ١ حدثنى محمد بن على ماجيلويه رضى الله عنه عن عمه محمد بن ابى القاسم عن محمد بن عيسى عن الحسن به على عن اسحاق به عمار عن ابى عبدالله </w:t>
      </w:r>
      <w:r w:rsidRPr="008E287E">
        <w:rPr>
          <w:rStyle w:val="libAlaemChar"/>
          <w:rtl/>
        </w:rPr>
        <w:t>عليه‌السلام</w:t>
      </w:r>
      <w:r>
        <w:rPr>
          <w:rtl/>
        </w:rPr>
        <w:t xml:space="preserve"> قال من قرا مائه آيه يصلى بها فى ليله كتب الله له بها قنوت ليله و من قرا مائتى آيه فى ليله من غير صلاه الليل كتب الله له فى اللوح قنطارا من الحسنات و القنطار الف و مائتا اوقيه و الاوقيه اعطم من جبل احد.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E287E">
        <w:rPr>
          <w:rStyle w:val="libAlaemChar"/>
          <w:rtl/>
        </w:rPr>
        <w:t>عليه‌السلام</w:t>
      </w:r>
      <w:r>
        <w:rPr>
          <w:rtl/>
        </w:rPr>
        <w:t xml:space="preserve"> فرمودند: كسى كه در نماز شب صد آيه بخواند، خداوند نماز يك شب را براى او مى نويسد و كسى كه دويست آيه را شب هنگام ، ولى در غير نماز شب بخواند، خداوند براى او در لوح ، قنطارى از حسنات مى نويسد كه هر قنطارى هزار و دويست اوقيه و هر اوقيه اى بزرگتر از كوه احد است .</w:t>
      </w:r>
    </w:p>
    <w:p w:rsidR="00A679DB" w:rsidRDefault="00A679DB" w:rsidP="00A679DB">
      <w:pPr>
        <w:pStyle w:val="libNormal"/>
        <w:rPr>
          <w:rtl/>
        </w:rPr>
      </w:pPr>
    </w:p>
    <w:p w:rsidR="00A679DB" w:rsidRDefault="00A679DB" w:rsidP="00A679DB">
      <w:pPr>
        <w:pStyle w:val="libNormal"/>
        <w:rPr>
          <w:rtl/>
        </w:rPr>
      </w:pPr>
      <w:r>
        <w:rPr>
          <w:rtl/>
        </w:rPr>
        <w:t>ثواب الحافط للقران و العامل به</w:t>
      </w:r>
    </w:p>
    <w:p w:rsidR="00A679DB" w:rsidRDefault="008E287E" w:rsidP="00A679DB">
      <w:pPr>
        <w:pStyle w:val="libNormal"/>
        <w:rPr>
          <w:rtl/>
        </w:rPr>
      </w:pPr>
      <w:r>
        <w:rPr>
          <w:rtl/>
        </w:rPr>
        <w:br w:type="page"/>
      </w:r>
    </w:p>
    <w:p w:rsidR="00A679DB" w:rsidRDefault="00A679DB" w:rsidP="008E287E">
      <w:pPr>
        <w:pStyle w:val="Heading2"/>
        <w:rPr>
          <w:rtl/>
        </w:rPr>
      </w:pPr>
      <w:bookmarkStart w:id="150" w:name="_Toc449617207"/>
      <w:r>
        <w:rPr>
          <w:rtl/>
        </w:rPr>
        <w:t>ثواب حافظ قرآن و عمل كننده به آن</w:t>
      </w:r>
      <w:bookmarkEnd w:id="150"/>
    </w:p>
    <w:p w:rsidR="00A679DB" w:rsidRDefault="00A679DB" w:rsidP="00A679DB">
      <w:pPr>
        <w:pStyle w:val="libNormal"/>
        <w:rPr>
          <w:rtl/>
        </w:rPr>
      </w:pPr>
      <w:r>
        <w:rPr>
          <w:rtl/>
        </w:rPr>
        <w:t xml:space="preserve">حديث : ١ حدثنى الحسين به احمد رضى الله عنه عن ابيه عن احمد بن محمد عن الحسن بن محبوب عن جميل بن صالح عن الفضيل بن يسار عن ابى عبدالله </w:t>
      </w:r>
      <w:r w:rsidRPr="008E287E">
        <w:rPr>
          <w:rStyle w:val="libAlaemChar"/>
          <w:rtl/>
        </w:rPr>
        <w:t>عليه‌السلام</w:t>
      </w:r>
      <w:r>
        <w:rPr>
          <w:rtl/>
        </w:rPr>
        <w:t xml:space="preserve"> قال الحافظ للقرآن و العامل به مع السفر الكرام البرره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E287E">
        <w:rPr>
          <w:rStyle w:val="libAlaemChar"/>
          <w:rtl/>
        </w:rPr>
        <w:t>عليه‌السلام</w:t>
      </w:r>
      <w:r>
        <w:rPr>
          <w:rtl/>
        </w:rPr>
        <w:t xml:space="preserve"> فرمودند: حافظ قرآن و عمل كننده به آن همنشين فرشتگان بزرگوار وحى است كه پاكيزه از گناه مى باشند.</w:t>
      </w:r>
    </w:p>
    <w:p w:rsidR="00A679DB" w:rsidRDefault="00A679DB" w:rsidP="00A679DB">
      <w:pPr>
        <w:pStyle w:val="libNormal"/>
        <w:rPr>
          <w:rtl/>
        </w:rPr>
      </w:pPr>
    </w:p>
    <w:p w:rsidR="00A679DB" w:rsidRDefault="00A679DB" w:rsidP="00A679DB">
      <w:pPr>
        <w:pStyle w:val="libNormal"/>
        <w:rPr>
          <w:rtl/>
        </w:rPr>
      </w:pPr>
      <w:r>
        <w:rPr>
          <w:rtl/>
        </w:rPr>
        <w:t>ثواب من يعالج القرآن ليحفظه بمشقه و من رجع الى منزله فلم ينم حتى يقرا سورهمن القران</w:t>
      </w:r>
    </w:p>
    <w:p w:rsidR="00A679DB" w:rsidRDefault="008E287E" w:rsidP="00A679DB">
      <w:pPr>
        <w:pStyle w:val="libNormal"/>
        <w:rPr>
          <w:rtl/>
        </w:rPr>
      </w:pPr>
      <w:r>
        <w:rPr>
          <w:rtl/>
        </w:rPr>
        <w:br w:type="page"/>
      </w:r>
    </w:p>
    <w:p w:rsidR="00A679DB" w:rsidRDefault="00A679DB" w:rsidP="008E287E">
      <w:pPr>
        <w:pStyle w:val="Heading2"/>
        <w:rPr>
          <w:rtl/>
        </w:rPr>
      </w:pPr>
      <w:bookmarkStart w:id="151" w:name="_Toc449617208"/>
      <w:r>
        <w:rPr>
          <w:rtl/>
        </w:rPr>
        <w:t>ثواب حفظ قرآن با مشقت و خواندن يك سوره آن پيش از خواب</w:t>
      </w:r>
      <w:bookmarkEnd w:id="151"/>
    </w:p>
    <w:p w:rsidR="00A679DB" w:rsidRDefault="00A679DB" w:rsidP="00A679DB">
      <w:pPr>
        <w:pStyle w:val="libNormal"/>
        <w:rPr>
          <w:rtl/>
        </w:rPr>
      </w:pPr>
      <w:r>
        <w:rPr>
          <w:rtl/>
        </w:rPr>
        <w:t xml:space="preserve">حديث : ١ حدثنى على بن الحسين المكتب قال حدثنى محمد بن عبدالله عن ابيه عبدالله بن جعفر الحميرى عن احمد بن محمد عن الحسن بن محبوب عن جميل بن صالح عن الفضيل بن يسار قال سمعت ابا عبدالله </w:t>
      </w:r>
      <w:r w:rsidRPr="008E287E">
        <w:rPr>
          <w:rStyle w:val="libAlaemChar"/>
          <w:rtl/>
        </w:rPr>
        <w:t>عليه‌السلام</w:t>
      </w:r>
      <w:r>
        <w:rPr>
          <w:rtl/>
        </w:rPr>
        <w:t xml:space="preserve"> يقول ان الذى يعالج القرآن ليحفظه بمشقه منه و قله حفظ له اجران و قال ما يمنع التاجر منكم المشغول فى سوقه اذا رجع الى منزله ان لا ينام حتى يقرا سوره من القرآن فيكتب له مكان كل آيه يقروها عشر حسنات و يمحى عنه عشر سيئات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شنيدم از امام صادق </w:t>
      </w:r>
      <w:r w:rsidRPr="008E287E">
        <w:rPr>
          <w:rStyle w:val="libAlaemChar"/>
          <w:rtl/>
        </w:rPr>
        <w:t>عليه‌السلام</w:t>
      </w:r>
      <w:r>
        <w:rPr>
          <w:rtl/>
        </w:rPr>
        <w:t xml:space="preserve"> كه فرمودند: همانا كس ‍ كه سعى مى كند قرآن را با مشقت و سختى و كمى حافظه ، حفظ نمايد، دو پاداش دارد و نيز فرمودند: چرا تاجرهاى شما كه در بازار مشغول تجارت هستند، وقتى به خانه باز مى گردند، قبل از خواب يك سوره قرآن نمى خوانند تا در مقابل هر آيه ده حسنه براى آنان نوشته شده و ده گناه آنان پاك مى شود؟</w:t>
      </w:r>
    </w:p>
    <w:p w:rsidR="00A679DB" w:rsidRDefault="00A679DB" w:rsidP="00A679DB">
      <w:pPr>
        <w:pStyle w:val="libNormal"/>
        <w:rPr>
          <w:rtl/>
        </w:rPr>
      </w:pPr>
    </w:p>
    <w:p w:rsidR="00A679DB" w:rsidRDefault="00A679DB" w:rsidP="00A679DB">
      <w:pPr>
        <w:pStyle w:val="libNormal"/>
        <w:rPr>
          <w:rtl/>
        </w:rPr>
      </w:pPr>
      <w:r>
        <w:rPr>
          <w:rtl/>
        </w:rPr>
        <w:t>ثواب الحالالمرتحل</w:t>
      </w:r>
    </w:p>
    <w:p w:rsidR="00A679DB" w:rsidRDefault="008E287E" w:rsidP="00A679DB">
      <w:pPr>
        <w:pStyle w:val="libNormal"/>
        <w:rPr>
          <w:rtl/>
        </w:rPr>
      </w:pPr>
      <w:r>
        <w:rPr>
          <w:rtl/>
        </w:rPr>
        <w:br w:type="page"/>
      </w:r>
    </w:p>
    <w:p w:rsidR="00A679DB" w:rsidRDefault="00A679DB" w:rsidP="008E287E">
      <w:pPr>
        <w:pStyle w:val="Heading2"/>
        <w:rPr>
          <w:rtl/>
        </w:rPr>
      </w:pPr>
      <w:bookmarkStart w:id="152" w:name="_Toc449617209"/>
      <w:r>
        <w:rPr>
          <w:rtl/>
        </w:rPr>
        <w:t xml:space="preserve">ثواب فرود </w:t>
      </w:r>
      <w:r w:rsidR="008E287E">
        <w:rPr>
          <w:rFonts w:hint="cs"/>
          <w:rtl/>
        </w:rPr>
        <w:t>آ</w:t>
      </w:r>
      <w:r>
        <w:rPr>
          <w:rtl/>
        </w:rPr>
        <w:t>ينده و كوچ كننده</w:t>
      </w:r>
      <w:bookmarkEnd w:id="152"/>
    </w:p>
    <w:p w:rsidR="00A679DB" w:rsidRDefault="00A679DB" w:rsidP="00A679DB">
      <w:pPr>
        <w:pStyle w:val="libNormal"/>
        <w:rPr>
          <w:rtl/>
        </w:rPr>
      </w:pPr>
      <w:r>
        <w:rPr>
          <w:rtl/>
        </w:rPr>
        <w:t xml:space="preserve">حديث : ١ ابى رحمه الله قال حدثنا سعد بن عبدالله عن احمد بن ابى عبدالله البرقى قال حدثنى الحسين بن يزيد النوفلى عن السكونى عن ابى عبدالله </w:t>
      </w:r>
      <w:r w:rsidRPr="008E287E">
        <w:rPr>
          <w:rStyle w:val="libAlaemChar"/>
          <w:rtl/>
        </w:rPr>
        <w:t>عليه‌السلام</w:t>
      </w:r>
      <w:r>
        <w:rPr>
          <w:rtl/>
        </w:rPr>
        <w:t xml:space="preserve"> قال قيل يا رسول الله </w:t>
      </w:r>
      <w:r w:rsidR="00E60DFB" w:rsidRPr="008E287E">
        <w:rPr>
          <w:rStyle w:val="libAlaemChar"/>
          <w:rtl/>
        </w:rPr>
        <w:t>صلى‌الله‌عليه‌وآله</w:t>
      </w:r>
      <w:r w:rsidR="00E60DFB">
        <w:rPr>
          <w:rtl/>
        </w:rPr>
        <w:t xml:space="preserve"> </w:t>
      </w:r>
      <w:r>
        <w:rPr>
          <w:rtl/>
        </w:rPr>
        <w:t>اى الرجال خير قال الحال المرتحل قيل يا رسول الله و ما الحال المرتحل قال الفاتح الخاتم الذى يفتح القرآن و يختمه فله عند الله دعوه مستجابه .</w:t>
      </w:r>
    </w:p>
    <w:p w:rsidR="00A679DB" w:rsidRDefault="00A679DB" w:rsidP="00A679DB">
      <w:pPr>
        <w:pStyle w:val="libNormal"/>
        <w:rPr>
          <w:rtl/>
        </w:rPr>
      </w:pPr>
      <w:r>
        <w:rPr>
          <w:rtl/>
        </w:rPr>
        <w:t>ترجمه :</w:t>
      </w:r>
    </w:p>
    <w:p w:rsidR="00A679DB" w:rsidRDefault="00A679DB" w:rsidP="008E287E">
      <w:pPr>
        <w:pStyle w:val="libNormal"/>
        <w:rPr>
          <w:rtl/>
        </w:rPr>
      </w:pPr>
      <w:r>
        <w:rPr>
          <w:rtl/>
        </w:rPr>
        <w:t xml:space="preserve">١. امام صادق </w:t>
      </w:r>
      <w:r w:rsidRPr="008E287E">
        <w:rPr>
          <w:rStyle w:val="libAlaemChar"/>
          <w:rtl/>
        </w:rPr>
        <w:t>عليه‌السلام</w:t>
      </w:r>
      <w:r>
        <w:rPr>
          <w:rtl/>
        </w:rPr>
        <w:t xml:space="preserve"> نقل مى نمايد كه رسول خدا </w:t>
      </w:r>
      <w:r w:rsidR="00E60DFB" w:rsidRPr="008E287E">
        <w:rPr>
          <w:rStyle w:val="libAlaemChar"/>
          <w:rtl/>
        </w:rPr>
        <w:t>صلى‌الله‌عليه‌وآله</w:t>
      </w:r>
      <w:r w:rsidR="00E60DFB">
        <w:rPr>
          <w:rtl/>
        </w:rPr>
        <w:t xml:space="preserve"> </w:t>
      </w:r>
      <w:r>
        <w:rPr>
          <w:rtl/>
        </w:rPr>
        <w:t xml:space="preserve">پرسيدند: اى رسول خدا! بهترين مردان كيست ؟ آن حضرت </w:t>
      </w:r>
      <w:r w:rsidR="00E60DFB" w:rsidRPr="008E287E">
        <w:rPr>
          <w:rStyle w:val="libAlaemChar"/>
          <w:rtl/>
        </w:rPr>
        <w:t>صلى‌الله‌عليه‌وآله</w:t>
      </w:r>
      <w:r w:rsidR="00E60DFB">
        <w:rPr>
          <w:rtl/>
        </w:rPr>
        <w:t xml:space="preserve"> </w:t>
      </w:r>
      <w:r>
        <w:rPr>
          <w:rtl/>
        </w:rPr>
        <w:t xml:space="preserve">فرمودند: فرود آيند ه و كوچ كننده . پرسيدند: اى رسول خدا </w:t>
      </w:r>
      <w:r w:rsidR="00E60DFB" w:rsidRPr="008E287E">
        <w:rPr>
          <w:rStyle w:val="libAlaemChar"/>
          <w:rtl/>
        </w:rPr>
        <w:t>صلى‌الله‌عليه‌وآله</w:t>
      </w:r>
      <w:r w:rsidR="00E60DFB">
        <w:rPr>
          <w:rtl/>
        </w:rPr>
        <w:t xml:space="preserve"> </w:t>
      </w:r>
      <w:r>
        <w:rPr>
          <w:rtl/>
        </w:rPr>
        <w:t xml:space="preserve">فرود </w:t>
      </w:r>
      <w:r w:rsidR="008E287E">
        <w:rPr>
          <w:rFonts w:hint="cs"/>
          <w:rtl/>
        </w:rPr>
        <w:t>آ</w:t>
      </w:r>
      <w:r>
        <w:rPr>
          <w:rtl/>
        </w:rPr>
        <w:t>يند ه و كوچ كننده كيست ؟ فرمودند: شروع كننده و پايان دهنده و كسى كه قرآن را شروع كند و آن را ختم كند، نزد خداوند دعاى مستجابى دارد.</w:t>
      </w:r>
    </w:p>
    <w:p w:rsidR="00A679DB" w:rsidRDefault="00A679DB" w:rsidP="00A679DB">
      <w:pPr>
        <w:pStyle w:val="libNormal"/>
        <w:rPr>
          <w:rtl/>
        </w:rPr>
      </w:pPr>
    </w:p>
    <w:p w:rsidR="00A679DB" w:rsidRDefault="00A679DB" w:rsidP="00A679DB">
      <w:pPr>
        <w:pStyle w:val="libNormal"/>
        <w:rPr>
          <w:rtl/>
        </w:rPr>
      </w:pPr>
      <w:r>
        <w:rPr>
          <w:rtl/>
        </w:rPr>
        <w:t>ثواب قارى القران</w:t>
      </w:r>
    </w:p>
    <w:p w:rsidR="00A679DB" w:rsidRDefault="008E287E" w:rsidP="00A679DB">
      <w:pPr>
        <w:pStyle w:val="libNormal"/>
        <w:rPr>
          <w:rtl/>
        </w:rPr>
      </w:pPr>
      <w:r>
        <w:rPr>
          <w:rtl/>
        </w:rPr>
        <w:br w:type="page"/>
      </w:r>
    </w:p>
    <w:p w:rsidR="00A679DB" w:rsidRDefault="00A679DB" w:rsidP="008E287E">
      <w:pPr>
        <w:pStyle w:val="Heading2"/>
        <w:rPr>
          <w:rtl/>
        </w:rPr>
      </w:pPr>
      <w:bookmarkStart w:id="153" w:name="_Toc449617210"/>
      <w:r>
        <w:rPr>
          <w:rtl/>
        </w:rPr>
        <w:t>ثواب قارى قرآن</w:t>
      </w:r>
      <w:bookmarkEnd w:id="153"/>
    </w:p>
    <w:p w:rsidR="00A679DB" w:rsidRDefault="00A679DB" w:rsidP="00A679DB">
      <w:pPr>
        <w:pStyle w:val="libNormal"/>
        <w:rPr>
          <w:rtl/>
        </w:rPr>
      </w:pPr>
      <w:r>
        <w:rPr>
          <w:rtl/>
        </w:rPr>
        <w:t xml:space="preserve">حديث : ١ حدثنا محمد بن موسى بن المتوكل رضى الله عنه قال حدثنى لى بن الحسين السعد آبادى عن احمد بن ابى عبدالله عن محمد بن عيسى بن عبيد عن سليمان بن راشد عن ابيه عن معاويه بن عمار قال قال ابو عبدالله </w:t>
      </w:r>
      <w:r w:rsidRPr="008E287E">
        <w:rPr>
          <w:rStyle w:val="libAlaemChar"/>
          <w:rtl/>
        </w:rPr>
        <w:t>عليه‌السلام</w:t>
      </w:r>
      <w:r>
        <w:rPr>
          <w:rtl/>
        </w:rPr>
        <w:t xml:space="preserve"> من قرا القرآن فهو غنى و لا فقر بعده و الا ما به غنى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E287E">
        <w:rPr>
          <w:rStyle w:val="libAlaemChar"/>
          <w:rtl/>
        </w:rPr>
        <w:t>عليه‌السلام</w:t>
      </w:r>
      <w:r>
        <w:rPr>
          <w:rtl/>
        </w:rPr>
        <w:t xml:space="preserve"> فرمودند: كسى كه قرآن بخواند بى نياز است . و پس از خواندن قرآن فقرى نيست . و اگر قرآن نخوانده ، به هيچ وجه بى نياز نيست .</w:t>
      </w:r>
    </w:p>
    <w:p w:rsidR="00A679DB" w:rsidRDefault="00A679DB" w:rsidP="00A679DB">
      <w:pPr>
        <w:pStyle w:val="libNormal"/>
        <w:rPr>
          <w:rtl/>
        </w:rPr>
      </w:pPr>
    </w:p>
    <w:p w:rsidR="00A679DB" w:rsidRDefault="00A679DB" w:rsidP="00A679DB">
      <w:pPr>
        <w:pStyle w:val="libNormal"/>
        <w:rPr>
          <w:rtl/>
        </w:rPr>
      </w:pPr>
      <w:r>
        <w:rPr>
          <w:rtl/>
        </w:rPr>
        <w:t>ثواب من قرا القرآن نظرا</w:t>
      </w:r>
    </w:p>
    <w:p w:rsidR="00A679DB" w:rsidRDefault="008E287E" w:rsidP="00A679DB">
      <w:pPr>
        <w:pStyle w:val="libNormal"/>
        <w:rPr>
          <w:rtl/>
        </w:rPr>
      </w:pPr>
      <w:r>
        <w:rPr>
          <w:rtl/>
        </w:rPr>
        <w:br w:type="page"/>
      </w:r>
    </w:p>
    <w:p w:rsidR="00A679DB" w:rsidRDefault="00A679DB" w:rsidP="008E287E">
      <w:pPr>
        <w:pStyle w:val="Heading2"/>
        <w:rPr>
          <w:rtl/>
        </w:rPr>
      </w:pPr>
      <w:bookmarkStart w:id="154" w:name="_Toc449617211"/>
      <w:r>
        <w:rPr>
          <w:rtl/>
        </w:rPr>
        <w:t>ثواب خواندن قرآن از روى آن</w:t>
      </w:r>
      <w:bookmarkEnd w:id="154"/>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ابى عبدالله عن يعقوب بن يزيد عن رجل من العوام رفعه الى ابى عبدالله </w:t>
      </w:r>
      <w:r w:rsidRPr="008E287E">
        <w:rPr>
          <w:rStyle w:val="libAlaemChar"/>
          <w:rtl/>
        </w:rPr>
        <w:t>عليه‌السلام</w:t>
      </w:r>
      <w:r>
        <w:rPr>
          <w:rtl/>
        </w:rPr>
        <w:t xml:space="preserve"> قال من قرا فى المصحف نظرا متع ببصره و خففف عن والديه و ان كانا كافرين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E287E">
        <w:rPr>
          <w:rStyle w:val="libAlaemChar"/>
          <w:rtl/>
        </w:rPr>
        <w:t>عليه‌السلام</w:t>
      </w:r>
      <w:r>
        <w:rPr>
          <w:rtl/>
        </w:rPr>
        <w:t xml:space="preserve"> فرمودند: كسى كه از روى قرآن ، آن را بخواند، چشمش تقويت خواهد شد. و اگر چه پدر و مادرش كافر باشند، عذاب آنها كمتر مى شود.</w:t>
      </w:r>
    </w:p>
    <w:p w:rsidR="00A679DB" w:rsidRDefault="00A679DB" w:rsidP="00A679DB">
      <w:pPr>
        <w:pStyle w:val="libNormal"/>
        <w:rPr>
          <w:rtl/>
        </w:rPr>
      </w:pPr>
      <w:r>
        <w:rPr>
          <w:rtl/>
        </w:rPr>
        <w:t xml:space="preserve">حديث : ٢ و بهذاالاسناد رفعه الى النبى </w:t>
      </w:r>
      <w:r w:rsidR="00E60DFB">
        <w:rPr>
          <w:rtl/>
        </w:rPr>
        <w:t xml:space="preserve">صلى‌الله‌عليه‌وآله </w:t>
      </w:r>
      <w:r>
        <w:rPr>
          <w:rtl/>
        </w:rPr>
        <w:t>قال ليس شى اشد على الشيطان من القراء فى المصحف نظرا.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پيامبر </w:t>
      </w:r>
      <w:r w:rsidR="00E60DFB" w:rsidRPr="008E287E">
        <w:rPr>
          <w:rStyle w:val="libAlaemChar"/>
          <w:rtl/>
        </w:rPr>
        <w:t>صلى‌الله‌عليه‌وآله</w:t>
      </w:r>
      <w:r w:rsidR="00E60DFB">
        <w:rPr>
          <w:rtl/>
        </w:rPr>
        <w:t xml:space="preserve"> </w:t>
      </w:r>
      <w:r>
        <w:rPr>
          <w:rtl/>
        </w:rPr>
        <w:t>فرمودند: هيچ چيزى براى شيطان سخت تر از قرائت قرآن از روى آن نيست .</w:t>
      </w:r>
    </w:p>
    <w:p w:rsidR="00A679DB" w:rsidRDefault="00A679DB" w:rsidP="00A679DB">
      <w:pPr>
        <w:pStyle w:val="libNormal"/>
        <w:rPr>
          <w:rtl/>
        </w:rPr>
      </w:pPr>
    </w:p>
    <w:p w:rsidR="00A679DB" w:rsidRDefault="00A679DB" w:rsidP="00A679DB">
      <w:pPr>
        <w:pStyle w:val="libNormal"/>
        <w:rPr>
          <w:rtl/>
        </w:rPr>
      </w:pPr>
      <w:r>
        <w:rPr>
          <w:rtl/>
        </w:rPr>
        <w:t>ثواب من كان بيته مصحف</w:t>
      </w:r>
    </w:p>
    <w:p w:rsidR="00A679DB" w:rsidRDefault="008E287E" w:rsidP="00A679DB">
      <w:pPr>
        <w:pStyle w:val="libNormal"/>
        <w:rPr>
          <w:rtl/>
        </w:rPr>
      </w:pPr>
      <w:r>
        <w:rPr>
          <w:rtl/>
        </w:rPr>
        <w:br w:type="page"/>
      </w:r>
    </w:p>
    <w:p w:rsidR="00A679DB" w:rsidRDefault="00A679DB" w:rsidP="008E287E">
      <w:pPr>
        <w:pStyle w:val="Heading2"/>
        <w:rPr>
          <w:rtl/>
        </w:rPr>
      </w:pPr>
      <w:bookmarkStart w:id="155" w:name="_Toc449617212"/>
      <w:r>
        <w:rPr>
          <w:rtl/>
        </w:rPr>
        <w:t>ثواب بودن قرآن در خانه</w:t>
      </w:r>
      <w:bookmarkEnd w:id="155"/>
    </w:p>
    <w:p w:rsidR="00A679DB" w:rsidRDefault="00A679DB" w:rsidP="008E287E">
      <w:pPr>
        <w:pStyle w:val="libNormal"/>
        <w:rPr>
          <w:rtl/>
        </w:rPr>
      </w:pPr>
      <w:r>
        <w:rPr>
          <w:rtl/>
        </w:rPr>
        <w:t>حديث : ١ ابى رحمه الله قال حدثنى على بن الحسين السعد ابادى عن احمد بن ابى عبدالله البرقى عن على بن الحسين لضرير عن حماد بن عيسى عن جعفر بن محمد عن ابيه</w:t>
      </w:r>
      <w:r w:rsidR="00DC5255">
        <w:rPr>
          <w:rtl/>
        </w:rPr>
        <w:t xml:space="preserve">عليهم‌السلام </w:t>
      </w:r>
      <w:r>
        <w:rPr>
          <w:rtl/>
        </w:rPr>
        <w:t>قال انى ليعجبنى ان يكون فى البيت مصحف يطرد الله به الشيطان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E287E">
        <w:rPr>
          <w:rStyle w:val="libAlaemChar"/>
          <w:rtl/>
        </w:rPr>
        <w:t>عليه‌السلام</w:t>
      </w:r>
      <w:r>
        <w:rPr>
          <w:rtl/>
        </w:rPr>
        <w:t xml:space="preserve"> از پدرش نقل نموده كه فرمودند: دوست دارم در خانه قرآن باشد تا خداوند بخاطر آن شيطان را طرد كند.</w:t>
      </w:r>
    </w:p>
    <w:p w:rsidR="00A679DB" w:rsidRDefault="00A679DB" w:rsidP="00A679DB">
      <w:pPr>
        <w:pStyle w:val="libNormal"/>
        <w:rPr>
          <w:rtl/>
        </w:rPr>
      </w:pPr>
    </w:p>
    <w:p w:rsidR="00A679DB" w:rsidRDefault="00A679DB" w:rsidP="00A679DB">
      <w:pPr>
        <w:pStyle w:val="libNormal"/>
        <w:rPr>
          <w:rtl/>
        </w:rPr>
      </w:pPr>
      <w:r>
        <w:rPr>
          <w:rtl/>
        </w:rPr>
        <w:t>ثواب من قرا عشر ايات فى ليله الى الف ايه</w:t>
      </w:r>
    </w:p>
    <w:p w:rsidR="00A679DB" w:rsidRDefault="00A679DB" w:rsidP="00A679DB">
      <w:pPr>
        <w:pStyle w:val="libNormal"/>
        <w:rPr>
          <w:rtl/>
        </w:rPr>
      </w:pPr>
    </w:p>
    <w:p w:rsidR="00A679DB" w:rsidRDefault="00A679DB" w:rsidP="00A679DB">
      <w:pPr>
        <w:pStyle w:val="libNormal"/>
        <w:rPr>
          <w:rtl/>
        </w:rPr>
      </w:pPr>
      <w:r>
        <w:rPr>
          <w:rtl/>
        </w:rPr>
        <w:t>ثواب خواندن ده تا هزار آيه در شب</w:t>
      </w:r>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محمد بن عيسى عن الحسين بن سعيد عن النضر بن سويد عن يحيى الحلبى عن محمد بن مروان عن سعد بن طريف عن ابى جعفر </w:t>
      </w:r>
      <w:r w:rsidRPr="008E287E">
        <w:rPr>
          <w:rStyle w:val="libAlaemChar"/>
          <w:rtl/>
        </w:rPr>
        <w:t>عليه‌السلام</w:t>
      </w:r>
      <w:r>
        <w:rPr>
          <w:rtl/>
        </w:rPr>
        <w:t xml:space="preserve"> قال قال رسول الله </w:t>
      </w:r>
      <w:r w:rsidR="00E60DFB" w:rsidRPr="008E287E">
        <w:rPr>
          <w:rStyle w:val="libAlaemChar"/>
          <w:rtl/>
        </w:rPr>
        <w:t>صلى‌الله‌عليه‌وآله</w:t>
      </w:r>
      <w:r w:rsidR="00E60DFB">
        <w:rPr>
          <w:rtl/>
        </w:rPr>
        <w:t xml:space="preserve"> </w:t>
      </w:r>
      <w:r>
        <w:rPr>
          <w:rtl/>
        </w:rPr>
        <w:t>من قرا عشر آيات فى ليله لم يكتب من الغافلين و من قرا خمسين آيه كتب من الذاكرين و من قرا مائه آيه كتب من القانتين و من قرا مائتى آيه كتب من الخاشعين و من قرا ثلاثمائه آيه كتب من الفائزين و من قرا خمسمائه آيه كتب من المجتهدين و من قرا الف آيه كتب له قنطار و القنطار خمسمائه الف مثقا ذهبا و المثقال اربعه وعشرون قيراطا اصغرها مثل جبل احد و اكبرها ما بين السماء و الارض .</w:t>
      </w:r>
    </w:p>
    <w:p w:rsidR="00A679DB" w:rsidRDefault="00A679DB" w:rsidP="00A679DB">
      <w:pPr>
        <w:pStyle w:val="libNormal"/>
        <w:rPr>
          <w:rtl/>
        </w:rPr>
      </w:pPr>
      <w:r>
        <w:rPr>
          <w:rtl/>
        </w:rPr>
        <w:lastRenderedPageBreak/>
        <w:t>ترجمه :</w:t>
      </w:r>
    </w:p>
    <w:p w:rsidR="00A679DB" w:rsidRDefault="00A679DB" w:rsidP="008E287E">
      <w:pPr>
        <w:pStyle w:val="libNormal"/>
        <w:rPr>
          <w:rtl/>
        </w:rPr>
      </w:pPr>
      <w:r>
        <w:rPr>
          <w:rtl/>
        </w:rPr>
        <w:t xml:space="preserve">١. امام باقر </w:t>
      </w:r>
      <w:r w:rsidRPr="008E287E">
        <w:rPr>
          <w:rStyle w:val="libAlaemChar"/>
          <w:rtl/>
        </w:rPr>
        <w:t>عليه‌السلام</w:t>
      </w:r>
      <w:r>
        <w:rPr>
          <w:rtl/>
        </w:rPr>
        <w:t xml:space="preserve"> نقل مى نمايد كه رسول خدا </w:t>
      </w:r>
      <w:r w:rsidR="00E60DFB" w:rsidRPr="008E287E">
        <w:rPr>
          <w:rStyle w:val="libAlaemChar"/>
          <w:rtl/>
        </w:rPr>
        <w:t>صلى‌الله‌عليه‌وآله</w:t>
      </w:r>
      <w:r w:rsidR="00E60DFB">
        <w:rPr>
          <w:rtl/>
        </w:rPr>
        <w:t xml:space="preserve"> </w:t>
      </w:r>
      <w:r>
        <w:rPr>
          <w:rtl/>
        </w:rPr>
        <w:t>فرمودند كسى كه در شب ده آيه بخواند، از غافلين نوشته نمى شود. و كسى كه پنجاه آيه بخواند، از دگر گويندگان نوشته مى شود. و كسى كه صد آيه بخواند، از نمازگزاران نوشته مى شود. و كسى كه صد آيه بخواند، از نمازگزاران نوشته مى شود. و كسى كه دويست آيه بخواند، از خاشعين نوشته مى شود و كسى كه سيصد آيه بخواند، از رستگاران نوشته مى گردد. و كسى كه پانصد آيه بخواند، از كوشش كنندگان نوشته مى شود و كسى كه هزار آيه بخواند، يك قنطار براى او نوشته مى شود. كه هر قنطارى پانصد هزار مثقال طلاست . و هر مثقال بيست و چهار قيراط است و كوچكترين قيراط باندازه كوه احد و بزرگترين آن باندازه وسعت ما بين زمين و آسمان است .</w:t>
      </w:r>
    </w:p>
    <w:p w:rsidR="00A679DB" w:rsidRDefault="00A679DB" w:rsidP="00A679DB">
      <w:pPr>
        <w:pStyle w:val="libNormal"/>
        <w:rPr>
          <w:rtl/>
        </w:rPr>
      </w:pPr>
    </w:p>
    <w:p w:rsidR="00A679DB" w:rsidRDefault="00A679DB" w:rsidP="00A679DB">
      <w:pPr>
        <w:pStyle w:val="libNormal"/>
        <w:rPr>
          <w:rtl/>
        </w:rPr>
      </w:pPr>
      <w:r>
        <w:rPr>
          <w:rtl/>
        </w:rPr>
        <w:t>ثواب ربيع القرآن .</w:t>
      </w:r>
    </w:p>
    <w:p w:rsidR="00A679DB" w:rsidRDefault="008E287E" w:rsidP="00A679DB">
      <w:pPr>
        <w:pStyle w:val="libNormal"/>
        <w:rPr>
          <w:rtl/>
        </w:rPr>
      </w:pPr>
      <w:r>
        <w:rPr>
          <w:rtl/>
        </w:rPr>
        <w:br w:type="page"/>
      </w:r>
    </w:p>
    <w:p w:rsidR="00A679DB" w:rsidRDefault="00A679DB" w:rsidP="008E287E">
      <w:pPr>
        <w:pStyle w:val="Heading2"/>
        <w:rPr>
          <w:rtl/>
        </w:rPr>
      </w:pPr>
      <w:bookmarkStart w:id="156" w:name="_Toc449617213"/>
      <w:r>
        <w:rPr>
          <w:rtl/>
        </w:rPr>
        <w:t>ثواب بهار قرآن .</w:t>
      </w:r>
      <w:bookmarkEnd w:id="156"/>
    </w:p>
    <w:p w:rsidR="00A679DB" w:rsidRDefault="00A679DB" w:rsidP="00A679DB">
      <w:pPr>
        <w:pStyle w:val="libNormal"/>
        <w:rPr>
          <w:rtl/>
        </w:rPr>
      </w:pPr>
      <w:r>
        <w:rPr>
          <w:rtl/>
        </w:rPr>
        <w:t xml:space="preserve">حديث : ١ ابى رحمه الله قال حدثنى على بن الحسين السعد ابادى عن احمد بن ابى عبدالله البرقى عن محمد بن سالم عن احمد بن النضر عن عمرو بن شمر عن جابر عن ابى جعفر </w:t>
      </w:r>
      <w:r w:rsidRPr="008E287E">
        <w:rPr>
          <w:rStyle w:val="libAlaemChar"/>
          <w:rtl/>
        </w:rPr>
        <w:t>عليه‌السلام</w:t>
      </w:r>
      <w:r>
        <w:rPr>
          <w:rtl/>
        </w:rPr>
        <w:t xml:space="preserve"> انه قال لكل شى ربيع و ربيع القرآن شهر رمضان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8E287E">
        <w:rPr>
          <w:rStyle w:val="libAlaemChar"/>
          <w:rtl/>
        </w:rPr>
        <w:t>عليه‌السلام</w:t>
      </w:r>
      <w:r>
        <w:rPr>
          <w:rtl/>
        </w:rPr>
        <w:t xml:space="preserve"> فرمودند: هر چيزى بهارى دارد و بهار قرآن ماه رمضان است .</w:t>
      </w:r>
    </w:p>
    <w:p w:rsidR="00A679DB" w:rsidRDefault="00A679DB" w:rsidP="00A679DB">
      <w:pPr>
        <w:pStyle w:val="libNormal"/>
        <w:rPr>
          <w:rtl/>
        </w:rPr>
      </w:pPr>
    </w:p>
    <w:p w:rsidR="00A679DB" w:rsidRDefault="00A679DB" w:rsidP="00A679DB">
      <w:pPr>
        <w:pStyle w:val="libNormal"/>
        <w:rPr>
          <w:rtl/>
        </w:rPr>
      </w:pPr>
      <w:r>
        <w:rPr>
          <w:rtl/>
        </w:rPr>
        <w:t>ثواب من قرا مائه آيه من القرآن ثم قال يا الله سبع مرات</w:t>
      </w:r>
    </w:p>
    <w:p w:rsidR="00A679DB" w:rsidRDefault="00A679DB" w:rsidP="00A679DB">
      <w:pPr>
        <w:pStyle w:val="libNormal"/>
        <w:rPr>
          <w:rtl/>
        </w:rPr>
      </w:pPr>
    </w:p>
    <w:p w:rsidR="00A679DB" w:rsidRDefault="00A679DB" w:rsidP="008E287E">
      <w:pPr>
        <w:pStyle w:val="libNormal"/>
        <w:rPr>
          <w:rtl/>
        </w:rPr>
      </w:pPr>
      <w:r>
        <w:rPr>
          <w:rtl/>
        </w:rPr>
        <w:t xml:space="preserve">ثواب خواند صد </w:t>
      </w:r>
      <w:r w:rsidR="008E287E">
        <w:rPr>
          <w:rFonts w:hint="cs"/>
          <w:rtl/>
        </w:rPr>
        <w:t>آ</w:t>
      </w:r>
      <w:r>
        <w:rPr>
          <w:rtl/>
        </w:rPr>
        <w:t>يه قرآن و گفتن هفت بار «يا الله» پس از آن</w:t>
      </w:r>
    </w:p>
    <w:p w:rsidR="00A679DB" w:rsidRDefault="00A679DB" w:rsidP="00A679DB">
      <w:pPr>
        <w:pStyle w:val="libNormal"/>
        <w:rPr>
          <w:rtl/>
        </w:rPr>
      </w:pPr>
      <w:r>
        <w:rPr>
          <w:rtl/>
        </w:rPr>
        <w:t xml:space="preserve">حديث : ١ حدثنى محمد بن على ماجيلويه رضى الله عنه عن محمد بن ابى القاسم عن احمد بن ابى عبدالله عن على بن اسباط يرفعه الى اميرالمومنين </w:t>
      </w:r>
      <w:r w:rsidRPr="008E287E">
        <w:rPr>
          <w:rStyle w:val="libAlaemChar"/>
          <w:rtl/>
        </w:rPr>
        <w:t>عليه‌السلام</w:t>
      </w:r>
      <w:r>
        <w:rPr>
          <w:rtl/>
        </w:rPr>
        <w:t xml:space="preserve"> قال من قرا مائه آيه من القرآن من اى القرآن شاء ثم قال يا الله سبع مرات فلوا دعا على الصخره لقلعها ان شا ء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اميرالمومنين </w:t>
      </w:r>
      <w:r w:rsidRPr="008E287E">
        <w:rPr>
          <w:rStyle w:val="libAlaemChar"/>
          <w:rtl/>
        </w:rPr>
        <w:t>عليه‌السلام</w:t>
      </w:r>
      <w:r>
        <w:rPr>
          <w:rtl/>
        </w:rPr>
        <w:t xml:space="preserve"> فرمودند: كسى كه صد آيه قرآن ، از هر كجاى آن ، را بخواند، و سپس هفت بار «يا الله» بگويد، اگر دعا كن كه صخره اى از جايش كنده شود، ان شا الله كنده خواهد شد.</w:t>
      </w:r>
    </w:p>
    <w:p w:rsidR="00A679DB" w:rsidRDefault="00A679DB" w:rsidP="00A679DB">
      <w:pPr>
        <w:pStyle w:val="libNormal"/>
        <w:rPr>
          <w:rtl/>
        </w:rPr>
      </w:pPr>
    </w:p>
    <w:p w:rsidR="008E287E" w:rsidRDefault="00A679DB" w:rsidP="008E287E">
      <w:pPr>
        <w:pStyle w:val="libNormal"/>
        <w:rPr>
          <w:rtl/>
        </w:rPr>
      </w:pPr>
      <w:r>
        <w:rPr>
          <w:rtl/>
        </w:rPr>
        <w:t>ثواب من قرا سوره فاتحه الكتاب</w:t>
      </w:r>
    </w:p>
    <w:p w:rsidR="008E287E" w:rsidRDefault="008E287E" w:rsidP="008E287E">
      <w:pPr>
        <w:pStyle w:val="libNormal"/>
        <w:rPr>
          <w:rtl/>
        </w:rPr>
      </w:pPr>
      <w:r>
        <w:rPr>
          <w:rtl/>
        </w:rPr>
        <w:br w:type="page"/>
      </w:r>
    </w:p>
    <w:p w:rsidR="00A679DB" w:rsidRDefault="00A679DB" w:rsidP="008E287E">
      <w:pPr>
        <w:pStyle w:val="Heading2"/>
        <w:rPr>
          <w:rtl/>
        </w:rPr>
      </w:pPr>
      <w:bookmarkStart w:id="157" w:name="_Toc449617214"/>
      <w:r>
        <w:rPr>
          <w:rtl/>
        </w:rPr>
        <w:t>ثواب قرائت سوره حمد</w:t>
      </w:r>
      <w:bookmarkEnd w:id="157"/>
    </w:p>
    <w:p w:rsidR="00A679DB" w:rsidRDefault="00A679DB" w:rsidP="00A679DB">
      <w:pPr>
        <w:pStyle w:val="libNormal"/>
        <w:rPr>
          <w:rtl/>
        </w:rPr>
      </w:pPr>
      <w:r>
        <w:rPr>
          <w:rtl/>
        </w:rPr>
        <w:t xml:space="preserve">حديث : ١ ابى رحمه الله قال حدثنى محمد بن يحيى العطار عن محمد بن احمد عن محمد بن حسان عن اسماعيل بن مهران قال حدثنى الحسن بن على بن ابى حمزه البطائنى عن ابيه قال قال ابو عبدالله </w:t>
      </w:r>
      <w:r w:rsidRPr="008E287E">
        <w:rPr>
          <w:rStyle w:val="libAlaemChar"/>
          <w:rtl/>
        </w:rPr>
        <w:t>عليه‌السلام</w:t>
      </w:r>
      <w:r>
        <w:rPr>
          <w:rtl/>
        </w:rPr>
        <w:t xml:space="preserve"> اسم الله الاعظم مقطع فى ام الكتاب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E287E">
        <w:rPr>
          <w:rStyle w:val="libAlaemChar"/>
          <w:rtl/>
        </w:rPr>
        <w:t>عليه‌السلام</w:t>
      </w:r>
      <w:r>
        <w:rPr>
          <w:rtl/>
        </w:rPr>
        <w:t xml:space="preserve"> فرمودند: اسم اعظم خداوند در سوره حمد است .</w:t>
      </w:r>
    </w:p>
    <w:p w:rsidR="00A679DB" w:rsidRDefault="00A679DB" w:rsidP="00A679DB">
      <w:pPr>
        <w:pStyle w:val="libNormal"/>
        <w:rPr>
          <w:rtl/>
        </w:rPr>
      </w:pPr>
    </w:p>
    <w:p w:rsidR="00A679DB" w:rsidRDefault="00A679DB" w:rsidP="00A679DB">
      <w:pPr>
        <w:pStyle w:val="libNormal"/>
        <w:rPr>
          <w:rtl/>
        </w:rPr>
      </w:pPr>
      <w:r>
        <w:rPr>
          <w:rtl/>
        </w:rPr>
        <w:t>ثواب من قرا سوره البقره و آل عمران</w:t>
      </w:r>
    </w:p>
    <w:p w:rsidR="00A679DB" w:rsidRDefault="00A679DB" w:rsidP="00A679DB">
      <w:pPr>
        <w:pStyle w:val="libNormal"/>
        <w:rPr>
          <w:rtl/>
        </w:rPr>
      </w:pPr>
    </w:p>
    <w:p w:rsidR="00A679DB" w:rsidRDefault="00A679DB" w:rsidP="00A679DB">
      <w:pPr>
        <w:pStyle w:val="libNormal"/>
        <w:rPr>
          <w:rtl/>
        </w:rPr>
      </w:pPr>
      <w:r>
        <w:rPr>
          <w:rtl/>
        </w:rPr>
        <w:t>ثواب قرائت سوره بقره و ال عمران</w:t>
      </w:r>
    </w:p>
    <w:p w:rsidR="00A679DB" w:rsidRDefault="00A679DB" w:rsidP="00A679DB">
      <w:pPr>
        <w:pStyle w:val="libNormal"/>
        <w:rPr>
          <w:rtl/>
        </w:rPr>
      </w:pPr>
      <w:r>
        <w:rPr>
          <w:rtl/>
        </w:rPr>
        <w:t>حديث : ١ حدثنى محمد بن الحسن رضى الله عنه قال حدثنى احمد بن ادريس عن محمدبن احمد عن محمد بن حسان عن اسماعيل بن مهران عن الحسن بن على عن ابيه عنالحسين بن ابى العلاء عن ابى بصير عن ابى عبدالله عليه‌السلام قال من قرا البقره و آل عمران جاء تا يوم القيامه تظلانه على راسه مثل الغامتين او مثل الغيابتين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E287E">
        <w:rPr>
          <w:rStyle w:val="libAlaemChar"/>
          <w:rtl/>
        </w:rPr>
        <w:t>عليه‌السلام</w:t>
      </w:r>
      <w:r>
        <w:rPr>
          <w:rtl/>
        </w:rPr>
        <w:t xml:space="preserve"> فرمودند: كسى كه سوره بقره و ال عمران را بخواند، اين دو روز در روز قيامت مانند دو پاره ابر يا دو سايبان بر سر او سايه مى اندازند.</w:t>
      </w:r>
    </w:p>
    <w:p w:rsidR="00A679DB" w:rsidRDefault="00A679DB" w:rsidP="00A679DB">
      <w:pPr>
        <w:pStyle w:val="libNormal"/>
        <w:rPr>
          <w:rtl/>
        </w:rPr>
      </w:pPr>
    </w:p>
    <w:p w:rsidR="00A679DB" w:rsidRDefault="00A679DB" w:rsidP="00A679DB">
      <w:pPr>
        <w:pStyle w:val="libNormal"/>
        <w:rPr>
          <w:rtl/>
        </w:rPr>
      </w:pPr>
      <w:r>
        <w:rPr>
          <w:rtl/>
        </w:rPr>
        <w:lastRenderedPageBreak/>
        <w:t>ثواب من قرا اربع ايات من اول البقره و ايه الكرسى و ايتين بعدها و ثلاث اياتمن آخرها</w:t>
      </w:r>
    </w:p>
    <w:p w:rsidR="00A679DB" w:rsidRDefault="00A679DB" w:rsidP="00A679DB">
      <w:pPr>
        <w:pStyle w:val="libNormal"/>
        <w:rPr>
          <w:rtl/>
        </w:rPr>
      </w:pPr>
    </w:p>
    <w:p w:rsidR="00A679DB" w:rsidRDefault="00A679DB" w:rsidP="00A679DB">
      <w:pPr>
        <w:pStyle w:val="libNormal"/>
        <w:rPr>
          <w:rtl/>
        </w:rPr>
      </w:pPr>
      <w:r>
        <w:rPr>
          <w:rtl/>
        </w:rPr>
        <w:t>ثواب خواندن چهار ايه سوره بقره ، «آيت الكرسى» و دو ايه پس از آن وسطآيه اخر اين سوره</w:t>
      </w:r>
    </w:p>
    <w:p w:rsidR="00A679DB" w:rsidRDefault="00A679DB" w:rsidP="008E287E">
      <w:pPr>
        <w:pStyle w:val="libNormal"/>
        <w:rPr>
          <w:rtl/>
        </w:rPr>
      </w:pPr>
      <w:r>
        <w:rPr>
          <w:rtl/>
        </w:rPr>
        <w:t>حديث : ١ حدثنى محمد بن على ماجيلويه رضى الله عنه قال حدثنى محمد بن يحيى العطار عن محمد بن احمد عن الحسن بن الحسين اللولوى عن رجل من معاذ عن عمرو بن جميع رفعه الى على بن الحسين</w:t>
      </w:r>
      <w:r w:rsidR="00DC5255">
        <w:rPr>
          <w:rtl/>
        </w:rPr>
        <w:t xml:space="preserve">عليهم‌السلام </w:t>
      </w:r>
      <w:r>
        <w:rPr>
          <w:rtl/>
        </w:rPr>
        <w:t xml:space="preserve">قال قال رسول الله </w:t>
      </w:r>
      <w:r w:rsidR="00E60DFB" w:rsidRPr="008E287E">
        <w:rPr>
          <w:rStyle w:val="libAlaemChar"/>
          <w:rtl/>
        </w:rPr>
        <w:t>صلى‌الله‌عليه‌وآله</w:t>
      </w:r>
      <w:r w:rsidR="00E60DFB">
        <w:rPr>
          <w:rtl/>
        </w:rPr>
        <w:t xml:space="preserve"> </w:t>
      </w:r>
      <w:r>
        <w:rPr>
          <w:rtl/>
        </w:rPr>
        <w:t>من قرا اربع آيات من اول البقره و آيه الكرسى و آيتين بعدها و ثلاث آيات من آخرها لم ير فى نفسه و ماله شيئا يكره و لا يقربه شيطان و لا ينسى القران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زين العابدين </w:t>
      </w:r>
      <w:r w:rsidRPr="008E287E">
        <w:rPr>
          <w:rStyle w:val="libAlaemChar"/>
          <w:rtl/>
        </w:rPr>
        <w:t>عليه‌السلام</w:t>
      </w:r>
      <w:r>
        <w:rPr>
          <w:rtl/>
        </w:rPr>
        <w:t xml:space="preserve"> </w:t>
      </w:r>
      <w:r w:rsidRPr="008E287E">
        <w:rPr>
          <w:rStyle w:val="libAlaemChar"/>
          <w:rtl/>
        </w:rPr>
        <w:t>عليه‌السلام</w:t>
      </w:r>
      <w:r>
        <w:rPr>
          <w:rtl/>
        </w:rPr>
        <w:t xml:space="preserve"> نقل مى نمايد كه رسول خدا </w:t>
      </w:r>
      <w:r w:rsidR="00E60DFB" w:rsidRPr="008E287E">
        <w:rPr>
          <w:rStyle w:val="libAlaemChar"/>
          <w:rtl/>
        </w:rPr>
        <w:t>صلى‌الله‌عليه‌وآله</w:t>
      </w:r>
      <w:r w:rsidR="00E60DFB">
        <w:rPr>
          <w:rtl/>
        </w:rPr>
        <w:t xml:space="preserve"> </w:t>
      </w:r>
      <w:r>
        <w:rPr>
          <w:rtl/>
        </w:rPr>
        <w:t>فرمودند: كسى كه چهار آيه اول سوره بقره ، آيت الكرسى و دو آيه بعد از آن و سه آيه اخر اين سوره را قرائت نمايد، خودش ‍ و مالش دچار هيچ گونه آفتى نخواهد شد. شيطان به او نزديك نشده و قرآن را فراموش نخواهد كرد.</w:t>
      </w:r>
    </w:p>
    <w:p w:rsidR="00A679DB" w:rsidRDefault="00A679DB" w:rsidP="00A679DB">
      <w:pPr>
        <w:pStyle w:val="libNormal"/>
        <w:rPr>
          <w:rtl/>
        </w:rPr>
      </w:pPr>
    </w:p>
    <w:p w:rsidR="00A679DB" w:rsidRDefault="00A679DB" w:rsidP="00A679DB">
      <w:pPr>
        <w:pStyle w:val="libNormal"/>
        <w:rPr>
          <w:rtl/>
        </w:rPr>
      </w:pPr>
      <w:r>
        <w:rPr>
          <w:rtl/>
        </w:rPr>
        <w:t>ثواب من قرا آيه الكرسى عند منامه و من قراها دبركل صلاه</w:t>
      </w:r>
    </w:p>
    <w:p w:rsidR="00A679DB" w:rsidRDefault="008E287E" w:rsidP="00A679DB">
      <w:pPr>
        <w:pStyle w:val="libNormal"/>
        <w:rPr>
          <w:rtl/>
        </w:rPr>
      </w:pPr>
      <w:r>
        <w:rPr>
          <w:rtl/>
        </w:rPr>
        <w:br w:type="page"/>
      </w:r>
    </w:p>
    <w:p w:rsidR="00A679DB" w:rsidRDefault="00A679DB" w:rsidP="008E287E">
      <w:pPr>
        <w:pStyle w:val="Heading2"/>
        <w:rPr>
          <w:rtl/>
        </w:rPr>
      </w:pPr>
      <w:bookmarkStart w:id="158" w:name="_Toc449617215"/>
      <w:r>
        <w:rPr>
          <w:rtl/>
        </w:rPr>
        <w:t>ثواب خواندن «ايت الكرسى» هنگام خواب و پس از هر نماز</w:t>
      </w:r>
      <w:bookmarkEnd w:id="158"/>
    </w:p>
    <w:p w:rsidR="00A679DB" w:rsidRDefault="00A679DB" w:rsidP="00A679DB">
      <w:pPr>
        <w:pStyle w:val="libNormal"/>
        <w:rPr>
          <w:rtl/>
        </w:rPr>
      </w:pPr>
      <w:r>
        <w:rPr>
          <w:rtl/>
        </w:rPr>
        <w:t xml:space="preserve">حديث : ١ حدثنى محمد بن الحسن رضى الله عن قال حدثنى محمد بن الحسن الصفار عن احمد بن محمد عن الحسن بن على عن الحسن بن الجهم عن ابراهيم بن مهزم عن رجل سمع ابا الحسن الرضا </w:t>
      </w:r>
      <w:r w:rsidRPr="008E287E">
        <w:rPr>
          <w:rStyle w:val="libAlaemChar"/>
          <w:rtl/>
        </w:rPr>
        <w:t>عليه‌السلام</w:t>
      </w:r>
      <w:r>
        <w:rPr>
          <w:rtl/>
        </w:rPr>
        <w:t xml:space="preserve"> يقول من قرا آيه الكرسى عند منامه لم يخف الفالج ان شاء الله و من قراها بعد كل صلاه لم يضره ذوحمه .</w:t>
      </w:r>
    </w:p>
    <w:p w:rsidR="00A679DB" w:rsidRDefault="00A679DB" w:rsidP="00A679DB">
      <w:pPr>
        <w:pStyle w:val="libNormal"/>
        <w:rPr>
          <w:rtl/>
        </w:rPr>
      </w:pPr>
      <w:r>
        <w:rPr>
          <w:rtl/>
        </w:rPr>
        <w:t>ترجمه :</w:t>
      </w:r>
    </w:p>
    <w:p w:rsidR="00A679DB" w:rsidRDefault="00A679DB" w:rsidP="008E287E">
      <w:pPr>
        <w:pStyle w:val="libNormal"/>
        <w:rPr>
          <w:rtl/>
        </w:rPr>
      </w:pPr>
      <w:r>
        <w:rPr>
          <w:rtl/>
        </w:rPr>
        <w:t xml:space="preserve">١. راوى مى گويد: از امام رضا </w:t>
      </w:r>
      <w:r w:rsidRPr="008E287E">
        <w:rPr>
          <w:rStyle w:val="libAlaemChar"/>
          <w:rtl/>
        </w:rPr>
        <w:t>عليه‌السلام</w:t>
      </w:r>
      <w:r>
        <w:rPr>
          <w:rtl/>
        </w:rPr>
        <w:t xml:space="preserve"> شنيدم كه فرمودند: كسى كه به هنگام خواب </w:t>
      </w:r>
      <w:r w:rsidR="008E287E">
        <w:rPr>
          <w:rFonts w:hint="cs"/>
          <w:rtl/>
        </w:rPr>
        <w:t>آ</w:t>
      </w:r>
      <w:r>
        <w:rPr>
          <w:rtl/>
        </w:rPr>
        <w:t>يت الكرسى بخواند، انشاءالله از فلج شدن ترسى نخواهد داشت . و كسى كه آن را پس از هر نمازى بخواند، هيچ گزنده زهردارى به او اسيب نخواهد رساند.</w:t>
      </w:r>
    </w:p>
    <w:p w:rsidR="00A679DB" w:rsidRDefault="00A679DB" w:rsidP="00A679DB">
      <w:pPr>
        <w:pStyle w:val="libNormal"/>
        <w:rPr>
          <w:rtl/>
        </w:rPr>
      </w:pPr>
    </w:p>
    <w:p w:rsidR="00A679DB" w:rsidRDefault="00A679DB" w:rsidP="00A679DB">
      <w:pPr>
        <w:pStyle w:val="libNormal"/>
        <w:rPr>
          <w:rtl/>
        </w:rPr>
      </w:pPr>
      <w:r>
        <w:rPr>
          <w:rtl/>
        </w:rPr>
        <w:t>ثواب من قرا سوره النساء فى كل جمعه</w:t>
      </w:r>
    </w:p>
    <w:p w:rsidR="00A679DB" w:rsidRDefault="008E287E" w:rsidP="00A679DB">
      <w:pPr>
        <w:pStyle w:val="libNormal"/>
        <w:rPr>
          <w:rtl/>
        </w:rPr>
      </w:pPr>
      <w:r>
        <w:rPr>
          <w:rtl/>
        </w:rPr>
        <w:br w:type="page"/>
      </w:r>
    </w:p>
    <w:p w:rsidR="00A679DB" w:rsidRDefault="00A679DB" w:rsidP="008E287E">
      <w:pPr>
        <w:pStyle w:val="Heading2"/>
        <w:rPr>
          <w:rtl/>
        </w:rPr>
      </w:pPr>
      <w:bookmarkStart w:id="159" w:name="_Toc449617216"/>
      <w:r>
        <w:rPr>
          <w:rtl/>
        </w:rPr>
        <w:t>ثواب قرائت سوره نساء در هر جمعه</w:t>
      </w:r>
      <w:bookmarkEnd w:id="159"/>
    </w:p>
    <w:p w:rsidR="00A679DB" w:rsidRDefault="00A679DB" w:rsidP="00A679DB">
      <w:pPr>
        <w:pStyle w:val="libNormal"/>
        <w:rPr>
          <w:rtl/>
        </w:rPr>
      </w:pPr>
      <w:r>
        <w:rPr>
          <w:rtl/>
        </w:rPr>
        <w:t xml:space="preserve">حديث : ١ حدثنا محمد بن موسى بن المتوكل رضى الله عنه قال حدثنا محمد بن يحيى عن محمد بن احمد عن محمد بن حسان عن اسماعيل به مهران عن الحسن بن على عن على بن عابس عن ابى مريم عن المنهال بن عمرو عن زربن حبيش عن اميرالمومنين </w:t>
      </w:r>
      <w:r w:rsidRPr="008E287E">
        <w:rPr>
          <w:rStyle w:val="libAlaemChar"/>
          <w:rtl/>
        </w:rPr>
        <w:t>عليه‌السلام</w:t>
      </w:r>
      <w:r>
        <w:rPr>
          <w:rtl/>
        </w:rPr>
        <w:t xml:space="preserve"> قال من قرا سوره النساء فى كل جمعه اومن من ضغطه القبر.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اميرالمؤ منين </w:t>
      </w:r>
      <w:r w:rsidRPr="008E287E">
        <w:rPr>
          <w:rStyle w:val="libAlaemChar"/>
          <w:rtl/>
        </w:rPr>
        <w:t>عليه‌السلام</w:t>
      </w:r>
      <w:r>
        <w:rPr>
          <w:rtl/>
        </w:rPr>
        <w:t xml:space="preserve"> فرمودند: كسى كه در هر جمعه سوره نساء را بخواند از فشار قبر ايمن خواهد بود.</w:t>
      </w:r>
    </w:p>
    <w:p w:rsidR="00A679DB" w:rsidRDefault="00A679DB" w:rsidP="00A679DB">
      <w:pPr>
        <w:pStyle w:val="libNormal"/>
        <w:rPr>
          <w:rtl/>
        </w:rPr>
      </w:pPr>
    </w:p>
    <w:p w:rsidR="00A679DB" w:rsidRDefault="00A679DB" w:rsidP="00A679DB">
      <w:pPr>
        <w:pStyle w:val="libNormal"/>
        <w:rPr>
          <w:rtl/>
        </w:rPr>
      </w:pPr>
      <w:r>
        <w:rPr>
          <w:rtl/>
        </w:rPr>
        <w:t>ثواب من قرا سوره المائده</w:t>
      </w:r>
    </w:p>
    <w:p w:rsidR="00A679DB" w:rsidRDefault="008E287E" w:rsidP="00A679DB">
      <w:pPr>
        <w:pStyle w:val="libNormal"/>
        <w:rPr>
          <w:rtl/>
        </w:rPr>
      </w:pPr>
      <w:r>
        <w:rPr>
          <w:rtl/>
        </w:rPr>
        <w:br w:type="page"/>
      </w:r>
    </w:p>
    <w:p w:rsidR="00A679DB" w:rsidRDefault="00A679DB" w:rsidP="008E287E">
      <w:pPr>
        <w:pStyle w:val="Heading2"/>
        <w:rPr>
          <w:rtl/>
        </w:rPr>
      </w:pPr>
      <w:bookmarkStart w:id="160" w:name="_Toc449617217"/>
      <w:r>
        <w:rPr>
          <w:rtl/>
        </w:rPr>
        <w:t>ثواب قرائت سوره مائده</w:t>
      </w:r>
      <w:bookmarkEnd w:id="160"/>
    </w:p>
    <w:p w:rsidR="00A679DB" w:rsidRDefault="00A679DB" w:rsidP="00A679DB">
      <w:pPr>
        <w:pStyle w:val="libNormal"/>
        <w:rPr>
          <w:rtl/>
        </w:rPr>
      </w:pPr>
      <w:r>
        <w:rPr>
          <w:rtl/>
        </w:rPr>
        <w:t xml:space="preserve">حديث : ١ ابى رحمه الله قال حدثنى محمد بن يحيى عن محمد بن احمد عن محمد بن حسن عن اسماعيل بن مهران عن الحسن بن على عن ابى مسعود المدائنى عن ابى الجارود عن ابى جعفر </w:t>
      </w:r>
      <w:r w:rsidRPr="008E287E">
        <w:rPr>
          <w:rStyle w:val="libAlaemChar"/>
          <w:rtl/>
        </w:rPr>
        <w:t>عليه‌السلام</w:t>
      </w:r>
      <w:r>
        <w:rPr>
          <w:rtl/>
        </w:rPr>
        <w:t xml:space="preserve"> قال من قرا سوره المائده فى كل يوم خميس لم يلبس ايمانه بظلم و لم يشرك ابدا.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8E287E">
        <w:rPr>
          <w:rStyle w:val="libAlaemChar"/>
          <w:rtl/>
        </w:rPr>
        <w:t>عليه‌السلام</w:t>
      </w:r>
      <w:r>
        <w:rPr>
          <w:rtl/>
        </w:rPr>
        <w:t xml:space="preserve"> فرمودند: كسى كه هر پنج شنبه سوره مائده را قرائت كند. ايمانش لباس ظلم نپوشيده و هيچ گاه شرك نخواهد ورزيد.</w:t>
      </w:r>
    </w:p>
    <w:p w:rsidR="00A679DB" w:rsidRDefault="00A679DB" w:rsidP="00A679DB">
      <w:pPr>
        <w:pStyle w:val="libNormal"/>
        <w:rPr>
          <w:rtl/>
        </w:rPr>
      </w:pPr>
    </w:p>
    <w:p w:rsidR="00A679DB" w:rsidRDefault="00A679DB" w:rsidP="00A679DB">
      <w:pPr>
        <w:pStyle w:val="libNormal"/>
        <w:rPr>
          <w:rtl/>
        </w:rPr>
      </w:pPr>
      <w:r>
        <w:rPr>
          <w:rtl/>
        </w:rPr>
        <w:t>ثواب من قرا سوره الانعام</w:t>
      </w:r>
    </w:p>
    <w:p w:rsidR="00A679DB" w:rsidRDefault="00A679DB" w:rsidP="00A679DB">
      <w:pPr>
        <w:pStyle w:val="libNormal"/>
        <w:rPr>
          <w:rtl/>
        </w:rPr>
      </w:pPr>
    </w:p>
    <w:p w:rsidR="00A679DB" w:rsidRDefault="00A679DB" w:rsidP="00A679DB">
      <w:pPr>
        <w:pStyle w:val="libNormal"/>
        <w:rPr>
          <w:rtl/>
        </w:rPr>
      </w:pPr>
      <w:r>
        <w:rPr>
          <w:rtl/>
        </w:rPr>
        <w:t>ثواب قرائت سوره انعام</w:t>
      </w:r>
    </w:p>
    <w:p w:rsidR="00A679DB" w:rsidRDefault="00A679DB" w:rsidP="00A679DB">
      <w:pPr>
        <w:pStyle w:val="libNormal"/>
        <w:rPr>
          <w:rtl/>
        </w:rPr>
      </w:pPr>
      <w:r>
        <w:rPr>
          <w:rtl/>
        </w:rPr>
        <w:t>حديث : ١ ابى رحمه الله قال حدثنى محمد بن ابى القاسم عن محمد بن على الكوفى عن اسماعيل بن مهران عن الحسن بن على عن الحسين بن محمد بن فرقد عن الحكم بن ظهير عن ابى صالح عن ابن عباس قال من قرا سوره الانعام فى كل ليله كان من الامنين يوم القيامه و لم ير النار بعينه ابدا.</w:t>
      </w:r>
    </w:p>
    <w:p w:rsidR="00A679DB" w:rsidRDefault="00A679DB" w:rsidP="00A679DB">
      <w:pPr>
        <w:pStyle w:val="libNormal"/>
        <w:rPr>
          <w:rtl/>
        </w:rPr>
      </w:pPr>
      <w:r>
        <w:rPr>
          <w:rtl/>
        </w:rPr>
        <w:t xml:space="preserve">و قال ابو عبدالله </w:t>
      </w:r>
      <w:r w:rsidRPr="008E287E">
        <w:rPr>
          <w:rStyle w:val="libAlaemChar"/>
          <w:rtl/>
        </w:rPr>
        <w:t>عليه‌السلام</w:t>
      </w:r>
      <w:r>
        <w:rPr>
          <w:rtl/>
        </w:rPr>
        <w:t xml:space="preserve"> نزلت سوره الانعام جمله واحده شيعها سبعون الف ملك حتى انزلت على محمد </w:t>
      </w:r>
      <w:r w:rsidR="00E60DFB" w:rsidRPr="008E287E">
        <w:rPr>
          <w:rStyle w:val="libAlaemChar"/>
          <w:rtl/>
        </w:rPr>
        <w:t>صلى‌الله‌عليه‌وآله</w:t>
      </w:r>
      <w:r w:rsidR="00E60DFB">
        <w:rPr>
          <w:rtl/>
        </w:rPr>
        <w:t xml:space="preserve"> </w:t>
      </w:r>
      <w:r>
        <w:rPr>
          <w:rtl/>
        </w:rPr>
        <w:t>فعضموها و بجلوها فان اسم الله فيها فى سبعين موضعها و لو علم الناس ما فيها ما تركوها.</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١. ابن عباس مى گويد «روايت مى كند» كسى كه سوره انعام را در هر شب بخواند، در روز قيامت از ايمن شدگان خواهد بود و آتش را با چشمانش ‍ نخواهد ديد.</w:t>
      </w:r>
    </w:p>
    <w:p w:rsidR="00A679DB" w:rsidRDefault="00A679DB" w:rsidP="00A679DB">
      <w:pPr>
        <w:pStyle w:val="libNormal"/>
        <w:rPr>
          <w:rtl/>
        </w:rPr>
      </w:pPr>
      <w:r>
        <w:rPr>
          <w:rtl/>
        </w:rPr>
        <w:t xml:space="preserve">و امام صادق </w:t>
      </w:r>
      <w:r w:rsidRPr="008E287E">
        <w:rPr>
          <w:rStyle w:val="libAlaemChar"/>
          <w:rtl/>
        </w:rPr>
        <w:t>عليه‌السلام</w:t>
      </w:r>
      <w:r>
        <w:rPr>
          <w:rtl/>
        </w:rPr>
        <w:t xml:space="preserve"> فرمودند: سوره انعام يك جا نازل شده و در حال نزول هفتاد هزار فرشته آن را بدرقه مى نمودند، تا بر حضرت محمد </w:t>
      </w:r>
      <w:r w:rsidR="00E60DFB" w:rsidRPr="008E287E">
        <w:rPr>
          <w:rStyle w:val="libAlaemChar"/>
          <w:rtl/>
        </w:rPr>
        <w:t>صلى‌الله‌عليه‌وآله</w:t>
      </w:r>
      <w:r w:rsidR="00E60DFB">
        <w:rPr>
          <w:rtl/>
        </w:rPr>
        <w:t xml:space="preserve"> </w:t>
      </w:r>
      <w:r>
        <w:rPr>
          <w:rtl/>
        </w:rPr>
        <w:t>نازل شد. پس آن را بزرگ بدانيد و تكريم نماييد و اگر مردم مى دانستند در آن چيست ، آن را ترك نمى كردند.</w:t>
      </w:r>
    </w:p>
    <w:p w:rsidR="00A679DB" w:rsidRDefault="00A679DB" w:rsidP="00A679DB">
      <w:pPr>
        <w:pStyle w:val="libNormal"/>
        <w:rPr>
          <w:rtl/>
        </w:rPr>
      </w:pPr>
    </w:p>
    <w:p w:rsidR="00A679DB" w:rsidRDefault="00A679DB" w:rsidP="00A679DB">
      <w:pPr>
        <w:pStyle w:val="libNormal"/>
        <w:rPr>
          <w:rtl/>
        </w:rPr>
      </w:pPr>
      <w:r>
        <w:rPr>
          <w:rtl/>
        </w:rPr>
        <w:t>ثواب من قرا سوره الاعراف .</w:t>
      </w:r>
    </w:p>
    <w:p w:rsidR="00A679DB" w:rsidRDefault="00A679DB" w:rsidP="00A679DB">
      <w:pPr>
        <w:pStyle w:val="libNormal"/>
        <w:rPr>
          <w:rtl/>
        </w:rPr>
      </w:pPr>
    </w:p>
    <w:p w:rsidR="00A679DB" w:rsidRDefault="00A679DB" w:rsidP="00A679DB">
      <w:pPr>
        <w:pStyle w:val="libNormal"/>
        <w:rPr>
          <w:rtl/>
        </w:rPr>
      </w:pPr>
      <w:r>
        <w:rPr>
          <w:rtl/>
        </w:rPr>
        <w:t>ثواب قرائت سوره اعراف</w:t>
      </w:r>
    </w:p>
    <w:p w:rsidR="00A679DB" w:rsidRDefault="00A679DB" w:rsidP="00A679DB">
      <w:pPr>
        <w:pStyle w:val="libNormal"/>
        <w:rPr>
          <w:rtl/>
        </w:rPr>
      </w:pPr>
      <w:r>
        <w:rPr>
          <w:rtl/>
        </w:rPr>
        <w:t>حديث : ١ و بهذاالاسناد عن الحسن بن على عن ابيه عن ابى بصير عن ابى عبدالله عليه‌السلام قال من قرا سوره الاعراف فى كل شهر كان يوم القيامه من الذين لا خوف عليهم و لا هم يحزنون فان قراها فى كل جمعه كان ممن لا يحاسب يوم القيامه اما ان فيها محكما فلا تدعوا قراء تها فانها تشهد يوم القيامه لكل من قراها.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E287E">
        <w:rPr>
          <w:rStyle w:val="libAlaemChar"/>
          <w:rtl/>
        </w:rPr>
        <w:t>عليه‌السلام</w:t>
      </w:r>
      <w:r>
        <w:rPr>
          <w:rtl/>
        </w:rPr>
        <w:t xml:space="preserve"> فرمودند: كسى كه سوره اعراف را در هر ماه بخواند، در روز قيامت از كسانى خواهد بود كه هيچ ترس و اندوهى ندارند. و اگر در هر جمعه آن را قرائت نمايد، از كسانى خواهد بود كه در روز قيامت مورد محاسبه قرار نمى گيرند و آگاه باشيد كه يكى از محكمات قرآن در اين سوره است . همانا در روز قيامت براى هر كسى كه آن را خوانده باشد، گواهى مى دهد.</w:t>
      </w:r>
    </w:p>
    <w:p w:rsidR="00A679DB" w:rsidRDefault="00A679DB" w:rsidP="00A679DB">
      <w:pPr>
        <w:pStyle w:val="libNormal"/>
        <w:rPr>
          <w:rtl/>
        </w:rPr>
      </w:pPr>
    </w:p>
    <w:p w:rsidR="00A679DB" w:rsidRDefault="00A679DB" w:rsidP="00A679DB">
      <w:pPr>
        <w:pStyle w:val="libNormal"/>
        <w:rPr>
          <w:rtl/>
        </w:rPr>
      </w:pPr>
      <w:r>
        <w:rPr>
          <w:rtl/>
        </w:rPr>
        <w:t>ثواب من قرا سوره الانفال و سوره التوبه .</w:t>
      </w:r>
    </w:p>
    <w:p w:rsidR="00A679DB" w:rsidRDefault="0011596F" w:rsidP="00A679DB">
      <w:pPr>
        <w:pStyle w:val="libNormal"/>
        <w:rPr>
          <w:rtl/>
        </w:rPr>
      </w:pPr>
      <w:r>
        <w:rPr>
          <w:rtl/>
        </w:rPr>
        <w:br w:type="page"/>
      </w:r>
    </w:p>
    <w:p w:rsidR="00A679DB" w:rsidRDefault="00A679DB" w:rsidP="0011596F">
      <w:pPr>
        <w:pStyle w:val="Heading2"/>
        <w:rPr>
          <w:rtl/>
        </w:rPr>
      </w:pPr>
      <w:bookmarkStart w:id="161" w:name="_Toc449617218"/>
      <w:r>
        <w:rPr>
          <w:rtl/>
        </w:rPr>
        <w:t>ثواب قرائت سوره انفال و توبه</w:t>
      </w:r>
      <w:bookmarkEnd w:id="161"/>
    </w:p>
    <w:p w:rsidR="00A679DB" w:rsidRDefault="00A679DB" w:rsidP="00A679DB">
      <w:pPr>
        <w:pStyle w:val="libNormal"/>
        <w:rPr>
          <w:rtl/>
        </w:rPr>
      </w:pPr>
      <w:r>
        <w:rPr>
          <w:rtl/>
        </w:rPr>
        <w:t xml:space="preserve">حديث : ١ و بهذاالاسناد عن الحسن عن ابيه عن ابى بصير عن ابى عبدالله </w:t>
      </w:r>
      <w:r w:rsidRPr="0011596F">
        <w:rPr>
          <w:rStyle w:val="libAlaemChar"/>
          <w:rtl/>
        </w:rPr>
        <w:t>عليه‌السلام</w:t>
      </w:r>
      <w:r>
        <w:rPr>
          <w:rtl/>
        </w:rPr>
        <w:t xml:space="preserve"> قال من قرا سوره الانفال و سوره براء ه فى كل شهر لم يدخله نفاق ابدا و كان من شيعه اميرالمؤ منين </w:t>
      </w:r>
      <w:r w:rsidRPr="0011596F">
        <w:rPr>
          <w:rStyle w:val="libAlaemChar"/>
          <w:rtl/>
        </w:rPr>
        <w:t>عليه‌السلام</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كسى كه در هر ماه سوره انفاق و توبه را بخواند، هيچ گاه گرفتار هيچ نوع نفاقى نخواهد شد و از شيعيان اميرالمومنين </w:t>
      </w:r>
      <w:r w:rsidRPr="0011596F">
        <w:rPr>
          <w:rStyle w:val="libAlaemChar"/>
          <w:rtl/>
        </w:rPr>
        <w:t>عليه‌السلام</w:t>
      </w:r>
      <w:r>
        <w:rPr>
          <w:rtl/>
        </w:rPr>
        <w:t xml:space="preserve"> خواهد بود.</w:t>
      </w:r>
    </w:p>
    <w:p w:rsidR="00A679DB" w:rsidRDefault="00A679DB" w:rsidP="00A679DB">
      <w:pPr>
        <w:pStyle w:val="libNormal"/>
        <w:rPr>
          <w:rtl/>
        </w:rPr>
      </w:pPr>
    </w:p>
    <w:p w:rsidR="00A679DB" w:rsidRDefault="00A679DB" w:rsidP="00A679DB">
      <w:pPr>
        <w:pStyle w:val="libNormal"/>
        <w:rPr>
          <w:rtl/>
        </w:rPr>
      </w:pPr>
      <w:r>
        <w:rPr>
          <w:rtl/>
        </w:rPr>
        <w:t>ثواب من قرا سوره يونس .</w:t>
      </w:r>
    </w:p>
    <w:p w:rsidR="00A679DB" w:rsidRDefault="0011596F" w:rsidP="00A679DB">
      <w:pPr>
        <w:pStyle w:val="libNormal"/>
        <w:rPr>
          <w:rtl/>
        </w:rPr>
      </w:pPr>
      <w:r>
        <w:rPr>
          <w:rtl/>
        </w:rPr>
        <w:br w:type="page"/>
      </w:r>
    </w:p>
    <w:p w:rsidR="00A679DB" w:rsidRDefault="00A679DB" w:rsidP="0011596F">
      <w:pPr>
        <w:pStyle w:val="Heading2"/>
        <w:rPr>
          <w:rtl/>
        </w:rPr>
      </w:pPr>
      <w:bookmarkStart w:id="162" w:name="_Toc449617219"/>
      <w:r>
        <w:rPr>
          <w:rtl/>
        </w:rPr>
        <w:t>ثواب قرائت سوره يونس</w:t>
      </w:r>
      <w:bookmarkEnd w:id="162"/>
    </w:p>
    <w:p w:rsidR="00A679DB" w:rsidRDefault="00A679DB" w:rsidP="00A679DB">
      <w:pPr>
        <w:pStyle w:val="libNormal"/>
        <w:rPr>
          <w:rtl/>
        </w:rPr>
      </w:pPr>
      <w:r>
        <w:rPr>
          <w:rtl/>
        </w:rPr>
        <w:t xml:space="preserve">حديث : ١ و بهذاالاسناد عن الحسن بن على عن الحسين : محمد بن فرقد عن فضيل الرسان عن ابى عبدالله </w:t>
      </w:r>
      <w:r w:rsidRPr="0011596F">
        <w:rPr>
          <w:rStyle w:val="libAlaemChar"/>
          <w:rtl/>
        </w:rPr>
        <w:t>عليه‌السلام</w:t>
      </w:r>
      <w:r>
        <w:rPr>
          <w:rtl/>
        </w:rPr>
        <w:t xml:space="preserve"> قال من قراء سوره يونس فى ك شهرين و ثلاثه لم يخف عليه ان يكون من الجاهلين و كان يوم القيامه من المقربين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كسى كه هر دو ماه يا سه ماه يك بار سوره يونس را بخواند، نمى ترسد كه از جاهلان باشد و در روز قيامت از مقربين خواهد بود.</w:t>
      </w:r>
    </w:p>
    <w:p w:rsidR="00A679DB" w:rsidRDefault="00A679DB" w:rsidP="00A679DB">
      <w:pPr>
        <w:pStyle w:val="libNormal"/>
        <w:rPr>
          <w:rtl/>
        </w:rPr>
      </w:pPr>
    </w:p>
    <w:p w:rsidR="00A679DB" w:rsidRDefault="00A679DB" w:rsidP="00A679DB">
      <w:pPr>
        <w:pStyle w:val="libNormal"/>
        <w:rPr>
          <w:rtl/>
        </w:rPr>
      </w:pPr>
      <w:r>
        <w:rPr>
          <w:rtl/>
        </w:rPr>
        <w:t>ثواب من قرا سوره هود</w:t>
      </w:r>
    </w:p>
    <w:p w:rsidR="00A679DB" w:rsidRDefault="0011596F" w:rsidP="00A679DB">
      <w:pPr>
        <w:pStyle w:val="libNormal"/>
        <w:rPr>
          <w:rtl/>
        </w:rPr>
      </w:pPr>
      <w:r>
        <w:rPr>
          <w:rtl/>
        </w:rPr>
        <w:br w:type="page"/>
      </w:r>
    </w:p>
    <w:p w:rsidR="00A679DB" w:rsidRDefault="00A679DB" w:rsidP="0011596F">
      <w:pPr>
        <w:pStyle w:val="Heading2"/>
        <w:rPr>
          <w:rtl/>
        </w:rPr>
      </w:pPr>
      <w:bookmarkStart w:id="163" w:name="_Toc449617220"/>
      <w:r>
        <w:rPr>
          <w:rtl/>
        </w:rPr>
        <w:t>ثواب قرائت سوره هود.</w:t>
      </w:r>
      <w:bookmarkEnd w:id="163"/>
    </w:p>
    <w:p w:rsidR="00A679DB" w:rsidRDefault="00A679DB" w:rsidP="0011596F">
      <w:pPr>
        <w:pStyle w:val="libNormal"/>
        <w:rPr>
          <w:rtl/>
        </w:rPr>
      </w:pPr>
      <w:r>
        <w:rPr>
          <w:rtl/>
        </w:rPr>
        <w:t>حديث : ١ بهذاالاسناد عن الحسن مندل عن كثير بن كاروند عن فروه بن الاجرى عن ابى جعفر محمد بن على</w:t>
      </w:r>
      <w:r w:rsidR="00DC5255">
        <w:rPr>
          <w:rtl/>
        </w:rPr>
        <w:t xml:space="preserve">عليهم‌السلام </w:t>
      </w:r>
      <w:r>
        <w:rPr>
          <w:rtl/>
        </w:rPr>
        <w:t>قال من قرا سوره هود فى كل جمعه بعثه الله عزوجل يوم القيامه فى زمره النبيين و لم تعرف له خطيئه عملها يوم القيامه .</w:t>
      </w:r>
    </w:p>
    <w:p w:rsidR="00A679DB" w:rsidRDefault="00A679DB" w:rsidP="00A679DB">
      <w:pPr>
        <w:pStyle w:val="libNormal"/>
        <w:rPr>
          <w:rtl/>
        </w:rPr>
      </w:pPr>
      <w:r>
        <w:rPr>
          <w:rtl/>
        </w:rPr>
        <w:t>ترجمه :</w:t>
      </w:r>
    </w:p>
    <w:p w:rsidR="00A679DB" w:rsidRDefault="00A679DB" w:rsidP="0011596F">
      <w:pPr>
        <w:pStyle w:val="libNormal"/>
        <w:rPr>
          <w:rtl/>
        </w:rPr>
      </w:pPr>
      <w:r>
        <w:rPr>
          <w:rtl/>
        </w:rPr>
        <w:t>١. امام باقر</w:t>
      </w:r>
      <w:r w:rsidR="00DC5255">
        <w:rPr>
          <w:rtl/>
        </w:rPr>
        <w:t xml:space="preserve">عليهم‌السلام </w:t>
      </w:r>
      <w:r>
        <w:rPr>
          <w:rtl/>
        </w:rPr>
        <w:t>فرمودند: كسى كه در هر جمعه سوره هود بخواند، خداى عزوجل در روز قيامت او را در گروه پيامبران بر مى انگيزد و در آن روز او را بى گناه خواهند دانست .</w:t>
      </w:r>
    </w:p>
    <w:p w:rsidR="00A679DB" w:rsidRDefault="00A679DB" w:rsidP="00A679DB">
      <w:pPr>
        <w:pStyle w:val="libNormal"/>
        <w:rPr>
          <w:rtl/>
        </w:rPr>
      </w:pPr>
    </w:p>
    <w:p w:rsidR="00A679DB" w:rsidRDefault="00A679DB" w:rsidP="00A679DB">
      <w:pPr>
        <w:pStyle w:val="libNormal"/>
        <w:rPr>
          <w:rtl/>
        </w:rPr>
      </w:pPr>
      <w:r>
        <w:rPr>
          <w:rtl/>
        </w:rPr>
        <w:t>ثواب قراء سوره يوسف</w:t>
      </w:r>
    </w:p>
    <w:p w:rsidR="00A679DB" w:rsidRDefault="0011596F" w:rsidP="00A679DB">
      <w:pPr>
        <w:pStyle w:val="libNormal"/>
        <w:rPr>
          <w:rtl/>
        </w:rPr>
      </w:pPr>
      <w:r>
        <w:rPr>
          <w:rtl/>
        </w:rPr>
        <w:br w:type="page"/>
      </w:r>
    </w:p>
    <w:p w:rsidR="00A679DB" w:rsidRDefault="00A679DB" w:rsidP="0011596F">
      <w:pPr>
        <w:pStyle w:val="Heading2"/>
        <w:rPr>
          <w:rtl/>
        </w:rPr>
      </w:pPr>
      <w:bookmarkStart w:id="164" w:name="_Toc449617221"/>
      <w:r>
        <w:rPr>
          <w:rtl/>
        </w:rPr>
        <w:t>ثواب قرائت سوره يوسف</w:t>
      </w:r>
      <w:bookmarkEnd w:id="164"/>
    </w:p>
    <w:p w:rsidR="00A679DB" w:rsidRDefault="00A679DB" w:rsidP="00A679DB">
      <w:pPr>
        <w:pStyle w:val="libNormal"/>
        <w:rPr>
          <w:rtl/>
        </w:rPr>
      </w:pPr>
      <w:r>
        <w:rPr>
          <w:rtl/>
        </w:rPr>
        <w:t xml:space="preserve">حديث : ١ و بهذاالاسناد عن الحسن عن ابيه عن ابى بصير عن ابى عبدالله عليه‌السلام قال من قرا سوره يوسف فى كل يوم او فى كل ليله بعثه الله تعالى يوم القيامه و جماله مثل جمال يوسف </w:t>
      </w:r>
      <w:r w:rsidRPr="0011596F">
        <w:rPr>
          <w:rStyle w:val="libAlaemChar"/>
          <w:rtl/>
        </w:rPr>
        <w:t>عليه‌السلام</w:t>
      </w:r>
      <w:r>
        <w:rPr>
          <w:rtl/>
        </w:rPr>
        <w:t xml:space="preserve"> و لا يصيبه فزع يوم القيامه و كان من خيار عباد الله الصالحين و قال انها كانت فى التوراه مكتوبه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كسى كه سوره يوسف را در هر روزى در هر شب بخواند، خداى متعال او را در روز قيامت در حالى بر مى انگيزد كه مانند يوسف زيباست و در روز قيامت هيچ ترسى به او نخواهد رسيد و از بهترين بندگان صالح خداوند خواهد بو</w:t>
      </w:r>
      <w:r w:rsidR="0011596F">
        <w:rPr>
          <w:rFonts w:hint="cs"/>
          <w:rtl/>
        </w:rPr>
        <w:t>د</w:t>
      </w:r>
      <w:r>
        <w:rPr>
          <w:rtl/>
        </w:rPr>
        <w:t>. و نيز فرمودند: اين سوره در تورات نيز آمده است .</w:t>
      </w:r>
    </w:p>
    <w:p w:rsidR="00A679DB" w:rsidRDefault="00A679DB" w:rsidP="00A679DB">
      <w:pPr>
        <w:pStyle w:val="libNormal"/>
        <w:rPr>
          <w:rtl/>
        </w:rPr>
      </w:pPr>
    </w:p>
    <w:p w:rsidR="00A679DB" w:rsidRDefault="00A679DB" w:rsidP="00A679DB">
      <w:pPr>
        <w:pStyle w:val="libNormal"/>
        <w:rPr>
          <w:rtl/>
        </w:rPr>
      </w:pPr>
      <w:r>
        <w:rPr>
          <w:rtl/>
        </w:rPr>
        <w:t>ثواب من قرا سوره الرعد</w:t>
      </w:r>
    </w:p>
    <w:p w:rsidR="00A679DB" w:rsidRDefault="0011596F" w:rsidP="00A679DB">
      <w:pPr>
        <w:pStyle w:val="libNormal"/>
        <w:rPr>
          <w:rtl/>
        </w:rPr>
      </w:pPr>
      <w:r>
        <w:rPr>
          <w:rtl/>
        </w:rPr>
        <w:br w:type="page"/>
      </w:r>
    </w:p>
    <w:p w:rsidR="00A679DB" w:rsidRDefault="00A679DB" w:rsidP="0011596F">
      <w:pPr>
        <w:pStyle w:val="Heading2"/>
        <w:rPr>
          <w:rtl/>
        </w:rPr>
      </w:pPr>
      <w:bookmarkStart w:id="165" w:name="_Toc449617222"/>
      <w:r>
        <w:rPr>
          <w:rtl/>
        </w:rPr>
        <w:t>ثواب قرائت سوره رعد</w:t>
      </w:r>
      <w:bookmarkEnd w:id="165"/>
    </w:p>
    <w:p w:rsidR="00A679DB" w:rsidRDefault="00A679DB" w:rsidP="00A679DB">
      <w:pPr>
        <w:pStyle w:val="libNormal"/>
        <w:rPr>
          <w:rtl/>
        </w:rPr>
      </w:pPr>
      <w:r>
        <w:rPr>
          <w:rtl/>
        </w:rPr>
        <w:t>حديث : ١ و بهذاالاسناد عن الحسن عن الحسين بن ابى العلاء عن ابى عبدالله عليه‌السلام انه قال من اكثر قراء سوره الرعد لم يصبه الله بصاعقه ابدا و لو كان ناصبا و اذ كان مومنا ادخله الجنه بلاحساب و يشفع فى جميع من يعرف من اهل بيته و اخوانه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كسى كه سوره رعد را زياد قرائت نمايد، هيچ گاه خداوند او را گرفتار صاعقه نخواهد نمود، گرچه دشمن اهل بيت </w:t>
      </w:r>
      <w:r w:rsidRPr="0011596F">
        <w:rPr>
          <w:rStyle w:val="libAlaemChar"/>
          <w:rtl/>
        </w:rPr>
        <w:t>عليه‌السلام</w:t>
      </w:r>
      <w:r>
        <w:rPr>
          <w:rtl/>
        </w:rPr>
        <w:t xml:space="preserve"> باشد. و اگر مؤ من باشد، بدون حساب او را وارد بهشت خواهد نمود و شفاعت او در مورد همه خاندان و برادرانش كه آنها را مى شناسد، پذيرفته خواهد شد.</w:t>
      </w:r>
    </w:p>
    <w:p w:rsidR="00A679DB" w:rsidRDefault="00A679DB" w:rsidP="00A679DB">
      <w:pPr>
        <w:pStyle w:val="libNormal"/>
        <w:rPr>
          <w:rtl/>
        </w:rPr>
      </w:pPr>
    </w:p>
    <w:p w:rsidR="00A679DB" w:rsidRDefault="00A679DB" w:rsidP="00A679DB">
      <w:pPr>
        <w:pStyle w:val="libNormal"/>
        <w:rPr>
          <w:rtl/>
        </w:rPr>
      </w:pPr>
      <w:r>
        <w:rPr>
          <w:rtl/>
        </w:rPr>
        <w:t>ثواب من قرا سوره ابراهيم و الحجر</w:t>
      </w:r>
    </w:p>
    <w:p w:rsidR="00A679DB" w:rsidRDefault="0011596F" w:rsidP="00A679DB">
      <w:pPr>
        <w:pStyle w:val="libNormal"/>
        <w:rPr>
          <w:rtl/>
        </w:rPr>
      </w:pPr>
      <w:r>
        <w:rPr>
          <w:rtl/>
        </w:rPr>
        <w:br w:type="page"/>
      </w:r>
    </w:p>
    <w:p w:rsidR="00A679DB" w:rsidRDefault="00A679DB" w:rsidP="0011596F">
      <w:pPr>
        <w:pStyle w:val="Heading2"/>
        <w:rPr>
          <w:rtl/>
        </w:rPr>
      </w:pPr>
      <w:bookmarkStart w:id="166" w:name="_Toc449617223"/>
      <w:r>
        <w:rPr>
          <w:rtl/>
        </w:rPr>
        <w:t>ثواب قرائت سوره ابراهيم و حجر</w:t>
      </w:r>
      <w:bookmarkEnd w:id="166"/>
    </w:p>
    <w:p w:rsidR="00A679DB" w:rsidRDefault="00A679DB" w:rsidP="00A679DB">
      <w:pPr>
        <w:pStyle w:val="libNormal"/>
        <w:rPr>
          <w:rtl/>
        </w:rPr>
      </w:pPr>
      <w:r>
        <w:rPr>
          <w:rtl/>
        </w:rPr>
        <w:t xml:space="preserve">حديث : ١ و بهذاالاسناد عن الحسن عن ابى الممغذا عن عنبسه بن مصعب عن ابى عبدالله </w:t>
      </w:r>
      <w:r w:rsidRPr="0011596F">
        <w:rPr>
          <w:rStyle w:val="libAlaemChar"/>
          <w:rtl/>
        </w:rPr>
        <w:t>عليه‌السلام</w:t>
      </w:r>
      <w:r>
        <w:rPr>
          <w:rtl/>
        </w:rPr>
        <w:t xml:space="preserve"> قال من قرا سوره ابراهيم و الحجر فى ركعتين جميعا فى كل جمعه لم يصبه فقر ابدا و لا جنون و لا بلوى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كسى كه در هر جمعه سوره ابراهيم و حج را در دو ركعت با هم بخواند </w:t>
      </w:r>
      <w:r w:rsidRPr="0011596F">
        <w:rPr>
          <w:rStyle w:val="libFootnotenumChar"/>
          <w:rtl/>
        </w:rPr>
        <w:t>(٦٦)،</w:t>
      </w:r>
      <w:r>
        <w:rPr>
          <w:rtl/>
        </w:rPr>
        <w:t xml:space="preserve"> هيچ گاه دچار فقر، ديوانگى و مصيبت نخواهد شد.</w:t>
      </w:r>
    </w:p>
    <w:p w:rsidR="00A679DB" w:rsidRDefault="00A679DB" w:rsidP="00A679DB">
      <w:pPr>
        <w:pStyle w:val="libNormal"/>
        <w:rPr>
          <w:rtl/>
        </w:rPr>
      </w:pPr>
    </w:p>
    <w:p w:rsidR="00A679DB" w:rsidRDefault="00A679DB" w:rsidP="00A679DB">
      <w:pPr>
        <w:pStyle w:val="libNormal"/>
        <w:rPr>
          <w:rtl/>
        </w:rPr>
      </w:pPr>
      <w:r>
        <w:rPr>
          <w:rtl/>
        </w:rPr>
        <w:t>ثواب من قرا سوره النحل</w:t>
      </w:r>
    </w:p>
    <w:p w:rsidR="00A679DB" w:rsidRDefault="0011596F" w:rsidP="00A679DB">
      <w:pPr>
        <w:pStyle w:val="libNormal"/>
        <w:rPr>
          <w:rtl/>
        </w:rPr>
      </w:pPr>
      <w:r>
        <w:rPr>
          <w:rtl/>
        </w:rPr>
        <w:br w:type="page"/>
      </w:r>
    </w:p>
    <w:p w:rsidR="00A679DB" w:rsidRDefault="00A679DB" w:rsidP="0011596F">
      <w:pPr>
        <w:pStyle w:val="Heading2"/>
        <w:rPr>
          <w:rtl/>
        </w:rPr>
      </w:pPr>
      <w:bookmarkStart w:id="167" w:name="_Toc449617224"/>
      <w:r>
        <w:rPr>
          <w:rtl/>
        </w:rPr>
        <w:t>ثواب قرائت سوره نحل</w:t>
      </w:r>
      <w:bookmarkEnd w:id="167"/>
    </w:p>
    <w:p w:rsidR="00A679DB" w:rsidRDefault="00A679DB" w:rsidP="00A679DB">
      <w:pPr>
        <w:pStyle w:val="libNormal"/>
        <w:rPr>
          <w:rtl/>
        </w:rPr>
      </w:pPr>
      <w:r>
        <w:rPr>
          <w:rtl/>
        </w:rPr>
        <w:t xml:space="preserve">حديث : ١ و بهذاالاسناد عن الحسن عن عاصم الحناط عن محمد بن مسلم عن ابى جعفر </w:t>
      </w:r>
      <w:r w:rsidRPr="0011596F">
        <w:rPr>
          <w:rStyle w:val="libAlaemChar"/>
          <w:rtl/>
        </w:rPr>
        <w:t>عليه‌السلام</w:t>
      </w:r>
      <w:r>
        <w:rPr>
          <w:rtl/>
        </w:rPr>
        <w:t xml:space="preserve"> قال من قرا سوره النحل فى كل شهر كفى المغرم فى الدنيا و سبعين نوعا من انواع البلا اهونه الجنون و الجذام و البرص و كان مسكنه فى جنه عدن و هى وسط الجنان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11596F">
        <w:rPr>
          <w:rStyle w:val="libAlaemChar"/>
          <w:rtl/>
        </w:rPr>
        <w:t>عليه‌السلام</w:t>
      </w:r>
      <w:r>
        <w:rPr>
          <w:rtl/>
        </w:rPr>
        <w:t xml:space="preserve"> فرمودند: كسى كه در هرماه سوره نحل را بخواند، از جريمه دادن و هفتاد نوع بلا كه كوچكترين آنها ديوانگى ، جذام ، و پيسى است ، محفوظ خواهد ماند، و مسكن او در «جنت عدن» كه وسط بهشت است ، خواهد بود.</w:t>
      </w:r>
    </w:p>
    <w:p w:rsidR="00A679DB" w:rsidRDefault="00A679DB" w:rsidP="00A679DB">
      <w:pPr>
        <w:pStyle w:val="libNormal"/>
        <w:rPr>
          <w:rtl/>
        </w:rPr>
      </w:pPr>
    </w:p>
    <w:p w:rsidR="00A679DB" w:rsidRDefault="00A679DB" w:rsidP="00A679DB">
      <w:pPr>
        <w:pStyle w:val="libNormal"/>
        <w:rPr>
          <w:rtl/>
        </w:rPr>
      </w:pPr>
      <w:r>
        <w:rPr>
          <w:rtl/>
        </w:rPr>
        <w:t>ثواب من قرا سوره بنى اسرائيل</w:t>
      </w:r>
    </w:p>
    <w:p w:rsidR="00A679DB" w:rsidRDefault="0011596F" w:rsidP="00A679DB">
      <w:pPr>
        <w:pStyle w:val="libNormal"/>
        <w:rPr>
          <w:rtl/>
        </w:rPr>
      </w:pPr>
      <w:r>
        <w:rPr>
          <w:rtl/>
        </w:rPr>
        <w:br w:type="page"/>
      </w:r>
    </w:p>
    <w:p w:rsidR="00A679DB" w:rsidRDefault="00A679DB" w:rsidP="0011596F">
      <w:pPr>
        <w:pStyle w:val="Heading2"/>
        <w:rPr>
          <w:rtl/>
        </w:rPr>
      </w:pPr>
      <w:bookmarkStart w:id="168" w:name="_Toc449617225"/>
      <w:r>
        <w:rPr>
          <w:rtl/>
        </w:rPr>
        <w:t>ثواب قرائت سوره بنى اسرائيل</w:t>
      </w:r>
      <w:bookmarkEnd w:id="168"/>
    </w:p>
    <w:p w:rsidR="00A679DB" w:rsidRDefault="00A679DB" w:rsidP="00A679DB">
      <w:pPr>
        <w:pStyle w:val="libNormal"/>
        <w:rPr>
          <w:rtl/>
        </w:rPr>
      </w:pPr>
      <w:r>
        <w:rPr>
          <w:rtl/>
        </w:rPr>
        <w:t xml:space="preserve">حديث : ١ بهذاالاسناد عن الحسن عن الحسين بن ابى العلاء عن ابى عبدالله عليه‌السلام قال من قرا سوره بنى اسرائيل فى كل ليله جمعه لم يمت حتى يدرك القائم </w:t>
      </w:r>
      <w:r w:rsidRPr="0011596F">
        <w:rPr>
          <w:rStyle w:val="libAlaemChar"/>
          <w:rtl/>
        </w:rPr>
        <w:t>عليه‌السلام</w:t>
      </w:r>
      <w:r>
        <w:rPr>
          <w:rtl/>
        </w:rPr>
        <w:t xml:space="preserve"> و يكون من اصحابه</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كسى كه سوره بنى اسرائيل را در هر شب جمعه زيارت نمايد، تا قائم آل محمد </w:t>
      </w:r>
      <w:r w:rsidR="00E60DFB" w:rsidRPr="0011596F">
        <w:rPr>
          <w:rStyle w:val="libAlaemChar"/>
          <w:rtl/>
        </w:rPr>
        <w:t>صلى‌الله‌عليه‌وآله</w:t>
      </w:r>
      <w:r w:rsidR="00E60DFB">
        <w:rPr>
          <w:rtl/>
        </w:rPr>
        <w:t xml:space="preserve"> </w:t>
      </w:r>
      <w:r>
        <w:rPr>
          <w:rtl/>
        </w:rPr>
        <w:t xml:space="preserve">را درك نكند و از اصحاب او نباشد، نخواهد مرد </w:t>
      </w:r>
      <w:r w:rsidRPr="0011596F">
        <w:rPr>
          <w:rStyle w:val="libFootnotenumChar"/>
          <w:rtl/>
        </w:rPr>
        <w:t>(٦٧).</w:t>
      </w:r>
    </w:p>
    <w:p w:rsidR="00A679DB" w:rsidRDefault="00A679DB" w:rsidP="00A679DB">
      <w:pPr>
        <w:pStyle w:val="libNormal"/>
        <w:rPr>
          <w:rtl/>
        </w:rPr>
      </w:pPr>
    </w:p>
    <w:p w:rsidR="00A679DB" w:rsidRDefault="00A679DB" w:rsidP="00A679DB">
      <w:pPr>
        <w:pStyle w:val="libNormal"/>
        <w:rPr>
          <w:rtl/>
        </w:rPr>
      </w:pPr>
      <w:r>
        <w:rPr>
          <w:rtl/>
        </w:rPr>
        <w:t>ثواب من قرا سوره الكهف</w:t>
      </w:r>
    </w:p>
    <w:p w:rsidR="00A679DB" w:rsidRDefault="0011596F" w:rsidP="00A679DB">
      <w:pPr>
        <w:pStyle w:val="libNormal"/>
        <w:rPr>
          <w:rtl/>
        </w:rPr>
      </w:pPr>
      <w:r>
        <w:rPr>
          <w:rtl/>
        </w:rPr>
        <w:br w:type="page"/>
      </w:r>
    </w:p>
    <w:p w:rsidR="00A679DB" w:rsidRDefault="00A679DB" w:rsidP="0011596F">
      <w:pPr>
        <w:pStyle w:val="Heading2"/>
        <w:rPr>
          <w:rtl/>
        </w:rPr>
      </w:pPr>
      <w:bookmarkStart w:id="169" w:name="_Toc449617226"/>
      <w:r>
        <w:rPr>
          <w:rtl/>
        </w:rPr>
        <w:t>ثواب قرائت سوره كهف</w:t>
      </w:r>
      <w:bookmarkEnd w:id="169"/>
    </w:p>
    <w:p w:rsidR="00A679DB" w:rsidRDefault="00A679DB" w:rsidP="00A679DB">
      <w:pPr>
        <w:pStyle w:val="libNormal"/>
        <w:rPr>
          <w:rtl/>
        </w:rPr>
      </w:pPr>
      <w:r>
        <w:rPr>
          <w:rtl/>
        </w:rPr>
        <w:t xml:space="preserve">حديث : ١ حدثنى احمد بن محمد رضى الله عنه قال حدثنى ابى عن احمد بن هلال عن عيسى بن عبدالله عن ابيه عن جده عن اميرالمؤ منين </w:t>
      </w:r>
      <w:r w:rsidRPr="0011596F">
        <w:rPr>
          <w:rStyle w:val="libAlaemChar"/>
          <w:rtl/>
        </w:rPr>
        <w:t>عليه‌السلام</w:t>
      </w:r>
      <w:r>
        <w:rPr>
          <w:rtl/>
        </w:rPr>
        <w:t xml:space="preserve"> يقول ما من عبد يقرا «قل انما انا بشر مثلكم الى آخر السوره» الا كان له نور من مضجعه الى بيت الله الحرام فان كان من اهل بيت الله الحرام كان له نور الى بيت المقدس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اميرالمؤ منين </w:t>
      </w:r>
      <w:r w:rsidRPr="0011596F">
        <w:rPr>
          <w:rStyle w:val="libAlaemChar"/>
          <w:rtl/>
        </w:rPr>
        <w:t>عليه‌السلام</w:t>
      </w:r>
      <w:r>
        <w:rPr>
          <w:rtl/>
        </w:rPr>
        <w:t xml:space="preserve"> فرمودند: هيچ بنده اى آيه </w:t>
      </w:r>
      <w:r w:rsidRPr="0011596F">
        <w:rPr>
          <w:rStyle w:val="libAieChar"/>
          <w:rtl/>
        </w:rPr>
        <w:t>«قل انما انا بشر مثلكم ...»</w:t>
      </w:r>
      <w:r>
        <w:rPr>
          <w:rtl/>
        </w:rPr>
        <w:t xml:space="preserve"> (٦٨) را نمى خواند، مگر اين كه نورى خواهد داشت از خوابگاه خود تا خانه كعبه و اگر از اهل مكه باشد نور او تا بيت المقدس خواهد بود.</w:t>
      </w:r>
    </w:p>
    <w:p w:rsidR="00A679DB" w:rsidRDefault="00A679DB" w:rsidP="00A679DB">
      <w:pPr>
        <w:pStyle w:val="libNormal"/>
        <w:rPr>
          <w:rtl/>
        </w:rPr>
      </w:pPr>
      <w:r>
        <w:rPr>
          <w:rtl/>
        </w:rPr>
        <w:t xml:space="preserve">حديث : ٢ حدثنى محمد بن موسى بن المتوكل رضى الله عنه قال حدثنى محمد بن يحيى قال حدثنى محمد بن احمد عن محمد بن حسان عن اسماعيل بن مهران قال حدثنى الحسن بن على عن ابيه عن ابى بصير عن ابى عبدالله </w:t>
      </w:r>
      <w:r w:rsidRPr="0011596F">
        <w:rPr>
          <w:rStyle w:val="libAlaemChar"/>
          <w:rtl/>
        </w:rPr>
        <w:t>عليه‌السلام</w:t>
      </w:r>
      <w:r>
        <w:rPr>
          <w:rtl/>
        </w:rPr>
        <w:t xml:space="preserve"> قال من قرا سوره الكهف كل ليله جمعه لم يمت الا شهيدا و يبعثه الله مع الشهدائ و وقف يوم القيامه مع الشهداء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11596F">
        <w:rPr>
          <w:rStyle w:val="libAlaemChar"/>
          <w:rtl/>
        </w:rPr>
        <w:t>عليه‌السلام</w:t>
      </w:r>
      <w:r>
        <w:rPr>
          <w:rtl/>
        </w:rPr>
        <w:t xml:space="preserve"> فرمودند: كسى كه سوره كهف را در هر جمعه بخواند، نمى ميرد مگر شهيد و خداوند او را با شهدا بر مى انگيزاند و در روز قيامت همراه با شهدا خواهد بود.</w:t>
      </w:r>
    </w:p>
    <w:p w:rsidR="00A679DB" w:rsidRDefault="00A679DB" w:rsidP="00A679DB">
      <w:pPr>
        <w:pStyle w:val="libNormal"/>
        <w:rPr>
          <w:rtl/>
        </w:rPr>
      </w:pPr>
    </w:p>
    <w:p w:rsidR="00A679DB" w:rsidRDefault="00A679DB" w:rsidP="00A679DB">
      <w:pPr>
        <w:pStyle w:val="libNormal"/>
        <w:rPr>
          <w:rtl/>
        </w:rPr>
      </w:pPr>
      <w:r>
        <w:rPr>
          <w:rtl/>
        </w:rPr>
        <w:t>ثواب قراء سوره مريم</w:t>
      </w:r>
    </w:p>
    <w:p w:rsidR="0011596F" w:rsidRDefault="0011596F" w:rsidP="00A679DB">
      <w:pPr>
        <w:pStyle w:val="libNormal"/>
        <w:rPr>
          <w:rtl/>
        </w:rPr>
      </w:pPr>
      <w:r>
        <w:rPr>
          <w:rtl/>
        </w:rPr>
        <w:br w:type="page"/>
      </w:r>
    </w:p>
    <w:p w:rsidR="00A679DB" w:rsidRDefault="00A679DB" w:rsidP="0011596F">
      <w:pPr>
        <w:pStyle w:val="Heading2"/>
        <w:rPr>
          <w:rtl/>
        </w:rPr>
      </w:pPr>
      <w:bookmarkStart w:id="170" w:name="_Toc449617227"/>
      <w:r>
        <w:rPr>
          <w:rtl/>
        </w:rPr>
        <w:t>ثواب قرائت سوره مريم</w:t>
      </w:r>
      <w:bookmarkEnd w:id="170"/>
    </w:p>
    <w:p w:rsidR="00A679DB" w:rsidRDefault="00A679DB" w:rsidP="0011596F">
      <w:pPr>
        <w:pStyle w:val="libNormal"/>
        <w:rPr>
          <w:rtl/>
        </w:rPr>
      </w:pPr>
      <w:r>
        <w:rPr>
          <w:rtl/>
        </w:rPr>
        <w:t xml:space="preserve">حديث : ١ بهذاالاسناد عن الحسن عن عمر بن ابان عن ابى عبدالله </w:t>
      </w:r>
      <w:r w:rsidRPr="0011596F">
        <w:rPr>
          <w:rStyle w:val="libAlaemChar"/>
          <w:rtl/>
        </w:rPr>
        <w:t>عليه‌السلام</w:t>
      </w:r>
      <w:r>
        <w:rPr>
          <w:rtl/>
        </w:rPr>
        <w:t xml:space="preserve"> قال من ادمن قراءه سوره مريم لم يمت حتى يصيب ما يغنيه فى نفسه و ماله و ولده و كان فى الاخره من اصحاب عيسى بن مريم</w:t>
      </w:r>
      <w:r w:rsidR="00DC5255">
        <w:rPr>
          <w:rtl/>
        </w:rPr>
        <w:t xml:space="preserve">عليهم‌السلام </w:t>
      </w:r>
      <w:r>
        <w:rPr>
          <w:rtl/>
        </w:rPr>
        <w:t>و اعطى فى الاخره مثل ملك سليمان بن داود</w:t>
      </w:r>
      <w:r w:rsidR="00DC5255">
        <w:rPr>
          <w:rtl/>
        </w:rPr>
        <w:t xml:space="preserve">عليهم‌السلام </w:t>
      </w:r>
      <w:r>
        <w:rPr>
          <w:rtl/>
        </w:rPr>
        <w:t>فى الدنيا.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كسى كه بر خواندن سوره مريم مداومت نمايد، تا زمانى كه از لحاظ جانى و مالى و فرزندان به بى نيازى نرسد، نخواهد مرد و در آخرت از يارن حضرت عيسى </w:t>
      </w:r>
      <w:r w:rsidRPr="0011596F">
        <w:rPr>
          <w:rStyle w:val="libAlaemChar"/>
          <w:rtl/>
        </w:rPr>
        <w:t>عليه‌السلام</w:t>
      </w:r>
      <w:r>
        <w:rPr>
          <w:rtl/>
        </w:rPr>
        <w:t xml:space="preserve"> خواهد بود و نيز در آخرت ، مانند دارايى سليمان در دنيا را به او خواهند داد.</w:t>
      </w:r>
    </w:p>
    <w:p w:rsidR="00A679DB" w:rsidRDefault="00A679DB" w:rsidP="00A679DB">
      <w:pPr>
        <w:pStyle w:val="libNormal"/>
        <w:rPr>
          <w:rtl/>
        </w:rPr>
      </w:pPr>
    </w:p>
    <w:p w:rsidR="00A679DB" w:rsidRDefault="00A679DB" w:rsidP="00A679DB">
      <w:pPr>
        <w:pStyle w:val="libNormal"/>
        <w:rPr>
          <w:rtl/>
        </w:rPr>
      </w:pPr>
      <w:r>
        <w:rPr>
          <w:rtl/>
        </w:rPr>
        <w:t>ثواب قراءه سوره طه</w:t>
      </w:r>
    </w:p>
    <w:p w:rsidR="00A679DB" w:rsidRDefault="0011596F" w:rsidP="00A679DB">
      <w:pPr>
        <w:pStyle w:val="libNormal"/>
        <w:rPr>
          <w:rtl/>
        </w:rPr>
      </w:pPr>
      <w:r>
        <w:rPr>
          <w:rtl/>
        </w:rPr>
        <w:br w:type="page"/>
      </w:r>
    </w:p>
    <w:p w:rsidR="00A679DB" w:rsidRDefault="00A679DB" w:rsidP="0011596F">
      <w:pPr>
        <w:pStyle w:val="Heading2"/>
        <w:rPr>
          <w:rtl/>
        </w:rPr>
      </w:pPr>
      <w:bookmarkStart w:id="171" w:name="_Toc449617228"/>
      <w:r>
        <w:rPr>
          <w:rtl/>
        </w:rPr>
        <w:t>ثواب قرائت سوره طه</w:t>
      </w:r>
      <w:bookmarkEnd w:id="171"/>
    </w:p>
    <w:p w:rsidR="00A679DB" w:rsidRDefault="00A679DB" w:rsidP="00A679DB">
      <w:pPr>
        <w:pStyle w:val="libNormal"/>
        <w:rPr>
          <w:rtl/>
        </w:rPr>
      </w:pPr>
      <w:r>
        <w:rPr>
          <w:rtl/>
        </w:rPr>
        <w:t xml:space="preserve">حديث : ١ بهذاالاسناد عن الحسن عن صباح الحذاء عن اسحاق بن عمار عن ابى عبدالله </w:t>
      </w:r>
      <w:r w:rsidRPr="0011596F">
        <w:rPr>
          <w:rStyle w:val="libAlaemChar"/>
          <w:rtl/>
        </w:rPr>
        <w:t>عليه‌السلام</w:t>
      </w:r>
      <w:r>
        <w:rPr>
          <w:rtl/>
        </w:rPr>
        <w:t xml:space="preserve"> قال لا تدعوا قراءه سوره طه فان الله يحبها و يحب من قراها و من ادمن قراء تها اعطاه الله يوم القيامه كتابه يمينه ولم يحاسبه بما عمل فى الاسلام و اعطى فى الاخره من الاجر حتى يرضى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خواندن سوره طه را ترك نكنيد. زيرا خداوند آن سوره و كسى را كه آن را تلاوت كند، دوست دارد. كسى كه بر قرائت آن مداومت نمايد، خداوند در روز قيامت نامه عملش را به دست راستش خواهد داد، درباره كارهاى او در زمان مسلمانيش محاسبه نخواهد شد و در آخرت آن قدر پاداش به او مى دهند، كه راضى شود.</w:t>
      </w:r>
    </w:p>
    <w:p w:rsidR="00A679DB" w:rsidRDefault="00A679DB" w:rsidP="00A679DB">
      <w:pPr>
        <w:pStyle w:val="libNormal"/>
        <w:rPr>
          <w:rtl/>
        </w:rPr>
      </w:pPr>
    </w:p>
    <w:p w:rsidR="00A679DB" w:rsidRDefault="00A679DB" w:rsidP="00A679DB">
      <w:pPr>
        <w:pStyle w:val="libNormal"/>
        <w:rPr>
          <w:rtl/>
        </w:rPr>
      </w:pPr>
      <w:r>
        <w:rPr>
          <w:rtl/>
        </w:rPr>
        <w:t>ثواب قراءه سوره الانبياء</w:t>
      </w:r>
    </w:p>
    <w:p w:rsidR="00A679DB" w:rsidRDefault="0011596F" w:rsidP="00A679DB">
      <w:pPr>
        <w:pStyle w:val="libNormal"/>
        <w:rPr>
          <w:rtl/>
        </w:rPr>
      </w:pPr>
      <w:r>
        <w:rPr>
          <w:rtl/>
        </w:rPr>
        <w:br w:type="page"/>
      </w:r>
    </w:p>
    <w:p w:rsidR="00A679DB" w:rsidRDefault="00A679DB" w:rsidP="00A679DB">
      <w:pPr>
        <w:pStyle w:val="libNormal"/>
        <w:rPr>
          <w:rtl/>
        </w:rPr>
      </w:pPr>
      <w:r>
        <w:rPr>
          <w:rtl/>
        </w:rPr>
        <w:t>ثواب قرائت سوره انبياء</w:t>
      </w:r>
    </w:p>
    <w:p w:rsidR="00A679DB" w:rsidRDefault="00A679DB" w:rsidP="00A679DB">
      <w:pPr>
        <w:pStyle w:val="libNormal"/>
        <w:rPr>
          <w:rtl/>
        </w:rPr>
      </w:pPr>
      <w:r>
        <w:rPr>
          <w:rtl/>
        </w:rPr>
        <w:t xml:space="preserve">حديث : ١ و بهذاالاسناد عن الحسن عن يحيى بن مساور عن فضيل الرسان عن ابى عبدالله </w:t>
      </w:r>
      <w:r w:rsidRPr="0011596F">
        <w:rPr>
          <w:rStyle w:val="libAlaemChar"/>
          <w:rtl/>
        </w:rPr>
        <w:t>عليه‌السلام</w:t>
      </w:r>
      <w:r>
        <w:rPr>
          <w:rtl/>
        </w:rPr>
        <w:t xml:space="preserve"> قال من قرا سوره الانبيا حبا لها كان كمن رافق النبيين اجمعين فى جنات النعيم و كان مهيبا فى اعين الناس حياه الدنيا.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كسى كه به خاطر علاقه به سوره انبياء، آن را تلاوت نمايد، مانند كسى خواهد بود كه در بهشتهاى ناز و نعمت با همه پيامبران همنشين است . و در طول زندگانى خود در چشم مردم شخص متشخصى خواهد بود.</w:t>
      </w:r>
    </w:p>
    <w:p w:rsidR="00A679DB" w:rsidRDefault="00A679DB" w:rsidP="00A679DB">
      <w:pPr>
        <w:pStyle w:val="libNormal"/>
        <w:rPr>
          <w:rtl/>
        </w:rPr>
      </w:pPr>
    </w:p>
    <w:p w:rsidR="00A679DB" w:rsidRDefault="00A679DB" w:rsidP="00A679DB">
      <w:pPr>
        <w:pStyle w:val="libNormal"/>
        <w:rPr>
          <w:rtl/>
        </w:rPr>
      </w:pPr>
      <w:r>
        <w:rPr>
          <w:rtl/>
        </w:rPr>
        <w:t>ثواب قراء سوره الحج</w:t>
      </w:r>
    </w:p>
    <w:p w:rsidR="00A679DB" w:rsidRDefault="0011596F" w:rsidP="00A679DB">
      <w:pPr>
        <w:pStyle w:val="libNormal"/>
        <w:rPr>
          <w:rtl/>
        </w:rPr>
      </w:pPr>
      <w:r>
        <w:rPr>
          <w:rtl/>
        </w:rPr>
        <w:br w:type="page"/>
      </w:r>
    </w:p>
    <w:p w:rsidR="00A679DB" w:rsidRDefault="00A679DB" w:rsidP="0011596F">
      <w:pPr>
        <w:pStyle w:val="Heading2"/>
        <w:rPr>
          <w:rtl/>
        </w:rPr>
      </w:pPr>
      <w:bookmarkStart w:id="172" w:name="_Toc449617229"/>
      <w:r>
        <w:rPr>
          <w:rtl/>
        </w:rPr>
        <w:t>ثواب قرائت سوره حج</w:t>
      </w:r>
      <w:bookmarkEnd w:id="172"/>
    </w:p>
    <w:p w:rsidR="00A679DB" w:rsidRDefault="00A679DB" w:rsidP="00A679DB">
      <w:pPr>
        <w:pStyle w:val="libNormal"/>
        <w:rPr>
          <w:rtl/>
        </w:rPr>
      </w:pPr>
      <w:r>
        <w:rPr>
          <w:rtl/>
        </w:rPr>
        <w:t>حديث : ١ بهذاالاسناد عن الحسن بن على عن سوره عن ابيه عن ابى عبدالله عليه‌السلام قال من قرا سوره الحج فى كل ثلاثه ايام لم تخرج سنته حتى يخرج الى بيت الله الحرام و ان مات فى سفره دخل الجنه قلت فان كان مخالفا قال يخفف عنه بعض ما هو</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11596F">
        <w:rPr>
          <w:rStyle w:val="libAlaemChar"/>
          <w:rtl/>
        </w:rPr>
        <w:t>عليه‌السلام</w:t>
      </w:r>
      <w:r>
        <w:rPr>
          <w:rtl/>
        </w:rPr>
        <w:t xml:space="preserve"> فرمودند: كسى كه هر سه روز يك بار سوره حج را تلاوت نمايد، يك سال نمى گذرد كه به حج مى رود. واگر در سفر حج بميرد وارد بهشت مى شود. عرض كردم : اگر از مخالفين (سنى) باشد، چطور؟ فرمودند: از عذابش كاسته مى شود.</w:t>
      </w:r>
    </w:p>
    <w:p w:rsidR="00A679DB" w:rsidRDefault="00A679DB" w:rsidP="00A679DB">
      <w:pPr>
        <w:pStyle w:val="libNormal"/>
        <w:rPr>
          <w:rtl/>
        </w:rPr>
      </w:pPr>
    </w:p>
    <w:p w:rsidR="00A679DB" w:rsidRDefault="00A679DB" w:rsidP="00A679DB">
      <w:pPr>
        <w:pStyle w:val="libNormal"/>
        <w:rPr>
          <w:rtl/>
        </w:rPr>
      </w:pPr>
      <w:r>
        <w:rPr>
          <w:rtl/>
        </w:rPr>
        <w:t>ثواب قراءه سوره المومنين</w:t>
      </w:r>
    </w:p>
    <w:p w:rsidR="00A679DB" w:rsidRDefault="0011596F" w:rsidP="00A679DB">
      <w:pPr>
        <w:pStyle w:val="libNormal"/>
        <w:rPr>
          <w:rtl/>
        </w:rPr>
      </w:pPr>
      <w:r>
        <w:rPr>
          <w:rtl/>
        </w:rPr>
        <w:br w:type="page"/>
      </w:r>
    </w:p>
    <w:p w:rsidR="00A679DB" w:rsidRDefault="00A679DB" w:rsidP="0011596F">
      <w:pPr>
        <w:pStyle w:val="Heading2"/>
        <w:rPr>
          <w:rtl/>
        </w:rPr>
      </w:pPr>
      <w:bookmarkStart w:id="173" w:name="_Toc449617230"/>
      <w:r>
        <w:rPr>
          <w:rtl/>
        </w:rPr>
        <w:t>ثواب قرائت سوره مؤ منين</w:t>
      </w:r>
      <w:bookmarkEnd w:id="173"/>
    </w:p>
    <w:p w:rsidR="00A679DB" w:rsidRDefault="00A679DB" w:rsidP="00A679DB">
      <w:pPr>
        <w:pStyle w:val="libNormal"/>
        <w:rPr>
          <w:rtl/>
        </w:rPr>
      </w:pPr>
      <w:r>
        <w:rPr>
          <w:rtl/>
        </w:rPr>
        <w:t xml:space="preserve">حديث : ١ بهذاالاسناد عن الحسن عن الحسين بن ابى العلاء عن ابى عبدالله </w:t>
      </w:r>
      <w:r w:rsidRPr="0011596F">
        <w:rPr>
          <w:rStyle w:val="libAlaemChar"/>
          <w:rtl/>
        </w:rPr>
        <w:t>عليه‌السلام</w:t>
      </w:r>
      <w:r>
        <w:rPr>
          <w:rtl/>
        </w:rPr>
        <w:t xml:space="preserve"> قال من قرا سوره المومنين ختم الله له بالسعاده اذا كان يدمن قرائتها فى كل جمعه كان منزله فى الفردوس الاعلى مع النبيين و المرسلين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كسى كه سوره مؤ منين را قرائت نمايد، خداوند او را تا آخر عمر سعادتمند مى نمايد، و اگر بر قرائت آن در هر جمعه مداومت نمايد، منزل او در «فردوس برتر» (بهشت برتر) همراه با پيامبران و رسولان خواهد بود.</w:t>
      </w:r>
    </w:p>
    <w:p w:rsidR="00A679DB" w:rsidRDefault="00A679DB" w:rsidP="00A679DB">
      <w:pPr>
        <w:pStyle w:val="libNormal"/>
        <w:rPr>
          <w:rtl/>
        </w:rPr>
      </w:pPr>
    </w:p>
    <w:p w:rsidR="00A679DB" w:rsidRDefault="00A679DB" w:rsidP="00A679DB">
      <w:pPr>
        <w:pStyle w:val="libNormal"/>
        <w:rPr>
          <w:rtl/>
        </w:rPr>
      </w:pPr>
      <w:r>
        <w:rPr>
          <w:rtl/>
        </w:rPr>
        <w:t>ثواب قراءه سوره النور</w:t>
      </w:r>
    </w:p>
    <w:p w:rsidR="00A679DB" w:rsidRDefault="0011596F" w:rsidP="00A679DB">
      <w:pPr>
        <w:pStyle w:val="libNormal"/>
        <w:rPr>
          <w:rtl/>
        </w:rPr>
      </w:pPr>
      <w:r>
        <w:rPr>
          <w:rtl/>
        </w:rPr>
        <w:br w:type="page"/>
      </w:r>
    </w:p>
    <w:p w:rsidR="00A679DB" w:rsidRDefault="00A679DB" w:rsidP="0011596F">
      <w:pPr>
        <w:pStyle w:val="Heading2"/>
        <w:rPr>
          <w:rtl/>
        </w:rPr>
      </w:pPr>
      <w:bookmarkStart w:id="174" w:name="_Toc449617231"/>
      <w:r>
        <w:rPr>
          <w:rtl/>
        </w:rPr>
        <w:t>ثواب قرائت سوره نور</w:t>
      </w:r>
      <w:bookmarkEnd w:id="174"/>
    </w:p>
    <w:p w:rsidR="00A679DB" w:rsidRDefault="00A679DB" w:rsidP="00A679DB">
      <w:pPr>
        <w:pStyle w:val="libNormal"/>
        <w:rPr>
          <w:rtl/>
        </w:rPr>
      </w:pPr>
      <w:r>
        <w:rPr>
          <w:rtl/>
        </w:rPr>
        <w:t xml:space="preserve">حديث : ١ بهذاالاسناد عن الحسن عن ابى عبدالله المومن عن ابن مسكان عن ابى عبدالله </w:t>
      </w:r>
      <w:r w:rsidRPr="0011596F">
        <w:rPr>
          <w:rStyle w:val="libAlaemChar"/>
          <w:rtl/>
        </w:rPr>
        <w:t>عليه‌السلام</w:t>
      </w:r>
      <w:r>
        <w:rPr>
          <w:rtl/>
        </w:rPr>
        <w:t xml:space="preserve"> قال حصنوا اموالكم و فروجكم بتلاوه سوره النور و حصنوا بها نساء كم فان من ادمن قرائتها فى كل يوم او فى كل ليله لم يزن احد من اهل بيته ابدا حى يموت فاذا هو مات شيعه الى قبره سبعون الف ملك كلهم يدعون و يستغفرون الله له حتى يدخل فى قبره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با تلاوت سوره نور مال و عفت خود و زنانتان را حفظ كنيد، زيرا همانا هر كسى كه هر روز يا هر شب بر قرائت آن مداومت نمايد، تا زمان مرگش هيچ يك از افراد خانواده اش زنا نخواهند كرد، و هنگامى كه بميرد، هفتاد هزار فرشته او را تا قبرش تشييع مى نماين</w:t>
      </w:r>
      <w:r w:rsidR="0011596F">
        <w:rPr>
          <w:rFonts w:hint="cs"/>
          <w:rtl/>
        </w:rPr>
        <w:t>د</w:t>
      </w:r>
      <w:r>
        <w:rPr>
          <w:rtl/>
        </w:rPr>
        <w:t xml:space="preserve"> و تمامى اين فرشتگان تا زمان ورود او به قبر براى او دعا و از خدا برايش ‍ آمرزش مى خواهند.</w:t>
      </w:r>
    </w:p>
    <w:p w:rsidR="00A679DB" w:rsidRDefault="00A679DB" w:rsidP="00A679DB">
      <w:pPr>
        <w:pStyle w:val="libNormal"/>
        <w:rPr>
          <w:rtl/>
        </w:rPr>
      </w:pPr>
    </w:p>
    <w:p w:rsidR="00A679DB" w:rsidRDefault="00A679DB" w:rsidP="00A679DB">
      <w:pPr>
        <w:pStyle w:val="libNormal"/>
        <w:rPr>
          <w:rtl/>
        </w:rPr>
      </w:pPr>
      <w:r>
        <w:rPr>
          <w:rtl/>
        </w:rPr>
        <w:t>ثواب من قرا سوره الفرقان</w:t>
      </w:r>
    </w:p>
    <w:p w:rsidR="00A679DB" w:rsidRDefault="0011596F" w:rsidP="00A679DB">
      <w:pPr>
        <w:pStyle w:val="libNormal"/>
        <w:rPr>
          <w:rtl/>
        </w:rPr>
      </w:pPr>
      <w:r>
        <w:rPr>
          <w:rtl/>
        </w:rPr>
        <w:br w:type="page"/>
      </w:r>
    </w:p>
    <w:p w:rsidR="00A679DB" w:rsidRDefault="00A679DB" w:rsidP="0011596F">
      <w:pPr>
        <w:pStyle w:val="Heading2"/>
        <w:rPr>
          <w:rtl/>
        </w:rPr>
      </w:pPr>
      <w:bookmarkStart w:id="175" w:name="_Toc449617232"/>
      <w:r>
        <w:rPr>
          <w:rtl/>
        </w:rPr>
        <w:t>ثواب قرائت سوره فرقان .</w:t>
      </w:r>
      <w:bookmarkEnd w:id="175"/>
    </w:p>
    <w:p w:rsidR="00A679DB" w:rsidRDefault="00A679DB" w:rsidP="00A679DB">
      <w:pPr>
        <w:pStyle w:val="libNormal"/>
        <w:rPr>
          <w:rtl/>
        </w:rPr>
      </w:pPr>
      <w:r>
        <w:rPr>
          <w:rtl/>
        </w:rPr>
        <w:t xml:space="preserve">حديث : ١ بهذاالاسناد عن الحسن عن سيف بن عميره عن اسحاق بن عمار عن ابى الحسن </w:t>
      </w:r>
      <w:r w:rsidRPr="0011596F">
        <w:rPr>
          <w:rStyle w:val="libAlaemChar"/>
          <w:rtl/>
        </w:rPr>
        <w:t>عليه‌السلام</w:t>
      </w:r>
      <w:r>
        <w:rPr>
          <w:rtl/>
        </w:rPr>
        <w:t xml:space="preserve"> قال يا ابن عمار لا تدع قراءه سوره التبارك الذى نزل الفرقان على عبده فان من قرها فى كل ليله لم يعذبه الله ابدا و لم يحاسبه و كان منزله فى الفردوس الاعلى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11596F">
        <w:rPr>
          <w:rStyle w:val="libAlaemChar"/>
          <w:rtl/>
        </w:rPr>
        <w:t>عليه‌السلام</w:t>
      </w:r>
      <w:r>
        <w:rPr>
          <w:rtl/>
        </w:rPr>
        <w:t xml:space="preserve"> به ابن عمار فرمودند: اى ابن عمار! تلاوت سوره </w:t>
      </w:r>
      <w:r w:rsidRPr="0011596F">
        <w:rPr>
          <w:rStyle w:val="libAieChar"/>
          <w:rtl/>
        </w:rPr>
        <w:t>«تبارك الذى نزل الفرقان على عبده»</w:t>
      </w:r>
      <w:r>
        <w:rPr>
          <w:rtl/>
        </w:rPr>
        <w:t xml:space="preserve"> را ترك نكن . زيرا همانا هر كسى كه هر شب آن را بخواند، خداوند هيچ گاه او را عذاب ننموده ، او را مورد محاسبه قرار نداده و منزل او در «فردوس اعلى» (بهشت برتر) خواهد بود.</w:t>
      </w:r>
    </w:p>
    <w:p w:rsidR="00A679DB" w:rsidRDefault="00A679DB" w:rsidP="00A679DB">
      <w:pPr>
        <w:pStyle w:val="libNormal"/>
        <w:rPr>
          <w:rtl/>
        </w:rPr>
      </w:pPr>
    </w:p>
    <w:p w:rsidR="00A679DB" w:rsidRDefault="00A679DB" w:rsidP="00A679DB">
      <w:pPr>
        <w:pStyle w:val="libNormal"/>
        <w:rPr>
          <w:rtl/>
        </w:rPr>
      </w:pPr>
      <w:r>
        <w:rPr>
          <w:rtl/>
        </w:rPr>
        <w:t>ثواب من قرا سوره الطواسين الثلاثه</w:t>
      </w:r>
    </w:p>
    <w:p w:rsidR="00A679DB" w:rsidRDefault="0011596F" w:rsidP="00A679DB">
      <w:pPr>
        <w:pStyle w:val="libNormal"/>
        <w:rPr>
          <w:rtl/>
        </w:rPr>
      </w:pPr>
      <w:r>
        <w:rPr>
          <w:rtl/>
        </w:rPr>
        <w:br w:type="page"/>
      </w:r>
    </w:p>
    <w:p w:rsidR="00A679DB" w:rsidRDefault="00A679DB" w:rsidP="0011596F">
      <w:pPr>
        <w:pStyle w:val="Heading2"/>
        <w:rPr>
          <w:rtl/>
        </w:rPr>
      </w:pPr>
      <w:bookmarkStart w:id="176" w:name="_Toc449617233"/>
      <w:r>
        <w:rPr>
          <w:rtl/>
        </w:rPr>
        <w:t>ثواب قرائت سوره نمل ، شعرا و قصص</w:t>
      </w:r>
      <w:bookmarkEnd w:id="176"/>
    </w:p>
    <w:p w:rsidR="00A679DB" w:rsidRDefault="00A679DB" w:rsidP="00A679DB">
      <w:pPr>
        <w:pStyle w:val="libNormal"/>
        <w:rPr>
          <w:rtl/>
        </w:rPr>
      </w:pPr>
      <w:r>
        <w:rPr>
          <w:rtl/>
        </w:rPr>
        <w:t xml:space="preserve">حديث : ١ بهذاالاسناد عن الحسن عن الحسين بن ابى العلاء عن ابى بصير عن ابى عبدالله </w:t>
      </w:r>
      <w:r w:rsidRPr="0011596F">
        <w:rPr>
          <w:rStyle w:val="libAlaemChar"/>
          <w:rtl/>
        </w:rPr>
        <w:t>عليه‌السلام</w:t>
      </w:r>
      <w:r>
        <w:rPr>
          <w:rtl/>
        </w:rPr>
        <w:t xml:space="preserve"> قال من قرا سوره الطواسين الثلاثه فى ليله الجمعه كان من اولياء الله و فى جوار الله و كنفه و لم يصبه فى الدنيا بوس ‍ ابدا و اعطى فى الاخره من الجنه حتى يرضى و فوق رضاه و زوجه الله مائه زوجه من الحور العين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كسى </w:t>
      </w:r>
      <w:r w:rsidR="0011596F">
        <w:rPr>
          <w:rFonts w:hint="cs"/>
          <w:rtl/>
        </w:rPr>
        <w:t>ک</w:t>
      </w:r>
      <w:r>
        <w:rPr>
          <w:rtl/>
        </w:rPr>
        <w:t>ه سوره هاى طواسين «سه سوره نمل ، شعرا و قصص) را در شب جمعه بخواند، از دوستان خدا، و در پناه او امان او خواهد بود، هيچ گاه دچار فلاكت نخواهد شد در آخرت ب</w:t>
      </w:r>
      <w:r w:rsidR="0011596F">
        <w:rPr>
          <w:rFonts w:hint="cs"/>
          <w:rtl/>
        </w:rPr>
        <w:t xml:space="preserve">ه </w:t>
      </w:r>
      <w:r>
        <w:rPr>
          <w:rtl/>
        </w:rPr>
        <w:t>اندازه رضايت و حتى بالاتر از رضايت او از بهشت به او خواهند داد، و خداوند صد همسر از حورالعين به او عطا مى نمايد.</w:t>
      </w:r>
    </w:p>
    <w:p w:rsidR="00A679DB" w:rsidRDefault="00A679DB" w:rsidP="00A679DB">
      <w:pPr>
        <w:pStyle w:val="libNormal"/>
        <w:rPr>
          <w:rtl/>
        </w:rPr>
      </w:pPr>
    </w:p>
    <w:p w:rsidR="00A679DB" w:rsidRDefault="00A679DB" w:rsidP="00A679DB">
      <w:pPr>
        <w:pStyle w:val="libNormal"/>
        <w:rPr>
          <w:rtl/>
        </w:rPr>
      </w:pPr>
      <w:r>
        <w:rPr>
          <w:rtl/>
        </w:rPr>
        <w:t>ثواب من قرا سوره العنكبوت و الروم</w:t>
      </w:r>
    </w:p>
    <w:p w:rsidR="00A679DB" w:rsidRDefault="0011596F" w:rsidP="00A679DB">
      <w:pPr>
        <w:pStyle w:val="libNormal"/>
        <w:rPr>
          <w:rtl/>
        </w:rPr>
      </w:pPr>
      <w:r>
        <w:rPr>
          <w:rtl/>
        </w:rPr>
        <w:br w:type="page"/>
      </w:r>
    </w:p>
    <w:p w:rsidR="00A679DB" w:rsidRDefault="00A679DB" w:rsidP="0011596F">
      <w:pPr>
        <w:pStyle w:val="Heading2"/>
        <w:rPr>
          <w:rtl/>
        </w:rPr>
      </w:pPr>
      <w:bookmarkStart w:id="177" w:name="_Toc449617234"/>
      <w:r>
        <w:rPr>
          <w:rtl/>
        </w:rPr>
        <w:t>ثواب قرائت سوره عنكبوت و روم .</w:t>
      </w:r>
      <w:bookmarkEnd w:id="177"/>
    </w:p>
    <w:p w:rsidR="00A679DB" w:rsidRDefault="00A679DB" w:rsidP="00A679DB">
      <w:pPr>
        <w:pStyle w:val="libNormal"/>
        <w:rPr>
          <w:rtl/>
        </w:rPr>
      </w:pPr>
      <w:r>
        <w:rPr>
          <w:rtl/>
        </w:rPr>
        <w:t>حديث : ١ بهذاالاسناد عن الحسن عن ابيه عن ابى بصير عن ابى عبدالله عليه‌السلام قال من قرا سوره العنكبوت و الروم فى شهر رمضان ليله رمضان ليله ثلاثه و عشرين فهو و الله يا ابا محمد من اهل الجنه لا استثنى فيه ابدا و لا اخاف ان يكتب الله على فى يمينى اثما و ان لهاتين الستورتين من الله مكانا.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1596F">
        <w:rPr>
          <w:rStyle w:val="libAlaemChar"/>
          <w:rtl/>
        </w:rPr>
        <w:t>عليه‌السلام</w:t>
      </w:r>
      <w:r>
        <w:rPr>
          <w:rtl/>
        </w:rPr>
        <w:t xml:space="preserve"> فرمودند: اى ابا محمد! بخدا سوگند كسى كه در شب بيست و سوم ماه رمضان سوره هاى عنكبوت و روم را بخواند، اهل بهشت خواهد بود و هيچ كسى را از آن استثنا نمى كنم . و خداوند براى اين سوگند گناهى بر من نخواهد نوشت . و اين دو سوره نزد خداوند منزلت زيادى دارند.</w:t>
      </w:r>
    </w:p>
    <w:p w:rsidR="00A679DB" w:rsidRDefault="00A679DB" w:rsidP="00A679DB">
      <w:pPr>
        <w:pStyle w:val="libNormal"/>
        <w:rPr>
          <w:rtl/>
        </w:rPr>
      </w:pPr>
    </w:p>
    <w:p w:rsidR="00A679DB" w:rsidRDefault="00A679DB" w:rsidP="00A679DB">
      <w:pPr>
        <w:pStyle w:val="libNormal"/>
        <w:rPr>
          <w:rtl/>
        </w:rPr>
      </w:pPr>
      <w:r>
        <w:rPr>
          <w:rtl/>
        </w:rPr>
        <w:t>ثواب من قرا سوره لقمان</w:t>
      </w:r>
    </w:p>
    <w:p w:rsidR="00A679DB" w:rsidRDefault="00691E71" w:rsidP="00A679DB">
      <w:pPr>
        <w:pStyle w:val="libNormal"/>
        <w:rPr>
          <w:rtl/>
        </w:rPr>
      </w:pPr>
      <w:r>
        <w:rPr>
          <w:rtl/>
        </w:rPr>
        <w:br w:type="page"/>
      </w:r>
    </w:p>
    <w:p w:rsidR="00A679DB" w:rsidRDefault="00A679DB" w:rsidP="00691E71">
      <w:pPr>
        <w:pStyle w:val="Heading2"/>
        <w:rPr>
          <w:rtl/>
        </w:rPr>
      </w:pPr>
      <w:bookmarkStart w:id="178" w:name="_Toc449617235"/>
      <w:r>
        <w:rPr>
          <w:rtl/>
        </w:rPr>
        <w:t>ثواب قرائت سوره لقمان</w:t>
      </w:r>
      <w:bookmarkEnd w:id="178"/>
    </w:p>
    <w:p w:rsidR="00A679DB" w:rsidRDefault="00A679DB" w:rsidP="00A679DB">
      <w:pPr>
        <w:pStyle w:val="libNormal"/>
        <w:rPr>
          <w:rtl/>
        </w:rPr>
      </w:pPr>
      <w:r>
        <w:rPr>
          <w:rtl/>
        </w:rPr>
        <w:t xml:space="preserve">حديث : ١ بهذاالاسناد عن الحسن عن عمرو بن جبير العرزمى عن ابيه عن ابى جعفر </w:t>
      </w:r>
      <w:r w:rsidRPr="00691E71">
        <w:rPr>
          <w:rStyle w:val="libAlaemChar"/>
          <w:rtl/>
        </w:rPr>
        <w:t>عليه‌السلام</w:t>
      </w:r>
      <w:r>
        <w:rPr>
          <w:rtl/>
        </w:rPr>
        <w:t xml:space="preserve"> قال من قرا سوره لقمان فى كل ليله وكل الله به فى ليله ملائكه يحظونه من ابليس و جنوده حتى يصبح فاذا قراها بالنهار لم يزالوا يحفظونه من ابليس و جنوده حتى يمسى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691E71">
        <w:rPr>
          <w:rStyle w:val="libAlaemChar"/>
          <w:rtl/>
        </w:rPr>
        <w:t>عليه‌السلام</w:t>
      </w:r>
      <w:r>
        <w:rPr>
          <w:rtl/>
        </w:rPr>
        <w:t xml:space="preserve"> فرمودند: كسى كه سوره لقمان را در شب بخواند، خداوند در آن شب فرشتگانى را بر او مى گمارد كه تا صبح او را از شيطان و لشكريان او حفظ نمايند و اگر روز آن را تلاوت كند، تا شب او را از شيطان و لشكريانش حفظ مى نمايند.</w:t>
      </w:r>
    </w:p>
    <w:p w:rsidR="00A679DB" w:rsidRDefault="00A679DB" w:rsidP="00A679DB">
      <w:pPr>
        <w:pStyle w:val="libNormal"/>
        <w:rPr>
          <w:rtl/>
        </w:rPr>
      </w:pPr>
    </w:p>
    <w:p w:rsidR="00A679DB" w:rsidRDefault="00A679DB" w:rsidP="00A679DB">
      <w:pPr>
        <w:pStyle w:val="libNormal"/>
        <w:rPr>
          <w:rtl/>
        </w:rPr>
      </w:pPr>
      <w:r>
        <w:rPr>
          <w:rtl/>
        </w:rPr>
        <w:t>ثواب من قرا سوره السجده</w:t>
      </w:r>
    </w:p>
    <w:p w:rsidR="00A679DB" w:rsidRDefault="00691E71" w:rsidP="00A679DB">
      <w:pPr>
        <w:pStyle w:val="libNormal"/>
        <w:rPr>
          <w:rtl/>
        </w:rPr>
      </w:pPr>
      <w:r>
        <w:rPr>
          <w:rtl/>
        </w:rPr>
        <w:br w:type="page"/>
      </w:r>
    </w:p>
    <w:p w:rsidR="00A679DB" w:rsidRDefault="00A679DB" w:rsidP="00691E71">
      <w:pPr>
        <w:pStyle w:val="Heading2"/>
        <w:rPr>
          <w:rtl/>
        </w:rPr>
      </w:pPr>
      <w:bookmarkStart w:id="179" w:name="_Toc449617236"/>
      <w:r>
        <w:rPr>
          <w:rtl/>
        </w:rPr>
        <w:t>ثواب قرائت سوره سجده</w:t>
      </w:r>
      <w:bookmarkEnd w:id="179"/>
    </w:p>
    <w:p w:rsidR="00A679DB" w:rsidRDefault="00A679DB" w:rsidP="00A679DB">
      <w:pPr>
        <w:pStyle w:val="libNormal"/>
        <w:rPr>
          <w:rtl/>
        </w:rPr>
      </w:pPr>
      <w:r>
        <w:rPr>
          <w:rtl/>
        </w:rPr>
        <w:t>حديث : ١ بهذاالاسناد عن الحسن عن الحسين بن ابى العلاء عن ابى عبدالله عليه‌السلام قال من قرا سوره السجده فى كل جمعه اعطاه الله كتابه بيمينه و لم يحاسبه بما كان منه و كان من رفقاء محمد واهل بيته صلى‌الله‌عليه‌وآله  م .</w:t>
      </w:r>
    </w:p>
    <w:p w:rsidR="00A679DB" w:rsidRDefault="00A679DB" w:rsidP="00A679DB">
      <w:pPr>
        <w:pStyle w:val="libNormal"/>
        <w:rPr>
          <w:rtl/>
        </w:rPr>
      </w:pPr>
      <w:r>
        <w:rPr>
          <w:rtl/>
        </w:rPr>
        <w:t>ترجمه :</w:t>
      </w:r>
    </w:p>
    <w:p w:rsidR="00A679DB" w:rsidRDefault="00A679DB" w:rsidP="00691E71">
      <w:pPr>
        <w:pStyle w:val="libNormal"/>
        <w:rPr>
          <w:rtl/>
        </w:rPr>
      </w:pPr>
      <w:r>
        <w:rPr>
          <w:rtl/>
        </w:rPr>
        <w:t xml:space="preserve">١. امام صادق </w:t>
      </w:r>
      <w:r w:rsidRPr="00691E71">
        <w:rPr>
          <w:rStyle w:val="libAlaemChar"/>
          <w:rtl/>
        </w:rPr>
        <w:t>عليه‌السلام</w:t>
      </w:r>
      <w:r>
        <w:rPr>
          <w:rtl/>
        </w:rPr>
        <w:t xml:space="preserve"> فرمودند: كسى كه در هر جمعه سوره سجده را بخواند، خداوند نامه عملش را به دست راستش داده و كارهايش را مورد محاسبه قرار نمى دهد، و از همنشينان حضرت محمد و اهل بيت او</w:t>
      </w:r>
      <w:r w:rsidR="00DC5255">
        <w:rPr>
          <w:rtl/>
        </w:rPr>
        <w:t xml:space="preserve">عليهم‌السلام </w:t>
      </w:r>
      <w:r>
        <w:rPr>
          <w:rtl/>
        </w:rPr>
        <w:t>مى باشد.</w:t>
      </w:r>
    </w:p>
    <w:p w:rsidR="00A679DB" w:rsidRDefault="00A679DB" w:rsidP="00A679DB">
      <w:pPr>
        <w:pStyle w:val="libNormal"/>
        <w:rPr>
          <w:rtl/>
        </w:rPr>
      </w:pPr>
    </w:p>
    <w:p w:rsidR="00A679DB" w:rsidRDefault="00A679DB" w:rsidP="00A679DB">
      <w:pPr>
        <w:pStyle w:val="libNormal"/>
        <w:rPr>
          <w:rtl/>
        </w:rPr>
      </w:pPr>
      <w:r>
        <w:rPr>
          <w:rtl/>
        </w:rPr>
        <w:t>ثواب من قرا سوره الاحزاب</w:t>
      </w:r>
    </w:p>
    <w:p w:rsidR="00A679DB" w:rsidRDefault="00691E71" w:rsidP="00A679DB">
      <w:pPr>
        <w:pStyle w:val="libNormal"/>
        <w:rPr>
          <w:rtl/>
        </w:rPr>
      </w:pPr>
      <w:r>
        <w:rPr>
          <w:rtl/>
        </w:rPr>
        <w:br w:type="page"/>
      </w:r>
    </w:p>
    <w:p w:rsidR="00A679DB" w:rsidRDefault="00A679DB" w:rsidP="00691E71">
      <w:pPr>
        <w:pStyle w:val="Heading2"/>
        <w:rPr>
          <w:rtl/>
        </w:rPr>
      </w:pPr>
      <w:bookmarkStart w:id="180" w:name="_Toc449617237"/>
      <w:r>
        <w:rPr>
          <w:rtl/>
        </w:rPr>
        <w:t>ثواب قرائت سوره احزاب .</w:t>
      </w:r>
      <w:bookmarkEnd w:id="180"/>
    </w:p>
    <w:p w:rsidR="00A679DB" w:rsidRDefault="00A679DB" w:rsidP="00A679DB">
      <w:pPr>
        <w:pStyle w:val="libNormal"/>
        <w:rPr>
          <w:rtl/>
        </w:rPr>
      </w:pPr>
      <w:r>
        <w:rPr>
          <w:rtl/>
        </w:rPr>
        <w:t xml:space="preserve">حديث : ١ بهذاالاسناد عن الحسن عن عبدالله بن سنان عن ابى عبدالله </w:t>
      </w:r>
      <w:r w:rsidRPr="00691E71">
        <w:rPr>
          <w:rStyle w:val="libAlaemChar"/>
          <w:rtl/>
        </w:rPr>
        <w:t>عليه‌السلام</w:t>
      </w:r>
      <w:r>
        <w:rPr>
          <w:rtl/>
        </w:rPr>
        <w:t xml:space="preserve"> قال من كان كثير القرائ لسوره الاحزاب كان يوم القيامه فى جوار محمد </w:t>
      </w:r>
      <w:r w:rsidR="00E60DFB">
        <w:rPr>
          <w:rtl/>
        </w:rPr>
        <w:t xml:space="preserve">صلى‌الله‌عليه‌وآله </w:t>
      </w:r>
      <w:r>
        <w:rPr>
          <w:rtl/>
        </w:rPr>
        <w:t>و ازواجه ثم قال سوره الاحزاب فيها فضائح الرجال و النساء من قريش و غير هم يا ابن سنان ان سوره الاحزاب فضحت نساء قريش من العرب و كانت اطول من سوره البره و لكن نقصوها و حرفوها.</w:t>
      </w:r>
    </w:p>
    <w:p w:rsidR="00A679DB" w:rsidRDefault="00A679DB" w:rsidP="00A679DB">
      <w:pPr>
        <w:pStyle w:val="libNormal"/>
        <w:rPr>
          <w:rtl/>
        </w:rPr>
      </w:pPr>
      <w:r>
        <w:rPr>
          <w:rtl/>
        </w:rPr>
        <w:t>ترجمه :</w:t>
      </w:r>
    </w:p>
    <w:p w:rsidR="00A679DB" w:rsidRDefault="00A679DB" w:rsidP="00691E71">
      <w:pPr>
        <w:pStyle w:val="libNormal"/>
        <w:rPr>
          <w:rtl/>
        </w:rPr>
      </w:pPr>
      <w:r>
        <w:rPr>
          <w:rtl/>
        </w:rPr>
        <w:t>١. عبدالله سنان مى گويد امام صادق</w:t>
      </w:r>
      <w:r w:rsidR="00DC5255">
        <w:rPr>
          <w:rtl/>
        </w:rPr>
        <w:t xml:space="preserve">عليهم‌السلام </w:t>
      </w:r>
      <w:r>
        <w:rPr>
          <w:rtl/>
        </w:rPr>
        <w:t xml:space="preserve">فرمودند: كسى كه سوره احزاب را زياد بخواند، روز قيامت در پناه حضرت محمد </w:t>
      </w:r>
      <w:r w:rsidR="00E60DFB" w:rsidRPr="00691E71">
        <w:rPr>
          <w:rStyle w:val="libAlaemChar"/>
          <w:rtl/>
        </w:rPr>
        <w:t>صلى‌الله‌عليه‌وآله</w:t>
      </w:r>
      <w:r w:rsidR="00E60DFB">
        <w:rPr>
          <w:rtl/>
        </w:rPr>
        <w:t xml:space="preserve"> </w:t>
      </w:r>
      <w:r>
        <w:rPr>
          <w:rtl/>
        </w:rPr>
        <w:t xml:space="preserve">و همسران او مى باشد. سپس آن حضرت </w:t>
      </w:r>
      <w:r w:rsidRPr="00691E71">
        <w:rPr>
          <w:rStyle w:val="libAlaemChar"/>
          <w:rtl/>
        </w:rPr>
        <w:t>عليه‌السلام</w:t>
      </w:r>
      <w:r>
        <w:rPr>
          <w:rtl/>
        </w:rPr>
        <w:t xml:space="preserve"> فرمودند: رسواييهاى مردان و زنان قريش و غير آنها در سوره احزاب است . اى ابن سنان ! همانا سوره احزاب زنهاى قريش را رسوا نمود. و اين سوره طولانيتر از سوره بقره بود و لى آن را ناقص و تحريف . نمودند. </w:t>
      </w:r>
      <w:r w:rsidRPr="00691E71">
        <w:rPr>
          <w:rStyle w:val="libFootnotenumChar"/>
          <w:rtl/>
        </w:rPr>
        <w:t>(٦٩)</w:t>
      </w:r>
    </w:p>
    <w:p w:rsidR="00A679DB" w:rsidRDefault="00A679DB" w:rsidP="00A679DB">
      <w:pPr>
        <w:pStyle w:val="libNormal"/>
        <w:rPr>
          <w:rtl/>
        </w:rPr>
      </w:pPr>
    </w:p>
    <w:p w:rsidR="00A679DB" w:rsidRDefault="00A679DB" w:rsidP="00A679DB">
      <w:pPr>
        <w:pStyle w:val="libNormal"/>
        <w:rPr>
          <w:rtl/>
        </w:rPr>
      </w:pPr>
      <w:r>
        <w:rPr>
          <w:rtl/>
        </w:rPr>
        <w:t>ثواب قراءه سوره حمد سبا و حمد فاطر</w:t>
      </w:r>
    </w:p>
    <w:p w:rsidR="00A679DB" w:rsidRDefault="00691E71" w:rsidP="00A679DB">
      <w:pPr>
        <w:pStyle w:val="libNormal"/>
        <w:rPr>
          <w:rtl/>
        </w:rPr>
      </w:pPr>
      <w:r>
        <w:rPr>
          <w:rtl/>
        </w:rPr>
        <w:br w:type="page"/>
      </w:r>
    </w:p>
    <w:p w:rsidR="00A679DB" w:rsidRDefault="00A679DB" w:rsidP="00691E71">
      <w:pPr>
        <w:pStyle w:val="Heading2"/>
        <w:rPr>
          <w:rtl/>
        </w:rPr>
      </w:pPr>
      <w:bookmarkStart w:id="181" w:name="_Toc449617238"/>
      <w:r>
        <w:rPr>
          <w:rtl/>
        </w:rPr>
        <w:t>ثواب قرائت سوره سبا و فاطر</w:t>
      </w:r>
      <w:bookmarkEnd w:id="181"/>
    </w:p>
    <w:p w:rsidR="00A679DB" w:rsidRDefault="00A679DB" w:rsidP="00A679DB">
      <w:pPr>
        <w:pStyle w:val="libNormal"/>
        <w:rPr>
          <w:rtl/>
        </w:rPr>
      </w:pPr>
      <w:r>
        <w:rPr>
          <w:rtl/>
        </w:rPr>
        <w:t xml:space="preserve">حديث : ١ بهذاالاسناد عن الحسن عن احمد بن عائذ عن ابن اذينه عن ابى عبدالله </w:t>
      </w:r>
      <w:r w:rsidRPr="00691E71">
        <w:rPr>
          <w:rStyle w:val="libAlaemChar"/>
          <w:rtl/>
        </w:rPr>
        <w:t>عليه‌السلام</w:t>
      </w:r>
      <w:r>
        <w:rPr>
          <w:rtl/>
        </w:rPr>
        <w:t xml:space="preserve"> قال للحمدين جميعا حمد سبا و حمد فاطر من قراهما فى ليله لم يزل فى ليلته فى حفظ الله و كلاء ته فان قراهما فى نهاره لم يصبه فى نهاره مكروه و اعطى من خير الدنيا و خير الاخره ما لم يخطر على قلبه و لم يبلغ مناه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91E71">
        <w:rPr>
          <w:rStyle w:val="libAlaemChar"/>
          <w:rtl/>
        </w:rPr>
        <w:t>عليه‌السلام</w:t>
      </w:r>
      <w:r>
        <w:rPr>
          <w:rtl/>
        </w:rPr>
        <w:t xml:space="preserve"> فرمودند: كسى كه سوره سباو فاطر را در شب بخواند، در آن شب خداوند از او حفاظت و نگهدارى خواهد نمود. اگر اين سوره ها را در روز تلاوت نمايد، در آن روز هيچ گونه ناگوارى نخواهد ديد. و آن قدر از خير دنيا و آخرت به او مى دهند كه به فكرش نرسيده و آن را آرزو نكرده است .</w:t>
      </w:r>
    </w:p>
    <w:p w:rsidR="00A679DB" w:rsidRDefault="00A679DB" w:rsidP="00A679DB">
      <w:pPr>
        <w:pStyle w:val="libNormal"/>
        <w:rPr>
          <w:rtl/>
        </w:rPr>
      </w:pPr>
    </w:p>
    <w:p w:rsidR="00A679DB" w:rsidRDefault="00A679DB" w:rsidP="00A679DB">
      <w:pPr>
        <w:pStyle w:val="libNormal"/>
        <w:rPr>
          <w:rtl/>
        </w:rPr>
      </w:pPr>
      <w:r>
        <w:rPr>
          <w:rtl/>
        </w:rPr>
        <w:t>ثواب من قرا سوره يس</w:t>
      </w:r>
    </w:p>
    <w:p w:rsidR="00A679DB" w:rsidRDefault="00691E71" w:rsidP="00691E71">
      <w:pPr>
        <w:pStyle w:val="libNormal"/>
        <w:rPr>
          <w:rtl/>
        </w:rPr>
      </w:pPr>
      <w:r>
        <w:rPr>
          <w:rtl/>
        </w:rPr>
        <w:br w:type="page"/>
      </w:r>
    </w:p>
    <w:p w:rsidR="00A679DB" w:rsidRDefault="00A679DB" w:rsidP="00691E71">
      <w:pPr>
        <w:pStyle w:val="Heading2"/>
        <w:rPr>
          <w:rtl/>
        </w:rPr>
      </w:pPr>
      <w:bookmarkStart w:id="182" w:name="_Toc449617239"/>
      <w:r>
        <w:rPr>
          <w:rtl/>
        </w:rPr>
        <w:t>ثواب خواندن سوره يس</w:t>
      </w:r>
      <w:bookmarkEnd w:id="182"/>
    </w:p>
    <w:p w:rsidR="00A679DB" w:rsidRDefault="00A679DB" w:rsidP="00691E71">
      <w:pPr>
        <w:pStyle w:val="libNormal"/>
        <w:rPr>
          <w:rtl/>
        </w:rPr>
      </w:pPr>
      <w:r>
        <w:rPr>
          <w:rtl/>
        </w:rPr>
        <w:t xml:space="preserve">حديث : ١ بهذاالاسناد عن الحسن عن الحسين بن ابى العلاء عن ابى بصير عن ابى عبدالله </w:t>
      </w:r>
      <w:r w:rsidRPr="00691E71">
        <w:rPr>
          <w:rStyle w:val="libAlaemChar"/>
          <w:rtl/>
        </w:rPr>
        <w:t>عليه‌السلام</w:t>
      </w:r>
      <w:r>
        <w:rPr>
          <w:rtl/>
        </w:rPr>
        <w:t xml:space="preserve"> قال ان لكل شى قلبا و ان قلب القرآن بس ‍ من قراها قبل ان ينام او فى نهاره قبل ان يمسى كان فى نهاره من المحفوظين و المرزوقين حتى يمسى و من قراها فى ليله قبل ان ينام و كل الله له الف ملك يحفظونه من شر كل شيطان رجيم و من كل افته و ان مات فى يومه ادخله الله به الجنه و حضر غسله ثلاثون الف ملك كلهم يستغفرون له و يشيعونه الى قبره بالاستغفار له فاذا دخل فى لحده كانوا فى جوف قبره يعبدون الله و ثواب عبادتهم له و فسح له فى قبره مد بصره و اومن من ضغطه القبر و لم يزل له فى قبره نور ساطع الى اعنان السماء الى ان يخرجه الله من قبره فاذا اخرجه لم يزل ملائكه الله معه يشيعونه و يحدثونه و يضحكون فى وجهه و يبشرونه بكل خير حتى يجوزوا به الصراط و الميزان و يوقفوه من الله موقفا لا يكون عند الله خلق اقرب منه الا ملائكه الله المقربون و انبياؤ ه المرسلون و هو مع النبيين واقف بين يدى الله لا يحزن مع من يخزن و لا يهم مع من يهم و لا يجزع مع من يجزع ثم يقول له الرب تبارك و تعالى اشفع عبدى اشفعك فى جميع ما تشفع و سلنى عبدى اعطك جميع ما تسال فيسال فيعطى و يشفع فيشفع و لا يحاسب و لا يوقف مع من يوقف و لا يذل مع من يذل و لا ينكب بخطيئه و لا بشى من سوء عمله و يعطى كتابا منشورا حتى يهبط من عند الله فيقول الناس باجمعهم سبحان الله ما كان لهذا العبد من خطيئه واحده و يكون من رفقا محمد </w:t>
      </w:r>
      <w:r w:rsidRPr="00691E71">
        <w:rPr>
          <w:rStyle w:val="libAlaemChar"/>
          <w:rtl/>
        </w:rPr>
        <w:t>صلى‌الله‌عليه‌وآله</w:t>
      </w:r>
      <w:r>
        <w:rPr>
          <w:rtl/>
        </w:rPr>
        <w:t xml:space="preserve">   ترجمه :</w:t>
      </w:r>
    </w:p>
    <w:p w:rsidR="00A679DB" w:rsidRDefault="00A679DB" w:rsidP="00691E71">
      <w:pPr>
        <w:pStyle w:val="libNormal"/>
        <w:rPr>
          <w:rtl/>
        </w:rPr>
      </w:pPr>
      <w:r>
        <w:rPr>
          <w:rtl/>
        </w:rPr>
        <w:t xml:space="preserve">١. امام صادق </w:t>
      </w:r>
      <w:r w:rsidRPr="00691E71">
        <w:rPr>
          <w:rStyle w:val="libAlaemChar"/>
          <w:rtl/>
        </w:rPr>
        <w:t>عليه‌السلام</w:t>
      </w:r>
      <w:r>
        <w:rPr>
          <w:rtl/>
        </w:rPr>
        <w:t xml:space="preserve"> فرمودند: هر چيزى قلبى دارد و قلب قرآن سوره ياسين است . كسى كه قبل از خواب يا در روز آن را تلاوت كند، در آن روز محفوظ </w:t>
      </w:r>
      <w:r>
        <w:rPr>
          <w:rtl/>
        </w:rPr>
        <w:lastRenderedPageBreak/>
        <w:t xml:space="preserve">بوده و روزى مى خورد. و كسى كه در شب قبل از خواب </w:t>
      </w:r>
      <w:r w:rsidR="00691E71">
        <w:rPr>
          <w:rFonts w:hint="cs"/>
          <w:rtl/>
        </w:rPr>
        <w:t>آ</w:t>
      </w:r>
      <w:r>
        <w:rPr>
          <w:rtl/>
        </w:rPr>
        <w:t>ن را تلاوت نمايد، خداوند هفتاد هزار فرشته را بگمارد تا او را از شر شيطان رانده شده و هر آفتى حفظ نمايند، و اگر در فرداى آن شب بميرد، خداوند او را به بهشت مى برد و سى هزار فرشته به هنگام غسل او حاضر مى شوند كه همگى براى او استغفار مى نماين و با استغفار براى او، تا قبرش او را تشييع مى نمايند، و هنگامى كه وارد قبرش مى شود، آن ف</w:t>
      </w:r>
      <w:r w:rsidR="00691E71">
        <w:rPr>
          <w:rFonts w:hint="cs"/>
          <w:rtl/>
        </w:rPr>
        <w:t>ر</w:t>
      </w:r>
      <w:r>
        <w:rPr>
          <w:rtl/>
        </w:rPr>
        <w:t xml:space="preserve">شتگان در داخل قبر او عبادت مى كنند و ثواب عبادت آنان براى او خواهد بود، و باندازه ميدان ديد چشمهايش ، قبرش را وسعت مى بخشد، از فشار قبر ايمن خواهد بود، و پيوسته از قبرش تا پهنه آسمان نورى مى درخشد، تا هنگامى كه خداوند او را از قبرش خارج نمايد و هنگامى كه او را از قبرش خارج نموده ، فرشتگان خداوند پيوسته با او هستند و او را بدرقه كرده با او صحبت نموده ، در صورت او مى خندند و او را به تمامى خيرات مژده مى دهند. و بدين ترتيب ، او را از پل صراط و ميزان عبور داده و بگونه اى او را به خداوند نزديك مى نمايند كه كسى نزديكتر از او به خدا نباشد، مگر فرشتگان مقرب خدا و پيامبران فرستاد ه او. او همراه با پيامبران در برابر خداوند مى ايستد و هنگامى كه ديگران غم و اندوه دارند و بى تابى مى نمايند، او غم و اندوهى نداشته ، و بى تابى نمى نمايد. آنگاه پروردگار متعال به او مى فرمايد: شفاعت كن كه من همه شفاعتهاى تو را مى پذيرم و بخواه كه هر چه را بخواهى به تو عطا مى نمايم و او نيز مى خواهد و عطا مى شود و شفاعت مى كند و پذيرفته مى شود. و هنگامى كه از عده اى حساب مى كشند و آنان را نگهداشته و ذليل مى شوند، او حسابى نداشته و او را نگه نمى دارند، ذليل نمى شود، بخاطر هيچ كدام از كارهاى بدش ‍ بدبخت نمى شود و نامه عملش را باز كرده و به او مى دهند. آنگاه از نزد خداوند پايين مى آيد و مردم </w:t>
      </w:r>
      <w:r>
        <w:rPr>
          <w:rtl/>
        </w:rPr>
        <w:lastRenderedPageBreak/>
        <w:t xml:space="preserve">مى گويند: سبحان الله ! </w:t>
      </w:r>
      <w:r w:rsidRPr="00691E71">
        <w:rPr>
          <w:rStyle w:val="libFootnotenumChar"/>
          <w:rtl/>
        </w:rPr>
        <w:t>(٧٠)</w:t>
      </w:r>
      <w:r>
        <w:rPr>
          <w:rtl/>
        </w:rPr>
        <w:t xml:space="preserve"> اين بنده خدا هيچ خطايى نداشت و از همنشينان حضرت محمد </w:t>
      </w:r>
      <w:r w:rsidR="00E60DFB" w:rsidRPr="00691E71">
        <w:rPr>
          <w:rStyle w:val="libAlaemChar"/>
          <w:rtl/>
        </w:rPr>
        <w:t>صلى‌الله‌عليه‌وآله</w:t>
      </w:r>
      <w:r w:rsidR="00E60DFB">
        <w:rPr>
          <w:rtl/>
        </w:rPr>
        <w:t xml:space="preserve"> </w:t>
      </w:r>
      <w:r>
        <w:rPr>
          <w:rtl/>
        </w:rPr>
        <w:t>است .</w:t>
      </w:r>
    </w:p>
    <w:p w:rsidR="00A679DB" w:rsidRDefault="00A679DB" w:rsidP="00A679DB">
      <w:pPr>
        <w:pStyle w:val="libNormal"/>
        <w:rPr>
          <w:rtl/>
        </w:rPr>
      </w:pPr>
      <w:r>
        <w:rPr>
          <w:rtl/>
        </w:rPr>
        <w:t xml:space="preserve">حديث : ٢ حدثنى محمد بن الحسن رضى الله عنه قال حدثنى محمد بن الحسن الصفار عن محمد بن الحسين بن ابى الخطاب عن على بن اسباط عن يعقوب بن سالم عن ابى الحسن العبدى عن جابر الجعفى عن ابى جعفر </w:t>
      </w:r>
      <w:r w:rsidRPr="00691E71">
        <w:rPr>
          <w:rStyle w:val="libAlaemChar"/>
          <w:rtl/>
        </w:rPr>
        <w:t>عليه‌السلام</w:t>
      </w:r>
      <w:r>
        <w:rPr>
          <w:rtl/>
        </w:rPr>
        <w:t xml:space="preserve"> قال من قرا يس فى عمره مره واحده كتب الله له بكل خلق فى الدنيا و بكل خلق فى الاخره و فى السماء بكل واحد الفى حسنه و محا عنه مثل ذلك و لم يصبه فقر و لا غرم و لا هدم و لا نصب و لا جنون و لا جذام و لا وسواس و لا داء يضره و خفف الله عنه سكرات الموت و اهواله و ولى لقائه و الرضا بالثواب فى آخرته و قال الله تعالى لملائكته اجمعين من فى السماوات و من فى الارض قد رضيت عن فلان فاستغفروا له .</w:t>
      </w:r>
    </w:p>
    <w:p w:rsidR="00A679DB" w:rsidRDefault="00A679DB" w:rsidP="00A679DB">
      <w:pPr>
        <w:pStyle w:val="libNormal"/>
        <w:rPr>
          <w:rtl/>
        </w:rPr>
      </w:pPr>
      <w:r>
        <w:rPr>
          <w:rtl/>
        </w:rPr>
        <w:t>ترجمه :</w:t>
      </w:r>
    </w:p>
    <w:p w:rsidR="00A679DB" w:rsidRDefault="00A679DB" w:rsidP="00691E71">
      <w:pPr>
        <w:pStyle w:val="libNormal"/>
        <w:rPr>
          <w:rtl/>
        </w:rPr>
      </w:pPr>
      <w:r>
        <w:rPr>
          <w:rtl/>
        </w:rPr>
        <w:t xml:space="preserve">٢. امام باقر </w:t>
      </w:r>
      <w:r w:rsidRPr="00691E71">
        <w:rPr>
          <w:rStyle w:val="libAlaemChar"/>
          <w:rtl/>
        </w:rPr>
        <w:t>عليه‌السلام</w:t>
      </w:r>
      <w:r>
        <w:rPr>
          <w:rtl/>
        </w:rPr>
        <w:t xml:space="preserve"> فرمودند: كسى كه يك بار در عمر خود سوره يس را بخواند، خداوند به شماره هر آفريده اى در دنيا و هر آفريده اى در آخرت و در آسمان دو هزار حسنه براى او نوشته و دو هزار گناه او را پاك مى نمايد و دچار فقر، زيان مالى ، زير آوار ماندن ، بيچارگى ، ديوانگى ، جذام ، وسواس و بيمارى زيانبخش نمى شود. و خداوند سختيهاى مرگ و ترسهاى آن را براى او </w:t>
      </w:r>
      <w:r w:rsidR="00691E71">
        <w:rPr>
          <w:rFonts w:hint="cs"/>
          <w:rtl/>
        </w:rPr>
        <w:t>آ</w:t>
      </w:r>
      <w:r>
        <w:rPr>
          <w:rtl/>
        </w:rPr>
        <w:t>سان نموده و قبض روح او را خود به دست مى گيرد و از كسانى خواهد بود كه خداوند براى آنان گستردگى در زندگى ، خوشحالى هنگام زيارت خداوند و رضايت به ثواب الهى را در آخرت براى آنان تضمين نموده است . و خداوند متعال به تمام فرشتگان آسمانى و زمينيش مى فرمايد: همانا كه از فلانى راضى شدم ، پس براى او استغفار نماييد.ثواب من قرا سوره الصافات</w:t>
      </w:r>
    </w:p>
    <w:p w:rsidR="00691E71" w:rsidRPr="00ED74AF" w:rsidRDefault="00691E71" w:rsidP="00ED74AF">
      <w:pPr>
        <w:pStyle w:val="libNormal"/>
        <w:rPr>
          <w:rtl/>
        </w:rPr>
      </w:pPr>
    </w:p>
    <w:p w:rsidR="00A679DB" w:rsidRPr="00ED74AF" w:rsidRDefault="00A679DB" w:rsidP="00ED74AF">
      <w:pPr>
        <w:pStyle w:val="libNormal"/>
        <w:rPr>
          <w:rtl/>
        </w:rPr>
      </w:pPr>
      <w:bookmarkStart w:id="183" w:name="_Toc449617240"/>
      <w:r w:rsidRPr="00ED74AF">
        <w:rPr>
          <w:rStyle w:val="Heading2Char"/>
          <w:rFonts w:ascii="Times New Roman" w:hAnsi="Times New Roman" w:cs="B Badr"/>
          <w:b w:val="0"/>
          <w:bCs w:val="0"/>
          <w:color w:val="000000"/>
          <w:rtl/>
        </w:rPr>
        <w:t>ثواب قرائت سوره صافات</w:t>
      </w:r>
      <w:bookmarkEnd w:id="183"/>
      <w:r w:rsidRPr="00ED74AF">
        <w:rPr>
          <w:rtl/>
        </w:rPr>
        <w:t xml:space="preserve"> .</w:t>
      </w:r>
    </w:p>
    <w:p w:rsidR="00A679DB" w:rsidRDefault="00A679DB" w:rsidP="00A679DB">
      <w:pPr>
        <w:pStyle w:val="libNormal"/>
        <w:rPr>
          <w:rtl/>
        </w:rPr>
      </w:pPr>
      <w:r>
        <w:rPr>
          <w:rtl/>
        </w:rPr>
        <w:t>حديث : ١ ابى رحمه الله قال حدثنى احمد بن ادريس قال حدثنى محمد بن احمد عن محمد بن حسان عن اسماعيل بن مهران عن الحسين بن على عن الحسين بن ابى العلاء عن ابى عبدالله عليه‌السلام قال من قرا سوره الصافات فى كل يوم جمعه لم يزل محفوظا من كل افه مدفوعا عنه كل بليه فى الحياه الدنيا مرز و قانى الدنيا باوسع ما يكون من الرزق و لم يصبه الله فى ماله و لا ولده و لا بدنه بسوء من شيطان رجيم و لا من جبار عنيد و ان مات فى يومه او فى ليلته بعثه الله شهيدا و اماته شهيدا و ادخله الجنه مع الشهداء فى درجه من الجنه .</w:t>
      </w:r>
    </w:p>
    <w:p w:rsidR="00A679DB" w:rsidRDefault="00A679DB" w:rsidP="00A679DB">
      <w:pPr>
        <w:pStyle w:val="libNormal"/>
        <w:rPr>
          <w:rtl/>
        </w:rPr>
      </w:pPr>
      <w:r>
        <w:rPr>
          <w:rtl/>
        </w:rPr>
        <w:t>ترجمه :</w:t>
      </w:r>
    </w:p>
    <w:p w:rsidR="00A679DB" w:rsidRDefault="00A679DB" w:rsidP="00691E71">
      <w:pPr>
        <w:pStyle w:val="libNormal"/>
        <w:rPr>
          <w:rtl/>
        </w:rPr>
      </w:pPr>
      <w:r>
        <w:rPr>
          <w:rtl/>
        </w:rPr>
        <w:t xml:space="preserve">١. امام صادق </w:t>
      </w:r>
      <w:r w:rsidRPr="00691E71">
        <w:rPr>
          <w:rStyle w:val="libAlaemChar"/>
          <w:rtl/>
        </w:rPr>
        <w:t>عليه‌السلام</w:t>
      </w:r>
      <w:r>
        <w:rPr>
          <w:rtl/>
        </w:rPr>
        <w:t xml:space="preserve"> فرمودند: كسى كه در هر جمعه سوره صافات را بخواند، پيوسته از هر آفتى محفوظ بوده و هر گرفتارى در زندگى دنيا از او دور مى شود و خوش</w:t>
      </w:r>
      <w:r w:rsidR="00691E71">
        <w:rPr>
          <w:rFonts w:hint="cs"/>
          <w:rtl/>
        </w:rPr>
        <w:t xml:space="preserve"> </w:t>
      </w:r>
      <w:r>
        <w:rPr>
          <w:rtl/>
        </w:rPr>
        <w:t>رزق</w:t>
      </w:r>
      <w:r w:rsidR="00691E71">
        <w:rPr>
          <w:rFonts w:hint="cs"/>
          <w:rtl/>
        </w:rPr>
        <w:t xml:space="preserve"> </w:t>
      </w:r>
      <w:r>
        <w:rPr>
          <w:rtl/>
        </w:rPr>
        <w:t xml:space="preserve">ترين مردم خواهد بود و هيچ شيطان رانده شده اى و ستمگر حق كشى نمى تواند ضرر مالى يا جانى به او بزند و اگر در </w:t>
      </w:r>
      <w:r w:rsidR="00691E71">
        <w:rPr>
          <w:rFonts w:hint="cs"/>
          <w:rtl/>
        </w:rPr>
        <w:t>آ</w:t>
      </w:r>
      <w:r>
        <w:rPr>
          <w:rtl/>
        </w:rPr>
        <w:t>ن روز يا شب پس از آن بميرد، خداوند او را شهيد بر مى انگيزد، و شهيد مى ميراند و او را با شهيدان در يك مقام و منزل وارد بهشت مى نمايد.</w:t>
      </w:r>
    </w:p>
    <w:p w:rsidR="00A679DB" w:rsidRDefault="00A679DB" w:rsidP="00A679DB">
      <w:pPr>
        <w:pStyle w:val="libNormal"/>
        <w:rPr>
          <w:rtl/>
        </w:rPr>
      </w:pPr>
    </w:p>
    <w:p w:rsidR="00A679DB" w:rsidRDefault="00A679DB" w:rsidP="00A679DB">
      <w:pPr>
        <w:pStyle w:val="libNormal"/>
        <w:rPr>
          <w:rtl/>
        </w:rPr>
      </w:pPr>
      <w:r>
        <w:rPr>
          <w:rtl/>
        </w:rPr>
        <w:t>ثواب قراءه سوره ص</w:t>
      </w:r>
    </w:p>
    <w:p w:rsidR="00A679DB" w:rsidRDefault="00691E71" w:rsidP="00A679DB">
      <w:pPr>
        <w:pStyle w:val="libNormal"/>
        <w:rPr>
          <w:rtl/>
        </w:rPr>
      </w:pPr>
      <w:r>
        <w:rPr>
          <w:rtl/>
        </w:rPr>
        <w:br w:type="page"/>
      </w:r>
    </w:p>
    <w:p w:rsidR="00A679DB" w:rsidRDefault="00A679DB" w:rsidP="00691E71">
      <w:pPr>
        <w:pStyle w:val="Heading2"/>
        <w:rPr>
          <w:rtl/>
        </w:rPr>
      </w:pPr>
      <w:bookmarkStart w:id="184" w:name="_Toc449617241"/>
      <w:r>
        <w:rPr>
          <w:rtl/>
        </w:rPr>
        <w:t>ثواب قرائت سوره «ص»</w:t>
      </w:r>
      <w:bookmarkEnd w:id="184"/>
    </w:p>
    <w:p w:rsidR="00A679DB" w:rsidRDefault="00A679DB" w:rsidP="00A679DB">
      <w:pPr>
        <w:pStyle w:val="libNormal"/>
        <w:rPr>
          <w:rtl/>
        </w:rPr>
      </w:pPr>
      <w:r>
        <w:rPr>
          <w:rtl/>
        </w:rPr>
        <w:t>حديث : ١ بهذاالاسناد عن الحسن عن عمرو بن جبير العرزمى عن ابيه عن ابى جعفر عليه‌السلام قال من قرا سوره ص فى ليله الجمعه اعطى من خير الدنيا و الاخره ما لم يعط احد من الناس الا نبى مرسل او ملك مقرب و ادخله الله الجنه و كل من احب من اهل بيته حتى خادمه الذى يخدمه و ان لم يكن فى حد عياله و لا فى حد من يشفع فيه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691E71">
        <w:rPr>
          <w:rStyle w:val="libAlaemChar"/>
          <w:rtl/>
        </w:rPr>
        <w:t>عليه‌السلام</w:t>
      </w:r>
      <w:r>
        <w:rPr>
          <w:rtl/>
        </w:rPr>
        <w:t xml:space="preserve"> فرمودند: كسى كه سوره «ص» را در شب جمعه بخواند، آن قدر خير دنيا و آخرت به او مى دهند كه به هيچ كسى ، جز پيامبر مرسل يا فرشته مقرب نداده اند و خداوند او و هر كسى از خانواده اش را كه او بخواهد، حتى خدمتكارش را به بهشت مى برد، اگرچه او هم</w:t>
      </w:r>
      <w:r w:rsidR="00691E71">
        <w:rPr>
          <w:rFonts w:hint="cs"/>
          <w:rtl/>
        </w:rPr>
        <w:t xml:space="preserve"> </w:t>
      </w:r>
      <w:r>
        <w:rPr>
          <w:rtl/>
        </w:rPr>
        <w:t>رتبه افراد خانواده اش يا كسانى نباشد كه شفاعتشان مى نمايد.</w:t>
      </w:r>
    </w:p>
    <w:p w:rsidR="00A679DB" w:rsidRDefault="00A679DB" w:rsidP="00A679DB">
      <w:pPr>
        <w:pStyle w:val="libNormal"/>
        <w:rPr>
          <w:rtl/>
        </w:rPr>
      </w:pPr>
    </w:p>
    <w:p w:rsidR="00A679DB" w:rsidRDefault="00A679DB" w:rsidP="00A679DB">
      <w:pPr>
        <w:pStyle w:val="libNormal"/>
        <w:rPr>
          <w:rtl/>
        </w:rPr>
      </w:pPr>
      <w:r>
        <w:rPr>
          <w:rtl/>
        </w:rPr>
        <w:t>ثواب قراءه سوره الزمر</w:t>
      </w:r>
    </w:p>
    <w:p w:rsidR="00691E71" w:rsidRDefault="00691E71" w:rsidP="00A679DB">
      <w:pPr>
        <w:pStyle w:val="libNormal"/>
        <w:rPr>
          <w:rtl/>
        </w:rPr>
      </w:pPr>
      <w:r>
        <w:rPr>
          <w:rtl/>
        </w:rPr>
        <w:br w:type="page"/>
      </w:r>
    </w:p>
    <w:p w:rsidR="00A679DB" w:rsidRDefault="00A679DB" w:rsidP="00691E71">
      <w:pPr>
        <w:pStyle w:val="Heading2"/>
        <w:rPr>
          <w:rtl/>
        </w:rPr>
      </w:pPr>
      <w:bookmarkStart w:id="185" w:name="_Toc449617242"/>
      <w:r>
        <w:rPr>
          <w:rtl/>
        </w:rPr>
        <w:t>ثواب قرائت سوره زمر</w:t>
      </w:r>
      <w:bookmarkEnd w:id="185"/>
    </w:p>
    <w:p w:rsidR="00A679DB" w:rsidRDefault="00A679DB" w:rsidP="00A679DB">
      <w:pPr>
        <w:pStyle w:val="libNormal"/>
        <w:rPr>
          <w:rtl/>
        </w:rPr>
      </w:pPr>
      <w:r>
        <w:rPr>
          <w:rtl/>
        </w:rPr>
        <w:t xml:space="preserve">حديث : ١ بهذاالاسناد عن الحسن عن مندل عن هارون بن خارجه عن ابى عبدالله </w:t>
      </w:r>
      <w:r w:rsidRPr="00691E71">
        <w:rPr>
          <w:rStyle w:val="libAlaemChar"/>
          <w:rtl/>
        </w:rPr>
        <w:t>عليه‌السلام</w:t>
      </w:r>
      <w:r>
        <w:rPr>
          <w:rtl/>
        </w:rPr>
        <w:t xml:space="preserve"> قال من قرا سوره الزمر استخفها من لسانه اعطاه الله من شرف الدنيا و الاخره و اعزه بلا مال و لا عشيره حتى يهابه من يراه و حرم جسده على النار و يبنى له فى الجنه الف مدينه فى كل مدينه الف قصر فى كل قصر مائه حوراء و له مع هذا عينان تجريان و عينان نضاختان و عينان مدهامتان و حور مقصورات فى الخيام و ذواتا افنان و من كل فاكه زوجان .</w:t>
      </w:r>
    </w:p>
    <w:p w:rsidR="00A679DB" w:rsidRDefault="00A679DB" w:rsidP="00A679DB">
      <w:pPr>
        <w:pStyle w:val="libNormal"/>
        <w:rPr>
          <w:rtl/>
        </w:rPr>
      </w:pPr>
      <w:r>
        <w:rPr>
          <w:rtl/>
        </w:rPr>
        <w:t>ترجمه :</w:t>
      </w:r>
    </w:p>
    <w:p w:rsidR="00A679DB" w:rsidRDefault="00A679DB" w:rsidP="006F0D39">
      <w:pPr>
        <w:pStyle w:val="libNormal"/>
        <w:rPr>
          <w:rtl/>
        </w:rPr>
      </w:pPr>
      <w:r>
        <w:rPr>
          <w:rtl/>
        </w:rPr>
        <w:t xml:space="preserve">١. امام صادق </w:t>
      </w:r>
      <w:r w:rsidRPr="00691E71">
        <w:rPr>
          <w:rStyle w:val="libAlaemChar"/>
          <w:rtl/>
        </w:rPr>
        <w:t>عليه‌السلام</w:t>
      </w:r>
      <w:r>
        <w:rPr>
          <w:rtl/>
        </w:rPr>
        <w:t xml:space="preserve"> فرمودند: كسى كه سوره زمر را قرائت نمايد و قرائت آن را </w:t>
      </w:r>
      <w:r w:rsidR="00691E71">
        <w:rPr>
          <w:rFonts w:hint="cs"/>
          <w:rtl/>
        </w:rPr>
        <w:t>آ</w:t>
      </w:r>
      <w:r>
        <w:rPr>
          <w:rtl/>
        </w:rPr>
        <w:t>سان بداند، خداوند شرف دنيا و آخرت را به او عطا نموده و بدون مال و اقوام و خويشان ، او را عزيز مى نمايد، بگونه اى كه در چشم كسانى كه او را مى بينند، بزرگ مى نمايد، بدنش را بر آتش حرام مى گرداند و در بهشت براى او هزار شهر مى سازد كه در هر شهرى هزار قصر و در هر قصرى صد حورالعين است . و علاوه بر اين ، دو چشمه آب جارى ، دو چشمه آب كه زير درختان جارى است ، دو چشمه سرسبز و خرم ، حورالعين هايى در سراپرده (كه چشم كسى به آنها نيفتاده است و انواع گوناگون نعمتها و ميوه ها نعمتها و ميوه ها و از هر ميوه اى دو نوع (كه يك نوع آن دنيايى و نوع ديگر آخرتى است) خواهد داشت .</w:t>
      </w:r>
    </w:p>
    <w:p w:rsidR="00A679DB" w:rsidRDefault="00A679DB" w:rsidP="00A679DB">
      <w:pPr>
        <w:pStyle w:val="libNormal"/>
        <w:rPr>
          <w:rtl/>
        </w:rPr>
      </w:pPr>
    </w:p>
    <w:p w:rsidR="00A679DB" w:rsidRDefault="00A679DB" w:rsidP="00A679DB">
      <w:pPr>
        <w:pStyle w:val="libNormal"/>
        <w:rPr>
          <w:rtl/>
        </w:rPr>
      </w:pPr>
      <w:r>
        <w:rPr>
          <w:rtl/>
        </w:rPr>
        <w:t>ثواب قراءه سوره حم المومن</w:t>
      </w:r>
    </w:p>
    <w:p w:rsidR="006F0D39" w:rsidRDefault="006F0D39" w:rsidP="00A679DB">
      <w:pPr>
        <w:pStyle w:val="libNormal"/>
        <w:rPr>
          <w:rtl/>
        </w:rPr>
      </w:pPr>
      <w:r>
        <w:rPr>
          <w:rtl/>
        </w:rPr>
        <w:br w:type="page"/>
      </w:r>
    </w:p>
    <w:p w:rsidR="00A679DB" w:rsidRDefault="00A679DB" w:rsidP="006F0D39">
      <w:pPr>
        <w:pStyle w:val="Heading2"/>
        <w:rPr>
          <w:rtl/>
        </w:rPr>
      </w:pPr>
      <w:bookmarkStart w:id="186" w:name="_Toc449617243"/>
      <w:r>
        <w:rPr>
          <w:rtl/>
        </w:rPr>
        <w:t>ثواب تلاوت سوره غافر</w:t>
      </w:r>
      <w:bookmarkEnd w:id="186"/>
    </w:p>
    <w:p w:rsidR="00A679DB" w:rsidRDefault="00A679DB" w:rsidP="00A679DB">
      <w:pPr>
        <w:pStyle w:val="libNormal"/>
        <w:rPr>
          <w:rtl/>
        </w:rPr>
      </w:pPr>
      <w:r>
        <w:rPr>
          <w:rtl/>
        </w:rPr>
        <w:t xml:space="preserve">حديث : ١ بهذاالاسناد عن الحسن عن الحسين بن ابى العلاء عن ابى الصباح عن ابى جعفر </w:t>
      </w:r>
      <w:r w:rsidRPr="006F0D39">
        <w:rPr>
          <w:rStyle w:val="libAlaemChar"/>
          <w:rtl/>
        </w:rPr>
        <w:t>عليه‌السلام</w:t>
      </w:r>
      <w:r>
        <w:rPr>
          <w:rtl/>
        </w:rPr>
        <w:t xml:space="preserve"> قال من قرا حم المومن فى كل ليله غفر الله له ما تقدم من ذنبه و ما تاخر و الزمه كلمه التقوى و جعل الاخره خير ا له من الدنيا.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6F0D39">
        <w:rPr>
          <w:rStyle w:val="libAlaemChar"/>
          <w:rtl/>
        </w:rPr>
        <w:t>عليه‌السلام</w:t>
      </w:r>
      <w:r>
        <w:rPr>
          <w:rtl/>
        </w:rPr>
        <w:t xml:space="preserve"> فرمودند: كسى كه سوره غافر را در هر شب بخواند، خداوند گناهان او را از اول تا آخر مى آمرزد، او را با تقوا نموده و آخرت را براى او بهتر از دنيايش مى گرداند.</w:t>
      </w:r>
    </w:p>
    <w:p w:rsidR="00A679DB" w:rsidRDefault="00A679DB" w:rsidP="00A679DB">
      <w:pPr>
        <w:pStyle w:val="libNormal"/>
        <w:rPr>
          <w:rtl/>
        </w:rPr>
      </w:pPr>
    </w:p>
    <w:p w:rsidR="00A679DB" w:rsidRDefault="00A679DB" w:rsidP="00A679DB">
      <w:pPr>
        <w:pStyle w:val="libNormal"/>
        <w:rPr>
          <w:rtl/>
        </w:rPr>
      </w:pPr>
      <w:r>
        <w:rPr>
          <w:rtl/>
        </w:rPr>
        <w:t>ثواب قراءه سوره حم السجده</w:t>
      </w:r>
    </w:p>
    <w:p w:rsidR="00A679DB" w:rsidRDefault="006F0D39" w:rsidP="00A679DB">
      <w:pPr>
        <w:pStyle w:val="libNormal"/>
        <w:rPr>
          <w:rtl/>
        </w:rPr>
      </w:pPr>
      <w:r>
        <w:rPr>
          <w:rtl/>
        </w:rPr>
        <w:br w:type="page"/>
      </w:r>
    </w:p>
    <w:p w:rsidR="00A679DB" w:rsidRDefault="00A679DB" w:rsidP="00A679DB">
      <w:pPr>
        <w:pStyle w:val="libNormal"/>
        <w:rPr>
          <w:rtl/>
        </w:rPr>
      </w:pPr>
      <w:bookmarkStart w:id="187" w:name="_Toc449617244"/>
      <w:r w:rsidRPr="006F0D39">
        <w:rPr>
          <w:rStyle w:val="Heading2Char"/>
          <w:rtl/>
        </w:rPr>
        <w:t>ثواب قرائت سوره فصلت</w:t>
      </w:r>
      <w:bookmarkEnd w:id="187"/>
      <w:r>
        <w:rPr>
          <w:rtl/>
        </w:rPr>
        <w:t xml:space="preserve"> .</w:t>
      </w:r>
    </w:p>
    <w:p w:rsidR="00A679DB" w:rsidRDefault="00A679DB" w:rsidP="00A679DB">
      <w:pPr>
        <w:pStyle w:val="libNormal"/>
        <w:rPr>
          <w:rtl/>
        </w:rPr>
      </w:pPr>
      <w:r>
        <w:rPr>
          <w:rtl/>
        </w:rPr>
        <w:t xml:space="preserve">حديث : ١ بهذاالاسناد عن الحسن عن اى المغرا عن ذريح المحاربى قال قال ابو عبدالله </w:t>
      </w:r>
      <w:r w:rsidRPr="006F0D39">
        <w:rPr>
          <w:rStyle w:val="libAlaemChar"/>
          <w:rtl/>
        </w:rPr>
        <w:t>عليه‌السلام</w:t>
      </w:r>
      <w:r>
        <w:rPr>
          <w:rtl/>
        </w:rPr>
        <w:t xml:space="preserve"> من قرا حم السجده كانت له نورا يوم القيامه مد بصره و سرورا و عاش فى هذه الدنيا محمودا مغبوطا.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0D39">
        <w:rPr>
          <w:rStyle w:val="libAlaemChar"/>
          <w:rtl/>
        </w:rPr>
        <w:t>عليه‌السلام</w:t>
      </w:r>
      <w:r>
        <w:rPr>
          <w:rtl/>
        </w:rPr>
        <w:t xml:space="preserve"> فرمودند: كسى كه سوره فصلت را بخواند، اين سوره در روز قيامت مايه خوشحالى او بوده و براى او نورى خواهد بود كه تا جايى كه چشمانش مى بيند، نورافشانى مى كند. در اين دنيا هم زندگى خوبى داشته و مورد غبطه ديگران واقع مى شود.</w:t>
      </w:r>
    </w:p>
    <w:p w:rsidR="00A679DB" w:rsidRDefault="00A679DB" w:rsidP="00A679DB">
      <w:pPr>
        <w:pStyle w:val="libNormal"/>
        <w:rPr>
          <w:rtl/>
        </w:rPr>
      </w:pPr>
    </w:p>
    <w:p w:rsidR="00A679DB" w:rsidRDefault="00A679DB" w:rsidP="00A679DB">
      <w:pPr>
        <w:pStyle w:val="libNormal"/>
        <w:rPr>
          <w:rtl/>
        </w:rPr>
      </w:pPr>
      <w:r>
        <w:rPr>
          <w:rtl/>
        </w:rPr>
        <w:t>ثواب من قرا سوره حم عسق</w:t>
      </w:r>
    </w:p>
    <w:p w:rsidR="00A679DB" w:rsidRDefault="006F0D39" w:rsidP="00A679DB">
      <w:pPr>
        <w:pStyle w:val="libNormal"/>
        <w:rPr>
          <w:rtl/>
        </w:rPr>
      </w:pPr>
      <w:r>
        <w:rPr>
          <w:rtl/>
        </w:rPr>
        <w:br w:type="page"/>
      </w:r>
    </w:p>
    <w:p w:rsidR="00A679DB" w:rsidRDefault="00A679DB" w:rsidP="006F0D39">
      <w:pPr>
        <w:pStyle w:val="Heading2"/>
        <w:rPr>
          <w:rtl/>
        </w:rPr>
      </w:pPr>
      <w:bookmarkStart w:id="188" w:name="_Toc449617245"/>
      <w:r>
        <w:rPr>
          <w:rtl/>
        </w:rPr>
        <w:t>ثواب قرائت سوره شورى</w:t>
      </w:r>
      <w:bookmarkEnd w:id="188"/>
    </w:p>
    <w:p w:rsidR="00A679DB" w:rsidRDefault="00A679DB" w:rsidP="00A679DB">
      <w:pPr>
        <w:pStyle w:val="libNormal"/>
        <w:rPr>
          <w:rtl/>
        </w:rPr>
      </w:pPr>
      <w:r>
        <w:rPr>
          <w:rtl/>
        </w:rPr>
        <w:t xml:space="preserve">حديث : ١ بهذاالاسناد عن الحسن عن سيف بن عميره عن اى عبدالله </w:t>
      </w:r>
      <w:r w:rsidRPr="006F0D39">
        <w:rPr>
          <w:rStyle w:val="libAlaemChar"/>
          <w:rtl/>
        </w:rPr>
        <w:t>عليه‌السلام</w:t>
      </w:r>
      <w:r>
        <w:rPr>
          <w:rtl/>
        </w:rPr>
        <w:t xml:space="preserve"> قال من ادمن قراءه حم عسق بعثه الله يوم القيامه و وجهه كالثلج او كالشمس حتى يقف بين يدى الله عزوجل فيقول عبدى ادمنت قراءه حم عسق و لم تدر ما ثوابها اما لو دريت ما هى و ما ثوابها لما مللت من قراء تها و لكن ساخبرك جزاك ادخلوه الجنه و له فيها قصر من ياقوته حمراء ابوابها و شرفها و درجها منها يرى ظاهرها من باطنها و باطنها من ظارها و له فيها الف جاريه و الف غلام من الولدان المخلدين الذين وصفهم الله عزوجل</w:t>
      </w:r>
    </w:p>
    <w:p w:rsidR="00A679DB" w:rsidRDefault="00A679DB" w:rsidP="00A679DB">
      <w:pPr>
        <w:pStyle w:val="libNormal"/>
        <w:rPr>
          <w:rtl/>
        </w:rPr>
      </w:pPr>
      <w:r>
        <w:rPr>
          <w:rtl/>
        </w:rPr>
        <w:t>ترجمه :</w:t>
      </w:r>
    </w:p>
    <w:p w:rsidR="00A679DB" w:rsidRDefault="00A679DB" w:rsidP="006F0D39">
      <w:pPr>
        <w:pStyle w:val="libNormal"/>
        <w:rPr>
          <w:rtl/>
        </w:rPr>
      </w:pPr>
      <w:r>
        <w:rPr>
          <w:rtl/>
        </w:rPr>
        <w:t xml:space="preserve">١. امام صادق </w:t>
      </w:r>
      <w:r w:rsidRPr="006F0D39">
        <w:rPr>
          <w:rStyle w:val="libAlaemChar"/>
          <w:rtl/>
        </w:rPr>
        <w:t>عليه‌السلام</w:t>
      </w:r>
      <w:r>
        <w:rPr>
          <w:rtl/>
        </w:rPr>
        <w:t xml:space="preserve"> فرمودند: كسى كه بر خواندن سوره شورى مداومت نمايد، روز قيامت در حالى او را بر مى انگيزاند كه صورتش مانند برف (سفيد) يا مانند خورشيد (تابان) است . و هنگامى كه در پيشگاه خداوند عزوجل ايستاد، خداوند مى فرمايد، بنده ام ! بر قرائت سوره شورى مداومت نمودى ولى ثواب آن را نمى دانستى و اگر مى دانستى كه اين سوره چيست و چه ثوابى دارد هيچ گاه از قرائت آن دلتنگ نمى گشتى . اما من بزودى تو را به پاداش مى رسانم . (آنگاه خداوند مى فرمايد): او را به بهشت ببريد. و قصرى از ياقوت سرخ در بهشت براى اوست كه درها، بالاى آن و پله هاى آن نيز از همان جنس ياقوت سرخ است بيرون آن از داخل و داخل آن از بيرون ديده مى شود. علاوه بر ايت ، هزار كنيز و هزار غلام كودك خواهد داشت كه هميشه كودك باقى مى مانند و خداى عزوجل (در قرآن) آنها را توصيف نموده است .</w:t>
      </w:r>
    </w:p>
    <w:p w:rsidR="006F0D39" w:rsidRPr="00ED74AF" w:rsidRDefault="00A679DB" w:rsidP="00ED74AF">
      <w:pPr>
        <w:pStyle w:val="libNormal"/>
        <w:rPr>
          <w:rtl/>
        </w:rPr>
      </w:pPr>
      <w:r w:rsidRPr="00ED74AF">
        <w:rPr>
          <w:rtl/>
        </w:rPr>
        <w:t>ثواب قراءه سوره الزخرف</w:t>
      </w:r>
    </w:p>
    <w:p w:rsidR="00A679DB" w:rsidRDefault="006F0D39" w:rsidP="006F0D39">
      <w:pPr>
        <w:pStyle w:val="Heading2"/>
        <w:rPr>
          <w:rtl/>
        </w:rPr>
      </w:pPr>
      <w:r>
        <w:rPr>
          <w:rtl/>
        </w:rPr>
        <w:br w:type="page"/>
      </w:r>
      <w:bookmarkStart w:id="189" w:name="_Toc449617246"/>
      <w:r w:rsidR="00A679DB">
        <w:rPr>
          <w:rtl/>
        </w:rPr>
        <w:lastRenderedPageBreak/>
        <w:t>ثواب قرائت سوره زخرف</w:t>
      </w:r>
      <w:bookmarkEnd w:id="189"/>
    </w:p>
    <w:p w:rsidR="00A679DB" w:rsidRDefault="00A679DB" w:rsidP="00A679DB">
      <w:pPr>
        <w:pStyle w:val="libNormal"/>
        <w:rPr>
          <w:rtl/>
        </w:rPr>
      </w:pPr>
      <w:r>
        <w:rPr>
          <w:rtl/>
        </w:rPr>
        <w:t>حديث : ١ بهذاالاسناد عن الحسن عن ابى المغرا عن ابى بصير قال قال ابوجعفر عليه‌السلام من ادمن قراءه حم الزخرف آمنه الله فى قبره من هوام الارض و ضغطه القبر حتى يقف بين يدى الله عزوجل ثم جاءت حتى تدخله الجنه بامر الله تبارك و تعالى .</w:t>
      </w:r>
    </w:p>
    <w:p w:rsidR="00A679DB" w:rsidRDefault="00A679DB" w:rsidP="00A679DB">
      <w:pPr>
        <w:pStyle w:val="libNormal"/>
        <w:rPr>
          <w:rtl/>
        </w:rPr>
      </w:pPr>
      <w:r>
        <w:rPr>
          <w:rtl/>
        </w:rPr>
        <w:t>ترجمه :</w:t>
      </w:r>
    </w:p>
    <w:p w:rsidR="00A679DB" w:rsidRDefault="00A679DB" w:rsidP="006F0D39">
      <w:pPr>
        <w:pStyle w:val="libNormal"/>
        <w:rPr>
          <w:rtl/>
        </w:rPr>
      </w:pPr>
      <w:r>
        <w:rPr>
          <w:rtl/>
        </w:rPr>
        <w:t xml:space="preserve">١. امام باقر </w:t>
      </w:r>
      <w:r w:rsidRPr="006F0D39">
        <w:rPr>
          <w:rStyle w:val="libAlaemChar"/>
          <w:rtl/>
        </w:rPr>
        <w:t>عليه‌السلام</w:t>
      </w:r>
      <w:r>
        <w:rPr>
          <w:rtl/>
        </w:rPr>
        <w:t xml:space="preserve"> فرمودند: كسى كه بر تلاوت سوره زخرف مداومت نمايد، خداوند در قبر، او را از حشرات و حيوانات سمى زمين و فشار قبر ايمن مى نمايد تا زمانى كه در پيشگاه خداوند حاضر شود. آنگاه اين سوره حاضر شده و به دستور خداى متعال او را به بهشت مى برد.</w:t>
      </w:r>
      <w:r>
        <w:rPr>
          <w:rtl/>
        </w:rPr>
        <w:cr/>
      </w:r>
    </w:p>
    <w:p w:rsidR="00A679DB" w:rsidRDefault="00A679DB" w:rsidP="00A679DB">
      <w:pPr>
        <w:pStyle w:val="libNormal"/>
        <w:rPr>
          <w:rtl/>
        </w:rPr>
      </w:pPr>
      <w:r>
        <w:rPr>
          <w:rtl/>
        </w:rPr>
        <w:t>ثواب من قرا سوره الدخان</w:t>
      </w:r>
    </w:p>
    <w:p w:rsidR="00A679DB" w:rsidRDefault="006F0D39" w:rsidP="00A679DB">
      <w:pPr>
        <w:pStyle w:val="libNormal"/>
        <w:rPr>
          <w:rtl/>
        </w:rPr>
      </w:pPr>
      <w:r>
        <w:rPr>
          <w:rtl/>
        </w:rPr>
        <w:br w:type="page"/>
      </w:r>
    </w:p>
    <w:p w:rsidR="00A679DB" w:rsidRDefault="00A679DB" w:rsidP="006F0D39">
      <w:pPr>
        <w:pStyle w:val="Heading2"/>
        <w:rPr>
          <w:rtl/>
        </w:rPr>
      </w:pPr>
      <w:bookmarkStart w:id="190" w:name="_Toc449617247"/>
      <w:r>
        <w:rPr>
          <w:rtl/>
        </w:rPr>
        <w:t>ثواب قرائت سوره دخان</w:t>
      </w:r>
      <w:bookmarkEnd w:id="190"/>
    </w:p>
    <w:p w:rsidR="00A679DB" w:rsidRDefault="00A679DB" w:rsidP="00A679DB">
      <w:pPr>
        <w:pStyle w:val="libNormal"/>
        <w:rPr>
          <w:rtl/>
        </w:rPr>
      </w:pPr>
      <w:r>
        <w:rPr>
          <w:rtl/>
        </w:rPr>
        <w:t xml:space="preserve">حديث : ١ بهذاالاسناد عن الحسن عن عاصم الحناط عن ابى حمزه قال قال ابو جعفر </w:t>
      </w:r>
      <w:r w:rsidRPr="006F0D39">
        <w:rPr>
          <w:rStyle w:val="libAlaemChar"/>
          <w:rtl/>
        </w:rPr>
        <w:t>عليه‌السلام</w:t>
      </w:r>
      <w:r>
        <w:rPr>
          <w:rtl/>
        </w:rPr>
        <w:t xml:space="preserve"> من قرا سوره الدخان فى فرائضه و نوافله بعثه الله من الامنين يوم القيامه و اظله تحت عرشه و حاسبه حسابا يسيرا و اعطاه كتابه بيمينه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6F0D39">
        <w:rPr>
          <w:rStyle w:val="libAlaemChar"/>
          <w:rtl/>
        </w:rPr>
        <w:t>عليه‌السلام</w:t>
      </w:r>
      <w:r>
        <w:rPr>
          <w:rtl/>
        </w:rPr>
        <w:t xml:space="preserve"> فرمودند: كسى كه سوره دخان را در نمازهاى واجب و م</w:t>
      </w:r>
      <w:r w:rsidR="006F0D39">
        <w:rPr>
          <w:rFonts w:hint="cs"/>
          <w:rtl/>
        </w:rPr>
        <w:t>س</w:t>
      </w:r>
      <w:r>
        <w:rPr>
          <w:rtl/>
        </w:rPr>
        <w:t>تحب بخواند، خ</w:t>
      </w:r>
      <w:r w:rsidR="006F0D39">
        <w:rPr>
          <w:rFonts w:hint="cs"/>
          <w:rtl/>
        </w:rPr>
        <w:t>د</w:t>
      </w:r>
      <w:r>
        <w:rPr>
          <w:rtl/>
        </w:rPr>
        <w:t>اوند اورا امان يافته بر مى انگيزد، در زير عرش خود بر او سايه مى افكند، در حساب بر او آسان گرفته و نامه عملش را به دست راستش مى دهد.</w:t>
      </w:r>
    </w:p>
    <w:p w:rsidR="00A679DB" w:rsidRDefault="00A679DB" w:rsidP="00A679DB">
      <w:pPr>
        <w:pStyle w:val="libNormal"/>
        <w:rPr>
          <w:rtl/>
        </w:rPr>
      </w:pPr>
    </w:p>
    <w:p w:rsidR="00A679DB" w:rsidRDefault="00A679DB" w:rsidP="00A679DB">
      <w:pPr>
        <w:pStyle w:val="libNormal"/>
        <w:rPr>
          <w:rtl/>
        </w:rPr>
      </w:pPr>
      <w:r>
        <w:rPr>
          <w:rtl/>
        </w:rPr>
        <w:t>ثواب قراءه سوره الجاثيه</w:t>
      </w:r>
    </w:p>
    <w:p w:rsidR="00A679DB" w:rsidRDefault="006F0D39" w:rsidP="00A679DB">
      <w:pPr>
        <w:pStyle w:val="libNormal"/>
        <w:rPr>
          <w:rtl/>
        </w:rPr>
      </w:pPr>
      <w:r>
        <w:rPr>
          <w:rtl/>
        </w:rPr>
        <w:br w:type="page"/>
      </w:r>
    </w:p>
    <w:p w:rsidR="00A679DB" w:rsidRDefault="00A679DB" w:rsidP="00A679DB">
      <w:pPr>
        <w:pStyle w:val="libNormal"/>
        <w:rPr>
          <w:rtl/>
        </w:rPr>
      </w:pPr>
      <w:bookmarkStart w:id="191" w:name="_Toc449617248"/>
      <w:r w:rsidRPr="006F0D39">
        <w:rPr>
          <w:rStyle w:val="Heading2Char"/>
          <w:rtl/>
        </w:rPr>
        <w:t>ثواب قرائت سوره جاثيه</w:t>
      </w:r>
      <w:bookmarkEnd w:id="191"/>
      <w:r>
        <w:rPr>
          <w:rtl/>
        </w:rPr>
        <w:t xml:space="preserve"> .</w:t>
      </w:r>
    </w:p>
    <w:p w:rsidR="00A679DB" w:rsidRDefault="00A679DB" w:rsidP="006F0D39">
      <w:pPr>
        <w:pStyle w:val="libNormal"/>
        <w:rPr>
          <w:rtl/>
        </w:rPr>
      </w:pPr>
      <w:r>
        <w:rPr>
          <w:rtl/>
        </w:rPr>
        <w:t xml:space="preserve">حديث : ١ بهذاالاسناد عن الحسن عن عاصم عن ابى بصير عن ابى عبدالله عليه‌السلام قال من قرا سوره الجاثيه كان ثوابها ان الا يرى النار ابدا و لا سيمع زفير جهنم و لا شهيقها و هو مع محمد </w:t>
      </w:r>
      <w:r w:rsidRPr="006F0D39">
        <w:rPr>
          <w:rStyle w:val="libAlaemChar"/>
          <w:rtl/>
        </w:rPr>
        <w:t>صلى‌الله‌عليه‌وآله</w:t>
      </w:r>
      <w:r>
        <w:rPr>
          <w:rtl/>
        </w:rPr>
        <w:t xml:space="preserve">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0D39">
        <w:rPr>
          <w:rStyle w:val="libAlaemChar"/>
          <w:rtl/>
        </w:rPr>
        <w:t>عليه‌السلام</w:t>
      </w:r>
      <w:r>
        <w:rPr>
          <w:rtl/>
        </w:rPr>
        <w:t xml:space="preserve"> فرمودند: ثواب كسى كه سوره جاثيه را بخواند، اين است كه هيچ گاه جهنم را نديده و سرو صداى آتش آن را نخواهد شنيد و همراه با حضرت محمد </w:t>
      </w:r>
      <w:r w:rsidR="00E60DFB" w:rsidRPr="006F0D39">
        <w:rPr>
          <w:rStyle w:val="libAlaemChar"/>
          <w:rtl/>
        </w:rPr>
        <w:t>صلى‌الله‌عليه‌وآله</w:t>
      </w:r>
      <w:r w:rsidR="00E60DFB">
        <w:rPr>
          <w:rtl/>
        </w:rPr>
        <w:t xml:space="preserve"> </w:t>
      </w:r>
      <w:r>
        <w:rPr>
          <w:rtl/>
        </w:rPr>
        <w:t>خواهد بود.</w:t>
      </w:r>
    </w:p>
    <w:p w:rsidR="00A679DB" w:rsidRDefault="00A679DB" w:rsidP="00A679DB">
      <w:pPr>
        <w:pStyle w:val="libNormal"/>
        <w:rPr>
          <w:rtl/>
        </w:rPr>
      </w:pPr>
    </w:p>
    <w:p w:rsidR="00A679DB" w:rsidRDefault="00A679DB" w:rsidP="00A679DB">
      <w:pPr>
        <w:pStyle w:val="libNormal"/>
        <w:rPr>
          <w:rtl/>
        </w:rPr>
      </w:pPr>
      <w:r>
        <w:rPr>
          <w:rtl/>
        </w:rPr>
        <w:t>ثواب قراءه سوره الاحقاف</w:t>
      </w:r>
    </w:p>
    <w:p w:rsidR="00A679DB" w:rsidRDefault="006F0D39" w:rsidP="00A679DB">
      <w:pPr>
        <w:pStyle w:val="libNormal"/>
        <w:rPr>
          <w:rtl/>
        </w:rPr>
      </w:pPr>
      <w:r>
        <w:rPr>
          <w:rtl/>
        </w:rPr>
        <w:br w:type="page"/>
      </w:r>
    </w:p>
    <w:p w:rsidR="00A679DB" w:rsidRDefault="00A679DB" w:rsidP="006F0D39">
      <w:pPr>
        <w:pStyle w:val="Heading2"/>
        <w:rPr>
          <w:rtl/>
        </w:rPr>
      </w:pPr>
      <w:bookmarkStart w:id="192" w:name="_Toc449617249"/>
      <w:r>
        <w:rPr>
          <w:rtl/>
        </w:rPr>
        <w:t>ثواب قرائت سوره احقاف</w:t>
      </w:r>
      <w:bookmarkEnd w:id="192"/>
    </w:p>
    <w:p w:rsidR="00A679DB" w:rsidRDefault="00A679DB" w:rsidP="00A679DB">
      <w:pPr>
        <w:pStyle w:val="libNormal"/>
        <w:rPr>
          <w:rtl/>
        </w:rPr>
      </w:pPr>
      <w:r>
        <w:rPr>
          <w:rtl/>
        </w:rPr>
        <w:t xml:space="preserve">حديث : ١ بهذاالاسناد عن الحسن عن سيف بن عميره عن عبدالله بن ابى يعفور عن ابى عبددالله </w:t>
      </w:r>
      <w:r w:rsidRPr="006F0D39">
        <w:rPr>
          <w:rStyle w:val="libAlaemChar"/>
          <w:rtl/>
        </w:rPr>
        <w:t>عليه‌السلام</w:t>
      </w:r>
      <w:r>
        <w:rPr>
          <w:rtl/>
        </w:rPr>
        <w:t xml:space="preserve"> قال من قرا كل ليله او كل جمعه سوره الاحقاف لم يصبه الله بروعه فى الحياه الدنيا و آمنه من فزع يوم القيامه ان شاء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0D39">
        <w:rPr>
          <w:rStyle w:val="libAlaemChar"/>
          <w:rtl/>
        </w:rPr>
        <w:t>عليه‌السلام</w:t>
      </w:r>
      <w:r>
        <w:rPr>
          <w:rtl/>
        </w:rPr>
        <w:t xml:space="preserve"> فرمودند: كسى كه هر شب يا هر جمعه سوره احقاف را بخواند، خ</w:t>
      </w:r>
      <w:r w:rsidR="006F0D39">
        <w:rPr>
          <w:rFonts w:hint="cs"/>
          <w:rtl/>
        </w:rPr>
        <w:t>د</w:t>
      </w:r>
      <w:r>
        <w:rPr>
          <w:rtl/>
        </w:rPr>
        <w:t>اوند در اين دنيا او را گرفتار ترس ننموده و از ترس روز قيامت او را ايمن مى نمايد، ان شاء الله .</w:t>
      </w:r>
    </w:p>
    <w:p w:rsidR="00A679DB" w:rsidRDefault="00A679DB" w:rsidP="00A679DB">
      <w:pPr>
        <w:pStyle w:val="libNormal"/>
        <w:rPr>
          <w:rtl/>
        </w:rPr>
      </w:pPr>
    </w:p>
    <w:p w:rsidR="00A679DB" w:rsidRDefault="00A679DB" w:rsidP="00A679DB">
      <w:pPr>
        <w:pStyle w:val="libNormal"/>
        <w:rPr>
          <w:rtl/>
        </w:rPr>
      </w:pPr>
      <w:r>
        <w:rPr>
          <w:rtl/>
        </w:rPr>
        <w:t>ثواب قراءه الحواميم</w:t>
      </w:r>
    </w:p>
    <w:p w:rsidR="00A679DB" w:rsidRDefault="006F0D39" w:rsidP="00A679DB">
      <w:pPr>
        <w:pStyle w:val="libNormal"/>
        <w:rPr>
          <w:rtl/>
        </w:rPr>
      </w:pPr>
      <w:r>
        <w:rPr>
          <w:rtl/>
        </w:rPr>
        <w:br w:type="page"/>
      </w:r>
    </w:p>
    <w:p w:rsidR="00A679DB" w:rsidRDefault="00A679DB" w:rsidP="006F0D39">
      <w:pPr>
        <w:pStyle w:val="Heading2"/>
        <w:rPr>
          <w:rtl/>
        </w:rPr>
      </w:pPr>
      <w:bookmarkStart w:id="193" w:name="_Toc449617250"/>
      <w:r>
        <w:rPr>
          <w:rtl/>
        </w:rPr>
        <w:t>ثواب قرائت سوره هايى كه با حم آغاز مى شوند.</w:t>
      </w:r>
      <w:bookmarkEnd w:id="193"/>
    </w:p>
    <w:p w:rsidR="00A679DB" w:rsidRDefault="00A679DB" w:rsidP="00A679DB">
      <w:pPr>
        <w:pStyle w:val="libNormal"/>
        <w:rPr>
          <w:rtl/>
        </w:rPr>
      </w:pPr>
      <w:r>
        <w:rPr>
          <w:rtl/>
        </w:rPr>
        <w:t>حديث : ١ بهذاالاسناد عن الحسن عن ابى المغرا عن ابى بصير عن ابى عبدالله عليه‌السلام قال الحواميم رياحين القرآن فاذا قراتموها فاحمدوا الله و اشكروه كثيرا لحفظها و تلاوتها ان العبد ليقوم و يقرا الحواميم فيخرج من فيه اطيب من المسك الاذفر و العنبر و ان الله عزوجل ليرحم تاليها و قاريها و يرحم جيرانه و اصدقاء ه و معارفه و كل حميم و قريب له و انه فى القيامه يستغفر له العرش و الكرسى و ملائكه الله المقربون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0D39">
        <w:rPr>
          <w:rStyle w:val="libAlaemChar"/>
          <w:rtl/>
        </w:rPr>
        <w:t>عليه‌السلام</w:t>
      </w:r>
      <w:r>
        <w:rPr>
          <w:rtl/>
        </w:rPr>
        <w:t xml:space="preserve"> فرمودند: سوره هايى كه با «حم» آغاز مى شوند </w:t>
      </w:r>
      <w:r w:rsidRPr="006F0D39">
        <w:rPr>
          <w:rStyle w:val="libFootnotenumChar"/>
          <w:rtl/>
        </w:rPr>
        <w:t>(٧١)،</w:t>
      </w:r>
      <w:r>
        <w:rPr>
          <w:rtl/>
        </w:rPr>
        <w:t>گياهان خوشبوى قرآنند. بنابراين ، هنگامى كه آن را تلاوت نموديد، خداى را بخاطر تلاوت آن حمد و ثنا و سپاس گوييد، زيرا همانا وقتى كه بنده اى اين سوره ها را تلاوت كند. از دهان او بويى خوشتر از مشك اعلى و عنبر خارج مى شود، و همانا خداى عزوجل محققا به خواننده و قارى آن ترحم نموده و نيز همسايگان و دوستان ، آشنايان و همه نزديكان او را مورد رحمت خود قرار مى دهد، و همانا عرش ، كرسى و فرشتگان مقرب بخدا در روز قيامت براى او استغفار مى نمايند.</w:t>
      </w:r>
    </w:p>
    <w:p w:rsidR="00A679DB" w:rsidRDefault="00A679DB" w:rsidP="00A679DB">
      <w:pPr>
        <w:pStyle w:val="libNormal"/>
        <w:rPr>
          <w:rtl/>
        </w:rPr>
      </w:pPr>
    </w:p>
    <w:p w:rsidR="00A679DB" w:rsidRDefault="00A679DB" w:rsidP="00A679DB">
      <w:pPr>
        <w:pStyle w:val="libNormal"/>
        <w:rPr>
          <w:rtl/>
        </w:rPr>
      </w:pPr>
      <w:r>
        <w:rPr>
          <w:rtl/>
        </w:rPr>
        <w:t>ثواب قراءه سوره محمد صلى‌الله‌عليه‌وآله   و آله</w:t>
      </w:r>
    </w:p>
    <w:p w:rsidR="00A679DB" w:rsidRDefault="006F0D39" w:rsidP="00A679DB">
      <w:pPr>
        <w:pStyle w:val="libNormal"/>
        <w:rPr>
          <w:rtl/>
        </w:rPr>
      </w:pPr>
      <w:r>
        <w:rPr>
          <w:rtl/>
        </w:rPr>
        <w:br w:type="page"/>
      </w:r>
    </w:p>
    <w:p w:rsidR="00A679DB" w:rsidRDefault="00A679DB" w:rsidP="006F0D39">
      <w:pPr>
        <w:pStyle w:val="Heading2"/>
        <w:rPr>
          <w:rtl/>
        </w:rPr>
      </w:pPr>
      <w:bookmarkStart w:id="194" w:name="_Toc449617251"/>
      <w:r>
        <w:rPr>
          <w:rtl/>
        </w:rPr>
        <w:t xml:space="preserve">ثواب قرائت سوره محمد </w:t>
      </w:r>
      <w:r w:rsidRPr="006F0D39">
        <w:rPr>
          <w:rStyle w:val="libAlaemChar"/>
          <w:rtl/>
        </w:rPr>
        <w:t>صلى‌الله‌عليه‌وآله</w:t>
      </w:r>
      <w:bookmarkEnd w:id="194"/>
      <w:r w:rsidRPr="006F0D39">
        <w:rPr>
          <w:rStyle w:val="libAlaemChar"/>
          <w:rtl/>
        </w:rPr>
        <w:t xml:space="preserve"> </w:t>
      </w:r>
    </w:p>
    <w:p w:rsidR="00A679DB" w:rsidRDefault="00A679DB" w:rsidP="006F0D39">
      <w:pPr>
        <w:pStyle w:val="libNormal"/>
        <w:rPr>
          <w:rtl/>
        </w:rPr>
      </w:pPr>
      <w:r>
        <w:rPr>
          <w:rtl/>
        </w:rPr>
        <w:t xml:space="preserve">حديث : ١ بهذاالاسناد عن الحسن عن ابى المغرا عن ابى بصير عن ابى عبدالله </w:t>
      </w:r>
      <w:r w:rsidRPr="006F0D39">
        <w:rPr>
          <w:rStyle w:val="libAlaemChar"/>
          <w:rtl/>
        </w:rPr>
        <w:t>عليه‌السلام</w:t>
      </w:r>
      <w:r>
        <w:rPr>
          <w:rtl/>
        </w:rPr>
        <w:t xml:space="preserve"> قال من قرا سوره الذين كفروا لم يرب ابدا و لم يدخله شك فى دينه ابدا و لم يبتله الله بفقر ابدا و لا خوف من سلطان ابدا و لم يزل محفوظا من الشك و الكفر ابدا حتى يموت فاذا مات و كل الله به فى قبره الف ملك يصلون فى قبره و يكون ثواب صلاتهم له و يشيعونه حتى يوقفوه موقف الامنين عند الله عزوجل و يكون فى امان الله و امان محمد </w:t>
      </w:r>
      <w:r w:rsidRPr="006F0D39">
        <w:rPr>
          <w:rStyle w:val="libAlaemChar"/>
          <w:rtl/>
        </w:rPr>
        <w:t>صلى‌الله‌عليه‌وآله</w:t>
      </w:r>
      <w:r>
        <w:rPr>
          <w:rtl/>
        </w:rPr>
        <w:t xml:space="preserve">   </w:t>
      </w:r>
    </w:p>
    <w:p w:rsidR="00A679DB" w:rsidRDefault="00A679DB" w:rsidP="00A679DB">
      <w:pPr>
        <w:pStyle w:val="libNormal"/>
        <w:rPr>
          <w:rtl/>
        </w:rPr>
      </w:pPr>
      <w:r>
        <w:rPr>
          <w:rtl/>
        </w:rPr>
        <w:t>ترجمه :</w:t>
      </w:r>
    </w:p>
    <w:p w:rsidR="00A679DB" w:rsidRDefault="00A679DB" w:rsidP="006F0D39">
      <w:pPr>
        <w:pStyle w:val="libNormal"/>
        <w:rPr>
          <w:rtl/>
        </w:rPr>
      </w:pPr>
      <w:r>
        <w:rPr>
          <w:rtl/>
        </w:rPr>
        <w:t xml:space="preserve">١. امام صادق </w:t>
      </w:r>
      <w:r w:rsidRPr="006F0D39">
        <w:rPr>
          <w:rStyle w:val="libAlaemChar"/>
          <w:rtl/>
        </w:rPr>
        <w:t>عليه‌السلام</w:t>
      </w:r>
      <w:r>
        <w:rPr>
          <w:rtl/>
        </w:rPr>
        <w:t xml:space="preserve"> فرمودند: كسى كه سوره محمد </w:t>
      </w:r>
      <w:r w:rsidR="00E60DFB" w:rsidRPr="006F0D39">
        <w:rPr>
          <w:rStyle w:val="libAlaemChar"/>
          <w:rtl/>
        </w:rPr>
        <w:t>صلى‌الله‌عليه‌وآله</w:t>
      </w:r>
      <w:r w:rsidR="00E60DFB">
        <w:rPr>
          <w:rtl/>
        </w:rPr>
        <w:t xml:space="preserve"> </w:t>
      </w:r>
      <w:r>
        <w:rPr>
          <w:rtl/>
        </w:rPr>
        <w:t xml:space="preserve">را تلاوت نمايد، هيچ گاه شك و شبهه اى برايش پيش نيامده ، هيچ گاه در دينش شك نخواهد كرد، خداوند هيچ گاه او را دچار فقر و ترس از سلطان نخواهد نمود و پيوسته از </w:t>
      </w:r>
      <w:r w:rsidR="006F0D39">
        <w:rPr>
          <w:rFonts w:hint="cs"/>
          <w:rtl/>
        </w:rPr>
        <w:t>شرک</w:t>
      </w:r>
      <w:r>
        <w:rPr>
          <w:rtl/>
        </w:rPr>
        <w:t xml:space="preserve"> و كفر محفوظ است تا بميرد. و هنگامى كه وفات يافت ، خداوند هزار فرشته را در قبر او مى گمارد كه نماز بخوانند و ثواب نمازشان هم براى او خواهد بود و نيز آن فرشتگان ، او را تا رسيدن به جايگاه امان يافتگان خداوند عزوجل بدرقه مى نمايند و او در امان خدا و امان حضرت محمد </w:t>
      </w:r>
      <w:r w:rsidR="00E60DFB" w:rsidRPr="006F0D39">
        <w:rPr>
          <w:rStyle w:val="libAlaemChar"/>
          <w:rtl/>
        </w:rPr>
        <w:t>صلى‌الله‌عليه‌وآله</w:t>
      </w:r>
      <w:r w:rsidR="00E60DFB">
        <w:rPr>
          <w:rtl/>
        </w:rPr>
        <w:t xml:space="preserve"> </w:t>
      </w:r>
      <w:r>
        <w:rPr>
          <w:rtl/>
        </w:rPr>
        <w:t>خواهد رسيد</w:t>
      </w:r>
    </w:p>
    <w:p w:rsidR="00A679DB" w:rsidRDefault="00A679DB" w:rsidP="00A679DB">
      <w:pPr>
        <w:pStyle w:val="libNormal"/>
        <w:rPr>
          <w:rtl/>
        </w:rPr>
      </w:pPr>
      <w:r>
        <w:rPr>
          <w:rtl/>
        </w:rPr>
        <w:t>ثواب قراءه سوره الفتح</w:t>
      </w:r>
    </w:p>
    <w:p w:rsidR="00A679DB" w:rsidRDefault="006F0D39" w:rsidP="00A679DB">
      <w:pPr>
        <w:pStyle w:val="libNormal"/>
        <w:rPr>
          <w:rtl/>
        </w:rPr>
      </w:pPr>
      <w:r>
        <w:rPr>
          <w:rtl/>
        </w:rPr>
        <w:br w:type="page"/>
      </w:r>
    </w:p>
    <w:p w:rsidR="00A679DB" w:rsidRDefault="00A679DB" w:rsidP="006F0D39">
      <w:pPr>
        <w:pStyle w:val="Heading2"/>
        <w:rPr>
          <w:rtl/>
        </w:rPr>
      </w:pPr>
      <w:bookmarkStart w:id="195" w:name="_Toc449617252"/>
      <w:r>
        <w:rPr>
          <w:rtl/>
        </w:rPr>
        <w:t>ثواب قرائت سوره فتح</w:t>
      </w:r>
      <w:bookmarkEnd w:id="195"/>
    </w:p>
    <w:p w:rsidR="00A679DB" w:rsidRDefault="00A679DB" w:rsidP="00A679DB">
      <w:pPr>
        <w:pStyle w:val="libNormal"/>
        <w:rPr>
          <w:rtl/>
        </w:rPr>
      </w:pPr>
      <w:r>
        <w:rPr>
          <w:rtl/>
        </w:rPr>
        <w:t xml:space="preserve">حديث : ١ بهذاالاسناد عن الحسن عن عبدالله بن بكير عن ابى عبدالله </w:t>
      </w:r>
      <w:r w:rsidRPr="006F0D39">
        <w:rPr>
          <w:rStyle w:val="libAlaemChar"/>
          <w:rtl/>
        </w:rPr>
        <w:t>عليه‌السلام</w:t>
      </w:r>
      <w:r>
        <w:rPr>
          <w:rtl/>
        </w:rPr>
        <w:t xml:space="preserve"> قال حصنوا اموالكم و نساء كم و ما ملكت ايمانكم من التلف بقارء ه انا فتحنا فانه اذا كان ممن يدمن قراء تها نادى مناد يوم القيامه حتى تسمع الخلائق انت من عبادى المخلصين الحقوه بالصالحين من عبادى و ادخلوه جنات النعيم و اسقوه من الرحيق المختوم بمزاج الكافور.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0D39">
        <w:rPr>
          <w:rStyle w:val="libAlaemChar"/>
          <w:rtl/>
        </w:rPr>
        <w:t>عليه‌السلام</w:t>
      </w:r>
      <w:r>
        <w:rPr>
          <w:rtl/>
        </w:rPr>
        <w:t xml:space="preserve"> فرمودند: با قرائت سوره فتح اموال ، زنان و بردگان خود ر</w:t>
      </w:r>
      <w:r w:rsidR="006F0D39">
        <w:rPr>
          <w:rFonts w:hint="cs"/>
          <w:rtl/>
        </w:rPr>
        <w:t>ا</w:t>
      </w:r>
      <w:r>
        <w:rPr>
          <w:rtl/>
        </w:rPr>
        <w:t xml:space="preserve"> از نابودى حفظ كنيد. همانا كسى كه بر قرائت آن مداومت نمايد، در روز قيامت منادى او را بگونه اى كه مردم مى شنوند ندا مى كند: تو از بندگان مخلص من هستى . او را به بندگان صالحم ملحق نماييد. در بهشتهاى نعمت واردش كنيد و به او نوشابه سربسته اى بدهيد كه چون كافور (خنك) است .</w:t>
      </w:r>
    </w:p>
    <w:p w:rsidR="00A679DB" w:rsidRDefault="00A679DB" w:rsidP="00A679DB">
      <w:pPr>
        <w:pStyle w:val="libNormal"/>
        <w:rPr>
          <w:rtl/>
        </w:rPr>
      </w:pPr>
    </w:p>
    <w:p w:rsidR="00A679DB" w:rsidRDefault="00A679DB" w:rsidP="00A679DB">
      <w:pPr>
        <w:pStyle w:val="libNormal"/>
        <w:rPr>
          <w:rtl/>
        </w:rPr>
      </w:pPr>
      <w:r>
        <w:rPr>
          <w:rtl/>
        </w:rPr>
        <w:t>ثواب قراءه سوره الحجرات</w:t>
      </w:r>
    </w:p>
    <w:p w:rsidR="00A679DB" w:rsidRDefault="006F0D39" w:rsidP="00A679DB">
      <w:pPr>
        <w:pStyle w:val="libNormal"/>
        <w:rPr>
          <w:rtl/>
        </w:rPr>
      </w:pPr>
      <w:r>
        <w:rPr>
          <w:rtl/>
        </w:rPr>
        <w:br w:type="page"/>
      </w:r>
    </w:p>
    <w:p w:rsidR="00A679DB" w:rsidRDefault="00A679DB" w:rsidP="006F0D39">
      <w:pPr>
        <w:pStyle w:val="Heading2"/>
        <w:rPr>
          <w:rtl/>
        </w:rPr>
      </w:pPr>
      <w:bookmarkStart w:id="196" w:name="_Toc449617253"/>
      <w:r>
        <w:rPr>
          <w:rtl/>
        </w:rPr>
        <w:t>ثواب قرائت سوره حجرات</w:t>
      </w:r>
      <w:bookmarkEnd w:id="196"/>
    </w:p>
    <w:p w:rsidR="00A679DB" w:rsidRDefault="00A679DB" w:rsidP="00A679DB">
      <w:pPr>
        <w:pStyle w:val="libNormal"/>
        <w:rPr>
          <w:rtl/>
        </w:rPr>
      </w:pPr>
      <w:r>
        <w:rPr>
          <w:rtl/>
        </w:rPr>
        <w:t xml:space="preserve">حديث : ١ بهذاالاسناد عن الحسن عن الحسين بن ابى العلاء عن ابى عبدالله </w:t>
      </w:r>
      <w:r w:rsidRPr="006F0D39">
        <w:rPr>
          <w:rStyle w:val="libAlaemChar"/>
          <w:rtl/>
        </w:rPr>
        <w:t>عليه‌السلام</w:t>
      </w:r>
      <w:r>
        <w:rPr>
          <w:rtl/>
        </w:rPr>
        <w:t xml:space="preserve"> قال من قرا سوره الحجرات فى كل ليله او فى كل يوم كان من زوار محمد صلى‌الله‌عليه‌وآله   و آله</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0D39">
        <w:rPr>
          <w:rStyle w:val="libAlaemChar"/>
          <w:rtl/>
        </w:rPr>
        <w:t>عليه‌السلام</w:t>
      </w:r>
      <w:r>
        <w:rPr>
          <w:rtl/>
        </w:rPr>
        <w:t xml:space="preserve"> فرمودند: كسى كه سوره حجرات را در هر شب يا هر روز بخواند، از زائران حضرت محمد </w:t>
      </w:r>
      <w:r w:rsidR="00E60DFB" w:rsidRPr="006F0D39">
        <w:rPr>
          <w:rStyle w:val="libAlaemChar"/>
          <w:rtl/>
        </w:rPr>
        <w:t>صلى‌الله‌عليه‌وآله</w:t>
      </w:r>
      <w:r w:rsidR="00E60DFB">
        <w:rPr>
          <w:rtl/>
        </w:rPr>
        <w:t xml:space="preserve"> </w:t>
      </w:r>
      <w:r>
        <w:rPr>
          <w:rtl/>
        </w:rPr>
        <w:t>خواهد بود.</w:t>
      </w:r>
    </w:p>
    <w:p w:rsidR="00A679DB" w:rsidRDefault="00A679DB" w:rsidP="00A679DB">
      <w:pPr>
        <w:pStyle w:val="libNormal"/>
        <w:rPr>
          <w:rtl/>
        </w:rPr>
      </w:pPr>
    </w:p>
    <w:p w:rsidR="00A679DB" w:rsidRDefault="00A679DB" w:rsidP="00A679DB">
      <w:pPr>
        <w:pStyle w:val="libNormal"/>
        <w:rPr>
          <w:rtl/>
        </w:rPr>
      </w:pPr>
      <w:r>
        <w:rPr>
          <w:rtl/>
        </w:rPr>
        <w:t>ثواب قراءه سوره ق</w:t>
      </w:r>
    </w:p>
    <w:p w:rsidR="00A679DB" w:rsidRDefault="006F0D39" w:rsidP="00A679DB">
      <w:pPr>
        <w:pStyle w:val="libNormal"/>
        <w:rPr>
          <w:rtl/>
        </w:rPr>
      </w:pPr>
      <w:r>
        <w:rPr>
          <w:rtl/>
        </w:rPr>
        <w:br w:type="page"/>
      </w:r>
    </w:p>
    <w:p w:rsidR="00A679DB" w:rsidRDefault="00A679DB" w:rsidP="006F0D39">
      <w:pPr>
        <w:pStyle w:val="Heading2"/>
        <w:rPr>
          <w:rtl/>
        </w:rPr>
      </w:pPr>
      <w:bookmarkStart w:id="197" w:name="_Toc449617254"/>
      <w:r>
        <w:rPr>
          <w:rtl/>
        </w:rPr>
        <w:t>ثواب قرائت سوره «ق»</w:t>
      </w:r>
      <w:bookmarkEnd w:id="197"/>
    </w:p>
    <w:p w:rsidR="00A679DB" w:rsidRDefault="00A679DB" w:rsidP="00A679DB">
      <w:pPr>
        <w:pStyle w:val="libNormal"/>
        <w:rPr>
          <w:rtl/>
        </w:rPr>
      </w:pPr>
      <w:r>
        <w:rPr>
          <w:rtl/>
        </w:rPr>
        <w:t xml:space="preserve">حديث : ١ بهذاالاسناد عن الحسن عن ابى المغرا عن ابى حمزه الثمالى عن ابى جعفر </w:t>
      </w:r>
      <w:r w:rsidRPr="006F0D39">
        <w:rPr>
          <w:rStyle w:val="libAlaemChar"/>
          <w:rtl/>
        </w:rPr>
        <w:t>عليه‌السلام</w:t>
      </w:r>
      <w:r>
        <w:rPr>
          <w:rtl/>
        </w:rPr>
        <w:t xml:space="preserve"> قال من ادمن فى فرائضه و نوافله قراءه سوره ق وسع الله عليه رزقه و اعطاه كتابه بيمينه و حاسبه حسابا يسيرا.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6F0D39">
        <w:rPr>
          <w:rStyle w:val="libAlaemChar"/>
          <w:rtl/>
        </w:rPr>
        <w:t>عليه‌السلام</w:t>
      </w:r>
      <w:r>
        <w:rPr>
          <w:rtl/>
        </w:rPr>
        <w:t xml:space="preserve"> فرمودند: كسى كه در نمازهاى واجب و مستحب بر قرائت سوره «ق» مداومت نمايد، خداوند رزق او را فراوان نموده ، نامه عملش را به دست راستش مى دهد و در حساب بر او اسان گيرد</w:t>
      </w:r>
    </w:p>
    <w:p w:rsidR="00A679DB" w:rsidRDefault="00A679DB" w:rsidP="00A679DB">
      <w:pPr>
        <w:pStyle w:val="libNormal"/>
        <w:rPr>
          <w:rtl/>
        </w:rPr>
      </w:pPr>
    </w:p>
    <w:p w:rsidR="00A679DB" w:rsidRDefault="00A679DB" w:rsidP="00A679DB">
      <w:pPr>
        <w:pStyle w:val="libNormal"/>
        <w:rPr>
          <w:rtl/>
        </w:rPr>
      </w:pPr>
      <w:r>
        <w:rPr>
          <w:rtl/>
        </w:rPr>
        <w:t>ثواب قراءه سوره الذاريات</w:t>
      </w:r>
    </w:p>
    <w:p w:rsidR="00A679DB" w:rsidRDefault="006F0D39" w:rsidP="00A679DB">
      <w:pPr>
        <w:pStyle w:val="libNormal"/>
        <w:rPr>
          <w:rtl/>
        </w:rPr>
      </w:pPr>
      <w:r>
        <w:rPr>
          <w:rtl/>
        </w:rPr>
        <w:br w:type="page"/>
      </w:r>
    </w:p>
    <w:p w:rsidR="00A679DB" w:rsidRDefault="00A679DB" w:rsidP="006F0D39">
      <w:pPr>
        <w:pStyle w:val="Heading2"/>
        <w:rPr>
          <w:rtl/>
        </w:rPr>
      </w:pPr>
      <w:bookmarkStart w:id="198" w:name="_Toc449617255"/>
      <w:r>
        <w:rPr>
          <w:rtl/>
        </w:rPr>
        <w:t>ثواب قرائت سوره ذاريات</w:t>
      </w:r>
      <w:bookmarkEnd w:id="198"/>
    </w:p>
    <w:p w:rsidR="00A679DB" w:rsidRDefault="00A679DB" w:rsidP="00A679DB">
      <w:pPr>
        <w:pStyle w:val="libNormal"/>
        <w:rPr>
          <w:rtl/>
        </w:rPr>
      </w:pPr>
      <w:r>
        <w:rPr>
          <w:rtl/>
        </w:rPr>
        <w:t xml:space="preserve">حديث : ١ بهذاالاسناد عن الحسن عن مندل عن داود بن فرقد عن ابى عبدالله </w:t>
      </w:r>
      <w:r w:rsidRPr="006F0D39">
        <w:rPr>
          <w:rStyle w:val="libAlaemChar"/>
          <w:rtl/>
        </w:rPr>
        <w:t>عليه‌السلام</w:t>
      </w:r>
      <w:r>
        <w:rPr>
          <w:rtl/>
        </w:rPr>
        <w:t xml:space="preserve"> قال من قرا سوره و الذاريات فى يومه او فى ليلته اصلح الله له معيشته و اتاه برزق واسع و نور له قبره بسراج يزهر الى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0D39">
        <w:rPr>
          <w:rStyle w:val="libAlaemChar"/>
          <w:rtl/>
        </w:rPr>
        <w:t>عليه‌السلام</w:t>
      </w:r>
      <w:r>
        <w:rPr>
          <w:rtl/>
        </w:rPr>
        <w:t xml:space="preserve"> فرمودند: كسى كه سوره ذاريات را در شب يا روز بخواند، خداوند امور زندگيش را اصلاح و روزيش را فراوان مى گرداند و قبرش را با چراغى كه تا روز قيامت روشن است ، نورانى مينمايد.</w:t>
      </w:r>
    </w:p>
    <w:p w:rsidR="00A679DB" w:rsidRDefault="00A679DB" w:rsidP="00A679DB">
      <w:pPr>
        <w:pStyle w:val="libNormal"/>
        <w:rPr>
          <w:rtl/>
        </w:rPr>
      </w:pPr>
    </w:p>
    <w:p w:rsidR="00A679DB" w:rsidRDefault="00A679DB" w:rsidP="00A679DB">
      <w:pPr>
        <w:pStyle w:val="libNormal"/>
        <w:rPr>
          <w:rtl/>
        </w:rPr>
      </w:pPr>
      <w:r>
        <w:rPr>
          <w:rtl/>
        </w:rPr>
        <w:t>ثواب قراءه سوره و الطور</w:t>
      </w:r>
    </w:p>
    <w:p w:rsidR="00A679DB" w:rsidRDefault="006F0D39" w:rsidP="00A679DB">
      <w:pPr>
        <w:pStyle w:val="libNormal"/>
        <w:rPr>
          <w:rtl/>
        </w:rPr>
      </w:pPr>
      <w:r>
        <w:rPr>
          <w:rtl/>
        </w:rPr>
        <w:br w:type="page"/>
      </w:r>
    </w:p>
    <w:p w:rsidR="00A679DB" w:rsidRDefault="00A679DB" w:rsidP="006F0D39">
      <w:pPr>
        <w:pStyle w:val="Heading2"/>
        <w:rPr>
          <w:rtl/>
        </w:rPr>
      </w:pPr>
      <w:bookmarkStart w:id="199" w:name="_Toc449617256"/>
      <w:r>
        <w:rPr>
          <w:rtl/>
        </w:rPr>
        <w:t>ثواب قرائت سوره طور</w:t>
      </w:r>
      <w:bookmarkEnd w:id="199"/>
    </w:p>
    <w:p w:rsidR="00A679DB" w:rsidRDefault="00A679DB" w:rsidP="006F0D39">
      <w:pPr>
        <w:pStyle w:val="libNormal"/>
        <w:rPr>
          <w:rtl/>
        </w:rPr>
      </w:pPr>
      <w:r>
        <w:rPr>
          <w:rtl/>
        </w:rPr>
        <w:t>حديث : ١ بهذاالاسناد عن الحسن عن ابى ايوب الخزاز عن محمد بن مسلم عن ابى عبدالله و ابى جعفر</w:t>
      </w:r>
      <w:r w:rsidR="00DC5255">
        <w:rPr>
          <w:rtl/>
        </w:rPr>
        <w:t xml:space="preserve">عليهم‌السلام </w:t>
      </w:r>
      <w:r>
        <w:rPr>
          <w:rtl/>
        </w:rPr>
        <w:t>قالا من قرا سوره و الطور جمع الله له خير الدنيا و الاخره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0D39">
        <w:rPr>
          <w:rStyle w:val="libAlaemChar"/>
          <w:rtl/>
        </w:rPr>
        <w:t>عليه‌السلام</w:t>
      </w:r>
      <w:r>
        <w:rPr>
          <w:rtl/>
        </w:rPr>
        <w:t xml:space="preserve"> و امام باقر </w:t>
      </w:r>
      <w:r w:rsidRPr="006F0D39">
        <w:rPr>
          <w:rStyle w:val="libAlaemChar"/>
          <w:rtl/>
        </w:rPr>
        <w:t>عليه‌السلام</w:t>
      </w:r>
      <w:r>
        <w:rPr>
          <w:rtl/>
        </w:rPr>
        <w:t xml:space="preserve"> فرموده اند، كسى كه سوره «طور» را تلاوت نمايد، خداوند خير دنيا و آخرت را به او عطا مى نمايد.</w:t>
      </w:r>
    </w:p>
    <w:p w:rsidR="00A679DB" w:rsidRDefault="00A679DB" w:rsidP="00A679DB">
      <w:pPr>
        <w:pStyle w:val="libNormal"/>
        <w:rPr>
          <w:rtl/>
        </w:rPr>
      </w:pPr>
    </w:p>
    <w:p w:rsidR="00A679DB" w:rsidRDefault="00A679DB" w:rsidP="00A679DB">
      <w:pPr>
        <w:pStyle w:val="libNormal"/>
        <w:rPr>
          <w:rtl/>
        </w:rPr>
      </w:pPr>
      <w:r>
        <w:rPr>
          <w:rtl/>
        </w:rPr>
        <w:t>ثواب قراءه سوره و النجم</w:t>
      </w:r>
    </w:p>
    <w:p w:rsidR="00A679DB" w:rsidRDefault="00BA78DC" w:rsidP="00A679DB">
      <w:pPr>
        <w:pStyle w:val="libNormal"/>
        <w:rPr>
          <w:rtl/>
        </w:rPr>
      </w:pPr>
      <w:r>
        <w:rPr>
          <w:rtl/>
        </w:rPr>
        <w:br w:type="page"/>
      </w:r>
    </w:p>
    <w:p w:rsidR="00A679DB" w:rsidRPr="00BA78DC" w:rsidRDefault="00A679DB" w:rsidP="00BA78DC">
      <w:pPr>
        <w:pStyle w:val="Heading2"/>
        <w:rPr>
          <w:rtl/>
        </w:rPr>
      </w:pPr>
      <w:bookmarkStart w:id="200" w:name="_Toc449617257"/>
      <w:r w:rsidRPr="00BA78DC">
        <w:rPr>
          <w:rtl/>
        </w:rPr>
        <w:t>ثواب قرائت سوره نجم</w:t>
      </w:r>
      <w:bookmarkEnd w:id="200"/>
    </w:p>
    <w:p w:rsidR="00A679DB" w:rsidRDefault="00A679DB" w:rsidP="00A679DB">
      <w:pPr>
        <w:pStyle w:val="libNormal"/>
        <w:rPr>
          <w:rtl/>
        </w:rPr>
      </w:pPr>
      <w:r>
        <w:rPr>
          <w:rtl/>
        </w:rPr>
        <w:t xml:space="preserve">حديث : ١ بهذاالاسناد عن الحسن عن مندل عن يزيد بن خليفه عن ابى عبدالله </w:t>
      </w:r>
      <w:r w:rsidRPr="00BA56F4">
        <w:rPr>
          <w:rStyle w:val="libAlaemChar"/>
          <w:rtl/>
        </w:rPr>
        <w:t>عليه‌السلام</w:t>
      </w:r>
      <w:r>
        <w:rPr>
          <w:rtl/>
        </w:rPr>
        <w:t xml:space="preserve"> قال من كان يدمن قراءه و النجم فى كل يوم او فى كل ليله عاش محمودا بين الناس و كان مغفورا له و كان محبوبا بين الناس</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BA56F4">
        <w:rPr>
          <w:rStyle w:val="libAlaemChar"/>
          <w:rtl/>
        </w:rPr>
        <w:t>عليه‌السلام</w:t>
      </w:r>
      <w:r>
        <w:rPr>
          <w:rtl/>
        </w:rPr>
        <w:t xml:space="preserve"> فرمودند، كسى كه هر روز يا هر شب بر تلاوت سوره نجم مداومت نمايد، بخوبى در ميان مردم زندگى نموده ، آمرزيده شده و محبوب مردم خواهد بود.</w:t>
      </w:r>
    </w:p>
    <w:p w:rsidR="00A679DB" w:rsidRDefault="00A679DB" w:rsidP="00A679DB">
      <w:pPr>
        <w:pStyle w:val="libNormal"/>
        <w:rPr>
          <w:rtl/>
        </w:rPr>
      </w:pPr>
    </w:p>
    <w:p w:rsidR="00A679DB" w:rsidRDefault="00A679DB" w:rsidP="00A679DB">
      <w:pPr>
        <w:pStyle w:val="libNormal"/>
        <w:rPr>
          <w:rtl/>
        </w:rPr>
      </w:pPr>
      <w:r>
        <w:rPr>
          <w:rtl/>
        </w:rPr>
        <w:t>ثواب قراءه سوره اقتربت</w:t>
      </w:r>
    </w:p>
    <w:p w:rsidR="00A679DB" w:rsidRDefault="00BA56F4" w:rsidP="00A679DB">
      <w:pPr>
        <w:pStyle w:val="libNormal"/>
        <w:rPr>
          <w:rtl/>
        </w:rPr>
      </w:pPr>
      <w:r>
        <w:rPr>
          <w:rtl/>
        </w:rPr>
        <w:br w:type="page"/>
      </w:r>
    </w:p>
    <w:p w:rsidR="00A679DB" w:rsidRDefault="00A679DB" w:rsidP="00BA56F4">
      <w:pPr>
        <w:pStyle w:val="Heading2"/>
        <w:rPr>
          <w:rtl/>
        </w:rPr>
      </w:pPr>
      <w:bookmarkStart w:id="201" w:name="_Toc449617258"/>
      <w:r>
        <w:rPr>
          <w:rtl/>
        </w:rPr>
        <w:t>ثواب قرائت سوره قمر</w:t>
      </w:r>
      <w:bookmarkEnd w:id="201"/>
    </w:p>
    <w:p w:rsidR="00A679DB" w:rsidRDefault="00A679DB" w:rsidP="00A679DB">
      <w:pPr>
        <w:pStyle w:val="libNormal"/>
        <w:rPr>
          <w:rtl/>
        </w:rPr>
      </w:pPr>
      <w:r>
        <w:rPr>
          <w:rtl/>
        </w:rPr>
        <w:t xml:space="preserve">حديث : ١ بهذاالاسناد عن الحسن عن مندل عن يزيد بن خليفه عن ابى عبدالله </w:t>
      </w:r>
      <w:r w:rsidRPr="00BA56F4">
        <w:rPr>
          <w:rStyle w:val="libAlaemChar"/>
          <w:rtl/>
        </w:rPr>
        <w:t>عليه‌السلام</w:t>
      </w:r>
      <w:r>
        <w:rPr>
          <w:rtl/>
        </w:rPr>
        <w:t xml:space="preserve"> قال من قرا سوره اقتربت اساعه اخرجه الله من قبره على ناقه من نوق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BA56F4">
        <w:rPr>
          <w:rStyle w:val="libAlaemChar"/>
          <w:rtl/>
        </w:rPr>
        <w:t>عليه‌السلام</w:t>
      </w:r>
      <w:r>
        <w:rPr>
          <w:rtl/>
        </w:rPr>
        <w:t xml:space="preserve"> فرمودند: كسى كه سوره قمر را تلاوت نمايد، خداوند او را سوار بر شترى از شتران بهشت از قبر خارج مى سازد.</w:t>
      </w:r>
    </w:p>
    <w:p w:rsidR="00A679DB" w:rsidRDefault="00A679DB" w:rsidP="00A679DB">
      <w:pPr>
        <w:pStyle w:val="libNormal"/>
        <w:rPr>
          <w:rtl/>
        </w:rPr>
      </w:pPr>
    </w:p>
    <w:p w:rsidR="00A679DB" w:rsidRDefault="00A679DB" w:rsidP="00A679DB">
      <w:pPr>
        <w:pStyle w:val="libNormal"/>
        <w:rPr>
          <w:rtl/>
        </w:rPr>
      </w:pPr>
      <w:r>
        <w:rPr>
          <w:rtl/>
        </w:rPr>
        <w:t>ثواب قراءه سوره الرحمن</w:t>
      </w:r>
    </w:p>
    <w:p w:rsidR="00A679DB" w:rsidRDefault="00BA56F4" w:rsidP="00A679DB">
      <w:pPr>
        <w:pStyle w:val="libNormal"/>
        <w:rPr>
          <w:rtl/>
        </w:rPr>
      </w:pPr>
      <w:r>
        <w:rPr>
          <w:rtl/>
        </w:rPr>
        <w:br w:type="page"/>
      </w:r>
    </w:p>
    <w:p w:rsidR="00A679DB" w:rsidRDefault="00A679DB" w:rsidP="00BA56F4">
      <w:pPr>
        <w:pStyle w:val="Heading2"/>
        <w:rPr>
          <w:rtl/>
        </w:rPr>
      </w:pPr>
      <w:bookmarkStart w:id="202" w:name="_Toc449617259"/>
      <w:r>
        <w:rPr>
          <w:rtl/>
        </w:rPr>
        <w:t>ثواب قرائت سوره الرحمن</w:t>
      </w:r>
      <w:bookmarkEnd w:id="202"/>
    </w:p>
    <w:p w:rsidR="00A679DB" w:rsidRDefault="00A679DB" w:rsidP="00A679DB">
      <w:pPr>
        <w:pStyle w:val="libNormal"/>
        <w:rPr>
          <w:rtl/>
        </w:rPr>
      </w:pPr>
      <w:r>
        <w:rPr>
          <w:rtl/>
        </w:rPr>
        <w:t>حديث : ١ بهذاالاسناد عن الحسن عن ابيه عن ابى بصير عن ابى عبدالله عليه‌السلام قال لا تدعوا قراءه سوره الرحمن و القيام بها فانها لا تقر فى قلوب المنافقين و ياتى بها ربها يوم القيامه فى صوره آدمى فى احسن صوره و اطيب ريح حتى يقف من الله موقفا لا يكون احداقرب الى الله منها فيقول لها من الذى كان يقوم بك فى الحياه الدنيا و يدمن قراء تك فتقول يا رب فلان و فلان فتبيض وجوههم فيقول لهم اشفعوا فيمن احببتم فيشفعون حتى لا يبقى لهم غايه و لا احد يشفعون له فيقول لهم ادخلوا الجنه و اسكنوا فيها حيث شئتم .</w:t>
      </w:r>
    </w:p>
    <w:p w:rsidR="00A679DB" w:rsidRDefault="00A679DB" w:rsidP="00A679DB">
      <w:pPr>
        <w:pStyle w:val="libNormal"/>
        <w:rPr>
          <w:rtl/>
        </w:rPr>
      </w:pPr>
      <w:r>
        <w:rPr>
          <w:rtl/>
        </w:rPr>
        <w:t>ترجمه :</w:t>
      </w:r>
    </w:p>
    <w:p w:rsidR="00A679DB" w:rsidRDefault="00A679DB" w:rsidP="00BA56F4">
      <w:pPr>
        <w:pStyle w:val="libNormal"/>
        <w:rPr>
          <w:rtl/>
        </w:rPr>
      </w:pPr>
      <w:r>
        <w:rPr>
          <w:rtl/>
        </w:rPr>
        <w:t xml:space="preserve">١. امام صادق </w:t>
      </w:r>
      <w:r w:rsidRPr="00BA56F4">
        <w:rPr>
          <w:rStyle w:val="libAlaemChar"/>
          <w:rtl/>
        </w:rPr>
        <w:t>عليه‌السلام</w:t>
      </w:r>
      <w:r>
        <w:rPr>
          <w:rtl/>
        </w:rPr>
        <w:t xml:space="preserve"> فرمودند: قرائت سوره «الرحمن» و مداومت بر قرائت آن را ترك نكنيد. زيرا در دلهاى منافقين جاى نمى گيرد و خداوند در روز قيامت اين سوره را ب</w:t>
      </w:r>
      <w:r w:rsidR="00BA56F4">
        <w:rPr>
          <w:rFonts w:hint="cs"/>
          <w:rtl/>
        </w:rPr>
        <w:t xml:space="preserve">ه </w:t>
      </w:r>
      <w:r>
        <w:rPr>
          <w:rtl/>
        </w:rPr>
        <w:t>شكل انسانى با زيباترين شكل و هر چه خوش</w:t>
      </w:r>
      <w:r w:rsidR="00BA56F4">
        <w:rPr>
          <w:rFonts w:hint="cs"/>
          <w:rtl/>
        </w:rPr>
        <w:t xml:space="preserve"> </w:t>
      </w:r>
      <w:r>
        <w:rPr>
          <w:rtl/>
        </w:rPr>
        <w:t>بو</w:t>
      </w:r>
      <w:r w:rsidR="00BA56F4">
        <w:rPr>
          <w:rFonts w:hint="cs"/>
          <w:rtl/>
        </w:rPr>
        <w:t xml:space="preserve"> </w:t>
      </w:r>
      <w:r>
        <w:rPr>
          <w:rtl/>
        </w:rPr>
        <w:t>تر مى آورد و اين سوره در جايى كه هيچ كس نزديكتر از او به خداوند نيست ، مى ايستد. آنگاه خداوند از او مى پرسد: چه كسى در زندگى دنيا بر قرائت تو مداومت مى ورزيد، و او پاسخ ميدهد، خدايا! فلانى و فلانى . و آنان روسفيد مى شوند آنگاه خداوند به آنان مى فرمايد: هر كه را دوست داريد شفاعت كنيد. و آنان بى حساب شفاعت مى كنند. بگونه اى كه كسى باقى نمى ماند كه برايش شفاعت كنند. سپس مى فرمايد: وارد بهشت شويد و در هر جاى آن كه مى خواهيد ساكن شويد.</w:t>
      </w:r>
    </w:p>
    <w:p w:rsidR="00A679DB" w:rsidRDefault="00A679DB" w:rsidP="00A679DB">
      <w:pPr>
        <w:pStyle w:val="libNormal"/>
        <w:rPr>
          <w:rtl/>
        </w:rPr>
      </w:pPr>
      <w:r>
        <w:rPr>
          <w:rtl/>
        </w:rPr>
        <w:lastRenderedPageBreak/>
        <w:t>حديث : ٢ ابى رحمه الله قال حدثنى سعد بن عبدالله عن يعقوب بن يزيد عن ابن ابى عمير عن هشام او بعض احصابنا عمن حدثه عن ابى عبدالله عليه‌السلام قال من قرا سوره الرحمن فقال عند كل «فباى آلا ربكما تكذبان»</w:t>
      </w:r>
    </w:p>
    <w:p w:rsidR="00A679DB" w:rsidRDefault="00A679DB" w:rsidP="00A679DB">
      <w:pPr>
        <w:pStyle w:val="libNormal"/>
        <w:rPr>
          <w:rtl/>
        </w:rPr>
      </w:pPr>
      <w:r>
        <w:rPr>
          <w:rtl/>
        </w:rPr>
        <w:t>لا بشى من آلائك رب اكذب فان قراها ليلا ثم مات مات شهيدا و ان قراها نهارا فمات مات شهيدا.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BA56F4">
        <w:rPr>
          <w:rStyle w:val="libAlaemChar"/>
          <w:rtl/>
        </w:rPr>
        <w:t>عليه‌السلام</w:t>
      </w:r>
      <w:r>
        <w:rPr>
          <w:rtl/>
        </w:rPr>
        <w:t xml:space="preserve"> فرمودند: كسى كه سوره الرحمن را بخواند و هر بار كه آيه </w:t>
      </w:r>
      <w:r w:rsidRPr="00BA56F4">
        <w:rPr>
          <w:rStyle w:val="libAieChar"/>
          <w:rtl/>
        </w:rPr>
        <w:t xml:space="preserve">(فباى الا ربكما تكذبان) </w:t>
      </w:r>
      <w:r>
        <w:rPr>
          <w:rtl/>
        </w:rPr>
        <w:t xml:space="preserve">را مى خواند، بگويد، </w:t>
      </w:r>
      <w:r w:rsidRPr="00BA56F4">
        <w:rPr>
          <w:rStyle w:val="libAieChar"/>
          <w:rtl/>
        </w:rPr>
        <w:t>(لا بشى من الائك رب اكذب)</w:t>
      </w:r>
      <w:r>
        <w:rPr>
          <w:rtl/>
        </w:rPr>
        <w:t xml:space="preserve"> </w:t>
      </w:r>
      <w:r w:rsidRPr="00BA56F4">
        <w:rPr>
          <w:rStyle w:val="libFootnotenumChar"/>
          <w:rtl/>
        </w:rPr>
        <w:t>(٧٢)،</w:t>
      </w:r>
      <w:r>
        <w:rPr>
          <w:rtl/>
        </w:rPr>
        <w:t xml:space="preserve"> اگر در شب آن را بخواند و بميرد شهيد مرده است و اگر در روز بخواند و بميرد باز هم شهيد مرده است .</w:t>
      </w:r>
    </w:p>
    <w:p w:rsidR="00A679DB" w:rsidRDefault="00A679DB" w:rsidP="00A679DB">
      <w:pPr>
        <w:pStyle w:val="libNormal"/>
        <w:rPr>
          <w:rtl/>
        </w:rPr>
      </w:pPr>
    </w:p>
    <w:p w:rsidR="00A679DB" w:rsidRDefault="00A679DB" w:rsidP="00A679DB">
      <w:pPr>
        <w:pStyle w:val="libNormal"/>
        <w:rPr>
          <w:rtl/>
        </w:rPr>
      </w:pPr>
      <w:r>
        <w:rPr>
          <w:rtl/>
        </w:rPr>
        <w:t>ثواب قراءه سوره الواقعه</w:t>
      </w:r>
    </w:p>
    <w:p w:rsidR="00A679DB" w:rsidRDefault="00BA56F4" w:rsidP="00A679DB">
      <w:pPr>
        <w:pStyle w:val="libNormal"/>
        <w:rPr>
          <w:rtl/>
        </w:rPr>
      </w:pPr>
      <w:r>
        <w:rPr>
          <w:rtl/>
        </w:rPr>
        <w:br w:type="page"/>
      </w:r>
    </w:p>
    <w:p w:rsidR="00A679DB" w:rsidRDefault="00A679DB" w:rsidP="00BA56F4">
      <w:pPr>
        <w:pStyle w:val="Heading2"/>
        <w:rPr>
          <w:rtl/>
        </w:rPr>
      </w:pPr>
      <w:bookmarkStart w:id="203" w:name="_Toc449617260"/>
      <w:r>
        <w:rPr>
          <w:rtl/>
        </w:rPr>
        <w:t>ثواب قرائت سوره واقعه</w:t>
      </w:r>
      <w:bookmarkEnd w:id="203"/>
    </w:p>
    <w:p w:rsidR="00A679DB" w:rsidRDefault="00A679DB" w:rsidP="00A679DB">
      <w:pPr>
        <w:pStyle w:val="libNormal"/>
        <w:rPr>
          <w:rtl/>
        </w:rPr>
      </w:pPr>
      <w:r>
        <w:rPr>
          <w:rtl/>
        </w:rPr>
        <w:t xml:space="preserve">حديث : ١ ابى رحمه الله قال حدثنى احمد بن ادريس قال حدثنى محمد بن احمد قال حدثنى محمد بن حسان عن اسماعيل بن مهران عن الحسن به على عن ابيه عنابى بصير عن ابى عبدالله </w:t>
      </w:r>
      <w:r w:rsidRPr="00BA56F4">
        <w:rPr>
          <w:rStyle w:val="libAlaemChar"/>
          <w:rtl/>
        </w:rPr>
        <w:t>عليه‌السلام</w:t>
      </w:r>
      <w:r>
        <w:rPr>
          <w:rtl/>
        </w:rPr>
        <w:t xml:space="preserve"> قال من قرا فى كل ليله جمعه الواقعه احبه الله و احبه الى الناس اجمعين و لم ير فى الدنيا بوسا ابدا و لا فقرا و لا فاقه و لا افه من افات الدنيا و كان من رفقاء اميرالمؤ منين عليه‌السلام و هذه السوره لا مير المومنين .</w:t>
      </w:r>
    </w:p>
    <w:p w:rsidR="00A679DB" w:rsidRDefault="00A679DB" w:rsidP="00A679DB">
      <w:pPr>
        <w:pStyle w:val="libNormal"/>
        <w:rPr>
          <w:rtl/>
        </w:rPr>
      </w:pPr>
      <w:r>
        <w:rPr>
          <w:rtl/>
        </w:rPr>
        <w:t>خاصه لا يشر كه فيها احد.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BA56F4">
        <w:rPr>
          <w:rStyle w:val="libAlaemChar"/>
          <w:rtl/>
        </w:rPr>
        <w:t>عليه‌السلام</w:t>
      </w:r>
      <w:r>
        <w:rPr>
          <w:rtl/>
        </w:rPr>
        <w:t xml:space="preserve"> فرمودند: كسى كه در هر شب جمعه سوره واقعه را بخواند، خداوند او را دوست خواهد داشت ، محبت او را در دل همه مردم مى افكند، هيچ گاه در دنيا گرفتار فلاكت ، فقر، ندارى و آفتى از آفات دنيا نمى شود و از دوستان اميرالمؤ منين </w:t>
      </w:r>
      <w:r w:rsidRPr="00BA56F4">
        <w:rPr>
          <w:rStyle w:val="libAlaemChar"/>
          <w:rtl/>
        </w:rPr>
        <w:t>عليه‌السلام</w:t>
      </w:r>
      <w:r>
        <w:rPr>
          <w:rtl/>
        </w:rPr>
        <w:t xml:space="preserve"> خواهد بود. اين سوره مخصوص اميرالمؤ منين </w:t>
      </w:r>
      <w:r w:rsidRPr="00BA56F4">
        <w:rPr>
          <w:rStyle w:val="libAlaemChar"/>
          <w:rtl/>
        </w:rPr>
        <w:t>عليه‌السلام</w:t>
      </w:r>
      <w:r>
        <w:rPr>
          <w:rtl/>
        </w:rPr>
        <w:t xml:space="preserve"> است و هيچ كس با او در آن شريك نيست .</w:t>
      </w:r>
    </w:p>
    <w:p w:rsidR="00950EE9" w:rsidRDefault="00A679DB" w:rsidP="00A679DB">
      <w:pPr>
        <w:pStyle w:val="libNormal"/>
        <w:rPr>
          <w:rtl/>
        </w:rPr>
      </w:pPr>
      <w:r>
        <w:rPr>
          <w:rtl/>
        </w:rPr>
        <w:t xml:space="preserve">حديث : ٢ حدثنى محمد بن الحسن رضى الله عنه قال حدثنى محمد بن يحيى قال حدثنى احمد بن معروف عن محمد بن حمزه قال قال الصادق </w:t>
      </w:r>
      <w:r w:rsidRPr="00BA56F4">
        <w:rPr>
          <w:rStyle w:val="libAlaemChar"/>
          <w:rtl/>
        </w:rPr>
        <w:t>عليه‌السلام</w:t>
      </w:r>
      <w:r>
        <w:rPr>
          <w:rtl/>
        </w:rPr>
        <w:t xml:space="preserve"> </w:t>
      </w:r>
    </w:p>
    <w:p w:rsidR="00A679DB" w:rsidRDefault="00A679DB" w:rsidP="00A679DB">
      <w:pPr>
        <w:pStyle w:val="libNormal"/>
        <w:rPr>
          <w:rtl/>
        </w:rPr>
      </w:pPr>
      <w:r>
        <w:rPr>
          <w:rtl/>
        </w:rPr>
        <w:t>من اشتاق الى الجنه و الى صفتها فليقرا الواقعه و من احب ان ينظر الى صفه النار فليقرا سجده لقمان .</w:t>
      </w:r>
    </w:p>
    <w:p w:rsidR="00A679DB" w:rsidRDefault="00A679DB" w:rsidP="00A679DB">
      <w:pPr>
        <w:pStyle w:val="libNormal"/>
        <w:rPr>
          <w:rtl/>
        </w:rPr>
      </w:pPr>
      <w:r>
        <w:rPr>
          <w:rtl/>
        </w:rPr>
        <w:t>ترجمه :</w:t>
      </w:r>
    </w:p>
    <w:p w:rsidR="00A679DB" w:rsidRDefault="00A679DB" w:rsidP="00950EE9">
      <w:pPr>
        <w:pStyle w:val="libNormal"/>
        <w:rPr>
          <w:rtl/>
        </w:rPr>
      </w:pPr>
      <w:r>
        <w:rPr>
          <w:rtl/>
        </w:rPr>
        <w:lastRenderedPageBreak/>
        <w:t xml:space="preserve">٢. امام صادق </w:t>
      </w:r>
      <w:r w:rsidRPr="00950EE9">
        <w:rPr>
          <w:rStyle w:val="libAlaemChar"/>
          <w:rtl/>
        </w:rPr>
        <w:t>عليه‌السلام</w:t>
      </w:r>
      <w:r>
        <w:rPr>
          <w:rtl/>
        </w:rPr>
        <w:t xml:space="preserve"> فرمودند: كسى كه مشتاق بهشت و اوصاف بهشت است ، بايد سوره واقعه را بخواند و كسى كه مى خواهد اوصاف جهنم را بداند، بايد سوره لقمان را بخواند.</w:t>
      </w:r>
    </w:p>
    <w:p w:rsidR="00A679DB" w:rsidRDefault="00A679DB" w:rsidP="00A679DB">
      <w:pPr>
        <w:pStyle w:val="libNormal"/>
        <w:rPr>
          <w:rtl/>
        </w:rPr>
      </w:pPr>
      <w:r>
        <w:rPr>
          <w:rtl/>
        </w:rPr>
        <w:t xml:space="preserve">حديث : ٣ حدثنى محمد بن الحسن رضى الله عنه قال حدثنى محمد بن الحسن الصفار عن العباس عن حماد بن عمرو عن زيد الشحام عن ابى جعفر </w:t>
      </w:r>
      <w:r w:rsidRPr="00950EE9">
        <w:rPr>
          <w:rStyle w:val="libAlaemChar"/>
          <w:rtl/>
        </w:rPr>
        <w:t>عليه‌السلام</w:t>
      </w:r>
      <w:r>
        <w:rPr>
          <w:rtl/>
        </w:rPr>
        <w:t xml:space="preserve"> قال من قرا الواقعه كل ليله قبل ان ينام لقى الله عزوجل و وجهه كالقمر ليله البدر.</w:t>
      </w:r>
    </w:p>
    <w:p w:rsidR="00A679DB" w:rsidRDefault="00A679DB" w:rsidP="00A679DB">
      <w:pPr>
        <w:pStyle w:val="libNormal"/>
        <w:rPr>
          <w:rtl/>
        </w:rPr>
      </w:pPr>
      <w:r>
        <w:rPr>
          <w:rtl/>
        </w:rPr>
        <w:t>ترجمه :</w:t>
      </w:r>
    </w:p>
    <w:p w:rsidR="00A679DB" w:rsidRDefault="00A679DB" w:rsidP="00950EE9">
      <w:pPr>
        <w:pStyle w:val="libNormal"/>
        <w:rPr>
          <w:rtl/>
        </w:rPr>
      </w:pPr>
      <w:r>
        <w:rPr>
          <w:rtl/>
        </w:rPr>
        <w:t xml:space="preserve">٣. امام باقر </w:t>
      </w:r>
      <w:r w:rsidRPr="00950EE9">
        <w:rPr>
          <w:rStyle w:val="libAlaemChar"/>
          <w:rtl/>
        </w:rPr>
        <w:t>عليه‌السلام</w:t>
      </w:r>
      <w:r>
        <w:rPr>
          <w:rtl/>
        </w:rPr>
        <w:t xml:space="preserve"> فرمودند: كسى كه هر شب قبل از خواب سوره واقعه را بخواند، خداى عزوجل را در حالى ملاقات مى كند كه صورت او مانند ماه شب چهارده است .</w:t>
      </w:r>
    </w:p>
    <w:p w:rsidR="00A679DB" w:rsidRDefault="00A679DB" w:rsidP="00A679DB">
      <w:pPr>
        <w:pStyle w:val="libNormal"/>
        <w:rPr>
          <w:rtl/>
        </w:rPr>
      </w:pPr>
    </w:p>
    <w:p w:rsidR="00A679DB" w:rsidRDefault="00A679DB" w:rsidP="00A679DB">
      <w:pPr>
        <w:pStyle w:val="libNormal"/>
        <w:rPr>
          <w:rtl/>
        </w:rPr>
      </w:pPr>
      <w:r>
        <w:rPr>
          <w:rtl/>
        </w:rPr>
        <w:t>ثواب من قرا سوره الحديد و المجادله</w:t>
      </w:r>
    </w:p>
    <w:p w:rsidR="00A679DB" w:rsidRDefault="00950EE9" w:rsidP="00A679DB">
      <w:pPr>
        <w:pStyle w:val="libNormal"/>
        <w:rPr>
          <w:rtl/>
        </w:rPr>
      </w:pPr>
      <w:r>
        <w:rPr>
          <w:rtl/>
        </w:rPr>
        <w:br w:type="page"/>
      </w:r>
    </w:p>
    <w:p w:rsidR="00A679DB" w:rsidRDefault="00A679DB" w:rsidP="00950EE9">
      <w:pPr>
        <w:pStyle w:val="Heading2"/>
        <w:rPr>
          <w:rtl/>
        </w:rPr>
      </w:pPr>
      <w:bookmarkStart w:id="204" w:name="_Toc449617261"/>
      <w:r>
        <w:rPr>
          <w:rtl/>
        </w:rPr>
        <w:t>ثواب قرائت سوره حديد و مجادله</w:t>
      </w:r>
      <w:bookmarkEnd w:id="204"/>
    </w:p>
    <w:p w:rsidR="00A679DB" w:rsidRDefault="00A679DB" w:rsidP="00A679DB">
      <w:pPr>
        <w:pStyle w:val="libNormal"/>
        <w:rPr>
          <w:rtl/>
        </w:rPr>
      </w:pPr>
      <w:r>
        <w:rPr>
          <w:rtl/>
        </w:rPr>
        <w:t xml:space="preserve">حديث : ١ ابى رحمه الله قال حدثنى احمد بن ادريس عن محمد بن احمد عن محمد بن حسان عن اسماعيل بن مهران عن الحسن بن على عن الحسين بن ابى العلاء عن ابى عبدالله </w:t>
      </w:r>
      <w:r w:rsidRPr="00950EE9">
        <w:rPr>
          <w:rStyle w:val="libAlaemChar"/>
          <w:rtl/>
        </w:rPr>
        <w:t>عليه‌السلام</w:t>
      </w:r>
      <w:r>
        <w:rPr>
          <w:rtl/>
        </w:rPr>
        <w:t xml:space="preserve"> قال من قرا سوره الحديد و المجادله فى صلاه فريضه ادمنها لم يعذبه الله حتى يموت ابدا و لا يرى فى نفسه و لا فى اهله سوا ابدا ولا خصاصه فى بدنه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50EE9">
        <w:rPr>
          <w:rStyle w:val="libAlaemChar"/>
          <w:rtl/>
        </w:rPr>
        <w:t>عليه‌السلام</w:t>
      </w:r>
      <w:r>
        <w:rPr>
          <w:rtl/>
        </w:rPr>
        <w:t xml:space="preserve"> فرمودند: كسى كه هميشه در نماز واجب سوره حديد و مجادله را بخواند، خداوند تا هنگام مرگش هيچ گاه او را عذاب نخواهد كرد، خود و خانواده اش دچار مصيبتى نمى شوند، و بدنش سالم و بى عيب خواهد ماند.</w:t>
      </w:r>
    </w:p>
    <w:p w:rsidR="00A679DB" w:rsidRDefault="00A679DB" w:rsidP="00A679DB">
      <w:pPr>
        <w:pStyle w:val="libNormal"/>
        <w:rPr>
          <w:rtl/>
        </w:rPr>
      </w:pPr>
    </w:p>
    <w:p w:rsidR="00A679DB" w:rsidRDefault="00A679DB" w:rsidP="00A679DB">
      <w:pPr>
        <w:pStyle w:val="libNormal"/>
        <w:rPr>
          <w:rtl/>
        </w:rPr>
      </w:pPr>
      <w:r>
        <w:rPr>
          <w:rtl/>
        </w:rPr>
        <w:t>ثواب قراءه سوره الحشر</w:t>
      </w:r>
    </w:p>
    <w:p w:rsidR="00A679DB" w:rsidRDefault="00950EE9" w:rsidP="00A679DB">
      <w:pPr>
        <w:pStyle w:val="libNormal"/>
        <w:rPr>
          <w:rtl/>
        </w:rPr>
      </w:pPr>
      <w:r>
        <w:rPr>
          <w:rtl/>
        </w:rPr>
        <w:br w:type="page"/>
      </w:r>
    </w:p>
    <w:p w:rsidR="00A679DB" w:rsidRDefault="00A679DB" w:rsidP="00950EE9">
      <w:pPr>
        <w:pStyle w:val="Heading2"/>
        <w:rPr>
          <w:rtl/>
        </w:rPr>
      </w:pPr>
      <w:bookmarkStart w:id="205" w:name="_Toc449617262"/>
      <w:r>
        <w:rPr>
          <w:rtl/>
        </w:rPr>
        <w:t>ثواب قرائت سوره حشر</w:t>
      </w:r>
      <w:bookmarkEnd w:id="205"/>
    </w:p>
    <w:p w:rsidR="00A679DB" w:rsidRDefault="00A679DB" w:rsidP="00A679DB">
      <w:pPr>
        <w:pStyle w:val="libNormal"/>
        <w:rPr>
          <w:rtl/>
        </w:rPr>
      </w:pPr>
      <w:r>
        <w:rPr>
          <w:rtl/>
        </w:rPr>
        <w:t xml:space="preserve">حديث : ١ بهذاالاسناد عن الحسن عن على بن ابى القاسم الكندى عن محمد بن عبدالواحد عن ابى الحلبا يرفع الحديث عن على بن زيد به جدعان عن زر بن حبيش عن ابى بن كعب عن النبى </w:t>
      </w:r>
      <w:r w:rsidR="00E60DFB" w:rsidRPr="00950EE9">
        <w:rPr>
          <w:rStyle w:val="libAlaemChar"/>
          <w:rtl/>
        </w:rPr>
        <w:t>صلى‌الله‌عليه‌وآله</w:t>
      </w:r>
      <w:r w:rsidR="00E60DFB">
        <w:rPr>
          <w:rtl/>
        </w:rPr>
        <w:t xml:space="preserve"> </w:t>
      </w:r>
      <w:r>
        <w:rPr>
          <w:rtl/>
        </w:rPr>
        <w:t>قال من قرا سوره الحشر لم يبق جنه و لا نار و لا عرش و لا كرسى و لا الحجب و السموات السبع و الارضون السبع و الهواء و الريح و الطير و الشجر و الجبال و الشمس و القمر و الملائكه الا صلوا عليه و استغفروا له و ان مات فى يومه او ليلته مات شهيدا.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پيامبر اكرم </w:t>
      </w:r>
      <w:r w:rsidR="00E60DFB" w:rsidRPr="00950EE9">
        <w:rPr>
          <w:rStyle w:val="libAlaemChar"/>
          <w:rtl/>
        </w:rPr>
        <w:t>صلى‌الله‌عليه‌وآله</w:t>
      </w:r>
      <w:r w:rsidR="00E60DFB">
        <w:rPr>
          <w:rtl/>
        </w:rPr>
        <w:t xml:space="preserve"> </w:t>
      </w:r>
      <w:r>
        <w:rPr>
          <w:rtl/>
        </w:rPr>
        <w:t>فرمودند: كسى كه سوره حشر را تلاوت نمايد هيچ بهشت و جهنم ، عرش و كرسى ، حجاب ، آسمان و زمين ، هوا و باد، پرنده ، درخت و كوه ، خورشيد و ماه و فرشته اى نمى ماند، مگر اين كه بر او درود فرستاده و براى او استغفار مى نمايند و اگر بميرد، شهيد مرده است .</w:t>
      </w:r>
    </w:p>
    <w:p w:rsidR="00A679DB" w:rsidRDefault="00A679DB" w:rsidP="00A679DB">
      <w:pPr>
        <w:pStyle w:val="libNormal"/>
        <w:rPr>
          <w:rtl/>
        </w:rPr>
      </w:pPr>
    </w:p>
    <w:p w:rsidR="00A679DB" w:rsidRDefault="00A679DB" w:rsidP="00A679DB">
      <w:pPr>
        <w:pStyle w:val="libNormal"/>
        <w:rPr>
          <w:rtl/>
        </w:rPr>
      </w:pPr>
      <w:r>
        <w:rPr>
          <w:rtl/>
        </w:rPr>
        <w:t>ثواب قراءه سوره الممتحنه</w:t>
      </w:r>
    </w:p>
    <w:p w:rsidR="00A679DB" w:rsidRDefault="00950EE9" w:rsidP="00A679DB">
      <w:pPr>
        <w:pStyle w:val="libNormal"/>
        <w:rPr>
          <w:rtl/>
        </w:rPr>
      </w:pPr>
      <w:r>
        <w:rPr>
          <w:rtl/>
        </w:rPr>
        <w:br w:type="page"/>
      </w:r>
    </w:p>
    <w:p w:rsidR="00A679DB" w:rsidRDefault="00A679DB" w:rsidP="00950EE9">
      <w:pPr>
        <w:pStyle w:val="Heading2"/>
        <w:rPr>
          <w:rtl/>
        </w:rPr>
      </w:pPr>
      <w:bookmarkStart w:id="206" w:name="_Toc449617263"/>
      <w:r>
        <w:rPr>
          <w:rtl/>
        </w:rPr>
        <w:t>ثواب قرائت سوره ممتحنه</w:t>
      </w:r>
      <w:bookmarkEnd w:id="206"/>
    </w:p>
    <w:p w:rsidR="00A679DB" w:rsidRDefault="00A679DB" w:rsidP="00950EE9">
      <w:pPr>
        <w:pStyle w:val="libNormal"/>
        <w:rPr>
          <w:rtl/>
        </w:rPr>
      </w:pPr>
      <w:r>
        <w:rPr>
          <w:rtl/>
        </w:rPr>
        <w:t>حديث : ١ و بهذاالاسناد عن الحسن عن عاصم الحناط عن ابى حمزه الثمالى عن على به الحسين</w:t>
      </w:r>
      <w:r w:rsidR="00DC5255">
        <w:rPr>
          <w:rtl/>
        </w:rPr>
        <w:t xml:space="preserve">عليهم‌السلام </w:t>
      </w:r>
      <w:r>
        <w:rPr>
          <w:rtl/>
        </w:rPr>
        <w:t>قال من قرا سوره الممتحنه فى فرائضه و نوافله امتحن الله قلبه للايمان و نور له بصره و لا يصيبه فقر ابدا و لا جنون فى بدنه و لا فى ولده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زين العابدين </w:t>
      </w:r>
      <w:r w:rsidRPr="00950EE9">
        <w:rPr>
          <w:rStyle w:val="libAlaemChar"/>
          <w:rtl/>
        </w:rPr>
        <w:t>عليه‌السلام</w:t>
      </w:r>
      <w:r>
        <w:rPr>
          <w:rtl/>
        </w:rPr>
        <w:t xml:space="preserve"> فرمودند: كسى كه سوره ممتحنه را در نمازهاى واجب و مستحب بخواند، خداوند دلش را براى ايمان خالص ‍ مى گرداند و ديدگانش را روشن مى نمايد، هيچ گاه دچار فقر نشده و خود و فرزندانش ديوانه نشوند.</w:t>
      </w:r>
    </w:p>
    <w:p w:rsidR="00A679DB" w:rsidRDefault="00A679DB" w:rsidP="00A679DB">
      <w:pPr>
        <w:pStyle w:val="libNormal"/>
        <w:rPr>
          <w:rtl/>
        </w:rPr>
      </w:pPr>
    </w:p>
    <w:p w:rsidR="00A679DB" w:rsidRDefault="00A679DB" w:rsidP="00A679DB">
      <w:pPr>
        <w:pStyle w:val="libNormal"/>
        <w:rPr>
          <w:rtl/>
        </w:rPr>
      </w:pPr>
      <w:r>
        <w:rPr>
          <w:rtl/>
        </w:rPr>
        <w:t>ثواب من قرا سوره الصف</w:t>
      </w:r>
    </w:p>
    <w:p w:rsidR="00A679DB" w:rsidRDefault="00950EE9" w:rsidP="00A679DB">
      <w:pPr>
        <w:pStyle w:val="libNormal"/>
        <w:rPr>
          <w:rtl/>
        </w:rPr>
      </w:pPr>
      <w:r>
        <w:rPr>
          <w:rtl/>
        </w:rPr>
        <w:br w:type="page"/>
      </w:r>
    </w:p>
    <w:p w:rsidR="00A679DB" w:rsidRDefault="00A679DB" w:rsidP="00950EE9">
      <w:pPr>
        <w:pStyle w:val="Heading2"/>
        <w:rPr>
          <w:rtl/>
        </w:rPr>
      </w:pPr>
      <w:bookmarkStart w:id="207" w:name="_Toc449617264"/>
      <w:r>
        <w:rPr>
          <w:rtl/>
        </w:rPr>
        <w:t>ثواب قرائت سوره صف .</w:t>
      </w:r>
      <w:bookmarkEnd w:id="207"/>
    </w:p>
    <w:p w:rsidR="00A679DB" w:rsidRDefault="00A679DB" w:rsidP="00A679DB">
      <w:pPr>
        <w:pStyle w:val="libNormal"/>
        <w:rPr>
          <w:rtl/>
        </w:rPr>
      </w:pPr>
      <w:r>
        <w:rPr>
          <w:rtl/>
        </w:rPr>
        <w:t xml:space="preserve">حديث : ١ بهذاالاسناد عن الحسن عن ابيه عن ابى بصير عن ابى جعفر </w:t>
      </w:r>
      <w:r w:rsidRPr="00950EE9">
        <w:rPr>
          <w:rStyle w:val="libAlaemChar"/>
          <w:rtl/>
        </w:rPr>
        <w:t>عليه‌السلام</w:t>
      </w:r>
      <w:r>
        <w:rPr>
          <w:rtl/>
        </w:rPr>
        <w:t xml:space="preserve"> قال من قرا سوره الصف و ادمن قراء تها فى فرائضه و نوافله صفه الله مع ملائكته و انبيائه المرسلين ان شاء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950EE9">
        <w:rPr>
          <w:rStyle w:val="libAlaemChar"/>
          <w:rtl/>
        </w:rPr>
        <w:t>عليه‌السلام</w:t>
      </w:r>
      <w:r>
        <w:rPr>
          <w:rtl/>
        </w:rPr>
        <w:t xml:space="preserve"> فرمودند: كسى كه سوره صف را بخواند و در نمازهاى واجب و مستحب نيز بر قرائت آن مداومت نمايد، ان شاء الله خداوند او را با فرشتگان و پيامبران مرسلش در يك صف قرار خواهد داد.</w:t>
      </w:r>
    </w:p>
    <w:p w:rsidR="00A679DB" w:rsidRDefault="00A679DB" w:rsidP="00A679DB">
      <w:pPr>
        <w:pStyle w:val="libNormal"/>
        <w:rPr>
          <w:rtl/>
        </w:rPr>
      </w:pPr>
    </w:p>
    <w:p w:rsidR="00A679DB" w:rsidRDefault="00A679DB" w:rsidP="00A679DB">
      <w:pPr>
        <w:pStyle w:val="libNormal"/>
        <w:rPr>
          <w:rtl/>
        </w:rPr>
      </w:pPr>
      <w:r>
        <w:rPr>
          <w:rtl/>
        </w:rPr>
        <w:t>ثواب قراءه سوره الجمعه و المنافقين و سبح ربك الاعلى .</w:t>
      </w:r>
    </w:p>
    <w:p w:rsidR="00A679DB" w:rsidRDefault="00950EE9" w:rsidP="00A679DB">
      <w:pPr>
        <w:pStyle w:val="libNormal"/>
        <w:rPr>
          <w:rtl/>
        </w:rPr>
      </w:pPr>
      <w:r>
        <w:rPr>
          <w:rtl/>
        </w:rPr>
        <w:br w:type="page"/>
      </w:r>
    </w:p>
    <w:p w:rsidR="00A679DB" w:rsidRDefault="00A679DB" w:rsidP="00950EE9">
      <w:pPr>
        <w:pStyle w:val="Heading2"/>
        <w:rPr>
          <w:rtl/>
        </w:rPr>
      </w:pPr>
      <w:bookmarkStart w:id="208" w:name="_Toc449617265"/>
      <w:r>
        <w:rPr>
          <w:rtl/>
        </w:rPr>
        <w:t>ثواب قرائت سوره جمعه ، منافقين و اعلى</w:t>
      </w:r>
      <w:bookmarkEnd w:id="208"/>
    </w:p>
    <w:p w:rsidR="00A679DB" w:rsidRDefault="00A679DB" w:rsidP="00A679DB">
      <w:pPr>
        <w:pStyle w:val="libNormal"/>
        <w:rPr>
          <w:rtl/>
        </w:rPr>
      </w:pPr>
      <w:r>
        <w:rPr>
          <w:rtl/>
        </w:rPr>
        <w:t xml:space="preserve">حديث : ١ بهذاالاسناد عن الحسن عن سيف بن عميره عن منصور بن حازم عن ابى عبدالله </w:t>
      </w:r>
      <w:r w:rsidRPr="00950EE9">
        <w:rPr>
          <w:rStyle w:val="libAlaemChar"/>
          <w:rtl/>
        </w:rPr>
        <w:t>عليه‌السلام</w:t>
      </w:r>
      <w:r>
        <w:rPr>
          <w:rtl/>
        </w:rPr>
        <w:t xml:space="preserve"> قال من الواب على كل مؤ من اذا كان لنا شيعه ان يقرا فى ليله الجمعه بالجمعه و سبح اسم ربك الاعلى و فى صلاه صلاه الظهر بالجمعه و المنافقين فاذا فعل ذلك فكانما يعمل بعمل رسول الله </w:t>
      </w:r>
      <w:r w:rsidR="00E60DFB" w:rsidRPr="00950EE9">
        <w:rPr>
          <w:rStyle w:val="libAlaemChar"/>
          <w:rtl/>
        </w:rPr>
        <w:t>صلى‌الله‌عليه‌وآله</w:t>
      </w:r>
      <w:r w:rsidR="00E60DFB">
        <w:rPr>
          <w:rtl/>
        </w:rPr>
        <w:t xml:space="preserve"> </w:t>
      </w:r>
      <w:r>
        <w:rPr>
          <w:rtl/>
        </w:rPr>
        <w:t>و كان جزاوه و ثوابه على الله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50EE9">
        <w:rPr>
          <w:rStyle w:val="libAlaemChar"/>
          <w:rtl/>
        </w:rPr>
        <w:t>عليه‌السلام</w:t>
      </w:r>
      <w:r>
        <w:rPr>
          <w:rtl/>
        </w:rPr>
        <w:t xml:space="preserve"> فرمودند: واجب است شيعه ما در شب جمعه ، سوره جمعه و اعلى و در نماز ظهر روز جمعه ، سوره جمعه و سوره منافقين را بخواند كسى كه اين كار را انجام دهد، گويا عمل رسول خدا </w:t>
      </w:r>
      <w:r w:rsidR="00E60DFB" w:rsidRPr="00950EE9">
        <w:rPr>
          <w:rStyle w:val="libAlaemChar"/>
          <w:rtl/>
        </w:rPr>
        <w:t>صلى‌الله‌عليه‌وآله</w:t>
      </w:r>
      <w:r w:rsidR="00E60DFB">
        <w:rPr>
          <w:rtl/>
        </w:rPr>
        <w:t xml:space="preserve"> </w:t>
      </w:r>
      <w:r>
        <w:rPr>
          <w:rtl/>
        </w:rPr>
        <w:t>را بجا آورده است ، و پاداش و ثواب او اين است كه خداوند او را به بهشت ببرد.</w:t>
      </w:r>
    </w:p>
    <w:p w:rsidR="00A679DB" w:rsidRDefault="00A679DB" w:rsidP="00A679DB">
      <w:pPr>
        <w:pStyle w:val="libNormal"/>
        <w:rPr>
          <w:rtl/>
        </w:rPr>
      </w:pPr>
    </w:p>
    <w:p w:rsidR="00A679DB" w:rsidRDefault="00A679DB" w:rsidP="00A679DB">
      <w:pPr>
        <w:pStyle w:val="libNormal"/>
        <w:rPr>
          <w:rtl/>
        </w:rPr>
      </w:pPr>
      <w:r>
        <w:rPr>
          <w:rtl/>
        </w:rPr>
        <w:t>ثواب قراءه سوره التغابن</w:t>
      </w:r>
    </w:p>
    <w:p w:rsidR="00A679DB" w:rsidRDefault="00950EE9" w:rsidP="00A679DB">
      <w:pPr>
        <w:pStyle w:val="libNormal"/>
        <w:rPr>
          <w:rtl/>
        </w:rPr>
      </w:pPr>
      <w:r>
        <w:rPr>
          <w:rtl/>
        </w:rPr>
        <w:br w:type="page"/>
      </w:r>
    </w:p>
    <w:p w:rsidR="00A679DB" w:rsidRDefault="00A679DB" w:rsidP="00950EE9">
      <w:pPr>
        <w:pStyle w:val="Heading2"/>
        <w:rPr>
          <w:rtl/>
        </w:rPr>
      </w:pPr>
      <w:bookmarkStart w:id="209" w:name="_Toc449617266"/>
      <w:r>
        <w:rPr>
          <w:rtl/>
        </w:rPr>
        <w:t>ثواب قرائت سوره تغابن</w:t>
      </w:r>
      <w:bookmarkEnd w:id="209"/>
    </w:p>
    <w:p w:rsidR="00A679DB" w:rsidRDefault="00A679DB" w:rsidP="00A679DB">
      <w:pPr>
        <w:pStyle w:val="libNormal"/>
        <w:rPr>
          <w:rtl/>
        </w:rPr>
      </w:pPr>
      <w:r>
        <w:rPr>
          <w:rtl/>
        </w:rPr>
        <w:t xml:space="preserve">حديث : ١ بهذاالاسناد عن الحسن عن الحسين بن ابى العلاء عن ابى بصير عن ابى عبدالله </w:t>
      </w:r>
      <w:r w:rsidRPr="00950EE9">
        <w:rPr>
          <w:rStyle w:val="libAlaemChar"/>
          <w:rtl/>
        </w:rPr>
        <w:t>عليه‌السلام</w:t>
      </w:r>
      <w:r>
        <w:rPr>
          <w:rtl/>
        </w:rPr>
        <w:t xml:space="preserve"> قال من قرا سوره التغبن فى فريضته كانت شفيعه له يوم القيامه و شاهد عدل عند من يجيز شهادتها ثم لا تفارقه حتى تدخله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50EE9">
        <w:rPr>
          <w:rStyle w:val="libAlaemChar"/>
          <w:rtl/>
        </w:rPr>
        <w:t>عليه‌السلام</w:t>
      </w:r>
      <w:r>
        <w:rPr>
          <w:rtl/>
        </w:rPr>
        <w:t xml:space="preserve"> فرمودند: كسى كه سوره تغبن را در نماز واجب بخواند، اين سوره در قيامت شفاعت كننده او خواهد بود و نزد كسى كه شهادت او را قبول داشته باشد، شاهد عادلى مى شود و از او جدا نخواهد شد تا او را به بهشت ببرد.</w:t>
      </w:r>
    </w:p>
    <w:p w:rsidR="00A679DB" w:rsidRDefault="00A679DB" w:rsidP="00A679DB">
      <w:pPr>
        <w:pStyle w:val="libNormal"/>
        <w:rPr>
          <w:rtl/>
        </w:rPr>
      </w:pPr>
      <w:r>
        <w:rPr>
          <w:rtl/>
        </w:rPr>
        <w:t xml:space="preserve">حديث : ٢ و بهذاالاسناد عن الحسن بن على عن محمد بن مسكين عن عمرو بن شمر عن جابر قال سمعت ابا جعفر </w:t>
      </w:r>
      <w:r w:rsidRPr="00950EE9">
        <w:rPr>
          <w:rStyle w:val="libAlaemChar"/>
          <w:rtl/>
        </w:rPr>
        <w:t>عليه‌السلام</w:t>
      </w:r>
      <w:r>
        <w:rPr>
          <w:rtl/>
        </w:rPr>
        <w:t xml:space="preserve"> يقول من قرا بالمسبحات كلها قبل ان ينام لم يمت حتى يدرك القائم </w:t>
      </w:r>
      <w:r w:rsidRPr="00950EE9">
        <w:rPr>
          <w:rStyle w:val="libAlaemChar"/>
          <w:rtl/>
        </w:rPr>
        <w:t>عليه‌السلام</w:t>
      </w:r>
      <w:r>
        <w:rPr>
          <w:rtl/>
        </w:rPr>
        <w:t xml:space="preserve"> و ان مات كان فى جوار النبى صلى‌الله‌عليه‌وآله   و آله</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راوى مى گويد: شنيدم كه امام باقر </w:t>
      </w:r>
      <w:r w:rsidRPr="00950EE9">
        <w:rPr>
          <w:rStyle w:val="libAlaemChar"/>
          <w:rtl/>
        </w:rPr>
        <w:t>عليه‌السلام</w:t>
      </w:r>
      <w:r>
        <w:rPr>
          <w:rtl/>
        </w:rPr>
        <w:t xml:space="preserve"> فرمودند: كسى كه قبل از خواب همه مسبحات (٧٣) را بخواند، تا حضرت حجت عج را درك نكند، نخواهد مرد و اگر بميرد،، در پناه حضرت رسول </w:t>
      </w:r>
      <w:r w:rsidR="00E60DFB" w:rsidRPr="00950EE9">
        <w:rPr>
          <w:rStyle w:val="libAlaemChar"/>
          <w:rtl/>
        </w:rPr>
        <w:t>صلى‌الله‌عليه‌وآله</w:t>
      </w:r>
      <w:r w:rsidR="00E60DFB">
        <w:rPr>
          <w:rtl/>
        </w:rPr>
        <w:t xml:space="preserve"> </w:t>
      </w:r>
      <w:r>
        <w:rPr>
          <w:rtl/>
        </w:rPr>
        <w:t>خواهد بود.</w:t>
      </w:r>
    </w:p>
    <w:p w:rsidR="00A679DB" w:rsidRDefault="00A679DB" w:rsidP="00A679DB">
      <w:pPr>
        <w:pStyle w:val="libNormal"/>
        <w:rPr>
          <w:rtl/>
        </w:rPr>
      </w:pPr>
    </w:p>
    <w:p w:rsidR="00A679DB" w:rsidRDefault="00A679DB" w:rsidP="00A679DB">
      <w:pPr>
        <w:pStyle w:val="libNormal"/>
        <w:rPr>
          <w:rtl/>
        </w:rPr>
      </w:pPr>
      <w:r>
        <w:rPr>
          <w:rtl/>
        </w:rPr>
        <w:t>ثواب قراءه سوره الطلاق و التحريم</w:t>
      </w:r>
    </w:p>
    <w:p w:rsidR="00A679DB" w:rsidRDefault="00950EE9" w:rsidP="00A679DB">
      <w:pPr>
        <w:pStyle w:val="libNormal"/>
        <w:rPr>
          <w:rtl/>
        </w:rPr>
      </w:pPr>
      <w:r>
        <w:rPr>
          <w:rtl/>
        </w:rPr>
        <w:br w:type="page"/>
      </w:r>
    </w:p>
    <w:p w:rsidR="00A679DB" w:rsidRDefault="00A679DB" w:rsidP="00950EE9">
      <w:pPr>
        <w:pStyle w:val="Heading2"/>
        <w:rPr>
          <w:rtl/>
        </w:rPr>
      </w:pPr>
      <w:bookmarkStart w:id="210" w:name="_Toc449617267"/>
      <w:r>
        <w:rPr>
          <w:rtl/>
        </w:rPr>
        <w:t>ثواب قرائت سوره طلاق و تحريم</w:t>
      </w:r>
      <w:bookmarkEnd w:id="210"/>
    </w:p>
    <w:p w:rsidR="00A679DB" w:rsidRDefault="00A679DB" w:rsidP="00950EE9">
      <w:pPr>
        <w:pStyle w:val="libNormal"/>
        <w:rPr>
          <w:rtl/>
        </w:rPr>
      </w:pPr>
      <w:r>
        <w:rPr>
          <w:rtl/>
        </w:rPr>
        <w:t xml:space="preserve">حديث : ١ بهذاالاسناد عن الحسن بن على عن الحسين بن ابى العلاء عن ابى عبدالله </w:t>
      </w:r>
      <w:r w:rsidRPr="00950EE9">
        <w:rPr>
          <w:rStyle w:val="libAlaemChar"/>
          <w:rtl/>
        </w:rPr>
        <w:t>عليه‌السلام</w:t>
      </w:r>
      <w:r>
        <w:rPr>
          <w:rtl/>
        </w:rPr>
        <w:t xml:space="preserve"> قال من قرا سوره الطلاق و التحريم فى فريضته اعاذه الله من ان يكون يوم القيامه ممن يخاف او يحزن و عوفى من النار و ادخله الله الجنه بتلاوته آياهما و محافظته عليهما لانهما للنبى </w:t>
      </w:r>
      <w:r w:rsidRPr="00950EE9">
        <w:rPr>
          <w:rStyle w:val="libAlaemChar"/>
          <w:rtl/>
        </w:rPr>
        <w:t>صلى‌الله‌عليه‌وآله</w:t>
      </w:r>
      <w:r>
        <w:rPr>
          <w:rtl/>
        </w:rPr>
        <w:t xml:space="preserve">   ترجمه :</w:t>
      </w:r>
    </w:p>
    <w:p w:rsidR="00A679DB" w:rsidRDefault="00A679DB" w:rsidP="00A679DB">
      <w:pPr>
        <w:pStyle w:val="libNormal"/>
        <w:rPr>
          <w:rtl/>
        </w:rPr>
      </w:pPr>
      <w:r>
        <w:rPr>
          <w:rtl/>
        </w:rPr>
        <w:t xml:space="preserve">١. امام صادق </w:t>
      </w:r>
      <w:r w:rsidRPr="00950EE9">
        <w:rPr>
          <w:rStyle w:val="libAlaemChar"/>
          <w:rtl/>
        </w:rPr>
        <w:t>عليه‌السلام</w:t>
      </w:r>
      <w:r>
        <w:rPr>
          <w:rtl/>
        </w:rPr>
        <w:t xml:space="preserve"> فرمودند: كسى كه سوره طلاق و تحريم را در نماز فريضه بخواند، خداوند نمى گذارد كه در روز قيامت بترسد يا اندوهگين شود، از آتش معاف شده و خداوند بخاطر تلاوت اين سوره ها و مراقبت از آنها او را به بهشت مى برد زيرا اين سوره ها از آن پيامبر اكرم </w:t>
      </w:r>
      <w:r w:rsidR="00E60DFB" w:rsidRPr="00950EE9">
        <w:rPr>
          <w:rStyle w:val="libAlaemChar"/>
          <w:rtl/>
        </w:rPr>
        <w:t>صلى‌الله‌عليه‌وآله</w:t>
      </w:r>
      <w:r w:rsidR="00E60DFB">
        <w:rPr>
          <w:rtl/>
        </w:rPr>
        <w:t xml:space="preserve"> </w:t>
      </w:r>
      <w:r>
        <w:rPr>
          <w:rtl/>
        </w:rPr>
        <w:t>است .</w:t>
      </w:r>
    </w:p>
    <w:p w:rsidR="00A679DB" w:rsidRDefault="00A679DB" w:rsidP="00A679DB">
      <w:pPr>
        <w:pStyle w:val="libNormal"/>
        <w:rPr>
          <w:rtl/>
        </w:rPr>
      </w:pPr>
    </w:p>
    <w:p w:rsidR="00A679DB" w:rsidRDefault="00A679DB" w:rsidP="00A679DB">
      <w:pPr>
        <w:pStyle w:val="libNormal"/>
        <w:rPr>
          <w:rtl/>
        </w:rPr>
      </w:pPr>
      <w:r>
        <w:rPr>
          <w:rtl/>
        </w:rPr>
        <w:t>ثواب قراءه تبارك</w:t>
      </w:r>
    </w:p>
    <w:p w:rsidR="00A679DB" w:rsidRDefault="00950EE9" w:rsidP="00A679DB">
      <w:pPr>
        <w:pStyle w:val="libNormal"/>
        <w:rPr>
          <w:rtl/>
        </w:rPr>
      </w:pPr>
      <w:r>
        <w:rPr>
          <w:rtl/>
        </w:rPr>
        <w:br w:type="page"/>
      </w:r>
    </w:p>
    <w:p w:rsidR="00A679DB" w:rsidRDefault="00A679DB" w:rsidP="00950EE9">
      <w:pPr>
        <w:pStyle w:val="Heading2"/>
        <w:rPr>
          <w:rtl/>
        </w:rPr>
      </w:pPr>
      <w:bookmarkStart w:id="211" w:name="_Toc449617268"/>
      <w:r>
        <w:rPr>
          <w:rtl/>
        </w:rPr>
        <w:t>ثواب قرائت سوره ملك</w:t>
      </w:r>
      <w:bookmarkEnd w:id="211"/>
    </w:p>
    <w:p w:rsidR="00A679DB" w:rsidRDefault="00A679DB" w:rsidP="00A679DB">
      <w:pPr>
        <w:pStyle w:val="libNormal"/>
        <w:rPr>
          <w:rtl/>
        </w:rPr>
      </w:pPr>
      <w:r>
        <w:rPr>
          <w:rtl/>
        </w:rPr>
        <w:t xml:space="preserve">حديث : ١ بهذاالاسناد عن الحسن عن ابيه عن ابى بصير عن ابى عبدالله </w:t>
      </w:r>
      <w:r w:rsidRPr="00950EE9">
        <w:rPr>
          <w:rStyle w:val="libAlaemChar"/>
          <w:rtl/>
        </w:rPr>
        <w:t>عليه‌السلام</w:t>
      </w:r>
      <w:r>
        <w:rPr>
          <w:rtl/>
        </w:rPr>
        <w:t xml:space="preserve"> قال من قرا بتارك الذى بيده الملك فى المكتوبه قبل ان ينام لم يزل فى امان الله حتى يصبح و فى امانه يوم القيامه حتى يدخل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50EE9">
        <w:rPr>
          <w:rStyle w:val="libAlaemChar"/>
          <w:rtl/>
        </w:rPr>
        <w:t>عليه‌السلام</w:t>
      </w:r>
      <w:r>
        <w:rPr>
          <w:rtl/>
        </w:rPr>
        <w:t xml:space="preserve"> فرمودند: امام صادق </w:t>
      </w:r>
      <w:r w:rsidRPr="00950EE9">
        <w:rPr>
          <w:rStyle w:val="libAlaemChar"/>
          <w:rtl/>
        </w:rPr>
        <w:t>عليه‌السلام</w:t>
      </w:r>
      <w:r>
        <w:rPr>
          <w:rtl/>
        </w:rPr>
        <w:t xml:space="preserve"> فرمودند: كسى كه سوره ملك را قبل از خواب در نماز واجب بخواند، تا صبح در امان خدا خواهد بود و در روز قيامت نيز تا ورود به بهشت در پناه خداست .</w:t>
      </w:r>
    </w:p>
    <w:p w:rsidR="00A679DB" w:rsidRDefault="00A679DB" w:rsidP="00A679DB">
      <w:pPr>
        <w:pStyle w:val="libNormal"/>
        <w:rPr>
          <w:rtl/>
        </w:rPr>
      </w:pPr>
    </w:p>
    <w:p w:rsidR="00A679DB" w:rsidRDefault="00A679DB" w:rsidP="00A679DB">
      <w:pPr>
        <w:pStyle w:val="libNormal"/>
        <w:rPr>
          <w:rtl/>
        </w:rPr>
      </w:pPr>
      <w:r>
        <w:rPr>
          <w:rtl/>
        </w:rPr>
        <w:t>ثواب قراءه سوره ن و القلم .</w:t>
      </w:r>
    </w:p>
    <w:p w:rsidR="00A679DB" w:rsidRDefault="00950EE9" w:rsidP="00A679DB">
      <w:pPr>
        <w:pStyle w:val="libNormal"/>
        <w:rPr>
          <w:rtl/>
        </w:rPr>
      </w:pPr>
      <w:r>
        <w:rPr>
          <w:rtl/>
        </w:rPr>
        <w:br w:type="page"/>
      </w:r>
    </w:p>
    <w:p w:rsidR="00A679DB" w:rsidRDefault="00A679DB" w:rsidP="00A679DB">
      <w:pPr>
        <w:pStyle w:val="libNormal"/>
        <w:rPr>
          <w:rtl/>
        </w:rPr>
      </w:pPr>
      <w:r>
        <w:rPr>
          <w:rtl/>
        </w:rPr>
        <w:t>ثواب قرائت سوره قلم</w:t>
      </w:r>
    </w:p>
    <w:p w:rsidR="00A679DB" w:rsidRDefault="00A679DB" w:rsidP="00A679DB">
      <w:pPr>
        <w:pStyle w:val="libNormal"/>
        <w:rPr>
          <w:rtl/>
        </w:rPr>
      </w:pPr>
      <w:r>
        <w:rPr>
          <w:rtl/>
        </w:rPr>
        <w:t xml:space="preserve">حديث : ١ بهذاالاسناد عن الحسن عن على بن ميمون الصائغ قال قال ابو عبدالله </w:t>
      </w:r>
      <w:r w:rsidRPr="00950EE9">
        <w:rPr>
          <w:rStyle w:val="libAlaemChar"/>
          <w:rtl/>
        </w:rPr>
        <w:t>عليه‌السلام</w:t>
      </w:r>
      <w:r>
        <w:rPr>
          <w:rtl/>
        </w:rPr>
        <w:t xml:space="preserve"> من قرا سوره ن و القلم فى فريضه او نافله آمنه الله عزوجل من ان يصيبه فقر ابدا و اعاذه اله اذا مات من ضمه القبر.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50EE9">
        <w:rPr>
          <w:rStyle w:val="libAlaemChar"/>
          <w:rtl/>
        </w:rPr>
        <w:t>عليه‌السلام</w:t>
      </w:r>
      <w:r>
        <w:rPr>
          <w:rtl/>
        </w:rPr>
        <w:t xml:space="preserve"> فرمودند: كسى كه سوره قلم را در نماز واجب يا مستحب بخواند، خداوند او را براى هميشه از فقرا ايمن نموده و هنگامى كه بميرد، او را از عذاب قبر پناه مى دهد.</w:t>
      </w:r>
    </w:p>
    <w:p w:rsidR="00A679DB" w:rsidRDefault="00A679DB" w:rsidP="00A679DB">
      <w:pPr>
        <w:pStyle w:val="libNormal"/>
        <w:rPr>
          <w:rtl/>
        </w:rPr>
      </w:pPr>
    </w:p>
    <w:p w:rsidR="00A679DB" w:rsidRDefault="00A679DB" w:rsidP="00A679DB">
      <w:pPr>
        <w:pStyle w:val="libNormal"/>
        <w:rPr>
          <w:rtl/>
        </w:rPr>
      </w:pPr>
      <w:r>
        <w:rPr>
          <w:rtl/>
        </w:rPr>
        <w:t>ثواب قراءه سوره الحاقه .</w:t>
      </w:r>
    </w:p>
    <w:p w:rsidR="00A679DB" w:rsidRDefault="00950EE9" w:rsidP="00A679DB">
      <w:pPr>
        <w:pStyle w:val="libNormal"/>
        <w:rPr>
          <w:rtl/>
        </w:rPr>
      </w:pPr>
      <w:r>
        <w:rPr>
          <w:rtl/>
        </w:rPr>
        <w:br w:type="page"/>
      </w:r>
    </w:p>
    <w:p w:rsidR="00A679DB" w:rsidRDefault="00A679DB" w:rsidP="00950EE9">
      <w:pPr>
        <w:pStyle w:val="Heading2"/>
        <w:rPr>
          <w:rtl/>
        </w:rPr>
      </w:pPr>
      <w:bookmarkStart w:id="212" w:name="_Toc449617269"/>
      <w:r>
        <w:rPr>
          <w:rtl/>
        </w:rPr>
        <w:t>ثواب قرائت سوره الحاقه</w:t>
      </w:r>
      <w:bookmarkEnd w:id="212"/>
    </w:p>
    <w:p w:rsidR="00A679DB" w:rsidRDefault="00A679DB" w:rsidP="00A679DB">
      <w:pPr>
        <w:pStyle w:val="libNormal"/>
        <w:rPr>
          <w:rtl/>
        </w:rPr>
      </w:pPr>
      <w:r>
        <w:rPr>
          <w:rtl/>
        </w:rPr>
        <w:t xml:space="preserve">حديث : ١ بهذاالاسناد عن الحسن عن محمد بن مسكين عن عمروبن شمر عن جابر عن ابى جعفر </w:t>
      </w:r>
      <w:r w:rsidRPr="00950EE9">
        <w:rPr>
          <w:rStyle w:val="libAlaemChar"/>
          <w:rtl/>
        </w:rPr>
        <w:t>عليه‌السلام</w:t>
      </w:r>
      <w:r>
        <w:rPr>
          <w:rtl/>
        </w:rPr>
        <w:t xml:space="preserve"> قال اكثروا قراءه سوره احاقه فان قراءتها فى الفرائض و النوافل من الايمان بالله و رسوله لانها انما انزلت فى اميرالمومنين </w:t>
      </w:r>
      <w:r w:rsidRPr="00950EE9">
        <w:rPr>
          <w:rStyle w:val="libAlaemChar"/>
          <w:rtl/>
        </w:rPr>
        <w:t>عليه‌السلام</w:t>
      </w:r>
      <w:r>
        <w:rPr>
          <w:rtl/>
        </w:rPr>
        <w:t xml:space="preserve"> و معاويه و لم يسلب قاريها دينه حقى يلقى الله عزوجل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950EE9">
        <w:rPr>
          <w:rStyle w:val="libAlaemChar"/>
          <w:rtl/>
        </w:rPr>
        <w:t>عليه‌السلام</w:t>
      </w:r>
      <w:r>
        <w:rPr>
          <w:rtl/>
        </w:rPr>
        <w:t xml:space="preserve"> فرمودند: سوره الحاقه را زياد بخوانيد. همانا قرائت آن در نمازهاى واجب و مستحب جزيى از ايمان به خدا و رسولش ‍ مى باشد. زيرا همانا اين سوره فقط درباره اميرالمومنين </w:t>
      </w:r>
      <w:r w:rsidRPr="00950EE9">
        <w:rPr>
          <w:rStyle w:val="libAlaemChar"/>
          <w:rtl/>
        </w:rPr>
        <w:t>عليه‌السلام</w:t>
      </w:r>
      <w:r>
        <w:rPr>
          <w:rtl/>
        </w:rPr>
        <w:t xml:space="preserve"> و معاويه نازل گرديده و خواننده اين سوره تا روز ديدار خداى عزوجل دين خود را از دست نخواهد داد.</w:t>
      </w:r>
    </w:p>
    <w:p w:rsidR="00A679DB" w:rsidRDefault="00A679DB" w:rsidP="00A679DB">
      <w:pPr>
        <w:pStyle w:val="libNormal"/>
        <w:rPr>
          <w:rtl/>
        </w:rPr>
      </w:pPr>
    </w:p>
    <w:p w:rsidR="00A679DB" w:rsidRDefault="00A679DB" w:rsidP="00A679DB">
      <w:pPr>
        <w:pStyle w:val="libNormal"/>
        <w:rPr>
          <w:rtl/>
        </w:rPr>
      </w:pPr>
      <w:r>
        <w:rPr>
          <w:rtl/>
        </w:rPr>
        <w:t>ثواب من قرا سوره سال سائل</w:t>
      </w:r>
    </w:p>
    <w:p w:rsidR="00A679DB" w:rsidRDefault="00950EE9" w:rsidP="00A679DB">
      <w:pPr>
        <w:pStyle w:val="libNormal"/>
        <w:rPr>
          <w:rtl/>
        </w:rPr>
      </w:pPr>
      <w:r>
        <w:rPr>
          <w:rtl/>
        </w:rPr>
        <w:br w:type="page"/>
      </w:r>
    </w:p>
    <w:p w:rsidR="00A679DB" w:rsidRDefault="00A679DB" w:rsidP="00950EE9">
      <w:pPr>
        <w:pStyle w:val="Heading2"/>
        <w:rPr>
          <w:rtl/>
        </w:rPr>
      </w:pPr>
      <w:bookmarkStart w:id="213" w:name="_Toc449617270"/>
      <w:r>
        <w:rPr>
          <w:rtl/>
        </w:rPr>
        <w:t>ثواب قرائت سوره معارج</w:t>
      </w:r>
      <w:bookmarkEnd w:id="213"/>
    </w:p>
    <w:p w:rsidR="00A679DB" w:rsidRDefault="00A679DB" w:rsidP="00A679DB">
      <w:pPr>
        <w:pStyle w:val="libNormal"/>
        <w:rPr>
          <w:rtl/>
        </w:rPr>
      </w:pPr>
      <w:r>
        <w:rPr>
          <w:rtl/>
        </w:rPr>
        <w:t xml:space="preserve">حديث : ١ بهذاالاسناد عن الحسن عن محمد بن مسكين عن عمروبن شمر عن جابر عن ابى عبدالله </w:t>
      </w:r>
      <w:r w:rsidRPr="00950EE9">
        <w:rPr>
          <w:rStyle w:val="libAlaemChar"/>
          <w:rtl/>
        </w:rPr>
        <w:t>عليه‌السلام</w:t>
      </w:r>
      <w:r>
        <w:rPr>
          <w:rtl/>
        </w:rPr>
        <w:t xml:space="preserve"> قال اكثروا من قراءه سال سائل فان من اكثر قراء تها لم يساله الله تعالى يوم القيامه عن ذنب عمله و اسكنه الجنه مع محمد </w:t>
      </w:r>
      <w:r w:rsidR="00E60DFB">
        <w:rPr>
          <w:rtl/>
        </w:rPr>
        <w:t xml:space="preserve">صلى‌الله‌عليه‌وآله </w:t>
      </w:r>
      <w:r>
        <w:rPr>
          <w:rtl/>
        </w:rPr>
        <w:t>و اهل بيته ان شاء الله .</w:t>
      </w:r>
    </w:p>
    <w:p w:rsidR="00A679DB" w:rsidRDefault="00A679DB" w:rsidP="00A679DB">
      <w:pPr>
        <w:pStyle w:val="libNormal"/>
        <w:rPr>
          <w:rtl/>
        </w:rPr>
      </w:pPr>
      <w:r>
        <w:rPr>
          <w:rtl/>
        </w:rPr>
        <w:t>ترجمه :</w:t>
      </w:r>
    </w:p>
    <w:p w:rsidR="00A679DB" w:rsidRDefault="00A679DB" w:rsidP="00950EE9">
      <w:pPr>
        <w:pStyle w:val="libNormal"/>
        <w:rPr>
          <w:rtl/>
        </w:rPr>
      </w:pPr>
      <w:r>
        <w:rPr>
          <w:rtl/>
        </w:rPr>
        <w:t xml:space="preserve">١. امام صادق </w:t>
      </w:r>
      <w:r w:rsidRPr="00950EE9">
        <w:rPr>
          <w:rStyle w:val="libAlaemChar"/>
          <w:rtl/>
        </w:rPr>
        <w:t>عليه‌السلام</w:t>
      </w:r>
      <w:r>
        <w:rPr>
          <w:rtl/>
        </w:rPr>
        <w:t xml:space="preserve"> فرمودند: سوره معارج را زياد بخوانيد. زيرا همانا كسى كه زياد آن را بخواند، در روز قيامت خداوند از گناه ا</w:t>
      </w:r>
      <w:r w:rsidR="00950EE9">
        <w:rPr>
          <w:rFonts w:hint="cs"/>
          <w:rtl/>
        </w:rPr>
        <w:t>و</w:t>
      </w:r>
      <w:r>
        <w:rPr>
          <w:rtl/>
        </w:rPr>
        <w:t xml:space="preserve"> سوال نمى نمايد و در بهشت او را با حضرت محمد </w:t>
      </w:r>
      <w:r w:rsidR="00E60DFB" w:rsidRPr="00950EE9">
        <w:rPr>
          <w:rStyle w:val="libAlaemChar"/>
          <w:rtl/>
        </w:rPr>
        <w:t>صلى‌الله‌عليه‌وآله</w:t>
      </w:r>
      <w:r w:rsidR="00E60DFB">
        <w:rPr>
          <w:rtl/>
        </w:rPr>
        <w:t xml:space="preserve"> </w:t>
      </w:r>
      <w:r>
        <w:rPr>
          <w:rtl/>
        </w:rPr>
        <w:t>و اهل بيت او سكونت دهد، ان شاء الله .</w:t>
      </w:r>
    </w:p>
    <w:p w:rsidR="00A679DB" w:rsidRDefault="00A679DB" w:rsidP="00A679DB">
      <w:pPr>
        <w:pStyle w:val="libNormal"/>
        <w:rPr>
          <w:rtl/>
        </w:rPr>
      </w:pPr>
    </w:p>
    <w:p w:rsidR="00A679DB" w:rsidRDefault="00A679DB" w:rsidP="00A679DB">
      <w:pPr>
        <w:pStyle w:val="libNormal"/>
        <w:rPr>
          <w:rtl/>
        </w:rPr>
      </w:pPr>
      <w:r>
        <w:rPr>
          <w:rtl/>
        </w:rPr>
        <w:t>ثواب من قرا سوره نوح</w:t>
      </w:r>
    </w:p>
    <w:p w:rsidR="00A679DB" w:rsidRDefault="00950EE9" w:rsidP="00A679DB">
      <w:pPr>
        <w:pStyle w:val="libNormal"/>
        <w:rPr>
          <w:rtl/>
        </w:rPr>
      </w:pPr>
      <w:r>
        <w:rPr>
          <w:rtl/>
        </w:rPr>
        <w:br w:type="page"/>
      </w:r>
    </w:p>
    <w:p w:rsidR="00A679DB" w:rsidRDefault="00A679DB" w:rsidP="00950EE9">
      <w:pPr>
        <w:pStyle w:val="Heading2"/>
        <w:rPr>
          <w:rtl/>
        </w:rPr>
      </w:pPr>
      <w:bookmarkStart w:id="214" w:name="_Toc449617271"/>
      <w:r>
        <w:rPr>
          <w:rtl/>
        </w:rPr>
        <w:t>ثواب قرائت سوره نوح</w:t>
      </w:r>
      <w:bookmarkEnd w:id="214"/>
    </w:p>
    <w:p w:rsidR="00A679DB" w:rsidRDefault="00A679DB" w:rsidP="00A679DB">
      <w:pPr>
        <w:pStyle w:val="libNormal"/>
        <w:rPr>
          <w:rtl/>
        </w:rPr>
      </w:pPr>
      <w:r>
        <w:rPr>
          <w:rtl/>
        </w:rPr>
        <w:t>حديث : ١ بهذاالاسناد عن الحسن عن الحسين بن هاشم عن ابيه عن ابى عبدالله قال من كان يومن بالله و يقرا كتابه لايدع قراءه سوره انا ارسلنا نوحا الى قومه فاى عبد قراها محتسبا صابرا فى فريضه او نافله اسكنه الله تعالى مساكن الابرار و اعطاه ثلاث جنان مع جنته كرامه من الله زوجه مائتى حوراء و اربعه آلاف ثيب ان شاء الله .</w:t>
      </w:r>
    </w:p>
    <w:p w:rsidR="00A679DB" w:rsidRDefault="00A679DB" w:rsidP="00A679DB">
      <w:pPr>
        <w:pStyle w:val="libNormal"/>
        <w:rPr>
          <w:rtl/>
        </w:rPr>
      </w:pPr>
      <w:r>
        <w:rPr>
          <w:rtl/>
        </w:rPr>
        <w:t>ترجمه :</w:t>
      </w:r>
    </w:p>
    <w:p w:rsidR="00A679DB" w:rsidRDefault="00A679DB" w:rsidP="00950EE9">
      <w:pPr>
        <w:pStyle w:val="libNormal"/>
        <w:rPr>
          <w:rtl/>
        </w:rPr>
      </w:pPr>
      <w:r>
        <w:rPr>
          <w:rtl/>
        </w:rPr>
        <w:t xml:space="preserve">١. امام صادق </w:t>
      </w:r>
      <w:r w:rsidRPr="00950EE9">
        <w:rPr>
          <w:rStyle w:val="libAlaemChar"/>
          <w:rtl/>
        </w:rPr>
        <w:t>عليه‌السلام</w:t>
      </w:r>
      <w:r>
        <w:rPr>
          <w:rtl/>
        </w:rPr>
        <w:t xml:space="preserve"> فرمودند: كسى كه به خداوند مؤ من است و كتاب او را مى خواند، تلاوت سوره نوح راتر</w:t>
      </w:r>
      <w:r w:rsidR="00950EE9">
        <w:rPr>
          <w:rFonts w:hint="cs"/>
          <w:rtl/>
        </w:rPr>
        <w:t>ک</w:t>
      </w:r>
      <w:r>
        <w:rPr>
          <w:rtl/>
        </w:rPr>
        <w:t xml:space="preserve"> نمى كند وهر بنده اى كه با صبر و براى پاداش الهى اين </w:t>
      </w:r>
      <w:r w:rsidR="00950EE9">
        <w:rPr>
          <w:rFonts w:hint="cs"/>
          <w:rtl/>
        </w:rPr>
        <w:t>س</w:t>
      </w:r>
      <w:r>
        <w:rPr>
          <w:rtl/>
        </w:rPr>
        <w:t>وره را در نماز واجب يا مستحب بخواند، خداى تعالى او را در جايگاه نيكوكاران جاى مى دهد، غير از بهشت خودش سه بهشت ديگر نيز براى بزرگداشت به او عطا مى نمايد، دويست حورالعين و چهار هزار زن شوهر ديده به همسرى به او عطا مى نمايد، ان شاء الله .</w:t>
      </w:r>
    </w:p>
    <w:p w:rsidR="00A679DB" w:rsidRDefault="00A679DB" w:rsidP="00A679DB">
      <w:pPr>
        <w:pStyle w:val="libNormal"/>
        <w:rPr>
          <w:rtl/>
        </w:rPr>
      </w:pPr>
    </w:p>
    <w:p w:rsidR="00A679DB" w:rsidRDefault="00A679DB" w:rsidP="00A679DB">
      <w:pPr>
        <w:pStyle w:val="libNormal"/>
        <w:rPr>
          <w:rtl/>
        </w:rPr>
      </w:pPr>
      <w:r>
        <w:rPr>
          <w:rtl/>
        </w:rPr>
        <w:t>ثواب قراءه سوره الجن</w:t>
      </w:r>
    </w:p>
    <w:p w:rsidR="00A679DB" w:rsidRDefault="00950EE9" w:rsidP="00A679DB">
      <w:pPr>
        <w:pStyle w:val="libNormal"/>
        <w:rPr>
          <w:rtl/>
        </w:rPr>
      </w:pPr>
      <w:r>
        <w:rPr>
          <w:rtl/>
        </w:rPr>
        <w:br w:type="page"/>
      </w:r>
    </w:p>
    <w:p w:rsidR="00A679DB" w:rsidRDefault="00A679DB" w:rsidP="00950EE9">
      <w:pPr>
        <w:pStyle w:val="Heading2"/>
        <w:rPr>
          <w:rtl/>
        </w:rPr>
      </w:pPr>
      <w:bookmarkStart w:id="215" w:name="_Toc449617272"/>
      <w:r>
        <w:rPr>
          <w:rtl/>
        </w:rPr>
        <w:t>ثواب قرائت سوره جن</w:t>
      </w:r>
      <w:bookmarkEnd w:id="215"/>
    </w:p>
    <w:p w:rsidR="00A679DB" w:rsidRDefault="00A679DB" w:rsidP="00A679DB">
      <w:pPr>
        <w:pStyle w:val="libNormal"/>
        <w:rPr>
          <w:rtl/>
        </w:rPr>
      </w:pPr>
      <w:r>
        <w:rPr>
          <w:rtl/>
        </w:rPr>
        <w:t xml:space="preserve">حديث : ١ بهذاالاسناد عن الحسن حنان بن سدير عن ابى عبدالله </w:t>
      </w:r>
      <w:r w:rsidRPr="00950EE9">
        <w:rPr>
          <w:rStyle w:val="libAlaemChar"/>
          <w:rtl/>
        </w:rPr>
        <w:t>عليه‌السلام</w:t>
      </w:r>
      <w:r>
        <w:rPr>
          <w:rtl/>
        </w:rPr>
        <w:t xml:space="preserve"> قال من اكثر قراءه قل اوحى الى لم يصبه فى الحياه الدنيا شى من اعين الجن و لا نفثهم و لا سحرهم و لا من كيدهم و كان مع محمد </w:t>
      </w:r>
      <w:r w:rsidR="00E60DFB">
        <w:rPr>
          <w:rtl/>
        </w:rPr>
        <w:t xml:space="preserve">صلى‌الله‌عليه‌وآله </w:t>
      </w:r>
      <w:r>
        <w:rPr>
          <w:rtl/>
        </w:rPr>
        <w:t>فيقول يا رب لا اريد به بدلا و لا اريد و لا اريد ان ابغى عنه حولا.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50EE9">
        <w:rPr>
          <w:rStyle w:val="libAlaemChar"/>
          <w:rtl/>
        </w:rPr>
        <w:t>عليه‌السلام</w:t>
      </w:r>
      <w:r>
        <w:rPr>
          <w:rtl/>
        </w:rPr>
        <w:t xml:space="preserve"> فرمودند: كسى كه سوره جن را زياد بخواند، هيچ گاه دچار چشم زخم ، سحر، جادو، و مكر جن نخواهد شد، همراه با حضرت محمد </w:t>
      </w:r>
      <w:r w:rsidR="00E60DFB" w:rsidRPr="00950EE9">
        <w:rPr>
          <w:rStyle w:val="libAlaemChar"/>
          <w:rtl/>
        </w:rPr>
        <w:t>صلى‌الله‌عليه‌وآله</w:t>
      </w:r>
      <w:r w:rsidR="00E60DFB">
        <w:rPr>
          <w:rtl/>
        </w:rPr>
        <w:t xml:space="preserve"> </w:t>
      </w:r>
      <w:r>
        <w:rPr>
          <w:rtl/>
        </w:rPr>
        <w:t xml:space="preserve">خواهد بود و خواهد گفت : پروردگارا! من جز همراهى با حضرت محمد </w:t>
      </w:r>
      <w:r w:rsidR="00E60DFB" w:rsidRPr="00950EE9">
        <w:rPr>
          <w:rStyle w:val="libAlaemChar"/>
          <w:rtl/>
        </w:rPr>
        <w:t>صلى‌الله‌عليه‌وآله</w:t>
      </w:r>
      <w:r w:rsidR="00E60DFB">
        <w:rPr>
          <w:rtl/>
        </w:rPr>
        <w:t xml:space="preserve"> </w:t>
      </w:r>
      <w:r>
        <w:rPr>
          <w:rtl/>
        </w:rPr>
        <w:t>، چيز ديگرى نمى خواهم .</w:t>
      </w:r>
    </w:p>
    <w:p w:rsidR="00A679DB" w:rsidRDefault="00A679DB" w:rsidP="00A679DB">
      <w:pPr>
        <w:pStyle w:val="libNormal"/>
        <w:rPr>
          <w:rtl/>
        </w:rPr>
      </w:pPr>
    </w:p>
    <w:p w:rsidR="00A679DB" w:rsidRDefault="00A679DB" w:rsidP="00A679DB">
      <w:pPr>
        <w:pStyle w:val="libNormal"/>
        <w:rPr>
          <w:rtl/>
        </w:rPr>
      </w:pPr>
      <w:r>
        <w:rPr>
          <w:rtl/>
        </w:rPr>
        <w:t>ثواب اقراءه سوره سوره المزمل فى العشاء الاخره</w:t>
      </w:r>
    </w:p>
    <w:p w:rsidR="00A679DB" w:rsidRDefault="00950EE9" w:rsidP="00A679DB">
      <w:pPr>
        <w:pStyle w:val="libNormal"/>
        <w:rPr>
          <w:rtl/>
        </w:rPr>
      </w:pPr>
      <w:r>
        <w:rPr>
          <w:rtl/>
        </w:rPr>
        <w:br w:type="page"/>
      </w:r>
    </w:p>
    <w:p w:rsidR="00A679DB" w:rsidRDefault="00A679DB" w:rsidP="00950EE9">
      <w:pPr>
        <w:pStyle w:val="Heading2"/>
        <w:rPr>
          <w:rtl/>
        </w:rPr>
      </w:pPr>
      <w:bookmarkStart w:id="216" w:name="_Toc449617273"/>
      <w:r>
        <w:rPr>
          <w:rtl/>
        </w:rPr>
        <w:t>ثواب قرائت سوره مزمل در نماز عشا</w:t>
      </w:r>
      <w:bookmarkEnd w:id="216"/>
    </w:p>
    <w:p w:rsidR="00A679DB" w:rsidRDefault="00A679DB" w:rsidP="00A679DB">
      <w:pPr>
        <w:pStyle w:val="libNormal"/>
        <w:rPr>
          <w:rtl/>
        </w:rPr>
      </w:pPr>
      <w:r>
        <w:rPr>
          <w:rtl/>
        </w:rPr>
        <w:t>حديث : ١ بهذاالاسناد عن الحسن عن سيف بن عميره عن منصور بن حازم عن ابى عبدالله قال من قرا سوره المزمل فى العشاء الاخره او فى آخر الليل كان له الليل و النهار شاهدين مع سوره المزمل و احياه الله حياه طيبه و اماته ميته طيبه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50EE9">
        <w:rPr>
          <w:rStyle w:val="libAlaemChar"/>
          <w:rtl/>
        </w:rPr>
        <w:t>عليه‌السلام</w:t>
      </w:r>
      <w:r>
        <w:rPr>
          <w:rtl/>
        </w:rPr>
        <w:t xml:space="preserve"> فرمودند: كسى كه سوره «مزمل» را در نماز عشا يا آخر شب بخواند، شب و روز همراه با سوره «مزمل» براى او شهادت داده و خداوند زندگى و مرگى شيرين به او عطا مى نمايد.</w:t>
      </w:r>
    </w:p>
    <w:p w:rsidR="00A679DB" w:rsidRDefault="00A679DB" w:rsidP="00A679DB">
      <w:pPr>
        <w:pStyle w:val="libNormal"/>
        <w:rPr>
          <w:rtl/>
        </w:rPr>
      </w:pPr>
    </w:p>
    <w:p w:rsidR="00A679DB" w:rsidRDefault="00A679DB" w:rsidP="00A679DB">
      <w:pPr>
        <w:pStyle w:val="libNormal"/>
        <w:rPr>
          <w:rtl/>
        </w:rPr>
      </w:pPr>
      <w:r>
        <w:rPr>
          <w:rtl/>
        </w:rPr>
        <w:t>ثواب قراءه سوره المدثر</w:t>
      </w:r>
    </w:p>
    <w:p w:rsidR="00A679DB" w:rsidRDefault="00950EE9" w:rsidP="00A679DB">
      <w:pPr>
        <w:pStyle w:val="libNormal"/>
        <w:rPr>
          <w:rtl/>
        </w:rPr>
      </w:pPr>
      <w:r>
        <w:rPr>
          <w:rtl/>
        </w:rPr>
        <w:br w:type="page"/>
      </w:r>
    </w:p>
    <w:p w:rsidR="00A679DB" w:rsidRDefault="00A679DB" w:rsidP="00950EE9">
      <w:pPr>
        <w:pStyle w:val="Heading2"/>
        <w:rPr>
          <w:rtl/>
        </w:rPr>
      </w:pPr>
      <w:bookmarkStart w:id="217" w:name="_Toc449617274"/>
      <w:r>
        <w:rPr>
          <w:rtl/>
        </w:rPr>
        <w:t>ثواب قرائت سوره مدثر</w:t>
      </w:r>
      <w:bookmarkEnd w:id="217"/>
    </w:p>
    <w:p w:rsidR="00A679DB" w:rsidRDefault="00A679DB" w:rsidP="00A679DB">
      <w:pPr>
        <w:pStyle w:val="libNormal"/>
        <w:rPr>
          <w:rtl/>
        </w:rPr>
      </w:pPr>
      <w:r>
        <w:rPr>
          <w:rtl/>
        </w:rPr>
        <w:t xml:space="preserve">حديث : ١ بهذاالاسناد عن الحسن عن عاصم الحناط عن محمد بن مسلم عن ابى جعفر الباقر </w:t>
      </w:r>
      <w:r w:rsidRPr="00950EE9">
        <w:rPr>
          <w:rStyle w:val="libAlaemChar"/>
          <w:rtl/>
        </w:rPr>
        <w:t>عليه‌السلام</w:t>
      </w:r>
      <w:r>
        <w:rPr>
          <w:rtl/>
        </w:rPr>
        <w:t xml:space="preserve"> قال من قرا فى الفريضه سوره المدثر كان حقا على الله عزوجل ان يجعله مع محمد </w:t>
      </w:r>
      <w:r w:rsidR="00E60DFB" w:rsidRPr="00950EE9">
        <w:rPr>
          <w:rStyle w:val="libAlaemChar"/>
          <w:rtl/>
        </w:rPr>
        <w:t>صلى‌الله‌عليه‌وآله</w:t>
      </w:r>
      <w:r w:rsidR="00E60DFB">
        <w:rPr>
          <w:rtl/>
        </w:rPr>
        <w:t xml:space="preserve"> </w:t>
      </w:r>
      <w:r>
        <w:rPr>
          <w:rtl/>
        </w:rPr>
        <w:t>فى درجته و لا تدركه فى الحياه الدنيا شقاء ابدا ان شاء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950EE9">
        <w:rPr>
          <w:rStyle w:val="libAlaemChar"/>
          <w:rtl/>
        </w:rPr>
        <w:t>عليه‌السلام</w:t>
      </w:r>
      <w:r>
        <w:rPr>
          <w:rtl/>
        </w:rPr>
        <w:t xml:space="preserve"> فرمودند: كسى كه در نماز واجب سوره مدثر را بخواند، به عهده خداوند است كه او را همراه با حضرت محمد </w:t>
      </w:r>
      <w:r w:rsidR="00E60DFB" w:rsidRPr="00950EE9">
        <w:rPr>
          <w:rStyle w:val="libAlaemChar"/>
          <w:rtl/>
        </w:rPr>
        <w:t>صلى‌الله‌عليه‌وآله</w:t>
      </w:r>
      <w:r w:rsidR="00E60DFB">
        <w:rPr>
          <w:rtl/>
        </w:rPr>
        <w:t xml:space="preserve"> </w:t>
      </w:r>
      <w:r>
        <w:rPr>
          <w:rtl/>
        </w:rPr>
        <w:t>در درجه او قرار بدهد و ان شاء الله در زندگى دنيا هيچ گاه دچار بدبختى نخواهد شد.</w:t>
      </w:r>
    </w:p>
    <w:p w:rsidR="00A679DB" w:rsidRDefault="00A679DB" w:rsidP="00A679DB">
      <w:pPr>
        <w:pStyle w:val="libNormal"/>
        <w:rPr>
          <w:rtl/>
        </w:rPr>
      </w:pPr>
    </w:p>
    <w:p w:rsidR="00A679DB" w:rsidRDefault="00A679DB" w:rsidP="00A679DB">
      <w:pPr>
        <w:pStyle w:val="libNormal"/>
        <w:rPr>
          <w:rtl/>
        </w:rPr>
      </w:pPr>
      <w:r>
        <w:rPr>
          <w:rtl/>
        </w:rPr>
        <w:t>ثواب قراءه سوره القيامه</w:t>
      </w:r>
    </w:p>
    <w:p w:rsidR="00A679DB" w:rsidRDefault="00950EE9" w:rsidP="00A679DB">
      <w:pPr>
        <w:pStyle w:val="libNormal"/>
        <w:rPr>
          <w:rtl/>
        </w:rPr>
      </w:pPr>
      <w:r>
        <w:rPr>
          <w:rtl/>
        </w:rPr>
        <w:br w:type="page"/>
      </w:r>
    </w:p>
    <w:p w:rsidR="00A679DB" w:rsidRDefault="00A679DB" w:rsidP="00950EE9">
      <w:pPr>
        <w:pStyle w:val="Heading2"/>
        <w:rPr>
          <w:rtl/>
        </w:rPr>
      </w:pPr>
      <w:bookmarkStart w:id="218" w:name="_Toc449617275"/>
      <w:r>
        <w:rPr>
          <w:rtl/>
        </w:rPr>
        <w:t>ثواب قرائت سوره قيامت</w:t>
      </w:r>
      <w:bookmarkEnd w:id="218"/>
    </w:p>
    <w:p w:rsidR="00A679DB" w:rsidRDefault="00A679DB" w:rsidP="00A679DB">
      <w:pPr>
        <w:pStyle w:val="libNormal"/>
        <w:rPr>
          <w:rtl/>
        </w:rPr>
      </w:pPr>
      <w:r>
        <w:rPr>
          <w:rtl/>
        </w:rPr>
        <w:t xml:space="preserve">حديث : ١ بهذاالاسناد عن الحسن عن الحسين بن ابى العلاء عن ابى بصير عن ابى جعفر </w:t>
      </w:r>
      <w:r w:rsidRPr="00950EE9">
        <w:rPr>
          <w:rStyle w:val="libAlaemChar"/>
          <w:rtl/>
        </w:rPr>
        <w:t>عليه‌السلام</w:t>
      </w:r>
      <w:r>
        <w:rPr>
          <w:rtl/>
        </w:rPr>
        <w:t xml:space="preserve"> قال من ادمن قراءه لا اقسم و كان يعمل بها بعثه الله عزوجل مع رسول الله </w:t>
      </w:r>
      <w:r w:rsidR="00E60DFB" w:rsidRPr="00950EE9">
        <w:rPr>
          <w:rStyle w:val="libAlaemChar"/>
          <w:rtl/>
        </w:rPr>
        <w:t>صلى‌الله‌عليه‌وآله</w:t>
      </w:r>
      <w:r w:rsidR="00E60DFB">
        <w:rPr>
          <w:rtl/>
        </w:rPr>
        <w:t xml:space="preserve"> </w:t>
      </w:r>
      <w:r>
        <w:rPr>
          <w:rtl/>
        </w:rPr>
        <w:t>من قبره فى احسن صوره و يبشره و يضحك فى وجهه حتى يجوز على الصراط و الميزان .</w:t>
      </w:r>
      <w:r>
        <w:rPr>
          <w:rtl/>
        </w:rPr>
        <w:cr/>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950EE9">
        <w:rPr>
          <w:rStyle w:val="libAlaemChar"/>
          <w:rtl/>
        </w:rPr>
        <w:t>عليه‌السلام</w:t>
      </w:r>
      <w:r>
        <w:rPr>
          <w:rtl/>
        </w:rPr>
        <w:t xml:space="preserve"> فرمودند: كسى كه بر خواندن سوره قيامت مداومت نمايد و به آن عمل كند، خداى عزوجل او را با زيباترين صورت همراه با رسول خدا </w:t>
      </w:r>
      <w:r w:rsidR="00E60DFB" w:rsidRPr="00950EE9">
        <w:rPr>
          <w:rStyle w:val="libAlaemChar"/>
          <w:rtl/>
        </w:rPr>
        <w:t>صلى‌الله‌عليه‌وآله</w:t>
      </w:r>
      <w:r w:rsidR="00E60DFB">
        <w:rPr>
          <w:rtl/>
        </w:rPr>
        <w:t xml:space="preserve"> </w:t>
      </w:r>
      <w:r>
        <w:rPr>
          <w:rtl/>
        </w:rPr>
        <w:t>از قبرش بر مى انگيزد و به او مژده داده و در صورت او مى خندد تا از پل صراط و ميزان بگذرد.</w:t>
      </w:r>
    </w:p>
    <w:p w:rsidR="00A679DB" w:rsidRDefault="00A679DB" w:rsidP="00A679DB">
      <w:pPr>
        <w:pStyle w:val="libNormal"/>
        <w:rPr>
          <w:rtl/>
        </w:rPr>
      </w:pPr>
    </w:p>
    <w:p w:rsidR="00A679DB" w:rsidRDefault="00A679DB" w:rsidP="00A679DB">
      <w:pPr>
        <w:pStyle w:val="libNormal"/>
        <w:rPr>
          <w:rtl/>
        </w:rPr>
      </w:pPr>
      <w:r>
        <w:rPr>
          <w:rtl/>
        </w:rPr>
        <w:t>ثواب قراءه سوره الانسان</w:t>
      </w:r>
    </w:p>
    <w:p w:rsidR="00A679DB" w:rsidRDefault="00950EE9" w:rsidP="00A679DB">
      <w:pPr>
        <w:pStyle w:val="libNormal"/>
        <w:rPr>
          <w:rtl/>
        </w:rPr>
      </w:pPr>
      <w:r>
        <w:rPr>
          <w:rtl/>
        </w:rPr>
        <w:br w:type="page"/>
      </w:r>
    </w:p>
    <w:p w:rsidR="00A679DB" w:rsidRDefault="00A679DB" w:rsidP="00950EE9">
      <w:pPr>
        <w:pStyle w:val="Heading2"/>
        <w:rPr>
          <w:rtl/>
        </w:rPr>
      </w:pPr>
      <w:bookmarkStart w:id="219" w:name="_Toc449617276"/>
      <w:r>
        <w:rPr>
          <w:rtl/>
        </w:rPr>
        <w:t>ثواب قرائت سوره انسان</w:t>
      </w:r>
      <w:bookmarkEnd w:id="219"/>
    </w:p>
    <w:p w:rsidR="00A679DB" w:rsidRDefault="00A679DB" w:rsidP="00A679DB">
      <w:pPr>
        <w:pStyle w:val="libNormal"/>
        <w:rPr>
          <w:rtl/>
        </w:rPr>
      </w:pPr>
      <w:r>
        <w:rPr>
          <w:rtl/>
        </w:rPr>
        <w:t xml:space="preserve">حديث : ١ بهذاالاسناد عن الحسن عن عمرو بن جبير العرزمى عن ابيه عن ابى جعفر </w:t>
      </w:r>
      <w:r w:rsidRPr="00950EE9">
        <w:rPr>
          <w:rStyle w:val="libAlaemChar"/>
          <w:rtl/>
        </w:rPr>
        <w:t>عليه‌السلام</w:t>
      </w:r>
      <w:r>
        <w:rPr>
          <w:rtl/>
        </w:rPr>
        <w:t xml:space="preserve"> قال من قرا هل اتى على الانسان فى كل غداه خميس زوجه الله من الحور العين ثمانمائه عذراء و اربعه الاف ثيب و حورا من الحور العين و كان مع محمد </w:t>
      </w:r>
      <w:r w:rsidR="00E60DFB" w:rsidRPr="00950EE9">
        <w:rPr>
          <w:rStyle w:val="libAlaemChar"/>
          <w:rtl/>
        </w:rPr>
        <w:t>صلى‌الله‌عليه‌وآله</w:t>
      </w:r>
      <w:r w:rsidR="00E60DFB">
        <w:rPr>
          <w:rtl/>
        </w:rPr>
        <w:t xml:space="preserve"> </w:t>
      </w:r>
      <w:r>
        <w:rPr>
          <w:rtl/>
        </w:rPr>
        <w:t>.</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950EE9">
        <w:rPr>
          <w:rStyle w:val="libAlaemChar"/>
          <w:rtl/>
        </w:rPr>
        <w:t>عليه‌السلام</w:t>
      </w:r>
      <w:r>
        <w:rPr>
          <w:rtl/>
        </w:rPr>
        <w:t xml:space="preserve"> فرمودند: كسى كه سوره انسان را صبحهاى پنج شنبه بخواند، خداوند هشتصد حورالعين بكر و چهار هزار حور العين شوهر ديده به همسرى به او عطا مى نمايد و غير از اين ، حورالعين ديگرى نيز، و همراه با حضرت محمد </w:t>
      </w:r>
      <w:r w:rsidR="00E60DFB" w:rsidRPr="007B28D0">
        <w:rPr>
          <w:rStyle w:val="libAlaemChar"/>
          <w:rtl/>
        </w:rPr>
        <w:t>صلى‌الله‌عليه‌وآله</w:t>
      </w:r>
      <w:r w:rsidR="00E60DFB">
        <w:rPr>
          <w:rtl/>
        </w:rPr>
        <w:t xml:space="preserve"> </w:t>
      </w:r>
      <w:r>
        <w:rPr>
          <w:rtl/>
        </w:rPr>
        <w:t>خواهد بود.</w:t>
      </w:r>
    </w:p>
    <w:p w:rsidR="00A679DB" w:rsidRDefault="00A679DB" w:rsidP="00A679DB">
      <w:pPr>
        <w:pStyle w:val="libNormal"/>
        <w:rPr>
          <w:rtl/>
        </w:rPr>
      </w:pPr>
      <w:r>
        <w:rPr>
          <w:rtl/>
        </w:rPr>
        <w:t>ثواب قراءه سوره و المرسلات و عم يتساء لون و النازعات</w:t>
      </w:r>
    </w:p>
    <w:p w:rsidR="00A679DB" w:rsidRDefault="007B28D0" w:rsidP="00A679DB">
      <w:pPr>
        <w:pStyle w:val="libNormal"/>
        <w:rPr>
          <w:rtl/>
        </w:rPr>
      </w:pPr>
      <w:r>
        <w:rPr>
          <w:rtl/>
        </w:rPr>
        <w:br w:type="page"/>
      </w:r>
    </w:p>
    <w:p w:rsidR="00A679DB" w:rsidRDefault="00A679DB" w:rsidP="007B28D0">
      <w:pPr>
        <w:pStyle w:val="Heading2"/>
        <w:rPr>
          <w:rtl/>
        </w:rPr>
      </w:pPr>
      <w:bookmarkStart w:id="220" w:name="_Toc449617277"/>
      <w:r>
        <w:rPr>
          <w:rtl/>
        </w:rPr>
        <w:t>ثواب قراءه سوره و المرسلات و عم يتساء لون و النازعات</w:t>
      </w:r>
      <w:bookmarkEnd w:id="220"/>
    </w:p>
    <w:p w:rsidR="00A679DB" w:rsidRDefault="00A679DB" w:rsidP="00A679DB">
      <w:pPr>
        <w:pStyle w:val="libNormal"/>
        <w:rPr>
          <w:rtl/>
        </w:rPr>
      </w:pPr>
    </w:p>
    <w:p w:rsidR="00A679DB" w:rsidRDefault="00A679DB" w:rsidP="00A679DB">
      <w:pPr>
        <w:pStyle w:val="libNormal"/>
        <w:rPr>
          <w:rtl/>
        </w:rPr>
      </w:pPr>
      <w:r>
        <w:rPr>
          <w:rtl/>
        </w:rPr>
        <w:t>ثواب قرائت سوره مرسلات . نبا و نازعات</w:t>
      </w:r>
    </w:p>
    <w:p w:rsidR="00A679DB" w:rsidRDefault="00A679DB" w:rsidP="00A679DB">
      <w:pPr>
        <w:pStyle w:val="libNormal"/>
        <w:rPr>
          <w:rtl/>
        </w:rPr>
      </w:pPr>
      <w:r>
        <w:rPr>
          <w:rtl/>
        </w:rPr>
        <w:t xml:space="preserve">حديث : ١ بهذاالاسناد عن الحسن عن الحسين بن عمرو الرمانى عن ابيه عن ابى عبدالله عليه‌السلام قال من قرا و المرسلات عرفا عرف الله بينه و بين محمد </w:t>
      </w:r>
      <w:r w:rsidR="00E60DFB">
        <w:rPr>
          <w:rtl/>
        </w:rPr>
        <w:t xml:space="preserve">صلى‌الله‌عليه‌وآله </w:t>
      </w:r>
      <w:r>
        <w:rPr>
          <w:rtl/>
        </w:rPr>
        <w:t>و من قرا عم يتساء لون لم تخرج سنته اذا كان يدمنها فى كل يوم حتى يزور بيت الله الحرام ان شاء الله و من قرا و النازعات لم يمت الا ريانا و لم يبعثه الله الا ريانا و لم يدخله الجنه الا ريانا.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سوره مرسلات را بخواند، خداوند بين او و حضرت محمد </w:t>
      </w:r>
      <w:r w:rsidR="00E60DFB" w:rsidRPr="007B28D0">
        <w:rPr>
          <w:rStyle w:val="libAlaemChar"/>
          <w:rtl/>
        </w:rPr>
        <w:t>صلى‌الله‌عليه‌وآله</w:t>
      </w:r>
      <w:r w:rsidR="00E60DFB">
        <w:rPr>
          <w:rtl/>
        </w:rPr>
        <w:t xml:space="preserve"> </w:t>
      </w:r>
      <w:r>
        <w:rPr>
          <w:rtl/>
        </w:rPr>
        <w:t>آشنايى ايجاد مى نمايد. و كسى كه هر روز بر قرائت سوره نبا مداومت نمايد، يك سال نخواهد گذشت كه خانه كعبه را زيارت مى نمايد، ان شاء الله و كسى كه سوره نازعات را تلاوت نمايد، نخواهد مرد، مگر سيراب و برانگيخته نخواهد شد. مگر سيراب و وارد بهشت نخواهد شد، مگر سيراب .</w:t>
      </w:r>
    </w:p>
    <w:p w:rsidR="00A679DB" w:rsidRDefault="00A679DB" w:rsidP="00A679DB">
      <w:pPr>
        <w:pStyle w:val="libNormal"/>
        <w:rPr>
          <w:rtl/>
        </w:rPr>
      </w:pPr>
    </w:p>
    <w:p w:rsidR="00A679DB" w:rsidRDefault="00A679DB" w:rsidP="00A679DB">
      <w:pPr>
        <w:pStyle w:val="libNormal"/>
        <w:rPr>
          <w:rtl/>
        </w:rPr>
      </w:pPr>
      <w:r>
        <w:rPr>
          <w:rtl/>
        </w:rPr>
        <w:t>ثواب قراءه سوه عبس و اذا الشمس كورت</w:t>
      </w:r>
    </w:p>
    <w:p w:rsidR="00A679DB" w:rsidRDefault="007B28D0" w:rsidP="00A679DB">
      <w:pPr>
        <w:pStyle w:val="libNormal"/>
        <w:rPr>
          <w:rtl/>
        </w:rPr>
      </w:pPr>
      <w:r>
        <w:rPr>
          <w:rtl/>
        </w:rPr>
        <w:br w:type="page"/>
      </w:r>
    </w:p>
    <w:p w:rsidR="00A679DB" w:rsidRDefault="00A679DB" w:rsidP="007B28D0">
      <w:pPr>
        <w:pStyle w:val="Heading2"/>
        <w:rPr>
          <w:rtl/>
        </w:rPr>
      </w:pPr>
      <w:bookmarkStart w:id="221" w:name="_Toc449617278"/>
      <w:r>
        <w:rPr>
          <w:rtl/>
        </w:rPr>
        <w:t>ثواب قرائت سوره عبس و تكوير</w:t>
      </w:r>
      <w:bookmarkEnd w:id="221"/>
    </w:p>
    <w:p w:rsidR="00A679DB" w:rsidRDefault="00A679DB" w:rsidP="00A679DB">
      <w:pPr>
        <w:pStyle w:val="libNormal"/>
        <w:rPr>
          <w:rtl/>
        </w:rPr>
      </w:pPr>
      <w:r>
        <w:rPr>
          <w:rtl/>
        </w:rPr>
        <w:t xml:space="preserve">حديث : ١ بهذاالاسناد عن الحسن عن معاويه بن وهب عن ابى عبدالله </w:t>
      </w:r>
      <w:r w:rsidRPr="007B28D0">
        <w:rPr>
          <w:rStyle w:val="libAlaemChar"/>
          <w:rtl/>
        </w:rPr>
        <w:t>عليه‌السلام</w:t>
      </w:r>
      <w:r>
        <w:rPr>
          <w:rtl/>
        </w:rPr>
        <w:t xml:space="preserve"> قال من قرا سوره عبس و تولى و اذا الشمس كورت كان تحت جناح الله من الخيانه و فى ضلل الله و كرامته و فى جنانه و لا يعظم ذلك على ربه ان شاء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سوره عبس و تكوير را تلاوت نمايد، زير بال خدا بوده و از خيانت در امان مى باشد، در سايه خداوند و كرامت او بسر مى برد و در بهشت او بسر خواهد برد و اين كار براى خداوند بزرگ نيست . ان شاء الله .</w:t>
      </w:r>
    </w:p>
    <w:p w:rsidR="00A679DB" w:rsidRDefault="00A679DB" w:rsidP="00A679DB">
      <w:pPr>
        <w:pStyle w:val="libNormal"/>
        <w:rPr>
          <w:rtl/>
        </w:rPr>
      </w:pPr>
    </w:p>
    <w:p w:rsidR="00A679DB" w:rsidRDefault="00A679DB" w:rsidP="00A679DB">
      <w:pPr>
        <w:pStyle w:val="libNormal"/>
        <w:rPr>
          <w:rtl/>
        </w:rPr>
      </w:pPr>
      <w:r>
        <w:rPr>
          <w:rtl/>
        </w:rPr>
        <w:t>ثواب قراءه اذاالسماء انفطرت و اذا السماء انشقت</w:t>
      </w:r>
    </w:p>
    <w:p w:rsidR="00A679DB" w:rsidRDefault="007B28D0" w:rsidP="00A679DB">
      <w:pPr>
        <w:pStyle w:val="libNormal"/>
        <w:rPr>
          <w:rtl/>
        </w:rPr>
      </w:pPr>
      <w:r>
        <w:rPr>
          <w:rtl/>
        </w:rPr>
        <w:br w:type="page"/>
      </w:r>
    </w:p>
    <w:p w:rsidR="00A679DB" w:rsidRDefault="00A679DB" w:rsidP="007B28D0">
      <w:pPr>
        <w:pStyle w:val="Heading2"/>
        <w:rPr>
          <w:rtl/>
        </w:rPr>
      </w:pPr>
      <w:bookmarkStart w:id="222" w:name="_Toc449617279"/>
      <w:r>
        <w:rPr>
          <w:rtl/>
        </w:rPr>
        <w:t>ثواب قرائت سوره انفطار و انشقاق</w:t>
      </w:r>
      <w:bookmarkEnd w:id="222"/>
    </w:p>
    <w:p w:rsidR="00A679DB" w:rsidRDefault="00A679DB" w:rsidP="00A679DB">
      <w:pPr>
        <w:pStyle w:val="libNormal"/>
        <w:rPr>
          <w:rtl/>
        </w:rPr>
      </w:pPr>
      <w:r>
        <w:rPr>
          <w:rtl/>
        </w:rPr>
        <w:t xml:space="preserve">حديث : ١ بهذاالاسناد عن الحسن عن الحسين بن ابى العلاء قال سمعت ابا عبدالله </w:t>
      </w:r>
      <w:r w:rsidRPr="007B28D0">
        <w:rPr>
          <w:rStyle w:val="libAlaemChar"/>
          <w:rtl/>
        </w:rPr>
        <w:t>عليه‌السلام</w:t>
      </w:r>
      <w:r>
        <w:rPr>
          <w:rtl/>
        </w:rPr>
        <w:t xml:space="preserve"> يقول من قرا هاتين السورتين جعلهما نصب عينيه فى صلاه الفريضه و النافله اذا السماء انفطرت و اذا السماء انشقت لم يحجبه الله من حاجته و لم يحجره من الله حاجز و لم يزل ينظر الله اليه حتى يفرغ من حساب الناس .</w:t>
      </w:r>
    </w:p>
    <w:p w:rsidR="00A679DB" w:rsidRDefault="00A679DB" w:rsidP="00A679DB">
      <w:pPr>
        <w:pStyle w:val="libNormal"/>
        <w:rPr>
          <w:rtl/>
        </w:rPr>
      </w:pPr>
      <w:r>
        <w:rPr>
          <w:rtl/>
        </w:rPr>
        <w:t>ترجمه :</w:t>
      </w:r>
    </w:p>
    <w:p w:rsidR="00A679DB" w:rsidRDefault="00A679DB" w:rsidP="007B28D0">
      <w:pPr>
        <w:pStyle w:val="libNormal"/>
        <w:rPr>
          <w:rtl/>
        </w:rPr>
      </w:pPr>
      <w:r>
        <w:rPr>
          <w:rtl/>
        </w:rPr>
        <w:t xml:space="preserve">١. شنيدم كه امام صادق </w:t>
      </w:r>
      <w:r w:rsidRPr="007B28D0">
        <w:rPr>
          <w:rStyle w:val="libAlaemChar"/>
          <w:rtl/>
        </w:rPr>
        <w:t>عليه‌السلام</w:t>
      </w:r>
      <w:r>
        <w:rPr>
          <w:rtl/>
        </w:rPr>
        <w:t xml:space="preserve"> فرمودندن كسى كه هميشه در نمازهاى واجب و مستحب سوره هاى انفطار و انشقاق را بخواند خداوند بين او و حاجتش فاصله نمى اندازد و مانعى بين او و خدا نخواهد بود. و پيوسته خداوند به او مى نگرد تا از حساب مردم فارغ شود.</w:t>
      </w:r>
    </w:p>
    <w:p w:rsidR="00A679DB" w:rsidRDefault="00A679DB" w:rsidP="00A679DB">
      <w:pPr>
        <w:pStyle w:val="libNormal"/>
        <w:rPr>
          <w:rtl/>
        </w:rPr>
      </w:pPr>
    </w:p>
    <w:p w:rsidR="00A679DB" w:rsidRDefault="00A679DB" w:rsidP="00A679DB">
      <w:pPr>
        <w:pStyle w:val="libNormal"/>
        <w:rPr>
          <w:rtl/>
        </w:rPr>
      </w:pPr>
      <w:r>
        <w:rPr>
          <w:rtl/>
        </w:rPr>
        <w:t>ثواب قراءه سوره المطففين</w:t>
      </w:r>
    </w:p>
    <w:p w:rsidR="00A679DB" w:rsidRDefault="007B28D0" w:rsidP="00A679DB">
      <w:pPr>
        <w:pStyle w:val="libNormal"/>
        <w:rPr>
          <w:rtl/>
        </w:rPr>
      </w:pPr>
      <w:r>
        <w:rPr>
          <w:rtl/>
        </w:rPr>
        <w:br w:type="page"/>
      </w:r>
    </w:p>
    <w:p w:rsidR="00A679DB" w:rsidRDefault="00A679DB" w:rsidP="007B28D0">
      <w:pPr>
        <w:pStyle w:val="Heading2"/>
        <w:rPr>
          <w:rtl/>
        </w:rPr>
      </w:pPr>
      <w:bookmarkStart w:id="223" w:name="_Toc449617280"/>
      <w:r>
        <w:rPr>
          <w:rtl/>
        </w:rPr>
        <w:t>ثواب قرائت سوره مطففين</w:t>
      </w:r>
      <w:bookmarkEnd w:id="223"/>
    </w:p>
    <w:p w:rsidR="00A679DB" w:rsidRDefault="00A679DB" w:rsidP="00A679DB">
      <w:pPr>
        <w:pStyle w:val="libNormal"/>
        <w:rPr>
          <w:rtl/>
        </w:rPr>
      </w:pPr>
      <w:r>
        <w:rPr>
          <w:rtl/>
        </w:rPr>
        <w:t>حديث : ١ بهذاالاسناد عن الحسن عن صفوان الجمال عن ابى عبدالله عليه‌السلام قال من قرا فى الفريضه ويل للمطففين اعطاه الله الا من يوم القيامه من النار و لم تره و لا يراها و لم يمر على جسر جهنم و لا يحاسب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در نماز واجب سوره مطففين را بخواند، خداوند در روز قيامت امان از آتش را به او عطا مى فرمايد، نه آتش ‍ او را مى بيند و نه او آتش را، از پل جهنم عبور نخواهد كرد و در روز قيامت حساب پس نمى دهد.</w:t>
      </w:r>
    </w:p>
    <w:p w:rsidR="00A679DB" w:rsidRDefault="00A679DB" w:rsidP="00A679DB">
      <w:pPr>
        <w:pStyle w:val="libNormal"/>
        <w:rPr>
          <w:rtl/>
        </w:rPr>
      </w:pPr>
    </w:p>
    <w:p w:rsidR="00A679DB" w:rsidRDefault="00A679DB" w:rsidP="00A679DB">
      <w:pPr>
        <w:pStyle w:val="libNormal"/>
        <w:rPr>
          <w:rtl/>
        </w:rPr>
      </w:pPr>
      <w:r>
        <w:rPr>
          <w:rtl/>
        </w:rPr>
        <w:t>ثواب قراءه سوره البروج</w:t>
      </w:r>
    </w:p>
    <w:p w:rsidR="00A679DB" w:rsidRDefault="007B28D0" w:rsidP="00A679DB">
      <w:pPr>
        <w:pStyle w:val="libNormal"/>
        <w:rPr>
          <w:rtl/>
        </w:rPr>
      </w:pPr>
      <w:r>
        <w:rPr>
          <w:rtl/>
        </w:rPr>
        <w:br w:type="page"/>
      </w:r>
    </w:p>
    <w:p w:rsidR="00A679DB" w:rsidRDefault="00A679DB" w:rsidP="007B28D0">
      <w:pPr>
        <w:pStyle w:val="Heading2"/>
        <w:rPr>
          <w:rtl/>
        </w:rPr>
      </w:pPr>
      <w:bookmarkStart w:id="224" w:name="_Toc449617281"/>
      <w:r>
        <w:rPr>
          <w:rtl/>
        </w:rPr>
        <w:t>ثواب قرائت سوره بروج</w:t>
      </w:r>
      <w:bookmarkEnd w:id="224"/>
    </w:p>
    <w:p w:rsidR="00A679DB" w:rsidRDefault="00A679DB" w:rsidP="00A679DB">
      <w:pPr>
        <w:pStyle w:val="libNormal"/>
        <w:rPr>
          <w:rtl/>
        </w:rPr>
      </w:pPr>
      <w:r>
        <w:rPr>
          <w:rtl/>
        </w:rPr>
        <w:t>حديث : ١ بهذاالاسناد عن الحسن عن الحسين بن احمد المقرى عن يونس بن ظبيان عن ابى عبدالله عليه‌السلام قال من قرا و السماء ذات البروج فى فرائضه فانها سوره النبيين كان محشره و موقفه مع النبيين و المرسلين و الصالحين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سوره بروج را در نمازهاى واجب خود بخواند، همانا اين سوره پيامبران است ، حشر و جايگاه او با پيامبران ، رسولان و صالحان است .</w:t>
      </w:r>
    </w:p>
    <w:p w:rsidR="00A679DB" w:rsidRDefault="00A679DB" w:rsidP="00A679DB">
      <w:pPr>
        <w:pStyle w:val="libNormal"/>
        <w:rPr>
          <w:rtl/>
        </w:rPr>
      </w:pPr>
    </w:p>
    <w:p w:rsidR="00A679DB" w:rsidRDefault="00A679DB" w:rsidP="00A679DB">
      <w:pPr>
        <w:pStyle w:val="libNormal"/>
        <w:rPr>
          <w:rtl/>
        </w:rPr>
      </w:pPr>
      <w:r>
        <w:rPr>
          <w:rtl/>
        </w:rPr>
        <w:t>ثواب من قرا سوره الطارق</w:t>
      </w:r>
    </w:p>
    <w:p w:rsidR="00A679DB" w:rsidRDefault="007B28D0" w:rsidP="00A679DB">
      <w:pPr>
        <w:pStyle w:val="libNormal"/>
        <w:rPr>
          <w:rtl/>
        </w:rPr>
      </w:pPr>
      <w:r>
        <w:rPr>
          <w:rtl/>
        </w:rPr>
        <w:br w:type="page"/>
      </w:r>
    </w:p>
    <w:p w:rsidR="00A679DB" w:rsidRDefault="00A679DB" w:rsidP="007B28D0">
      <w:pPr>
        <w:pStyle w:val="Heading2"/>
        <w:rPr>
          <w:rtl/>
        </w:rPr>
      </w:pPr>
      <w:bookmarkStart w:id="225" w:name="_Toc449617282"/>
      <w:r>
        <w:rPr>
          <w:rtl/>
        </w:rPr>
        <w:t>ثواب قرائت سوره طلاق</w:t>
      </w:r>
      <w:bookmarkEnd w:id="225"/>
    </w:p>
    <w:p w:rsidR="00A679DB" w:rsidRDefault="00A679DB" w:rsidP="00A679DB">
      <w:pPr>
        <w:pStyle w:val="libNormal"/>
        <w:rPr>
          <w:rtl/>
        </w:rPr>
      </w:pPr>
      <w:r>
        <w:rPr>
          <w:rtl/>
        </w:rPr>
        <w:t xml:space="preserve">حديث : ١ بهذاالاسناد عن الحسن عن ابيه عن المعلى بن خنيس عن ابى عبدالله </w:t>
      </w:r>
      <w:r w:rsidRPr="007B28D0">
        <w:rPr>
          <w:rStyle w:val="libAlaemChar"/>
          <w:rtl/>
        </w:rPr>
        <w:t>عليه‌السلام</w:t>
      </w:r>
      <w:r>
        <w:rPr>
          <w:rtl/>
        </w:rPr>
        <w:t xml:space="preserve"> قال من كانت قراء ته فى فرائضه بالسماء و الطارق كانت له عندالله يوم القيامه جاه و منزله و كان من رفقاء النبيين و اصحابهم فى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در نمازهاى واجب سوره طلاق را بخواند، در روز قيامت نزد خداوند داراى مقام و منزلتى بوده و در بهشت از دوستان پيامبران و دوستان ياران آنها خواهد بود.</w:t>
      </w:r>
    </w:p>
    <w:p w:rsidR="00A679DB" w:rsidRDefault="00A679DB" w:rsidP="00A679DB">
      <w:pPr>
        <w:pStyle w:val="libNormal"/>
        <w:rPr>
          <w:rtl/>
        </w:rPr>
      </w:pPr>
    </w:p>
    <w:p w:rsidR="00A679DB" w:rsidRDefault="00A679DB" w:rsidP="00A679DB">
      <w:pPr>
        <w:pStyle w:val="libNormal"/>
        <w:rPr>
          <w:rtl/>
        </w:rPr>
      </w:pPr>
      <w:r>
        <w:rPr>
          <w:rtl/>
        </w:rPr>
        <w:t>ثواب قراءه سوره الاعلى</w:t>
      </w:r>
    </w:p>
    <w:p w:rsidR="00A679DB" w:rsidRDefault="007B28D0" w:rsidP="00A679DB">
      <w:pPr>
        <w:pStyle w:val="libNormal"/>
        <w:rPr>
          <w:rtl/>
        </w:rPr>
      </w:pPr>
      <w:r>
        <w:rPr>
          <w:rtl/>
        </w:rPr>
        <w:br w:type="page"/>
      </w:r>
    </w:p>
    <w:p w:rsidR="00A679DB" w:rsidRDefault="00A679DB" w:rsidP="007B28D0">
      <w:pPr>
        <w:pStyle w:val="Heading2"/>
        <w:rPr>
          <w:rtl/>
        </w:rPr>
      </w:pPr>
      <w:bookmarkStart w:id="226" w:name="_Toc449617283"/>
      <w:r>
        <w:rPr>
          <w:rtl/>
        </w:rPr>
        <w:t>ثواب قرائت سوره اعلى</w:t>
      </w:r>
      <w:bookmarkEnd w:id="226"/>
    </w:p>
    <w:p w:rsidR="00A679DB" w:rsidRDefault="00A679DB" w:rsidP="00A679DB">
      <w:pPr>
        <w:pStyle w:val="libNormal"/>
        <w:rPr>
          <w:rtl/>
        </w:rPr>
      </w:pPr>
      <w:r>
        <w:rPr>
          <w:rtl/>
        </w:rPr>
        <w:t xml:space="preserve">حديث : ١ بهذاالاسناد عن الحسن و عن ابيه عن ابى بصير عن ابى عبدالله </w:t>
      </w:r>
      <w:r w:rsidRPr="007B28D0">
        <w:rPr>
          <w:rStyle w:val="libAlaemChar"/>
          <w:rtl/>
        </w:rPr>
        <w:t>عليه‌السلام</w:t>
      </w:r>
      <w:r>
        <w:rPr>
          <w:rtl/>
        </w:rPr>
        <w:t xml:space="preserve"> قال من قرا سبح اسم ربك الاعلى فى فريضه او نافله قيل له يوم القيامه ادخل الجنه من اى ابواب الجنه شئت ان شاء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سوره اعلى را در نماز واجب يا مستحب بخواند، در روز قيامت به او مى گويند: از هر كدام از درهاى بهشت كه مى خواهى وارد شو. انشاء الله .</w:t>
      </w:r>
    </w:p>
    <w:p w:rsidR="00A679DB" w:rsidRDefault="00A679DB" w:rsidP="00A679DB">
      <w:pPr>
        <w:pStyle w:val="libNormal"/>
        <w:rPr>
          <w:rtl/>
        </w:rPr>
      </w:pPr>
    </w:p>
    <w:p w:rsidR="00A679DB" w:rsidRDefault="00A679DB" w:rsidP="00A679DB">
      <w:pPr>
        <w:pStyle w:val="libNormal"/>
        <w:rPr>
          <w:rtl/>
        </w:rPr>
      </w:pPr>
      <w:r>
        <w:rPr>
          <w:rtl/>
        </w:rPr>
        <w:t>ثواب قراءه سوره الغاشيه .</w:t>
      </w:r>
    </w:p>
    <w:p w:rsidR="00A679DB" w:rsidRDefault="007B28D0" w:rsidP="00A679DB">
      <w:pPr>
        <w:pStyle w:val="libNormal"/>
        <w:rPr>
          <w:rtl/>
        </w:rPr>
      </w:pPr>
      <w:r>
        <w:rPr>
          <w:rtl/>
        </w:rPr>
        <w:br w:type="page"/>
      </w:r>
    </w:p>
    <w:p w:rsidR="00A679DB" w:rsidRDefault="00A679DB" w:rsidP="007B28D0">
      <w:pPr>
        <w:pStyle w:val="Heading2"/>
        <w:rPr>
          <w:rtl/>
        </w:rPr>
      </w:pPr>
      <w:bookmarkStart w:id="227" w:name="_Toc449617284"/>
      <w:r>
        <w:rPr>
          <w:rtl/>
        </w:rPr>
        <w:t>ثواب قرائت سوره غاشيه</w:t>
      </w:r>
      <w:bookmarkEnd w:id="227"/>
    </w:p>
    <w:p w:rsidR="00A679DB" w:rsidRDefault="00A679DB" w:rsidP="00A679DB">
      <w:pPr>
        <w:pStyle w:val="libNormal"/>
        <w:rPr>
          <w:rtl/>
        </w:rPr>
      </w:pPr>
      <w:r>
        <w:rPr>
          <w:rtl/>
        </w:rPr>
        <w:t xml:space="preserve">حديث : ١ بهذاالاسناد عن الحسن عن ابى المغرا عن ابى بصير عن ابى عبدالله </w:t>
      </w:r>
      <w:r w:rsidRPr="007B28D0">
        <w:rPr>
          <w:rStyle w:val="libAlaemChar"/>
          <w:rtl/>
        </w:rPr>
        <w:t>عليه‌السلام</w:t>
      </w:r>
      <w:r>
        <w:rPr>
          <w:rtl/>
        </w:rPr>
        <w:t xml:space="preserve"> قال من ادمن قراءه هل اتاك حديث الغاشيه فى فريضه او نافله غشاه الله برحمته فى الدنيا و الاخره و آتاه الامن يوم القيامه من عذاب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در نماز واجب يا مستحب بر قرائت سوره غاشيه مداومت نمايد، خداوند در دنيا و آخرت او را با رحمت خود مى پوشاند، در روز قيامت امان از آتش را به او عطا مى نمايد.</w:t>
      </w:r>
    </w:p>
    <w:p w:rsidR="00A679DB" w:rsidRDefault="00A679DB" w:rsidP="00A679DB">
      <w:pPr>
        <w:pStyle w:val="libNormal"/>
        <w:rPr>
          <w:rtl/>
        </w:rPr>
      </w:pPr>
    </w:p>
    <w:p w:rsidR="00A679DB" w:rsidRDefault="00A679DB" w:rsidP="00A679DB">
      <w:pPr>
        <w:pStyle w:val="libNormal"/>
        <w:rPr>
          <w:rtl/>
        </w:rPr>
      </w:pPr>
      <w:r>
        <w:rPr>
          <w:rtl/>
        </w:rPr>
        <w:t>ثواب قراءه سوره الفجر</w:t>
      </w:r>
    </w:p>
    <w:p w:rsidR="00A679DB" w:rsidRDefault="007B28D0" w:rsidP="00A679DB">
      <w:pPr>
        <w:pStyle w:val="libNormal"/>
        <w:rPr>
          <w:rtl/>
        </w:rPr>
      </w:pPr>
      <w:r>
        <w:rPr>
          <w:rtl/>
        </w:rPr>
        <w:br w:type="page"/>
      </w:r>
    </w:p>
    <w:p w:rsidR="00A679DB" w:rsidRDefault="00A679DB" w:rsidP="007B28D0">
      <w:pPr>
        <w:pStyle w:val="Heading2"/>
        <w:rPr>
          <w:rtl/>
        </w:rPr>
      </w:pPr>
      <w:bookmarkStart w:id="228" w:name="_Toc449617285"/>
      <w:r>
        <w:rPr>
          <w:rtl/>
        </w:rPr>
        <w:t>ثواب قرائت سوره فجر</w:t>
      </w:r>
      <w:bookmarkEnd w:id="228"/>
    </w:p>
    <w:p w:rsidR="00A679DB" w:rsidRDefault="00A679DB" w:rsidP="00A679DB">
      <w:pPr>
        <w:pStyle w:val="libNormal"/>
        <w:rPr>
          <w:rtl/>
        </w:rPr>
      </w:pPr>
      <w:r>
        <w:rPr>
          <w:rtl/>
        </w:rPr>
        <w:t xml:space="preserve">حديث : ١ بهذاالاسناد عن الحسن عن مندل عن داود بن فرقد عن ابى عبدالله عليه‌السلام قال اقرووا سوره الفجر فى فرائضكم و نوافلكم فانها سوره الحسين بن على </w:t>
      </w:r>
      <w:r w:rsidRPr="007B28D0">
        <w:rPr>
          <w:rStyle w:val="libAlaemChar"/>
          <w:rtl/>
        </w:rPr>
        <w:t>عليه‌السلام</w:t>
      </w:r>
      <w:r>
        <w:rPr>
          <w:rtl/>
        </w:rPr>
        <w:t xml:space="preserve"> من قراها كان مع الحسين </w:t>
      </w:r>
      <w:r w:rsidRPr="007B28D0">
        <w:rPr>
          <w:rStyle w:val="libAlaemChar"/>
          <w:rtl/>
        </w:rPr>
        <w:t>عليه‌السلام</w:t>
      </w:r>
      <w:r>
        <w:rPr>
          <w:rtl/>
        </w:rPr>
        <w:t xml:space="preserve"> يوم القيامه فى درجته من الجنه ان الله عزوجل عزيز حكيم</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سوره فجر را در نمازهاى واجب و مستحب بخوانيد و زيرا همانا اين سوره از آن امام حسين </w:t>
      </w:r>
      <w:r w:rsidRPr="007B28D0">
        <w:rPr>
          <w:rStyle w:val="libAlaemChar"/>
          <w:rtl/>
        </w:rPr>
        <w:t>عليه‌السلام</w:t>
      </w:r>
      <w:r>
        <w:rPr>
          <w:rtl/>
        </w:rPr>
        <w:t xml:space="preserve"> است و كسى كه آن را بخواند، در روز قيامت با امام حسين </w:t>
      </w:r>
      <w:r w:rsidRPr="007B28D0">
        <w:rPr>
          <w:rStyle w:val="libAlaemChar"/>
          <w:rtl/>
        </w:rPr>
        <w:t>عليه‌السلام</w:t>
      </w:r>
      <w:r>
        <w:rPr>
          <w:rtl/>
        </w:rPr>
        <w:t xml:space="preserve"> در درجه او در بهشت مى باشد. همانا خداى عزوجل عزيز و حكيم است .</w:t>
      </w:r>
      <w:r>
        <w:rPr>
          <w:rtl/>
        </w:rPr>
        <w:cr/>
      </w:r>
    </w:p>
    <w:p w:rsidR="00A679DB" w:rsidRDefault="00A679DB" w:rsidP="00A679DB">
      <w:pPr>
        <w:pStyle w:val="libNormal"/>
        <w:rPr>
          <w:rtl/>
        </w:rPr>
      </w:pPr>
    </w:p>
    <w:p w:rsidR="00A679DB" w:rsidRDefault="00A679DB" w:rsidP="00A679DB">
      <w:pPr>
        <w:pStyle w:val="libNormal"/>
        <w:rPr>
          <w:rtl/>
        </w:rPr>
      </w:pPr>
      <w:r>
        <w:rPr>
          <w:rtl/>
        </w:rPr>
        <w:t>ثواب قراءه سوره البلد</w:t>
      </w:r>
    </w:p>
    <w:p w:rsidR="00A679DB" w:rsidRDefault="007B28D0" w:rsidP="00A679DB">
      <w:pPr>
        <w:pStyle w:val="libNormal"/>
        <w:rPr>
          <w:rtl/>
        </w:rPr>
      </w:pPr>
      <w:r>
        <w:rPr>
          <w:rtl/>
        </w:rPr>
        <w:br w:type="page"/>
      </w:r>
    </w:p>
    <w:p w:rsidR="00A679DB" w:rsidRDefault="00A679DB" w:rsidP="007B28D0">
      <w:pPr>
        <w:pStyle w:val="Heading2"/>
        <w:rPr>
          <w:rtl/>
        </w:rPr>
      </w:pPr>
      <w:bookmarkStart w:id="229" w:name="_Toc449617286"/>
      <w:r>
        <w:rPr>
          <w:rtl/>
        </w:rPr>
        <w:t>ثواب قرائت سوره بلد</w:t>
      </w:r>
      <w:bookmarkEnd w:id="229"/>
    </w:p>
    <w:p w:rsidR="00A679DB" w:rsidRDefault="00A679DB" w:rsidP="00A679DB">
      <w:pPr>
        <w:pStyle w:val="libNormal"/>
        <w:rPr>
          <w:rtl/>
        </w:rPr>
      </w:pPr>
      <w:r>
        <w:rPr>
          <w:rtl/>
        </w:rPr>
        <w:t xml:space="preserve">حديث : ١ بهذاالاسناد عن الحسن عن ابيه و الحسين بن ابى العلاء عن ابى بصير عن ابى عبدالله </w:t>
      </w:r>
      <w:r w:rsidRPr="007B28D0">
        <w:rPr>
          <w:rStyle w:val="libAlaemChar"/>
          <w:rtl/>
        </w:rPr>
        <w:t>عليه‌السلام</w:t>
      </w:r>
      <w:r>
        <w:rPr>
          <w:rtl/>
        </w:rPr>
        <w:t xml:space="preserve"> قال من كان قراء ته فى فريضته لا اقسم بهذا البلد كان فى الدنيا معروفا انه كان من الصالحين و كان فى الاخره معروفا ان له من الله مكانا و كان يوم القيامه من رفقاء النبيين والشهداء و الصالحين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در نماز واجب خود سوره بلد را بخواند، در دنيا او را به عنوان يك انسان صالح ، و در آخرت او را به عنوان كسى كه نزد خداوند منزلتى دارد، خواهند شناخت و در روز قيامت از دوستان پيامبران ، شهدا و صالحان خواهد بود.</w:t>
      </w:r>
    </w:p>
    <w:p w:rsidR="00A679DB" w:rsidRDefault="00A679DB" w:rsidP="00A679DB">
      <w:pPr>
        <w:pStyle w:val="libNormal"/>
        <w:rPr>
          <w:rtl/>
        </w:rPr>
      </w:pPr>
    </w:p>
    <w:p w:rsidR="00A679DB" w:rsidRDefault="00A679DB" w:rsidP="00A679DB">
      <w:pPr>
        <w:pStyle w:val="libNormal"/>
        <w:rPr>
          <w:rtl/>
        </w:rPr>
      </w:pPr>
      <w:r>
        <w:rPr>
          <w:rtl/>
        </w:rPr>
        <w:t>ثواب قراءه سوره و الشمس و ضحيها والليل و الضحى و الم نشرح</w:t>
      </w:r>
    </w:p>
    <w:p w:rsidR="00A679DB" w:rsidRDefault="007B28D0" w:rsidP="00A679DB">
      <w:pPr>
        <w:pStyle w:val="libNormal"/>
        <w:rPr>
          <w:rtl/>
        </w:rPr>
      </w:pPr>
      <w:r>
        <w:rPr>
          <w:rtl/>
        </w:rPr>
        <w:br w:type="page"/>
      </w:r>
    </w:p>
    <w:p w:rsidR="00A679DB" w:rsidRDefault="00A679DB" w:rsidP="007B28D0">
      <w:pPr>
        <w:pStyle w:val="Heading2"/>
        <w:rPr>
          <w:rtl/>
        </w:rPr>
      </w:pPr>
      <w:bookmarkStart w:id="230" w:name="_Toc449617287"/>
      <w:r>
        <w:rPr>
          <w:rtl/>
        </w:rPr>
        <w:t>ثواب قرائت سوره شمش ، ليل ، ضحى و شرح</w:t>
      </w:r>
      <w:bookmarkEnd w:id="230"/>
    </w:p>
    <w:p w:rsidR="00A679DB" w:rsidRDefault="00A679DB" w:rsidP="00A679DB">
      <w:pPr>
        <w:pStyle w:val="libNormal"/>
        <w:rPr>
          <w:rtl/>
        </w:rPr>
      </w:pPr>
      <w:r>
        <w:rPr>
          <w:rtl/>
        </w:rPr>
        <w:t xml:space="preserve">حديث : ١ بهذاالاسناد عن الحسن عن معاويه بن عمار عن ابى عبدالله </w:t>
      </w:r>
      <w:r w:rsidRPr="007B28D0">
        <w:rPr>
          <w:rStyle w:val="libAlaemChar"/>
          <w:rtl/>
        </w:rPr>
        <w:t>عليه‌السلام</w:t>
      </w:r>
      <w:r>
        <w:rPr>
          <w:rtl/>
        </w:rPr>
        <w:t xml:space="preserve"> قال من اكثر قراءه و الشمس و ضحيها و الليل اذا يغشى و الضحى و الم نشرح فى يوم او ليله ام يبق شى بحضرته الا شهد له يوم القيامه حتى شعره و بشره و لحمه و دمه و عرنوقه و عصبه و عظامه و جميع ما اقلت الارض منه و يقول الرب تعالى و تعالى قبلت شهادتكم لعبدى و اجزتها له انطلقوا به الى جنانى حتى يتخير منها حيث ما احب فاعطوها آياها من غير من منى و لكن رحمه منى و فضلا عليه فهنيئا هنيئا لعبدى</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در شب يا روز سوره شمس ، ليل ، ضحى و شرح را زياد بخواند، چيزى را زياد بخواند، چيزى در كنار او نيست ، مگر اين كه براى او شهادت مى دهد، حتى مو، پوست ، گوشت ، خون ، رگها، اعصاب ، استخوانها، و همه ذرات وجودش كه بر روى زمين است . پروردگار متعال نيز مى فرمايد: شهادت شما در مورد بنده ام را پذيرفته و آن را روا گردانيدم . او را به بهشتهايم ببريد تا هر كجا را كه مى خواهد انتخاب كند و آن جا را بدون منتى از من و تنها از روى لطف و تفضل من ، به او بدهيد و گواراى گواراى او باشد.</w:t>
      </w:r>
    </w:p>
    <w:p w:rsidR="00A679DB" w:rsidRDefault="00A679DB" w:rsidP="00A679DB">
      <w:pPr>
        <w:pStyle w:val="libNormal"/>
        <w:rPr>
          <w:rtl/>
        </w:rPr>
      </w:pPr>
    </w:p>
    <w:p w:rsidR="00A679DB" w:rsidRDefault="00A679DB" w:rsidP="00A679DB">
      <w:pPr>
        <w:pStyle w:val="libNormal"/>
        <w:rPr>
          <w:rtl/>
        </w:rPr>
      </w:pPr>
      <w:r>
        <w:rPr>
          <w:rtl/>
        </w:rPr>
        <w:t>ثواب قراءه سوره و التين</w:t>
      </w:r>
    </w:p>
    <w:p w:rsidR="00A679DB" w:rsidRDefault="007B28D0" w:rsidP="00A679DB">
      <w:pPr>
        <w:pStyle w:val="libNormal"/>
        <w:rPr>
          <w:rtl/>
        </w:rPr>
      </w:pPr>
      <w:r>
        <w:rPr>
          <w:rtl/>
        </w:rPr>
        <w:br w:type="page"/>
      </w:r>
    </w:p>
    <w:p w:rsidR="00A679DB" w:rsidRDefault="00A679DB" w:rsidP="007B28D0">
      <w:pPr>
        <w:pStyle w:val="Heading2"/>
        <w:rPr>
          <w:rtl/>
        </w:rPr>
      </w:pPr>
      <w:bookmarkStart w:id="231" w:name="_Toc449617288"/>
      <w:r>
        <w:rPr>
          <w:rtl/>
        </w:rPr>
        <w:t>ثواب قرائت سوره تين</w:t>
      </w:r>
      <w:bookmarkEnd w:id="231"/>
    </w:p>
    <w:p w:rsidR="00A679DB" w:rsidRDefault="00A679DB" w:rsidP="00A679DB">
      <w:pPr>
        <w:pStyle w:val="libNormal"/>
        <w:rPr>
          <w:rtl/>
        </w:rPr>
      </w:pPr>
      <w:r>
        <w:rPr>
          <w:rtl/>
        </w:rPr>
        <w:t xml:space="preserve">حديث : ١ بهذاالاسناد عن الحسن شعيب العقرقوفى عن ابى عبدالله </w:t>
      </w:r>
      <w:r w:rsidRPr="007B28D0">
        <w:rPr>
          <w:rStyle w:val="libAlaemChar"/>
          <w:rtl/>
        </w:rPr>
        <w:t xml:space="preserve">عليه‌السلام </w:t>
      </w:r>
      <w:r>
        <w:rPr>
          <w:rtl/>
        </w:rPr>
        <w:t>قال من قراء والتين فى فرائضه و نوافله اعطى من الجنه حيث يرضى ان شاء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سوره تين را در نمازهاى واجب و مستحب بخواند، آن قدر از بهشت به او مى دهند كه راضى شود.</w:t>
      </w:r>
    </w:p>
    <w:p w:rsidR="00A679DB" w:rsidRDefault="00A679DB" w:rsidP="00A679DB">
      <w:pPr>
        <w:pStyle w:val="libNormal"/>
        <w:rPr>
          <w:rtl/>
        </w:rPr>
      </w:pPr>
    </w:p>
    <w:p w:rsidR="00A679DB" w:rsidRDefault="00A679DB" w:rsidP="00A679DB">
      <w:pPr>
        <w:pStyle w:val="libNormal"/>
        <w:rPr>
          <w:rtl/>
        </w:rPr>
      </w:pPr>
      <w:r>
        <w:rPr>
          <w:rtl/>
        </w:rPr>
        <w:t>ثواب قراءه اقرا باسم ربك</w:t>
      </w:r>
    </w:p>
    <w:p w:rsidR="007B28D0" w:rsidRDefault="007B28D0" w:rsidP="00A679DB">
      <w:pPr>
        <w:pStyle w:val="libNormal"/>
        <w:rPr>
          <w:rtl/>
        </w:rPr>
      </w:pPr>
      <w:r>
        <w:rPr>
          <w:rtl/>
        </w:rPr>
        <w:br w:type="page"/>
      </w:r>
    </w:p>
    <w:p w:rsidR="00A679DB" w:rsidRDefault="00A679DB" w:rsidP="007B28D0">
      <w:pPr>
        <w:pStyle w:val="Heading2"/>
        <w:rPr>
          <w:rtl/>
        </w:rPr>
      </w:pPr>
      <w:bookmarkStart w:id="232" w:name="_Toc449617289"/>
      <w:r>
        <w:rPr>
          <w:rtl/>
        </w:rPr>
        <w:t>ثواب قرائت سوره علق</w:t>
      </w:r>
      <w:bookmarkEnd w:id="232"/>
    </w:p>
    <w:p w:rsidR="00A679DB" w:rsidRDefault="00A679DB" w:rsidP="00A679DB">
      <w:pPr>
        <w:pStyle w:val="libNormal"/>
        <w:rPr>
          <w:rtl/>
        </w:rPr>
      </w:pPr>
      <w:r>
        <w:rPr>
          <w:rtl/>
        </w:rPr>
        <w:t xml:space="preserve">حديث : ١ و بهذاالاسناد عن الحسن عن ابن مسكان عن سليمان بن خالد عن ابى عبدالله </w:t>
      </w:r>
      <w:r w:rsidRPr="007B28D0">
        <w:rPr>
          <w:rStyle w:val="libAlaemChar"/>
          <w:rtl/>
        </w:rPr>
        <w:t>عليه‌السلام</w:t>
      </w:r>
      <w:r>
        <w:rPr>
          <w:rtl/>
        </w:rPr>
        <w:t xml:space="preserve"> قال من قرا فى يومخ او ليلته اقرا باسم ربك ثم مات فى يومه او ليلته مات شهيدا و بعثه الله شهيدا و احياه شهيدا و كان كمن ضرب بسيفه فى سبيل الله مع رسول الله </w:t>
      </w:r>
      <w:r w:rsidR="00E60DFB" w:rsidRPr="007B28D0">
        <w:rPr>
          <w:rStyle w:val="libAlaemChar"/>
          <w:rtl/>
        </w:rPr>
        <w:t>صلى‌الله‌عليه‌وآله</w:t>
      </w:r>
      <w:r w:rsidR="00E60DFB">
        <w:rPr>
          <w:rtl/>
        </w:rPr>
        <w:t xml:space="preserve"> </w:t>
      </w:r>
      <w:r>
        <w:rPr>
          <w:rtl/>
        </w:rPr>
        <w:t>.</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در شب يا روزى سوره علق را تلاوت نمايد. آنگاه در همان شب يا روز بميرد، مرده است ، خداوند او را شهيد بر مى انگيزد، شهيد زنده مى نمايدو مانند كسى خواهد بود كه با رسول خدا </w:t>
      </w:r>
      <w:r w:rsidR="00E60DFB" w:rsidRPr="007B28D0">
        <w:rPr>
          <w:rStyle w:val="libAlaemChar"/>
          <w:rtl/>
        </w:rPr>
        <w:t>صلى‌الله‌عليه‌وآله</w:t>
      </w:r>
      <w:r w:rsidR="00E60DFB">
        <w:rPr>
          <w:rtl/>
        </w:rPr>
        <w:t xml:space="preserve"> </w:t>
      </w:r>
      <w:r>
        <w:rPr>
          <w:rtl/>
        </w:rPr>
        <w:t>در راه خدا شمشير زده باشد.</w:t>
      </w:r>
      <w:r>
        <w:rPr>
          <w:rtl/>
        </w:rPr>
        <w:cr/>
      </w:r>
    </w:p>
    <w:p w:rsidR="00A679DB" w:rsidRDefault="00A679DB" w:rsidP="00A679DB">
      <w:pPr>
        <w:pStyle w:val="libNormal"/>
        <w:rPr>
          <w:rtl/>
        </w:rPr>
      </w:pPr>
    </w:p>
    <w:p w:rsidR="00A679DB" w:rsidRDefault="00A679DB" w:rsidP="00A679DB">
      <w:pPr>
        <w:pStyle w:val="libNormal"/>
        <w:rPr>
          <w:rtl/>
        </w:rPr>
      </w:pPr>
      <w:r>
        <w:rPr>
          <w:rtl/>
        </w:rPr>
        <w:t>ثواب قراءه سوره انا انزلناه</w:t>
      </w:r>
    </w:p>
    <w:p w:rsidR="00A679DB" w:rsidRDefault="007B28D0" w:rsidP="00A679DB">
      <w:pPr>
        <w:pStyle w:val="libNormal"/>
        <w:rPr>
          <w:rtl/>
        </w:rPr>
      </w:pPr>
      <w:r>
        <w:rPr>
          <w:rtl/>
        </w:rPr>
        <w:br w:type="page"/>
      </w:r>
    </w:p>
    <w:p w:rsidR="00A679DB" w:rsidRDefault="00A679DB" w:rsidP="007B28D0">
      <w:pPr>
        <w:pStyle w:val="Heading2"/>
        <w:rPr>
          <w:rtl/>
        </w:rPr>
      </w:pPr>
      <w:bookmarkStart w:id="233" w:name="_Toc449617290"/>
      <w:r>
        <w:rPr>
          <w:rtl/>
        </w:rPr>
        <w:t>ثواب قرائت سوره قدر</w:t>
      </w:r>
      <w:bookmarkEnd w:id="233"/>
    </w:p>
    <w:p w:rsidR="00A679DB" w:rsidRDefault="00A679DB" w:rsidP="00A679DB">
      <w:pPr>
        <w:pStyle w:val="libNormal"/>
        <w:rPr>
          <w:rtl/>
        </w:rPr>
      </w:pPr>
      <w:r>
        <w:rPr>
          <w:rtl/>
        </w:rPr>
        <w:t xml:space="preserve">حديث : ١ ابى رحمه الله عن سعد بن عبدالله عن احمد بن محمد عن الحسن بن محبوب عن سيف بن عميره عن رجل عن ابى جعفر </w:t>
      </w:r>
      <w:r w:rsidRPr="007B28D0">
        <w:rPr>
          <w:rStyle w:val="libAlaemChar"/>
          <w:rtl/>
        </w:rPr>
        <w:t>عليه‌السلام</w:t>
      </w:r>
      <w:r>
        <w:rPr>
          <w:rtl/>
        </w:rPr>
        <w:t xml:space="preserve"> قال من قرا انا انزناه فى ليله القدر فجهر بها صوته كان كالشاهر سيفه فى سبيل الله عزوجل و من قراها سراكان كالمتشحط بدمه فى سبيل الله و من قراها عشر مرات محا الله عنه الف ذنب من ذنوبه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7B28D0">
        <w:rPr>
          <w:rStyle w:val="libAlaemChar"/>
          <w:rtl/>
        </w:rPr>
        <w:t>عليه‌السلام</w:t>
      </w:r>
      <w:r>
        <w:rPr>
          <w:rtl/>
        </w:rPr>
        <w:t xml:space="preserve"> فرمودند: كسى كه با صداى بلند سوره قدر را بخواند، مانند كسى است كه در راه خداى عزوجل شمشير كشيده باشد. و كسى كه آن را با صداى آهسته بخواند، مانند كسى است كه در راه خدا در خود غلتيده باشد.</w:t>
      </w:r>
    </w:p>
    <w:p w:rsidR="00A679DB" w:rsidRDefault="00A679DB" w:rsidP="00A679DB">
      <w:pPr>
        <w:pStyle w:val="libNormal"/>
        <w:rPr>
          <w:rtl/>
        </w:rPr>
      </w:pPr>
      <w:r>
        <w:rPr>
          <w:rtl/>
        </w:rPr>
        <w:t>و كسى ده بار آن را بخواند، خداوند هزار گنا از گناهان او را پاك مى نمايد.</w:t>
      </w:r>
    </w:p>
    <w:p w:rsidR="00A679DB" w:rsidRDefault="00A679DB" w:rsidP="00A679DB">
      <w:pPr>
        <w:pStyle w:val="libNormal"/>
        <w:rPr>
          <w:rtl/>
        </w:rPr>
      </w:pPr>
      <w:r>
        <w:rPr>
          <w:rtl/>
        </w:rPr>
        <w:t xml:space="preserve">حديث : ٢ بهذاالاسناد عن الحسن عن ابيه عن الحسين بن ابى العلاء عن ابى عبدالله </w:t>
      </w:r>
      <w:r w:rsidRPr="007B28D0">
        <w:rPr>
          <w:rStyle w:val="libAlaemChar"/>
          <w:rtl/>
        </w:rPr>
        <w:t>عليه‌السلام</w:t>
      </w:r>
      <w:r>
        <w:rPr>
          <w:rtl/>
        </w:rPr>
        <w:t xml:space="preserve"> قال من قرا انا انزلناه فى فريضه من فرائض الله نادى مناد يا عبدالله غفر الله لك ما مضى فاستانف العمل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7B28D0">
        <w:rPr>
          <w:rStyle w:val="libAlaemChar"/>
          <w:rtl/>
        </w:rPr>
        <w:t>عليه‌السلام</w:t>
      </w:r>
      <w:r>
        <w:rPr>
          <w:rtl/>
        </w:rPr>
        <w:t xml:space="preserve"> فرمودند: كسى كه در يكى از نمازهاى واجب سوره قدر را بخواند، منادى ندا مى دهد، اى بنده خدا! گناهان گذشته ات را آمرزيدند، عملت را از نوع شروع كن .</w:t>
      </w:r>
    </w:p>
    <w:p w:rsidR="00A679DB" w:rsidRDefault="00A679DB" w:rsidP="00A679DB">
      <w:pPr>
        <w:pStyle w:val="libNormal"/>
        <w:rPr>
          <w:rtl/>
        </w:rPr>
      </w:pPr>
    </w:p>
    <w:p w:rsidR="00A679DB" w:rsidRDefault="00A679DB" w:rsidP="00A679DB">
      <w:pPr>
        <w:pStyle w:val="libNormal"/>
        <w:rPr>
          <w:rtl/>
        </w:rPr>
      </w:pPr>
      <w:r>
        <w:rPr>
          <w:rtl/>
        </w:rPr>
        <w:t>ثواب قراءه سوره لم يكن</w:t>
      </w:r>
    </w:p>
    <w:p w:rsidR="007B28D0" w:rsidRDefault="007B28D0" w:rsidP="00A679DB">
      <w:pPr>
        <w:pStyle w:val="libNormal"/>
        <w:rPr>
          <w:rtl/>
        </w:rPr>
      </w:pPr>
      <w:r>
        <w:rPr>
          <w:rtl/>
        </w:rPr>
        <w:br w:type="page"/>
      </w:r>
    </w:p>
    <w:p w:rsidR="00A679DB" w:rsidRDefault="00A679DB" w:rsidP="007B28D0">
      <w:pPr>
        <w:pStyle w:val="Heading2"/>
        <w:rPr>
          <w:rtl/>
        </w:rPr>
      </w:pPr>
      <w:bookmarkStart w:id="234" w:name="_Toc449617291"/>
      <w:r>
        <w:rPr>
          <w:rtl/>
        </w:rPr>
        <w:t>ثواب قرائت سوره بينه</w:t>
      </w:r>
      <w:bookmarkEnd w:id="234"/>
    </w:p>
    <w:p w:rsidR="00A679DB" w:rsidRDefault="00A679DB" w:rsidP="00A679DB">
      <w:pPr>
        <w:pStyle w:val="libNormal"/>
        <w:rPr>
          <w:rtl/>
        </w:rPr>
      </w:pPr>
      <w:r>
        <w:rPr>
          <w:rtl/>
        </w:rPr>
        <w:t xml:space="preserve">حديث : ١ ابى رحمه الله عن محمد بن يحيى عن محمد بن احمد عن محمد بن حسان عن اسماعيل به مهران عن الحسن عن سيف بن عميره عن ابى بكر الحضرمى عن ابى جعفر </w:t>
      </w:r>
      <w:r w:rsidRPr="007B28D0">
        <w:rPr>
          <w:rStyle w:val="libAlaemChar"/>
          <w:rtl/>
        </w:rPr>
        <w:t>عليه‌السلام</w:t>
      </w:r>
      <w:r>
        <w:rPr>
          <w:rtl/>
        </w:rPr>
        <w:t xml:space="preserve"> قال من قرا سوره لم يكن كان بريئا من الشرك و ادخل فى دين محمد </w:t>
      </w:r>
      <w:r w:rsidR="00E60DFB" w:rsidRPr="007B28D0">
        <w:rPr>
          <w:rStyle w:val="libAlaemChar"/>
          <w:rtl/>
        </w:rPr>
        <w:t>صلى‌الله‌عليه‌وآله</w:t>
      </w:r>
      <w:r w:rsidR="00E60DFB">
        <w:rPr>
          <w:rtl/>
        </w:rPr>
        <w:t xml:space="preserve"> </w:t>
      </w:r>
      <w:r>
        <w:rPr>
          <w:rtl/>
        </w:rPr>
        <w:t>و بعثه الله عزوجل مومنا و حاسبه حسابا يسيرا.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7B28D0">
        <w:rPr>
          <w:rStyle w:val="libAlaemChar"/>
          <w:rtl/>
        </w:rPr>
        <w:t>عليه‌السلام</w:t>
      </w:r>
      <w:r>
        <w:rPr>
          <w:rtl/>
        </w:rPr>
        <w:t xml:space="preserve"> فرمودند: كسى كه سوره بينه را بخواند، از شرك بيزار مى باشد، وارد دين حضرت محمد </w:t>
      </w:r>
      <w:r w:rsidR="00E60DFB" w:rsidRPr="007B28D0">
        <w:rPr>
          <w:rStyle w:val="libAlaemChar"/>
          <w:rtl/>
        </w:rPr>
        <w:t>صلى‌الله‌عليه‌وآله</w:t>
      </w:r>
      <w:r w:rsidR="00E60DFB">
        <w:rPr>
          <w:rtl/>
        </w:rPr>
        <w:t xml:space="preserve"> </w:t>
      </w:r>
      <w:r>
        <w:rPr>
          <w:rtl/>
        </w:rPr>
        <w:t>خواهد شد، خداى عزوجل او را مؤ من بر مى انگيزد و در حساب بر او آسان مى گيرد.</w:t>
      </w:r>
    </w:p>
    <w:p w:rsidR="00A679DB" w:rsidRDefault="00A679DB" w:rsidP="00A679DB">
      <w:pPr>
        <w:pStyle w:val="libNormal"/>
        <w:rPr>
          <w:rtl/>
        </w:rPr>
      </w:pPr>
    </w:p>
    <w:p w:rsidR="00A679DB" w:rsidRDefault="00A679DB" w:rsidP="00A679DB">
      <w:pPr>
        <w:pStyle w:val="libNormal"/>
        <w:rPr>
          <w:rtl/>
        </w:rPr>
      </w:pPr>
      <w:r>
        <w:rPr>
          <w:rtl/>
        </w:rPr>
        <w:t>ثواب قراءه سوره اذا زلزلت</w:t>
      </w:r>
    </w:p>
    <w:p w:rsidR="00A679DB" w:rsidRDefault="007B28D0" w:rsidP="00A679DB">
      <w:pPr>
        <w:pStyle w:val="libNormal"/>
        <w:rPr>
          <w:rtl/>
        </w:rPr>
      </w:pPr>
      <w:r>
        <w:rPr>
          <w:rtl/>
        </w:rPr>
        <w:br w:type="page"/>
      </w:r>
    </w:p>
    <w:p w:rsidR="00A679DB" w:rsidRDefault="00A679DB" w:rsidP="007B28D0">
      <w:pPr>
        <w:pStyle w:val="Heading2"/>
        <w:rPr>
          <w:rtl/>
        </w:rPr>
      </w:pPr>
      <w:bookmarkStart w:id="235" w:name="_Toc449617292"/>
      <w:r>
        <w:rPr>
          <w:rtl/>
        </w:rPr>
        <w:t>ثواب قرائت سوره زلزه</w:t>
      </w:r>
      <w:bookmarkEnd w:id="235"/>
    </w:p>
    <w:p w:rsidR="00A679DB" w:rsidRDefault="00A679DB" w:rsidP="00A679DB">
      <w:pPr>
        <w:pStyle w:val="libNormal"/>
        <w:rPr>
          <w:rtl/>
        </w:rPr>
      </w:pPr>
      <w:r>
        <w:rPr>
          <w:rtl/>
        </w:rPr>
        <w:t xml:space="preserve">حديث : ١ بهذاالاسناد عن الحسن عن على بن معبد عن ابيه عن ابى عبدالله </w:t>
      </w:r>
      <w:r w:rsidRPr="007B28D0">
        <w:rPr>
          <w:rStyle w:val="libAlaemChar"/>
          <w:rtl/>
        </w:rPr>
        <w:t>عليه‌السلام</w:t>
      </w:r>
      <w:r>
        <w:rPr>
          <w:rtl/>
        </w:rPr>
        <w:t xml:space="preserve"> قال لا تملوا من قراءه اذا زلزلت الارض فان من كانت قراءته فى نوافله لم يصبه الله عزوجل بزلزله ابدا و لم يمت بها و لا بصاعقه و لا بافه من افات الدنيا فاذا مات امر به ابى الجنه فيقول الله عزوجل عبدى ابحتك جنتى فاسكن منها حيث شئت و هويت لا ممنوعا و لا مدفوعا.</w:t>
      </w:r>
    </w:p>
    <w:p w:rsidR="00A679DB" w:rsidRDefault="00A679DB" w:rsidP="00A679DB">
      <w:pPr>
        <w:pStyle w:val="libNormal"/>
        <w:rPr>
          <w:rtl/>
        </w:rPr>
      </w:pPr>
      <w:r>
        <w:rPr>
          <w:rtl/>
        </w:rPr>
        <w:t>ترجمه :</w:t>
      </w:r>
    </w:p>
    <w:p w:rsidR="00A679DB" w:rsidRDefault="00A679DB" w:rsidP="007B28D0">
      <w:pPr>
        <w:pStyle w:val="libNormal"/>
        <w:rPr>
          <w:rtl/>
        </w:rPr>
      </w:pPr>
      <w:r>
        <w:rPr>
          <w:rtl/>
        </w:rPr>
        <w:t xml:space="preserve">١. امام صادق </w:t>
      </w:r>
      <w:r w:rsidRPr="007B28D0">
        <w:rPr>
          <w:rStyle w:val="libAlaemChar"/>
          <w:rtl/>
        </w:rPr>
        <w:t>عليه‌السلام</w:t>
      </w:r>
      <w:r>
        <w:rPr>
          <w:rtl/>
        </w:rPr>
        <w:t xml:space="preserve"> فرمودند: از قرائت سوره زلزه دلتنگ نشويد. زيرا همانا كسى كه در نمازهاى مستحب </w:t>
      </w:r>
      <w:r w:rsidR="007B28D0">
        <w:rPr>
          <w:rFonts w:hint="cs"/>
          <w:rtl/>
        </w:rPr>
        <w:t>آ</w:t>
      </w:r>
      <w:r>
        <w:rPr>
          <w:rtl/>
        </w:rPr>
        <w:t xml:space="preserve">ن را بخواند، هيچ گاه خداوند او را گرفتار زلزله نمى گرداند و نه با زلزله و صاعقه و نه با هيچ آفتى از </w:t>
      </w:r>
      <w:r w:rsidR="007B28D0">
        <w:rPr>
          <w:rFonts w:hint="cs"/>
          <w:rtl/>
        </w:rPr>
        <w:t>آ</w:t>
      </w:r>
      <w:r>
        <w:rPr>
          <w:rtl/>
        </w:rPr>
        <w:t>فات دنيا نمى ميرد و هنگامى كه بميرد، به او دستور مى دهند كه به بهشت برود و خداى عزوجل مى فرمايد: بهشتم را بر تو حلال كردم . در هر كجاى آن كه مى خواهى و دوست دارى ، ساكن شو كه كسى تو را از آن منع نكرده و دور نمى كند.</w:t>
      </w:r>
    </w:p>
    <w:p w:rsidR="00A679DB" w:rsidRDefault="00A679DB" w:rsidP="00A679DB">
      <w:pPr>
        <w:pStyle w:val="libNormal"/>
        <w:rPr>
          <w:rtl/>
        </w:rPr>
      </w:pPr>
    </w:p>
    <w:p w:rsidR="00A679DB" w:rsidRDefault="00A679DB" w:rsidP="00A679DB">
      <w:pPr>
        <w:pStyle w:val="libNormal"/>
        <w:rPr>
          <w:rtl/>
        </w:rPr>
      </w:pPr>
      <w:r>
        <w:rPr>
          <w:rtl/>
        </w:rPr>
        <w:t>ثواب قراءه سوره العاديات</w:t>
      </w:r>
    </w:p>
    <w:p w:rsidR="00A679DB" w:rsidRDefault="007B28D0" w:rsidP="00A679DB">
      <w:pPr>
        <w:pStyle w:val="libNormal"/>
        <w:rPr>
          <w:rtl/>
        </w:rPr>
      </w:pPr>
      <w:r>
        <w:rPr>
          <w:rtl/>
        </w:rPr>
        <w:br w:type="page"/>
      </w:r>
    </w:p>
    <w:p w:rsidR="00A679DB" w:rsidRDefault="00A679DB" w:rsidP="007B28D0">
      <w:pPr>
        <w:pStyle w:val="Heading2"/>
        <w:rPr>
          <w:rtl/>
        </w:rPr>
      </w:pPr>
      <w:bookmarkStart w:id="236" w:name="_Toc449617293"/>
      <w:r>
        <w:rPr>
          <w:rtl/>
        </w:rPr>
        <w:t>ثواب قرائت سوره عاديات</w:t>
      </w:r>
      <w:bookmarkEnd w:id="236"/>
    </w:p>
    <w:p w:rsidR="00A679DB" w:rsidRDefault="00A679DB" w:rsidP="00A679DB">
      <w:pPr>
        <w:pStyle w:val="libNormal"/>
        <w:rPr>
          <w:rtl/>
        </w:rPr>
      </w:pPr>
      <w:r>
        <w:rPr>
          <w:rtl/>
        </w:rPr>
        <w:t xml:space="preserve">حديث : ١ بهذاالاسناد عن الحسن عن ابى عبدالله المومن عن مسكان عن سليمان بن خالد عن ابى عبدالله </w:t>
      </w:r>
      <w:r w:rsidRPr="007B28D0">
        <w:rPr>
          <w:rStyle w:val="libAlaemChar"/>
          <w:rtl/>
        </w:rPr>
        <w:t>عليه‌السلام</w:t>
      </w:r>
      <w:r>
        <w:rPr>
          <w:rtl/>
        </w:rPr>
        <w:t xml:space="preserve"> قال من قرا سوره العاديات و ادمن قراء تها بعثه الله عزوجل مع اميرالمؤ منين </w:t>
      </w:r>
      <w:r w:rsidRPr="007B28D0">
        <w:rPr>
          <w:rStyle w:val="libAlaemChar"/>
          <w:rtl/>
        </w:rPr>
        <w:t>عليه‌السلام</w:t>
      </w:r>
      <w:r>
        <w:rPr>
          <w:rtl/>
        </w:rPr>
        <w:t xml:space="preserve"> يوم القيامه خاصه و كان فى حجره و رفقائه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سوره عاديات را بخواند و بر قرائت آن مداومت نمايد، خداى عزوجل در روز قيامت او را بطور مخصوص با اميرالمؤ منين </w:t>
      </w:r>
      <w:r w:rsidRPr="007B28D0">
        <w:rPr>
          <w:rStyle w:val="libAlaemChar"/>
          <w:rtl/>
        </w:rPr>
        <w:t>عليه‌السلام</w:t>
      </w:r>
      <w:r>
        <w:rPr>
          <w:rtl/>
        </w:rPr>
        <w:t xml:space="preserve"> محشور مى نمايد و در حريم او و از دوستان او خواهد بود.</w:t>
      </w:r>
    </w:p>
    <w:p w:rsidR="00A679DB" w:rsidRDefault="00A679DB" w:rsidP="00A679DB">
      <w:pPr>
        <w:pStyle w:val="libNormal"/>
        <w:rPr>
          <w:rtl/>
        </w:rPr>
      </w:pPr>
    </w:p>
    <w:p w:rsidR="00A679DB" w:rsidRDefault="00A679DB" w:rsidP="00A679DB">
      <w:pPr>
        <w:pStyle w:val="libNormal"/>
        <w:rPr>
          <w:rtl/>
        </w:rPr>
      </w:pPr>
      <w:r>
        <w:rPr>
          <w:rtl/>
        </w:rPr>
        <w:t>ثواب قراءه سوره القارعه</w:t>
      </w:r>
    </w:p>
    <w:p w:rsidR="00A679DB" w:rsidRDefault="007B28D0" w:rsidP="00A679DB">
      <w:pPr>
        <w:pStyle w:val="libNormal"/>
        <w:rPr>
          <w:rtl/>
        </w:rPr>
      </w:pPr>
      <w:r>
        <w:rPr>
          <w:rtl/>
        </w:rPr>
        <w:br w:type="page"/>
      </w:r>
    </w:p>
    <w:p w:rsidR="00A679DB" w:rsidRDefault="00A679DB" w:rsidP="007B28D0">
      <w:pPr>
        <w:pStyle w:val="Heading2"/>
        <w:rPr>
          <w:rtl/>
        </w:rPr>
      </w:pPr>
      <w:bookmarkStart w:id="237" w:name="_Toc449617294"/>
      <w:r>
        <w:rPr>
          <w:rtl/>
        </w:rPr>
        <w:t>ثواب قرائت سوره قارعه</w:t>
      </w:r>
      <w:bookmarkEnd w:id="237"/>
    </w:p>
    <w:p w:rsidR="00A679DB" w:rsidRDefault="00A679DB" w:rsidP="00A679DB">
      <w:pPr>
        <w:pStyle w:val="libNormal"/>
        <w:rPr>
          <w:rtl/>
        </w:rPr>
      </w:pPr>
      <w:r>
        <w:rPr>
          <w:rtl/>
        </w:rPr>
        <w:t xml:space="preserve">حديث : ١ بهذاالاسناد عن الحسن عن اسماعيل بن زبير عن عمرو بن ثابت عن ابى جعفر </w:t>
      </w:r>
      <w:r w:rsidRPr="007B28D0">
        <w:rPr>
          <w:rStyle w:val="libAlaemChar"/>
          <w:rtl/>
        </w:rPr>
        <w:t>عليه‌السلام</w:t>
      </w:r>
      <w:r>
        <w:rPr>
          <w:rtl/>
        </w:rPr>
        <w:t xml:space="preserve"> قال من قرا و اكثر من قراءه القارعه آمنه الله عزوجل من فتنه الدجال ان يومن به و من قيح جهنم يوم القيامه ان شاء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7B28D0">
        <w:rPr>
          <w:rStyle w:val="libAlaemChar"/>
          <w:rtl/>
        </w:rPr>
        <w:t>عليه‌السلام</w:t>
      </w:r>
      <w:r>
        <w:rPr>
          <w:rtl/>
        </w:rPr>
        <w:t xml:space="preserve"> فرمودند: كسى كه سوره قارعه را زياد بخواند، خداوند عزوجل او را از فتنه دجال و ايمان به دجال و نيز در روز قيامت از چركهاى جهنم مصون مى دارد، ان شاء الله .</w:t>
      </w:r>
    </w:p>
    <w:p w:rsidR="00A679DB" w:rsidRDefault="00A679DB" w:rsidP="00A679DB">
      <w:pPr>
        <w:pStyle w:val="libNormal"/>
        <w:rPr>
          <w:rtl/>
        </w:rPr>
      </w:pPr>
    </w:p>
    <w:p w:rsidR="00A679DB" w:rsidRDefault="00A679DB" w:rsidP="00A679DB">
      <w:pPr>
        <w:pStyle w:val="libNormal"/>
        <w:rPr>
          <w:rtl/>
        </w:rPr>
      </w:pPr>
      <w:r>
        <w:rPr>
          <w:rtl/>
        </w:rPr>
        <w:t>ثواب قراءه الهيكم</w:t>
      </w:r>
    </w:p>
    <w:p w:rsidR="00A679DB" w:rsidRDefault="007B28D0" w:rsidP="00A679DB">
      <w:pPr>
        <w:pStyle w:val="libNormal"/>
        <w:rPr>
          <w:rtl/>
        </w:rPr>
      </w:pPr>
      <w:r>
        <w:rPr>
          <w:rtl/>
        </w:rPr>
        <w:br w:type="page"/>
      </w:r>
    </w:p>
    <w:p w:rsidR="00A679DB" w:rsidRDefault="00A679DB" w:rsidP="007B28D0">
      <w:pPr>
        <w:pStyle w:val="Heading2"/>
        <w:rPr>
          <w:rtl/>
        </w:rPr>
      </w:pPr>
      <w:bookmarkStart w:id="238" w:name="_Toc449617295"/>
      <w:r>
        <w:rPr>
          <w:rtl/>
        </w:rPr>
        <w:t>ثواب قرائت سوره تكاثر</w:t>
      </w:r>
      <w:bookmarkEnd w:id="238"/>
    </w:p>
    <w:p w:rsidR="00A679DB" w:rsidRDefault="00A679DB" w:rsidP="00A679DB">
      <w:pPr>
        <w:pStyle w:val="libNormal"/>
        <w:rPr>
          <w:rtl/>
        </w:rPr>
      </w:pPr>
      <w:r>
        <w:rPr>
          <w:rtl/>
        </w:rPr>
        <w:t>حديث : ١ و بهذاالاسناد عن الحسن عن شعيب عن ابى عبدالله عليه‌السلام قال من قرا سوره الهيكم التكاثر فى فريضه كتب الله له ثواب و اجر مائه شهيد و من قرءها فى نافله كتب الله له ثواب خمسين شهيدا و صلى معه فى فريضته اربعون صفا من الملائكه ان شاء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B28D0">
        <w:rPr>
          <w:rStyle w:val="libAlaemChar"/>
          <w:rtl/>
        </w:rPr>
        <w:t>عليه‌السلام</w:t>
      </w:r>
      <w:r>
        <w:rPr>
          <w:rtl/>
        </w:rPr>
        <w:t xml:space="preserve"> فرمودند: كسى كه سوره تكاثر را در نماز واجب بخواند، خداوند ثواب وپاداش صد شهيد را براى او مى نويسد.</w:t>
      </w:r>
    </w:p>
    <w:p w:rsidR="00A679DB" w:rsidRDefault="00A679DB" w:rsidP="00A679DB">
      <w:pPr>
        <w:pStyle w:val="libNormal"/>
        <w:rPr>
          <w:rtl/>
        </w:rPr>
      </w:pPr>
      <w:r>
        <w:rPr>
          <w:rtl/>
        </w:rPr>
        <w:t>و كسى كه آن را در نماز مستحب بخواند، خداوند ثواب پنجاه شهيد را براى او مى نويسد و در نماز واجبش صف از فرشتگان با او نماز مى خوانند.</w:t>
      </w:r>
    </w:p>
    <w:p w:rsidR="00A679DB" w:rsidRDefault="00A679DB" w:rsidP="00A679DB">
      <w:pPr>
        <w:pStyle w:val="libNormal"/>
        <w:rPr>
          <w:rtl/>
        </w:rPr>
      </w:pPr>
      <w:r>
        <w:rPr>
          <w:rtl/>
        </w:rPr>
        <w:t xml:space="preserve">حديث : ٢ ابى رحمه الله قال حدثنى محمد بن يحيى العطار قال حدثنى محمد بن احمد عن سهل بن زياد عن جعفر بن محمد بن يسار عن عبيدالله الدهقان عن درست عن ابى عبدالله قال قال رسول الله </w:t>
      </w:r>
      <w:r w:rsidR="00E60DFB">
        <w:rPr>
          <w:rtl/>
        </w:rPr>
        <w:t xml:space="preserve">صلى‌الله‌عليه‌وآله </w:t>
      </w:r>
      <w:r>
        <w:rPr>
          <w:rtl/>
        </w:rPr>
        <w:t>من قرا الهيكم التكاثر عندالنوم و قى من فتنه القبر.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DB2708">
        <w:rPr>
          <w:rStyle w:val="libAlaemChar"/>
          <w:rtl/>
        </w:rPr>
        <w:t>عليه‌السلام</w:t>
      </w:r>
      <w:r>
        <w:rPr>
          <w:rtl/>
        </w:rPr>
        <w:t xml:space="preserve"> نقل مى نمايند: كه رسول خدا </w:t>
      </w:r>
      <w:r w:rsidR="00E60DFB" w:rsidRPr="00DB2708">
        <w:rPr>
          <w:rStyle w:val="libAlaemChar"/>
          <w:rtl/>
        </w:rPr>
        <w:t>صلى‌الله‌عليه‌وآله</w:t>
      </w:r>
      <w:r w:rsidR="00E60DFB">
        <w:rPr>
          <w:rtl/>
        </w:rPr>
        <w:t xml:space="preserve"> </w:t>
      </w:r>
      <w:r>
        <w:rPr>
          <w:rtl/>
        </w:rPr>
        <w:t>فرمودند: كسى كه هنگام خواب سوره تكاثر را بخواند، از عذاب قبر در امان خواهد بود.</w:t>
      </w:r>
    </w:p>
    <w:p w:rsidR="00A679DB" w:rsidRDefault="00A679DB" w:rsidP="00A679DB">
      <w:pPr>
        <w:pStyle w:val="libNormal"/>
        <w:rPr>
          <w:rtl/>
        </w:rPr>
      </w:pPr>
    </w:p>
    <w:p w:rsidR="00A679DB" w:rsidRDefault="00A679DB" w:rsidP="00A679DB">
      <w:pPr>
        <w:pStyle w:val="libNormal"/>
        <w:rPr>
          <w:rtl/>
        </w:rPr>
      </w:pPr>
      <w:r>
        <w:rPr>
          <w:rtl/>
        </w:rPr>
        <w:t>ثواب قراءه سوره العصر</w:t>
      </w:r>
    </w:p>
    <w:p w:rsidR="00A679DB" w:rsidRDefault="00DB2708" w:rsidP="00A679DB">
      <w:pPr>
        <w:pStyle w:val="libNormal"/>
        <w:rPr>
          <w:rtl/>
        </w:rPr>
      </w:pPr>
      <w:r>
        <w:rPr>
          <w:rtl/>
        </w:rPr>
        <w:br w:type="page"/>
      </w:r>
    </w:p>
    <w:p w:rsidR="00A679DB" w:rsidRDefault="00A679DB" w:rsidP="00DB2708">
      <w:pPr>
        <w:pStyle w:val="Heading2"/>
        <w:rPr>
          <w:rtl/>
        </w:rPr>
      </w:pPr>
      <w:bookmarkStart w:id="239" w:name="_Toc449617296"/>
      <w:r>
        <w:rPr>
          <w:rtl/>
        </w:rPr>
        <w:t>ثواب قرائت سوره عصر</w:t>
      </w:r>
      <w:bookmarkEnd w:id="239"/>
    </w:p>
    <w:p w:rsidR="00A679DB" w:rsidRDefault="00A679DB" w:rsidP="00A679DB">
      <w:pPr>
        <w:pStyle w:val="libNormal"/>
        <w:rPr>
          <w:rtl/>
        </w:rPr>
      </w:pPr>
      <w:r>
        <w:rPr>
          <w:rtl/>
        </w:rPr>
        <w:t xml:space="preserve">حديث : ١ ابى رحمه الله قال حدثنى محمدبن يحيى عن محمد بن احمد عن محمد بن حسان عن اسماعيل بن مهران عن الحسن عن الحسين بن ابى العلاء عن ابى عبدالله </w:t>
      </w:r>
      <w:r w:rsidRPr="00DB2708">
        <w:rPr>
          <w:rStyle w:val="libAlaemChar"/>
          <w:rtl/>
        </w:rPr>
        <w:t>عليه‌السلام</w:t>
      </w:r>
      <w:r>
        <w:rPr>
          <w:rtl/>
        </w:rPr>
        <w:t xml:space="preserve"> قال من قرا و العصر فى نوافله بعثه الله يوم القيامه مشرقا وجهه فاحكا سنه قريرا عينه حتى يدخل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DB2708">
        <w:rPr>
          <w:rStyle w:val="libAlaemChar"/>
          <w:rtl/>
        </w:rPr>
        <w:t>عليه‌السلام</w:t>
      </w:r>
      <w:r>
        <w:rPr>
          <w:rtl/>
        </w:rPr>
        <w:t xml:space="preserve"> فرمودند: كسى كه در نمازهاى مستحب خود سوره عصر را بخواند، خداوند در روز قيامت او را با چهر ه اى درخشان ، خندان و خوشحال بر مى انگيزد تا وارد بهشت شود.</w:t>
      </w:r>
    </w:p>
    <w:p w:rsidR="00A679DB" w:rsidRDefault="00A679DB" w:rsidP="00A679DB">
      <w:pPr>
        <w:pStyle w:val="libNormal"/>
        <w:rPr>
          <w:rtl/>
        </w:rPr>
      </w:pPr>
    </w:p>
    <w:p w:rsidR="00A679DB" w:rsidRDefault="00A679DB" w:rsidP="00A679DB">
      <w:pPr>
        <w:pStyle w:val="libNormal"/>
        <w:rPr>
          <w:rtl/>
        </w:rPr>
      </w:pPr>
      <w:r>
        <w:rPr>
          <w:rtl/>
        </w:rPr>
        <w:t>ثواب قراءه سوره الهمزه</w:t>
      </w:r>
    </w:p>
    <w:p w:rsidR="00A679DB" w:rsidRDefault="00DB2708" w:rsidP="00A679DB">
      <w:pPr>
        <w:pStyle w:val="libNormal"/>
        <w:rPr>
          <w:rtl/>
        </w:rPr>
      </w:pPr>
      <w:r>
        <w:rPr>
          <w:rtl/>
        </w:rPr>
        <w:br w:type="page"/>
      </w:r>
    </w:p>
    <w:p w:rsidR="00A679DB" w:rsidRDefault="00A679DB" w:rsidP="00DB2708">
      <w:pPr>
        <w:pStyle w:val="Heading2"/>
        <w:rPr>
          <w:rtl/>
        </w:rPr>
      </w:pPr>
      <w:bookmarkStart w:id="240" w:name="_Toc449617297"/>
      <w:r>
        <w:rPr>
          <w:rtl/>
        </w:rPr>
        <w:t>ثواب قرائت سوره همزه</w:t>
      </w:r>
      <w:bookmarkEnd w:id="240"/>
    </w:p>
    <w:p w:rsidR="00A679DB" w:rsidRDefault="00A679DB" w:rsidP="00A679DB">
      <w:pPr>
        <w:pStyle w:val="libNormal"/>
        <w:rPr>
          <w:rtl/>
        </w:rPr>
      </w:pPr>
      <w:r>
        <w:rPr>
          <w:rtl/>
        </w:rPr>
        <w:t xml:space="preserve">حديث : ١ بهذاالاسناد عن الحسن عن الحسين بن ابى العلاء عن ابى بصير عن ابى عبدالله </w:t>
      </w:r>
      <w:r w:rsidRPr="00DB2708">
        <w:rPr>
          <w:rStyle w:val="libAlaemChar"/>
          <w:rtl/>
        </w:rPr>
        <w:t>عليه‌السلام</w:t>
      </w:r>
      <w:r>
        <w:rPr>
          <w:rtl/>
        </w:rPr>
        <w:t xml:space="preserve"> قال من قراويل لك همزه فى فرائضه بعد الله عنه الفقر و جلب اليه الرزق و يدفع عنه ميته السوء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DB2708">
        <w:rPr>
          <w:rStyle w:val="libAlaemChar"/>
          <w:rtl/>
        </w:rPr>
        <w:t>عليه‌السلام</w:t>
      </w:r>
      <w:r>
        <w:rPr>
          <w:rtl/>
        </w:rPr>
        <w:t xml:space="preserve"> فرمودند: كسى كه سوره «همزه» را در نمازهاى واجبش بخواند، خداوند فقر را از او دور نموده ، رزق را به سوى او مى كشاند و مرگ بد را از او دفع مى نمايد.</w:t>
      </w:r>
    </w:p>
    <w:p w:rsidR="00A679DB" w:rsidRDefault="00A679DB" w:rsidP="00A679DB">
      <w:pPr>
        <w:pStyle w:val="libNormal"/>
        <w:rPr>
          <w:rtl/>
        </w:rPr>
      </w:pPr>
    </w:p>
    <w:p w:rsidR="00A679DB" w:rsidRDefault="00A679DB" w:rsidP="00A679DB">
      <w:pPr>
        <w:pStyle w:val="libNormal"/>
        <w:rPr>
          <w:rtl/>
        </w:rPr>
      </w:pPr>
      <w:r>
        <w:rPr>
          <w:rtl/>
        </w:rPr>
        <w:t>ثواب قراءه سوره الفيل و لايلاف</w:t>
      </w:r>
    </w:p>
    <w:p w:rsidR="00A679DB" w:rsidRDefault="00DB2708" w:rsidP="00A679DB">
      <w:pPr>
        <w:pStyle w:val="libNormal"/>
        <w:rPr>
          <w:rtl/>
        </w:rPr>
      </w:pPr>
      <w:r>
        <w:rPr>
          <w:rtl/>
        </w:rPr>
        <w:br w:type="page"/>
      </w:r>
    </w:p>
    <w:p w:rsidR="00A679DB" w:rsidRDefault="00A679DB" w:rsidP="00DB2708">
      <w:pPr>
        <w:pStyle w:val="Heading2"/>
        <w:rPr>
          <w:rtl/>
        </w:rPr>
      </w:pPr>
      <w:bookmarkStart w:id="241" w:name="_Toc449617298"/>
      <w:r>
        <w:rPr>
          <w:rtl/>
        </w:rPr>
        <w:t>ثواب قرائت سوره فيل و قريش</w:t>
      </w:r>
      <w:bookmarkEnd w:id="241"/>
    </w:p>
    <w:p w:rsidR="00A679DB" w:rsidRDefault="00A679DB" w:rsidP="00A679DB">
      <w:pPr>
        <w:pStyle w:val="libNormal"/>
        <w:rPr>
          <w:rtl/>
        </w:rPr>
      </w:pPr>
      <w:r>
        <w:rPr>
          <w:rtl/>
        </w:rPr>
        <w:t xml:space="preserve">حديث : ١ بهذاالاسناد عن الحسن عن الحسين بن ابى العلاء عن ابى بصير عن ابى عبدالله </w:t>
      </w:r>
      <w:r w:rsidRPr="00DB2708">
        <w:rPr>
          <w:rStyle w:val="libAlaemChar"/>
          <w:rtl/>
        </w:rPr>
        <w:t>عليه‌السلام</w:t>
      </w:r>
      <w:r>
        <w:rPr>
          <w:rtl/>
        </w:rPr>
        <w:t xml:space="preserve"> قال من قرا فى فرائضه الم تر كيف فعل ربك شهد له يوم القيامه كل سهل و جبل و مدر بانه كان من المصلين و ينادى له يوم القيامه مناد صدقتم على عبدى قبلت شهادتكم له و عليه ادخلوه الجنه و لا تحاسبوه فانه ممن احبه و احب عمله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DB2708">
        <w:rPr>
          <w:rStyle w:val="libAlaemChar"/>
          <w:rtl/>
        </w:rPr>
        <w:t>عليه‌السلام</w:t>
      </w:r>
      <w:r>
        <w:rPr>
          <w:rtl/>
        </w:rPr>
        <w:t xml:space="preserve"> فرمودند: كسى كه در نمازهاى واجب خود سوره فيل را بخواند، در روز قيامت هر دشت و كوه و گلى شهادت مى دهد كه او از نمازگزاران است و نيز منادى ندا مى دهد درباره بنده ام راست گفتيد. شهادت شما را، چه به نفع او باشد و چه به ضرر او، پذيرفتم . او رابه بهشت ببريد واز او حساب نكشيد.</w:t>
      </w:r>
    </w:p>
    <w:p w:rsidR="00A679DB" w:rsidRDefault="00A679DB" w:rsidP="00A679DB">
      <w:pPr>
        <w:pStyle w:val="libNormal"/>
        <w:rPr>
          <w:rtl/>
        </w:rPr>
      </w:pPr>
      <w:r>
        <w:rPr>
          <w:rtl/>
        </w:rPr>
        <w:t>زيرا همانا او از كسانى است كه آنها و عملشان را دوست دارم .</w:t>
      </w:r>
    </w:p>
    <w:p w:rsidR="00A679DB" w:rsidRDefault="00A679DB" w:rsidP="00A679DB">
      <w:pPr>
        <w:pStyle w:val="libNormal"/>
        <w:rPr>
          <w:rtl/>
        </w:rPr>
      </w:pPr>
      <w:r>
        <w:rPr>
          <w:rtl/>
        </w:rPr>
        <w:t>حديث : ٢ بهذاالاسناد عن الحسن عن ابى المغرا عن ابى بصير عن ابى عبدالله عليه‌السلام قال من اكثر قراءه لايلاف قريش بعثه الله يوم القيامه على مركب من مراكب الجنه حتى يقعد على موائد النور يوم القيامه .</w:t>
      </w:r>
    </w:p>
    <w:p w:rsidR="00A679DB" w:rsidRDefault="00A679DB" w:rsidP="00A679DB">
      <w:pPr>
        <w:pStyle w:val="libNormal"/>
        <w:rPr>
          <w:rtl/>
        </w:rPr>
      </w:pPr>
      <w:r>
        <w:rPr>
          <w:rtl/>
        </w:rPr>
        <w:t>قال مصنف هذا الكتاب رضى الله عنه من قرا سوره الفيل فليقرا معها لا يلاف فى ركعه فريضه فانهما جميعا سوره واحده و لا يجوز التفرد بواحده منهما فى ركعه فريضه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٢. امام صادق </w:t>
      </w:r>
      <w:r w:rsidRPr="00DB2708">
        <w:rPr>
          <w:rStyle w:val="libAlaemChar"/>
          <w:rtl/>
        </w:rPr>
        <w:t>عليه‌السلام</w:t>
      </w:r>
      <w:r>
        <w:rPr>
          <w:rtl/>
        </w:rPr>
        <w:t xml:space="preserve"> فرمودند: كسى كه سوره قريش را زياد بخواند خداوند او را بر مركبى از مركبهاى بهشتى بر مى انگيزد تا در روز قيامت بر سفره هاى نور بنشيند.</w:t>
      </w:r>
    </w:p>
    <w:p w:rsidR="00A679DB" w:rsidRDefault="00A679DB" w:rsidP="00A679DB">
      <w:pPr>
        <w:pStyle w:val="libNormal"/>
        <w:rPr>
          <w:rtl/>
        </w:rPr>
      </w:pPr>
      <w:r>
        <w:rPr>
          <w:rtl/>
        </w:rPr>
        <w:t>مولف اين كتاب مى گويد: كسى كه در يك ركعت نماز واجب سوره فيل را مى خواند، بايد همراه آن سوره قريش را نيز بخواند، زيرا اين دو با هم يك سوره محسوب مى شود و در يك ركعت نماز واجب نمى توان يكى از اين دو را به تنهايى خواند.</w:t>
      </w:r>
    </w:p>
    <w:p w:rsidR="00A679DB" w:rsidRDefault="00A679DB" w:rsidP="00A679DB">
      <w:pPr>
        <w:pStyle w:val="libNormal"/>
        <w:rPr>
          <w:rtl/>
        </w:rPr>
      </w:pPr>
    </w:p>
    <w:p w:rsidR="00A679DB" w:rsidRDefault="00A679DB" w:rsidP="00A679DB">
      <w:pPr>
        <w:pStyle w:val="libNormal"/>
        <w:rPr>
          <w:rtl/>
        </w:rPr>
      </w:pPr>
      <w:r>
        <w:rPr>
          <w:rtl/>
        </w:rPr>
        <w:t>ثواب قراءه سوره ارايت</w:t>
      </w:r>
    </w:p>
    <w:p w:rsidR="00A679DB" w:rsidRDefault="00DB2708" w:rsidP="00A679DB">
      <w:pPr>
        <w:pStyle w:val="libNormal"/>
        <w:rPr>
          <w:rtl/>
        </w:rPr>
      </w:pPr>
      <w:r>
        <w:rPr>
          <w:rtl/>
        </w:rPr>
        <w:br w:type="page"/>
      </w:r>
    </w:p>
    <w:p w:rsidR="00A679DB" w:rsidRDefault="00A679DB" w:rsidP="00DB2708">
      <w:pPr>
        <w:pStyle w:val="Heading2"/>
        <w:rPr>
          <w:rtl/>
        </w:rPr>
      </w:pPr>
      <w:bookmarkStart w:id="242" w:name="_Toc449617299"/>
      <w:r>
        <w:rPr>
          <w:rtl/>
        </w:rPr>
        <w:t>ثواب قرائت سوره ماعون</w:t>
      </w:r>
      <w:bookmarkEnd w:id="242"/>
    </w:p>
    <w:p w:rsidR="00A679DB" w:rsidRDefault="00A679DB" w:rsidP="00A679DB">
      <w:pPr>
        <w:pStyle w:val="libNormal"/>
        <w:rPr>
          <w:rtl/>
        </w:rPr>
      </w:pPr>
      <w:r>
        <w:rPr>
          <w:rtl/>
        </w:rPr>
        <w:t xml:space="preserve">حديث : ١ بهذاالاسناد عن الحسن عن اسماعيل بن الزبير عن عمروبن ثابت عن ابى جعفر </w:t>
      </w:r>
      <w:r w:rsidRPr="00DB2708">
        <w:rPr>
          <w:rStyle w:val="libAlaemChar"/>
          <w:rtl/>
        </w:rPr>
        <w:t>عليه‌السلام</w:t>
      </w:r>
      <w:r>
        <w:rPr>
          <w:rtl/>
        </w:rPr>
        <w:t xml:space="preserve"> قال من قرا سوره ارايت الذى يكذب بالدين فى فرائضه و نوافله كان فيمن قبل الله عزوجل صلاته و صيامه و لم يحاسبه و لم يحاسبه بما كان منه فى الحياه الدنيا.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DB2708">
        <w:rPr>
          <w:rStyle w:val="libAlaemChar"/>
          <w:rtl/>
        </w:rPr>
        <w:t>عليه‌السلام</w:t>
      </w:r>
      <w:r>
        <w:rPr>
          <w:rtl/>
        </w:rPr>
        <w:t xml:space="preserve"> فرمودند: كسى كه سوره ماعون را در نمازهاى واجب و نافله بخواند، از كسانى خواهد بود كه خداوند نماز و روزه آنها را قبول مى كند و از او در مورد كارهايى كه در دنيا انجام داده است ، حساب نمى كشد.</w:t>
      </w:r>
    </w:p>
    <w:p w:rsidR="00A679DB" w:rsidRDefault="00A679DB" w:rsidP="00A679DB">
      <w:pPr>
        <w:pStyle w:val="libNormal"/>
        <w:rPr>
          <w:rtl/>
        </w:rPr>
      </w:pPr>
    </w:p>
    <w:p w:rsidR="00A679DB" w:rsidRDefault="00A679DB" w:rsidP="00A679DB">
      <w:pPr>
        <w:pStyle w:val="libNormal"/>
        <w:rPr>
          <w:rtl/>
        </w:rPr>
      </w:pPr>
      <w:r>
        <w:rPr>
          <w:rtl/>
        </w:rPr>
        <w:t>ثواب قراءه سوره الكوثر</w:t>
      </w:r>
    </w:p>
    <w:p w:rsidR="00A679DB" w:rsidRDefault="00DB2708" w:rsidP="00A679DB">
      <w:pPr>
        <w:pStyle w:val="libNormal"/>
        <w:rPr>
          <w:rtl/>
        </w:rPr>
      </w:pPr>
      <w:r>
        <w:rPr>
          <w:rtl/>
        </w:rPr>
        <w:br w:type="page"/>
      </w:r>
    </w:p>
    <w:p w:rsidR="00A679DB" w:rsidRDefault="00A679DB" w:rsidP="00DB2708">
      <w:pPr>
        <w:pStyle w:val="Heading2"/>
        <w:rPr>
          <w:rtl/>
        </w:rPr>
      </w:pPr>
      <w:bookmarkStart w:id="243" w:name="_Toc449617300"/>
      <w:r>
        <w:rPr>
          <w:rtl/>
        </w:rPr>
        <w:t>ثواب قرائت سوره كوثر</w:t>
      </w:r>
      <w:bookmarkEnd w:id="243"/>
    </w:p>
    <w:p w:rsidR="00A679DB" w:rsidRDefault="00A679DB" w:rsidP="00A679DB">
      <w:pPr>
        <w:pStyle w:val="libNormal"/>
        <w:rPr>
          <w:rtl/>
        </w:rPr>
      </w:pPr>
      <w:r>
        <w:rPr>
          <w:rtl/>
        </w:rPr>
        <w:t xml:space="preserve">حديث : ١ بهذاالاسناد عن الحسن عن الحسين بن ابى العلاء عن ابى بصير عن ابى عبدالله عليه‌السلام قال من كان قراءته انا اعطيناك الكوثر فى فرائضه و نوافله سقاه الله من الكوثر يوم القيامه و كان محدثه عند رسول الله </w:t>
      </w:r>
      <w:r w:rsidR="00E60DFB" w:rsidRPr="00DB2708">
        <w:rPr>
          <w:rStyle w:val="libAlaemChar"/>
          <w:rtl/>
        </w:rPr>
        <w:t>صلى‌الله‌عليه‌وآله</w:t>
      </w:r>
      <w:r w:rsidR="00E60DFB">
        <w:rPr>
          <w:rtl/>
        </w:rPr>
        <w:t xml:space="preserve"> </w:t>
      </w:r>
      <w:r>
        <w:rPr>
          <w:rtl/>
        </w:rPr>
        <w:t>فى اصل طوبى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DB2708">
        <w:rPr>
          <w:rStyle w:val="libAlaemChar"/>
          <w:rtl/>
        </w:rPr>
        <w:t>عليه‌السلام</w:t>
      </w:r>
      <w:r>
        <w:rPr>
          <w:rtl/>
        </w:rPr>
        <w:t xml:space="preserve"> فرمودند: كسى كه سوره كوثر را در نمازهاى واجب و مستحب خود بخواند، خداوند در روز قيامت از حوض كوثر به او آب عطا مى نمايد و مجلس او با رسول خدا </w:t>
      </w:r>
      <w:r w:rsidR="00E60DFB" w:rsidRPr="00DB2708">
        <w:rPr>
          <w:rStyle w:val="libAlaemChar"/>
          <w:rtl/>
        </w:rPr>
        <w:t>صلى‌الله‌عليه‌وآله</w:t>
      </w:r>
      <w:r w:rsidR="00E60DFB">
        <w:rPr>
          <w:rtl/>
        </w:rPr>
        <w:t xml:space="preserve"> </w:t>
      </w:r>
      <w:r>
        <w:rPr>
          <w:rtl/>
        </w:rPr>
        <w:t>در زير درخت طوبى است .</w:t>
      </w:r>
    </w:p>
    <w:p w:rsidR="00A679DB" w:rsidRDefault="00A679DB" w:rsidP="00A679DB">
      <w:pPr>
        <w:pStyle w:val="libNormal"/>
        <w:rPr>
          <w:rtl/>
        </w:rPr>
      </w:pPr>
    </w:p>
    <w:p w:rsidR="00A679DB" w:rsidRDefault="00A679DB" w:rsidP="00A679DB">
      <w:pPr>
        <w:pStyle w:val="libNormal"/>
        <w:rPr>
          <w:rtl/>
        </w:rPr>
      </w:pPr>
      <w:r>
        <w:rPr>
          <w:rtl/>
        </w:rPr>
        <w:t>ثواب قراءه سوره قل يا ايها الكافرون وقل هو الله احد</w:t>
      </w:r>
    </w:p>
    <w:p w:rsidR="00A679DB" w:rsidRDefault="00DB2708" w:rsidP="00A679DB">
      <w:pPr>
        <w:pStyle w:val="libNormal"/>
        <w:rPr>
          <w:rtl/>
        </w:rPr>
      </w:pPr>
      <w:r>
        <w:rPr>
          <w:rtl/>
        </w:rPr>
        <w:br w:type="page"/>
      </w:r>
    </w:p>
    <w:p w:rsidR="00A679DB" w:rsidRDefault="00A679DB" w:rsidP="00DB2708">
      <w:pPr>
        <w:pStyle w:val="Heading2"/>
        <w:rPr>
          <w:rtl/>
        </w:rPr>
      </w:pPr>
      <w:bookmarkStart w:id="244" w:name="_Toc449617301"/>
      <w:r>
        <w:rPr>
          <w:rtl/>
        </w:rPr>
        <w:t>ثواب قرائت سوره كافرون و توحيد</w:t>
      </w:r>
      <w:bookmarkEnd w:id="244"/>
    </w:p>
    <w:p w:rsidR="00A679DB" w:rsidRDefault="00A679DB" w:rsidP="00A679DB">
      <w:pPr>
        <w:pStyle w:val="libNormal"/>
        <w:rPr>
          <w:rtl/>
        </w:rPr>
      </w:pPr>
      <w:r>
        <w:rPr>
          <w:rtl/>
        </w:rPr>
        <w:t>حديث : ١ بهذاالاسناد عن الحسن عن الحسين بن ابى العلاء عن ابى عبدالله عليه‌السلام قال من قرا قل يا ايها الكافرون و قل هو الله احد فى فريضه من الفرائض غفر الله له و لوالديه و ما ولدا و ان كان شقيا محى من ديوان الاشقياء و اثبت فى ديوان السعدا و احياه الله سعيدا و اماته شهيدا و بعثه شهيدا.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DB2708">
        <w:rPr>
          <w:rStyle w:val="libAlaemChar"/>
          <w:rtl/>
        </w:rPr>
        <w:t>عليه‌السلام</w:t>
      </w:r>
      <w:r>
        <w:rPr>
          <w:rtl/>
        </w:rPr>
        <w:t xml:space="preserve"> فرمودند: كسى كه سوره كافرون و توحيد را در يكى از نمازهاى واجب بخواند، خداوند او، پدر و مادر و فرزندان پدر و مادرش را مى آمرزد، اگر بدبخت باشد، نام او در دفتر بدبختها پاك شده و در دفتر سعادتمندان ثبت مى شود، خداوند زندگى سعادتمندانه اى به او ارزانى داشته ، او را شهيد مى ميراند و شهيد بر مى انگيزد.</w:t>
      </w:r>
    </w:p>
    <w:p w:rsidR="00A679DB" w:rsidRDefault="00A679DB" w:rsidP="00A679DB">
      <w:pPr>
        <w:pStyle w:val="libNormal"/>
        <w:rPr>
          <w:rtl/>
        </w:rPr>
      </w:pPr>
    </w:p>
    <w:p w:rsidR="00A679DB" w:rsidRDefault="00A679DB" w:rsidP="00A679DB">
      <w:pPr>
        <w:pStyle w:val="libNormal"/>
        <w:rPr>
          <w:rtl/>
        </w:rPr>
      </w:pPr>
      <w:r>
        <w:rPr>
          <w:rtl/>
        </w:rPr>
        <w:t>ثواب قراءه سوره النصر</w:t>
      </w:r>
    </w:p>
    <w:p w:rsidR="00A679DB" w:rsidRDefault="00DB2708" w:rsidP="00A679DB">
      <w:pPr>
        <w:pStyle w:val="libNormal"/>
        <w:rPr>
          <w:rtl/>
        </w:rPr>
      </w:pPr>
      <w:r>
        <w:rPr>
          <w:rtl/>
        </w:rPr>
        <w:br w:type="page"/>
      </w:r>
    </w:p>
    <w:p w:rsidR="00A679DB" w:rsidRDefault="00A679DB" w:rsidP="00DB2708">
      <w:pPr>
        <w:pStyle w:val="Heading2"/>
        <w:rPr>
          <w:rtl/>
        </w:rPr>
      </w:pPr>
      <w:bookmarkStart w:id="245" w:name="_Toc449617302"/>
      <w:r>
        <w:rPr>
          <w:rtl/>
        </w:rPr>
        <w:t>ثواب قرائت سوره نصر</w:t>
      </w:r>
      <w:bookmarkEnd w:id="245"/>
    </w:p>
    <w:p w:rsidR="00A679DB" w:rsidRDefault="00A679DB" w:rsidP="00A679DB">
      <w:pPr>
        <w:pStyle w:val="libNormal"/>
        <w:rPr>
          <w:rtl/>
        </w:rPr>
      </w:pPr>
      <w:r>
        <w:rPr>
          <w:rtl/>
        </w:rPr>
        <w:t>حديث : ١ بهذاالاسناد عن الحسن عن ابان عبدالملك عن كرام الخثعمى عن ابى عبدالله عليه‌السلام قال من قرا اذا جاء نصر الله والفتح فى نافله او فريضه نصره الله على جميع اعدائه وجاء يوم القيامه و معه كتاب ينطق قد اخرجه الله من جوف قبره فيه امان من جسر جهنم و من النار و من زفير جهنم فلا يمر على شى يوم القيامه الا بشره و اخبره بكل خير حتى يدخل الجنه و يفتح له فى الدنيا من اسباب الخير ما لم يتمن و لم يخطر على قلبه .</w:t>
      </w:r>
    </w:p>
    <w:p w:rsidR="00A679DB" w:rsidRDefault="00A679DB" w:rsidP="00A679DB">
      <w:pPr>
        <w:pStyle w:val="libNormal"/>
        <w:rPr>
          <w:rtl/>
        </w:rPr>
      </w:pPr>
      <w:r>
        <w:rPr>
          <w:rtl/>
        </w:rPr>
        <w:t>ترجمه :</w:t>
      </w:r>
    </w:p>
    <w:p w:rsidR="00A679DB" w:rsidRDefault="00A679DB" w:rsidP="00DB2708">
      <w:pPr>
        <w:pStyle w:val="libNormal"/>
        <w:rPr>
          <w:rtl/>
        </w:rPr>
      </w:pPr>
      <w:r>
        <w:rPr>
          <w:rtl/>
        </w:rPr>
        <w:t xml:space="preserve">١. امام صادق </w:t>
      </w:r>
      <w:r w:rsidRPr="00DB2708">
        <w:rPr>
          <w:rStyle w:val="libAlaemChar"/>
          <w:rtl/>
        </w:rPr>
        <w:t>عليه‌السلام</w:t>
      </w:r>
      <w:r>
        <w:rPr>
          <w:rtl/>
        </w:rPr>
        <w:t xml:space="preserve"> فرمودند: كسى كه سوره نصر را در نماز مستحب يا واجبى بخواند، خداوند او را بر همه دشمنانش پيروز مى نمايد..و در روز قيامت با نامه اى مى آيد كه سخن مى گويد و خداوند </w:t>
      </w:r>
      <w:r w:rsidR="00DB2708">
        <w:rPr>
          <w:rFonts w:hint="cs"/>
          <w:rtl/>
        </w:rPr>
        <w:t>آ</w:t>
      </w:r>
      <w:r>
        <w:rPr>
          <w:rtl/>
        </w:rPr>
        <w:t>ن را از قبرش بيرون آورده كه امان نامه است براى عبور از پل جهنم ، جهنم و صداى جهنم ، همه چيزهايى كه با او روبه رور مى شوند، او را مژده داده و از خيرهايى كه در انتظار اوست سخن مى گويند تا وارد بهشت شود و باندازه اى درهاى خير بروى آو گشوده مى شود كه پيش از اين به ذهنش نرسيده و آن را آرزو نكرده است .</w:t>
      </w:r>
    </w:p>
    <w:p w:rsidR="00A679DB" w:rsidRDefault="00A679DB" w:rsidP="00A679DB">
      <w:pPr>
        <w:pStyle w:val="libNormal"/>
        <w:rPr>
          <w:rtl/>
        </w:rPr>
      </w:pPr>
    </w:p>
    <w:p w:rsidR="00A679DB" w:rsidRDefault="00A679DB" w:rsidP="00A679DB">
      <w:pPr>
        <w:pStyle w:val="libNormal"/>
        <w:rPr>
          <w:rtl/>
        </w:rPr>
      </w:pPr>
      <w:r>
        <w:rPr>
          <w:rtl/>
        </w:rPr>
        <w:t>ثواب قراءه سوره تبت</w:t>
      </w:r>
    </w:p>
    <w:p w:rsidR="00A679DB" w:rsidRDefault="00DB2708" w:rsidP="00A679DB">
      <w:pPr>
        <w:pStyle w:val="libNormal"/>
        <w:rPr>
          <w:rtl/>
        </w:rPr>
      </w:pPr>
      <w:r>
        <w:rPr>
          <w:rtl/>
        </w:rPr>
        <w:br w:type="page"/>
      </w:r>
    </w:p>
    <w:p w:rsidR="00A679DB" w:rsidRDefault="00A679DB" w:rsidP="00DB2708">
      <w:pPr>
        <w:pStyle w:val="Heading2"/>
        <w:rPr>
          <w:rtl/>
        </w:rPr>
      </w:pPr>
      <w:bookmarkStart w:id="246" w:name="_Toc449617303"/>
      <w:r>
        <w:rPr>
          <w:rtl/>
        </w:rPr>
        <w:t>ثواب قرائت سوره مسد</w:t>
      </w:r>
      <w:bookmarkEnd w:id="246"/>
    </w:p>
    <w:p w:rsidR="00A679DB" w:rsidRDefault="00A679DB" w:rsidP="00A679DB">
      <w:pPr>
        <w:pStyle w:val="libNormal"/>
        <w:rPr>
          <w:rtl/>
        </w:rPr>
      </w:pPr>
      <w:r>
        <w:rPr>
          <w:rtl/>
        </w:rPr>
        <w:t xml:space="preserve">حديث : ١ و بهذاالاسناد عن الحسن عن على بن شجره عن بعض ‍ اصحاب ابى عبدالله عليه‌السلام عنه عليه‌السلام قال اذا قراتم تبت يدا ابى لهب و تب فادعوا على ابى لهب فانه كان من المكذبين الذين يكذبون بالنبى </w:t>
      </w:r>
      <w:r w:rsidR="00E60DFB">
        <w:rPr>
          <w:rtl/>
        </w:rPr>
        <w:t xml:space="preserve">صلى‌الله‌عليه‌وآله </w:t>
      </w:r>
      <w:r>
        <w:rPr>
          <w:rtl/>
        </w:rPr>
        <w:t>و ما جاء به من عندالله عزوجل .</w:t>
      </w:r>
    </w:p>
    <w:p w:rsidR="00A679DB" w:rsidRDefault="00A679DB" w:rsidP="00A679DB">
      <w:pPr>
        <w:pStyle w:val="libNormal"/>
        <w:rPr>
          <w:rtl/>
        </w:rPr>
      </w:pPr>
      <w:r>
        <w:rPr>
          <w:rtl/>
        </w:rPr>
        <w:t>ترجمه :</w:t>
      </w:r>
    </w:p>
    <w:p w:rsidR="00A679DB" w:rsidRDefault="00A679DB" w:rsidP="00DB2708">
      <w:pPr>
        <w:pStyle w:val="libNormal"/>
        <w:rPr>
          <w:rtl/>
        </w:rPr>
      </w:pPr>
      <w:r>
        <w:rPr>
          <w:rtl/>
        </w:rPr>
        <w:t xml:space="preserve">١. امام صادق </w:t>
      </w:r>
      <w:r w:rsidRPr="00DB2708">
        <w:rPr>
          <w:rStyle w:val="libAlaemChar"/>
          <w:rtl/>
        </w:rPr>
        <w:t>عليه‌السلام</w:t>
      </w:r>
      <w:r>
        <w:rPr>
          <w:rtl/>
        </w:rPr>
        <w:t xml:space="preserve"> فرمودند: هرگاه سوره مسد را تلاوت كرديد، ابولهب را نفرين كنيد. زيرا همانا او از كسانى بود كه پيامبر </w:t>
      </w:r>
      <w:r w:rsidR="00E60DFB" w:rsidRPr="00DB2708">
        <w:rPr>
          <w:rStyle w:val="libAlaemChar"/>
          <w:rtl/>
        </w:rPr>
        <w:t>صلى‌الله‌عليه‌وآله</w:t>
      </w:r>
      <w:r w:rsidR="00E60DFB">
        <w:rPr>
          <w:rtl/>
        </w:rPr>
        <w:t xml:space="preserve"> </w:t>
      </w:r>
      <w:r>
        <w:rPr>
          <w:rtl/>
        </w:rPr>
        <w:t xml:space="preserve">و </w:t>
      </w:r>
      <w:r w:rsidR="00DB2708">
        <w:rPr>
          <w:rFonts w:hint="cs"/>
          <w:rtl/>
        </w:rPr>
        <w:t>آ</w:t>
      </w:r>
      <w:r>
        <w:rPr>
          <w:rtl/>
        </w:rPr>
        <w:t>نچه را از جانب خداوند عزوجل بر او وحى شده بود، تكذيب مى كرد.</w:t>
      </w:r>
    </w:p>
    <w:p w:rsidR="00A679DB" w:rsidRDefault="00A679DB" w:rsidP="00A679DB">
      <w:pPr>
        <w:pStyle w:val="libNormal"/>
        <w:rPr>
          <w:rtl/>
        </w:rPr>
      </w:pPr>
    </w:p>
    <w:p w:rsidR="00A679DB" w:rsidRDefault="00A679DB" w:rsidP="00A679DB">
      <w:pPr>
        <w:pStyle w:val="libNormal"/>
        <w:rPr>
          <w:rtl/>
        </w:rPr>
      </w:pPr>
      <w:r>
        <w:rPr>
          <w:rtl/>
        </w:rPr>
        <w:t>ثواب قراءه سوره قل هو الله احد</w:t>
      </w:r>
    </w:p>
    <w:p w:rsidR="00A679DB" w:rsidRDefault="00DB2708" w:rsidP="00A679DB">
      <w:pPr>
        <w:pStyle w:val="libNormal"/>
        <w:rPr>
          <w:rtl/>
        </w:rPr>
      </w:pPr>
      <w:r>
        <w:rPr>
          <w:rtl/>
        </w:rPr>
        <w:br w:type="page"/>
      </w:r>
    </w:p>
    <w:p w:rsidR="00A679DB" w:rsidRDefault="00A679DB" w:rsidP="00A679DB">
      <w:pPr>
        <w:pStyle w:val="libNormal"/>
        <w:rPr>
          <w:rtl/>
        </w:rPr>
      </w:pPr>
      <w:r>
        <w:rPr>
          <w:rtl/>
        </w:rPr>
        <w:t>ثواب قرائت سوره توحيد</w:t>
      </w:r>
    </w:p>
    <w:p w:rsidR="00A679DB" w:rsidRDefault="00A679DB" w:rsidP="00A679DB">
      <w:pPr>
        <w:pStyle w:val="libNormal"/>
        <w:rPr>
          <w:rtl/>
        </w:rPr>
      </w:pPr>
      <w:r>
        <w:rPr>
          <w:rtl/>
        </w:rPr>
        <w:t xml:space="preserve">حديث : ١ بهذاالاسناد عن الحسن عن سيف بن عميره عن منصور بن حازم عن ابى عبدالله </w:t>
      </w:r>
      <w:r w:rsidRPr="00DB2708">
        <w:rPr>
          <w:rStyle w:val="libAlaemChar"/>
          <w:rtl/>
        </w:rPr>
        <w:t>عليه‌السلام</w:t>
      </w:r>
      <w:r>
        <w:rPr>
          <w:rtl/>
        </w:rPr>
        <w:t xml:space="preserve"> قال من مضى به يوم واحد فصلى فيه خمس صلوات و لم يقرا فيها بقل هو الله احد قيل له يا عبدالله لست من المصلين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DB2708">
        <w:rPr>
          <w:rStyle w:val="libAlaemChar"/>
          <w:rtl/>
        </w:rPr>
        <w:t>عليه‌السلام</w:t>
      </w:r>
      <w:r>
        <w:rPr>
          <w:rtl/>
        </w:rPr>
        <w:t xml:space="preserve"> فرمودند: كسى كه در يك روز پنج نماز بخواند و سوه توحيد را در آن قرائت نكند، به</w:t>
      </w:r>
      <w:r w:rsidR="00DB2708">
        <w:rPr>
          <w:rFonts w:hint="cs"/>
          <w:rtl/>
        </w:rPr>
        <w:t xml:space="preserve"> </w:t>
      </w:r>
      <w:r>
        <w:rPr>
          <w:rtl/>
        </w:rPr>
        <w:t>او مى گويند: اى بنده خدا تو از نمازگزاران نيستى .</w:t>
      </w:r>
    </w:p>
    <w:p w:rsidR="00A679DB" w:rsidRDefault="00A679DB" w:rsidP="00A679DB">
      <w:pPr>
        <w:pStyle w:val="libNormal"/>
        <w:rPr>
          <w:rtl/>
        </w:rPr>
      </w:pPr>
      <w:r>
        <w:rPr>
          <w:rtl/>
        </w:rPr>
        <w:t xml:space="preserve">حديث : ٢ و بهذاالاسناد عن الحسن عن ابى عبدالله عن اسحاق بن عمار عن ابى عبدالله </w:t>
      </w:r>
      <w:r w:rsidRPr="00DB2708">
        <w:rPr>
          <w:rStyle w:val="libAlaemChar"/>
          <w:rtl/>
        </w:rPr>
        <w:t>عليه‌السلام</w:t>
      </w:r>
      <w:r>
        <w:rPr>
          <w:rtl/>
        </w:rPr>
        <w:t xml:space="preserve"> قال من مضت له جمعه و لم يقرا فيها بقل هو الله احد ثم مات مات على دين ابى لهب</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DB2708">
        <w:rPr>
          <w:rStyle w:val="libAlaemChar"/>
          <w:rtl/>
        </w:rPr>
        <w:t>عليه‌السلام</w:t>
      </w:r>
      <w:r>
        <w:rPr>
          <w:rtl/>
        </w:rPr>
        <w:t xml:space="preserve"> فرمودند: اگر كسى در روز جمعه سوره توحيد را نخواند و بميرد، بر دين ابى لهب مرده است .</w:t>
      </w:r>
    </w:p>
    <w:p w:rsidR="00A679DB" w:rsidRDefault="00A679DB" w:rsidP="00A679DB">
      <w:pPr>
        <w:pStyle w:val="libNormal"/>
        <w:rPr>
          <w:rtl/>
        </w:rPr>
      </w:pPr>
      <w:r>
        <w:rPr>
          <w:rtl/>
        </w:rPr>
        <w:t xml:space="preserve">حديث : ٣ و بهذاالاسناد عن الحسن عن مندل عن هارون بن خارجه عن ابى عبدالله </w:t>
      </w:r>
      <w:r w:rsidRPr="00DB2708">
        <w:rPr>
          <w:rStyle w:val="libAlaemChar"/>
          <w:rtl/>
        </w:rPr>
        <w:t>عليه‌السلام</w:t>
      </w:r>
      <w:r>
        <w:rPr>
          <w:rtl/>
        </w:rPr>
        <w:t xml:space="preserve"> قال من اصابه مرض او شده و لم يرا فى مرضه او شدته بقل هو الله احد ثم مات فى مرضه او فى تلك الشده التى نزلت به فهو من اهل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DB2708">
        <w:rPr>
          <w:rStyle w:val="libAlaemChar"/>
          <w:rtl/>
        </w:rPr>
        <w:t>عليه‌السلام</w:t>
      </w:r>
      <w:r>
        <w:rPr>
          <w:rtl/>
        </w:rPr>
        <w:t xml:space="preserve"> فرمودند: كسى كه بيمار يا گرفتار شود و در آن هنگام سوره توحيد را نخواند و در آن بيمارى يا گرفتارى مرگش فرا رسد، جهنمى است .</w:t>
      </w:r>
    </w:p>
    <w:p w:rsidR="00A679DB" w:rsidRDefault="00A679DB" w:rsidP="00A679DB">
      <w:pPr>
        <w:pStyle w:val="libNormal"/>
        <w:rPr>
          <w:rtl/>
        </w:rPr>
      </w:pPr>
      <w:r>
        <w:rPr>
          <w:rtl/>
        </w:rPr>
        <w:lastRenderedPageBreak/>
        <w:t>حديث : ٤ و بهذاالاسناد عن الحسن عن سيف بن عميره عن ابى بكر الحصضرمى عن ابى عبدالله عليه‌السلام قال من كان يومن بالله و اليوم الاخر فلا يدع ان يقرا فى دبر الفريضه بقل هو الله احد فانه من قراها جمع الله له خير الدنيا و الاخره و غفر الله له و لوالديه و ما ولدا.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DB2708">
        <w:rPr>
          <w:rStyle w:val="libAlaemChar"/>
          <w:rtl/>
        </w:rPr>
        <w:t>عليه‌السلام</w:t>
      </w:r>
      <w:r>
        <w:rPr>
          <w:rtl/>
        </w:rPr>
        <w:t xml:space="preserve"> فرمودند: كسى كه به خدا و روز قيامت ايمان دارد، بايد پس از نماز واجب خود سوره توحيد را بخواند، كسى كه اين كار را انجام دهد، خداوند خير دنيا و آخرت را به او عطا نموده و او و پدر و مادر و خواهران و برادرانش را مى آمرزد.</w:t>
      </w:r>
    </w:p>
    <w:p w:rsidR="00A679DB" w:rsidRDefault="00A679DB" w:rsidP="00A679DB">
      <w:pPr>
        <w:pStyle w:val="libNormal"/>
        <w:rPr>
          <w:rtl/>
        </w:rPr>
      </w:pPr>
      <w:r>
        <w:rPr>
          <w:rtl/>
        </w:rPr>
        <w:t xml:space="preserve">حديث : ٥ ابى رحمه الله قال حدثنا محمد بن يحيى قال حدثنى محمد بن احمد عن احمد بن هلال عن عيسى بن عبدالله عن ابيه عن جده عن اميرالمؤ منين </w:t>
      </w:r>
      <w:r w:rsidRPr="00DB2708">
        <w:rPr>
          <w:rStyle w:val="libAlaemChar"/>
          <w:rtl/>
        </w:rPr>
        <w:t>عليه‌السلام</w:t>
      </w:r>
      <w:r>
        <w:rPr>
          <w:rtl/>
        </w:rPr>
        <w:t xml:space="preserve"> قال قال رسول الله </w:t>
      </w:r>
      <w:r w:rsidR="00E60DFB" w:rsidRPr="00DB2708">
        <w:rPr>
          <w:rStyle w:val="libAlaemChar"/>
          <w:rtl/>
        </w:rPr>
        <w:t>صلى‌الله‌عليه‌وآله</w:t>
      </w:r>
      <w:r w:rsidR="00E60DFB">
        <w:rPr>
          <w:rtl/>
        </w:rPr>
        <w:t xml:space="preserve"> </w:t>
      </w:r>
      <w:r>
        <w:rPr>
          <w:rtl/>
        </w:rPr>
        <w:t>من قرا قل هو الله احد مائه مره حين ياخذ مضجعه غفر الله له ذنوب خمسين سنه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اميرالمؤ منين </w:t>
      </w:r>
      <w:r w:rsidRPr="00DB2708">
        <w:rPr>
          <w:rStyle w:val="libAlaemChar"/>
          <w:rtl/>
        </w:rPr>
        <w:t>عليه‌السلام</w:t>
      </w:r>
      <w:r>
        <w:rPr>
          <w:rtl/>
        </w:rPr>
        <w:t xml:space="preserve"> نقل مى نمايد كه رسول خدا </w:t>
      </w:r>
      <w:r w:rsidR="00E60DFB" w:rsidRPr="00DB2708">
        <w:rPr>
          <w:rStyle w:val="libAlaemChar"/>
          <w:rtl/>
        </w:rPr>
        <w:t>صلى‌الله‌عليه‌وآله</w:t>
      </w:r>
      <w:r w:rsidR="00E60DFB">
        <w:rPr>
          <w:rtl/>
        </w:rPr>
        <w:t xml:space="preserve"> </w:t>
      </w:r>
      <w:r>
        <w:rPr>
          <w:rtl/>
        </w:rPr>
        <w:t>فرمودند: كسى كه به هنگام خواب صد بار سوره توحيد را بخواند، خداوند گناهان پنجاه سال او را مى بخشد.</w:t>
      </w:r>
    </w:p>
    <w:p w:rsidR="00A679DB" w:rsidRDefault="00A679DB" w:rsidP="00DB2708">
      <w:pPr>
        <w:pStyle w:val="libNormal"/>
        <w:rPr>
          <w:rtl/>
        </w:rPr>
      </w:pPr>
      <w:r>
        <w:rPr>
          <w:rtl/>
        </w:rPr>
        <w:t>حديث : ٦ حدثنى محمد بن الحسن رضى الله عنه قال حدثنى محمد بن الحسن الصفار عن ابراهيم بن هاشم عن النوفلى عن السكونى عن جعفر بن محمد عن ابيه</w:t>
      </w:r>
      <w:r w:rsidR="00DC5255">
        <w:rPr>
          <w:rtl/>
        </w:rPr>
        <w:t xml:space="preserve">عليهم‌السلام </w:t>
      </w:r>
      <w:r>
        <w:rPr>
          <w:rtl/>
        </w:rPr>
        <w:t xml:space="preserve">قال ان النبى </w:t>
      </w:r>
      <w:r w:rsidR="00E60DFB" w:rsidRPr="00DB2708">
        <w:rPr>
          <w:rStyle w:val="libAlaemChar"/>
          <w:rtl/>
        </w:rPr>
        <w:t>صلى‌الله‌عليه‌وآله</w:t>
      </w:r>
      <w:r w:rsidR="00E60DFB">
        <w:rPr>
          <w:rtl/>
        </w:rPr>
        <w:t xml:space="preserve"> </w:t>
      </w:r>
      <w:r>
        <w:rPr>
          <w:rtl/>
        </w:rPr>
        <w:t xml:space="preserve">صلى على سعد بن معاذ فقال لقد و افا من الملائكه تسعون الف ملك و فيهم جبرئيل </w:t>
      </w:r>
      <w:r w:rsidRPr="00DB2708">
        <w:rPr>
          <w:rStyle w:val="libAlaemChar"/>
          <w:rtl/>
        </w:rPr>
        <w:t>عليه‌السلام</w:t>
      </w:r>
      <w:r>
        <w:rPr>
          <w:rtl/>
        </w:rPr>
        <w:t xml:space="preserve"> يصلون عليه فقلت له يا </w:t>
      </w:r>
      <w:r>
        <w:rPr>
          <w:rtl/>
        </w:rPr>
        <w:lastRenderedPageBreak/>
        <w:t>جبررئيل بما استحق صلاتكم عليه فقال بقراء ه قل هو الله احد قائما و قاعدا و راكبا و ماشيا و ذاهبا و جائيا.</w:t>
      </w:r>
    </w:p>
    <w:p w:rsidR="00A679DB" w:rsidRDefault="00A679DB" w:rsidP="00A679DB">
      <w:pPr>
        <w:pStyle w:val="libNormal"/>
        <w:rPr>
          <w:rtl/>
        </w:rPr>
      </w:pPr>
      <w:r>
        <w:rPr>
          <w:rtl/>
        </w:rPr>
        <w:t>ترجمه :</w:t>
      </w:r>
    </w:p>
    <w:p w:rsidR="00A679DB" w:rsidRDefault="00A679DB" w:rsidP="00DB2708">
      <w:pPr>
        <w:pStyle w:val="libNormal"/>
        <w:rPr>
          <w:rtl/>
        </w:rPr>
      </w:pPr>
      <w:r>
        <w:rPr>
          <w:rtl/>
        </w:rPr>
        <w:t xml:space="preserve">٦. امام باقر </w:t>
      </w:r>
      <w:r w:rsidRPr="00DB2708">
        <w:rPr>
          <w:rStyle w:val="libAlaemChar"/>
          <w:rtl/>
        </w:rPr>
        <w:t>عليه‌السلام</w:t>
      </w:r>
      <w:r>
        <w:rPr>
          <w:rtl/>
        </w:rPr>
        <w:t xml:space="preserve"> از پدرش </w:t>
      </w:r>
      <w:r w:rsidRPr="00DB2708">
        <w:rPr>
          <w:rStyle w:val="libAlaemChar"/>
          <w:rtl/>
        </w:rPr>
        <w:t>عليه‌السلام</w:t>
      </w:r>
      <w:r>
        <w:rPr>
          <w:rtl/>
        </w:rPr>
        <w:t xml:space="preserve"> نقل مى نمايد كه رسول خدا </w:t>
      </w:r>
      <w:r w:rsidR="00E60DFB" w:rsidRPr="00DB2708">
        <w:rPr>
          <w:rStyle w:val="libAlaemChar"/>
          <w:rtl/>
        </w:rPr>
        <w:t>صلى‌الله‌عليه‌وآله</w:t>
      </w:r>
      <w:r w:rsidR="00E60DFB">
        <w:rPr>
          <w:rtl/>
        </w:rPr>
        <w:t xml:space="preserve"> </w:t>
      </w:r>
      <w:r>
        <w:rPr>
          <w:rtl/>
        </w:rPr>
        <w:t xml:space="preserve">بر جنازه سعد بن معاذ نماز خواند ند و فرمودند: نود هزار فرشته كه جبرييل نيز در ميان آنان بود، </w:t>
      </w:r>
      <w:r w:rsidR="00DB2708">
        <w:rPr>
          <w:rFonts w:hint="cs"/>
          <w:rtl/>
        </w:rPr>
        <w:t>آ</w:t>
      </w:r>
      <w:r>
        <w:rPr>
          <w:rtl/>
        </w:rPr>
        <w:t>مدند و بر او نماز خواند ند. من از جبرييل پرسيدم چرا بر جنازه او نماز خوانديد؟ جبرييل گفت : بخاطر اين كه نشسته و ايستاده ، سواره و پياده و در حال رفت و بازگشت سوره توحيد را مى خواند.</w:t>
      </w:r>
    </w:p>
    <w:p w:rsidR="00A679DB" w:rsidRDefault="00A679DB" w:rsidP="00A679DB">
      <w:pPr>
        <w:pStyle w:val="libNormal"/>
        <w:rPr>
          <w:rtl/>
        </w:rPr>
      </w:pPr>
      <w:r>
        <w:rPr>
          <w:rtl/>
        </w:rPr>
        <w:t xml:space="preserve">حديث : ٧ و بهذاالاسناد عن الحسن عن ابان بن عثمان عن قيس بن الربيع عن ابى عبدالله </w:t>
      </w:r>
      <w:r w:rsidRPr="00DB2708">
        <w:rPr>
          <w:rStyle w:val="libAlaemChar"/>
          <w:rtl/>
        </w:rPr>
        <w:t>عليه‌السلام</w:t>
      </w:r>
      <w:r>
        <w:rPr>
          <w:rtl/>
        </w:rPr>
        <w:t xml:space="preserve"> قال من اوى الى فراشه فقرا قل هو الله احد احدى عشره مره حفظه الله فى داره و فى دويرات حوله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امام صادق </w:t>
      </w:r>
      <w:r w:rsidRPr="00DB2708">
        <w:rPr>
          <w:rStyle w:val="libAlaemChar"/>
          <w:rtl/>
        </w:rPr>
        <w:t>عليه‌السلام</w:t>
      </w:r>
      <w:r>
        <w:rPr>
          <w:rtl/>
        </w:rPr>
        <w:t xml:space="preserve"> فرمودند: كسى كه به بستر خواب رود و يازده بار سوره توحيد را بخواند، خداوند او را در خانه اش و خانه هاى اطرافش حفظ مى نمايد.</w:t>
      </w:r>
    </w:p>
    <w:p w:rsidR="00A679DB" w:rsidRDefault="00A679DB" w:rsidP="00A679DB">
      <w:pPr>
        <w:pStyle w:val="libNormal"/>
        <w:rPr>
          <w:rtl/>
        </w:rPr>
      </w:pPr>
      <w:r>
        <w:rPr>
          <w:rtl/>
        </w:rPr>
        <w:t>حديث : ٨ حدثنى احمد بن محمد عن ابيه قال حدثنى محمد بن احمد عن ابى الحسن النهدى عن رجل عن فضيل بن عثمان قال اخبرنى رجل عن عمار بن جهم الزيات عن عبدالله بن حى قال سمعت اميرالمومنين عليه‌السلام يقول من قرا قل هو الله احد احدى عشره مره فى دبر الفجر لم يتبعه فى ذلك اليوم ذنب و ان رغم انف الشيطان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٨. راوى مى گويد از اميرالمؤ منين </w:t>
      </w:r>
      <w:r w:rsidRPr="00DB2708">
        <w:rPr>
          <w:rStyle w:val="libAlaemChar"/>
          <w:rtl/>
        </w:rPr>
        <w:t>عليه‌السلام</w:t>
      </w:r>
      <w:r>
        <w:rPr>
          <w:rtl/>
        </w:rPr>
        <w:t xml:space="preserve"> شنيدم كه فرمودند: كسى كه پس از نماز صبح يازده بار «قل هو الله احد» بخواند، درآن روز گناهى از او سر نمى زند، گرچه شيطان خوار شود (يعنى شيطان هر چه تلاش كند، نتواند انسان را به گناه بكشاند، و بدين ترتيب خوار شود.</w:t>
      </w:r>
      <w:r>
        <w:rPr>
          <w:rtl/>
        </w:rPr>
        <w:cr/>
      </w:r>
    </w:p>
    <w:p w:rsidR="00A679DB" w:rsidRDefault="00A679DB" w:rsidP="00A679DB">
      <w:pPr>
        <w:pStyle w:val="libNormal"/>
        <w:rPr>
          <w:rtl/>
        </w:rPr>
      </w:pPr>
      <w:r>
        <w:rPr>
          <w:rtl/>
        </w:rPr>
        <w:t xml:space="preserve">حديث : ٩ ابى رحمه الله عن سعد بن عبدالله عن احمد بن محمد عن الحسن بن على عن الحسن بن جهم عن ابراهيم بن مهزم عن رجل سمع اباالحسن </w:t>
      </w:r>
      <w:r w:rsidRPr="00DB2708">
        <w:rPr>
          <w:rStyle w:val="libAlaemChar"/>
          <w:rtl/>
        </w:rPr>
        <w:t>عليه‌السلام</w:t>
      </w:r>
      <w:r>
        <w:rPr>
          <w:rtl/>
        </w:rPr>
        <w:t xml:space="preserve"> يقول من قدم قل هو الله احد بينه و بين جبار منعه الله منه بقراء تها بين يديه و من خلفه و عن يمينه و عشن شماله فاذا فعل ذلك رزقه الله خيره و منعه شره و قال اذا خفت امرا فاقرا مائه آيه من القرآن من حيث شئت ثم قل اللهم اكشف عنى البلاد ثلاث مرات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٩. راوى مى گويد از امام صادق </w:t>
      </w:r>
      <w:r w:rsidRPr="00DB2708">
        <w:rPr>
          <w:rStyle w:val="libAlaemChar"/>
          <w:rtl/>
        </w:rPr>
        <w:t>عليه‌السلام</w:t>
      </w:r>
      <w:r>
        <w:rPr>
          <w:rtl/>
        </w:rPr>
        <w:t xml:space="preserve"> شنيدم كه فرمودند: كسى كه پيش از ملاقات با ظالمى «قل هوالله احد» بخواند، خداوند از روبرو، پشت سر، سمت راست و سمت چپ از او دفاع كرده ، مانع رسيدن شرى از طرف آن ظالم به او شده و خير آن ظالم را نصيب او مى نمايد. و نيز فرمودند: هنگامى كه از چيزى ترسيدى صد آيه قرآن بخوان ، از هر كجاى آن كه خواستى . آنگاه سه بار بگو: خدايا اين بلا را از من دور كن .</w:t>
      </w:r>
    </w:p>
    <w:p w:rsidR="00A679DB" w:rsidRDefault="00A679DB" w:rsidP="00A679DB">
      <w:pPr>
        <w:pStyle w:val="libNormal"/>
        <w:rPr>
          <w:rtl/>
        </w:rPr>
      </w:pPr>
      <w:r>
        <w:rPr>
          <w:rtl/>
        </w:rPr>
        <w:t xml:space="preserve">حديث : ١٠ ابى رحمه الله عن رجل بن يحيى العطار عن محمد بن احمد عن الحسن بن على بن ابى عثمان عن رجل عن حفص بن غياث قال سمعت ابا عبدالله </w:t>
      </w:r>
      <w:r w:rsidRPr="00DB2708">
        <w:rPr>
          <w:rStyle w:val="libAlaemChar"/>
          <w:rtl/>
        </w:rPr>
        <w:t>عليه‌السلام</w:t>
      </w:r>
      <w:r>
        <w:rPr>
          <w:rtl/>
        </w:rPr>
        <w:t xml:space="preserve"> يقول لرجل اتحب البقاء فى الدنيا قال نعم قال و لم قال لقراءه قل هو الله احد فسكت عنه ثم قال من بعد ساعه يا حفص من مات من اوليائنا و شيعتنا </w:t>
      </w:r>
      <w:r>
        <w:rPr>
          <w:rtl/>
        </w:rPr>
        <w:lastRenderedPageBreak/>
        <w:t>و لم يحسن القرآن علم فى قبره ليرفع الله فيه به درجته فان درجات الجنه على قدر عدد آيات القرآن فيقال لقارى ، القران اقرا وارق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١٠. حفض بن غياث مى گويد شنيدم كه امام صادق </w:t>
      </w:r>
      <w:r w:rsidRPr="00DB2708">
        <w:rPr>
          <w:rStyle w:val="libAlaemChar"/>
          <w:rtl/>
        </w:rPr>
        <w:t>عليه‌السلام</w:t>
      </w:r>
      <w:r>
        <w:rPr>
          <w:rtl/>
        </w:rPr>
        <w:t xml:space="preserve"> از مردى پرسيدند: آيا بقاى در دنيا را دوست دارى ؟ آن مرد جواب داد: بله . پرسيدند چرا؟ جواب داد: براى قرائت «قل هو الله احد». پس از مدتى امام عليه‌السلام فرمودند: اى حفص ! اگر يكى از دوستان و شيعيان ما بميرد و قرآن را بخوبى بلد نباشد، در قبر به او مى آموزند، تا خداوند درجه اش را بالا ببرد. زيرا همانا درجات بهشت باندازه اى تعداد آيات قرآن است . و در آن جا به قارى قرآن مى گويند بخوان و بالا برو</w:t>
      </w:r>
    </w:p>
    <w:p w:rsidR="00A679DB" w:rsidRDefault="00A679DB" w:rsidP="00A679DB">
      <w:pPr>
        <w:pStyle w:val="libNormal"/>
        <w:rPr>
          <w:rtl/>
        </w:rPr>
      </w:pPr>
    </w:p>
    <w:p w:rsidR="00A679DB" w:rsidRDefault="00A679DB" w:rsidP="00A679DB">
      <w:pPr>
        <w:pStyle w:val="libNormal"/>
        <w:rPr>
          <w:rtl/>
        </w:rPr>
      </w:pPr>
      <w:r>
        <w:rPr>
          <w:rtl/>
        </w:rPr>
        <w:t>ثواب قراءه المعوذتين</w:t>
      </w:r>
    </w:p>
    <w:p w:rsidR="00A679DB" w:rsidRDefault="00DB2708" w:rsidP="00A679DB">
      <w:pPr>
        <w:pStyle w:val="libNormal"/>
        <w:rPr>
          <w:rtl/>
        </w:rPr>
      </w:pPr>
      <w:r>
        <w:rPr>
          <w:rtl/>
        </w:rPr>
        <w:br w:type="page"/>
      </w:r>
    </w:p>
    <w:p w:rsidR="00A679DB" w:rsidRDefault="00A679DB" w:rsidP="00DB2708">
      <w:pPr>
        <w:pStyle w:val="Heading2"/>
        <w:rPr>
          <w:rtl/>
        </w:rPr>
      </w:pPr>
      <w:bookmarkStart w:id="247" w:name="_Toc449617304"/>
      <w:r>
        <w:rPr>
          <w:rtl/>
        </w:rPr>
        <w:t>ثواب قرائت سوره ناس و فلق</w:t>
      </w:r>
      <w:bookmarkEnd w:id="247"/>
    </w:p>
    <w:p w:rsidR="00A679DB" w:rsidRDefault="00A679DB" w:rsidP="00A679DB">
      <w:pPr>
        <w:pStyle w:val="libNormal"/>
        <w:rPr>
          <w:rtl/>
        </w:rPr>
      </w:pPr>
      <w:r>
        <w:rPr>
          <w:rtl/>
        </w:rPr>
        <w:t xml:space="preserve">حديث : ١ ابى رحمه الله قال حدثنى احمد بن ادريس عن محمد بن احمد عن محمد بن حسان عن اسماعيل به مهران عن الحسين بن ابى العلاء عن ابى عبيده الحذاء عن ابى جعفر </w:t>
      </w:r>
      <w:r w:rsidRPr="00DB2708">
        <w:rPr>
          <w:rStyle w:val="libAlaemChar"/>
          <w:rtl/>
        </w:rPr>
        <w:t>عليه‌السلام</w:t>
      </w:r>
      <w:r>
        <w:rPr>
          <w:rtl/>
        </w:rPr>
        <w:t xml:space="preserve"> قال من اوتربالمعوذتين و قل هو الله احد قيل له يا عبدالله ابشر فقد قبل الله و ترك</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DB2708">
        <w:rPr>
          <w:rStyle w:val="libAlaemChar"/>
          <w:rtl/>
        </w:rPr>
        <w:t>عليه‌السلام</w:t>
      </w:r>
      <w:r>
        <w:rPr>
          <w:rtl/>
        </w:rPr>
        <w:t xml:space="preserve"> فرمودند: كسى كه در نماز «وتر» سوره ناس ، فلق و «قل هو الله احد» را بخواند، به او مى گويند: اى بنده خدا! مژده بده كه خداوند «وتر» تو را قبول كرد.</w:t>
      </w:r>
    </w:p>
    <w:p w:rsidR="00A679DB" w:rsidRDefault="00A679DB" w:rsidP="00A679DB">
      <w:pPr>
        <w:pStyle w:val="libNormal"/>
        <w:rPr>
          <w:rtl/>
        </w:rPr>
      </w:pPr>
    </w:p>
    <w:p w:rsidR="00A679DB" w:rsidRDefault="00A679DB" w:rsidP="00A679DB">
      <w:pPr>
        <w:pStyle w:val="libNormal"/>
        <w:rPr>
          <w:rtl/>
        </w:rPr>
      </w:pPr>
      <w:r>
        <w:rPr>
          <w:rtl/>
        </w:rPr>
        <w:t>ثواب من اجتنب الكبائر</w:t>
      </w:r>
    </w:p>
    <w:p w:rsidR="00A679DB" w:rsidRDefault="00DB2708" w:rsidP="00A679DB">
      <w:pPr>
        <w:pStyle w:val="libNormal"/>
        <w:rPr>
          <w:rtl/>
        </w:rPr>
      </w:pPr>
      <w:r>
        <w:rPr>
          <w:rtl/>
        </w:rPr>
        <w:br w:type="page"/>
      </w:r>
    </w:p>
    <w:p w:rsidR="00A679DB" w:rsidRDefault="00A679DB" w:rsidP="00DB2708">
      <w:pPr>
        <w:pStyle w:val="Heading2"/>
        <w:rPr>
          <w:rtl/>
        </w:rPr>
      </w:pPr>
      <w:bookmarkStart w:id="248" w:name="_Toc449617305"/>
      <w:r>
        <w:rPr>
          <w:rtl/>
        </w:rPr>
        <w:t>ثواب اجتناب از گناهان كبيره .</w:t>
      </w:r>
      <w:bookmarkEnd w:id="248"/>
    </w:p>
    <w:p w:rsidR="00A679DB" w:rsidRDefault="00A679DB" w:rsidP="00A679DB">
      <w:pPr>
        <w:pStyle w:val="libNormal"/>
        <w:rPr>
          <w:rtl/>
        </w:rPr>
      </w:pPr>
      <w:r>
        <w:rPr>
          <w:rtl/>
        </w:rPr>
        <w:t>حديث : ١ ابى رحمه الله قال حدثنى سعد بن عبدالله عن موسى بن جعفر بن وهب البغدادى عن الحسن بن على الوشاء عن احمد بن عمر الحلبى قال سالت ابا عبدالله عليه‌السلام عن قول الله عزوجل «ان تجنتنبوا كبائر ما تنهون عنه نكفر عنكم سيئاتكم» قال من اجتنب ما وعد الله عليه النار اذا كان مومنا كفر الله عنه سيئاته و يدخله مدخلا كريما.</w:t>
      </w:r>
    </w:p>
    <w:p w:rsidR="00A679DB" w:rsidRDefault="00A679DB" w:rsidP="00A679DB">
      <w:pPr>
        <w:pStyle w:val="libNormal"/>
        <w:rPr>
          <w:rtl/>
        </w:rPr>
      </w:pPr>
      <w:r>
        <w:rPr>
          <w:rtl/>
        </w:rPr>
        <w:t>و الكبائر السبع الموجبات قتل النفس الحرام و عقوق الوالدين و اكل الربا و التعرب بعد الهجره و قذف المحصنه و اكل مال اليتيم و الفرار من الزحف .</w:t>
      </w:r>
    </w:p>
    <w:p w:rsidR="00A679DB" w:rsidRDefault="00A679DB" w:rsidP="00A679DB">
      <w:pPr>
        <w:pStyle w:val="libNormal"/>
        <w:rPr>
          <w:rtl/>
        </w:rPr>
      </w:pPr>
      <w:r>
        <w:rPr>
          <w:rtl/>
        </w:rPr>
        <w:t>ترجمه :</w:t>
      </w:r>
    </w:p>
    <w:p w:rsidR="00A679DB" w:rsidRDefault="00A679DB" w:rsidP="00DB2708">
      <w:pPr>
        <w:pStyle w:val="libNormal"/>
        <w:rPr>
          <w:rtl/>
        </w:rPr>
      </w:pPr>
      <w:r>
        <w:rPr>
          <w:rtl/>
        </w:rPr>
        <w:t xml:space="preserve">١. راوى مى گويد: از امام صادق </w:t>
      </w:r>
      <w:r w:rsidRPr="00DB2708">
        <w:rPr>
          <w:rStyle w:val="libAlaemChar"/>
          <w:rtl/>
        </w:rPr>
        <w:t>عليه‌السلام</w:t>
      </w:r>
      <w:r>
        <w:rPr>
          <w:rtl/>
        </w:rPr>
        <w:t xml:space="preserve"> پرسيدم معنى آيه شريفه «اگر گناهان كبيره اى كه از آن نهى شده ايد دست برداريد، گناهان شما را مى پوشانيم» </w:t>
      </w:r>
      <w:r w:rsidRPr="00DB2708">
        <w:rPr>
          <w:rStyle w:val="libFootnotenumChar"/>
          <w:rtl/>
        </w:rPr>
        <w:t>(٧٤)</w:t>
      </w:r>
      <w:r>
        <w:rPr>
          <w:rtl/>
        </w:rPr>
        <w:t xml:space="preserve"> چيست ؟ فرمودند: معنى آن آيه اي</w:t>
      </w:r>
      <w:r w:rsidR="00DB2708">
        <w:rPr>
          <w:rFonts w:hint="cs"/>
          <w:rtl/>
        </w:rPr>
        <w:t>ن</w:t>
      </w:r>
      <w:r>
        <w:rPr>
          <w:rtl/>
        </w:rPr>
        <w:t xml:space="preserve"> است كه اگر هر مومنى از گناهانى كه خداوند به مرتكب آن وعده جهنم داده است ، اجتناب نمايد، خداوند گناهان او را پوشانيده و او را در جايگاه نيكويى مى گرداند، و گناهان كبيره هفتگانه اى كه انسان را جهنمى مى كند عبارتند از: كشتن انسان - اگر جهت شرعى نداشته باشد، ترك حقوق پدر و مادر (يعنى آزار رساندن به آنان ، خوبى نكردن به آنان و نافرمانى از آنان)، رباخوارى ، بازگشت از منطقه اسلامى به منطقه كفر پس از ههجرت از آن به منطقه اسلامى ، تهمت زدن به پاكدامن ، خوردن مال يتيم و فرار از ميدان نبرد.</w:t>
      </w:r>
    </w:p>
    <w:p w:rsidR="00A679DB" w:rsidRDefault="00A679DB" w:rsidP="00A679DB">
      <w:pPr>
        <w:pStyle w:val="libNormal"/>
        <w:rPr>
          <w:rtl/>
        </w:rPr>
      </w:pPr>
      <w:r>
        <w:rPr>
          <w:rtl/>
        </w:rPr>
        <w:t xml:space="preserve">حديث : ٢ ابى رحمه الله عن سعد بن عبدالله عن احمد بن محمد بن عيسى عن الحسين بن سعيد عن محمد بن الفضيل عن ابى الحسن الرضا عليه‌السلام فى </w:t>
      </w:r>
      <w:r>
        <w:rPr>
          <w:rtl/>
        </w:rPr>
        <w:lastRenderedPageBreak/>
        <w:t>قول الله عزوجل «ان تجتنبوا كبائر ما تنهون عنه نكفر عنكم سيئاتكم» قال من اجتنب ما اوعد الله عليه النار اذا كان مومنا كفر عنه سيئاته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رضا </w:t>
      </w:r>
      <w:r w:rsidRPr="00DB2708">
        <w:rPr>
          <w:rStyle w:val="libAlaemChar"/>
          <w:rtl/>
        </w:rPr>
        <w:t>عليه‌السلام</w:t>
      </w:r>
      <w:r>
        <w:rPr>
          <w:rtl/>
        </w:rPr>
        <w:t xml:space="preserve"> درباره معنى اين آيه «اگر از گناهان كبيره اى كه از آن نهى شده ايد دست برداريد، گناهان شما را مى پوشانيم» </w:t>
      </w:r>
      <w:r w:rsidRPr="00DB2708">
        <w:rPr>
          <w:rStyle w:val="libFootnotenumChar"/>
          <w:rtl/>
        </w:rPr>
        <w:t>(٧٥)</w:t>
      </w:r>
      <w:r>
        <w:rPr>
          <w:rtl/>
        </w:rPr>
        <w:t xml:space="preserve"> فرمودند: اگر هر مومنى از گناهانى كه خداوند به مرتكب آن وعده جهنم داده است پرهيز نمايد، خداوند گناهان او را مى پوشاند.</w:t>
      </w:r>
    </w:p>
    <w:p w:rsidR="00A679DB" w:rsidRDefault="00A679DB" w:rsidP="00A679DB">
      <w:pPr>
        <w:pStyle w:val="libNormal"/>
        <w:rPr>
          <w:rtl/>
        </w:rPr>
      </w:pPr>
    </w:p>
    <w:p w:rsidR="00A679DB" w:rsidRDefault="00A679DB" w:rsidP="00A679DB">
      <w:pPr>
        <w:pStyle w:val="libNormal"/>
        <w:rPr>
          <w:rtl/>
        </w:rPr>
      </w:pPr>
      <w:r>
        <w:rPr>
          <w:rtl/>
        </w:rPr>
        <w:t>ثواب من اذنب ذنبا ثم رجع و تاب و استحيا من الله عند ذكره</w:t>
      </w:r>
    </w:p>
    <w:p w:rsidR="00A679DB" w:rsidRDefault="00DB2708" w:rsidP="00A679DB">
      <w:pPr>
        <w:pStyle w:val="libNormal"/>
        <w:rPr>
          <w:rtl/>
        </w:rPr>
      </w:pPr>
      <w:r>
        <w:rPr>
          <w:rtl/>
        </w:rPr>
        <w:br w:type="page"/>
      </w:r>
    </w:p>
    <w:p w:rsidR="00A679DB" w:rsidRDefault="00A679DB" w:rsidP="00DB2708">
      <w:pPr>
        <w:pStyle w:val="Heading2"/>
        <w:rPr>
          <w:rtl/>
        </w:rPr>
      </w:pPr>
      <w:bookmarkStart w:id="249" w:name="_Toc449617306"/>
      <w:r>
        <w:rPr>
          <w:rtl/>
        </w:rPr>
        <w:t>ثواب پشيمانى ، توبه و خجالت از گناه</w:t>
      </w:r>
      <w:bookmarkEnd w:id="249"/>
    </w:p>
    <w:p w:rsidR="00A679DB" w:rsidRDefault="00A679DB" w:rsidP="00A679DB">
      <w:pPr>
        <w:pStyle w:val="libNormal"/>
        <w:rPr>
          <w:rtl/>
        </w:rPr>
      </w:pPr>
      <w:r>
        <w:rPr>
          <w:rtl/>
        </w:rPr>
        <w:t xml:space="preserve">حديث : ١ حدثنى محمد بن موسى المتوكل رضى الله عنه قال حدثنى محمد بن جعفر قال حدثنى موسى بن عمران قال حدثنا الحسين بن يزيد عن على بن ابى حمزه عن ابى بصير عن ابى عبدالله </w:t>
      </w:r>
      <w:r w:rsidRPr="00DB2708">
        <w:rPr>
          <w:rStyle w:val="libAlaemChar"/>
          <w:rtl/>
        </w:rPr>
        <w:t>عليه‌السلام</w:t>
      </w:r>
      <w:r>
        <w:rPr>
          <w:rtl/>
        </w:rPr>
        <w:t xml:space="preserve"> قال سمعته يقول اوحى الله عزوجل الى داود النبى </w:t>
      </w:r>
      <w:r w:rsidRPr="00DB2708">
        <w:rPr>
          <w:rStyle w:val="libAlaemChar"/>
          <w:rtl/>
        </w:rPr>
        <w:t>عليه‌السلام</w:t>
      </w:r>
      <w:r>
        <w:rPr>
          <w:rtl/>
        </w:rPr>
        <w:t xml:space="preserve"> يا داود ان عبدى المومن اذا اذنب ذنبا ثم رجع و تاب من ذلك الذنب و استحيا منى عند ذكره غفرت له و انسيته الحفظه و ابدلته الحسنه و لا ابالى و انا ارحم الراحمين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شنيدم كه امام صادق </w:t>
      </w:r>
      <w:r w:rsidRPr="006A3F0C">
        <w:rPr>
          <w:rStyle w:val="libAlaemChar"/>
          <w:rtl/>
        </w:rPr>
        <w:t>عليه‌السلام</w:t>
      </w:r>
      <w:r>
        <w:rPr>
          <w:rtl/>
        </w:rPr>
        <w:t xml:space="preserve"> فرمودند: خداوند عزوجل به داود پيامبر عليه‌السلام وحى كرد: اى داود! همانا اگر بنده مؤ من من گناه كند، آنگاه بازگردد و از آن گناه توبه كند و هنگام ياد آورى آن از من خجالت بكشد، حتما ان را آمرزيده ، آن گناه را از ياد فرشتگان نويسنده گناهان برده ، آن گناه را تبديل به حسنه نموده و برايم اهميت ندارد و من مهربانترين مهربانانم</w:t>
      </w:r>
    </w:p>
    <w:p w:rsidR="00A679DB" w:rsidRDefault="00A679DB" w:rsidP="00A679DB">
      <w:pPr>
        <w:pStyle w:val="libNormal"/>
        <w:rPr>
          <w:rtl/>
        </w:rPr>
      </w:pPr>
    </w:p>
    <w:p w:rsidR="00A679DB" w:rsidRDefault="00A679DB" w:rsidP="00A679DB">
      <w:pPr>
        <w:pStyle w:val="libNormal"/>
        <w:rPr>
          <w:rtl/>
        </w:rPr>
      </w:pPr>
      <w:r>
        <w:rPr>
          <w:rtl/>
        </w:rPr>
        <w:t>ثواب من قدم غريما الى السلطان فعلم انه يحلف فتركه تعظيما للهعزوجل</w:t>
      </w:r>
    </w:p>
    <w:p w:rsidR="00A679DB" w:rsidRDefault="006A3F0C" w:rsidP="00A679DB">
      <w:pPr>
        <w:pStyle w:val="libNormal"/>
        <w:rPr>
          <w:rtl/>
        </w:rPr>
      </w:pPr>
      <w:r>
        <w:rPr>
          <w:rtl/>
        </w:rPr>
        <w:br w:type="page"/>
      </w:r>
    </w:p>
    <w:p w:rsidR="00A679DB" w:rsidRDefault="00A679DB" w:rsidP="006A3F0C">
      <w:pPr>
        <w:pStyle w:val="Heading2"/>
        <w:rPr>
          <w:rtl/>
        </w:rPr>
      </w:pPr>
      <w:bookmarkStart w:id="250" w:name="_Toc449617307"/>
      <w:r>
        <w:rPr>
          <w:rtl/>
        </w:rPr>
        <w:t>ثواب رها كردن بدهكار بخاطر بزرگداشت خداىعزوجل</w:t>
      </w:r>
      <w:bookmarkEnd w:id="250"/>
    </w:p>
    <w:p w:rsidR="00A679DB" w:rsidRDefault="00A679DB" w:rsidP="00A679DB">
      <w:pPr>
        <w:pStyle w:val="libNormal"/>
        <w:rPr>
          <w:rtl/>
        </w:rPr>
      </w:pPr>
      <w:r>
        <w:rPr>
          <w:rtl/>
        </w:rPr>
        <w:t xml:space="preserve">حديث : ١ ابى رحمه الله قال حدثنا سعد بن عبدالله قال حدثنا ابراهيم بن هاشم عن على بن معبد عن دست عن عبدلحميد الطائى عن ابى الحسن الاول </w:t>
      </w:r>
      <w:r w:rsidRPr="006A3F0C">
        <w:rPr>
          <w:rStyle w:val="libAlaemChar"/>
          <w:rtl/>
        </w:rPr>
        <w:t>عليه‌السلام</w:t>
      </w:r>
      <w:r>
        <w:rPr>
          <w:rtl/>
        </w:rPr>
        <w:t xml:space="preserve"> قال قال النبى </w:t>
      </w:r>
      <w:r w:rsidR="00E60DFB" w:rsidRPr="006A3F0C">
        <w:rPr>
          <w:rStyle w:val="libAlaemChar"/>
          <w:rtl/>
        </w:rPr>
        <w:t>صلى‌الله‌عليه‌وآله</w:t>
      </w:r>
      <w:r w:rsidR="00E60DFB">
        <w:rPr>
          <w:rtl/>
        </w:rPr>
        <w:t xml:space="preserve"> </w:t>
      </w:r>
      <w:r>
        <w:rPr>
          <w:rtl/>
        </w:rPr>
        <w:t>من قدم غريما الى السلطان يستحلفه و هو يعلم انه يحلف ثم تركه تعظيما لله عزوجل لم يرض ‍ الله له بمنزله يوم القيامه الا منزله ابراهيم خليل الرحمن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6A3F0C">
        <w:rPr>
          <w:rStyle w:val="libAlaemChar"/>
          <w:rtl/>
        </w:rPr>
        <w:t>عليه‌السلام</w:t>
      </w:r>
      <w:r>
        <w:rPr>
          <w:rtl/>
        </w:rPr>
        <w:t xml:space="preserve"> نقل مى نمايند كه پيامبر </w:t>
      </w:r>
      <w:r w:rsidR="00E60DFB" w:rsidRPr="006A3F0C">
        <w:rPr>
          <w:rStyle w:val="libAlaemChar"/>
          <w:rtl/>
        </w:rPr>
        <w:t>صلى‌الله‌عليه‌وآله</w:t>
      </w:r>
      <w:r w:rsidR="00E60DFB">
        <w:rPr>
          <w:rtl/>
        </w:rPr>
        <w:t xml:space="preserve"> </w:t>
      </w:r>
      <w:r>
        <w:rPr>
          <w:rtl/>
        </w:rPr>
        <w:t xml:space="preserve">فرمودند: كسى كه بدهكارى را پيش از حاكم ببرد و بداند سوگند مى خورد، آنگاه بخاطر بزرگداشت خداوند عزوجل رهايش كند، خداوند در روز قيامت براى او به مقامى جز مقام ابراهيم خليل </w:t>
      </w:r>
      <w:r w:rsidRPr="006A3F0C">
        <w:rPr>
          <w:rStyle w:val="libAlaemChar"/>
          <w:rtl/>
        </w:rPr>
        <w:t>عليه‌السلام</w:t>
      </w:r>
      <w:r>
        <w:rPr>
          <w:rtl/>
        </w:rPr>
        <w:t xml:space="preserve"> راضى نمى شود.</w:t>
      </w:r>
    </w:p>
    <w:p w:rsidR="00A679DB" w:rsidRDefault="00A679DB" w:rsidP="00A679DB">
      <w:pPr>
        <w:pStyle w:val="libNormal"/>
        <w:rPr>
          <w:rtl/>
        </w:rPr>
      </w:pPr>
    </w:p>
    <w:p w:rsidR="00A679DB" w:rsidRDefault="00A679DB" w:rsidP="00A679DB">
      <w:pPr>
        <w:pStyle w:val="libNormal"/>
        <w:rPr>
          <w:rtl/>
        </w:rPr>
      </w:pPr>
      <w:r>
        <w:rPr>
          <w:rtl/>
        </w:rPr>
        <w:t>ثواب معلم الخير</w:t>
      </w:r>
    </w:p>
    <w:p w:rsidR="00A679DB" w:rsidRDefault="006A3F0C" w:rsidP="00A679DB">
      <w:pPr>
        <w:pStyle w:val="libNormal"/>
        <w:rPr>
          <w:rtl/>
        </w:rPr>
      </w:pPr>
      <w:r>
        <w:rPr>
          <w:rtl/>
        </w:rPr>
        <w:br w:type="page"/>
      </w:r>
    </w:p>
    <w:p w:rsidR="00A679DB" w:rsidRDefault="00A679DB" w:rsidP="006A3F0C">
      <w:pPr>
        <w:pStyle w:val="Heading2"/>
        <w:rPr>
          <w:rtl/>
        </w:rPr>
      </w:pPr>
      <w:bookmarkStart w:id="251" w:name="_Toc449617308"/>
      <w:r>
        <w:rPr>
          <w:rtl/>
        </w:rPr>
        <w:t>ثواب معلم خوب</w:t>
      </w:r>
      <w:bookmarkEnd w:id="251"/>
    </w:p>
    <w:p w:rsidR="00A679DB" w:rsidRDefault="00A679DB" w:rsidP="00A679DB">
      <w:pPr>
        <w:pStyle w:val="libNormal"/>
        <w:rPr>
          <w:rtl/>
        </w:rPr>
      </w:pPr>
      <w:r>
        <w:rPr>
          <w:rtl/>
        </w:rPr>
        <w:t>حديث : ١ ابى رحمه الله قال حدثنى سعدبن عبدالله عن احمد بن محمد بن عيسى و ابراهيم بن هاشم عن الحسين بن سيف عن ابيه سيف بن عميره عن عمروبن شمر عن جابر عن ابى جعفر عليه‌السلام قال معلم الخير يستغفر له دواب الارض و حيتان البحور و كل صغيره و كبيره فى ارض الله و سمائه .</w:t>
      </w:r>
    </w:p>
    <w:p w:rsidR="00A679DB" w:rsidRDefault="00A679DB" w:rsidP="00A679DB">
      <w:pPr>
        <w:pStyle w:val="libNormal"/>
        <w:rPr>
          <w:rtl/>
        </w:rPr>
      </w:pPr>
      <w:r>
        <w:rPr>
          <w:rtl/>
        </w:rPr>
        <w:t>ترجمه :</w:t>
      </w:r>
    </w:p>
    <w:p w:rsidR="00A679DB" w:rsidRDefault="00A679DB" w:rsidP="006A3F0C">
      <w:pPr>
        <w:pStyle w:val="libBold2"/>
        <w:rPr>
          <w:rtl/>
        </w:rPr>
      </w:pPr>
      <w:r>
        <w:rPr>
          <w:rtl/>
        </w:rPr>
        <w:t xml:space="preserve">١. امام باقر </w:t>
      </w:r>
      <w:r w:rsidRPr="006A3F0C">
        <w:rPr>
          <w:rStyle w:val="libAlaemChar"/>
          <w:rtl/>
        </w:rPr>
        <w:t>عليه‌السلام</w:t>
      </w:r>
      <w:r>
        <w:rPr>
          <w:rtl/>
        </w:rPr>
        <w:t xml:space="preserve"> فرمودند: جنبدگان زمين ، ماهيهاى درياها، و هر كوچك و بزرگى در زمين خدا و آسمان او، براى معلم خوبيها استغفار مى نمايند.</w:t>
      </w:r>
    </w:p>
    <w:p w:rsidR="00A679DB" w:rsidRDefault="00A679DB" w:rsidP="00A679DB">
      <w:pPr>
        <w:pStyle w:val="libNormal"/>
        <w:rPr>
          <w:rtl/>
        </w:rPr>
      </w:pPr>
      <w:r>
        <w:rPr>
          <w:rtl/>
        </w:rPr>
        <w:t>حديث : ٢ حدثنى محمد بن الحسن رضى الله عنه قال حدثنى محمد بن الحسن الصفار عن احمد بن محمد عن محمد بن خالد البرقى عمن ذكره عن ابى عبدالله عليه‌السلام قال عالم افضل من الف عابد و الف زاهد و العالم ينتفع بعلمه خير و افضل من عباده سبعين الف عابد.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6A3F0C">
        <w:rPr>
          <w:rStyle w:val="libAlaemChar"/>
          <w:rtl/>
        </w:rPr>
        <w:t>عليه‌السلام</w:t>
      </w:r>
      <w:r>
        <w:rPr>
          <w:rtl/>
        </w:rPr>
        <w:t xml:space="preserve"> فرمودند: يك عالم بهتر از از هزار عابد و هزار زاهد است . يك عالم كه از عملش سود برند، بهتر و برتر از عبادت هفتاد هزار عابد است .</w:t>
      </w:r>
    </w:p>
    <w:p w:rsidR="00A679DB" w:rsidRDefault="00A679DB" w:rsidP="00A679DB">
      <w:pPr>
        <w:pStyle w:val="libNormal"/>
        <w:rPr>
          <w:rtl/>
        </w:rPr>
      </w:pPr>
    </w:p>
    <w:p w:rsidR="00A679DB" w:rsidRDefault="00A679DB" w:rsidP="00A679DB">
      <w:pPr>
        <w:pStyle w:val="libNormal"/>
        <w:rPr>
          <w:rtl/>
        </w:rPr>
      </w:pPr>
      <w:r>
        <w:rPr>
          <w:rtl/>
        </w:rPr>
        <w:t>ثواب طالب العلم</w:t>
      </w:r>
    </w:p>
    <w:p w:rsidR="00A679DB" w:rsidRDefault="006A3F0C" w:rsidP="00A679DB">
      <w:pPr>
        <w:pStyle w:val="libNormal"/>
        <w:rPr>
          <w:rtl/>
        </w:rPr>
      </w:pPr>
      <w:r>
        <w:rPr>
          <w:rtl/>
        </w:rPr>
        <w:br w:type="page"/>
      </w:r>
    </w:p>
    <w:p w:rsidR="00A679DB" w:rsidRDefault="00A679DB" w:rsidP="006A3F0C">
      <w:pPr>
        <w:pStyle w:val="Heading2"/>
        <w:rPr>
          <w:rtl/>
        </w:rPr>
      </w:pPr>
      <w:bookmarkStart w:id="252" w:name="_Toc449617309"/>
      <w:r>
        <w:rPr>
          <w:rtl/>
        </w:rPr>
        <w:t>ثواب جوينده علم</w:t>
      </w:r>
      <w:bookmarkEnd w:id="252"/>
    </w:p>
    <w:p w:rsidR="00A679DB" w:rsidRDefault="00A679DB" w:rsidP="00A679DB">
      <w:pPr>
        <w:pStyle w:val="libNormal"/>
        <w:rPr>
          <w:rtl/>
        </w:rPr>
      </w:pPr>
      <w:r>
        <w:rPr>
          <w:rtl/>
        </w:rPr>
        <w:t xml:space="preserve">حديث : ١ ابى رحمه الله قال حدثنى على بن ابراهيم عن ابيه عن عبدالله بن ميمون القداح عن ابى عبدالله عليه‌السلام عن آبائه </w:t>
      </w:r>
      <w:r w:rsidR="00DC5255">
        <w:rPr>
          <w:rtl/>
        </w:rPr>
        <w:t xml:space="preserve">عليهم‌السلام </w:t>
      </w:r>
      <w:r>
        <w:rPr>
          <w:rtl/>
        </w:rPr>
        <w:t xml:space="preserve">قال قال رسول الله </w:t>
      </w:r>
      <w:r w:rsidR="00E60DFB">
        <w:rPr>
          <w:rtl/>
        </w:rPr>
        <w:t xml:space="preserve">صلى‌الله‌عليه‌وآله </w:t>
      </w:r>
      <w:r>
        <w:rPr>
          <w:rtl/>
        </w:rPr>
        <w:t>من سلك طريقا يطلب فيه علما سلك الله به طريقا الى الجنه و ان الملائكه لتضع اجنحتها لطالب العلم رضى به و انه ليستغفر لطالب العلم من فى السماوات و من فى الارض حتى الحوت فى البحر و فضل العالم على العابد كفضل القمر على سائر النجوم ليله البدر و ان العلماء ورثه الانبياء و ان الانبياء لم يورثوا دينارا و لا درهما و لكن ورثوا العلم فمن اخذ منهم اخذ بحظ وافر.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A3F0C">
        <w:rPr>
          <w:rStyle w:val="libAlaemChar"/>
          <w:rtl/>
        </w:rPr>
        <w:t>عليه‌السلام</w:t>
      </w:r>
      <w:r>
        <w:rPr>
          <w:rtl/>
        </w:rPr>
        <w:t xml:space="preserve"> از پدرانش </w:t>
      </w:r>
      <w:r w:rsidR="00DC5255">
        <w:rPr>
          <w:rtl/>
        </w:rPr>
        <w:t xml:space="preserve">عليهم‌السلام </w:t>
      </w:r>
      <w:r>
        <w:rPr>
          <w:rtl/>
        </w:rPr>
        <w:t xml:space="preserve">نقل مى نمايند كه رسول خدا </w:t>
      </w:r>
      <w:r w:rsidR="00E60DFB">
        <w:rPr>
          <w:rtl/>
        </w:rPr>
        <w:t xml:space="preserve">صلى‌الله‌عليه‌وآله </w:t>
      </w:r>
      <w:r>
        <w:rPr>
          <w:rtl/>
        </w:rPr>
        <w:t>فرمودند: كسى كه در راه يافتن</w:t>
      </w:r>
      <w:r w:rsidR="00DC5255">
        <w:rPr>
          <w:rtl/>
        </w:rPr>
        <w:t xml:space="preserve">عليهم‌السلام </w:t>
      </w:r>
      <w:r>
        <w:rPr>
          <w:rtl/>
        </w:rPr>
        <w:t>دانش قدم بردارد، خداوند راهى به بهشت براى او مى گشايد كه در آن هنگام بردارد، و همانا فرشتگان بخاطر رضايت از كار جوينده دانش بالهايشان را براى او فرو مى گذارند. و همانا و محققا تمام كسانى كه در اسمانها و زمين هستند، حتى ماهى دريا براى جوينده دانش استغفار مى نمايند. برترى عالم بر عابد مانند برترى ماه در شب چهارده هم بر ساير ستارگان است . همانا علماء وارثان پيامبرانند. و همانا پيامبران در هم و دينار از خود باقى نمى گذارند وارث آنها علم است . و كسى كه از انها علمى بگيرد، به بهره زيادى رسيده است .</w:t>
      </w:r>
    </w:p>
    <w:p w:rsidR="00A679DB" w:rsidRDefault="00A679DB" w:rsidP="00A679DB">
      <w:pPr>
        <w:pStyle w:val="libNormal"/>
        <w:rPr>
          <w:rtl/>
        </w:rPr>
      </w:pPr>
      <w:r>
        <w:rPr>
          <w:rtl/>
        </w:rPr>
        <w:t xml:space="preserve">حديث : ٢ حدثنى محمد بن على ماجيلويه رضى الله عنه عن عمه محمد بن ابى القاسم عن محمد بن على الكوفى عن الحسن بن على بن يوسف عن مقاتل بن مقاتل عن الربيع بن محمد المسلى عن جابر بن يزيد الجعفى عن ابى جعفر </w:t>
      </w:r>
      <w:r w:rsidRPr="006A3F0C">
        <w:rPr>
          <w:rStyle w:val="libAlaemChar"/>
          <w:rtl/>
        </w:rPr>
        <w:lastRenderedPageBreak/>
        <w:t>عليه‌السلام</w:t>
      </w:r>
      <w:r>
        <w:rPr>
          <w:rtl/>
        </w:rPr>
        <w:t xml:space="preserve"> قال ما من عبد يغدو فى طلب العلم او يروح الا خاض الرحمه و هتفت به الملائكه مرحبا بزائر الله و سلك منالجنه مثل ذلك المسلك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باقر </w:t>
      </w:r>
      <w:r w:rsidRPr="006A3F0C">
        <w:rPr>
          <w:rStyle w:val="libAlaemChar"/>
          <w:rtl/>
        </w:rPr>
        <w:t>عليه‌السلام</w:t>
      </w:r>
      <w:r>
        <w:rPr>
          <w:rtl/>
        </w:rPr>
        <w:t xml:space="preserve"> فرمودند: هيچ بنده اى در طلب علم شب يا روز را به پايان نمى برد، مگر اين كه وارد رحمت خداوند شده و فرشتگان او را ندا مى كنند: آفرين بر زائر خداوند: و از همان راهى كه در پى علم رفته است ، به بهشت مى رود.</w:t>
      </w:r>
    </w:p>
    <w:p w:rsidR="00A679DB" w:rsidRDefault="00A679DB" w:rsidP="00A679DB">
      <w:pPr>
        <w:pStyle w:val="libNormal"/>
        <w:rPr>
          <w:rtl/>
        </w:rPr>
      </w:pPr>
    </w:p>
    <w:p w:rsidR="00A679DB" w:rsidRDefault="00A679DB" w:rsidP="00A679DB">
      <w:pPr>
        <w:pStyle w:val="libNormal"/>
        <w:rPr>
          <w:rtl/>
        </w:rPr>
      </w:pPr>
      <w:r>
        <w:rPr>
          <w:rtl/>
        </w:rPr>
        <w:t>ثواب مجالسه اهل الدين</w:t>
      </w:r>
    </w:p>
    <w:p w:rsidR="00A679DB" w:rsidRDefault="006A3F0C" w:rsidP="00A679DB">
      <w:pPr>
        <w:pStyle w:val="libNormal"/>
        <w:rPr>
          <w:rtl/>
        </w:rPr>
      </w:pPr>
      <w:r>
        <w:rPr>
          <w:rtl/>
        </w:rPr>
        <w:br w:type="page"/>
      </w:r>
    </w:p>
    <w:p w:rsidR="00A679DB" w:rsidRDefault="00A679DB" w:rsidP="006A3F0C">
      <w:pPr>
        <w:pStyle w:val="Heading2"/>
        <w:rPr>
          <w:rtl/>
        </w:rPr>
      </w:pPr>
      <w:bookmarkStart w:id="253" w:name="_Toc449617310"/>
      <w:r>
        <w:rPr>
          <w:rtl/>
        </w:rPr>
        <w:t>ثواب همنشينى با اهل ايمان</w:t>
      </w:r>
      <w:bookmarkEnd w:id="253"/>
    </w:p>
    <w:p w:rsidR="00A679DB" w:rsidRDefault="00A679DB" w:rsidP="00A679DB">
      <w:pPr>
        <w:pStyle w:val="libNormal"/>
        <w:rPr>
          <w:rtl/>
        </w:rPr>
      </w:pPr>
      <w:r>
        <w:rPr>
          <w:rtl/>
        </w:rPr>
        <w:t xml:space="preserve">حديث : ١ حدثنى محمد بن موسى بن المتوكل رضى الله عنه عن على بن الحسين السعد آبادى عن احمد بن ابى عبدالله قال حدثنا ابو عبدالله الجاموورانى عن الحسن بن على بن ابى حمزه عن سيف بن عميره عن منصور بن حازم عن ابى عبدالله </w:t>
      </w:r>
      <w:r w:rsidRPr="006A3F0C">
        <w:rPr>
          <w:rStyle w:val="libAlaemChar"/>
          <w:rtl/>
        </w:rPr>
        <w:t>عليه‌السلام</w:t>
      </w:r>
      <w:r>
        <w:rPr>
          <w:rtl/>
        </w:rPr>
        <w:t xml:space="preserve"> قال قال رسول الله </w:t>
      </w:r>
      <w:r w:rsidR="00E60DFB">
        <w:rPr>
          <w:rtl/>
        </w:rPr>
        <w:t xml:space="preserve">صلى‌الله‌عليه‌وآله </w:t>
      </w:r>
      <w:r>
        <w:rPr>
          <w:rtl/>
        </w:rPr>
        <w:t>مجالسه اهل الدين شرف الدنيا و الاخره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A3F0C">
        <w:rPr>
          <w:rStyle w:val="libAlaemChar"/>
          <w:rtl/>
        </w:rPr>
        <w:t>عليه‌السلام</w:t>
      </w:r>
      <w:r>
        <w:rPr>
          <w:rtl/>
        </w:rPr>
        <w:t xml:space="preserve"> نقل مى نمايند كه رسول خدا </w:t>
      </w:r>
      <w:r w:rsidR="00E60DFB" w:rsidRPr="006A3F0C">
        <w:rPr>
          <w:rStyle w:val="libAlaemChar"/>
          <w:rtl/>
        </w:rPr>
        <w:t>صلى‌الله‌عليه‌وآله</w:t>
      </w:r>
      <w:r w:rsidR="00E60DFB">
        <w:rPr>
          <w:rtl/>
        </w:rPr>
        <w:t xml:space="preserve"> </w:t>
      </w:r>
      <w:r>
        <w:rPr>
          <w:rtl/>
        </w:rPr>
        <w:t>فرمودند: همنشينى با اهل دين شرف دنيا و آخرت است .</w:t>
      </w:r>
    </w:p>
    <w:p w:rsidR="00A679DB" w:rsidRDefault="00A679DB" w:rsidP="00A679DB">
      <w:pPr>
        <w:pStyle w:val="libNormal"/>
        <w:rPr>
          <w:rtl/>
        </w:rPr>
      </w:pPr>
    </w:p>
    <w:p w:rsidR="00A679DB" w:rsidRDefault="00A679DB" w:rsidP="00A679DB">
      <w:pPr>
        <w:pStyle w:val="libNormal"/>
        <w:rPr>
          <w:rtl/>
        </w:rPr>
      </w:pPr>
      <w:r>
        <w:rPr>
          <w:rtl/>
        </w:rPr>
        <w:t>ثواب من بلغه شى من الثواب فعمل به</w:t>
      </w:r>
    </w:p>
    <w:p w:rsidR="00A679DB" w:rsidRDefault="006A3F0C" w:rsidP="00A679DB">
      <w:pPr>
        <w:pStyle w:val="libNormal"/>
        <w:rPr>
          <w:rtl/>
        </w:rPr>
      </w:pPr>
      <w:r>
        <w:rPr>
          <w:rtl/>
        </w:rPr>
        <w:br w:type="page"/>
      </w:r>
    </w:p>
    <w:p w:rsidR="00A679DB" w:rsidRDefault="00A679DB" w:rsidP="006A3F0C">
      <w:pPr>
        <w:pStyle w:val="Heading2"/>
        <w:rPr>
          <w:rtl/>
        </w:rPr>
      </w:pPr>
      <w:bookmarkStart w:id="254" w:name="_Toc449617311"/>
      <w:r>
        <w:rPr>
          <w:rtl/>
        </w:rPr>
        <w:t>ثواب انجام عمل پس از شنيدن ثواب آن</w:t>
      </w:r>
      <w:bookmarkEnd w:id="254"/>
    </w:p>
    <w:p w:rsidR="00A679DB" w:rsidRDefault="00A679DB" w:rsidP="00A679DB">
      <w:pPr>
        <w:pStyle w:val="libNormal"/>
        <w:rPr>
          <w:rtl/>
        </w:rPr>
      </w:pPr>
      <w:r>
        <w:rPr>
          <w:rtl/>
        </w:rPr>
        <w:t xml:space="preserve">حديث : ١ ابى رحمه الله قال حدثنى على بن موسى عن احمد بن محمد عن على بن الحكم عن هشام عن صفوان عن ابى عبدالله عليه‌السلام قال من بلغه شى من الثواب على خير فعمله كان له اجر ذلك و ان كان رسول الله </w:t>
      </w:r>
      <w:r w:rsidR="00E60DFB">
        <w:rPr>
          <w:rtl/>
        </w:rPr>
        <w:t xml:space="preserve">صلى‌الله‌عليه‌وآله </w:t>
      </w:r>
      <w:r>
        <w:rPr>
          <w:rtl/>
        </w:rPr>
        <w:t>لم يقله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A3F0C">
        <w:rPr>
          <w:rStyle w:val="libAlaemChar"/>
          <w:rtl/>
        </w:rPr>
        <w:t>عليه‌السلام</w:t>
      </w:r>
      <w:r>
        <w:rPr>
          <w:rtl/>
        </w:rPr>
        <w:t xml:space="preserve"> فرمودند: كسى كه بشنود كار خوبى فلان مقدار ثواب دارد و آن كار را انجام دهد، به آن ثواب خواهد رسيد، گرچه رسول خدا نيز آن را نگفته باشد.</w:t>
      </w:r>
    </w:p>
    <w:p w:rsidR="00A679DB" w:rsidRDefault="00A679DB" w:rsidP="00A679DB">
      <w:pPr>
        <w:pStyle w:val="libNormal"/>
        <w:rPr>
          <w:rtl/>
        </w:rPr>
      </w:pPr>
    </w:p>
    <w:p w:rsidR="00A679DB" w:rsidRDefault="00A679DB" w:rsidP="00A679DB">
      <w:pPr>
        <w:pStyle w:val="libNormal"/>
        <w:rPr>
          <w:rtl/>
        </w:rPr>
      </w:pPr>
      <w:r>
        <w:rPr>
          <w:rtl/>
        </w:rPr>
        <w:t>ثواب من تكلم بكلمه حق فاخذ بها</w:t>
      </w:r>
    </w:p>
    <w:p w:rsidR="00A679DB" w:rsidRDefault="006A3F0C" w:rsidP="00A679DB">
      <w:pPr>
        <w:pStyle w:val="libNormal"/>
        <w:rPr>
          <w:rtl/>
        </w:rPr>
      </w:pPr>
      <w:r>
        <w:rPr>
          <w:rtl/>
        </w:rPr>
        <w:br w:type="page"/>
      </w:r>
    </w:p>
    <w:p w:rsidR="00A679DB" w:rsidRDefault="00A679DB" w:rsidP="006A3F0C">
      <w:pPr>
        <w:pStyle w:val="Heading2"/>
        <w:rPr>
          <w:rtl/>
        </w:rPr>
      </w:pPr>
      <w:bookmarkStart w:id="255" w:name="_Toc449617312"/>
      <w:r>
        <w:rPr>
          <w:rtl/>
        </w:rPr>
        <w:t>ثواب گفتن سخن حقى كه مردم به آن عمل كنند.</w:t>
      </w:r>
      <w:bookmarkEnd w:id="255"/>
    </w:p>
    <w:p w:rsidR="00A679DB" w:rsidRDefault="00A679DB" w:rsidP="00A679DB">
      <w:pPr>
        <w:pStyle w:val="libNormal"/>
        <w:rPr>
          <w:rtl/>
        </w:rPr>
      </w:pPr>
      <w:r>
        <w:rPr>
          <w:rtl/>
        </w:rPr>
        <w:t>حديث : ١ حدثنى احمد بن محمد عن ابيه عن احمد بن محمد عن ابى عبدالله البرقى عمن رواه عن ابان عن عبدالرحمن بن ابى عبدالله قال قال ابو عبدالله عليه‌السلام لا يتكلم الرجل بكلمه حق فاخذ بها الا كان له مثل اجر من اخذبها و لا يتكلم بكلمه ضلال يوخذ بها الا كان عليه مثل وزر من اخذ بها.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A3F0C">
        <w:rPr>
          <w:rStyle w:val="libAlaemChar"/>
          <w:rtl/>
        </w:rPr>
        <w:t>عليه‌السلام</w:t>
      </w:r>
      <w:r>
        <w:rPr>
          <w:rtl/>
        </w:rPr>
        <w:t xml:space="preserve"> فرمودند: هيچ مردى سخن حقى نمى گويد و به آن عمل نمى كنند، مگر اين كه او نيز پاداشى همچون پاداش عمل كننده به آن خواهد داشت . و نيز سخن گمراه كننده اى نمى گويد و به آن عمل نمى شود، مگر اين كه او نيز گناهى همچون گناه عمل كننده به آن سخن خواهد داشت .</w:t>
      </w:r>
    </w:p>
    <w:p w:rsidR="00A679DB" w:rsidRDefault="00A679DB" w:rsidP="00A679DB">
      <w:pPr>
        <w:pStyle w:val="libNormal"/>
        <w:rPr>
          <w:rtl/>
        </w:rPr>
      </w:pPr>
      <w:r>
        <w:rPr>
          <w:rtl/>
        </w:rPr>
        <w:t>ثواب من سنه سنه هدى</w:t>
      </w:r>
    </w:p>
    <w:p w:rsidR="00A679DB" w:rsidRDefault="006A3F0C" w:rsidP="00A679DB">
      <w:pPr>
        <w:pStyle w:val="libNormal"/>
        <w:rPr>
          <w:rtl/>
        </w:rPr>
      </w:pPr>
      <w:r>
        <w:rPr>
          <w:rtl/>
        </w:rPr>
        <w:br w:type="page"/>
      </w:r>
    </w:p>
    <w:p w:rsidR="00A679DB" w:rsidRDefault="00A679DB" w:rsidP="006A3F0C">
      <w:pPr>
        <w:pStyle w:val="Heading2"/>
        <w:rPr>
          <w:rtl/>
        </w:rPr>
      </w:pPr>
      <w:bookmarkStart w:id="256" w:name="_Toc449617313"/>
      <w:r>
        <w:rPr>
          <w:rtl/>
        </w:rPr>
        <w:t>ثواب ايجاد رسم خوب</w:t>
      </w:r>
      <w:bookmarkEnd w:id="256"/>
    </w:p>
    <w:p w:rsidR="00A679DB" w:rsidRDefault="00A679DB" w:rsidP="00A679DB">
      <w:pPr>
        <w:pStyle w:val="libNormal"/>
        <w:rPr>
          <w:rtl/>
        </w:rPr>
      </w:pPr>
      <w:r>
        <w:rPr>
          <w:rtl/>
        </w:rPr>
        <w:t>حديث : ١ حدثنى محمد بن موسى بن المتوكل رضى الله عنه قال حدثنى عبدالله بن جعفر الحميرى عن احمدبن محمد عن الحسن بن محبوب عن معاويه بن وهب عن ميمون القداح عن ابى جعفر عليه‌السلام قال ايما عبد من عباد الله سن سنه هدى كان له مثل اجر من عمل لذلك من غير ان ينقص من اجورهم شى و ايما عبد من عباد الله سن سنه ضلال كان عليه مثل وزر من فعل ذلك من غير ان ينقص من اوزارهم شى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6A3F0C">
        <w:rPr>
          <w:rStyle w:val="libAlaemChar"/>
          <w:rtl/>
        </w:rPr>
        <w:t>عليه‌السلام</w:t>
      </w:r>
      <w:r>
        <w:rPr>
          <w:rtl/>
        </w:rPr>
        <w:t xml:space="preserve"> فرمودند: هر بنده اى از بندگان خدا كه رسم خوبى ايجاد كند، پاداشى همچون پاداش عمل كننده به آن رسم خواهد داشت ، بدون ان كه از پاداش عمل كنندگان به ان چيزى كم شود. و هر بنده اى از بندگان خدا رسم بدى را ايجاد كند، او نيز گناهى همچون گناه عمل كننده به آن رسم خواهد داشت ، بدون اين كه بار گناه انان سبكتر شود.</w:t>
      </w:r>
    </w:p>
    <w:p w:rsidR="00A679DB" w:rsidRDefault="00A679DB" w:rsidP="00A679DB">
      <w:pPr>
        <w:pStyle w:val="libNormal"/>
        <w:rPr>
          <w:rtl/>
        </w:rPr>
      </w:pPr>
    </w:p>
    <w:p w:rsidR="00A679DB" w:rsidRDefault="00A679DB" w:rsidP="00A679DB">
      <w:pPr>
        <w:pStyle w:val="libNormal"/>
        <w:rPr>
          <w:rtl/>
        </w:rPr>
      </w:pPr>
      <w:r>
        <w:rPr>
          <w:rtl/>
        </w:rPr>
        <w:t>ثواب من عمل بما علم</w:t>
      </w:r>
    </w:p>
    <w:p w:rsidR="00A679DB" w:rsidRDefault="006A3F0C" w:rsidP="00A679DB">
      <w:pPr>
        <w:pStyle w:val="libNormal"/>
        <w:rPr>
          <w:rtl/>
        </w:rPr>
      </w:pPr>
      <w:r>
        <w:rPr>
          <w:rtl/>
        </w:rPr>
        <w:br w:type="page"/>
      </w:r>
    </w:p>
    <w:p w:rsidR="00A679DB" w:rsidRDefault="00A679DB" w:rsidP="006A3F0C">
      <w:pPr>
        <w:pStyle w:val="Heading2"/>
        <w:rPr>
          <w:rtl/>
        </w:rPr>
      </w:pPr>
      <w:bookmarkStart w:id="257" w:name="_Toc449617314"/>
      <w:r>
        <w:rPr>
          <w:rtl/>
        </w:rPr>
        <w:t>ثواب عمل به دانسته ها</w:t>
      </w:r>
      <w:bookmarkEnd w:id="257"/>
    </w:p>
    <w:p w:rsidR="00A679DB" w:rsidRDefault="00A679DB" w:rsidP="00A679DB">
      <w:pPr>
        <w:pStyle w:val="libNormal"/>
        <w:rPr>
          <w:rtl/>
        </w:rPr>
      </w:pPr>
      <w:r>
        <w:rPr>
          <w:rtl/>
        </w:rPr>
        <w:t xml:space="preserve">حديث : ١ ابى رحمه الله قال حدثنى سعد بن عبدالله عن القاسم بن محمد عن سليمان بن داود عن حفص بن غياث قال سمعت ابا عبدالله </w:t>
      </w:r>
      <w:r w:rsidRPr="006A3F0C">
        <w:rPr>
          <w:rStyle w:val="libAlaemChar"/>
          <w:rtl/>
        </w:rPr>
        <w:t>عليه‌السلام</w:t>
      </w:r>
      <w:r>
        <w:rPr>
          <w:rtl/>
        </w:rPr>
        <w:t xml:space="preserve"> يقول من عمل بما علم كفى ما لم يعلم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شنيدم كه امام صادق </w:t>
      </w:r>
      <w:r w:rsidRPr="006A3F0C">
        <w:rPr>
          <w:rStyle w:val="libAlaemChar"/>
          <w:rtl/>
        </w:rPr>
        <w:t>عليه‌السلام</w:t>
      </w:r>
      <w:r>
        <w:rPr>
          <w:rtl/>
        </w:rPr>
        <w:t xml:space="preserve"> فرمودند: كسى كه به آنچه مى داند عمل كند: از آنچه كه نمى داند بى نياز خواهد شد.</w:t>
      </w:r>
    </w:p>
    <w:p w:rsidR="00A679DB" w:rsidRDefault="00A679DB" w:rsidP="00A679DB">
      <w:pPr>
        <w:pStyle w:val="libNormal"/>
        <w:rPr>
          <w:rtl/>
        </w:rPr>
      </w:pPr>
    </w:p>
    <w:p w:rsidR="00A679DB" w:rsidRDefault="00A679DB" w:rsidP="00A679DB">
      <w:pPr>
        <w:pStyle w:val="libNormal"/>
        <w:rPr>
          <w:rtl/>
        </w:rPr>
      </w:pPr>
      <w:r>
        <w:rPr>
          <w:rtl/>
        </w:rPr>
        <w:t>ثواب ايواء اليتيم و رحمه الضعيف و الشفقه على الوالدين والبر بالمملوك</w:t>
      </w:r>
    </w:p>
    <w:p w:rsidR="00A679DB" w:rsidRDefault="006A3F0C" w:rsidP="00A679DB">
      <w:pPr>
        <w:pStyle w:val="libNormal"/>
        <w:rPr>
          <w:rtl/>
        </w:rPr>
      </w:pPr>
      <w:r>
        <w:rPr>
          <w:rtl/>
        </w:rPr>
        <w:br w:type="page"/>
      </w:r>
    </w:p>
    <w:p w:rsidR="00A679DB" w:rsidRDefault="00A679DB" w:rsidP="006A3F0C">
      <w:pPr>
        <w:pStyle w:val="Heading2"/>
        <w:rPr>
          <w:rtl/>
        </w:rPr>
      </w:pPr>
      <w:bookmarkStart w:id="258" w:name="_Toc449617315"/>
      <w:r>
        <w:rPr>
          <w:rtl/>
        </w:rPr>
        <w:t>ثواب پناه دادن به يتيم ، ترحم بر ضعيف ، مهربانى به پدر و مادر و خوبى بهبرده</w:t>
      </w:r>
      <w:bookmarkEnd w:id="258"/>
    </w:p>
    <w:p w:rsidR="00A679DB" w:rsidRDefault="00A679DB" w:rsidP="00A679DB">
      <w:pPr>
        <w:pStyle w:val="libNormal"/>
        <w:rPr>
          <w:rtl/>
        </w:rPr>
      </w:pPr>
      <w:r>
        <w:rPr>
          <w:rtl/>
        </w:rPr>
        <w:t>حديث : ١ ابى رحمه الله قال حدثنى سعد بن عبدالله عن احمد بن محمد عن الحسن بن على عن على به عقبه عن عبدالله بن سنان عن ابى حمزه الثمالى عن ابى جعفر عليه‌السلام قال اربع من كن فيه بنى الله له بيتا فى الجنه من آوى اليتيم و رحم الضعيف و اشفق على والديه و رفق بمملوكه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6A3F0C">
        <w:rPr>
          <w:rStyle w:val="libAlaemChar"/>
          <w:rtl/>
        </w:rPr>
        <w:t>عليه‌السلام</w:t>
      </w:r>
      <w:r>
        <w:rPr>
          <w:rtl/>
        </w:rPr>
        <w:t xml:space="preserve"> فرمودند: چهار كار است كه هر كس آنها را انجام بدهد، خداوند در بهشت خانه اى براى او مى سازد، پناه دادن به يتيم ، ترحم بر ضعيف ، مهربانى به پدر و مادر و رفق و مدارا با برده .</w:t>
      </w:r>
    </w:p>
    <w:p w:rsidR="00A679DB" w:rsidRDefault="00A679DB" w:rsidP="00A679DB">
      <w:pPr>
        <w:pStyle w:val="libNormal"/>
        <w:rPr>
          <w:rtl/>
        </w:rPr>
      </w:pPr>
    </w:p>
    <w:p w:rsidR="00A679DB" w:rsidRDefault="00A679DB" w:rsidP="00A679DB">
      <w:pPr>
        <w:pStyle w:val="libNormal"/>
        <w:rPr>
          <w:rtl/>
        </w:rPr>
      </w:pPr>
      <w:r>
        <w:rPr>
          <w:rtl/>
        </w:rPr>
        <w:t>ثواب من كف نفسه عن اعراض الناس و من كف غضبه</w:t>
      </w:r>
    </w:p>
    <w:p w:rsidR="00A679DB" w:rsidRDefault="006A3F0C" w:rsidP="00A679DB">
      <w:pPr>
        <w:pStyle w:val="libNormal"/>
        <w:rPr>
          <w:rtl/>
        </w:rPr>
      </w:pPr>
      <w:r>
        <w:rPr>
          <w:rtl/>
        </w:rPr>
        <w:br w:type="page"/>
      </w:r>
    </w:p>
    <w:p w:rsidR="00A679DB" w:rsidRDefault="00A679DB" w:rsidP="006A3F0C">
      <w:pPr>
        <w:pStyle w:val="Heading2"/>
        <w:rPr>
          <w:rtl/>
        </w:rPr>
      </w:pPr>
      <w:bookmarkStart w:id="259" w:name="_Toc449617316"/>
      <w:r>
        <w:rPr>
          <w:rtl/>
        </w:rPr>
        <w:t>ثواب حفظ آبروى مردم و بازداشتن خشم</w:t>
      </w:r>
      <w:bookmarkEnd w:id="259"/>
    </w:p>
    <w:p w:rsidR="00A679DB" w:rsidRDefault="00A679DB" w:rsidP="00A679DB">
      <w:pPr>
        <w:pStyle w:val="libNormal"/>
        <w:rPr>
          <w:rtl/>
        </w:rPr>
      </w:pPr>
      <w:r>
        <w:rPr>
          <w:rtl/>
        </w:rPr>
        <w:t xml:space="preserve">حديث : ١ ابى رحمه الله عن سعد بن عبدالله عن احمد بن محمد عن الحسين بن سيف عن اخيه عن ابيه عن عاصم عن ابى حمزه الثمالى عن ابى جعفر </w:t>
      </w:r>
      <w:r w:rsidRPr="006A3F0C">
        <w:rPr>
          <w:rStyle w:val="libAlaemChar"/>
          <w:rtl/>
        </w:rPr>
        <w:t>عليه‌السلام</w:t>
      </w:r>
      <w:r>
        <w:rPr>
          <w:rtl/>
        </w:rPr>
        <w:t xml:space="preserve"> قال سمعته يقول من كف نفسه عن اعراض الناس كف الله عنه عذاب يوم القيامه و من كف غضبه عن الناس اقاله الله نفسه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باقر </w:t>
      </w:r>
      <w:r w:rsidRPr="006A3F0C">
        <w:rPr>
          <w:rStyle w:val="libAlaemChar"/>
          <w:rtl/>
        </w:rPr>
        <w:t>عليه‌السلام</w:t>
      </w:r>
      <w:r>
        <w:rPr>
          <w:rtl/>
        </w:rPr>
        <w:t xml:space="preserve"> شنيدم كه فرمودند: كسى كه ابروى مردم را نبرد، خداوند او را از عذاب روز قيامت حفظ مى نمايد. و كسى كه خشم خود را از مردم بازدارد، خداوند در روز قيامت از گناهان او چشم پوشى خواهد نمود.</w:t>
      </w:r>
    </w:p>
    <w:p w:rsidR="00A679DB" w:rsidRDefault="00A679DB" w:rsidP="00A679DB">
      <w:pPr>
        <w:pStyle w:val="libNormal"/>
        <w:rPr>
          <w:rtl/>
        </w:rPr>
      </w:pPr>
      <w:r>
        <w:rPr>
          <w:rtl/>
        </w:rPr>
        <w:t xml:space="preserve">حديث : ٢ ابى رحمه الله قال حدثنى محمد بن احمد عن على بن الصلت عن احمد بن محمد بن خالد عن اسماعيل بن مهران عن سيف بن عميره عمن سمع ابا عبدالله </w:t>
      </w:r>
      <w:r w:rsidRPr="006A3F0C">
        <w:rPr>
          <w:rStyle w:val="libAlaemChar"/>
          <w:rtl/>
        </w:rPr>
        <w:t>عليه‌السلام</w:t>
      </w:r>
      <w:r>
        <w:rPr>
          <w:rtl/>
        </w:rPr>
        <w:t xml:space="preserve"> قال يقول من كف غضبه ستر الله عورته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راوى مى گويد: شنيدم كه امام صادق </w:t>
      </w:r>
      <w:r w:rsidRPr="006A3F0C">
        <w:rPr>
          <w:rStyle w:val="libAlaemChar"/>
          <w:rtl/>
        </w:rPr>
        <w:t>عليه‌السلام</w:t>
      </w:r>
      <w:r>
        <w:rPr>
          <w:rtl/>
        </w:rPr>
        <w:t xml:space="preserve"> فرمودند: كسى كه خشم خود از مردم بازدارد، خداوند عيب او را بپوشاند.</w:t>
      </w:r>
    </w:p>
    <w:p w:rsidR="00A679DB" w:rsidRDefault="00A679DB" w:rsidP="00A679DB">
      <w:pPr>
        <w:pStyle w:val="libNormal"/>
        <w:rPr>
          <w:rtl/>
        </w:rPr>
      </w:pPr>
    </w:p>
    <w:p w:rsidR="00A679DB" w:rsidRDefault="00A679DB" w:rsidP="00A679DB">
      <w:pPr>
        <w:pStyle w:val="libNormal"/>
        <w:rPr>
          <w:rtl/>
        </w:rPr>
      </w:pPr>
      <w:r>
        <w:rPr>
          <w:rtl/>
        </w:rPr>
        <w:t>ثواب الامام العادل و التاجر الصدوق و اشيخ الذى يفنى عمره فى طاعه الله</w:t>
      </w:r>
    </w:p>
    <w:p w:rsidR="00A679DB" w:rsidRDefault="006A3F0C" w:rsidP="00A679DB">
      <w:pPr>
        <w:pStyle w:val="libNormal"/>
        <w:rPr>
          <w:rtl/>
        </w:rPr>
      </w:pPr>
      <w:r>
        <w:rPr>
          <w:rtl/>
        </w:rPr>
        <w:br w:type="page"/>
      </w:r>
    </w:p>
    <w:p w:rsidR="00A679DB" w:rsidRDefault="00A679DB" w:rsidP="00A679DB">
      <w:pPr>
        <w:pStyle w:val="libNormal"/>
        <w:rPr>
          <w:rtl/>
        </w:rPr>
      </w:pPr>
      <w:bookmarkStart w:id="260" w:name="_Toc449617317"/>
      <w:r w:rsidRPr="006A3F0C">
        <w:rPr>
          <w:rStyle w:val="Heading2Char"/>
          <w:rtl/>
        </w:rPr>
        <w:t>ثواب پيشواى عادل ، تاجر راستگو و پيرى كه عمر خود را در طاعت خدا سپرى كرده</w:t>
      </w:r>
      <w:r w:rsidR="006A3F0C" w:rsidRPr="006A3F0C">
        <w:rPr>
          <w:rStyle w:val="Heading2Char"/>
          <w:rFonts w:hint="cs"/>
          <w:rtl/>
        </w:rPr>
        <w:t xml:space="preserve"> </w:t>
      </w:r>
      <w:r w:rsidRPr="006A3F0C">
        <w:rPr>
          <w:rStyle w:val="Heading2Char"/>
          <w:rtl/>
        </w:rPr>
        <w:t>باشد</w:t>
      </w:r>
      <w:bookmarkEnd w:id="260"/>
      <w:r>
        <w:rPr>
          <w:rtl/>
        </w:rPr>
        <w:t>.</w:t>
      </w:r>
    </w:p>
    <w:p w:rsidR="00A679DB" w:rsidRDefault="00A679DB" w:rsidP="00A679DB">
      <w:pPr>
        <w:pStyle w:val="libNormal"/>
        <w:rPr>
          <w:rtl/>
        </w:rPr>
      </w:pPr>
      <w:r>
        <w:rPr>
          <w:rtl/>
        </w:rPr>
        <w:t xml:space="preserve">حديث : ١ ابى رحمه الله قال حدثنى عبدالله بن جعفر الحميرى عن ابراهيم بن مهزيار عن اخيه على بن مهزيار عن فضاله بن ايوب عن سليمان بن درستويه عن عجلان عن ابى عبدالله </w:t>
      </w:r>
      <w:r w:rsidRPr="006A3F0C">
        <w:rPr>
          <w:rStyle w:val="libAlaemChar"/>
          <w:rtl/>
        </w:rPr>
        <w:t>عليه‌السلام</w:t>
      </w:r>
      <w:r>
        <w:rPr>
          <w:rtl/>
        </w:rPr>
        <w:t xml:space="preserve"> قال ثلاثله يدخلهم الله الجنه بغير حساب امام عادل و تاجر صدوق و شيخ افنى عمره فى طاعه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A3F0C">
        <w:rPr>
          <w:rStyle w:val="libAlaemChar"/>
          <w:rtl/>
        </w:rPr>
        <w:t>عليه‌السلام</w:t>
      </w:r>
      <w:r>
        <w:rPr>
          <w:rtl/>
        </w:rPr>
        <w:t xml:space="preserve"> فرمودند: خداوند سه نفر را بدون حساب به بهشت مى برد: پيشواى عادل ، تاجر راستگو و پيرى كه عمر خود را در راه اطاعت خدا صرف نموده است .</w:t>
      </w:r>
    </w:p>
    <w:p w:rsidR="00A679DB" w:rsidRDefault="00A679DB" w:rsidP="00A679DB">
      <w:pPr>
        <w:pStyle w:val="libNormal"/>
        <w:rPr>
          <w:rtl/>
        </w:rPr>
      </w:pPr>
    </w:p>
    <w:p w:rsidR="00A679DB" w:rsidRDefault="00A679DB" w:rsidP="00A679DB">
      <w:pPr>
        <w:pStyle w:val="libNormal"/>
        <w:rPr>
          <w:rtl/>
        </w:rPr>
      </w:pPr>
      <w:r>
        <w:rPr>
          <w:rtl/>
        </w:rPr>
        <w:t>ثواب الحسنه المحدثه للذنب القديم .</w:t>
      </w:r>
    </w:p>
    <w:p w:rsidR="00A679DB" w:rsidRDefault="006A3F0C" w:rsidP="00A679DB">
      <w:pPr>
        <w:pStyle w:val="libNormal"/>
        <w:rPr>
          <w:rtl/>
        </w:rPr>
      </w:pPr>
      <w:r>
        <w:rPr>
          <w:rtl/>
        </w:rPr>
        <w:br w:type="page"/>
      </w:r>
    </w:p>
    <w:p w:rsidR="00A679DB" w:rsidRDefault="00A679DB" w:rsidP="006A3F0C">
      <w:pPr>
        <w:pStyle w:val="Heading2"/>
        <w:rPr>
          <w:rtl/>
        </w:rPr>
      </w:pPr>
      <w:bookmarkStart w:id="261" w:name="_Toc449617318"/>
      <w:r>
        <w:rPr>
          <w:rtl/>
        </w:rPr>
        <w:t>ثواب حسنه جديد در رابطه با گناه قديم</w:t>
      </w:r>
      <w:bookmarkEnd w:id="261"/>
    </w:p>
    <w:p w:rsidR="00A679DB" w:rsidRDefault="00A679DB" w:rsidP="00A679DB">
      <w:pPr>
        <w:pStyle w:val="libNormal"/>
        <w:rPr>
          <w:rtl/>
        </w:rPr>
      </w:pPr>
      <w:r>
        <w:rPr>
          <w:rtl/>
        </w:rPr>
        <w:t xml:space="preserve">حديث : ١ ابى رحمه الله قال حدثنى محمد بن يحيى عن الحسين بن اسحاق التاجر عن على بن مهزيار عمن رواه عن الحارث الاحول صاحب الطاق عن جميل بن صالح قال قال ابو عبدالله </w:t>
      </w:r>
      <w:r w:rsidRPr="006A3F0C">
        <w:rPr>
          <w:rStyle w:val="libAlaemChar"/>
          <w:rtl/>
        </w:rPr>
        <w:t>عليه‌السلام</w:t>
      </w:r>
      <w:r>
        <w:rPr>
          <w:rtl/>
        </w:rPr>
        <w:t xml:space="preserve"> لا يغرك الناس ‍ من نفسك فان الامر يصل اليك دونهم و لا تقطع النهار بكذا و كذا فان معك من يحفظ عليك و لم ار شيئا قط اشد طلبا و لا اسرع دركا من الحسنه للذنب القديم و لا تصغر شيئا من الخير فانك تراه غدا حيث يسرك و لا تصغر شيئا من الشر فانك تراه غدا حيث يسووك ان الله عزوجل يقول «ان الحسنات يذهبن السيئات ذلك ذكرى للذاكرين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6A3F0C">
        <w:rPr>
          <w:rStyle w:val="libAlaemChar"/>
          <w:rtl/>
        </w:rPr>
        <w:t>عليه‌السلام</w:t>
      </w:r>
      <w:r>
        <w:rPr>
          <w:rtl/>
        </w:rPr>
        <w:t xml:space="preserve"> فرمودند: فريب مردم را نخور، زيرا همانا تو خود پاداش يا مجازات كارت را مى بينى . و روز خود را چنين و چنان به پايان نبر، زيرا فرشتگانى همراه تو هستند كه اعمالت را ثبت مى نمايند. تاكنون و تاثير هيچ چيزى را به سرعت تاثير حسنه جديد بر گناه گذشته نديده ام و هيچ خيرى را كوچك نشمار، زيرا همانا فردا آن را در جايى مى بينى كه تو را ناراحت مى كند. همانا خداى عزوجل مى فرمايد: «همانا حسنات گناهان را از بين مى برند. اين ياد آورى است براى اهل آن .» </w:t>
      </w:r>
      <w:r w:rsidRPr="006A3F0C">
        <w:rPr>
          <w:rStyle w:val="libFootnotenumChar"/>
          <w:rtl/>
        </w:rPr>
        <w:t>(٧٦).</w:t>
      </w:r>
    </w:p>
    <w:p w:rsidR="00A679DB" w:rsidRDefault="00A679DB" w:rsidP="00A679DB">
      <w:pPr>
        <w:pStyle w:val="libNormal"/>
        <w:rPr>
          <w:rtl/>
        </w:rPr>
      </w:pPr>
    </w:p>
    <w:p w:rsidR="00A679DB" w:rsidRDefault="00A679DB" w:rsidP="00A679DB">
      <w:pPr>
        <w:pStyle w:val="libNormal"/>
        <w:rPr>
          <w:rtl/>
        </w:rPr>
      </w:pPr>
      <w:r>
        <w:rPr>
          <w:rtl/>
        </w:rPr>
        <w:t>ثواب من حفظ اربعين حديثا</w:t>
      </w:r>
    </w:p>
    <w:p w:rsidR="00A679DB" w:rsidRDefault="006A3F0C" w:rsidP="00A679DB">
      <w:pPr>
        <w:pStyle w:val="libNormal"/>
        <w:rPr>
          <w:rtl/>
        </w:rPr>
      </w:pPr>
      <w:r>
        <w:rPr>
          <w:rtl/>
        </w:rPr>
        <w:br w:type="page"/>
      </w:r>
    </w:p>
    <w:p w:rsidR="00A679DB" w:rsidRDefault="00A679DB" w:rsidP="006A3F0C">
      <w:pPr>
        <w:pStyle w:val="Heading2"/>
        <w:rPr>
          <w:rtl/>
        </w:rPr>
      </w:pPr>
      <w:bookmarkStart w:id="262" w:name="_Toc449617319"/>
      <w:r>
        <w:rPr>
          <w:rtl/>
        </w:rPr>
        <w:t>ثواب حفظ چهل حديث</w:t>
      </w:r>
      <w:bookmarkEnd w:id="262"/>
    </w:p>
    <w:p w:rsidR="00A679DB" w:rsidRDefault="00A679DB" w:rsidP="00A679DB">
      <w:pPr>
        <w:pStyle w:val="libNormal"/>
        <w:rPr>
          <w:rtl/>
        </w:rPr>
      </w:pPr>
      <w:r>
        <w:rPr>
          <w:rtl/>
        </w:rPr>
        <w:t xml:space="preserve">حديث : ١ حدثنى احمد بن محمد عن ابيه عن احمد بن محمد عن على بن اسماعيل عن عبيدالله قال حدثنى موسى بن ابراهيم المروزى عن ابى الحسن الاول </w:t>
      </w:r>
      <w:r w:rsidRPr="006A3F0C">
        <w:rPr>
          <w:rStyle w:val="libAlaemChar"/>
          <w:rtl/>
        </w:rPr>
        <w:t>عليه‌السلام</w:t>
      </w:r>
      <w:r>
        <w:rPr>
          <w:rtl/>
        </w:rPr>
        <w:t xml:space="preserve"> قال قال النبى </w:t>
      </w:r>
      <w:r w:rsidR="00E60DFB" w:rsidRPr="006A3F0C">
        <w:rPr>
          <w:rStyle w:val="libAlaemChar"/>
          <w:rtl/>
        </w:rPr>
        <w:t>صلى‌الله‌عليه‌وآله</w:t>
      </w:r>
      <w:r w:rsidR="00E60DFB">
        <w:rPr>
          <w:rtl/>
        </w:rPr>
        <w:t xml:space="preserve"> </w:t>
      </w:r>
      <w:r>
        <w:rPr>
          <w:rtl/>
        </w:rPr>
        <w:t>من حفظ من امتى اربعين حديثا مما يحتاجون اليه من امر دينهم بعثه الله عزوجل يوم القيامه فقيها عالما.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6A3F0C">
        <w:rPr>
          <w:rStyle w:val="libAlaemChar"/>
          <w:rtl/>
        </w:rPr>
        <w:t>عليه‌السلام</w:t>
      </w:r>
      <w:r>
        <w:rPr>
          <w:rtl/>
        </w:rPr>
        <w:t xml:space="preserve"> نقل مى نمايند: كه پيامبر اكرم </w:t>
      </w:r>
      <w:r w:rsidR="00E60DFB" w:rsidRPr="006A3F0C">
        <w:rPr>
          <w:rStyle w:val="libAlaemChar"/>
          <w:rtl/>
        </w:rPr>
        <w:t>صلى‌الله‌عليه‌وآله</w:t>
      </w:r>
      <w:r w:rsidR="00E60DFB">
        <w:rPr>
          <w:rtl/>
        </w:rPr>
        <w:t xml:space="preserve"> </w:t>
      </w:r>
      <w:r>
        <w:rPr>
          <w:rtl/>
        </w:rPr>
        <w:t>فرمودند: هر كس از امت من چهل حديث را از احاديث كه به درد دين امت من مى خورد حفظ كند. خداوند عزوجل در روز قيامت او را فقيه و عالم بر مى انگيزد.</w:t>
      </w:r>
    </w:p>
    <w:p w:rsidR="00A679DB" w:rsidRDefault="00A679DB" w:rsidP="00A679DB">
      <w:pPr>
        <w:pStyle w:val="libNormal"/>
        <w:rPr>
          <w:rtl/>
        </w:rPr>
      </w:pPr>
    </w:p>
    <w:p w:rsidR="00A679DB" w:rsidRDefault="00A679DB" w:rsidP="00A679DB">
      <w:pPr>
        <w:pStyle w:val="libNormal"/>
        <w:rPr>
          <w:rtl/>
        </w:rPr>
      </w:pPr>
      <w:r>
        <w:rPr>
          <w:rtl/>
        </w:rPr>
        <w:t>ثواب من ترك الذنوب .</w:t>
      </w:r>
    </w:p>
    <w:p w:rsidR="00A679DB" w:rsidRDefault="006A3F0C" w:rsidP="00A679DB">
      <w:pPr>
        <w:pStyle w:val="libNormal"/>
        <w:rPr>
          <w:rtl/>
        </w:rPr>
      </w:pPr>
      <w:r>
        <w:rPr>
          <w:rtl/>
        </w:rPr>
        <w:br w:type="page"/>
      </w:r>
    </w:p>
    <w:p w:rsidR="00A679DB" w:rsidRDefault="00A679DB" w:rsidP="006A3F0C">
      <w:pPr>
        <w:pStyle w:val="Heading2"/>
        <w:rPr>
          <w:rtl/>
        </w:rPr>
      </w:pPr>
      <w:bookmarkStart w:id="263" w:name="_Toc449617320"/>
      <w:r>
        <w:rPr>
          <w:rtl/>
        </w:rPr>
        <w:t>ثواب ترك گناهان</w:t>
      </w:r>
      <w:bookmarkEnd w:id="263"/>
    </w:p>
    <w:p w:rsidR="00A679DB" w:rsidRDefault="00A679DB" w:rsidP="00A679DB">
      <w:pPr>
        <w:pStyle w:val="libNormal"/>
        <w:rPr>
          <w:rtl/>
        </w:rPr>
      </w:pPr>
      <w:r>
        <w:rPr>
          <w:rtl/>
        </w:rPr>
        <w:t>حديث : ١ ابى رحمه الله عن محمد بن يحيى عن الحسين بن اسحاق عن على بن مهزيار عن الحسين بن سعيد عن محمد بن خالد عن ابن المغيره عن طلحه بن زيد عن ابى عبدالله عليه‌السلام قال مر عيسى بن مريم عليه‌السلام على قوم يبكون فقال ما يبكى هولاء فقيل يبكون على ذنوبهم قال فليدعوها يغفر لهم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A3F0C">
        <w:rPr>
          <w:rStyle w:val="libAlaemChar"/>
          <w:rtl/>
        </w:rPr>
        <w:t>عليه‌السلام</w:t>
      </w:r>
      <w:r>
        <w:rPr>
          <w:rtl/>
        </w:rPr>
        <w:t xml:space="preserve"> فرمودند: حضرت عيسى </w:t>
      </w:r>
      <w:r w:rsidRPr="006A3F0C">
        <w:rPr>
          <w:rStyle w:val="libAlaemChar"/>
          <w:rtl/>
        </w:rPr>
        <w:t>عليه‌السلام</w:t>
      </w:r>
      <w:r>
        <w:rPr>
          <w:rtl/>
        </w:rPr>
        <w:t xml:space="preserve"> عده اى را ديد كه گريه مى كردند. پرسيد كه چرا گريه مى كنند. جواب دادند كه بر گناهانشان مى گريند. آن حضرت </w:t>
      </w:r>
      <w:r w:rsidRPr="00FF4DEF">
        <w:rPr>
          <w:rStyle w:val="libAlaemChar"/>
          <w:rtl/>
        </w:rPr>
        <w:t>عليه‌السلام</w:t>
      </w:r>
      <w:r>
        <w:rPr>
          <w:rtl/>
        </w:rPr>
        <w:t xml:space="preserve"> فرمودند: اگر آن گناهان را ترك نمايند، آمرزيده مى شوند.</w:t>
      </w:r>
    </w:p>
    <w:p w:rsidR="00A679DB" w:rsidRDefault="00A679DB" w:rsidP="00A679DB">
      <w:pPr>
        <w:pStyle w:val="libNormal"/>
        <w:rPr>
          <w:rtl/>
        </w:rPr>
      </w:pPr>
    </w:p>
    <w:p w:rsidR="00A679DB" w:rsidRDefault="00A679DB" w:rsidP="00A679DB">
      <w:pPr>
        <w:pStyle w:val="libNormal"/>
        <w:rPr>
          <w:rtl/>
        </w:rPr>
      </w:pPr>
      <w:r>
        <w:rPr>
          <w:rtl/>
        </w:rPr>
        <w:t>ثواب ادخال السرور على المومن</w:t>
      </w:r>
    </w:p>
    <w:p w:rsidR="00A679DB" w:rsidRDefault="003C793F" w:rsidP="00A679DB">
      <w:pPr>
        <w:pStyle w:val="libNormal"/>
        <w:rPr>
          <w:rtl/>
        </w:rPr>
      </w:pPr>
      <w:r>
        <w:rPr>
          <w:rtl/>
        </w:rPr>
        <w:br w:type="page"/>
      </w:r>
    </w:p>
    <w:p w:rsidR="00A679DB" w:rsidRDefault="00A679DB" w:rsidP="003C793F">
      <w:pPr>
        <w:pStyle w:val="Heading2"/>
        <w:rPr>
          <w:rtl/>
        </w:rPr>
      </w:pPr>
      <w:bookmarkStart w:id="264" w:name="_Toc449617321"/>
      <w:r>
        <w:rPr>
          <w:rtl/>
        </w:rPr>
        <w:t>ثواب خوشحال نمودن مؤ من</w:t>
      </w:r>
      <w:bookmarkEnd w:id="264"/>
    </w:p>
    <w:p w:rsidR="00A679DB" w:rsidRDefault="00A679DB" w:rsidP="00A679DB">
      <w:pPr>
        <w:pStyle w:val="libNormal"/>
        <w:rPr>
          <w:rtl/>
        </w:rPr>
      </w:pPr>
      <w:r>
        <w:rPr>
          <w:rtl/>
        </w:rPr>
        <w:t xml:space="preserve">حديث : ١ ابى رحمه الله قال حدثنى سعد بن عبدالله عن الهيثم بن ابى مسروق النهدى عن الحسن بن محبوب عن ابن سنان عن رجل عن ابى عبدالله </w:t>
      </w:r>
      <w:r w:rsidRPr="003C793F">
        <w:rPr>
          <w:rStyle w:val="libAlaemChar"/>
          <w:rtl/>
        </w:rPr>
        <w:t>عليه‌السلام</w:t>
      </w:r>
      <w:r>
        <w:rPr>
          <w:rtl/>
        </w:rPr>
        <w:t xml:space="preserve"> قال اوحى الله عزوجل الى داود </w:t>
      </w:r>
      <w:r w:rsidRPr="003C793F">
        <w:rPr>
          <w:rStyle w:val="libAlaemChar"/>
          <w:rtl/>
        </w:rPr>
        <w:t>عليه‌السلام</w:t>
      </w:r>
      <w:r>
        <w:rPr>
          <w:rtl/>
        </w:rPr>
        <w:t xml:space="preserve"> ان العبد من عبادى لياتينى بالحسنه فابيحه جنتى قال فقال داود </w:t>
      </w:r>
      <w:r w:rsidRPr="003C793F">
        <w:rPr>
          <w:rStyle w:val="libAlaemChar"/>
          <w:rtl/>
        </w:rPr>
        <w:t>عليه‌السلام</w:t>
      </w:r>
      <w:r>
        <w:rPr>
          <w:rtl/>
        </w:rPr>
        <w:t xml:space="preserve"> يا رب و ما تلك الحسنه قال يدخل على عبدى المومن سرورا ولو بتمره قال فقال داود عليه‌السلام يا رب حق لمن عرفك ان لا يقطع رجاء ه منك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3C793F">
        <w:rPr>
          <w:rStyle w:val="libAlaemChar"/>
          <w:rtl/>
        </w:rPr>
        <w:t>عليه‌السلام</w:t>
      </w:r>
      <w:r>
        <w:rPr>
          <w:rtl/>
        </w:rPr>
        <w:t xml:space="preserve"> فرمودند: خداوند عزوجل به حضرت داود </w:t>
      </w:r>
      <w:r w:rsidRPr="003C793F">
        <w:rPr>
          <w:rStyle w:val="libAlaemChar"/>
          <w:rtl/>
        </w:rPr>
        <w:t>عليه‌السلام</w:t>
      </w:r>
      <w:r>
        <w:rPr>
          <w:rtl/>
        </w:rPr>
        <w:t xml:space="preserve"> وحى نمودند: همانا بنده اى بندگانم حسنه اى را انجام مى دهد و من بهشتم را بر او حلال مى كنم . داود </w:t>
      </w:r>
      <w:r w:rsidRPr="003C793F">
        <w:rPr>
          <w:rStyle w:val="libAlaemChar"/>
          <w:rtl/>
        </w:rPr>
        <w:t>عليه‌السلام</w:t>
      </w:r>
      <w:r>
        <w:rPr>
          <w:rtl/>
        </w:rPr>
        <w:t xml:space="preserve"> پرسيد: پروردگارا! آن حسنه كدام است ؟ فرمود: خوشحال كردن بنده مومنم ، گرچه با يك دانه خرما. داود </w:t>
      </w:r>
      <w:r w:rsidRPr="003C793F">
        <w:rPr>
          <w:rStyle w:val="libAlaemChar"/>
          <w:rtl/>
        </w:rPr>
        <w:t>عليه‌السلام</w:t>
      </w:r>
      <w:r>
        <w:rPr>
          <w:rtl/>
        </w:rPr>
        <w:t xml:space="preserve"> عرض كرد: پروردگارا! هر كس كه تو را شناخت ، شايسته است اميد خود را از تو قطع نكند.</w:t>
      </w:r>
    </w:p>
    <w:p w:rsidR="00A679DB" w:rsidRDefault="00A679DB" w:rsidP="00A679DB">
      <w:pPr>
        <w:pStyle w:val="libNormal"/>
        <w:rPr>
          <w:rtl/>
        </w:rPr>
      </w:pPr>
    </w:p>
    <w:p w:rsidR="00A679DB" w:rsidRDefault="00A679DB" w:rsidP="00A679DB">
      <w:pPr>
        <w:pStyle w:val="libNormal"/>
        <w:rPr>
          <w:rtl/>
        </w:rPr>
      </w:pPr>
      <w:r>
        <w:rPr>
          <w:rtl/>
        </w:rPr>
        <w:t>ثواب الورع و الزهد و الاقبال الى اللهعزوجل فى الصلاه .</w:t>
      </w:r>
    </w:p>
    <w:p w:rsidR="00A679DB" w:rsidRDefault="003C793F" w:rsidP="00A679DB">
      <w:pPr>
        <w:pStyle w:val="libNormal"/>
        <w:rPr>
          <w:rtl/>
        </w:rPr>
      </w:pPr>
      <w:r>
        <w:rPr>
          <w:rtl/>
        </w:rPr>
        <w:br w:type="page"/>
      </w:r>
    </w:p>
    <w:p w:rsidR="00A679DB" w:rsidRDefault="00A679DB" w:rsidP="00A679DB">
      <w:pPr>
        <w:pStyle w:val="libNormal"/>
        <w:rPr>
          <w:rtl/>
        </w:rPr>
      </w:pPr>
      <w:bookmarkStart w:id="265" w:name="_Toc449617322"/>
      <w:r w:rsidRPr="003C793F">
        <w:rPr>
          <w:rStyle w:val="Heading2Char"/>
          <w:rtl/>
        </w:rPr>
        <w:t>ثواب ورع ، زهد و توجه به خداوند عزوجل در نماز</w:t>
      </w:r>
      <w:bookmarkEnd w:id="265"/>
      <w:r>
        <w:rPr>
          <w:rtl/>
        </w:rPr>
        <w:t>.</w:t>
      </w:r>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محمد عن الحسن بن محبوب عن ابراهيم الكرخى عن ابى عبدالله </w:t>
      </w:r>
      <w:r w:rsidRPr="003C793F">
        <w:rPr>
          <w:rStyle w:val="libAlaemChar"/>
          <w:rtl/>
        </w:rPr>
        <w:t>عليه‌السلام</w:t>
      </w:r>
      <w:r>
        <w:rPr>
          <w:rtl/>
        </w:rPr>
        <w:t xml:space="preserve"> قال سمعته يقول لا يجمع الله عزوجل لمومن الورع و الزهد فى الدنياالا رجوت له الجنه قال ثم قال و انى لا حب للرجال منكم المومن اذا قام فى صلاه فريضه ان يقبل بقلبه الى الله و لا يشغل قلبه بامر الدنيا فليس من مؤ من يقبل بقلبه فى صلاته الى الله الا اقبل الله اليه بوجهه و اقبل بقلوب المومنين اليه باححبه له بعد حب الله عزوجل آياه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3C793F">
        <w:rPr>
          <w:rStyle w:val="libAlaemChar"/>
          <w:rtl/>
        </w:rPr>
        <w:t>عليه‌السلام</w:t>
      </w:r>
      <w:r>
        <w:rPr>
          <w:rtl/>
        </w:rPr>
        <w:t xml:space="preserve"> شنيدم كه فرمودند: خداوند به هيچ مومنى ورع و زهد به دنيا را با هم در دنيا عطا نمى نمايد، مگر اين كه من براى او اميد بهشت دارم . و همانا و محققا دوست دارم مرد مؤ من به هنگام نماز واجب دلش را متوجه خداوند نموده و اصلا به فكر دنيا نباشد. زيرا هيچ مومنى دلش را متوجه خدا نمى گرداند: مگر اين كه خداوند نيز به او رو نموده و مؤ منين را دوستدار او مى گرداند: علاوه بر اين كه خود نيز او را دوست دارد.</w:t>
      </w:r>
    </w:p>
    <w:p w:rsidR="00A679DB" w:rsidRDefault="00A679DB" w:rsidP="00A679DB">
      <w:pPr>
        <w:pStyle w:val="libNormal"/>
        <w:rPr>
          <w:rtl/>
        </w:rPr>
      </w:pPr>
    </w:p>
    <w:p w:rsidR="00A679DB" w:rsidRDefault="00A679DB" w:rsidP="00A679DB">
      <w:pPr>
        <w:pStyle w:val="libNormal"/>
        <w:rPr>
          <w:rtl/>
        </w:rPr>
      </w:pPr>
      <w:r>
        <w:rPr>
          <w:rtl/>
        </w:rPr>
        <w:t>ثواب من نفس عن مؤ من كربه و من يسر عليه و هو معسر و ثواب من ستر عليه عورتهو ثواب من اعانه .</w:t>
      </w:r>
    </w:p>
    <w:p w:rsidR="00A679DB" w:rsidRDefault="003C793F" w:rsidP="00A679DB">
      <w:pPr>
        <w:pStyle w:val="libNormal"/>
        <w:rPr>
          <w:rtl/>
        </w:rPr>
      </w:pPr>
      <w:r>
        <w:rPr>
          <w:rtl/>
        </w:rPr>
        <w:br w:type="page"/>
      </w:r>
    </w:p>
    <w:p w:rsidR="00A679DB" w:rsidRDefault="00A679DB" w:rsidP="00A679DB">
      <w:pPr>
        <w:pStyle w:val="libNormal"/>
        <w:rPr>
          <w:rtl/>
        </w:rPr>
      </w:pPr>
      <w:r>
        <w:rPr>
          <w:rtl/>
        </w:rPr>
        <w:t>ثواب گشودن گرفتارى مؤ من ، آسان گرفتن بر او درحال تنگدستى ، پوشانيدن عيب او و يارى او</w:t>
      </w:r>
    </w:p>
    <w:p w:rsidR="00A679DB" w:rsidRDefault="00A679DB" w:rsidP="00A679DB">
      <w:pPr>
        <w:pStyle w:val="libNormal"/>
        <w:rPr>
          <w:rtl/>
        </w:rPr>
      </w:pPr>
      <w:r>
        <w:rPr>
          <w:rtl/>
        </w:rPr>
        <w:t>حديث : ١ ابى رحمه الله قال حدثنى محمد بن يحيى عن احمد بن محمد عن الحسن بن محبوب عن جميل بن صالح ذريح عن ابى عبدالله عليه‌السلام قال ايما مؤ من نفس عن مؤ من كربه نفس الله سبعين كربه من كرب الدنيا و كرب يوم القيامه و قال من يسر على مؤ من و هو معسر يسر الله له حوائجه فى الدنيا و الاخره قال و من ستر على مؤ من ره يخافها سترالله عليه سبعين عوره من عوراته التى يخافها فى الدنيا و الاخره قال و ان الله عزوجل فى عون المومن ما كان المومن فى عون اخيه المومن فانتفعوا بالعظه و ارغبوا فى الخير.</w:t>
      </w:r>
    </w:p>
    <w:p w:rsidR="00A679DB" w:rsidRDefault="00A679DB" w:rsidP="00A679DB">
      <w:pPr>
        <w:pStyle w:val="libNormal"/>
        <w:rPr>
          <w:rtl/>
        </w:rPr>
      </w:pPr>
      <w:r>
        <w:rPr>
          <w:rtl/>
        </w:rPr>
        <w:t>ترجمه :</w:t>
      </w:r>
    </w:p>
    <w:p w:rsidR="00A679DB" w:rsidRDefault="00A679DB" w:rsidP="003C793F">
      <w:pPr>
        <w:pStyle w:val="libNormal"/>
        <w:rPr>
          <w:rtl/>
        </w:rPr>
      </w:pPr>
      <w:r>
        <w:rPr>
          <w:rtl/>
        </w:rPr>
        <w:t xml:space="preserve">١. امام صادق </w:t>
      </w:r>
      <w:r w:rsidRPr="003C793F">
        <w:rPr>
          <w:rStyle w:val="libAlaemChar"/>
          <w:rtl/>
        </w:rPr>
        <w:t>عليه‌السلام</w:t>
      </w:r>
      <w:r>
        <w:rPr>
          <w:rtl/>
        </w:rPr>
        <w:t xml:space="preserve"> فرمودند: هر مومنى كه گرفتارى مؤ من ديگرى را بگشايد، خداوند هفتاد گرفتارى دنيا و روز قيامت را براى او بگشايد و كسى كه بر مؤ من فقيرى </w:t>
      </w:r>
      <w:r w:rsidR="003C793F">
        <w:rPr>
          <w:rFonts w:hint="cs"/>
          <w:rtl/>
        </w:rPr>
        <w:t>آ</w:t>
      </w:r>
      <w:r>
        <w:rPr>
          <w:rtl/>
        </w:rPr>
        <w:t xml:space="preserve">سان گيرد، خداوند حوائجش را در دنيا و آخرت </w:t>
      </w:r>
      <w:r w:rsidR="003C793F">
        <w:rPr>
          <w:rFonts w:hint="cs"/>
          <w:rtl/>
        </w:rPr>
        <w:t>آ</w:t>
      </w:r>
      <w:r>
        <w:rPr>
          <w:rtl/>
        </w:rPr>
        <w:t>سان نمايد. و كسى كه عيب مومنى را كه از آن عيب مى ترسد بپوشاند، خداوند هفتاد عيب او را كه از آن مى ترسد، در دنيا و آخرت مى پوشاند، و تا زمانى كه مؤ من به برادر مومنش كمك كند، خداوند عزوجل نيز به او كمك مى نمايد. از اين پند استفاده كنيد و كارهاى خوب را دوست بداريد.</w:t>
      </w:r>
    </w:p>
    <w:p w:rsidR="00A679DB" w:rsidRDefault="00A679DB" w:rsidP="00A679DB">
      <w:pPr>
        <w:pStyle w:val="libNormal"/>
        <w:rPr>
          <w:rtl/>
        </w:rPr>
      </w:pPr>
    </w:p>
    <w:p w:rsidR="00A679DB" w:rsidRDefault="00A679DB" w:rsidP="00A679DB">
      <w:pPr>
        <w:pStyle w:val="libNormal"/>
        <w:rPr>
          <w:rtl/>
        </w:rPr>
      </w:pPr>
      <w:r>
        <w:rPr>
          <w:rtl/>
        </w:rPr>
        <w:t>ثواب من اطعم مومنا و من سقاه و من كساه</w:t>
      </w:r>
    </w:p>
    <w:p w:rsidR="00A679DB" w:rsidRDefault="003C793F" w:rsidP="00A679DB">
      <w:pPr>
        <w:pStyle w:val="libNormal"/>
        <w:rPr>
          <w:rtl/>
        </w:rPr>
      </w:pPr>
      <w:r>
        <w:rPr>
          <w:rtl/>
        </w:rPr>
        <w:br w:type="page"/>
      </w:r>
    </w:p>
    <w:p w:rsidR="00A679DB" w:rsidRDefault="00A679DB" w:rsidP="003C793F">
      <w:pPr>
        <w:pStyle w:val="Heading2"/>
        <w:rPr>
          <w:rtl/>
        </w:rPr>
      </w:pPr>
      <w:bookmarkStart w:id="266" w:name="_Toc449617323"/>
      <w:r>
        <w:rPr>
          <w:rtl/>
        </w:rPr>
        <w:t>ثواب آب و غذا دادن به مؤ من و پوشانيدن او</w:t>
      </w:r>
      <w:bookmarkEnd w:id="266"/>
    </w:p>
    <w:p w:rsidR="00A679DB" w:rsidRDefault="00A679DB" w:rsidP="00A679DB">
      <w:pPr>
        <w:pStyle w:val="libNormal"/>
        <w:rPr>
          <w:rtl/>
        </w:rPr>
      </w:pPr>
      <w:r>
        <w:rPr>
          <w:rtl/>
        </w:rPr>
        <w:t>حديث : ١ حدثنى محمد بن موسى بن المتوكل رضى الله عنه قال حدثنى على بن الحسين السعد آبادى عن احمد بن ابى عبدالله عن الحسن بن محبوب عن هشان بن سالم عن ابى بصير عن ابى عبدالله عليه‌السلام قال ايما مؤ من اطعم مومنا ليله من شهر رمضان كتب الله له بذلك مثل اجر من اعتق ثلاثين نسمه مومنه و كان له بذلك عند الله عزوجل دعوه مجابه .</w:t>
      </w:r>
    </w:p>
    <w:p w:rsidR="00A679DB" w:rsidRDefault="00A679DB" w:rsidP="00A679DB">
      <w:pPr>
        <w:pStyle w:val="libNormal"/>
        <w:rPr>
          <w:rtl/>
        </w:rPr>
      </w:pPr>
      <w:r>
        <w:rPr>
          <w:rtl/>
        </w:rPr>
        <w:t>ترجمه :</w:t>
      </w:r>
    </w:p>
    <w:p w:rsidR="00A679DB" w:rsidRDefault="00A679DB" w:rsidP="003C793F">
      <w:pPr>
        <w:pStyle w:val="libNormal"/>
        <w:rPr>
          <w:rtl/>
        </w:rPr>
      </w:pPr>
      <w:r>
        <w:rPr>
          <w:rtl/>
        </w:rPr>
        <w:t xml:space="preserve">١. امام صادق </w:t>
      </w:r>
      <w:r w:rsidRPr="003C793F">
        <w:rPr>
          <w:rStyle w:val="libAlaemChar"/>
          <w:rtl/>
        </w:rPr>
        <w:t>عليه‌السلام</w:t>
      </w:r>
      <w:r>
        <w:rPr>
          <w:rtl/>
        </w:rPr>
        <w:t xml:space="preserve"> فرمودند: هر مومنى كه در شب ماه رمضان به برادر مومنش غذا بدهد، خداوند بخاطر اين عمل براى او مانند پاداش ‍ كسى مى نويسد كه سى برده مؤ من راا</w:t>
      </w:r>
      <w:r w:rsidR="003C793F">
        <w:rPr>
          <w:rFonts w:hint="cs"/>
          <w:rtl/>
        </w:rPr>
        <w:t>آ</w:t>
      </w:r>
      <w:r>
        <w:rPr>
          <w:rtl/>
        </w:rPr>
        <w:t>زاد كرده است ، و بخاطر اين عمل نزد خداوند يك دعاى مستجاب خواهد داشت .</w:t>
      </w:r>
    </w:p>
    <w:p w:rsidR="00A679DB" w:rsidRDefault="00A679DB" w:rsidP="00A679DB">
      <w:pPr>
        <w:pStyle w:val="libNormal"/>
        <w:rPr>
          <w:rtl/>
        </w:rPr>
      </w:pPr>
      <w:r>
        <w:rPr>
          <w:rtl/>
        </w:rPr>
        <w:t>حديث : ٢ ابى رحمه الله قال حدثنا سعد بن عبدالله عن احمد بن ابى عبدالله عن ابيه عن حماد عن ابراهيم بن عمر عن ابى حمزه الثمالى عن على بن الحسين عليه‌السلام قال من اطعم مومنا من جوع اطعمه الله من ثمار الجنه و من سقى مومنا من ظما سقاه الله من الرحيق المختوم و من كسا مومنا كساه الله من اثياب الخضر.</w:t>
      </w:r>
    </w:p>
    <w:p w:rsidR="00A679DB" w:rsidRDefault="00A679DB" w:rsidP="00A679DB">
      <w:pPr>
        <w:pStyle w:val="libNormal"/>
        <w:rPr>
          <w:rtl/>
        </w:rPr>
      </w:pPr>
      <w:r>
        <w:rPr>
          <w:rtl/>
        </w:rPr>
        <w:t>ترجمه :</w:t>
      </w:r>
    </w:p>
    <w:p w:rsidR="00A679DB" w:rsidRDefault="00A679DB" w:rsidP="003C793F">
      <w:pPr>
        <w:pStyle w:val="libNormal"/>
        <w:rPr>
          <w:rtl/>
        </w:rPr>
      </w:pPr>
      <w:r>
        <w:rPr>
          <w:rtl/>
        </w:rPr>
        <w:t xml:space="preserve">٢. امام زين العابدين </w:t>
      </w:r>
      <w:r w:rsidRPr="003C793F">
        <w:rPr>
          <w:rStyle w:val="libAlaemChar"/>
          <w:rtl/>
        </w:rPr>
        <w:t>عليه‌السلام</w:t>
      </w:r>
      <w:r>
        <w:rPr>
          <w:rtl/>
        </w:rPr>
        <w:t xml:space="preserve"> فرمودند: كسى كه به مؤ من گرسنه اى غذا بدهد، خداوند از ميوه هاى بهشتى به اوعطا مى نمايد و كسى كه به مؤ من تشنه اى آب دهد، خداوند از نوشابه هاى سربسته بهشتى به او عطا مى نمايد. و كسى كه مومنى را بپوشاند، خداوند لباسهاى سبز بهشتى او را مى پوشاند</w:t>
      </w:r>
    </w:p>
    <w:p w:rsidR="00A679DB" w:rsidRDefault="003C793F" w:rsidP="00A679DB">
      <w:pPr>
        <w:pStyle w:val="libNormal"/>
        <w:rPr>
          <w:rtl/>
        </w:rPr>
      </w:pPr>
      <w:r>
        <w:rPr>
          <w:rtl/>
        </w:rPr>
        <w:br w:type="page"/>
      </w:r>
    </w:p>
    <w:p w:rsidR="00A679DB" w:rsidRDefault="00A679DB" w:rsidP="003C793F">
      <w:pPr>
        <w:pStyle w:val="Heading2"/>
        <w:rPr>
          <w:rtl/>
        </w:rPr>
      </w:pPr>
      <w:bookmarkStart w:id="267" w:name="_Toc449617324"/>
      <w:r>
        <w:rPr>
          <w:rtl/>
        </w:rPr>
        <w:t>ثواب غذا دادن به برادر مؤ من در راه خداىعزوجل</w:t>
      </w:r>
      <w:bookmarkEnd w:id="267"/>
    </w:p>
    <w:p w:rsidR="00A679DB" w:rsidRDefault="00A679DB" w:rsidP="00A679DB">
      <w:pPr>
        <w:pStyle w:val="libNormal"/>
        <w:rPr>
          <w:rtl/>
        </w:rPr>
      </w:pPr>
      <w:r>
        <w:rPr>
          <w:rtl/>
        </w:rPr>
        <w:t xml:space="preserve">حديث : ١ ابى رحمه اله قال حدثنى سعد بن عبداللهعن احمد بن ابى عبدالله عن ابيه عن حماد عن ربعى عن ابى عبدالله </w:t>
      </w:r>
      <w:r w:rsidRPr="003C793F">
        <w:rPr>
          <w:rStyle w:val="libAlaemChar"/>
          <w:rtl/>
        </w:rPr>
        <w:t>عليه‌السلام</w:t>
      </w:r>
      <w:r>
        <w:rPr>
          <w:rtl/>
        </w:rPr>
        <w:t xml:space="preserve"> قال من اطعم اخا فى الله كان له من الاجر مثل من اطعم فئاما من الناس قلت ما الفئام قال مائه الف من الناس</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3C793F">
        <w:rPr>
          <w:rStyle w:val="libAlaemChar"/>
          <w:rtl/>
        </w:rPr>
        <w:t>عليه‌السلام</w:t>
      </w:r>
      <w:r>
        <w:rPr>
          <w:rtl/>
        </w:rPr>
        <w:t xml:space="preserve"> فرمودند: كسى كه به برادر مومنش در راه خدا غذا بدهد. پاداش او همچون پاداش كسى است كه فئامى از مردم را غذا بدهد. پرسيدم : فئام چيست ؟ فرمودند: صد هزار نفر.</w:t>
      </w:r>
    </w:p>
    <w:p w:rsidR="00A679DB" w:rsidRDefault="00A679DB" w:rsidP="00A679DB">
      <w:pPr>
        <w:pStyle w:val="libNormal"/>
        <w:rPr>
          <w:rtl/>
        </w:rPr>
      </w:pPr>
    </w:p>
    <w:p w:rsidR="00A679DB" w:rsidRDefault="00A679DB" w:rsidP="00A679DB">
      <w:pPr>
        <w:pStyle w:val="libNormal"/>
        <w:rPr>
          <w:rtl/>
        </w:rPr>
      </w:pPr>
      <w:r>
        <w:rPr>
          <w:rtl/>
        </w:rPr>
        <w:t>ثواب من اطعم ثلاثه نفر من المومنين</w:t>
      </w:r>
    </w:p>
    <w:p w:rsidR="00A679DB" w:rsidRDefault="003C793F" w:rsidP="00A679DB">
      <w:pPr>
        <w:pStyle w:val="libNormal"/>
        <w:rPr>
          <w:rtl/>
        </w:rPr>
      </w:pPr>
      <w:r>
        <w:rPr>
          <w:rtl/>
        </w:rPr>
        <w:br w:type="page"/>
      </w:r>
    </w:p>
    <w:p w:rsidR="00A679DB" w:rsidRDefault="00A679DB" w:rsidP="003C793F">
      <w:pPr>
        <w:pStyle w:val="Heading2"/>
        <w:rPr>
          <w:rtl/>
        </w:rPr>
      </w:pPr>
      <w:bookmarkStart w:id="268" w:name="_Toc449617325"/>
      <w:r>
        <w:rPr>
          <w:rtl/>
        </w:rPr>
        <w:t>ثواب غذا دادن به سه مؤ من</w:t>
      </w:r>
      <w:bookmarkEnd w:id="268"/>
    </w:p>
    <w:p w:rsidR="00A679DB" w:rsidRDefault="00A679DB" w:rsidP="00A679DB">
      <w:pPr>
        <w:pStyle w:val="libNormal"/>
        <w:rPr>
          <w:rtl/>
        </w:rPr>
      </w:pPr>
      <w:r>
        <w:rPr>
          <w:rtl/>
        </w:rPr>
        <w:t xml:space="preserve">حديث : ١ حدثنى محمد بن الحسن رضى الله عن قال حدثنى محمد بن الحسن الصفار عن احمد بن ابى عبدالله عن ابى محمد عبدالله الغفارى عن على بن ابى على اللهبى عن ابى عبدالله </w:t>
      </w:r>
      <w:r w:rsidRPr="003C793F">
        <w:rPr>
          <w:rStyle w:val="libAlaemChar"/>
          <w:rtl/>
        </w:rPr>
        <w:t>عليه‌السلام</w:t>
      </w:r>
      <w:r>
        <w:rPr>
          <w:rtl/>
        </w:rPr>
        <w:t xml:space="preserve"> قال من اطعم ثلاثه نفر من المومنين اطعمه الله من ثلاث جنان ملكوت السمائ الفردوس و جنه عدن و طوبى و هى شجره من جنه عدن غرسها ربى بيده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3C793F">
        <w:rPr>
          <w:rStyle w:val="libAlaemChar"/>
          <w:rtl/>
        </w:rPr>
        <w:t>عليه‌السلام</w:t>
      </w:r>
      <w:r>
        <w:rPr>
          <w:rtl/>
        </w:rPr>
        <w:t xml:space="preserve"> فرمودند: كسى كه به سه نفر مؤ منين غذا بدهد، خداوند از سه بهشت به او غذا خواهد داد: فردوس ، جنت عدن و طوبى و طوبى درختى از جنت عدن است كه خداوند با دست خود آن را كاشته است .</w:t>
      </w:r>
    </w:p>
    <w:p w:rsidR="00A679DB" w:rsidRDefault="00A679DB" w:rsidP="00A679DB">
      <w:pPr>
        <w:pStyle w:val="libNormal"/>
        <w:rPr>
          <w:rtl/>
        </w:rPr>
      </w:pPr>
    </w:p>
    <w:p w:rsidR="00A679DB" w:rsidRDefault="00A679DB" w:rsidP="00A679DB">
      <w:pPr>
        <w:pStyle w:val="libNormal"/>
        <w:rPr>
          <w:rtl/>
        </w:rPr>
      </w:pPr>
      <w:r>
        <w:rPr>
          <w:rtl/>
        </w:rPr>
        <w:t>ثواب من اطعم مسلما حتى يشبعه</w:t>
      </w:r>
    </w:p>
    <w:p w:rsidR="00A679DB" w:rsidRDefault="003C793F" w:rsidP="003C793F">
      <w:pPr>
        <w:pStyle w:val="Heading2"/>
        <w:rPr>
          <w:rtl/>
        </w:rPr>
      </w:pPr>
      <w:r>
        <w:rPr>
          <w:rtl/>
        </w:rPr>
        <w:br w:type="page"/>
      </w:r>
    </w:p>
    <w:p w:rsidR="00A679DB" w:rsidRDefault="00A679DB" w:rsidP="003C793F">
      <w:pPr>
        <w:pStyle w:val="Heading2"/>
        <w:rPr>
          <w:rtl/>
        </w:rPr>
      </w:pPr>
      <w:bookmarkStart w:id="269" w:name="_Toc449617326"/>
      <w:r>
        <w:rPr>
          <w:rtl/>
        </w:rPr>
        <w:t>ثواب غذا دادن به مؤ من و سير نمودن او</w:t>
      </w:r>
      <w:bookmarkEnd w:id="269"/>
    </w:p>
    <w:p w:rsidR="00A679DB" w:rsidRDefault="00A679DB" w:rsidP="00A679DB">
      <w:pPr>
        <w:pStyle w:val="libNormal"/>
        <w:rPr>
          <w:rtl/>
        </w:rPr>
      </w:pPr>
      <w:r>
        <w:rPr>
          <w:rtl/>
        </w:rPr>
        <w:t xml:space="preserve">حديث : ١ حدثنى محمد بن الحسن رضى الله عنه قال حدثنى محمد بنالحسن الصفار قالب حدثنى جعفر بن محمد بن عبيدالله عن عبدالله بن ميمون القداح عن ابى عبدالله </w:t>
      </w:r>
      <w:r w:rsidRPr="00897F19">
        <w:rPr>
          <w:rStyle w:val="libAlaemChar"/>
          <w:rtl/>
        </w:rPr>
        <w:t>عليه‌السلام</w:t>
      </w:r>
      <w:r>
        <w:rPr>
          <w:rtl/>
        </w:rPr>
        <w:t xml:space="preserve"> قال من اطعم مسلما حتى يشبعه لم يدر اح من خلق الله ماله منم الاجر فى الاخر لا ملك مقرب و لا نبى مرسل الا الله رب العالمين ثم قال من موجبات المغفره اطعام المسلم السغبان ثم تلاقول الله عزوجل «او اطعام فى يوم ذى مسغبه يتيما ذا مقربه او مسكينا ذا متربه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97F19">
        <w:rPr>
          <w:rStyle w:val="libAlaemChar"/>
          <w:rtl/>
        </w:rPr>
        <w:t>عليه‌السلام</w:t>
      </w:r>
      <w:r>
        <w:rPr>
          <w:rtl/>
        </w:rPr>
        <w:t xml:space="preserve"> فرمودند: هيچ كدام از مخلوقات خداوند پاداش ‍ غذا دادن به مسلمان و سير نمودن او را در سراى آخرت نمى دانند. نه فرشته مقرب و نه پيامبر مرسلى ، جز خداوند، پروردگار جهانيان و يكى از عوامل آمرزش ، غذا دادن به مسلمان گرسنه است . راوى مى گويد: آنگاه امام </w:t>
      </w:r>
      <w:r w:rsidRPr="00897F19">
        <w:rPr>
          <w:rStyle w:val="libAlaemChar"/>
          <w:rtl/>
        </w:rPr>
        <w:t>عليه‌السلام</w:t>
      </w:r>
      <w:r>
        <w:rPr>
          <w:rtl/>
        </w:rPr>
        <w:t xml:space="preserve"> اين آيه را تلاوت نمود. «يا غذا دادن در روز قحطى و گرسنگى به خويشاوند يتيم يا فقير خاك نشين .» </w:t>
      </w:r>
      <w:r w:rsidRPr="00897F19">
        <w:rPr>
          <w:rStyle w:val="libFootnotenumChar"/>
          <w:rtl/>
        </w:rPr>
        <w:t>(٧٧)</w:t>
      </w:r>
    </w:p>
    <w:p w:rsidR="00A679DB" w:rsidRDefault="00A679DB" w:rsidP="00A679DB">
      <w:pPr>
        <w:pStyle w:val="libNormal"/>
        <w:rPr>
          <w:rtl/>
        </w:rPr>
      </w:pPr>
    </w:p>
    <w:p w:rsidR="00A679DB" w:rsidRDefault="00A679DB" w:rsidP="00A679DB">
      <w:pPr>
        <w:pStyle w:val="libNormal"/>
        <w:rPr>
          <w:rtl/>
        </w:rPr>
      </w:pPr>
      <w:r>
        <w:rPr>
          <w:rtl/>
        </w:rPr>
        <w:t>ثواب من اشبع اربعه من المسلمين .</w:t>
      </w:r>
    </w:p>
    <w:p w:rsidR="00A679DB" w:rsidRDefault="00897F19" w:rsidP="00A679DB">
      <w:pPr>
        <w:pStyle w:val="libNormal"/>
        <w:rPr>
          <w:rtl/>
        </w:rPr>
      </w:pPr>
      <w:r>
        <w:rPr>
          <w:rtl/>
        </w:rPr>
        <w:br w:type="page"/>
      </w:r>
    </w:p>
    <w:p w:rsidR="00A679DB" w:rsidRDefault="00A679DB" w:rsidP="00897F19">
      <w:pPr>
        <w:pStyle w:val="Heading2"/>
        <w:rPr>
          <w:rtl/>
        </w:rPr>
      </w:pPr>
      <w:bookmarkStart w:id="270" w:name="_Toc449617327"/>
      <w:r>
        <w:rPr>
          <w:rtl/>
        </w:rPr>
        <w:t>ثواب سير نمودن چهار مسلمان</w:t>
      </w:r>
      <w:bookmarkEnd w:id="270"/>
    </w:p>
    <w:p w:rsidR="00A679DB" w:rsidRDefault="00A679DB" w:rsidP="00A679DB">
      <w:pPr>
        <w:pStyle w:val="libNormal"/>
        <w:rPr>
          <w:rtl/>
        </w:rPr>
      </w:pPr>
      <w:r>
        <w:rPr>
          <w:rtl/>
        </w:rPr>
        <w:t xml:space="preserve">حديث : ١ ابى رحمه قال حدثنى عبدالله جعفر الحميرى عن احمد بن ابى عبدالله عن محمد بن احمد عن ابان بن عثمان عن فضيل بن يسار عن ابى جعفر </w:t>
      </w:r>
      <w:r w:rsidRPr="00897F19">
        <w:rPr>
          <w:rStyle w:val="libAlaemChar"/>
          <w:rtl/>
        </w:rPr>
        <w:t>عليه‌السلام</w:t>
      </w:r>
      <w:r>
        <w:rPr>
          <w:rtl/>
        </w:rPr>
        <w:t xml:space="preserve"> قال شبع اربعه من المسلمين يعدل محرره من ولد اسماعيل </w:t>
      </w:r>
      <w:r w:rsidRPr="00897F19">
        <w:rPr>
          <w:rStyle w:val="libAlaemChar"/>
          <w:rtl/>
        </w:rPr>
        <w:t>عليه‌السلام</w:t>
      </w:r>
      <w:r>
        <w:rPr>
          <w:rtl/>
        </w:rPr>
        <w:t xml:space="preserve">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897F19">
        <w:rPr>
          <w:rStyle w:val="libAlaemChar"/>
          <w:rtl/>
        </w:rPr>
        <w:t>عليه‌السلام</w:t>
      </w:r>
      <w:r>
        <w:rPr>
          <w:rtl/>
        </w:rPr>
        <w:t xml:space="preserve"> فرمودند: سير نمودن چهار مسلمان برابر با آزاد كردن يكى ازفرزندان اسماعيل </w:t>
      </w:r>
      <w:r w:rsidRPr="00897F19">
        <w:rPr>
          <w:rStyle w:val="libAlaemChar"/>
          <w:rtl/>
        </w:rPr>
        <w:t>عليه‌السلام</w:t>
      </w:r>
      <w:r>
        <w:rPr>
          <w:rtl/>
        </w:rPr>
        <w:t xml:space="preserve"> از بندگى است .</w:t>
      </w:r>
    </w:p>
    <w:p w:rsidR="00A679DB" w:rsidRDefault="00A679DB" w:rsidP="00A679DB">
      <w:pPr>
        <w:pStyle w:val="libNormal"/>
        <w:rPr>
          <w:rtl/>
        </w:rPr>
      </w:pPr>
    </w:p>
    <w:p w:rsidR="00A679DB" w:rsidRDefault="00A679DB" w:rsidP="00A679DB">
      <w:pPr>
        <w:pStyle w:val="libNormal"/>
        <w:rPr>
          <w:rtl/>
        </w:rPr>
      </w:pPr>
      <w:r>
        <w:rPr>
          <w:rtl/>
        </w:rPr>
        <w:t>ثواب من اشبع جوعه مؤ من</w:t>
      </w:r>
    </w:p>
    <w:p w:rsidR="00A679DB" w:rsidRDefault="00897F19" w:rsidP="00A679DB">
      <w:pPr>
        <w:pStyle w:val="libNormal"/>
        <w:rPr>
          <w:rtl/>
        </w:rPr>
      </w:pPr>
      <w:r>
        <w:rPr>
          <w:rtl/>
        </w:rPr>
        <w:br w:type="page"/>
      </w:r>
    </w:p>
    <w:p w:rsidR="00A679DB" w:rsidRDefault="00A679DB" w:rsidP="00A679DB">
      <w:pPr>
        <w:pStyle w:val="libNormal"/>
        <w:rPr>
          <w:rtl/>
        </w:rPr>
      </w:pPr>
      <w:bookmarkStart w:id="271" w:name="_Toc449617328"/>
      <w:r w:rsidRPr="00897F19">
        <w:rPr>
          <w:rStyle w:val="Heading2Char"/>
          <w:rtl/>
        </w:rPr>
        <w:t>ثواب سيراب نمودن مؤ من گرسنه</w:t>
      </w:r>
      <w:bookmarkEnd w:id="271"/>
      <w:r>
        <w:rPr>
          <w:rtl/>
        </w:rPr>
        <w:t xml:space="preserve"> .</w:t>
      </w:r>
    </w:p>
    <w:p w:rsidR="00A679DB" w:rsidRDefault="00A679DB" w:rsidP="00A679DB">
      <w:pPr>
        <w:pStyle w:val="libNormal"/>
        <w:rPr>
          <w:rtl/>
        </w:rPr>
      </w:pPr>
      <w:r>
        <w:rPr>
          <w:rtl/>
        </w:rPr>
        <w:t xml:space="preserve">حديث : ١ حدثنى محمد بن على ماجيلويه رضى الله عنه قال حدثنى عمى محمد بن ابى القاسم عن احمد بن ابى عبدالله عن محمد بن يوسف عن محمدبن جعفر عن ابيه عن ابى عبدالله جعفر بن محمد الصادق </w:t>
      </w:r>
      <w:r w:rsidRPr="00897F19">
        <w:rPr>
          <w:rStyle w:val="libAlaemChar"/>
          <w:rtl/>
        </w:rPr>
        <w:t>عليه‌السلام</w:t>
      </w:r>
      <w:r>
        <w:rPr>
          <w:rtl/>
        </w:rPr>
        <w:t xml:space="preserve"> قال من اشبع جوعه مؤ من وضع الله له مائده فى الجنه يصدر عنها الثقلان جميعا.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97F19">
        <w:rPr>
          <w:rStyle w:val="libAlaemChar"/>
          <w:rtl/>
        </w:rPr>
        <w:t>عليه‌السلام</w:t>
      </w:r>
      <w:r>
        <w:rPr>
          <w:rtl/>
        </w:rPr>
        <w:t xml:space="preserve"> فرمودند: كسى كه مؤ من گرسنه اى را سير نمايد، خداوند در بهشت سفره اى مى گستراند كه همه جن و انس از آن سفره سير بر مى خيزند.</w:t>
      </w:r>
    </w:p>
    <w:p w:rsidR="00A679DB" w:rsidRDefault="00A679DB" w:rsidP="00A679DB">
      <w:pPr>
        <w:pStyle w:val="libNormal"/>
        <w:rPr>
          <w:rtl/>
        </w:rPr>
      </w:pPr>
    </w:p>
    <w:p w:rsidR="00A679DB" w:rsidRDefault="00A679DB" w:rsidP="00A679DB">
      <w:pPr>
        <w:pStyle w:val="libNormal"/>
        <w:rPr>
          <w:rtl/>
        </w:rPr>
      </w:pPr>
      <w:r>
        <w:rPr>
          <w:rtl/>
        </w:rPr>
        <w:t>ثواب من اعتق مسلما</w:t>
      </w:r>
    </w:p>
    <w:p w:rsidR="00A679DB" w:rsidRDefault="00897F19" w:rsidP="00A679DB">
      <w:pPr>
        <w:pStyle w:val="libNormal"/>
        <w:rPr>
          <w:rtl/>
        </w:rPr>
      </w:pPr>
      <w:r>
        <w:rPr>
          <w:rtl/>
        </w:rPr>
        <w:br w:type="page"/>
      </w:r>
    </w:p>
    <w:p w:rsidR="00A679DB" w:rsidRDefault="00A679DB" w:rsidP="00897F19">
      <w:pPr>
        <w:pStyle w:val="Heading2"/>
        <w:rPr>
          <w:rtl/>
        </w:rPr>
      </w:pPr>
      <w:bookmarkStart w:id="272" w:name="_Toc449617329"/>
      <w:r>
        <w:rPr>
          <w:rtl/>
        </w:rPr>
        <w:t>ثواب آزاد كردن بنده مسلمان</w:t>
      </w:r>
      <w:bookmarkEnd w:id="272"/>
    </w:p>
    <w:p w:rsidR="00A679DB" w:rsidRDefault="00A679DB" w:rsidP="00A679DB">
      <w:pPr>
        <w:pStyle w:val="libNormal"/>
        <w:rPr>
          <w:rtl/>
        </w:rPr>
      </w:pPr>
      <w:r>
        <w:rPr>
          <w:rtl/>
        </w:rPr>
        <w:t xml:space="preserve">حديث : ١ ابى رحمه قال حدثنى سعد بن عبدالله عن احمد بن ابى عبدالله عن ابيه عن حماد بن عيسى عن ربعى سماعه عن ابى جعفر </w:t>
      </w:r>
      <w:r w:rsidRPr="00897F19">
        <w:rPr>
          <w:rStyle w:val="libAlaemChar"/>
          <w:rtl/>
        </w:rPr>
        <w:t>عليه‌السلام</w:t>
      </w:r>
      <w:r>
        <w:rPr>
          <w:rtl/>
        </w:rPr>
        <w:t xml:space="preserve"> قال قال رسول الله </w:t>
      </w:r>
      <w:r w:rsidR="00E60DFB" w:rsidRPr="00897F19">
        <w:rPr>
          <w:rStyle w:val="libAlaemChar"/>
          <w:rtl/>
        </w:rPr>
        <w:t>صلى‌الله‌عليه‌وآله</w:t>
      </w:r>
      <w:r w:rsidR="00E60DFB">
        <w:rPr>
          <w:rtl/>
        </w:rPr>
        <w:t xml:space="preserve"> </w:t>
      </w:r>
      <w:r>
        <w:rPr>
          <w:rtl/>
        </w:rPr>
        <w:t>من اعتق مسلما اعتق الله له بكل عضو منه غضوا من النار.</w:t>
      </w:r>
    </w:p>
    <w:p w:rsidR="00A679DB" w:rsidRDefault="00A679DB" w:rsidP="00A679DB">
      <w:pPr>
        <w:pStyle w:val="libNormal"/>
        <w:rPr>
          <w:rtl/>
        </w:rPr>
      </w:pPr>
      <w:r>
        <w:rPr>
          <w:rtl/>
        </w:rPr>
        <w:t>ترجمه :</w:t>
      </w:r>
    </w:p>
    <w:p w:rsidR="00A679DB" w:rsidRDefault="00A679DB" w:rsidP="00897F19">
      <w:pPr>
        <w:pStyle w:val="libNormal"/>
        <w:rPr>
          <w:rtl/>
        </w:rPr>
      </w:pPr>
      <w:r>
        <w:rPr>
          <w:rtl/>
        </w:rPr>
        <w:t xml:space="preserve">١. امام باقر </w:t>
      </w:r>
      <w:r w:rsidRPr="00897F19">
        <w:rPr>
          <w:rStyle w:val="libAlaemChar"/>
          <w:rtl/>
        </w:rPr>
        <w:t>عليه‌السلام</w:t>
      </w:r>
      <w:r>
        <w:rPr>
          <w:rtl/>
        </w:rPr>
        <w:t xml:space="preserve"> نقل مى نمايند كه رسول خدا </w:t>
      </w:r>
      <w:r w:rsidR="00E60DFB" w:rsidRPr="00897F19">
        <w:rPr>
          <w:rStyle w:val="libAlaemChar"/>
          <w:rtl/>
        </w:rPr>
        <w:t>صلى‌الله‌عليه‌وآله</w:t>
      </w:r>
      <w:r w:rsidR="00E60DFB">
        <w:rPr>
          <w:rtl/>
        </w:rPr>
        <w:t xml:space="preserve"> </w:t>
      </w:r>
      <w:r>
        <w:rPr>
          <w:rtl/>
        </w:rPr>
        <w:t xml:space="preserve">فرمودند: كسى كه مسلمان برده اى را آزاد كند، خداوند در مقابل هر عضوى از </w:t>
      </w:r>
      <w:r w:rsidR="00897F19">
        <w:rPr>
          <w:rFonts w:hint="cs"/>
          <w:rtl/>
        </w:rPr>
        <w:t>آ</w:t>
      </w:r>
      <w:r>
        <w:rPr>
          <w:rtl/>
        </w:rPr>
        <w:t>ن برده ، عضوى از او را (از جهنم) ازاد نمايد.</w:t>
      </w:r>
    </w:p>
    <w:p w:rsidR="00A679DB" w:rsidRDefault="00A679DB" w:rsidP="00A679DB">
      <w:pPr>
        <w:pStyle w:val="libNormal"/>
        <w:rPr>
          <w:rtl/>
        </w:rPr>
      </w:pPr>
    </w:p>
    <w:p w:rsidR="00A679DB" w:rsidRDefault="00A679DB" w:rsidP="00A679DB">
      <w:pPr>
        <w:pStyle w:val="libNormal"/>
        <w:rPr>
          <w:rtl/>
        </w:rPr>
      </w:pPr>
      <w:r>
        <w:rPr>
          <w:rtl/>
        </w:rPr>
        <w:t>ثواب من اعتق نسمه صالحه لوجه الله .</w:t>
      </w:r>
    </w:p>
    <w:p w:rsidR="00A679DB" w:rsidRDefault="00897F19" w:rsidP="00A679DB">
      <w:pPr>
        <w:pStyle w:val="libNormal"/>
        <w:rPr>
          <w:rtl/>
        </w:rPr>
      </w:pPr>
      <w:r>
        <w:rPr>
          <w:rtl/>
        </w:rPr>
        <w:br w:type="page"/>
      </w:r>
    </w:p>
    <w:p w:rsidR="008A7745" w:rsidRDefault="008A7745" w:rsidP="00A679DB">
      <w:pPr>
        <w:pStyle w:val="libNormal"/>
        <w:rPr>
          <w:rtl/>
        </w:rPr>
      </w:pPr>
    </w:p>
    <w:p w:rsidR="00A679DB" w:rsidRDefault="00A679DB" w:rsidP="008A7745">
      <w:pPr>
        <w:pStyle w:val="Heading2"/>
        <w:rPr>
          <w:rtl/>
        </w:rPr>
      </w:pPr>
      <w:bookmarkStart w:id="273" w:name="_Toc449617330"/>
      <w:r>
        <w:rPr>
          <w:rtl/>
        </w:rPr>
        <w:t>ثواب آزاد كردن بنده صالح بخاطر خدا</w:t>
      </w:r>
      <w:bookmarkEnd w:id="273"/>
    </w:p>
    <w:p w:rsidR="00A679DB" w:rsidRDefault="00A679DB" w:rsidP="00A679DB">
      <w:pPr>
        <w:pStyle w:val="libNormal"/>
        <w:rPr>
          <w:rtl/>
        </w:rPr>
      </w:pPr>
      <w:r>
        <w:rPr>
          <w:rtl/>
        </w:rPr>
        <w:t xml:space="preserve">حديث : ١ ابى رحمه الله قال حدثنى سعد بن عبدالله عن احمد بن ابى عبدالله عن ابيه عن محمد بن سنان عن بشير النبال قال سمعت جعفر بن محمد </w:t>
      </w:r>
      <w:r w:rsidR="00E60DFB" w:rsidRPr="008A7745">
        <w:rPr>
          <w:rStyle w:val="libAlaemChar"/>
          <w:rtl/>
        </w:rPr>
        <w:t>صلى‌الله‌عليه‌وآله</w:t>
      </w:r>
      <w:r w:rsidR="00E60DFB">
        <w:rPr>
          <w:rtl/>
        </w:rPr>
        <w:t xml:space="preserve"> </w:t>
      </w:r>
      <w:r>
        <w:rPr>
          <w:rtl/>
        </w:rPr>
        <w:t>يقول عن اعتق نسمه صالحه لوجه الله كفر الله عنه مكان كل عضو منه عضوا من النار.</w:t>
      </w:r>
    </w:p>
    <w:p w:rsidR="00A679DB" w:rsidRDefault="00A679DB" w:rsidP="00A679DB">
      <w:pPr>
        <w:pStyle w:val="libNormal"/>
        <w:rPr>
          <w:rtl/>
        </w:rPr>
      </w:pPr>
      <w:r>
        <w:rPr>
          <w:rtl/>
        </w:rPr>
        <w:t>ترجمه :</w:t>
      </w:r>
    </w:p>
    <w:p w:rsidR="00A679DB" w:rsidRDefault="00A679DB" w:rsidP="008A7745">
      <w:pPr>
        <w:pStyle w:val="libNormal"/>
        <w:rPr>
          <w:rtl/>
        </w:rPr>
      </w:pPr>
      <w:r>
        <w:rPr>
          <w:rtl/>
        </w:rPr>
        <w:t xml:space="preserve">١. راوى مى گويد از امام صادق </w:t>
      </w:r>
      <w:r w:rsidRPr="008A7745">
        <w:rPr>
          <w:rStyle w:val="libAlaemChar"/>
          <w:rtl/>
        </w:rPr>
        <w:t>عليه‌السلام</w:t>
      </w:r>
      <w:r>
        <w:rPr>
          <w:rtl/>
        </w:rPr>
        <w:t xml:space="preserve"> شنيدم كه فرمودند: كسى كه بخاطر خداوند بنده صالحى را آزاد نمايد، خداوند در برابر هر عضوى از آن بنده عضوى از بدن او را از آتش مى پوشاند.</w:t>
      </w:r>
    </w:p>
    <w:p w:rsidR="00A679DB" w:rsidRDefault="00A679DB" w:rsidP="00A679DB">
      <w:pPr>
        <w:pStyle w:val="libNormal"/>
        <w:rPr>
          <w:rtl/>
        </w:rPr>
      </w:pPr>
    </w:p>
    <w:p w:rsidR="00A679DB" w:rsidRDefault="00A679DB" w:rsidP="00A679DB">
      <w:pPr>
        <w:pStyle w:val="libNormal"/>
        <w:rPr>
          <w:rtl/>
        </w:rPr>
      </w:pPr>
      <w:r>
        <w:rPr>
          <w:rtl/>
        </w:rPr>
        <w:t>ثواب من اعتق مومنا</w:t>
      </w:r>
    </w:p>
    <w:p w:rsidR="00A679DB" w:rsidRDefault="008A7745" w:rsidP="008A7745">
      <w:pPr>
        <w:pStyle w:val="Heading2"/>
        <w:rPr>
          <w:rtl/>
        </w:rPr>
      </w:pPr>
      <w:r>
        <w:rPr>
          <w:rtl/>
        </w:rPr>
        <w:br w:type="page"/>
      </w:r>
      <w:bookmarkStart w:id="274" w:name="_Toc449617331"/>
      <w:r w:rsidR="00A679DB">
        <w:rPr>
          <w:rtl/>
        </w:rPr>
        <w:lastRenderedPageBreak/>
        <w:t>ثواب آزاد كردن بنده مؤ من</w:t>
      </w:r>
      <w:bookmarkEnd w:id="274"/>
    </w:p>
    <w:p w:rsidR="00A679DB" w:rsidRDefault="00A679DB" w:rsidP="008A7745">
      <w:pPr>
        <w:pStyle w:val="libNormal"/>
        <w:rPr>
          <w:rtl/>
        </w:rPr>
      </w:pPr>
      <w:r>
        <w:rPr>
          <w:rtl/>
        </w:rPr>
        <w:t xml:space="preserve">حديث : ١ ابى رحمه الله قال حدثنى سعد بن عبدالله عن احمد بن ابى عبدالله عن ابيه عن ابراهيم بن ابى البلاد عن ابيه رفعه قال قال رسول الله </w:t>
      </w:r>
      <w:r w:rsidRPr="008A7745">
        <w:rPr>
          <w:rStyle w:val="libAlaemChar"/>
          <w:rtl/>
        </w:rPr>
        <w:t>(</w:t>
      </w:r>
      <w:r w:rsidR="008A7745" w:rsidRPr="008A7745">
        <w:rPr>
          <w:rStyle w:val="libAlaemChar"/>
          <w:rFonts w:eastAsiaTheme="minorHAnsi"/>
          <w:rtl/>
        </w:rPr>
        <w:t>صلى‌الله‌عليه‌وآله‌وسلم</w:t>
      </w:r>
      <w:r w:rsidRPr="008A7745">
        <w:rPr>
          <w:rStyle w:val="libAlaemChar"/>
          <w:rtl/>
        </w:rPr>
        <w:t>)</w:t>
      </w:r>
      <w:r>
        <w:rPr>
          <w:rtl/>
        </w:rPr>
        <w:t xml:space="preserve"> من اعتق مومنا اعتق الله بكل عضو منه عضوا من النار و ان كانت انثى اعتق الله بكل عضوين منها عضوا منه من النار لان المراه نصف الرجل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8A7745">
        <w:rPr>
          <w:rStyle w:val="libAlaemChar"/>
          <w:rtl/>
        </w:rPr>
        <w:t>صلى‌الله‌عليه‌وآله</w:t>
      </w:r>
      <w:r w:rsidR="00E60DFB">
        <w:rPr>
          <w:rtl/>
        </w:rPr>
        <w:t xml:space="preserve"> </w:t>
      </w:r>
      <w:r>
        <w:rPr>
          <w:rtl/>
        </w:rPr>
        <w:t>فرمودند: كسى كه بنده مومنى را آزاد نمايد، خ</w:t>
      </w:r>
      <w:r w:rsidR="008A7745">
        <w:rPr>
          <w:rFonts w:hint="cs"/>
          <w:rtl/>
        </w:rPr>
        <w:t>د</w:t>
      </w:r>
      <w:r>
        <w:rPr>
          <w:rtl/>
        </w:rPr>
        <w:t>اوند در مقابل هر عضوى از آن بنده ، عضوى از او را آتش آزاد مى نمايد. و اگر آن بنده زن باشد، خداوند متعال در مقابل هر دو عضو آن زن ، عضوى از او را از آتش آزاد مى نمايد، زيرا زن نصف مرد است (در اين مورد و موارد شبيه آن مثل ديه وارث و غيره .)</w:t>
      </w:r>
    </w:p>
    <w:p w:rsidR="00A679DB" w:rsidRDefault="00A679DB" w:rsidP="00A679DB">
      <w:pPr>
        <w:pStyle w:val="libNormal"/>
        <w:rPr>
          <w:rtl/>
        </w:rPr>
      </w:pPr>
    </w:p>
    <w:p w:rsidR="00A679DB" w:rsidRDefault="00A679DB" w:rsidP="00A679DB">
      <w:pPr>
        <w:pStyle w:val="libNormal"/>
        <w:rPr>
          <w:rtl/>
        </w:rPr>
      </w:pPr>
      <w:r>
        <w:rPr>
          <w:rtl/>
        </w:rPr>
        <w:t>ثواب من اقرض المومن</w:t>
      </w:r>
    </w:p>
    <w:p w:rsidR="00A679DB" w:rsidRDefault="008A7745" w:rsidP="00A679DB">
      <w:pPr>
        <w:pStyle w:val="libNormal"/>
        <w:rPr>
          <w:rtl/>
        </w:rPr>
      </w:pPr>
      <w:r>
        <w:rPr>
          <w:rtl/>
        </w:rPr>
        <w:br w:type="page"/>
      </w:r>
    </w:p>
    <w:p w:rsidR="00A679DB" w:rsidRDefault="00A679DB" w:rsidP="008A7745">
      <w:pPr>
        <w:pStyle w:val="Heading2"/>
        <w:rPr>
          <w:rtl/>
        </w:rPr>
      </w:pPr>
      <w:bookmarkStart w:id="275" w:name="_Toc449617332"/>
      <w:r>
        <w:rPr>
          <w:rtl/>
        </w:rPr>
        <w:t>ثواب قرض دادن به مؤ من</w:t>
      </w:r>
      <w:bookmarkEnd w:id="275"/>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ابى عبدالله عن ابيه احمد بن النضر عن عمروبن شمر عن جابر عن ابى عبدالله عليه‌السلام قال قال رسول الله </w:t>
      </w:r>
      <w:r w:rsidR="00E60DFB">
        <w:rPr>
          <w:rtl/>
        </w:rPr>
        <w:t xml:space="preserve">صلى‌الله‌عليه‌وآله </w:t>
      </w:r>
      <w:r>
        <w:rPr>
          <w:rtl/>
        </w:rPr>
        <w:t>من اقرض مومنا قرضا ينتظر به ميسوره كان ماله فى زكاه و كان هو فى صلاه من الملائكه حتى يوديه اليه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A7745">
        <w:rPr>
          <w:rStyle w:val="libAlaemChar"/>
          <w:rtl/>
        </w:rPr>
        <w:t>عليه‌السلام</w:t>
      </w:r>
      <w:r>
        <w:rPr>
          <w:rtl/>
        </w:rPr>
        <w:t xml:space="preserve"> نقل مى نمايند كه رسول خدا </w:t>
      </w:r>
      <w:r w:rsidR="00E60DFB" w:rsidRPr="008A7745">
        <w:rPr>
          <w:rStyle w:val="libAlaemChar"/>
          <w:rtl/>
        </w:rPr>
        <w:t>صلى‌الله‌عليه‌وآله</w:t>
      </w:r>
      <w:r w:rsidR="00E60DFB">
        <w:rPr>
          <w:rtl/>
        </w:rPr>
        <w:t xml:space="preserve"> </w:t>
      </w:r>
      <w:r>
        <w:rPr>
          <w:rtl/>
        </w:rPr>
        <w:t>فرمودند: كسى كه به مومنى قرض دهد و منتظر بماند تا پرداخت قرض ‍ براى او امكان پذى شود، مال او پاكيزه مى ماند و تا زمانى كه قرض را برگرداند، فرشتگان بر او درود مى فرستند.</w:t>
      </w:r>
    </w:p>
    <w:p w:rsidR="00A679DB" w:rsidRDefault="00A679DB" w:rsidP="00A679DB">
      <w:pPr>
        <w:pStyle w:val="libNormal"/>
        <w:rPr>
          <w:rtl/>
        </w:rPr>
      </w:pPr>
      <w:r>
        <w:rPr>
          <w:rtl/>
        </w:rPr>
        <w:t xml:space="preserve">حديث : ٢ و بهذاالاسناد عن احمد بن ابى عبدالله عن ابيه عن ابن سنان عن الفضيل قال قال ابو عبدالله </w:t>
      </w:r>
      <w:r w:rsidRPr="008A7745">
        <w:rPr>
          <w:rStyle w:val="libAlaemChar"/>
          <w:rtl/>
        </w:rPr>
        <w:t>عليه‌السلام</w:t>
      </w:r>
      <w:r>
        <w:rPr>
          <w:rtl/>
        </w:rPr>
        <w:t xml:space="preserve"> ما من مسلم اقرض مسلما قرضا يريد به وجه الله الا حسب الله له اجره بحساب الصدقه حتى يرجع اليه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8A7745">
        <w:rPr>
          <w:rStyle w:val="libAlaemChar"/>
          <w:rtl/>
        </w:rPr>
        <w:t>عليه‌السلام</w:t>
      </w:r>
      <w:r>
        <w:rPr>
          <w:rtl/>
        </w:rPr>
        <w:t xml:space="preserve"> فرمودند: هيچ مسلمانى بخاطر خدا به مسلمان ديگر قرض نمى دهد، مگر اين كه تا زمانى كه مالش باز گردد، خداوند پاداش او را همانند پاداش صدقه حساب مى نمايد.</w:t>
      </w:r>
    </w:p>
    <w:p w:rsidR="00A679DB" w:rsidRDefault="00A679DB" w:rsidP="00A679DB">
      <w:pPr>
        <w:pStyle w:val="libNormal"/>
        <w:rPr>
          <w:rtl/>
        </w:rPr>
      </w:pPr>
      <w:r>
        <w:rPr>
          <w:rtl/>
        </w:rPr>
        <w:t xml:space="preserve">حديث : ٣ ابى رحمه الله قال حدثنى على بن ابراهيم عن ابيه عن محمد بن ابى عمير عن هيثم الصير فى و غيره عن ابى عبدالله </w:t>
      </w:r>
      <w:r w:rsidRPr="008A7745">
        <w:rPr>
          <w:rStyle w:val="libAlaemChar"/>
          <w:rtl/>
        </w:rPr>
        <w:t>عليه‌السلام</w:t>
      </w:r>
      <w:r>
        <w:rPr>
          <w:rtl/>
        </w:rPr>
        <w:t xml:space="preserve"> قال القرض الواحد بثمانيه عشر و ان مات احتسب بها من الزكاه .</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٣. امام صادق </w:t>
      </w:r>
      <w:r w:rsidRPr="008A7745">
        <w:rPr>
          <w:rStyle w:val="libAlaemChar"/>
          <w:rtl/>
        </w:rPr>
        <w:t>عليه‌السلام</w:t>
      </w:r>
      <w:r>
        <w:rPr>
          <w:rtl/>
        </w:rPr>
        <w:t xml:space="preserve"> فرمودند: ثواب قرض هيجده برابر است و اگر بميرد آن مال جز زكات حساب خواهد شد.</w:t>
      </w:r>
    </w:p>
    <w:p w:rsidR="00A679DB" w:rsidRDefault="00A679DB" w:rsidP="00A679DB">
      <w:pPr>
        <w:pStyle w:val="libNormal"/>
        <w:rPr>
          <w:rtl/>
        </w:rPr>
      </w:pPr>
      <w:r>
        <w:rPr>
          <w:rtl/>
        </w:rPr>
        <w:t xml:space="preserve">حديث : ٤ ابى رحمه الله قال حدثنى سعد بن عبدالله قال حدثنى الهيثم بن ابى مسروق النهدى عن محمد بن حباب القماط عن شيخ كان عندنا قال سمعت ابا عبدالله </w:t>
      </w:r>
      <w:r w:rsidRPr="00017D00">
        <w:rPr>
          <w:rStyle w:val="libAlaemChar"/>
          <w:rtl/>
        </w:rPr>
        <w:t>عليه‌السلام</w:t>
      </w:r>
      <w:r>
        <w:rPr>
          <w:rtl/>
        </w:rPr>
        <w:t xml:space="preserve"> يقول لان اقرض قرضا احب الى من ان اصل بمثله قال و كان يقول من اقرض قرضا فضرب له اجلا فلم يوت به عند ذلك الاجل فان له من الثواب فى كل يوم يتاخر عن ذلك الاجر مثل صدقه دينار واحد فى كل يوم .</w:t>
      </w:r>
    </w:p>
    <w:p w:rsidR="00A679DB" w:rsidRDefault="00A679DB" w:rsidP="00A679DB">
      <w:pPr>
        <w:pStyle w:val="libNormal"/>
        <w:rPr>
          <w:rtl/>
        </w:rPr>
      </w:pPr>
      <w:r>
        <w:rPr>
          <w:rtl/>
        </w:rPr>
        <w:t>ترجمه :</w:t>
      </w:r>
    </w:p>
    <w:p w:rsidR="00A679DB" w:rsidRDefault="00A679DB" w:rsidP="00017D00">
      <w:pPr>
        <w:pStyle w:val="libNormal"/>
        <w:rPr>
          <w:rtl/>
        </w:rPr>
      </w:pPr>
      <w:r>
        <w:rPr>
          <w:rtl/>
        </w:rPr>
        <w:t xml:space="preserve">٤. راوى مى گويد شنيدم كه امام صادق </w:t>
      </w:r>
      <w:r w:rsidRPr="00017D00">
        <w:rPr>
          <w:rStyle w:val="libAlaemChar"/>
          <w:rtl/>
        </w:rPr>
        <w:t>عليه‌السلام</w:t>
      </w:r>
      <w:r>
        <w:rPr>
          <w:rtl/>
        </w:rPr>
        <w:t xml:space="preserve"> فرمودند: بيشتر دوست دارم قرض بدهم تا اين كه همانند </w:t>
      </w:r>
      <w:r w:rsidR="00017D00">
        <w:rPr>
          <w:rFonts w:hint="cs"/>
          <w:rtl/>
        </w:rPr>
        <w:t>آ</w:t>
      </w:r>
      <w:r>
        <w:rPr>
          <w:rtl/>
        </w:rPr>
        <w:t>ن را ببخشم و و نيز فرمودند كسى كه قرض مدت دارى بدهد و سر وقت قرض پرداخت نشود، هر روزى كه از آن وقت مى گذرد، ثوابى همچون ثواب يك دينار صدقه در هر روز براى او خواهد بود.</w:t>
      </w:r>
    </w:p>
    <w:p w:rsidR="00A679DB" w:rsidRDefault="00A679DB" w:rsidP="00A679DB">
      <w:pPr>
        <w:pStyle w:val="libNormal"/>
        <w:rPr>
          <w:rtl/>
        </w:rPr>
      </w:pPr>
      <w:r>
        <w:rPr>
          <w:rtl/>
        </w:rPr>
        <w:t xml:space="preserve">حديث : ٥ حدثنى محمد بن الحسن رضى الله عنه قال حدثنى محمد بن الحسن الصفار عن ابراهيم بن هاشم عن على بن معبد عن عبدالله بن القاسم عن عبدالله بن سنان عن ابى عبدالله عليه‌السلام قال قال النبى </w:t>
      </w:r>
      <w:r w:rsidR="00E60DFB" w:rsidRPr="00017D00">
        <w:rPr>
          <w:rStyle w:val="libAlaemChar"/>
          <w:rtl/>
        </w:rPr>
        <w:t>صلى‌الله‌عليه‌وآله</w:t>
      </w:r>
      <w:r w:rsidR="00E60DFB">
        <w:rPr>
          <w:rtl/>
        </w:rPr>
        <w:t xml:space="preserve"> </w:t>
      </w:r>
      <w:r>
        <w:rPr>
          <w:rtl/>
        </w:rPr>
        <w:t>الف درهم اقرضها مرتين احب الى من ان اتصدق بها مره و كما لا بحل لغريمك ان يمطلك و هو مو سر فكذلك لا يحل لك ان تععسره اذا علمت انه معسر.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صادق </w:t>
      </w:r>
      <w:r w:rsidRPr="00017D00">
        <w:rPr>
          <w:rStyle w:val="libAlaemChar"/>
          <w:rtl/>
        </w:rPr>
        <w:t>عليه‌السلام</w:t>
      </w:r>
      <w:r>
        <w:rPr>
          <w:rtl/>
        </w:rPr>
        <w:t xml:space="preserve"> نقل مى نمايند كه رسول خدا </w:t>
      </w:r>
      <w:r w:rsidR="00E60DFB" w:rsidRPr="00017D00">
        <w:rPr>
          <w:rStyle w:val="libAlaemChar"/>
          <w:rtl/>
        </w:rPr>
        <w:t>صلى‌الله‌عليه‌وآله</w:t>
      </w:r>
      <w:r w:rsidR="00E60DFB">
        <w:rPr>
          <w:rtl/>
        </w:rPr>
        <w:t xml:space="preserve"> </w:t>
      </w:r>
      <w:r>
        <w:rPr>
          <w:rtl/>
        </w:rPr>
        <w:t xml:space="preserve">فرمودند: بيشتر دوست دارم هزار درهم را دو بار قرض دهم تا اين كه يك بار آن را صدقه بدهم . و </w:t>
      </w:r>
      <w:r>
        <w:rPr>
          <w:rtl/>
        </w:rPr>
        <w:lastRenderedPageBreak/>
        <w:t>همانطور كه حلال نيست بدهكارت با فرض توانايى ، پردات مالت را به تاخير بيندازد، اگر مى دانى توانايى ندارد، جايز نيست او را در فشار قرار دهى .</w:t>
      </w:r>
    </w:p>
    <w:p w:rsidR="00A679DB" w:rsidRDefault="00A679DB" w:rsidP="00A679DB">
      <w:pPr>
        <w:pStyle w:val="libNormal"/>
        <w:rPr>
          <w:rtl/>
        </w:rPr>
      </w:pPr>
    </w:p>
    <w:p w:rsidR="00A679DB" w:rsidRDefault="00A679DB" w:rsidP="00A679DB">
      <w:pPr>
        <w:pStyle w:val="libNormal"/>
        <w:rPr>
          <w:rtl/>
        </w:rPr>
      </w:pPr>
      <w:r>
        <w:rPr>
          <w:rtl/>
        </w:rPr>
        <w:t>ثواب الصدقه</w:t>
      </w:r>
    </w:p>
    <w:p w:rsidR="00A679DB" w:rsidRDefault="00017D00" w:rsidP="00A679DB">
      <w:pPr>
        <w:pStyle w:val="libNormal"/>
        <w:rPr>
          <w:rtl/>
        </w:rPr>
      </w:pPr>
      <w:r>
        <w:rPr>
          <w:rtl/>
        </w:rPr>
        <w:br w:type="page"/>
      </w:r>
    </w:p>
    <w:p w:rsidR="00A679DB" w:rsidRDefault="00A679DB" w:rsidP="00017D00">
      <w:pPr>
        <w:pStyle w:val="Heading2"/>
        <w:rPr>
          <w:rtl/>
        </w:rPr>
      </w:pPr>
      <w:bookmarkStart w:id="276" w:name="_Toc449617333"/>
      <w:r>
        <w:rPr>
          <w:rtl/>
        </w:rPr>
        <w:t>ثواب صدقه</w:t>
      </w:r>
      <w:bookmarkEnd w:id="276"/>
    </w:p>
    <w:p w:rsidR="00A679DB" w:rsidRDefault="00A679DB" w:rsidP="00A679DB">
      <w:pPr>
        <w:pStyle w:val="libNormal"/>
        <w:rPr>
          <w:rtl/>
        </w:rPr>
      </w:pPr>
      <w:r>
        <w:rPr>
          <w:rtl/>
        </w:rPr>
        <w:t xml:space="preserve">حديث : ١ ابى رحمه اله قال حدثنا محمد بن يحيى العطار عن محمد بناحمد عن الحسن بن الحسين اللولوى رفعه عن عمروبن شمر عن جابر عن ابى جعفر </w:t>
      </w:r>
      <w:r w:rsidRPr="00017D00">
        <w:rPr>
          <w:rStyle w:val="libAlaemChar"/>
          <w:rtl/>
        </w:rPr>
        <w:t>عليه‌السلام</w:t>
      </w:r>
      <w:r>
        <w:rPr>
          <w:rtl/>
        </w:rPr>
        <w:t xml:space="preserve"> قال عبدالله عابد ثمانين سنه ثم اشرف على المراه فوقعت فى نفسه فنزل اليها فراودها عن نفسها فطاوعته فلما قضى منها حاجته طرقه ملك الموت فاعتقل لسانه فمر سائل فاشار اليه ان خذ رغيفا كان فى كسائه فاحبط الله عمل ثمانين سنه يتلك الزنيه و غفر الله له بذلك الرغيف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017D00">
        <w:rPr>
          <w:rStyle w:val="libAlaemChar"/>
          <w:rtl/>
        </w:rPr>
        <w:t>عليه‌السلام</w:t>
      </w:r>
      <w:r>
        <w:rPr>
          <w:rtl/>
        </w:rPr>
        <w:t xml:space="preserve"> فرمودند: عابدى هشتاد سال خدا را عبادت كرد. آنگاه از زنى خوشش آمده و با او نزديكى كرد. پس از نزديكى فرشته مرگ آمد و زبانش قفل شد.</w:t>
      </w:r>
    </w:p>
    <w:p w:rsidR="00A679DB" w:rsidRDefault="00A679DB" w:rsidP="00017D00">
      <w:pPr>
        <w:pStyle w:val="libNormal"/>
        <w:rPr>
          <w:rtl/>
        </w:rPr>
      </w:pPr>
      <w:r>
        <w:rPr>
          <w:rtl/>
        </w:rPr>
        <w:t xml:space="preserve">در همين هنگام سائلى آمد. او اشاره كرد كه قرص نانى را كه در عبايم است بردار. خداوند عمل هشتاد سال او را بخاطر </w:t>
      </w:r>
      <w:r w:rsidR="00017D00">
        <w:rPr>
          <w:rFonts w:hint="cs"/>
          <w:rtl/>
        </w:rPr>
        <w:t>آ</w:t>
      </w:r>
      <w:r>
        <w:rPr>
          <w:rtl/>
        </w:rPr>
        <w:t>ن زنا از بين برد و بخاطر آن قرص نان او را آمرزيد.</w:t>
      </w:r>
    </w:p>
    <w:p w:rsidR="00A679DB" w:rsidRDefault="00A679DB" w:rsidP="00A679DB">
      <w:pPr>
        <w:pStyle w:val="libNormal"/>
        <w:rPr>
          <w:rtl/>
        </w:rPr>
      </w:pPr>
      <w:r>
        <w:rPr>
          <w:rtl/>
        </w:rPr>
        <w:t xml:space="preserve">حديث : ٢ حدثنى محمد بن الحسن رضى الله عنه قال حدثنا محمد بن الحسن الصفار عن العباس بن معروف عن ابن سنان عن طلحه بن زيد عن جعفر بن محمد الصادق عن ابيه </w:t>
      </w:r>
      <w:r w:rsidRPr="00017D00">
        <w:rPr>
          <w:rStyle w:val="libAlaemChar"/>
          <w:rtl/>
        </w:rPr>
        <w:t>عليه‌السلام</w:t>
      </w:r>
      <w:r>
        <w:rPr>
          <w:rtl/>
        </w:rPr>
        <w:t xml:space="preserve"> قال اول ما يبدا به يوم القيامه صدقه الماء</w:t>
      </w:r>
    </w:p>
    <w:p w:rsidR="00A679DB" w:rsidRDefault="00A679DB" w:rsidP="00A679DB">
      <w:pPr>
        <w:pStyle w:val="libNormal"/>
        <w:rPr>
          <w:rtl/>
        </w:rPr>
      </w:pPr>
      <w:r>
        <w:rPr>
          <w:rtl/>
        </w:rPr>
        <w:t>ترجمه :</w:t>
      </w:r>
    </w:p>
    <w:p w:rsidR="00A679DB" w:rsidRDefault="00A679DB" w:rsidP="00017D00">
      <w:pPr>
        <w:pStyle w:val="libNormal"/>
        <w:rPr>
          <w:rtl/>
        </w:rPr>
      </w:pPr>
      <w:r>
        <w:rPr>
          <w:rtl/>
        </w:rPr>
        <w:t xml:space="preserve">٢. امام صادق </w:t>
      </w:r>
      <w:r w:rsidRPr="00017D00">
        <w:rPr>
          <w:rStyle w:val="libAlaemChar"/>
          <w:rtl/>
        </w:rPr>
        <w:t>عليه‌السلام</w:t>
      </w:r>
      <w:r>
        <w:rPr>
          <w:rtl/>
        </w:rPr>
        <w:t xml:space="preserve"> نقل مى نمايد كه پدرم </w:t>
      </w:r>
      <w:r w:rsidRPr="00017D00">
        <w:rPr>
          <w:rStyle w:val="libAlaemChar"/>
          <w:rtl/>
        </w:rPr>
        <w:t>عليه‌السلام</w:t>
      </w:r>
      <w:r>
        <w:rPr>
          <w:rtl/>
        </w:rPr>
        <w:t xml:space="preserve"> فرمودند: اولين چيزى كه در روز قيامت ثواب </w:t>
      </w:r>
      <w:r w:rsidR="00017D00">
        <w:rPr>
          <w:rFonts w:hint="cs"/>
          <w:rtl/>
        </w:rPr>
        <w:t>آ</w:t>
      </w:r>
      <w:r>
        <w:rPr>
          <w:rtl/>
        </w:rPr>
        <w:t>ن را مى دهند. صدقه آب است</w:t>
      </w:r>
    </w:p>
    <w:p w:rsidR="00A679DB" w:rsidRDefault="00A679DB" w:rsidP="00A679DB">
      <w:pPr>
        <w:pStyle w:val="libNormal"/>
        <w:rPr>
          <w:rtl/>
        </w:rPr>
      </w:pPr>
      <w:r>
        <w:rPr>
          <w:rtl/>
        </w:rPr>
        <w:lastRenderedPageBreak/>
        <w:t xml:space="preserve">حديث : ٣ حدثنى محمد بن على ماجيلويه رضى الله عنه عن محمد بن احمد عنالحسن بن الحسين عن معاذ بن مسلم بياع الهروى قال كنت عند ابى عبدالله </w:t>
      </w:r>
      <w:r w:rsidRPr="00017D00">
        <w:rPr>
          <w:rStyle w:val="libAlaemChar"/>
          <w:rtl/>
        </w:rPr>
        <w:t>عليه‌السلام</w:t>
      </w:r>
      <w:r>
        <w:rPr>
          <w:rtl/>
        </w:rPr>
        <w:t xml:space="preserve"> فذكروا الوجع فقال داووا مرضا كم بالصدقه و ما على احدكم ان يتصدق بقوت يومه ان ملك الموت يدفع اليه الصك بقبض ‍ روح العبد فيتصدق فيقال له رد عليه الصك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راوى مى گويد: نزد امام صادق </w:t>
      </w:r>
      <w:r w:rsidRPr="00017D00">
        <w:rPr>
          <w:rStyle w:val="libAlaemChar"/>
          <w:rtl/>
        </w:rPr>
        <w:t>عليه‌السلام</w:t>
      </w:r>
      <w:r>
        <w:rPr>
          <w:rtl/>
        </w:rPr>
        <w:t xml:space="preserve"> بودم كه سخن از بيمارى به ميان آمد. آن حضرت </w:t>
      </w:r>
      <w:r w:rsidRPr="00017D00">
        <w:rPr>
          <w:rStyle w:val="libAlaemChar"/>
          <w:rtl/>
        </w:rPr>
        <w:t>عليه‌السلام</w:t>
      </w:r>
      <w:r>
        <w:rPr>
          <w:rtl/>
        </w:rPr>
        <w:t xml:space="preserve"> فرمودند: بيمارانتان را با صدقه مداوا كنيد و چرا غذاى يك روزتان را صدقه نمى دهيد (يا چرا باندازه غذاى يك روزتان صدقه نمى دهيد)؟</w:t>
      </w:r>
    </w:p>
    <w:p w:rsidR="00A679DB" w:rsidRDefault="00A679DB" w:rsidP="00A679DB">
      <w:pPr>
        <w:pStyle w:val="libNormal"/>
        <w:rPr>
          <w:rtl/>
        </w:rPr>
      </w:pPr>
      <w:r>
        <w:rPr>
          <w:rtl/>
        </w:rPr>
        <w:t>همانا به فرشته مرگ دستور مى دهند كه فلان بنده را قبض روح كن . آن بنده نيز صدقه مى دهد. در اين جا به فرشته مرگ مى گويند كه از آن دستور صرف نظر شد.</w:t>
      </w:r>
    </w:p>
    <w:p w:rsidR="00A679DB" w:rsidRDefault="00A679DB" w:rsidP="00A679DB">
      <w:pPr>
        <w:pStyle w:val="libNormal"/>
        <w:rPr>
          <w:rtl/>
        </w:rPr>
      </w:pPr>
      <w:r>
        <w:rPr>
          <w:rtl/>
        </w:rPr>
        <w:t xml:space="preserve">حديث : ٤ حدثنى محمد بن موسى بن المتوكل رضى الله عنه عن على بن ابراهيم عن ابيه عن عبدالله بن ميمون القداح عن جعفر بن محمد الصادق عن ابيه عليه‌السلام قال قال النبى </w:t>
      </w:r>
      <w:r w:rsidR="00E60DFB">
        <w:rPr>
          <w:rtl/>
        </w:rPr>
        <w:t xml:space="preserve">صلى‌الله‌عليه‌وآله </w:t>
      </w:r>
      <w:r>
        <w:rPr>
          <w:rtl/>
        </w:rPr>
        <w:t>لرجل اصبحت صائما قال لا قال فعدت مريضا قال لا قال فاتبعت جنازه قال لا قال فاطمعمت مسكينا قال لا قال فارجع الى اهلك فاصبهم فانه عليهم منك صدقه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017D00">
        <w:rPr>
          <w:rStyle w:val="libAlaemChar"/>
          <w:rtl/>
        </w:rPr>
        <w:t>عليه‌السلام</w:t>
      </w:r>
      <w:r>
        <w:rPr>
          <w:rtl/>
        </w:rPr>
        <w:t xml:space="preserve"> از پدرش </w:t>
      </w:r>
      <w:r w:rsidRPr="00017D00">
        <w:rPr>
          <w:rStyle w:val="libAlaemChar"/>
          <w:rtl/>
        </w:rPr>
        <w:t>عليه‌السلام</w:t>
      </w:r>
      <w:r>
        <w:rPr>
          <w:rtl/>
        </w:rPr>
        <w:t xml:space="preserve"> نقل مى نمايد كه رسول خدا </w:t>
      </w:r>
      <w:r w:rsidR="00E60DFB" w:rsidRPr="00017D00">
        <w:rPr>
          <w:rStyle w:val="libAlaemChar"/>
          <w:rtl/>
        </w:rPr>
        <w:t>صلى‌الله‌عليه‌وآله</w:t>
      </w:r>
      <w:r w:rsidR="00E60DFB">
        <w:rPr>
          <w:rtl/>
        </w:rPr>
        <w:t xml:space="preserve"> </w:t>
      </w:r>
      <w:r>
        <w:rPr>
          <w:rtl/>
        </w:rPr>
        <w:t xml:space="preserve">به مردى فرمودند: آيا امروز روزه گرفته اى ؟ عرض كرد خير. فرمودند: آيا از مريضى عيادت كرده اى ؟ عرض كرد. خير. فرمودند: آيا به تشييع جنازه </w:t>
      </w:r>
      <w:r>
        <w:rPr>
          <w:rtl/>
        </w:rPr>
        <w:lastRenderedPageBreak/>
        <w:t>اى رفته اى ؟ عرض كرد خير. فرمودند: آيا به فقير غذا داده اى ؟ عرض كرد خير. فرمودند: به منزل برو و خانواده ات را ببوس كه همين كار صدقه است .</w:t>
      </w:r>
    </w:p>
    <w:p w:rsidR="00A679DB" w:rsidRDefault="00A679DB" w:rsidP="00A679DB">
      <w:pPr>
        <w:pStyle w:val="libNormal"/>
        <w:rPr>
          <w:rtl/>
        </w:rPr>
      </w:pPr>
      <w:r>
        <w:rPr>
          <w:rtl/>
        </w:rPr>
        <w:t xml:space="preserve">حديث : ٥ ابى رحمه الله قال حدثنا احمد بن ادريس عن محمد بن احمد عن يعقوب بن يزيد قال وجدت فى كتاب ابن فضال عن ابى البخترى عن ابى عبدالله </w:t>
      </w:r>
      <w:r w:rsidRPr="00017D00">
        <w:rPr>
          <w:rStyle w:val="libAlaemChar"/>
          <w:rtl/>
        </w:rPr>
        <w:t>عليه‌السلام</w:t>
      </w:r>
      <w:r>
        <w:rPr>
          <w:rtl/>
        </w:rPr>
        <w:t xml:space="preserve"> قال اسماع الالصم من غير تضجر صدقه هنيئه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صادق </w:t>
      </w:r>
      <w:r w:rsidRPr="00017D00">
        <w:rPr>
          <w:rStyle w:val="libAlaemChar"/>
          <w:rtl/>
        </w:rPr>
        <w:t>عليه‌السلام</w:t>
      </w:r>
      <w:r>
        <w:rPr>
          <w:rtl/>
        </w:rPr>
        <w:t xml:space="preserve"> فرمودند: سخن را به گوش كر رسانيدن ، بدون دلتنگ شدن ، صدقه گوارايى است .</w:t>
      </w:r>
    </w:p>
    <w:p w:rsidR="00A679DB" w:rsidRDefault="00A679DB" w:rsidP="00A679DB">
      <w:pPr>
        <w:pStyle w:val="libNormal"/>
        <w:rPr>
          <w:rtl/>
        </w:rPr>
      </w:pPr>
      <w:r>
        <w:rPr>
          <w:rtl/>
        </w:rPr>
        <w:t xml:space="preserve">حديث : ٦ حدثنى الحسين بن احمد عن ابيه عن محمدبن احمد عن ابراهيم بن هاشم عن موسى بن ابى الحسن عن ابى الحسن الرضا </w:t>
      </w:r>
      <w:r w:rsidRPr="00017D00">
        <w:rPr>
          <w:rStyle w:val="libAlaemChar"/>
          <w:rtl/>
        </w:rPr>
        <w:t>عليه‌السلام</w:t>
      </w:r>
      <w:r>
        <w:rPr>
          <w:rtl/>
        </w:rPr>
        <w:t xml:space="preserve"> قال ظهر فى بنى اسرائيل قحط شديد سنين متواتره و كان عند امراه لقمه من خبز فوضعتها فى فيها لتاكل فنادى السائل يا امه الله الجوع فقالت المراه اتصدق فى مثل هذا الزمان فاخرجتها من فيها فدفعتها الى السائل و كان لها و لد صغير يحتطب فى الصحراء فجا ء الذئب فاحتمله فوقعت الصيحه فعدت الام فى اثر الذئب فبعث الله تبارك و تعالى جبرئيل </w:t>
      </w:r>
      <w:r w:rsidRPr="00017D00">
        <w:rPr>
          <w:rStyle w:val="libAlaemChar"/>
          <w:rtl/>
        </w:rPr>
        <w:t>عليه‌السلام</w:t>
      </w:r>
      <w:r>
        <w:rPr>
          <w:rtl/>
        </w:rPr>
        <w:t xml:space="preserve"> فاخرج الغلام من فم الذئب فدفعه الى امه فقال لها جبرئيل </w:t>
      </w:r>
      <w:r w:rsidRPr="00017D00">
        <w:rPr>
          <w:rStyle w:val="libAlaemChar"/>
          <w:rtl/>
        </w:rPr>
        <w:t>عليه‌السلام</w:t>
      </w:r>
      <w:r>
        <w:rPr>
          <w:rtl/>
        </w:rPr>
        <w:t xml:space="preserve"> يا مه الله ارضيت لقمه بلقمه .</w:t>
      </w:r>
    </w:p>
    <w:p w:rsidR="00A679DB" w:rsidRDefault="00A679DB" w:rsidP="00A679DB">
      <w:pPr>
        <w:pStyle w:val="libNormal"/>
        <w:rPr>
          <w:rtl/>
        </w:rPr>
      </w:pPr>
      <w:r>
        <w:rPr>
          <w:rtl/>
        </w:rPr>
        <w:t>ترجمه :</w:t>
      </w:r>
    </w:p>
    <w:p w:rsidR="00A679DB" w:rsidRDefault="00A679DB" w:rsidP="00017D00">
      <w:pPr>
        <w:pStyle w:val="libNormal"/>
        <w:rPr>
          <w:rtl/>
        </w:rPr>
      </w:pPr>
      <w:r>
        <w:rPr>
          <w:rtl/>
        </w:rPr>
        <w:t xml:space="preserve">٦. امام رضا </w:t>
      </w:r>
      <w:r w:rsidRPr="00017D00">
        <w:rPr>
          <w:rStyle w:val="libAlaemChar"/>
          <w:rtl/>
        </w:rPr>
        <w:t>عليه‌السلام</w:t>
      </w:r>
      <w:r>
        <w:rPr>
          <w:rtl/>
        </w:rPr>
        <w:t xml:space="preserve"> فرمودند: در بنى اسرائيل قحطى شديدى بمدت چند سال متوالى بوجود آمد. زنى لقمه نانى داشت همين كه آن را در دهانش گذاشت كه بخورد، سائلى گفت : اى كنيز خدا!گرسنگى ! </w:t>
      </w:r>
      <w:r w:rsidR="00017D00">
        <w:rPr>
          <w:rFonts w:hint="cs"/>
          <w:rtl/>
        </w:rPr>
        <w:t>آ</w:t>
      </w:r>
      <w:r>
        <w:rPr>
          <w:rtl/>
        </w:rPr>
        <w:t xml:space="preserve">ن زن با خود گفت : در چنين زمانى صدقه خوب است و نان را از دهانش در آورد و به سائل داد. اين زن فرزند كوچكى داشت كه براى جمع آورى هيزم به صحرا رفته بود. گرگ آمد و </w:t>
      </w:r>
      <w:r>
        <w:rPr>
          <w:rtl/>
        </w:rPr>
        <w:lastRenderedPageBreak/>
        <w:t>فرزند را ربود. فرزند فرياد كشيد و مادر به دنبال گرگ دويد. خداوند جبرييل به مادرش گفت : اى كنيز خدا! اين لقمه گرگ در مقابل آن لقمه اى كه صدقه دادى . آيا راضى شدى ؟</w:t>
      </w:r>
    </w:p>
    <w:p w:rsidR="00A679DB" w:rsidRDefault="00A679DB" w:rsidP="00A679DB">
      <w:pPr>
        <w:pStyle w:val="libNormal"/>
        <w:rPr>
          <w:rtl/>
        </w:rPr>
      </w:pPr>
      <w:r>
        <w:rPr>
          <w:rtl/>
        </w:rPr>
        <w:t xml:space="preserve">حديث : ٧ ابى رحمه الله قال حدثنا سعد بن عبدالله قال حدثنا احمد بن الخزرج عن فضيل بن عثمان عن ابى عبدالله </w:t>
      </w:r>
      <w:r w:rsidRPr="00017D00">
        <w:rPr>
          <w:rStyle w:val="libAlaemChar"/>
          <w:rtl/>
        </w:rPr>
        <w:t>عليه‌السلام</w:t>
      </w:r>
      <w:r>
        <w:rPr>
          <w:rtl/>
        </w:rPr>
        <w:t xml:space="preserve"> قال من تصدق فى يوم او ليله ان كان يوم فيوم و ان كان ليله فليل دفع الله عزوجل عنه الهم و السبع و ميته السوء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امام صادق </w:t>
      </w:r>
      <w:r w:rsidRPr="00017D00">
        <w:rPr>
          <w:rStyle w:val="libAlaemChar"/>
          <w:rtl/>
        </w:rPr>
        <w:t>عليه‌السلام</w:t>
      </w:r>
      <w:r>
        <w:rPr>
          <w:rtl/>
        </w:rPr>
        <w:t xml:space="preserve"> فرمودند: كسى كه در روز يا شب صدقه بدهد - فرقى نمى كند - خداى عزوجل غم و غصه ، درندگان و مرگ بد را از او دور مى كند.</w:t>
      </w:r>
    </w:p>
    <w:p w:rsidR="00A679DB" w:rsidRDefault="00A679DB" w:rsidP="00017D00">
      <w:pPr>
        <w:pStyle w:val="libNormal"/>
        <w:rPr>
          <w:rtl/>
        </w:rPr>
      </w:pPr>
      <w:r>
        <w:rPr>
          <w:rtl/>
        </w:rPr>
        <w:t xml:space="preserve">حديث : ٨ ابى رحمه الله عن على بن ابراهيم عن ابيه عن النوفلى عن السكونى عن جعفر بن محمد الصادق عن آبائه </w:t>
      </w:r>
      <w:r w:rsidR="00017D00" w:rsidRPr="00017D00">
        <w:rPr>
          <w:rStyle w:val="libAlaemChar"/>
          <w:rFonts w:eastAsiaTheme="minorHAnsi"/>
          <w:rtl/>
        </w:rPr>
        <w:t>صلى‌الله‌عليه‌وآله‌وسلم</w:t>
      </w:r>
      <w:r w:rsidR="00017D00" w:rsidRPr="00ED74AF">
        <w:rPr>
          <w:rFonts w:eastAsiaTheme="minorHAnsi"/>
          <w:rtl/>
        </w:rPr>
        <w:t xml:space="preserve"> </w:t>
      </w:r>
      <w:r>
        <w:rPr>
          <w:rtl/>
        </w:rPr>
        <w:t xml:space="preserve">قال قال رسول الله </w:t>
      </w:r>
      <w:r w:rsidR="00E60DFB" w:rsidRPr="00017D00">
        <w:rPr>
          <w:rStyle w:val="libAlaemChar"/>
          <w:rtl/>
        </w:rPr>
        <w:t>صلى‌الله‌عليه‌وآله</w:t>
      </w:r>
      <w:r w:rsidR="00E60DFB">
        <w:rPr>
          <w:rtl/>
        </w:rPr>
        <w:t xml:space="preserve"> </w:t>
      </w:r>
      <w:r>
        <w:rPr>
          <w:rtl/>
        </w:rPr>
        <w:t>الصدقه تمنع ميته السوء.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امام صادق </w:t>
      </w:r>
      <w:r w:rsidRPr="00017D00">
        <w:rPr>
          <w:rStyle w:val="libAlaemChar"/>
          <w:rtl/>
        </w:rPr>
        <w:t>عليه‌السلام</w:t>
      </w:r>
      <w:r>
        <w:rPr>
          <w:rtl/>
        </w:rPr>
        <w:t xml:space="preserve"> از پدرانش </w:t>
      </w:r>
      <w:r w:rsidRPr="00017D00">
        <w:rPr>
          <w:rStyle w:val="libAlaemChar"/>
          <w:rtl/>
        </w:rPr>
        <w:t>عليه‌السلام</w:t>
      </w:r>
      <w:r>
        <w:rPr>
          <w:rtl/>
        </w:rPr>
        <w:t xml:space="preserve"> نقل مى نمايد كه رسول خدا </w:t>
      </w:r>
      <w:r w:rsidR="00E60DFB" w:rsidRPr="00017D00">
        <w:rPr>
          <w:rStyle w:val="libAlaemChar"/>
          <w:rtl/>
        </w:rPr>
        <w:t>صلى‌الله‌عليه‌وآله</w:t>
      </w:r>
      <w:r w:rsidR="00E60DFB">
        <w:rPr>
          <w:rtl/>
        </w:rPr>
        <w:t xml:space="preserve"> </w:t>
      </w:r>
      <w:r>
        <w:rPr>
          <w:rtl/>
        </w:rPr>
        <w:t xml:space="preserve">فرمود: صدقه از مرگ جلوگيرى مى كند </w:t>
      </w:r>
      <w:r w:rsidRPr="00017D00">
        <w:rPr>
          <w:rStyle w:val="libFootnotenumChar"/>
          <w:rtl/>
        </w:rPr>
        <w:t>(٧٨).</w:t>
      </w:r>
    </w:p>
    <w:p w:rsidR="00A679DB" w:rsidRDefault="00A679DB" w:rsidP="00A679DB">
      <w:pPr>
        <w:pStyle w:val="libNormal"/>
        <w:rPr>
          <w:rtl/>
        </w:rPr>
      </w:pPr>
      <w:r>
        <w:rPr>
          <w:rtl/>
        </w:rPr>
        <w:t xml:space="preserve">حديث : ٩ حدثنى محمد بن الحسن رضى الله عنه قال حدثنا محمد بن الحسن الصفار عن احمد بن ابى عبدالله عن محمد بن على عن محمد بن الفضيل عن عبدالرحمن بن زيد بن اسلم التنوخى عن جعفر بن محمد الصادق عن آبائه </w:t>
      </w:r>
      <w:r w:rsidRPr="00017D00">
        <w:rPr>
          <w:rStyle w:val="libAlaemChar"/>
          <w:rtl/>
        </w:rPr>
        <w:t>عليه‌السلام</w:t>
      </w:r>
      <w:r>
        <w:rPr>
          <w:rtl/>
        </w:rPr>
        <w:t xml:space="preserve"> قال قال رسول الله </w:t>
      </w:r>
      <w:r w:rsidR="00E60DFB" w:rsidRPr="00017D00">
        <w:rPr>
          <w:rStyle w:val="libAlaemChar"/>
          <w:rtl/>
        </w:rPr>
        <w:t>صلى‌الله‌عليه‌وآله</w:t>
      </w:r>
      <w:r w:rsidR="00E60DFB">
        <w:rPr>
          <w:rtl/>
        </w:rPr>
        <w:t xml:space="preserve"> </w:t>
      </w:r>
      <w:r>
        <w:rPr>
          <w:rtl/>
        </w:rPr>
        <w:t>ارض ‍ القيامه نار ما خلا ضل المومن فان صدقته تظله .</w:t>
      </w:r>
    </w:p>
    <w:p w:rsidR="00A679DB" w:rsidRDefault="00A679DB" w:rsidP="00A679DB">
      <w:pPr>
        <w:pStyle w:val="libNormal"/>
        <w:rPr>
          <w:rtl/>
        </w:rPr>
      </w:pPr>
      <w:r>
        <w:rPr>
          <w:rtl/>
        </w:rPr>
        <w:lastRenderedPageBreak/>
        <w:t>ترجمه :</w:t>
      </w:r>
    </w:p>
    <w:p w:rsidR="00A679DB" w:rsidRDefault="00A679DB" w:rsidP="00017D00">
      <w:pPr>
        <w:pStyle w:val="libNormal"/>
        <w:rPr>
          <w:rtl/>
        </w:rPr>
      </w:pPr>
      <w:r>
        <w:rPr>
          <w:rtl/>
        </w:rPr>
        <w:t xml:space="preserve">٩. امام صادق </w:t>
      </w:r>
      <w:r w:rsidRPr="00017D00">
        <w:rPr>
          <w:rStyle w:val="libAlaemChar"/>
          <w:rtl/>
        </w:rPr>
        <w:t>عليه‌السلام</w:t>
      </w:r>
      <w:r>
        <w:rPr>
          <w:rtl/>
        </w:rPr>
        <w:t xml:space="preserve"> از پدرانش</w:t>
      </w:r>
      <w:r w:rsidR="00DC5255">
        <w:rPr>
          <w:rtl/>
        </w:rPr>
        <w:t xml:space="preserve">عليهم‌السلام </w:t>
      </w:r>
      <w:r>
        <w:rPr>
          <w:rtl/>
        </w:rPr>
        <w:t>نقل مى نمايد كه رسول خدا فرمودند: زمين قيامت آتش است ، مگر سايه مؤ من . زيرا همانا صدقه او سايبان او خواهد بود.</w:t>
      </w:r>
    </w:p>
    <w:p w:rsidR="00A679DB" w:rsidRDefault="00A679DB" w:rsidP="00A679DB">
      <w:pPr>
        <w:pStyle w:val="libNormal"/>
        <w:rPr>
          <w:rtl/>
        </w:rPr>
      </w:pPr>
      <w:r>
        <w:rPr>
          <w:rtl/>
        </w:rPr>
        <w:t>حديث : ١٠ و بهذاالاسناد عن احمد بن ابى عبدالله عن الحسن بن على بن يقطين عن اخيه الحسين عن ابيه عن ابى الحسن الاول عليه‌السلام فى الرجل يكون عنده الشى ء ايتصدق به افضل ام يشترى به نسمه فقال الصدقه احب الى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١٠. از امام كاظم </w:t>
      </w:r>
      <w:r w:rsidRPr="00017D00">
        <w:rPr>
          <w:rStyle w:val="libAlaemChar"/>
          <w:rtl/>
        </w:rPr>
        <w:t>عليه‌السلام</w:t>
      </w:r>
      <w:r>
        <w:rPr>
          <w:rtl/>
        </w:rPr>
        <w:t xml:space="preserve"> پرسيدند: مردى مالى دارد. آيا آن را صدقه بدهد. بهتر است يا بنده اى بخرد (و آزاد كند)؟ فرمودند: صدقه را بيشتر دوست دارم .</w:t>
      </w:r>
    </w:p>
    <w:p w:rsidR="00A679DB" w:rsidRDefault="00A679DB" w:rsidP="00A679DB">
      <w:pPr>
        <w:pStyle w:val="libNormal"/>
        <w:rPr>
          <w:rtl/>
        </w:rPr>
      </w:pPr>
      <w:r>
        <w:rPr>
          <w:rtl/>
        </w:rPr>
        <w:t xml:space="preserve">حديث : ١١ و بهذاالسناد عن احمد بن ابى عبدالله عن ابيه عن صفوان ين يحيى عن اسحاق بن غالب عمن حدثه عن ابى جعفر </w:t>
      </w:r>
      <w:r w:rsidRPr="00017D00">
        <w:rPr>
          <w:rStyle w:val="libAlaemChar"/>
          <w:rtl/>
        </w:rPr>
        <w:t>عليه‌السلام</w:t>
      </w:r>
      <w:r>
        <w:rPr>
          <w:rtl/>
        </w:rPr>
        <w:t xml:space="preserve"> قال البر و الصدقه ينفثان الفقر و يزيدان فى العمر و يدفعان عن صاحبهما سبعين ميته سو.</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١١. امام باقر </w:t>
      </w:r>
      <w:r w:rsidRPr="00017D00">
        <w:rPr>
          <w:rStyle w:val="libAlaemChar"/>
          <w:rtl/>
        </w:rPr>
        <w:t>عليه‌السلام</w:t>
      </w:r>
      <w:r>
        <w:rPr>
          <w:rtl/>
        </w:rPr>
        <w:t xml:space="preserve"> فرمودند: نيكوكارى و صدقه فقر را از بين مى برد و عمر را زياد مى كند و هفتاد مرگ بد را از كسى كه اين دو عمل را انجام دهد، دور مى كند.</w:t>
      </w:r>
    </w:p>
    <w:p w:rsidR="00A679DB" w:rsidRDefault="00A679DB" w:rsidP="00A679DB">
      <w:pPr>
        <w:pStyle w:val="libNormal"/>
        <w:rPr>
          <w:rtl/>
        </w:rPr>
      </w:pPr>
      <w:r>
        <w:rPr>
          <w:rtl/>
        </w:rPr>
        <w:t xml:space="preserve">حديث : ١٢ ابى رحمه الله قال حدثنا سعد بن عبدالله قال حدثنا احمد بن محمد عن عبدالرحمن بن ابى نجران عن ابى جميله عن جابر عن ابى جعفر </w:t>
      </w:r>
      <w:r w:rsidRPr="00017D00">
        <w:rPr>
          <w:rStyle w:val="libAlaemChar"/>
          <w:rtl/>
        </w:rPr>
        <w:t>عليه‌السلام</w:t>
      </w:r>
      <w:r>
        <w:rPr>
          <w:rtl/>
        </w:rPr>
        <w:t xml:space="preserve"> قال قال على بن ابى طالب </w:t>
      </w:r>
      <w:r w:rsidRPr="00017D00">
        <w:rPr>
          <w:rStyle w:val="libAlaemChar"/>
          <w:rtl/>
        </w:rPr>
        <w:t>عليه‌السلام</w:t>
      </w:r>
      <w:r>
        <w:rPr>
          <w:rtl/>
        </w:rPr>
        <w:t xml:space="preserve"> تصدقت يوما بدينار فقال لى رسول الله </w:t>
      </w:r>
      <w:r w:rsidR="00E60DFB" w:rsidRPr="00017D00">
        <w:rPr>
          <w:rStyle w:val="libAlaemChar"/>
          <w:rtl/>
        </w:rPr>
        <w:t>صلى‌الله‌عليه‌وآله</w:t>
      </w:r>
      <w:r w:rsidR="00E60DFB">
        <w:rPr>
          <w:rtl/>
        </w:rPr>
        <w:t xml:space="preserve"> </w:t>
      </w:r>
      <w:r>
        <w:rPr>
          <w:rtl/>
        </w:rPr>
        <w:t xml:space="preserve">اما علمت يا على ان صدقه المومن لاتخرج من يديه حتى تفك عنها من لحى سبعين شيطانا كلهم يامره بان لاتفعل و ما يقع قى يد السائل حتى يقع فى </w:t>
      </w:r>
      <w:r>
        <w:rPr>
          <w:rtl/>
        </w:rPr>
        <w:lastRenderedPageBreak/>
        <w:t>يد الرب جل جلاله ثم تلا هذه الايه «الم يعلموا ان الله هو يقبل التوبه عن عباده و ياخذ الصدقات و ان الله هو التواب الرحيم».</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١٢. امام باقر </w:t>
      </w:r>
      <w:r w:rsidRPr="00017D00">
        <w:rPr>
          <w:rStyle w:val="libAlaemChar"/>
          <w:rtl/>
        </w:rPr>
        <w:t>عليه‌السلام</w:t>
      </w:r>
      <w:r>
        <w:rPr>
          <w:rtl/>
        </w:rPr>
        <w:t xml:space="preserve"> نقل مى نمايند كه اميرالمؤ منين </w:t>
      </w:r>
      <w:r w:rsidRPr="00017D00">
        <w:rPr>
          <w:rStyle w:val="libAlaemChar"/>
          <w:rtl/>
        </w:rPr>
        <w:t>عليه‌السلام</w:t>
      </w:r>
      <w:r>
        <w:rPr>
          <w:rtl/>
        </w:rPr>
        <w:t xml:space="preserve"> فرمودند: روزى دينارى صدقه دادم رسول خدا </w:t>
      </w:r>
      <w:r w:rsidR="00E60DFB" w:rsidRPr="00017D00">
        <w:rPr>
          <w:rStyle w:val="libAlaemChar"/>
          <w:rtl/>
        </w:rPr>
        <w:t>صلى‌الله‌عليه‌وآله</w:t>
      </w:r>
      <w:r w:rsidR="00E60DFB">
        <w:rPr>
          <w:rtl/>
        </w:rPr>
        <w:t xml:space="preserve"> </w:t>
      </w:r>
      <w:r>
        <w:rPr>
          <w:rtl/>
        </w:rPr>
        <w:t xml:space="preserve">فرمودند: اى على ! نمى دانى كه صدقه مؤ من از دستش خارج نمى شود. مگر اين كه قبل از آن هفتاد شيطان رها شود كه همگى مى گويند اين كار را انجام نده و در دست سائل قرار نمى گيرد، مگر اين كه قبل از آن در دست خداى بزرگ قرار بگيرد آنگاه اين آيه را تلاوت نمودند: «آيا نمى دانند كه همان و محققا خداوند توبه را از بندگانش پذيرفته و صدقات را مى گيرد، و همانا و محققا خداوند بسيار توبه پذير و مهربان است .» </w:t>
      </w:r>
      <w:r w:rsidRPr="00017D00">
        <w:rPr>
          <w:rStyle w:val="libFootnotenumChar"/>
          <w:rtl/>
        </w:rPr>
        <w:t>(٧٩)</w:t>
      </w:r>
    </w:p>
    <w:p w:rsidR="00A679DB" w:rsidRDefault="00A679DB" w:rsidP="00A679DB">
      <w:pPr>
        <w:pStyle w:val="libNormal"/>
        <w:rPr>
          <w:rtl/>
        </w:rPr>
      </w:pPr>
      <w:r>
        <w:rPr>
          <w:rtl/>
        </w:rPr>
        <w:t>حديث : ١٣ حدثنى محمد بن موسى بن المتوكل رضى الله عنه قال حدثنى على بن الحسين السعد آبادى عن احمد بن ابى عبدالله</w:t>
      </w:r>
    </w:p>
    <w:p w:rsidR="00A679DB" w:rsidRDefault="00A679DB" w:rsidP="00A679DB">
      <w:pPr>
        <w:pStyle w:val="libNormal"/>
        <w:rPr>
          <w:rtl/>
        </w:rPr>
      </w:pPr>
      <w:r>
        <w:rPr>
          <w:rtl/>
        </w:rPr>
        <w:t xml:space="preserve">عن ابيه عن خلف بن حماد عن اسماعيل الجوهرى عن ابى بصى عن ابى جعفر </w:t>
      </w:r>
      <w:r w:rsidRPr="00017D00">
        <w:rPr>
          <w:rStyle w:val="libAlaemChar"/>
          <w:rtl/>
        </w:rPr>
        <w:t>عليه‌السلام</w:t>
      </w:r>
      <w:r>
        <w:rPr>
          <w:rtl/>
        </w:rPr>
        <w:t xml:space="preserve"> قال لان احج حجه احب الى من ان اعتق رقبه حتى انتهى الى عشره و مثلها و مثلها حتى انتهى الى سبعين و لان اعول اهل بيت من المسلمين و اشبع جوعتهم و اكسوعريهم و اكف وجوههم عن الناس احب الى من ان احج و حجه و حجه حتى انتهى الى عشره و مثلها و مثلها حتى انتهى الى سبعين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١٣. امام باقر </w:t>
      </w:r>
      <w:r w:rsidRPr="00017D00">
        <w:rPr>
          <w:rStyle w:val="libAlaemChar"/>
          <w:rtl/>
        </w:rPr>
        <w:t>عليه‌السلام</w:t>
      </w:r>
      <w:r>
        <w:rPr>
          <w:rtl/>
        </w:rPr>
        <w:t xml:space="preserve"> فرمودند: همانا بيشتر دوست دارم يك حج به جا آورم تا يك بنده آزاد نماى . و يك يك شمرد تا به ده بنده رسيد و سپس ده تا ده تا شمرد تا به هفتاد بنده رسيد (يك حج را بيش از آزاد كردن هفتاد بنده دوست دارم). و همانا بيشتر دوست دارم يك خانواده مسلمان را سرپرستى نموده ، آنان </w:t>
      </w:r>
      <w:r>
        <w:rPr>
          <w:rtl/>
        </w:rPr>
        <w:lastRenderedPageBreak/>
        <w:t>را سير نموده و بپوشانم و آبرويشان را حفظ كنم . تا يك حج به جا آورم . و همينطور يك يك شمرد تا به ده حج رسيد و ده تا ده تا شمرد تا به هفتاد حج رسيد «سرپرستى يك خانواده مسلمان ، سير نمودن ، پوشاندن و حفظ آبروى آنان بيش از هفتاد حج دوست دارم .)</w:t>
      </w:r>
    </w:p>
    <w:p w:rsidR="00A679DB" w:rsidRDefault="00A679DB" w:rsidP="00A679DB">
      <w:pPr>
        <w:pStyle w:val="libNormal"/>
        <w:rPr>
          <w:rtl/>
        </w:rPr>
      </w:pPr>
      <w:r>
        <w:rPr>
          <w:rtl/>
        </w:rPr>
        <w:t>حديث : ١٤ و بهذاالاسناد عن احمد بن ابى عبدالله عن ابيه عن ابى نهشل عمن ذكره عن ابى عبدالله عليه‌السلام قال و جرى ثواب المعروف على ثمانين كفا لا جروا كلهم من غير ان ينقص من صاحبه من</w:t>
      </w:r>
    </w:p>
    <w:p w:rsidR="00A679DB" w:rsidRDefault="00A679DB" w:rsidP="00A679DB">
      <w:pPr>
        <w:pStyle w:val="libNormal"/>
        <w:rPr>
          <w:rtl/>
        </w:rPr>
      </w:pPr>
      <w:r>
        <w:rPr>
          <w:rtl/>
        </w:rPr>
        <w:t>اجره شيئا.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١٤. امام صادق </w:t>
      </w:r>
      <w:r w:rsidRPr="00017D00">
        <w:rPr>
          <w:rStyle w:val="libAlaemChar"/>
          <w:rtl/>
        </w:rPr>
        <w:t>عليه‌السلام</w:t>
      </w:r>
      <w:r>
        <w:rPr>
          <w:rtl/>
        </w:rPr>
        <w:t xml:space="preserve"> فرمودند: اگر كار خوبى توسط هشتاد نفر انجام شود، همگى پاداش خواهندداشت بدون</w:t>
      </w:r>
      <w:r w:rsidR="00017D00">
        <w:rPr>
          <w:rFonts w:hint="cs"/>
          <w:rtl/>
        </w:rPr>
        <w:t xml:space="preserve"> </w:t>
      </w:r>
      <w:r>
        <w:rPr>
          <w:rtl/>
        </w:rPr>
        <w:t>اين كه از پاداش هيچ كدام چيزى كم شود.</w:t>
      </w:r>
    </w:p>
    <w:p w:rsidR="00A679DB" w:rsidRDefault="00A679DB" w:rsidP="00A679DB">
      <w:pPr>
        <w:pStyle w:val="libNormal"/>
        <w:rPr>
          <w:rtl/>
        </w:rPr>
      </w:pPr>
      <w:r>
        <w:rPr>
          <w:rtl/>
        </w:rPr>
        <w:t xml:space="preserve">حديث : ١٥ حدثنى محمد بن موسى بن المتوكل رضى الله عنه قال حدثنا عبدالله بن جعفر الحميرى عن احمد بن محمد عن الحسن بن محبوب عن معاويه بن وهب عن عبد الاعلى عن ابى عبدالله </w:t>
      </w:r>
      <w:r w:rsidRPr="00017D00">
        <w:rPr>
          <w:rStyle w:val="libAlaemChar"/>
          <w:rtl/>
        </w:rPr>
        <w:t>عليه‌السلام</w:t>
      </w:r>
      <w:r>
        <w:rPr>
          <w:rtl/>
        </w:rPr>
        <w:t xml:space="preserve"> قال قال رسول الله </w:t>
      </w:r>
      <w:r w:rsidR="00E60DFB" w:rsidRPr="00017D00">
        <w:rPr>
          <w:rStyle w:val="libAlaemChar"/>
          <w:rtl/>
        </w:rPr>
        <w:t>صلى‌الله‌عليه‌وآله</w:t>
      </w:r>
      <w:r w:rsidR="00E60DFB">
        <w:rPr>
          <w:rtl/>
        </w:rPr>
        <w:t xml:space="preserve"> </w:t>
      </w:r>
      <w:r>
        <w:rPr>
          <w:rtl/>
        </w:rPr>
        <w:t>افضل الصدقه صدقه عن ظهر غنى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١٥. امام صادق </w:t>
      </w:r>
      <w:r w:rsidRPr="00017D00">
        <w:rPr>
          <w:rStyle w:val="libAlaemChar"/>
          <w:rtl/>
        </w:rPr>
        <w:t>عليه‌السلام</w:t>
      </w:r>
      <w:r>
        <w:rPr>
          <w:rtl/>
        </w:rPr>
        <w:t xml:space="preserve"> نقل مى نمايد كه رسول خدا </w:t>
      </w:r>
      <w:r w:rsidR="00E60DFB" w:rsidRPr="00017D00">
        <w:rPr>
          <w:rStyle w:val="libAlaemChar"/>
          <w:rtl/>
        </w:rPr>
        <w:t>صلى‌الله‌عليه‌وآله</w:t>
      </w:r>
      <w:r w:rsidR="00E60DFB">
        <w:rPr>
          <w:rtl/>
        </w:rPr>
        <w:t xml:space="preserve"> </w:t>
      </w:r>
      <w:r>
        <w:rPr>
          <w:rtl/>
        </w:rPr>
        <w:t>فرمودند: صدقه در حال بى نيازى (بى نيازى مالى يا قلبى يا هر دو) برترين صدقه است .</w:t>
      </w:r>
    </w:p>
    <w:p w:rsidR="00A679DB" w:rsidRDefault="00A679DB" w:rsidP="00017D00">
      <w:pPr>
        <w:pStyle w:val="libNormal"/>
        <w:rPr>
          <w:rtl/>
        </w:rPr>
      </w:pPr>
      <w:r>
        <w:rPr>
          <w:rtl/>
        </w:rPr>
        <w:t>حديث : ١٦ ابى رحمه الله عن سعد بن عبدالله عن احمد بن ابى عبدالله عن احمد بن محمد بن ابى نصر عن محمد بن سماعه بن مهران عن ابيه عن ابى بصير عن احدهما</w:t>
      </w:r>
      <w:r w:rsidR="00DC5255">
        <w:rPr>
          <w:rtl/>
        </w:rPr>
        <w:t xml:space="preserve">عليهم‌السلام </w:t>
      </w:r>
      <w:r>
        <w:rPr>
          <w:rtl/>
        </w:rPr>
        <w:t>قال قلت له اى الصدقه افضل قالجهد المقل اما سمعت قول الله عزوجل «و يوثرون على انفسهم ولو كان بهم خصاصه» ترى ههنا فضلا.</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١٦. راوى مى گويد از امام باقر </w:t>
      </w:r>
      <w:r w:rsidRPr="00017D00">
        <w:rPr>
          <w:rStyle w:val="libAlaemChar"/>
          <w:rtl/>
        </w:rPr>
        <w:t>عليه‌السلام</w:t>
      </w:r>
      <w:r>
        <w:rPr>
          <w:rtl/>
        </w:rPr>
        <w:t xml:space="preserve"> يا امام صادق </w:t>
      </w:r>
      <w:r w:rsidRPr="00017D00">
        <w:rPr>
          <w:rStyle w:val="libAlaemChar"/>
          <w:rtl/>
        </w:rPr>
        <w:t>عليه‌السلام</w:t>
      </w:r>
      <w:r>
        <w:rPr>
          <w:rtl/>
        </w:rPr>
        <w:t xml:space="preserve"> پرسيدم چه صدقه اى برتر است ؟ فرمودند: صدقه كم مال . آيا اين آيه را نخوانده اى «و ديگران را بر خود مقدم مى دارند، گرچه خود بدان محتاج باشند </w:t>
      </w:r>
      <w:r w:rsidRPr="007F49AB">
        <w:rPr>
          <w:rStyle w:val="libFootnotenumChar"/>
          <w:rtl/>
        </w:rPr>
        <w:t>(٨٠)»؟</w:t>
      </w:r>
      <w:r>
        <w:rPr>
          <w:rtl/>
        </w:rPr>
        <w:t xml:space="preserve"> آيا متوجه شدى كه چگونه خداوند در اين آيه صدقه كم مال را برتر دانسته است .</w:t>
      </w:r>
    </w:p>
    <w:p w:rsidR="00A679DB" w:rsidRDefault="00A679DB" w:rsidP="00A679DB">
      <w:pPr>
        <w:pStyle w:val="libNormal"/>
        <w:rPr>
          <w:rtl/>
        </w:rPr>
      </w:pPr>
      <w:r>
        <w:rPr>
          <w:rtl/>
        </w:rPr>
        <w:t xml:space="preserve">حديث : ١٧ ابى رحمه الله قال حدثنا سعد بن عبدالله عن احمد بن ابى عبدالله عن ابيه عن ابن عمير بن عبدالله بن سنان قال سمعت ابا عبدالله </w:t>
      </w:r>
      <w:r w:rsidRPr="007F49AB">
        <w:rPr>
          <w:rStyle w:val="libAlaemChar"/>
          <w:rtl/>
        </w:rPr>
        <w:t>عليه‌السلام</w:t>
      </w:r>
      <w:r>
        <w:rPr>
          <w:rtl/>
        </w:rPr>
        <w:t xml:space="preserve"> يقول الصدقه باليد تدفع ميته السوء و تدفع سبعين نوعا من انواع البلاء و تفك عن لحى سبعين شيطانا كلهم يامره ان لا تفعل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١٧. راوى مى گويد شنيدم كه امام صادق </w:t>
      </w:r>
      <w:r w:rsidRPr="007F49AB">
        <w:rPr>
          <w:rStyle w:val="libAlaemChar"/>
          <w:rtl/>
        </w:rPr>
        <w:t>عليه‌السلام</w:t>
      </w:r>
      <w:r>
        <w:rPr>
          <w:rtl/>
        </w:rPr>
        <w:t xml:space="preserve"> فرمودند: صدقه انسان با دست خود مرگ بد و هفتاد نوع بلا را دور مى كند و از دهان هفتاد شيطان رها مى شود كه همه آنها مى گويند اين كار را انجام نده .</w:t>
      </w:r>
    </w:p>
    <w:p w:rsidR="00A679DB" w:rsidRDefault="00A679DB" w:rsidP="007F49AB">
      <w:pPr>
        <w:pStyle w:val="libNormal"/>
        <w:rPr>
          <w:rtl/>
        </w:rPr>
      </w:pPr>
      <w:r>
        <w:rPr>
          <w:rtl/>
        </w:rPr>
        <w:t>حديث : ١٨ ابى رحمه الله عن على بن ابراهيم عن ابيه عن النوفلى عن السكونى عن ابى عبدالله عن ابائه</w:t>
      </w:r>
      <w:r w:rsidR="00DC5255">
        <w:rPr>
          <w:rtl/>
        </w:rPr>
        <w:t xml:space="preserve">عليهم‌السلام </w:t>
      </w:r>
      <w:r>
        <w:rPr>
          <w:rtl/>
        </w:rPr>
        <w:t xml:space="preserve">قال سئل رسول الله </w:t>
      </w:r>
      <w:r w:rsidR="00E60DFB">
        <w:rPr>
          <w:rtl/>
        </w:rPr>
        <w:t xml:space="preserve">صلى‌الله‌عليه‌وآله </w:t>
      </w:r>
      <w:r>
        <w:rPr>
          <w:rtl/>
        </w:rPr>
        <w:t>اى الصدقه افضل فقال على ذى الرحم الكاشح</w:t>
      </w:r>
    </w:p>
    <w:p w:rsidR="00A679DB" w:rsidRDefault="00A679DB" w:rsidP="00A679DB">
      <w:pPr>
        <w:pStyle w:val="libNormal"/>
        <w:rPr>
          <w:rtl/>
        </w:rPr>
      </w:pPr>
      <w:r>
        <w:rPr>
          <w:rtl/>
        </w:rPr>
        <w:t>ترجمه :</w:t>
      </w:r>
    </w:p>
    <w:p w:rsidR="00A679DB" w:rsidRDefault="00A679DB" w:rsidP="007F49AB">
      <w:pPr>
        <w:pStyle w:val="libNormal"/>
        <w:rPr>
          <w:rtl/>
        </w:rPr>
      </w:pPr>
      <w:r>
        <w:rPr>
          <w:rtl/>
        </w:rPr>
        <w:t xml:space="preserve">١٨. امام صادق </w:t>
      </w:r>
      <w:r w:rsidRPr="007F49AB">
        <w:rPr>
          <w:rStyle w:val="libAlaemChar"/>
          <w:rtl/>
        </w:rPr>
        <w:t>عليه‌السلام</w:t>
      </w:r>
      <w:r>
        <w:rPr>
          <w:rtl/>
        </w:rPr>
        <w:t xml:space="preserve"> از پدرانش</w:t>
      </w:r>
      <w:r w:rsidR="00DC5255">
        <w:rPr>
          <w:rtl/>
        </w:rPr>
        <w:t xml:space="preserve">عليهم‌السلام </w:t>
      </w:r>
      <w:r>
        <w:rPr>
          <w:rtl/>
        </w:rPr>
        <w:t xml:space="preserve">نقل مى نمايد كه از رسول خدا </w:t>
      </w:r>
      <w:r w:rsidR="00E60DFB" w:rsidRPr="007F49AB">
        <w:rPr>
          <w:rStyle w:val="libAlaemChar"/>
          <w:rtl/>
        </w:rPr>
        <w:t>صلى‌الله‌عليه‌وآله</w:t>
      </w:r>
      <w:r w:rsidR="00E60DFB">
        <w:rPr>
          <w:rtl/>
        </w:rPr>
        <w:t xml:space="preserve"> </w:t>
      </w:r>
      <w:r>
        <w:rPr>
          <w:rtl/>
        </w:rPr>
        <w:t>پرسيدند كدام صدقه بهتر است ؟ فرمودند: صدقه به خويشاوندان نسبى دشمن .</w:t>
      </w:r>
    </w:p>
    <w:p w:rsidR="00A679DB" w:rsidRDefault="00A679DB" w:rsidP="00A679DB">
      <w:pPr>
        <w:pStyle w:val="libNormal"/>
        <w:rPr>
          <w:rtl/>
        </w:rPr>
      </w:pPr>
      <w:r>
        <w:rPr>
          <w:rtl/>
        </w:rPr>
        <w:lastRenderedPageBreak/>
        <w:t>حديث : ١٩ ابى رحمه الله عن سعد بن عبدالله عن محمد بن عيسى اليقطينى عن عمروبن ابراهيم عن خلف بن حماد عمن ذكره عن ابى عبدالله عليه‌السلام قال من تصدق فى شهر رمضان بصدقه صرف الله عنه سبعين نوعا من البلاء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١٩. امام صادق </w:t>
      </w:r>
      <w:r w:rsidRPr="007F49AB">
        <w:rPr>
          <w:rStyle w:val="libAlaemChar"/>
          <w:rtl/>
        </w:rPr>
        <w:t>عليه‌السلام</w:t>
      </w:r>
      <w:r>
        <w:rPr>
          <w:rtl/>
        </w:rPr>
        <w:t xml:space="preserve"> فرمودند: كسى كه در ماه رمضان صدقه اى بدهد، خداوند هفتاد نوع بلا را از او بر مى گرداند.</w:t>
      </w:r>
    </w:p>
    <w:p w:rsidR="00A679DB" w:rsidRDefault="00A679DB" w:rsidP="00A679DB">
      <w:pPr>
        <w:pStyle w:val="libNormal"/>
        <w:rPr>
          <w:rtl/>
        </w:rPr>
      </w:pPr>
      <w:r>
        <w:rPr>
          <w:rtl/>
        </w:rPr>
        <w:t>حديث : ٢٠ ابى رحمه الله قال حدثنا سعد بن عبدالله عن احمد بن محمد عن محمد بن اسماعيل بن بزيع عن محمد بن عذافر عن عمر بن يزيد عن ابى عبدالله عليه‌السلام قال سئل عن الصدقه على من يسال على الابواب او يمسك ذلك عنهم و يعطيه ذوى قرابته فقال لا بل يبعث بها الى من بينه و بينه قرابه فهذا اعظم للاجر.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٢٠. از امام صادق </w:t>
      </w:r>
      <w:r w:rsidRPr="007F49AB">
        <w:rPr>
          <w:rStyle w:val="libAlaemChar"/>
          <w:rtl/>
        </w:rPr>
        <w:t>عليه‌السلام</w:t>
      </w:r>
      <w:r>
        <w:rPr>
          <w:rtl/>
        </w:rPr>
        <w:t xml:space="preserve"> پرسيدند: صدقه را به نيازمندانى كه بر در خانه ها مى ايند بدهيم يا به آنها ندهيم و به نزديكان خود بدهيم ؟ فرمودند: بايد به نزديكان داد، زيرا اجرش بيشتر است .</w:t>
      </w:r>
    </w:p>
    <w:p w:rsidR="00A679DB" w:rsidRDefault="00A679DB" w:rsidP="00A679DB">
      <w:pPr>
        <w:pStyle w:val="libNormal"/>
        <w:rPr>
          <w:rtl/>
        </w:rPr>
      </w:pPr>
      <w:r>
        <w:rPr>
          <w:rtl/>
        </w:rPr>
        <w:t xml:space="preserve">حديث : ٢١ حدثنا محمد بن الحسن رضى الله عنه قال حدثنا محمد بن الحسن الصفار عن احمد بن محمد عن ابيه عن صفوان عن عبدالله بن مسكان عن عبدالله بن سليمان قال كان ابو جعفر </w:t>
      </w:r>
      <w:r w:rsidRPr="007F49AB">
        <w:rPr>
          <w:rStyle w:val="libAlaemChar"/>
          <w:rtl/>
        </w:rPr>
        <w:t>عليه‌السلام</w:t>
      </w:r>
      <w:r>
        <w:rPr>
          <w:rtl/>
        </w:rPr>
        <w:t xml:space="preserve"> اذا كان يوم عرفه لم يرد سائلا.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٢١. راوى مى گويد: امام باقر </w:t>
      </w:r>
      <w:r w:rsidRPr="007F49AB">
        <w:rPr>
          <w:rStyle w:val="libAlaemChar"/>
          <w:rtl/>
        </w:rPr>
        <w:t>عليه‌السلام</w:t>
      </w:r>
      <w:r>
        <w:rPr>
          <w:rtl/>
        </w:rPr>
        <w:t xml:space="preserve"> در روز عرفه هيچ سائلى را رد نمى كرد.</w:t>
      </w:r>
    </w:p>
    <w:p w:rsidR="00A679DB" w:rsidRDefault="00A679DB" w:rsidP="00A679DB">
      <w:pPr>
        <w:pStyle w:val="libNormal"/>
        <w:rPr>
          <w:rtl/>
        </w:rPr>
      </w:pPr>
      <w:r>
        <w:rPr>
          <w:rtl/>
        </w:rPr>
        <w:t xml:space="preserve">حديث : ٢٢ حدثنا محمد بن موسى بن المتوكل رضى الله عنه قال حدثنا على بن الحسين السعد آبادى عن احمد بن ابى عبدالله عن ابيه عن احمد بن النضر عن </w:t>
      </w:r>
      <w:r>
        <w:rPr>
          <w:rtl/>
        </w:rPr>
        <w:lastRenderedPageBreak/>
        <w:t xml:space="preserve">عمرو بن شمر عن جابر عن ابى جعفر </w:t>
      </w:r>
      <w:r w:rsidRPr="007F49AB">
        <w:rPr>
          <w:rStyle w:val="libAlaemChar"/>
          <w:rtl/>
        </w:rPr>
        <w:t>عليه‌السلام</w:t>
      </w:r>
      <w:r>
        <w:rPr>
          <w:rtl/>
        </w:rPr>
        <w:t xml:space="preserve"> قال قال الخير و الشر يضاعف يوم الجمعه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٢٢. امام باقر </w:t>
      </w:r>
      <w:r w:rsidRPr="007F49AB">
        <w:rPr>
          <w:rStyle w:val="libAlaemChar"/>
          <w:rtl/>
        </w:rPr>
        <w:t>عليه‌السلام</w:t>
      </w:r>
      <w:r>
        <w:rPr>
          <w:rtl/>
        </w:rPr>
        <w:t xml:space="preserve"> فرمودند: پاداش كار خوب و بد در روز جمعه دو برابر است .</w:t>
      </w:r>
    </w:p>
    <w:p w:rsidR="00A679DB" w:rsidRDefault="00A679DB" w:rsidP="00A679DB">
      <w:pPr>
        <w:pStyle w:val="libNormal"/>
        <w:rPr>
          <w:rtl/>
        </w:rPr>
      </w:pPr>
      <w:r>
        <w:rPr>
          <w:rtl/>
        </w:rPr>
        <w:t>حديث : ٢٣ و بهذاالاسناد عن احمد بن ابى عبدالله عن ابيه عن سعدان بن مسلم عن عبدالله بن سنان قال اتى سائل ابا عبدالله عليه‌السلام عشيه الخميس فساله فرده ثم التفت ابى جلسائه فقال اما ان عندنا ما نتصدق عليه و لكن الصدفه يوم الجمعه تضاعف اضعافا.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٢٣. سائلى در شب پنج شنبه نزد امام صادق </w:t>
      </w:r>
      <w:r w:rsidRPr="007F49AB">
        <w:rPr>
          <w:rStyle w:val="libAlaemChar"/>
          <w:rtl/>
        </w:rPr>
        <w:t>عليه‌السلام</w:t>
      </w:r>
      <w:r>
        <w:rPr>
          <w:rtl/>
        </w:rPr>
        <w:t xml:space="preserve"> آمده و از او چيزى خواست . ولى امام </w:t>
      </w:r>
      <w:r w:rsidRPr="007F49AB">
        <w:rPr>
          <w:rStyle w:val="libAlaemChar"/>
          <w:rtl/>
        </w:rPr>
        <w:t>عليه‌السلام</w:t>
      </w:r>
      <w:r>
        <w:rPr>
          <w:rtl/>
        </w:rPr>
        <w:t xml:space="preserve"> به او چيزى نداد، آنگاه حضرت </w:t>
      </w:r>
      <w:r w:rsidRPr="007F49AB">
        <w:rPr>
          <w:rStyle w:val="libAlaemChar"/>
          <w:rtl/>
        </w:rPr>
        <w:t>عليه‌السلام</w:t>
      </w:r>
      <w:r>
        <w:rPr>
          <w:rtl/>
        </w:rPr>
        <w:t xml:space="preserve"> رو به اهل مجلس كرده و فرمودند: آن قدر داشتيم كه صدقه بدهيم . ولى ثواب صدقه در روز جمعه دو برابر است .</w:t>
      </w:r>
    </w:p>
    <w:p w:rsidR="00A679DB" w:rsidRDefault="00A679DB" w:rsidP="00A679DB">
      <w:pPr>
        <w:pStyle w:val="libNormal"/>
        <w:rPr>
          <w:rtl/>
        </w:rPr>
      </w:pPr>
    </w:p>
    <w:p w:rsidR="00A679DB" w:rsidRDefault="00A679DB" w:rsidP="00A679DB">
      <w:pPr>
        <w:pStyle w:val="libNormal"/>
        <w:rPr>
          <w:rtl/>
        </w:rPr>
      </w:pPr>
      <w:r>
        <w:rPr>
          <w:rtl/>
        </w:rPr>
        <w:t>ثواب صدقه السر</w:t>
      </w:r>
    </w:p>
    <w:p w:rsidR="009B6280" w:rsidRDefault="007F49AB" w:rsidP="009B6280">
      <w:pPr>
        <w:pStyle w:val="libNormal"/>
        <w:rPr>
          <w:rtl/>
        </w:rPr>
      </w:pPr>
      <w:r>
        <w:rPr>
          <w:rtl/>
        </w:rPr>
        <w:br w:type="page"/>
      </w:r>
    </w:p>
    <w:p w:rsidR="00A679DB" w:rsidRDefault="00A679DB" w:rsidP="009B6280">
      <w:pPr>
        <w:pStyle w:val="Heading2"/>
        <w:rPr>
          <w:rtl/>
        </w:rPr>
      </w:pPr>
      <w:bookmarkStart w:id="277" w:name="_Toc449617334"/>
      <w:r>
        <w:rPr>
          <w:rtl/>
        </w:rPr>
        <w:t>ثواب صدقه پنهانى</w:t>
      </w:r>
      <w:bookmarkEnd w:id="277"/>
    </w:p>
    <w:p w:rsidR="00A679DB" w:rsidRDefault="00A679DB" w:rsidP="009B6280">
      <w:pPr>
        <w:pStyle w:val="libNormal"/>
        <w:rPr>
          <w:rtl/>
        </w:rPr>
      </w:pPr>
      <w:r>
        <w:rPr>
          <w:rtl/>
        </w:rPr>
        <w:t xml:space="preserve">حديث : ١ ابى رحمه الله قال حدثنا سعد بن عبدالله عن احمد بن ابى عبدالله عن ابيه عن الحسين بن مخلد عن ابان الاحمر عن ابى اسامه عن ابى عبدالله </w:t>
      </w:r>
      <w:r w:rsidRPr="009B6280">
        <w:rPr>
          <w:rStyle w:val="libAlaemChar"/>
          <w:rtl/>
        </w:rPr>
        <w:t>عليه‌السلام</w:t>
      </w:r>
      <w:r>
        <w:rPr>
          <w:rtl/>
        </w:rPr>
        <w:t xml:space="preserve"> قال كان على به الحسين</w:t>
      </w:r>
      <w:r w:rsidR="00DC5255">
        <w:rPr>
          <w:rtl/>
        </w:rPr>
        <w:t xml:space="preserve">عليهم‌السلام </w:t>
      </w:r>
      <w:r>
        <w:rPr>
          <w:rtl/>
        </w:rPr>
        <w:t>يقول صدقه السر تطفى غضب الرب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B6280">
        <w:rPr>
          <w:rStyle w:val="libAlaemChar"/>
          <w:rtl/>
        </w:rPr>
        <w:t>عليه‌السلام</w:t>
      </w:r>
      <w:r>
        <w:rPr>
          <w:rtl/>
        </w:rPr>
        <w:t xml:space="preserve"> نقل مى نمايند كه امام زين العابدين </w:t>
      </w:r>
      <w:r w:rsidRPr="009B6280">
        <w:rPr>
          <w:rStyle w:val="libAlaemChar"/>
          <w:rtl/>
        </w:rPr>
        <w:t>عليه‌السلام</w:t>
      </w:r>
      <w:r>
        <w:rPr>
          <w:rtl/>
        </w:rPr>
        <w:t xml:space="preserve"> فرمودند: صدقه پنهان خشم پروردگار را از بين مى برد.</w:t>
      </w:r>
    </w:p>
    <w:p w:rsidR="00A679DB" w:rsidRDefault="00A679DB" w:rsidP="00A679DB">
      <w:pPr>
        <w:pStyle w:val="libNormal"/>
        <w:rPr>
          <w:rtl/>
        </w:rPr>
      </w:pPr>
    </w:p>
    <w:p w:rsidR="00A679DB" w:rsidRDefault="00A679DB" w:rsidP="00A679DB">
      <w:pPr>
        <w:pStyle w:val="libNormal"/>
        <w:rPr>
          <w:rtl/>
        </w:rPr>
      </w:pPr>
      <w:r>
        <w:rPr>
          <w:rtl/>
        </w:rPr>
        <w:t>ثواب صدقه العلانيه</w:t>
      </w:r>
    </w:p>
    <w:p w:rsidR="00A679DB" w:rsidRDefault="009B6280" w:rsidP="00A679DB">
      <w:pPr>
        <w:pStyle w:val="libNormal"/>
        <w:rPr>
          <w:rtl/>
        </w:rPr>
      </w:pPr>
      <w:r>
        <w:rPr>
          <w:rtl/>
        </w:rPr>
        <w:br w:type="page"/>
      </w:r>
    </w:p>
    <w:p w:rsidR="00A679DB" w:rsidRDefault="00A679DB" w:rsidP="009B6280">
      <w:pPr>
        <w:pStyle w:val="Heading2"/>
        <w:rPr>
          <w:rtl/>
        </w:rPr>
      </w:pPr>
      <w:bookmarkStart w:id="278" w:name="_Toc449617335"/>
      <w:r>
        <w:rPr>
          <w:rtl/>
        </w:rPr>
        <w:t>ثواب صدقه آشكار</w:t>
      </w:r>
      <w:bookmarkEnd w:id="278"/>
    </w:p>
    <w:p w:rsidR="00A679DB" w:rsidRDefault="00A679DB" w:rsidP="00A679DB">
      <w:pPr>
        <w:pStyle w:val="libNormal"/>
        <w:rPr>
          <w:rtl/>
        </w:rPr>
      </w:pPr>
      <w:r>
        <w:rPr>
          <w:rtl/>
        </w:rPr>
        <w:t xml:space="preserve">حديث : ١ ابى رحمه الله قال حدثنى سعد بن عبدالله عن احمد بن محمد عن محمد بن اسماعيل بن بزيع عن محمد بن غذافذ عن عمر بن يزيد عن ابى عبدالله </w:t>
      </w:r>
      <w:r w:rsidRPr="009B6280">
        <w:rPr>
          <w:rStyle w:val="libAlaemChar"/>
          <w:rtl/>
        </w:rPr>
        <w:t>عليه‌السلام</w:t>
      </w:r>
      <w:r>
        <w:rPr>
          <w:rtl/>
        </w:rPr>
        <w:t xml:space="preserve"> قال صدقه العلانيه تدفع سبعين نوعا من البلاء و صدقه السر تطفى غضب الرب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B6280">
        <w:rPr>
          <w:rStyle w:val="libAlaemChar"/>
          <w:rtl/>
        </w:rPr>
        <w:t>عليه‌السلام</w:t>
      </w:r>
      <w:r>
        <w:rPr>
          <w:rtl/>
        </w:rPr>
        <w:t xml:space="preserve"> فرمودند: صدقه آشكار هفتاد نوع بلا را دور گردانيده و صدقه پنهان خشم پروردگار را از بين مى برد.</w:t>
      </w:r>
    </w:p>
    <w:p w:rsidR="00A679DB" w:rsidRDefault="00A679DB" w:rsidP="00A679DB">
      <w:pPr>
        <w:pStyle w:val="libNormal"/>
        <w:rPr>
          <w:rtl/>
        </w:rPr>
      </w:pPr>
    </w:p>
    <w:p w:rsidR="00A679DB" w:rsidRDefault="00A679DB" w:rsidP="00A679DB">
      <w:pPr>
        <w:pStyle w:val="libNormal"/>
        <w:rPr>
          <w:rtl/>
        </w:rPr>
      </w:pPr>
      <w:r>
        <w:rPr>
          <w:rtl/>
        </w:rPr>
        <w:t>ثواب صدقه الليل .</w:t>
      </w:r>
    </w:p>
    <w:p w:rsidR="00A679DB" w:rsidRDefault="009B6280" w:rsidP="00A679DB">
      <w:pPr>
        <w:pStyle w:val="libNormal"/>
        <w:rPr>
          <w:rtl/>
        </w:rPr>
      </w:pPr>
      <w:r>
        <w:rPr>
          <w:rtl/>
        </w:rPr>
        <w:br w:type="page"/>
      </w:r>
    </w:p>
    <w:p w:rsidR="00A679DB" w:rsidRDefault="00A679DB" w:rsidP="00A679DB">
      <w:pPr>
        <w:pStyle w:val="libNormal"/>
        <w:rPr>
          <w:rtl/>
        </w:rPr>
      </w:pPr>
      <w:bookmarkStart w:id="279" w:name="_Toc449617336"/>
      <w:r w:rsidRPr="009B6280">
        <w:rPr>
          <w:rStyle w:val="Heading2Char"/>
          <w:rtl/>
        </w:rPr>
        <w:t>ثواب صدقه شب</w:t>
      </w:r>
      <w:bookmarkEnd w:id="279"/>
      <w:r>
        <w:rPr>
          <w:rtl/>
        </w:rPr>
        <w:t xml:space="preserve"> .</w:t>
      </w:r>
    </w:p>
    <w:p w:rsidR="00A679DB" w:rsidRDefault="00A679DB" w:rsidP="00A679DB">
      <w:pPr>
        <w:pStyle w:val="libNormal"/>
        <w:rPr>
          <w:rtl/>
        </w:rPr>
      </w:pPr>
      <w:r>
        <w:rPr>
          <w:rtl/>
        </w:rPr>
        <w:t xml:space="preserve">حديث : ١ حدثنى حمزه بن محمد رضى الله عنه قال حدثنا على بن ابراهيم عن ابيه عن ابن فضال عن عبدالله بن سنان عن ابى عبدالله </w:t>
      </w:r>
      <w:r w:rsidRPr="009B6280">
        <w:rPr>
          <w:rStyle w:val="libAlaemChar"/>
          <w:rtl/>
        </w:rPr>
        <w:t>عليه‌السلام</w:t>
      </w:r>
      <w:r>
        <w:rPr>
          <w:rtl/>
        </w:rPr>
        <w:t xml:space="preserve"> قال الصدقه بالليل تدفع ميته السوء و تدفع سبعين نوعا من البلاء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B6280">
        <w:rPr>
          <w:rStyle w:val="libAlaemChar"/>
          <w:rtl/>
        </w:rPr>
        <w:t>عليه‌السلام</w:t>
      </w:r>
      <w:r>
        <w:rPr>
          <w:rtl/>
        </w:rPr>
        <w:t xml:space="preserve"> فرمودند: صدقه دادن در شب مرگ بد و هفتاد نوع بلا را دور مى كند.</w:t>
      </w:r>
    </w:p>
    <w:p w:rsidR="00A679DB" w:rsidRDefault="00A679DB" w:rsidP="00A679DB">
      <w:pPr>
        <w:pStyle w:val="libNormal"/>
        <w:rPr>
          <w:rtl/>
        </w:rPr>
      </w:pPr>
      <w:r>
        <w:rPr>
          <w:rtl/>
        </w:rPr>
        <w:t>حديث : ٢ ابى رحمه الله عن سعد بن عبدالله عن احمد بن ابى عبدالله عن ابيه عن الحسين بن مخلد عن ابان الاحمر عن ابى اسامه عن ابى عبدالله عليه‌السلام قال كان على بن الحسين</w:t>
      </w:r>
      <w:r w:rsidR="00DC5255">
        <w:rPr>
          <w:rtl/>
        </w:rPr>
        <w:t xml:space="preserve">عليهم‌السلام </w:t>
      </w:r>
      <w:r>
        <w:rPr>
          <w:rtl/>
        </w:rPr>
        <w:t>يقول صدقه الليل تطفى غضب الرب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9B6280">
        <w:rPr>
          <w:rStyle w:val="libAlaemChar"/>
          <w:rtl/>
        </w:rPr>
        <w:t>عليه‌السلام</w:t>
      </w:r>
      <w:r>
        <w:rPr>
          <w:rtl/>
        </w:rPr>
        <w:t xml:space="preserve"> نقل مى نمايند كه امام زين العابدين </w:t>
      </w:r>
      <w:r w:rsidRPr="009B6280">
        <w:rPr>
          <w:rStyle w:val="libAlaemChar"/>
          <w:rtl/>
        </w:rPr>
        <w:t>عليه‌السلام</w:t>
      </w:r>
      <w:r>
        <w:rPr>
          <w:rtl/>
        </w:rPr>
        <w:t xml:space="preserve"> فرمودند: صدقه دادن در شب خشم پروردگار را از بين مى برد.</w:t>
      </w:r>
    </w:p>
    <w:p w:rsidR="00A679DB" w:rsidRDefault="00A679DB" w:rsidP="00A679DB">
      <w:pPr>
        <w:pStyle w:val="libNormal"/>
        <w:rPr>
          <w:rtl/>
        </w:rPr>
      </w:pPr>
    </w:p>
    <w:p w:rsidR="00A679DB" w:rsidRDefault="00A679DB" w:rsidP="00A679DB">
      <w:pPr>
        <w:pStyle w:val="libNormal"/>
        <w:rPr>
          <w:rtl/>
        </w:rPr>
      </w:pPr>
      <w:r>
        <w:rPr>
          <w:rtl/>
        </w:rPr>
        <w:t>ثواب صدقه النهار</w:t>
      </w:r>
    </w:p>
    <w:p w:rsidR="00A679DB" w:rsidRDefault="009B6280" w:rsidP="00A679DB">
      <w:pPr>
        <w:pStyle w:val="libNormal"/>
        <w:rPr>
          <w:rtl/>
        </w:rPr>
      </w:pPr>
      <w:r>
        <w:rPr>
          <w:rtl/>
        </w:rPr>
        <w:br w:type="page"/>
      </w:r>
    </w:p>
    <w:p w:rsidR="00A679DB" w:rsidRDefault="00A679DB" w:rsidP="009B6280">
      <w:pPr>
        <w:pStyle w:val="Heading2"/>
        <w:rPr>
          <w:rtl/>
        </w:rPr>
      </w:pPr>
      <w:bookmarkStart w:id="280" w:name="_Toc449617337"/>
      <w:r>
        <w:rPr>
          <w:rtl/>
        </w:rPr>
        <w:t>ثواب صدقه روز</w:t>
      </w:r>
      <w:bookmarkEnd w:id="280"/>
    </w:p>
    <w:p w:rsidR="00A679DB" w:rsidRDefault="00A679DB" w:rsidP="00A679DB">
      <w:pPr>
        <w:pStyle w:val="libNormal"/>
        <w:rPr>
          <w:rtl/>
        </w:rPr>
      </w:pPr>
      <w:r>
        <w:rPr>
          <w:rtl/>
        </w:rPr>
        <w:t xml:space="preserve">حديث : ١ حدثنى محمد بن الحسن رضى الله عنه قال حدثنا محمد بن الحسن الصفار عن احمد بن محمد عن الحسن بن على بن فضال عن ابى جميله عن عمرو بن خالد قال سمعت ابا عبدالله </w:t>
      </w:r>
      <w:r w:rsidRPr="009B6280">
        <w:rPr>
          <w:rStyle w:val="libAlaemChar"/>
          <w:rtl/>
        </w:rPr>
        <w:t>عليه‌السلام</w:t>
      </w:r>
      <w:r>
        <w:rPr>
          <w:rtl/>
        </w:rPr>
        <w:t xml:space="preserve"> يقول ان صدقه النهار تميث الخطيئه كما يميث الماء الملح و ان صدقه الليل تطفى غضب الرب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9B6280">
        <w:rPr>
          <w:rStyle w:val="libAlaemChar"/>
          <w:rtl/>
        </w:rPr>
        <w:t>عليه‌السلام</w:t>
      </w:r>
      <w:r>
        <w:rPr>
          <w:rtl/>
        </w:rPr>
        <w:t xml:space="preserve"> شنيدم كه مى فرمود: صدقه دادن در روز گناه را حل مى كند، همانگونه كه آب نمك را حل مى كند. و صدقه دادن در شب خشم پروردگار را از بين مى برد.</w:t>
      </w:r>
    </w:p>
    <w:p w:rsidR="00A679DB" w:rsidRDefault="00A679DB" w:rsidP="00A679DB">
      <w:pPr>
        <w:pStyle w:val="libNormal"/>
        <w:rPr>
          <w:rtl/>
        </w:rPr>
      </w:pPr>
      <w:r>
        <w:rPr>
          <w:rtl/>
        </w:rPr>
        <w:t>دعاء السائل لمن اعطاه</w:t>
      </w:r>
    </w:p>
    <w:p w:rsidR="00A679DB" w:rsidRDefault="00A679DB" w:rsidP="00A679DB">
      <w:pPr>
        <w:pStyle w:val="libNormal"/>
        <w:rPr>
          <w:rtl/>
        </w:rPr>
      </w:pPr>
    </w:p>
    <w:p w:rsidR="00A679DB" w:rsidRDefault="00A679DB" w:rsidP="00A679DB">
      <w:pPr>
        <w:pStyle w:val="libNormal"/>
        <w:rPr>
          <w:rtl/>
        </w:rPr>
      </w:pPr>
      <w:r>
        <w:rPr>
          <w:rtl/>
        </w:rPr>
        <w:t xml:space="preserve">حديث : ٢ ابى رحمه الله قال حدثنا على بن الحسين السعد آبادى عن احمد بن ابى عبدالله عن ابيه عن سعدان بن مسلم عن معلى بن خنيس قال خرج ابو عبدالله عليه‌السلام فى ليله قدر رشت السماء و هو يريد ظله بنى ساعده فاتبعته فاذا هو قد سقط منه شى فقال بسم الله اللهم رد علينا قال فاتيته فسلمت عليه فقال انت معلى قلت نعم جعلت فداك فقال لى التمس ‍ بيدك فما وجدت من شى فادفعه الى قال فاذا انا بخبز منتثر فجعلت ادفع اليه ما وجدت فاذا انا بجراب من خبز فقلت جعلت فداك احمله عنك فقال لا انا اولى به منك و لكن امض معى قال فاتينا ظله بنى ساعده فاذا نحن بقوم نيام فجعل يدس الرغيف و الرغيفين تحت ثوب كل واحده منهم حتى اتى على آخرهم ثم انصرفنا فقلت جعلت فداك يعرف هولاء الحق فقال لو عرفوا الصدقه فان الرب تبارك و تعالى يليها بنفسه و </w:t>
      </w:r>
      <w:r>
        <w:rPr>
          <w:rtl/>
        </w:rPr>
        <w:lastRenderedPageBreak/>
        <w:t>كان ابى اذا تصدق بشى وضعه فى يد السائل ثم ارتده منه فقبله و شمه ثم رده فى يد السائل و ذلك انها تقع فى يد الله قبل ان تقع فى يد السائل فاحببت ان اناول م وليها الله تعالى ان اذا ناولها الله وليها ان صدقه الليل تطفى غضب الرب و تمحو الذنب العظيم و تهون الحساب و صدقه النهار تثمر المال و تزيد فى العمر ان عيسى بن مريم</w:t>
      </w:r>
      <w:r w:rsidR="00DC5255">
        <w:rPr>
          <w:rtl/>
        </w:rPr>
        <w:t xml:space="preserve">عليهم‌السلام </w:t>
      </w:r>
      <w:r>
        <w:rPr>
          <w:rtl/>
        </w:rPr>
        <w:t>لما ان مر على شاطى البحر القى بقرص من قوته فى الماء فقال له بعض الحورالعين يا روح الله و كلمته لم فعلت هذا فانما هو من قوتك قال فعلت هذا لتا كله دابه من دوب الماء و ثوابه عندالله عزوجل لعظيم .</w:t>
      </w:r>
    </w:p>
    <w:p w:rsidR="00A679DB" w:rsidRDefault="00A679DB" w:rsidP="00A679DB">
      <w:pPr>
        <w:pStyle w:val="libNormal"/>
        <w:rPr>
          <w:rtl/>
        </w:rPr>
      </w:pPr>
      <w:r>
        <w:rPr>
          <w:rtl/>
        </w:rPr>
        <w:t>ترجمه :</w:t>
      </w:r>
    </w:p>
    <w:p w:rsidR="00A679DB" w:rsidRDefault="00A679DB" w:rsidP="009B6280">
      <w:pPr>
        <w:pStyle w:val="libNormal"/>
        <w:rPr>
          <w:rtl/>
        </w:rPr>
      </w:pPr>
      <w:r>
        <w:rPr>
          <w:rtl/>
        </w:rPr>
        <w:t xml:space="preserve">٢. معلى بن خنيس مى گويد: از امام صادق </w:t>
      </w:r>
      <w:r w:rsidRPr="009B6280">
        <w:rPr>
          <w:rStyle w:val="libAlaemChar"/>
          <w:rtl/>
        </w:rPr>
        <w:t>عليه‌السلام</w:t>
      </w:r>
      <w:r>
        <w:rPr>
          <w:rtl/>
        </w:rPr>
        <w:t xml:space="preserve"> در يك شب بارانى از منزل خارج شد و من بدنبال او رفتم . در بين راه چيزى از دست آن حضرت </w:t>
      </w:r>
      <w:r w:rsidRPr="009B6280">
        <w:rPr>
          <w:rStyle w:val="libAlaemChar"/>
          <w:rtl/>
        </w:rPr>
        <w:t>عليه‌السلام</w:t>
      </w:r>
      <w:r>
        <w:rPr>
          <w:rtl/>
        </w:rPr>
        <w:t xml:space="preserve"> افتاد. در پى آن گفت ، بسم الله . خدايا آن را به من بازگردان . من نزد او رفته و سلام كردم . فرمودند: معلى هستى ؟ عرض كردم : بله . فدايت گردم فرمودند: جستجو كن هر چه ديدى به من بده . من نيز آنچه را مى يافتم به او مى دادم . ديدم كيسه اى نان به همراه دارد. عرض كردم . فدايت گردم بگذاريد بجاى شما من آن را بياورم . فرمودند: نه من سزاوارتر از تو هستم ، ولى با من بيا. با هم به سايبان «بنى ساعده» رفتيم . در آن جا عده اى خوابيده بودند. آن حضرت </w:t>
      </w:r>
      <w:r w:rsidRPr="009B6280">
        <w:rPr>
          <w:rStyle w:val="libAlaemChar"/>
          <w:rtl/>
        </w:rPr>
        <w:t>عليه‌السلام</w:t>
      </w:r>
      <w:r>
        <w:rPr>
          <w:rtl/>
        </w:rPr>
        <w:t xml:space="preserve"> يك يا دو نان زير لباس هر كدام از آنان گذاشت . در بازگشت به آن حضرت </w:t>
      </w:r>
      <w:r w:rsidRPr="009B6280">
        <w:rPr>
          <w:rStyle w:val="libAlaemChar"/>
          <w:rtl/>
        </w:rPr>
        <w:t>عليه‌السلام</w:t>
      </w:r>
      <w:r>
        <w:rPr>
          <w:rtl/>
        </w:rPr>
        <w:t xml:space="preserve"> عرض كردم : فدايت گردم آيا مذهب آنها حق بود (شيعه بودند)؟ فرمودند: اگر مذهب آنها حق بود، نمك غذايشان را هم برايشان مى آوردم . خداوند هر چيزى كه آفريد ذخيره كننده اى دارد، مگر صدقه كه خود سرپرست آن است . و پدرم هنگامى كه صدقه اى مى داد، ابتدا آن را در دست سائل قرار مى داد، سپس ‍ آن را مى گرفت ، مى بوسيد و مى بوييد، آنگاه دو بار </w:t>
      </w:r>
      <w:r>
        <w:rPr>
          <w:rtl/>
        </w:rPr>
        <w:lastRenderedPageBreak/>
        <w:t>ه آن را به سائل مى داد. و اين كار بدين جهت بود كه صدقه قبل از اين كه به دست سائل برسد به دست خداوند مى رسد. و دوست دارم آنچه به دست خدا رسيده است به دست من برسد زيرا صدقه پس از اين</w:t>
      </w:r>
      <w:r w:rsidR="009B6280">
        <w:rPr>
          <w:rFonts w:hint="cs"/>
          <w:rtl/>
        </w:rPr>
        <w:t>ک</w:t>
      </w:r>
      <w:r>
        <w:rPr>
          <w:rtl/>
        </w:rPr>
        <w:t xml:space="preserve">ه كه به دست خدا رسيد، به دست سائل مى رسد. و همانا صدقه دادن در شب خشم خداوند را از بين مى برد. و عمر را طولانى مى نمايد. همانا حضرت عيسى </w:t>
      </w:r>
      <w:r w:rsidRPr="009B6280">
        <w:rPr>
          <w:rStyle w:val="libAlaemChar"/>
          <w:rtl/>
        </w:rPr>
        <w:t>عليه‌السلام</w:t>
      </w:r>
      <w:r>
        <w:rPr>
          <w:rtl/>
        </w:rPr>
        <w:t xml:space="preserve"> زمانى كه از ساحل دريا مى گذاشت ، نانى را كه غذايش بود، به دريا انداخت . يكى از يارانش عرضه داشت : اى روح الله و كلمه الله چرا چنين كرديد؟ اين مقدارى از غذايت بود. فرمودند: اين كار را كردم تا جنبده اى از جنبندگان آب </w:t>
      </w:r>
      <w:r w:rsidR="009B6280">
        <w:rPr>
          <w:rFonts w:hint="cs"/>
          <w:rtl/>
        </w:rPr>
        <w:t>آ</w:t>
      </w:r>
      <w:r>
        <w:rPr>
          <w:rtl/>
        </w:rPr>
        <w:t>ن را بخورد و ثواب آن نزد خداوند بزرگ است .</w:t>
      </w:r>
    </w:p>
    <w:p w:rsidR="00A679DB" w:rsidRDefault="00A679DB" w:rsidP="00A679DB">
      <w:pPr>
        <w:pStyle w:val="libNormal"/>
        <w:rPr>
          <w:rtl/>
        </w:rPr>
      </w:pPr>
    </w:p>
    <w:p w:rsidR="00A679DB" w:rsidRDefault="00A679DB" w:rsidP="00A679DB">
      <w:pPr>
        <w:pStyle w:val="libNormal"/>
        <w:rPr>
          <w:rtl/>
        </w:rPr>
      </w:pPr>
      <w:r>
        <w:rPr>
          <w:rtl/>
        </w:rPr>
        <w:t>دعاء السائل لمن اعطاه .</w:t>
      </w:r>
    </w:p>
    <w:p w:rsidR="00A679DB" w:rsidRDefault="009B6280" w:rsidP="00A679DB">
      <w:pPr>
        <w:pStyle w:val="libNormal"/>
        <w:rPr>
          <w:rtl/>
        </w:rPr>
      </w:pPr>
      <w:r>
        <w:rPr>
          <w:rtl/>
        </w:rPr>
        <w:br w:type="page"/>
      </w:r>
    </w:p>
    <w:p w:rsidR="00A679DB" w:rsidRDefault="00A679DB" w:rsidP="00A679DB">
      <w:pPr>
        <w:pStyle w:val="libNormal"/>
        <w:rPr>
          <w:rtl/>
        </w:rPr>
      </w:pPr>
      <w:bookmarkStart w:id="281" w:name="_Toc449617338"/>
      <w:r w:rsidRPr="009B6280">
        <w:rPr>
          <w:rStyle w:val="Heading2Char"/>
          <w:rtl/>
        </w:rPr>
        <w:t>ثواب دعاى سائل براى صدقه دهنده</w:t>
      </w:r>
      <w:bookmarkEnd w:id="281"/>
      <w:r>
        <w:rPr>
          <w:rtl/>
        </w:rPr>
        <w:t xml:space="preserve"> .</w:t>
      </w:r>
    </w:p>
    <w:p w:rsidR="00A679DB" w:rsidRDefault="00A679DB" w:rsidP="00A679DB">
      <w:pPr>
        <w:pStyle w:val="libNormal"/>
        <w:rPr>
          <w:rtl/>
        </w:rPr>
      </w:pPr>
      <w:r>
        <w:rPr>
          <w:rtl/>
        </w:rPr>
        <w:t xml:space="preserve">حديث : ١ ابى رحمه الله قال حدثنى سعد بن عبدالله عن احمد بن محمد عن الحسن بن على بن فضال عن مثنى الحناط عن ابى بصير عن ابى عبدالله </w:t>
      </w:r>
      <w:r w:rsidRPr="009B6280">
        <w:rPr>
          <w:rStyle w:val="libAlaemChar"/>
          <w:rtl/>
        </w:rPr>
        <w:t>عليه‌السلام</w:t>
      </w:r>
      <w:r>
        <w:rPr>
          <w:rtl/>
        </w:rPr>
        <w:t xml:space="preserve"> قال قال على بن الحسين ما من رجل تصدق على مسكين مستضعف فدعا له المسكين بشى ء تلك الساعه الا استجيب له .</w:t>
      </w:r>
    </w:p>
    <w:p w:rsidR="00A679DB" w:rsidRDefault="00A679DB" w:rsidP="00A679DB">
      <w:pPr>
        <w:pStyle w:val="libNormal"/>
        <w:rPr>
          <w:rtl/>
        </w:rPr>
      </w:pPr>
      <w:r>
        <w:rPr>
          <w:rtl/>
        </w:rPr>
        <w:t>ترجمه :</w:t>
      </w:r>
    </w:p>
    <w:p w:rsidR="00A679DB" w:rsidRDefault="00A679DB" w:rsidP="009B6280">
      <w:pPr>
        <w:pStyle w:val="libNormal"/>
        <w:rPr>
          <w:rtl/>
        </w:rPr>
      </w:pPr>
      <w:r>
        <w:rPr>
          <w:rtl/>
        </w:rPr>
        <w:t xml:space="preserve">١. امام صادق </w:t>
      </w:r>
      <w:r w:rsidRPr="009B6280">
        <w:rPr>
          <w:rStyle w:val="libAlaemChar"/>
          <w:rtl/>
        </w:rPr>
        <w:t>عليه‌السلام</w:t>
      </w:r>
      <w:r>
        <w:rPr>
          <w:rtl/>
        </w:rPr>
        <w:t xml:space="preserve"> نقل مى نمايند كه امام زين العابدين </w:t>
      </w:r>
      <w:r w:rsidRPr="009B6280">
        <w:rPr>
          <w:rStyle w:val="libAlaemChar"/>
          <w:rtl/>
        </w:rPr>
        <w:t>عليه‌السلام</w:t>
      </w:r>
      <w:r>
        <w:rPr>
          <w:rtl/>
        </w:rPr>
        <w:t xml:space="preserve"> فرمودند: هيچ مردى به فقير ضعيفى صدقه نمى دهد و آن فقير در </w:t>
      </w:r>
      <w:r w:rsidR="009B6280">
        <w:rPr>
          <w:rFonts w:hint="cs"/>
          <w:rtl/>
        </w:rPr>
        <w:t>آ</w:t>
      </w:r>
      <w:r>
        <w:rPr>
          <w:rtl/>
        </w:rPr>
        <w:t>ن زمان براى او دعايى نمى كند، مگر اين كه دعاى او مستجاب مى گردد.</w:t>
      </w:r>
    </w:p>
    <w:p w:rsidR="00A679DB" w:rsidRDefault="00A679DB" w:rsidP="00A679DB">
      <w:pPr>
        <w:pStyle w:val="libNormal"/>
        <w:rPr>
          <w:rtl/>
        </w:rPr>
      </w:pPr>
    </w:p>
    <w:p w:rsidR="00A679DB" w:rsidRDefault="00A679DB" w:rsidP="00A679DB">
      <w:pPr>
        <w:pStyle w:val="libNormal"/>
        <w:rPr>
          <w:rtl/>
        </w:rPr>
      </w:pPr>
      <w:r>
        <w:rPr>
          <w:rtl/>
        </w:rPr>
        <w:t>ثواب انظار المعسر</w:t>
      </w:r>
    </w:p>
    <w:p w:rsidR="00A679DB" w:rsidRDefault="009B6280" w:rsidP="00A679DB">
      <w:pPr>
        <w:pStyle w:val="libNormal"/>
        <w:rPr>
          <w:rtl/>
        </w:rPr>
      </w:pPr>
      <w:r>
        <w:rPr>
          <w:rtl/>
        </w:rPr>
        <w:br w:type="page"/>
      </w:r>
    </w:p>
    <w:p w:rsidR="00A679DB" w:rsidRDefault="00A679DB" w:rsidP="00A679DB">
      <w:pPr>
        <w:pStyle w:val="libNormal"/>
        <w:rPr>
          <w:rtl/>
        </w:rPr>
      </w:pPr>
      <w:bookmarkStart w:id="282" w:name="_Toc449617339"/>
      <w:r w:rsidRPr="009B6280">
        <w:rPr>
          <w:rStyle w:val="Heading2Char"/>
          <w:rtl/>
        </w:rPr>
        <w:t>ثواب مهلت دادن به تنگدست</w:t>
      </w:r>
      <w:bookmarkEnd w:id="282"/>
      <w:r>
        <w:rPr>
          <w:rtl/>
        </w:rPr>
        <w:t xml:space="preserve"> .</w:t>
      </w:r>
    </w:p>
    <w:p w:rsidR="00A679DB" w:rsidRDefault="00A679DB" w:rsidP="00A679DB">
      <w:pPr>
        <w:pStyle w:val="libNormal"/>
        <w:rPr>
          <w:rtl/>
        </w:rPr>
      </w:pPr>
      <w:r>
        <w:rPr>
          <w:rtl/>
        </w:rPr>
        <w:t xml:space="preserve">حديث : ١ ابى رحمه الله قال حدثنا عبدالله بن جعفر الحميرى عن يعقوب بن يزيد عن الحسن بن محبوب عن حماد عن سدير عن ابى جعفر </w:t>
      </w:r>
      <w:r w:rsidRPr="009B6280">
        <w:rPr>
          <w:rStyle w:val="libAlaemChar"/>
          <w:rtl/>
        </w:rPr>
        <w:t>عليه‌السلام</w:t>
      </w:r>
      <w:r>
        <w:rPr>
          <w:rtl/>
        </w:rPr>
        <w:t xml:space="preserve"> قال يبعث يوم القيامه قوم تحت ظل العرش و وجوههم من نور و رياشهم من نور جلوس على كراسى من نور قال فتشرف لهم الخلائق فيقولون هولاء الانبياء فينادى مناد من تحت العرش ان ليس هولاء بانبياء قال فيقولون هولاء شهداء فينادى مناد من تحت العرش ان ليس هولاء شهداء و لكن هولاء قوم كانوا ييسرون على المومنين و ينظرون المعسر حتى يوسر.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9B6280">
        <w:rPr>
          <w:rStyle w:val="libAlaemChar"/>
          <w:rtl/>
        </w:rPr>
        <w:t>عليه‌السلام</w:t>
      </w:r>
      <w:r>
        <w:rPr>
          <w:rtl/>
        </w:rPr>
        <w:t xml:space="preserve"> فرمودند: روز قيامت عده اى در زير سايه عرش بر انگيخته مى شوند كه سيماو لباسهاى فاخر و گرانقيمت آنان از نور است و بر صندليهايى از نور نشسته اند و مردم آنها را مى بينند و مى گويند: اينان پيامبرانند: منادى از زير عرش ندا مى دهد كه اينان پيامبر نيستد. باز مى گويند: اينان شهدا هستند. باز هم منادى از زير عرش ندا مى دهد كه اينان شهيد نيستند، بلكه اينان بر مؤ منين آسان مى گرفتند و به بدهكار تنگدست مهلت مى دادند تا توانايى پرداخت بدهى خود را پيدا كنند.</w:t>
      </w:r>
    </w:p>
    <w:p w:rsidR="00A679DB" w:rsidRDefault="00A679DB" w:rsidP="00A679DB">
      <w:pPr>
        <w:pStyle w:val="libNormal"/>
        <w:rPr>
          <w:rtl/>
        </w:rPr>
      </w:pPr>
    </w:p>
    <w:p w:rsidR="00A679DB" w:rsidRDefault="00A679DB" w:rsidP="00A679DB">
      <w:pPr>
        <w:pStyle w:val="libNormal"/>
        <w:rPr>
          <w:rtl/>
        </w:rPr>
      </w:pPr>
      <w:r>
        <w:rPr>
          <w:rtl/>
        </w:rPr>
        <w:t>ثواب من جعل مومنا فى حل من دين عليه</w:t>
      </w:r>
    </w:p>
    <w:p w:rsidR="00A679DB" w:rsidRDefault="009B6280" w:rsidP="00A679DB">
      <w:pPr>
        <w:pStyle w:val="libNormal"/>
        <w:rPr>
          <w:rtl/>
        </w:rPr>
      </w:pPr>
      <w:r>
        <w:rPr>
          <w:rtl/>
        </w:rPr>
        <w:br w:type="page"/>
      </w:r>
    </w:p>
    <w:p w:rsidR="00A679DB" w:rsidRDefault="00A679DB" w:rsidP="009B6280">
      <w:pPr>
        <w:pStyle w:val="Heading2"/>
        <w:rPr>
          <w:rtl/>
        </w:rPr>
      </w:pPr>
      <w:bookmarkStart w:id="283" w:name="_Toc449617340"/>
      <w:r>
        <w:rPr>
          <w:rtl/>
        </w:rPr>
        <w:t>ثواب حلال كردن بدهكار مؤ من</w:t>
      </w:r>
      <w:bookmarkEnd w:id="283"/>
    </w:p>
    <w:p w:rsidR="00A679DB" w:rsidRDefault="00A679DB" w:rsidP="00A679DB">
      <w:pPr>
        <w:pStyle w:val="libNormal"/>
        <w:rPr>
          <w:rtl/>
        </w:rPr>
      </w:pPr>
      <w:r>
        <w:rPr>
          <w:rtl/>
        </w:rPr>
        <w:t xml:space="preserve">حديث : ١ ابى رحمه الله قال حدثنى سعد بن عبدالله عن يعقوب بن يزيد عن ابن ابى عمير عن ابراهيم بن عبدالحميد قال قلت لابى عبدالله </w:t>
      </w:r>
      <w:r w:rsidRPr="009B6280">
        <w:rPr>
          <w:rStyle w:val="libAlaemChar"/>
          <w:rtl/>
        </w:rPr>
        <w:t>عليه‌السلام</w:t>
      </w:r>
      <w:r>
        <w:rPr>
          <w:rtl/>
        </w:rPr>
        <w:t xml:space="preserve"> ان لعبد الرحمن بن سيابه دينا على رجل قد مات كلمناه ان يحلله فابى فقال </w:t>
      </w:r>
      <w:r w:rsidRPr="009B6280">
        <w:rPr>
          <w:rStyle w:val="libAlaemChar"/>
          <w:rtl/>
        </w:rPr>
        <w:t>عليه‌السلام</w:t>
      </w:r>
      <w:r>
        <w:rPr>
          <w:rtl/>
        </w:rPr>
        <w:t xml:space="preserve"> و يحه اما يعمل ان له بكل درهم عشرا اذا حلله و ان لم يحلله انما هو درهم بدل درهم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خدمت امام صادق </w:t>
      </w:r>
      <w:r w:rsidRPr="009B6280">
        <w:rPr>
          <w:rStyle w:val="libAlaemChar"/>
          <w:rtl/>
        </w:rPr>
        <w:t>عليه‌السلام</w:t>
      </w:r>
      <w:r>
        <w:rPr>
          <w:rtl/>
        </w:rPr>
        <w:t xml:space="preserve"> عرض كردم : بدهكار عبدالرحمن بن سيابه از دنيا رفت . ما با او صحبت كرديم كه او را حلال نمايد، ولى او امتناع كرد. حضرت </w:t>
      </w:r>
      <w:r w:rsidRPr="009B6280">
        <w:rPr>
          <w:rStyle w:val="libAlaemChar"/>
          <w:rtl/>
        </w:rPr>
        <w:t>عليه‌السلام</w:t>
      </w:r>
      <w:r>
        <w:rPr>
          <w:rtl/>
        </w:rPr>
        <w:t xml:space="preserve"> فرمودند: واى بر او! آيا نمى دانست كه اگر او را حلال مى كرد، خداوند در مقابل هر درهمى در روز قيامت ده درهم به او عطا نموده و اگر او را حلال نكند. تنها يك درهم طلبكار است .</w:t>
      </w:r>
    </w:p>
    <w:p w:rsidR="00A679DB" w:rsidRDefault="00A679DB" w:rsidP="00A679DB">
      <w:pPr>
        <w:pStyle w:val="libNormal"/>
        <w:rPr>
          <w:rtl/>
        </w:rPr>
      </w:pPr>
    </w:p>
    <w:p w:rsidR="00A679DB" w:rsidRDefault="00A679DB" w:rsidP="00A679DB">
      <w:pPr>
        <w:pStyle w:val="libNormal"/>
        <w:rPr>
          <w:rtl/>
        </w:rPr>
      </w:pPr>
      <w:r>
        <w:rPr>
          <w:rtl/>
        </w:rPr>
        <w:t>ثواب من رد عن عرض اخيه المسلم .</w:t>
      </w:r>
    </w:p>
    <w:p w:rsidR="00A679DB" w:rsidRDefault="009B6280" w:rsidP="00A679DB">
      <w:pPr>
        <w:pStyle w:val="libNormal"/>
        <w:rPr>
          <w:rtl/>
        </w:rPr>
      </w:pPr>
      <w:r>
        <w:rPr>
          <w:rtl/>
        </w:rPr>
        <w:br w:type="page"/>
      </w:r>
    </w:p>
    <w:p w:rsidR="00A679DB" w:rsidRDefault="00A679DB" w:rsidP="009B6280">
      <w:pPr>
        <w:pStyle w:val="Heading2"/>
        <w:rPr>
          <w:rtl/>
        </w:rPr>
      </w:pPr>
      <w:bookmarkStart w:id="284" w:name="_Toc449617341"/>
      <w:r>
        <w:rPr>
          <w:rtl/>
        </w:rPr>
        <w:t>ثواب حفظ آبروى برادر مسلمان</w:t>
      </w:r>
      <w:bookmarkEnd w:id="284"/>
    </w:p>
    <w:p w:rsidR="00A679DB" w:rsidRDefault="00A679DB" w:rsidP="00A679DB">
      <w:pPr>
        <w:pStyle w:val="libNormal"/>
        <w:rPr>
          <w:rtl/>
        </w:rPr>
      </w:pPr>
      <w:r>
        <w:rPr>
          <w:rtl/>
        </w:rPr>
        <w:t xml:space="preserve">حديث : ١ ابى رحمه الله عن على بن ابراهيم عن ابيه عن الحسين بن يزيد النوفلى عن اسماعيل بن ابى زياد السكونى عن ابى عبدالله </w:t>
      </w:r>
      <w:r w:rsidRPr="009B6280">
        <w:rPr>
          <w:rStyle w:val="libAlaemChar"/>
          <w:rtl/>
        </w:rPr>
        <w:t>عليه‌السلام</w:t>
      </w:r>
      <w:r>
        <w:rPr>
          <w:rtl/>
        </w:rPr>
        <w:t xml:space="preserve"> قال قال رسول الله </w:t>
      </w:r>
      <w:r w:rsidR="00E60DFB" w:rsidRPr="009B6280">
        <w:rPr>
          <w:rStyle w:val="libAlaemChar"/>
          <w:rtl/>
        </w:rPr>
        <w:t>صلى‌الله‌عليه‌وآله</w:t>
      </w:r>
      <w:r w:rsidR="00E60DFB">
        <w:rPr>
          <w:rtl/>
        </w:rPr>
        <w:t xml:space="preserve"> </w:t>
      </w:r>
      <w:r>
        <w:rPr>
          <w:rtl/>
        </w:rPr>
        <w:t>من رد عن عرض اخيه المسلم و جبت له الجنه البته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B6280">
        <w:rPr>
          <w:rStyle w:val="libAlaemChar"/>
          <w:rtl/>
        </w:rPr>
        <w:t>عليه‌السلام</w:t>
      </w:r>
      <w:r>
        <w:rPr>
          <w:rtl/>
        </w:rPr>
        <w:t xml:space="preserve"> نقل مى نمايند كه رسول خدا </w:t>
      </w:r>
      <w:r w:rsidR="00E60DFB" w:rsidRPr="009B6280">
        <w:rPr>
          <w:rStyle w:val="libAlaemChar"/>
          <w:rtl/>
        </w:rPr>
        <w:t>صلى‌الله‌عليه‌وآله</w:t>
      </w:r>
      <w:r w:rsidR="00E60DFB">
        <w:rPr>
          <w:rtl/>
        </w:rPr>
        <w:t xml:space="preserve"> </w:t>
      </w:r>
      <w:r>
        <w:rPr>
          <w:rtl/>
        </w:rPr>
        <w:t>فرمودند: كسى كه ابروى برادر مسلمان خود را حفظ كند، حتما بهشت براى او واجب مى شود.</w:t>
      </w:r>
    </w:p>
    <w:p w:rsidR="00A679DB" w:rsidRDefault="00A679DB" w:rsidP="00A679DB">
      <w:pPr>
        <w:pStyle w:val="libNormal"/>
        <w:rPr>
          <w:rtl/>
        </w:rPr>
      </w:pPr>
    </w:p>
    <w:p w:rsidR="00A679DB" w:rsidRDefault="00A679DB" w:rsidP="00A679DB">
      <w:pPr>
        <w:pStyle w:val="libNormal"/>
        <w:rPr>
          <w:rtl/>
        </w:rPr>
      </w:pPr>
      <w:r>
        <w:rPr>
          <w:rtl/>
        </w:rPr>
        <w:t>ثواب من قضى لاخيه حاجه و ثواب من نفس عنه كربه و ثواب من اعانه على ظالم لهو ثواب من سعى له فى حاجه و ثواب من سقاه من ظما و ثواب من اطعمه من جوع و ثواب منكساه من عرى و ثواب من حمله من رحله و ثواب من كفاه و ثواب من كفنه عند موته و ثواب منزوجه و ثواب من عاده من مرضه</w:t>
      </w:r>
    </w:p>
    <w:p w:rsidR="00A679DB" w:rsidRDefault="00A679DB" w:rsidP="00A679DB">
      <w:pPr>
        <w:pStyle w:val="libNormal"/>
        <w:rPr>
          <w:rtl/>
        </w:rPr>
      </w:pPr>
    </w:p>
    <w:p w:rsidR="00A679DB" w:rsidRDefault="00A679DB" w:rsidP="009B6280">
      <w:pPr>
        <w:pStyle w:val="libNormal"/>
        <w:rPr>
          <w:rtl/>
        </w:rPr>
      </w:pPr>
      <w:r>
        <w:rPr>
          <w:rtl/>
        </w:rPr>
        <w:t xml:space="preserve">ثواب بر آوردن حاجت برادر مؤ من و كوشش براى </w:t>
      </w:r>
      <w:r w:rsidR="009B6280">
        <w:rPr>
          <w:rFonts w:hint="cs"/>
          <w:rtl/>
        </w:rPr>
        <w:t>آ</w:t>
      </w:r>
      <w:r>
        <w:rPr>
          <w:rtl/>
        </w:rPr>
        <w:t>ن ، بر طرف كردن گرفتارى</w:t>
      </w:r>
      <w:r w:rsidR="009B6280">
        <w:rPr>
          <w:rFonts w:hint="cs"/>
          <w:rtl/>
        </w:rPr>
        <w:t xml:space="preserve"> </w:t>
      </w:r>
      <w:r>
        <w:rPr>
          <w:rtl/>
        </w:rPr>
        <w:t>او، يارى او، برطرف كردن تشنگى و گرسنگى او، پوشانيدن او، سوار بر مر كب</w:t>
      </w:r>
      <w:r w:rsidR="009B6280">
        <w:rPr>
          <w:rFonts w:hint="cs"/>
          <w:rtl/>
        </w:rPr>
        <w:t xml:space="preserve"> </w:t>
      </w:r>
      <w:r>
        <w:rPr>
          <w:rtl/>
        </w:rPr>
        <w:t>نمودن او، بى نياز گردانيدن او، كفن كردن او پس از مرگ دادن همسر به او و عيادت اوهنگام بيمارى .</w:t>
      </w:r>
    </w:p>
    <w:p w:rsidR="00A679DB" w:rsidRDefault="00A679DB" w:rsidP="009B6280">
      <w:pPr>
        <w:pStyle w:val="libNormal"/>
        <w:rPr>
          <w:rtl/>
        </w:rPr>
      </w:pPr>
      <w:r>
        <w:rPr>
          <w:rtl/>
        </w:rPr>
        <w:t>حديث : ١ ابى رحمه الله قال حدثنى سعد بن عبدالله قال حدثنى عباد بن سليمان عن محمد بن سليمان الديلمى عن ابيه سليمان عن مخلد بن يزيد النيسابورى عن ابى حمزه الثمالى عن على بن الحسين</w:t>
      </w:r>
      <w:r w:rsidR="00DC5255">
        <w:rPr>
          <w:rtl/>
        </w:rPr>
        <w:t xml:space="preserve">عليهم‌السلام </w:t>
      </w:r>
      <w:r>
        <w:rPr>
          <w:rtl/>
        </w:rPr>
        <w:t xml:space="preserve">قال من قضى لاخيه حاجه فبحاجه الله بدا و قضى الله له بها مائه حاجه فى احديهن الجنه و من </w:t>
      </w:r>
      <w:r>
        <w:rPr>
          <w:rtl/>
        </w:rPr>
        <w:lastRenderedPageBreak/>
        <w:t xml:space="preserve">نفس عن اخيه كربه نفس الله عنه كرب القيامه بالغا ما بلغت و من اعانه على ظالم له اعانه الله على اجازه الصراط عند دحض ‍ الاقدام و من سعى له فى حاجه حتى قضاها له فسر بقضائها فكان كادخال السرور على رسول الله </w:t>
      </w:r>
      <w:r w:rsidR="00E60DFB" w:rsidRPr="009B6280">
        <w:rPr>
          <w:rStyle w:val="libAlaemChar"/>
          <w:rtl/>
        </w:rPr>
        <w:t>صلى‌الله‌عليه‌وآله</w:t>
      </w:r>
      <w:r w:rsidR="00E60DFB">
        <w:rPr>
          <w:rtl/>
        </w:rPr>
        <w:t xml:space="preserve"> </w:t>
      </w:r>
      <w:r>
        <w:rPr>
          <w:rtl/>
        </w:rPr>
        <w:t>و من سقاه من ظما سقاه الله من الرحيق المختوم و من اطعمه من جوع اطعمه الله من ثمار الجنه و من كساه من عرى كساه الله من استبرق و حرير و من كساه من غير عرى لم يزل فى ضمان اله ما دام على المكسى من الثواب سلك و من كفاه بما هو يمهنه و يكف وجهه و يصل به يديه اخدمه الله الولدان المخلدين و من حمله من رحله بعثه الله يوم القيامه الى الموقف على ناقه من نوق الجنه يباهث به الملائكه و من كفنه عند موته فكانما كساه من يوم ولدته امه الى يوم يموت و من زوجه زوجه يانس بها و يسكن اليها انسه الله فى قبره بصوره احب اهله اليه و من عاده عند مرضه حفته الملائكه تدعوا له حتى ينصرف و تقول طبت و طابت لك الجنه و الله لقضاء حاجته احب الى الله من صيام شهرين متتابعين باعتكافهما فى الشهر الحرام .</w:t>
      </w:r>
    </w:p>
    <w:p w:rsidR="00A679DB" w:rsidRDefault="00A679DB" w:rsidP="00A679DB">
      <w:pPr>
        <w:pStyle w:val="libNormal"/>
        <w:rPr>
          <w:rtl/>
        </w:rPr>
      </w:pPr>
      <w:r>
        <w:rPr>
          <w:rtl/>
        </w:rPr>
        <w:t>ترجمه :</w:t>
      </w:r>
    </w:p>
    <w:p w:rsidR="00A679DB" w:rsidRDefault="00A679DB" w:rsidP="009B6280">
      <w:pPr>
        <w:pStyle w:val="libNormal"/>
        <w:rPr>
          <w:rtl/>
        </w:rPr>
      </w:pPr>
      <w:r>
        <w:rPr>
          <w:rtl/>
        </w:rPr>
        <w:t xml:space="preserve">١. امام زين العابدين </w:t>
      </w:r>
      <w:r w:rsidRPr="009B6280">
        <w:rPr>
          <w:rStyle w:val="libAlaemChar"/>
          <w:rtl/>
        </w:rPr>
        <w:t>عليه‌السلام</w:t>
      </w:r>
      <w:r>
        <w:rPr>
          <w:rtl/>
        </w:rPr>
        <w:t xml:space="preserve"> فرمودند: كسى كه حاجت برادر مؤ من خود را بر آورد، با بر آوردن حاجت خداوند شروع كرده است (و سپس حاجت برادر مومنش را بر آورده است) و خداوند بخاطر اين كار صد حاجت او را كه يكى از آنها</w:t>
      </w:r>
      <w:r w:rsidR="009B6280">
        <w:rPr>
          <w:rFonts w:hint="cs"/>
          <w:rtl/>
        </w:rPr>
        <w:t xml:space="preserve"> </w:t>
      </w:r>
      <w:r>
        <w:rPr>
          <w:rtl/>
        </w:rPr>
        <w:t xml:space="preserve">بهشت است ، بر مى آورد. و كسى كه گرفتارى برادر مؤ منش را حل كند، خداوند گرفتاريهاى روز قيامت را برايش حل مى كند، هر قدر اين گرفتارى سخت باشند و كسى كه در مقابل ستمگرى كه به او ظلم مى كند او را يارى نمايد، خداوند به هنگام لغزش پاها او را كمك مى كند تا از پل صراط عبور نمايد. و كسى كه براى بر آوردن حاجت او كوشش نمايد تا آن را بر آورد و او </w:t>
      </w:r>
      <w:r>
        <w:rPr>
          <w:rtl/>
        </w:rPr>
        <w:lastRenderedPageBreak/>
        <w:t>را خوشحال نموده است .</w:t>
      </w:r>
      <w:r w:rsidR="009B6280">
        <w:rPr>
          <w:rtl/>
        </w:rPr>
        <w:t xml:space="preserve"> </w:t>
      </w:r>
      <w:r>
        <w:rPr>
          <w:rtl/>
        </w:rPr>
        <w:t xml:space="preserve">حاجتش خوشحال شود، مانند اين است كه رسول خدا </w:t>
      </w:r>
      <w:r w:rsidR="00E60DFB" w:rsidRPr="009B6280">
        <w:rPr>
          <w:rStyle w:val="libAlaemChar"/>
          <w:rtl/>
        </w:rPr>
        <w:t>صلى‌الله‌عليه‌وآله</w:t>
      </w:r>
      <w:r w:rsidR="00E60DFB">
        <w:rPr>
          <w:rtl/>
        </w:rPr>
        <w:t xml:space="preserve"> </w:t>
      </w:r>
      <w:r>
        <w:rPr>
          <w:rtl/>
        </w:rPr>
        <w:t>را خوشحال نموده است . و كسى كه تشنگى او را برطرف نمايد، خداوند از نوشابه هاى سربسته بهشتى به او عطا مى فرمايد و كسى كه گرسنگى او را برطرف نمايد، خداوند از ميوه هاى بهشت به او عطا مى فرمايد و كسى كه مؤ من بى لباس را بپوشاند، خداوند لباسهايى از «استبرق» و «حرير» به او عنايت مى نمايد و كسى كه به مؤ من پوشيده لباس بدهد، تا زمانى كه نخى از آن لباس باقى باشد در كفالت خداوند خواهد بود. و كسى كه به هنگام ضعف آبروى او را بخرد و به او كمك كند، خداوند «ولدان مخلد» (كودكانى كه هميشه كودك مى مانند) بهشتى را به خدمت او مى گمارد و كسى كه او را سوار بر مركبش نمايد، خداوند در روز قيامت او را سوار بر شترى بهشتى به موقف حساب مى آورد، بگونه اى كه بر فرشتگان خداوند مباهات مى نمايد و كسى كه پس ا</w:t>
      </w:r>
      <w:r w:rsidR="009B6280">
        <w:rPr>
          <w:rFonts w:hint="cs"/>
          <w:rtl/>
        </w:rPr>
        <w:t>ز</w:t>
      </w:r>
      <w:r>
        <w:rPr>
          <w:rtl/>
        </w:rPr>
        <w:t xml:space="preserve"> مرگ او را كفن نمايد، گويا از روزى كه از مادر متولد شده تا روز مرگ او را پوشانيده است . و كسى كه به او همسرى دهد كه با او انس بگيرد، و آرامش يابد، خداوند در قبرش او را با سيماى محبوبترين اعضاى خانواده اش مانوس مى نمايد و كسى كه به هنگام بيمارى به عيادت او برود، فرشتگان گرداگرد او را گرفته و براى او دعا مى كنند تا بازگردد و مى گويند: پاك شدى و بهشت برايت پاك شد، بخدا سوگند بر آوردن حاجت او را بيش از دو ماه روزه پى در پى همراه با اعتكاف آن ماهها، در ماه حرام ، دوست دارم .</w:t>
      </w:r>
    </w:p>
    <w:p w:rsidR="00A679DB" w:rsidRDefault="00A679DB" w:rsidP="00A679DB">
      <w:pPr>
        <w:pStyle w:val="libNormal"/>
        <w:rPr>
          <w:rtl/>
        </w:rPr>
      </w:pPr>
    </w:p>
    <w:p w:rsidR="00A679DB" w:rsidRDefault="00A679DB" w:rsidP="00A679DB">
      <w:pPr>
        <w:pStyle w:val="libNormal"/>
        <w:rPr>
          <w:rtl/>
        </w:rPr>
      </w:pPr>
      <w:r>
        <w:rPr>
          <w:rtl/>
        </w:rPr>
        <w:t>ثواب زياره الاخوان و مصافحتهم و معانقتهم</w:t>
      </w:r>
    </w:p>
    <w:p w:rsidR="00A679DB" w:rsidRDefault="009B6280" w:rsidP="00A679DB">
      <w:pPr>
        <w:pStyle w:val="libNormal"/>
        <w:rPr>
          <w:rtl/>
        </w:rPr>
      </w:pPr>
      <w:r>
        <w:rPr>
          <w:rtl/>
        </w:rPr>
        <w:br w:type="page"/>
      </w:r>
    </w:p>
    <w:p w:rsidR="00A679DB" w:rsidRDefault="00A679DB" w:rsidP="009B6280">
      <w:pPr>
        <w:pStyle w:val="Heading2"/>
        <w:rPr>
          <w:rtl/>
        </w:rPr>
      </w:pPr>
      <w:bookmarkStart w:id="285" w:name="_Toc449617342"/>
      <w:r>
        <w:rPr>
          <w:rtl/>
        </w:rPr>
        <w:t>ثواب ديدار با برادران و دست دادن و معانقه با آنان</w:t>
      </w:r>
      <w:bookmarkEnd w:id="285"/>
    </w:p>
    <w:p w:rsidR="00A679DB" w:rsidRDefault="00A679DB" w:rsidP="00A679DB">
      <w:pPr>
        <w:pStyle w:val="libNormal"/>
        <w:rPr>
          <w:rtl/>
        </w:rPr>
      </w:pPr>
      <w:r>
        <w:rPr>
          <w:rtl/>
        </w:rPr>
        <w:t xml:space="preserve">حديث : ١ حدثنى محمد بن الحسن رضى الله عنه قال حدثنى محمد بن الحسن الصفار عن عباد بن سليمان عن محمد بن سليمان الديلمى عن ابيه عن اسحاق بن عمار الصيرفى قال ككنت بالكوفه فياتينى اخوان كثيره و كرهت الشهره فتخوفت ان اشتهر بدينى فامرت غلامى كلما جاءنى رجل منهم يطلبنى قال ليس هو ههنال قال فحججت تلك النسه فلقيت ابا عبدالله فرايت منه ثقلا و تغيرا فيما بينى و بينه قال قلت جعلت فداك ما الذى غيرنى عندك قال الذى غيرك للمومنين قلت جعلت فداك انما تخوفت الشهره و قد علم الله شده حبى لهم فقال يا اسحاق لا تمل زياره اخوانك فان المومن اذا لقى اخاه المومن فقال له مرحبا كتب الله له مرحبا الى يوم القيامه فاذا صافحه انزل الله فيما بين ابهامهما مائه رحمه تسعه و تسعون لاشدهم حبا لصاحبه ثم اقبل الله عليهما بوجهه فكان على اشدهما حبا لصاحبه اشد اقبالا فاذا تعانقا غمرتهما الرحمه فاذا لبثا لا يريدان الا وجهه لا يريدان غرضا من اغراض الدنيا قيل لهما غفر الله لكما فاستانفا فاذا اقبلا على المسائله قالت الملائكه بعضهم لبعض تنحوا عنهما فان لهما سرا و قد ستره الله عليهما قال اسحاق قلت له جعلت فداك لا يكتب علينا لفظنا فقد قال الله عزوجل «ما يلفظ من قول الا لديه رقيب عتيد» قال فتنفس ابن رسول الله </w:t>
      </w:r>
      <w:r w:rsidR="00E60DFB">
        <w:rPr>
          <w:rtl/>
        </w:rPr>
        <w:t xml:space="preserve">صلى‌الله‌عليه‌وآله </w:t>
      </w:r>
      <w:r>
        <w:rPr>
          <w:rtl/>
        </w:rPr>
        <w:t xml:space="preserve">الصعداء ثم بكى حتى خضبت دموعه لحيته و قال يا اسحاق ان الله تبارك و تعالى انما نادى الملائكه ان تغيبوا عن المومنين اذا التقيا اجلالا لهما فاذا كانت الملائكه لا تكتب لفظهما و لا يعرف كلامهما فقد يعرفه الحافظ عليهما عالم السر و اخفى يا اسحاق فخف الله كانك قراه فان كنت لا تراه فانه يراك فان كنت ترى انه لا يراك فقد كفرت و ان كنت تعلم انه يراك ثم </w:t>
      </w:r>
      <w:r>
        <w:rPr>
          <w:rtl/>
        </w:rPr>
        <w:lastRenderedPageBreak/>
        <w:t>استترت عن المخلوقين بالمعاصى و برزت له بها فقد جعلته فى حد اهون الناظرين اليك .</w:t>
      </w:r>
    </w:p>
    <w:p w:rsidR="00A679DB" w:rsidRDefault="00A679DB" w:rsidP="00A679DB">
      <w:pPr>
        <w:pStyle w:val="libNormal"/>
        <w:rPr>
          <w:rtl/>
        </w:rPr>
      </w:pPr>
      <w:r>
        <w:rPr>
          <w:rtl/>
        </w:rPr>
        <w:t>ترجمه :</w:t>
      </w:r>
    </w:p>
    <w:p w:rsidR="00A679DB" w:rsidRDefault="00A679DB" w:rsidP="00F844BD">
      <w:pPr>
        <w:pStyle w:val="libNormal"/>
        <w:rPr>
          <w:rtl/>
        </w:rPr>
      </w:pPr>
      <w:r>
        <w:rPr>
          <w:rtl/>
        </w:rPr>
        <w:t xml:space="preserve">١. اسحاق بن عمار مى گويد، هنگامى كه در كوفه بودم ، برادران مؤ من زيادى به ديدنم مى آمدند و من دوست نداشتم مشهور شوم . و مى ترسيدم از اين كه مشهور شوم شيعه هستم به همين جهت به غلام خود دستور دادم هر كس به ديدن من آمد و مرا خواست بگو اين جا نيست . در </w:t>
      </w:r>
      <w:r w:rsidR="00F844BD">
        <w:rPr>
          <w:rFonts w:hint="cs"/>
          <w:rtl/>
        </w:rPr>
        <w:t>آ</w:t>
      </w:r>
      <w:r>
        <w:rPr>
          <w:rtl/>
        </w:rPr>
        <w:t xml:space="preserve">ن سال به سفر حج رفتم و هنگامى كه امام صادق </w:t>
      </w:r>
      <w:r w:rsidRPr="00F844BD">
        <w:rPr>
          <w:rStyle w:val="libAlaemChar"/>
          <w:rtl/>
        </w:rPr>
        <w:t>عليه‌السلام</w:t>
      </w:r>
      <w:r>
        <w:rPr>
          <w:rtl/>
        </w:rPr>
        <w:t xml:space="preserve"> را ملاقات نمودم با من مانند هميشه نبود و با من سنگين برخورد نمود. عرض كردم : فدايت گردم . چرا اين گونه با من برخورد مى نماييد. فرمودند: زيرا تو با مؤ منين آن گونه برخورد مى كنى . عرض كردم : فدايت گردم من فقط از معروف شدن ميترسيدم و خدا خوب مى داند كه چقدر آنها را دوست دارم .</w:t>
      </w:r>
    </w:p>
    <w:p w:rsidR="00A679DB" w:rsidRDefault="00A679DB" w:rsidP="00F844BD">
      <w:pPr>
        <w:pStyle w:val="libNormal"/>
        <w:rPr>
          <w:rtl/>
        </w:rPr>
      </w:pPr>
      <w:r>
        <w:rPr>
          <w:rtl/>
        </w:rPr>
        <w:t xml:space="preserve">فرمودند: اى اسحاق ! از ديدار با برادران مومنت دلتنگ نشو. زيرا همانا هنگامى كه مؤ من برادر مؤ من خود را ملاقات نموده و </w:t>
      </w:r>
      <w:r w:rsidR="00F844BD">
        <w:rPr>
          <w:rFonts w:hint="cs"/>
          <w:rtl/>
        </w:rPr>
        <w:t>ب</w:t>
      </w:r>
      <w:r>
        <w:rPr>
          <w:rtl/>
        </w:rPr>
        <w:t xml:space="preserve">ه او خوش </w:t>
      </w:r>
      <w:r w:rsidR="00F844BD">
        <w:rPr>
          <w:rFonts w:hint="cs"/>
          <w:rtl/>
        </w:rPr>
        <w:t>آ</w:t>
      </w:r>
      <w:r>
        <w:rPr>
          <w:rtl/>
        </w:rPr>
        <w:t xml:space="preserve">مد بگويد، خداوند براى او تا روز قيامت خوش آمد مى نويسد. و هنگامى كه دست دادند خداوند صد رحمت بين انگشتان شست آنها نازل مى نمايد كه نود و نه تاى </w:t>
      </w:r>
      <w:r w:rsidR="00F844BD">
        <w:rPr>
          <w:rFonts w:hint="cs"/>
          <w:rtl/>
        </w:rPr>
        <w:t>آ</w:t>
      </w:r>
      <w:r>
        <w:rPr>
          <w:rtl/>
        </w:rPr>
        <w:t xml:space="preserve">ن از </w:t>
      </w:r>
      <w:r w:rsidR="00F844BD">
        <w:rPr>
          <w:rFonts w:hint="cs"/>
          <w:rtl/>
        </w:rPr>
        <w:t>آ</w:t>
      </w:r>
      <w:r>
        <w:rPr>
          <w:rtl/>
        </w:rPr>
        <w:t xml:space="preserve">ن كسى است كه دوستش را بيشتر دوست دارد. آنگاه خداوند با روى خود به آنها رو كرده و به دوستى كه دوستش را بيشتر دوست دارد، بيشتر رو مى نمايد و هنگامى كه معانقه نمودند تغرق در رحمت خداوند مى گردند و هنگامى كه فقط بخاطر خدا، نه بخاطر هدفى از اهداف دنيايى ، در كنار هم توقف نمودند، به آنها مى گويند: خدا شما را آمرزيد، عمل خود را از نوع شروع كنيد. هنگامى كه احوالپرسى را آغاز نمودند، فرشتگان به همديگر مى گويند از آنها </w:t>
      </w:r>
      <w:r>
        <w:rPr>
          <w:rtl/>
        </w:rPr>
        <w:lastRenderedPageBreak/>
        <w:t xml:space="preserve">دور شويد. زيرا سرى دارند كه خدا آن را پوشانيده است . عرض كردم : فدايت گردم چگونه آنها سخنان ما را نمى نويسند، در حالى كه خداى عزوجل فرموده است «سخنى نمى گويد، مگر اين كه نگهبان آماده اى نزد اوست»؟ </w:t>
      </w:r>
      <w:r w:rsidRPr="00F844BD">
        <w:rPr>
          <w:rStyle w:val="libFootnotenumChar"/>
          <w:rtl/>
        </w:rPr>
        <w:t>(٨١)</w:t>
      </w:r>
      <w:r>
        <w:rPr>
          <w:rtl/>
        </w:rPr>
        <w:t xml:space="preserve"> در اين هنگام فرزندرسول خدا </w:t>
      </w:r>
      <w:r w:rsidR="00E60DFB" w:rsidRPr="00F844BD">
        <w:rPr>
          <w:rStyle w:val="libAlaemChar"/>
          <w:rtl/>
        </w:rPr>
        <w:t>صلى‌الله‌عليه‌وآله</w:t>
      </w:r>
      <w:r w:rsidR="00E60DFB">
        <w:rPr>
          <w:rtl/>
        </w:rPr>
        <w:t xml:space="preserve"> </w:t>
      </w:r>
      <w:r>
        <w:rPr>
          <w:rtl/>
        </w:rPr>
        <w:t xml:space="preserve">نفس عميقى كشيد. آنگاه گريه كردند: بگونه اى كه محاسن او از اشكش تر شد و سخنى فرمودند: اى اسحاق ! همانا خداى متعال فقط به فرشتگان ندا مى دهد كه هنگام ملاقات دو مؤ من براى بزرگداشت </w:t>
      </w:r>
      <w:r w:rsidR="00F844BD">
        <w:rPr>
          <w:rFonts w:hint="cs"/>
          <w:rtl/>
        </w:rPr>
        <w:t>آ</w:t>
      </w:r>
      <w:r>
        <w:rPr>
          <w:rtl/>
        </w:rPr>
        <w:t xml:space="preserve">نان در كنار آنها نباشند. «و اين بدين معنى نيست كه كسى سخنان </w:t>
      </w:r>
      <w:r w:rsidR="00F844BD">
        <w:rPr>
          <w:rFonts w:hint="cs"/>
          <w:rtl/>
        </w:rPr>
        <w:t>آ</w:t>
      </w:r>
      <w:r>
        <w:rPr>
          <w:rtl/>
        </w:rPr>
        <w:t xml:space="preserve">ها را نمى شنود) و وقتى فرشتگان سخنان آنها را مى نويسند و از كلام آنها </w:t>
      </w:r>
      <w:r w:rsidR="00F844BD">
        <w:rPr>
          <w:rFonts w:hint="cs"/>
          <w:rtl/>
        </w:rPr>
        <w:t>آ</w:t>
      </w:r>
      <w:r>
        <w:rPr>
          <w:rtl/>
        </w:rPr>
        <w:t>گاهى ندارند، داناى نهان و آشكار كه مراقب هميشگى آنان است ، از سخنان آنها آگاهى دارد و پس از اسحاق ! بگونه اى از خدا بترس كه گويا او را مى بينى . زيرا اگر تو او را نمى بينى ، او قطعا تو را مى بيند و اگر فكر مى كنى كه او تو را نمى بيند، كافر شده اى ، و اگر بدانى كه او تو را مى بيند و گناه خود را از مخلوقات او پنهان مى كنى و آن گناهان را براى او آشكار سازى ، او را در حد بى مقدارترين بينندگان خود دانسته اى .</w:t>
      </w:r>
    </w:p>
    <w:p w:rsidR="00A679DB" w:rsidRDefault="00A679DB" w:rsidP="00A679DB">
      <w:pPr>
        <w:pStyle w:val="libNormal"/>
        <w:rPr>
          <w:rtl/>
        </w:rPr>
      </w:pPr>
    </w:p>
    <w:p w:rsidR="00A679DB" w:rsidRDefault="00A679DB" w:rsidP="00A679DB">
      <w:pPr>
        <w:pStyle w:val="libNormal"/>
        <w:rPr>
          <w:rtl/>
        </w:rPr>
      </w:pPr>
      <w:r>
        <w:rPr>
          <w:rtl/>
        </w:rPr>
        <w:t>ثواب معاونه الاخ المومن و نصرته</w:t>
      </w:r>
    </w:p>
    <w:p w:rsidR="00A679DB" w:rsidRDefault="00F844BD" w:rsidP="00A679DB">
      <w:pPr>
        <w:pStyle w:val="libNormal"/>
        <w:rPr>
          <w:rtl/>
        </w:rPr>
      </w:pPr>
      <w:r>
        <w:rPr>
          <w:rtl/>
        </w:rPr>
        <w:br w:type="page"/>
      </w:r>
    </w:p>
    <w:p w:rsidR="00A679DB" w:rsidRDefault="00A679DB" w:rsidP="00F844BD">
      <w:pPr>
        <w:pStyle w:val="Heading2"/>
        <w:rPr>
          <w:rtl/>
        </w:rPr>
      </w:pPr>
      <w:bookmarkStart w:id="286" w:name="_Toc449617343"/>
      <w:r>
        <w:rPr>
          <w:rtl/>
        </w:rPr>
        <w:t>ثواب كمك و يارى رساندن به برادر مؤ من</w:t>
      </w:r>
      <w:bookmarkEnd w:id="286"/>
    </w:p>
    <w:p w:rsidR="00A679DB" w:rsidRDefault="00A679DB" w:rsidP="00A679DB">
      <w:pPr>
        <w:pStyle w:val="libNormal"/>
        <w:rPr>
          <w:rtl/>
        </w:rPr>
      </w:pPr>
      <w:r>
        <w:rPr>
          <w:rtl/>
        </w:rPr>
        <w:t xml:space="preserve">حديث : ١ ابى رحمه الله قال حدثنى سعد بن عبدالله عن احمد بن ابى عبدالله عن ابيه عن حماد بن عيسى عن ابراهيم بن عمر اليمانى عن ابى عبدالله </w:t>
      </w:r>
      <w:r w:rsidRPr="00F844BD">
        <w:rPr>
          <w:rStyle w:val="libAlaemChar"/>
          <w:rtl/>
        </w:rPr>
        <w:t>عليه‌السلام</w:t>
      </w:r>
      <w:r>
        <w:rPr>
          <w:rtl/>
        </w:rPr>
        <w:t xml:space="preserve"> قال ما من مؤ من يعين مومنا مظلوما الا كان افضل من صيام شهر و اعتكافه فى المسجد الحرام و ما من مؤ من ينصر اخاه و هو يقدر على نصرته الا و نصره الله فى الدنيا و الاخره و ما من مؤ من يخذل اخاه و هو يقدر على نصرته الا خذله الله فى الدنيا و الاخره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F844BD">
        <w:rPr>
          <w:rStyle w:val="libAlaemChar"/>
          <w:rtl/>
        </w:rPr>
        <w:t>عليه‌السلام</w:t>
      </w:r>
      <w:r>
        <w:rPr>
          <w:rtl/>
        </w:rPr>
        <w:t xml:space="preserve"> فرمودند: مؤ من ستمديده اى را هيچ مومنى يارى نمى نمايد، مگر اين كه اين كار براى او برتر از يك ماه روزه و اعتكاف در مسجد الحرام است . هيچ مومنى نيست كه بتواند برادر مومنش را يارى نمايد و او را يارى كند، مگر اين كه خداوند در دنيا و آخرت او را يارى خواهد كرد. هيچ مومنى نيست كه بتواند برادر مونش را يارى نمايد و او را يارى نكند، مگر اين كه خداوند در دنيا و آخرت او را يارى نخواهد نمود.</w:t>
      </w:r>
    </w:p>
    <w:p w:rsidR="00A679DB" w:rsidRDefault="00A679DB" w:rsidP="00A679DB">
      <w:pPr>
        <w:pStyle w:val="libNormal"/>
        <w:rPr>
          <w:rtl/>
        </w:rPr>
      </w:pPr>
      <w:r>
        <w:rPr>
          <w:rtl/>
        </w:rPr>
        <w:t>حديث : ٢ حدثنى محمد بن موسى بن المتوكل رضى الله عنه قال حدثنى عبدالله بن جعفر الحميرى عن محمد بن الحسين بن ابى الخطاب عن الحسن بن محبوب عن على بن رئاب عن ابى الورد عن ابى جعفر عليه‌السلام قال من اغتيب عنده اخوه المومن فلم ينصره و لم يدفع عنه و هو يقدر على نصرته و عونه الا خفضه الله فى الدنيا و الاخره .</w:t>
      </w:r>
    </w:p>
    <w:p w:rsidR="00A679DB" w:rsidRDefault="00A679DB" w:rsidP="00A679DB">
      <w:pPr>
        <w:pStyle w:val="libNormal"/>
        <w:rPr>
          <w:rtl/>
        </w:rPr>
      </w:pPr>
      <w:r>
        <w:rPr>
          <w:rtl/>
        </w:rPr>
        <w:t>ترجمه :</w:t>
      </w:r>
    </w:p>
    <w:p w:rsidR="00A679DB" w:rsidRDefault="00A679DB" w:rsidP="00F844BD">
      <w:pPr>
        <w:pStyle w:val="libNormal"/>
        <w:rPr>
          <w:rtl/>
        </w:rPr>
      </w:pPr>
      <w:r>
        <w:rPr>
          <w:rtl/>
        </w:rPr>
        <w:lastRenderedPageBreak/>
        <w:t xml:space="preserve">٢. امام باقر </w:t>
      </w:r>
      <w:r w:rsidRPr="00F844BD">
        <w:rPr>
          <w:rStyle w:val="libAlaemChar"/>
          <w:rtl/>
        </w:rPr>
        <w:t>عليه‌السلام</w:t>
      </w:r>
      <w:r>
        <w:rPr>
          <w:rtl/>
        </w:rPr>
        <w:t xml:space="preserve"> فرمودند: كسى كه نزد او از برادر مومنش غيب شود و او از برادر مومنش دفاع كرده و به او كمك كند، خداوند در دنيا و </w:t>
      </w:r>
      <w:r w:rsidR="00F844BD">
        <w:rPr>
          <w:rFonts w:hint="cs"/>
          <w:rtl/>
        </w:rPr>
        <w:t>آ</w:t>
      </w:r>
      <w:r>
        <w:rPr>
          <w:rtl/>
        </w:rPr>
        <w:t>خرت او را يارى خواهد نمود. وكسى كه نزد او از برادر مومنش غيبت شود و او بتواند به او كمك كند ولى او ر</w:t>
      </w:r>
      <w:r w:rsidR="00F844BD">
        <w:rPr>
          <w:rFonts w:hint="cs"/>
          <w:rtl/>
        </w:rPr>
        <w:t>ا</w:t>
      </w:r>
      <w:r>
        <w:rPr>
          <w:rtl/>
        </w:rPr>
        <w:t>يارى نكرده و از او دفاع نكند، خداوند او را خوار و بى مقدار مى نمايد.</w:t>
      </w:r>
    </w:p>
    <w:p w:rsidR="00A679DB" w:rsidRDefault="00A679DB" w:rsidP="00A679DB">
      <w:pPr>
        <w:pStyle w:val="libNormal"/>
        <w:rPr>
          <w:rtl/>
        </w:rPr>
      </w:pPr>
    </w:p>
    <w:p w:rsidR="00A679DB" w:rsidRDefault="00A679DB" w:rsidP="00A679DB">
      <w:pPr>
        <w:pStyle w:val="libNormal"/>
        <w:rPr>
          <w:rtl/>
        </w:rPr>
      </w:pPr>
      <w:r>
        <w:rPr>
          <w:rtl/>
        </w:rPr>
        <w:t>ثواب الاصلاح بين الاثنين</w:t>
      </w:r>
    </w:p>
    <w:p w:rsidR="00A679DB" w:rsidRDefault="00F844BD" w:rsidP="00A679DB">
      <w:pPr>
        <w:pStyle w:val="libNormal"/>
        <w:rPr>
          <w:rtl/>
        </w:rPr>
      </w:pPr>
      <w:r>
        <w:rPr>
          <w:rtl/>
        </w:rPr>
        <w:br w:type="page"/>
      </w:r>
    </w:p>
    <w:p w:rsidR="00A679DB" w:rsidRDefault="00A679DB" w:rsidP="00F844BD">
      <w:pPr>
        <w:pStyle w:val="Heading2"/>
        <w:rPr>
          <w:rtl/>
        </w:rPr>
      </w:pPr>
      <w:bookmarkStart w:id="287" w:name="_Toc449617344"/>
      <w:r>
        <w:rPr>
          <w:rtl/>
        </w:rPr>
        <w:t>ثواب آشتى دادن دو نفر</w:t>
      </w:r>
      <w:bookmarkEnd w:id="287"/>
    </w:p>
    <w:p w:rsidR="00A679DB" w:rsidRDefault="00A679DB" w:rsidP="00A679DB">
      <w:pPr>
        <w:pStyle w:val="libNormal"/>
        <w:rPr>
          <w:rtl/>
        </w:rPr>
      </w:pPr>
      <w:r>
        <w:rPr>
          <w:rtl/>
        </w:rPr>
        <w:t xml:space="preserve">حديث : ١ حدثنى محمد بن موسى بن المتوكل رضى الله عنه قال حدثنى عبدالله بن جعفر الحميرى عن محمد بن الحسين بن ابى الخطاب عن الحسن بن محبوب عن ابى حمزه الثمالى عن ابى عبدالله </w:t>
      </w:r>
      <w:r w:rsidRPr="00C537D8">
        <w:rPr>
          <w:rStyle w:val="libAlaemChar"/>
          <w:rtl/>
        </w:rPr>
        <w:t>عليه‌السلام</w:t>
      </w:r>
      <w:r>
        <w:rPr>
          <w:rtl/>
        </w:rPr>
        <w:t xml:space="preserve"> قال كان اميرالمؤ منين عليه‌السلام يقول لان اصلح بين . اثنين احب الى من ان اتصدق بدينارين قال رسول الله </w:t>
      </w:r>
      <w:r w:rsidR="00E60DFB" w:rsidRPr="00C537D8">
        <w:rPr>
          <w:rStyle w:val="libAlaemChar"/>
          <w:rtl/>
        </w:rPr>
        <w:t>صلى‌الله‌عليه‌وآله</w:t>
      </w:r>
      <w:r w:rsidR="00E60DFB">
        <w:rPr>
          <w:rtl/>
        </w:rPr>
        <w:t xml:space="preserve"> </w:t>
      </w:r>
      <w:r>
        <w:rPr>
          <w:rtl/>
        </w:rPr>
        <w:t>اصلاح ذات البين افضل من عامه الصلاه و الصيام</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537D8">
        <w:rPr>
          <w:rStyle w:val="libAlaemChar"/>
          <w:rtl/>
        </w:rPr>
        <w:t>عليه‌السلام</w:t>
      </w:r>
      <w:r>
        <w:rPr>
          <w:rtl/>
        </w:rPr>
        <w:t xml:space="preserve"> نقل مى نمايد كه اميرالمؤ منين </w:t>
      </w:r>
      <w:r w:rsidRPr="00C537D8">
        <w:rPr>
          <w:rStyle w:val="libAlaemChar"/>
          <w:rtl/>
        </w:rPr>
        <w:t>عليه‌السلام</w:t>
      </w:r>
      <w:r>
        <w:rPr>
          <w:rtl/>
        </w:rPr>
        <w:t xml:space="preserve"> مى فرمودند: آشتى دادن بين دو نفر را بيش از دو دينار صدقه دادن دوست دارم . رسول خدا </w:t>
      </w:r>
      <w:r w:rsidR="00E60DFB" w:rsidRPr="00C537D8">
        <w:rPr>
          <w:rStyle w:val="libAlaemChar"/>
          <w:rtl/>
        </w:rPr>
        <w:t>صلى‌الله‌عليه‌وآله</w:t>
      </w:r>
      <w:r w:rsidR="00E60DFB">
        <w:rPr>
          <w:rtl/>
        </w:rPr>
        <w:t xml:space="preserve"> </w:t>
      </w:r>
      <w:r>
        <w:rPr>
          <w:rtl/>
        </w:rPr>
        <w:t>فرمودند: آشتى دادن برتر از يك سال نماز و روز است .</w:t>
      </w:r>
    </w:p>
    <w:p w:rsidR="00A679DB" w:rsidRDefault="00A679DB" w:rsidP="00A679DB">
      <w:pPr>
        <w:pStyle w:val="libNormal"/>
        <w:rPr>
          <w:rtl/>
        </w:rPr>
      </w:pPr>
    </w:p>
    <w:p w:rsidR="00A679DB" w:rsidRDefault="00A679DB" w:rsidP="00A679DB">
      <w:pPr>
        <w:pStyle w:val="libNormal"/>
        <w:rPr>
          <w:rtl/>
        </w:rPr>
      </w:pPr>
      <w:r>
        <w:rPr>
          <w:rtl/>
        </w:rPr>
        <w:t>ثواب من اغاث اخاه المسلم</w:t>
      </w:r>
    </w:p>
    <w:p w:rsidR="00A679DB" w:rsidRDefault="00C537D8" w:rsidP="00A679DB">
      <w:pPr>
        <w:pStyle w:val="libNormal"/>
        <w:rPr>
          <w:rtl/>
        </w:rPr>
      </w:pPr>
      <w:r>
        <w:rPr>
          <w:rtl/>
        </w:rPr>
        <w:br w:type="page"/>
      </w:r>
    </w:p>
    <w:p w:rsidR="00A679DB" w:rsidRDefault="00A679DB" w:rsidP="00C537D8">
      <w:pPr>
        <w:pStyle w:val="Heading2"/>
        <w:rPr>
          <w:rtl/>
        </w:rPr>
      </w:pPr>
      <w:bookmarkStart w:id="288" w:name="_Toc449617345"/>
      <w:r>
        <w:rPr>
          <w:rtl/>
        </w:rPr>
        <w:t>ثواب به فرياد مسلمان رسيدن</w:t>
      </w:r>
      <w:bookmarkEnd w:id="288"/>
    </w:p>
    <w:p w:rsidR="00A679DB" w:rsidRDefault="00A679DB" w:rsidP="00A679DB">
      <w:pPr>
        <w:pStyle w:val="libNormal"/>
        <w:rPr>
          <w:rtl/>
        </w:rPr>
      </w:pPr>
      <w:r>
        <w:rPr>
          <w:rtl/>
        </w:rPr>
        <w:t xml:space="preserve">حديث : ١ ابى رحمه الله قال حدثنى سعد بن عبدالله عن احمد بن محمد بن على بن الحكم عن سيف بن عميره عن عمرو بن شمر عن جابر عن شرحبيل بن سعد الانصارى عن اسيد بن حضير قال قال رسول الله </w:t>
      </w:r>
      <w:r w:rsidR="00E60DFB" w:rsidRPr="00C537D8">
        <w:rPr>
          <w:rStyle w:val="libAlaemChar"/>
          <w:rtl/>
        </w:rPr>
        <w:t>صلى‌الله‌عليه‌وآله</w:t>
      </w:r>
      <w:r w:rsidR="00E60DFB">
        <w:rPr>
          <w:rtl/>
        </w:rPr>
        <w:t xml:space="preserve"> </w:t>
      </w:r>
      <w:r>
        <w:rPr>
          <w:rtl/>
        </w:rPr>
        <w:t>من اغاث اخاه المسلم حتى يخرجه من هم و كربه و ورطه كتب الله له عشر حسنات و رفع له عشر درجات و اعطاه ثواب عتق عشر نسمات و دفع عنه عشر نقمات و اعد لهيوم القيامه عشر شفاعات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C537D8">
        <w:rPr>
          <w:rStyle w:val="libAlaemChar"/>
          <w:rtl/>
        </w:rPr>
        <w:t>صلى‌الله‌عليه‌وآله</w:t>
      </w:r>
      <w:r w:rsidR="00E60DFB">
        <w:rPr>
          <w:rtl/>
        </w:rPr>
        <w:t xml:space="preserve"> </w:t>
      </w:r>
      <w:r>
        <w:rPr>
          <w:rtl/>
        </w:rPr>
        <w:t>فرمودند: كسى كه به فرياد مسلمانى برسد و او را از غصه ، گرفتارى و ورطه اى نجات دهد، خداوند ده حس</w:t>
      </w:r>
      <w:r w:rsidR="00C537D8">
        <w:rPr>
          <w:rFonts w:hint="cs"/>
          <w:rtl/>
        </w:rPr>
        <w:t>ن</w:t>
      </w:r>
      <w:r>
        <w:rPr>
          <w:rtl/>
        </w:rPr>
        <w:t>ه براى او مى نويسد، ده درجه او را بالا مى برد و ثواب آزاد كردن ده بنده را به او عطا مى نمايد، ده عقوبت را از او دور مى نمايد و در روز قيامت ده شفاعت برايش آماده مى نمايد.</w:t>
      </w:r>
    </w:p>
    <w:p w:rsidR="00A679DB" w:rsidRDefault="00A679DB" w:rsidP="00A679DB">
      <w:pPr>
        <w:pStyle w:val="libNormal"/>
        <w:rPr>
          <w:rtl/>
        </w:rPr>
      </w:pPr>
    </w:p>
    <w:p w:rsidR="00A679DB" w:rsidRDefault="00A679DB" w:rsidP="00A679DB">
      <w:pPr>
        <w:pStyle w:val="libNormal"/>
        <w:rPr>
          <w:rtl/>
        </w:rPr>
      </w:pPr>
      <w:r>
        <w:rPr>
          <w:rtl/>
        </w:rPr>
        <w:t>ثواب من اكم اخاه المسلم بكله .</w:t>
      </w:r>
    </w:p>
    <w:p w:rsidR="00A679DB" w:rsidRDefault="00C537D8" w:rsidP="00A679DB">
      <w:pPr>
        <w:pStyle w:val="libNormal"/>
        <w:rPr>
          <w:rtl/>
        </w:rPr>
      </w:pPr>
      <w:r>
        <w:rPr>
          <w:rtl/>
        </w:rPr>
        <w:br w:type="page"/>
      </w:r>
    </w:p>
    <w:p w:rsidR="00A679DB" w:rsidRDefault="00A679DB" w:rsidP="00A679DB">
      <w:pPr>
        <w:pStyle w:val="libNormal"/>
        <w:rPr>
          <w:rtl/>
        </w:rPr>
      </w:pPr>
      <w:bookmarkStart w:id="289" w:name="_Toc449617346"/>
      <w:r w:rsidRPr="00C537D8">
        <w:rPr>
          <w:rStyle w:val="Heading2Char"/>
          <w:rtl/>
        </w:rPr>
        <w:t>ثواب خوبى كردن با سخنى به برادر مسلمان با گفتن سخنى</w:t>
      </w:r>
      <w:bookmarkEnd w:id="289"/>
      <w:r>
        <w:rPr>
          <w:rtl/>
        </w:rPr>
        <w:t xml:space="preserve"> .</w:t>
      </w:r>
    </w:p>
    <w:p w:rsidR="00A679DB" w:rsidRDefault="00A679DB" w:rsidP="00A679DB">
      <w:pPr>
        <w:pStyle w:val="libNormal"/>
        <w:rPr>
          <w:rtl/>
        </w:rPr>
      </w:pPr>
      <w:r>
        <w:rPr>
          <w:rtl/>
        </w:rPr>
        <w:t xml:space="preserve">حديث : ١ ابى رحمه الله قال حدثنى سعد بن عبدالله عن احمد بن ابى عبدالله عن ابى محمد الغفارى عن جعفر بن ابراهيم عن ابى عبدالله عليه‌السلام قال قال رسول الله </w:t>
      </w:r>
      <w:r w:rsidR="00E60DFB">
        <w:rPr>
          <w:rtl/>
        </w:rPr>
        <w:t xml:space="preserve">صلى‌الله‌عليه‌وآله </w:t>
      </w:r>
      <w:r>
        <w:rPr>
          <w:rtl/>
        </w:rPr>
        <w:t>من اكرم اخاه المسلم بكلمه يلطفه بها و يفرج كربته لم يزل فى ظل الله الممدود بالرحمه ما كان فى ذلك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537D8">
        <w:rPr>
          <w:rStyle w:val="libAlaemChar"/>
          <w:rtl/>
        </w:rPr>
        <w:t>عليه‌السلام</w:t>
      </w:r>
      <w:r>
        <w:rPr>
          <w:rtl/>
        </w:rPr>
        <w:t xml:space="preserve"> نقل مى نمايند كه رسول خدا </w:t>
      </w:r>
      <w:r w:rsidR="00E60DFB" w:rsidRPr="00C537D8">
        <w:rPr>
          <w:rStyle w:val="libAlaemChar"/>
          <w:rtl/>
        </w:rPr>
        <w:t>صلى‌الله‌عليه‌وآله</w:t>
      </w:r>
      <w:r w:rsidR="00E60DFB">
        <w:rPr>
          <w:rtl/>
        </w:rPr>
        <w:t xml:space="preserve"> </w:t>
      </w:r>
      <w:r>
        <w:rPr>
          <w:rtl/>
        </w:rPr>
        <w:t>فرمودند: كسى كه با گفتن سخنى به برادر مسلمان خود خوبى كند، او را مورد لطف و محبت خود قرار بدهد و گرفتاريش را برطرف نمايد، تا زمانى كه مشغول اين كار است در سايه رحمت خداوند به سر مى برد.</w:t>
      </w:r>
    </w:p>
    <w:p w:rsidR="00A679DB" w:rsidRDefault="00A679DB" w:rsidP="00A679DB">
      <w:pPr>
        <w:pStyle w:val="libNormal"/>
        <w:rPr>
          <w:rtl/>
        </w:rPr>
      </w:pPr>
    </w:p>
    <w:p w:rsidR="00A679DB" w:rsidRDefault="00A679DB" w:rsidP="00A679DB">
      <w:pPr>
        <w:pStyle w:val="libNormal"/>
        <w:rPr>
          <w:rtl/>
        </w:rPr>
      </w:pPr>
      <w:r>
        <w:rPr>
          <w:rtl/>
        </w:rPr>
        <w:t>ثواب من اغاث اخاه اللهفان عند جهده و اعانه على نجاح حاجته</w:t>
      </w:r>
    </w:p>
    <w:p w:rsidR="00A679DB" w:rsidRDefault="00A679DB" w:rsidP="00A679DB">
      <w:pPr>
        <w:pStyle w:val="libNormal"/>
        <w:rPr>
          <w:rtl/>
        </w:rPr>
      </w:pPr>
    </w:p>
    <w:p w:rsidR="00A679DB" w:rsidRDefault="00A679DB" w:rsidP="00A679DB">
      <w:pPr>
        <w:pStyle w:val="libNormal"/>
        <w:rPr>
          <w:rtl/>
        </w:rPr>
      </w:pPr>
      <w:r>
        <w:rPr>
          <w:rtl/>
        </w:rPr>
        <w:t>ثواب به فرياد برادر مسلمان رسيدن در سختيها و يارى او در حاجتش</w:t>
      </w:r>
    </w:p>
    <w:p w:rsidR="00A679DB" w:rsidRDefault="00A679DB" w:rsidP="00A679DB">
      <w:pPr>
        <w:pStyle w:val="libNormal"/>
        <w:rPr>
          <w:rtl/>
        </w:rPr>
      </w:pPr>
      <w:r>
        <w:rPr>
          <w:rtl/>
        </w:rPr>
        <w:t xml:space="preserve">حديث : ١ حدثنى محمد بن موسى بن المتوكل رضى الله عنه قال حدثنى على بن الحسين السعد آبادى عن احمد بن محمد عن الحسن بن محبوب عن زيد الشحام قال سمعت ابا عبدالله </w:t>
      </w:r>
      <w:r w:rsidRPr="00C537D8">
        <w:rPr>
          <w:rStyle w:val="libAlaemChar"/>
          <w:rtl/>
        </w:rPr>
        <w:t>عليه‌السلام</w:t>
      </w:r>
      <w:r>
        <w:rPr>
          <w:rtl/>
        </w:rPr>
        <w:t xml:space="preserve"> يقول من اغاث اخاه اللهفان عند جهده فنفس كربته و اعانه على نجاح حاجته كانت له بذلك عندالله اثنتان و سبعون رحمه من الله يعجل له منها واحده يصلح بها معيشته و يدخر له احدى و سبعين رحمه لا فزاع يوم القيامه و اهواله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١. راوى مى گويد: از امام صادق </w:t>
      </w:r>
      <w:r w:rsidRPr="00C537D8">
        <w:rPr>
          <w:rStyle w:val="libAlaemChar"/>
          <w:rtl/>
        </w:rPr>
        <w:t>عليه‌السلام</w:t>
      </w:r>
      <w:r>
        <w:rPr>
          <w:rtl/>
        </w:rPr>
        <w:t xml:space="preserve"> شنيدم كه فرمودند: كسى كه در سختيها به فرياد برادر مؤ من خود برسد و گرفتاريش را برطرف نموده و در بر آوردن حاجتش به او كمك كند، بخاطر اين عمل هفتاد و دو رحمت از جانب خداوند نزد او دارد كه خداوند با يكى از آن رحمتها زندگى دنيايش را اصلاح نموده و هفتاد و يك رحمت ديگر را براى ترسها و وحشتهاى روز قيامتش ذخيره مى نمايد.</w:t>
      </w:r>
    </w:p>
    <w:p w:rsidR="00A679DB" w:rsidRDefault="00A679DB" w:rsidP="00A679DB">
      <w:pPr>
        <w:pStyle w:val="libNormal"/>
        <w:rPr>
          <w:rtl/>
        </w:rPr>
      </w:pPr>
    </w:p>
    <w:p w:rsidR="00A679DB" w:rsidRDefault="00A679DB" w:rsidP="00A679DB">
      <w:pPr>
        <w:pStyle w:val="libNormal"/>
        <w:rPr>
          <w:rtl/>
        </w:rPr>
      </w:pPr>
      <w:r>
        <w:rPr>
          <w:rtl/>
        </w:rPr>
        <w:t>ثواب من نفس عن مؤ من كربه</w:t>
      </w:r>
    </w:p>
    <w:p w:rsidR="00A679DB" w:rsidRDefault="00C537D8" w:rsidP="00A679DB">
      <w:pPr>
        <w:pStyle w:val="libNormal"/>
        <w:rPr>
          <w:rtl/>
        </w:rPr>
      </w:pPr>
      <w:r>
        <w:rPr>
          <w:rtl/>
        </w:rPr>
        <w:br w:type="page"/>
      </w:r>
    </w:p>
    <w:p w:rsidR="00A679DB" w:rsidRDefault="00A679DB" w:rsidP="00C537D8">
      <w:pPr>
        <w:pStyle w:val="Heading2"/>
        <w:rPr>
          <w:rtl/>
        </w:rPr>
      </w:pPr>
      <w:bookmarkStart w:id="290" w:name="_Toc449617347"/>
      <w:r>
        <w:rPr>
          <w:rtl/>
        </w:rPr>
        <w:t>ثواب بر طرف كردن گرفتارى مؤ من</w:t>
      </w:r>
      <w:bookmarkEnd w:id="290"/>
    </w:p>
    <w:p w:rsidR="00A679DB" w:rsidRDefault="00A679DB" w:rsidP="00A679DB">
      <w:pPr>
        <w:pStyle w:val="libNormal"/>
        <w:rPr>
          <w:rtl/>
        </w:rPr>
      </w:pPr>
      <w:r>
        <w:rPr>
          <w:rtl/>
        </w:rPr>
        <w:t xml:space="preserve">حديث : ١ ابى رحمه الله قال حدثنا على بن ابراهيم عن ابيه عن محمد بن ابى عمير عن الحسين بن نعميم عن مسمع كردينه قال سمعت ابا عبدالله </w:t>
      </w:r>
      <w:r w:rsidRPr="00C537D8">
        <w:rPr>
          <w:rStyle w:val="libAlaemChar"/>
          <w:rtl/>
        </w:rPr>
        <w:t>عليه‌السلام</w:t>
      </w:r>
      <w:r>
        <w:rPr>
          <w:rtl/>
        </w:rPr>
        <w:t xml:space="preserve"> يقول من نفس عن مؤ من كربه نفس الله عنهه كرب الاخره و خرج من قبره و هو ثلج الفواد و من اطعمه من جوع الله من ثمار الجنه و من سقاه شربه سقاه الله من الرحيق المختوم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C537D8">
        <w:rPr>
          <w:rStyle w:val="libAlaemChar"/>
          <w:rtl/>
        </w:rPr>
        <w:t>عليه‌السلام</w:t>
      </w:r>
      <w:r>
        <w:rPr>
          <w:rtl/>
        </w:rPr>
        <w:t xml:space="preserve"> شنيدم كه فرمودند: كسى كه گرفتارى مومنى را برطرف نمايد، خداوند گرفتارى روز قيامت را براى او برطرف مى نمايد و با خوشحالى از قبرش خارج مى شود و كسى كه به هنگام گرسنگى به او غذا دهد، خداوند از ميوه هاى بهشتى به او عطا مى فرمايد، و كسى كه شربت آبى به او بدهد، خداوند از نوشابه ها سربسته به او عطا مى فرمايد.</w:t>
      </w:r>
    </w:p>
    <w:p w:rsidR="00A679DB" w:rsidRDefault="00A679DB" w:rsidP="00A679DB">
      <w:pPr>
        <w:pStyle w:val="libNormal"/>
        <w:rPr>
          <w:rtl/>
        </w:rPr>
      </w:pPr>
    </w:p>
    <w:p w:rsidR="00A679DB" w:rsidRDefault="00A679DB" w:rsidP="00A679DB">
      <w:pPr>
        <w:pStyle w:val="libNormal"/>
        <w:rPr>
          <w:rtl/>
        </w:rPr>
      </w:pPr>
      <w:r>
        <w:rPr>
          <w:rtl/>
        </w:rPr>
        <w:t>ثواب من سر مومنا</w:t>
      </w:r>
    </w:p>
    <w:p w:rsidR="00A679DB" w:rsidRDefault="00C537D8" w:rsidP="00A679DB">
      <w:pPr>
        <w:pStyle w:val="libNormal"/>
        <w:rPr>
          <w:rtl/>
        </w:rPr>
      </w:pPr>
      <w:r>
        <w:rPr>
          <w:rtl/>
        </w:rPr>
        <w:br w:type="page"/>
      </w:r>
    </w:p>
    <w:p w:rsidR="00A679DB" w:rsidRDefault="00A679DB" w:rsidP="00C537D8">
      <w:pPr>
        <w:pStyle w:val="Heading2"/>
        <w:rPr>
          <w:rtl/>
        </w:rPr>
      </w:pPr>
      <w:bookmarkStart w:id="291" w:name="_Toc449617348"/>
      <w:r>
        <w:rPr>
          <w:rtl/>
        </w:rPr>
        <w:t>ثواب خوشحال كردن مؤ من</w:t>
      </w:r>
      <w:bookmarkEnd w:id="291"/>
    </w:p>
    <w:p w:rsidR="00A679DB" w:rsidRDefault="00A679DB" w:rsidP="00A679DB">
      <w:pPr>
        <w:pStyle w:val="libNormal"/>
        <w:rPr>
          <w:rtl/>
        </w:rPr>
      </w:pPr>
      <w:r>
        <w:rPr>
          <w:rtl/>
        </w:rPr>
        <w:t xml:space="preserve">حديث : ١ حدثنى محمد بن موسى بن المتوكل رضى الله عنه قال حدثنى على بن الحسين السعد آبادى عن احمد بن ابى عبدالله البرقى عن الحسين بن على عن ابى حمزه قال قال ابو عبدالله </w:t>
      </w:r>
      <w:r w:rsidRPr="00C537D8">
        <w:rPr>
          <w:rStyle w:val="libAlaemChar"/>
          <w:rtl/>
        </w:rPr>
        <w:t>عليه‌السلام</w:t>
      </w:r>
      <w:r>
        <w:rPr>
          <w:rtl/>
        </w:rPr>
        <w:t xml:space="preserve"> من سر مرا مومنا سره الله يوم القيامه و قيل له تمن على ربك ما احببت فقد كنت تحب ان تسر اولياء فى دار الدنيا فيعطى ما تمنى و يزيده الله من عنده ما لم يخطر على قلبه من نعيم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537D8">
        <w:rPr>
          <w:rStyle w:val="libAlaemChar"/>
          <w:rtl/>
        </w:rPr>
        <w:t>عليه‌السلام</w:t>
      </w:r>
      <w:r>
        <w:rPr>
          <w:rtl/>
        </w:rPr>
        <w:t xml:space="preserve"> فرمودند: كسى كه مومنى را خوشحال كند،خداوند در روز قيامت او را خوشحال مى نمايد و به او مى گويد هر چه دوست دارى از خدا بخواه ، زيرا تو كسى هستى كه دوست داشتى دوستان خدا را در سراى دنيا خوشحال كنى . آنگاه هر چه بخواهد به او مى دهند و علاوه بر آنچه خواسته است خداوند آن قدر از نعمتهاى بهشتى به او عطا مى نمايد كه به فكر او نرسيده است .</w:t>
      </w:r>
    </w:p>
    <w:p w:rsidR="00A679DB" w:rsidRDefault="00A679DB" w:rsidP="00A679DB">
      <w:pPr>
        <w:pStyle w:val="libNormal"/>
        <w:rPr>
          <w:rtl/>
        </w:rPr>
      </w:pPr>
    </w:p>
    <w:p w:rsidR="00A679DB" w:rsidRDefault="00A679DB" w:rsidP="00A679DB">
      <w:pPr>
        <w:pStyle w:val="libNormal"/>
        <w:rPr>
          <w:rtl/>
        </w:rPr>
      </w:pPr>
      <w:r>
        <w:rPr>
          <w:rtl/>
        </w:rPr>
        <w:t>ثواب من ادخل على اهل بيت مؤ من سرورا</w:t>
      </w:r>
    </w:p>
    <w:p w:rsidR="00A679DB" w:rsidRDefault="00C537D8" w:rsidP="00A679DB">
      <w:pPr>
        <w:pStyle w:val="libNormal"/>
        <w:rPr>
          <w:rtl/>
        </w:rPr>
      </w:pPr>
      <w:r>
        <w:rPr>
          <w:rtl/>
        </w:rPr>
        <w:br w:type="page"/>
      </w:r>
    </w:p>
    <w:p w:rsidR="00A679DB" w:rsidRDefault="00A679DB" w:rsidP="00C537D8">
      <w:pPr>
        <w:pStyle w:val="Heading2"/>
        <w:rPr>
          <w:rtl/>
        </w:rPr>
      </w:pPr>
      <w:bookmarkStart w:id="292" w:name="_Toc449617349"/>
      <w:r>
        <w:rPr>
          <w:rtl/>
        </w:rPr>
        <w:t>ثواب خوشحال كردن يك خانواده مؤ من</w:t>
      </w:r>
      <w:bookmarkEnd w:id="292"/>
    </w:p>
    <w:p w:rsidR="00A679DB" w:rsidRDefault="00A679DB" w:rsidP="00A679DB">
      <w:pPr>
        <w:pStyle w:val="libNormal"/>
        <w:rPr>
          <w:rtl/>
        </w:rPr>
      </w:pPr>
      <w:r>
        <w:rPr>
          <w:rtl/>
        </w:rPr>
        <w:t xml:space="preserve">حديث : ١ ابى رحمه الله قال حدثنى سعد بن عبدالله عن احمد بن ابى عبدالله قال حدثنى ابو محمد الغفارى عن لوط عن اسحاق عن ابيه عن جده قال قال رسول الله </w:t>
      </w:r>
      <w:r w:rsidR="00E60DFB">
        <w:rPr>
          <w:rtl/>
        </w:rPr>
        <w:t xml:space="preserve">صلى‌الله‌عليه‌وآله </w:t>
      </w:r>
      <w:r>
        <w:rPr>
          <w:rtl/>
        </w:rPr>
        <w:t>ما من عبد يدخل على اهل بيت مؤ من سرورا الا خلق الله له من ذلك السرور خلقا يجيئه يوم القيامه كلما مرت عليه شديده يقول يا ولى الله لا تخفف فيقول له من انت يرحمك الله فلو ان الدنيا كانت لى ما رايتها لك شيئا فيقول انا السرور الذى ادخلت على آل فلان .</w:t>
      </w:r>
    </w:p>
    <w:p w:rsidR="00A679DB" w:rsidRDefault="00A679DB" w:rsidP="00A679DB">
      <w:pPr>
        <w:pStyle w:val="libNormal"/>
        <w:rPr>
          <w:rtl/>
        </w:rPr>
      </w:pPr>
      <w:r>
        <w:rPr>
          <w:rtl/>
        </w:rPr>
        <w:t>ترجمه :</w:t>
      </w:r>
    </w:p>
    <w:p w:rsidR="00A679DB" w:rsidRDefault="00A679DB" w:rsidP="00C537D8">
      <w:pPr>
        <w:pStyle w:val="libNormal"/>
        <w:rPr>
          <w:rtl/>
        </w:rPr>
      </w:pPr>
      <w:r>
        <w:rPr>
          <w:rtl/>
        </w:rPr>
        <w:t xml:space="preserve">١. رسول خدا </w:t>
      </w:r>
      <w:r w:rsidR="00E60DFB" w:rsidRPr="00C537D8">
        <w:rPr>
          <w:rStyle w:val="libAlaemChar"/>
          <w:rtl/>
        </w:rPr>
        <w:t>صلى‌الله‌عليه‌وآله</w:t>
      </w:r>
      <w:r w:rsidR="00E60DFB">
        <w:rPr>
          <w:rtl/>
        </w:rPr>
        <w:t xml:space="preserve"> </w:t>
      </w:r>
      <w:r>
        <w:rPr>
          <w:rtl/>
        </w:rPr>
        <w:t xml:space="preserve">فرمودند: هيچ بنده اى نيست كه خانواده مومنى را خوشحال كند، مگر اين كه خداوند از اين خوشحالى مخلوقى را خلق نموده و در روز قيامت آن را مى </w:t>
      </w:r>
      <w:r w:rsidR="00C537D8">
        <w:rPr>
          <w:rFonts w:hint="cs"/>
          <w:rtl/>
        </w:rPr>
        <w:t>آ</w:t>
      </w:r>
      <w:r>
        <w:rPr>
          <w:rtl/>
        </w:rPr>
        <w:t>ورد و هرگاه آن بنده با سختى روبرو شد، اين مخلوق به او مى گويد نترس آن بنده به او مى گويد: خدا تو رارحمت كند. تو كيستى ؟ كه اگر دنيا مال من بود، براى پاداش تو كافى نبود و در مقابل اين خدمت ناچيز بود. و او مى گويد: من سرورى هستم كه بر فلان خانواده وارد نمودى .</w:t>
      </w:r>
    </w:p>
    <w:p w:rsidR="00A679DB" w:rsidRDefault="00A679DB" w:rsidP="00A679DB">
      <w:pPr>
        <w:pStyle w:val="libNormal"/>
        <w:rPr>
          <w:rtl/>
        </w:rPr>
      </w:pPr>
    </w:p>
    <w:p w:rsidR="00A679DB" w:rsidRDefault="00A679DB" w:rsidP="00A679DB">
      <w:pPr>
        <w:pStyle w:val="libNormal"/>
        <w:rPr>
          <w:rtl/>
        </w:rPr>
      </w:pPr>
      <w:r>
        <w:rPr>
          <w:rtl/>
        </w:rPr>
        <w:t>ثواب ادخال السرور على الاخ المومن</w:t>
      </w:r>
    </w:p>
    <w:p w:rsidR="00A679DB" w:rsidRDefault="00C537D8" w:rsidP="00A679DB">
      <w:pPr>
        <w:pStyle w:val="libNormal"/>
        <w:rPr>
          <w:rtl/>
        </w:rPr>
      </w:pPr>
      <w:r>
        <w:rPr>
          <w:rtl/>
        </w:rPr>
        <w:br w:type="page"/>
      </w:r>
    </w:p>
    <w:p w:rsidR="00A679DB" w:rsidRDefault="00A679DB" w:rsidP="00C537D8">
      <w:pPr>
        <w:pStyle w:val="Heading2"/>
        <w:rPr>
          <w:rtl/>
        </w:rPr>
      </w:pPr>
      <w:bookmarkStart w:id="293" w:name="_Toc449617350"/>
      <w:r>
        <w:rPr>
          <w:rtl/>
        </w:rPr>
        <w:t>ثواب خوشحال كردن برادر مؤ من</w:t>
      </w:r>
      <w:bookmarkEnd w:id="293"/>
    </w:p>
    <w:p w:rsidR="00A679DB" w:rsidRDefault="00A679DB" w:rsidP="00A679DB">
      <w:pPr>
        <w:pStyle w:val="libNormal"/>
        <w:rPr>
          <w:rtl/>
        </w:rPr>
      </w:pPr>
      <w:r>
        <w:rPr>
          <w:rtl/>
        </w:rPr>
        <w:t xml:space="preserve">حديث : ١ حدثنى محمد بن موسى بن المتوكل رضى الله عنه قال حدثن عبدالله بن جعفر الحميرى عن محمد بن الحسين بن ابى الخطاب عن الحسن بن محبوب عن سدير الصير فى فى حديث له طويل قال قال ابو عبدالله </w:t>
      </w:r>
      <w:r w:rsidRPr="00C537D8">
        <w:rPr>
          <w:rStyle w:val="libAlaemChar"/>
          <w:rtl/>
        </w:rPr>
        <w:t>عليه‌السلام</w:t>
      </w:r>
      <w:r>
        <w:rPr>
          <w:rtl/>
        </w:rPr>
        <w:t xml:space="preserve"> اذا بعث الله المومن من قبره خرج معه مثال من قبره يقدمه امامه و كلما راى المومن هولا من اهوال يوم القيامه قال له المثال لا تحزن و لا تفزع و ابشر بالسرور و الكرامه من الله فلا يزال يبشره بالسرور و الكرامه من الله حتى يقف بين يدى الله جل جلاله فيحاسبه حسابا يسيرا و يامر به الى الجنه و المثال امامه فيقول له المومن رحمك الله نعم الخارج كنت معى من قبرى و ما زلت تبشرنى بالسرور و الكرامه حتى رايت ذلك فمن انت قال فيقول له انا السرور الذى كنت ادخلته على اخيك الومن خلقنى الله منه لا بشرك .</w:t>
      </w:r>
    </w:p>
    <w:p w:rsidR="00A679DB" w:rsidRDefault="00A679DB" w:rsidP="00A679DB">
      <w:pPr>
        <w:pStyle w:val="libNormal"/>
        <w:rPr>
          <w:rtl/>
        </w:rPr>
      </w:pPr>
      <w:r>
        <w:rPr>
          <w:rtl/>
        </w:rPr>
        <w:t>ترجمه :</w:t>
      </w:r>
    </w:p>
    <w:p w:rsidR="00A679DB" w:rsidRDefault="00A679DB" w:rsidP="00A679DB">
      <w:pPr>
        <w:pStyle w:val="libNormal"/>
        <w:rPr>
          <w:rtl/>
        </w:rPr>
      </w:pPr>
      <w:r>
        <w:rPr>
          <w:rtl/>
        </w:rPr>
        <w:t>١. امام صادق</w:t>
      </w:r>
      <w:r w:rsidRPr="00C537D8">
        <w:rPr>
          <w:rStyle w:val="libAlaemChar"/>
          <w:rtl/>
        </w:rPr>
        <w:t xml:space="preserve"> عليه‌السلام</w:t>
      </w:r>
      <w:r>
        <w:rPr>
          <w:rtl/>
        </w:rPr>
        <w:t xml:space="preserve"> فرمودند: هنگامى كه خداوند مؤ من را از قبرش بر انگيخت ، شبيهى از قبرش خارج مى شود و در جلوى او حركت مى كند، و هرگاه كه مؤ من وحشتى از وحتشهاى روز قيامت را ببينند، آن شبيه به او مى گويد: اندوهگين مباش و نترس و به سرور و بزرگداشتى از جانب خداوند مژده بده . و پيوسته او را به سرور و بزرگداشت از جانب خداوند مژده مى دهد تا به پيشگاه خداى بزرگ برسد. آنگاه خداوند حساب آسانى از او كشيده و دستور مى فرمايد: او را به بهشت ببريد. در اين جا نيز آن شبيه در جلوى او حركت مى كند. مؤ من به او مى گويد: خدا تو را رحمت كند چه همراه خوبى هستى . بپيوسته مرا به سرور و بزرگداشت مژده دادى تا آنچه را مى گفتى ديدم . تو </w:t>
      </w:r>
      <w:r>
        <w:rPr>
          <w:rtl/>
        </w:rPr>
        <w:lastRenderedPageBreak/>
        <w:t>كيستى او مى گويد: من همان سرورى هستم كه بر برادر مؤ من وارد نمودى . خدا مرا از آن خلق نمود تا تو را بشارت دهم .</w:t>
      </w:r>
    </w:p>
    <w:p w:rsidR="00A679DB" w:rsidRDefault="00A679DB" w:rsidP="00A679DB">
      <w:pPr>
        <w:pStyle w:val="libNormal"/>
        <w:rPr>
          <w:rtl/>
        </w:rPr>
      </w:pPr>
    </w:p>
    <w:p w:rsidR="00A679DB" w:rsidRDefault="00A679DB" w:rsidP="00A679DB">
      <w:pPr>
        <w:pStyle w:val="libNormal"/>
        <w:rPr>
          <w:rtl/>
        </w:rPr>
      </w:pPr>
      <w:r>
        <w:rPr>
          <w:rtl/>
        </w:rPr>
        <w:t>ثواب من تصدق على مؤ من بقدر شبعه</w:t>
      </w:r>
    </w:p>
    <w:p w:rsidR="00A679DB" w:rsidRDefault="00C537D8" w:rsidP="00A679DB">
      <w:pPr>
        <w:pStyle w:val="libNormal"/>
        <w:rPr>
          <w:rtl/>
        </w:rPr>
      </w:pPr>
      <w:r>
        <w:rPr>
          <w:rtl/>
        </w:rPr>
        <w:br w:type="page"/>
      </w:r>
    </w:p>
    <w:p w:rsidR="00A679DB" w:rsidRDefault="00A679DB" w:rsidP="00C537D8">
      <w:pPr>
        <w:pStyle w:val="Heading2"/>
        <w:rPr>
          <w:rtl/>
        </w:rPr>
      </w:pPr>
      <w:bookmarkStart w:id="294" w:name="_Toc449617351"/>
      <w:r>
        <w:rPr>
          <w:rtl/>
        </w:rPr>
        <w:t>ثواب صدقه دادن به مؤ من باندازه سير شدن او</w:t>
      </w:r>
      <w:bookmarkEnd w:id="294"/>
    </w:p>
    <w:p w:rsidR="00A679DB" w:rsidRDefault="00A679DB" w:rsidP="00A679DB">
      <w:pPr>
        <w:pStyle w:val="libNormal"/>
        <w:rPr>
          <w:rtl/>
        </w:rPr>
      </w:pPr>
      <w:r>
        <w:rPr>
          <w:rtl/>
        </w:rPr>
        <w:t xml:space="preserve">حديث : ١ حدثنى محمد بن موسى بن المتوكل رضى الله عنه قال حدثنى محمد بن جعفر قال حدثنى موسى بن عمران عن الحسين بن يزيد رفعه الى ابى عبدالله </w:t>
      </w:r>
      <w:r w:rsidRPr="00C537D8">
        <w:rPr>
          <w:rStyle w:val="libAlaemChar"/>
          <w:rtl/>
        </w:rPr>
        <w:t>عليه‌السلام</w:t>
      </w:r>
      <w:r>
        <w:rPr>
          <w:rtl/>
        </w:rPr>
        <w:t xml:space="preserve"> قال لان اتصدق على رجل مسلم بقدر شبعه احب الى من ان اشبع افقا من الناس قال قلت و ما الافق قال مائه الف او يزيدون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537D8">
        <w:rPr>
          <w:rStyle w:val="libAlaemChar"/>
          <w:rtl/>
        </w:rPr>
        <w:t>عليه‌السلام</w:t>
      </w:r>
      <w:r>
        <w:rPr>
          <w:rtl/>
        </w:rPr>
        <w:t xml:space="preserve"> فرمودند: صدقه دادن به مسلمان باندازه سير شدن او را بيش از غذا دادن به افقى از مردم دوست دارم . راوى مى گويد: پرسيدم افق چيست ؟ فرمودند: صد هزار يا بيشتر.</w:t>
      </w:r>
    </w:p>
    <w:p w:rsidR="00A679DB" w:rsidRDefault="00A679DB" w:rsidP="00A679DB">
      <w:pPr>
        <w:pStyle w:val="libNormal"/>
        <w:rPr>
          <w:rtl/>
        </w:rPr>
      </w:pPr>
    </w:p>
    <w:p w:rsidR="00A679DB" w:rsidRDefault="00A679DB" w:rsidP="00A679DB">
      <w:pPr>
        <w:pStyle w:val="libNormal"/>
        <w:rPr>
          <w:rtl/>
        </w:rPr>
      </w:pPr>
      <w:r>
        <w:rPr>
          <w:rtl/>
        </w:rPr>
        <w:t>ثواب من لقم مومنا لقمه حلاوه</w:t>
      </w:r>
    </w:p>
    <w:p w:rsidR="00A679DB" w:rsidRDefault="0081421C" w:rsidP="00A679DB">
      <w:pPr>
        <w:pStyle w:val="libNormal"/>
        <w:rPr>
          <w:rtl/>
        </w:rPr>
      </w:pPr>
      <w:r>
        <w:rPr>
          <w:rtl/>
        </w:rPr>
        <w:br w:type="page"/>
      </w:r>
    </w:p>
    <w:p w:rsidR="00A679DB" w:rsidRDefault="00A679DB" w:rsidP="0081421C">
      <w:pPr>
        <w:pStyle w:val="Heading2"/>
        <w:rPr>
          <w:rtl/>
        </w:rPr>
      </w:pPr>
      <w:bookmarkStart w:id="295" w:name="_Toc449617352"/>
      <w:r>
        <w:rPr>
          <w:rtl/>
        </w:rPr>
        <w:t>ثواب شيرينى دادن به مؤ من</w:t>
      </w:r>
      <w:bookmarkEnd w:id="295"/>
    </w:p>
    <w:p w:rsidR="00A679DB" w:rsidRDefault="00A679DB" w:rsidP="00A679DB">
      <w:pPr>
        <w:pStyle w:val="libNormal"/>
        <w:rPr>
          <w:rtl/>
        </w:rPr>
      </w:pPr>
      <w:r>
        <w:rPr>
          <w:rtl/>
        </w:rPr>
        <w:t xml:space="preserve">حديث : ١ حدثنى محمدبن على ماجيلويه رضى الله عنه قال حدثنى محمد بن يحيى العطار عن محمد بن احمد عن ابى عبدالله الرازى عن الحسن بن على بن ابى عثمان عن محمد بن سليمان البصرى عن داود الرقى عن الرباب امراته قالت اتخذت خبيصا فادخلته الى ابى عبدالله </w:t>
      </w:r>
      <w:r w:rsidRPr="0081421C">
        <w:rPr>
          <w:rStyle w:val="libAlaemChar"/>
          <w:rtl/>
        </w:rPr>
        <w:t>عليه‌السلام</w:t>
      </w:r>
      <w:r>
        <w:rPr>
          <w:rtl/>
        </w:rPr>
        <w:t xml:space="preserve"> و هو ياكل فوضعت الخبيص بين يديه و كان يلقم اصحابه فسمعته يقول من لقم مومنا لقمه حلاوه صرف الله بها عنه مراره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داود رقى مى گويد: همسرم رباب گفت : با خرما حلوايى درست كرده و آن را به حضور امام صادق </w:t>
      </w:r>
      <w:r w:rsidRPr="0081421C">
        <w:rPr>
          <w:rStyle w:val="libAlaemChar"/>
          <w:rtl/>
        </w:rPr>
        <w:t>عليه‌السلام</w:t>
      </w:r>
      <w:r>
        <w:rPr>
          <w:rtl/>
        </w:rPr>
        <w:t xml:space="preserve"> بردم . آن حضرت </w:t>
      </w:r>
      <w:r w:rsidRPr="0081421C">
        <w:rPr>
          <w:rStyle w:val="libAlaemChar"/>
          <w:rtl/>
        </w:rPr>
        <w:t>عليه‌السلام</w:t>
      </w:r>
      <w:r>
        <w:rPr>
          <w:rtl/>
        </w:rPr>
        <w:t xml:space="preserve"> مشغول صرف غذا بودند. حلوا را مقابل او گذاشتم . او حلوا را لقمه لقمه كرده و به اصحابش مى داد. شنيد كه فرمودند: كسى كه به مومنى شيرينى بدهد. خداوند تلخى روز قيامت را از او دور خواهد نمود.</w:t>
      </w:r>
    </w:p>
    <w:p w:rsidR="00A679DB" w:rsidRDefault="00A679DB" w:rsidP="00A679DB">
      <w:pPr>
        <w:pStyle w:val="libNormal"/>
        <w:rPr>
          <w:rtl/>
        </w:rPr>
      </w:pPr>
    </w:p>
    <w:p w:rsidR="00A679DB" w:rsidRDefault="00A679DB" w:rsidP="00A679DB">
      <w:pPr>
        <w:pStyle w:val="libNormal"/>
        <w:rPr>
          <w:rtl/>
        </w:rPr>
      </w:pPr>
      <w:r>
        <w:rPr>
          <w:rtl/>
        </w:rPr>
        <w:t>ثواب من شرب من سور اخيه المومن</w:t>
      </w:r>
    </w:p>
    <w:p w:rsidR="00A679DB" w:rsidRDefault="0081421C" w:rsidP="00A679DB">
      <w:pPr>
        <w:pStyle w:val="libNormal"/>
        <w:rPr>
          <w:rtl/>
        </w:rPr>
      </w:pPr>
      <w:r>
        <w:rPr>
          <w:rtl/>
        </w:rPr>
        <w:br w:type="page"/>
      </w:r>
    </w:p>
    <w:p w:rsidR="00A679DB" w:rsidRDefault="00A679DB" w:rsidP="0081421C">
      <w:pPr>
        <w:pStyle w:val="Heading2"/>
        <w:rPr>
          <w:rtl/>
        </w:rPr>
      </w:pPr>
      <w:bookmarkStart w:id="296" w:name="_Toc449617353"/>
      <w:r>
        <w:rPr>
          <w:rtl/>
        </w:rPr>
        <w:t>ثواب آشاميدن نيم خورده مؤ من</w:t>
      </w:r>
      <w:bookmarkEnd w:id="296"/>
    </w:p>
    <w:p w:rsidR="00A679DB" w:rsidRDefault="00A679DB" w:rsidP="00A679DB">
      <w:pPr>
        <w:pStyle w:val="libNormal"/>
        <w:rPr>
          <w:rtl/>
        </w:rPr>
      </w:pPr>
      <w:r>
        <w:rPr>
          <w:rtl/>
        </w:rPr>
        <w:t>حديث : ١ حدثنى محمد بن الحسن رضى الله عنه قال حدثنا احمد بن ادريس عن محمد بن احمد عن السيارى عن محمد بن اسماعيل يرفعه قال من شرب من سور اخيه المومن تبركا به خلق الله بينهما ملكا يستغفر لهما حتى تقوم الساعه .</w:t>
      </w:r>
    </w:p>
    <w:p w:rsidR="00A679DB" w:rsidRDefault="00A679DB" w:rsidP="00A679DB">
      <w:pPr>
        <w:pStyle w:val="libNormal"/>
        <w:rPr>
          <w:rtl/>
        </w:rPr>
      </w:pPr>
      <w:r>
        <w:rPr>
          <w:rtl/>
        </w:rPr>
        <w:t>ترجمه :</w:t>
      </w:r>
    </w:p>
    <w:p w:rsidR="00A679DB" w:rsidRDefault="00A679DB" w:rsidP="0081421C">
      <w:pPr>
        <w:pStyle w:val="libNormal"/>
        <w:rPr>
          <w:rtl/>
        </w:rPr>
      </w:pPr>
      <w:r>
        <w:rPr>
          <w:rtl/>
        </w:rPr>
        <w:t xml:space="preserve">١. راوى مى گويد: معصوم </w:t>
      </w:r>
      <w:r w:rsidRPr="0081421C">
        <w:rPr>
          <w:rStyle w:val="libAlaemChar"/>
          <w:rtl/>
        </w:rPr>
        <w:t>عليه‌السلام</w:t>
      </w:r>
      <w:r>
        <w:rPr>
          <w:rtl/>
        </w:rPr>
        <w:t xml:space="preserve"> فرمودند: كسى كه نيم آشاميده مومنى را بخاطر </w:t>
      </w:r>
      <w:r w:rsidR="0081421C">
        <w:rPr>
          <w:rFonts w:hint="cs"/>
          <w:rtl/>
        </w:rPr>
        <w:t>تب</w:t>
      </w:r>
      <w:r>
        <w:rPr>
          <w:rtl/>
        </w:rPr>
        <w:t>رك بنوشد، خداوند فرشته اى بين اين دو مى آفريند كه تا روز قيامت برايشان استغفار نمايند.</w:t>
      </w:r>
    </w:p>
    <w:p w:rsidR="00A679DB" w:rsidRDefault="00A679DB" w:rsidP="00A679DB">
      <w:pPr>
        <w:pStyle w:val="libNormal"/>
        <w:rPr>
          <w:rtl/>
        </w:rPr>
      </w:pPr>
      <w:r>
        <w:rPr>
          <w:rtl/>
        </w:rPr>
        <w:t xml:space="preserve">حديث : ٢ ابى رحمه الله قال حدثنى سعد بن عبدالله عن محمد بن عيسى عن الحسن بن على بن بنت الياس عن عبدالله بن سنان قال قال ابو عبدالله </w:t>
      </w:r>
      <w:r w:rsidRPr="0081421C">
        <w:rPr>
          <w:rStyle w:val="libAlaemChar"/>
          <w:rtl/>
        </w:rPr>
        <w:t>عليه‌السلام</w:t>
      </w:r>
      <w:r>
        <w:rPr>
          <w:rtl/>
        </w:rPr>
        <w:t xml:space="preserve"> فى سور المومن شفاء من سبعين داء.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81421C">
        <w:rPr>
          <w:rStyle w:val="libAlaemChar"/>
          <w:rtl/>
        </w:rPr>
        <w:t>عليه‌السلام</w:t>
      </w:r>
      <w:r>
        <w:rPr>
          <w:rtl/>
        </w:rPr>
        <w:t xml:space="preserve"> فرمودند: در نيم خورده يا نيم آشاميده مؤ من شفاى هفتاد بيمارى است .</w:t>
      </w:r>
    </w:p>
    <w:p w:rsidR="00A679DB" w:rsidRDefault="00A679DB" w:rsidP="00A679DB">
      <w:pPr>
        <w:pStyle w:val="libNormal"/>
        <w:rPr>
          <w:rtl/>
        </w:rPr>
      </w:pPr>
    </w:p>
    <w:p w:rsidR="00A679DB" w:rsidRDefault="00A679DB" w:rsidP="00A679DB">
      <w:pPr>
        <w:pStyle w:val="libNormal"/>
        <w:rPr>
          <w:rtl/>
        </w:rPr>
      </w:pPr>
      <w:r>
        <w:rPr>
          <w:rtl/>
        </w:rPr>
        <w:t>ثواب من لا طف اخاه فى الله بشى</w:t>
      </w:r>
    </w:p>
    <w:p w:rsidR="00A679DB" w:rsidRDefault="0081421C" w:rsidP="00A679DB">
      <w:pPr>
        <w:pStyle w:val="libNormal"/>
        <w:rPr>
          <w:rtl/>
        </w:rPr>
      </w:pPr>
      <w:r>
        <w:rPr>
          <w:rtl/>
        </w:rPr>
        <w:br w:type="page"/>
      </w:r>
    </w:p>
    <w:p w:rsidR="00A679DB" w:rsidRDefault="00A679DB" w:rsidP="0081421C">
      <w:pPr>
        <w:pStyle w:val="Heading2"/>
        <w:rPr>
          <w:rtl/>
        </w:rPr>
      </w:pPr>
      <w:bookmarkStart w:id="297" w:name="_Toc449617354"/>
      <w:r>
        <w:rPr>
          <w:rtl/>
        </w:rPr>
        <w:t>ثواب لطف و محبت كردن به برادر مؤ من</w:t>
      </w:r>
      <w:bookmarkEnd w:id="297"/>
    </w:p>
    <w:p w:rsidR="00A679DB" w:rsidRDefault="00A679DB" w:rsidP="00A679DB">
      <w:pPr>
        <w:pStyle w:val="libNormal"/>
        <w:rPr>
          <w:rtl/>
        </w:rPr>
      </w:pPr>
      <w:r>
        <w:rPr>
          <w:rtl/>
        </w:rPr>
        <w:t xml:space="preserve">حديث : ١ ابى رحمه الله عن احمد بن ادريس عن محمد بن احمد عن احمد بن محمد عن نصر بن اسحاق عن الحارث بن النعمان عن الهيثم بن حاد عن داود عن زيد بن ارقم قال قال رسول الله </w:t>
      </w:r>
      <w:r w:rsidR="00E60DFB" w:rsidRPr="0081421C">
        <w:rPr>
          <w:rStyle w:val="libAlaemChar"/>
          <w:rtl/>
        </w:rPr>
        <w:t>صلى‌الله‌عليه‌وآله</w:t>
      </w:r>
      <w:r w:rsidR="00E60DFB">
        <w:rPr>
          <w:rtl/>
        </w:rPr>
        <w:t xml:space="preserve"> </w:t>
      </w:r>
      <w:r>
        <w:rPr>
          <w:rtl/>
        </w:rPr>
        <w:t>ما من عبد لا طف اخاه فى الله عزوجل بشى من اللطف الا اخدمه الله من خدم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81421C">
        <w:rPr>
          <w:rStyle w:val="libAlaemChar"/>
          <w:rtl/>
        </w:rPr>
        <w:t>صلى‌الله‌عليه‌وآله</w:t>
      </w:r>
      <w:r w:rsidR="00E60DFB">
        <w:rPr>
          <w:rtl/>
        </w:rPr>
        <w:t xml:space="preserve"> </w:t>
      </w:r>
      <w:r>
        <w:rPr>
          <w:rtl/>
        </w:rPr>
        <w:t>فرمودند: بنده نيست كه در راه خدا بگونه اى برادرش را مورد لطف و محبت قرار بدهد، مگر اين كه خداوند از خدمتكاران بهشتى به خدمت او خواهد گمارد.</w:t>
      </w:r>
    </w:p>
    <w:p w:rsidR="00A679DB" w:rsidRDefault="00A679DB" w:rsidP="00A679DB">
      <w:pPr>
        <w:pStyle w:val="libNormal"/>
        <w:rPr>
          <w:rtl/>
        </w:rPr>
      </w:pPr>
    </w:p>
    <w:p w:rsidR="00A679DB" w:rsidRDefault="00A679DB" w:rsidP="00A679DB">
      <w:pPr>
        <w:pStyle w:val="libNormal"/>
        <w:rPr>
          <w:rtl/>
        </w:rPr>
      </w:pPr>
      <w:r>
        <w:rPr>
          <w:rtl/>
        </w:rPr>
        <w:t>ثواب من استفاد اخا فى الله عزوجل</w:t>
      </w:r>
    </w:p>
    <w:p w:rsidR="00A679DB" w:rsidRDefault="0081421C" w:rsidP="00A679DB">
      <w:pPr>
        <w:pStyle w:val="libNormal"/>
        <w:rPr>
          <w:rtl/>
        </w:rPr>
      </w:pPr>
      <w:r>
        <w:rPr>
          <w:rtl/>
        </w:rPr>
        <w:br w:type="page"/>
      </w:r>
    </w:p>
    <w:p w:rsidR="00A679DB" w:rsidRDefault="00A679DB" w:rsidP="0081421C">
      <w:pPr>
        <w:pStyle w:val="Heading2"/>
        <w:rPr>
          <w:rtl/>
        </w:rPr>
      </w:pPr>
      <w:bookmarkStart w:id="298" w:name="_Toc449617355"/>
      <w:r>
        <w:rPr>
          <w:rtl/>
        </w:rPr>
        <w:t>ثواب انتخاب برادر بخاطر خدا</w:t>
      </w:r>
      <w:bookmarkEnd w:id="298"/>
    </w:p>
    <w:p w:rsidR="00A679DB" w:rsidRDefault="00A679DB" w:rsidP="00A679DB">
      <w:pPr>
        <w:pStyle w:val="libNormal"/>
        <w:rPr>
          <w:rtl/>
        </w:rPr>
      </w:pPr>
      <w:r>
        <w:rPr>
          <w:rtl/>
        </w:rPr>
        <w:t xml:space="preserve">حديث : ١ حدثنى محمد بن موسى بن المتوكل رضى الله عنه قال حدثنى محمد بن يحيى عن محمد بن احمد عن احمد بن محمد عن محفوظ بن خالد عن محمد بن زيد قال سمعت الرضا </w:t>
      </w:r>
      <w:r w:rsidRPr="0081421C">
        <w:rPr>
          <w:rStyle w:val="libAlaemChar"/>
          <w:rtl/>
        </w:rPr>
        <w:t>عليه‌السلام</w:t>
      </w:r>
      <w:r>
        <w:rPr>
          <w:rtl/>
        </w:rPr>
        <w:t xml:space="preserve"> يقول من استفاد اخا فى الله عزوجل استفاد بيتا فى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شنيدم كه امام رضا </w:t>
      </w:r>
      <w:r w:rsidRPr="0081421C">
        <w:rPr>
          <w:rStyle w:val="libAlaemChar"/>
          <w:rtl/>
        </w:rPr>
        <w:t>عليه‌السلام</w:t>
      </w:r>
      <w:r>
        <w:rPr>
          <w:rtl/>
        </w:rPr>
        <w:t xml:space="preserve"> فرمودند: كسى كه بخاطر خداى عزوجل برادرى برگزيند، خانه اى را در بهشت برگزيده است .</w:t>
      </w:r>
    </w:p>
    <w:p w:rsidR="00A679DB" w:rsidRDefault="00A679DB" w:rsidP="00A679DB">
      <w:pPr>
        <w:pStyle w:val="libNormal"/>
        <w:rPr>
          <w:rtl/>
        </w:rPr>
      </w:pPr>
    </w:p>
    <w:p w:rsidR="00A679DB" w:rsidRDefault="00A679DB" w:rsidP="00A679DB">
      <w:pPr>
        <w:pStyle w:val="libNormal"/>
        <w:rPr>
          <w:rtl/>
        </w:rPr>
      </w:pPr>
      <w:r>
        <w:rPr>
          <w:rtl/>
        </w:rPr>
        <w:t>ثواب من لقى اخاه بما يسره ليسره .</w:t>
      </w:r>
    </w:p>
    <w:p w:rsidR="00A679DB" w:rsidRDefault="0081421C" w:rsidP="00A679DB">
      <w:pPr>
        <w:pStyle w:val="libNormal"/>
        <w:rPr>
          <w:rtl/>
        </w:rPr>
      </w:pPr>
      <w:r>
        <w:rPr>
          <w:rtl/>
        </w:rPr>
        <w:br w:type="page"/>
      </w:r>
    </w:p>
    <w:p w:rsidR="00A679DB" w:rsidRDefault="00A679DB" w:rsidP="0081421C">
      <w:pPr>
        <w:pStyle w:val="Heading2"/>
        <w:rPr>
          <w:rtl/>
        </w:rPr>
      </w:pPr>
      <w:bookmarkStart w:id="299" w:name="_Toc449617356"/>
      <w:r>
        <w:rPr>
          <w:rtl/>
        </w:rPr>
        <w:t>ثواب ديدار با برادر مؤ من براى خوشحال كردن او</w:t>
      </w:r>
      <w:bookmarkEnd w:id="299"/>
    </w:p>
    <w:p w:rsidR="00A679DB" w:rsidRDefault="00A679DB" w:rsidP="00A679DB">
      <w:pPr>
        <w:pStyle w:val="libNormal"/>
        <w:rPr>
          <w:rtl/>
        </w:rPr>
      </w:pPr>
      <w:r>
        <w:rPr>
          <w:rtl/>
        </w:rPr>
        <w:t xml:space="preserve">حديث : ١ و بهذاالاسناد عن محمد بن احمد عن احمد بن محمد عن نصر عن وكيع عن الربيع بن صبيح رفع الحديث الى النبى </w:t>
      </w:r>
      <w:r w:rsidR="00E60DFB" w:rsidRPr="0081421C">
        <w:rPr>
          <w:rStyle w:val="libAlaemChar"/>
          <w:rtl/>
        </w:rPr>
        <w:t>صلى‌الله‌عليه‌وآله</w:t>
      </w:r>
      <w:r w:rsidR="00E60DFB">
        <w:rPr>
          <w:rtl/>
        </w:rPr>
        <w:t xml:space="preserve"> </w:t>
      </w:r>
      <w:r>
        <w:rPr>
          <w:rtl/>
        </w:rPr>
        <w:t>قال من لقى اخاه بما يسره ليسره سره الله يوم القيامه و من لقى اخاه بما يسوءه ساءه الله يوم يلقاه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81421C">
        <w:rPr>
          <w:rStyle w:val="libAlaemChar"/>
          <w:rtl/>
        </w:rPr>
        <w:t>صلى‌الله‌عليه‌وآله</w:t>
      </w:r>
      <w:r w:rsidR="00E60DFB">
        <w:rPr>
          <w:rtl/>
        </w:rPr>
        <w:t xml:space="preserve"> </w:t>
      </w:r>
      <w:r>
        <w:rPr>
          <w:rtl/>
        </w:rPr>
        <w:t>فرمودند: كسى كه بگونه اى با برادر خود ديدار كند كه خوشحال مى شود براى اين كه او را خوشحال سازد خداوند در روز قيامت او را خوشحال مى نمايد. و كسى كه بگونه اى با برادر خود روبرو شود كه نارحت مى شود براى اين كه او را ناراحت كند، خداوند در روزى كه او را ببيند، او را ناراحت خواهد نمود.</w:t>
      </w:r>
    </w:p>
    <w:p w:rsidR="00A679DB" w:rsidRDefault="00A679DB" w:rsidP="00A679DB">
      <w:pPr>
        <w:pStyle w:val="libNormal"/>
        <w:rPr>
          <w:rtl/>
        </w:rPr>
      </w:pPr>
    </w:p>
    <w:p w:rsidR="00A679DB" w:rsidRDefault="00A679DB" w:rsidP="00A679DB">
      <w:pPr>
        <w:pStyle w:val="libNormal"/>
        <w:rPr>
          <w:rtl/>
        </w:rPr>
      </w:pPr>
      <w:r>
        <w:rPr>
          <w:rtl/>
        </w:rPr>
        <w:t>ثواب من دهن مسلما</w:t>
      </w:r>
    </w:p>
    <w:p w:rsidR="00A679DB" w:rsidRDefault="0081421C" w:rsidP="00A679DB">
      <w:pPr>
        <w:pStyle w:val="libNormal"/>
        <w:rPr>
          <w:rtl/>
        </w:rPr>
      </w:pPr>
      <w:r>
        <w:rPr>
          <w:rtl/>
        </w:rPr>
        <w:br w:type="page"/>
      </w:r>
    </w:p>
    <w:p w:rsidR="00A679DB" w:rsidRDefault="00A679DB" w:rsidP="0081421C">
      <w:pPr>
        <w:pStyle w:val="Heading2"/>
        <w:rPr>
          <w:rtl/>
        </w:rPr>
      </w:pPr>
      <w:bookmarkStart w:id="300" w:name="_Toc449617357"/>
      <w:r>
        <w:rPr>
          <w:rtl/>
        </w:rPr>
        <w:t>ثواب عطر زدن به سر و روى مسلمان</w:t>
      </w:r>
      <w:bookmarkEnd w:id="300"/>
    </w:p>
    <w:p w:rsidR="00A679DB" w:rsidRDefault="00A679DB" w:rsidP="00A679DB">
      <w:pPr>
        <w:pStyle w:val="libNormal"/>
        <w:rPr>
          <w:rtl/>
        </w:rPr>
      </w:pPr>
      <w:r>
        <w:rPr>
          <w:rtl/>
        </w:rPr>
        <w:t xml:space="preserve">حديث : ١ ابى رحمه الله عن احمد بن ادريس عن محمد بن احمد عن احمد بن محمد يرفعه الى بشير الدهان عن ابى عبدالله </w:t>
      </w:r>
      <w:r w:rsidRPr="0081421C">
        <w:rPr>
          <w:rStyle w:val="libAlaemChar"/>
          <w:rtl/>
        </w:rPr>
        <w:t>عليه‌السلام</w:t>
      </w:r>
      <w:r>
        <w:rPr>
          <w:rtl/>
        </w:rPr>
        <w:t xml:space="preserve"> قال من دهن مسلما كتب الله عزوجل له بكل شعره نورا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1421C">
        <w:rPr>
          <w:rStyle w:val="libAlaemChar"/>
          <w:rtl/>
        </w:rPr>
        <w:t>عليه‌السلام</w:t>
      </w:r>
      <w:r>
        <w:rPr>
          <w:rtl/>
        </w:rPr>
        <w:t xml:space="preserve"> فرمودند: كسى كه به سر و روى مسلمانى عط</w:t>
      </w:r>
      <w:r w:rsidR="0081421C">
        <w:rPr>
          <w:rFonts w:hint="cs"/>
          <w:rtl/>
        </w:rPr>
        <w:t>ر</w:t>
      </w:r>
      <w:r>
        <w:rPr>
          <w:rtl/>
        </w:rPr>
        <w:t xml:space="preserve"> بزند، خداى عزوجل در مقابل هر مويى نورى براى او در روز قيامت مى نويسد.</w:t>
      </w:r>
    </w:p>
    <w:p w:rsidR="00A679DB" w:rsidRDefault="00A679DB" w:rsidP="00A679DB">
      <w:pPr>
        <w:pStyle w:val="libNormal"/>
        <w:rPr>
          <w:rtl/>
        </w:rPr>
      </w:pPr>
    </w:p>
    <w:p w:rsidR="00A679DB" w:rsidRDefault="00A679DB" w:rsidP="00A679DB">
      <w:pPr>
        <w:pStyle w:val="libNormal"/>
        <w:rPr>
          <w:rtl/>
        </w:rPr>
      </w:pPr>
      <w:r>
        <w:rPr>
          <w:rtl/>
        </w:rPr>
        <w:t>ثواب المتحابين فى الله عزوجل</w:t>
      </w:r>
    </w:p>
    <w:p w:rsidR="00A679DB" w:rsidRDefault="0081421C" w:rsidP="00A679DB">
      <w:pPr>
        <w:pStyle w:val="libNormal"/>
        <w:rPr>
          <w:rtl/>
        </w:rPr>
      </w:pPr>
      <w:r>
        <w:rPr>
          <w:rtl/>
        </w:rPr>
        <w:br w:type="page"/>
      </w:r>
    </w:p>
    <w:p w:rsidR="00A679DB" w:rsidRDefault="00A679DB" w:rsidP="0081421C">
      <w:pPr>
        <w:pStyle w:val="Heading2"/>
        <w:rPr>
          <w:rtl/>
        </w:rPr>
      </w:pPr>
      <w:bookmarkStart w:id="301" w:name="_Toc449617358"/>
      <w:r>
        <w:rPr>
          <w:rtl/>
        </w:rPr>
        <w:t>ثواب دوست داشتن يكديگر براى خدا</w:t>
      </w:r>
      <w:bookmarkEnd w:id="301"/>
    </w:p>
    <w:p w:rsidR="00A679DB" w:rsidRDefault="00A679DB" w:rsidP="00A679DB">
      <w:pPr>
        <w:pStyle w:val="libNormal"/>
        <w:rPr>
          <w:rtl/>
        </w:rPr>
      </w:pPr>
      <w:r>
        <w:rPr>
          <w:rtl/>
        </w:rPr>
        <w:t xml:space="preserve">حديث : ١ ابى رحمه الله عن سعد بن عبدالله عن احمد بن محمد عن الحسن بن على بن فضال عن ابى الحسن </w:t>
      </w:r>
      <w:r w:rsidRPr="0081421C">
        <w:rPr>
          <w:rStyle w:val="libAlaemChar"/>
          <w:rtl/>
        </w:rPr>
        <w:t>عليه‌السلام</w:t>
      </w:r>
      <w:r>
        <w:rPr>
          <w:rtl/>
        </w:rPr>
        <w:t xml:space="preserve"> قال سمعته يقول المتحابون فى الله يوم القيامه على منابر من نور قد اضاء نور و جههم و اجسادهم و نور منابرهم كل شى حتى يعرفوا انهم المتاحبون فى الله عزوجل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كاظم </w:t>
      </w:r>
      <w:r w:rsidRPr="0081421C">
        <w:rPr>
          <w:rStyle w:val="libAlaemChar"/>
          <w:rtl/>
        </w:rPr>
        <w:t>عليه‌السلام</w:t>
      </w:r>
      <w:r>
        <w:rPr>
          <w:rtl/>
        </w:rPr>
        <w:t xml:space="preserve"> شنيدم كه فرمودند: دوستداران يكديگر براى خدا در روز قيامت بر منبرهايى از نور هستند كه نور سيما، بدنها و نور منبرهايشان همه چيز را روشن كرده است ، بگونه اى كه همه آنها را با اين عنوان خواهند شناخت كه اينان براى خدا عزوجل دوستدار يكديگر بوده اند.</w:t>
      </w:r>
    </w:p>
    <w:p w:rsidR="00A679DB" w:rsidRDefault="00A679DB" w:rsidP="00A679DB">
      <w:pPr>
        <w:pStyle w:val="libNormal"/>
        <w:rPr>
          <w:rtl/>
        </w:rPr>
      </w:pPr>
    </w:p>
    <w:p w:rsidR="00A679DB" w:rsidRDefault="00A679DB" w:rsidP="00A679DB">
      <w:pPr>
        <w:pStyle w:val="libNormal"/>
        <w:rPr>
          <w:rtl/>
        </w:rPr>
      </w:pPr>
      <w:r>
        <w:rPr>
          <w:rtl/>
        </w:rPr>
        <w:t>ثواب من سلك و اديا فذكر الله</w:t>
      </w:r>
    </w:p>
    <w:p w:rsidR="00A679DB" w:rsidRDefault="0081421C" w:rsidP="00A679DB">
      <w:pPr>
        <w:pStyle w:val="libNormal"/>
        <w:rPr>
          <w:rtl/>
        </w:rPr>
      </w:pPr>
      <w:r>
        <w:rPr>
          <w:rtl/>
        </w:rPr>
        <w:br w:type="page"/>
      </w:r>
    </w:p>
    <w:p w:rsidR="00A679DB" w:rsidRDefault="00A679DB" w:rsidP="0081421C">
      <w:pPr>
        <w:pStyle w:val="Heading2"/>
        <w:rPr>
          <w:rtl/>
        </w:rPr>
      </w:pPr>
      <w:bookmarkStart w:id="302" w:name="_Toc449617359"/>
      <w:r>
        <w:rPr>
          <w:rtl/>
        </w:rPr>
        <w:t>ثواب تمجيد خدا در دره</w:t>
      </w:r>
      <w:bookmarkEnd w:id="302"/>
    </w:p>
    <w:p w:rsidR="00A679DB" w:rsidRDefault="00A679DB" w:rsidP="00A679DB">
      <w:pPr>
        <w:pStyle w:val="libNormal"/>
        <w:rPr>
          <w:rtl/>
        </w:rPr>
      </w:pPr>
      <w:r>
        <w:rPr>
          <w:rtl/>
        </w:rPr>
        <w:t xml:space="preserve">حديث : ١ ابى رحمه الله قال حدثنى سعد بن عبدالله بن بنان بن محمد عن ابيه عن عبدالله بن المغيره عن السكونى عن جعفر بن محمد عن ابيه عن جده عن ابيه عن على </w:t>
      </w:r>
      <w:r w:rsidRPr="0081421C">
        <w:rPr>
          <w:rStyle w:val="libAlaemChar"/>
          <w:rtl/>
        </w:rPr>
        <w:t>عليه‌السلام</w:t>
      </w:r>
      <w:r>
        <w:rPr>
          <w:rtl/>
        </w:rPr>
        <w:t xml:space="preserve"> ان النبى </w:t>
      </w:r>
      <w:r w:rsidR="00E60DFB" w:rsidRPr="0081421C">
        <w:rPr>
          <w:rStyle w:val="libAlaemChar"/>
          <w:rtl/>
        </w:rPr>
        <w:t>صلى‌الله‌عليه‌وآله</w:t>
      </w:r>
      <w:r w:rsidR="00E60DFB">
        <w:rPr>
          <w:rtl/>
        </w:rPr>
        <w:t xml:space="preserve"> </w:t>
      </w:r>
      <w:r>
        <w:rPr>
          <w:rtl/>
        </w:rPr>
        <w:t>قال ما من عبد سلك و اديا فيبسط كفيه فيذكر الله و يدعو الا ملا الله ذلك الوادى حسنات فليعظم ذلك الوادى او ليصغر.</w:t>
      </w:r>
    </w:p>
    <w:p w:rsidR="00A679DB" w:rsidRDefault="00A679DB" w:rsidP="00A679DB">
      <w:pPr>
        <w:pStyle w:val="libNormal"/>
        <w:rPr>
          <w:rtl/>
        </w:rPr>
      </w:pPr>
      <w:r>
        <w:rPr>
          <w:rtl/>
        </w:rPr>
        <w:t>ترجمه :</w:t>
      </w:r>
    </w:p>
    <w:p w:rsidR="00A679DB" w:rsidRDefault="00A679DB" w:rsidP="0081421C">
      <w:pPr>
        <w:pStyle w:val="libNormal"/>
        <w:rPr>
          <w:rtl/>
        </w:rPr>
      </w:pPr>
      <w:r>
        <w:rPr>
          <w:rtl/>
        </w:rPr>
        <w:t xml:space="preserve">١. امام صادق </w:t>
      </w:r>
      <w:r w:rsidRPr="0081421C">
        <w:rPr>
          <w:rStyle w:val="libAlaemChar"/>
          <w:rtl/>
        </w:rPr>
        <w:t>عليه‌السلام</w:t>
      </w:r>
      <w:r>
        <w:rPr>
          <w:rtl/>
        </w:rPr>
        <w:t xml:space="preserve">  از پدرانش</w:t>
      </w:r>
      <w:r w:rsidR="00DC5255">
        <w:rPr>
          <w:rtl/>
        </w:rPr>
        <w:t xml:space="preserve">عليهم‌السلام </w:t>
      </w:r>
      <w:r>
        <w:rPr>
          <w:rtl/>
        </w:rPr>
        <w:t xml:space="preserve">از اميرالمؤ منين </w:t>
      </w:r>
      <w:r w:rsidRPr="0081421C">
        <w:rPr>
          <w:rStyle w:val="libAlaemChar"/>
          <w:rtl/>
        </w:rPr>
        <w:t>عليه‌السلام</w:t>
      </w:r>
      <w:r>
        <w:rPr>
          <w:rtl/>
        </w:rPr>
        <w:t xml:space="preserve"> نقل مى نمايد كه رسول خدا </w:t>
      </w:r>
      <w:r w:rsidR="00E60DFB" w:rsidRPr="0081421C">
        <w:rPr>
          <w:rStyle w:val="libAlaemChar"/>
          <w:rtl/>
        </w:rPr>
        <w:t>صلى‌الله‌عليه‌وآله</w:t>
      </w:r>
      <w:r w:rsidR="00E60DFB">
        <w:rPr>
          <w:rtl/>
        </w:rPr>
        <w:t xml:space="preserve"> </w:t>
      </w:r>
      <w:r>
        <w:rPr>
          <w:rtl/>
        </w:rPr>
        <w:t>فرمودند: هيچ بنده اى نيست كه به دره اى برود، دستهايش را باز كرده ، خدا را تمجيد نمايد و دعا كند، مگر اين كه خداوند آن دره را پر از حسنات مى نمايد. اين دره خواه كوچك باشد يا بزرگ .</w:t>
      </w:r>
    </w:p>
    <w:p w:rsidR="00A679DB" w:rsidRDefault="00A679DB" w:rsidP="00A679DB">
      <w:pPr>
        <w:pStyle w:val="libNormal"/>
        <w:rPr>
          <w:rtl/>
        </w:rPr>
      </w:pPr>
    </w:p>
    <w:p w:rsidR="00A679DB" w:rsidRDefault="00A679DB" w:rsidP="00A679DB">
      <w:pPr>
        <w:pStyle w:val="libNormal"/>
        <w:rPr>
          <w:rtl/>
        </w:rPr>
      </w:pPr>
      <w:r>
        <w:rPr>
          <w:rtl/>
        </w:rPr>
        <w:t>ثواب من قرا عند منامه ان الله يمسك السموات و الارض ان تزولا الايه .</w:t>
      </w:r>
    </w:p>
    <w:p w:rsidR="00A679DB" w:rsidRDefault="0081421C" w:rsidP="00A679DB">
      <w:pPr>
        <w:pStyle w:val="libNormal"/>
        <w:rPr>
          <w:rtl/>
        </w:rPr>
      </w:pPr>
      <w:r>
        <w:rPr>
          <w:rtl/>
        </w:rPr>
        <w:br w:type="page"/>
      </w:r>
    </w:p>
    <w:p w:rsidR="00A679DB" w:rsidRDefault="00A679DB" w:rsidP="0081421C">
      <w:pPr>
        <w:pStyle w:val="Heading2"/>
        <w:rPr>
          <w:rtl/>
        </w:rPr>
      </w:pPr>
      <w:bookmarkStart w:id="303" w:name="_Toc449617360"/>
      <w:r>
        <w:rPr>
          <w:rtl/>
        </w:rPr>
        <w:t>ثواب خواندن آيه «ان الله يمسك السموات و الارض ان تزولا» هنگام خواب</w:t>
      </w:r>
      <w:bookmarkEnd w:id="303"/>
    </w:p>
    <w:p w:rsidR="00A679DB" w:rsidRDefault="00A679DB" w:rsidP="0081421C">
      <w:pPr>
        <w:pStyle w:val="libNormal"/>
        <w:rPr>
          <w:rtl/>
        </w:rPr>
      </w:pPr>
      <w:r>
        <w:rPr>
          <w:rtl/>
        </w:rPr>
        <w:t>حديث : ١ حدثنى محمد بن الحسن رضى الله عنه قال حدثنى محمد بن الحسن الصفار عن محمد بن عيسى : عباس بن هلال الشامى عن ابى الحسن الرضا عن ابيه</w:t>
      </w:r>
      <w:r w:rsidR="00DC5255">
        <w:rPr>
          <w:rtl/>
        </w:rPr>
        <w:t xml:space="preserve">عليهم‌السلام </w:t>
      </w:r>
      <w:r>
        <w:rPr>
          <w:rtl/>
        </w:rPr>
        <w:t>قال لم يقل احد قط اذا اراد ان ينام «ان الله يمسك السموات والارض ان تزولا و لئن زالتا امسكهما من احد من بعده انه كان حليما غفورا» فيسقط عليه البيت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رضا </w:t>
      </w:r>
      <w:r w:rsidRPr="0081421C">
        <w:rPr>
          <w:rStyle w:val="libAlaemChar"/>
          <w:rtl/>
        </w:rPr>
        <w:t>عليه‌السلام</w:t>
      </w:r>
      <w:r>
        <w:rPr>
          <w:rtl/>
        </w:rPr>
        <w:t xml:space="preserve"> از پدرش </w:t>
      </w:r>
      <w:r w:rsidRPr="0081421C">
        <w:rPr>
          <w:rStyle w:val="libAlaemChar"/>
          <w:rtl/>
        </w:rPr>
        <w:t>عليه‌السلام</w:t>
      </w:r>
      <w:r>
        <w:rPr>
          <w:rtl/>
        </w:rPr>
        <w:t xml:space="preserve"> نقل مى نمايند كه فرمودند: تاكنون هيچ كسى به هنگام خواب آيه </w:t>
      </w:r>
      <w:r w:rsidRPr="0081421C">
        <w:rPr>
          <w:rStyle w:val="libAieChar"/>
          <w:rtl/>
        </w:rPr>
        <w:t>«ان الله يمسك السموات و الارض ‍ ان تزولا و لئن زالتا ان امسكهما من احد من بعده انه كان حليما غفورا.»</w:t>
      </w:r>
      <w:r>
        <w:rPr>
          <w:rtl/>
        </w:rPr>
        <w:t xml:space="preserve"> </w:t>
      </w:r>
      <w:r w:rsidRPr="0081421C">
        <w:rPr>
          <w:rStyle w:val="libFootnotenumChar"/>
          <w:rtl/>
        </w:rPr>
        <w:t>(٨٢)</w:t>
      </w:r>
      <w:r>
        <w:rPr>
          <w:rtl/>
        </w:rPr>
        <w:t xml:space="preserve"> را نخوانده است ، مگر اين كه خانه بر سرش خراب نشده است .</w:t>
      </w:r>
    </w:p>
    <w:p w:rsidR="00A679DB" w:rsidRDefault="00A679DB" w:rsidP="00A679DB">
      <w:pPr>
        <w:pStyle w:val="libNormal"/>
        <w:rPr>
          <w:rtl/>
        </w:rPr>
      </w:pPr>
    </w:p>
    <w:p w:rsidR="00A679DB" w:rsidRDefault="00A679DB" w:rsidP="00A679DB">
      <w:pPr>
        <w:pStyle w:val="libNormal"/>
        <w:rPr>
          <w:rtl/>
        </w:rPr>
      </w:pPr>
      <w:r>
        <w:rPr>
          <w:rtl/>
        </w:rPr>
        <w:t>ثواب هذا الدعا عند اذان الصبح و عند اذان المغرب .</w:t>
      </w:r>
    </w:p>
    <w:p w:rsidR="00A679DB" w:rsidRDefault="0081421C" w:rsidP="0081421C">
      <w:pPr>
        <w:pStyle w:val="libNormal"/>
        <w:rPr>
          <w:rtl/>
        </w:rPr>
      </w:pPr>
      <w:r>
        <w:rPr>
          <w:rtl/>
        </w:rPr>
        <w:br w:type="page"/>
      </w:r>
    </w:p>
    <w:p w:rsidR="00A679DB" w:rsidRDefault="00A679DB" w:rsidP="00A679DB">
      <w:pPr>
        <w:pStyle w:val="libNormal"/>
        <w:rPr>
          <w:rtl/>
        </w:rPr>
      </w:pPr>
      <w:bookmarkStart w:id="304" w:name="_Toc449617361"/>
      <w:r w:rsidRPr="0081421C">
        <w:rPr>
          <w:rStyle w:val="Heading2Char"/>
          <w:rtl/>
        </w:rPr>
        <w:t>ثواب اين دعا به هنگام اذان صبح و مغرب</w:t>
      </w:r>
      <w:bookmarkEnd w:id="304"/>
      <w:r>
        <w:rPr>
          <w:rtl/>
        </w:rPr>
        <w:t xml:space="preserve"> .</w:t>
      </w:r>
    </w:p>
    <w:p w:rsidR="00A679DB" w:rsidRDefault="00A679DB" w:rsidP="00A679DB">
      <w:pPr>
        <w:pStyle w:val="libNormal"/>
        <w:rPr>
          <w:rtl/>
        </w:rPr>
      </w:pPr>
      <w:r>
        <w:rPr>
          <w:rtl/>
        </w:rPr>
        <w:t xml:space="preserve">حديث : ١ ابى رحمه الله قال حدثنى سعد بن عبدالله قال حدثنى محمد بن عيسى عن عباس مولى الرضا </w:t>
      </w:r>
      <w:r w:rsidRPr="0081421C">
        <w:rPr>
          <w:rStyle w:val="libAlaemChar"/>
          <w:rtl/>
        </w:rPr>
        <w:t>عليه‌السلام</w:t>
      </w:r>
      <w:r>
        <w:rPr>
          <w:rtl/>
        </w:rPr>
        <w:t xml:space="preserve"> عن ابى الحسن الرضا </w:t>
      </w:r>
      <w:r w:rsidRPr="0081421C">
        <w:rPr>
          <w:rStyle w:val="libAlaemChar"/>
          <w:rtl/>
        </w:rPr>
        <w:t>عليه‌السلام</w:t>
      </w:r>
      <w:r>
        <w:rPr>
          <w:rtl/>
        </w:rPr>
        <w:t xml:space="preserve"> قال من قال حين يسمع اذان الصبح اللهم انى اسالك باقبال نهارك و ادبار ليلك و حضور صلواتك و اصوات دعائك ان تتوب على انك انت التواب الرحيم و مثل ذلك اذا سمع اذان المغرب ثم مات من يومه او ليلته كان تائبا.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رضا </w:t>
      </w:r>
      <w:r w:rsidRPr="0081421C">
        <w:rPr>
          <w:rStyle w:val="libAlaemChar"/>
          <w:rtl/>
        </w:rPr>
        <w:t>عليه‌السلام</w:t>
      </w:r>
      <w:r>
        <w:rPr>
          <w:rtl/>
        </w:rPr>
        <w:t xml:space="preserve"> فرمودند: كسى كه هنگام شنيدن اذان صبح و اذان مغرب بگويد «اللهم انى اسئلك باقبال نهارك و ادبار اليلك و حضور صلواتك و اصوات دعائك ان تتوب على . انك انت التواب الرحيم .» </w:t>
      </w:r>
      <w:r w:rsidRPr="0081421C">
        <w:rPr>
          <w:rStyle w:val="libFootnotenumChar"/>
          <w:rtl/>
        </w:rPr>
        <w:t>(٨٣)</w:t>
      </w:r>
      <w:r>
        <w:rPr>
          <w:rtl/>
        </w:rPr>
        <w:t xml:space="preserve"> و در آن روز يا آن شب بميرد، توبه كننده از دنيا رفته است .</w:t>
      </w:r>
    </w:p>
    <w:p w:rsidR="00A679DB" w:rsidRDefault="00A679DB" w:rsidP="00A679DB">
      <w:pPr>
        <w:pStyle w:val="libNormal"/>
        <w:rPr>
          <w:rtl/>
        </w:rPr>
      </w:pPr>
    </w:p>
    <w:p w:rsidR="00A679DB" w:rsidRDefault="00A679DB" w:rsidP="00A679DB">
      <w:pPr>
        <w:pStyle w:val="libNormal"/>
        <w:rPr>
          <w:rtl/>
        </w:rPr>
      </w:pPr>
      <w:r>
        <w:rPr>
          <w:rtl/>
        </w:rPr>
        <w:t>ثواب من سال الله و هو يعلم ان الله يضرو ينفع</w:t>
      </w:r>
    </w:p>
    <w:p w:rsidR="00A679DB" w:rsidRDefault="0081421C" w:rsidP="00A679DB">
      <w:pPr>
        <w:pStyle w:val="libNormal"/>
        <w:rPr>
          <w:rtl/>
        </w:rPr>
      </w:pPr>
      <w:r>
        <w:rPr>
          <w:rtl/>
        </w:rPr>
        <w:br w:type="page"/>
      </w:r>
    </w:p>
    <w:p w:rsidR="00A679DB" w:rsidRDefault="00A679DB" w:rsidP="00A679DB">
      <w:pPr>
        <w:pStyle w:val="libNormal"/>
        <w:rPr>
          <w:rtl/>
        </w:rPr>
      </w:pPr>
      <w:bookmarkStart w:id="305" w:name="_Toc449617362"/>
      <w:r w:rsidRPr="0081421C">
        <w:rPr>
          <w:rStyle w:val="Heading2Char"/>
          <w:rtl/>
        </w:rPr>
        <w:t>ثواب خواستن از خدا و دانستن اين كه خداوند ضرر رسان و سود بخش است</w:t>
      </w:r>
      <w:bookmarkEnd w:id="305"/>
      <w:r>
        <w:rPr>
          <w:rtl/>
        </w:rPr>
        <w:t xml:space="preserve"> .</w:t>
      </w:r>
    </w:p>
    <w:p w:rsidR="00A679DB" w:rsidRDefault="00A679DB" w:rsidP="00A679DB">
      <w:pPr>
        <w:pStyle w:val="libNormal"/>
        <w:rPr>
          <w:rtl/>
        </w:rPr>
      </w:pPr>
      <w:r>
        <w:rPr>
          <w:rtl/>
        </w:rPr>
        <w:t xml:space="preserve">حديث : ١ حدثنى محمد بن الحسن رضى الله عنه قال حدثنى محمد بن يحيى عن محمد بن احمد عن بعض اصحابنا عن محمد بن بكر عن زكريا عن ابى سيار عن سوره بن كليب عن ابى عبدالله </w:t>
      </w:r>
      <w:r w:rsidRPr="0081421C">
        <w:rPr>
          <w:rStyle w:val="libAlaemChar"/>
          <w:rtl/>
        </w:rPr>
        <w:t>عليه‌السلام</w:t>
      </w:r>
      <w:r>
        <w:rPr>
          <w:rtl/>
        </w:rPr>
        <w:t xml:space="preserve"> قال قال رسول الله </w:t>
      </w:r>
      <w:r w:rsidR="00E60DFB">
        <w:rPr>
          <w:rtl/>
        </w:rPr>
        <w:t xml:space="preserve">صلى‌الله‌عليه‌وآله </w:t>
      </w:r>
      <w:r>
        <w:rPr>
          <w:rtl/>
        </w:rPr>
        <w:t>قال الله عزوجل من سالنى و هو يعلم انى اضر و انفع استجبت له .</w:t>
      </w:r>
    </w:p>
    <w:p w:rsidR="00A679DB" w:rsidRDefault="00A679DB" w:rsidP="00A679DB">
      <w:pPr>
        <w:pStyle w:val="libNormal"/>
        <w:rPr>
          <w:rtl/>
        </w:rPr>
      </w:pPr>
      <w:r>
        <w:rPr>
          <w:rtl/>
        </w:rPr>
        <w:t>ترجمه :</w:t>
      </w:r>
    </w:p>
    <w:p w:rsidR="00A679DB" w:rsidRDefault="00A679DB" w:rsidP="0081421C">
      <w:pPr>
        <w:pStyle w:val="libNormal"/>
        <w:rPr>
          <w:rtl/>
        </w:rPr>
      </w:pPr>
      <w:r>
        <w:rPr>
          <w:rtl/>
        </w:rPr>
        <w:t xml:space="preserve">١. امام صادق </w:t>
      </w:r>
      <w:r w:rsidRPr="0081421C">
        <w:rPr>
          <w:rStyle w:val="libAlaemChar"/>
          <w:rtl/>
        </w:rPr>
        <w:t>عليه‌السلام</w:t>
      </w:r>
      <w:r>
        <w:rPr>
          <w:rtl/>
        </w:rPr>
        <w:t xml:space="preserve"> نقل مى نمايد كه رسول خدا </w:t>
      </w:r>
      <w:r w:rsidR="00E60DFB" w:rsidRPr="0081421C">
        <w:rPr>
          <w:rStyle w:val="libAlaemChar"/>
          <w:rtl/>
        </w:rPr>
        <w:t>صلى‌الله‌عليه‌وآله</w:t>
      </w:r>
      <w:r w:rsidR="00E60DFB">
        <w:rPr>
          <w:rtl/>
        </w:rPr>
        <w:t xml:space="preserve"> </w:t>
      </w:r>
      <w:r>
        <w:rPr>
          <w:rtl/>
        </w:rPr>
        <w:t>فرمودند: خداى عزوجل مى فرمايند: كسى كه از من بخواهد و بداند كه همانا من ضرر رسان و سود بخشم ، دعايش را مستجاب مى نمايم</w:t>
      </w:r>
    </w:p>
    <w:p w:rsidR="00A679DB" w:rsidRDefault="00A679DB" w:rsidP="00A679DB">
      <w:pPr>
        <w:pStyle w:val="libNormal"/>
        <w:rPr>
          <w:rtl/>
        </w:rPr>
      </w:pPr>
    </w:p>
    <w:p w:rsidR="00A679DB" w:rsidRDefault="00A679DB" w:rsidP="00A679DB">
      <w:pPr>
        <w:pStyle w:val="libNormal"/>
        <w:rPr>
          <w:rtl/>
        </w:rPr>
      </w:pPr>
      <w:r>
        <w:rPr>
          <w:rtl/>
        </w:rPr>
        <w:t>ثواب من قال هذا القول حين ياخذ مضجعه</w:t>
      </w:r>
    </w:p>
    <w:p w:rsidR="00A679DB" w:rsidRDefault="0081421C" w:rsidP="00A679DB">
      <w:pPr>
        <w:pStyle w:val="libNormal"/>
        <w:rPr>
          <w:rtl/>
        </w:rPr>
      </w:pPr>
      <w:r>
        <w:rPr>
          <w:rtl/>
        </w:rPr>
        <w:br w:type="page"/>
      </w:r>
    </w:p>
    <w:p w:rsidR="00A679DB" w:rsidRDefault="00A679DB" w:rsidP="0081421C">
      <w:pPr>
        <w:pStyle w:val="Heading2"/>
        <w:rPr>
          <w:rtl/>
        </w:rPr>
      </w:pPr>
      <w:bookmarkStart w:id="306" w:name="_Toc449617363"/>
      <w:r>
        <w:rPr>
          <w:rtl/>
        </w:rPr>
        <w:t>ثواب گفتن اين ذكر هنگام خواب</w:t>
      </w:r>
      <w:bookmarkEnd w:id="306"/>
    </w:p>
    <w:p w:rsidR="00A679DB" w:rsidRDefault="00A679DB" w:rsidP="00A679DB">
      <w:pPr>
        <w:pStyle w:val="libNormal"/>
        <w:rPr>
          <w:rtl/>
        </w:rPr>
      </w:pPr>
      <w:r>
        <w:rPr>
          <w:rtl/>
        </w:rPr>
        <w:t xml:space="preserve">حديث : ١ حدثنى محمد بن الحسن رضى الله عنه قال حدثنى محمد بن الحسن الصفار عن العباس بن معروف عن بكر بن محمد عن ابى عبدالله </w:t>
      </w:r>
      <w:r w:rsidRPr="0081421C">
        <w:rPr>
          <w:rStyle w:val="libAlaemChar"/>
          <w:rtl/>
        </w:rPr>
        <w:t>عليه‌السلام</w:t>
      </w:r>
      <w:r>
        <w:rPr>
          <w:rtl/>
        </w:rPr>
        <w:t xml:space="preserve"> قال من قال حين ياخذ مضجعه ثلاث مرات الحمد لله الذى علا فقهر و الحمد لله الذى بطن فخبر و الحمد لله الذى ملك فقدر و الحمدلله الذى يحيى الموتى و يميت الاحياء و هو على كل شى قدير خرج من الذنوب كهيئه يوم ولدته 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1421C">
        <w:rPr>
          <w:rStyle w:val="libAlaemChar"/>
          <w:rtl/>
        </w:rPr>
        <w:t>عليه‌السلام</w:t>
      </w:r>
      <w:r>
        <w:rPr>
          <w:rtl/>
        </w:rPr>
        <w:t xml:space="preserve"> فرمودند: كسى كه هنگام خواب سه بار بگويد: «الحمدلله الذى علا فقهر و الحمدلله الذى بطن فخبر. و الحمدلله الذى ملك فقدر. والحمدلله الذى يحيى الموتى و يميت الاحياء و هو على كل شى غدير.» </w:t>
      </w:r>
      <w:r w:rsidRPr="0081421C">
        <w:rPr>
          <w:rStyle w:val="libFootnotenumChar"/>
          <w:rtl/>
        </w:rPr>
        <w:t>(٨٤)،</w:t>
      </w:r>
      <w:r>
        <w:rPr>
          <w:rtl/>
        </w:rPr>
        <w:t xml:space="preserve"> و مانند روزى كه از مادر متولد شده است از گناهان بيرون مى آيد.</w:t>
      </w:r>
    </w:p>
    <w:p w:rsidR="00A679DB" w:rsidRDefault="00A679DB" w:rsidP="00A679DB">
      <w:pPr>
        <w:pStyle w:val="libNormal"/>
        <w:rPr>
          <w:rtl/>
        </w:rPr>
      </w:pPr>
    </w:p>
    <w:p w:rsidR="00A679DB" w:rsidRDefault="00A679DB" w:rsidP="00A679DB">
      <w:pPr>
        <w:pStyle w:val="libNormal"/>
        <w:rPr>
          <w:rtl/>
        </w:rPr>
      </w:pPr>
      <w:r>
        <w:rPr>
          <w:rtl/>
        </w:rPr>
        <w:t>ثواب دعاء المسلم لاخيه بظهر الغيب .</w:t>
      </w:r>
    </w:p>
    <w:p w:rsidR="00A679DB" w:rsidRDefault="0081421C" w:rsidP="00A679DB">
      <w:pPr>
        <w:pStyle w:val="libNormal"/>
        <w:rPr>
          <w:rtl/>
        </w:rPr>
      </w:pPr>
      <w:r>
        <w:rPr>
          <w:rtl/>
        </w:rPr>
        <w:br w:type="column"/>
      </w:r>
    </w:p>
    <w:p w:rsidR="00A679DB" w:rsidRDefault="00A679DB" w:rsidP="00A679DB">
      <w:pPr>
        <w:pStyle w:val="libNormal"/>
        <w:rPr>
          <w:rtl/>
        </w:rPr>
      </w:pPr>
      <w:bookmarkStart w:id="307" w:name="_Toc449617364"/>
      <w:r w:rsidRPr="0081421C">
        <w:rPr>
          <w:rStyle w:val="Heading2Char"/>
          <w:rtl/>
        </w:rPr>
        <w:t>ثواب دعاى پنهان مسلمان براى برادر مسلمانش</w:t>
      </w:r>
      <w:bookmarkEnd w:id="307"/>
      <w:r>
        <w:rPr>
          <w:rtl/>
        </w:rPr>
        <w:t xml:space="preserve"> .</w:t>
      </w:r>
    </w:p>
    <w:p w:rsidR="00A679DB" w:rsidRDefault="00A679DB" w:rsidP="00A679DB">
      <w:pPr>
        <w:pStyle w:val="libNormal"/>
        <w:rPr>
          <w:rtl/>
        </w:rPr>
      </w:pPr>
      <w:r>
        <w:rPr>
          <w:rtl/>
        </w:rPr>
        <w:t>حديث : ١ ابى رحمه الله قال حدثنى عبدالله بن جعفر الحميرى عن محمد بن الحسين عن الطيالسانى عن فضيل عن معاويه بن عمار عن ابى عبدالله عليه‌السلام قال دعاء المسلم لا خيه بظهر الغيب يسوق الى الداعى الرزق و يصرف عنه البلاء و تقول له الملائكه لك مثلاه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1421C">
        <w:rPr>
          <w:rStyle w:val="libAlaemChar"/>
          <w:rtl/>
        </w:rPr>
        <w:t>عليه‌السلام</w:t>
      </w:r>
      <w:r>
        <w:rPr>
          <w:rtl/>
        </w:rPr>
        <w:t xml:space="preserve"> فرمودند: دعاى پنهانى مسلمان براى برادر مسلمانش رزق را به سوى دعا كننده مى كشاند، بلا را از او دور مى گرداند. و فرشتگان به او مى گويند: براى تو دو برابر آنچه كه براى برادرت خواستى ، مى باشد.</w:t>
      </w:r>
    </w:p>
    <w:p w:rsidR="00A679DB" w:rsidRDefault="00A679DB" w:rsidP="00A679DB">
      <w:pPr>
        <w:pStyle w:val="libNormal"/>
        <w:rPr>
          <w:rtl/>
        </w:rPr>
      </w:pPr>
    </w:p>
    <w:p w:rsidR="00A679DB" w:rsidRDefault="00A679DB" w:rsidP="00A679DB">
      <w:pPr>
        <w:pStyle w:val="libNormal"/>
        <w:rPr>
          <w:rtl/>
        </w:rPr>
      </w:pPr>
      <w:r>
        <w:rPr>
          <w:rtl/>
        </w:rPr>
        <w:t xml:space="preserve">ثواب الصلاه و السلام على النبى </w:t>
      </w:r>
      <w:r w:rsidR="00E60DFB">
        <w:rPr>
          <w:rtl/>
        </w:rPr>
        <w:t xml:space="preserve">صلى‌الله‌عليه‌وآله </w:t>
      </w:r>
      <w:r>
        <w:rPr>
          <w:rtl/>
        </w:rPr>
        <w:t>و ثواب حبه .</w:t>
      </w:r>
    </w:p>
    <w:p w:rsidR="00A679DB" w:rsidRDefault="0081421C" w:rsidP="00A679DB">
      <w:pPr>
        <w:pStyle w:val="libNormal"/>
        <w:rPr>
          <w:rtl/>
        </w:rPr>
      </w:pPr>
      <w:r>
        <w:rPr>
          <w:rtl/>
        </w:rPr>
        <w:br w:type="page"/>
      </w:r>
    </w:p>
    <w:p w:rsidR="00A679DB" w:rsidRDefault="00A679DB" w:rsidP="0081421C">
      <w:pPr>
        <w:pStyle w:val="Heading2"/>
        <w:rPr>
          <w:rtl/>
        </w:rPr>
      </w:pPr>
      <w:bookmarkStart w:id="308" w:name="_Toc449617365"/>
      <w:r>
        <w:rPr>
          <w:rtl/>
        </w:rPr>
        <w:t xml:space="preserve">ثواب صلوات فرستادن و سلام كردن بر پيامبر </w:t>
      </w:r>
      <w:r w:rsidR="00E60DFB" w:rsidRPr="0081421C">
        <w:rPr>
          <w:rStyle w:val="libAlaemChar"/>
          <w:rtl/>
        </w:rPr>
        <w:t>صلى‌الله‌عليه‌وآله</w:t>
      </w:r>
      <w:r w:rsidR="00E60DFB">
        <w:rPr>
          <w:rtl/>
        </w:rPr>
        <w:t xml:space="preserve"> </w:t>
      </w:r>
      <w:r>
        <w:rPr>
          <w:rtl/>
        </w:rPr>
        <w:t>و دوستى او</w:t>
      </w:r>
      <w:bookmarkEnd w:id="308"/>
    </w:p>
    <w:p w:rsidR="00A679DB" w:rsidRDefault="00A679DB" w:rsidP="00A679DB">
      <w:pPr>
        <w:pStyle w:val="libNormal"/>
        <w:rPr>
          <w:rtl/>
        </w:rPr>
      </w:pPr>
      <w:r>
        <w:rPr>
          <w:rtl/>
        </w:rPr>
        <w:t xml:space="preserve">حديث : ١ حدثنى محمد بن على ماجيلويه رضى الله عنه قال حدثنى محمد بن يحيى العطار قال حدثنى محمد بن احمد عن محمد بن حسان عن جعفر بن عيسى الحسنى قال حدثنى رشدين بن سعد عن معاويه بن صالح عن ابى اسحاق عن عباس عن عاصم بن ضمره عن اميرالمؤ منين </w:t>
      </w:r>
      <w:r w:rsidRPr="0081421C">
        <w:rPr>
          <w:rStyle w:val="libAlaemChar"/>
          <w:rtl/>
        </w:rPr>
        <w:t>عليه‌السلام</w:t>
      </w:r>
      <w:r>
        <w:rPr>
          <w:rtl/>
        </w:rPr>
        <w:t xml:space="preserve"> قال الصلاه على النبى </w:t>
      </w:r>
      <w:r w:rsidR="00E60DFB" w:rsidRPr="0081421C">
        <w:rPr>
          <w:rStyle w:val="libAlaemChar"/>
          <w:rtl/>
        </w:rPr>
        <w:t>صلى‌الله‌عليه‌وآله</w:t>
      </w:r>
      <w:r w:rsidR="00E60DFB">
        <w:rPr>
          <w:rtl/>
        </w:rPr>
        <w:t xml:space="preserve"> </w:t>
      </w:r>
      <w:r>
        <w:rPr>
          <w:rtl/>
        </w:rPr>
        <w:t xml:space="preserve">امحق للخطايا من الماء للنار و السلام على النبى </w:t>
      </w:r>
      <w:r w:rsidR="00E60DFB">
        <w:rPr>
          <w:rtl/>
        </w:rPr>
        <w:t xml:space="preserve">صلى‌الله‌عليه‌وآله </w:t>
      </w:r>
      <w:r>
        <w:rPr>
          <w:rtl/>
        </w:rPr>
        <w:t xml:space="preserve">و افضل من عتقل رقاب و حب رسول الله </w:t>
      </w:r>
      <w:r w:rsidR="00E60DFB" w:rsidRPr="0081421C">
        <w:rPr>
          <w:rStyle w:val="libAlaemChar"/>
          <w:rtl/>
        </w:rPr>
        <w:t>صلى‌الله‌عليه‌وآله</w:t>
      </w:r>
      <w:r w:rsidR="00E60DFB">
        <w:rPr>
          <w:rtl/>
        </w:rPr>
        <w:t xml:space="preserve"> </w:t>
      </w:r>
      <w:r>
        <w:rPr>
          <w:rtl/>
        </w:rPr>
        <w:t>افضل من مهج الانفس او قال ضرب السيوف فى سبيل الله .</w:t>
      </w:r>
    </w:p>
    <w:p w:rsidR="00A679DB" w:rsidRDefault="00A679DB" w:rsidP="00A679DB">
      <w:pPr>
        <w:pStyle w:val="libNormal"/>
        <w:rPr>
          <w:rtl/>
        </w:rPr>
      </w:pPr>
      <w:r>
        <w:rPr>
          <w:rtl/>
        </w:rPr>
        <w:t>ترجمه :</w:t>
      </w:r>
    </w:p>
    <w:p w:rsidR="00A679DB" w:rsidRDefault="00A679DB" w:rsidP="0081421C">
      <w:pPr>
        <w:pStyle w:val="libNormal"/>
        <w:rPr>
          <w:rtl/>
        </w:rPr>
      </w:pPr>
      <w:r>
        <w:rPr>
          <w:rtl/>
        </w:rPr>
        <w:t xml:space="preserve">١. اميرالمومنين </w:t>
      </w:r>
      <w:r w:rsidRPr="0081421C">
        <w:rPr>
          <w:rStyle w:val="libAlaemChar"/>
          <w:rtl/>
        </w:rPr>
        <w:t>عليه‌السلام</w:t>
      </w:r>
      <w:r>
        <w:rPr>
          <w:rtl/>
        </w:rPr>
        <w:t xml:space="preserve"> فرمودند: صلوات فرستادن بر پيامبر </w:t>
      </w:r>
      <w:r w:rsidR="00E60DFB" w:rsidRPr="0081421C">
        <w:rPr>
          <w:rStyle w:val="libAlaemChar"/>
          <w:rtl/>
        </w:rPr>
        <w:t>صلى‌الله‌عليه‌وآله</w:t>
      </w:r>
      <w:r w:rsidR="00E60DFB">
        <w:rPr>
          <w:rtl/>
        </w:rPr>
        <w:t xml:space="preserve"> </w:t>
      </w:r>
      <w:r w:rsidR="0081421C">
        <w:rPr>
          <w:rFonts w:hint="cs"/>
          <w:rtl/>
        </w:rPr>
        <w:t>گ</w:t>
      </w:r>
      <w:r>
        <w:rPr>
          <w:rtl/>
        </w:rPr>
        <w:t xml:space="preserve">ناهان را از بين مى برد. بهتر از نابود كردن آب آتش را. سلام كردن بر پيامبر </w:t>
      </w:r>
      <w:r w:rsidR="00E60DFB" w:rsidRPr="0081421C">
        <w:rPr>
          <w:rStyle w:val="libAlaemChar"/>
          <w:rtl/>
        </w:rPr>
        <w:t>صلى‌الله‌عليه‌وآله</w:t>
      </w:r>
      <w:r w:rsidR="00E60DFB">
        <w:rPr>
          <w:rtl/>
        </w:rPr>
        <w:t xml:space="preserve"> </w:t>
      </w:r>
      <w:r>
        <w:rPr>
          <w:rtl/>
        </w:rPr>
        <w:t xml:space="preserve">برتر از </w:t>
      </w:r>
      <w:r w:rsidR="0081421C">
        <w:rPr>
          <w:rFonts w:hint="cs"/>
          <w:rtl/>
        </w:rPr>
        <w:t>آ</w:t>
      </w:r>
      <w:r>
        <w:rPr>
          <w:rtl/>
        </w:rPr>
        <w:t xml:space="preserve">زاد كردن چند برده است . دوست داشتن رسول خدا </w:t>
      </w:r>
      <w:r w:rsidR="00E60DFB" w:rsidRPr="0081421C">
        <w:rPr>
          <w:rStyle w:val="libAlaemChar"/>
          <w:rtl/>
        </w:rPr>
        <w:t>صلى‌الله‌عليه‌وآله</w:t>
      </w:r>
      <w:r w:rsidR="00E60DFB">
        <w:rPr>
          <w:rtl/>
        </w:rPr>
        <w:t xml:space="preserve"> </w:t>
      </w:r>
      <w:r>
        <w:rPr>
          <w:rtl/>
        </w:rPr>
        <w:t>برتر از فدا كردن جانهاست . يا فرمودند: برتر از شمشير زدن در راه خدا است .</w:t>
      </w:r>
    </w:p>
    <w:p w:rsidR="00A679DB" w:rsidRDefault="00A679DB" w:rsidP="00A679DB">
      <w:pPr>
        <w:pStyle w:val="libNormal"/>
        <w:rPr>
          <w:rtl/>
        </w:rPr>
      </w:pPr>
    </w:p>
    <w:p w:rsidR="00A679DB" w:rsidRDefault="00A679DB" w:rsidP="00A679DB">
      <w:pPr>
        <w:pStyle w:val="libNormal"/>
        <w:rPr>
          <w:rtl/>
        </w:rPr>
      </w:pPr>
      <w:r>
        <w:rPr>
          <w:rtl/>
        </w:rPr>
        <w:t xml:space="preserve">ثواب من صلى على النبى </w:t>
      </w:r>
      <w:r w:rsidR="00E60DFB">
        <w:rPr>
          <w:rtl/>
        </w:rPr>
        <w:t xml:space="preserve">صلى‌الله‌عليه‌وآله </w:t>
      </w:r>
      <w:r>
        <w:rPr>
          <w:rtl/>
        </w:rPr>
        <w:t>صلاه واحده .</w:t>
      </w:r>
    </w:p>
    <w:p w:rsidR="00A679DB" w:rsidRDefault="0081421C" w:rsidP="00A679DB">
      <w:pPr>
        <w:pStyle w:val="libNormal"/>
        <w:rPr>
          <w:rtl/>
        </w:rPr>
      </w:pPr>
      <w:r>
        <w:rPr>
          <w:rtl/>
        </w:rPr>
        <w:br w:type="page"/>
      </w:r>
    </w:p>
    <w:p w:rsidR="00A679DB" w:rsidRDefault="00A679DB" w:rsidP="0081421C">
      <w:pPr>
        <w:pStyle w:val="Heading2"/>
        <w:rPr>
          <w:rtl/>
        </w:rPr>
      </w:pPr>
      <w:bookmarkStart w:id="309" w:name="_Toc449617366"/>
      <w:r>
        <w:rPr>
          <w:rtl/>
        </w:rPr>
        <w:t xml:space="preserve">ثواب يك بار بر پيامبر </w:t>
      </w:r>
      <w:r w:rsidR="00E60DFB" w:rsidRPr="0081421C">
        <w:rPr>
          <w:rStyle w:val="libAlaemChar"/>
          <w:rtl/>
        </w:rPr>
        <w:t>صلى‌الله‌عليه‌وآله</w:t>
      </w:r>
      <w:r w:rsidR="00E60DFB">
        <w:rPr>
          <w:rtl/>
        </w:rPr>
        <w:t xml:space="preserve"> </w:t>
      </w:r>
      <w:r>
        <w:rPr>
          <w:rtl/>
        </w:rPr>
        <w:t>صلوات فرستادن</w:t>
      </w:r>
      <w:bookmarkEnd w:id="309"/>
    </w:p>
    <w:p w:rsidR="00A679DB" w:rsidRDefault="00A679DB" w:rsidP="00A679DB">
      <w:pPr>
        <w:pStyle w:val="libNormal"/>
        <w:rPr>
          <w:rtl/>
        </w:rPr>
      </w:pPr>
      <w:r>
        <w:rPr>
          <w:rtl/>
        </w:rPr>
        <w:t xml:space="preserve">حديث : ١ ابى رحمه الله قال حدثنى سعد بن عبدالله قال حدثنى سلمه بن الخطاب عن اسماعيل بن جعفر عن الحسن بن على عن ابيه عن ابى بصير عن ابى عبدالله </w:t>
      </w:r>
      <w:r w:rsidRPr="0081421C">
        <w:rPr>
          <w:rStyle w:val="libAlaemChar"/>
          <w:rtl/>
        </w:rPr>
        <w:t>عليه‌السلام</w:t>
      </w:r>
      <w:r>
        <w:rPr>
          <w:rtl/>
        </w:rPr>
        <w:t xml:space="preserve"> قال اذا ذكر النبى </w:t>
      </w:r>
      <w:r w:rsidR="00E60DFB" w:rsidRPr="0081421C">
        <w:rPr>
          <w:rStyle w:val="libAlaemChar"/>
          <w:rtl/>
        </w:rPr>
        <w:t>صلى‌الله‌عليه‌وآله</w:t>
      </w:r>
      <w:r w:rsidR="00E60DFB">
        <w:rPr>
          <w:rtl/>
        </w:rPr>
        <w:t xml:space="preserve"> </w:t>
      </w:r>
      <w:r>
        <w:rPr>
          <w:rtl/>
        </w:rPr>
        <w:t xml:space="preserve">فاكثروا الصلاه عليه فانه من صلى على النبى صلاه واحده </w:t>
      </w:r>
      <w:r w:rsidRPr="0081421C">
        <w:rPr>
          <w:rStyle w:val="libAlaemChar"/>
          <w:rtl/>
        </w:rPr>
        <w:t>صلى‌الله‌عليه‌وآله</w:t>
      </w:r>
      <w:r>
        <w:rPr>
          <w:rtl/>
        </w:rPr>
        <w:t xml:space="preserve">   الف صلاه فى الف صف من الملائكه و لم يبق شى مما خلق الله الا صلى على ذلك العبد لصلاه الله عليه و صلاه ملائكه و لا يرغب عن هذا الا جاهل مغرور قد برى الله منه و رسوله .</w:t>
      </w:r>
    </w:p>
    <w:p w:rsidR="00A679DB" w:rsidRDefault="00A679DB" w:rsidP="00A679DB">
      <w:pPr>
        <w:pStyle w:val="libNormal"/>
        <w:rPr>
          <w:rtl/>
        </w:rPr>
      </w:pPr>
      <w:r>
        <w:rPr>
          <w:rtl/>
        </w:rPr>
        <w:t>ترجمه :</w:t>
      </w:r>
    </w:p>
    <w:p w:rsidR="00A679DB" w:rsidRDefault="00A679DB" w:rsidP="0081421C">
      <w:pPr>
        <w:pStyle w:val="libNormal"/>
        <w:rPr>
          <w:rtl/>
        </w:rPr>
      </w:pPr>
      <w:r>
        <w:rPr>
          <w:rtl/>
        </w:rPr>
        <w:t xml:space="preserve">١. امام صادق </w:t>
      </w:r>
      <w:r w:rsidRPr="0081421C">
        <w:rPr>
          <w:rStyle w:val="libAlaemChar"/>
          <w:rtl/>
        </w:rPr>
        <w:t>عليه‌السلام</w:t>
      </w:r>
      <w:r>
        <w:rPr>
          <w:rtl/>
        </w:rPr>
        <w:t xml:space="preserve"> فرمودند: هنگامى كه پيامبر </w:t>
      </w:r>
      <w:r w:rsidR="00E60DFB" w:rsidRPr="0081421C">
        <w:rPr>
          <w:rStyle w:val="libAlaemChar"/>
          <w:rtl/>
        </w:rPr>
        <w:t>صلى‌الله‌عليه‌وآله</w:t>
      </w:r>
      <w:r w:rsidR="00E60DFB">
        <w:rPr>
          <w:rtl/>
        </w:rPr>
        <w:t xml:space="preserve"> </w:t>
      </w:r>
      <w:r>
        <w:rPr>
          <w:rtl/>
        </w:rPr>
        <w:t xml:space="preserve">را ياد كردند، زياد بر او صلوات بفرستيد. زيرا همانا كسى كه يك بار بر پيامبر </w:t>
      </w:r>
      <w:r w:rsidR="00E60DFB" w:rsidRPr="0081421C">
        <w:rPr>
          <w:rStyle w:val="libAlaemChar"/>
          <w:rtl/>
        </w:rPr>
        <w:t>صلى‌الله‌عليه‌وآله</w:t>
      </w:r>
      <w:r w:rsidR="00E60DFB">
        <w:rPr>
          <w:rtl/>
        </w:rPr>
        <w:t xml:space="preserve"> </w:t>
      </w:r>
      <w:r>
        <w:rPr>
          <w:rtl/>
        </w:rPr>
        <w:t xml:space="preserve">صلوات بفرستد خداوند در هزار صف از فرشتگان هزار بار با او صلوات مى فرستد و </w:t>
      </w:r>
      <w:r w:rsidR="0081421C">
        <w:rPr>
          <w:rFonts w:hint="cs"/>
          <w:rtl/>
        </w:rPr>
        <w:t>آ</w:t>
      </w:r>
      <w:r>
        <w:rPr>
          <w:rtl/>
        </w:rPr>
        <w:t xml:space="preserve">فريده اى از </w:t>
      </w:r>
      <w:r w:rsidR="0081421C">
        <w:rPr>
          <w:rFonts w:hint="cs"/>
          <w:rtl/>
        </w:rPr>
        <w:t>آ</w:t>
      </w:r>
      <w:r>
        <w:rPr>
          <w:rtl/>
        </w:rPr>
        <w:t>فريدگان خدا باقى نماند مگر اين كه بخاطر صلوات خدا و صلوات فرشتگان ، بر او صلوات مى فرستند. و جز نادان مغرور كه جز خدا و رسول از او بيزارند. كسى از اين ثواب رو نمى گرداند.</w:t>
      </w:r>
    </w:p>
    <w:p w:rsidR="00A679DB" w:rsidRDefault="00A679DB" w:rsidP="00A679DB">
      <w:pPr>
        <w:pStyle w:val="libNormal"/>
        <w:rPr>
          <w:rtl/>
        </w:rPr>
      </w:pPr>
    </w:p>
    <w:p w:rsidR="00A679DB" w:rsidRDefault="00A679DB" w:rsidP="00A679DB">
      <w:pPr>
        <w:pStyle w:val="libNormal"/>
        <w:rPr>
          <w:rtl/>
        </w:rPr>
      </w:pPr>
      <w:r>
        <w:rPr>
          <w:rtl/>
        </w:rPr>
        <w:t xml:space="preserve">ثواب من سال الله بحق محمد </w:t>
      </w:r>
      <w:r w:rsidR="00E60DFB">
        <w:rPr>
          <w:rtl/>
        </w:rPr>
        <w:t xml:space="preserve">صلى‌الله‌عليه‌وآله </w:t>
      </w:r>
      <w:r>
        <w:rPr>
          <w:rtl/>
        </w:rPr>
        <w:t>واهل بيته .</w:t>
      </w:r>
    </w:p>
    <w:p w:rsidR="00A679DB" w:rsidRDefault="00323C2B" w:rsidP="00A679DB">
      <w:pPr>
        <w:pStyle w:val="libNormal"/>
        <w:rPr>
          <w:rtl/>
        </w:rPr>
      </w:pPr>
      <w:r>
        <w:rPr>
          <w:rtl/>
        </w:rPr>
        <w:br w:type="page"/>
      </w:r>
    </w:p>
    <w:p w:rsidR="00A679DB" w:rsidRDefault="00A679DB" w:rsidP="00323C2B">
      <w:pPr>
        <w:pStyle w:val="libNormal"/>
        <w:rPr>
          <w:rtl/>
        </w:rPr>
      </w:pPr>
      <w:r>
        <w:rPr>
          <w:rtl/>
        </w:rPr>
        <w:t xml:space="preserve">ثواب درخواست از خدا بحق حضرت محمد </w:t>
      </w:r>
      <w:r w:rsidR="00E60DFB" w:rsidRPr="00323C2B">
        <w:rPr>
          <w:rStyle w:val="libAlaemChar"/>
          <w:rtl/>
        </w:rPr>
        <w:t>صلى‌الله‌عليه‌وآله</w:t>
      </w:r>
      <w:r w:rsidR="00E60DFB">
        <w:rPr>
          <w:rtl/>
        </w:rPr>
        <w:t xml:space="preserve"> </w:t>
      </w:r>
      <w:r>
        <w:rPr>
          <w:rtl/>
        </w:rPr>
        <w:t xml:space="preserve">واهل بيت </w:t>
      </w:r>
      <w:r w:rsidR="00323C2B" w:rsidRPr="00323C2B">
        <w:rPr>
          <w:rStyle w:val="libAlaemChar"/>
          <w:rFonts w:eastAsiaTheme="minorHAnsi"/>
          <w:rtl/>
        </w:rPr>
        <w:t>عليهما‌السلام</w:t>
      </w:r>
    </w:p>
    <w:p w:rsidR="00A679DB" w:rsidRDefault="00A679DB" w:rsidP="00A679DB">
      <w:pPr>
        <w:pStyle w:val="libNormal"/>
        <w:rPr>
          <w:rtl/>
        </w:rPr>
      </w:pPr>
      <w:r>
        <w:rPr>
          <w:rtl/>
        </w:rPr>
        <w:t xml:space="preserve">حديث : ١ حدثنى محمد بن الحسن رضى الله عنه قال حدثنى محمد بن الحسن الصفار عن الحسن بن على عن العباس بن عامر عن احمد بن رزق عن يحيى بن العلاء عن ججابر عن ابى جعفر </w:t>
      </w:r>
      <w:r w:rsidRPr="00323C2B">
        <w:rPr>
          <w:rStyle w:val="libAlaemChar"/>
          <w:rtl/>
        </w:rPr>
        <w:t>عليه‌السلام</w:t>
      </w:r>
      <w:r>
        <w:rPr>
          <w:rtl/>
        </w:rPr>
        <w:t xml:space="preserve"> قال ان عبدا مكث فى النار سبعين خريفا و الخريف سبعون سنه قال ثم انه سال الله بحق محمد واهل بيته لما رحمتنى فاوحى الله عزوجل الى جبرئيل ان اهبط الى عبدى فاخرجه قال يا رب كيف لى بالهبوط فى النار قال عزوجل انى قد امرتها ان تككون عليك بردا و سلاما قال يا رب فاعلمنى بموضعه قال انه فى جب سجيل قال فهبط جبرئيل الى النار على وجهه فاخرجه فقال الله عزوجل يا عبدى كم لبثت فى النار قال ما احصى يا رب العالمين له اما وعزتى لو لا ما سالتنى به لاطلت هوانك فى النار و لكنى حتمت على نفسى الايسالنى عبد بحق محمد و اهل بيته الا غفرت له ما كان بينى و بينه و قد غفرت لك اليوم .</w:t>
      </w:r>
    </w:p>
    <w:p w:rsidR="00A679DB" w:rsidRDefault="00A679DB" w:rsidP="00A679DB">
      <w:pPr>
        <w:pStyle w:val="libNormal"/>
        <w:rPr>
          <w:rtl/>
        </w:rPr>
      </w:pPr>
      <w:r>
        <w:rPr>
          <w:rtl/>
        </w:rPr>
        <w:t>ترجمه :</w:t>
      </w:r>
    </w:p>
    <w:p w:rsidR="00A679DB" w:rsidRDefault="00A679DB" w:rsidP="00323C2B">
      <w:pPr>
        <w:pStyle w:val="libNormal"/>
        <w:rPr>
          <w:rtl/>
        </w:rPr>
      </w:pPr>
      <w:r>
        <w:rPr>
          <w:rtl/>
        </w:rPr>
        <w:t xml:space="preserve">١. امام باقر </w:t>
      </w:r>
      <w:r w:rsidRPr="00323C2B">
        <w:rPr>
          <w:rStyle w:val="libAlaemChar"/>
          <w:rtl/>
        </w:rPr>
        <w:t>عليه‌السلام</w:t>
      </w:r>
      <w:r>
        <w:rPr>
          <w:rtl/>
        </w:rPr>
        <w:t xml:space="preserve"> فرمودند: همانا بنده اى هفتاد پاييز در آتش مى ماند. كه هر پاييزى هفتاد سال است . آنگاه از خدا مى خواهد كه بحق محمد و اهل بيتش به او رحم كند. خداى عزوجل نيز به جبرييل وحى كند كه فرود </w:t>
      </w:r>
      <w:r w:rsidR="00323C2B">
        <w:rPr>
          <w:rFonts w:hint="cs"/>
          <w:rtl/>
        </w:rPr>
        <w:t>آ</w:t>
      </w:r>
      <w:r>
        <w:rPr>
          <w:rtl/>
        </w:rPr>
        <w:t xml:space="preserve">ى و بنده ام را از آتش خارج كن . جبرييل عرض مى كند چگونه در آتش ‍ فرود آيم ؟ خداوند مى فرمايند: به آتش دستور داده ام كه براى تو سرد شود و ضررى به تو نرساند، عرض مى كند: پروردگارا! جايش را نشانم بده . مى فرمايد در چاهى در «سجيل» است . آنگاه جبرييل در جاى او فرود آمده و او را از آتش بيرون مى كشد. خداوند عزوجل از او مى پرسد چند سال در آتش بودى ؟ عرض مى كند: </w:t>
      </w:r>
      <w:r>
        <w:rPr>
          <w:rtl/>
        </w:rPr>
        <w:lastRenderedPageBreak/>
        <w:t xml:space="preserve">نمى دانم . خداوند مى فرمايد: هان به عزتم سوگند اگر اين چنين از من درخواست نمى كرد. همچنان تو را با خوارى در آتش نگاه ميداشتم . ولى بر خودم لازم نموده ام كه هيچ بنده اى از من بحق محمد واهل بيت او درخواست آمرزش نكند، مگر اين كه گناهانى را كه مربوط به من و اوست ببخشم . </w:t>
      </w:r>
      <w:r w:rsidRPr="00323C2B">
        <w:rPr>
          <w:rStyle w:val="libFootnotenumChar"/>
          <w:rtl/>
        </w:rPr>
        <w:t>(٨٥)،</w:t>
      </w:r>
      <w:r>
        <w:rPr>
          <w:rtl/>
        </w:rPr>
        <w:t xml:space="preserve"> و امروز نيز محققا گناهان تو را بخشيدم .</w:t>
      </w:r>
    </w:p>
    <w:p w:rsidR="00A679DB" w:rsidRDefault="00A679DB" w:rsidP="00A679DB">
      <w:pPr>
        <w:pStyle w:val="libNormal"/>
        <w:rPr>
          <w:rtl/>
        </w:rPr>
      </w:pPr>
      <w:r>
        <w:rPr>
          <w:rtl/>
        </w:rPr>
        <w:t>ثواب الصلاه على النبى صلى‌الله‌عليه‌وآله   و آله</w:t>
      </w:r>
    </w:p>
    <w:p w:rsidR="00A679DB" w:rsidRDefault="00323C2B" w:rsidP="00A679DB">
      <w:pPr>
        <w:pStyle w:val="libNormal"/>
        <w:rPr>
          <w:rtl/>
        </w:rPr>
      </w:pPr>
      <w:r>
        <w:rPr>
          <w:rtl/>
        </w:rPr>
        <w:br w:type="page"/>
      </w:r>
    </w:p>
    <w:p w:rsidR="00A679DB" w:rsidRDefault="00A679DB" w:rsidP="00323C2B">
      <w:pPr>
        <w:pStyle w:val="libNormal"/>
        <w:rPr>
          <w:rtl/>
        </w:rPr>
      </w:pPr>
      <w:bookmarkStart w:id="310" w:name="_Toc449617367"/>
      <w:r w:rsidRPr="00323C2B">
        <w:rPr>
          <w:rStyle w:val="Heading2Char"/>
          <w:rtl/>
        </w:rPr>
        <w:t>ثواب صلوات بر پيامبر</w:t>
      </w:r>
      <w:bookmarkEnd w:id="310"/>
      <w:r w:rsidRPr="00323C2B">
        <w:rPr>
          <w:rStyle w:val="Heading2Char"/>
          <w:rtl/>
        </w:rPr>
        <w:t xml:space="preserve"> </w:t>
      </w:r>
      <w:r w:rsidRPr="00323C2B">
        <w:rPr>
          <w:rStyle w:val="libAlaemChar"/>
          <w:rtl/>
        </w:rPr>
        <w:t>صلى‌الله‌عليه‌وآله</w:t>
      </w:r>
      <w:r>
        <w:rPr>
          <w:rtl/>
        </w:rPr>
        <w:t xml:space="preserve">   </w:t>
      </w:r>
    </w:p>
    <w:p w:rsidR="00A679DB" w:rsidRDefault="00A679DB" w:rsidP="00A679DB">
      <w:pPr>
        <w:pStyle w:val="libNormal"/>
        <w:rPr>
          <w:rtl/>
        </w:rPr>
      </w:pPr>
      <w:r>
        <w:rPr>
          <w:rtl/>
        </w:rPr>
        <w:t xml:space="preserve">حديث : ١ حدثنى احمد بن محمد رضى الله عنه عن ابيه عن محمد بن احمد عن السندى بن محمد عن ابى البخترى عن جعفر بن محمد عن ابيه عن آبائه </w:t>
      </w:r>
      <w:r w:rsidRPr="00323C2B">
        <w:rPr>
          <w:rStyle w:val="libAlaemChar"/>
          <w:rtl/>
        </w:rPr>
        <w:t>عليه‌السلام</w:t>
      </w:r>
      <w:r>
        <w:rPr>
          <w:rtl/>
        </w:rPr>
        <w:t xml:space="preserve"> قال قال رسول الله </w:t>
      </w:r>
      <w:r w:rsidR="00E60DFB" w:rsidRPr="00323C2B">
        <w:rPr>
          <w:rStyle w:val="libAlaemChar"/>
          <w:rtl/>
        </w:rPr>
        <w:t>صلى‌الله‌عليه‌وآله</w:t>
      </w:r>
      <w:r w:rsidR="00E60DFB">
        <w:rPr>
          <w:rtl/>
        </w:rPr>
        <w:t xml:space="preserve"> </w:t>
      </w:r>
      <w:r>
        <w:rPr>
          <w:rtl/>
        </w:rPr>
        <w:t>انا عند الميزان يوم القيامه فمن ثقلت سيئاته على حسناته جئت بالصلاه على حتى اثقل بها حسناته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323C2B">
        <w:rPr>
          <w:rStyle w:val="libAlaemChar"/>
          <w:rtl/>
        </w:rPr>
        <w:t>عليه‌السلام</w:t>
      </w:r>
      <w:r>
        <w:rPr>
          <w:rtl/>
        </w:rPr>
        <w:t xml:space="preserve"> از پدرانش </w:t>
      </w:r>
      <w:r w:rsidRPr="00323C2B">
        <w:rPr>
          <w:rStyle w:val="libAlaemChar"/>
          <w:rtl/>
        </w:rPr>
        <w:t>عليه‌السلام</w:t>
      </w:r>
      <w:r>
        <w:rPr>
          <w:rtl/>
        </w:rPr>
        <w:t xml:space="preserve"> روايت نموده است كه رسول خدا </w:t>
      </w:r>
      <w:r w:rsidR="00E60DFB" w:rsidRPr="00323C2B">
        <w:rPr>
          <w:rStyle w:val="libAlaemChar"/>
          <w:rtl/>
        </w:rPr>
        <w:t>صلى‌الله‌عليه‌وآله</w:t>
      </w:r>
      <w:r w:rsidR="00E60DFB">
        <w:rPr>
          <w:rtl/>
        </w:rPr>
        <w:t xml:space="preserve"> </w:t>
      </w:r>
      <w:r>
        <w:rPr>
          <w:rtl/>
        </w:rPr>
        <w:t>فرمودند: در روز قيامت من در كنار ترازوى اعمال هستم . كسى كه گناهانش سنگينتر از كارهاى نيكش باشد، صلواتهايى را كه بر من فرستاده است مى آورم تا كارهايى نيكش را سنگينتر نمايم</w:t>
      </w:r>
    </w:p>
    <w:p w:rsidR="00A679DB" w:rsidRDefault="00A679DB" w:rsidP="00A679DB">
      <w:pPr>
        <w:pStyle w:val="libNormal"/>
        <w:rPr>
          <w:rtl/>
        </w:rPr>
      </w:pPr>
      <w:r>
        <w:rPr>
          <w:rtl/>
        </w:rPr>
        <w:t xml:space="preserve">حديث : ٢ ابى رحمه الله عن سعد بن عبدالله عن احمد بن عبدالله قال حدثنى محسن بن احمد عن ابان الاحرم عن عبدالسلام بن نعيم قال قلت لابى عبدالله </w:t>
      </w:r>
      <w:r w:rsidRPr="00323C2B">
        <w:rPr>
          <w:rStyle w:val="libAlaemChar"/>
          <w:rtl/>
        </w:rPr>
        <w:t>عليه‌السلام</w:t>
      </w:r>
      <w:r>
        <w:rPr>
          <w:rtl/>
        </w:rPr>
        <w:t xml:space="preserve"> انى دخلت البيت فلم يحضرنى شى من الدعا الا الصلاه على النبى </w:t>
      </w:r>
      <w:r w:rsidR="00E60DFB" w:rsidRPr="00323C2B">
        <w:rPr>
          <w:rStyle w:val="libAlaemChar"/>
          <w:rtl/>
        </w:rPr>
        <w:t>صلى‌الله‌عليه‌وآله</w:t>
      </w:r>
      <w:r w:rsidR="00E60DFB">
        <w:rPr>
          <w:rtl/>
        </w:rPr>
        <w:t xml:space="preserve"> </w:t>
      </w:r>
      <w:r>
        <w:rPr>
          <w:rtl/>
        </w:rPr>
        <w:t xml:space="preserve">فقال </w:t>
      </w:r>
      <w:r w:rsidRPr="00323C2B">
        <w:rPr>
          <w:rStyle w:val="libAlaemChar"/>
          <w:rtl/>
        </w:rPr>
        <w:t>عليه‌السلام</w:t>
      </w:r>
      <w:r>
        <w:rPr>
          <w:rtl/>
        </w:rPr>
        <w:t xml:space="preserve"> تو لم يخرج احد بافضل مما خرجت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راوى مى گويد: به امام صادق </w:t>
      </w:r>
      <w:r w:rsidRPr="00323C2B">
        <w:rPr>
          <w:rStyle w:val="libAlaemChar"/>
          <w:rtl/>
        </w:rPr>
        <w:t>عليه‌السلام</w:t>
      </w:r>
      <w:r>
        <w:rPr>
          <w:rtl/>
        </w:rPr>
        <w:t xml:space="preserve"> عرض كردم : وارد خانه خدا شدم و هيچ دعايى جز صلوات بر پيامبر </w:t>
      </w:r>
      <w:r w:rsidR="00E60DFB" w:rsidRPr="00323C2B">
        <w:rPr>
          <w:rStyle w:val="libAlaemChar"/>
          <w:rtl/>
        </w:rPr>
        <w:t>صلى‌الله‌عليه‌وآله</w:t>
      </w:r>
      <w:r w:rsidR="00E60DFB">
        <w:rPr>
          <w:rtl/>
        </w:rPr>
        <w:t xml:space="preserve"> </w:t>
      </w:r>
      <w:r>
        <w:rPr>
          <w:rtl/>
        </w:rPr>
        <w:t>به يادم نيامد. فرمودند: هيچ كارى بهتر از كار تو در آنجا انجام نداده است .</w:t>
      </w:r>
    </w:p>
    <w:p w:rsidR="00A679DB" w:rsidRDefault="00A679DB" w:rsidP="00A679DB">
      <w:pPr>
        <w:pStyle w:val="libNormal"/>
        <w:rPr>
          <w:rtl/>
        </w:rPr>
      </w:pPr>
      <w:r>
        <w:rPr>
          <w:rtl/>
        </w:rPr>
        <w:t xml:space="preserve">حديث : ٣ و بهذاالاسناد عن احمد بن ابى عبدالله عن ابيه عن عبدالله بن المغيره عن عبدالكريم الخزاز عن ابى اسحاق السبيعى عن الحارث الاعور قال قال اميرالمؤ منين على بن ابيطالب </w:t>
      </w:r>
      <w:r w:rsidRPr="00323C2B">
        <w:rPr>
          <w:rStyle w:val="libAlaemChar"/>
          <w:rtl/>
        </w:rPr>
        <w:t>عليه‌السلام</w:t>
      </w:r>
      <w:r>
        <w:rPr>
          <w:rtl/>
        </w:rPr>
        <w:t xml:space="preserve"> كل دعا محجوب عن السماء حتى يصلى على محمد و آله .</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٣. اميرالمؤ منين </w:t>
      </w:r>
      <w:r w:rsidRPr="00323C2B">
        <w:rPr>
          <w:rStyle w:val="libAlaemChar"/>
          <w:rtl/>
        </w:rPr>
        <w:t>عليه‌السلام</w:t>
      </w:r>
      <w:r>
        <w:rPr>
          <w:rtl/>
        </w:rPr>
        <w:t xml:space="preserve"> فرمودند: هيچ دعايى به آسمان نمى رسد، مگر اين كه دعا كننده بر محمد و آل محمد صلوات بفرستد.</w:t>
      </w:r>
    </w:p>
    <w:p w:rsidR="00A679DB" w:rsidRDefault="00A679DB" w:rsidP="00A679DB">
      <w:pPr>
        <w:pStyle w:val="libNormal"/>
        <w:rPr>
          <w:rtl/>
        </w:rPr>
      </w:pPr>
    </w:p>
    <w:p w:rsidR="00A679DB" w:rsidRDefault="00A679DB" w:rsidP="00A679DB">
      <w:pPr>
        <w:pStyle w:val="libNormal"/>
        <w:rPr>
          <w:rtl/>
        </w:rPr>
      </w:pPr>
      <w:r>
        <w:rPr>
          <w:rtl/>
        </w:rPr>
        <w:t>ثواب من صلى على محمد و آله مائه مره بعد الفجر.</w:t>
      </w:r>
    </w:p>
    <w:p w:rsidR="00A679DB" w:rsidRDefault="00323C2B" w:rsidP="00A679DB">
      <w:pPr>
        <w:pStyle w:val="libNormal"/>
        <w:rPr>
          <w:rtl/>
        </w:rPr>
      </w:pPr>
      <w:r>
        <w:rPr>
          <w:rtl/>
        </w:rPr>
        <w:br w:type="page"/>
      </w:r>
    </w:p>
    <w:p w:rsidR="00A679DB" w:rsidRDefault="00A679DB" w:rsidP="00323C2B">
      <w:pPr>
        <w:pStyle w:val="Heading2"/>
        <w:rPr>
          <w:rtl/>
        </w:rPr>
      </w:pPr>
      <w:bookmarkStart w:id="311" w:name="_Toc449617368"/>
      <w:r>
        <w:rPr>
          <w:rtl/>
        </w:rPr>
        <w:t>ثواب صد بار صلوات بر محمد و آل او پس از صبح .</w:t>
      </w:r>
      <w:bookmarkEnd w:id="311"/>
    </w:p>
    <w:p w:rsidR="00A679DB" w:rsidRDefault="00A679DB" w:rsidP="00A679DB">
      <w:pPr>
        <w:pStyle w:val="libNormal"/>
        <w:rPr>
          <w:rtl/>
        </w:rPr>
      </w:pPr>
      <w:r>
        <w:rPr>
          <w:rtl/>
        </w:rPr>
        <w:t xml:space="preserve">حديث : ١ ابى رحمه الله قال حدثنى سعد بن عبدالله عن احمد بن ابى عبدالله عن محمد بن ابى عمير عن ابى ايوب عن الصباح بن سيابه عن ابى عبدالله </w:t>
      </w:r>
      <w:r w:rsidRPr="00323C2B">
        <w:rPr>
          <w:rStyle w:val="libAlaemChar"/>
          <w:rtl/>
        </w:rPr>
        <w:t>عليه‌السلام</w:t>
      </w:r>
      <w:r>
        <w:rPr>
          <w:rtl/>
        </w:rPr>
        <w:t xml:space="preserve"> قال الا اعلمك شيئا يقى الله به وجهك من حر جهنم قال قلت بلى قال قل بعد الفجر اللهم صل على محمد و آل محمد مائه مره يقى الله به وجهك من حر جهنم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امام صادق </w:t>
      </w:r>
      <w:r w:rsidRPr="00323C2B">
        <w:rPr>
          <w:rStyle w:val="libAlaemChar"/>
          <w:rtl/>
        </w:rPr>
        <w:t>عليه‌السلام</w:t>
      </w:r>
      <w:r>
        <w:rPr>
          <w:rtl/>
        </w:rPr>
        <w:t xml:space="preserve"> از من پرسيدند نمى خواهى چيزى يادت بدهم كه خ</w:t>
      </w:r>
      <w:r w:rsidR="00323C2B">
        <w:rPr>
          <w:rFonts w:hint="cs"/>
          <w:rtl/>
        </w:rPr>
        <w:t>د</w:t>
      </w:r>
      <w:r>
        <w:rPr>
          <w:rtl/>
        </w:rPr>
        <w:t>اوند با آن صورتت را از حرارت جهنم حفظ كند؟ عرض كردم : چرا. فرمودند: پس از سپيده دم ، صد بار بگو. «اللهم صل على محمد و آل محمد» تا خداوند صورتت را از حرارت جهنم حفظ نمايد.</w:t>
      </w:r>
    </w:p>
    <w:p w:rsidR="00A679DB" w:rsidRDefault="00A679DB" w:rsidP="00A679DB">
      <w:pPr>
        <w:pStyle w:val="libNormal"/>
        <w:rPr>
          <w:rtl/>
        </w:rPr>
      </w:pPr>
    </w:p>
    <w:p w:rsidR="00A679DB" w:rsidRDefault="00A679DB" w:rsidP="00A679DB">
      <w:pPr>
        <w:pStyle w:val="libNormal"/>
        <w:rPr>
          <w:rtl/>
        </w:rPr>
      </w:pPr>
      <w:r>
        <w:rPr>
          <w:rtl/>
        </w:rPr>
        <w:t>ثواب من صلى على محمد و اهل بيته .</w:t>
      </w:r>
    </w:p>
    <w:p w:rsidR="00A679DB" w:rsidRDefault="00323C2B" w:rsidP="00A679DB">
      <w:pPr>
        <w:pStyle w:val="libNormal"/>
        <w:rPr>
          <w:rtl/>
        </w:rPr>
      </w:pPr>
      <w:r>
        <w:rPr>
          <w:rtl/>
        </w:rPr>
        <w:br w:type="page"/>
      </w:r>
    </w:p>
    <w:p w:rsidR="00A679DB" w:rsidRDefault="00A679DB" w:rsidP="00323C2B">
      <w:pPr>
        <w:pStyle w:val="libNormal"/>
        <w:rPr>
          <w:rtl/>
        </w:rPr>
      </w:pPr>
      <w:r>
        <w:rPr>
          <w:rtl/>
        </w:rPr>
        <w:t xml:space="preserve">ثواب صلوات بر حضرت محمد </w:t>
      </w:r>
      <w:r w:rsidR="00E60DFB" w:rsidRPr="00323C2B">
        <w:rPr>
          <w:rStyle w:val="libAlaemChar"/>
          <w:rtl/>
        </w:rPr>
        <w:t>صلى‌الله‌عليه‌وآله</w:t>
      </w:r>
      <w:r w:rsidR="00E60DFB">
        <w:rPr>
          <w:rtl/>
        </w:rPr>
        <w:t xml:space="preserve"> </w:t>
      </w:r>
      <w:r>
        <w:rPr>
          <w:rtl/>
        </w:rPr>
        <w:t xml:space="preserve">واهل بيت او </w:t>
      </w:r>
      <w:r w:rsidR="00323C2B" w:rsidRPr="00323C2B">
        <w:rPr>
          <w:rStyle w:val="libAlaemChar"/>
          <w:rFonts w:eastAsiaTheme="minorHAnsi"/>
          <w:rtl/>
        </w:rPr>
        <w:t>عليهما‌السلام</w:t>
      </w:r>
      <w:r>
        <w:rPr>
          <w:rtl/>
        </w:rPr>
        <w:t>.</w:t>
      </w:r>
    </w:p>
    <w:p w:rsidR="00A679DB" w:rsidRDefault="00A679DB" w:rsidP="00A679DB">
      <w:pPr>
        <w:pStyle w:val="libNormal"/>
        <w:rPr>
          <w:rtl/>
        </w:rPr>
      </w:pPr>
      <w:r>
        <w:rPr>
          <w:rtl/>
        </w:rPr>
        <w:t xml:space="preserve">حديث : ١ ابى رحمه الله قال حدثنى سعد بن عبدالله عن احمد بن ابى عبدالله عن محمد بن ابى عمير عن اخبره عن ابى عبدالله </w:t>
      </w:r>
      <w:r w:rsidRPr="00323C2B">
        <w:rPr>
          <w:rStyle w:val="libAlaemChar"/>
          <w:rtl/>
        </w:rPr>
        <w:t>عليه‌السلام</w:t>
      </w:r>
      <w:r>
        <w:rPr>
          <w:rtl/>
        </w:rPr>
        <w:t xml:space="preserve"> قال وجدت فى بعضى الكتب من صلى على محمد و ال محمد كتب الله له مائه حسنه و من قال صلى الله على محمد و اهل بيته كتب الله له الف حسنه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323C2B">
        <w:rPr>
          <w:rStyle w:val="libAlaemChar"/>
          <w:rtl/>
        </w:rPr>
        <w:t>عليه‌السلام</w:t>
      </w:r>
      <w:r>
        <w:rPr>
          <w:rtl/>
        </w:rPr>
        <w:t xml:space="preserve"> فرمودند: در كتابى خواندم كه هر كسى كه بر محمد و آل او صلوات فرستد، (بگويد اللهم صلى على محمد و ال محمد) خداوند براى او صد حسنه ، و كسى كه بر محمد واهل بيت او صلوات فرستد «اللهم صل على محمد و اهل بيته» خداوند براى او هزار حسنه مى نويسد.</w:t>
      </w:r>
    </w:p>
    <w:p w:rsidR="00A679DB" w:rsidRDefault="00A679DB" w:rsidP="00A679DB">
      <w:pPr>
        <w:pStyle w:val="libNormal"/>
        <w:rPr>
          <w:rtl/>
        </w:rPr>
      </w:pPr>
    </w:p>
    <w:p w:rsidR="00A679DB" w:rsidRDefault="00A679DB" w:rsidP="00A679DB">
      <w:pPr>
        <w:pStyle w:val="libNormal"/>
        <w:rPr>
          <w:rtl/>
        </w:rPr>
      </w:pPr>
      <w:r>
        <w:rPr>
          <w:rtl/>
        </w:rPr>
        <w:t xml:space="preserve">ثواب من صلى على النبى </w:t>
      </w:r>
      <w:r w:rsidR="00E60DFB">
        <w:rPr>
          <w:rtl/>
        </w:rPr>
        <w:t xml:space="preserve">صلى‌الله‌عليه‌وآله </w:t>
      </w:r>
      <w:r>
        <w:rPr>
          <w:rtl/>
        </w:rPr>
        <w:t>يوم الجمعه مائه صلاه .</w:t>
      </w:r>
    </w:p>
    <w:p w:rsidR="00A679DB" w:rsidRDefault="00323C2B" w:rsidP="00A679DB">
      <w:pPr>
        <w:pStyle w:val="libNormal"/>
        <w:rPr>
          <w:rtl/>
        </w:rPr>
      </w:pPr>
      <w:r>
        <w:rPr>
          <w:rtl/>
        </w:rPr>
        <w:br w:type="page"/>
      </w:r>
    </w:p>
    <w:p w:rsidR="00A679DB" w:rsidRDefault="00A679DB" w:rsidP="00323C2B">
      <w:pPr>
        <w:pStyle w:val="Heading2"/>
        <w:rPr>
          <w:rtl/>
        </w:rPr>
      </w:pPr>
      <w:bookmarkStart w:id="312" w:name="_Toc449617369"/>
      <w:r>
        <w:rPr>
          <w:rtl/>
        </w:rPr>
        <w:t xml:space="preserve">ثواب صد بار صلوات بر پيامبر </w:t>
      </w:r>
      <w:r w:rsidR="00E60DFB" w:rsidRPr="00323C2B">
        <w:rPr>
          <w:rStyle w:val="libAlaemChar"/>
          <w:rtl/>
        </w:rPr>
        <w:t>صلى‌الله‌عليه‌وآله</w:t>
      </w:r>
      <w:r w:rsidR="00E60DFB">
        <w:rPr>
          <w:rtl/>
        </w:rPr>
        <w:t xml:space="preserve"> </w:t>
      </w:r>
      <w:r>
        <w:rPr>
          <w:rtl/>
        </w:rPr>
        <w:t>در روز جمعه</w:t>
      </w:r>
      <w:bookmarkEnd w:id="312"/>
    </w:p>
    <w:p w:rsidR="00A679DB" w:rsidRDefault="00A679DB" w:rsidP="00A679DB">
      <w:pPr>
        <w:pStyle w:val="libNormal"/>
        <w:rPr>
          <w:rtl/>
        </w:rPr>
      </w:pPr>
      <w:r>
        <w:rPr>
          <w:rtl/>
        </w:rPr>
        <w:t xml:space="preserve">حديث : ١ ابى رحمه الله قال حدثنى سعد بن عبداللهعن حمد بن ابى عبدالله عن الحسن بن على عن محمد بن الفضيل عن ابى الحسن الرضا </w:t>
      </w:r>
      <w:r w:rsidRPr="00323C2B">
        <w:rPr>
          <w:rStyle w:val="libAlaemChar"/>
          <w:rtl/>
        </w:rPr>
        <w:t>عليه‌السلام</w:t>
      </w:r>
      <w:r>
        <w:rPr>
          <w:rtl/>
        </w:rPr>
        <w:t xml:space="preserve"> قال قال رسول الله </w:t>
      </w:r>
      <w:r w:rsidR="00E60DFB" w:rsidRPr="00323C2B">
        <w:rPr>
          <w:rStyle w:val="libAlaemChar"/>
          <w:rtl/>
        </w:rPr>
        <w:t>صلى‌الله‌عليه‌وآله</w:t>
      </w:r>
      <w:r w:rsidR="00E60DFB">
        <w:rPr>
          <w:rtl/>
        </w:rPr>
        <w:t xml:space="preserve"> </w:t>
      </w:r>
      <w:r>
        <w:rPr>
          <w:rtl/>
        </w:rPr>
        <w:t>من صلى على يوم الجمعه مائه مره قضى الله له ستين حاجه ثلاثون منها للدنيا و ثلاثون للاخره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رضا </w:t>
      </w:r>
      <w:r w:rsidRPr="00323C2B">
        <w:rPr>
          <w:rStyle w:val="libAlaemChar"/>
          <w:rtl/>
        </w:rPr>
        <w:t>عليه‌السلام</w:t>
      </w:r>
      <w:r>
        <w:rPr>
          <w:rtl/>
        </w:rPr>
        <w:t xml:space="preserve"> نقل مى نمايند كه رسول خدا </w:t>
      </w:r>
      <w:r w:rsidR="00E60DFB" w:rsidRPr="00323C2B">
        <w:rPr>
          <w:rStyle w:val="libAlaemChar"/>
          <w:rtl/>
        </w:rPr>
        <w:t>صلى‌الله‌عليه‌وآله</w:t>
      </w:r>
      <w:r w:rsidR="00E60DFB">
        <w:rPr>
          <w:rtl/>
        </w:rPr>
        <w:t xml:space="preserve"> </w:t>
      </w:r>
      <w:r>
        <w:rPr>
          <w:rtl/>
        </w:rPr>
        <w:t>فرمودند: كسى كه در روز جمعه صد بار بر من صلوات بفرستد، خداوند شصت حاجت او را بر آورده مى نمايد: سى حاجت به دنيا و سى حاجت مربوط به آخرت .</w:t>
      </w:r>
    </w:p>
    <w:p w:rsidR="00A679DB" w:rsidRDefault="00A679DB" w:rsidP="00A679DB">
      <w:pPr>
        <w:pStyle w:val="libNormal"/>
        <w:rPr>
          <w:rtl/>
        </w:rPr>
      </w:pPr>
    </w:p>
    <w:p w:rsidR="00A679DB" w:rsidRDefault="00A679DB" w:rsidP="00A679DB">
      <w:pPr>
        <w:pStyle w:val="libNormal"/>
        <w:rPr>
          <w:rtl/>
        </w:rPr>
      </w:pPr>
      <w:r>
        <w:rPr>
          <w:rtl/>
        </w:rPr>
        <w:t>ثواب من قال فى دبر صلاه الصبح و صلاه المغربقبل ان يثنى رجليه او يكلم احدا «ان الله و ملائكه يصلون على النبى يا ايها الذين آمنواصلوا عليه و سلموا تسليما اللهم صل على محمد النبى و ذريته»</w:t>
      </w:r>
    </w:p>
    <w:p w:rsidR="00A679DB" w:rsidRDefault="00323C2B" w:rsidP="00A679DB">
      <w:pPr>
        <w:pStyle w:val="libNormal"/>
        <w:rPr>
          <w:rtl/>
        </w:rPr>
      </w:pPr>
      <w:r>
        <w:rPr>
          <w:rtl/>
        </w:rPr>
        <w:br w:type="page"/>
      </w:r>
    </w:p>
    <w:p w:rsidR="00A679DB" w:rsidRDefault="00A679DB" w:rsidP="00323C2B">
      <w:pPr>
        <w:pStyle w:val="Heading2"/>
        <w:rPr>
          <w:rtl/>
        </w:rPr>
      </w:pPr>
      <w:bookmarkStart w:id="313" w:name="_Toc449617370"/>
      <w:r>
        <w:rPr>
          <w:rtl/>
        </w:rPr>
        <w:t>ثواب گفتن «ان الله و...» پس از نماز صبح و مغرب .</w:t>
      </w:r>
      <w:bookmarkEnd w:id="313"/>
    </w:p>
    <w:p w:rsidR="00A679DB" w:rsidRDefault="00A679DB" w:rsidP="00A679DB">
      <w:pPr>
        <w:pStyle w:val="libNormal"/>
        <w:rPr>
          <w:rtl/>
        </w:rPr>
      </w:pPr>
      <w:r>
        <w:rPr>
          <w:rtl/>
        </w:rPr>
        <w:t xml:space="preserve">حديث : ١ ابى رحمه الله قال حدثنى سعد بن عبدالله عن احمد بن محمد قال حدثنا ابى عن ابن المغيره قال سمعت ابا الحسن </w:t>
      </w:r>
      <w:r w:rsidRPr="00323C2B">
        <w:rPr>
          <w:rStyle w:val="libAlaemChar"/>
          <w:rtl/>
        </w:rPr>
        <w:t>عليه‌السلام</w:t>
      </w:r>
      <w:r>
        <w:rPr>
          <w:rtl/>
        </w:rPr>
        <w:t xml:space="preserve"> يقول من قال فى دبر صلاه الصبح و صلاه المغرب قبل ان يثنى رجليه او يكلم احدا «ان الله و ملائكته يصلون على النبى يا ايها الذين امنوا صلوا عليه و سلموا تسليما اللهم صل على محمد النبى و ذريته» قضى الله له مائه حاجه سبعون فى الدنيا و ثلاثون فى الاخره قال قلت له ما معنى صلاه الله و صلاه ملائكته و صلاه المومنين قال صلاه الله رحمه من الله و صلاه ملائكته تزكيه منهم و صلاه المومنين دعاء منهم له و من سر آل محمد فى الصلاه على النبى و آله اللهم صل على محمدو آل محمد فى الاولين و صل على محمد و آل محمد فى الاخرين و صل على محمد و آل محمد فى الملا الاعلى و صل على محمد و آل محمد فى المرسلين اللهم اعط محمدا الوسيله و الشرف والفضيله و الدرجه الكبيره اللهم انى آمنت بمحمد </w:t>
      </w:r>
      <w:r w:rsidR="00E60DFB">
        <w:rPr>
          <w:rtl/>
        </w:rPr>
        <w:t xml:space="preserve">صلى‌الله‌عليه‌وآله </w:t>
      </w:r>
      <w:r>
        <w:rPr>
          <w:rtl/>
        </w:rPr>
        <w:t xml:space="preserve">و لم اره فلا تحرمنى يوم القيامه رويته و ارزقنى صحبته و توفنى على ملته و اسقنى من حوضه مشربا رويا سائغا لا اظلما بعده ابدا انك على كل شى قدير اللهم كما آمنت بمحمد </w:t>
      </w:r>
      <w:r w:rsidR="00E60DFB">
        <w:rPr>
          <w:rtl/>
        </w:rPr>
        <w:t xml:space="preserve">صلى‌الله‌عليه‌وآله </w:t>
      </w:r>
      <w:r>
        <w:rPr>
          <w:rtl/>
        </w:rPr>
        <w:t xml:space="preserve">و لم اره فعرفنى فى الجنان وجهه اللهم بلغ روح محمد عنى تحيه كثيره و سلاما فان من صلى على النبى </w:t>
      </w:r>
      <w:r w:rsidR="00E60DFB">
        <w:rPr>
          <w:rtl/>
        </w:rPr>
        <w:t xml:space="preserve">صلى‌الله‌عليه‌وآله </w:t>
      </w:r>
      <w:r>
        <w:rPr>
          <w:rtl/>
        </w:rPr>
        <w:t>بهذه الصلوات هدمت ذنوبه و محيت خطاياه و دام سروره و استجيب دعاوه واعطى امله و بسط له فى رزقه و اعين على عدوه و هيى له سبب انواع الخير و يجعل من رفقاء نبيه فى الجنان الاعلى يقولهن ثلاث مرات غدوه و ثلاث مرات عشيه .</w:t>
      </w:r>
    </w:p>
    <w:p w:rsidR="00A679DB" w:rsidRDefault="00A679DB" w:rsidP="00A679DB">
      <w:pPr>
        <w:pStyle w:val="libNormal"/>
        <w:rPr>
          <w:rtl/>
        </w:rPr>
      </w:pPr>
      <w:r>
        <w:rPr>
          <w:rtl/>
        </w:rPr>
        <w:t>ترجمه :</w:t>
      </w:r>
    </w:p>
    <w:p w:rsidR="00A679DB" w:rsidRDefault="00A679DB" w:rsidP="00323C2B">
      <w:pPr>
        <w:pStyle w:val="libNormal"/>
        <w:rPr>
          <w:rtl/>
        </w:rPr>
      </w:pPr>
      <w:r>
        <w:rPr>
          <w:rtl/>
        </w:rPr>
        <w:lastRenderedPageBreak/>
        <w:t xml:space="preserve">١. راوى مى گويد از امام رضا </w:t>
      </w:r>
      <w:r w:rsidRPr="00323C2B">
        <w:rPr>
          <w:rStyle w:val="libAlaemChar"/>
          <w:rtl/>
        </w:rPr>
        <w:t>عليه‌السلام</w:t>
      </w:r>
      <w:r>
        <w:rPr>
          <w:rtl/>
        </w:rPr>
        <w:t xml:space="preserve"> شنيدم كه مى فرمود: كسى كه پس ‍ از نماز صبح يا نماز مغرب پيش از </w:t>
      </w:r>
      <w:r w:rsidR="00323C2B">
        <w:rPr>
          <w:rFonts w:hint="cs"/>
          <w:rtl/>
        </w:rPr>
        <w:t>آ</w:t>
      </w:r>
      <w:r>
        <w:rPr>
          <w:rtl/>
        </w:rPr>
        <w:t xml:space="preserve">ن كه برخيزد يا با كسى صحبت كند، بگويد «ان </w:t>
      </w:r>
      <w:r w:rsidRPr="00323C2B">
        <w:rPr>
          <w:rStyle w:val="libAieChar"/>
          <w:rtl/>
        </w:rPr>
        <w:t>الله و ملائكته يصلون على النبى يا ايها الذين امنوا صلوا عليه و سلموا تسليما. اللهم صل على محمد النبى و ذريته .»</w:t>
      </w:r>
      <w:r>
        <w:rPr>
          <w:rtl/>
        </w:rPr>
        <w:t xml:space="preserve"> </w:t>
      </w:r>
      <w:r w:rsidRPr="00323C2B">
        <w:rPr>
          <w:rStyle w:val="libFootnotenumChar"/>
          <w:rtl/>
        </w:rPr>
        <w:t>(٨٦)،</w:t>
      </w:r>
      <w:r>
        <w:rPr>
          <w:rtl/>
        </w:rPr>
        <w:t xml:space="preserve"> خداوند صد حاجت او را بر آورده مى سازد: هفتاد حاجت در دنيا و سى حاجت در آخرت . عرض كردم : مراد از صلوات خدا و صلوات فرشتگان و صلوات مؤ منين چيست .؟ فرمودند: مراد از صلوات فرستادن خدا نزول رحمت است بر او و منظور از صلوات فرستادن فرشتگان اين است كه آنان پيامبر </w:t>
      </w:r>
      <w:r w:rsidR="00E60DFB" w:rsidRPr="00323C2B">
        <w:rPr>
          <w:rStyle w:val="libAlaemChar"/>
          <w:rtl/>
        </w:rPr>
        <w:t>صلى‌الله‌عليه‌وآله</w:t>
      </w:r>
      <w:r w:rsidR="00E60DFB">
        <w:rPr>
          <w:rtl/>
        </w:rPr>
        <w:t xml:space="preserve"> </w:t>
      </w:r>
      <w:r>
        <w:rPr>
          <w:rtl/>
        </w:rPr>
        <w:t xml:space="preserve">را مدح و ثنا مى گويند: و معنى صلوات فرستادن مؤ منين دعاى آنان براى پيامبر </w:t>
      </w:r>
      <w:r w:rsidR="00E60DFB" w:rsidRPr="00323C2B">
        <w:rPr>
          <w:rStyle w:val="libAlaemChar"/>
          <w:rtl/>
        </w:rPr>
        <w:t>صلى‌الله‌عليه‌وآله</w:t>
      </w:r>
      <w:r w:rsidR="00E60DFB">
        <w:rPr>
          <w:rtl/>
        </w:rPr>
        <w:t xml:space="preserve"> </w:t>
      </w:r>
      <w:r>
        <w:rPr>
          <w:rtl/>
        </w:rPr>
        <w:t xml:space="preserve">است . يكى از اسرار آل محمد در صلوات بر پيامبر و آل او، اين صلوات است : «اللهم صل على محممد و آل محمد فى الاولين . و صل على محمد و ال محمد فى الاخرين . و صل على محمد و ال محمد فى الملا الاعلى . و صلى على محمد و ال محمد فى المرسلين . اللهم اعط محمدا الوسيله و الشرف و الفضيله و الدرجه الكبيره . اللهم انى امنت بمحمده و لم اره فلا تحرمنى يوم القيامه رويته و ارزقنى صحبته و توفنى على ملته و اسقنى من حوضه مشربا رويا سائغا هنيئا لا اظما بعده ابدا انك على كل شى قدير اللهم كما امنت بمحمده و لم اره فعرفنى فى الجنان وجهه اللهم بلغ روح محمد عنى تحيه كثيره و سلاما.» </w:t>
      </w:r>
      <w:r w:rsidRPr="00323C2B">
        <w:rPr>
          <w:rStyle w:val="libFootnotenumChar"/>
          <w:rtl/>
        </w:rPr>
        <w:t>(٨٧).</w:t>
      </w:r>
      <w:r>
        <w:rPr>
          <w:rtl/>
        </w:rPr>
        <w:t xml:space="preserve"> همانا كسى كه سه بار در بامداد و سه بار در شب با اين ذكر صلوات بفرستد، گناهانش از بين رفته و خطاهايش محو مى گردد. سرورش دوام يافته و دعايش مستجاب مى شود، به آرزويش رسيده و رزقش زياد مى گردد، در مقابل دشمنش يارى گرديده ، اسباب همه خيرها برايش مهيا شده و از دوستان پيامبرش در بهشتهاى اعلى قرار داده مى شود.ثواب من جعل ثلث صلاته ا</w:t>
      </w:r>
      <w:r w:rsidR="00323C2B">
        <w:rPr>
          <w:rtl/>
        </w:rPr>
        <w:t xml:space="preserve">و نصف صلاته اوكل صلاته للنبى </w:t>
      </w:r>
      <w:r w:rsidR="00323C2B" w:rsidRPr="00323C2B">
        <w:rPr>
          <w:rStyle w:val="libAlaemChar"/>
          <w:rtl/>
        </w:rPr>
        <w:t>صلى‌الله‌عليه‌وآله</w:t>
      </w:r>
      <w:r w:rsidR="00323C2B">
        <w:rPr>
          <w:rtl/>
        </w:rPr>
        <w:t xml:space="preserve">   </w:t>
      </w:r>
    </w:p>
    <w:p w:rsidR="00A679DB" w:rsidRDefault="00323C2B" w:rsidP="00A679DB">
      <w:pPr>
        <w:pStyle w:val="libNormal"/>
        <w:rPr>
          <w:rtl/>
        </w:rPr>
      </w:pPr>
      <w:r>
        <w:rPr>
          <w:rtl/>
        </w:rPr>
        <w:br w:type="page"/>
      </w:r>
    </w:p>
    <w:p w:rsidR="00A679DB" w:rsidRDefault="00A679DB" w:rsidP="00323C2B">
      <w:pPr>
        <w:pStyle w:val="libNormal"/>
        <w:rPr>
          <w:rtl/>
        </w:rPr>
      </w:pPr>
      <w:bookmarkStart w:id="314" w:name="_Toc449617371"/>
      <w:r w:rsidRPr="00323C2B">
        <w:rPr>
          <w:rStyle w:val="Heading2Char"/>
          <w:rtl/>
        </w:rPr>
        <w:t>ثواب اختصاص ثلث ، نصف يا همه دعا به پيامبر صلى‌الله‌عليه‌وآله</w:t>
      </w:r>
      <w:bookmarkEnd w:id="314"/>
      <w:r w:rsidRPr="00323C2B">
        <w:rPr>
          <w:rStyle w:val="Heading2Char"/>
          <w:rtl/>
        </w:rPr>
        <w:t xml:space="preserve">  </w:t>
      </w:r>
      <w:r>
        <w:rPr>
          <w:rtl/>
        </w:rPr>
        <w:t xml:space="preserve"> حديث : ١ حدثنى محمد بن الحسن رضى الله عنه قال حدثنى محمد بن الحسن الصفار عن احمد بن ابى عبدالله البرقى قال حدثنا ابى عن محمد بن ابى عمير عن مرازم قال قال ابو عبدالله </w:t>
      </w:r>
      <w:r w:rsidRPr="00323C2B">
        <w:rPr>
          <w:rStyle w:val="libAlaemChar"/>
          <w:rtl/>
        </w:rPr>
        <w:t>عليه‌السلام</w:t>
      </w:r>
      <w:r>
        <w:rPr>
          <w:rtl/>
        </w:rPr>
        <w:t xml:space="preserve"> ان رجلا اتى النبى </w:t>
      </w:r>
      <w:r w:rsidR="00E60DFB">
        <w:rPr>
          <w:rtl/>
        </w:rPr>
        <w:t xml:space="preserve">صلى‌الله‌عليه‌وآله </w:t>
      </w:r>
      <w:r>
        <w:rPr>
          <w:rtl/>
        </w:rPr>
        <w:t xml:space="preserve">فقال يا رسول الله انى جعلت ثلث صلاتى لك فقال له خيرا فقال يا رسول الله </w:t>
      </w:r>
      <w:r w:rsidR="00E60DFB">
        <w:rPr>
          <w:rtl/>
        </w:rPr>
        <w:t xml:space="preserve">صلى‌الله‌عليه‌وآله </w:t>
      </w:r>
      <w:r>
        <w:rPr>
          <w:rtl/>
        </w:rPr>
        <w:t xml:space="preserve">انى جعلت نصف صلاتى لك فقال ذلك افضل قال يا رسول الله انى قد جعلت صلاتى لك قال اذا يكفيك الله ما اهمك من امر دنياك و آخرتك فقال له رجل اصلحك الله كيف يجعل صلاته له قال ابو عبدالله </w:t>
      </w:r>
      <w:r w:rsidRPr="00323C2B">
        <w:rPr>
          <w:rStyle w:val="libAlaemChar"/>
          <w:rtl/>
        </w:rPr>
        <w:t>عليه‌السلام</w:t>
      </w:r>
      <w:r>
        <w:rPr>
          <w:rtl/>
        </w:rPr>
        <w:t xml:space="preserve"> لا يسال الله شيئا الا بدا بالصلاه على محمد و آل محمد.</w:t>
      </w:r>
    </w:p>
    <w:p w:rsidR="00A679DB" w:rsidRDefault="00A679DB" w:rsidP="00A679DB">
      <w:pPr>
        <w:pStyle w:val="libNormal"/>
        <w:rPr>
          <w:rtl/>
        </w:rPr>
      </w:pPr>
      <w:r>
        <w:rPr>
          <w:rtl/>
        </w:rPr>
        <w:t>ترجمه :</w:t>
      </w:r>
    </w:p>
    <w:p w:rsidR="00A679DB" w:rsidRDefault="00A679DB" w:rsidP="00323C2B">
      <w:pPr>
        <w:pStyle w:val="libNormal"/>
        <w:rPr>
          <w:rtl/>
        </w:rPr>
      </w:pPr>
      <w:r>
        <w:rPr>
          <w:rtl/>
        </w:rPr>
        <w:t xml:space="preserve">١. امام صادق </w:t>
      </w:r>
      <w:r w:rsidRPr="00323C2B">
        <w:rPr>
          <w:rStyle w:val="libAlaemChar"/>
          <w:rtl/>
        </w:rPr>
        <w:t>عليه‌السلام</w:t>
      </w:r>
      <w:r>
        <w:rPr>
          <w:rtl/>
        </w:rPr>
        <w:t xml:space="preserve"> فرمودند: مردى به خدمت پيامبر </w:t>
      </w:r>
      <w:r w:rsidR="00E60DFB" w:rsidRPr="00323C2B">
        <w:rPr>
          <w:rStyle w:val="libAlaemChar"/>
          <w:rtl/>
        </w:rPr>
        <w:t>صلى‌الله‌عليه‌وآله</w:t>
      </w:r>
      <w:r w:rsidR="00E60DFB">
        <w:rPr>
          <w:rtl/>
        </w:rPr>
        <w:t xml:space="preserve"> </w:t>
      </w:r>
      <w:r>
        <w:rPr>
          <w:rtl/>
        </w:rPr>
        <w:t xml:space="preserve">آمده و عرض كرد: اى رسول خدا </w:t>
      </w:r>
      <w:r w:rsidR="00E60DFB" w:rsidRPr="00323C2B">
        <w:rPr>
          <w:rStyle w:val="libAlaemChar"/>
          <w:rtl/>
        </w:rPr>
        <w:t>صلى‌الله‌عليه‌وآله</w:t>
      </w:r>
      <w:r w:rsidR="00E60DFB">
        <w:rPr>
          <w:rtl/>
        </w:rPr>
        <w:t xml:space="preserve"> </w:t>
      </w:r>
      <w:r>
        <w:rPr>
          <w:rtl/>
        </w:rPr>
        <w:t xml:space="preserve">! همان من ثلث دعاى خود را به شما اختصاص دادم فرمودند. خير است . عرض كرد اى رسول خدا! همانا من نصف دعاى خود را به شما اختصاص دادم . فرمودند: اين بهتر است . عرض كرد اى رسول خدا </w:t>
      </w:r>
      <w:r w:rsidR="00E60DFB" w:rsidRPr="00323C2B">
        <w:rPr>
          <w:rStyle w:val="libAlaemChar"/>
          <w:rtl/>
        </w:rPr>
        <w:t>صلى‌الله‌عليه‌وآله</w:t>
      </w:r>
      <w:r w:rsidR="00E60DFB">
        <w:rPr>
          <w:rtl/>
        </w:rPr>
        <w:t xml:space="preserve"> </w:t>
      </w:r>
      <w:r>
        <w:rPr>
          <w:rtl/>
        </w:rPr>
        <w:t xml:space="preserve">! همانا من همه دعايم را به شما اختصاص دادم . فرمودند: در اين صورت خداوند همه حوائج مهم دنيا و </w:t>
      </w:r>
      <w:r w:rsidR="00323C2B">
        <w:rPr>
          <w:rFonts w:hint="cs"/>
          <w:rtl/>
        </w:rPr>
        <w:t>آ</w:t>
      </w:r>
      <w:r>
        <w:rPr>
          <w:rtl/>
        </w:rPr>
        <w:t xml:space="preserve">خرتت را بر آورده مى نمايد. در اين هنگام مردى عرضه داشت : خدا تو را در دينت موفق سازد، چگونه دعايش را به او اختصاص ‍ مى دهد؟ امام صادق </w:t>
      </w:r>
      <w:r w:rsidRPr="00323C2B">
        <w:rPr>
          <w:rStyle w:val="libAlaemChar"/>
          <w:rtl/>
        </w:rPr>
        <w:t>عليه‌السلام</w:t>
      </w:r>
      <w:r>
        <w:rPr>
          <w:rtl/>
        </w:rPr>
        <w:t xml:space="preserve"> فرمودند: چيزى از خدا نمى خواهد، مگراين كه قبل از آن بر محمد و آل محمد صلوات بر پيامبر </w:t>
      </w:r>
      <w:r w:rsidR="00E60DFB" w:rsidRPr="00323C2B">
        <w:rPr>
          <w:rStyle w:val="libAlaemChar"/>
          <w:rtl/>
        </w:rPr>
        <w:t>صلى‌الله‌عليه‌وآله</w:t>
      </w:r>
      <w:r w:rsidR="00E60DFB">
        <w:rPr>
          <w:rtl/>
        </w:rPr>
        <w:t xml:space="preserve"> </w:t>
      </w:r>
      <w:r>
        <w:rPr>
          <w:rtl/>
        </w:rPr>
        <w:t>مى فرستد.</w:t>
      </w:r>
    </w:p>
    <w:p w:rsidR="00A679DB" w:rsidRDefault="00A679DB" w:rsidP="00A679DB">
      <w:pPr>
        <w:pStyle w:val="libNormal"/>
        <w:rPr>
          <w:rtl/>
        </w:rPr>
      </w:pPr>
    </w:p>
    <w:p w:rsidR="00A6115B" w:rsidRDefault="00A6115B" w:rsidP="00A679DB">
      <w:pPr>
        <w:pStyle w:val="libNormal"/>
        <w:rPr>
          <w:rtl/>
        </w:rPr>
      </w:pPr>
      <w:r>
        <w:rPr>
          <w:rtl/>
        </w:rPr>
        <w:br w:type="page"/>
      </w:r>
    </w:p>
    <w:p w:rsidR="00A679DB" w:rsidRDefault="00A679DB" w:rsidP="00A6115B">
      <w:pPr>
        <w:pStyle w:val="libNormal"/>
        <w:rPr>
          <w:rtl/>
        </w:rPr>
      </w:pPr>
      <w:bookmarkStart w:id="315" w:name="_Toc449617372"/>
      <w:r w:rsidRPr="00A6115B">
        <w:rPr>
          <w:rStyle w:val="Heading2Char"/>
          <w:rtl/>
        </w:rPr>
        <w:t>ثواب صلوات بر اهل بيت پس از صلوات بر پيامبر صلى‌الله‌عليه‌وآله</w:t>
      </w:r>
      <w:bookmarkEnd w:id="315"/>
      <w:r>
        <w:rPr>
          <w:rtl/>
        </w:rPr>
        <w:t xml:space="preserve">   </w:t>
      </w:r>
    </w:p>
    <w:p w:rsidR="00A679DB" w:rsidRDefault="00A679DB" w:rsidP="00A679DB">
      <w:pPr>
        <w:pStyle w:val="libNormal"/>
        <w:rPr>
          <w:rtl/>
        </w:rPr>
      </w:pPr>
      <w:r>
        <w:rPr>
          <w:rtl/>
        </w:rPr>
        <w:t xml:space="preserve">حديث : ١ ابى رحمه الله قال حدثنى على بن ابراهيم عن ابيه عن على بن معبد عن واصل بن عبدالله عن عبدالله بن سنان عن ابى عبدالله </w:t>
      </w:r>
      <w:r w:rsidRPr="00A6115B">
        <w:rPr>
          <w:rStyle w:val="libAlaemChar"/>
          <w:rtl/>
        </w:rPr>
        <w:t>عليه‌السلام</w:t>
      </w:r>
      <w:r>
        <w:rPr>
          <w:rtl/>
        </w:rPr>
        <w:t xml:space="preserve"> قال قال رسول الله </w:t>
      </w:r>
      <w:r w:rsidR="00E60DFB" w:rsidRPr="00A6115B">
        <w:rPr>
          <w:rStyle w:val="libAlaemChar"/>
          <w:rtl/>
        </w:rPr>
        <w:t>صلى‌الله‌عليه‌وآله</w:t>
      </w:r>
      <w:r w:rsidR="00E60DFB">
        <w:rPr>
          <w:rtl/>
        </w:rPr>
        <w:t xml:space="preserve"> </w:t>
      </w:r>
      <w:r>
        <w:rPr>
          <w:rtl/>
        </w:rPr>
        <w:t xml:space="preserve">ذات يوم لامير المومنين </w:t>
      </w:r>
      <w:r w:rsidRPr="00A6115B">
        <w:rPr>
          <w:rStyle w:val="libAlaemChar"/>
          <w:rtl/>
        </w:rPr>
        <w:t>عليه‌السلام</w:t>
      </w:r>
      <w:r>
        <w:rPr>
          <w:rtl/>
        </w:rPr>
        <w:t xml:space="preserve"> الا ابشرك قال بلى بابى انت و امى فانك لم تزل مبشرا بكل خير فقال اخبرنى جبرئيل انفا بالعجب فقال اميرالمومنين </w:t>
      </w:r>
      <w:r w:rsidRPr="00A6115B">
        <w:rPr>
          <w:rStyle w:val="libAlaemChar"/>
          <w:rtl/>
        </w:rPr>
        <w:t>عليه‌السلام</w:t>
      </w:r>
      <w:r>
        <w:rPr>
          <w:rtl/>
        </w:rPr>
        <w:t xml:space="preserve"> و ما الذى اخبرك يا رسول الله </w:t>
      </w:r>
      <w:r w:rsidR="00E60DFB" w:rsidRPr="00A6115B">
        <w:rPr>
          <w:rStyle w:val="libAlaemChar"/>
          <w:rtl/>
        </w:rPr>
        <w:t>صلى‌الله‌عليه‌وآله</w:t>
      </w:r>
      <w:r w:rsidR="00E60DFB">
        <w:rPr>
          <w:rtl/>
        </w:rPr>
        <w:t xml:space="preserve"> </w:t>
      </w:r>
      <w:r>
        <w:rPr>
          <w:rtl/>
        </w:rPr>
        <w:t>قال اخبرنى ان الرجل من امتى اذا صلى على و اتبع بالصلاه على اهل بيتى فتحت له ابواب السماء و صلت عليه الملائكه سبعين صلاه و انه للذنب حطا ثم تحات عنه الذنوب كما تحات الورق من الشجر و يقول الله تبارك و تعالى لبيك عبدى و سعديك يا ملائكتى انتم تصلون عليه سبعين صلاه و انه للذنب حطا ثم تحات عنه الذنوب كما تحات الورق من الشجر و يقول الله تبارك و تعال لبيك عبدى و سعديك يا ملائكتى انتم تصلون عليه سبعين صلاه و انا اصلى عليه سبعمائه صلاه فاذا صلى على و لم يتبع بالصلاه على اهل بيتى كان بينها و بين السماء سبعون حجابا و يقول الله جل جلاله لا بيك و لا سعديك يا ملائكتى لا تصعدوا دعاء ه الا ان يلحق بالنبى عترته فلا يزال محجوبا حتى يلحق بى اهل بيتى .</w:t>
      </w:r>
    </w:p>
    <w:p w:rsidR="00A679DB" w:rsidRDefault="00A679DB" w:rsidP="00A679DB">
      <w:pPr>
        <w:pStyle w:val="libNormal"/>
        <w:rPr>
          <w:rtl/>
        </w:rPr>
      </w:pPr>
      <w:r>
        <w:rPr>
          <w:rtl/>
        </w:rPr>
        <w:t>ترجمه :</w:t>
      </w:r>
    </w:p>
    <w:p w:rsidR="00A679DB" w:rsidRDefault="00A679DB" w:rsidP="00A6115B">
      <w:pPr>
        <w:pStyle w:val="libNormal"/>
        <w:rPr>
          <w:rtl/>
        </w:rPr>
      </w:pPr>
      <w:r>
        <w:rPr>
          <w:rtl/>
        </w:rPr>
        <w:t xml:space="preserve">١. امام صادق </w:t>
      </w:r>
      <w:r w:rsidRPr="00A6115B">
        <w:rPr>
          <w:rStyle w:val="libAlaemChar"/>
          <w:rtl/>
        </w:rPr>
        <w:t>عليه‌السلام</w:t>
      </w:r>
      <w:r>
        <w:rPr>
          <w:rtl/>
        </w:rPr>
        <w:t xml:space="preserve"> نقل مى نمايند كه روزى رسول خدا </w:t>
      </w:r>
      <w:r w:rsidR="00E60DFB" w:rsidRPr="00A6115B">
        <w:rPr>
          <w:rStyle w:val="libAlaemChar"/>
          <w:rtl/>
        </w:rPr>
        <w:t>صلى‌الله‌عليه‌وآله</w:t>
      </w:r>
      <w:r w:rsidR="00E60DFB">
        <w:rPr>
          <w:rtl/>
        </w:rPr>
        <w:t xml:space="preserve"> </w:t>
      </w:r>
      <w:r>
        <w:rPr>
          <w:rtl/>
        </w:rPr>
        <w:t xml:space="preserve">از اميرالمؤمنين </w:t>
      </w:r>
      <w:r w:rsidRPr="00A6115B">
        <w:rPr>
          <w:rStyle w:val="libAlaemChar"/>
          <w:rtl/>
        </w:rPr>
        <w:t>عليه‌السلام</w:t>
      </w:r>
      <w:r>
        <w:rPr>
          <w:rtl/>
        </w:rPr>
        <w:t xml:space="preserve"> پرسيدند: آيا نمى خواهى مژده اى به تو بدهم ؟ آن حضرت جواب دادند: چرا، پدر و مادرم فداى تو كه همانا هميشه مژده دهنده به همه خيرها هستى . پيامبر فرمودند: چند لحظه پيش ‍ جبرييل چيز عجيبى به من گفت : اميرالمومنين </w:t>
      </w:r>
      <w:r w:rsidRPr="00A6115B">
        <w:rPr>
          <w:rStyle w:val="libAlaemChar"/>
          <w:rtl/>
        </w:rPr>
        <w:t>عليه‌السلام</w:t>
      </w:r>
      <w:r>
        <w:rPr>
          <w:rtl/>
        </w:rPr>
        <w:t xml:space="preserve"> پرسيدند.</w:t>
      </w:r>
    </w:p>
    <w:p w:rsidR="00A679DB" w:rsidRDefault="00A679DB" w:rsidP="00A6115B">
      <w:pPr>
        <w:pStyle w:val="libNormal"/>
        <w:rPr>
          <w:rtl/>
        </w:rPr>
      </w:pPr>
      <w:r>
        <w:rPr>
          <w:rtl/>
        </w:rPr>
        <w:lastRenderedPageBreak/>
        <w:t xml:space="preserve">چه گفت اى رسول خدا! پيامبر </w:t>
      </w:r>
      <w:r w:rsidR="00E60DFB" w:rsidRPr="00A6115B">
        <w:rPr>
          <w:rStyle w:val="libAlaemChar"/>
          <w:rtl/>
        </w:rPr>
        <w:t>صلى‌الله‌عليه‌وآله</w:t>
      </w:r>
      <w:r w:rsidR="00E60DFB">
        <w:rPr>
          <w:rtl/>
        </w:rPr>
        <w:t xml:space="preserve"> </w:t>
      </w:r>
      <w:r>
        <w:rPr>
          <w:rtl/>
        </w:rPr>
        <w:t xml:space="preserve">جواب داد: جبرييل به من گفت : اگر مردى بر من صلوات فرستد و و پس از </w:t>
      </w:r>
      <w:r w:rsidR="00A6115B">
        <w:rPr>
          <w:rFonts w:hint="cs"/>
          <w:rtl/>
        </w:rPr>
        <w:t>آ</w:t>
      </w:r>
      <w:r>
        <w:rPr>
          <w:rtl/>
        </w:rPr>
        <w:t>ن بر اهل بيت من نيز صلوات فرستد درهاى آسمان براى او گشوده شده و فرشتگان هفتاد صلوات بر او مى فرستند و همانا اين عمل باعث ريختن گناهان است . آنگاه همانگونه كه برگ از درخت مى ريزد گناهان نيز از او مى ريزند و خداوند متعال مى فرمايد: اجابتت نمودم و كامروا و سعادتمند گشتى . فرشتگانم ! شما هفتاد صلوات بر او مى فرستيد و من هفتصد صلوات . ولى هنگامى كه بر من صلوات فرستد و پس از آن بر اهل بيتم صلوات نفرستد، بين آن صلوات و آسمان هفتاد حجاب است و خداى بزرگ مى فرمايد: تو ذا نپذيرفتم و سعادتمند و كامروا نگشتى .! دعاى او را بالا نبريد، مگر زمانى كه عترت پيامبر را در دعا به پيامبر ملحق سازد. و پيوسته اين دعا بالا نمى رود تا زمانى كه عترت من در دعا (صلوات) به من ملحق شوند.</w:t>
      </w:r>
    </w:p>
    <w:p w:rsidR="00A679DB" w:rsidRDefault="00A679DB" w:rsidP="00A679DB">
      <w:pPr>
        <w:pStyle w:val="libNormal"/>
        <w:rPr>
          <w:rtl/>
        </w:rPr>
      </w:pPr>
    </w:p>
    <w:p w:rsidR="00A679DB" w:rsidRDefault="00A679DB" w:rsidP="00A679DB">
      <w:pPr>
        <w:pStyle w:val="libNormal"/>
        <w:rPr>
          <w:rtl/>
        </w:rPr>
      </w:pPr>
      <w:r>
        <w:rPr>
          <w:rtl/>
        </w:rPr>
        <w:t>ثواب من صلى على النبى و آله و الاوصياء المرضيين يوم الجمعه بعد الصلاه</w:t>
      </w:r>
    </w:p>
    <w:p w:rsidR="00A679DB" w:rsidRDefault="00A6115B" w:rsidP="00A679DB">
      <w:pPr>
        <w:pStyle w:val="libNormal"/>
        <w:rPr>
          <w:rtl/>
        </w:rPr>
      </w:pPr>
      <w:r>
        <w:rPr>
          <w:rtl/>
        </w:rPr>
        <w:br w:type="page"/>
      </w:r>
    </w:p>
    <w:p w:rsidR="00A679DB" w:rsidRDefault="00A679DB" w:rsidP="00A6115B">
      <w:pPr>
        <w:pStyle w:val="Heading2"/>
        <w:rPr>
          <w:rtl/>
        </w:rPr>
      </w:pPr>
      <w:bookmarkStart w:id="316" w:name="_Toc449617373"/>
      <w:r>
        <w:rPr>
          <w:rtl/>
        </w:rPr>
        <w:t>ثواب صلوات بر پيامبر و اوصياى او پس از نماز در روز جمعه</w:t>
      </w:r>
      <w:bookmarkEnd w:id="316"/>
    </w:p>
    <w:p w:rsidR="00A679DB" w:rsidRDefault="00A679DB" w:rsidP="00A679DB">
      <w:pPr>
        <w:pStyle w:val="libNormal"/>
        <w:rPr>
          <w:rtl/>
        </w:rPr>
      </w:pPr>
      <w:r>
        <w:rPr>
          <w:rtl/>
        </w:rPr>
        <w:t xml:space="preserve">حديث : ١ حدثنى محمد بن موسى به المتوكل رضى الله عنه قال حدثنى على بن الحسين السعد ابادى عن احمد بن ابى عبدالله البرقى قال حدثنا ابن ابى عمير عن حماد بن عثمان انه سال ابا عبدالله </w:t>
      </w:r>
      <w:r w:rsidRPr="00A6115B">
        <w:rPr>
          <w:rStyle w:val="libAlaemChar"/>
          <w:rtl/>
        </w:rPr>
        <w:t>عليه‌السلام</w:t>
      </w:r>
      <w:r>
        <w:rPr>
          <w:rtl/>
        </w:rPr>
        <w:t xml:space="preserve"> عن افضل الاعمال يوم الجمعه قال الصلاه على محمد و آل محمد مائه مره بعد العصر و ما زدت فهو افضل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از امام صادق </w:t>
      </w:r>
      <w:r w:rsidRPr="00A6115B">
        <w:rPr>
          <w:rStyle w:val="libAlaemChar"/>
          <w:rtl/>
        </w:rPr>
        <w:t>عليه‌السلام</w:t>
      </w:r>
      <w:r>
        <w:rPr>
          <w:rtl/>
        </w:rPr>
        <w:t xml:space="preserve"> پرسيد بهترين اعمال در روز جمعه چيست . فرمودند: صد بار صلوات بر محمد و ال محمد پس از عصر و هر چه بيشتر صلوات بفرستى بهتر است .</w:t>
      </w:r>
    </w:p>
    <w:p w:rsidR="00A679DB" w:rsidRDefault="00A679DB" w:rsidP="00A6115B">
      <w:pPr>
        <w:pStyle w:val="libNormal"/>
        <w:rPr>
          <w:rtl/>
        </w:rPr>
      </w:pPr>
      <w:r>
        <w:rPr>
          <w:rtl/>
        </w:rPr>
        <w:t xml:space="preserve">حديث : ٢ قال احمد بن ابى عبدالله و فى روآيه عبدالله بن سيابه و ابى اسماعثل عن ناجيه عن احدهما </w:t>
      </w:r>
      <w:r w:rsidR="00A6115B" w:rsidRPr="00A6115B">
        <w:rPr>
          <w:rStyle w:val="libAlaemChar"/>
          <w:rFonts w:eastAsiaTheme="minorHAnsi"/>
          <w:rtl/>
        </w:rPr>
        <w:t>عليهم‌السلام</w:t>
      </w:r>
      <w:r w:rsidR="00A6115B">
        <w:rPr>
          <w:rtl/>
        </w:rPr>
        <w:t xml:space="preserve">  </w:t>
      </w:r>
      <w:r>
        <w:rPr>
          <w:rtl/>
        </w:rPr>
        <w:t>قال اذا صليت يوم الجمعه فقل اللهم صل على محمد و آل محمد الاوصياء المرضيين بافضل صلواتك و بارك عليهم بافضل بركاتك و السلام عليه و عليهم و على ارواحهم و اجسادهم و رحمه الله و بركاته كتب الله لك مائه الف حسنهن و محا عنك مائه الف سيئه و قضى لك بها مائه الف حاجه و رفع لك بها مائه الف درجه .</w:t>
      </w:r>
    </w:p>
    <w:p w:rsidR="00A679DB" w:rsidRDefault="00A679DB" w:rsidP="00A679DB">
      <w:pPr>
        <w:pStyle w:val="libNormal"/>
        <w:rPr>
          <w:rtl/>
        </w:rPr>
      </w:pPr>
      <w:r>
        <w:rPr>
          <w:rtl/>
        </w:rPr>
        <w:t>ترجمه :</w:t>
      </w:r>
    </w:p>
    <w:p w:rsidR="00A679DB" w:rsidRDefault="00A679DB" w:rsidP="00A6115B">
      <w:pPr>
        <w:pStyle w:val="libNormal"/>
        <w:rPr>
          <w:rtl/>
        </w:rPr>
      </w:pPr>
      <w:r>
        <w:rPr>
          <w:rtl/>
        </w:rPr>
        <w:t xml:space="preserve">٢. و در روايتى از امام باقر </w:t>
      </w:r>
      <w:r w:rsidRPr="00A6115B">
        <w:rPr>
          <w:rStyle w:val="libAlaemChar"/>
          <w:rtl/>
        </w:rPr>
        <w:t>عليه‌السلام</w:t>
      </w:r>
      <w:r>
        <w:rPr>
          <w:rtl/>
        </w:rPr>
        <w:t xml:space="preserve"> يا امام صادق </w:t>
      </w:r>
      <w:r w:rsidR="00A6115B" w:rsidRPr="00A6115B">
        <w:rPr>
          <w:rStyle w:val="libAlaemChar"/>
          <w:rFonts w:eastAsiaTheme="minorHAnsi"/>
          <w:rtl/>
        </w:rPr>
        <w:t>عليهم‌السلام</w:t>
      </w:r>
      <w:r w:rsidR="00A6115B">
        <w:rPr>
          <w:rtl/>
        </w:rPr>
        <w:t xml:space="preserve"> </w:t>
      </w:r>
      <w:r>
        <w:rPr>
          <w:rtl/>
        </w:rPr>
        <w:t xml:space="preserve">آمده است كه فرمودند: در روز جمعه پس از نماز بگو «اللهم صل على محمد و ال محمد الاوصياء المرضيين بافضل صلواتك و بارك عليهم بافضل بركاتك و السلام عليه و عليهم و على ارواحهم و اجسادهم و رحمه الله و بركاته» </w:t>
      </w:r>
      <w:r w:rsidRPr="00A6115B">
        <w:rPr>
          <w:rStyle w:val="libFootnotenumChar"/>
          <w:rtl/>
        </w:rPr>
        <w:t>(٨٨)</w:t>
      </w:r>
      <w:r>
        <w:rPr>
          <w:rtl/>
        </w:rPr>
        <w:t xml:space="preserve"> تا خداوند بخاطر آن صد هزار حسنه براى تو نوشته ، صد هزار گناه تو را بخاطر آن پاك كرده ، صد هزار </w:t>
      </w:r>
      <w:r>
        <w:rPr>
          <w:rtl/>
        </w:rPr>
        <w:lastRenderedPageBreak/>
        <w:t>حاجت تو را بخاطر آن بر آورده نموده و بخاطر آن صد هزار درجه تو را بالا برد.</w:t>
      </w:r>
    </w:p>
    <w:p w:rsidR="00A679DB" w:rsidRDefault="00A679DB" w:rsidP="00A679DB">
      <w:pPr>
        <w:pStyle w:val="libNormal"/>
        <w:rPr>
          <w:rtl/>
        </w:rPr>
      </w:pPr>
      <w:r>
        <w:rPr>
          <w:rtl/>
        </w:rPr>
        <w:t xml:space="preserve">حديث : ٣ و بهذاالاسناد عن احمد بن ابى عبدالله البرقى عن ابيه عن عمر و بن سعيد عن مصدق بن صدقه عن عمار بن موسى الساباطى قال كنت عند ابى عبدالله </w:t>
      </w:r>
      <w:r w:rsidRPr="00A6115B">
        <w:rPr>
          <w:rStyle w:val="libAlaemChar"/>
          <w:rtl/>
        </w:rPr>
        <w:t>عليه‌السلام</w:t>
      </w:r>
      <w:r>
        <w:rPr>
          <w:rtl/>
        </w:rPr>
        <w:t xml:space="preserve"> فقال رجل اللهم صل على محمد و اهل بيت محمد. فقال له ابو عبدالله </w:t>
      </w:r>
      <w:r w:rsidRPr="00A6115B">
        <w:rPr>
          <w:rStyle w:val="libAlaemChar"/>
          <w:rtl/>
        </w:rPr>
        <w:t>عليه‌السلام</w:t>
      </w:r>
      <w:r>
        <w:rPr>
          <w:rtl/>
        </w:rPr>
        <w:t xml:space="preserve"> يا هذا لقد ضيقت علينا اما علمت ان اهل البيت خمسه اصحاب الكساء فقال الرجل كيف اقول قال قل اللهم صل على محمد و ال محمد فنكون نحن و شيعتنا قد دخلنا فيه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راوى مى گويد نزد امام صادق </w:t>
      </w:r>
      <w:r w:rsidRPr="00A6115B">
        <w:rPr>
          <w:rStyle w:val="libAlaemChar"/>
          <w:rtl/>
        </w:rPr>
        <w:t>عليه‌السلام</w:t>
      </w:r>
      <w:r>
        <w:rPr>
          <w:rtl/>
        </w:rPr>
        <w:t xml:space="preserve"> بودم مردى گفت : «اللهم صل على محمد و آهل بيت محمد» (خدايا بر محمد و اهل بيت محمد صلوات فرست). امام صادق </w:t>
      </w:r>
      <w:r w:rsidRPr="00A6115B">
        <w:rPr>
          <w:rStyle w:val="libAlaemChar"/>
          <w:rtl/>
        </w:rPr>
        <w:t>عليه‌السلام</w:t>
      </w:r>
      <w:r>
        <w:rPr>
          <w:rtl/>
        </w:rPr>
        <w:t xml:space="preserve"> به او فرمودند: ما را در اين دعا نياوردى . آيا نمى دانى كه اهل بيت ، پنج تن ال عبا هستند. آن مرد پرسيد چطور بگويم ؟ فرموند: بگو «اللهم صل على محمد و آل محمد» (خدايا بر محمد و ال محمد صلوات فرست) تا ما و شيعيانمان نيز مشمول اين صلوات شويم .</w:t>
      </w:r>
    </w:p>
    <w:p w:rsidR="00A679DB" w:rsidRDefault="00A679DB" w:rsidP="00A679DB">
      <w:pPr>
        <w:pStyle w:val="libNormal"/>
        <w:rPr>
          <w:rtl/>
        </w:rPr>
      </w:pPr>
    </w:p>
    <w:p w:rsidR="00A679DB" w:rsidRDefault="00A679DB" w:rsidP="00A679DB">
      <w:pPr>
        <w:pStyle w:val="libNormal"/>
        <w:rPr>
          <w:rtl/>
        </w:rPr>
      </w:pPr>
      <w:r>
        <w:rPr>
          <w:rtl/>
        </w:rPr>
        <w:t>ثواب من قال فى يوم مائه مره رب صل على محمد واهل بيته .</w:t>
      </w:r>
    </w:p>
    <w:p w:rsidR="00A679DB" w:rsidRDefault="00A6115B" w:rsidP="00A679DB">
      <w:pPr>
        <w:pStyle w:val="libNormal"/>
        <w:rPr>
          <w:rtl/>
        </w:rPr>
      </w:pPr>
      <w:r>
        <w:rPr>
          <w:rtl/>
        </w:rPr>
        <w:br w:type="page"/>
      </w:r>
    </w:p>
    <w:p w:rsidR="00A679DB" w:rsidRDefault="00A679DB" w:rsidP="00A6115B">
      <w:pPr>
        <w:pStyle w:val="Heading2"/>
        <w:rPr>
          <w:rtl/>
        </w:rPr>
      </w:pPr>
      <w:bookmarkStart w:id="317" w:name="_Toc449617374"/>
      <w:r>
        <w:rPr>
          <w:rtl/>
        </w:rPr>
        <w:t>ثواب صد بار گفتن «رب صل على محمد واهل بيته» در يك روز</w:t>
      </w:r>
      <w:bookmarkEnd w:id="317"/>
    </w:p>
    <w:p w:rsidR="00A679DB" w:rsidRDefault="00A679DB" w:rsidP="00A679DB">
      <w:pPr>
        <w:pStyle w:val="libNormal"/>
        <w:rPr>
          <w:rtl/>
        </w:rPr>
      </w:pPr>
      <w:r>
        <w:rPr>
          <w:rtl/>
        </w:rPr>
        <w:t xml:space="preserve">حديث : ١ حدثنى محمد بن موسى بن المتوكل رضى الله عنه قال حدثنى محمد بن جعفر قال حدثنى موسى بن عمران عن الحسين بن يزيد عن معاويه بن عمار عن ابى عبدالله </w:t>
      </w:r>
      <w:r w:rsidRPr="00A6115B">
        <w:rPr>
          <w:rStyle w:val="libAlaemChar"/>
          <w:rtl/>
        </w:rPr>
        <w:t>عليه‌السلام</w:t>
      </w:r>
      <w:r>
        <w:rPr>
          <w:rtl/>
        </w:rPr>
        <w:t xml:space="preserve"> قال من قال فى يوم مائه مره رب صل على محمد و اهل بيته قضى الله له مائه حاجه ثلاثون منها للدنيا و سبعون للاخره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عليه‌السلام فرمودند: كسى كه در يك روز صد بار «رب صل على محمد و اهل بيته» </w:t>
      </w:r>
      <w:r w:rsidRPr="00A6115B">
        <w:rPr>
          <w:rStyle w:val="libFootnotenumChar"/>
          <w:rtl/>
        </w:rPr>
        <w:t>(٨٩)،</w:t>
      </w:r>
      <w:r>
        <w:rPr>
          <w:rtl/>
        </w:rPr>
        <w:t xml:space="preserve"> خداوند صد حاجت او را بر مى آورد كه سى تاى آنها مربوط به دنيا و هفتاد تاى آنها مربوط به آخرت است .</w:t>
      </w:r>
    </w:p>
    <w:p w:rsidR="00A679DB" w:rsidRDefault="00A679DB" w:rsidP="00A679DB">
      <w:pPr>
        <w:pStyle w:val="libNormal"/>
        <w:rPr>
          <w:rtl/>
        </w:rPr>
      </w:pPr>
    </w:p>
    <w:p w:rsidR="00A679DB" w:rsidRDefault="00A679DB" w:rsidP="00A679DB">
      <w:pPr>
        <w:pStyle w:val="libNormal"/>
        <w:rPr>
          <w:rtl/>
        </w:rPr>
      </w:pPr>
      <w:r>
        <w:rPr>
          <w:rtl/>
        </w:rPr>
        <w:t>ثواب من رفع صوته بالصلاه على النبى صلى‌الله‌عليه‌وآله   و آله</w:t>
      </w:r>
    </w:p>
    <w:p w:rsidR="00A679DB" w:rsidRDefault="00A6115B" w:rsidP="00A679DB">
      <w:pPr>
        <w:pStyle w:val="libNormal"/>
        <w:rPr>
          <w:rtl/>
        </w:rPr>
      </w:pPr>
      <w:r>
        <w:rPr>
          <w:rtl/>
        </w:rPr>
        <w:br w:type="page"/>
      </w:r>
    </w:p>
    <w:p w:rsidR="00A679DB" w:rsidRDefault="00A679DB" w:rsidP="00A6115B">
      <w:pPr>
        <w:pStyle w:val="Heading2"/>
        <w:rPr>
          <w:rtl/>
        </w:rPr>
      </w:pPr>
      <w:bookmarkStart w:id="318" w:name="_Toc449617375"/>
      <w:r>
        <w:rPr>
          <w:rtl/>
        </w:rPr>
        <w:t xml:space="preserve">ثواب صلوات بر پيامبر </w:t>
      </w:r>
      <w:r w:rsidR="00E60DFB" w:rsidRPr="00A6115B">
        <w:rPr>
          <w:rStyle w:val="libAlaemChar"/>
          <w:rtl/>
        </w:rPr>
        <w:t>صلى‌الله‌عليه‌وآله</w:t>
      </w:r>
      <w:r w:rsidR="00E60DFB">
        <w:rPr>
          <w:rtl/>
        </w:rPr>
        <w:t xml:space="preserve"> </w:t>
      </w:r>
      <w:r>
        <w:rPr>
          <w:rtl/>
        </w:rPr>
        <w:t>با صداى بلند.</w:t>
      </w:r>
      <w:bookmarkEnd w:id="318"/>
    </w:p>
    <w:p w:rsidR="00A679DB" w:rsidRDefault="00A679DB" w:rsidP="00A679DB">
      <w:pPr>
        <w:pStyle w:val="libNormal"/>
        <w:rPr>
          <w:rtl/>
        </w:rPr>
      </w:pPr>
      <w:r>
        <w:rPr>
          <w:rtl/>
        </w:rPr>
        <w:t xml:space="preserve">حديث : ١ و بهذاالاسناد عن الحسين بن يزيد عن عبدالله بن سنان عن ابى عبدالله </w:t>
      </w:r>
      <w:r w:rsidRPr="00A6115B">
        <w:rPr>
          <w:rStyle w:val="libAlaemChar"/>
          <w:rtl/>
        </w:rPr>
        <w:t>عليه‌السلام</w:t>
      </w:r>
      <w:r>
        <w:rPr>
          <w:rtl/>
        </w:rPr>
        <w:t xml:space="preserve"> قال قال رسول الله </w:t>
      </w:r>
      <w:r w:rsidR="00E60DFB" w:rsidRPr="00A6115B">
        <w:rPr>
          <w:rStyle w:val="libAlaemChar"/>
          <w:rtl/>
        </w:rPr>
        <w:t>صلى‌الله‌عليه‌وآله</w:t>
      </w:r>
      <w:r w:rsidR="00E60DFB">
        <w:rPr>
          <w:rtl/>
        </w:rPr>
        <w:t xml:space="preserve"> </w:t>
      </w:r>
      <w:r>
        <w:rPr>
          <w:rtl/>
        </w:rPr>
        <w:t>ارفعوا اصواتكم بالصلاه على فانها تذهب بالنفاق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A6115B">
        <w:rPr>
          <w:rStyle w:val="libAlaemChar"/>
          <w:rtl/>
        </w:rPr>
        <w:t>عليه‌السلام</w:t>
      </w:r>
      <w:r>
        <w:rPr>
          <w:rtl/>
        </w:rPr>
        <w:t xml:space="preserve"> نقل مى نمايند كه رسول خدا </w:t>
      </w:r>
      <w:r w:rsidR="00E60DFB" w:rsidRPr="00A6115B">
        <w:rPr>
          <w:rStyle w:val="libAlaemChar"/>
          <w:rtl/>
        </w:rPr>
        <w:t>صلى‌الله‌عليه‌وآله</w:t>
      </w:r>
      <w:r w:rsidR="00E60DFB">
        <w:rPr>
          <w:rtl/>
        </w:rPr>
        <w:t xml:space="preserve"> </w:t>
      </w:r>
      <w:r>
        <w:rPr>
          <w:rtl/>
        </w:rPr>
        <w:t>فرمودند: با صداى بلند بر من صلوات فرستيد. زيرا اين كار نفاق را از بين مى برد.</w:t>
      </w:r>
    </w:p>
    <w:p w:rsidR="00A679DB" w:rsidRDefault="00A679DB" w:rsidP="00A679DB">
      <w:pPr>
        <w:pStyle w:val="libNormal"/>
        <w:rPr>
          <w:rtl/>
        </w:rPr>
      </w:pPr>
    </w:p>
    <w:p w:rsidR="00A679DB" w:rsidRDefault="00A679DB" w:rsidP="00A679DB">
      <w:pPr>
        <w:pStyle w:val="libNormal"/>
        <w:rPr>
          <w:rtl/>
        </w:rPr>
      </w:pPr>
      <w:r>
        <w:rPr>
          <w:rtl/>
        </w:rPr>
        <w:t>ثواب من قال بعد الصبح عشر مرات سبحان الله العظيم و بحمده و لاحول و لا قوه الا بالله العلى العظيم و ثواب منقال فى دبر كل صلاه اللهم اهدنى من عندك و افض عى من فضلك و انشر على من رحمتك وانزل على من بركاتك .</w:t>
      </w:r>
    </w:p>
    <w:p w:rsidR="00A679DB" w:rsidRDefault="00A679DB" w:rsidP="00A679DB">
      <w:pPr>
        <w:pStyle w:val="libNormal"/>
        <w:rPr>
          <w:rtl/>
        </w:rPr>
      </w:pPr>
    </w:p>
    <w:p w:rsidR="00A679DB" w:rsidRDefault="00A679DB" w:rsidP="00A679DB">
      <w:pPr>
        <w:pStyle w:val="libNormal"/>
        <w:rPr>
          <w:rtl/>
        </w:rPr>
      </w:pPr>
      <w:r>
        <w:rPr>
          <w:rtl/>
        </w:rPr>
        <w:t>ثواب ده بار گفتن «سبحان الله العظيم .» پس از نماز صبح و گفتن «اللهم اهدنىمن عندك ...» پس از هر نماز.</w:t>
      </w:r>
    </w:p>
    <w:p w:rsidR="00A679DB" w:rsidRDefault="00A679DB" w:rsidP="00A6115B">
      <w:pPr>
        <w:pStyle w:val="libNormal"/>
        <w:rPr>
          <w:rtl/>
        </w:rPr>
      </w:pPr>
      <w:r>
        <w:rPr>
          <w:rtl/>
        </w:rPr>
        <w:t xml:space="preserve">حديث : ١ ابى رحمه الله قال حدثنا سعد بن عبدالله عناحمد بن محمد بن عيسى عن الحسين بن سيد عن ابن ابى عمير عن معاويه بن وهب عن عمر بن يزيد عن سالم المكى عن ابى جعفر </w:t>
      </w:r>
      <w:r w:rsidRPr="00A6115B">
        <w:rPr>
          <w:rStyle w:val="libAlaemChar"/>
          <w:rtl/>
        </w:rPr>
        <w:t>عليه‌السلام</w:t>
      </w:r>
      <w:r>
        <w:rPr>
          <w:rtl/>
        </w:rPr>
        <w:t xml:space="preserve"> قال اتى النبى </w:t>
      </w:r>
      <w:r w:rsidR="00E60DFB">
        <w:rPr>
          <w:rtl/>
        </w:rPr>
        <w:t xml:space="preserve">صلى‌الله‌عليه‌وآله </w:t>
      </w:r>
      <w:r>
        <w:rPr>
          <w:rtl/>
        </w:rPr>
        <w:t xml:space="preserve">رجل يقال له شيبه الهذلى فقال به يا نبى الله انى شيخ قد كبرت سنى و ضعفت قوتى مما كنت تعودته نفسى من صلاه و صيام و حج و جهاد فعلمنى يا رسول الله كلاما ينفعنى الله به و خفف على يا رسول الله فقال اعد فاعاد ثلاث مرات فقال له النبى </w:t>
      </w:r>
      <w:r w:rsidR="00E60DFB" w:rsidRPr="00A6115B">
        <w:rPr>
          <w:rStyle w:val="libAlaemChar"/>
          <w:rtl/>
        </w:rPr>
        <w:t>صلى‌الله‌عليه‌وآله</w:t>
      </w:r>
      <w:r w:rsidR="00E60DFB">
        <w:rPr>
          <w:rtl/>
        </w:rPr>
        <w:t xml:space="preserve"> </w:t>
      </w:r>
      <w:r>
        <w:rPr>
          <w:rtl/>
        </w:rPr>
        <w:t xml:space="preserve">ما حولك شجره و لا مدره الا قد بكت من رحمتك فاذا صليت </w:t>
      </w:r>
      <w:r>
        <w:rPr>
          <w:rtl/>
        </w:rPr>
        <w:lastRenderedPageBreak/>
        <w:t xml:space="preserve">الصبح فقل عشر مرات سبحان الله العظيم و بحمده و لا حول و لا قوه الا بالله العلى العظيم فان الله عزوجل يعافيك بذلك من العمى و الجنون و الجذام و الفقر والهدم فقال يا رسول الله هذا للدنيا فما للاخره قال تقوم فى دبر كل صلاه اللهم اهدنى من عندك و افض على من فضلك و انشر على من رحمتك و انزل على من بركاتك قال فقبض عليهن بيده ثم مضى فقال النبى </w:t>
      </w:r>
      <w:r w:rsidR="00E60DFB">
        <w:rPr>
          <w:rtl/>
        </w:rPr>
        <w:t xml:space="preserve">صلى‌الله‌عليه‌وآله </w:t>
      </w:r>
      <w:r>
        <w:rPr>
          <w:rtl/>
        </w:rPr>
        <w:t>اما انه ان وافى يوم القيامه و لم يدعها متعمدا فتح الله له ثمانيه ابواب من الجنه يدخل من ايها شاء.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A6115B">
        <w:rPr>
          <w:rStyle w:val="libAlaemChar"/>
          <w:rtl/>
        </w:rPr>
        <w:t>عليه‌السلام</w:t>
      </w:r>
      <w:r>
        <w:rPr>
          <w:rtl/>
        </w:rPr>
        <w:t xml:space="preserve"> فرمودند: شخصى به نام شبيه هذلى به حضور پيامبر </w:t>
      </w:r>
      <w:r w:rsidR="00E60DFB" w:rsidRPr="00A6115B">
        <w:rPr>
          <w:rStyle w:val="libAlaemChar"/>
          <w:rtl/>
        </w:rPr>
        <w:t>صلى‌الله‌عليه‌وآله</w:t>
      </w:r>
      <w:r w:rsidR="00E60DFB">
        <w:rPr>
          <w:rtl/>
        </w:rPr>
        <w:t xml:space="preserve"> </w:t>
      </w:r>
      <w:r>
        <w:rPr>
          <w:rtl/>
        </w:rPr>
        <w:t xml:space="preserve">آمده و عرض كردن اى پيامبر خدا! پيرمردى هستم كه سنم بالاست و كارهايى مانند نماز، روزه ، حج و جهاد را كه قبلا انجام مى دادم ، اكنون نمى توانم انجام دهم . اى رسول خدا! سخنى به من بياموز كه ثواب خداوند را نصيبم سازد و بر من اسان گير اى رسول خدا! آن حضرت </w:t>
      </w:r>
      <w:r w:rsidR="00E60DFB" w:rsidRPr="00A6115B">
        <w:rPr>
          <w:rStyle w:val="libAlaemChar"/>
          <w:rtl/>
        </w:rPr>
        <w:t>صلى‌الله‌عليه‌وآله</w:t>
      </w:r>
      <w:r w:rsidR="00E60DFB">
        <w:rPr>
          <w:rtl/>
        </w:rPr>
        <w:t xml:space="preserve"> </w:t>
      </w:r>
      <w:r>
        <w:rPr>
          <w:rtl/>
        </w:rPr>
        <w:t xml:space="preserve">فرمودند سخنت را تكرار كن . و او تكرار كرد و به همين ترتيب تا سه بار سخن خود را تكرار كرد. آنگاه پيامبر </w:t>
      </w:r>
      <w:r w:rsidR="00E60DFB" w:rsidRPr="00A6115B">
        <w:rPr>
          <w:rStyle w:val="libAlaemChar"/>
          <w:rtl/>
        </w:rPr>
        <w:t>صلى‌الله‌عليه‌وآله</w:t>
      </w:r>
      <w:r w:rsidR="00E60DFB">
        <w:rPr>
          <w:rtl/>
        </w:rPr>
        <w:t xml:space="preserve"> </w:t>
      </w:r>
      <w:r>
        <w:rPr>
          <w:rtl/>
        </w:rPr>
        <w:t xml:space="preserve">به او فرمودند: اطراف تو هيچ درخت و گلى نبود، مگ اين كه دلشان بحالت سوخت و برايت گريه كردند. پس از نماز صبح ده بار بگو. «سبحان الله العظيم و بحمده و لا حول و لا قوه الا بالله العلى العظيم .» </w:t>
      </w:r>
      <w:r w:rsidRPr="00A6115B">
        <w:rPr>
          <w:rStyle w:val="libFootnotenumChar"/>
          <w:rtl/>
        </w:rPr>
        <w:t>(٩٠)</w:t>
      </w:r>
      <w:r>
        <w:rPr>
          <w:rtl/>
        </w:rPr>
        <w:t xml:space="preserve"> كه همانا خداوند بزرگ بااين ذكر تو را از كورى ، ديوانگى ، جذام ، فقر و زير آوار ماندن محفوظ مى دارد. عرض كرد: اى رسول خدا! اين ذكر براى دنيا بود براى آخرت چه ؟ فرمودند: مى گويى «اللهم اهدنى من عندك و افض ‍ على من فضلك و انشر على من رحمتك و انزل على من بركاتك .» </w:t>
      </w:r>
      <w:r w:rsidRPr="00A6115B">
        <w:rPr>
          <w:rStyle w:val="libFootnotenumChar"/>
          <w:rtl/>
        </w:rPr>
        <w:t>(٩١).</w:t>
      </w:r>
      <w:r>
        <w:rPr>
          <w:rtl/>
        </w:rPr>
        <w:t xml:space="preserve"> امام صادق </w:t>
      </w:r>
      <w:r w:rsidRPr="00A6115B">
        <w:rPr>
          <w:rStyle w:val="libAlaemChar"/>
          <w:rtl/>
        </w:rPr>
        <w:t>عليه‌السلام</w:t>
      </w:r>
      <w:r>
        <w:rPr>
          <w:rtl/>
        </w:rPr>
        <w:t xml:space="preserve"> فرمودند: اين دستورات را گويى با دستانش گرفت . و رفت . آنگاه پيامبر </w:t>
      </w:r>
      <w:r w:rsidR="00E60DFB" w:rsidRPr="00A6115B">
        <w:rPr>
          <w:rStyle w:val="libAlaemChar"/>
          <w:rtl/>
        </w:rPr>
        <w:lastRenderedPageBreak/>
        <w:t>صلى‌الله‌عليه‌وآله</w:t>
      </w:r>
      <w:r w:rsidR="00E60DFB">
        <w:rPr>
          <w:rtl/>
        </w:rPr>
        <w:t xml:space="preserve"> </w:t>
      </w:r>
      <w:r>
        <w:rPr>
          <w:rtl/>
        </w:rPr>
        <w:t>فرمودند: بدانيد كه همانا اگر او در روز قيامت بيايد و اين اذكار را عمدا ترك نكرده باشد، خداوند هشت در بهشت را به روى او باز مى كند كه از هر درى كه خواست وارد شود.</w:t>
      </w:r>
    </w:p>
    <w:p w:rsidR="00A679DB" w:rsidRDefault="00A679DB" w:rsidP="00A679DB">
      <w:pPr>
        <w:pStyle w:val="libNormal"/>
        <w:rPr>
          <w:rtl/>
        </w:rPr>
      </w:pPr>
    </w:p>
    <w:p w:rsidR="00A679DB" w:rsidRDefault="00A679DB" w:rsidP="00A679DB">
      <w:pPr>
        <w:pStyle w:val="libNormal"/>
        <w:rPr>
          <w:rtl/>
        </w:rPr>
      </w:pPr>
      <w:r>
        <w:rPr>
          <w:rtl/>
        </w:rPr>
        <w:t>ثواب من ملك نفسه اذا رغب و اذا رهب و اذا اشتهى و اذا غضب</w:t>
      </w:r>
    </w:p>
    <w:p w:rsidR="00A679DB" w:rsidRDefault="00A6115B" w:rsidP="00A679DB">
      <w:pPr>
        <w:pStyle w:val="libNormal"/>
        <w:rPr>
          <w:rtl/>
        </w:rPr>
      </w:pPr>
      <w:r>
        <w:rPr>
          <w:rtl/>
        </w:rPr>
        <w:br w:type="page"/>
      </w:r>
    </w:p>
    <w:p w:rsidR="00A679DB" w:rsidRDefault="00A679DB" w:rsidP="00A6115B">
      <w:pPr>
        <w:pStyle w:val="Heading2"/>
        <w:rPr>
          <w:rtl/>
        </w:rPr>
      </w:pPr>
      <w:bookmarkStart w:id="319" w:name="_Toc449617376"/>
      <w:r>
        <w:rPr>
          <w:rtl/>
        </w:rPr>
        <w:t>ثواب مالك نفس بودن هنگام علاقه ، ترس ،ميل و غضب</w:t>
      </w:r>
      <w:bookmarkEnd w:id="319"/>
    </w:p>
    <w:p w:rsidR="00A679DB" w:rsidRDefault="00A679DB" w:rsidP="00A679DB">
      <w:pPr>
        <w:pStyle w:val="libNormal"/>
        <w:rPr>
          <w:rtl/>
        </w:rPr>
      </w:pPr>
      <w:r>
        <w:rPr>
          <w:rtl/>
        </w:rPr>
        <w:t xml:space="preserve">حديث : ١ حدثنى احمد بن محمد رضى الله عنه عن سعد بن عبدالله عن محمد بن عيسى عن الحسن بن على بن فضال عن غالب بن عثمان عن شعيب عن رجل عن ابى عبدالله </w:t>
      </w:r>
      <w:r w:rsidRPr="00A6115B">
        <w:rPr>
          <w:rStyle w:val="libAlaemChar"/>
          <w:rtl/>
        </w:rPr>
        <w:t>عليه‌السلام</w:t>
      </w:r>
      <w:r>
        <w:rPr>
          <w:rtl/>
        </w:rPr>
        <w:t xml:space="preserve"> قال من ملك نفسه اذا رغب و اذا رهب . اذا اشتهى و اذا غضب حرم الله جسده على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A6115B">
        <w:rPr>
          <w:rStyle w:val="libAlaemChar"/>
          <w:rtl/>
        </w:rPr>
        <w:t>عليه‌السلام</w:t>
      </w:r>
      <w:r>
        <w:rPr>
          <w:rtl/>
        </w:rPr>
        <w:t xml:space="preserve"> فرمودند: كسى كه به هنگام علاقه ، ترس ، ميل و غضب مالك نفسش باشد، خداوند جسدش را بر آتش حرام مى نمايد.</w:t>
      </w:r>
    </w:p>
    <w:p w:rsidR="00A679DB" w:rsidRDefault="00A679DB" w:rsidP="00A679DB">
      <w:pPr>
        <w:pStyle w:val="libNormal"/>
        <w:rPr>
          <w:rtl/>
        </w:rPr>
      </w:pPr>
    </w:p>
    <w:p w:rsidR="00A679DB" w:rsidRDefault="00A679DB" w:rsidP="00A679DB">
      <w:pPr>
        <w:pStyle w:val="libNormal"/>
        <w:rPr>
          <w:rtl/>
        </w:rPr>
      </w:pPr>
      <w:r>
        <w:rPr>
          <w:rtl/>
        </w:rPr>
        <w:t>ثواب من نصر الامر بالمعروف و النهى عن المنكر</w:t>
      </w:r>
    </w:p>
    <w:p w:rsidR="00A679DB" w:rsidRDefault="00A6115B" w:rsidP="00A679DB">
      <w:pPr>
        <w:pStyle w:val="libNormal"/>
        <w:rPr>
          <w:rtl/>
        </w:rPr>
      </w:pPr>
      <w:r>
        <w:rPr>
          <w:rtl/>
        </w:rPr>
        <w:br w:type="page"/>
      </w:r>
    </w:p>
    <w:p w:rsidR="00A679DB" w:rsidRDefault="00A679DB" w:rsidP="00A6115B">
      <w:pPr>
        <w:pStyle w:val="Heading2"/>
        <w:rPr>
          <w:rtl/>
        </w:rPr>
      </w:pPr>
      <w:bookmarkStart w:id="320" w:name="_Toc449617377"/>
      <w:r>
        <w:rPr>
          <w:rtl/>
        </w:rPr>
        <w:t>ثواب يارى امر به معروف و نهى از منكر</w:t>
      </w:r>
      <w:bookmarkEnd w:id="320"/>
    </w:p>
    <w:p w:rsidR="00A679DB" w:rsidRDefault="00A679DB" w:rsidP="00A679DB">
      <w:pPr>
        <w:pStyle w:val="libNormal"/>
        <w:rPr>
          <w:rtl/>
        </w:rPr>
      </w:pPr>
      <w:r>
        <w:rPr>
          <w:rtl/>
        </w:rPr>
        <w:t>حديث : ١ حدثنى محمد بن موسى بن المتوكل رضى الله عن قال حدثنى محمد بن يحيى العطار عن محمد بن احمد عن يعقوب بن يزيد يرفعه قال قال ابوجعفر عليه‌السلام الامر بالمعروف و النهى عن المنكر خلقان من خلق الله عزوجل فمن نصرهما اعزه الله و من خذلهما خذله الله عزوجل .</w:t>
      </w:r>
      <w:r>
        <w:rPr>
          <w:rtl/>
        </w:rPr>
        <w:cr/>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A6115B">
        <w:rPr>
          <w:rStyle w:val="libAlaemChar"/>
          <w:rtl/>
        </w:rPr>
        <w:t>عليه‌السلام</w:t>
      </w:r>
      <w:r>
        <w:rPr>
          <w:rtl/>
        </w:rPr>
        <w:t xml:space="preserve"> فرمودند: امر به معروف و نهى از منكر دو آفريده از آفريده هاى خداى عزوجل هستند. كسى كه آن دو را يارى كند، خداوند او را عزيز مى گرداند. و كسى كه آن دو را يارى نكند، خداوند نيز او را يارى نخواهد نمود.</w:t>
      </w:r>
    </w:p>
    <w:p w:rsidR="00A679DB" w:rsidRDefault="00A679DB" w:rsidP="00A679DB">
      <w:pPr>
        <w:pStyle w:val="libNormal"/>
        <w:rPr>
          <w:rtl/>
        </w:rPr>
      </w:pPr>
    </w:p>
    <w:p w:rsidR="00A679DB" w:rsidRDefault="00A679DB" w:rsidP="00A679DB">
      <w:pPr>
        <w:pStyle w:val="libNormal"/>
        <w:rPr>
          <w:rtl/>
        </w:rPr>
      </w:pPr>
      <w:r>
        <w:rPr>
          <w:rtl/>
        </w:rPr>
        <w:t>ثواب من قرى ء عليه آخر الزمر فبكى او تباكى</w:t>
      </w:r>
    </w:p>
    <w:p w:rsidR="00A679DB" w:rsidRDefault="00A6115B" w:rsidP="00A679DB">
      <w:pPr>
        <w:pStyle w:val="libNormal"/>
        <w:rPr>
          <w:rtl/>
        </w:rPr>
      </w:pPr>
      <w:r>
        <w:rPr>
          <w:rtl/>
        </w:rPr>
        <w:br w:type="page"/>
      </w:r>
    </w:p>
    <w:p w:rsidR="00A679DB" w:rsidRDefault="00A679DB" w:rsidP="00A6115B">
      <w:pPr>
        <w:pStyle w:val="Heading2"/>
        <w:rPr>
          <w:rtl/>
        </w:rPr>
      </w:pPr>
      <w:bookmarkStart w:id="321" w:name="_Toc449617378"/>
      <w:r>
        <w:rPr>
          <w:rtl/>
        </w:rPr>
        <w:t>ثواب گريستن يا خود را در شبيه گريه كنندگان در آوردن هنگام شنيدن آخر سوره</w:t>
      </w:r>
      <w:r w:rsidR="00A6115B">
        <w:rPr>
          <w:rFonts w:hint="cs"/>
          <w:rtl/>
        </w:rPr>
        <w:t xml:space="preserve"> </w:t>
      </w:r>
      <w:r>
        <w:rPr>
          <w:rtl/>
        </w:rPr>
        <w:t>زمر</w:t>
      </w:r>
      <w:bookmarkEnd w:id="321"/>
    </w:p>
    <w:p w:rsidR="00A679DB" w:rsidRDefault="00A679DB" w:rsidP="00A679DB">
      <w:pPr>
        <w:pStyle w:val="libNormal"/>
        <w:rPr>
          <w:rtl/>
        </w:rPr>
      </w:pPr>
      <w:r>
        <w:rPr>
          <w:rtl/>
        </w:rPr>
        <w:t xml:space="preserve">حديث : ١ حدثنى محمد بن الحسن رضى الله عنه قال حدثنى محمد بن الحسن الصفار عن محمد بن عيسى بن عبيد عن المومل المستهل عن سليمان بن خالد عن ابى عبدالله </w:t>
      </w:r>
      <w:r w:rsidRPr="00A6115B">
        <w:rPr>
          <w:rStyle w:val="libAlaemChar"/>
          <w:rtl/>
        </w:rPr>
        <w:t>عليه‌السلام</w:t>
      </w:r>
      <w:r>
        <w:rPr>
          <w:rtl/>
        </w:rPr>
        <w:t xml:space="preserve"> قال ان رسول الله </w:t>
      </w:r>
      <w:r w:rsidR="00E60DFB" w:rsidRPr="00A6115B">
        <w:rPr>
          <w:rStyle w:val="libAlaemChar"/>
          <w:rtl/>
        </w:rPr>
        <w:t>صلى‌الله‌عليه‌وآله</w:t>
      </w:r>
      <w:r w:rsidR="00E60DFB">
        <w:rPr>
          <w:rtl/>
        </w:rPr>
        <w:t xml:space="preserve"> </w:t>
      </w:r>
      <w:r>
        <w:rPr>
          <w:rtl/>
        </w:rPr>
        <w:t>اتى شابا من الانصار فقال انى اريد ان اقراعليكم فمن بكى فله الجنه فقرا آخر الزمر «و سيق الذين كفروا الى جهنم زمرا الى آخر السوره» فبكى القوم جميعا الا شباب فقال يا رسول الله قد تباكيت فما قطرت عينى فقال انى معيد عليكم من تباكى فله الجنه قال و اعاد عليهم فبكى القوم و تباكى الفتى فدخلوا الجنه جميعا.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A6115B">
        <w:rPr>
          <w:rStyle w:val="libAlaemChar"/>
          <w:rtl/>
        </w:rPr>
        <w:t>عليه‌السلام</w:t>
      </w:r>
      <w:r>
        <w:rPr>
          <w:rtl/>
        </w:rPr>
        <w:t xml:space="preserve"> فرمودند: رسول خدا </w:t>
      </w:r>
      <w:r w:rsidR="00E60DFB" w:rsidRPr="00A6115B">
        <w:rPr>
          <w:rStyle w:val="libAlaemChar"/>
          <w:rtl/>
        </w:rPr>
        <w:t>صلى‌الله‌عليه‌وآله</w:t>
      </w:r>
      <w:r w:rsidR="00E60DFB">
        <w:rPr>
          <w:rtl/>
        </w:rPr>
        <w:t xml:space="preserve"> </w:t>
      </w:r>
      <w:r>
        <w:rPr>
          <w:rtl/>
        </w:rPr>
        <w:t xml:space="preserve">نزد عده اى ا جوانان انصار آمده و فرمودند: مى خواهم براى شما قرآن بخوانم و هر كسى كه با شنيدن اين آيات گريه كند. بهشت از ان اوست . آنگاه از سوره زمر آيه </w:t>
      </w:r>
      <w:r w:rsidRPr="00A6115B">
        <w:rPr>
          <w:rStyle w:val="libAieChar"/>
          <w:rtl/>
        </w:rPr>
        <w:t>«و سيق الذين كفروا الى جهنم زمرا».</w:t>
      </w:r>
      <w:r>
        <w:rPr>
          <w:rtl/>
        </w:rPr>
        <w:t xml:space="preserve"> را تا آخر سوره خواندند. همه گريه كنندگان در آوردم ولى قطره اشكى از چشمانم بيرون نيامد. در اين هنگام پيامبر </w:t>
      </w:r>
      <w:r w:rsidR="00E60DFB" w:rsidRPr="00A6115B">
        <w:rPr>
          <w:rStyle w:val="libAlaemChar"/>
          <w:rtl/>
        </w:rPr>
        <w:t>صلى‌الله‌عليه‌وآله</w:t>
      </w:r>
      <w:r w:rsidR="00E60DFB">
        <w:rPr>
          <w:rtl/>
        </w:rPr>
        <w:t xml:space="preserve"> </w:t>
      </w:r>
      <w:r>
        <w:rPr>
          <w:rtl/>
        </w:rPr>
        <w:t>فرمودند: دوباره مى خوانم هر كسى كه خود را شبيه گريه كنندگان سازد، بهشت از آن اوست . آنگاه دوباره آن آيات را تلاوت نمود. همه گريه كردند. بجز آن جوان كه خود را شبيه گريه كنندگان در آورد و همگى به بهشت رفتند.</w:t>
      </w:r>
    </w:p>
    <w:p w:rsidR="00A679DB" w:rsidRDefault="00A679DB" w:rsidP="00A679DB">
      <w:pPr>
        <w:pStyle w:val="libNormal"/>
        <w:rPr>
          <w:rtl/>
        </w:rPr>
      </w:pPr>
    </w:p>
    <w:p w:rsidR="00A679DB" w:rsidRDefault="00A679DB" w:rsidP="00A679DB">
      <w:pPr>
        <w:pStyle w:val="libNormal"/>
        <w:rPr>
          <w:rtl/>
        </w:rPr>
      </w:pPr>
      <w:r>
        <w:rPr>
          <w:rtl/>
        </w:rPr>
        <w:t>ثواب الاجتماع فى الدعاء</w:t>
      </w:r>
    </w:p>
    <w:p w:rsidR="00A6115B" w:rsidRDefault="00A6115B" w:rsidP="00A679DB">
      <w:pPr>
        <w:pStyle w:val="libNormal"/>
        <w:rPr>
          <w:rtl/>
        </w:rPr>
      </w:pPr>
      <w:r>
        <w:rPr>
          <w:rtl/>
        </w:rPr>
        <w:br w:type="page"/>
      </w:r>
    </w:p>
    <w:p w:rsidR="00A679DB" w:rsidRDefault="00A679DB" w:rsidP="00A6115B">
      <w:pPr>
        <w:pStyle w:val="Heading2"/>
        <w:rPr>
          <w:rtl/>
        </w:rPr>
      </w:pPr>
      <w:bookmarkStart w:id="322" w:name="_Toc449617379"/>
      <w:r>
        <w:rPr>
          <w:rtl/>
        </w:rPr>
        <w:t>ثواب اجتماع براى دعا</w:t>
      </w:r>
      <w:bookmarkEnd w:id="322"/>
    </w:p>
    <w:p w:rsidR="00A679DB" w:rsidRDefault="00A679DB" w:rsidP="00A679DB">
      <w:pPr>
        <w:pStyle w:val="libNormal"/>
        <w:rPr>
          <w:rtl/>
        </w:rPr>
      </w:pPr>
      <w:r>
        <w:rPr>
          <w:rtl/>
        </w:rPr>
        <w:t xml:space="preserve">حديث : ١ حدثنى محمد بن على ماجيلويه رضى الله عنه قال حدثنى عمى محمد بن ابى القاسم عن احمد بن ابى عبدالله البرقى عن محمد بن على عن يونس بن يعقوب عن عبدالاعلى عن ابى عبدالله </w:t>
      </w:r>
      <w:r w:rsidRPr="00A6115B">
        <w:rPr>
          <w:rStyle w:val="libAlaemChar"/>
          <w:rtl/>
        </w:rPr>
        <w:t>عليه‌السلام</w:t>
      </w:r>
      <w:r>
        <w:rPr>
          <w:rtl/>
        </w:rPr>
        <w:t xml:space="preserve"> قال ما اجتمع اربعه قط على امر واحد فدعوا الا تفرقوا عن اجابه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A6115B">
        <w:rPr>
          <w:rStyle w:val="libAlaemChar"/>
          <w:rtl/>
        </w:rPr>
        <w:t>عليه‌السلام</w:t>
      </w:r>
      <w:r>
        <w:rPr>
          <w:rtl/>
        </w:rPr>
        <w:t xml:space="preserve"> فرمودند: هيچ گاه چهار نفر بر يك چيز اتفاق نظر پيدا نكرده و با هم براى آن دعا نكرده اند، مگر اين كه پيش از جدا شدن از يكديگر دعايشان مستجاب شده است</w:t>
      </w:r>
    </w:p>
    <w:p w:rsidR="00A679DB" w:rsidRDefault="00A679DB" w:rsidP="00A679DB">
      <w:pPr>
        <w:pStyle w:val="libNormal"/>
        <w:rPr>
          <w:rtl/>
        </w:rPr>
      </w:pPr>
    </w:p>
    <w:p w:rsidR="00A679DB" w:rsidRDefault="00A679DB" w:rsidP="00A679DB">
      <w:pPr>
        <w:pStyle w:val="libNormal"/>
        <w:rPr>
          <w:rtl/>
        </w:rPr>
      </w:pPr>
      <w:r>
        <w:rPr>
          <w:rtl/>
        </w:rPr>
        <w:t>ثواب الدعاء سرا</w:t>
      </w:r>
    </w:p>
    <w:p w:rsidR="00A679DB" w:rsidRDefault="00A6115B" w:rsidP="00A679DB">
      <w:pPr>
        <w:pStyle w:val="libNormal"/>
        <w:rPr>
          <w:rtl/>
        </w:rPr>
      </w:pPr>
      <w:r>
        <w:rPr>
          <w:rtl/>
        </w:rPr>
        <w:br w:type="page"/>
      </w:r>
    </w:p>
    <w:p w:rsidR="00A679DB" w:rsidRDefault="00A679DB" w:rsidP="00A6115B">
      <w:pPr>
        <w:pStyle w:val="Heading2"/>
        <w:rPr>
          <w:rtl/>
        </w:rPr>
      </w:pPr>
      <w:bookmarkStart w:id="323" w:name="_Toc449617380"/>
      <w:r>
        <w:rPr>
          <w:rtl/>
        </w:rPr>
        <w:t>ثواب دعاى پنهانى</w:t>
      </w:r>
      <w:bookmarkEnd w:id="323"/>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محمد عن ابى همام اسماعيل به همام عن ابى الحسن الرضا </w:t>
      </w:r>
      <w:r w:rsidRPr="00A6115B">
        <w:rPr>
          <w:rStyle w:val="libAlaemChar"/>
          <w:rtl/>
        </w:rPr>
        <w:t>عليه‌السلام</w:t>
      </w:r>
      <w:r>
        <w:rPr>
          <w:rtl/>
        </w:rPr>
        <w:t xml:space="preserve"> قال دعوه العبد سرا دعوه واحده تعدل سبعين دعوه علانيه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رضا </w:t>
      </w:r>
      <w:r w:rsidRPr="00A6115B">
        <w:rPr>
          <w:rStyle w:val="libAlaemChar"/>
          <w:rtl/>
        </w:rPr>
        <w:t>عليه‌السلام</w:t>
      </w:r>
      <w:r>
        <w:rPr>
          <w:rtl/>
        </w:rPr>
        <w:t xml:space="preserve"> فرمودند: يك دعاى پنهانى بنده برابر با هفتاد دعاى آشكار است .</w:t>
      </w:r>
    </w:p>
    <w:p w:rsidR="00A679DB" w:rsidRDefault="00A679DB" w:rsidP="00A679DB">
      <w:pPr>
        <w:pStyle w:val="libNormal"/>
        <w:rPr>
          <w:rtl/>
        </w:rPr>
      </w:pPr>
    </w:p>
    <w:p w:rsidR="00A679DB" w:rsidRDefault="00A679DB" w:rsidP="00A679DB">
      <w:pPr>
        <w:pStyle w:val="libNormal"/>
        <w:rPr>
          <w:rtl/>
        </w:rPr>
      </w:pPr>
      <w:r>
        <w:rPr>
          <w:rtl/>
        </w:rPr>
        <w:t>ثواب الدعاء فى السحر</w:t>
      </w:r>
    </w:p>
    <w:p w:rsidR="00A679DB" w:rsidRDefault="00A6115B" w:rsidP="00A679DB">
      <w:pPr>
        <w:pStyle w:val="libNormal"/>
        <w:rPr>
          <w:rtl/>
        </w:rPr>
      </w:pPr>
      <w:r>
        <w:rPr>
          <w:rtl/>
        </w:rPr>
        <w:br w:type="page"/>
      </w:r>
    </w:p>
    <w:p w:rsidR="00A679DB" w:rsidRDefault="00A679DB" w:rsidP="00A6115B">
      <w:pPr>
        <w:pStyle w:val="Heading2"/>
        <w:rPr>
          <w:rtl/>
        </w:rPr>
      </w:pPr>
      <w:bookmarkStart w:id="324" w:name="_Toc449617381"/>
      <w:r>
        <w:rPr>
          <w:rtl/>
        </w:rPr>
        <w:t>ثواب دعا در سحر</w:t>
      </w:r>
      <w:bookmarkEnd w:id="324"/>
    </w:p>
    <w:p w:rsidR="00A679DB" w:rsidRDefault="00A679DB" w:rsidP="00A679DB">
      <w:pPr>
        <w:pStyle w:val="libNormal"/>
        <w:rPr>
          <w:rtl/>
        </w:rPr>
      </w:pPr>
      <w:r>
        <w:rPr>
          <w:rtl/>
        </w:rPr>
        <w:t xml:space="preserve">حديث : ١ حدثنى محمد بن موسى بن المتوكل رضى الله عنه قال حدثنى على بن الحسين السعد ابادى عن احمد بن ابى عبدالله البرقى قال حدثنى ابو عبدالله الجامورانى عن الحسن بن على بن ابى حمزه البطائنى عن مندل بن على عن ابى الصباح الكنانى عن ابى جعفر </w:t>
      </w:r>
      <w:r w:rsidRPr="00A6115B">
        <w:rPr>
          <w:rStyle w:val="libAlaemChar"/>
          <w:rtl/>
        </w:rPr>
        <w:t>عليه‌السلام</w:t>
      </w:r>
      <w:r>
        <w:rPr>
          <w:rtl/>
        </w:rPr>
        <w:t xml:space="preserve"> قال ان الله عزوجل يحب من عباده المومنين كل دعاء فعليكم بالدعاء فى السرح الى طلوع الشمس فانها ساعه تفتح فيها ابواب السماء و تهب الرياح و تقسم فيها الارزاق و تقضى فيها الحوائج العظام</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A6115B">
        <w:rPr>
          <w:rStyle w:val="libAlaemChar"/>
          <w:rtl/>
        </w:rPr>
        <w:t>عليه‌السلام</w:t>
      </w:r>
      <w:r>
        <w:rPr>
          <w:rtl/>
        </w:rPr>
        <w:t xml:space="preserve"> فرمودند: همانا خداى عزوجل از ميان بندگان مومنش كسانى را كه زياد دعا مى كنند، دوست دارد، بنابراين از سحر تا طلوع آفتاب دعا كنيد. زيرا در اين هنگام درهاى آسمان گشوده شده ، بادهاى رحمت وزيدن گرفته ، رزقها تقس</w:t>
      </w:r>
      <w:r w:rsidR="00A6115B">
        <w:rPr>
          <w:rFonts w:hint="cs"/>
          <w:rtl/>
        </w:rPr>
        <w:t>ی</w:t>
      </w:r>
      <w:r>
        <w:rPr>
          <w:rtl/>
        </w:rPr>
        <w:t>م شده و حوائج بزرگ برآورده مى گردد.</w:t>
      </w:r>
    </w:p>
    <w:p w:rsidR="00A679DB" w:rsidRDefault="00A679DB" w:rsidP="00A679DB">
      <w:pPr>
        <w:pStyle w:val="libNormal"/>
        <w:rPr>
          <w:rtl/>
        </w:rPr>
      </w:pPr>
    </w:p>
    <w:p w:rsidR="00A679DB" w:rsidRDefault="00A679DB" w:rsidP="00A679DB">
      <w:pPr>
        <w:pStyle w:val="libNormal"/>
        <w:rPr>
          <w:rtl/>
        </w:rPr>
      </w:pPr>
      <w:r>
        <w:rPr>
          <w:rtl/>
        </w:rPr>
        <w:t>ثواب الدعاء للمومنين و المومنات و المسلمين و المسلمات</w:t>
      </w:r>
    </w:p>
    <w:p w:rsidR="00A679DB" w:rsidRDefault="00A6115B" w:rsidP="00A679DB">
      <w:pPr>
        <w:pStyle w:val="libNormal"/>
        <w:rPr>
          <w:rtl/>
        </w:rPr>
      </w:pPr>
      <w:r>
        <w:rPr>
          <w:rtl/>
        </w:rPr>
        <w:br w:type="page"/>
      </w:r>
    </w:p>
    <w:p w:rsidR="00A679DB" w:rsidRDefault="00A679DB" w:rsidP="00A679DB">
      <w:pPr>
        <w:pStyle w:val="libNormal"/>
        <w:rPr>
          <w:rtl/>
        </w:rPr>
      </w:pPr>
      <w:bookmarkStart w:id="325" w:name="_Toc449617382"/>
      <w:r w:rsidRPr="00A6115B">
        <w:rPr>
          <w:rStyle w:val="Heading2Char"/>
          <w:rtl/>
        </w:rPr>
        <w:t>ثواب دعا براى مردان و زنان مؤ م</w:t>
      </w:r>
      <w:bookmarkEnd w:id="325"/>
      <w:r>
        <w:rPr>
          <w:rtl/>
        </w:rPr>
        <w:t>ن</w:t>
      </w:r>
    </w:p>
    <w:p w:rsidR="00A679DB" w:rsidRDefault="00A679DB" w:rsidP="00A679DB">
      <w:pPr>
        <w:pStyle w:val="libNormal"/>
        <w:rPr>
          <w:rtl/>
        </w:rPr>
      </w:pPr>
      <w:r>
        <w:rPr>
          <w:rtl/>
        </w:rPr>
        <w:t xml:space="preserve">حديث : ١ ابى رحمه الله قال حدثنا سعد بن عبدالله عن يعقوب بن يزيد عن صفوان بن يحيى ابى الحسن </w:t>
      </w:r>
      <w:r w:rsidRPr="00A6115B">
        <w:rPr>
          <w:rStyle w:val="libAlaemChar"/>
          <w:rtl/>
        </w:rPr>
        <w:t>عليه‌السلام</w:t>
      </w:r>
      <w:r>
        <w:rPr>
          <w:rtl/>
        </w:rPr>
        <w:t xml:space="preserve"> انه كان يقول من دعا لاخوانه من المومنين و كل الله به عن كل مؤ من ملكا يدعو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A6115B">
        <w:rPr>
          <w:rStyle w:val="libAlaemChar"/>
          <w:rtl/>
        </w:rPr>
        <w:t>عليه‌السلام</w:t>
      </w:r>
      <w:r>
        <w:rPr>
          <w:rtl/>
        </w:rPr>
        <w:t xml:space="preserve"> مى فرمودند: كسى كه براى برادران مؤ من خود دعا كند خداوند بجاى هر مومنى فرشته اى مى گمارد كه براى او دعا كند.</w:t>
      </w:r>
    </w:p>
    <w:p w:rsidR="00A679DB" w:rsidRDefault="00A679DB" w:rsidP="00A679DB">
      <w:pPr>
        <w:pStyle w:val="libNormal"/>
        <w:rPr>
          <w:rtl/>
        </w:rPr>
      </w:pPr>
      <w:r>
        <w:rPr>
          <w:rtl/>
        </w:rPr>
        <w:t xml:space="preserve">حديث : ٢ و بهذاالاسناد عن ابى الحسن الرضا </w:t>
      </w:r>
      <w:r w:rsidRPr="00D1627E">
        <w:rPr>
          <w:rStyle w:val="libAlaemChar"/>
          <w:rtl/>
        </w:rPr>
        <w:t>عليه‌السلام</w:t>
      </w:r>
      <w:r>
        <w:rPr>
          <w:rtl/>
        </w:rPr>
        <w:t xml:space="preserve"> قال ما من مؤ من يدعو للمومنين و المومنات و المسلمين و المسلمات الاحياء و الاموات الا كتب الله له بكل مؤ من و مومنه حسنه منذ بعث الله آدم الى ان تقوم الساعه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رضا </w:t>
      </w:r>
      <w:r w:rsidRPr="00D1627E">
        <w:rPr>
          <w:rStyle w:val="libAlaemChar"/>
          <w:rtl/>
        </w:rPr>
        <w:t>عليه‌السلام</w:t>
      </w:r>
      <w:r>
        <w:rPr>
          <w:rtl/>
        </w:rPr>
        <w:t xml:space="preserve"> فرمودند: هيچ مومنى نيست كه براى مردان و زنان مؤ من و مسلمان ، زنده يا مرده دعا كند، مگر اين كه خداوند به شماره همه مردان و زنان مؤ من ، از زمان حضرت آدم </w:t>
      </w:r>
      <w:r w:rsidRPr="00D1627E">
        <w:rPr>
          <w:rStyle w:val="libAlaemChar"/>
          <w:rtl/>
        </w:rPr>
        <w:t>عليه‌السلام</w:t>
      </w:r>
      <w:r>
        <w:rPr>
          <w:rtl/>
        </w:rPr>
        <w:t xml:space="preserve"> تا روز قيامت ، براى او حسنه مى نويسد.</w:t>
      </w:r>
    </w:p>
    <w:p w:rsidR="00A679DB" w:rsidRDefault="00A679DB" w:rsidP="00A679DB">
      <w:pPr>
        <w:pStyle w:val="libNormal"/>
        <w:rPr>
          <w:rtl/>
        </w:rPr>
      </w:pPr>
      <w:r>
        <w:rPr>
          <w:rtl/>
        </w:rPr>
        <w:t xml:space="preserve">حديث : ٣ حدثنى محمد بن الحسن رضى الله عنه قال حدثنى محمد بن الحسن الصفار عن احمد بن ابى عبدالله قال حدثنى ابى عن على بن النعمان عن فضل بن يوسف عن عبدالله بن سنان عن ابى عبدالله </w:t>
      </w:r>
      <w:r w:rsidRPr="00D1627E">
        <w:rPr>
          <w:rStyle w:val="libAlaemChar"/>
          <w:rtl/>
        </w:rPr>
        <w:t>عليه‌السلام</w:t>
      </w:r>
      <w:r>
        <w:rPr>
          <w:rtl/>
        </w:rPr>
        <w:t xml:space="preserve"> قال من قال كل يوم خمسا و عشرين مره اللهم اغفر للمومنين و المومنات و المسلمين و المسلمات سيئه و رفع له درجه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٣. امام صادق </w:t>
      </w:r>
      <w:r w:rsidRPr="00D1627E">
        <w:rPr>
          <w:rStyle w:val="libAlaemChar"/>
          <w:rtl/>
        </w:rPr>
        <w:t>عليه‌السلام</w:t>
      </w:r>
      <w:r>
        <w:rPr>
          <w:rtl/>
        </w:rPr>
        <w:t xml:space="preserve"> فرمودند: كسى كه هر روز بيست و پنج بار بگويد: «اللهم اغفر للمومنين و المومنات و المسلمين و المسلمات </w:t>
      </w:r>
      <w:r w:rsidRPr="00D1627E">
        <w:rPr>
          <w:rStyle w:val="libFootnoteChar"/>
          <w:rtl/>
        </w:rPr>
        <w:t>(٩٢)»</w:t>
      </w:r>
      <w:r>
        <w:rPr>
          <w:rtl/>
        </w:rPr>
        <w:t xml:space="preserve"> خداوند به تعداد هر مومنى كه از دنيا رفته و هر مومنى كه تا روز قيامت به دنيا بيايد، براى او حسنه اى نوشته ، گناهى را از او پاك كرده و درجه او را بالا مى برد.</w:t>
      </w:r>
    </w:p>
    <w:p w:rsidR="00A679DB" w:rsidRDefault="00A679DB" w:rsidP="00D1627E">
      <w:pPr>
        <w:pStyle w:val="libNormal"/>
        <w:rPr>
          <w:rtl/>
        </w:rPr>
      </w:pPr>
      <w:r>
        <w:rPr>
          <w:rtl/>
        </w:rPr>
        <w:t xml:space="preserve">حديث : ٤ حدثنى محمد بن على ماجيلويه رضى الله عنه عن عمه محمد بن ابى القاسم عن محمد بن على الكوفى عن محمد بن الحسن عن محمد بن حماد الحارثى عن ابى عبدالله عن ابيه </w:t>
      </w:r>
      <w:r w:rsidR="00D1627E" w:rsidRPr="00D1627E">
        <w:rPr>
          <w:rStyle w:val="libAlaemChar"/>
          <w:rFonts w:eastAsiaTheme="minorHAnsi"/>
          <w:rtl/>
        </w:rPr>
        <w:t>عليهم‌السلام</w:t>
      </w:r>
      <w:r w:rsidR="00D1627E">
        <w:rPr>
          <w:rtl/>
        </w:rPr>
        <w:t xml:space="preserve"> </w:t>
      </w:r>
      <w:r>
        <w:rPr>
          <w:rtl/>
        </w:rPr>
        <w:t xml:space="preserve">قال قال رسول الله </w:t>
      </w:r>
      <w:r w:rsidR="00E60DFB" w:rsidRPr="00D1627E">
        <w:rPr>
          <w:rStyle w:val="libAlaemChar"/>
          <w:rtl/>
        </w:rPr>
        <w:t>صلى‌الله‌عليه‌وآله</w:t>
      </w:r>
      <w:r w:rsidR="00E60DFB">
        <w:rPr>
          <w:rtl/>
        </w:rPr>
        <w:t xml:space="preserve"> </w:t>
      </w:r>
      <w:r>
        <w:rPr>
          <w:rtl/>
        </w:rPr>
        <w:t>ما من عبد دعا للمومنين و المومنات الا رد الله عليه مثل الذى دعا لهم من كل مؤ من و مومنه مضى من اول الدهر او هو آت الى يوم القيامه و ان العبد ليومر به الى النار و يسحب فيقول المومنون و المومنات يا ربنا هذا الذى كان يدعو لنا فشفعنا فيه فيشفعهم الله فيه فينجو من النار.</w:t>
      </w:r>
    </w:p>
    <w:p w:rsidR="00A679DB" w:rsidRDefault="00A679DB" w:rsidP="00A679DB">
      <w:pPr>
        <w:pStyle w:val="libNormal"/>
        <w:rPr>
          <w:rtl/>
        </w:rPr>
      </w:pPr>
      <w:r>
        <w:rPr>
          <w:rtl/>
        </w:rPr>
        <w:t>ترجمه :</w:t>
      </w:r>
    </w:p>
    <w:p w:rsidR="00A679DB" w:rsidRDefault="00A679DB" w:rsidP="00D1627E">
      <w:pPr>
        <w:pStyle w:val="libNormal"/>
        <w:rPr>
          <w:rtl/>
        </w:rPr>
      </w:pPr>
      <w:r>
        <w:rPr>
          <w:rtl/>
        </w:rPr>
        <w:t xml:space="preserve">٤. امام صادق </w:t>
      </w:r>
      <w:r w:rsidRPr="00D1627E">
        <w:rPr>
          <w:rStyle w:val="libAlaemChar"/>
          <w:rtl/>
        </w:rPr>
        <w:t>عليه‌السلام</w:t>
      </w:r>
      <w:r>
        <w:rPr>
          <w:rtl/>
        </w:rPr>
        <w:t xml:space="preserve"> از پدرش </w:t>
      </w:r>
      <w:r w:rsidRPr="00D1627E">
        <w:rPr>
          <w:rStyle w:val="libAlaemChar"/>
          <w:rtl/>
        </w:rPr>
        <w:t>عليه‌السلام</w:t>
      </w:r>
      <w:r>
        <w:rPr>
          <w:rtl/>
        </w:rPr>
        <w:t xml:space="preserve"> نقل مى نمايد كه رسول خدا </w:t>
      </w:r>
      <w:r w:rsidR="00E60DFB" w:rsidRPr="00D1627E">
        <w:rPr>
          <w:rStyle w:val="libAlaemChar"/>
          <w:rtl/>
        </w:rPr>
        <w:t>صلى‌الله‌عليه‌وآله</w:t>
      </w:r>
      <w:r w:rsidR="00E60DFB">
        <w:rPr>
          <w:rtl/>
        </w:rPr>
        <w:t xml:space="preserve"> </w:t>
      </w:r>
      <w:r>
        <w:rPr>
          <w:rtl/>
        </w:rPr>
        <w:t xml:space="preserve">فرمودند: هيچ بنده اى نيست كه براى مردان و زنان مؤ من دعا كند، مگر اين كه خداوند همانند آنچه </w:t>
      </w:r>
      <w:r w:rsidR="00D1627E">
        <w:rPr>
          <w:rFonts w:hint="cs"/>
          <w:rtl/>
        </w:rPr>
        <w:t>ب</w:t>
      </w:r>
      <w:r>
        <w:rPr>
          <w:rtl/>
        </w:rPr>
        <w:t xml:space="preserve">راى آنان دعا كرده به خودش مى دهد، به تعداد هر زن و مرد مومنى كه از اول دنيا در اين دنيا آمده و تا روز قيامت به اين دنيا مى آيد. و همانا دستور مى رسد كه بنده اى را به جهنم ببرند، مردان و زنان مؤ من مى گويند: پروردگارا اين همان كسى است كه براى ما دعا مى كرد. شفاعت ما را در مورد او بپذير، خداوند نيز شفاعت </w:t>
      </w:r>
      <w:r w:rsidR="00D1627E">
        <w:rPr>
          <w:rFonts w:hint="cs"/>
          <w:rtl/>
        </w:rPr>
        <w:t>آ</w:t>
      </w:r>
      <w:r>
        <w:rPr>
          <w:rtl/>
        </w:rPr>
        <w:t>نها را پذيرفته و او را از جهنم نجات مى يابد.</w:t>
      </w:r>
    </w:p>
    <w:p w:rsidR="00A679DB" w:rsidRDefault="00A679DB" w:rsidP="00A679DB">
      <w:pPr>
        <w:pStyle w:val="libNormal"/>
        <w:rPr>
          <w:rtl/>
        </w:rPr>
      </w:pPr>
      <w:r>
        <w:rPr>
          <w:rtl/>
        </w:rPr>
        <w:lastRenderedPageBreak/>
        <w:t xml:space="preserve">حديث : ٥ ابى رحمه الله قال حدثنى على بن ابراهيم عن ابيه عن عبدالله بن ميمون القداح عن ابى عبدالله عليه‌السلام قال قال رسول الله </w:t>
      </w:r>
      <w:r w:rsidR="00E60DFB">
        <w:rPr>
          <w:rtl/>
        </w:rPr>
        <w:t xml:space="preserve">صلى‌الله‌عليه‌وآله </w:t>
      </w:r>
      <w:r>
        <w:rPr>
          <w:rtl/>
        </w:rPr>
        <w:t>اذا دعا احدكم فليعم فانه اوجب للدعاء.</w:t>
      </w:r>
    </w:p>
    <w:p w:rsidR="00A679DB" w:rsidRDefault="00A679DB" w:rsidP="00A679DB">
      <w:pPr>
        <w:pStyle w:val="libNormal"/>
        <w:rPr>
          <w:rtl/>
        </w:rPr>
      </w:pPr>
      <w:r>
        <w:rPr>
          <w:rtl/>
        </w:rPr>
        <w:t>ترجمه :</w:t>
      </w:r>
    </w:p>
    <w:p w:rsidR="00A679DB" w:rsidRDefault="00A679DB" w:rsidP="00D1627E">
      <w:pPr>
        <w:pStyle w:val="libNormal"/>
        <w:rPr>
          <w:rtl/>
        </w:rPr>
      </w:pPr>
      <w:r>
        <w:rPr>
          <w:rtl/>
        </w:rPr>
        <w:t xml:space="preserve">٥. امام صادق </w:t>
      </w:r>
      <w:r w:rsidRPr="00D1627E">
        <w:rPr>
          <w:rStyle w:val="libAlaemChar"/>
          <w:rtl/>
        </w:rPr>
        <w:t>عليه‌السلام</w:t>
      </w:r>
      <w:r>
        <w:rPr>
          <w:rtl/>
        </w:rPr>
        <w:t xml:space="preserve"> نقل مى نمايند كه رسول خدا </w:t>
      </w:r>
      <w:r w:rsidR="00E60DFB" w:rsidRPr="00D1627E">
        <w:rPr>
          <w:rStyle w:val="libAlaemChar"/>
          <w:rtl/>
        </w:rPr>
        <w:t>صلى‌الله‌عليه‌وآله</w:t>
      </w:r>
      <w:r w:rsidR="00E60DFB">
        <w:rPr>
          <w:rtl/>
        </w:rPr>
        <w:t xml:space="preserve"> </w:t>
      </w:r>
      <w:r>
        <w:rPr>
          <w:rtl/>
        </w:rPr>
        <w:t>فرمودند: هنگامى كه خواستيد دعا كنيد، طورى دعا كنيد كه شامل همه شود تا به اجابت نزديكتر شود.</w:t>
      </w:r>
    </w:p>
    <w:p w:rsidR="00A679DB" w:rsidRDefault="00A679DB" w:rsidP="00A679DB">
      <w:pPr>
        <w:pStyle w:val="libNormal"/>
        <w:rPr>
          <w:rtl/>
        </w:rPr>
      </w:pPr>
    </w:p>
    <w:p w:rsidR="00A679DB" w:rsidRDefault="00A679DB" w:rsidP="00A679DB">
      <w:pPr>
        <w:pStyle w:val="libNormal"/>
        <w:rPr>
          <w:rtl/>
        </w:rPr>
      </w:pPr>
      <w:r>
        <w:rPr>
          <w:rtl/>
        </w:rPr>
        <w:t>ثواب من قال لا حول و لا قوه الا بالله .</w:t>
      </w:r>
    </w:p>
    <w:p w:rsidR="00A679DB" w:rsidRDefault="00D1627E" w:rsidP="00A679DB">
      <w:pPr>
        <w:pStyle w:val="libNormal"/>
        <w:rPr>
          <w:rtl/>
        </w:rPr>
      </w:pPr>
      <w:r>
        <w:rPr>
          <w:rtl/>
        </w:rPr>
        <w:br w:type="page"/>
      </w:r>
    </w:p>
    <w:p w:rsidR="00A679DB" w:rsidRDefault="00A679DB" w:rsidP="00D1627E">
      <w:pPr>
        <w:pStyle w:val="Heading2"/>
        <w:rPr>
          <w:rtl/>
        </w:rPr>
      </w:pPr>
      <w:bookmarkStart w:id="326" w:name="_Toc449617383"/>
      <w:r>
        <w:rPr>
          <w:rtl/>
        </w:rPr>
        <w:t>ثواب گفتن «لا حول و لا قوه الا بالله العلى العظيم .»</w:t>
      </w:r>
      <w:bookmarkEnd w:id="326"/>
    </w:p>
    <w:p w:rsidR="00A679DB" w:rsidRDefault="00A679DB" w:rsidP="00A679DB">
      <w:pPr>
        <w:pStyle w:val="libNormal"/>
        <w:rPr>
          <w:rtl/>
        </w:rPr>
      </w:pPr>
      <w:r>
        <w:rPr>
          <w:rtl/>
        </w:rPr>
        <w:t xml:space="preserve">حديث : ١ حدثنى محمد بن الحسن رضى الله عنه عن محمد بن الحسن الصفار عن احمد بن محمد عن على بن الحكم عن الحسين بن سيف بن عميره عن هشام بن احمر قال سمعت ابا عبدالله </w:t>
      </w:r>
      <w:r w:rsidRPr="00D1627E">
        <w:rPr>
          <w:rStyle w:val="libAlaemChar"/>
          <w:rtl/>
        </w:rPr>
        <w:t>عليه‌السلام</w:t>
      </w:r>
      <w:r>
        <w:rPr>
          <w:rtl/>
        </w:rPr>
        <w:t xml:space="preserve"> يقول من قال لا حول و لا قوه الا بالله العلى العظيم دفع الله عزوجل بها عنه سبعين نوعا من البلاء ايسرها الخنق .</w:t>
      </w:r>
    </w:p>
    <w:p w:rsidR="00A679DB" w:rsidRDefault="00A679DB" w:rsidP="00A679DB">
      <w:pPr>
        <w:pStyle w:val="libNormal"/>
        <w:rPr>
          <w:rtl/>
        </w:rPr>
      </w:pPr>
      <w:r>
        <w:rPr>
          <w:rtl/>
        </w:rPr>
        <w:t>ترجمه :</w:t>
      </w:r>
    </w:p>
    <w:p w:rsidR="00A679DB" w:rsidRDefault="00A679DB" w:rsidP="00D1627E">
      <w:pPr>
        <w:pStyle w:val="libNormal"/>
        <w:rPr>
          <w:rtl/>
        </w:rPr>
      </w:pPr>
      <w:r>
        <w:rPr>
          <w:rtl/>
        </w:rPr>
        <w:t xml:space="preserve">١. راوى مى گويد: شنيدم كه امام صادق </w:t>
      </w:r>
      <w:r w:rsidRPr="00D1627E">
        <w:rPr>
          <w:rStyle w:val="libAlaemChar"/>
          <w:rtl/>
        </w:rPr>
        <w:t>عليه‌السلام</w:t>
      </w:r>
      <w:r>
        <w:rPr>
          <w:rtl/>
        </w:rPr>
        <w:t xml:space="preserve"> فرمودند: كسى كه بگويد: «لا حول و لا قوه الا بالله العلى العظيم» </w:t>
      </w:r>
      <w:r w:rsidRPr="00D1627E">
        <w:rPr>
          <w:rStyle w:val="libFootnotenumChar"/>
          <w:rtl/>
        </w:rPr>
        <w:t>(٩٣)</w:t>
      </w:r>
      <w:r>
        <w:rPr>
          <w:rtl/>
        </w:rPr>
        <w:t xml:space="preserve"> خداى عزوجل بخاطر </w:t>
      </w:r>
      <w:r w:rsidR="00D1627E">
        <w:rPr>
          <w:rFonts w:hint="cs"/>
          <w:rtl/>
        </w:rPr>
        <w:t>آ</w:t>
      </w:r>
      <w:r>
        <w:rPr>
          <w:rtl/>
        </w:rPr>
        <w:t>ن هفتاد نوع بلا را از او دور مى گرداند كه كمترين آنها خفه شدن است .</w:t>
      </w:r>
    </w:p>
    <w:p w:rsidR="00A679DB" w:rsidRDefault="00A679DB" w:rsidP="00A679DB">
      <w:pPr>
        <w:pStyle w:val="libNormal"/>
        <w:rPr>
          <w:rtl/>
        </w:rPr>
      </w:pPr>
    </w:p>
    <w:p w:rsidR="00A679DB" w:rsidRDefault="00A679DB" w:rsidP="00A679DB">
      <w:pPr>
        <w:pStyle w:val="libNormal"/>
        <w:rPr>
          <w:rtl/>
        </w:rPr>
      </w:pPr>
      <w:r>
        <w:rPr>
          <w:rtl/>
        </w:rPr>
        <w:t>ثواب من قال فى كل يوم لا حول و لا قوه الا بالله .</w:t>
      </w:r>
    </w:p>
    <w:p w:rsidR="00A679DB" w:rsidRDefault="00D1627E" w:rsidP="00A679DB">
      <w:pPr>
        <w:pStyle w:val="libNormal"/>
        <w:rPr>
          <w:rtl/>
        </w:rPr>
      </w:pPr>
      <w:r>
        <w:rPr>
          <w:rtl/>
        </w:rPr>
        <w:br w:type="page"/>
      </w:r>
    </w:p>
    <w:p w:rsidR="00A679DB" w:rsidRDefault="00A679DB" w:rsidP="00D1627E">
      <w:pPr>
        <w:pStyle w:val="Heading2"/>
        <w:rPr>
          <w:rtl/>
        </w:rPr>
      </w:pPr>
      <w:bookmarkStart w:id="327" w:name="_Toc449617384"/>
      <w:r>
        <w:rPr>
          <w:rtl/>
        </w:rPr>
        <w:t>ثواب گفتن «لا حول و لا قوه الا بالله .» در هر روز</w:t>
      </w:r>
      <w:bookmarkEnd w:id="327"/>
    </w:p>
    <w:p w:rsidR="00A679DB" w:rsidRDefault="00A679DB" w:rsidP="00A679DB">
      <w:pPr>
        <w:pStyle w:val="libNormal"/>
        <w:rPr>
          <w:rtl/>
        </w:rPr>
      </w:pPr>
      <w:r>
        <w:rPr>
          <w:rtl/>
        </w:rPr>
        <w:t xml:space="preserve">حديث : ١ ابى رحمه الله قال حدثنى سعدبن عبدالله عن ابراهيم بن هاشم عن عمر و بن عثمان عن محمد بن عذافر عن عمر بن يزيد عن ابى عبدالله </w:t>
      </w:r>
      <w:r w:rsidRPr="00D1627E">
        <w:rPr>
          <w:rStyle w:val="libAlaemChar"/>
          <w:rtl/>
        </w:rPr>
        <w:t>عليه‌السلام</w:t>
      </w:r>
      <w:r>
        <w:rPr>
          <w:rtl/>
        </w:rPr>
        <w:t xml:space="preserve"> قال من قال فى كل يوم مائه مره لا حول و لا قوه الا بالله دفع الله بها عنه سبعين نوعا من البلاء ايسرها الهم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D1627E">
        <w:rPr>
          <w:rStyle w:val="libAlaemChar"/>
          <w:rtl/>
        </w:rPr>
        <w:t>عليه‌السلام</w:t>
      </w:r>
      <w:r>
        <w:rPr>
          <w:rtl/>
        </w:rPr>
        <w:t xml:space="preserve"> فرمودند: كسى كه در هر روز صد بار بگويد: «لا حول و لا قوه الا بالله .» </w:t>
      </w:r>
      <w:r w:rsidRPr="00D1627E">
        <w:rPr>
          <w:rStyle w:val="libFootnotenumChar"/>
          <w:rtl/>
        </w:rPr>
        <w:t>(٩٤)</w:t>
      </w:r>
      <w:r>
        <w:rPr>
          <w:rtl/>
        </w:rPr>
        <w:t xml:space="preserve"> خداوند هفتاد نوع بلا را از دور مى گرداند كه كمترين آنها غم و غصه است .</w:t>
      </w:r>
    </w:p>
    <w:p w:rsidR="00A679DB" w:rsidRDefault="00A679DB" w:rsidP="00A679DB">
      <w:pPr>
        <w:pStyle w:val="libNormal"/>
        <w:rPr>
          <w:rtl/>
        </w:rPr>
      </w:pPr>
    </w:p>
    <w:p w:rsidR="00A679DB" w:rsidRDefault="00A679DB" w:rsidP="00A679DB">
      <w:pPr>
        <w:pStyle w:val="libNormal"/>
        <w:rPr>
          <w:rtl/>
        </w:rPr>
      </w:pPr>
      <w:r>
        <w:rPr>
          <w:rtl/>
        </w:rPr>
        <w:t>ثواب من قال اذا خرج من بيته بسم الله و لاحول و لا قوه الا الله .</w:t>
      </w:r>
    </w:p>
    <w:p w:rsidR="00A679DB" w:rsidRDefault="00D1627E" w:rsidP="00A679DB">
      <w:pPr>
        <w:pStyle w:val="libNormal"/>
        <w:rPr>
          <w:rtl/>
        </w:rPr>
      </w:pPr>
      <w:r>
        <w:rPr>
          <w:rtl/>
        </w:rPr>
        <w:br w:type="page"/>
      </w:r>
    </w:p>
    <w:p w:rsidR="00A679DB" w:rsidRDefault="00A679DB" w:rsidP="00A679DB">
      <w:pPr>
        <w:pStyle w:val="libNormal"/>
        <w:rPr>
          <w:rtl/>
        </w:rPr>
      </w:pPr>
      <w:r>
        <w:rPr>
          <w:rtl/>
        </w:rPr>
        <w:t>ثواب گفتن «بسم الله و لا حول و لا قوه الا بالله» به هنگام بيرون آمدن از خانه.</w:t>
      </w:r>
    </w:p>
    <w:p w:rsidR="00A679DB" w:rsidRDefault="00A679DB" w:rsidP="00A679DB">
      <w:pPr>
        <w:pStyle w:val="libNormal"/>
        <w:rPr>
          <w:rtl/>
        </w:rPr>
      </w:pPr>
      <w:r>
        <w:rPr>
          <w:rtl/>
        </w:rPr>
        <w:t xml:space="preserve">حديث : ١ حدثنى محمد بن الحسن رضى الله عنه قال حدثنى محمد بن الحسن الصفار عن معاويه بن حكيم عن ابن ابى عمير عن ابان بن عثمان عن محمد بن سعيد عن عطيه العوفى عن ابى سعيد الخدرى عن النبى </w:t>
      </w:r>
      <w:r w:rsidR="00E60DFB">
        <w:rPr>
          <w:rtl/>
        </w:rPr>
        <w:t xml:space="preserve">صلى‌الله‌عليه‌وآله </w:t>
      </w:r>
      <w:r>
        <w:rPr>
          <w:rtl/>
        </w:rPr>
        <w:t>قال من قال اذا خرج من بيته بسم الله قال الملكان هديت فان قال لا حول و لا قوه الا بالله قالا وقيت فان قال توكلت على الله قالا كفيت فيقول الشيطان كيف لى بعبد هدى و وقى و كفى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پيامبر </w:t>
      </w:r>
      <w:r w:rsidR="00E60DFB" w:rsidRPr="00D1627E">
        <w:rPr>
          <w:rStyle w:val="libAlaemChar"/>
          <w:rtl/>
        </w:rPr>
        <w:t>صلى‌الله‌عليه‌وآله</w:t>
      </w:r>
      <w:r w:rsidR="00E60DFB">
        <w:rPr>
          <w:rtl/>
        </w:rPr>
        <w:t xml:space="preserve"> </w:t>
      </w:r>
      <w:r>
        <w:rPr>
          <w:rtl/>
        </w:rPr>
        <w:t xml:space="preserve">فرمودند: كسى كه هنگام خروج از منزل بگويد: «بسم الله» </w:t>
      </w:r>
      <w:r w:rsidRPr="00D1627E">
        <w:rPr>
          <w:rStyle w:val="libFootnotenumChar"/>
          <w:rtl/>
        </w:rPr>
        <w:t>(٩٥)،</w:t>
      </w:r>
      <w:r>
        <w:rPr>
          <w:rtl/>
        </w:rPr>
        <w:t xml:space="preserve"> دو فرشته مى گويند، هدايت شدى . و اگر بگويد: «لا حول و لا قوه الا بالله» </w:t>
      </w:r>
      <w:r w:rsidRPr="00D1627E">
        <w:rPr>
          <w:rStyle w:val="libFootnotenumChar"/>
          <w:rtl/>
        </w:rPr>
        <w:t>(٩٦)</w:t>
      </w:r>
      <w:r>
        <w:rPr>
          <w:rtl/>
        </w:rPr>
        <w:t xml:space="preserve"> مى گويند: حفظ شدى . و اگر بگويد: «توكلت على الله» </w:t>
      </w:r>
      <w:r w:rsidRPr="00D1627E">
        <w:rPr>
          <w:rStyle w:val="libFootnotenumChar"/>
          <w:rtl/>
        </w:rPr>
        <w:t>(٩٧)،</w:t>
      </w:r>
      <w:r>
        <w:rPr>
          <w:rtl/>
        </w:rPr>
        <w:t>مى گويند: بى نياز شدى . در اين هنگام شيطان مى گويد: چگونه مى توانم در بنده اى كه هدايت شده ، حفظ گرديده و بى نياز شده است . نفوذ كنم .</w:t>
      </w:r>
    </w:p>
    <w:p w:rsidR="00A679DB" w:rsidRDefault="00A679DB" w:rsidP="00A679DB">
      <w:pPr>
        <w:pStyle w:val="libNormal"/>
        <w:rPr>
          <w:rtl/>
        </w:rPr>
      </w:pPr>
    </w:p>
    <w:p w:rsidR="00A679DB" w:rsidRDefault="00A679DB" w:rsidP="00A679DB">
      <w:pPr>
        <w:pStyle w:val="libNormal"/>
        <w:rPr>
          <w:rtl/>
        </w:rPr>
      </w:pPr>
      <w:r>
        <w:rPr>
          <w:rtl/>
        </w:rPr>
        <w:t>ثواب من كبر عند المساء مائة تكبيرة</w:t>
      </w:r>
    </w:p>
    <w:p w:rsidR="00A679DB" w:rsidRDefault="00D1627E" w:rsidP="00A679DB">
      <w:pPr>
        <w:pStyle w:val="libNormal"/>
        <w:rPr>
          <w:rtl/>
        </w:rPr>
      </w:pPr>
      <w:r>
        <w:rPr>
          <w:rtl/>
        </w:rPr>
        <w:br w:type="page"/>
      </w:r>
    </w:p>
    <w:p w:rsidR="00A679DB" w:rsidRDefault="00A679DB" w:rsidP="00D1627E">
      <w:pPr>
        <w:pStyle w:val="Heading2"/>
        <w:rPr>
          <w:rtl/>
        </w:rPr>
      </w:pPr>
      <w:bookmarkStart w:id="328" w:name="_Toc449617385"/>
      <w:r>
        <w:rPr>
          <w:rtl/>
        </w:rPr>
        <w:t>ثواب صد بار تكبير در شب</w:t>
      </w:r>
      <w:bookmarkEnd w:id="328"/>
    </w:p>
    <w:p w:rsidR="00A679DB" w:rsidRDefault="00A679DB" w:rsidP="00A679DB">
      <w:pPr>
        <w:pStyle w:val="libNormal"/>
        <w:rPr>
          <w:rtl/>
        </w:rPr>
      </w:pPr>
      <w:r>
        <w:rPr>
          <w:rtl/>
        </w:rPr>
        <w:t>حديث : ١ اءبى رحمه الله قال حدثنى محمد بن يحيى عن محمد بن اءحمد عن الحسن بن الحسين اللؤ لؤ ى عن على بن النعمان عن يحيى بن زكريا عن محمد بن عبدالله بن رباط عن اءبى حمزة الثمالى قال سمعت على بن الحسين</w:t>
      </w:r>
      <w:r w:rsidR="00DC5255">
        <w:rPr>
          <w:rtl/>
        </w:rPr>
        <w:t xml:space="preserve">عليهم‌السلام </w:t>
      </w:r>
      <w:r>
        <w:rPr>
          <w:rtl/>
        </w:rPr>
        <w:t>يقول من كبر الله عند المساء مائة تكبيرة كان كمن اءعتق مائه نسمة .</w:t>
      </w:r>
    </w:p>
    <w:p w:rsidR="00A679DB" w:rsidRDefault="00A679DB" w:rsidP="00A679DB">
      <w:pPr>
        <w:pStyle w:val="libNormal"/>
        <w:rPr>
          <w:rtl/>
        </w:rPr>
      </w:pPr>
      <w:r>
        <w:rPr>
          <w:rtl/>
        </w:rPr>
        <w:t>ترجمه :</w:t>
      </w:r>
    </w:p>
    <w:p w:rsidR="00A679DB" w:rsidRDefault="00A679DB" w:rsidP="00A679DB">
      <w:pPr>
        <w:pStyle w:val="libNormal"/>
        <w:rPr>
          <w:rtl/>
        </w:rPr>
      </w:pPr>
      <w:r>
        <w:rPr>
          <w:rtl/>
        </w:rPr>
        <w:t>١. امام زين العابدين فرمودند: كسى كه در هنگام شب صد بار تكبير بگويد همانند كسى است كه صد بنده را آزاد كرده باشد.</w:t>
      </w:r>
    </w:p>
    <w:p w:rsidR="00A679DB" w:rsidRDefault="00A679DB" w:rsidP="00A679DB">
      <w:pPr>
        <w:pStyle w:val="libNormal"/>
        <w:rPr>
          <w:rtl/>
        </w:rPr>
      </w:pPr>
    </w:p>
    <w:p w:rsidR="00A679DB" w:rsidRDefault="00A679DB" w:rsidP="00D1627E">
      <w:pPr>
        <w:pStyle w:val="libNormal"/>
        <w:rPr>
          <w:rtl/>
        </w:rPr>
      </w:pPr>
      <w:r>
        <w:rPr>
          <w:rtl/>
        </w:rPr>
        <w:t xml:space="preserve">ثواب تسبيح فاطهمه الزهراء </w:t>
      </w:r>
      <w:r w:rsidR="00D1627E" w:rsidRPr="00D1627E">
        <w:rPr>
          <w:rStyle w:val="libAlaemChar"/>
          <w:rFonts w:eastAsiaTheme="minorHAnsi"/>
          <w:rtl/>
        </w:rPr>
        <w:t>عليهم‌السلام</w:t>
      </w:r>
      <w:r>
        <w:rPr>
          <w:rtl/>
        </w:rPr>
        <w:t>.</w:t>
      </w:r>
    </w:p>
    <w:p w:rsidR="00A679DB" w:rsidRDefault="00D1627E" w:rsidP="00A679DB">
      <w:pPr>
        <w:pStyle w:val="libNormal"/>
        <w:rPr>
          <w:rtl/>
        </w:rPr>
      </w:pPr>
      <w:r>
        <w:rPr>
          <w:rtl/>
        </w:rPr>
        <w:br w:type="page"/>
      </w:r>
    </w:p>
    <w:p w:rsidR="00A679DB" w:rsidRDefault="00A679DB" w:rsidP="00D1627E">
      <w:pPr>
        <w:pStyle w:val="libAlaem"/>
        <w:rPr>
          <w:rtl/>
        </w:rPr>
      </w:pPr>
      <w:r>
        <w:rPr>
          <w:rtl/>
        </w:rPr>
        <w:t xml:space="preserve">ثواب تسبيح فاطمه زهرا </w:t>
      </w:r>
      <w:r w:rsidR="00D1627E" w:rsidRPr="00D1627E">
        <w:rPr>
          <w:rFonts w:eastAsiaTheme="minorHAnsi"/>
          <w:rtl/>
        </w:rPr>
        <w:t>عليها‌السلام</w:t>
      </w:r>
      <w:r>
        <w:rPr>
          <w:rtl/>
        </w:rPr>
        <w:t>.</w:t>
      </w:r>
    </w:p>
    <w:p w:rsidR="00A679DB" w:rsidRDefault="00A679DB" w:rsidP="00D1627E">
      <w:pPr>
        <w:pStyle w:val="libNormal"/>
        <w:rPr>
          <w:rtl/>
        </w:rPr>
      </w:pPr>
      <w:r>
        <w:rPr>
          <w:rtl/>
        </w:rPr>
        <w:t xml:space="preserve">حديث : ١ حدثنى محمد بن الحسن رضى الله عنه قال حدثنى محمد بن الحسن الصفار عن محمد بن الحسين عن محمد بن اسماعيل عن صالح بن عقبه عن ابى هارون المكفوف عن ابى عبدالله </w:t>
      </w:r>
      <w:r w:rsidRPr="00D1627E">
        <w:rPr>
          <w:rStyle w:val="libAlaemChar"/>
          <w:rtl/>
        </w:rPr>
        <w:t>عليه‌السلام</w:t>
      </w:r>
      <w:r>
        <w:rPr>
          <w:rtl/>
        </w:rPr>
        <w:t xml:space="preserve"> انه قال لابى هارون المكفوف يا ابا هارون ان نامر صبياننا بتسبيح الزهرا</w:t>
      </w:r>
      <w:r w:rsidR="00D1627E" w:rsidRPr="00ED74AF">
        <w:rPr>
          <w:rFonts w:eastAsiaTheme="minorHAnsi"/>
          <w:rtl/>
        </w:rPr>
        <w:t xml:space="preserve"> </w:t>
      </w:r>
      <w:r w:rsidR="00D1627E" w:rsidRPr="00D1627E">
        <w:rPr>
          <w:rStyle w:val="libAlaemChar"/>
          <w:rFonts w:eastAsiaTheme="minorHAnsi"/>
          <w:rtl/>
        </w:rPr>
        <w:t>عليها‌السلام</w:t>
      </w:r>
      <w:r>
        <w:rPr>
          <w:rtl/>
        </w:rPr>
        <w:t xml:space="preserve"> كما نا مرهم بالصلاه فالزمه فانه لم يلزمه عبد فيشقى .</w:t>
      </w:r>
    </w:p>
    <w:p w:rsidR="00A679DB" w:rsidRDefault="00A679DB" w:rsidP="00A679DB">
      <w:pPr>
        <w:pStyle w:val="libNormal"/>
        <w:rPr>
          <w:rtl/>
        </w:rPr>
      </w:pPr>
      <w:r>
        <w:rPr>
          <w:rtl/>
        </w:rPr>
        <w:t>ترجمه :</w:t>
      </w:r>
    </w:p>
    <w:p w:rsidR="00A679DB" w:rsidRDefault="00A679DB" w:rsidP="00D1627E">
      <w:pPr>
        <w:pStyle w:val="libNormal"/>
        <w:rPr>
          <w:rtl/>
        </w:rPr>
      </w:pPr>
      <w:r>
        <w:rPr>
          <w:rtl/>
        </w:rPr>
        <w:t xml:space="preserve">١. ابى هارون مكفوف مى گويد: امام صادق </w:t>
      </w:r>
      <w:r w:rsidRPr="00D1627E">
        <w:rPr>
          <w:rStyle w:val="libAlaemChar"/>
          <w:rtl/>
        </w:rPr>
        <w:t>عليه‌السلام</w:t>
      </w:r>
      <w:r>
        <w:rPr>
          <w:rtl/>
        </w:rPr>
        <w:t xml:space="preserve"> به من فرمودند: اى اباهارون ! ما همانگونه كه به كودكانمان دستور مى دهيم نماز بخوانند، به آنان دستور مى دهيم تسبيح حضرت زهرا </w:t>
      </w:r>
      <w:r w:rsidR="00D1627E" w:rsidRPr="00D1627E">
        <w:rPr>
          <w:rStyle w:val="libAlaemChar"/>
          <w:rFonts w:eastAsiaTheme="minorHAnsi"/>
          <w:rtl/>
        </w:rPr>
        <w:t>عليها‌السلام</w:t>
      </w:r>
      <w:r w:rsidR="00D1627E">
        <w:rPr>
          <w:rtl/>
        </w:rPr>
        <w:t xml:space="preserve"> </w:t>
      </w:r>
      <w:r>
        <w:rPr>
          <w:rtl/>
        </w:rPr>
        <w:t>را بگويند: تو نيز هميشه اين تسبيح را بگو. زيرا همانا هر بنده اى كه اين تسبيح راگفته . بدبخت نشده است .</w:t>
      </w:r>
    </w:p>
    <w:p w:rsidR="00A679DB" w:rsidRDefault="00A679DB" w:rsidP="00D1627E">
      <w:pPr>
        <w:pStyle w:val="libNormal"/>
        <w:rPr>
          <w:rtl/>
        </w:rPr>
      </w:pPr>
      <w:r>
        <w:rPr>
          <w:rtl/>
        </w:rPr>
        <w:t xml:space="preserve">حديث : ٢ ابى رحمه الله قال حدثنى محمد بن يحيى عن محمد بن احمد عن ابى محمد جعفر بن احمد بن سعيد البجلى ابن اخى صفوان بن يحيى عن على بن اسباط عن سيف بن عميره عن ابى الصباح بن نعيم العبدى عن محمد بن مسلم قال قال ابو جعفر </w:t>
      </w:r>
      <w:r w:rsidRPr="00D1627E">
        <w:rPr>
          <w:rStyle w:val="libAlaemChar"/>
          <w:rtl/>
        </w:rPr>
        <w:t>عليه‌السلام</w:t>
      </w:r>
      <w:r>
        <w:rPr>
          <w:rtl/>
        </w:rPr>
        <w:t xml:space="preserve"> من سبح تسبيح الزهرا </w:t>
      </w:r>
      <w:r w:rsidR="00D1627E" w:rsidRPr="00D1627E">
        <w:rPr>
          <w:rStyle w:val="libAlaemChar"/>
          <w:rFonts w:eastAsiaTheme="minorHAnsi"/>
          <w:rtl/>
        </w:rPr>
        <w:t>عليها‌السلام</w:t>
      </w:r>
      <w:r w:rsidR="00D1627E">
        <w:rPr>
          <w:rtl/>
        </w:rPr>
        <w:t xml:space="preserve"> </w:t>
      </w:r>
      <w:r>
        <w:rPr>
          <w:rtl/>
        </w:rPr>
        <w:t>ثم استغفر غفر له و هى مائه باللسان و الف فى الميزان و تطرد الشيطان و ترضى الرحمن .</w:t>
      </w:r>
    </w:p>
    <w:p w:rsidR="00A679DB" w:rsidRDefault="00A679DB" w:rsidP="00A679DB">
      <w:pPr>
        <w:pStyle w:val="libNormal"/>
        <w:rPr>
          <w:rtl/>
        </w:rPr>
      </w:pPr>
      <w:r>
        <w:rPr>
          <w:rtl/>
        </w:rPr>
        <w:t>ترجمه :</w:t>
      </w:r>
    </w:p>
    <w:p w:rsidR="00A679DB" w:rsidRDefault="00A679DB" w:rsidP="00D1627E">
      <w:pPr>
        <w:pStyle w:val="libNormal"/>
        <w:rPr>
          <w:rtl/>
        </w:rPr>
      </w:pPr>
      <w:r>
        <w:rPr>
          <w:rtl/>
        </w:rPr>
        <w:t xml:space="preserve">٢. امام باقر </w:t>
      </w:r>
      <w:r w:rsidRPr="00D1627E">
        <w:rPr>
          <w:rStyle w:val="libAlaemChar"/>
          <w:rtl/>
        </w:rPr>
        <w:t>عليه‌السلام</w:t>
      </w:r>
      <w:r>
        <w:rPr>
          <w:rtl/>
        </w:rPr>
        <w:t xml:space="preserve"> فرمودند كسى كه با تسبيح حضرت زهرا </w:t>
      </w:r>
      <w:r w:rsidR="00D1627E" w:rsidRPr="00D1627E">
        <w:rPr>
          <w:rStyle w:val="libAlaemChar"/>
          <w:rFonts w:eastAsiaTheme="minorHAnsi"/>
          <w:rtl/>
        </w:rPr>
        <w:t>عليها‌السلام</w:t>
      </w:r>
      <w:r w:rsidR="00D1627E">
        <w:rPr>
          <w:rtl/>
        </w:rPr>
        <w:t xml:space="preserve"> </w:t>
      </w:r>
      <w:r>
        <w:rPr>
          <w:rtl/>
        </w:rPr>
        <w:t>تسبيح بگويد، آمرزيده مى شود و اين تسبيح با زبان صد تاست و در ترازوى اعمال الهى هزار تا. اين تسبيح شيطان را طرد و خداوند را راضى مى نمايد.</w:t>
      </w:r>
    </w:p>
    <w:p w:rsidR="00A679DB" w:rsidRDefault="00A679DB" w:rsidP="00D1627E">
      <w:pPr>
        <w:pStyle w:val="libNormal"/>
        <w:rPr>
          <w:rtl/>
        </w:rPr>
      </w:pPr>
      <w:r>
        <w:rPr>
          <w:rtl/>
        </w:rPr>
        <w:t xml:space="preserve">حديث : ٣ حدثنى محمد بن الحسن رضى الله عنه عن بن الحسن الصفار عن محمد بن الحسين عن محمد بن اسماعيل عن ابى خالد القماط قال سمعت ابا </w:t>
      </w:r>
      <w:r>
        <w:rPr>
          <w:rtl/>
        </w:rPr>
        <w:lastRenderedPageBreak/>
        <w:t xml:space="preserve">عبدالله </w:t>
      </w:r>
      <w:r w:rsidRPr="00D1627E">
        <w:rPr>
          <w:rStyle w:val="libAlaemChar"/>
          <w:rtl/>
        </w:rPr>
        <w:t>عليه‌السلام</w:t>
      </w:r>
      <w:r>
        <w:rPr>
          <w:rtl/>
        </w:rPr>
        <w:t xml:space="preserve"> يقول تسبيح فاطمه الزهرا </w:t>
      </w:r>
      <w:r w:rsidR="00D1627E" w:rsidRPr="00D1627E">
        <w:rPr>
          <w:rStyle w:val="libAlaemChar"/>
          <w:rFonts w:eastAsiaTheme="minorHAnsi"/>
          <w:rtl/>
        </w:rPr>
        <w:t>عليها‌السلام</w:t>
      </w:r>
      <w:r w:rsidR="00D1627E">
        <w:rPr>
          <w:rtl/>
        </w:rPr>
        <w:t xml:space="preserve"> </w:t>
      </w:r>
      <w:r>
        <w:rPr>
          <w:rtl/>
        </w:rPr>
        <w:t>فى كل يوم فى دبر كل صلاه احب الى من صلاه الف ركعه فى كل يوم .</w:t>
      </w:r>
    </w:p>
    <w:p w:rsidR="00A679DB" w:rsidRDefault="00A679DB" w:rsidP="00A679DB">
      <w:pPr>
        <w:pStyle w:val="libNormal"/>
        <w:rPr>
          <w:rtl/>
        </w:rPr>
      </w:pPr>
      <w:r>
        <w:rPr>
          <w:rtl/>
        </w:rPr>
        <w:t>ترجمه :</w:t>
      </w:r>
    </w:p>
    <w:p w:rsidR="00A679DB" w:rsidRDefault="00A679DB" w:rsidP="00D1627E">
      <w:pPr>
        <w:pStyle w:val="libNormal"/>
        <w:rPr>
          <w:rtl/>
        </w:rPr>
      </w:pPr>
      <w:r>
        <w:rPr>
          <w:rtl/>
        </w:rPr>
        <w:t xml:space="preserve">٣. راوى مى گويد: شنيدم كه امام صادق </w:t>
      </w:r>
      <w:r w:rsidRPr="00D1627E">
        <w:rPr>
          <w:rStyle w:val="libAlaemChar"/>
          <w:rtl/>
        </w:rPr>
        <w:t>عليه‌السلام</w:t>
      </w:r>
      <w:r>
        <w:rPr>
          <w:rtl/>
        </w:rPr>
        <w:t xml:space="preserve"> فرمودند: تسبيح فاطمه زهرا </w:t>
      </w:r>
      <w:r w:rsidR="00D1627E" w:rsidRPr="00D1627E">
        <w:rPr>
          <w:rStyle w:val="libAlaemChar"/>
          <w:rFonts w:eastAsiaTheme="minorHAnsi"/>
          <w:rtl/>
        </w:rPr>
        <w:t>عليها‌السلام</w:t>
      </w:r>
      <w:r w:rsidR="00D1627E">
        <w:rPr>
          <w:rtl/>
        </w:rPr>
        <w:t xml:space="preserve"> </w:t>
      </w:r>
      <w:r>
        <w:rPr>
          <w:rtl/>
        </w:rPr>
        <w:t>را پس از هر نماز بيش از هزار ركعت نماز در هر روز دوست دارم .</w:t>
      </w:r>
    </w:p>
    <w:p w:rsidR="00A679DB" w:rsidRDefault="00A679DB" w:rsidP="00D1627E">
      <w:pPr>
        <w:pStyle w:val="libNormal"/>
        <w:rPr>
          <w:rtl/>
        </w:rPr>
      </w:pPr>
      <w:r>
        <w:rPr>
          <w:rtl/>
        </w:rPr>
        <w:t xml:space="preserve">حديث : ٤ حدثنى محمد بن الحسن رضى الله عنه قال حدثنى الحسين بن الحسن بن ابان عن الحسين بن سعيد عن فضاله عن ابن ابى نجران عن عبدالله بن سنان قال قال ابو عبدالله </w:t>
      </w:r>
      <w:r w:rsidRPr="00D1627E">
        <w:rPr>
          <w:rStyle w:val="libAlaemChar"/>
          <w:rtl/>
        </w:rPr>
        <w:t>عليه‌السلام</w:t>
      </w:r>
      <w:r>
        <w:rPr>
          <w:rtl/>
        </w:rPr>
        <w:t xml:space="preserve"> من سبح تسبيح فاطمه </w:t>
      </w:r>
      <w:r w:rsidR="00D1627E" w:rsidRPr="00D1627E">
        <w:rPr>
          <w:rStyle w:val="libAlaemChar"/>
          <w:rFonts w:eastAsiaTheme="minorHAnsi"/>
          <w:rtl/>
        </w:rPr>
        <w:t>عليها‌السلام</w:t>
      </w:r>
      <w:r w:rsidR="00D1627E">
        <w:rPr>
          <w:rtl/>
        </w:rPr>
        <w:t xml:space="preserve"> </w:t>
      </w:r>
      <w:r>
        <w:rPr>
          <w:rtl/>
        </w:rPr>
        <w:t>قبل ان يثنى رجليه من صلاه الفريضه غفر الله له و يبدا بالتكبير.</w:t>
      </w:r>
    </w:p>
    <w:p w:rsidR="00A679DB" w:rsidRDefault="00A679DB" w:rsidP="00A679DB">
      <w:pPr>
        <w:pStyle w:val="libNormal"/>
        <w:rPr>
          <w:rtl/>
        </w:rPr>
      </w:pPr>
      <w:r>
        <w:rPr>
          <w:rtl/>
        </w:rPr>
        <w:t>ترجمه :</w:t>
      </w:r>
    </w:p>
    <w:p w:rsidR="00A679DB" w:rsidRDefault="00A679DB" w:rsidP="00D1627E">
      <w:pPr>
        <w:pStyle w:val="libNormal"/>
        <w:rPr>
          <w:rtl/>
        </w:rPr>
      </w:pPr>
      <w:r>
        <w:rPr>
          <w:rtl/>
        </w:rPr>
        <w:t xml:space="preserve">٤. امام صادق </w:t>
      </w:r>
      <w:r w:rsidRPr="00D1627E">
        <w:rPr>
          <w:rStyle w:val="libAlaemChar"/>
          <w:rtl/>
        </w:rPr>
        <w:t>عليه‌السلام</w:t>
      </w:r>
      <w:r>
        <w:rPr>
          <w:rtl/>
        </w:rPr>
        <w:t xml:space="preserve"> فرمودند: كسى كه پس از هر نماز واجب پيش از آن كه برخيزد با تسبيح حضرت فاطمه </w:t>
      </w:r>
      <w:r w:rsidR="00D1627E" w:rsidRPr="00D1627E">
        <w:rPr>
          <w:rStyle w:val="libAlaemChar"/>
          <w:rFonts w:eastAsiaTheme="minorHAnsi"/>
          <w:rtl/>
        </w:rPr>
        <w:t>عليها‌السلام</w:t>
      </w:r>
      <w:r w:rsidR="00D1627E">
        <w:rPr>
          <w:rtl/>
        </w:rPr>
        <w:t xml:space="preserve"> </w:t>
      </w:r>
      <w:r>
        <w:rPr>
          <w:rtl/>
        </w:rPr>
        <w:t xml:space="preserve">تسبيح بگويد: خداوند او رامى آمرزد ، و بايد اين تسبيح را با «الله اكبر» </w:t>
      </w:r>
      <w:r w:rsidRPr="00D1627E">
        <w:rPr>
          <w:rStyle w:val="libFootnotenumChar"/>
          <w:rtl/>
        </w:rPr>
        <w:t>(٩٨)</w:t>
      </w:r>
      <w:r>
        <w:rPr>
          <w:rtl/>
        </w:rPr>
        <w:t xml:space="preserve"> شروع كند.</w:t>
      </w:r>
    </w:p>
    <w:p w:rsidR="00A679DB" w:rsidRDefault="00A679DB" w:rsidP="00A679DB">
      <w:pPr>
        <w:pStyle w:val="libNormal"/>
        <w:rPr>
          <w:rtl/>
        </w:rPr>
      </w:pPr>
    </w:p>
    <w:p w:rsidR="00A679DB" w:rsidRDefault="00A679DB" w:rsidP="00A679DB">
      <w:pPr>
        <w:pStyle w:val="libNormal"/>
        <w:rPr>
          <w:rtl/>
        </w:rPr>
      </w:pPr>
      <w:r>
        <w:rPr>
          <w:rtl/>
        </w:rPr>
        <w:t>ثواب السكوت</w:t>
      </w:r>
    </w:p>
    <w:p w:rsidR="00A679DB" w:rsidRDefault="00A679DB" w:rsidP="00A679DB">
      <w:pPr>
        <w:pStyle w:val="libNormal"/>
        <w:rPr>
          <w:rtl/>
        </w:rPr>
      </w:pPr>
    </w:p>
    <w:p w:rsidR="00A679DB" w:rsidRDefault="00D1627E" w:rsidP="00D1627E">
      <w:pPr>
        <w:pStyle w:val="Heading2"/>
        <w:rPr>
          <w:rtl/>
        </w:rPr>
      </w:pPr>
      <w:r>
        <w:rPr>
          <w:rtl/>
        </w:rPr>
        <w:br w:type="page"/>
      </w:r>
      <w:bookmarkStart w:id="329" w:name="_Toc449617386"/>
      <w:r w:rsidR="00A679DB">
        <w:rPr>
          <w:rtl/>
        </w:rPr>
        <w:lastRenderedPageBreak/>
        <w:t>ثواب سكوت</w:t>
      </w:r>
      <w:bookmarkEnd w:id="329"/>
    </w:p>
    <w:p w:rsidR="00A679DB" w:rsidRDefault="00A679DB" w:rsidP="00A679DB">
      <w:pPr>
        <w:pStyle w:val="libNormal"/>
        <w:rPr>
          <w:rtl/>
        </w:rPr>
      </w:pPr>
      <w:r>
        <w:rPr>
          <w:rtl/>
        </w:rPr>
        <w:t xml:space="preserve">حديث : ١ ابى رحمه الله قال حدثنى احمد بن ادريس عن محمد بن احمد عن موسى بن عمر عن على بن الحسن بن رباط عن بعض رجاله عن ابى عبدالله </w:t>
      </w:r>
      <w:r w:rsidRPr="00D1627E">
        <w:rPr>
          <w:rStyle w:val="libAlaemChar"/>
          <w:rtl/>
        </w:rPr>
        <w:t>عليه‌السلام</w:t>
      </w:r>
      <w:r>
        <w:rPr>
          <w:rtl/>
        </w:rPr>
        <w:t xml:space="preserve"> قال لا يزال العبد المومن يكتب محسنا مادام ساكتا فاذا تكلم كتب محسنا او مسيئا.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D1627E">
        <w:rPr>
          <w:rStyle w:val="libAlaemChar"/>
          <w:rtl/>
        </w:rPr>
        <w:t>عليه‌السلام</w:t>
      </w:r>
      <w:r>
        <w:rPr>
          <w:rtl/>
        </w:rPr>
        <w:t xml:space="preserve"> فرمودند: بنده مؤ من تا زمانى كه ساكت است ، پيوسته از نيكوكاران نوشته مى شود و هنگامى كه سخن گفت يا از نيكوكاران يا از بدكاران نوشته مى شود.</w:t>
      </w:r>
    </w:p>
    <w:p w:rsidR="00A679DB" w:rsidRDefault="00A679DB" w:rsidP="00A679DB">
      <w:pPr>
        <w:pStyle w:val="libNormal"/>
        <w:rPr>
          <w:rtl/>
        </w:rPr>
      </w:pPr>
    </w:p>
    <w:p w:rsidR="00A679DB" w:rsidRDefault="00A679DB" w:rsidP="00A679DB">
      <w:pPr>
        <w:pStyle w:val="libNormal"/>
        <w:rPr>
          <w:rtl/>
        </w:rPr>
      </w:pPr>
      <w:r>
        <w:rPr>
          <w:rtl/>
        </w:rPr>
        <w:t>ثواب الاستغفار.</w:t>
      </w:r>
    </w:p>
    <w:p w:rsidR="00A679DB" w:rsidRDefault="00D1627E" w:rsidP="00A679DB">
      <w:pPr>
        <w:pStyle w:val="libNormal"/>
        <w:rPr>
          <w:rtl/>
        </w:rPr>
      </w:pPr>
      <w:r>
        <w:rPr>
          <w:rtl/>
        </w:rPr>
        <w:br w:type="page"/>
      </w:r>
    </w:p>
    <w:p w:rsidR="00A679DB" w:rsidRDefault="00A679DB" w:rsidP="00D1627E">
      <w:pPr>
        <w:pStyle w:val="Heading2"/>
        <w:rPr>
          <w:rtl/>
        </w:rPr>
      </w:pPr>
      <w:bookmarkStart w:id="330" w:name="_Toc449617387"/>
      <w:r>
        <w:rPr>
          <w:rtl/>
        </w:rPr>
        <w:t>ثواب استغفار</w:t>
      </w:r>
      <w:bookmarkEnd w:id="330"/>
    </w:p>
    <w:p w:rsidR="00A679DB" w:rsidRDefault="00A679DB" w:rsidP="00D1627E">
      <w:pPr>
        <w:pStyle w:val="libNormal"/>
        <w:rPr>
          <w:rtl/>
        </w:rPr>
      </w:pPr>
      <w:r>
        <w:rPr>
          <w:rtl/>
        </w:rPr>
        <w:t xml:space="preserve">حديث : ١ حدثنى محمد بن الحسن رضى الله عنه قال حدثنى محمد بن الحسن الصفار عن العباس بن معروف عن النوفلى عن السكونى عن ابى عبدالله عن ابيه عن ابائه </w:t>
      </w:r>
      <w:r w:rsidR="00D1627E" w:rsidRPr="00D1627E">
        <w:rPr>
          <w:rStyle w:val="libAlaemChar"/>
          <w:rFonts w:eastAsiaTheme="minorHAnsi"/>
          <w:rtl/>
        </w:rPr>
        <w:t>عليها‌السلام</w:t>
      </w:r>
      <w:r w:rsidR="00D1627E">
        <w:rPr>
          <w:rtl/>
        </w:rPr>
        <w:t xml:space="preserve"> </w:t>
      </w:r>
      <w:r>
        <w:rPr>
          <w:rtl/>
        </w:rPr>
        <w:t xml:space="preserve">قال قال رسول الله </w:t>
      </w:r>
      <w:r w:rsidR="00E60DFB" w:rsidRPr="00D1627E">
        <w:rPr>
          <w:rStyle w:val="libAlaemChar"/>
          <w:rtl/>
        </w:rPr>
        <w:t>صلى‌الله‌عليه‌وآله</w:t>
      </w:r>
      <w:r w:rsidR="00E60DFB">
        <w:rPr>
          <w:rtl/>
        </w:rPr>
        <w:t xml:space="preserve"> </w:t>
      </w:r>
      <w:r>
        <w:rPr>
          <w:rtl/>
        </w:rPr>
        <w:t>لكل داء دواء و دواء الذنوب الاستغفار.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D1627E">
        <w:rPr>
          <w:rStyle w:val="libAlaemChar"/>
          <w:rtl/>
        </w:rPr>
        <w:t>صلى‌الله‌عليه‌وآله</w:t>
      </w:r>
      <w:r w:rsidR="00E60DFB">
        <w:rPr>
          <w:rtl/>
        </w:rPr>
        <w:t xml:space="preserve"> </w:t>
      </w:r>
      <w:r>
        <w:rPr>
          <w:rtl/>
        </w:rPr>
        <w:t>فرمودند: هر مرضى دارويى دارد و داروى گناهان استغفار است .</w:t>
      </w:r>
    </w:p>
    <w:p w:rsidR="00A679DB" w:rsidRDefault="00A679DB" w:rsidP="00A679DB">
      <w:pPr>
        <w:pStyle w:val="libNormal"/>
        <w:rPr>
          <w:rtl/>
        </w:rPr>
      </w:pPr>
      <w:r>
        <w:rPr>
          <w:rtl/>
        </w:rPr>
        <w:t xml:space="preserve">حديث : ٢ ابى رحمه الله قال حدثنى سعد بن عبدالله عن الحسن بن على عن عبيس بن هشام عن سلام الحناط عن ابى عبدالله </w:t>
      </w:r>
      <w:r w:rsidRPr="00D1627E">
        <w:rPr>
          <w:rStyle w:val="libAlaemChar"/>
          <w:rtl/>
        </w:rPr>
        <w:t>عليه‌السلام</w:t>
      </w:r>
      <w:r>
        <w:rPr>
          <w:rtl/>
        </w:rPr>
        <w:t xml:space="preserve"> قال قال من استغفرالله مائه مره حين ينامبات و قد تحات الذنوب كلها عنه كما يتحات الورق من الشجر و يصبح و ليس عليه ذنب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D1627E">
        <w:rPr>
          <w:rStyle w:val="libAlaemChar"/>
          <w:rtl/>
        </w:rPr>
        <w:t>عليه‌السلام</w:t>
      </w:r>
      <w:r>
        <w:rPr>
          <w:rtl/>
        </w:rPr>
        <w:t xml:space="preserve"> فرمودند: كسى كه هنگام خواب صد بار از خدا طلب آمرزش نمايد، در حالى شب را به پايان مى برد. كه همه گناهانش ‍ مى ريزند، همانگونه كه برگهاى درخت مى ريزند، و در حالى وارد صبح مى شود كه هيچ گناهى ندارد.</w:t>
      </w:r>
    </w:p>
    <w:p w:rsidR="00A679DB" w:rsidRDefault="00A679DB" w:rsidP="00A679DB">
      <w:pPr>
        <w:pStyle w:val="libNormal"/>
        <w:rPr>
          <w:rtl/>
        </w:rPr>
      </w:pPr>
      <w:r>
        <w:rPr>
          <w:rtl/>
        </w:rPr>
        <w:t xml:space="preserve">حديث : ٣ حدثنى محمد بن على ماجيلويه رضى الله عنه قال حدثنى محمد بن يحيى عن محمد بن احمد عن موسى بن جعفر عن الحسن بن على بن بقاح عن صالح بن عقبه عن عبدالله بن محمد الجعفى عن ابى جعفر </w:t>
      </w:r>
      <w:r w:rsidRPr="00D1627E">
        <w:rPr>
          <w:rStyle w:val="libAlaemChar"/>
          <w:rtl/>
        </w:rPr>
        <w:t>عليه‌السلام</w:t>
      </w:r>
      <w:r>
        <w:rPr>
          <w:rtl/>
        </w:rPr>
        <w:t xml:space="preserve"> قال سمعته يقول كان رسول الله </w:t>
      </w:r>
      <w:r w:rsidR="00E60DFB" w:rsidRPr="00D1627E">
        <w:rPr>
          <w:rStyle w:val="libAlaemChar"/>
          <w:rtl/>
        </w:rPr>
        <w:t>صلى‌الله‌عليه‌وآله</w:t>
      </w:r>
      <w:r w:rsidR="00E60DFB">
        <w:rPr>
          <w:rtl/>
        </w:rPr>
        <w:t xml:space="preserve"> </w:t>
      </w:r>
      <w:r>
        <w:rPr>
          <w:rtl/>
        </w:rPr>
        <w:t xml:space="preserve">يقول مقامى فيكم و الاستغفار لكم حصن حصين من </w:t>
      </w:r>
      <w:r>
        <w:rPr>
          <w:rtl/>
        </w:rPr>
        <w:lastRenderedPageBreak/>
        <w:t>العذاب فمضى اكبر الحصنين و بقى الاستغفار فاكثروا منه فانه ممحاه للذنوب قال الله عزوجل «و ما كان الله ليعذبهم و انت فيهم و ما كان الله معذبهم و هم يستغفرون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راوى مى گويد شنيدم كه امام باقر </w:t>
      </w:r>
      <w:r w:rsidRPr="00D1627E">
        <w:rPr>
          <w:rStyle w:val="libAlaemChar"/>
          <w:rtl/>
        </w:rPr>
        <w:t>عليه‌السلام</w:t>
      </w:r>
      <w:r>
        <w:rPr>
          <w:rtl/>
        </w:rPr>
        <w:t xml:space="preserve"> فرمود: رسول خدا </w:t>
      </w:r>
      <w:r w:rsidR="00E60DFB" w:rsidRPr="00D1627E">
        <w:rPr>
          <w:rStyle w:val="libAlaemChar"/>
          <w:rtl/>
        </w:rPr>
        <w:t>صلى‌الله‌عليه‌وآله</w:t>
      </w:r>
      <w:r w:rsidR="00E60DFB">
        <w:rPr>
          <w:rtl/>
        </w:rPr>
        <w:t xml:space="preserve"> </w:t>
      </w:r>
      <w:r>
        <w:rPr>
          <w:rtl/>
        </w:rPr>
        <w:t xml:space="preserve">مى فرمودند: «بودن من در ميان شما و استغفار پناهگاه محكمى از عذاب است». اكنون پناهگاه بزرگتر از ميان ما رفته و استغفار باقى مانده است . پس زياد استغفار كنيد زيرا گناهان را از بين مى برد خداى عزوجل مى فرمايد: «در حالى كه تو در ميان آنها هستى خداوند آنها را عذاب نمى كند و نيز در حالى كه استغفار مى كنند خداوند آنان را عذاب نمى كند.» </w:t>
      </w:r>
      <w:r w:rsidRPr="00D1627E">
        <w:rPr>
          <w:rStyle w:val="libFootnotenumChar"/>
          <w:rtl/>
        </w:rPr>
        <w:t>(٩٩)</w:t>
      </w:r>
    </w:p>
    <w:p w:rsidR="00A679DB" w:rsidRDefault="00A679DB" w:rsidP="00A679DB">
      <w:pPr>
        <w:pStyle w:val="libNormal"/>
        <w:rPr>
          <w:rtl/>
        </w:rPr>
      </w:pPr>
      <w:r>
        <w:rPr>
          <w:rtl/>
        </w:rPr>
        <w:t>حديث : ٤ ابى رحمه الله قال حدثنى سعد بن عبدالله عن الهيثم بن ابى مسروق النهدى عن اسماعيل بن سهل قال كتبت الى ابى جعفر الثانى عليه‌السلام علمنى شيئا اذا انا قلته كنت معكم فى الدنيا و الاخره قال فكتب بخطه اعرفه اكثر من تلاوه انا انزلناه و رطب شفتيك بالاستغفار.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راوى مى گويد در نامه به امام باقر </w:t>
      </w:r>
      <w:r w:rsidRPr="00D1627E">
        <w:rPr>
          <w:rStyle w:val="libAlaemChar"/>
          <w:rtl/>
        </w:rPr>
        <w:t>عليه‌السلام</w:t>
      </w:r>
      <w:r>
        <w:rPr>
          <w:rtl/>
        </w:rPr>
        <w:t xml:space="preserve"> نوشتم : چيزى به من بياموز كه با گفتن آن در دنيا و آخرت با شما باشم . حضرت </w:t>
      </w:r>
      <w:r w:rsidRPr="00D1627E">
        <w:rPr>
          <w:rStyle w:val="libAlaemChar"/>
          <w:rtl/>
        </w:rPr>
        <w:t>عليه‌السلام</w:t>
      </w:r>
      <w:r>
        <w:rPr>
          <w:rtl/>
        </w:rPr>
        <w:t xml:space="preserve"> درجواب نامه كه با خط خودشان بود و من خط او را مى شناختم ، برايم نوشتند: سوره «انا انزلناه» را زياد تلاوت كن و لبانت را با استغفار تر كن .</w:t>
      </w:r>
    </w:p>
    <w:p w:rsidR="00A679DB" w:rsidRDefault="00A679DB" w:rsidP="00A03898">
      <w:pPr>
        <w:pStyle w:val="libNormal"/>
        <w:rPr>
          <w:rtl/>
        </w:rPr>
      </w:pPr>
      <w:r>
        <w:rPr>
          <w:rtl/>
        </w:rPr>
        <w:t xml:space="preserve">حديث : ٥ ابى رحمه الله عن عبدالله بن جعفر عن هارون بن مسلم عن مسعده بن صدقه عن جعفر الصادق عن ابيه عن آبائه </w:t>
      </w:r>
      <w:r w:rsidR="00A03898" w:rsidRPr="00A03898">
        <w:rPr>
          <w:rStyle w:val="libAlaemChar"/>
          <w:rFonts w:eastAsiaTheme="minorHAnsi"/>
          <w:rtl/>
        </w:rPr>
        <w:t>عليها‌السلام</w:t>
      </w:r>
      <w:r w:rsidR="00A03898">
        <w:rPr>
          <w:rtl/>
        </w:rPr>
        <w:t xml:space="preserve"> </w:t>
      </w:r>
      <w:r>
        <w:rPr>
          <w:rtl/>
        </w:rPr>
        <w:t xml:space="preserve">قال قال رسول الله </w:t>
      </w:r>
      <w:r w:rsidR="00E60DFB" w:rsidRPr="00A03898">
        <w:rPr>
          <w:rStyle w:val="libAlaemChar"/>
          <w:rtl/>
        </w:rPr>
        <w:t>صلى‌الله‌عليه‌وآله</w:t>
      </w:r>
      <w:r w:rsidR="00E60DFB">
        <w:rPr>
          <w:rtl/>
        </w:rPr>
        <w:t xml:space="preserve"> </w:t>
      </w:r>
      <w:r>
        <w:rPr>
          <w:rtl/>
        </w:rPr>
        <w:t>طوبى لمن وجد فى صحيفه عمله يوم القيامه تحت كل ذنب استغفر الله .</w:t>
      </w:r>
    </w:p>
    <w:p w:rsidR="00A679DB" w:rsidRDefault="00A679DB" w:rsidP="00A679DB">
      <w:pPr>
        <w:pStyle w:val="libNormal"/>
        <w:rPr>
          <w:rtl/>
        </w:rPr>
      </w:pPr>
      <w:r>
        <w:rPr>
          <w:rtl/>
        </w:rPr>
        <w:lastRenderedPageBreak/>
        <w:t>ترجمه :</w:t>
      </w:r>
    </w:p>
    <w:p w:rsidR="00A679DB" w:rsidRDefault="00A679DB" w:rsidP="00A03898">
      <w:pPr>
        <w:pStyle w:val="libNormal"/>
        <w:rPr>
          <w:rtl/>
        </w:rPr>
      </w:pPr>
      <w:r>
        <w:rPr>
          <w:rtl/>
        </w:rPr>
        <w:t xml:space="preserve">٥. امام باقر </w:t>
      </w:r>
      <w:r w:rsidRPr="00A03898">
        <w:rPr>
          <w:rStyle w:val="libAlaemChar"/>
          <w:rtl/>
        </w:rPr>
        <w:t>عليه‌السلام</w:t>
      </w:r>
      <w:r>
        <w:rPr>
          <w:rtl/>
        </w:rPr>
        <w:t xml:space="preserve"> از پدرانش </w:t>
      </w:r>
      <w:r w:rsidR="00A03898" w:rsidRPr="00A03898">
        <w:rPr>
          <w:rStyle w:val="libAlaemChar"/>
          <w:rFonts w:eastAsiaTheme="minorHAnsi"/>
          <w:rtl/>
        </w:rPr>
        <w:t>عليها‌السلام</w:t>
      </w:r>
      <w:r w:rsidR="00A03898">
        <w:rPr>
          <w:rtl/>
        </w:rPr>
        <w:t xml:space="preserve"> </w:t>
      </w:r>
      <w:r>
        <w:rPr>
          <w:rtl/>
        </w:rPr>
        <w:t xml:space="preserve">نقل مى نمايد كه رسول خدا </w:t>
      </w:r>
      <w:r w:rsidR="00E60DFB" w:rsidRPr="00A03898">
        <w:rPr>
          <w:rStyle w:val="libAlaemChar"/>
          <w:rtl/>
        </w:rPr>
        <w:t>صلى‌الله‌عليه‌وآله</w:t>
      </w:r>
      <w:r w:rsidR="00E60DFB">
        <w:rPr>
          <w:rtl/>
        </w:rPr>
        <w:t xml:space="preserve"> </w:t>
      </w:r>
      <w:r>
        <w:rPr>
          <w:rtl/>
        </w:rPr>
        <w:t xml:space="preserve">فرمودند: خوشا به حال كسى كه در روز قيامت در نامه عملش زير هر گناهى «استغفرالله» </w:t>
      </w:r>
      <w:r w:rsidRPr="00A03898">
        <w:rPr>
          <w:rStyle w:val="libFootnotenumChar"/>
          <w:rtl/>
        </w:rPr>
        <w:t>(١٠٠)</w:t>
      </w:r>
      <w:r>
        <w:rPr>
          <w:rtl/>
        </w:rPr>
        <w:t xml:space="preserve"> باشد.</w:t>
      </w:r>
    </w:p>
    <w:p w:rsidR="00A679DB" w:rsidRDefault="00A679DB" w:rsidP="00A679DB">
      <w:pPr>
        <w:pStyle w:val="libNormal"/>
        <w:rPr>
          <w:rtl/>
        </w:rPr>
      </w:pPr>
    </w:p>
    <w:p w:rsidR="00A679DB" w:rsidRDefault="00A679DB" w:rsidP="00A679DB">
      <w:pPr>
        <w:pStyle w:val="libNormal"/>
        <w:rPr>
          <w:rtl/>
        </w:rPr>
      </w:pPr>
      <w:r>
        <w:rPr>
          <w:rtl/>
        </w:rPr>
        <w:t>ثواب من استغفر فى كل يوم من شعبان سبعين مره</w:t>
      </w:r>
    </w:p>
    <w:p w:rsidR="00A679DB" w:rsidRDefault="00A03898" w:rsidP="00A679DB">
      <w:pPr>
        <w:pStyle w:val="libNormal"/>
        <w:rPr>
          <w:rtl/>
        </w:rPr>
      </w:pPr>
      <w:r>
        <w:rPr>
          <w:rtl/>
        </w:rPr>
        <w:br w:type="page"/>
      </w:r>
    </w:p>
    <w:p w:rsidR="00A679DB" w:rsidRDefault="00A679DB" w:rsidP="00A679DB">
      <w:pPr>
        <w:pStyle w:val="libNormal"/>
        <w:rPr>
          <w:rtl/>
        </w:rPr>
      </w:pPr>
      <w:bookmarkStart w:id="331" w:name="_Toc449617388"/>
      <w:r w:rsidRPr="00A03898">
        <w:rPr>
          <w:rStyle w:val="Heading2Char"/>
          <w:rtl/>
        </w:rPr>
        <w:t>ثواب هفتاد بار استغفار در هر روز از شعبان</w:t>
      </w:r>
      <w:bookmarkEnd w:id="331"/>
      <w:r>
        <w:rPr>
          <w:rtl/>
        </w:rPr>
        <w:t xml:space="preserve"> .</w:t>
      </w:r>
    </w:p>
    <w:p w:rsidR="00A679DB" w:rsidRDefault="00A679DB" w:rsidP="00A679DB">
      <w:pPr>
        <w:pStyle w:val="libNormal"/>
        <w:rPr>
          <w:rtl/>
        </w:rPr>
      </w:pPr>
      <w:r>
        <w:rPr>
          <w:rtl/>
        </w:rPr>
        <w:t>حديث : ١ ابى رحمه الله قال حدثنى سعد بن عبدالله قال حدثنى موسى بن جعفر البغدادى عن محمد بن جمهور عن عبدالله بن عبدالرحمن عن محمد بن ابى حمزه عن ابى عبدالله عليه‌السلام قال من قال فى كل يوم منم شعبان سبعين مره استغفرالله الذى لا اله الا له وحده وحده وحده هو الرحمن الرحيم الحى القيوم و اتوب اليه كتب فى الافق المبين قال قلت و ما الافق المبين قال قاع بين يدى العرش فيه انهار تطرد فيه من القدحان عدد النجوم .</w:t>
      </w:r>
    </w:p>
    <w:p w:rsidR="00A679DB" w:rsidRDefault="00A679DB" w:rsidP="00A679DB">
      <w:pPr>
        <w:pStyle w:val="libNormal"/>
        <w:rPr>
          <w:rtl/>
        </w:rPr>
      </w:pPr>
      <w:r>
        <w:rPr>
          <w:rtl/>
        </w:rPr>
        <w:t>ترجمه :</w:t>
      </w:r>
    </w:p>
    <w:p w:rsidR="00A679DB" w:rsidRDefault="00A679DB" w:rsidP="00A03898">
      <w:pPr>
        <w:pStyle w:val="libNormal"/>
        <w:rPr>
          <w:rtl/>
        </w:rPr>
      </w:pPr>
      <w:r>
        <w:rPr>
          <w:rtl/>
        </w:rPr>
        <w:t xml:space="preserve">١. كسى كه در هر روز شعبان هفتاد بار بگويد: «استغفرالله الذى لا اله الا هو الرحمن الرحيم الحى القيوم و اتوب اليه .» </w:t>
      </w:r>
      <w:r w:rsidRPr="00A03898">
        <w:rPr>
          <w:rStyle w:val="libFootnotenumChar"/>
          <w:rtl/>
        </w:rPr>
        <w:t>(١٠١)،</w:t>
      </w:r>
      <w:r>
        <w:rPr>
          <w:rtl/>
        </w:rPr>
        <w:t xml:space="preserve"> در «افق مبين» نوشته مى شود. عرض كردم «افق مبين» چيست ؟ فرمودند: دشتى است در برابر عرش با رودهاى جارى كه ثوابهاى بزرگ و عالى در </w:t>
      </w:r>
      <w:r w:rsidR="00A03898">
        <w:rPr>
          <w:rFonts w:hint="cs"/>
          <w:rtl/>
        </w:rPr>
        <w:t>آ</w:t>
      </w:r>
      <w:r>
        <w:rPr>
          <w:rtl/>
        </w:rPr>
        <w:t>ن نهفته است .</w:t>
      </w:r>
    </w:p>
    <w:p w:rsidR="00A679DB" w:rsidRDefault="00A679DB" w:rsidP="00A679DB">
      <w:pPr>
        <w:pStyle w:val="libNormal"/>
        <w:rPr>
          <w:rtl/>
        </w:rPr>
      </w:pPr>
    </w:p>
    <w:p w:rsidR="00A679DB" w:rsidRDefault="00A679DB" w:rsidP="00A679DB">
      <w:pPr>
        <w:pStyle w:val="libNormal"/>
        <w:rPr>
          <w:rtl/>
        </w:rPr>
      </w:pPr>
      <w:r>
        <w:rPr>
          <w:rtl/>
        </w:rPr>
        <w:t>ثواب من استغفر سبعين مره بعد صلاه الفجر</w:t>
      </w:r>
    </w:p>
    <w:p w:rsidR="00A679DB" w:rsidRDefault="00A03898" w:rsidP="00A679DB">
      <w:pPr>
        <w:pStyle w:val="libNormal"/>
        <w:rPr>
          <w:rtl/>
        </w:rPr>
      </w:pPr>
      <w:r>
        <w:rPr>
          <w:rtl/>
        </w:rPr>
        <w:br w:type="page"/>
      </w:r>
    </w:p>
    <w:p w:rsidR="00A679DB" w:rsidRDefault="00A679DB" w:rsidP="00A03898">
      <w:pPr>
        <w:pStyle w:val="Heading2"/>
        <w:rPr>
          <w:rtl/>
        </w:rPr>
      </w:pPr>
      <w:bookmarkStart w:id="332" w:name="_Toc449617389"/>
      <w:r>
        <w:rPr>
          <w:rtl/>
        </w:rPr>
        <w:t>ثواب هفتاد بار استغفار پس از نماز صبح</w:t>
      </w:r>
      <w:bookmarkEnd w:id="332"/>
    </w:p>
    <w:p w:rsidR="00A679DB" w:rsidRDefault="00A679DB" w:rsidP="00A679DB">
      <w:pPr>
        <w:pStyle w:val="libNormal"/>
        <w:rPr>
          <w:rtl/>
        </w:rPr>
      </w:pPr>
      <w:r>
        <w:rPr>
          <w:rtl/>
        </w:rPr>
        <w:t xml:space="preserve">حديث : ١ حدثنى محمد بن على ماجيلويه رضى الله عنه قال حدثنى بن يحى عن محمد بن احمد عن على بن السنيد عن محمد بن عمر و بن سعيد عن عمر و بن سهل عن هارون بن خارجه عن الجابر الجعفى عن ابى جعفر </w:t>
      </w:r>
      <w:r w:rsidRPr="00A03898">
        <w:rPr>
          <w:rStyle w:val="libAlaemChar"/>
          <w:rtl/>
        </w:rPr>
        <w:t>عليه‌السلام</w:t>
      </w:r>
      <w:r>
        <w:rPr>
          <w:rtl/>
        </w:rPr>
        <w:t xml:space="preserve"> قال من استغفر الله بعد صلاه الفجر سبعين مره غفر الله له و لو عمل ذلك اليوم سبعين الف ذنب و من عمل اكثر من سبعين الف ذنب فلا خير فيه .</w:t>
      </w:r>
    </w:p>
    <w:p w:rsidR="00A679DB" w:rsidRDefault="00A679DB" w:rsidP="00A679DB">
      <w:pPr>
        <w:pStyle w:val="libNormal"/>
        <w:rPr>
          <w:rtl/>
        </w:rPr>
      </w:pPr>
      <w:r>
        <w:rPr>
          <w:rtl/>
        </w:rPr>
        <w:t>ترجمه :</w:t>
      </w:r>
    </w:p>
    <w:p w:rsidR="00A679DB" w:rsidRDefault="00A679DB" w:rsidP="00A03898">
      <w:pPr>
        <w:pStyle w:val="libNormal"/>
        <w:rPr>
          <w:rtl/>
        </w:rPr>
      </w:pPr>
      <w:r>
        <w:rPr>
          <w:rtl/>
        </w:rPr>
        <w:t>١. امام باقر</w:t>
      </w:r>
      <w:r w:rsidRPr="00A03898">
        <w:rPr>
          <w:rStyle w:val="libAlaemChar"/>
          <w:rtl/>
        </w:rPr>
        <w:t xml:space="preserve"> عليه‌السلام</w:t>
      </w:r>
      <w:r>
        <w:rPr>
          <w:rtl/>
        </w:rPr>
        <w:t xml:space="preserve"> فرمودند: كسى كه پس از هر نماز صبح هفتاد بار استغفار نمايد، خداوند او را مى آمرزد ، گرچه در </w:t>
      </w:r>
      <w:r w:rsidR="00A03898">
        <w:rPr>
          <w:rFonts w:hint="cs"/>
          <w:rtl/>
        </w:rPr>
        <w:t>آ</w:t>
      </w:r>
      <w:r>
        <w:rPr>
          <w:rtl/>
        </w:rPr>
        <w:t>ن روز هفتاد گناه ازاو سر بزند. و كسى كه بيش از هزار گناه مرتكب شود، خيرى در او نيست .</w:t>
      </w:r>
    </w:p>
    <w:p w:rsidR="00A679DB" w:rsidRDefault="00A679DB" w:rsidP="00A679DB">
      <w:pPr>
        <w:pStyle w:val="libNormal"/>
        <w:rPr>
          <w:rtl/>
        </w:rPr>
      </w:pPr>
      <w:r>
        <w:rPr>
          <w:rtl/>
        </w:rPr>
        <w:t>ثواب من كان عصمه امره شهاده ان لا اله الا الله و ان</w:t>
      </w:r>
    </w:p>
    <w:p w:rsidR="00A679DB" w:rsidRDefault="00A679DB" w:rsidP="00A679DB">
      <w:pPr>
        <w:pStyle w:val="libNormal"/>
        <w:rPr>
          <w:rtl/>
        </w:rPr>
      </w:pPr>
    </w:p>
    <w:p w:rsidR="00A679DB" w:rsidRDefault="00A679DB" w:rsidP="00A679DB">
      <w:pPr>
        <w:pStyle w:val="libNormal"/>
        <w:rPr>
          <w:rtl/>
        </w:rPr>
      </w:pPr>
      <w:r>
        <w:rPr>
          <w:rtl/>
        </w:rPr>
        <w:t>ثواب من كان عصمه امره شهاده ان لا اله الا الله و ان محمدارسول الله و من قال عند المصيبه انا لله و انا اليه راجعون و من اذا اصاب خيراقال الحمدلله و من اذا اصاب خطيئه قال استغفرالله .</w:t>
      </w:r>
    </w:p>
    <w:p w:rsidR="00A679DB" w:rsidRDefault="00E478FF" w:rsidP="00A679DB">
      <w:pPr>
        <w:pStyle w:val="libNormal"/>
        <w:rPr>
          <w:rtl/>
        </w:rPr>
      </w:pPr>
      <w:r>
        <w:rPr>
          <w:rtl/>
        </w:rPr>
        <w:br w:type="page"/>
      </w:r>
    </w:p>
    <w:p w:rsidR="00A679DB" w:rsidRDefault="00A679DB" w:rsidP="00E478FF">
      <w:pPr>
        <w:pStyle w:val="Heading2"/>
        <w:rPr>
          <w:rtl/>
        </w:rPr>
      </w:pPr>
      <w:bookmarkStart w:id="333" w:name="_Toc449617390"/>
      <w:r>
        <w:rPr>
          <w:rtl/>
        </w:rPr>
        <w:t>ثواب اين كه نگهدار امر انسان شهادت به يگانگى خداوند و رسالت محمد،رسول خدا باشد، هنگام مصيبت بگويد «انا لله و انا ليه راجعون»، هنگام رسيدن خيربگويد «الحمدالله» و هنگام ارتكاب گناه بگويد «استغفرالله»</w:t>
      </w:r>
      <w:bookmarkEnd w:id="333"/>
    </w:p>
    <w:p w:rsidR="00A679DB" w:rsidRDefault="00A679DB" w:rsidP="00A679DB">
      <w:pPr>
        <w:pStyle w:val="libNormal"/>
        <w:rPr>
          <w:rtl/>
        </w:rPr>
      </w:pPr>
      <w:r>
        <w:rPr>
          <w:rtl/>
        </w:rPr>
        <w:t xml:space="preserve">حديث : ١ ابى رحمه الله قال حدثنى على بن موسى عن احمدبن محمد عن بكر بن صالح عن الحسن بن على عن عبدالله بن على عن على بن ابى اللهبى عن جعفر الصادق عن ابيه عن آبائه </w:t>
      </w:r>
      <w:r w:rsidR="00DC5255">
        <w:rPr>
          <w:rtl/>
        </w:rPr>
        <w:t xml:space="preserve">عليهم‌السلام </w:t>
      </w:r>
      <w:r>
        <w:rPr>
          <w:rtl/>
        </w:rPr>
        <w:t xml:space="preserve">قال قال رسول الله </w:t>
      </w:r>
      <w:r w:rsidR="00E60DFB">
        <w:rPr>
          <w:rtl/>
        </w:rPr>
        <w:t xml:space="preserve">صلى‌الله‌عليه‌وآله </w:t>
      </w:r>
      <w:r>
        <w:rPr>
          <w:rtl/>
        </w:rPr>
        <w:t>اربع من كن فيه كان فى نور الله الاعظم من كان عصمه امره شهاده ان لا اله الا الله و انى رسول الله و من اذا اصابته مصيبه قال انا لله و انا اليه راجعون و من اذا اصاب خيرا قال الحمدلله و من اذا اصاب خطيئه قال استغفرالله و اتوب اليه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E478FF">
        <w:rPr>
          <w:rStyle w:val="libAlaemChar"/>
          <w:rtl/>
        </w:rPr>
        <w:t>عليه‌السلام</w:t>
      </w:r>
      <w:r>
        <w:rPr>
          <w:rtl/>
        </w:rPr>
        <w:t xml:space="preserve"> از پدرانش </w:t>
      </w:r>
      <w:r w:rsidR="00DC5255">
        <w:rPr>
          <w:rtl/>
        </w:rPr>
        <w:t xml:space="preserve">عليهم‌السلام </w:t>
      </w:r>
      <w:r>
        <w:rPr>
          <w:rtl/>
        </w:rPr>
        <w:t xml:space="preserve">نقل مى نمايد كه رسول خدا </w:t>
      </w:r>
      <w:r w:rsidR="00E60DFB" w:rsidRPr="00E478FF">
        <w:rPr>
          <w:rStyle w:val="libAlaemChar"/>
          <w:rtl/>
        </w:rPr>
        <w:t>صلى‌الله‌عليه‌وآله</w:t>
      </w:r>
      <w:r w:rsidR="00E60DFB">
        <w:rPr>
          <w:rtl/>
        </w:rPr>
        <w:t xml:space="preserve"> </w:t>
      </w:r>
      <w:r>
        <w:rPr>
          <w:rtl/>
        </w:rPr>
        <w:t xml:space="preserve">فرمودند: هر كس داراى اين چهار چيز باشد، در بزرگترين نور خداوند به سر مى برد: نگهدار امرش شهادت به اين باشد كه خدايى جز خداى يگانه نيست و همانا من رسول خدايم ، به هنگام رسيدن مصيبتى بگويد «انا لله و انا اليه راجعون» </w:t>
      </w:r>
      <w:r w:rsidRPr="00E478FF">
        <w:rPr>
          <w:rStyle w:val="libFootnotenumChar"/>
          <w:rtl/>
        </w:rPr>
        <w:t>(١٠٢)،</w:t>
      </w:r>
      <w:r>
        <w:rPr>
          <w:rtl/>
        </w:rPr>
        <w:t xml:space="preserve"> هنگامى كه به خيرى برسد، بگويد «الحمدلله» </w:t>
      </w:r>
      <w:r w:rsidRPr="00E478FF">
        <w:rPr>
          <w:rStyle w:val="libFootnotenumChar"/>
          <w:rtl/>
        </w:rPr>
        <w:t>(١٠٣)</w:t>
      </w:r>
      <w:r>
        <w:rPr>
          <w:rtl/>
        </w:rPr>
        <w:t xml:space="preserve"> و هنگامى كه گناهى مرتكب شود، بگويد: «استغفرالله و اتوب اليه» </w:t>
      </w:r>
      <w:r w:rsidRPr="00E478FF">
        <w:rPr>
          <w:rStyle w:val="libFootnotenumChar"/>
          <w:rtl/>
        </w:rPr>
        <w:t>(١٠٤).</w:t>
      </w:r>
    </w:p>
    <w:p w:rsidR="00A679DB" w:rsidRDefault="00A679DB" w:rsidP="00A679DB">
      <w:pPr>
        <w:pStyle w:val="libNormal"/>
        <w:rPr>
          <w:rtl/>
        </w:rPr>
      </w:pPr>
    </w:p>
    <w:p w:rsidR="00A679DB" w:rsidRDefault="00A679DB" w:rsidP="00A679DB">
      <w:pPr>
        <w:pStyle w:val="libNormal"/>
        <w:rPr>
          <w:rtl/>
        </w:rPr>
      </w:pPr>
      <w:r>
        <w:rPr>
          <w:rtl/>
        </w:rPr>
        <w:t>اسرع الخير ثوابا</w:t>
      </w:r>
    </w:p>
    <w:p w:rsidR="00A679DB" w:rsidRDefault="00E478FF" w:rsidP="00A679DB">
      <w:pPr>
        <w:pStyle w:val="libNormal"/>
        <w:rPr>
          <w:rtl/>
        </w:rPr>
      </w:pPr>
      <w:r>
        <w:rPr>
          <w:rtl/>
        </w:rPr>
        <w:br w:type="page"/>
      </w:r>
    </w:p>
    <w:p w:rsidR="00A679DB" w:rsidRDefault="00A679DB" w:rsidP="00E478FF">
      <w:pPr>
        <w:pStyle w:val="libNormal"/>
        <w:rPr>
          <w:rtl/>
        </w:rPr>
      </w:pPr>
      <w:bookmarkStart w:id="334" w:name="_Toc449617391"/>
      <w:r w:rsidRPr="00E478FF">
        <w:rPr>
          <w:rStyle w:val="Heading2Char"/>
          <w:rtl/>
        </w:rPr>
        <w:t xml:space="preserve">كارهايى كه ثواب </w:t>
      </w:r>
      <w:r w:rsidR="00E478FF" w:rsidRPr="00E478FF">
        <w:rPr>
          <w:rStyle w:val="Heading2Char"/>
          <w:rFonts w:hint="cs"/>
          <w:rtl/>
        </w:rPr>
        <w:t>آ</w:t>
      </w:r>
      <w:r w:rsidRPr="00E478FF">
        <w:rPr>
          <w:rStyle w:val="Heading2Char"/>
          <w:rtl/>
        </w:rPr>
        <w:t>ن زودتر مى رسد</w:t>
      </w:r>
      <w:bookmarkEnd w:id="334"/>
      <w:r>
        <w:rPr>
          <w:rtl/>
        </w:rPr>
        <w:t>.</w:t>
      </w:r>
    </w:p>
    <w:p w:rsidR="00A679DB" w:rsidRDefault="00A679DB" w:rsidP="00A679DB">
      <w:pPr>
        <w:pStyle w:val="libNormal"/>
        <w:rPr>
          <w:rtl/>
        </w:rPr>
      </w:pPr>
      <w:r>
        <w:rPr>
          <w:rtl/>
        </w:rPr>
        <w:t>حديث : ١ ابى رحمه الله قال حدثنى على بن موسى عن احمد بن محمد عن بكر بن صالح عن الحسن بن على بن فضال عن عبدالله بن ابراهيم عن الحسن بن يزيد عن جعفر عن ابيه</w:t>
      </w:r>
      <w:r w:rsidR="00607A73">
        <w:t xml:space="preserve"> </w:t>
      </w:r>
      <w:r w:rsidR="00DC5255">
        <w:rPr>
          <w:rStyle w:val="libAlaemChar"/>
          <w:rtl/>
        </w:rPr>
        <w:t xml:space="preserve">عليهم‌السلام </w:t>
      </w:r>
      <w:r>
        <w:rPr>
          <w:rtl/>
        </w:rPr>
        <w:t xml:space="preserve">قال قال رسول الله </w:t>
      </w:r>
      <w:r w:rsidR="00E60DFB" w:rsidRPr="00E478FF">
        <w:rPr>
          <w:rStyle w:val="libAlaemChar"/>
          <w:rtl/>
        </w:rPr>
        <w:t>صلى‌الله‌عليه‌وآله</w:t>
      </w:r>
      <w:r w:rsidR="00E60DFB">
        <w:rPr>
          <w:rtl/>
        </w:rPr>
        <w:t xml:space="preserve"> </w:t>
      </w:r>
      <w:r>
        <w:rPr>
          <w:rtl/>
        </w:rPr>
        <w:t>ان اسرع الخير ثوابا البر و ان اسرع الشر عقابا البغى و كفى بالمر عيبا ان ينظر من الناس الى ما يعمى عنه من نفسه او يعير الناس بما لا يستطيع تركه او يوذى جليسه بما لا يعنيه .</w:t>
      </w:r>
    </w:p>
    <w:p w:rsidR="00A679DB" w:rsidRDefault="00A679DB" w:rsidP="00A679DB">
      <w:pPr>
        <w:pStyle w:val="libNormal"/>
        <w:rPr>
          <w:rtl/>
        </w:rPr>
      </w:pPr>
      <w:r>
        <w:rPr>
          <w:rtl/>
        </w:rPr>
        <w:t>ترجمه :</w:t>
      </w:r>
    </w:p>
    <w:p w:rsidR="00A679DB" w:rsidRDefault="00A679DB" w:rsidP="00607A73">
      <w:pPr>
        <w:pStyle w:val="libNormal"/>
        <w:rPr>
          <w:rtl/>
        </w:rPr>
      </w:pPr>
      <w:r>
        <w:rPr>
          <w:rtl/>
        </w:rPr>
        <w:t xml:space="preserve">١. امام صادق </w:t>
      </w:r>
      <w:r w:rsidRPr="00607A73">
        <w:rPr>
          <w:rStyle w:val="libAlaemChar"/>
          <w:rtl/>
        </w:rPr>
        <w:t>عليه‌السلام</w:t>
      </w:r>
      <w:r>
        <w:rPr>
          <w:rtl/>
        </w:rPr>
        <w:t xml:space="preserve"> از پدرش </w:t>
      </w:r>
      <w:r w:rsidRPr="00607A73">
        <w:rPr>
          <w:rStyle w:val="libAlaemChar"/>
          <w:rtl/>
        </w:rPr>
        <w:t>عليه‌السلام</w:t>
      </w:r>
      <w:r>
        <w:rPr>
          <w:rtl/>
        </w:rPr>
        <w:t xml:space="preserve"> نقل مى نمايد كه رسول خدا </w:t>
      </w:r>
      <w:r w:rsidR="00E60DFB" w:rsidRPr="00607A73">
        <w:rPr>
          <w:rStyle w:val="libAlaemChar"/>
          <w:rtl/>
        </w:rPr>
        <w:t>صلى‌الله‌عليه‌وآله</w:t>
      </w:r>
      <w:r w:rsidR="00E60DFB">
        <w:rPr>
          <w:rtl/>
        </w:rPr>
        <w:t xml:space="preserve"> </w:t>
      </w:r>
      <w:r>
        <w:rPr>
          <w:rtl/>
        </w:rPr>
        <w:t xml:space="preserve">فرمودند: خيرى كه ثواب </w:t>
      </w:r>
      <w:r w:rsidR="00607A73">
        <w:rPr>
          <w:rFonts w:hint="cs"/>
          <w:rtl/>
        </w:rPr>
        <w:t>آن</w:t>
      </w:r>
      <w:r>
        <w:rPr>
          <w:rtl/>
        </w:rPr>
        <w:t xml:space="preserve"> زودتر از هر چيز به انسان مى رسد، خوبى است و شرى كه مجازات آن زودتر از هر ديگر به انسان مى رسد، ظلم است ، در عيب همين بس كه عيوبى را كه در خود نيز دارد، فقط در مردم ببيند يا مردم را به چيزى سرزنش كند كه نمى توانند آن را ترك كنند يا همنشين خود را با چيزى (كار يا سخنى) كه به او مربوط نيست ، آزار دهد</w:t>
      </w:r>
    </w:p>
    <w:p w:rsidR="00A679DB" w:rsidRDefault="00A679DB" w:rsidP="00A679DB">
      <w:pPr>
        <w:pStyle w:val="libNormal"/>
        <w:rPr>
          <w:rtl/>
        </w:rPr>
      </w:pPr>
    </w:p>
    <w:p w:rsidR="00A679DB" w:rsidRDefault="00A679DB" w:rsidP="00A679DB">
      <w:pPr>
        <w:pStyle w:val="libNormal"/>
        <w:rPr>
          <w:rtl/>
        </w:rPr>
      </w:pPr>
      <w:r>
        <w:rPr>
          <w:rtl/>
        </w:rPr>
        <w:t>ثواب من قال حين يمسى و يصبح ثلاث مرات فسبحان الله حين تمسون و حينتصبحون</w:t>
      </w:r>
    </w:p>
    <w:p w:rsidR="00A679DB" w:rsidRDefault="00607A73" w:rsidP="00A679DB">
      <w:pPr>
        <w:pStyle w:val="libNormal"/>
        <w:rPr>
          <w:rtl/>
        </w:rPr>
      </w:pPr>
      <w:r>
        <w:rPr>
          <w:rtl/>
        </w:rPr>
        <w:br w:type="page"/>
      </w:r>
    </w:p>
    <w:p w:rsidR="00A679DB" w:rsidRDefault="00A679DB" w:rsidP="00607A73">
      <w:pPr>
        <w:pStyle w:val="Heading2"/>
        <w:rPr>
          <w:rtl/>
        </w:rPr>
      </w:pPr>
      <w:bookmarkStart w:id="335" w:name="_Toc449617392"/>
      <w:r>
        <w:rPr>
          <w:rtl/>
        </w:rPr>
        <w:t>ثواب سه بار گفتن «فسبحان الله حين تمسون و حين تصبحون» در آغاز شب وصبح</w:t>
      </w:r>
      <w:bookmarkEnd w:id="335"/>
    </w:p>
    <w:p w:rsidR="00A679DB" w:rsidRDefault="00A679DB" w:rsidP="00A679DB">
      <w:pPr>
        <w:pStyle w:val="libNormal"/>
        <w:rPr>
          <w:rtl/>
        </w:rPr>
      </w:pPr>
      <w:r>
        <w:rPr>
          <w:rtl/>
        </w:rPr>
        <w:t>حديث : ١ ابى رحمه الله قال حدثنى على بن موسى عن احمد بن محمد عن على بن الحكم عن سيف عن عبدالرحمن بن سيابه عن ابى اسحاق عن الحارث عن اميرالمؤ منين عليه‌السلام قال من قال حين يسمى ثلاث مرات «فسبحان الله» حين تمسون و حين تصبحون و له الحمد فى السموات و الارض و عشيا و حين تظهرون» لم يفته خير يكون فى تلك الليله و صرف عنه جميع شرها و من قال مثل ذلك حين يصبح لم يفته خير يكون فى ذلك اليوم و صرف عنه جميع شره .</w:t>
      </w:r>
    </w:p>
    <w:p w:rsidR="00A679DB" w:rsidRDefault="00A679DB" w:rsidP="00A679DB">
      <w:pPr>
        <w:pStyle w:val="libNormal"/>
        <w:rPr>
          <w:rtl/>
        </w:rPr>
      </w:pPr>
      <w:r>
        <w:rPr>
          <w:rtl/>
        </w:rPr>
        <w:t>ترجمه :</w:t>
      </w:r>
    </w:p>
    <w:p w:rsidR="00A679DB" w:rsidRDefault="00A679DB" w:rsidP="00607A73">
      <w:pPr>
        <w:pStyle w:val="libNormal"/>
        <w:rPr>
          <w:rtl/>
        </w:rPr>
      </w:pPr>
      <w:r>
        <w:rPr>
          <w:rtl/>
        </w:rPr>
        <w:t xml:space="preserve">١. اميرالمؤ منين </w:t>
      </w:r>
      <w:r w:rsidRPr="00607A73">
        <w:rPr>
          <w:rStyle w:val="libAlaemChar"/>
          <w:rtl/>
        </w:rPr>
        <w:t>عليه‌السلام</w:t>
      </w:r>
      <w:r>
        <w:rPr>
          <w:rtl/>
        </w:rPr>
        <w:t xml:space="preserve"> فرمودند: كسى كه در اول شب سه بار بگويد «فسبحان الله حين تمسون و حين تصبحون . و له الحمد فى السموات و الارض و عشيا و حين تظهرون» </w:t>
      </w:r>
      <w:r w:rsidRPr="00607A73">
        <w:rPr>
          <w:rStyle w:val="libFootnotenumChar"/>
          <w:rtl/>
        </w:rPr>
        <w:t>(١٠٥)،</w:t>
      </w:r>
      <w:r>
        <w:rPr>
          <w:rtl/>
        </w:rPr>
        <w:t xml:space="preserve"> هيچ كدام از خيرهايى را كه در </w:t>
      </w:r>
      <w:r w:rsidR="00607A73">
        <w:rPr>
          <w:rFonts w:hint="cs"/>
          <w:rtl/>
        </w:rPr>
        <w:t>آ</w:t>
      </w:r>
      <w:r>
        <w:rPr>
          <w:rtl/>
        </w:rPr>
        <w:t xml:space="preserve">ن شب وجود دارد، از دست نداده و تمامى شرهاى </w:t>
      </w:r>
      <w:r w:rsidR="00607A73">
        <w:rPr>
          <w:rFonts w:hint="cs"/>
          <w:rtl/>
        </w:rPr>
        <w:t>آ</w:t>
      </w:r>
      <w:r>
        <w:rPr>
          <w:rtl/>
        </w:rPr>
        <w:t>ن شب از او دورى شوند. و كسى كه همين آيات را در صبح بخواند، هيچ كدام از خيرهايى را كه در</w:t>
      </w:r>
      <w:r w:rsidR="00607A73">
        <w:rPr>
          <w:rFonts w:hint="cs"/>
          <w:rtl/>
        </w:rPr>
        <w:t>آن</w:t>
      </w:r>
      <w:r>
        <w:rPr>
          <w:rtl/>
        </w:rPr>
        <w:t xml:space="preserve"> وجود دارد از دست نداده و همه شرهايى آن روز از او دور مى شوند.</w:t>
      </w:r>
    </w:p>
    <w:p w:rsidR="00A679DB" w:rsidRDefault="00A679DB" w:rsidP="00A679DB">
      <w:pPr>
        <w:pStyle w:val="libNormal"/>
        <w:rPr>
          <w:rtl/>
        </w:rPr>
      </w:pPr>
    </w:p>
    <w:p w:rsidR="00A679DB" w:rsidRDefault="00A679DB" w:rsidP="00A679DB">
      <w:pPr>
        <w:pStyle w:val="libNormal"/>
        <w:rPr>
          <w:rtl/>
        </w:rPr>
      </w:pPr>
      <w:r>
        <w:rPr>
          <w:rtl/>
        </w:rPr>
        <w:t>ثواب الزهد فى الدنيا.</w:t>
      </w:r>
    </w:p>
    <w:p w:rsidR="00A679DB" w:rsidRDefault="00607A73" w:rsidP="00A679DB">
      <w:pPr>
        <w:pStyle w:val="libNormal"/>
        <w:rPr>
          <w:rtl/>
        </w:rPr>
      </w:pPr>
      <w:r>
        <w:rPr>
          <w:rtl/>
        </w:rPr>
        <w:br w:type="page"/>
      </w:r>
    </w:p>
    <w:p w:rsidR="00A679DB" w:rsidRDefault="00A679DB" w:rsidP="00607A73">
      <w:pPr>
        <w:pStyle w:val="Heading2"/>
        <w:rPr>
          <w:rtl/>
        </w:rPr>
      </w:pPr>
      <w:bookmarkStart w:id="336" w:name="_Toc449617393"/>
      <w:r>
        <w:rPr>
          <w:rtl/>
        </w:rPr>
        <w:t>ثواب زهد در دنيا</w:t>
      </w:r>
      <w:bookmarkEnd w:id="336"/>
    </w:p>
    <w:p w:rsidR="00A679DB" w:rsidRDefault="00A679DB" w:rsidP="00A679DB">
      <w:pPr>
        <w:pStyle w:val="libNormal"/>
        <w:rPr>
          <w:rtl/>
        </w:rPr>
      </w:pPr>
      <w:r>
        <w:rPr>
          <w:rtl/>
        </w:rPr>
        <w:t xml:space="preserve">حديث : ١ حدثنى محمد بن الحسن رضى الله عنه قال حدثنى محمد بن الحسن الصفار عن العباس بن معروف عن على بن مهزيار عن جعفر بن بشير عن سيف عن ابى عبدالله </w:t>
      </w:r>
      <w:r w:rsidRPr="00607A73">
        <w:rPr>
          <w:rStyle w:val="libAlaemChar"/>
          <w:rtl/>
        </w:rPr>
        <w:t>عليه‌السلام</w:t>
      </w:r>
      <w:r>
        <w:rPr>
          <w:rtl/>
        </w:rPr>
        <w:t xml:space="preserve"> قال من لم يستحى من طلب المعاش ‍ خفت موونته خفت موونته و رخى باله و نعم عياله و من زهد فى الدنيا اثبت الله الحكمه فى قلبه و انطق بها لسانه و بصره عيوب الدنيا داءها و دواءها و اخرجهه منها سالما الى دار السلام .</w:t>
      </w:r>
    </w:p>
    <w:p w:rsidR="00A679DB" w:rsidRDefault="00A679DB" w:rsidP="00A679DB">
      <w:pPr>
        <w:pStyle w:val="libNormal"/>
        <w:rPr>
          <w:rtl/>
        </w:rPr>
      </w:pPr>
      <w:r>
        <w:rPr>
          <w:rtl/>
        </w:rPr>
        <w:t>ترجمه :</w:t>
      </w:r>
    </w:p>
    <w:p w:rsidR="00A679DB" w:rsidRDefault="00A679DB" w:rsidP="00607A73">
      <w:pPr>
        <w:pStyle w:val="libNormal"/>
        <w:rPr>
          <w:rtl/>
        </w:rPr>
      </w:pPr>
      <w:r>
        <w:rPr>
          <w:rtl/>
        </w:rPr>
        <w:t xml:space="preserve">١. امام صادق </w:t>
      </w:r>
      <w:r w:rsidRPr="00607A73">
        <w:rPr>
          <w:rStyle w:val="libAlaemChar"/>
          <w:rtl/>
        </w:rPr>
        <w:t>عليه‌السلام</w:t>
      </w:r>
      <w:r>
        <w:rPr>
          <w:rtl/>
        </w:rPr>
        <w:t xml:space="preserve"> فرمودند: كسى كه از كسب در آمد خجالت نكشد، مخارج زندگيش را براحتى به دست مى آورد، </w:t>
      </w:r>
      <w:r w:rsidR="00607A73">
        <w:rPr>
          <w:rFonts w:hint="cs"/>
          <w:rtl/>
        </w:rPr>
        <w:t>آ</w:t>
      </w:r>
      <w:r>
        <w:rPr>
          <w:rtl/>
        </w:rPr>
        <w:t>سوده خاطر گرديده و خانواده اش در رفاه قرار خواهند گرفت . و كسى كه به دنيا بى رغبت باشد، خداوند علم</w:t>
      </w:r>
      <w:r>
        <w:t xml:space="preserve"> </w:t>
      </w:r>
      <w:r>
        <w:rPr>
          <w:rtl/>
        </w:rPr>
        <w:t xml:space="preserve">را در دل او ثابت گردانيده ، زبانش را به </w:t>
      </w:r>
      <w:r w:rsidR="00607A73">
        <w:rPr>
          <w:rFonts w:hint="cs"/>
          <w:rtl/>
        </w:rPr>
        <w:t>آ</w:t>
      </w:r>
      <w:r>
        <w:rPr>
          <w:rtl/>
        </w:rPr>
        <w:t>ن گويا نموده ، عيوب دنيا، بيماريها و داروهاى دنيا را به او نمى نماياند و با سلامتى او را از اين دنيا به بهشت مى برد.</w:t>
      </w:r>
    </w:p>
    <w:p w:rsidR="00A679DB" w:rsidRDefault="00A679DB" w:rsidP="00A679DB">
      <w:pPr>
        <w:pStyle w:val="libNormal"/>
        <w:rPr>
          <w:rtl/>
        </w:rPr>
      </w:pPr>
    </w:p>
    <w:p w:rsidR="00A679DB" w:rsidRDefault="00A679DB" w:rsidP="00A679DB">
      <w:pPr>
        <w:pStyle w:val="libNormal"/>
        <w:rPr>
          <w:rtl/>
        </w:rPr>
      </w:pPr>
      <w:r>
        <w:rPr>
          <w:rtl/>
        </w:rPr>
        <w:t>ثواب من عمل فى اول النهار و آخره و فىالليل و آخره خيرا</w:t>
      </w:r>
    </w:p>
    <w:p w:rsidR="00A679DB" w:rsidRDefault="00607A73" w:rsidP="00A679DB">
      <w:pPr>
        <w:pStyle w:val="libNormal"/>
        <w:rPr>
          <w:rtl/>
        </w:rPr>
      </w:pPr>
      <w:r>
        <w:rPr>
          <w:rtl/>
        </w:rPr>
        <w:br w:type="page"/>
      </w:r>
    </w:p>
    <w:p w:rsidR="00A679DB" w:rsidRDefault="00A679DB" w:rsidP="00607A73">
      <w:pPr>
        <w:pStyle w:val="Heading2"/>
        <w:rPr>
          <w:rtl/>
        </w:rPr>
      </w:pPr>
      <w:bookmarkStart w:id="337" w:name="_Toc449617394"/>
      <w:r>
        <w:rPr>
          <w:rtl/>
        </w:rPr>
        <w:t>ثواب انجام كار خوب در اول و آخر روز و شب</w:t>
      </w:r>
      <w:bookmarkEnd w:id="337"/>
    </w:p>
    <w:p w:rsidR="00A679DB" w:rsidRDefault="00A679DB" w:rsidP="00A679DB">
      <w:pPr>
        <w:pStyle w:val="libNormal"/>
        <w:rPr>
          <w:rtl/>
        </w:rPr>
      </w:pPr>
      <w:r>
        <w:rPr>
          <w:rtl/>
        </w:rPr>
        <w:t xml:space="preserve">حديث : ١ ابى رحمه الله قال حدثنى عبدالله بن جعفر الحميرى عن ابراهيم بن مهزيار عن اخيه على بن مهزيار عن عمر و بن عثمان عن المفضل عن جابر عن ابى جعفر </w:t>
      </w:r>
      <w:r w:rsidRPr="00607A73">
        <w:rPr>
          <w:rStyle w:val="libAlaemChar"/>
          <w:rtl/>
        </w:rPr>
        <w:t>عليه‌السلام</w:t>
      </w:r>
      <w:r>
        <w:rPr>
          <w:rtl/>
        </w:rPr>
        <w:t xml:space="preserve"> قال قال رسول الله </w:t>
      </w:r>
      <w:r w:rsidR="00E60DFB">
        <w:rPr>
          <w:rStyle w:val="libAlaemChar"/>
          <w:rtl/>
        </w:rPr>
        <w:t xml:space="preserve">صلى‌الله‌عليه‌وآله </w:t>
      </w:r>
      <w:r>
        <w:rPr>
          <w:rtl/>
        </w:rPr>
        <w:t>ان الملك ينزل بصحيفه اول النهار و اول الليل فيكتب فيها عمل ابن آدم فاملوا فى اولها خيرا و فى آخرها خير فان الله يغفر لكم فيما بين ذلك ان شاء الله فان الله عزوجل يقول فاذكرونى اذكركم و يقول و لذكر الله اكبر.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A679DB">
        <w:rPr>
          <w:rStyle w:val="libAlaemChar"/>
          <w:rtl/>
        </w:rPr>
        <w:t>عليه‌السلام</w:t>
      </w:r>
      <w:r>
        <w:rPr>
          <w:rtl/>
        </w:rPr>
        <w:t xml:space="preserve"> نقل مى نمايند كه رسول خدا </w:t>
      </w:r>
      <w:r w:rsidR="00E60DFB" w:rsidRPr="00607A73">
        <w:rPr>
          <w:rStyle w:val="libAlaemChar"/>
          <w:rtl/>
        </w:rPr>
        <w:t>صلى‌الله‌عليه‌وآله</w:t>
      </w:r>
      <w:r w:rsidR="00E60DFB">
        <w:rPr>
          <w:rtl/>
        </w:rPr>
        <w:t xml:space="preserve"> </w:t>
      </w:r>
      <w:r>
        <w:rPr>
          <w:rtl/>
        </w:rPr>
        <w:t xml:space="preserve">فرمودند: همانا فرشته اى در اول روز و اول شب با نامه اى مى آيد و عمل انسان را در آن مى نويسد. پس در اول روز و شب و آخر آنها كار نيكى انجام دهيد. زيرا محققا خداوند گناهانى را كه در بين اين دو كار خير انجام مى دهيد، مى آمرزد، ان شاء الله ، زيرا همانا خداى عزوجل مى فرمايد: «مرا ياد كنيد تا شما را ياد كنم» </w:t>
      </w:r>
      <w:r w:rsidRPr="00607A73">
        <w:rPr>
          <w:rStyle w:val="libFootnotenumChar"/>
          <w:rtl/>
        </w:rPr>
        <w:t>(١٠٦)</w:t>
      </w:r>
      <w:r>
        <w:rPr>
          <w:rtl/>
        </w:rPr>
        <w:t xml:space="preserve"> و نيز مى فرمايد: «و ياد خدا بالاتر است» </w:t>
      </w:r>
      <w:r w:rsidRPr="00607A73">
        <w:rPr>
          <w:rStyle w:val="libFootnotenumChar"/>
          <w:rtl/>
        </w:rPr>
        <w:t>(١٠٧)</w:t>
      </w:r>
    </w:p>
    <w:p w:rsidR="00A679DB" w:rsidRDefault="00A679DB" w:rsidP="00A679DB">
      <w:pPr>
        <w:pStyle w:val="libNormal"/>
        <w:rPr>
          <w:rtl/>
        </w:rPr>
      </w:pPr>
    </w:p>
    <w:p w:rsidR="00A679DB" w:rsidRDefault="00A679DB" w:rsidP="00A679DB">
      <w:pPr>
        <w:pStyle w:val="libNormal"/>
        <w:rPr>
          <w:rtl/>
        </w:rPr>
      </w:pPr>
      <w:r>
        <w:rPr>
          <w:rtl/>
        </w:rPr>
        <w:t>ثواب البكاء من خشيه الله عزوجل</w:t>
      </w:r>
    </w:p>
    <w:p w:rsidR="00A679DB" w:rsidRDefault="00607A73" w:rsidP="00A679DB">
      <w:pPr>
        <w:pStyle w:val="libNormal"/>
        <w:rPr>
          <w:rtl/>
        </w:rPr>
      </w:pPr>
      <w:r>
        <w:rPr>
          <w:rtl/>
        </w:rPr>
        <w:br w:type="page"/>
      </w:r>
    </w:p>
    <w:p w:rsidR="00A679DB" w:rsidRDefault="00A679DB" w:rsidP="00607A73">
      <w:pPr>
        <w:pStyle w:val="Heading2"/>
        <w:rPr>
          <w:rtl/>
        </w:rPr>
      </w:pPr>
      <w:bookmarkStart w:id="338" w:name="_Toc449617395"/>
      <w:r>
        <w:rPr>
          <w:rtl/>
        </w:rPr>
        <w:t>ثواب گريستن از عظمت خداى عزوجل</w:t>
      </w:r>
      <w:bookmarkEnd w:id="338"/>
    </w:p>
    <w:p w:rsidR="00A679DB" w:rsidRDefault="00A679DB" w:rsidP="00A679DB">
      <w:pPr>
        <w:pStyle w:val="libNormal"/>
        <w:rPr>
          <w:rtl/>
        </w:rPr>
      </w:pPr>
      <w:r>
        <w:rPr>
          <w:rtl/>
        </w:rPr>
        <w:t xml:space="preserve">حديث : ١ ابى رحمه الله قال حدثنى عبدالله بن جعفر عن ابراهيم بن مهزيار عن اخيه على عن ابن ابى عمير عن منصور بن يونس عن محمد بن مروان عن ابى عبدالله </w:t>
      </w:r>
      <w:r w:rsidRPr="00A679DB">
        <w:rPr>
          <w:rStyle w:val="libAlaemChar"/>
          <w:rtl/>
        </w:rPr>
        <w:t>عليه‌السلام</w:t>
      </w:r>
      <w:r>
        <w:rPr>
          <w:rtl/>
        </w:rPr>
        <w:t xml:space="preserve"> قال ما من شى الا و له كيل و وزن الا الدموع فان القطره منها تطفى بحارا من نار و اذا اغر ورقت العين بمائها لم يرهق وجهه قتر و لا ذله فاذا فاضت حرمه الله على النار و لو ان باكيا بكى فى امه لرحموا.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07A73">
        <w:rPr>
          <w:rStyle w:val="libAlaemChar"/>
          <w:rtl/>
        </w:rPr>
        <w:t>عليه‌السلام</w:t>
      </w:r>
      <w:r>
        <w:rPr>
          <w:rtl/>
        </w:rPr>
        <w:t xml:space="preserve"> فرمودند: هر چيزى پيمانه و وزنى دارد، مگر اشكها كه همانا قطره اى از آن درياهايى از آتش را خاموش مى كند. و هنگامى كه چشمى پر اشك مى شود، به آن چهره فقر و ذلتى نخواهد رسيد. و زمانى كه اشك جارى مى شود، خداوند او را بر آتش حرامى مى كند. و اگر يك نفر در ميان امتى گريان باشد، خداوند به تمامى امت ترحم مى نمايد.</w:t>
      </w:r>
    </w:p>
    <w:p w:rsidR="00A679DB" w:rsidRDefault="00A679DB" w:rsidP="00A679DB">
      <w:pPr>
        <w:pStyle w:val="libNormal"/>
        <w:rPr>
          <w:rtl/>
        </w:rPr>
      </w:pPr>
      <w:r>
        <w:rPr>
          <w:rtl/>
        </w:rPr>
        <w:t xml:space="preserve">حديث : ٢ حدثنى الحسين بن احمد عن عبدالله بن محمد بن عيسى عن ابيه عن عبدالله بن المغيره عن اسماعيل بن ابى زياد عن الصادق جعفر بن محمد عن ابيه </w:t>
      </w:r>
      <w:r w:rsidRPr="00607A73">
        <w:rPr>
          <w:rStyle w:val="libAlaemChar"/>
          <w:rtl/>
        </w:rPr>
        <w:t>عليه‌السلام</w:t>
      </w:r>
      <w:r>
        <w:rPr>
          <w:rtl/>
        </w:rPr>
        <w:t xml:space="preserve"> قال قال سول الله </w:t>
      </w:r>
      <w:r w:rsidR="00E60DFB" w:rsidRPr="00607A73">
        <w:rPr>
          <w:rStyle w:val="libAlaemChar"/>
          <w:rtl/>
        </w:rPr>
        <w:t>صلى‌الله‌عليه‌وآله</w:t>
      </w:r>
      <w:r w:rsidR="00E60DFB">
        <w:rPr>
          <w:rtl/>
        </w:rPr>
        <w:t xml:space="preserve"> </w:t>
      </w:r>
      <w:r>
        <w:rPr>
          <w:rtl/>
        </w:rPr>
        <w:t>طوبى لصوره نظر الله اليها تبكى عن ذنب من خشيه الله عزوجل لم يطلع الى ذلك الذنب غيره .</w:t>
      </w:r>
    </w:p>
    <w:p w:rsidR="00A679DB" w:rsidRDefault="00A679DB" w:rsidP="00A679DB">
      <w:pPr>
        <w:pStyle w:val="libNormal"/>
        <w:rPr>
          <w:rtl/>
        </w:rPr>
      </w:pPr>
      <w:r>
        <w:rPr>
          <w:rtl/>
        </w:rPr>
        <w:t>ترجمه :</w:t>
      </w:r>
    </w:p>
    <w:p w:rsidR="00607A73" w:rsidRDefault="00A679DB" w:rsidP="00607A73">
      <w:pPr>
        <w:pStyle w:val="libNormal"/>
        <w:rPr>
          <w:rtl/>
        </w:rPr>
      </w:pPr>
      <w:r>
        <w:rPr>
          <w:rtl/>
        </w:rPr>
        <w:t xml:space="preserve">٢. امام صادق </w:t>
      </w:r>
      <w:r w:rsidRPr="00607A73">
        <w:rPr>
          <w:rStyle w:val="libAlaemChar"/>
          <w:rtl/>
        </w:rPr>
        <w:t>عليه‌السلام</w:t>
      </w:r>
      <w:r>
        <w:rPr>
          <w:rtl/>
        </w:rPr>
        <w:t xml:space="preserve"> از پدرش </w:t>
      </w:r>
      <w:r w:rsidRPr="00607A73">
        <w:rPr>
          <w:rStyle w:val="libAlaemChar"/>
          <w:rtl/>
        </w:rPr>
        <w:t>عليه‌السلام</w:t>
      </w:r>
      <w:r>
        <w:rPr>
          <w:rtl/>
        </w:rPr>
        <w:t xml:space="preserve"> نقل مى نمايد كه رسول خدا </w:t>
      </w:r>
      <w:r w:rsidR="00E60DFB" w:rsidRPr="00607A73">
        <w:rPr>
          <w:rStyle w:val="libAlaemChar"/>
          <w:rtl/>
        </w:rPr>
        <w:t>صلى‌الله‌عليه‌وآله</w:t>
      </w:r>
      <w:r w:rsidR="00E60DFB">
        <w:rPr>
          <w:rtl/>
        </w:rPr>
        <w:t xml:space="preserve"> </w:t>
      </w:r>
      <w:r>
        <w:rPr>
          <w:rtl/>
        </w:rPr>
        <w:t xml:space="preserve">فرمودند: خوشا به حال صورتى كه خداوند ببيند بخاطر گناهى از ترس خداى عزوجل مى گريد و جز خدا، كسى از آن گناه آگاه نيست </w:t>
      </w:r>
    </w:p>
    <w:p w:rsidR="00A679DB" w:rsidRDefault="00607A73" w:rsidP="00607A73">
      <w:pPr>
        <w:pStyle w:val="Heading2"/>
        <w:rPr>
          <w:rtl/>
        </w:rPr>
      </w:pPr>
      <w:r>
        <w:rPr>
          <w:rtl/>
        </w:rPr>
        <w:br w:type="page"/>
      </w:r>
      <w:bookmarkStart w:id="339" w:name="_Toc449617396"/>
      <w:r w:rsidR="00A679DB">
        <w:rPr>
          <w:rtl/>
        </w:rPr>
        <w:lastRenderedPageBreak/>
        <w:t>ثواب مقدم داشتن رضايت خداى عزوجل برميل خود</w:t>
      </w:r>
      <w:bookmarkEnd w:id="339"/>
    </w:p>
    <w:p w:rsidR="00A679DB" w:rsidRDefault="00A679DB" w:rsidP="00A679DB">
      <w:pPr>
        <w:pStyle w:val="libNormal"/>
        <w:rPr>
          <w:rtl/>
        </w:rPr>
      </w:pPr>
      <w:r>
        <w:rPr>
          <w:rtl/>
        </w:rPr>
        <w:t>حديث : ١ حدثنى احمد بن محمد رضى الله عنه عن ابيه عن الحسين بن اسحاق عن على بن مهزيار عن محمد بن ابى عمير عن منصور بن يونس عن ابى حمزه الثمالى قال سمعت على بن الحسين زين العابدين</w:t>
      </w:r>
      <w:r w:rsidR="00607A73">
        <w:rPr>
          <w:rFonts w:hint="cs"/>
          <w:rtl/>
        </w:rPr>
        <w:t xml:space="preserve"> </w:t>
      </w:r>
      <w:r w:rsidR="00DC5255">
        <w:rPr>
          <w:rStyle w:val="libAlaemChar"/>
          <w:rtl/>
        </w:rPr>
        <w:t xml:space="preserve">عليهم‌السلام </w:t>
      </w:r>
      <w:r>
        <w:rPr>
          <w:rtl/>
        </w:rPr>
        <w:t>. يقول ان الله عزوجل يقول و عزتى و عظمتى و جلالى وبهايى وعلوى وارتفاع مكانى لا يوثر عبد هواى على هواه الا جعلت همه فى آخره و غناه فى قلبه و كففت عليه ضيعته و ضمنت السماوات و الارض رزقه و اتته الدنيا و هى راغمه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زين العابدين </w:t>
      </w:r>
      <w:r w:rsidRPr="00607A73">
        <w:rPr>
          <w:rStyle w:val="libAlaemChar"/>
          <w:rtl/>
        </w:rPr>
        <w:t>عليه‌السلام</w:t>
      </w:r>
      <w:r>
        <w:rPr>
          <w:rtl/>
        </w:rPr>
        <w:t xml:space="preserve"> . شنيدم كه فرمودند: همانا خداى عزوجل مى فرمايند: به عزت ، عظمت ، بزرگى ، زيبايى ، توانايى و بلندى مقامم سوگند هيچ بنده اى ميل مرا بر ميل خود مقدم نمى دارد، مگر اين كه هدف او را آخرتش و بى نيازى او را در قلبش قرار مى دهم ، املاكش ‍ را جمع و گرد آورى كرده ، آسمانها و زمين را ضامن روزيش مى گردانم و دنيا با اجبار به سوى او مى آيد.</w:t>
      </w:r>
    </w:p>
    <w:p w:rsidR="00A679DB" w:rsidRDefault="00A679DB" w:rsidP="00A679DB">
      <w:pPr>
        <w:pStyle w:val="libNormal"/>
        <w:rPr>
          <w:rtl/>
        </w:rPr>
      </w:pPr>
    </w:p>
    <w:p w:rsidR="00A679DB" w:rsidRDefault="00A679DB" w:rsidP="00A679DB">
      <w:pPr>
        <w:pStyle w:val="libNormal"/>
        <w:rPr>
          <w:rtl/>
        </w:rPr>
      </w:pPr>
      <w:r>
        <w:rPr>
          <w:rtl/>
        </w:rPr>
        <w:t>ثواب من اصبح و امسى والاخره اكبر همه</w:t>
      </w:r>
    </w:p>
    <w:p w:rsidR="00A679DB" w:rsidRDefault="004F2CA2" w:rsidP="00A679DB">
      <w:pPr>
        <w:pStyle w:val="libNormal"/>
        <w:rPr>
          <w:rtl/>
        </w:rPr>
      </w:pPr>
      <w:r>
        <w:rPr>
          <w:rtl/>
        </w:rPr>
        <w:br w:type="page"/>
      </w:r>
    </w:p>
    <w:p w:rsidR="00A679DB" w:rsidRDefault="00A679DB" w:rsidP="004F2CA2">
      <w:pPr>
        <w:pStyle w:val="Heading2"/>
        <w:rPr>
          <w:rtl/>
        </w:rPr>
      </w:pPr>
      <w:bookmarkStart w:id="340" w:name="_Toc449617397"/>
      <w:r>
        <w:rPr>
          <w:rtl/>
        </w:rPr>
        <w:t>ثواب اين كه در روز و شب بزرگترين هدف انسان آخرت باشد.</w:t>
      </w:r>
      <w:bookmarkEnd w:id="340"/>
    </w:p>
    <w:p w:rsidR="00A679DB" w:rsidRDefault="00A679DB" w:rsidP="00A679DB">
      <w:pPr>
        <w:pStyle w:val="libNormal"/>
        <w:rPr>
          <w:rtl/>
        </w:rPr>
      </w:pPr>
      <w:r>
        <w:rPr>
          <w:rtl/>
        </w:rPr>
        <w:t xml:space="preserve">حديث : ١ ابى رحمه الله قال حدثنى سعد بن عبدالله عن احمد بن محمد عن الحسن بن محبوب عن عبدالله بن سنان و عبدالعزيز عن ابن ابى يعفور عن ابى عبدالله </w:t>
      </w:r>
      <w:r w:rsidRPr="004F2CA2">
        <w:rPr>
          <w:rStyle w:val="libAlaemChar"/>
          <w:rtl/>
        </w:rPr>
        <w:t>عليه‌السلام</w:t>
      </w:r>
      <w:r>
        <w:rPr>
          <w:rtl/>
        </w:rPr>
        <w:t xml:space="preserve"> قال قال رسول الله </w:t>
      </w:r>
      <w:r w:rsidR="00E60DFB" w:rsidRPr="004F2CA2">
        <w:rPr>
          <w:rStyle w:val="libAlaemChar"/>
          <w:rtl/>
        </w:rPr>
        <w:t>صلى‌الله‌عليه‌وآله</w:t>
      </w:r>
      <w:r w:rsidR="00E60DFB">
        <w:rPr>
          <w:rtl/>
        </w:rPr>
        <w:t xml:space="preserve"> </w:t>
      </w:r>
      <w:r>
        <w:rPr>
          <w:rtl/>
        </w:rPr>
        <w:t>من اصبح و امسى و الاخره اكبر همه جعل الله له الغنى فى قلبه و جمع له امره و لم يخرج من الدنيا حتى يستكمل رزقه و من اصبح و امسى و الدنيا اكبر همه جعل الله الفقربين عينيه و شتت عليه امره و لم ينل من الدنيا الا ما قسم له .</w:t>
      </w:r>
    </w:p>
    <w:p w:rsidR="00A679DB" w:rsidRDefault="00A679DB" w:rsidP="00A679DB">
      <w:pPr>
        <w:pStyle w:val="libNormal"/>
        <w:rPr>
          <w:rtl/>
        </w:rPr>
      </w:pPr>
      <w:r>
        <w:rPr>
          <w:rtl/>
        </w:rPr>
        <w:t>ترجمه :</w:t>
      </w:r>
    </w:p>
    <w:p w:rsidR="00A679DB" w:rsidRDefault="00A679DB" w:rsidP="004F2CA2">
      <w:pPr>
        <w:pStyle w:val="libNormal"/>
        <w:rPr>
          <w:rtl/>
        </w:rPr>
      </w:pPr>
      <w:r>
        <w:rPr>
          <w:rtl/>
        </w:rPr>
        <w:t xml:space="preserve">١. امام صادق </w:t>
      </w:r>
      <w:r w:rsidRPr="004F2CA2">
        <w:rPr>
          <w:rStyle w:val="libAlaemChar"/>
          <w:rtl/>
        </w:rPr>
        <w:t>عليه‌السلام</w:t>
      </w:r>
      <w:r>
        <w:rPr>
          <w:rtl/>
        </w:rPr>
        <w:t xml:space="preserve"> نقل مى نمايند كه رسول خدا </w:t>
      </w:r>
      <w:r w:rsidR="00E60DFB" w:rsidRPr="004F2CA2">
        <w:rPr>
          <w:rStyle w:val="libAlaemChar"/>
          <w:rtl/>
        </w:rPr>
        <w:t>صلى‌الله‌عليه‌وآله</w:t>
      </w:r>
      <w:r w:rsidR="00E60DFB">
        <w:rPr>
          <w:rtl/>
        </w:rPr>
        <w:t xml:space="preserve"> </w:t>
      </w:r>
      <w:r>
        <w:rPr>
          <w:rtl/>
        </w:rPr>
        <w:t>فرمودند: كسى كه شب و روز بزرگترين هدفش آخرت باشد، خداوند بى نيازى را در قلبش راه داده ، امورآتش را سامان بخشيده و تا همه رزقش به او نرسد از دنيا نمى رود. و كسى كه شب و روز بزرگترين هدفش دنيا باشد، خداوند فقر را بين چشمانش قرار داده «هيچ گاه فقر از او دور نشده و هميشه آن را با چشمانش مى بيند)، امور</w:t>
      </w:r>
      <w:r w:rsidR="004F2CA2">
        <w:rPr>
          <w:rFonts w:hint="cs"/>
          <w:rtl/>
        </w:rPr>
        <w:t>ا</w:t>
      </w:r>
      <w:r>
        <w:rPr>
          <w:rtl/>
        </w:rPr>
        <w:t>تش بى سامان شده و جز آنچه كه قرار است به او برسد به چيز ديگرى نخواهد رسيد.</w:t>
      </w:r>
    </w:p>
    <w:p w:rsidR="00A679DB" w:rsidRDefault="00A679DB" w:rsidP="00A679DB">
      <w:pPr>
        <w:pStyle w:val="libNormal"/>
        <w:rPr>
          <w:rtl/>
        </w:rPr>
      </w:pPr>
    </w:p>
    <w:p w:rsidR="00A679DB" w:rsidRDefault="00A679DB" w:rsidP="00A679DB">
      <w:pPr>
        <w:pStyle w:val="libNormal"/>
        <w:rPr>
          <w:rtl/>
        </w:rPr>
      </w:pPr>
      <w:r>
        <w:rPr>
          <w:rtl/>
        </w:rPr>
        <w:t>ثواب الاحسان</w:t>
      </w:r>
    </w:p>
    <w:p w:rsidR="00A679DB" w:rsidRDefault="004F2CA2" w:rsidP="00A679DB">
      <w:pPr>
        <w:pStyle w:val="libNormal"/>
        <w:rPr>
          <w:rtl/>
        </w:rPr>
      </w:pPr>
      <w:r>
        <w:rPr>
          <w:rtl/>
        </w:rPr>
        <w:br w:type="page"/>
      </w:r>
    </w:p>
    <w:p w:rsidR="00A679DB" w:rsidRDefault="00A679DB" w:rsidP="004F2CA2">
      <w:pPr>
        <w:pStyle w:val="Heading2"/>
        <w:rPr>
          <w:rtl/>
        </w:rPr>
      </w:pPr>
      <w:bookmarkStart w:id="341" w:name="_Toc449617398"/>
      <w:r>
        <w:rPr>
          <w:rtl/>
        </w:rPr>
        <w:t>ثواب نيكوكارى</w:t>
      </w:r>
      <w:bookmarkEnd w:id="341"/>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محمد عن الحسن بن محبوب قال حدثنى ابو محمد الوابشى عن ابى عبدالله </w:t>
      </w:r>
      <w:r w:rsidRPr="004F2CA2">
        <w:rPr>
          <w:rStyle w:val="libAlaemChar"/>
          <w:rtl/>
        </w:rPr>
        <w:t>عليه‌السلام</w:t>
      </w:r>
      <w:r>
        <w:rPr>
          <w:rtl/>
        </w:rPr>
        <w:t xml:space="preserve"> قال اذا احسن العبد المومن ضاعف الله له عمله بكل حسنه سبعمائه ضعف و ذلك قول الله عزوجل «و الله يضاعف لمن يشاء»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4F2CA2">
        <w:rPr>
          <w:rStyle w:val="libAlaemChar"/>
          <w:rtl/>
        </w:rPr>
        <w:t>عليه‌السلام</w:t>
      </w:r>
      <w:r>
        <w:rPr>
          <w:rtl/>
        </w:rPr>
        <w:t xml:space="preserve"> فرمودند: هنگامى كه بنده مومنى عمل نيكى انجام دهد، خداوند در مقابل هر كار نيكى ، هفتصد برابر به او پاداش ‍ ميدهد، خداوند نيز در اين آيه «و خداوند براى هر كسى كه بخواهد چندين برابر نمايد» </w:t>
      </w:r>
      <w:r w:rsidRPr="004F2CA2">
        <w:rPr>
          <w:rStyle w:val="libFootnotenumChar"/>
          <w:rtl/>
        </w:rPr>
        <w:t>(١٠٨)،</w:t>
      </w:r>
      <w:r>
        <w:rPr>
          <w:rtl/>
        </w:rPr>
        <w:t>همين مطلب را مى فرمايند.</w:t>
      </w:r>
    </w:p>
    <w:p w:rsidR="00A679DB" w:rsidRDefault="00A679DB" w:rsidP="00A679DB">
      <w:pPr>
        <w:pStyle w:val="libNormal"/>
        <w:rPr>
          <w:rtl/>
        </w:rPr>
      </w:pPr>
    </w:p>
    <w:p w:rsidR="00A679DB" w:rsidRDefault="00A679DB" w:rsidP="00A679DB">
      <w:pPr>
        <w:pStyle w:val="libNormal"/>
        <w:rPr>
          <w:rtl/>
        </w:rPr>
      </w:pPr>
      <w:r>
        <w:rPr>
          <w:rtl/>
        </w:rPr>
        <w:t>ثواب الحب و البغض فى الله عزوجل و الاعطاء و المنع فى اللهعزوجل</w:t>
      </w:r>
    </w:p>
    <w:p w:rsidR="00A679DB" w:rsidRDefault="004F2CA2" w:rsidP="00A679DB">
      <w:pPr>
        <w:pStyle w:val="libNormal"/>
        <w:rPr>
          <w:rtl/>
        </w:rPr>
      </w:pPr>
      <w:r>
        <w:rPr>
          <w:rtl/>
        </w:rPr>
        <w:br w:type="page"/>
      </w:r>
    </w:p>
    <w:p w:rsidR="00A679DB" w:rsidRDefault="00A679DB" w:rsidP="004F2CA2">
      <w:pPr>
        <w:pStyle w:val="Heading2"/>
        <w:rPr>
          <w:rtl/>
        </w:rPr>
      </w:pPr>
      <w:bookmarkStart w:id="342" w:name="_Toc449617399"/>
      <w:r>
        <w:rPr>
          <w:rtl/>
        </w:rPr>
        <w:t>ثواب دوستى و دشمنى و عطا كردن و محروم نمودن در راه خداىعزوجل</w:t>
      </w:r>
      <w:bookmarkEnd w:id="342"/>
    </w:p>
    <w:p w:rsidR="00A679DB" w:rsidRDefault="00A679DB" w:rsidP="00A679DB">
      <w:pPr>
        <w:pStyle w:val="libNormal"/>
        <w:rPr>
          <w:rtl/>
        </w:rPr>
      </w:pPr>
      <w:r>
        <w:rPr>
          <w:rtl/>
        </w:rPr>
        <w:t xml:space="preserve">حديث : ١ ابى رحمه الله قال حدثنى سعد بن عبدالله عن احمد بن محمد عن الحسن بن محبوب عن مالك بن عطيه عن سعيد الاعرج من ابى عبدالله </w:t>
      </w:r>
      <w:r w:rsidRPr="004F2CA2">
        <w:rPr>
          <w:rStyle w:val="libAlaemChar"/>
          <w:rtl/>
        </w:rPr>
        <w:t>عليه‌السلام</w:t>
      </w:r>
      <w:r>
        <w:rPr>
          <w:rtl/>
        </w:rPr>
        <w:t xml:space="preserve"> قال من اوثق عرى الايمان ان تحب فى الله و تبغض فى الله و تعطى فى الله و تمنع فى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4F2CA2">
        <w:rPr>
          <w:rStyle w:val="libAlaemChar"/>
          <w:rtl/>
        </w:rPr>
        <w:t>عليه‌السلام</w:t>
      </w:r>
      <w:r>
        <w:rPr>
          <w:rtl/>
        </w:rPr>
        <w:t xml:space="preserve"> فرمودند: يكى از محكمترين دستگيره هاى ايمان اين است كه در راه خدا دوست داشته و در راه خدا دشمن بدارى ، در راه خدا عطا نموده و در راه خدا محروم نمايى .</w:t>
      </w:r>
    </w:p>
    <w:p w:rsidR="00A679DB" w:rsidRDefault="00A679DB" w:rsidP="00A679DB">
      <w:pPr>
        <w:pStyle w:val="libNormal"/>
        <w:rPr>
          <w:rtl/>
        </w:rPr>
      </w:pPr>
    </w:p>
    <w:p w:rsidR="00A679DB" w:rsidRDefault="00A679DB" w:rsidP="00A679DB">
      <w:pPr>
        <w:pStyle w:val="libNormal"/>
        <w:rPr>
          <w:rtl/>
        </w:rPr>
      </w:pPr>
      <w:r>
        <w:rPr>
          <w:rtl/>
        </w:rPr>
        <w:t>ثواب المومن يقارف الذنوب ثم يندم و يستغفر الله عزوجل</w:t>
      </w:r>
    </w:p>
    <w:p w:rsidR="00A679DB" w:rsidRDefault="004F2CA2" w:rsidP="00A679DB">
      <w:pPr>
        <w:pStyle w:val="libNormal"/>
        <w:rPr>
          <w:rtl/>
        </w:rPr>
      </w:pPr>
      <w:r>
        <w:rPr>
          <w:rtl/>
        </w:rPr>
        <w:br w:type="page"/>
      </w:r>
    </w:p>
    <w:p w:rsidR="00A679DB" w:rsidRDefault="00A679DB" w:rsidP="004F2CA2">
      <w:pPr>
        <w:pStyle w:val="Heading2"/>
        <w:rPr>
          <w:rtl/>
        </w:rPr>
      </w:pPr>
      <w:bookmarkStart w:id="343" w:name="_Toc449617400"/>
      <w:r>
        <w:rPr>
          <w:rtl/>
        </w:rPr>
        <w:t>ثواب پشيمانى مؤ من از گناه و آمرزش خواستن</w:t>
      </w:r>
      <w:bookmarkEnd w:id="343"/>
    </w:p>
    <w:p w:rsidR="00A679DB" w:rsidRDefault="00A679DB" w:rsidP="00A679DB">
      <w:pPr>
        <w:pStyle w:val="libNormal"/>
        <w:rPr>
          <w:rtl/>
        </w:rPr>
      </w:pPr>
      <w:r>
        <w:rPr>
          <w:rtl/>
        </w:rPr>
        <w:t xml:space="preserve">حديث : ١ حدثنى محمد بن الحسن بن المتوكل رضى الله عنه قال حدثنى عبدالله بن جعفر الحميرى عن احمد بن محمد عن الحسن بن محبوب عن هشام بن سالم عن ابى عبدالله </w:t>
      </w:r>
      <w:r w:rsidRPr="004F2CA2">
        <w:rPr>
          <w:rStyle w:val="libAlaemChar"/>
          <w:rtl/>
        </w:rPr>
        <w:t>عليه‌السلام</w:t>
      </w:r>
      <w:r>
        <w:rPr>
          <w:rtl/>
        </w:rPr>
        <w:t xml:space="preserve"> قال ما من مؤ من يقارف فى يومه و ليلته اربعين كبيره فيقول و هو نادم استغفر الله الذى لا اله الا هو الحى القيوم بديع السموات و الارض ذا الجلال و الاكرام و اساله ان يتوب على الا غفرها له و لا خير فيمن يقارف فى كل يوم اكثر من اربعين كبيره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4F2CA2">
        <w:rPr>
          <w:rStyle w:val="libAlaemChar"/>
          <w:rtl/>
        </w:rPr>
        <w:t>عليه‌السلام</w:t>
      </w:r>
      <w:r>
        <w:rPr>
          <w:rtl/>
        </w:rPr>
        <w:t xml:space="preserve"> فرمودند: هيچ مومنى نيست كه در شبانه روز مرتكب چهل گناه كبيره شود آنگاه با پشيمانى بگويد: «استغفر الله الذى لا اله الا الله هوالحى القيوم بديع السموات و الارض ذالجلال و الاكرام و اسئله ان يتوب على» </w:t>
      </w:r>
      <w:r w:rsidRPr="004F2CA2">
        <w:rPr>
          <w:rStyle w:val="libFootnotenumChar"/>
          <w:rtl/>
        </w:rPr>
        <w:t>(١٠٩)،</w:t>
      </w:r>
      <w:r>
        <w:rPr>
          <w:rtl/>
        </w:rPr>
        <w:t xml:space="preserve"> مگر اين كه خداوند آن گناهان را مى آمرزد، و در كسى كه هر روز بيش از چهل گناه كبيره مرتكب شود. خيرى نيست .</w:t>
      </w:r>
    </w:p>
    <w:p w:rsidR="00A679DB" w:rsidRDefault="00A679DB" w:rsidP="00A679DB">
      <w:pPr>
        <w:pStyle w:val="libNormal"/>
        <w:rPr>
          <w:rtl/>
        </w:rPr>
      </w:pPr>
    </w:p>
    <w:p w:rsidR="00A679DB" w:rsidRDefault="00A679DB" w:rsidP="00A679DB">
      <w:pPr>
        <w:pStyle w:val="libNormal"/>
        <w:rPr>
          <w:rtl/>
        </w:rPr>
      </w:pPr>
      <w:r>
        <w:rPr>
          <w:rtl/>
        </w:rPr>
        <w:t>ثواب المومن يموت فى غربه من الارض</w:t>
      </w:r>
    </w:p>
    <w:p w:rsidR="00A679DB" w:rsidRDefault="004F2CA2" w:rsidP="00A679DB">
      <w:pPr>
        <w:pStyle w:val="libNormal"/>
        <w:rPr>
          <w:rtl/>
        </w:rPr>
      </w:pPr>
      <w:r>
        <w:rPr>
          <w:rtl/>
        </w:rPr>
        <w:br w:type="page"/>
      </w:r>
    </w:p>
    <w:p w:rsidR="00A679DB" w:rsidRDefault="00A679DB" w:rsidP="004F2CA2">
      <w:pPr>
        <w:pStyle w:val="Heading2"/>
        <w:rPr>
          <w:rtl/>
        </w:rPr>
      </w:pPr>
      <w:bookmarkStart w:id="344" w:name="_Toc449617401"/>
      <w:r>
        <w:rPr>
          <w:rtl/>
        </w:rPr>
        <w:t>ثواب مرگ مؤ من در ديار غربت</w:t>
      </w:r>
      <w:bookmarkEnd w:id="344"/>
    </w:p>
    <w:p w:rsidR="00A679DB" w:rsidRDefault="00A679DB" w:rsidP="00A679DB">
      <w:pPr>
        <w:pStyle w:val="libNormal"/>
        <w:rPr>
          <w:rtl/>
        </w:rPr>
      </w:pPr>
      <w:r>
        <w:rPr>
          <w:rtl/>
        </w:rPr>
        <w:t xml:space="preserve">حديث : ١ حدثنى محمد بن على ماجيلويه رضى الله عنه عن عمه محمد بن ابى القاسم عن احمد بن ابى عبدالله عن الحسن بن محبوب عن ابى محمد الوابشى و غيره عن ابى عبدالله </w:t>
      </w:r>
      <w:r w:rsidRPr="004F2CA2">
        <w:rPr>
          <w:rStyle w:val="libFootnotenumChar"/>
          <w:rtl/>
        </w:rPr>
        <w:t>عليه‌السلام</w:t>
      </w:r>
      <w:r>
        <w:rPr>
          <w:rtl/>
        </w:rPr>
        <w:t xml:space="preserve"> قال ما من مؤ من يموت فى غربه من الارض فتغيب فيها عنه بواكيه الا بكته بقاع الارضين التى كان يعبدالله فيها و بكته اثوابه و بكته ابواب السماء التى كان يصعد فيها عمله و بكاه الملكان الموكلان 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4F2CA2">
        <w:rPr>
          <w:rStyle w:val="libAlaemChar"/>
          <w:rtl/>
        </w:rPr>
        <w:t>عليه‌السلام</w:t>
      </w:r>
      <w:r>
        <w:rPr>
          <w:rtl/>
        </w:rPr>
        <w:t xml:space="preserve"> فرمودند: هيچ مؤ منى نيست كه در ديار غربت از دنيا برود و گريه كننده اى نداشته باشد، مگر اين كه مناطقى از زمين كه خدا را در آن عبادت مى كرده است ، لباسهايش ، درهاى آسمان كه عمل او از آن درها بالا مى رفته و دو فرشته نويسنده اعمالش براى او گريه خواهند كرد.</w:t>
      </w:r>
    </w:p>
    <w:p w:rsidR="00A679DB" w:rsidRDefault="00A679DB" w:rsidP="00A679DB">
      <w:pPr>
        <w:pStyle w:val="libNormal"/>
        <w:rPr>
          <w:rtl/>
        </w:rPr>
      </w:pPr>
    </w:p>
    <w:p w:rsidR="00A679DB" w:rsidRDefault="00A679DB" w:rsidP="00A679DB">
      <w:pPr>
        <w:pStyle w:val="libNormal"/>
        <w:rPr>
          <w:rtl/>
        </w:rPr>
      </w:pPr>
      <w:r>
        <w:rPr>
          <w:rtl/>
        </w:rPr>
        <w:t>ثواب الكافر يصطنع المعروف الى المومن</w:t>
      </w:r>
    </w:p>
    <w:p w:rsidR="00A679DB" w:rsidRDefault="004F2CA2" w:rsidP="00A679DB">
      <w:pPr>
        <w:pStyle w:val="libNormal"/>
        <w:rPr>
          <w:rtl/>
        </w:rPr>
      </w:pPr>
      <w:r>
        <w:rPr>
          <w:rtl/>
        </w:rPr>
        <w:br w:type="page"/>
      </w:r>
    </w:p>
    <w:p w:rsidR="00A679DB" w:rsidRDefault="00A679DB" w:rsidP="004F2CA2">
      <w:pPr>
        <w:pStyle w:val="Heading2"/>
        <w:rPr>
          <w:rtl/>
        </w:rPr>
      </w:pPr>
      <w:bookmarkStart w:id="345" w:name="_Toc449617402"/>
      <w:r>
        <w:rPr>
          <w:rtl/>
        </w:rPr>
        <w:t>ثواب خوبى كردن كافر به مؤ من</w:t>
      </w:r>
      <w:bookmarkEnd w:id="345"/>
    </w:p>
    <w:p w:rsidR="00A679DB" w:rsidRDefault="00A679DB" w:rsidP="00A679DB">
      <w:pPr>
        <w:pStyle w:val="libNormal"/>
        <w:rPr>
          <w:rtl/>
        </w:rPr>
      </w:pPr>
      <w:r>
        <w:rPr>
          <w:rtl/>
        </w:rPr>
        <w:t>حديث : ١ ابى رحمه الله قال حدثنى سعد بن عبدالله قال حدثنى اليهثم بن ابى مسروق النهدى عن الحسن بن محبوب عن على بن يقطين قال قال لى ابوالحسن موسى بن جعفر</w:t>
      </w:r>
      <w:r w:rsidR="00DC5255">
        <w:rPr>
          <w:rStyle w:val="libAlaemChar"/>
          <w:rtl/>
        </w:rPr>
        <w:t xml:space="preserve">عليهم‌السلام </w:t>
      </w:r>
      <w:r>
        <w:rPr>
          <w:rtl/>
        </w:rPr>
        <w:t>انه كان فى بنى اسرائيل رجل مؤ من و كان له جار كافر و كان يرفق بالمومن و يوليه المعروف فى الدنيا ان مات الكافر بنى الله له بيتا فى النار من طين فكان يقيه حرها و ياتيه الرزق من غيرها و قيل له هذا بما كنت تدخل على جارك المومن فلان بن فلان من الرفق و توليه من المعروف فى الدنيا.</w:t>
      </w:r>
    </w:p>
    <w:p w:rsidR="00A679DB" w:rsidRDefault="00A679DB" w:rsidP="00A679DB">
      <w:pPr>
        <w:pStyle w:val="libNormal"/>
        <w:rPr>
          <w:rtl/>
        </w:rPr>
      </w:pPr>
      <w:r>
        <w:rPr>
          <w:rtl/>
        </w:rPr>
        <w:t>ترجمه :</w:t>
      </w:r>
    </w:p>
    <w:p w:rsidR="00A679DB" w:rsidRDefault="00A679DB" w:rsidP="004F2CA2">
      <w:pPr>
        <w:pStyle w:val="libNormal"/>
        <w:rPr>
          <w:rtl/>
        </w:rPr>
      </w:pPr>
      <w:r>
        <w:rPr>
          <w:rtl/>
        </w:rPr>
        <w:t xml:space="preserve">١. امام كاظم </w:t>
      </w:r>
      <w:r w:rsidRPr="004F2CA2">
        <w:rPr>
          <w:rStyle w:val="libAlaemChar"/>
          <w:rtl/>
        </w:rPr>
        <w:t>عليه‌السلام</w:t>
      </w:r>
      <w:r>
        <w:rPr>
          <w:rtl/>
        </w:rPr>
        <w:t xml:space="preserve"> فرمودند: مرد مومنى در بنى اسراييل همسايه كافرى داشت كه با آن مرد مؤ من خ</w:t>
      </w:r>
      <w:r w:rsidR="004F2CA2">
        <w:rPr>
          <w:rFonts w:hint="cs"/>
          <w:rtl/>
        </w:rPr>
        <w:t>و</w:t>
      </w:r>
      <w:r>
        <w:rPr>
          <w:rtl/>
        </w:rPr>
        <w:t>ش</w:t>
      </w:r>
      <w:r w:rsidR="004F2CA2">
        <w:rPr>
          <w:rFonts w:hint="cs"/>
          <w:rtl/>
        </w:rPr>
        <w:t xml:space="preserve"> </w:t>
      </w:r>
      <w:r>
        <w:rPr>
          <w:rtl/>
        </w:rPr>
        <w:t>رفتار بود و به او خوبى مى كرد. هنگامى كه آن كافر مرد، خداوند د</w:t>
      </w:r>
      <w:r w:rsidR="004F2CA2">
        <w:rPr>
          <w:rFonts w:hint="cs"/>
          <w:rtl/>
        </w:rPr>
        <w:t>ر</w:t>
      </w:r>
      <w:r>
        <w:rPr>
          <w:rtl/>
        </w:rPr>
        <w:t xml:space="preserve"> جهنم از گل براى او ساخت كه از حرارت آتش مصون باشد و رزق او نيز از جاى ديگرى غير از جهنم به او مى رسيد و به او مى گفند: اين وضعى كه دارى و راحت هستى بخاطر خوشرفتارى و خوبى كردن در دنيا ب</w:t>
      </w:r>
      <w:r w:rsidR="004F2CA2">
        <w:rPr>
          <w:rFonts w:hint="cs"/>
          <w:rtl/>
        </w:rPr>
        <w:t>ا</w:t>
      </w:r>
      <w:r>
        <w:rPr>
          <w:rtl/>
        </w:rPr>
        <w:t xml:space="preserve"> فلان همسايه ات ، مى باشد.</w:t>
      </w:r>
    </w:p>
    <w:p w:rsidR="00A679DB" w:rsidRDefault="00A679DB" w:rsidP="00A679DB">
      <w:pPr>
        <w:pStyle w:val="libNormal"/>
        <w:rPr>
          <w:rtl/>
        </w:rPr>
      </w:pPr>
    </w:p>
    <w:p w:rsidR="00A679DB" w:rsidRDefault="00A679DB" w:rsidP="00A679DB">
      <w:pPr>
        <w:pStyle w:val="libNormal"/>
        <w:rPr>
          <w:rtl/>
        </w:rPr>
      </w:pPr>
      <w:r>
        <w:rPr>
          <w:rtl/>
        </w:rPr>
        <w:t>ثواب من اوصل الى اخيه المومن معروفا.</w:t>
      </w:r>
    </w:p>
    <w:p w:rsidR="00A679DB" w:rsidRDefault="004F2CA2" w:rsidP="00A679DB">
      <w:pPr>
        <w:pStyle w:val="libNormal"/>
        <w:rPr>
          <w:rtl/>
        </w:rPr>
      </w:pPr>
      <w:r>
        <w:rPr>
          <w:rtl/>
        </w:rPr>
        <w:br w:type="page"/>
      </w:r>
    </w:p>
    <w:p w:rsidR="00A679DB" w:rsidRDefault="00A679DB" w:rsidP="004F2CA2">
      <w:pPr>
        <w:pStyle w:val="Heading2"/>
        <w:rPr>
          <w:rtl/>
        </w:rPr>
      </w:pPr>
      <w:bookmarkStart w:id="346" w:name="_Toc449617403"/>
      <w:r>
        <w:rPr>
          <w:rtl/>
        </w:rPr>
        <w:t>ثواب خوبى كردن به برادر مؤ من</w:t>
      </w:r>
      <w:bookmarkEnd w:id="346"/>
    </w:p>
    <w:p w:rsidR="00A679DB" w:rsidRDefault="00A679DB" w:rsidP="004F2CA2">
      <w:pPr>
        <w:pStyle w:val="libNormal"/>
        <w:rPr>
          <w:rtl/>
        </w:rPr>
      </w:pPr>
      <w:r>
        <w:rPr>
          <w:rtl/>
        </w:rPr>
        <w:t xml:space="preserve">حديث : ١ حدثنى محمد بن الحسن رضى الله عنه قال حدثنى محمد بن الحسن الصفار عن احمد بن محمد عن الحسن بن محبوب عن جميل عن حديد او مرازم قال قال ابو عبدالله </w:t>
      </w:r>
      <w:r w:rsidRPr="004F2CA2">
        <w:rPr>
          <w:rStyle w:val="libAlaemChar"/>
          <w:rtl/>
        </w:rPr>
        <w:t>عليه‌السلام</w:t>
      </w:r>
      <w:r>
        <w:rPr>
          <w:rtl/>
        </w:rPr>
        <w:t xml:space="preserve"> ايما مؤ من اوصل الى اخيه المومن معروفا فقد اوصل ذلك الى رسول الله </w:t>
      </w:r>
      <w:r w:rsidRPr="004F2CA2">
        <w:rPr>
          <w:rStyle w:val="libAlaemChar"/>
          <w:rtl/>
        </w:rPr>
        <w:t>صلى‌الله‌عليه‌وآله</w:t>
      </w:r>
      <w:r>
        <w:rPr>
          <w:rtl/>
        </w:rPr>
        <w:t xml:space="preserve">   ترجمه :</w:t>
      </w:r>
    </w:p>
    <w:p w:rsidR="00A679DB" w:rsidRDefault="00A679DB" w:rsidP="00A679DB">
      <w:pPr>
        <w:pStyle w:val="libNormal"/>
        <w:rPr>
          <w:rtl/>
        </w:rPr>
      </w:pPr>
      <w:r>
        <w:rPr>
          <w:rtl/>
        </w:rPr>
        <w:t xml:space="preserve">١. امام صادق </w:t>
      </w:r>
      <w:r w:rsidRPr="004F2CA2">
        <w:rPr>
          <w:rStyle w:val="libAlaemChar"/>
          <w:rtl/>
        </w:rPr>
        <w:t>عليه‌السلام</w:t>
      </w:r>
      <w:r>
        <w:rPr>
          <w:rtl/>
        </w:rPr>
        <w:t xml:space="preserve"> فرمودند: هر مومنى كه به برادر مومنش خوبى نمايد، به رسول خدا </w:t>
      </w:r>
      <w:r w:rsidR="00E60DFB" w:rsidRPr="004F2CA2">
        <w:rPr>
          <w:rStyle w:val="libAlaemChar"/>
          <w:rtl/>
        </w:rPr>
        <w:t>صلى‌الله‌عليه‌وآله</w:t>
      </w:r>
      <w:r w:rsidR="00E60DFB">
        <w:rPr>
          <w:rtl/>
        </w:rPr>
        <w:t xml:space="preserve"> </w:t>
      </w:r>
      <w:r>
        <w:rPr>
          <w:rtl/>
        </w:rPr>
        <w:t>خوبى نموده است .</w:t>
      </w:r>
    </w:p>
    <w:p w:rsidR="00A679DB" w:rsidRDefault="00A679DB" w:rsidP="00A679DB">
      <w:pPr>
        <w:pStyle w:val="libNormal"/>
        <w:rPr>
          <w:rtl/>
        </w:rPr>
      </w:pPr>
    </w:p>
    <w:p w:rsidR="00A679DB" w:rsidRDefault="00A679DB" w:rsidP="00A679DB">
      <w:pPr>
        <w:pStyle w:val="libNormal"/>
        <w:rPr>
          <w:rtl/>
        </w:rPr>
      </w:pPr>
      <w:r>
        <w:rPr>
          <w:rtl/>
        </w:rPr>
        <w:t>ثواب من كان فى منزله عنز حلوب .</w:t>
      </w:r>
    </w:p>
    <w:p w:rsidR="00A679DB" w:rsidRDefault="004F2CA2" w:rsidP="00A679DB">
      <w:pPr>
        <w:pStyle w:val="libNormal"/>
        <w:rPr>
          <w:rtl/>
        </w:rPr>
      </w:pPr>
      <w:r>
        <w:rPr>
          <w:rtl/>
        </w:rPr>
        <w:br w:type="page"/>
      </w:r>
    </w:p>
    <w:p w:rsidR="00A679DB" w:rsidRDefault="00A679DB" w:rsidP="004F2CA2">
      <w:pPr>
        <w:pStyle w:val="Heading2"/>
        <w:rPr>
          <w:rtl/>
        </w:rPr>
      </w:pPr>
      <w:bookmarkStart w:id="347" w:name="_Toc449617404"/>
      <w:r>
        <w:rPr>
          <w:rtl/>
        </w:rPr>
        <w:t>ثواب نگهدارى بز شيرده در منزل</w:t>
      </w:r>
      <w:bookmarkEnd w:id="347"/>
    </w:p>
    <w:p w:rsidR="00A679DB" w:rsidRDefault="00A679DB" w:rsidP="00A679DB">
      <w:pPr>
        <w:pStyle w:val="libNormal"/>
        <w:rPr>
          <w:rtl/>
        </w:rPr>
      </w:pPr>
      <w:r>
        <w:rPr>
          <w:rtl/>
        </w:rPr>
        <w:t xml:space="preserve">حديث : ١ حدثنى محمد بن ماجيلويه رضى الله عنه عن محمد بن ابى القاسم عن احمد بن ابى عبدالله عن الحسن بن محبوب عن محمد بن مارد قال سمعت ابا عبدالله </w:t>
      </w:r>
      <w:r w:rsidRPr="004F2CA2">
        <w:rPr>
          <w:rStyle w:val="libAlaemChar"/>
          <w:rtl/>
        </w:rPr>
        <w:t>عليه‌السلام</w:t>
      </w:r>
      <w:r>
        <w:rPr>
          <w:rtl/>
        </w:rPr>
        <w:t xml:space="preserve"> يقول ما من مؤ من يكون فى منزله عنز حلوب الا قسد اهل ذلك المنزل و بورك عليهم و ان كانت اثنين قدسوا و بورك عليهم كل يوم مرتين و قال بعض اصحابنا و كيف يقدسون قال يقف عليهم ملك كل صباح و مساء فيقول قدستم و بورك عليكم و طبتم و طاب ادامكم فقلت له ما معنى قدستم قال طهرتم .</w:t>
      </w:r>
    </w:p>
    <w:p w:rsidR="00A679DB" w:rsidRDefault="00A679DB" w:rsidP="00A679DB">
      <w:pPr>
        <w:pStyle w:val="libNormal"/>
        <w:rPr>
          <w:rtl/>
        </w:rPr>
      </w:pPr>
      <w:r>
        <w:rPr>
          <w:rtl/>
        </w:rPr>
        <w:t>ترجمه :</w:t>
      </w:r>
    </w:p>
    <w:p w:rsidR="00A679DB" w:rsidRDefault="00A679DB" w:rsidP="004F2CA2">
      <w:pPr>
        <w:pStyle w:val="libNormal"/>
        <w:rPr>
          <w:rtl/>
        </w:rPr>
      </w:pPr>
      <w:r>
        <w:rPr>
          <w:rtl/>
        </w:rPr>
        <w:t xml:space="preserve">١. راوى مى گويد: از امام صادق </w:t>
      </w:r>
      <w:r w:rsidRPr="004F2CA2">
        <w:rPr>
          <w:rStyle w:val="libAlaemChar"/>
          <w:rtl/>
        </w:rPr>
        <w:t>عليه‌السلام</w:t>
      </w:r>
      <w:r>
        <w:rPr>
          <w:rtl/>
        </w:rPr>
        <w:t xml:space="preserve"> شنيدم كه فرمودند: هيچ مومنى نيست كه در منزلش بز شيردهى باشد، مگر اين كه اهل اين منزل تقديس ‍ شده و روزى مى خورند، و اگر دو بز شيرده باش</w:t>
      </w:r>
      <w:r w:rsidR="004F2CA2">
        <w:rPr>
          <w:rFonts w:hint="cs"/>
          <w:rtl/>
        </w:rPr>
        <w:t>د</w:t>
      </w:r>
      <w:r>
        <w:rPr>
          <w:rtl/>
        </w:rPr>
        <w:t xml:space="preserve"> ، در هر روز دو بار تقديس ‍ شده و روزى مى خورند: يكى از اصحاب پرسيد: چگونه تقديس مى شوند؟ فرمودند:: در هر صبح و شام فرشته اى آنها را مى بيند و مى گويند: مقدس ‍ شديد و روزى خورديد، پاك شديد و خورش شما نيز پاك شد. عرض كردم : مقدس شديد يعنى چه ؟ يعنى پاكيزه شديد.</w:t>
      </w:r>
    </w:p>
    <w:p w:rsidR="00A679DB" w:rsidRDefault="00A679DB" w:rsidP="00A679DB">
      <w:pPr>
        <w:pStyle w:val="libNormal"/>
        <w:rPr>
          <w:rtl/>
        </w:rPr>
      </w:pPr>
    </w:p>
    <w:p w:rsidR="00A679DB" w:rsidRDefault="00A679DB" w:rsidP="00A679DB">
      <w:pPr>
        <w:pStyle w:val="libNormal"/>
        <w:rPr>
          <w:rtl/>
        </w:rPr>
      </w:pPr>
      <w:r>
        <w:rPr>
          <w:rtl/>
        </w:rPr>
        <w:t>ثواب الصلاه و الزكاه و البر و الصبر</w:t>
      </w:r>
    </w:p>
    <w:p w:rsidR="00A679DB" w:rsidRDefault="004F2CA2" w:rsidP="00A679DB">
      <w:pPr>
        <w:pStyle w:val="libNormal"/>
        <w:rPr>
          <w:rtl/>
        </w:rPr>
      </w:pPr>
      <w:r>
        <w:rPr>
          <w:rtl/>
        </w:rPr>
        <w:br w:type="page"/>
      </w:r>
    </w:p>
    <w:p w:rsidR="00A679DB" w:rsidRDefault="00A679DB" w:rsidP="004F2CA2">
      <w:pPr>
        <w:pStyle w:val="Heading2"/>
        <w:rPr>
          <w:rtl/>
        </w:rPr>
      </w:pPr>
      <w:bookmarkStart w:id="348" w:name="_Toc449617405"/>
      <w:r>
        <w:rPr>
          <w:rtl/>
        </w:rPr>
        <w:t>ثواب نماز، زكات نيكوكارى و صبر</w:t>
      </w:r>
      <w:bookmarkEnd w:id="348"/>
    </w:p>
    <w:p w:rsidR="00A679DB" w:rsidRDefault="00A679DB" w:rsidP="00A679DB">
      <w:pPr>
        <w:pStyle w:val="libNormal"/>
        <w:rPr>
          <w:rtl/>
        </w:rPr>
      </w:pPr>
      <w:r>
        <w:rPr>
          <w:rtl/>
        </w:rPr>
        <w:t xml:space="preserve">حديث : ١ ابى رحمه الله قال حدثنى سعد بن عبدالله عن احمد بن محمد عن الحسن بن محبوب عن عبدالله بن مرحوم عن ابن ابى عبدالله </w:t>
      </w:r>
      <w:r w:rsidRPr="004F2CA2">
        <w:rPr>
          <w:rStyle w:val="libAlaemChar"/>
          <w:rtl/>
        </w:rPr>
        <w:t>عليه‌السلام</w:t>
      </w:r>
      <w:r>
        <w:rPr>
          <w:rtl/>
        </w:rPr>
        <w:t xml:space="preserve"> قال اذا دخل المومن قبره كانت الصلاه عن يمينه و الزكاه عن يساره و البر مضل عليه و يتنحى الصبر ناحيه قال فاذا دخل عليه الملكان اللذان يليان مساء لته قال الصبر للصلاه و الزكاه و البر دونكم صاحبكم فان عجزتم عنه فانا دونه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4F2CA2">
        <w:rPr>
          <w:rStyle w:val="libAlaemChar"/>
          <w:rtl/>
        </w:rPr>
        <w:t>عليه‌السلام</w:t>
      </w:r>
      <w:r>
        <w:rPr>
          <w:rtl/>
        </w:rPr>
        <w:t xml:space="preserve"> فرمودند: هنگامى كه مؤ من وارد قبرش مى شود، نماز سمت راست او و زكات سمت چپش مى باشد، نيكوكارى حامى او خواهد بود. صبر از او فاصله گرفته و به كنارى مى باشد. و هنگامى كه دو فرشته اى كه عهده دار سوال و جواب او هستند، وارد مى شوند، صبر به نماز و زكات و نيكوكارى مى گويد از دوست خود حفاظت كنيد و اگر نتوانستيد من وارد عمل مى شوم .</w:t>
      </w:r>
    </w:p>
    <w:p w:rsidR="00A679DB" w:rsidRDefault="00A679DB" w:rsidP="00A679DB">
      <w:pPr>
        <w:pStyle w:val="libNormal"/>
        <w:rPr>
          <w:rtl/>
        </w:rPr>
      </w:pPr>
    </w:p>
    <w:p w:rsidR="00A679DB" w:rsidRDefault="00A679DB" w:rsidP="00A679DB">
      <w:pPr>
        <w:pStyle w:val="libNormal"/>
        <w:rPr>
          <w:rtl/>
        </w:rPr>
      </w:pPr>
      <w:r>
        <w:rPr>
          <w:rtl/>
        </w:rPr>
        <w:t xml:space="preserve">ثواب من احب آل محمد </w:t>
      </w:r>
      <w:r w:rsidR="00DC5255">
        <w:rPr>
          <w:rtl/>
        </w:rPr>
        <w:t xml:space="preserve">عليهم‌السلام </w:t>
      </w:r>
      <w:r>
        <w:rPr>
          <w:rtl/>
        </w:rPr>
        <w:t>و ابغض عدوهم فى الله تعالى</w:t>
      </w:r>
    </w:p>
    <w:p w:rsidR="00A679DB" w:rsidRDefault="004F2CA2" w:rsidP="00A679DB">
      <w:pPr>
        <w:pStyle w:val="libNormal"/>
        <w:rPr>
          <w:rtl/>
        </w:rPr>
      </w:pPr>
      <w:r>
        <w:rPr>
          <w:rtl/>
        </w:rPr>
        <w:br w:type="page"/>
      </w:r>
    </w:p>
    <w:p w:rsidR="00A679DB" w:rsidRDefault="00A679DB" w:rsidP="004F2CA2">
      <w:pPr>
        <w:pStyle w:val="Heading2"/>
        <w:rPr>
          <w:rtl/>
        </w:rPr>
      </w:pPr>
      <w:bookmarkStart w:id="349" w:name="_Toc449617406"/>
      <w:r>
        <w:rPr>
          <w:rtl/>
        </w:rPr>
        <w:t xml:space="preserve">ثواب دوست داشتن آل محمد </w:t>
      </w:r>
      <w:r w:rsidR="004F2CA2" w:rsidRPr="004F2CA2">
        <w:rPr>
          <w:rStyle w:val="libAlaemChar"/>
          <w:rFonts w:eastAsiaTheme="minorHAnsi"/>
          <w:rtl/>
        </w:rPr>
        <w:t>عليهم‌السلام</w:t>
      </w:r>
      <w:r w:rsidR="004F2CA2" w:rsidRPr="005100D5">
        <w:rPr>
          <w:rFonts w:eastAsiaTheme="minorHAnsi"/>
          <w:rtl/>
        </w:rPr>
        <w:t xml:space="preserve"> </w:t>
      </w:r>
      <w:r>
        <w:rPr>
          <w:rtl/>
        </w:rPr>
        <w:t>و دشمن داشتن دشمنان آنان بخاطرخدا</w:t>
      </w:r>
      <w:bookmarkEnd w:id="349"/>
    </w:p>
    <w:p w:rsidR="00A679DB" w:rsidRDefault="00A679DB" w:rsidP="00A679DB">
      <w:pPr>
        <w:pStyle w:val="libNormal"/>
        <w:rPr>
          <w:rtl/>
        </w:rPr>
      </w:pPr>
      <w:r>
        <w:rPr>
          <w:rtl/>
        </w:rPr>
        <w:t xml:space="preserve">حديث : ١ ابى رحمه الله قال حدثنى محمد بن يحى عن احمد بن محمد عن الحسن بن محبوب عن صالح بن سهل المهدانى عن ابى عبدالله </w:t>
      </w:r>
      <w:r w:rsidRPr="004F2CA2">
        <w:rPr>
          <w:rStyle w:val="libAlaemChar"/>
          <w:rtl/>
        </w:rPr>
        <w:t>عليه‌السلام</w:t>
      </w:r>
      <w:r>
        <w:rPr>
          <w:rtl/>
        </w:rPr>
        <w:t xml:space="preserve"> قال من احبنا و ابغض عدونا فى الله من غير تره و ترها آياه لشى من امرالدنيا ثم مات على ذلك فلقى الله و عليه من الذنوب مثل زبد البحر غفرها الله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4F2CA2">
        <w:rPr>
          <w:rStyle w:val="libAlaemChar"/>
          <w:rtl/>
        </w:rPr>
        <w:t>عليه‌السلام</w:t>
      </w:r>
      <w:r>
        <w:rPr>
          <w:rtl/>
        </w:rPr>
        <w:t xml:space="preserve"> فرمودند: كسى كه بخاطر خدا، نه بخاطر ظلمى كه در امور دنيوى به او شده ، ما را دوست بدارد و با دشمنان ما دشمن باشد و آنگاه به همين وضع از دنيا برود و گناهان او باندازه كف دريا باشد، خداوند گناهانش را مى آمرزد.</w:t>
      </w:r>
    </w:p>
    <w:p w:rsidR="004F2CA2" w:rsidRPr="00ED74AF" w:rsidRDefault="004F2CA2" w:rsidP="00ED74AF">
      <w:pPr>
        <w:pStyle w:val="libNormal"/>
        <w:rPr>
          <w:rtl/>
        </w:rPr>
      </w:pPr>
      <w:r w:rsidRPr="00ED74AF">
        <w:rPr>
          <w:rtl/>
        </w:rPr>
        <w:br w:type="page"/>
      </w:r>
    </w:p>
    <w:p w:rsidR="00A679DB" w:rsidRDefault="00A679DB" w:rsidP="004F2CA2">
      <w:pPr>
        <w:pStyle w:val="Heading2"/>
        <w:rPr>
          <w:rtl/>
        </w:rPr>
      </w:pPr>
      <w:bookmarkStart w:id="350" w:name="_Toc449617407"/>
      <w:r>
        <w:rPr>
          <w:rtl/>
        </w:rPr>
        <w:t>ثواب هفتاد بار استغفرالله در نماز وتر درحال ايستاده بمدت يك سال</w:t>
      </w:r>
      <w:bookmarkEnd w:id="350"/>
    </w:p>
    <w:p w:rsidR="00A679DB" w:rsidRDefault="00A679DB" w:rsidP="00A679DB">
      <w:pPr>
        <w:pStyle w:val="libNormal"/>
        <w:rPr>
          <w:rtl/>
        </w:rPr>
      </w:pPr>
      <w:r>
        <w:rPr>
          <w:rtl/>
        </w:rPr>
        <w:t xml:space="preserve">حديث : ١ حدثنى احمد بن محمد رضى الله عنه ابيه عن احمد بن محمد بن عيسى عن الحسن بن محبوب عن عمر بن يزيد و لا اعلمه الا عن ابى عبدالله </w:t>
      </w:r>
      <w:r w:rsidRPr="0013727E">
        <w:rPr>
          <w:rStyle w:val="libAlaemChar"/>
          <w:rtl/>
        </w:rPr>
        <w:t>عليه‌السلام</w:t>
      </w:r>
      <w:r>
        <w:rPr>
          <w:rtl/>
        </w:rPr>
        <w:t xml:space="preserve"> قال من قال فى وتره اذا اوتر استغفرالله و اتوب اليه سبعين مره و هو قائم فواظب على ذلك حتى مضى له سنه كتبه الله عنده من المستغفرين بالاسحار و جبت له المغفره من الله عزوجل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3727E">
        <w:rPr>
          <w:rStyle w:val="libAlaemChar"/>
          <w:rtl/>
        </w:rPr>
        <w:t>عليه‌السلام</w:t>
      </w:r>
      <w:r>
        <w:rPr>
          <w:rtl/>
        </w:rPr>
        <w:t xml:space="preserve"> فرمودند: كسى كه بمدت يك سال در نماز وتر هفتاد بار ايستاده بگويد «استغفر الله و اتوب اليه .» </w:t>
      </w:r>
      <w:r w:rsidRPr="0013727E">
        <w:rPr>
          <w:rStyle w:val="libFootnotenumChar"/>
          <w:rtl/>
        </w:rPr>
        <w:t>(١١٠)،</w:t>
      </w:r>
      <w:r>
        <w:rPr>
          <w:rtl/>
        </w:rPr>
        <w:t xml:space="preserve"> خداوند او را از كسانى كه در سحرها آمرزش مى طلبند (و در قرآن از آنها ياد شده است) مى نويسد و آمرزش خداى عزوجل براى او واجب مى شود.</w:t>
      </w:r>
    </w:p>
    <w:p w:rsidR="00A679DB" w:rsidRDefault="00A679DB" w:rsidP="00A679DB">
      <w:pPr>
        <w:pStyle w:val="libNormal"/>
        <w:rPr>
          <w:rtl/>
        </w:rPr>
      </w:pPr>
    </w:p>
    <w:p w:rsidR="00A679DB" w:rsidRDefault="00A679DB" w:rsidP="00A679DB">
      <w:pPr>
        <w:pStyle w:val="libNormal"/>
        <w:rPr>
          <w:rtl/>
        </w:rPr>
      </w:pPr>
      <w:r>
        <w:rPr>
          <w:rtl/>
        </w:rPr>
        <w:t>ثواب التسليم على الاخ المومن فى اللهعزوجل</w:t>
      </w:r>
    </w:p>
    <w:p w:rsidR="00A679DB" w:rsidRDefault="0013727E" w:rsidP="00A679DB">
      <w:pPr>
        <w:pStyle w:val="libNormal"/>
        <w:rPr>
          <w:rtl/>
        </w:rPr>
      </w:pPr>
      <w:r>
        <w:rPr>
          <w:rtl/>
        </w:rPr>
        <w:br w:type="page"/>
      </w:r>
    </w:p>
    <w:p w:rsidR="00A679DB" w:rsidRDefault="00A679DB" w:rsidP="0013727E">
      <w:pPr>
        <w:pStyle w:val="Heading2"/>
        <w:rPr>
          <w:rtl/>
        </w:rPr>
      </w:pPr>
      <w:bookmarkStart w:id="351" w:name="_Toc449617408"/>
      <w:r>
        <w:rPr>
          <w:rtl/>
        </w:rPr>
        <w:t>ثواب سلام كردن به برادر مومن بخاطر خداىعزوجل</w:t>
      </w:r>
      <w:bookmarkEnd w:id="351"/>
    </w:p>
    <w:p w:rsidR="00A679DB" w:rsidRDefault="00A679DB" w:rsidP="00A679DB">
      <w:pPr>
        <w:pStyle w:val="libNormal"/>
        <w:rPr>
          <w:rtl/>
        </w:rPr>
      </w:pPr>
      <w:r>
        <w:rPr>
          <w:rtl/>
        </w:rPr>
        <w:t xml:space="preserve">حديث : ١ ابى رحمه الله قال حدثنى سعد بن عبدالله عن احمد بن محمد عن الحسن بن محبوب عن ابى جميله عن جابر عن ابى جعفر الباقر </w:t>
      </w:r>
      <w:r w:rsidRPr="0013727E">
        <w:rPr>
          <w:rStyle w:val="libAlaemChar"/>
          <w:rtl/>
        </w:rPr>
        <w:t>عليه‌السلام</w:t>
      </w:r>
      <w:r>
        <w:rPr>
          <w:rtl/>
        </w:rPr>
        <w:t xml:space="preserve"> قال ان ملكا من الملائكه مر برجل قائم على باب دار فقال له الملك يا عبدالله ما يقيمك على باب هذا الدار قال فقال له اخ لى فيها اردت ان اسلم عليه فقال له الملك هل بينك و بينه رحم ماسه او هل نزعتك اليه حاجه قال فقال لا ما بينى و بينه قرابه و لا نزعتنى الا اخوه الاسلام و حرمته فانما اتعهده اسلم عليه فى الله رب العالمين فقال له الملك انى رسول اليك و هو يقرئك السلام و هو يقول انما آياى اردت ولى تعاهدت و قد اوجبت لك الجنه و اعفثيتك من غضبى و اجرتك من النار.</w:t>
      </w:r>
    </w:p>
    <w:p w:rsidR="00A679DB" w:rsidRDefault="00A679DB" w:rsidP="00A679DB">
      <w:pPr>
        <w:pStyle w:val="libNormal"/>
        <w:rPr>
          <w:rtl/>
        </w:rPr>
      </w:pPr>
      <w:r>
        <w:rPr>
          <w:rtl/>
        </w:rPr>
        <w:t>ترجمه :</w:t>
      </w:r>
    </w:p>
    <w:p w:rsidR="0013727E" w:rsidRDefault="00A679DB" w:rsidP="0013727E">
      <w:pPr>
        <w:pStyle w:val="libNormal"/>
        <w:rPr>
          <w:rtl/>
        </w:rPr>
      </w:pPr>
      <w:r>
        <w:rPr>
          <w:rtl/>
        </w:rPr>
        <w:t xml:space="preserve">١. امام باقر </w:t>
      </w:r>
      <w:r w:rsidRPr="0013727E">
        <w:rPr>
          <w:rStyle w:val="libAlaemChar"/>
          <w:rtl/>
        </w:rPr>
        <w:t>عليه‌السلام</w:t>
      </w:r>
      <w:r>
        <w:rPr>
          <w:rtl/>
        </w:rPr>
        <w:t xml:space="preserve"> فرمودند: همانا فرشته اى از فرشتگان مردى را ديد كه بر در خانه اى ايستاده است . به او گفت : اى بنده خدا ! چرا بر در اين خانه ايستاده اى ؟ جواب داد: برادر مومنم در اين خانه است . مى خواهم به او سلام كنم . آن فرشته به او گفت : فاميل نزديك او هستى يا به او احتياج دارى ؟ جواب داد: نه . فاميل نزديك نيست . فقط برادرى دينى و احترام آن ، مرا بدين جا كشانده است . فقط به اين جهت مى خواهم او را ببينم كه بخاطر خداى بزرگ به او سلام كنم . آنگاه آن فرشته به او گفت : خداوند مرا فر</w:t>
      </w:r>
      <w:r w:rsidR="0013727E">
        <w:rPr>
          <w:rFonts w:hint="cs"/>
          <w:rtl/>
        </w:rPr>
        <w:t>س</w:t>
      </w:r>
      <w:r>
        <w:rPr>
          <w:rtl/>
        </w:rPr>
        <w:t>تاده تا سلام خدا را به تو برسانم و بگويم خداوند مى فرمايد: اى بنده من ! همانا مراد تو فقط من بودم و با من ديدار كردى . بهشت را برايت واجب نموده ، تو را از غضبم معاف نموده و از جهنم پناهت دادم .</w:t>
      </w:r>
    </w:p>
    <w:p w:rsidR="0013727E" w:rsidRDefault="0013727E" w:rsidP="0013727E">
      <w:pPr>
        <w:pStyle w:val="libNormal"/>
        <w:rPr>
          <w:rtl/>
        </w:rPr>
      </w:pPr>
      <w:r>
        <w:rPr>
          <w:rtl/>
        </w:rPr>
        <w:br w:type="page"/>
      </w:r>
    </w:p>
    <w:p w:rsidR="00A679DB" w:rsidRDefault="00A679DB" w:rsidP="0013727E">
      <w:pPr>
        <w:pStyle w:val="Heading2"/>
        <w:rPr>
          <w:rtl/>
        </w:rPr>
      </w:pPr>
      <w:bookmarkStart w:id="352" w:name="_Toc449617409"/>
      <w:r>
        <w:rPr>
          <w:rtl/>
        </w:rPr>
        <w:t>ثواب توبه نصوح مومن</w:t>
      </w:r>
      <w:bookmarkEnd w:id="352"/>
    </w:p>
    <w:p w:rsidR="0013727E" w:rsidRDefault="0013727E" w:rsidP="00A679DB">
      <w:pPr>
        <w:pStyle w:val="libNormal"/>
        <w:rPr>
          <w:rtl/>
        </w:rPr>
      </w:pPr>
      <w:r w:rsidRPr="0013727E">
        <w:rPr>
          <w:rStyle w:val="libFootnotenumChar"/>
          <w:rtl/>
        </w:rPr>
        <w:t>(١١١)</w:t>
      </w:r>
    </w:p>
    <w:p w:rsidR="00A679DB" w:rsidRDefault="00A679DB" w:rsidP="00A679DB">
      <w:pPr>
        <w:pStyle w:val="libNormal"/>
        <w:rPr>
          <w:rtl/>
        </w:rPr>
      </w:pPr>
      <w:r>
        <w:rPr>
          <w:rtl/>
        </w:rPr>
        <w:t xml:space="preserve">حديث : ١ ابى رحمه الله قال حدثنى احمد بن ادريس عن احمد بن محمد عن الحسن بن محبوب عن معاويه بن وهب قال سمعت ابا عبدالله </w:t>
      </w:r>
      <w:r w:rsidRPr="0013727E">
        <w:rPr>
          <w:rStyle w:val="libAlaemChar"/>
          <w:rtl/>
        </w:rPr>
        <w:t>عليه‌السلام</w:t>
      </w:r>
      <w:r>
        <w:rPr>
          <w:rtl/>
        </w:rPr>
        <w:t xml:space="preserve"> يقول اذا تاب العبد المومن توبه نصوحا احبه الله فستر عليه فى الدنيا و الاخره قلت و كيف يستر عليه قال ينسى ملكيه ما كتبا عليه من الذنوب و اوحى الله الى جوارحه اكتمى عليه ذنوبه و اوحى الى بقاع الارض اكتمى عليه ما كان يعمل عليك من الذنوب فيلقى الله حين يلقاه و ليس شى يشهد عليه بشى من الذنوب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شنيدم كه امام صادق </w:t>
      </w:r>
      <w:r w:rsidRPr="0013727E">
        <w:rPr>
          <w:rStyle w:val="libAlaemChar"/>
          <w:rtl/>
        </w:rPr>
        <w:t>عليه‌السلام</w:t>
      </w:r>
      <w:r>
        <w:rPr>
          <w:rtl/>
        </w:rPr>
        <w:t xml:space="preserve"> فرمودند :هنگامى كه بنده مومنى توبه نصوح نمايد، خداوند او را دوست داشته و گناهانش را در دنيا و آخرت مى پوشاند. عرض كردم : چگونه گناهانش را مى پوشاند؟ فرمودند: گناهان او را از خاطر و ياد دو فرشته اى مى برد كه مامور نوشتن اعمالش هستند، به اعضا بدن او وحى مى نمايد كه گناهان او را كتمان كنيد و به مناطقى از زمين كه در آنها گناه كرده است وحى مى كند: گناهانى را كه در آن مناطق مرتكب شده است بپوشاند و بدين ترتيب ، در حالى خداوند را ملاقات مى كند كه هيچ چيزى نيست كه به كوچكترين گناهى عليه وى شهادت دهد.</w:t>
      </w:r>
    </w:p>
    <w:p w:rsidR="00A679DB" w:rsidRDefault="00A679DB" w:rsidP="00A679DB">
      <w:pPr>
        <w:pStyle w:val="libNormal"/>
        <w:rPr>
          <w:rtl/>
        </w:rPr>
      </w:pPr>
    </w:p>
    <w:p w:rsidR="00A679DB" w:rsidRDefault="00A679DB" w:rsidP="00A679DB">
      <w:pPr>
        <w:pStyle w:val="libNormal"/>
        <w:rPr>
          <w:rtl/>
        </w:rPr>
      </w:pPr>
      <w:r>
        <w:rPr>
          <w:rtl/>
        </w:rPr>
        <w:t>ثواب الهين القريب اللين السهل</w:t>
      </w:r>
    </w:p>
    <w:p w:rsidR="00A679DB" w:rsidRDefault="0013727E" w:rsidP="00A679DB">
      <w:pPr>
        <w:pStyle w:val="libNormal"/>
        <w:rPr>
          <w:rtl/>
        </w:rPr>
      </w:pPr>
      <w:r>
        <w:rPr>
          <w:rtl/>
        </w:rPr>
        <w:br w:type="page"/>
      </w:r>
    </w:p>
    <w:p w:rsidR="00A679DB" w:rsidRDefault="00A679DB" w:rsidP="0013727E">
      <w:pPr>
        <w:pStyle w:val="Heading2"/>
        <w:rPr>
          <w:rtl/>
        </w:rPr>
      </w:pPr>
      <w:bookmarkStart w:id="353" w:name="_Toc449617410"/>
      <w:r>
        <w:rPr>
          <w:rtl/>
        </w:rPr>
        <w:t>ثواب كم توقع خوش اخلاق نرم آسان گير</w:t>
      </w:r>
      <w:bookmarkEnd w:id="353"/>
    </w:p>
    <w:p w:rsidR="00A679DB" w:rsidRDefault="00A679DB" w:rsidP="00A679DB">
      <w:pPr>
        <w:pStyle w:val="libNormal"/>
        <w:rPr>
          <w:rtl/>
        </w:rPr>
      </w:pPr>
      <w:r>
        <w:rPr>
          <w:rtl/>
        </w:rPr>
        <w:t xml:space="preserve">حديث : ١ ابى رحمه الله قال حدثنى سعد بن عبدالله عن محمد بن الحسين بن ابى الخطاب عن العباس بن معروف عن سعدان بن مسلم عن عبدالله بن سنان عن ابى عبدالله </w:t>
      </w:r>
      <w:r w:rsidRPr="0013727E">
        <w:rPr>
          <w:rStyle w:val="libAlaemChar"/>
          <w:rtl/>
        </w:rPr>
        <w:t>عليه‌السلام</w:t>
      </w:r>
      <w:r>
        <w:rPr>
          <w:rtl/>
        </w:rPr>
        <w:t xml:space="preserve"> قال قال رسول الله </w:t>
      </w:r>
      <w:r w:rsidR="00E60DFB" w:rsidRPr="0013727E">
        <w:rPr>
          <w:rStyle w:val="libAlaemChar"/>
          <w:rtl/>
        </w:rPr>
        <w:t>صلى‌الله‌عليه‌وآله</w:t>
      </w:r>
      <w:r w:rsidR="00E60DFB">
        <w:rPr>
          <w:rtl/>
        </w:rPr>
        <w:t xml:space="preserve"> </w:t>
      </w:r>
      <w:r>
        <w:rPr>
          <w:rtl/>
        </w:rPr>
        <w:t>الا اخبركم بمن تحرم عليه النار غدا قيل بلى يا رسول الله قال الهيم القريب اللين السهل .</w:t>
      </w:r>
    </w:p>
    <w:p w:rsidR="00A679DB" w:rsidRDefault="00A679DB" w:rsidP="00A679DB">
      <w:pPr>
        <w:pStyle w:val="libNormal"/>
        <w:rPr>
          <w:rtl/>
        </w:rPr>
      </w:pPr>
      <w:r>
        <w:rPr>
          <w:rtl/>
        </w:rPr>
        <w:t>ترجمه :</w:t>
      </w:r>
    </w:p>
    <w:p w:rsidR="00A679DB" w:rsidRDefault="00A679DB" w:rsidP="0013727E">
      <w:pPr>
        <w:pStyle w:val="libNormal"/>
        <w:rPr>
          <w:rtl/>
        </w:rPr>
      </w:pPr>
      <w:r>
        <w:rPr>
          <w:rtl/>
        </w:rPr>
        <w:t xml:space="preserve">١. امام صادق </w:t>
      </w:r>
      <w:r w:rsidRPr="0013727E">
        <w:rPr>
          <w:rStyle w:val="libAlaemChar"/>
          <w:rtl/>
        </w:rPr>
        <w:t>عليه‌السلام</w:t>
      </w:r>
      <w:r>
        <w:rPr>
          <w:rtl/>
        </w:rPr>
        <w:t xml:space="preserve"> نقل مى نمايند كه رسول خدا </w:t>
      </w:r>
      <w:r w:rsidR="00E60DFB" w:rsidRPr="0013727E">
        <w:rPr>
          <w:rStyle w:val="libAlaemChar"/>
          <w:rtl/>
        </w:rPr>
        <w:t>صلى‌الله‌عليه‌وآله</w:t>
      </w:r>
      <w:r w:rsidR="00E60DFB">
        <w:rPr>
          <w:rtl/>
        </w:rPr>
        <w:t xml:space="preserve"> </w:t>
      </w:r>
      <w:r>
        <w:rPr>
          <w:rtl/>
        </w:rPr>
        <w:t xml:space="preserve">فرمودند: مى خواهيد بدانيد فردا جهنم بر چه كسى حرام خواهد بود؟ عرض كردند بله اى رسول خدا ! فرمودند جهنم بر كم توقع خوش اخلاق نرم </w:t>
      </w:r>
      <w:r w:rsidR="0013727E">
        <w:rPr>
          <w:rFonts w:hint="cs"/>
          <w:rtl/>
        </w:rPr>
        <w:t>آ</w:t>
      </w:r>
      <w:r>
        <w:rPr>
          <w:rtl/>
        </w:rPr>
        <w:t>سان گير حرام است .</w:t>
      </w:r>
    </w:p>
    <w:p w:rsidR="00A679DB" w:rsidRDefault="00A679DB" w:rsidP="00A679DB">
      <w:pPr>
        <w:pStyle w:val="libNormal"/>
        <w:rPr>
          <w:rtl/>
        </w:rPr>
      </w:pPr>
    </w:p>
    <w:p w:rsidR="00A679DB" w:rsidRDefault="00A679DB" w:rsidP="00A679DB">
      <w:pPr>
        <w:pStyle w:val="libNormal"/>
        <w:rPr>
          <w:rtl/>
        </w:rPr>
      </w:pPr>
      <w:r>
        <w:rPr>
          <w:rtl/>
        </w:rPr>
        <w:t>ثواب المتقربين الى الله عزوجل بالبكاء من خشيه الله و ثواب المتعبدين بالورععن محارم الله و ثواب المتزينين لله الزهد فى الدنيا</w:t>
      </w:r>
    </w:p>
    <w:p w:rsidR="00A679DB" w:rsidRDefault="0013727E" w:rsidP="00A679DB">
      <w:pPr>
        <w:pStyle w:val="libNormal"/>
        <w:rPr>
          <w:rtl/>
        </w:rPr>
      </w:pPr>
      <w:r>
        <w:rPr>
          <w:rtl/>
        </w:rPr>
        <w:br w:type="page"/>
      </w:r>
    </w:p>
    <w:p w:rsidR="00A679DB" w:rsidRDefault="00A679DB" w:rsidP="0013727E">
      <w:pPr>
        <w:pStyle w:val="Heading2"/>
        <w:rPr>
          <w:rtl/>
        </w:rPr>
      </w:pPr>
      <w:bookmarkStart w:id="354" w:name="_Toc449617411"/>
      <w:r>
        <w:rPr>
          <w:rtl/>
        </w:rPr>
        <w:t>ثواب تقرب به خداوند با گريستن از عظمت او، عبادت خداوند با پرهيز از حرامهاىاو و آرايش براى خداوند با زهد در دنيا</w:t>
      </w:r>
      <w:bookmarkEnd w:id="354"/>
    </w:p>
    <w:p w:rsidR="00A679DB" w:rsidRDefault="00A679DB" w:rsidP="00A679DB">
      <w:pPr>
        <w:pStyle w:val="libNormal"/>
        <w:rPr>
          <w:rtl/>
        </w:rPr>
      </w:pPr>
      <w:r>
        <w:rPr>
          <w:rtl/>
        </w:rPr>
        <w:t xml:space="preserve">حديث : ١ ابى رحمه الله قال حدثنى سعد بن عبدالله عن احمد بن محمد عن الحسن بن محبوب قال حدثنى ابو عيوب عن الوصافى عن ابى جعفر </w:t>
      </w:r>
      <w:r w:rsidRPr="0013727E">
        <w:rPr>
          <w:rStyle w:val="libAlaemChar"/>
          <w:rtl/>
        </w:rPr>
        <w:t>عليه‌السلام</w:t>
      </w:r>
      <w:r>
        <w:rPr>
          <w:rtl/>
        </w:rPr>
        <w:t xml:space="preserve"> قال كان فيما ناجى به الله موسى </w:t>
      </w:r>
      <w:r w:rsidRPr="0013727E">
        <w:rPr>
          <w:rStyle w:val="libAlaemChar"/>
          <w:rtl/>
        </w:rPr>
        <w:t>عليه‌السلام</w:t>
      </w:r>
      <w:r>
        <w:rPr>
          <w:rtl/>
        </w:rPr>
        <w:t xml:space="preserve"> على الطور ان يا موسى ابلغ قومك انه ما يتقرب الى المتقربون بمثل البكاء من خشيتى و ما تعدلى المتعبدون بمثل الورع عن محارمى و لا تزين لى المتزينون بمثل الزهد فى الدنيا عما بهم الغنى عنه قال فقال موسى عليه‌السلام يا اكرم الاكرمين فماذا اثبتهم على ذلك فقال يا موسى اما المتقربون الى بالبكاء من خشيتى فهم فى الرفيق الاعلى لا يشركهم فيه احد و اما المتعبدون لى بالورع عن محارمى فانى افتش الناس على اعمالهم و لا افتشهم حياء منهم و اما المتقربون الى بالزهد فى الدنيا فانى امنحهم الجنه بحذافيرها يتبوون منها حيث يشاوون .</w:t>
      </w:r>
    </w:p>
    <w:p w:rsidR="00A679DB" w:rsidRDefault="00A679DB" w:rsidP="00A679DB">
      <w:pPr>
        <w:pStyle w:val="libNormal"/>
        <w:rPr>
          <w:rtl/>
        </w:rPr>
      </w:pPr>
      <w:r>
        <w:rPr>
          <w:rtl/>
        </w:rPr>
        <w:t>ترجمه :</w:t>
      </w:r>
    </w:p>
    <w:p w:rsidR="00A679DB" w:rsidRDefault="00A679DB" w:rsidP="0013727E">
      <w:pPr>
        <w:pStyle w:val="libNormal"/>
        <w:rPr>
          <w:rtl/>
        </w:rPr>
      </w:pPr>
      <w:r>
        <w:rPr>
          <w:rtl/>
        </w:rPr>
        <w:t xml:space="preserve">١. امام باقر </w:t>
      </w:r>
      <w:r w:rsidRPr="0013727E">
        <w:rPr>
          <w:rStyle w:val="libAlaemChar"/>
          <w:rtl/>
        </w:rPr>
        <w:t>عليه‌السلام</w:t>
      </w:r>
      <w:r>
        <w:rPr>
          <w:rtl/>
        </w:rPr>
        <w:t xml:space="preserve"> فرمودند: از جمله مطالبى كه خداوند در كوه طور به حضرت موسى </w:t>
      </w:r>
      <w:r w:rsidRPr="0013727E">
        <w:rPr>
          <w:rStyle w:val="libAlaemChar"/>
          <w:rtl/>
        </w:rPr>
        <w:t>عليه‌السلام</w:t>
      </w:r>
      <w:r>
        <w:rPr>
          <w:rtl/>
        </w:rPr>
        <w:t xml:space="preserve"> فرمودند، اين بود كه : اى موسى ! به پيروانت بگو تقرب جويندگان به من به چيزى برتر از گريه </w:t>
      </w:r>
      <w:r w:rsidR="0013727E">
        <w:rPr>
          <w:rFonts w:hint="cs"/>
          <w:rtl/>
        </w:rPr>
        <w:t xml:space="preserve">به </w:t>
      </w:r>
      <w:r>
        <w:rPr>
          <w:rtl/>
        </w:rPr>
        <w:t xml:space="preserve">عظمت من تقرب نجسته اند، عبادت كنندگان با چيزى برتر از پرهيز از حرامهاى من مرا عبادت نكرده اند و </w:t>
      </w:r>
      <w:r w:rsidR="0013727E">
        <w:rPr>
          <w:rFonts w:hint="cs"/>
          <w:rtl/>
        </w:rPr>
        <w:t>آ</w:t>
      </w:r>
      <w:r>
        <w:rPr>
          <w:rtl/>
        </w:rPr>
        <w:t xml:space="preserve">راسته شدگان با چيزى برتر از زهد در دنيا از آنچه كه به آن بى نيازند، خود را براى من نياراسته اند. حضرت موسى عرض كرد: اى كريم ترين كريمان چه ثوابى به آنان عطا نموده اى ؟ خداوند فرمودند: اى موسى ! كسانى كه از عظمت من گريستند، در جمع پيامبران در بهترين جاهاى بهشت خواهند بود و كس ديگرى </w:t>
      </w:r>
      <w:r>
        <w:rPr>
          <w:rtl/>
        </w:rPr>
        <w:lastRenderedPageBreak/>
        <w:t>به آن جا راه ندارد، كسانى كه با پرهيز از حرامهاى من مرا عبادت نمودند، خجالت مى كشم اعمال آنها را برسى كنم در حالى كه اعمال ساير مردم را بررسى خواهم نمود، و كسانى كه با زهد در دنيا به من تقرب جستند، همه بهشت را به آنها عطا مى كنم كه در هر جاى ان كه خواستند ساكن شوند.</w:t>
      </w:r>
    </w:p>
    <w:p w:rsidR="00A679DB" w:rsidRDefault="00A679DB" w:rsidP="00A679DB">
      <w:pPr>
        <w:pStyle w:val="libNormal"/>
        <w:rPr>
          <w:rtl/>
        </w:rPr>
      </w:pPr>
    </w:p>
    <w:p w:rsidR="00A679DB" w:rsidRDefault="00A679DB" w:rsidP="00A679DB">
      <w:pPr>
        <w:pStyle w:val="libNormal"/>
        <w:rPr>
          <w:rtl/>
        </w:rPr>
      </w:pPr>
      <w:r>
        <w:rPr>
          <w:rtl/>
        </w:rPr>
        <w:t>ثواب اصطناع المعروف الى المومن</w:t>
      </w:r>
    </w:p>
    <w:p w:rsidR="00A679DB" w:rsidRDefault="0013727E" w:rsidP="00A679DB">
      <w:pPr>
        <w:pStyle w:val="libNormal"/>
        <w:rPr>
          <w:rtl/>
        </w:rPr>
      </w:pPr>
      <w:r>
        <w:rPr>
          <w:rtl/>
        </w:rPr>
        <w:br w:type="page"/>
      </w:r>
    </w:p>
    <w:p w:rsidR="00A679DB" w:rsidRDefault="00A679DB" w:rsidP="0013727E">
      <w:pPr>
        <w:pStyle w:val="Heading2"/>
        <w:rPr>
          <w:rtl/>
        </w:rPr>
      </w:pPr>
      <w:bookmarkStart w:id="355" w:name="_Toc449617412"/>
      <w:r>
        <w:rPr>
          <w:rtl/>
        </w:rPr>
        <w:t>ثواب خوبى نمودن به مومن</w:t>
      </w:r>
      <w:bookmarkEnd w:id="355"/>
    </w:p>
    <w:p w:rsidR="00A679DB" w:rsidRDefault="00A679DB" w:rsidP="00A679DB">
      <w:pPr>
        <w:pStyle w:val="libNormal"/>
        <w:rPr>
          <w:rtl/>
        </w:rPr>
      </w:pPr>
      <w:r>
        <w:rPr>
          <w:rtl/>
        </w:rPr>
        <w:t xml:space="preserve">حديث : ١ ابى رحمه الله قال حدثنى محمد بن يحيى عن احمد بن محمد عن الحسن بن محبوب عن ابى ولاد عن ميسر عن ابى عبدالله </w:t>
      </w:r>
      <w:r w:rsidRPr="0013727E">
        <w:rPr>
          <w:rStyle w:val="libAlaemChar"/>
          <w:rtl/>
        </w:rPr>
        <w:t>عليه‌السلام</w:t>
      </w:r>
      <w:r>
        <w:rPr>
          <w:rtl/>
        </w:rPr>
        <w:t xml:space="preserve"> قال ان المومن نمنك يومم القيامه ليمر به الرجل له المعرفه به فى الدنيا و قد امر به الى النار و الملك ينطلق به قال فيقول له يا فلان اغثنى فقد كنت اصنع اليك المعروف فى الدنيا واستفك فى الحاجه تطلبها منى فهل عندك اليوم مكافاه فيقول المومن للملك الموكل به خل سبيله قال فيسمع الله قول المومن فيامر الملك ان يجيز قول المومن فيخلى سبيله .</w:t>
      </w:r>
    </w:p>
    <w:p w:rsidR="00A679DB" w:rsidRDefault="00A679DB" w:rsidP="00A679DB">
      <w:pPr>
        <w:pStyle w:val="libNormal"/>
        <w:rPr>
          <w:rtl/>
        </w:rPr>
      </w:pPr>
      <w:r>
        <w:rPr>
          <w:rtl/>
        </w:rPr>
        <w:t>ترجمه :</w:t>
      </w:r>
    </w:p>
    <w:p w:rsidR="00A679DB" w:rsidRDefault="00A679DB" w:rsidP="0013727E">
      <w:pPr>
        <w:pStyle w:val="libNormal"/>
        <w:rPr>
          <w:rtl/>
        </w:rPr>
      </w:pPr>
      <w:r>
        <w:rPr>
          <w:rtl/>
        </w:rPr>
        <w:t xml:space="preserve">١. امام صادق </w:t>
      </w:r>
      <w:r w:rsidRPr="0013727E">
        <w:rPr>
          <w:rStyle w:val="libAlaemChar"/>
          <w:rtl/>
        </w:rPr>
        <w:t>عليه‌السلام</w:t>
      </w:r>
      <w:r>
        <w:rPr>
          <w:rtl/>
        </w:rPr>
        <w:t xml:space="preserve"> فرمودند: در روز قيامت مردى جهنمى كه </w:t>
      </w:r>
      <w:r w:rsidR="0013727E">
        <w:rPr>
          <w:rFonts w:hint="cs"/>
          <w:rtl/>
        </w:rPr>
        <w:t>آ</w:t>
      </w:r>
      <w:r>
        <w:rPr>
          <w:rtl/>
        </w:rPr>
        <w:t>شناى يكى از شما مومنين است و فرشته اى مامور بردن او به جهنم است ، آشناى مومن خود را مى بيند. آن مرد به او مى گويد: فلانى كمكم كن . من در دنيا به تو كمك كردم و نيازى را كه به من داشتى ، بر آوردم ، آيا مى توانى امروز تلافى كنى ؟ در اين جا مومن به فرشته اى كه مامور بردن او به جهنم است مى گويد: رهايش كن خداوند سخن مومن را شنيده و به آن فرشته دستور مى دهد سخن او بپذير. او هم رهايش مى كند.</w:t>
      </w:r>
    </w:p>
    <w:p w:rsidR="00A679DB" w:rsidRDefault="00A679DB" w:rsidP="00A679DB">
      <w:pPr>
        <w:pStyle w:val="libNormal"/>
        <w:rPr>
          <w:rtl/>
        </w:rPr>
      </w:pPr>
    </w:p>
    <w:p w:rsidR="00A679DB" w:rsidRDefault="00A679DB" w:rsidP="00A679DB">
      <w:pPr>
        <w:pStyle w:val="libNormal"/>
        <w:rPr>
          <w:rtl/>
        </w:rPr>
      </w:pPr>
      <w:r>
        <w:rPr>
          <w:rtl/>
        </w:rPr>
        <w:t>ثواب حسن الظن بالله تعالى عزوجل</w:t>
      </w:r>
    </w:p>
    <w:p w:rsidR="00A679DB" w:rsidRDefault="0013727E" w:rsidP="00A679DB">
      <w:pPr>
        <w:pStyle w:val="libNormal"/>
        <w:rPr>
          <w:rtl/>
        </w:rPr>
      </w:pPr>
      <w:r>
        <w:rPr>
          <w:rtl/>
        </w:rPr>
        <w:br w:type="page"/>
      </w:r>
    </w:p>
    <w:p w:rsidR="00A679DB" w:rsidRDefault="00A679DB" w:rsidP="0013727E">
      <w:pPr>
        <w:pStyle w:val="Heading2"/>
        <w:rPr>
          <w:rtl/>
        </w:rPr>
      </w:pPr>
      <w:bookmarkStart w:id="356" w:name="_Toc449617413"/>
      <w:r>
        <w:rPr>
          <w:rtl/>
        </w:rPr>
        <w:t>ثواب خوش گمانى به خداى متعال</w:t>
      </w:r>
      <w:bookmarkEnd w:id="356"/>
    </w:p>
    <w:p w:rsidR="00A679DB" w:rsidRDefault="00A679DB" w:rsidP="00A679DB">
      <w:pPr>
        <w:pStyle w:val="libNormal"/>
        <w:rPr>
          <w:rtl/>
        </w:rPr>
      </w:pPr>
      <w:r>
        <w:rPr>
          <w:rtl/>
        </w:rPr>
        <w:t xml:space="preserve">حديث : ١ ابى رحمه الله قال حدثنى سعد بن عبدالله عن يعقوب بن يزيد عن محمد بن ابى عمير عن عبدالرحمن بن الحجاج عن ابى عبدالله </w:t>
      </w:r>
      <w:r w:rsidRPr="0013727E">
        <w:rPr>
          <w:rStyle w:val="libAlaemChar"/>
          <w:rtl/>
        </w:rPr>
        <w:t>عليه‌السلام</w:t>
      </w:r>
      <w:r>
        <w:rPr>
          <w:rtl/>
        </w:rPr>
        <w:t xml:space="preserve"> قال ان آخر عبد يومر به الى النار يلتفت فيقول الله عزوجل العجلوه فاذا اتى به قال له عبدى لم التفت فيقول يارب ما كان ظنى بك هذا فيقول جل جلاله عبدى و كا كان ظنك بى فيقول يا رب كان ظنى بك ان تغفرلى خطيئتى و تسكننى جنتك فيقول الله ملائكتى و عزتى و جلالى و آلائى و بلائى و ارتفاع مكانى ما ظن بى هذا ساعه من حياته خيرا قط ولو ظن بى ساعه من حياته خيرا ما روعته بالنار اجيزوا له كذبه وادخلوه الجنه ثم قال ابو عبدالله </w:t>
      </w:r>
      <w:r w:rsidRPr="0013727E">
        <w:rPr>
          <w:rStyle w:val="libAlaemChar"/>
          <w:rtl/>
        </w:rPr>
        <w:t>عليه‌السلام</w:t>
      </w:r>
      <w:r>
        <w:rPr>
          <w:rtl/>
        </w:rPr>
        <w:t xml:space="preserve"> ما ظن عبد بالله خيرا الا كان الله عند ظنه به و لا ظن به سوء الا كان الله عند ظنه به و ذلك قوله عزوجل ( و ذلكم ظنكم الذى ظننتم بربكم ارادكم فاصبحتم من الخاسرين».</w:t>
      </w:r>
    </w:p>
    <w:p w:rsidR="00A679DB" w:rsidRDefault="00A679DB" w:rsidP="00A679DB">
      <w:pPr>
        <w:pStyle w:val="libNormal"/>
        <w:rPr>
          <w:rtl/>
        </w:rPr>
      </w:pPr>
      <w:r>
        <w:rPr>
          <w:rtl/>
        </w:rPr>
        <w:t>ترجمه :</w:t>
      </w:r>
    </w:p>
    <w:p w:rsidR="00A679DB" w:rsidRDefault="00A679DB" w:rsidP="0013727E">
      <w:pPr>
        <w:pStyle w:val="libNormal"/>
        <w:rPr>
          <w:rtl/>
        </w:rPr>
      </w:pPr>
      <w:r>
        <w:rPr>
          <w:rtl/>
        </w:rPr>
        <w:t xml:space="preserve">١. امام صادق </w:t>
      </w:r>
      <w:r w:rsidRPr="0013727E">
        <w:rPr>
          <w:rStyle w:val="libAlaemChar"/>
          <w:rtl/>
        </w:rPr>
        <w:t>عليه‌السلام</w:t>
      </w:r>
      <w:r>
        <w:rPr>
          <w:rtl/>
        </w:rPr>
        <w:t xml:space="preserve"> فرمودند: آخرين بنده اى كه دستور مى رسد او را به جهنم ببريد، به هنگام رفتن به جهنم سرش را بر مى گرداند. خداى عزوجل مى فرمايد: او را نگهداريد. و هنگامى كه او را به پيشگاه خداوند مى آورند، خداوند مى فرمايد: بنده من چرا سرت را برگ</w:t>
      </w:r>
      <w:r w:rsidR="0013727E">
        <w:rPr>
          <w:rFonts w:hint="cs"/>
          <w:rtl/>
        </w:rPr>
        <w:t>ر</w:t>
      </w:r>
      <w:r>
        <w:rPr>
          <w:rtl/>
        </w:rPr>
        <w:t>داندى ؟ او عرضه مى دارد: گمان نداشتم كه با من چنين نمايى . خداى بزرگ مى پرسد بنده من چه گمانى درباره من داشتى ؟ جواب مى دهد: گمان داشتم كه گناهم را ببخشى و مرا در بهشتت ساكن گردانى . خداوند مى فرمايد: فرشتگانم ! ب</w:t>
      </w:r>
      <w:r w:rsidR="0013727E">
        <w:rPr>
          <w:rFonts w:hint="cs"/>
          <w:rtl/>
        </w:rPr>
        <w:t xml:space="preserve">ه </w:t>
      </w:r>
      <w:r>
        <w:rPr>
          <w:rtl/>
        </w:rPr>
        <w:t>عزت و شكوهم و نعمتها و بلا و بلندى مرتبه</w:t>
      </w:r>
      <w:r w:rsidR="0013727E">
        <w:rPr>
          <w:rFonts w:hint="cs"/>
          <w:rtl/>
        </w:rPr>
        <w:t xml:space="preserve"> </w:t>
      </w:r>
      <w:r>
        <w:rPr>
          <w:rtl/>
        </w:rPr>
        <w:t xml:space="preserve">ام سوگند ! هيچ گاه در طول عمرش هيچ زمانى گمانى خوبى درباره من نداشت . و اگر در طول عمرش ‍ لحظه اى گمان خيرى درباره من </w:t>
      </w:r>
      <w:r>
        <w:rPr>
          <w:rtl/>
        </w:rPr>
        <w:lastRenderedPageBreak/>
        <w:t xml:space="preserve">پيدا مى كرد: او را با جهنم نمى ترساندم . دروغش را بپذير و وارد بهشتش كنيد آنگاه امام صادق </w:t>
      </w:r>
      <w:r w:rsidRPr="0013727E">
        <w:rPr>
          <w:rStyle w:val="libAlaemChar"/>
          <w:rtl/>
        </w:rPr>
        <w:t>عليه‌السلام</w:t>
      </w:r>
      <w:r>
        <w:rPr>
          <w:rtl/>
        </w:rPr>
        <w:t xml:space="preserve"> فرمودند: هيچ گاه بنده اى به خداوند خوش گمان نبوده ، مگر اين كه خداوند نيز همانگونه كه گمان داشته با او رفتار نموده است و هيچ گاه به او بدگمان نبوده ، مگر اين كه خداوند نيز با او همانطور رفتار نموده . است و معنى اين آيه «و همين گ</w:t>
      </w:r>
      <w:r w:rsidR="0013727E">
        <w:rPr>
          <w:rFonts w:hint="cs"/>
          <w:rtl/>
        </w:rPr>
        <w:t>م</w:t>
      </w:r>
      <w:r>
        <w:rPr>
          <w:rtl/>
        </w:rPr>
        <w:t xml:space="preserve">انى كه به خداوند داشتيد شما را هلاك كرد و بدبخت شديد» </w:t>
      </w:r>
      <w:r w:rsidRPr="0013727E">
        <w:rPr>
          <w:rStyle w:val="libFootnotenumChar"/>
          <w:rtl/>
        </w:rPr>
        <w:t>(١١٢)</w:t>
      </w:r>
      <w:r>
        <w:rPr>
          <w:rtl/>
        </w:rPr>
        <w:t xml:space="preserve"> نيز همين است .</w:t>
      </w:r>
    </w:p>
    <w:p w:rsidR="00A679DB" w:rsidRDefault="00A679DB" w:rsidP="00A679DB">
      <w:pPr>
        <w:pStyle w:val="libNormal"/>
        <w:rPr>
          <w:rtl/>
        </w:rPr>
      </w:pPr>
    </w:p>
    <w:p w:rsidR="00A679DB" w:rsidRDefault="00A679DB" w:rsidP="00A679DB">
      <w:pPr>
        <w:pStyle w:val="libNormal"/>
        <w:rPr>
          <w:rtl/>
        </w:rPr>
      </w:pPr>
      <w:r>
        <w:rPr>
          <w:rtl/>
        </w:rPr>
        <w:t>ثواب من ناصح الله عزوجل فى نفسه</w:t>
      </w:r>
    </w:p>
    <w:p w:rsidR="00A679DB" w:rsidRDefault="0013727E" w:rsidP="00A679DB">
      <w:pPr>
        <w:pStyle w:val="libNormal"/>
        <w:rPr>
          <w:rtl/>
        </w:rPr>
      </w:pPr>
      <w:r>
        <w:rPr>
          <w:rtl/>
        </w:rPr>
        <w:br w:type="page"/>
      </w:r>
    </w:p>
    <w:p w:rsidR="00A679DB" w:rsidRDefault="00A679DB" w:rsidP="0013727E">
      <w:pPr>
        <w:pStyle w:val="Heading2"/>
        <w:rPr>
          <w:rtl/>
        </w:rPr>
      </w:pPr>
      <w:bookmarkStart w:id="357" w:name="_Toc449617414"/>
      <w:r>
        <w:rPr>
          <w:rtl/>
        </w:rPr>
        <w:t>ثواب اخلاص ورزيدن به خداى عزوجل</w:t>
      </w:r>
      <w:bookmarkEnd w:id="357"/>
    </w:p>
    <w:p w:rsidR="00A679DB" w:rsidRDefault="00A679DB" w:rsidP="00A679DB">
      <w:pPr>
        <w:pStyle w:val="libNormal"/>
        <w:rPr>
          <w:rtl/>
        </w:rPr>
      </w:pPr>
      <w:r>
        <w:rPr>
          <w:rtl/>
        </w:rPr>
        <w:t xml:space="preserve">حديث : ١ ابى رحمه الله قال حدثنى سعد بن عبدالله عن احمد بن محمد عن الحسن بن محبوب عن معاويه عن ابى عبدالله </w:t>
      </w:r>
      <w:r w:rsidRPr="0013727E">
        <w:rPr>
          <w:rStyle w:val="libAlaemChar"/>
          <w:rtl/>
        </w:rPr>
        <w:t>عليه‌السلام</w:t>
      </w:r>
      <w:r>
        <w:rPr>
          <w:rtl/>
        </w:rPr>
        <w:t xml:space="preserve"> قال ما ناصح الله عبد مسلم فى نفسه فاعطى الحق منها و اخذ الحق لها الا اعطى خصلتين رزقا من الله يقنع به و رضى من الله ينجيه .</w:t>
      </w:r>
    </w:p>
    <w:p w:rsidR="00A679DB" w:rsidRDefault="00A679DB" w:rsidP="00A679DB">
      <w:pPr>
        <w:pStyle w:val="libNormal"/>
        <w:rPr>
          <w:rtl/>
        </w:rPr>
      </w:pPr>
      <w:r>
        <w:rPr>
          <w:rtl/>
        </w:rPr>
        <w:t>ترجمه :</w:t>
      </w:r>
    </w:p>
    <w:p w:rsidR="00A679DB" w:rsidRDefault="00A679DB" w:rsidP="0013727E">
      <w:pPr>
        <w:pStyle w:val="libNormal"/>
        <w:rPr>
          <w:rtl/>
        </w:rPr>
      </w:pPr>
      <w:r>
        <w:rPr>
          <w:rtl/>
        </w:rPr>
        <w:t xml:space="preserve">١. امام صادق </w:t>
      </w:r>
      <w:r w:rsidRPr="0013727E">
        <w:rPr>
          <w:rStyle w:val="libAlaemChar"/>
          <w:rtl/>
        </w:rPr>
        <w:t>عليه‌السلام</w:t>
      </w:r>
      <w:r>
        <w:rPr>
          <w:rtl/>
        </w:rPr>
        <w:t xml:space="preserve"> فرمودند: هيچ بنده مسلمانى آن گونه كه بايد و شايد نسبت به خداوند مخلص نبوده است ، جز اين كه به اين دو بهره رسيده است : رزقى كه به </w:t>
      </w:r>
      <w:r w:rsidR="0013727E">
        <w:rPr>
          <w:rFonts w:hint="cs"/>
          <w:rtl/>
        </w:rPr>
        <w:t>آ</w:t>
      </w:r>
      <w:r>
        <w:rPr>
          <w:rtl/>
        </w:rPr>
        <w:t>ن قانع شده و رضاينى از خداوند كه او را نجات داده است .</w:t>
      </w:r>
    </w:p>
    <w:p w:rsidR="00A679DB" w:rsidRDefault="00A679DB" w:rsidP="00A679DB">
      <w:pPr>
        <w:pStyle w:val="libNormal"/>
        <w:rPr>
          <w:rtl/>
        </w:rPr>
      </w:pPr>
    </w:p>
    <w:p w:rsidR="00A679DB" w:rsidRDefault="00A679DB" w:rsidP="00A679DB">
      <w:pPr>
        <w:pStyle w:val="libNormal"/>
        <w:rPr>
          <w:rtl/>
        </w:rPr>
      </w:pPr>
      <w:r>
        <w:rPr>
          <w:rtl/>
        </w:rPr>
        <w:t>ثواب التختم بالعقيق</w:t>
      </w:r>
    </w:p>
    <w:p w:rsidR="00A679DB" w:rsidRDefault="0013727E" w:rsidP="00A679DB">
      <w:pPr>
        <w:pStyle w:val="libNormal"/>
        <w:rPr>
          <w:rtl/>
        </w:rPr>
      </w:pPr>
      <w:r>
        <w:rPr>
          <w:rtl/>
        </w:rPr>
        <w:br w:type="page"/>
      </w:r>
    </w:p>
    <w:p w:rsidR="00A679DB" w:rsidRDefault="00A679DB" w:rsidP="0013727E">
      <w:pPr>
        <w:pStyle w:val="Heading2"/>
        <w:rPr>
          <w:rtl/>
        </w:rPr>
      </w:pPr>
      <w:bookmarkStart w:id="358" w:name="_Toc449617415"/>
      <w:r>
        <w:rPr>
          <w:rtl/>
        </w:rPr>
        <w:t>ثواب پوشيدن انگشتر عقيق</w:t>
      </w:r>
      <w:bookmarkEnd w:id="358"/>
    </w:p>
    <w:p w:rsidR="00A679DB" w:rsidRDefault="00A679DB" w:rsidP="00A679DB">
      <w:pPr>
        <w:pStyle w:val="libNormal"/>
        <w:rPr>
          <w:rtl/>
        </w:rPr>
      </w:pPr>
      <w:r>
        <w:rPr>
          <w:rtl/>
        </w:rPr>
        <w:t>حديث : ١ حدثنى محمد بن الحسن رضى الله عنه قال حدثنى محمد بن الحسن الصفار عن ابراهيم بن هاشم عن على بن معبد عن الحسين بن خالد عن الرضا عليه‌السلام قال قال ابو عبدالله عليه‌السلام من اتخذ خاتما فصه عقيق لم يفتقر و لم يقض له الا بالتى هى احسن .</w:t>
      </w:r>
    </w:p>
    <w:p w:rsidR="00A679DB" w:rsidRDefault="00A679DB" w:rsidP="00A679DB">
      <w:pPr>
        <w:pStyle w:val="libNormal"/>
        <w:rPr>
          <w:rtl/>
        </w:rPr>
      </w:pPr>
      <w:r>
        <w:rPr>
          <w:rtl/>
        </w:rPr>
        <w:t>ترجمه :</w:t>
      </w:r>
    </w:p>
    <w:p w:rsidR="00A679DB" w:rsidRDefault="00A679DB" w:rsidP="000615C9">
      <w:pPr>
        <w:pStyle w:val="libNormal"/>
        <w:rPr>
          <w:rtl/>
        </w:rPr>
      </w:pPr>
      <w:r>
        <w:rPr>
          <w:rtl/>
        </w:rPr>
        <w:t xml:space="preserve">١. امام رضا </w:t>
      </w:r>
      <w:r w:rsidRPr="0013727E">
        <w:rPr>
          <w:rStyle w:val="libAlaemChar"/>
          <w:rtl/>
        </w:rPr>
        <w:t>عليه‌السلام</w:t>
      </w:r>
      <w:r>
        <w:rPr>
          <w:rtl/>
        </w:rPr>
        <w:t xml:space="preserve"> نقل مى نمايند كه امام صادق </w:t>
      </w:r>
      <w:r w:rsidRPr="0013727E">
        <w:rPr>
          <w:rStyle w:val="libAlaemChar"/>
          <w:rtl/>
        </w:rPr>
        <w:t>عليه‌السلام</w:t>
      </w:r>
      <w:r>
        <w:rPr>
          <w:rtl/>
        </w:rPr>
        <w:t xml:space="preserve"> فرمودند: كسى كه انگشتر عقيق در دست نمايد، فقير نخواهد شد و حاجت او </w:t>
      </w:r>
      <w:r w:rsidR="000615C9">
        <w:rPr>
          <w:rFonts w:hint="cs"/>
          <w:rtl/>
        </w:rPr>
        <w:t>ب</w:t>
      </w:r>
      <w:r>
        <w:rPr>
          <w:rtl/>
        </w:rPr>
        <w:t>ه بهترين وجه بر آورده مى گردد.</w:t>
      </w:r>
    </w:p>
    <w:p w:rsidR="00A679DB" w:rsidRDefault="00A679DB" w:rsidP="00A679DB">
      <w:pPr>
        <w:pStyle w:val="libNormal"/>
        <w:rPr>
          <w:rtl/>
        </w:rPr>
      </w:pPr>
      <w:r>
        <w:rPr>
          <w:rtl/>
        </w:rPr>
        <w:t>حديث : ٢ ابى رحمه الله قال حدثنى سعد بن عبدالله عن يعقوب بن يزيد عن ابراهيم بن عقبه عن سيابه بن ايوب عن محمد بن الفضيل عن عبدالرحيم القصير قال بعث الوالى الى رجل من ال ابى طالب فى جنايه فمر بابى عبدالله عليه‌السلام فقال اتبعوه بخاتم عقيق قال فاتبع بخاتم عقيق فلم ير مكروها.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راوى مى گويد: حاكم مردى از دودمان ابى طالب را بخاطر تخلفى احضار كرد. در راه با امام صادق </w:t>
      </w:r>
      <w:r w:rsidRPr="000615C9">
        <w:rPr>
          <w:rStyle w:val="libAlaemChar"/>
          <w:rtl/>
        </w:rPr>
        <w:t>عليه‌السلام</w:t>
      </w:r>
      <w:r>
        <w:rPr>
          <w:rtl/>
        </w:rPr>
        <w:t xml:space="preserve"> ملاقات نمود. آن حضرت </w:t>
      </w:r>
      <w:r w:rsidRPr="000615C9">
        <w:rPr>
          <w:rStyle w:val="libAlaemChar"/>
          <w:rtl/>
        </w:rPr>
        <w:t>عليه‌السلام</w:t>
      </w:r>
      <w:r>
        <w:rPr>
          <w:rtl/>
        </w:rPr>
        <w:t xml:space="preserve"> فرمودند: انگشتر عقيق براى او ببريد. آنان نيز انگشتر عقيق را به او رساندند. به همين جهت از طرف حاكم آزارى به او نرسيد.</w:t>
      </w:r>
    </w:p>
    <w:p w:rsidR="00A679DB" w:rsidRDefault="00A679DB" w:rsidP="00A679DB">
      <w:pPr>
        <w:pStyle w:val="libNormal"/>
        <w:rPr>
          <w:rtl/>
        </w:rPr>
      </w:pPr>
      <w:r>
        <w:rPr>
          <w:rtl/>
        </w:rPr>
        <w:t xml:space="preserve">حديث : ٣ حدثنى محمد بن على ماجيلويه رضى الله عنه عن عمه محمد بن ابى القاسم عن احمد بن ابى عبدالله عن ابى حيونه عن ابيه عن عمرو بن ابى </w:t>
      </w:r>
      <w:r>
        <w:rPr>
          <w:rtl/>
        </w:rPr>
        <w:lastRenderedPageBreak/>
        <w:t xml:space="preserve">المقدام عن ابى جعفر </w:t>
      </w:r>
      <w:r w:rsidRPr="000615C9">
        <w:rPr>
          <w:rStyle w:val="libAlaemChar"/>
          <w:rtl/>
        </w:rPr>
        <w:t>عليه‌السلام</w:t>
      </w:r>
      <w:r>
        <w:rPr>
          <w:rtl/>
        </w:rPr>
        <w:t xml:space="preserve"> قال مر به رجل مجلود فقا اين كان خاتمه العقيق اما انه لو كان عليه ما جلد.</w:t>
      </w:r>
    </w:p>
    <w:p w:rsidR="00A679DB" w:rsidRDefault="00A679DB" w:rsidP="00A679DB">
      <w:pPr>
        <w:pStyle w:val="libNormal"/>
        <w:rPr>
          <w:rtl/>
        </w:rPr>
      </w:pPr>
      <w:r>
        <w:rPr>
          <w:rtl/>
        </w:rPr>
        <w:t>ترجمه :</w:t>
      </w:r>
    </w:p>
    <w:p w:rsidR="00A679DB" w:rsidRDefault="00A679DB" w:rsidP="000615C9">
      <w:pPr>
        <w:pStyle w:val="libNormal"/>
        <w:rPr>
          <w:rtl/>
        </w:rPr>
      </w:pPr>
      <w:r>
        <w:rPr>
          <w:rtl/>
        </w:rPr>
        <w:t xml:space="preserve">٣. راوى مى گويد: امام باقر </w:t>
      </w:r>
      <w:r w:rsidRPr="000615C9">
        <w:rPr>
          <w:rStyle w:val="libAlaemChar"/>
          <w:rtl/>
        </w:rPr>
        <w:t>عليه‌السلام</w:t>
      </w:r>
      <w:r>
        <w:rPr>
          <w:rtl/>
        </w:rPr>
        <w:t xml:space="preserve"> مرد تازيانه خورده اى را ديد. آنگاه فرمودند: انگشتر عقيق او كجا بود؟ بدانيد كه همانا اگر انگشتر عقيق او همراهش بود، تازيانه نمى خورد.</w:t>
      </w:r>
    </w:p>
    <w:p w:rsidR="00A679DB" w:rsidRDefault="00A679DB" w:rsidP="00A679DB">
      <w:pPr>
        <w:pStyle w:val="libNormal"/>
        <w:rPr>
          <w:rtl/>
        </w:rPr>
      </w:pPr>
      <w:r>
        <w:rPr>
          <w:rtl/>
        </w:rPr>
        <w:t xml:space="preserve">حديث : ٤ و روى فى حديث آخر قال ابو عبدالله </w:t>
      </w:r>
      <w:r w:rsidRPr="000615C9">
        <w:rPr>
          <w:rStyle w:val="libAlaemChar"/>
          <w:rtl/>
        </w:rPr>
        <w:t>عليه‌السلام</w:t>
      </w:r>
      <w:r>
        <w:rPr>
          <w:rtl/>
        </w:rPr>
        <w:t xml:space="preserve"> العقيق حرز فى السفر.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0615C9">
        <w:rPr>
          <w:rStyle w:val="libAlaemChar"/>
          <w:rtl/>
        </w:rPr>
        <w:t>عليه‌السلام</w:t>
      </w:r>
      <w:r>
        <w:rPr>
          <w:rtl/>
        </w:rPr>
        <w:t xml:space="preserve"> فرمودند: عقيق در سفر حرز </w:t>
      </w:r>
      <w:r w:rsidRPr="000615C9">
        <w:rPr>
          <w:rStyle w:val="libFootnotenumChar"/>
          <w:rtl/>
        </w:rPr>
        <w:t>(١١٣)</w:t>
      </w:r>
      <w:r>
        <w:rPr>
          <w:rtl/>
        </w:rPr>
        <w:t xml:space="preserve"> است .</w:t>
      </w:r>
    </w:p>
    <w:p w:rsidR="00A679DB" w:rsidRDefault="00A679DB" w:rsidP="00A679DB">
      <w:pPr>
        <w:pStyle w:val="libNormal"/>
        <w:rPr>
          <w:rtl/>
        </w:rPr>
      </w:pPr>
      <w:r>
        <w:rPr>
          <w:rtl/>
        </w:rPr>
        <w:t xml:space="preserve">حديث : ٥ حدثنى على بن احمد بن عبدالله عن ابيه عن احمد بن ابى عبدالله عن الحسن بن موسى عن الحسن بن يحيى عن الحسين بن مزيد عن ابى عبدالله جعفر بن محمد عن ابيه عن ابائه عن امير المومنين </w:t>
      </w:r>
      <w:r w:rsidRPr="000615C9">
        <w:rPr>
          <w:rStyle w:val="libAlaemChar"/>
          <w:rtl/>
        </w:rPr>
        <w:t>عليه‌السلام</w:t>
      </w:r>
      <w:r>
        <w:rPr>
          <w:rtl/>
        </w:rPr>
        <w:t xml:space="preserve"> قال تختموا بالعقيق يبارك الله عليكم و تكونوا فى امن من البلاء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صادق </w:t>
      </w:r>
      <w:r w:rsidRPr="000615C9">
        <w:rPr>
          <w:rStyle w:val="libAlaemChar"/>
          <w:rtl/>
        </w:rPr>
        <w:t>عليه‌السلام</w:t>
      </w:r>
      <w:r>
        <w:rPr>
          <w:rtl/>
        </w:rPr>
        <w:t xml:space="preserve"> از پدرانش </w:t>
      </w:r>
      <w:r w:rsidRPr="000615C9">
        <w:rPr>
          <w:rStyle w:val="libAlaemChar"/>
          <w:rtl/>
        </w:rPr>
        <w:t>عليه‌السلام</w:t>
      </w:r>
      <w:r>
        <w:rPr>
          <w:rtl/>
        </w:rPr>
        <w:t xml:space="preserve"> از اميرالمومنين </w:t>
      </w:r>
      <w:r w:rsidRPr="000615C9">
        <w:rPr>
          <w:rStyle w:val="libAlaemChar"/>
          <w:rtl/>
        </w:rPr>
        <w:t>عليه‌السلام</w:t>
      </w:r>
      <w:r>
        <w:rPr>
          <w:rtl/>
        </w:rPr>
        <w:t xml:space="preserve"> روايت مى كند كه فرمودند: انگشتر عقيق در دست كنيد تا خداوند به شما بركت دهد و از بلا در امان باشيد.</w:t>
      </w:r>
    </w:p>
    <w:p w:rsidR="00A679DB" w:rsidRDefault="00A679DB" w:rsidP="00A679DB">
      <w:pPr>
        <w:pStyle w:val="libNormal"/>
        <w:rPr>
          <w:rtl/>
        </w:rPr>
      </w:pPr>
      <w:r>
        <w:rPr>
          <w:rtl/>
        </w:rPr>
        <w:t xml:space="preserve">حديث : ٦ و بهذاالاسناد قال شكا رجل الى رسول الله </w:t>
      </w:r>
      <w:r w:rsidR="00E60DFB" w:rsidRPr="000615C9">
        <w:rPr>
          <w:rStyle w:val="libAlaemChar"/>
          <w:rtl/>
        </w:rPr>
        <w:t>صلى‌الله‌عليه‌وآله</w:t>
      </w:r>
      <w:r w:rsidR="00E60DFB">
        <w:rPr>
          <w:rtl/>
        </w:rPr>
        <w:t xml:space="preserve"> </w:t>
      </w:r>
      <w:r>
        <w:rPr>
          <w:rtl/>
        </w:rPr>
        <w:t>انه قطع عليه الطريق فقال له هلا تختمت بالعقيق فانه يحرس من كل سوء</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٦. مردى با رسول خدا </w:t>
      </w:r>
      <w:r w:rsidR="00E60DFB" w:rsidRPr="000615C9">
        <w:rPr>
          <w:rStyle w:val="libAlaemChar"/>
          <w:rtl/>
        </w:rPr>
        <w:t>صلى‌الله‌عليه‌وآله</w:t>
      </w:r>
      <w:r w:rsidR="00E60DFB">
        <w:rPr>
          <w:rtl/>
        </w:rPr>
        <w:t xml:space="preserve"> </w:t>
      </w:r>
      <w:r>
        <w:rPr>
          <w:rtl/>
        </w:rPr>
        <w:t xml:space="preserve">درد دل نمود كه گرفتار راهزنان شدم . آن حضرت </w:t>
      </w:r>
      <w:r w:rsidR="00E60DFB" w:rsidRPr="000615C9">
        <w:rPr>
          <w:rStyle w:val="libAlaemChar"/>
          <w:rtl/>
        </w:rPr>
        <w:t>صلى‌الله‌عليه‌وآله</w:t>
      </w:r>
      <w:r w:rsidR="00E60DFB">
        <w:rPr>
          <w:rtl/>
        </w:rPr>
        <w:t xml:space="preserve"> </w:t>
      </w:r>
      <w:r>
        <w:rPr>
          <w:rtl/>
        </w:rPr>
        <w:t>فرمودند: چرا انگشتر عقيق به دست نداشتى ؟ همانا كه عقيق انسان را از هر بلايى محافظت مى كند.</w:t>
      </w:r>
    </w:p>
    <w:p w:rsidR="00A679DB" w:rsidRDefault="00A679DB" w:rsidP="00A679DB">
      <w:pPr>
        <w:pStyle w:val="libNormal"/>
        <w:rPr>
          <w:rtl/>
        </w:rPr>
      </w:pPr>
      <w:r>
        <w:rPr>
          <w:rtl/>
        </w:rPr>
        <w:t xml:space="preserve">حديث : ٧ و فى حدثنى آخر قال ابو جعفر </w:t>
      </w:r>
      <w:r w:rsidRPr="000615C9">
        <w:rPr>
          <w:rStyle w:val="libAlaemChar"/>
          <w:rtl/>
        </w:rPr>
        <w:t>عليه‌السلام</w:t>
      </w:r>
      <w:r>
        <w:rPr>
          <w:rtl/>
        </w:rPr>
        <w:t xml:space="preserve"> من تختم بالعتيق لم يزل ينظر الى الحسنى مادام فى يده و لم يزل عليه من الله عزوجل واقيه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امام باقر </w:t>
      </w:r>
      <w:r w:rsidRPr="000615C9">
        <w:rPr>
          <w:rStyle w:val="libAlaemChar"/>
          <w:rtl/>
        </w:rPr>
        <w:t>عليه‌السلام</w:t>
      </w:r>
      <w:r>
        <w:rPr>
          <w:rtl/>
        </w:rPr>
        <w:t xml:space="preserve"> فرمودند: كسى كه انگشتر عقيق در دست نمايد، تا زمانى كه در دست اوست ، پيوسته مى بيند و پيوسته نگهبانى از جانب خداوند او را محافظت مى كند.</w:t>
      </w:r>
    </w:p>
    <w:p w:rsidR="00A679DB" w:rsidRDefault="00A679DB" w:rsidP="000615C9">
      <w:pPr>
        <w:pStyle w:val="libNormal"/>
        <w:rPr>
          <w:rtl/>
        </w:rPr>
      </w:pPr>
      <w:r>
        <w:rPr>
          <w:rtl/>
        </w:rPr>
        <w:t xml:space="preserve">حديث : ٨ ابى رحمه الله قال حدثنى سعد بن عبدالله حدثنى الحسن بن موسى الخشاب عن عقيل بن المتوكل المكى يرفعه عن جعفر بن محمد عن ابيه عن جده </w:t>
      </w:r>
      <w:r w:rsidR="000615C9" w:rsidRPr="000615C9">
        <w:rPr>
          <w:rStyle w:val="libAlaemChar"/>
          <w:rtl/>
        </w:rPr>
        <w:t>عليه‌السلام</w:t>
      </w:r>
      <w:r w:rsidR="000615C9">
        <w:rPr>
          <w:rtl/>
        </w:rPr>
        <w:t xml:space="preserve"> </w:t>
      </w:r>
      <w:r>
        <w:rPr>
          <w:rtl/>
        </w:rPr>
        <w:t>قال من صاغ خاتما عقيقا فنقش فيه محمد نبى الله و على ولى الله و قاه الله ميته السوء و لم يمت الا على الفطره .</w:t>
      </w:r>
    </w:p>
    <w:p w:rsidR="00A679DB" w:rsidRDefault="00A679DB" w:rsidP="00A679DB">
      <w:pPr>
        <w:pStyle w:val="libNormal"/>
        <w:rPr>
          <w:rtl/>
        </w:rPr>
      </w:pPr>
      <w:r>
        <w:rPr>
          <w:rtl/>
        </w:rPr>
        <w:t>ترجمه :</w:t>
      </w:r>
    </w:p>
    <w:p w:rsidR="00A679DB" w:rsidRDefault="00A679DB" w:rsidP="000615C9">
      <w:pPr>
        <w:pStyle w:val="libNormal"/>
        <w:rPr>
          <w:rtl/>
        </w:rPr>
      </w:pPr>
      <w:r>
        <w:rPr>
          <w:rtl/>
        </w:rPr>
        <w:t xml:space="preserve">٨. امام صادق </w:t>
      </w:r>
      <w:r w:rsidRPr="000615C9">
        <w:rPr>
          <w:rStyle w:val="libAlaemChar"/>
          <w:rtl/>
        </w:rPr>
        <w:t>عليه‌السلام</w:t>
      </w:r>
      <w:r>
        <w:rPr>
          <w:rtl/>
        </w:rPr>
        <w:t xml:space="preserve"> از پدرش از جدش </w:t>
      </w:r>
      <w:r w:rsidR="000615C9" w:rsidRPr="000615C9">
        <w:rPr>
          <w:rStyle w:val="libAlaemChar"/>
          <w:rtl/>
        </w:rPr>
        <w:t>عليه‌السلام</w:t>
      </w:r>
      <w:r w:rsidR="000615C9">
        <w:rPr>
          <w:rtl/>
        </w:rPr>
        <w:t xml:space="preserve"> </w:t>
      </w:r>
      <w:r>
        <w:rPr>
          <w:rtl/>
        </w:rPr>
        <w:t xml:space="preserve">نقل نموده است كه فرمودند: كسى كه انگشتر عقيق بسازد و «محمد نبى الله و على ولى الله» </w:t>
      </w:r>
      <w:r w:rsidRPr="000615C9">
        <w:rPr>
          <w:rStyle w:val="libFootnotenumChar"/>
          <w:rtl/>
        </w:rPr>
        <w:t>(١١٤)</w:t>
      </w:r>
      <w:r>
        <w:rPr>
          <w:rtl/>
        </w:rPr>
        <w:t xml:space="preserve"> را بر روى آن نقش نمايد، خداوند او را ا</w:t>
      </w:r>
      <w:r w:rsidR="000615C9">
        <w:rPr>
          <w:rFonts w:hint="cs"/>
          <w:rtl/>
        </w:rPr>
        <w:t>ز</w:t>
      </w:r>
      <w:r>
        <w:rPr>
          <w:rtl/>
        </w:rPr>
        <w:t xml:space="preserve"> مرگ بد نگاه داشته و جز بر فطرت خدادايش نخواهد مرد.</w:t>
      </w:r>
    </w:p>
    <w:p w:rsidR="00A679DB" w:rsidRDefault="00A679DB" w:rsidP="00A679DB">
      <w:pPr>
        <w:pStyle w:val="libNormal"/>
        <w:rPr>
          <w:rtl/>
        </w:rPr>
      </w:pPr>
      <w:r>
        <w:rPr>
          <w:rtl/>
        </w:rPr>
        <w:t xml:space="preserve">حديث : ٩ حدثنى محمد بن موسى بن المتوكل رضى الله عنه قال حدثنى محمد بن يحيى العطار قال حدثنى محمد بن احمد عن على بن الريان عن على بن محمد بن اسحاق الشيبانى رفعه الى ابى عبدالله </w:t>
      </w:r>
      <w:r w:rsidRPr="000615C9">
        <w:rPr>
          <w:rStyle w:val="libAlaemChar"/>
          <w:rtl/>
        </w:rPr>
        <w:t>عليه‌السلام</w:t>
      </w:r>
      <w:r>
        <w:rPr>
          <w:rtl/>
        </w:rPr>
        <w:t xml:space="preserve"> قال ما رفعت كف الى الله عزوجل احب اليه من كف فيها عقيق .</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٩. امام صادق </w:t>
      </w:r>
      <w:r w:rsidRPr="000615C9">
        <w:rPr>
          <w:rStyle w:val="libAlaemChar"/>
          <w:rtl/>
        </w:rPr>
        <w:t>عليه‌السلام</w:t>
      </w:r>
      <w:r>
        <w:rPr>
          <w:rtl/>
        </w:rPr>
        <w:t xml:space="preserve"> فرمودند: دستى به طرف خداوند دراز نشده كه خداوند آن را بيش از دستى كه در آن عقيق باشد دوست داشته باشد.</w:t>
      </w:r>
    </w:p>
    <w:p w:rsidR="00A679DB" w:rsidRDefault="00A679DB" w:rsidP="00A679DB">
      <w:pPr>
        <w:pStyle w:val="libNormal"/>
        <w:rPr>
          <w:rtl/>
        </w:rPr>
      </w:pPr>
      <w:r>
        <w:rPr>
          <w:rtl/>
        </w:rPr>
        <w:t xml:space="preserve">حديث : ١٠ حدثنى محمد بن الحسن رضى الله عنه قال حدثنى محمد بن الحسن الصفار عن محمد بن عيسى عن الحسن بن على بن بنت الياس ‍ الخزاز عن الرضا </w:t>
      </w:r>
      <w:r w:rsidRPr="000615C9">
        <w:rPr>
          <w:rStyle w:val="libAlaemChar"/>
          <w:rtl/>
        </w:rPr>
        <w:t>عليه‌السلام</w:t>
      </w:r>
      <w:r>
        <w:rPr>
          <w:rtl/>
        </w:rPr>
        <w:t xml:space="preserve"> قال من ساهم بالعتيق كان سهمه الاوفر.</w:t>
      </w:r>
    </w:p>
    <w:p w:rsidR="00A679DB" w:rsidRDefault="00A679DB" w:rsidP="00A679DB">
      <w:pPr>
        <w:pStyle w:val="libNormal"/>
        <w:rPr>
          <w:rtl/>
        </w:rPr>
      </w:pPr>
      <w:r>
        <w:rPr>
          <w:rtl/>
        </w:rPr>
        <w:t>ترجمه :</w:t>
      </w:r>
    </w:p>
    <w:p w:rsidR="00A679DB" w:rsidRDefault="00A679DB" w:rsidP="000615C9">
      <w:pPr>
        <w:pStyle w:val="libNormal"/>
        <w:rPr>
          <w:rtl/>
        </w:rPr>
      </w:pPr>
      <w:r>
        <w:rPr>
          <w:rtl/>
        </w:rPr>
        <w:t xml:space="preserve">١٠. امام رضا </w:t>
      </w:r>
      <w:r w:rsidRPr="000615C9">
        <w:rPr>
          <w:rStyle w:val="libAlaemChar"/>
          <w:rtl/>
        </w:rPr>
        <w:t>عليه‌السلام</w:t>
      </w:r>
      <w:r>
        <w:rPr>
          <w:rtl/>
        </w:rPr>
        <w:t xml:space="preserve"> فرمودند: كسى كه با عقيق قرعه كشى نماي</w:t>
      </w:r>
      <w:r w:rsidR="000615C9">
        <w:rPr>
          <w:rFonts w:hint="cs"/>
          <w:rtl/>
        </w:rPr>
        <w:t>د</w:t>
      </w:r>
      <w:r>
        <w:rPr>
          <w:rtl/>
        </w:rPr>
        <w:t xml:space="preserve"> ، بهره كاملى خواهد داشت .</w:t>
      </w:r>
    </w:p>
    <w:p w:rsidR="00A679DB" w:rsidRDefault="00A679DB" w:rsidP="000615C9">
      <w:pPr>
        <w:pStyle w:val="libNormal"/>
        <w:rPr>
          <w:rtl/>
        </w:rPr>
      </w:pPr>
      <w:r>
        <w:rPr>
          <w:rtl/>
        </w:rPr>
        <w:t xml:space="preserve">حديث : ١١ ابى رحمه الله قال حدثنى الحسن بن على القاقولى عن احمد بن هارون العطار عن زياد القندى عن موسى بن جعفر عن ابيه جعفر بن محمد عن ابيه محمد بن على عن ابيه على بن الحسين عن ابيه الحسين بن على </w:t>
      </w:r>
      <w:r w:rsidR="000615C9" w:rsidRPr="000615C9">
        <w:rPr>
          <w:rStyle w:val="libAlaemChar"/>
          <w:rtl/>
        </w:rPr>
        <w:t>عليه‌السلام</w:t>
      </w:r>
      <w:r>
        <w:rPr>
          <w:rtl/>
        </w:rPr>
        <w:t xml:space="preserve"> قال لما خلق الله عزوجل موسى بن عمران كلمه على طول سيناء ثم اطلع على الارض اطلاعه فخلق من نور وجهه العقيق ثم قال اليت بنفسى على نفسى الا اعذب كف لا بسه اذا تولى عليا بالنار.</w:t>
      </w:r>
    </w:p>
    <w:p w:rsidR="00A679DB" w:rsidRDefault="00A679DB" w:rsidP="00A679DB">
      <w:pPr>
        <w:pStyle w:val="libNormal"/>
        <w:rPr>
          <w:rtl/>
        </w:rPr>
      </w:pPr>
      <w:r>
        <w:rPr>
          <w:rtl/>
        </w:rPr>
        <w:t>ترجمه :</w:t>
      </w:r>
    </w:p>
    <w:p w:rsidR="00A679DB" w:rsidRDefault="00A679DB" w:rsidP="000615C9">
      <w:pPr>
        <w:pStyle w:val="libNormal"/>
        <w:rPr>
          <w:rtl/>
        </w:rPr>
      </w:pPr>
      <w:r>
        <w:rPr>
          <w:rtl/>
        </w:rPr>
        <w:t xml:space="preserve">١١. امام كاظم </w:t>
      </w:r>
      <w:r w:rsidRPr="000615C9">
        <w:rPr>
          <w:rStyle w:val="libAlaemChar"/>
          <w:rtl/>
        </w:rPr>
        <w:t>عليه‌السلام</w:t>
      </w:r>
      <w:r>
        <w:rPr>
          <w:rtl/>
        </w:rPr>
        <w:t xml:space="preserve"> از پدرانش </w:t>
      </w:r>
      <w:r w:rsidR="000615C9" w:rsidRPr="000615C9">
        <w:rPr>
          <w:rStyle w:val="libAlaemChar"/>
          <w:rtl/>
        </w:rPr>
        <w:t>عليه‌السلام</w:t>
      </w:r>
      <w:r w:rsidR="000615C9">
        <w:rPr>
          <w:rtl/>
        </w:rPr>
        <w:t xml:space="preserve"> </w:t>
      </w:r>
      <w:r>
        <w:rPr>
          <w:rtl/>
        </w:rPr>
        <w:t xml:space="preserve">نقل مى نمايد كه امام حسين فرمودند: خداوند حضرت موسى </w:t>
      </w:r>
      <w:r w:rsidRPr="000615C9">
        <w:rPr>
          <w:rStyle w:val="libAlaemChar"/>
          <w:rtl/>
        </w:rPr>
        <w:t>عليه‌السلام</w:t>
      </w:r>
      <w:r>
        <w:rPr>
          <w:rtl/>
        </w:rPr>
        <w:t xml:space="preserve"> را آفريد و در كوه سينا با او سخن گفت . آنگاه به زمين نظرى افكند و از نور سيماى خود عقيق را آفريد. آنگاه فرمودند: به خودم قسم خورده و بر خود لازم نموده ام كف دستى كه عقيق در آن باشد و صاحب آن ولايت حضرت على </w:t>
      </w:r>
      <w:r w:rsidRPr="000615C9">
        <w:rPr>
          <w:rStyle w:val="libAlaemChar"/>
          <w:rtl/>
        </w:rPr>
        <w:t>عليه‌السلام</w:t>
      </w:r>
      <w:r>
        <w:rPr>
          <w:rtl/>
        </w:rPr>
        <w:t xml:space="preserve"> را داشته باشد، عذاب نكنم .</w:t>
      </w:r>
    </w:p>
    <w:p w:rsidR="000615C9" w:rsidRPr="00ED74AF" w:rsidRDefault="000615C9" w:rsidP="00ED74AF">
      <w:pPr>
        <w:pStyle w:val="libNormal"/>
        <w:rPr>
          <w:rtl/>
        </w:rPr>
      </w:pPr>
      <w:r w:rsidRPr="00ED74AF">
        <w:rPr>
          <w:rtl/>
        </w:rPr>
        <w:br w:type="page"/>
      </w:r>
    </w:p>
    <w:p w:rsidR="00A679DB" w:rsidRDefault="00A679DB" w:rsidP="000615C9">
      <w:pPr>
        <w:pStyle w:val="Heading2"/>
        <w:rPr>
          <w:rtl/>
        </w:rPr>
      </w:pPr>
      <w:bookmarkStart w:id="359" w:name="_Toc449617416"/>
      <w:r>
        <w:rPr>
          <w:rtl/>
        </w:rPr>
        <w:t>ثواب پوشيدن انگشتر فيروزه</w:t>
      </w:r>
      <w:bookmarkEnd w:id="359"/>
    </w:p>
    <w:p w:rsidR="00A679DB" w:rsidRDefault="00A679DB" w:rsidP="00A679DB">
      <w:pPr>
        <w:pStyle w:val="libNormal"/>
        <w:rPr>
          <w:rtl/>
        </w:rPr>
      </w:pPr>
      <w:r>
        <w:rPr>
          <w:rtl/>
        </w:rPr>
        <w:t xml:space="preserve">حديث : ١ ابى رحمه الله قال حدثنى احمد بن ادريس قال حدثنى محمد بن احمد قال حدثنى اسحاق بن ابراهيم عن محمد بن على عن يعقوب بن يزيد عن محمد بن سعيد عن عبدالمومن الانصارى قال سمعت ابا عبدالله </w:t>
      </w:r>
      <w:r w:rsidRPr="000615C9">
        <w:rPr>
          <w:rStyle w:val="libAlaemChar"/>
          <w:rtl/>
        </w:rPr>
        <w:t>عليه‌السلام</w:t>
      </w:r>
      <w:r>
        <w:rPr>
          <w:rtl/>
        </w:rPr>
        <w:t xml:space="preserve"> يقول ما افتقرت كف تختمت بالفيروزج .</w:t>
      </w:r>
    </w:p>
    <w:p w:rsidR="00A679DB" w:rsidRDefault="00A679DB" w:rsidP="00A679DB">
      <w:pPr>
        <w:pStyle w:val="libNormal"/>
        <w:rPr>
          <w:rtl/>
        </w:rPr>
      </w:pPr>
      <w:r>
        <w:rPr>
          <w:rtl/>
        </w:rPr>
        <w:t>ترجمه :</w:t>
      </w:r>
    </w:p>
    <w:p w:rsidR="00A679DB" w:rsidRDefault="00A679DB" w:rsidP="000615C9">
      <w:pPr>
        <w:pStyle w:val="libNormal"/>
        <w:rPr>
          <w:rtl/>
        </w:rPr>
      </w:pPr>
      <w:r>
        <w:rPr>
          <w:rtl/>
        </w:rPr>
        <w:t xml:space="preserve">١. راوى مى گويد از امام صادق </w:t>
      </w:r>
      <w:r w:rsidRPr="000615C9">
        <w:rPr>
          <w:rStyle w:val="libAlaemChar"/>
          <w:rtl/>
        </w:rPr>
        <w:t>عليه‌السلام</w:t>
      </w:r>
      <w:r>
        <w:rPr>
          <w:rtl/>
        </w:rPr>
        <w:t xml:space="preserve"> شنيدكه فرمودند: دستى كه انگشتر فيروزه در آن باشد، فقير نخواهد شد.</w:t>
      </w:r>
    </w:p>
    <w:p w:rsidR="00A679DB" w:rsidRDefault="00A679DB" w:rsidP="000615C9">
      <w:pPr>
        <w:pStyle w:val="libNormal"/>
        <w:rPr>
          <w:rtl/>
        </w:rPr>
      </w:pPr>
      <w:r>
        <w:rPr>
          <w:rtl/>
        </w:rPr>
        <w:t xml:space="preserve">حديث : ٢ و بهذاالاسناد عن محمد بن احمد قال حدثنى ابو يعقوب يوسف بن السخت عن الحسن بن سهل البصرى عن الحسن بن على بن مهران قال دخلت على ابى الحسن موسى بن جعفر </w:t>
      </w:r>
      <w:r w:rsidR="000615C9" w:rsidRPr="000615C9">
        <w:rPr>
          <w:rStyle w:val="libAlaemChar"/>
          <w:rtl/>
        </w:rPr>
        <w:t>عليه‌السلام</w:t>
      </w:r>
      <w:r w:rsidR="000615C9">
        <w:rPr>
          <w:rtl/>
        </w:rPr>
        <w:t xml:space="preserve"> </w:t>
      </w:r>
      <w:r>
        <w:rPr>
          <w:rtl/>
        </w:rPr>
        <w:t xml:space="preserve">فرايت فى يده خاتما فصه فيروز نقشه الله الملك فادمت الانظر اليه فقا ملاك تنظر فيه هذا حجر اهداه جبرئيل لرسول الله </w:t>
      </w:r>
      <w:r w:rsidR="00E60DFB" w:rsidRPr="000615C9">
        <w:rPr>
          <w:rStyle w:val="libAlaemChar"/>
          <w:rtl/>
        </w:rPr>
        <w:t>صلى‌الله‌عليه‌وآله</w:t>
      </w:r>
      <w:r w:rsidR="00E60DFB">
        <w:rPr>
          <w:rtl/>
        </w:rPr>
        <w:t xml:space="preserve"> </w:t>
      </w:r>
      <w:r>
        <w:rPr>
          <w:rtl/>
        </w:rPr>
        <w:t xml:space="preserve">من الجنه فوهبه رسول الله </w:t>
      </w:r>
      <w:r w:rsidR="00E60DFB" w:rsidRPr="000615C9">
        <w:rPr>
          <w:rStyle w:val="libAlaemChar"/>
          <w:rtl/>
        </w:rPr>
        <w:t>صلى‌الله‌عليه‌وآله</w:t>
      </w:r>
      <w:r w:rsidR="00E60DFB">
        <w:rPr>
          <w:rtl/>
        </w:rPr>
        <w:t xml:space="preserve"> </w:t>
      </w:r>
      <w:r>
        <w:rPr>
          <w:rtl/>
        </w:rPr>
        <w:t xml:space="preserve">لعلى </w:t>
      </w:r>
      <w:r w:rsidRPr="000615C9">
        <w:rPr>
          <w:rStyle w:val="libAlaemChar"/>
          <w:rtl/>
        </w:rPr>
        <w:t>عليه‌السلام</w:t>
      </w:r>
      <w:r>
        <w:rPr>
          <w:rtl/>
        </w:rPr>
        <w:t xml:space="preserve"> اتدرى ما اسمه قال قلت فيروزج قال اسمه بالفارسيه تعرف اسمه بالعربيه قال قلت لا قال هو الظفر.</w:t>
      </w:r>
    </w:p>
    <w:p w:rsidR="00A679DB" w:rsidRDefault="00A679DB" w:rsidP="00A679DB">
      <w:pPr>
        <w:pStyle w:val="libNormal"/>
        <w:rPr>
          <w:rtl/>
        </w:rPr>
      </w:pPr>
      <w:r>
        <w:rPr>
          <w:rtl/>
        </w:rPr>
        <w:t>ترجمه :</w:t>
      </w:r>
    </w:p>
    <w:p w:rsidR="000615C9" w:rsidRDefault="00A679DB" w:rsidP="000615C9">
      <w:pPr>
        <w:pStyle w:val="libNormal"/>
        <w:rPr>
          <w:rtl/>
        </w:rPr>
      </w:pPr>
      <w:r>
        <w:rPr>
          <w:rtl/>
        </w:rPr>
        <w:t xml:space="preserve">٢. راوى مى گويد به ديدن امام كاظم </w:t>
      </w:r>
      <w:r w:rsidRPr="000615C9">
        <w:rPr>
          <w:rStyle w:val="libAlaemChar"/>
          <w:rtl/>
        </w:rPr>
        <w:t>عليه‌السلام</w:t>
      </w:r>
      <w:r>
        <w:rPr>
          <w:rtl/>
        </w:rPr>
        <w:t xml:space="preserve"> رفتم . در دست او انگشتر فيروزه اى ديده و به آن چشم دوختم . فرمودند: چرا به اين نگاه مى كنى ؟ اين سنگى است كه جبرييل آن را از بهشت براى رسول خدا </w:t>
      </w:r>
      <w:r w:rsidR="00E60DFB" w:rsidRPr="000615C9">
        <w:rPr>
          <w:rStyle w:val="libAlaemChar"/>
          <w:rtl/>
        </w:rPr>
        <w:t>صلى‌الله‌عليه‌وآله</w:t>
      </w:r>
      <w:r w:rsidR="00E60DFB">
        <w:rPr>
          <w:rtl/>
        </w:rPr>
        <w:t xml:space="preserve"> </w:t>
      </w:r>
      <w:r>
        <w:rPr>
          <w:rtl/>
        </w:rPr>
        <w:t xml:space="preserve">هديه آورد. و رسول خدا </w:t>
      </w:r>
      <w:r w:rsidR="00E60DFB" w:rsidRPr="000615C9">
        <w:rPr>
          <w:rStyle w:val="libAlaemChar"/>
          <w:rtl/>
        </w:rPr>
        <w:t>صلى‌الله‌عليه‌وآله</w:t>
      </w:r>
      <w:r w:rsidR="00E60DFB">
        <w:rPr>
          <w:rtl/>
        </w:rPr>
        <w:t xml:space="preserve"> </w:t>
      </w:r>
      <w:r>
        <w:rPr>
          <w:rtl/>
        </w:rPr>
        <w:t xml:space="preserve">ان را به حضرت على </w:t>
      </w:r>
      <w:r w:rsidRPr="000615C9">
        <w:rPr>
          <w:rStyle w:val="libAlaemChar"/>
          <w:rtl/>
        </w:rPr>
        <w:t>عليه‌السلام</w:t>
      </w:r>
      <w:r>
        <w:rPr>
          <w:rtl/>
        </w:rPr>
        <w:t xml:space="preserve"> بخشيد. مى دانى چه نام دارد؟ عرض كردم فيروزه . فرمودند: اين نام فارسى آن است . اسم عربى آن را مى دانى ؟ عرض كردم خير. فرمودند: اسم عربى آن «ظفر» (پيروزى) است .</w:t>
      </w:r>
    </w:p>
    <w:p w:rsidR="000615C9" w:rsidRDefault="000615C9" w:rsidP="000615C9">
      <w:pPr>
        <w:pStyle w:val="libNormal"/>
        <w:rPr>
          <w:rtl/>
        </w:rPr>
      </w:pPr>
      <w:r>
        <w:rPr>
          <w:rtl/>
        </w:rPr>
        <w:br w:type="page"/>
      </w:r>
    </w:p>
    <w:p w:rsidR="00A679DB" w:rsidRDefault="00A679DB" w:rsidP="000615C9">
      <w:pPr>
        <w:pStyle w:val="Heading2"/>
        <w:rPr>
          <w:rtl/>
        </w:rPr>
      </w:pPr>
      <w:bookmarkStart w:id="360" w:name="_Toc449617417"/>
      <w:r>
        <w:rPr>
          <w:rtl/>
        </w:rPr>
        <w:t>ثواب پوشيدن انگشتر جزع يمانى</w:t>
      </w:r>
      <w:bookmarkEnd w:id="360"/>
    </w:p>
    <w:p w:rsidR="00A679DB" w:rsidRDefault="00A679DB" w:rsidP="00A679DB">
      <w:pPr>
        <w:pStyle w:val="libNormal"/>
        <w:rPr>
          <w:rtl/>
        </w:rPr>
      </w:pPr>
      <w:r>
        <w:rPr>
          <w:rtl/>
        </w:rPr>
        <w:t xml:space="preserve">حديث : ١ حدثنى محمد بن على ماجيلويه رضى الله عنه عن عمه محمد بن ابى القاسم عن محمد بن على عن عبيد بن يحيى عن محمد بن الحسين بن على بن الحسين عن ابيه عن جده قال قال امير المومنين </w:t>
      </w:r>
      <w:r w:rsidRPr="000615C9">
        <w:rPr>
          <w:rStyle w:val="libAlaemChar"/>
          <w:rtl/>
        </w:rPr>
        <w:t>عليه‌السلام</w:t>
      </w:r>
      <w:r>
        <w:rPr>
          <w:rtl/>
        </w:rPr>
        <w:t xml:space="preserve"> تختموا بالجزع اليمانى فانه يرد كيد مرده الشياطين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امير المومنين </w:t>
      </w:r>
      <w:r w:rsidRPr="000615C9">
        <w:rPr>
          <w:rStyle w:val="libAlaemChar"/>
          <w:rtl/>
        </w:rPr>
        <w:t>عليه‌السلام</w:t>
      </w:r>
      <w:r>
        <w:rPr>
          <w:rtl/>
        </w:rPr>
        <w:t xml:space="preserve"> فرمودند: انگشتر جزع يمانى در دست كنيد. زيرا همانا مكر شياطين رانده شده را از بين مى برد.</w:t>
      </w:r>
    </w:p>
    <w:p w:rsidR="00A679DB" w:rsidRDefault="00A679DB" w:rsidP="00A679DB">
      <w:pPr>
        <w:pStyle w:val="libNormal"/>
        <w:rPr>
          <w:rtl/>
        </w:rPr>
      </w:pPr>
    </w:p>
    <w:p w:rsidR="00A679DB" w:rsidRDefault="00A679DB" w:rsidP="00A679DB">
      <w:pPr>
        <w:pStyle w:val="libNormal"/>
        <w:rPr>
          <w:rtl/>
        </w:rPr>
      </w:pPr>
      <w:r>
        <w:rPr>
          <w:rtl/>
        </w:rPr>
        <w:t>ثواب التختم بالمزد</w:t>
      </w:r>
    </w:p>
    <w:p w:rsidR="00A679DB" w:rsidRDefault="000615C9" w:rsidP="00A679DB">
      <w:pPr>
        <w:pStyle w:val="libNormal"/>
        <w:rPr>
          <w:rtl/>
        </w:rPr>
      </w:pPr>
      <w:r>
        <w:rPr>
          <w:rtl/>
        </w:rPr>
        <w:br w:type="page"/>
      </w:r>
    </w:p>
    <w:p w:rsidR="00A679DB" w:rsidRDefault="00A679DB" w:rsidP="000615C9">
      <w:pPr>
        <w:pStyle w:val="Heading2"/>
        <w:rPr>
          <w:rtl/>
        </w:rPr>
      </w:pPr>
      <w:bookmarkStart w:id="361" w:name="_Toc449617418"/>
      <w:r>
        <w:rPr>
          <w:rtl/>
        </w:rPr>
        <w:t>ثواب پوشيدن انگشتر زمرد</w:t>
      </w:r>
      <w:bookmarkEnd w:id="361"/>
    </w:p>
    <w:p w:rsidR="00A679DB" w:rsidRDefault="00A679DB" w:rsidP="00A679DB">
      <w:pPr>
        <w:pStyle w:val="libNormal"/>
        <w:rPr>
          <w:rtl/>
        </w:rPr>
      </w:pPr>
      <w:r>
        <w:rPr>
          <w:rtl/>
        </w:rPr>
        <w:t>حديث : ١ حدثنى الحسين بن احمد عن ابيه عن محمد بن احمد عن سهل بن زياد عن هارون بن مسلم عن رجل من اصحابنا يلقب سكباج عن احمد بن محمد بن نصر صاحب الاتراك و كان يقوم ببعض امور الماضى عليه‌السلام قال قال يوما و املاه على من كتاب التختم بالزمرد يسر لا عسر فيه .</w:t>
      </w:r>
      <w:r>
        <w:rPr>
          <w:rtl/>
        </w:rPr>
        <w:cr/>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كه بعضى از كارهاى امام كاظم </w:t>
      </w:r>
      <w:r w:rsidRPr="000615C9">
        <w:rPr>
          <w:rStyle w:val="libAlaemChar"/>
          <w:rtl/>
        </w:rPr>
        <w:t>عليه‌السلام</w:t>
      </w:r>
      <w:r>
        <w:rPr>
          <w:rtl/>
        </w:rPr>
        <w:t xml:space="preserve"> را انجام مى داد، مى گويد، روزى امام عليه‌السلام براى من از كتابى نقل نمودند :انگشتر زمرد به دست نمودن آسانى است كه هيچ سختيى ندارد. و من آن را نوشتم .</w:t>
      </w:r>
    </w:p>
    <w:p w:rsidR="00A679DB" w:rsidRDefault="00A679DB" w:rsidP="00A679DB">
      <w:pPr>
        <w:pStyle w:val="libNormal"/>
        <w:rPr>
          <w:rtl/>
        </w:rPr>
      </w:pPr>
    </w:p>
    <w:p w:rsidR="00A679DB" w:rsidRDefault="00A679DB" w:rsidP="00A679DB">
      <w:pPr>
        <w:pStyle w:val="libNormal"/>
        <w:rPr>
          <w:rtl/>
        </w:rPr>
      </w:pPr>
      <w:r>
        <w:rPr>
          <w:rtl/>
        </w:rPr>
        <w:t>ثواب التختم باليواقيت</w:t>
      </w:r>
    </w:p>
    <w:p w:rsidR="00A679DB" w:rsidRDefault="000615C9" w:rsidP="00A679DB">
      <w:pPr>
        <w:pStyle w:val="libNormal"/>
        <w:rPr>
          <w:rtl/>
        </w:rPr>
      </w:pPr>
      <w:r>
        <w:rPr>
          <w:rtl/>
        </w:rPr>
        <w:br w:type="page"/>
      </w:r>
    </w:p>
    <w:p w:rsidR="00A679DB" w:rsidRDefault="00A679DB" w:rsidP="000615C9">
      <w:pPr>
        <w:pStyle w:val="Heading2"/>
        <w:rPr>
          <w:rtl/>
        </w:rPr>
      </w:pPr>
      <w:bookmarkStart w:id="362" w:name="_Toc449617419"/>
      <w:r>
        <w:rPr>
          <w:rtl/>
        </w:rPr>
        <w:t>ثواب پوشيدن انگشتر ياقوت</w:t>
      </w:r>
      <w:bookmarkEnd w:id="362"/>
    </w:p>
    <w:p w:rsidR="00A679DB" w:rsidRDefault="00A679DB" w:rsidP="00A679DB">
      <w:pPr>
        <w:pStyle w:val="libNormal"/>
        <w:rPr>
          <w:rtl/>
        </w:rPr>
      </w:pPr>
      <w:r>
        <w:rPr>
          <w:rtl/>
        </w:rPr>
        <w:t>حديث : ١ حدثنى احمد بن محمد رضى الله عنه قال حدثنى ابى عن محمد بن احمد عن ابراهيم بن هاشم عن على بن معبد عن الحسين بن خالد عن الرضا عليه‌السلام قال كان ابو عبدالله عليه‌السلام يقول تختموا باليوقايت فانها تنفى الفقر.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رضا </w:t>
      </w:r>
      <w:r w:rsidRPr="000615C9">
        <w:rPr>
          <w:rStyle w:val="libAlaemChar"/>
          <w:rtl/>
        </w:rPr>
        <w:t>عليه‌السلام</w:t>
      </w:r>
      <w:r>
        <w:rPr>
          <w:rtl/>
        </w:rPr>
        <w:t xml:space="preserve"> نقل مى نمايد كه امام صادق </w:t>
      </w:r>
      <w:r w:rsidRPr="000615C9">
        <w:rPr>
          <w:rStyle w:val="libAlaemChar"/>
          <w:rtl/>
        </w:rPr>
        <w:t>عليه‌السلام</w:t>
      </w:r>
      <w:r>
        <w:rPr>
          <w:rtl/>
        </w:rPr>
        <w:t xml:space="preserve"> :انگشتر ياقوت در دست كنيد. زيرا همانا انگشتر ياقوت فقر را از بين مى برد.</w:t>
      </w:r>
    </w:p>
    <w:p w:rsidR="00A679DB" w:rsidRDefault="00A679DB" w:rsidP="00A679DB">
      <w:pPr>
        <w:pStyle w:val="libNormal"/>
        <w:rPr>
          <w:rtl/>
        </w:rPr>
      </w:pPr>
    </w:p>
    <w:p w:rsidR="00A679DB" w:rsidRDefault="00A679DB" w:rsidP="00A679DB">
      <w:pPr>
        <w:pStyle w:val="libNormal"/>
        <w:rPr>
          <w:rtl/>
        </w:rPr>
      </w:pPr>
      <w:r>
        <w:rPr>
          <w:rtl/>
        </w:rPr>
        <w:t>ثواب التختم بالبلور</w:t>
      </w:r>
    </w:p>
    <w:p w:rsidR="00A679DB" w:rsidRDefault="000615C9" w:rsidP="00A679DB">
      <w:pPr>
        <w:pStyle w:val="libNormal"/>
        <w:rPr>
          <w:rtl/>
        </w:rPr>
      </w:pPr>
      <w:r>
        <w:rPr>
          <w:rtl/>
        </w:rPr>
        <w:br w:type="page"/>
      </w:r>
    </w:p>
    <w:p w:rsidR="00A679DB" w:rsidRDefault="00A679DB" w:rsidP="000615C9">
      <w:pPr>
        <w:pStyle w:val="Heading2"/>
        <w:rPr>
          <w:rtl/>
        </w:rPr>
      </w:pPr>
      <w:bookmarkStart w:id="363" w:name="_Toc449617420"/>
      <w:r>
        <w:rPr>
          <w:rtl/>
        </w:rPr>
        <w:t>ثواب پوشيدن انگشتر بلور</w:t>
      </w:r>
      <w:bookmarkEnd w:id="363"/>
    </w:p>
    <w:p w:rsidR="00A679DB" w:rsidRDefault="00A679DB" w:rsidP="00A679DB">
      <w:pPr>
        <w:pStyle w:val="libNormal"/>
        <w:rPr>
          <w:rtl/>
        </w:rPr>
      </w:pPr>
      <w:r>
        <w:rPr>
          <w:rtl/>
        </w:rPr>
        <w:t xml:space="preserve">حديث : ١ حدثنى محمد بن الحسن رضى الله عنه قال حدثنى احمد بن ادريس عن محمد بن احمد عن على بن الريان عن على بن محمد المعروف بابن وهبه العبدسى قريه من قرى واسط يرفعه الى ابى عبدالله </w:t>
      </w:r>
      <w:r w:rsidRPr="000615C9">
        <w:rPr>
          <w:rStyle w:val="libAlaemChar"/>
          <w:rtl/>
        </w:rPr>
        <w:t>عليه‌السلام</w:t>
      </w:r>
      <w:r>
        <w:rPr>
          <w:rtl/>
        </w:rPr>
        <w:t xml:space="preserve"> قال نعم الفص البلور.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0615C9">
        <w:rPr>
          <w:rStyle w:val="libAlaemChar"/>
          <w:rtl/>
        </w:rPr>
        <w:t>عليه‌السلام</w:t>
      </w:r>
      <w:r>
        <w:rPr>
          <w:rtl/>
        </w:rPr>
        <w:t xml:space="preserve"> فرمودند: بلور نگين خوبى است .</w:t>
      </w:r>
    </w:p>
    <w:p w:rsidR="00A679DB" w:rsidRDefault="00A679DB" w:rsidP="00A679DB">
      <w:pPr>
        <w:pStyle w:val="libNormal"/>
        <w:rPr>
          <w:rtl/>
        </w:rPr>
      </w:pPr>
      <w:r>
        <w:rPr>
          <w:rtl/>
        </w:rPr>
        <w:t>ثواب التواضع</w:t>
      </w:r>
    </w:p>
    <w:p w:rsidR="00A679DB" w:rsidRDefault="000615C9" w:rsidP="00A679DB">
      <w:pPr>
        <w:pStyle w:val="libNormal"/>
        <w:rPr>
          <w:rtl/>
        </w:rPr>
      </w:pPr>
      <w:r>
        <w:rPr>
          <w:rtl/>
        </w:rPr>
        <w:br w:type="page"/>
      </w:r>
    </w:p>
    <w:p w:rsidR="00A679DB" w:rsidRDefault="00A679DB" w:rsidP="000615C9">
      <w:pPr>
        <w:pStyle w:val="Heading2"/>
        <w:rPr>
          <w:rtl/>
        </w:rPr>
      </w:pPr>
      <w:bookmarkStart w:id="364" w:name="_Toc449617421"/>
      <w:r>
        <w:rPr>
          <w:rtl/>
        </w:rPr>
        <w:t>ثواب تواضع</w:t>
      </w:r>
      <w:bookmarkEnd w:id="364"/>
    </w:p>
    <w:p w:rsidR="00A679DB" w:rsidRDefault="00A679DB" w:rsidP="00A679DB">
      <w:pPr>
        <w:pStyle w:val="libNormal"/>
        <w:rPr>
          <w:rtl/>
        </w:rPr>
      </w:pPr>
      <w:r>
        <w:rPr>
          <w:rtl/>
        </w:rPr>
        <w:t xml:space="preserve">حديث : ١ حدثنى محمد بن على ماجيلويه رضى الله عنه عن عمه محمد بن ابى القاسم عن هلارون بن مسلم عن مسعده بن صدقه عن جعفر بن محمد عن ابيه عليهمالسلام ان عليا </w:t>
      </w:r>
      <w:r w:rsidRPr="000615C9">
        <w:rPr>
          <w:rStyle w:val="libAlaemChar"/>
          <w:rtl/>
        </w:rPr>
        <w:t>عليه‌السلام</w:t>
      </w:r>
      <w:r>
        <w:rPr>
          <w:rtl/>
        </w:rPr>
        <w:t xml:space="preserve"> قال ما من احد من ولد آدم الا و ناصيته بيد ملك فان تكبر جذبه بناصيته الى الارض و قال له تواضع وضعك الله و ان تواضع جذبه بناصيته ثم قال له ارفع راسك رفعك الله و لا وضعك بتواضعك لله .</w:t>
      </w:r>
    </w:p>
    <w:p w:rsidR="00A679DB" w:rsidRDefault="00A679DB" w:rsidP="00A679DB">
      <w:pPr>
        <w:pStyle w:val="libNormal"/>
        <w:rPr>
          <w:rtl/>
        </w:rPr>
      </w:pPr>
      <w:r>
        <w:rPr>
          <w:rtl/>
        </w:rPr>
        <w:t>ترجمه :</w:t>
      </w:r>
    </w:p>
    <w:p w:rsidR="00A679DB" w:rsidRDefault="00A679DB" w:rsidP="000615C9">
      <w:pPr>
        <w:pStyle w:val="libNormal"/>
        <w:rPr>
          <w:rtl/>
        </w:rPr>
      </w:pPr>
      <w:r>
        <w:rPr>
          <w:rtl/>
        </w:rPr>
        <w:t xml:space="preserve">١. امام صادق </w:t>
      </w:r>
      <w:r w:rsidRPr="000615C9">
        <w:rPr>
          <w:rStyle w:val="libAlaemChar"/>
          <w:rtl/>
        </w:rPr>
        <w:t>عليه‌السلام</w:t>
      </w:r>
      <w:r>
        <w:rPr>
          <w:rtl/>
        </w:rPr>
        <w:t xml:space="preserve"> از پدرانش </w:t>
      </w:r>
      <w:r w:rsidR="000615C9" w:rsidRPr="000615C9">
        <w:rPr>
          <w:rStyle w:val="libAlaemChar"/>
          <w:rtl/>
        </w:rPr>
        <w:t>عليه‌السلام</w:t>
      </w:r>
      <w:r w:rsidR="000615C9">
        <w:rPr>
          <w:rtl/>
        </w:rPr>
        <w:t xml:space="preserve"> </w:t>
      </w:r>
      <w:r>
        <w:rPr>
          <w:rtl/>
        </w:rPr>
        <w:t xml:space="preserve">نقل مى نمايند كه امير المومنين </w:t>
      </w:r>
      <w:r w:rsidRPr="000615C9">
        <w:rPr>
          <w:rStyle w:val="libAlaemChar"/>
          <w:rtl/>
        </w:rPr>
        <w:t>عليه‌السلام</w:t>
      </w:r>
      <w:r>
        <w:rPr>
          <w:rtl/>
        </w:rPr>
        <w:t xml:space="preserve"> فرمودند: هيچ يك از فرزندان آدم نيست ، مگر اين كه موهاى جلو سرش به دست فرشته اى است . اگر تكبر نمايد، صورتش را بر طرف زمين كشيده و مى گويد: تواضع كن . خدا تو را خوار نمايد. و اگر تواضع نمود، موهاى جلو سرش را مى گيرد و مى گويد: سرت را بلند نگهدار: خدا تو را عزيز نموده و بخاطر تواضعت براى خدا تو را خوار ننمايد.</w:t>
      </w:r>
    </w:p>
    <w:p w:rsidR="00A679DB" w:rsidRDefault="00A679DB" w:rsidP="00A679DB">
      <w:pPr>
        <w:pStyle w:val="libNormal"/>
        <w:rPr>
          <w:rtl/>
        </w:rPr>
      </w:pPr>
      <w:r>
        <w:rPr>
          <w:rtl/>
        </w:rPr>
        <w:t>ثواب البكاء من خشيه الله و الغض عن محارم الله و السهر فى سبيل الله عزوجل</w:t>
      </w:r>
    </w:p>
    <w:p w:rsidR="000615C9" w:rsidRPr="00ED74AF" w:rsidRDefault="000615C9" w:rsidP="00ED74AF">
      <w:pPr>
        <w:pStyle w:val="libNormal"/>
        <w:rPr>
          <w:rtl/>
        </w:rPr>
      </w:pPr>
      <w:r w:rsidRPr="00ED74AF">
        <w:rPr>
          <w:rtl/>
        </w:rPr>
        <w:br w:type="page"/>
      </w:r>
    </w:p>
    <w:p w:rsidR="00A679DB" w:rsidRDefault="00A679DB" w:rsidP="000615C9">
      <w:pPr>
        <w:pStyle w:val="Heading2"/>
        <w:rPr>
          <w:rtl/>
        </w:rPr>
      </w:pPr>
      <w:bookmarkStart w:id="365" w:name="_Toc449617422"/>
      <w:r>
        <w:rPr>
          <w:rtl/>
        </w:rPr>
        <w:t>ثواب گريه از عظمت خداوند، چشم پوشى از حرامهاى او و شب زنده دارى در راه خداى عزوجل</w:t>
      </w:r>
      <w:bookmarkEnd w:id="365"/>
    </w:p>
    <w:p w:rsidR="00A679DB" w:rsidRDefault="00A679DB" w:rsidP="00A679DB">
      <w:pPr>
        <w:pStyle w:val="libNormal"/>
        <w:rPr>
          <w:rtl/>
        </w:rPr>
      </w:pPr>
      <w:r>
        <w:rPr>
          <w:rtl/>
        </w:rPr>
        <w:t>حديث : ١ حدثنى محمد بن الحسن رضى الله عنه قال حدثنى محمد بن الحسن الصفار عن ابراهيم بن هاشم عن عبدالله بن المغيره عن السكونى عن جعفر بن محمد عن ابيه</w:t>
      </w:r>
      <w:r w:rsidR="000615C9">
        <w:rPr>
          <w:rFonts w:hint="cs"/>
          <w:rtl/>
        </w:rPr>
        <w:t xml:space="preserve"> </w:t>
      </w:r>
      <w:r w:rsidR="00DC5255">
        <w:rPr>
          <w:rStyle w:val="libAlaemChar"/>
          <w:rtl/>
        </w:rPr>
        <w:t xml:space="preserve">عليهم‌السلام </w:t>
      </w:r>
      <w:r>
        <w:rPr>
          <w:rtl/>
        </w:rPr>
        <w:t xml:space="preserve">قال قال رسول الله </w:t>
      </w:r>
      <w:r w:rsidR="00E60DFB" w:rsidRPr="000615C9">
        <w:rPr>
          <w:rStyle w:val="libAlaemChar"/>
          <w:rtl/>
        </w:rPr>
        <w:t>صلى‌الله‌عليه‌وآله</w:t>
      </w:r>
      <w:r w:rsidR="00E60DFB">
        <w:rPr>
          <w:rtl/>
        </w:rPr>
        <w:t xml:space="preserve"> </w:t>
      </w:r>
      <w:r>
        <w:rPr>
          <w:rtl/>
        </w:rPr>
        <w:t>كل عين باكيه يوم القيامه الا ثلاثه اعين عين بكت من خشيه الله و عين باتت ساهره فى سبيل الله و عين غضت عن محارم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0615C9">
        <w:rPr>
          <w:rStyle w:val="libAlaemChar"/>
          <w:rtl/>
        </w:rPr>
        <w:t>عليه‌السلام</w:t>
      </w:r>
      <w:r>
        <w:rPr>
          <w:rtl/>
        </w:rPr>
        <w:t xml:space="preserve"> از پدرش </w:t>
      </w:r>
      <w:r w:rsidRPr="000615C9">
        <w:rPr>
          <w:rStyle w:val="libAlaemChar"/>
          <w:rtl/>
        </w:rPr>
        <w:t>عليه‌السلام</w:t>
      </w:r>
      <w:r>
        <w:rPr>
          <w:rtl/>
        </w:rPr>
        <w:t xml:space="preserve"> نقل مى نمايند كه رسول خدا </w:t>
      </w:r>
      <w:r w:rsidR="00E60DFB">
        <w:rPr>
          <w:rtl/>
        </w:rPr>
        <w:t xml:space="preserve">صلى‌الله‌عليه‌وآله </w:t>
      </w:r>
      <w:r>
        <w:rPr>
          <w:rtl/>
        </w:rPr>
        <w:t>فرمودند: در روز قيامت همه چشمها جز سه چشم گريان است : چشمى كه از عظمت خداوند گريسته باشد، چشمى كه شب در راه خداوند بيدار مانده است و چشمى كه از حرامهاى خداوند چشم پوشى كرده است .</w:t>
      </w:r>
    </w:p>
    <w:p w:rsidR="00A679DB" w:rsidRDefault="00A679DB" w:rsidP="00A679DB">
      <w:pPr>
        <w:pStyle w:val="libNormal"/>
        <w:rPr>
          <w:rtl/>
        </w:rPr>
      </w:pPr>
      <w:r>
        <w:rPr>
          <w:rtl/>
        </w:rPr>
        <w:t xml:space="preserve">حديث : ٢ و بهذاالاسناد قال قال رسول الله </w:t>
      </w:r>
      <w:r w:rsidR="00E60DFB" w:rsidRPr="000615C9">
        <w:rPr>
          <w:rStyle w:val="libAlaemChar"/>
          <w:rtl/>
        </w:rPr>
        <w:t>صلى‌الله‌عليه‌وآله</w:t>
      </w:r>
      <w:r w:rsidR="00E60DFB">
        <w:rPr>
          <w:rtl/>
        </w:rPr>
        <w:t xml:space="preserve"> </w:t>
      </w:r>
      <w:r>
        <w:rPr>
          <w:rtl/>
        </w:rPr>
        <w:t>طوبى لصوره نظر الله اليها تبكى على ذنب من خشيه الله لم يطلع على ذلك الذنب غيره .</w:t>
      </w:r>
    </w:p>
    <w:p w:rsidR="00A679DB" w:rsidRDefault="00A679DB" w:rsidP="00A679DB">
      <w:pPr>
        <w:pStyle w:val="libNormal"/>
        <w:rPr>
          <w:rtl/>
        </w:rPr>
      </w:pPr>
      <w:r>
        <w:rPr>
          <w:rtl/>
        </w:rPr>
        <w:t>ترجمه :</w:t>
      </w:r>
    </w:p>
    <w:p w:rsidR="00A679DB" w:rsidRDefault="00A679DB" w:rsidP="000615C9">
      <w:pPr>
        <w:pStyle w:val="libNormal"/>
        <w:rPr>
          <w:rtl/>
        </w:rPr>
      </w:pPr>
      <w:r>
        <w:rPr>
          <w:rtl/>
        </w:rPr>
        <w:t xml:space="preserve">امام صادق </w:t>
      </w:r>
      <w:r w:rsidRPr="000615C9">
        <w:rPr>
          <w:rStyle w:val="libAlaemChar"/>
          <w:rtl/>
        </w:rPr>
        <w:t>عليه‌السلام</w:t>
      </w:r>
      <w:r>
        <w:rPr>
          <w:rtl/>
        </w:rPr>
        <w:t xml:space="preserve"> از پدرانشان </w:t>
      </w:r>
      <w:r w:rsidR="000615C9" w:rsidRPr="000615C9">
        <w:rPr>
          <w:rStyle w:val="libAlaemChar"/>
          <w:rtl/>
        </w:rPr>
        <w:t>عليه‌السلام</w:t>
      </w:r>
      <w:r w:rsidR="000615C9">
        <w:rPr>
          <w:rtl/>
        </w:rPr>
        <w:t xml:space="preserve"> </w:t>
      </w:r>
      <w:r>
        <w:rPr>
          <w:rtl/>
        </w:rPr>
        <w:t xml:space="preserve">از رسول خدا </w:t>
      </w:r>
      <w:r w:rsidR="00E60DFB" w:rsidRPr="000615C9">
        <w:rPr>
          <w:rStyle w:val="libAlaemChar"/>
          <w:rtl/>
        </w:rPr>
        <w:t>صلى‌الله‌عليه‌وآله</w:t>
      </w:r>
      <w:r w:rsidR="00E60DFB">
        <w:rPr>
          <w:rtl/>
        </w:rPr>
        <w:t xml:space="preserve"> </w:t>
      </w:r>
      <w:r>
        <w:rPr>
          <w:rtl/>
        </w:rPr>
        <w:t>نقل مى كند كه : خوشا به حال صورتى كه خداى بزرگ به او نگاه كند در حاليكه بر گناه خود مى گريد و كسى از گناه او با خبر نيست .</w:t>
      </w:r>
    </w:p>
    <w:p w:rsidR="00A679DB" w:rsidRDefault="00A679DB" w:rsidP="00A679DB">
      <w:pPr>
        <w:pStyle w:val="libNormal"/>
        <w:rPr>
          <w:rtl/>
        </w:rPr>
      </w:pPr>
    </w:p>
    <w:p w:rsidR="000615C9" w:rsidRDefault="00A679DB" w:rsidP="000615C9">
      <w:pPr>
        <w:pStyle w:val="libNormal"/>
        <w:rPr>
          <w:rtl/>
        </w:rPr>
      </w:pPr>
      <w:r>
        <w:rPr>
          <w:rtl/>
        </w:rPr>
        <w:t>ثواب من ترك شهوه حاضره لمو عود لم يره</w:t>
      </w:r>
    </w:p>
    <w:p w:rsidR="000615C9" w:rsidRDefault="000615C9" w:rsidP="000615C9">
      <w:pPr>
        <w:pStyle w:val="libNormal"/>
        <w:rPr>
          <w:rtl/>
        </w:rPr>
      </w:pPr>
      <w:r>
        <w:rPr>
          <w:rtl/>
        </w:rPr>
        <w:br w:type="page"/>
      </w:r>
    </w:p>
    <w:p w:rsidR="00A679DB" w:rsidRDefault="00A679DB" w:rsidP="000615C9">
      <w:pPr>
        <w:pStyle w:val="Heading2"/>
        <w:rPr>
          <w:rtl/>
        </w:rPr>
      </w:pPr>
      <w:bookmarkStart w:id="366" w:name="_Toc449617423"/>
      <w:r>
        <w:rPr>
          <w:rtl/>
        </w:rPr>
        <w:t>ثواب ترك كاميابى آماده براى رسيدن به ثواب موعود</w:t>
      </w:r>
      <w:bookmarkEnd w:id="366"/>
    </w:p>
    <w:p w:rsidR="00A679DB" w:rsidRDefault="00A679DB" w:rsidP="000615C9">
      <w:pPr>
        <w:pStyle w:val="libNormal"/>
        <w:rPr>
          <w:rtl/>
        </w:rPr>
      </w:pPr>
      <w:r>
        <w:rPr>
          <w:rtl/>
        </w:rPr>
        <w:t xml:space="preserve">حديث : ١ حدثنى جعفر بن على بن الحسن الكوفى رضى الله عنه عن جده الحسن بن على بن عبدالله عن جده عبدالله بن المغيره عن الكسونى عن جعفر بن محمد عن ابيه عن ابائه عن اميرالمومنين </w:t>
      </w:r>
      <w:r w:rsidR="000615C9" w:rsidRPr="000615C9">
        <w:rPr>
          <w:rStyle w:val="libAlaemChar"/>
          <w:rtl/>
        </w:rPr>
        <w:t>عليه‌السلام</w:t>
      </w:r>
      <w:r w:rsidR="000615C9">
        <w:rPr>
          <w:rtl/>
        </w:rPr>
        <w:t xml:space="preserve"> </w:t>
      </w:r>
      <w:r>
        <w:rPr>
          <w:rtl/>
        </w:rPr>
        <w:t xml:space="preserve">قال قال رسول الله </w:t>
      </w:r>
      <w:r w:rsidR="00E60DFB" w:rsidRPr="000615C9">
        <w:rPr>
          <w:rStyle w:val="libAlaemChar"/>
          <w:rtl/>
        </w:rPr>
        <w:t>صلى‌الله‌عليه‌وآله</w:t>
      </w:r>
      <w:r w:rsidR="00E60DFB">
        <w:rPr>
          <w:rtl/>
        </w:rPr>
        <w:t xml:space="preserve"> </w:t>
      </w:r>
      <w:r>
        <w:rPr>
          <w:rtl/>
        </w:rPr>
        <w:t>تطوبى لمن ترك شهوه حاضره لموعود لم يره .</w:t>
      </w:r>
    </w:p>
    <w:p w:rsidR="00A679DB" w:rsidRDefault="00A679DB" w:rsidP="00A679DB">
      <w:pPr>
        <w:pStyle w:val="libNormal"/>
        <w:rPr>
          <w:rtl/>
        </w:rPr>
      </w:pPr>
      <w:r>
        <w:rPr>
          <w:rtl/>
        </w:rPr>
        <w:t>ترجمه :</w:t>
      </w:r>
    </w:p>
    <w:p w:rsidR="00A679DB" w:rsidRDefault="00A679DB" w:rsidP="000615C9">
      <w:pPr>
        <w:pStyle w:val="libNormal"/>
        <w:rPr>
          <w:rtl/>
        </w:rPr>
      </w:pPr>
      <w:r>
        <w:rPr>
          <w:rtl/>
        </w:rPr>
        <w:t xml:space="preserve">١. امام صادق </w:t>
      </w:r>
      <w:r w:rsidRPr="000615C9">
        <w:rPr>
          <w:rStyle w:val="libAlaemChar"/>
          <w:rtl/>
        </w:rPr>
        <w:t>عليه‌السلام</w:t>
      </w:r>
      <w:r>
        <w:rPr>
          <w:rtl/>
        </w:rPr>
        <w:t xml:space="preserve"> از پدرانش </w:t>
      </w:r>
      <w:r w:rsidR="000615C9" w:rsidRPr="000615C9">
        <w:rPr>
          <w:rStyle w:val="libAlaemChar"/>
          <w:rtl/>
        </w:rPr>
        <w:t>عليه‌السلام</w:t>
      </w:r>
      <w:r w:rsidR="000615C9">
        <w:rPr>
          <w:rtl/>
        </w:rPr>
        <w:t xml:space="preserve"> </w:t>
      </w:r>
      <w:r>
        <w:rPr>
          <w:rtl/>
        </w:rPr>
        <w:t xml:space="preserve">از امير المومنين </w:t>
      </w:r>
      <w:r w:rsidRPr="000615C9">
        <w:rPr>
          <w:rStyle w:val="libAlaemChar"/>
          <w:rtl/>
        </w:rPr>
        <w:t>عليه‌السلام</w:t>
      </w:r>
      <w:r>
        <w:rPr>
          <w:rtl/>
        </w:rPr>
        <w:t xml:space="preserve"> نقل مى نمايد كه رسول خدا </w:t>
      </w:r>
      <w:r w:rsidR="00E60DFB" w:rsidRPr="000615C9">
        <w:rPr>
          <w:rStyle w:val="libAlaemChar"/>
          <w:rtl/>
        </w:rPr>
        <w:t>صلى‌الله‌عليه‌وآله</w:t>
      </w:r>
      <w:r w:rsidR="00E60DFB">
        <w:rPr>
          <w:rtl/>
        </w:rPr>
        <w:t xml:space="preserve"> </w:t>
      </w:r>
      <w:r>
        <w:rPr>
          <w:rtl/>
        </w:rPr>
        <w:t>فرمودند :خوشا به حال كسى كه كاميابى آماده اى را بخاطر ثوابى كه وعده داده اند و آن را نديده ، ترك نمايد.</w:t>
      </w:r>
    </w:p>
    <w:p w:rsidR="00A679DB" w:rsidRDefault="00A679DB" w:rsidP="00A679DB">
      <w:pPr>
        <w:pStyle w:val="libNormal"/>
        <w:rPr>
          <w:rtl/>
        </w:rPr>
      </w:pPr>
    </w:p>
    <w:p w:rsidR="00A679DB" w:rsidRDefault="00A679DB" w:rsidP="00A679DB">
      <w:pPr>
        <w:pStyle w:val="libNormal"/>
        <w:rPr>
          <w:rtl/>
        </w:rPr>
      </w:pPr>
      <w:r>
        <w:rPr>
          <w:rtl/>
        </w:rPr>
        <w:t>ثواب التحابب فى الله عزوجل و عماره المساجد و الاستغفار بالاسحار.</w:t>
      </w:r>
    </w:p>
    <w:p w:rsidR="00A679DB" w:rsidRDefault="00893811" w:rsidP="00A679DB">
      <w:pPr>
        <w:pStyle w:val="libNormal"/>
        <w:rPr>
          <w:rtl/>
        </w:rPr>
      </w:pPr>
      <w:r>
        <w:rPr>
          <w:rtl/>
        </w:rPr>
        <w:br w:type="page"/>
      </w:r>
    </w:p>
    <w:p w:rsidR="00A679DB" w:rsidRDefault="00A679DB" w:rsidP="00893811">
      <w:pPr>
        <w:pStyle w:val="Heading2"/>
        <w:rPr>
          <w:rtl/>
        </w:rPr>
      </w:pPr>
      <w:bookmarkStart w:id="367" w:name="_Toc449617424"/>
      <w:r>
        <w:rPr>
          <w:rtl/>
        </w:rPr>
        <w:t>ثواب دوست داشتن يكديگر در راه خداى عزوجل ، عمران مساجد و استغفار سحر</w:t>
      </w:r>
      <w:bookmarkEnd w:id="367"/>
    </w:p>
    <w:p w:rsidR="00A679DB" w:rsidRDefault="00A679DB" w:rsidP="00893811">
      <w:pPr>
        <w:pStyle w:val="libNormal"/>
        <w:rPr>
          <w:rtl/>
        </w:rPr>
      </w:pPr>
      <w:r>
        <w:rPr>
          <w:rtl/>
        </w:rPr>
        <w:t xml:space="preserve">حديث : ١ ابى رحمه الله قال حدثنى على بن الحسن الكوفى عن ابيه عن عبدالله بن المغيره عن الكسونى عن جعفر بن محمد عن ابائه </w:t>
      </w:r>
      <w:r w:rsidR="00893811" w:rsidRPr="000615C9">
        <w:rPr>
          <w:rStyle w:val="libAlaemChar"/>
          <w:rtl/>
        </w:rPr>
        <w:t>عليه‌السلام</w:t>
      </w:r>
      <w:r w:rsidR="00893811">
        <w:rPr>
          <w:rtl/>
        </w:rPr>
        <w:t xml:space="preserve"> </w:t>
      </w:r>
      <w:r>
        <w:rPr>
          <w:rtl/>
        </w:rPr>
        <w:t>قال ان الله عزوجل اذا اراد ان يصيب اهل الارض بعذاب يقول لو لا الذين يتحابون فى و يعمرون مساجدى و يستغفورن بالاسحار لولا هم لا نزلت عليه عذابى .</w:t>
      </w:r>
    </w:p>
    <w:p w:rsidR="00A679DB" w:rsidRDefault="00A679DB" w:rsidP="00A679DB">
      <w:pPr>
        <w:pStyle w:val="libNormal"/>
        <w:rPr>
          <w:rtl/>
        </w:rPr>
      </w:pPr>
      <w:r>
        <w:rPr>
          <w:rtl/>
        </w:rPr>
        <w:t>ترجمه :</w:t>
      </w:r>
    </w:p>
    <w:p w:rsidR="00A679DB" w:rsidRDefault="00A679DB" w:rsidP="00893811">
      <w:pPr>
        <w:pStyle w:val="libNormal"/>
        <w:rPr>
          <w:rtl/>
        </w:rPr>
      </w:pPr>
      <w:r>
        <w:rPr>
          <w:rtl/>
        </w:rPr>
        <w:t xml:space="preserve">١. امام صادق </w:t>
      </w:r>
      <w:r w:rsidRPr="00893811">
        <w:rPr>
          <w:rStyle w:val="libAlaemChar"/>
          <w:rtl/>
        </w:rPr>
        <w:t>عليه‌السلام</w:t>
      </w:r>
      <w:r>
        <w:rPr>
          <w:rtl/>
        </w:rPr>
        <w:t xml:space="preserve"> از پدرانش </w:t>
      </w:r>
      <w:r w:rsidR="00893811" w:rsidRPr="000615C9">
        <w:rPr>
          <w:rStyle w:val="libAlaemChar"/>
          <w:rtl/>
        </w:rPr>
        <w:t>عليه‌السلام</w:t>
      </w:r>
      <w:r w:rsidR="00893811">
        <w:rPr>
          <w:rtl/>
        </w:rPr>
        <w:t xml:space="preserve"> </w:t>
      </w:r>
      <w:r>
        <w:rPr>
          <w:rtl/>
        </w:rPr>
        <w:t>نقل مى نمايد كه فقرمودند نن همانا خداى عزوجل هنگامى كه بخواهد عذابى را بر زمينيان فرود آورد، مى فرمايد: اگر نبودند كسانى كه بخاطر من يكديگر را دوست مى دارند، مساجدم را آباد مى نمايند و در سحرها استغفار مى نمايند، حتما عذابم را بر آنها نازل مى نمودم .</w:t>
      </w:r>
    </w:p>
    <w:p w:rsidR="00A679DB" w:rsidRDefault="00A679DB" w:rsidP="00A679DB">
      <w:pPr>
        <w:pStyle w:val="libNormal"/>
        <w:rPr>
          <w:rtl/>
        </w:rPr>
      </w:pPr>
    </w:p>
    <w:p w:rsidR="00A679DB" w:rsidRDefault="00A679DB" w:rsidP="00A679DB">
      <w:pPr>
        <w:pStyle w:val="libNormal"/>
        <w:rPr>
          <w:rtl/>
        </w:rPr>
      </w:pPr>
      <w:r>
        <w:rPr>
          <w:rtl/>
        </w:rPr>
        <w:t>ثواب من كان نظره عبره و سكوته فكره و كلامه ذكرا و بكى على خطيئته و امنالناس شره .</w:t>
      </w:r>
    </w:p>
    <w:p w:rsidR="00A679DB" w:rsidRDefault="00893811" w:rsidP="00A679DB">
      <w:pPr>
        <w:pStyle w:val="libNormal"/>
        <w:rPr>
          <w:rtl/>
        </w:rPr>
      </w:pPr>
      <w:r>
        <w:rPr>
          <w:rtl/>
        </w:rPr>
        <w:br w:type="page"/>
      </w:r>
    </w:p>
    <w:p w:rsidR="00A679DB" w:rsidRDefault="00A679DB" w:rsidP="00893811">
      <w:pPr>
        <w:pStyle w:val="Heading2"/>
        <w:rPr>
          <w:rtl/>
        </w:rPr>
      </w:pPr>
      <w:bookmarkStart w:id="368" w:name="_Toc449617425"/>
      <w:r>
        <w:rPr>
          <w:rtl/>
        </w:rPr>
        <w:t>ثواب نگاه همراه با پند، سكوت همراه با انديشه ، سخن همراه با ذكر، گريستن</w:t>
      </w:r>
      <w:r w:rsidR="00893811">
        <w:rPr>
          <w:rFonts w:hint="cs"/>
          <w:rtl/>
        </w:rPr>
        <w:t xml:space="preserve"> </w:t>
      </w:r>
      <w:r>
        <w:rPr>
          <w:rtl/>
        </w:rPr>
        <w:t>بر گناه او ايمنى مردم از شر انسان</w:t>
      </w:r>
      <w:bookmarkEnd w:id="368"/>
    </w:p>
    <w:p w:rsidR="00A679DB" w:rsidRDefault="00A679DB" w:rsidP="00A679DB">
      <w:pPr>
        <w:pStyle w:val="libNormal"/>
        <w:rPr>
          <w:rtl/>
        </w:rPr>
      </w:pPr>
      <w:r>
        <w:rPr>
          <w:rtl/>
        </w:rPr>
        <w:t xml:space="preserve">حديث : ١ حدثنى محمد بن موسى بن المتوكل رضى الله عنه قال حدثنى على بن ابراهيم عن محمد بن عيسى عن يونس بن عبدالرحمن عن ابى ايوب الخزاز عن ابى حمزه عن ابى جعفر </w:t>
      </w:r>
      <w:r w:rsidRPr="00893811">
        <w:rPr>
          <w:rStyle w:val="libAlaemChar"/>
          <w:rtl/>
        </w:rPr>
        <w:t>عليه‌السلام</w:t>
      </w:r>
      <w:r>
        <w:rPr>
          <w:rtl/>
        </w:rPr>
        <w:t xml:space="preserve"> قال قال امير المومنين </w:t>
      </w:r>
      <w:r w:rsidRPr="00893811">
        <w:rPr>
          <w:rStyle w:val="libAlaemChar"/>
          <w:rtl/>
        </w:rPr>
        <w:t>عليه‌السلام</w:t>
      </w:r>
      <w:r>
        <w:rPr>
          <w:rtl/>
        </w:rPr>
        <w:t xml:space="preserve"> جمع الخير كله فى ثلاث خصال النظر و السكوت و الكلام و كل نظر ليس فيه اعتبار فهو سهو و كل سكوت ليس فيه فكر فهو غفله و كل كلام ليس فيه ذكر فهو لغو و طوبى لمن كان نظره عبره و سكوته فكره و كلامه ذكرا و بكى على خطيئته و امن الناس شره .</w:t>
      </w:r>
    </w:p>
    <w:p w:rsidR="00A679DB" w:rsidRDefault="00A679DB" w:rsidP="00A679DB">
      <w:pPr>
        <w:pStyle w:val="libNormal"/>
        <w:rPr>
          <w:rtl/>
        </w:rPr>
      </w:pPr>
      <w:r>
        <w:rPr>
          <w:rtl/>
        </w:rPr>
        <w:t>ترجمه :</w:t>
      </w:r>
    </w:p>
    <w:p w:rsidR="00A679DB" w:rsidRDefault="00A679DB" w:rsidP="00893811">
      <w:pPr>
        <w:pStyle w:val="libNormal"/>
        <w:rPr>
          <w:rtl/>
        </w:rPr>
      </w:pPr>
      <w:r>
        <w:rPr>
          <w:rtl/>
        </w:rPr>
        <w:t xml:space="preserve">١. امام باقر </w:t>
      </w:r>
      <w:r w:rsidRPr="00893811">
        <w:rPr>
          <w:rStyle w:val="libAlaemChar"/>
          <w:rtl/>
        </w:rPr>
        <w:t>عليه‌السلام</w:t>
      </w:r>
      <w:r>
        <w:rPr>
          <w:rtl/>
        </w:rPr>
        <w:t xml:space="preserve"> نقل مى نمايند كه امير المومنين </w:t>
      </w:r>
      <w:r w:rsidRPr="00893811">
        <w:rPr>
          <w:rStyle w:val="libAlaemChar"/>
          <w:rtl/>
        </w:rPr>
        <w:t>عليه‌السلام</w:t>
      </w:r>
      <w:r>
        <w:rPr>
          <w:rtl/>
        </w:rPr>
        <w:t xml:space="preserve"> فرمودند: تمام خير در سه چيز جمع شده است : نگاه ، سكوت و سخن . هر نگاهى كه پندى در آن گرفته نشود، فراموشى است . هر سكوتى كه انديشه اى در </w:t>
      </w:r>
      <w:r w:rsidR="00893811">
        <w:rPr>
          <w:rFonts w:hint="cs"/>
          <w:rtl/>
        </w:rPr>
        <w:t>آ</w:t>
      </w:r>
      <w:r>
        <w:rPr>
          <w:rtl/>
        </w:rPr>
        <w:t>ن نباشد، غفلت است . هر سخنى كه ذكرى در آن نباشد، بيهوده است . خوشا بحال كسى كه :</w:t>
      </w:r>
      <w:r w:rsidR="00893811">
        <w:rPr>
          <w:rFonts w:hint="cs"/>
          <w:rtl/>
        </w:rPr>
        <w:t>ن</w:t>
      </w:r>
      <w:r>
        <w:rPr>
          <w:rtl/>
        </w:rPr>
        <w:t>گاه او پند، سكوت او انديشه و سخن او ذكر بود</w:t>
      </w:r>
      <w:r w:rsidR="00893811">
        <w:rPr>
          <w:rFonts w:hint="cs"/>
          <w:rtl/>
        </w:rPr>
        <w:t>ه</w:t>
      </w:r>
      <w:r>
        <w:rPr>
          <w:rtl/>
        </w:rPr>
        <w:t xml:space="preserve"> ، بر گناهش گريسته و مردم از شرش در امان باشند.</w:t>
      </w:r>
    </w:p>
    <w:p w:rsidR="00A679DB" w:rsidRDefault="00A679DB" w:rsidP="00A679DB">
      <w:pPr>
        <w:pStyle w:val="libNormal"/>
        <w:rPr>
          <w:rtl/>
        </w:rPr>
      </w:pPr>
    </w:p>
    <w:p w:rsidR="00A679DB" w:rsidRDefault="00A679DB" w:rsidP="00A679DB">
      <w:pPr>
        <w:pStyle w:val="libNormal"/>
        <w:rPr>
          <w:rtl/>
        </w:rPr>
      </w:pPr>
      <w:r>
        <w:rPr>
          <w:rtl/>
        </w:rPr>
        <w:t>ثواب الصمت و المشى الى بيت الله عزوجل</w:t>
      </w:r>
    </w:p>
    <w:p w:rsidR="00A679DB" w:rsidRDefault="00893811" w:rsidP="00A679DB">
      <w:pPr>
        <w:pStyle w:val="libNormal"/>
        <w:rPr>
          <w:rtl/>
        </w:rPr>
      </w:pPr>
      <w:r>
        <w:rPr>
          <w:rtl/>
        </w:rPr>
        <w:br w:type="page"/>
      </w:r>
    </w:p>
    <w:p w:rsidR="00A679DB" w:rsidRDefault="00A679DB" w:rsidP="00893811">
      <w:pPr>
        <w:pStyle w:val="Heading2"/>
        <w:rPr>
          <w:rtl/>
        </w:rPr>
      </w:pPr>
      <w:bookmarkStart w:id="369" w:name="_Toc449617426"/>
      <w:r>
        <w:rPr>
          <w:rtl/>
        </w:rPr>
        <w:t>ثواب خاموشى و پياده رفتن به خانه ى خداىعزوجل</w:t>
      </w:r>
      <w:bookmarkEnd w:id="369"/>
    </w:p>
    <w:p w:rsidR="00A679DB" w:rsidRDefault="00A679DB" w:rsidP="00A679DB">
      <w:pPr>
        <w:pStyle w:val="libNormal"/>
        <w:rPr>
          <w:rtl/>
        </w:rPr>
      </w:pPr>
      <w:r>
        <w:rPr>
          <w:rtl/>
        </w:rPr>
        <w:t xml:space="preserve">حديث : ١ ابى رحمه الله قال حدثنى سعد بن عبدالله عن ايوب بن نوح عن الربيع بن محمد المسلى عن رجل عن ابى عبدالله </w:t>
      </w:r>
      <w:r w:rsidRPr="00893811">
        <w:rPr>
          <w:rStyle w:val="libAlaemChar"/>
          <w:rtl/>
        </w:rPr>
        <w:t>عليه‌السلام</w:t>
      </w:r>
      <w:r>
        <w:rPr>
          <w:rtl/>
        </w:rPr>
        <w:t xml:space="preserve"> قال ما عبدالله بشى مثل الصمت و المشى الى بيت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93811">
        <w:rPr>
          <w:rStyle w:val="libAlaemChar"/>
          <w:rtl/>
        </w:rPr>
        <w:t>عليه‌السلام</w:t>
      </w:r>
      <w:r>
        <w:rPr>
          <w:rtl/>
        </w:rPr>
        <w:t xml:space="preserve"> فرمودند: خداوند با چيزى عبادت نشده است كه مانند خاموشى و پياده رفتن به خانه خدا باشد.</w:t>
      </w:r>
    </w:p>
    <w:p w:rsidR="00A679DB" w:rsidRDefault="00A679DB" w:rsidP="00A679DB">
      <w:pPr>
        <w:pStyle w:val="libNormal"/>
        <w:rPr>
          <w:rtl/>
        </w:rPr>
      </w:pPr>
      <w:r>
        <w:rPr>
          <w:rtl/>
        </w:rPr>
        <w:t>حديث : ٢ حدثنى محمد بن الحسن رضى الله عنه عن محمد بن يحيى عن محمد بن احمد عن العباس بن معروف عن على بن مهزيار رفعه قال ياتى على الناس زمان تكون العافيه فيه عشره اجزاء تسعه منها فى اعتزال الناس و واحده فى الصمت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على بن مهزيار از معصوم </w:t>
      </w:r>
      <w:r w:rsidRPr="00893811">
        <w:rPr>
          <w:rStyle w:val="libAlaemChar"/>
          <w:rtl/>
        </w:rPr>
        <w:t>عليه‌السلام</w:t>
      </w:r>
      <w:r>
        <w:rPr>
          <w:rtl/>
        </w:rPr>
        <w:t xml:space="preserve"> روايت نموده است كه فرمودند: زمانى براى مردم مى آيد كه عافيت در آن ده جز است : نه جز آن در كناره گيرى از مردم و يك جز آن در خاموشى است .</w:t>
      </w:r>
    </w:p>
    <w:p w:rsidR="00A679DB" w:rsidRDefault="00A679DB" w:rsidP="00A679DB">
      <w:pPr>
        <w:pStyle w:val="libNormal"/>
        <w:rPr>
          <w:rtl/>
        </w:rPr>
      </w:pPr>
      <w:r>
        <w:rPr>
          <w:rtl/>
        </w:rPr>
        <w:t xml:space="preserve">حديث : ٣ ابى رحمه الله قال حدثنى محمد بن يحيى عن محمد بن احمد عن موسى بن عمر عن على بن الحسن بن رباط عن بعض رجاله عن ابى عبدالله </w:t>
      </w:r>
      <w:r w:rsidRPr="00893811">
        <w:rPr>
          <w:rStyle w:val="libAlaemChar"/>
          <w:rtl/>
        </w:rPr>
        <w:t>عليه‌السلام</w:t>
      </w:r>
      <w:r>
        <w:rPr>
          <w:rtl/>
        </w:rPr>
        <w:t xml:space="preserve"> قال لا يزال الرجل المسلم يكتب محسنا مادام ساكتا فاذا تكلم كتب اما محسنا او مسيتا.</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٣. امام صادق </w:t>
      </w:r>
      <w:r w:rsidRPr="00893811">
        <w:rPr>
          <w:rStyle w:val="libAlaemChar"/>
          <w:rtl/>
        </w:rPr>
        <w:t>عليه‌السلام</w:t>
      </w:r>
      <w:r>
        <w:rPr>
          <w:rtl/>
        </w:rPr>
        <w:t xml:space="preserve"> فرمودند: مرد مسلمان پيوسته نيكوكار نوشته مى شود، البته تا زمانى كه ساكت است . و هنگامى كه سخن گفت ، يا نيكوكار يا بدكار نوشته مى شود.</w:t>
      </w:r>
    </w:p>
    <w:p w:rsidR="00A679DB" w:rsidRDefault="00A679DB" w:rsidP="00A679DB">
      <w:pPr>
        <w:pStyle w:val="libNormal"/>
        <w:rPr>
          <w:rtl/>
        </w:rPr>
      </w:pPr>
    </w:p>
    <w:p w:rsidR="00A679DB" w:rsidRDefault="00A679DB" w:rsidP="00A679DB">
      <w:pPr>
        <w:pStyle w:val="libNormal"/>
        <w:rPr>
          <w:rtl/>
        </w:rPr>
      </w:pPr>
      <w:r>
        <w:rPr>
          <w:rtl/>
        </w:rPr>
        <w:t>ثواب من رقع جيبه و خصف نعله و حمل سلعته</w:t>
      </w:r>
    </w:p>
    <w:p w:rsidR="00A679DB" w:rsidRDefault="00893811" w:rsidP="00A679DB">
      <w:pPr>
        <w:pStyle w:val="libNormal"/>
        <w:rPr>
          <w:rtl/>
        </w:rPr>
      </w:pPr>
      <w:r>
        <w:rPr>
          <w:rtl/>
        </w:rPr>
        <w:br w:type="page"/>
      </w:r>
    </w:p>
    <w:p w:rsidR="00A679DB" w:rsidRDefault="00A679DB" w:rsidP="00893811">
      <w:pPr>
        <w:pStyle w:val="Heading2"/>
        <w:rPr>
          <w:rtl/>
        </w:rPr>
      </w:pPr>
      <w:bookmarkStart w:id="370" w:name="_Toc449617427"/>
      <w:r>
        <w:rPr>
          <w:rtl/>
        </w:rPr>
        <w:t>ثواب وصله زدن كفش ويقه و حمل كالاى خود</w:t>
      </w:r>
      <w:bookmarkEnd w:id="370"/>
    </w:p>
    <w:p w:rsidR="00A679DB" w:rsidRDefault="00A679DB" w:rsidP="00A679DB">
      <w:pPr>
        <w:pStyle w:val="libNormal"/>
        <w:rPr>
          <w:rtl/>
        </w:rPr>
      </w:pPr>
      <w:r>
        <w:rPr>
          <w:rtl/>
        </w:rPr>
        <w:t xml:space="preserve">حديث : ١ ابى رحمه الله قال حدثنى احمد بن ادريس عن محمد بن احمد عن يعقوب بن يزيد عن ابن ابى نجران يرفعه الى ابى عبدالله </w:t>
      </w:r>
      <w:r w:rsidRPr="00893811">
        <w:rPr>
          <w:rStyle w:val="libAlaemChar"/>
          <w:rtl/>
        </w:rPr>
        <w:t>عليه‌السلام</w:t>
      </w:r>
      <w:r>
        <w:rPr>
          <w:rtl/>
        </w:rPr>
        <w:t xml:space="preserve"> قال من رقع جيبه و خصف نعله و حمل سلعته فقد برى من الكبر.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93811">
        <w:rPr>
          <w:rStyle w:val="libAlaemChar"/>
          <w:rtl/>
        </w:rPr>
        <w:t>عليه‌السلام</w:t>
      </w:r>
      <w:r>
        <w:rPr>
          <w:rtl/>
        </w:rPr>
        <w:t xml:space="preserve"> فرمودند: كسى كه يقه و كفشش را وصله زند و كالايش را حمل كند، از تكبر رهايى يافته است .</w:t>
      </w:r>
    </w:p>
    <w:p w:rsidR="00A679DB" w:rsidRDefault="00A679DB" w:rsidP="00A679DB">
      <w:pPr>
        <w:pStyle w:val="libNormal"/>
        <w:rPr>
          <w:rtl/>
        </w:rPr>
      </w:pPr>
    </w:p>
    <w:p w:rsidR="00A679DB" w:rsidRDefault="00A679DB" w:rsidP="00A679DB">
      <w:pPr>
        <w:pStyle w:val="libNormal"/>
        <w:rPr>
          <w:rtl/>
        </w:rPr>
      </w:pPr>
      <w:r>
        <w:rPr>
          <w:rtl/>
        </w:rPr>
        <w:t>ثواب الصدق</w:t>
      </w:r>
    </w:p>
    <w:p w:rsidR="00A679DB" w:rsidRDefault="00893811" w:rsidP="00A679DB">
      <w:pPr>
        <w:pStyle w:val="libNormal"/>
        <w:rPr>
          <w:rtl/>
        </w:rPr>
      </w:pPr>
      <w:r>
        <w:rPr>
          <w:rtl/>
        </w:rPr>
        <w:br w:type="page"/>
      </w:r>
    </w:p>
    <w:p w:rsidR="00A679DB" w:rsidRDefault="00A679DB" w:rsidP="00893811">
      <w:pPr>
        <w:pStyle w:val="Heading2"/>
        <w:rPr>
          <w:rtl/>
        </w:rPr>
      </w:pPr>
      <w:bookmarkStart w:id="371" w:name="_Toc449617428"/>
      <w:r>
        <w:rPr>
          <w:rtl/>
        </w:rPr>
        <w:t>ثواب راستگويى</w:t>
      </w:r>
      <w:bookmarkEnd w:id="371"/>
    </w:p>
    <w:p w:rsidR="00A679DB" w:rsidRDefault="00A679DB" w:rsidP="00A679DB">
      <w:pPr>
        <w:pStyle w:val="libNormal"/>
        <w:rPr>
          <w:rtl/>
        </w:rPr>
      </w:pPr>
      <w:r>
        <w:rPr>
          <w:rtl/>
        </w:rPr>
        <w:t xml:space="preserve">حديث : ١ حدثنى محمد بن على ماجيلويه رضى الله عنه عن محمد بن يحيى العطار عن محمد بن احمد عن محمد بن عيسى عن عثمان بن عيسى عن عبدالله بن عجلان قال سمعت ابا عبدالله </w:t>
      </w:r>
      <w:r w:rsidRPr="00893811">
        <w:rPr>
          <w:rStyle w:val="libAlaemChar"/>
          <w:rtl/>
        </w:rPr>
        <w:t>عليه‌السلام</w:t>
      </w:r>
      <w:r>
        <w:rPr>
          <w:rtl/>
        </w:rPr>
        <w:t xml:space="preserve"> يقول ان العبد اذا صدق كان اول من يصدقه الله و نفسه تعلم انه صادق و اذا كذب كان اول من يكذبه الله و نفسه تعلم انه كاذب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شنيدم كه امام صادق </w:t>
      </w:r>
      <w:r w:rsidRPr="00893811">
        <w:rPr>
          <w:rStyle w:val="libAlaemChar"/>
          <w:rtl/>
        </w:rPr>
        <w:t>عليه‌السلام</w:t>
      </w:r>
      <w:r>
        <w:rPr>
          <w:rtl/>
        </w:rPr>
        <w:t xml:space="preserve"> فرمودند: هنگامى كه بنده راست بگويد، اولين كسى كه او را راستگو مى داند، خداوند است و خودش نيز خواهد دانست كه راستگوست و هنگامى كه دروغ بگويد، اولين كسى كه او را دروغگو مى داند، خداوند است و خودش نيز خواهد دانست كه دروغگوست .</w:t>
      </w:r>
    </w:p>
    <w:p w:rsidR="00A679DB" w:rsidRDefault="00A679DB" w:rsidP="00A679DB">
      <w:pPr>
        <w:pStyle w:val="libNormal"/>
        <w:rPr>
          <w:rtl/>
        </w:rPr>
      </w:pPr>
    </w:p>
    <w:p w:rsidR="00A679DB" w:rsidRDefault="00A679DB" w:rsidP="00A679DB">
      <w:pPr>
        <w:pStyle w:val="libNormal"/>
        <w:rPr>
          <w:rtl/>
        </w:rPr>
      </w:pPr>
      <w:r>
        <w:rPr>
          <w:rtl/>
        </w:rPr>
        <w:t>ثواب المستتر بالحسنه و السيئه</w:t>
      </w:r>
    </w:p>
    <w:p w:rsidR="00A679DB" w:rsidRDefault="00893811" w:rsidP="00A679DB">
      <w:pPr>
        <w:pStyle w:val="libNormal"/>
        <w:rPr>
          <w:rtl/>
        </w:rPr>
      </w:pPr>
      <w:r>
        <w:rPr>
          <w:rtl/>
        </w:rPr>
        <w:br w:type="page"/>
      </w:r>
    </w:p>
    <w:p w:rsidR="00A679DB" w:rsidRDefault="00A679DB" w:rsidP="00893811">
      <w:pPr>
        <w:pStyle w:val="Heading2"/>
        <w:rPr>
          <w:rtl/>
        </w:rPr>
      </w:pPr>
      <w:bookmarkStart w:id="372" w:name="_Toc449617429"/>
      <w:r>
        <w:rPr>
          <w:rtl/>
        </w:rPr>
        <w:t>ثواب پنهانى انجام دادن كار خوب و گناه</w:t>
      </w:r>
      <w:bookmarkEnd w:id="372"/>
    </w:p>
    <w:p w:rsidR="00A679DB" w:rsidRDefault="00A679DB" w:rsidP="00A679DB">
      <w:pPr>
        <w:pStyle w:val="libNormal"/>
        <w:rPr>
          <w:rtl/>
        </w:rPr>
      </w:pPr>
      <w:r>
        <w:rPr>
          <w:rtl/>
        </w:rPr>
        <w:t xml:space="preserve">حديث : ١ حدثنى محمد بن الحسن رضى الله عنه قال حدثنى محمد بن الحسن الصفار عن محمد بن عيسى عن عباس بن هلال قال سمعت ابا الحسن الرضا </w:t>
      </w:r>
      <w:r w:rsidRPr="00893811">
        <w:rPr>
          <w:rStyle w:val="libAlaemChar"/>
          <w:rtl/>
        </w:rPr>
        <w:t>عليه‌السلام</w:t>
      </w:r>
      <w:r>
        <w:rPr>
          <w:rtl/>
        </w:rPr>
        <w:t xml:space="preserve"> يقول المستتر بالحسنه تعدل سبعين حسنه و المذيع بالسيئه مخذول و المستتر بالسيئه مغفور له .</w:t>
      </w:r>
    </w:p>
    <w:p w:rsidR="00A679DB" w:rsidRDefault="00A679DB" w:rsidP="00A679DB">
      <w:pPr>
        <w:pStyle w:val="libNormal"/>
        <w:rPr>
          <w:rtl/>
        </w:rPr>
      </w:pPr>
      <w:r>
        <w:rPr>
          <w:rtl/>
        </w:rPr>
        <w:t>ترجمه :</w:t>
      </w:r>
    </w:p>
    <w:p w:rsidR="00A679DB" w:rsidRDefault="00A679DB" w:rsidP="00893811">
      <w:pPr>
        <w:pStyle w:val="libNormal"/>
        <w:rPr>
          <w:rtl/>
        </w:rPr>
      </w:pPr>
      <w:r>
        <w:rPr>
          <w:rtl/>
        </w:rPr>
        <w:t xml:space="preserve">١. راوى مى گويد شنيدم كه امام صادق </w:t>
      </w:r>
      <w:r w:rsidRPr="00893811">
        <w:rPr>
          <w:rStyle w:val="libAlaemChar"/>
          <w:rtl/>
        </w:rPr>
        <w:t>عليه‌السلام</w:t>
      </w:r>
      <w:r>
        <w:rPr>
          <w:rtl/>
        </w:rPr>
        <w:t xml:space="preserve"> فرمودند: كار نيك پنهانى برابر با هفتاد كار نيك است . كسى كه </w:t>
      </w:r>
      <w:r w:rsidR="00893811">
        <w:rPr>
          <w:rFonts w:hint="cs"/>
          <w:rtl/>
        </w:rPr>
        <w:t>آ</w:t>
      </w:r>
      <w:r>
        <w:rPr>
          <w:rtl/>
        </w:rPr>
        <w:t>شكارا گناه مى كند، يارى نخواهد شد و كسى كه پنهانى گناه مى كند، آمرزيده مى شود.</w:t>
      </w:r>
    </w:p>
    <w:p w:rsidR="00A679DB" w:rsidRDefault="00A679DB" w:rsidP="00A679DB">
      <w:pPr>
        <w:pStyle w:val="libNormal"/>
        <w:rPr>
          <w:rtl/>
        </w:rPr>
      </w:pPr>
    </w:p>
    <w:p w:rsidR="00A679DB" w:rsidRDefault="00A679DB" w:rsidP="00A679DB">
      <w:pPr>
        <w:pStyle w:val="libNormal"/>
        <w:rPr>
          <w:rtl/>
        </w:rPr>
      </w:pPr>
      <w:r>
        <w:rPr>
          <w:rtl/>
        </w:rPr>
        <w:t>ثواب من اذنب ذنبا فعلم ان الله يعذبه و ان الله يعفو عنه</w:t>
      </w:r>
    </w:p>
    <w:p w:rsidR="00A679DB" w:rsidRDefault="00893811" w:rsidP="00A679DB">
      <w:pPr>
        <w:pStyle w:val="libNormal"/>
        <w:rPr>
          <w:rtl/>
        </w:rPr>
      </w:pPr>
      <w:r>
        <w:rPr>
          <w:rtl/>
        </w:rPr>
        <w:br w:type="page"/>
      </w:r>
    </w:p>
    <w:p w:rsidR="00A679DB" w:rsidRDefault="00A679DB" w:rsidP="00893811">
      <w:pPr>
        <w:pStyle w:val="Heading2"/>
        <w:rPr>
          <w:rtl/>
        </w:rPr>
      </w:pPr>
      <w:bookmarkStart w:id="373" w:name="_Toc449617430"/>
      <w:r>
        <w:rPr>
          <w:rtl/>
        </w:rPr>
        <w:t>ثواب كسى كه گناهى مرتكب شود و بداند خداوند مى تواند او را عذاب كند و مىتواند او را ببخشد.</w:t>
      </w:r>
      <w:bookmarkEnd w:id="373"/>
    </w:p>
    <w:p w:rsidR="00A679DB" w:rsidRDefault="00A679DB" w:rsidP="00A679DB">
      <w:pPr>
        <w:pStyle w:val="libNormal"/>
        <w:rPr>
          <w:rtl/>
        </w:rPr>
      </w:pPr>
      <w:r>
        <w:rPr>
          <w:rtl/>
        </w:rPr>
        <w:t xml:space="preserve">حديث : ١ ابى رحمه الله قال حدثنى سعد بن عبداللهعن احمد بن ابى عبدالله عن محمد بن بكر عن زكريا بن محمد عن محمد بن عبدالعزيز عن محمد بن مسلم عن ابى عبدالله </w:t>
      </w:r>
      <w:r w:rsidRPr="00893811">
        <w:rPr>
          <w:rStyle w:val="libAlaemChar"/>
          <w:rtl/>
        </w:rPr>
        <w:t>عليه‌السلام</w:t>
      </w:r>
      <w:r>
        <w:rPr>
          <w:rtl/>
        </w:rPr>
        <w:t xml:space="preserve"> قال قال النبى </w:t>
      </w:r>
      <w:r w:rsidR="00E60DFB" w:rsidRPr="00893811">
        <w:rPr>
          <w:rStyle w:val="libAlaemChar"/>
          <w:rtl/>
        </w:rPr>
        <w:t>صلى‌الله‌عليه‌وآله</w:t>
      </w:r>
      <w:r w:rsidR="00E60DFB">
        <w:rPr>
          <w:rtl/>
        </w:rPr>
        <w:t xml:space="preserve"> </w:t>
      </w:r>
      <w:r>
        <w:rPr>
          <w:rtl/>
        </w:rPr>
        <w:t>قال الله جل جلاله من اذنب ذنبا فعلم ان لى ان اعربه وان لى ان اعفو عنه عفوت عنه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893811">
        <w:rPr>
          <w:rStyle w:val="libAlaemChar"/>
          <w:rtl/>
        </w:rPr>
        <w:t>عليه‌السلام</w:t>
      </w:r>
      <w:r>
        <w:rPr>
          <w:rtl/>
        </w:rPr>
        <w:t xml:space="preserve"> نقل مى نمايند كه رسول خدا </w:t>
      </w:r>
      <w:r w:rsidR="00E60DFB" w:rsidRPr="00893811">
        <w:rPr>
          <w:rStyle w:val="libAlaemChar"/>
          <w:rtl/>
        </w:rPr>
        <w:t>صلى‌الله‌عليه‌وآله</w:t>
      </w:r>
      <w:r w:rsidR="00E60DFB">
        <w:rPr>
          <w:rtl/>
        </w:rPr>
        <w:t xml:space="preserve"> </w:t>
      </w:r>
      <w:r>
        <w:rPr>
          <w:rtl/>
        </w:rPr>
        <w:t>فرمودند: خداى بزرگ مى فرمايند: كسى كه مرتكب گناهى شود و بداند كه من اختيار دارم كه او را عذاب كنم يا او را ببخشم ، او را خواهم بخشيد.</w:t>
      </w:r>
    </w:p>
    <w:p w:rsidR="00A679DB" w:rsidRDefault="00A679DB" w:rsidP="00A679DB">
      <w:pPr>
        <w:pStyle w:val="libNormal"/>
        <w:rPr>
          <w:rtl/>
        </w:rPr>
      </w:pPr>
    </w:p>
    <w:p w:rsidR="00A679DB" w:rsidRDefault="00A679DB" w:rsidP="00A679DB">
      <w:pPr>
        <w:pStyle w:val="libNormal"/>
        <w:rPr>
          <w:rtl/>
        </w:rPr>
      </w:pPr>
      <w:r>
        <w:rPr>
          <w:rtl/>
        </w:rPr>
        <w:t>ثواب التوبه</w:t>
      </w:r>
    </w:p>
    <w:p w:rsidR="00A679DB" w:rsidRDefault="00893811" w:rsidP="00A679DB">
      <w:pPr>
        <w:pStyle w:val="libNormal"/>
        <w:rPr>
          <w:rtl/>
        </w:rPr>
      </w:pPr>
      <w:r>
        <w:rPr>
          <w:rtl/>
        </w:rPr>
        <w:br w:type="page"/>
      </w:r>
    </w:p>
    <w:p w:rsidR="00A679DB" w:rsidRDefault="00A679DB" w:rsidP="00893811">
      <w:pPr>
        <w:pStyle w:val="Heading2"/>
        <w:rPr>
          <w:rtl/>
        </w:rPr>
      </w:pPr>
      <w:bookmarkStart w:id="374" w:name="_Toc449617431"/>
      <w:r>
        <w:rPr>
          <w:rtl/>
        </w:rPr>
        <w:t>ثواب توبه</w:t>
      </w:r>
      <w:bookmarkEnd w:id="374"/>
    </w:p>
    <w:p w:rsidR="00A679DB" w:rsidRDefault="00A679DB" w:rsidP="00A679DB">
      <w:pPr>
        <w:pStyle w:val="libNormal"/>
        <w:rPr>
          <w:rtl/>
        </w:rPr>
      </w:pPr>
      <w:r>
        <w:rPr>
          <w:rtl/>
        </w:rPr>
        <w:t xml:space="preserve">حديث : ١ حدثنى محمد بن الحسن رضى الله عنه قال حدثنى محمد بن الحسن الصفار عن محمد بن الحسين بن ابى الخحطاب عن ابى بن اسباط عن يحيى بن بشير عن المسعودى قال قال اميرالمومنين </w:t>
      </w:r>
      <w:r w:rsidRPr="00893811">
        <w:rPr>
          <w:rStyle w:val="libAlaemChar"/>
          <w:rtl/>
        </w:rPr>
        <w:t>عليه‌السلام</w:t>
      </w:r>
      <w:r>
        <w:rPr>
          <w:rtl/>
        </w:rPr>
        <w:t xml:space="preserve"> من تاب تاب الله عليه و امرت جوارحه ان تستر عليه و بقاع الارض ان تكتم عليه وانسيت الحفظه ما كانت كتبت عليه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اميرالمومنين على </w:t>
      </w:r>
      <w:r w:rsidRPr="00893811">
        <w:rPr>
          <w:rStyle w:val="libAlaemChar"/>
          <w:rtl/>
        </w:rPr>
        <w:t>عليه‌السلام</w:t>
      </w:r>
      <w:r>
        <w:rPr>
          <w:rtl/>
        </w:rPr>
        <w:t xml:space="preserve"> فرمودند: كسى كه توبه كند، خداوند او را مى بخشد و به اعضاى بدن او دستور مى رسد گناهان او را بپوشانيد، به مناطق زمين امر مى شود گناهان او را كتمان كنيد و فرشتگان مراقب اعمالش ‍ گناهانى را كه نوشته اند، فراموش مى كنند.</w:t>
      </w:r>
    </w:p>
    <w:p w:rsidR="00A679DB" w:rsidRDefault="00A679DB" w:rsidP="00A679DB">
      <w:pPr>
        <w:pStyle w:val="libNormal"/>
        <w:rPr>
          <w:rtl/>
        </w:rPr>
      </w:pPr>
      <w:r>
        <w:rPr>
          <w:rtl/>
        </w:rPr>
        <w:t xml:space="preserve">حديث : ٢ ابى رحمه الله عن سعد بن عبدالله عن يعقوب بن يزيد عن محمد بن ابى عمير عن سلمه بياع السابرى عن رجل عن ابى جعفر </w:t>
      </w:r>
      <w:r w:rsidRPr="00893811">
        <w:rPr>
          <w:rStyle w:val="libAlaemChar"/>
          <w:rtl/>
        </w:rPr>
        <w:t>عليه‌السلام</w:t>
      </w:r>
      <w:r>
        <w:rPr>
          <w:rtl/>
        </w:rPr>
        <w:t xml:space="preserve"> قال قال رسول الله </w:t>
      </w:r>
      <w:r w:rsidR="00E60DFB" w:rsidRPr="00893811">
        <w:rPr>
          <w:rStyle w:val="libAlaemChar"/>
          <w:rtl/>
        </w:rPr>
        <w:t>صلى‌الله‌عليه‌وآله</w:t>
      </w:r>
      <w:r w:rsidR="00E60DFB">
        <w:rPr>
          <w:rtl/>
        </w:rPr>
        <w:t xml:space="preserve"> </w:t>
      </w:r>
      <w:r>
        <w:rPr>
          <w:rtl/>
        </w:rPr>
        <w:t>من تاب فى سنه تاب الله عليه ثم قال ان السنه لكثيره ثم قال من تاب فى شهر تاب الله عليه ثم قال ان الشهر لكثير ثم قال من تاب فى يوم تاب الله عليه ثم قال ان يوما لكثير ثم قال من تاب اذا بلغت نفسه هذه يعنى حلقه تاب الله عليه .</w:t>
      </w:r>
    </w:p>
    <w:p w:rsidR="00A679DB" w:rsidRDefault="00A679DB" w:rsidP="00A679DB">
      <w:pPr>
        <w:pStyle w:val="libNormal"/>
        <w:rPr>
          <w:rtl/>
        </w:rPr>
      </w:pPr>
      <w:r>
        <w:rPr>
          <w:rtl/>
        </w:rPr>
        <w:t>ترجمه :</w:t>
      </w:r>
    </w:p>
    <w:p w:rsidR="00A679DB" w:rsidRPr="00ED74AF" w:rsidRDefault="00A679DB" w:rsidP="00ED74AF">
      <w:pPr>
        <w:pStyle w:val="libNormal"/>
        <w:rPr>
          <w:rtl/>
        </w:rPr>
      </w:pPr>
      <w:r w:rsidRPr="00ED74AF">
        <w:rPr>
          <w:rtl/>
        </w:rPr>
        <w:t xml:space="preserve">امام باقر </w:t>
      </w:r>
      <w:r w:rsidRPr="00ED74AF">
        <w:rPr>
          <w:rStyle w:val="libAlaemChar"/>
          <w:rFonts w:cs="B Badr"/>
          <w:rtl/>
        </w:rPr>
        <w:t>عليه‌السلام</w:t>
      </w:r>
      <w:r w:rsidRPr="00ED74AF">
        <w:rPr>
          <w:rtl/>
        </w:rPr>
        <w:t xml:space="preserve"> نقل مى نمايند كه رسول خدا </w:t>
      </w:r>
      <w:r w:rsidR="00893811" w:rsidRPr="00ED74AF">
        <w:rPr>
          <w:rStyle w:val="libAlaemChar"/>
          <w:rFonts w:cs="B Badr"/>
          <w:rtl/>
        </w:rPr>
        <w:t>صلى‌الله‌عليه‌وآله</w:t>
      </w:r>
      <w:r w:rsidR="00893811" w:rsidRPr="00ED74AF">
        <w:rPr>
          <w:rtl/>
        </w:rPr>
        <w:t xml:space="preserve"> </w:t>
      </w:r>
      <w:r w:rsidRPr="00ED74AF">
        <w:rPr>
          <w:rtl/>
        </w:rPr>
        <w:t xml:space="preserve">فرمودند: كسى كه يك سال قبل از مرگ توبه كند، خداوند او را مى بخشد، پس از مدتى فرمودند: يك سال زياد است : كسى كه يك ماه قبل از مرگ توبه كند، خداوند </w:t>
      </w:r>
      <w:r w:rsidRPr="00ED74AF">
        <w:rPr>
          <w:rtl/>
        </w:rPr>
        <w:lastRenderedPageBreak/>
        <w:t>توبه او را مى پذيرد. پس از درنگى فرمودند: همانا و محققا يك ماه زياد است . كسى كه يك روز پيش از مرگ توبه كند، خداوند او را مى آمرزد. سپس فرمودند: همانا و محققا يك روز زياد است . آنگاه فرمودند: اگر زمانى كه جانش به اين جايش - يعنى گلويش - برسد توبه كند، خداوند او را مى بخشد.</w:t>
      </w:r>
    </w:p>
    <w:p w:rsidR="00A679DB" w:rsidRDefault="00A679DB" w:rsidP="009609DA">
      <w:pPr>
        <w:pStyle w:val="libNormal"/>
        <w:rPr>
          <w:rtl/>
        </w:rPr>
      </w:pPr>
      <w:r>
        <w:rPr>
          <w:rtl/>
        </w:rPr>
        <w:t xml:space="preserve">حديث : ٣ حدثنى محمد بن على ماجيلويه رضى الله عنه عن على بن ابراهيم بن هاشم عن ابيه عن النوفلى عن السكونى عن جعفر بن محمد الصادق عن ابيه عن آبائه </w:t>
      </w:r>
      <w:r w:rsidR="009609DA" w:rsidRPr="00893811">
        <w:rPr>
          <w:rStyle w:val="libAlaemChar"/>
          <w:rtl/>
        </w:rPr>
        <w:t>عليه‌السلام</w:t>
      </w:r>
      <w:r w:rsidR="009609DA">
        <w:rPr>
          <w:rtl/>
        </w:rPr>
        <w:t xml:space="preserve"> </w:t>
      </w:r>
      <w:r>
        <w:rPr>
          <w:rtl/>
        </w:rPr>
        <w:t xml:space="preserve">قال قال رسول الله </w:t>
      </w:r>
      <w:r w:rsidR="00E60DFB" w:rsidRPr="00893811">
        <w:rPr>
          <w:rStyle w:val="libAlaemChar"/>
          <w:rtl/>
        </w:rPr>
        <w:t>صلى‌الله‌عليه‌وآله</w:t>
      </w:r>
      <w:r w:rsidR="00E60DFB">
        <w:rPr>
          <w:rtl/>
        </w:rPr>
        <w:t xml:space="preserve"> </w:t>
      </w:r>
      <w:r>
        <w:rPr>
          <w:rtl/>
        </w:rPr>
        <w:t>ان الله عزوجل فضولا من رزقه ينحله من يشاء من خلقه و الله باسط يديه عند كل فجر لمذنب الليل هل يتوب فيغفر له و يبسط يديه عند مغيب الشمس لمذنب النهار هل يتوب فيغفر له</w:t>
      </w:r>
    </w:p>
    <w:p w:rsidR="00A679DB" w:rsidRDefault="00A679DB" w:rsidP="00A679DB">
      <w:pPr>
        <w:pStyle w:val="libNormal"/>
        <w:rPr>
          <w:rtl/>
        </w:rPr>
      </w:pPr>
      <w:r>
        <w:rPr>
          <w:rtl/>
        </w:rPr>
        <w:t>ترجمه :</w:t>
      </w:r>
    </w:p>
    <w:p w:rsidR="00A679DB" w:rsidRDefault="00A679DB" w:rsidP="009609DA">
      <w:pPr>
        <w:pStyle w:val="libNormal"/>
        <w:rPr>
          <w:rtl/>
        </w:rPr>
      </w:pPr>
      <w:r>
        <w:rPr>
          <w:rtl/>
        </w:rPr>
        <w:t xml:space="preserve">٣. امام صادق </w:t>
      </w:r>
      <w:r w:rsidRPr="009609DA">
        <w:rPr>
          <w:rStyle w:val="libAlaemChar"/>
          <w:rtl/>
        </w:rPr>
        <w:t>عليه‌السلام</w:t>
      </w:r>
      <w:r>
        <w:rPr>
          <w:rtl/>
        </w:rPr>
        <w:t xml:space="preserve"> از پدرانش </w:t>
      </w:r>
      <w:r w:rsidR="009609DA" w:rsidRPr="00893811">
        <w:rPr>
          <w:rStyle w:val="libAlaemChar"/>
          <w:rtl/>
        </w:rPr>
        <w:t>عليه‌السلام</w:t>
      </w:r>
      <w:r w:rsidR="009609DA">
        <w:rPr>
          <w:rtl/>
        </w:rPr>
        <w:t xml:space="preserve"> </w:t>
      </w:r>
      <w:r>
        <w:rPr>
          <w:rtl/>
        </w:rPr>
        <w:t xml:space="preserve">نقل مى نمايد كه رسول خدا </w:t>
      </w:r>
      <w:r w:rsidR="00E60DFB" w:rsidRPr="009609DA">
        <w:rPr>
          <w:rStyle w:val="libAlaemChar"/>
          <w:rtl/>
        </w:rPr>
        <w:t>صلى‌الله‌عليه‌وآله</w:t>
      </w:r>
      <w:r w:rsidR="00E60DFB">
        <w:rPr>
          <w:rtl/>
        </w:rPr>
        <w:t xml:space="preserve"> </w:t>
      </w:r>
      <w:r>
        <w:rPr>
          <w:rtl/>
        </w:rPr>
        <w:t>فرمودند: همانا خداوند افزون بر رزق بندگان ، رزقى دارد كه آن را به هر كدام از مخلوقاتش كه بخواهد، عطا مى فرمايد. خداوند در هر سپيده دم دستهايش براى هر گناهكار شب باز است كه اگر توبه كردن ، او را بيامرزد و دستانش را در هر غروب باز مى كند تا اگر گناهكار روز توبه نمايد، توبه او را بپذيرد.</w:t>
      </w:r>
    </w:p>
    <w:p w:rsidR="00A679DB" w:rsidRDefault="00A679DB" w:rsidP="00A679DB">
      <w:pPr>
        <w:pStyle w:val="libNormal"/>
        <w:rPr>
          <w:rtl/>
        </w:rPr>
      </w:pPr>
    </w:p>
    <w:p w:rsidR="00A679DB" w:rsidRDefault="00A679DB" w:rsidP="00A679DB">
      <w:pPr>
        <w:pStyle w:val="libNormal"/>
        <w:rPr>
          <w:rtl/>
        </w:rPr>
      </w:pPr>
      <w:r>
        <w:rPr>
          <w:rtl/>
        </w:rPr>
        <w:t>ثواب من كبت على خاتمه ما شاء الله لا قوه الا بالله استغفر الله</w:t>
      </w:r>
    </w:p>
    <w:p w:rsidR="00A679DB" w:rsidRDefault="009609DA" w:rsidP="00A679DB">
      <w:pPr>
        <w:pStyle w:val="libNormal"/>
        <w:rPr>
          <w:rtl/>
        </w:rPr>
      </w:pPr>
      <w:r>
        <w:rPr>
          <w:rtl/>
        </w:rPr>
        <w:br w:type="page"/>
      </w:r>
    </w:p>
    <w:p w:rsidR="00A679DB" w:rsidRDefault="00A679DB" w:rsidP="009609DA">
      <w:pPr>
        <w:pStyle w:val="Heading2"/>
        <w:rPr>
          <w:rtl/>
        </w:rPr>
      </w:pPr>
      <w:bookmarkStart w:id="375" w:name="_Toc449617432"/>
      <w:r>
        <w:rPr>
          <w:rtl/>
        </w:rPr>
        <w:t>ثواب نوشتن «ماشاء الله . لا قوه الا بالله . استغفر الله .» روى انگشتر</w:t>
      </w:r>
      <w:bookmarkEnd w:id="375"/>
    </w:p>
    <w:p w:rsidR="00A679DB" w:rsidRDefault="00A679DB" w:rsidP="00A679DB">
      <w:pPr>
        <w:pStyle w:val="libNormal"/>
        <w:rPr>
          <w:rtl/>
        </w:rPr>
      </w:pPr>
      <w:r>
        <w:rPr>
          <w:rtl/>
        </w:rPr>
        <w:t xml:space="preserve">حديث : ١ ابى رحمه الله قال حدثنى احمد بن ادريس قال حدثنى محمد بن اجمد قال حدثنى عمر بن على عن عمه محمد بن عمر يرفعه الى ابى عبدالله </w:t>
      </w:r>
      <w:r w:rsidRPr="009609DA">
        <w:rPr>
          <w:rStyle w:val="libAlaemChar"/>
          <w:rtl/>
        </w:rPr>
        <w:t>عليه‌السلام</w:t>
      </w:r>
      <w:r>
        <w:rPr>
          <w:rtl/>
        </w:rPr>
        <w:t xml:space="preserve"> قال من كتب على خاتمه ماشاء الله لا قوه الا بالله استغفرالله امن من الفقر المدقع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609DA">
        <w:rPr>
          <w:rStyle w:val="libAlaemChar"/>
          <w:rtl/>
        </w:rPr>
        <w:t>عليه‌السلام</w:t>
      </w:r>
      <w:r>
        <w:rPr>
          <w:rtl/>
        </w:rPr>
        <w:t xml:space="preserve"> فرمودند: كسى كه روى انگشتر خود بنويسد «ماشاء الله لا قوه الا بالله استغفرالله» </w:t>
      </w:r>
      <w:r w:rsidRPr="009609DA">
        <w:rPr>
          <w:rStyle w:val="libFootnotenumChar"/>
          <w:rtl/>
        </w:rPr>
        <w:t>(١١٥)،</w:t>
      </w:r>
      <w:r>
        <w:rPr>
          <w:rtl/>
        </w:rPr>
        <w:t xml:space="preserve"> از فقرى كه همه چيز او را از بين مى برد، ايمن خواهد شد.</w:t>
      </w:r>
    </w:p>
    <w:p w:rsidR="00A679DB" w:rsidRDefault="00A679DB" w:rsidP="00A679DB">
      <w:pPr>
        <w:pStyle w:val="libNormal"/>
        <w:rPr>
          <w:rtl/>
        </w:rPr>
      </w:pPr>
    </w:p>
    <w:p w:rsidR="00A679DB" w:rsidRDefault="00A679DB" w:rsidP="00A679DB">
      <w:pPr>
        <w:pStyle w:val="libNormal"/>
        <w:rPr>
          <w:rtl/>
        </w:rPr>
      </w:pPr>
      <w:r>
        <w:rPr>
          <w:rtl/>
        </w:rPr>
        <w:t>ثواب من يرى الفاكه او غيرها فيشتهيها و لا يقدر عليها.</w:t>
      </w:r>
    </w:p>
    <w:p w:rsidR="00A679DB" w:rsidRDefault="009609DA" w:rsidP="00A679DB">
      <w:pPr>
        <w:pStyle w:val="libNormal"/>
        <w:rPr>
          <w:rtl/>
        </w:rPr>
      </w:pPr>
      <w:r>
        <w:rPr>
          <w:rtl/>
        </w:rPr>
        <w:br w:type="page"/>
      </w:r>
    </w:p>
    <w:p w:rsidR="00A679DB" w:rsidRDefault="00A679DB" w:rsidP="009609DA">
      <w:pPr>
        <w:pStyle w:val="Heading2"/>
        <w:rPr>
          <w:rtl/>
        </w:rPr>
      </w:pPr>
      <w:bookmarkStart w:id="376" w:name="_Toc449617433"/>
      <w:r>
        <w:rPr>
          <w:rtl/>
        </w:rPr>
        <w:t>ثواب ديدن ميوه يا چيزى ديگر، ميل پيدا كردن به آن و نداشتن قدرت خريد آن</w:t>
      </w:r>
      <w:bookmarkEnd w:id="376"/>
    </w:p>
    <w:p w:rsidR="00A679DB" w:rsidRDefault="00A679DB" w:rsidP="00A679DB">
      <w:pPr>
        <w:pStyle w:val="libNormal"/>
        <w:rPr>
          <w:rtl/>
        </w:rPr>
      </w:pPr>
      <w:r>
        <w:rPr>
          <w:rtl/>
        </w:rPr>
        <w:t xml:space="preserve">حديث : ١ حدثنى محمد بن موسى بن المتوكل رضى الله عنه قال حدثنى محمد بن يحيى عن محمد بن احمد بن حييى بن عمران الاشعرى يرفعه الى ابى عبدالله </w:t>
      </w:r>
      <w:r w:rsidRPr="009609DA">
        <w:rPr>
          <w:rStyle w:val="libAlaemChar"/>
          <w:rtl/>
        </w:rPr>
        <w:t>عليه‌السلام</w:t>
      </w:r>
      <w:r>
        <w:rPr>
          <w:rtl/>
        </w:rPr>
        <w:t xml:space="preserve"> انه قال لبعض اصحابه اما تدخل اسوق اماترى الفاكه تباع و الشى مما تشتهيه فقلت بلى و الله فقال اما ان للك لكل ما تراه و لا تقدر على شرائه و تصبر عليه حسنه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609DA">
        <w:rPr>
          <w:rStyle w:val="libAlaemChar"/>
          <w:rtl/>
        </w:rPr>
        <w:t>عليه‌السلام</w:t>
      </w:r>
      <w:r>
        <w:rPr>
          <w:rtl/>
        </w:rPr>
        <w:t xml:space="preserve"> از يكى از ياران خود پرسيدند: آيا در بازار ميوه يا چيز ديگرى مى بينى كه آن را دوست دارى ؟ عرض كردم : بله ، بخدا سوگند. فرمودند: بدان كه همانا در مقابل هر چيزى كه مى بينى و نمى توانى آن را بخرى و صبر كنى حسنه اى براى تو خواهد بود.</w:t>
      </w:r>
    </w:p>
    <w:p w:rsidR="00A679DB" w:rsidRDefault="00A679DB" w:rsidP="00A679DB">
      <w:pPr>
        <w:pStyle w:val="libNormal"/>
        <w:rPr>
          <w:rtl/>
        </w:rPr>
      </w:pPr>
    </w:p>
    <w:p w:rsidR="00A679DB" w:rsidRDefault="00A679DB" w:rsidP="00A679DB">
      <w:pPr>
        <w:pStyle w:val="libNormal"/>
        <w:rPr>
          <w:rtl/>
        </w:rPr>
      </w:pPr>
      <w:r>
        <w:rPr>
          <w:rtl/>
        </w:rPr>
        <w:t>ثواب طلب الحلال</w:t>
      </w:r>
    </w:p>
    <w:p w:rsidR="00A679DB" w:rsidRDefault="009609DA" w:rsidP="00A679DB">
      <w:pPr>
        <w:pStyle w:val="libNormal"/>
        <w:rPr>
          <w:rtl/>
        </w:rPr>
      </w:pPr>
      <w:r>
        <w:rPr>
          <w:rtl/>
        </w:rPr>
        <w:br w:type="page"/>
      </w:r>
    </w:p>
    <w:p w:rsidR="00A679DB" w:rsidRDefault="00A679DB" w:rsidP="009609DA">
      <w:pPr>
        <w:pStyle w:val="Heading2"/>
        <w:rPr>
          <w:rtl/>
        </w:rPr>
      </w:pPr>
      <w:bookmarkStart w:id="377" w:name="_Toc449617434"/>
      <w:r>
        <w:rPr>
          <w:rtl/>
        </w:rPr>
        <w:t>ثواب كسب حلال</w:t>
      </w:r>
      <w:bookmarkEnd w:id="377"/>
    </w:p>
    <w:p w:rsidR="00A679DB" w:rsidRDefault="00A679DB" w:rsidP="00A679DB">
      <w:pPr>
        <w:pStyle w:val="libNormal"/>
        <w:rPr>
          <w:rtl/>
        </w:rPr>
      </w:pPr>
      <w:r>
        <w:rPr>
          <w:rtl/>
        </w:rPr>
        <w:t xml:space="preserve">حديث : ١ ابى رحمه الله قال حدثنى احمد بن ادريس عن محمد بناحمدبن يحيى بن عمران الاشعرى باسناده قال قال رسول الله </w:t>
      </w:r>
      <w:r w:rsidR="00E60DFB" w:rsidRPr="009609DA">
        <w:rPr>
          <w:rStyle w:val="libAlaemChar"/>
          <w:rtl/>
        </w:rPr>
        <w:t>صلى‌الله‌عليه‌وآله</w:t>
      </w:r>
      <w:r w:rsidR="00E60DFB">
        <w:rPr>
          <w:rtl/>
        </w:rPr>
        <w:t xml:space="preserve"> </w:t>
      </w:r>
      <w:r>
        <w:rPr>
          <w:rtl/>
        </w:rPr>
        <w:t>العباده سبعون جز افضلها جز اطلب الحلال .</w:t>
      </w:r>
    </w:p>
    <w:p w:rsidR="00A679DB" w:rsidRDefault="00A679DB" w:rsidP="00A679DB">
      <w:pPr>
        <w:pStyle w:val="libNormal"/>
        <w:rPr>
          <w:rtl/>
        </w:rPr>
      </w:pPr>
      <w:r>
        <w:rPr>
          <w:rtl/>
        </w:rPr>
        <w:t>ترجمه :</w:t>
      </w:r>
    </w:p>
    <w:p w:rsidR="00A679DB" w:rsidRDefault="00A679DB" w:rsidP="009609DA">
      <w:pPr>
        <w:pStyle w:val="libNormal"/>
        <w:rPr>
          <w:rtl/>
        </w:rPr>
      </w:pPr>
      <w:r>
        <w:rPr>
          <w:rtl/>
        </w:rPr>
        <w:t xml:space="preserve">١. رسول خدا </w:t>
      </w:r>
      <w:r w:rsidR="00E60DFB" w:rsidRPr="009609DA">
        <w:rPr>
          <w:rStyle w:val="libAlaemChar"/>
          <w:rtl/>
        </w:rPr>
        <w:t>صلى‌الله‌عليه‌وآله</w:t>
      </w:r>
      <w:r w:rsidR="00E60DFB">
        <w:rPr>
          <w:rtl/>
        </w:rPr>
        <w:t xml:space="preserve"> </w:t>
      </w:r>
      <w:r>
        <w:rPr>
          <w:rtl/>
        </w:rPr>
        <w:t>فرمودند: عبادت هفتاد جز دارد كه بهترين جز آن كسب حلال است .</w:t>
      </w:r>
    </w:p>
    <w:p w:rsidR="00A679DB" w:rsidRDefault="00A679DB" w:rsidP="00A679DB">
      <w:pPr>
        <w:pStyle w:val="libNormal"/>
        <w:rPr>
          <w:rtl/>
        </w:rPr>
      </w:pPr>
    </w:p>
    <w:p w:rsidR="00A679DB" w:rsidRDefault="00A679DB" w:rsidP="00A679DB">
      <w:pPr>
        <w:pStyle w:val="libNormal"/>
        <w:rPr>
          <w:rtl/>
        </w:rPr>
      </w:pPr>
      <w:r>
        <w:rPr>
          <w:rtl/>
        </w:rPr>
        <w:t>ثواب طلب الدنيا استعفافا عن الناس</w:t>
      </w:r>
    </w:p>
    <w:p w:rsidR="00A679DB" w:rsidRDefault="009609DA" w:rsidP="00A679DB">
      <w:pPr>
        <w:pStyle w:val="libNormal"/>
        <w:rPr>
          <w:rtl/>
        </w:rPr>
      </w:pPr>
      <w:r>
        <w:rPr>
          <w:rtl/>
        </w:rPr>
        <w:br w:type="page"/>
      </w:r>
    </w:p>
    <w:p w:rsidR="00A679DB" w:rsidRDefault="00A679DB" w:rsidP="009609DA">
      <w:pPr>
        <w:pStyle w:val="Heading2"/>
        <w:rPr>
          <w:rtl/>
        </w:rPr>
      </w:pPr>
      <w:bookmarkStart w:id="378" w:name="_Toc449617435"/>
      <w:r>
        <w:rPr>
          <w:rtl/>
        </w:rPr>
        <w:t>ثواب در پى دنيا رفتن رخاطر بى نيازى از مردم</w:t>
      </w:r>
      <w:bookmarkEnd w:id="378"/>
    </w:p>
    <w:p w:rsidR="00A679DB" w:rsidRDefault="00A679DB" w:rsidP="00A679DB">
      <w:pPr>
        <w:pStyle w:val="libNormal"/>
        <w:rPr>
          <w:rtl/>
        </w:rPr>
      </w:pPr>
      <w:r>
        <w:rPr>
          <w:rtl/>
        </w:rPr>
        <w:t xml:space="preserve">حديث : ١ ابى رحمه الله قال حدثنى سعد بن عبدالله عن احمد بن ابى عبدالله عن ابى عبيده عن عبدالرحمن بن محمد عن الحارث بن بهرام عن عمرو بن جميع قال سمعت ابا عبدالله </w:t>
      </w:r>
      <w:r w:rsidRPr="009609DA">
        <w:rPr>
          <w:rStyle w:val="libAlaemChar"/>
          <w:rtl/>
        </w:rPr>
        <w:t>عليه‌السلام</w:t>
      </w:r>
      <w:r>
        <w:rPr>
          <w:rtl/>
        </w:rPr>
        <w:t xml:space="preserve"> يقول لا خير فيمن لا يحب جمع المال من الحلال فكيف به وجهه و يقضى به دينه .</w:t>
      </w:r>
    </w:p>
    <w:p w:rsidR="00A679DB" w:rsidRDefault="00A679DB" w:rsidP="00A679DB">
      <w:pPr>
        <w:pStyle w:val="libNormal"/>
        <w:rPr>
          <w:rtl/>
        </w:rPr>
      </w:pPr>
      <w:r>
        <w:rPr>
          <w:rtl/>
        </w:rPr>
        <w:t>و فى حديث آخر من طلب الدنيا استغناء عن الناس و تعطفا على الجار لقى الله و وجهه كالقمر ليله البدر.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شنيدم كه امام صادق </w:t>
      </w:r>
      <w:r w:rsidRPr="009609DA">
        <w:rPr>
          <w:rStyle w:val="libAlaemChar"/>
          <w:rtl/>
        </w:rPr>
        <w:t>عليه‌السلام</w:t>
      </w:r>
      <w:r>
        <w:rPr>
          <w:rtl/>
        </w:rPr>
        <w:t xml:space="preserve"> فرمودند: در كسى كه دوست ندارد، براى حفظ آبروى خود و پرداخت قرضش مال حلال جمع كند، خيرى نيست .</w:t>
      </w:r>
    </w:p>
    <w:p w:rsidR="00A679DB" w:rsidRDefault="00A679DB" w:rsidP="00A679DB">
      <w:pPr>
        <w:pStyle w:val="libNormal"/>
        <w:rPr>
          <w:rtl/>
        </w:rPr>
      </w:pPr>
      <w:r>
        <w:rPr>
          <w:rtl/>
        </w:rPr>
        <w:t>در حديث ديگرى نيز آمده است : كسى كه بخاطر بى نيازى از مردم و مهربانى با همسايه اش دنيا راطلب كند، در حالى خداوند را ملاقات مى نمايد كه صورتش مانند ماه شب چهارده است .</w:t>
      </w:r>
    </w:p>
    <w:p w:rsidR="00A679DB" w:rsidRDefault="00A679DB" w:rsidP="00A679DB">
      <w:pPr>
        <w:pStyle w:val="libNormal"/>
        <w:rPr>
          <w:rtl/>
        </w:rPr>
      </w:pPr>
    </w:p>
    <w:p w:rsidR="00A679DB" w:rsidRDefault="00A679DB" w:rsidP="00A679DB">
      <w:pPr>
        <w:pStyle w:val="libNormal"/>
        <w:rPr>
          <w:rtl/>
        </w:rPr>
      </w:pPr>
      <w:r>
        <w:rPr>
          <w:rtl/>
        </w:rPr>
        <w:t>ثواب حسن الخلق</w:t>
      </w:r>
    </w:p>
    <w:p w:rsidR="00A679DB" w:rsidRDefault="009609DA" w:rsidP="00A679DB">
      <w:pPr>
        <w:pStyle w:val="libNormal"/>
        <w:rPr>
          <w:rtl/>
        </w:rPr>
      </w:pPr>
      <w:r>
        <w:rPr>
          <w:rtl/>
        </w:rPr>
        <w:br w:type="page"/>
      </w:r>
    </w:p>
    <w:p w:rsidR="00A679DB" w:rsidRDefault="00A679DB" w:rsidP="009609DA">
      <w:pPr>
        <w:pStyle w:val="Heading2"/>
        <w:rPr>
          <w:rtl/>
        </w:rPr>
      </w:pPr>
      <w:bookmarkStart w:id="379" w:name="_Toc449617436"/>
      <w:r>
        <w:rPr>
          <w:rtl/>
        </w:rPr>
        <w:t>ثواب خوش اخلاقى</w:t>
      </w:r>
      <w:bookmarkEnd w:id="379"/>
    </w:p>
    <w:p w:rsidR="00A679DB" w:rsidRDefault="00A679DB" w:rsidP="00A679DB">
      <w:pPr>
        <w:pStyle w:val="libNormal"/>
        <w:rPr>
          <w:rtl/>
        </w:rPr>
      </w:pPr>
      <w:r>
        <w:rPr>
          <w:rtl/>
        </w:rPr>
        <w:t xml:space="preserve">حديث : ١ حدثنى حمزه بن محمد قال اخبرنى على بن ابراهيم عن ابيه ابراهيم بن هاشم عن موسى بن ابراهيم رفعه الى رسول الله </w:t>
      </w:r>
      <w:r w:rsidR="00E60DFB" w:rsidRPr="009609DA">
        <w:rPr>
          <w:rStyle w:val="libAlaemChar"/>
          <w:rtl/>
        </w:rPr>
        <w:t>صلى‌الله‌عليه‌وآله</w:t>
      </w:r>
      <w:r w:rsidR="00E60DFB">
        <w:rPr>
          <w:rtl/>
        </w:rPr>
        <w:t xml:space="preserve"> </w:t>
      </w:r>
      <w:r>
        <w:rPr>
          <w:rtl/>
        </w:rPr>
        <w:t xml:space="preserve">قال قالت له ام سلمه رضى الله عنها بابى انت و امى يا رسول الله امراه يكون لها زوجان فيموتان فيدخلان الجنه لا يهما تكون فقال النبى </w:t>
      </w:r>
      <w:r w:rsidR="00E60DFB" w:rsidRPr="009609DA">
        <w:rPr>
          <w:rStyle w:val="libAlaemChar"/>
          <w:rtl/>
        </w:rPr>
        <w:t>صلى‌الله‌عليه‌وآله</w:t>
      </w:r>
      <w:r w:rsidR="00E60DFB">
        <w:rPr>
          <w:rtl/>
        </w:rPr>
        <w:t xml:space="preserve"> </w:t>
      </w:r>
      <w:r>
        <w:rPr>
          <w:rtl/>
        </w:rPr>
        <w:t>تخير احسنهما خلقا و خير هما لا هله يا ام سلمه ان حسن الخلق ذهب بخيرالدنيا و الاخره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«ام سلمه» رضى الله عنه به رسول خدا </w:t>
      </w:r>
      <w:r w:rsidR="00E60DFB" w:rsidRPr="009609DA">
        <w:rPr>
          <w:rStyle w:val="libAlaemChar"/>
          <w:rtl/>
        </w:rPr>
        <w:t>صلى‌الله‌عليه‌وآله</w:t>
      </w:r>
      <w:r w:rsidR="00E60DFB">
        <w:rPr>
          <w:rtl/>
        </w:rPr>
        <w:t xml:space="preserve"> </w:t>
      </w:r>
      <w:r>
        <w:rPr>
          <w:rtl/>
        </w:rPr>
        <w:t xml:space="preserve">عرضه داشت : پدر و مادر فداى تو باد اى رسول خدا ! زنى دوباره شوهر كرده و هر دو از دنيا رفته و وارد بهشت شده اند. اين زن از آن كدام يك مى باشد؟ پيامبر </w:t>
      </w:r>
      <w:r w:rsidR="00E60DFB" w:rsidRPr="009609DA">
        <w:rPr>
          <w:rStyle w:val="libAlaemChar"/>
          <w:rtl/>
        </w:rPr>
        <w:t>صلى‌الله‌عليه‌وآله</w:t>
      </w:r>
      <w:r w:rsidR="00E60DFB">
        <w:rPr>
          <w:rtl/>
        </w:rPr>
        <w:t xml:space="preserve"> </w:t>
      </w:r>
      <w:r>
        <w:rPr>
          <w:rtl/>
        </w:rPr>
        <w:t>فرمودند: هر كدام را خوش اخلاقتر بوده و با خانواده خود بهتر رفتار مى كرده است . انتخاب مى كند. اى «ام سلمه» همانا حسن خلق خير دنيا و آخرت را مى آورد</w:t>
      </w:r>
    </w:p>
    <w:p w:rsidR="00A679DB" w:rsidRDefault="00A679DB" w:rsidP="00A679DB">
      <w:pPr>
        <w:pStyle w:val="libNormal"/>
        <w:rPr>
          <w:rtl/>
        </w:rPr>
      </w:pPr>
      <w:r>
        <w:rPr>
          <w:rtl/>
        </w:rPr>
        <w:t xml:space="preserve">حديث : ٢ ابى رحمه الله قال حدثنى على به ابراهيم بن هشم عن ابيه عن محمد بن عمر عن موسى بن ابراهيم عن ابى الحسن الاول </w:t>
      </w:r>
      <w:r w:rsidRPr="009609DA">
        <w:rPr>
          <w:rStyle w:val="libAlaemChar"/>
          <w:rtl/>
        </w:rPr>
        <w:t>عليه‌السلام</w:t>
      </w:r>
      <w:r>
        <w:rPr>
          <w:rtl/>
        </w:rPr>
        <w:t xml:space="preserve"> قال سمعته يقول ما حسن الله خلق عبد و لا خلقه الا استحيى ان يطعم لحمهيوم القيامه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راوى مى گويد: از امام كاظم </w:t>
      </w:r>
      <w:r w:rsidRPr="009609DA">
        <w:rPr>
          <w:rStyle w:val="libAlaemChar"/>
          <w:rtl/>
        </w:rPr>
        <w:t>عليه‌السلام</w:t>
      </w:r>
      <w:r>
        <w:rPr>
          <w:rtl/>
        </w:rPr>
        <w:t xml:space="preserve"> شنيدم كه فرمودند :خداوند اخلاق يا خلقت كسى را نيكو ننموده است ، مگر اين كه خجالت مى كشد در روز قيامت گوشت او را به آتش بخوراند.</w:t>
      </w:r>
    </w:p>
    <w:p w:rsidR="009609DA" w:rsidRPr="00ED74AF" w:rsidRDefault="009609DA" w:rsidP="00ED74AF">
      <w:pPr>
        <w:pStyle w:val="libNormal"/>
        <w:rPr>
          <w:rtl/>
        </w:rPr>
      </w:pPr>
      <w:r w:rsidRPr="00ED74AF">
        <w:rPr>
          <w:rtl/>
        </w:rPr>
        <w:br w:type="page"/>
      </w:r>
    </w:p>
    <w:p w:rsidR="00A679DB" w:rsidRDefault="00A679DB" w:rsidP="009609DA">
      <w:pPr>
        <w:pStyle w:val="Heading2"/>
        <w:rPr>
          <w:rtl/>
        </w:rPr>
      </w:pPr>
      <w:bookmarkStart w:id="380" w:name="_Toc449617437"/>
      <w:r>
        <w:rPr>
          <w:rtl/>
        </w:rPr>
        <w:t>ثواب هدف بودن اخرت اصلاح باطن و اصلاح بين خود و خداىعزوجل</w:t>
      </w:r>
      <w:bookmarkEnd w:id="380"/>
    </w:p>
    <w:p w:rsidR="00A679DB" w:rsidRDefault="00A679DB" w:rsidP="009609DA">
      <w:pPr>
        <w:pStyle w:val="libNormal"/>
        <w:rPr>
          <w:rtl/>
        </w:rPr>
      </w:pPr>
      <w:r>
        <w:rPr>
          <w:rtl/>
        </w:rPr>
        <w:t xml:space="preserve">حديث : ١ ابى رحمه الله عن على بن ابراهيم عن ابيه عن النوفلى عن السكونى عن جعفر بن محمد عن آبائه </w:t>
      </w:r>
      <w:r w:rsidR="009609DA" w:rsidRPr="009609DA">
        <w:rPr>
          <w:rStyle w:val="libAlaemChar"/>
          <w:rtl/>
        </w:rPr>
        <w:t>عليه‌السلام</w:t>
      </w:r>
      <w:r w:rsidR="009609DA">
        <w:rPr>
          <w:rtl/>
        </w:rPr>
        <w:t xml:space="preserve"> </w:t>
      </w:r>
      <w:r>
        <w:rPr>
          <w:rtl/>
        </w:rPr>
        <w:t xml:space="preserve">قال قال اميرالمومنين </w:t>
      </w:r>
      <w:r w:rsidRPr="009609DA">
        <w:rPr>
          <w:rStyle w:val="libAlaemChar"/>
          <w:rtl/>
        </w:rPr>
        <w:t>عليه‌السلام</w:t>
      </w:r>
      <w:r>
        <w:rPr>
          <w:rtl/>
        </w:rPr>
        <w:t xml:space="preserve"> كانت الفقهاء و الحكماء اذا كاتب بعضهم بعضا كتبوا بثلاث لثيس معهن رابعه من كانت الاخره همه كفاه الله همه من الدنيا و من اصلح سريرته اصلح الله علانيته و من اصلح فيما بينه و بين الله اصلح الله فيما بينه و بين الناس .</w:t>
      </w:r>
    </w:p>
    <w:p w:rsidR="00A679DB" w:rsidRDefault="00A679DB" w:rsidP="00A679DB">
      <w:pPr>
        <w:pStyle w:val="libNormal"/>
        <w:rPr>
          <w:rtl/>
        </w:rPr>
      </w:pPr>
      <w:r>
        <w:rPr>
          <w:rtl/>
        </w:rPr>
        <w:t>ترجمه :</w:t>
      </w:r>
    </w:p>
    <w:p w:rsidR="00A679DB" w:rsidRDefault="00A679DB" w:rsidP="009609DA">
      <w:pPr>
        <w:pStyle w:val="libNormal"/>
        <w:rPr>
          <w:rtl/>
        </w:rPr>
      </w:pPr>
      <w:r>
        <w:rPr>
          <w:rtl/>
        </w:rPr>
        <w:t xml:space="preserve">١. امام صادق </w:t>
      </w:r>
      <w:r w:rsidRPr="009609DA">
        <w:rPr>
          <w:rStyle w:val="libAlaemChar"/>
          <w:rtl/>
        </w:rPr>
        <w:t>عليه‌السلام</w:t>
      </w:r>
      <w:r>
        <w:rPr>
          <w:rtl/>
        </w:rPr>
        <w:t xml:space="preserve"> از پدرانش </w:t>
      </w:r>
      <w:r w:rsidR="009609DA" w:rsidRPr="009609DA">
        <w:rPr>
          <w:rStyle w:val="libAlaemChar"/>
          <w:rtl/>
        </w:rPr>
        <w:t>عليه‌السلام</w:t>
      </w:r>
      <w:r w:rsidR="009609DA">
        <w:rPr>
          <w:rtl/>
        </w:rPr>
        <w:t xml:space="preserve"> </w:t>
      </w:r>
      <w:r>
        <w:rPr>
          <w:rtl/>
        </w:rPr>
        <w:t>نقل مى نمايند كه امير المومنين فرمودند: روش فقيهان و دانشمندان اين بود كه زمانى كه براى يكديگر نامه مى نوشتند و به سه چيز سفارش مى كردند كه چهارهمى نداشت : كسى كه هدف او آخرت باشد، خداوند نيازهاى دنيايش را بر آورده مى نمايد، كسى كه باطنش را اصلاح نمايد، خداوند ظاهرش را اصلاح مى نمايد، و كسى كه بين خود و خدا را اصلاح نمايد، خداوند بين او و مردم را اصلاح خواهد نمود.</w:t>
      </w:r>
    </w:p>
    <w:p w:rsidR="00A679DB" w:rsidRDefault="00A679DB" w:rsidP="00A679DB">
      <w:pPr>
        <w:pStyle w:val="libNormal"/>
        <w:rPr>
          <w:rtl/>
        </w:rPr>
      </w:pPr>
    </w:p>
    <w:p w:rsidR="00A679DB" w:rsidRDefault="00A679DB" w:rsidP="00A679DB">
      <w:pPr>
        <w:pStyle w:val="libNormal"/>
        <w:rPr>
          <w:rtl/>
        </w:rPr>
      </w:pPr>
      <w:r>
        <w:rPr>
          <w:rtl/>
        </w:rPr>
        <w:t>ثواب من مقت نفسه دون مقت الناس</w:t>
      </w:r>
    </w:p>
    <w:p w:rsidR="00A679DB" w:rsidRDefault="009609DA" w:rsidP="00A679DB">
      <w:pPr>
        <w:pStyle w:val="libNormal"/>
        <w:rPr>
          <w:rtl/>
        </w:rPr>
      </w:pPr>
      <w:r>
        <w:rPr>
          <w:rtl/>
        </w:rPr>
        <w:br w:type="page"/>
      </w:r>
    </w:p>
    <w:p w:rsidR="00A679DB" w:rsidRDefault="00A679DB" w:rsidP="009609DA">
      <w:pPr>
        <w:pStyle w:val="Heading2"/>
        <w:rPr>
          <w:rtl/>
        </w:rPr>
      </w:pPr>
      <w:bookmarkStart w:id="381" w:name="_Toc449617438"/>
      <w:r>
        <w:rPr>
          <w:rtl/>
        </w:rPr>
        <w:t>ثواب دشمنى با نفس نه با مردم</w:t>
      </w:r>
      <w:bookmarkEnd w:id="381"/>
    </w:p>
    <w:p w:rsidR="00A679DB" w:rsidRDefault="00A679DB" w:rsidP="00A679DB">
      <w:pPr>
        <w:pStyle w:val="libNormal"/>
        <w:rPr>
          <w:rtl/>
        </w:rPr>
      </w:pPr>
      <w:r>
        <w:rPr>
          <w:rtl/>
        </w:rPr>
        <w:t xml:space="preserve">حديث : ١ حدثنى محمد بن الحسن رضى الله عنه عن احمد بن ادريس ‍ عن محمد بن احمد بن يحيى عن حمزه بن يعلى عن عبيدالله بن الحسن باسناده قال قال رسول الله </w:t>
      </w:r>
      <w:r w:rsidR="00E60DFB" w:rsidRPr="009609DA">
        <w:rPr>
          <w:rStyle w:val="libAlaemChar"/>
          <w:rtl/>
        </w:rPr>
        <w:t>صلى‌الله‌عليه‌وآله</w:t>
      </w:r>
      <w:r w:rsidR="00E60DFB">
        <w:rPr>
          <w:rtl/>
        </w:rPr>
        <w:t xml:space="preserve"> </w:t>
      </w:r>
      <w:r>
        <w:rPr>
          <w:rtl/>
        </w:rPr>
        <w:t>من مقت نفسه دون مقت الناس آمنه الله من فزع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9609DA">
        <w:rPr>
          <w:rStyle w:val="libAlaemChar"/>
          <w:rtl/>
        </w:rPr>
        <w:t>صلى‌الله‌عليه‌وآله</w:t>
      </w:r>
      <w:r w:rsidR="00E60DFB">
        <w:rPr>
          <w:rtl/>
        </w:rPr>
        <w:t xml:space="preserve"> </w:t>
      </w:r>
      <w:r>
        <w:rPr>
          <w:rtl/>
        </w:rPr>
        <w:t>فرمودند: كسى كه با نفسش دشمنى كند، نه با مردم ، خداوند او را از وحشت روز قيامت ايمن مى گرداند.</w:t>
      </w:r>
    </w:p>
    <w:p w:rsidR="00A679DB" w:rsidRDefault="00A679DB" w:rsidP="00A679DB">
      <w:pPr>
        <w:pStyle w:val="libNormal"/>
        <w:rPr>
          <w:rtl/>
        </w:rPr>
      </w:pPr>
    </w:p>
    <w:p w:rsidR="00A679DB" w:rsidRDefault="00A679DB" w:rsidP="00A679DB">
      <w:pPr>
        <w:pStyle w:val="libNormal"/>
        <w:rPr>
          <w:rtl/>
        </w:rPr>
      </w:pPr>
      <w:r>
        <w:rPr>
          <w:rtl/>
        </w:rPr>
        <w:t>ثواب من انعم الله عليه بنعمه فحمده عليها</w:t>
      </w:r>
    </w:p>
    <w:p w:rsidR="00A679DB" w:rsidRDefault="009609DA" w:rsidP="00A679DB">
      <w:pPr>
        <w:pStyle w:val="libNormal"/>
        <w:rPr>
          <w:rtl/>
        </w:rPr>
      </w:pPr>
      <w:r>
        <w:rPr>
          <w:rtl/>
        </w:rPr>
        <w:br w:type="page"/>
      </w:r>
    </w:p>
    <w:p w:rsidR="00A679DB" w:rsidRDefault="00A679DB" w:rsidP="00A679DB">
      <w:pPr>
        <w:pStyle w:val="libNormal"/>
        <w:rPr>
          <w:rtl/>
        </w:rPr>
      </w:pPr>
      <w:bookmarkStart w:id="382" w:name="_Toc449617439"/>
      <w:r w:rsidRPr="009609DA">
        <w:rPr>
          <w:rStyle w:val="Heading2Char"/>
          <w:rtl/>
        </w:rPr>
        <w:t>ثواب حمد خداوند براى نعمتى كه عطا فرموده است</w:t>
      </w:r>
      <w:bookmarkEnd w:id="382"/>
      <w:r>
        <w:rPr>
          <w:rtl/>
        </w:rPr>
        <w:t xml:space="preserve"> .</w:t>
      </w:r>
    </w:p>
    <w:p w:rsidR="00A679DB" w:rsidRDefault="00A679DB" w:rsidP="00A679DB">
      <w:pPr>
        <w:pStyle w:val="libNormal"/>
        <w:rPr>
          <w:rtl/>
        </w:rPr>
      </w:pPr>
      <w:r>
        <w:rPr>
          <w:rtl/>
        </w:rPr>
        <w:t xml:space="preserve">حديث : ١ ابى رحمه الله عن سعد بن عبدالله عن الفضل بن عامر عن موسى بن القاسم عن صفوان بن يحيى عن الهيثم بن واقد قال سمعت ابا عبدالله </w:t>
      </w:r>
      <w:r w:rsidRPr="009609DA">
        <w:rPr>
          <w:rStyle w:val="libAlaemChar"/>
          <w:rtl/>
        </w:rPr>
        <w:t>عليه‌السلام</w:t>
      </w:r>
      <w:r>
        <w:rPr>
          <w:rtl/>
        </w:rPr>
        <w:t xml:space="preserve"> يقول ما انعم الله على عبد بنعمه بالغه ما بلغت فحمده الله عليها الا كان حمده لله افضل من تلك النعمه و اعظم و اوزن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9609DA">
        <w:rPr>
          <w:rStyle w:val="libAlaemChar"/>
          <w:rtl/>
        </w:rPr>
        <w:t>عليه‌السلام</w:t>
      </w:r>
      <w:r>
        <w:rPr>
          <w:rtl/>
        </w:rPr>
        <w:t xml:space="preserve"> شنيدم كه فرمودند :خداوند به بنده اى نعمتى نداده - هر قدر آن نعمت بزرگ و زياد باشد، و آن بنده خدا را براى آن حمد ننموده است ، مگر اين كه حمد او برتر، بزرگتر و سنگينتر از آن نعمت است .</w:t>
      </w:r>
    </w:p>
    <w:p w:rsidR="00A679DB" w:rsidRDefault="00A679DB" w:rsidP="00A679DB">
      <w:pPr>
        <w:pStyle w:val="libNormal"/>
        <w:rPr>
          <w:rtl/>
        </w:rPr>
      </w:pPr>
    </w:p>
    <w:p w:rsidR="00A679DB" w:rsidRDefault="00A679DB" w:rsidP="00A679DB">
      <w:pPr>
        <w:pStyle w:val="libNormal"/>
        <w:rPr>
          <w:rtl/>
        </w:rPr>
      </w:pPr>
      <w:r>
        <w:rPr>
          <w:rtl/>
        </w:rPr>
        <w:t>ثواب الطاعم الشاكر و المعافى الشاكر</w:t>
      </w:r>
    </w:p>
    <w:p w:rsidR="00A679DB" w:rsidRDefault="009609DA" w:rsidP="00A679DB">
      <w:pPr>
        <w:pStyle w:val="libNormal"/>
        <w:rPr>
          <w:rtl/>
        </w:rPr>
      </w:pPr>
      <w:r>
        <w:rPr>
          <w:rtl/>
        </w:rPr>
        <w:br w:type="page"/>
      </w:r>
    </w:p>
    <w:p w:rsidR="00A679DB" w:rsidRDefault="00A679DB" w:rsidP="009609DA">
      <w:pPr>
        <w:pStyle w:val="Heading2"/>
        <w:rPr>
          <w:rtl/>
        </w:rPr>
      </w:pPr>
      <w:bookmarkStart w:id="383" w:name="_Toc449617440"/>
      <w:r>
        <w:rPr>
          <w:rtl/>
        </w:rPr>
        <w:t>ثواب خورنده سپاسگذار و غير مبتلاى شكرگزار</w:t>
      </w:r>
      <w:bookmarkEnd w:id="383"/>
    </w:p>
    <w:p w:rsidR="00A679DB" w:rsidRDefault="00A679DB" w:rsidP="00A679DB">
      <w:pPr>
        <w:pStyle w:val="libNormal"/>
        <w:rPr>
          <w:rtl/>
        </w:rPr>
      </w:pPr>
      <w:r>
        <w:rPr>
          <w:rtl/>
        </w:rPr>
        <w:t xml:space="preserve">حديث : ١ حدثنى محمد بن موسى بن المتوكل رضى الله عنه قال حدثنى محمدبن يحيى عن محمد بن احمد عن العباس بن معروف عن موسى بن القاسم عن ابن ابى عمير عن بعض اصحابه عن ابى عبدالله </w:t>
      </w:r>
      <w:r w:rsidRPr="009609DA">
        <w:rPr>
          <w:rStyle w:val="libAlaemChar"/>
          <w:rtl/>
        </w:rPr>
        <w:t>عليه‌السلام</w:t>
      </w:r>
      <w:r>
        <w:rPr>
          <w:rtl/>
        </w:rPr>
        <w:t xml:space="preserve"> قال الطاعم الشاكر له اجر الصائم المحتسب و المعافى الشاكر له مثل اجر المبتلى الصابر.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609DA">
        <w:rPr>
          <w:rStyle w:val="libAlaemChar"/>
          <w:rtl/>
        </w:rPr>
        <w:t>عليه‌السلام</w:t>
      </w:r>
      <w:r>
        <w:rPr>
          <w:rtl/>
        </w:rPr>
        <w:t xml:space="preserve"> فرمودند: غذا خور سپاسگذار پاداش روزه دار در راه خدا را داشته و غير مبتلاى شاكر پاداشى همانند مبتلاى صابر را دارد.</w:t>
      </w:r>
    </w:p>
    <w:p w:rsidR="00A679DB" w:rsidRDefault="00A679DB" w:rsidP="00A679DB">
      <w:pPr>
        <w:pStyle w:val="libNormal"/>
        <w:rPr>
          <w:rtl/>
        </w:rPr>
      </w:pPr>
    </w:p>
    <w:p w:rsidR="00A679DB" w:rsidRDefault="00A679DB" w:rsidP="00A679DB">
      <w:pPr>
        <w:pStyle w:val="libNormal"/>
        <w:rPr>
          <w:rtl/>
        </w:rPr>
      </w:pPr>
      <w:r>
        <w:rPr>
          <w:rtl/>
        </w:rPr>
        <w:t>ثواب المعروف</w:t>
      </w:r>
    </w:p>
    <w:p w:rsidR="00A679DB" w:rsidRDefault="009609DA" w:rsidP="00A679DB">
      <w:pPr>
        <w:pStyle w:val="libNormal"/>
        <w:rPr>
          <w:rtl/>
        </w:rPr>
      </w:pPr>
      <w:r>
        <w:rPr>
          <w:rtl/>
        </w:rPr>
        <w:br w:type="page"/>
      </w:r>
    </w:p>
    <w:p w:rsidR="00A679DB" w:rsidRDefault="00A679DB" w:rsidP="009609DA">
      <w:pPr>
        <w:pStyle w:val="Heading2"/>
        <w:rPr>
          <w:rtl/>
        </w:rPr>
      </w:pPr>
      <w:bookmarkStart w:id="384" w:name="_Toc449617441"/>
      <w:r>
        <w:rPr>
          <w:rtl/>
        </w:rPr>
        <w:t>ثواب خوبى كردن</w:t>
      </w:r>
      <w:bookmarkEnd w:id="384"/>
    </w:p>
    <w:p w:rsidR="00A679DB" w:rsidRDefault="00A679DB" w:rsidP="00A679DB">
      <w:pPr>
        <w:pStyle w:val="libNormal"/>
        <w:rPr>
          <w:rtl/>
        </w:rPr>
      </w:pPr>
      <w:r>
        <w:rPr>
          <w:rtl/>
        </w:rPr>
        <w:t xml:space="preserve">حديث : ١ ابى رحمه الله قال حدثنى سعد بن عبدالله عن احمد بن ابى عبدالله البرقى عن ابيه يرفع الحديث قال قال رسول الله </w:t>
      </w:r>
      <w:r w:rsidR="00E60DFB" w:rsidRPr="009609DA">
        <w:rPr>
          <w:rStyle w:val="libAlaemChar"/>
          <w:rtl/>
        </w:rPr>
        <w:t>صلى‌الله‌عليه‌وآله</w:t>
      </w:r>
      <w:r w:rsidR="00E60DFB">
        <w:rPr>
          <w:rtl/>
        </w:rPr>
        <w:t xml:space="preserve"> </w:t>
      </w:r>
      <w:r>
        <w:rPr>
          <w:rtl/>
        </w:rPr>
        <w:t>اهل المعروف فى الدنيا اهل المعروف فى الاخره قيل يا رسول الله و كيف ذلك قال يغفر لهم بالتطول منه عليهم و يدفعون حسناتهم الى الناس ‍ فيدخلون بها الجنه فيكونون اهل المعروف فى الدنيا و الاخره .</w:t>
      </w:r>
    </w:p>
    <w:p w:rsidR="00A679DB" w:rsidRDefault="00A679DB" w:rsidP="00A679DB">
      <w:pPr>
        <w:pStyle w:val="libNormal"/>
        <w:rPr>
          <w:rtl/>
        </w:rPr>
      </w:pPr>
      <w:r>
        <w:rPr>
          <w:rtl/>
        </w:rPr>
        <w:t>ترجمه :</w:t>
      </w:r>
    </w:p>
    <w:p w:rsidR="00A679DB" w:rsidRDefault="00A679DB" w:rsidP="009609DA">
      <w:pPr>
        <w:pStyle w:val="libNormal"/>
        <w:rPr>
          <w:rtl/>
        </w:rPr>
      </w:pPr>
      <w:r>
        <w:rPr>
          <w:rtl/>
        </w:rPr>
        <w:t xml:space="preserve">١. رسول خدا </w:t>
      </w:r>
      <w:r w:rsidR="009609DA" w:rsidRPr="009609DA">
        <w:rPr>
          <w:rStyle w:val="libAlaemChar"/>
          <w:rtl/>
        </w:rPr>
        <w:t>صلى‌الله‌عليه‌وآله</w:t>
      </w:r>
      <w:r w:rsidR="009609DA">
        <w:rPr>
          <w:rtl/>
        </w:rPr>
        <w:t xml:space="preserve"> </w:t>
      </w:r>
      <w:r>
        <w:rPr>
          <w:rtl/>
        </w:rPr>
        <w:t>فرمودند: اهل نيكى در دنيا در آخرت نيز اهل نيكى هستند. عرض كردند: چگونه امكان دارد اى رسول خدا ! فرمودند: با احسان خداوند آمرزيده مى شوند. آنگاه كارهاى نيكشان را به مردم مى دهند و مردم نيز با كارهاى نيك آنها به بهشت مى روند و بدين ترتيب ، هم در دنيا و هم در آخرت اهل نيكى خواهند بود.</w:t>
      </w:r>
    </w:p>
    <w:p w:rsidR="00A679DB" w:rsidRDefault="00A679DB" w:rsidP="00A679DB">
      <w:pPr>
        <w:pStyle w:val="libNormal"/>
        <w:rPr>
          <w:rtl/>
        </w:rPr>
      </w:pPr>
    </w:p>
    <w:p w:rsidR="00A679DB" w:rsidRDefault="00A679DB" w:rsidP="00A679DB">
      <w:pPr>
        <w:pStyle w:val="libNormal"/>
        <w:rPr>
          <w:rtl/>
        </w:rPr>
      </w:pPr>
      <w:r>
        <w:rPr>
          <w:rtl/>
        </w:rPr>
        <w:t>ثواب الرغبه فيما عندالله عزوجل</w:t>
      </w:r>
    </w:p>
    <w:p w:rsidR="00A679DB" w:rsidRDefault="009609DA" w:rsidP="00A679DB">
      <w:pPr>
        <w:pStyle w:val="libNormal"/>
        <w:rPr>
          <w:rtl/>
        </w:rPr>
      </w:pPr>
      <w:r>
        <w:rPr>
          <w:rtl/>
        </w:rPr>
        <w:br w:type="page"/>
      </w:r>
    </w:p>
    <w:p w:rsidR="00A679DB" w:rsidRDefault="00A679DB" w:rsidP="009609DA">
      <w:pPr>
        <w:pStyle w:val="Heading2"/>
        <w:rPr>
          <w:rtl/>
        </w:rPr>
      </w:pPr>
      <w:bookmarkStart w:id="385" w:name="_Toc449617442"/>
      <w:r>
        <w:rPr>
          <w:rtl/>
        </w:rPr>
        <w:t>ثواب ميل به آنچه نزد خداى عزوجل است</w:t>
      </w:r>
      <w:bookmarkEnd w:id="385"/>
    </w:p>
    <w:p w:rsidR="00A679DB" w:rsidRDefault="00A679DB" w:rsidP="00A679DB">
      <w:pPr>
        <w:pStyle w:val="libNormal"/>
        <w:rPr>
          <w:rtl/>
        </w:rPr>
      </w:pPr>
      <w:r>
        <w:rPr>
          <w:rtl/>
        </w:rPr>
        <w:t xml:space="preserve">حديث : ١ حدثنى محمد بن على ماجيلويه رضى الله عنه قال حدثنى محمد بن يحيى العطار عن محمد بن احمد عن ابى سعيد الادمى عن ابراهيم بن داود اليعقوبى عن ايخ سليمان بن داود رفعه قال قال رجل للنبى </w:t>
      </w:r>
      <w:r w:rsidR="00E60DFB" w:rsidRPr="009609DA">
        <w:rPr>
          <w:rStyle w:val="libAlaemChar"/>
          <w:rtl/>
        </w:rPr>
        <w:t>صلى‌الله‌عليه‌وآله</w:t>
      </w:r>
      <w:r w:rsidR="00E60DFB">
        <w:rPr>
          <w:rtl/>
        </w:rPr>
        <w:t xml:space="preserve"> </w:t>
      </w:r>
      <w:r>
        <w:rPr>
          <w:rtl/>
        </w:rPr>
        <w:t>علمنى شيئا اذا انا فعلته احبنى الله من السماء واحبنى الناس من الارض قال فقال له ارغب فيما عند الله يحبك الله و از زهد فيما عندالناس يحبك الناس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مردى به پيامبر </w:t>
      </w:r>
      <w:r w:rsidR="00E60DFB" w:rsidRPr="009609DA">
        <w:rPr>
          <w:rStyle w:val="libAlaemChar"/>
          <w:rtl/>
        </w:rPr>
        <w:t>صلى‌الله‌عليه‌وآله</w:t>
      </w:r>
      <w:r w:rsidR="00E60DFB">
        <w:rPr>
          <w:rtl/>
        </w:rPr>
        <w:t xml:space="preserve"> </w:t>
      </w:r>
      <w:r>
        <w:rPr>
          <w:rtl/>
        </w:rPr>
        <w:t>عرضه داشت : چيزى به من بيامور كه با انجام آن خداوند در آسمان و مر</w:t>
      </w:r>
      <w:r w:rsidR="009609DA">
        <w:rPr>
          <w:rFonts w:hint="cs"/>
          <w:rtl/>
        </w:rPr>
        <w:t>د</w:t>
      </w:r>
      <w:r>
        <w:rPr>
          <w:rtl/>
        </w:rPr>
        <w:t xml:space="preserve">م در زمين مرا دوست بدارند. آن حضرت </w:t>
      </w:r>
      <w:r w:rsidR="00E60DFB" w:rsidRPr="009609DA">
        <w:rPr>
          <w:rStyle w:val="libAlaemChar"/>
          <w:rtl/>
        </w:rPr>
        <w:t>صلى‌الله‌عليه‌وآله</w:t>
      </w:r>
      <w:r w:rsidR="00E60DFB">
        <w:rPr>
          <w:rtl/>
        </w:rPr>
        <w:t xml:space="preserve"> </w:t>
      </w:r>
      <w:r>
        <w:rPr>
          <w:rtl/>
        </w:rPr>
        <w:t>به او فرمودند: به آنچه نزد خداست ، ميل داشته باش تا خدا تو را دوست داشته باشد و به آنچه مردم دارند. بى ميل باش تا مردم نيز تو را دوست داشته باشند.</w:t>
      </w:r>
    </w:p>
    <w:p w:rsidR="00A679DB" w:rsidRDefault="00A679DB" w:rsidP="00A679DB">
      <w:pPr>
        <w:pStyle w:val="libNormal"/>
        <w:rPr>
          <w:rtl/>
        </w:rPr>
      </w:pPr>
    </w:p>
    <w:p w:rsidR="00A679DB" w:rsidRDefault="00A679DB" w:rsidP="00A679DB">
      <w:pPr>
        <w:pStyle w:val="libNormal"/>
        <w:rPr>
          <w:rtl/>
        </w:rPr>
      </w:pPr>
      <w:r>
        <w:rPr>
          <w:rtl/>
        </w:rPr>
        <w:t>ثواب حفظ اللسان</w:t>
      </w:r>
    </w:p>
    <w:p w:rsidR="00A679DB" w:rsidRDefault="007C7072" w:rsidP="00A679DB">
      <w:pPr>
        <w:pStyle w:val="libNormal"/>
        <w:rPr>
          <w:rtl/>
        </w:rPr>
      </w:pPr>
      <w:r>
        <w:rPr>
          <w:rtl/>
        </w:rPr>
        <w:br w:type="page"/>
      </w:r>
    </w:p>
    <w:p w:rsidR="00A679DB" w:rsidRDefault="00A679DB" w:rsidP="007C7072">
      <w:pPr>
        <w:pStyle w:val="Heading2"/>
        <w:rPr>
          <w:rtl/>
        </w:rPr>
      </w:pPr>
      <w:bookmarkStart w:id="386" w:name="_Toc449617443"/>
      <w:r>
        <w:rPr>
          <w:rtl/>
        </w:rPr>
        <w:t>ثواب حفظ زبان</w:t>
      </w:r>
      <w:bookmarkEnd w:id="386"/>
    </w:p>
    <w:p w:rsidR="00A679DB" w:rsidRDefault="00A679DB" w:rsidP="00A679DB">
      <w:pPr>
        <w:pStyle w:val="libNormal"/>
        <w:rPr>
          <w:rtl/>
        </w:rPr>
      </w:pPr>
      <w:r>
        <w:rPr>
          <w:rtl/>
        </w:rPr>
        <w:t xml:space="preserve">حديث : ١ ابى رحمه الله عن سعد بن عبدالله عن معاويه بن حكيم عن معمر بن خلاد عن ابى الحسن الرضا عن ابيه </w:t>
      </w:r>
      <w:r w:rsidR="00DC5255">
        <w:rPr>
          <w:rtl/>
        </w:rPr>
        <w:t xml:space="preserve">عليهم‌السلام </w:t>
      </w:r>
      <w:r>
        <w:rPr>
          <w:rtl/>
        </w:rPr>
        <w:t>قال قال ابو عبدالله عليه‌السلام نجات المومن حفظ لسانه و قال اميرالمومنين عليه‌السلام من حفظ لسانه ستر الله عورته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رضا </w:t>
      </w:r>
      <w:r w:rsidRPr="007C7072">
        <w:rPr>
          <w:rStyle w:val="libAlaemChar"/>
          <w:rtl/>
        </w:rPr>
        <w:t>عليه‌السلام</w:t>
      </w:r>
      <w:r>
        <w:rPr>
          <w:rtl/>
        </w:rPr>
        <w:t xml:space="preserve"> از پدرش نقل مى نمايند كه امام صادق </w:t>
      </w:r>
      <w:r w:rsidRPr="007C7072">
        <w:rPr>
          <w:rStyle w:val="libAlaemChar"/>
          <w:rtl/>
        </w:rPr>
        <w:t>عليه‌السلام</w:t>
      </w:r>
      <w:r>
        <w:rPr>
          <w:rtl/>
        </w:rPr>
        <w:t xml:space="preserve"> فرمودند: نجات مومن با حفظ زبانش است . امير المومنين </w:t>
      </w:r>
      <w:r w:rsidRPr="007C7072">
        <w:rPr>
          <w:rStyle w:val="libAlaemChar"/>
          <w:rtl/>
        </w:rPr>
        <w:t>عليه‌السلام</w:t>
      </w:r>
      <w:r>
        <w:rPr>
          <w:rtl/>
        </w:rPr>
        <w:t xml:space="preserve"> نيز فرمودند: كسى كه زبانش را حفظ كند، خداوى عزوجل عيبش را مى پوشاند.</w:t>
      </w:r>
    </w:p>
    <w:p w:rsidR="00A679DB" w:rsidRDefault="00A679DB" w:rsidP="00A679DB">
      <w:pPr>
        <w:pStyle w:val="libNormal"/>
        <w:rPr>
          <w:rtl/>
        </w:rPr>
      </w:pPr>
    </w:p>
    <w:p w:rsidR="00A679DB" w:rsidRDefault="00A679DB" w:rsidP="00A679DB">
      <w:pPr>
        <w:pStyle w:val="libNormal"/>
        <w:rPr>
          <w:rtl/>
        </w:rPr>
      </w:pPr>
      <w:r>
        <w:rPr>
          <w:rtl/>
        </w:rPr>
        <w:t>ثواب كتمان الفقر</w:t>
      </w:r>
    </w:p>
    <w:p w:rsidR="00A679DB" w:rsidRDefault="007C7072" w:rsidP="00A679DB">
      <w:pPr>
        <w:pStyle w:val="libNormal"/>
        <w:rPr>
          <w:rtl/>
        </w:rPr>
      </w:pPr>
      <w:r>
        <w:rPr>
          <w:rtl/>
        </w:rPr>
        <w:br w:type="page"/>
      </w:r>
    </w:p>
    <w:p w:rsidR="00A679DB" w:rsidRDefault="00A679DB" w:rsidP="007C7072">
      <w:pPr>
        <w:pStyle w:val="Heading2"/>
        <w:rPr>
          <w:rtl/>
        </w:rPr>
      </w:pPr>
      <w:bookmarkStart w:id="387" w:name="_Toc449617444"/>
      <w:r>
        <w:rPr>
          <w:rtl/>
        </w:rPr>
        <w:t>ثواب پنهان كردن فقر</w:t>
      </w:r>
      <w:bookmarkEnd w:id="387"/>
    </w:p>
    <w:p w:rsidR="00A679DB" w:rsidRDefault="00A679DB" w:rsidP="00A679DB">
      <w:pPr>
        <w:pStyle w:val="libNormal"/>
        <w:rPr>
          <w:rtl/>
        </w:rPr>
      </w:pPr>
      <w:r>
        <w:rPr>
          <w:rtl/>
        </w:rPr>
        <w:t xml:space="preserve">حديث : ١ ابى رحمه الله قال حدثنى احمد بن ادريس عن محمد بن احمد بن يحيى عن يعقوب بن يزيد عن عبدالله البصرى يرفعه الى ابى عبدالله </w:t>
      </w:r>
      <w:r w:rsidRPr="007C7072">
        <w:rPr>
          <w:rStyle w:val="libAlaemChar"/>
          <w:rtl/>
        </w:rPr>
        <w:t>عليه‌السلام</w:t>
      </w:r>
      <w:r>
        <w:rPr>
          <w:rtl/>
        </w:rPr>
        <w:t xml:space="preserve"> قال قال رسول الله </w:t>
      </w:r>
      <w:r w:rsidR="00E60DFB" w:rsidRPr="007C7072">
        <w:rPr>
          <w:rStyle w:val="libAlaemChar"/>
          <w:rtl/>
        </w:rPr>
        <w:t>صلى‌الله‌عليه‌وآله</w:t>
      </w:r>
      <w:r w:rsidR="00E60DFB">
        <w:rPr>
          <w:rtl/>
        </w:rPr>
        <w:t xml:space="preserve"> </w:t>
      </w:r>
      <w:r>
        <w:rPr>
          <w:rtl/>
        </w:rPr>
        <w:t>يا على ان الله جعل الفقر امانه عند خلقه فمن ستره كان كالصائم القائم و من افشاه الى من يقدر على قضائ حاجته فلم يفعل فقد قتله اما انه ما قتله بسيف و لا رمح و لكن بما انكى من قلبه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C7072">
        <w:rPr>
          <w:rStyle w:val="libAlaemChar"/>
          <w:rtl/>
        </w:rPr>
        <w:t>عليه‌السلام</w:t>
      </w:r>
      <w:r>
        <w:rPr>
          <w:rtl/>
        </w:rPr>
        <w:t xml:space="preserve"> نقل مى نمايند كه رسول خدا </w:t>
      </w:r>
      <w:r w:rsidR="00E60DFB" w:rsidRPr="007C7072">
        <w:rPr>
          <w:rStyle w:val="libAlaemChar"/>
          <w:rtl/>
        </w:rPr>
        <w:t>صلى‌الله‌عليه‌وآله</w:t>
      </w:r>
      <w:r w:rsidR="00E60DFB">
        <w:rPr>
          <w:rtl/>
        </w:rPr>
        <w:t xml:space="preserve"> </w:t>
      </w:r>
      <w:r>
        <w:rPr>
          <w:rtl/>
        </w:rPr>
        <w:t xml:space="preserve">فرمودند: اى على ! خداوند فقر را امانتى نزد خلقش قرار داده است . كسى كه آن را پنهان نمايد، مانند روزه دار شب زنده دار خواهد بود. كسى كه آن را به كسى بگويد كه مى تواند نيازش را بر آورد، ولى نيازش را بر آورده نكند، محققا كه او را كشته است بدان كه همانا </w:t>
      </w:r>
      <w:r w:rsidR="007C7072">
        <w:rPr>
          <w:rFonts w:hint="cs"/>
          <w:rtl/>
        </w:rPr>
        <w:t>ا</w:t>
      </w:r>
      <w:r>
        <w:rPr>
          <w:rtl/>
        </w:rPr>
        <w:t>و را با شمشير يا نيزه نكشته بلكه با زخمى كه بر دلش وارد كرده او را كشته است .</w:t>
      </w:r>
    </w:p>
    <w:p w:rsidR="00A679DB" w:rsidRDefault="00A679DB" w:rsidP="00A679DB">
      <w:pPr>
        <w:pStyle w:val="libNormal"/>
        <w:rPr>
          <w:rtl/>
        </w:rPr>
      </w:pPr>
    </w:p>
    <w:p w:rsidR="00A679DB" w:rsidRDefault="00A679DB" w:rsidP="00A679DB">
      <w:pPr>
        <w:pStyle w:val="libNormal"/>
        <w:rPr>
          <w:rtl/>
        </w:rPr>
      </w:pPr>
      <w:r>
        <w:rPr>
          <w:rtl/>
        </w:rPr>
        <w:t>ثواب الفقراء و اصطناع المعروف اليهم</w:t>
      </w:r>
    </w:p>
    <w:p w:rsidR="00A679DB" w:rsidRDefault="007C7072" w:rsidP="00A679DB">
      <w:pPr>
        <w:pStyle w:val="libNormal"/>
        <w:rPr>
          <w:rtl/>
        </w:rPr>
      </w:pPr>
      <w:r>
        <w:rPr>
          <w:rtl/>
        </w:rPr>
        <w:br w:type="page"/>
      </w:r>
    </w:p>
    <w:p w:rsidR="00A679DB" w:rsidRDefault="00A679DB" w:rsidP="007C7072">
      <w:pPr>
        <w:pStyle w:val="Heading2"/>
        <w:rPr>
          <w:rtl/>
        </w:rPr>
      </w:pPr>
      <w:bookmarkStart w:id="388" w:name="_Toc449617445"/>
      <w:r>
        <w:rPr>
          <w:rtl/>
        </w:rPr>
        <w:t>ثواب فقرا و خوبى كردن به آنان</w:t>
      </w:r>
      <w:bookmarkEnd w:id="388"/>
    </w:p>
    <w:p w:rsidR="00A679DB" w:rsidRDefault="00A679DB" w:rsidP="00A679DB">
      <w:pPr>
        <w:pStyle w:val="libNormal"/>
        <w:rPr>
          <w:rtl/>
        </w:rPr>
      </w:pPr>
      <w:r>
        <w:rPr>
          <w:rtl/>
        </w:rPr>
        <w:t xml:space="preserve">حديث : ١ ابى رحمه الله قال حدثنى محمد بن الحسن الصفار عن يعقوب بن يزيد عمن ذكره عن ابى عبدالله </w:t>
      </w:r>
      <w:r w:rsidRPr="007C7072">
        <w:rPr>
          <w:rStyle w:val="libAlaemChar"/>
          <w:rtl/>
        </w:rPr>
        <w:t>عليه‌السلام</w:t>
      </w:r>
      <w:r>
        <w:rPr>
          <w:rtl/>
        </w:rPr>
        <w:t xml:space="preserve"> قال اذا كان يوم القيامه امر الله عزوجل مناديا ينادى اين الفقراء فيقوم عنق من الناس فيومر بهم الى الجنه فياتون باب الجنه فيقول لهم خزنه الجنه قبل الحساب فيقولون اعطيتمونا شيئا فتحاسبونا عليه فيقول الله عزوجل صدقوا عبادى ما افقرتكم هوانا بكم و لكن ادخرت هذا لكم لهذا اليوم ثم يقول لهم انظروا و تصفحوا وجوه الناس فمن اتى اليكم معروفا فخذوا بيده و ادخلوه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C7072">
        <w:rPr>
          <w:rStyle w:val="libAlaemChar"/>
          <w:rtl/>
        </w:rPr>
        <w:t>عليه‌السلام</w:t>
      </w:r>
      <w:r>
        <w:rPr>
          <w:rtl/>
        </w:rPr>
        <w:t xml:space="preserve"> فرمودند: هنگامى كه روز قيامت فرا مى رسد خداوند به جارزننده اى دستور مى دهد جار بزند (فقيران كجايند؟» عده اى مى ايستند و دستور مى رسد اينان را به بهشت ببريد. هنگامى كه به در بهشت رسيدند، دربانان بهشت به آنان مى گويند: پيش از حسابرسى مى خواهيد بهشت رويد؟ آنان مى گويند: به ما چيزى داديد كه اكنون مى خواهيد حساب آن را بكشيد؟ در اين هنگام خداى عزوجل مى فرمايند: بندگانم راست مى گويند. من شما را براى اين فقير ننموده ام كه خوارتان سازم بلكه بدين جهت بود كه فقر را براى اين روزتان ذخيره سازم . آنگاه به آنان مى فرمايد: در ميان مردم بگرديد و هر كسى را كه به شما خوبى كرده دستش را بگيريد و به بهشت ببريد.</w:t>
      </w:r>
    </w:p>
    <w:p w:rsidR="00A679DB" w:rsidRDefault="00A679DB" w:rsidP="007C7072">
      <w:pPr>
        <w:pStyle w:val="libNormal"/>
        <w:rPr>
          <w:rtl/>
        </w:rPr>
      </w:pPr>
      <w:r>
        <w:rPr>
          <w:rtl/>
        </w:rPr>
        <w:t xml:space="preserve">حديث : ٢ حدثنى حمزه بن محمد العلوى قال اخبرنى على بن ابراهيم عن ابيه عن النوفلى عن السكونى عن ابى عبدالله جعفر بن محمد عن ابيه عن آبائه </w:t>
      </w:r>
      <w:r w:rsidR="007C7072" w:rsidRPr="007C7072">
        <w:rPr>
          <w:rStyle w:val="libAlaemChar"/>
          <w:rtl/>
        </w:rPr>
        <w:lastRenderedPageBreak/>
        <w:t>عليه‌السلام</w:t>
      </w:r>
      <w:r w:rsidR="007C7072">
        <w:rPr>
          <w:rtl/>
        </w:rPr>
        <w:t xml:space="preserve"> </w:t>
      </w:r>
      <w:r>
        <w:rPr>
          <w:rtl/>
        </w:rPr>
        <w:t xml:space="preserve">قال قال رسول الله </w:t>
      </w:r>
      <w:r w:rsidR="00E60DFB" w:rsidRPr="007C7072">
        <w:rPr>
          <w:rStyle w:val="libAlaemChar"/>
          <w:rtl/>
        </w:rPr>
        <w:t>صلى‌الله‌عليه‌وآله</w:t>
      </w:r>
      <w:r w:rsidR="00E60DFB">
        <w:rPr>
          <w:rtl/>
        </w:rPr>
        <w:t xml:space="preserve"> </w:t>
      </w:r>
      <w:r>
        <w:rPr>
          <w:rtl/>
        </w:rPr>
        <w:t>يا معشر المساكين طيبوا نفسا و اعطوا الرضى من قلوبكم يثيبكم الله على فقركم فان لم تفعلوا فلا ثواب لكم .</w:t>
      </w:r>
    </w:p>
    <w:p w:rsidR="00A679DB" w:rsidRDefault="00A679DB" w:rsidP="00A679DB">
      <w:pPr>
        <w:pStyle w:val="libNormal"/>
        <w:rPr>
          <w:rtl/>
        </w:rPr>
      </w:pPr>
      <w:r>
        <w:rPr>
          <w:rtl/>
        </w:rPr>
        <w:t>ترجمه :</w:t>
      </w:r>
    </w:p>
    <w:p w:rsidR="00A679DB" w:rsidRDefault="00A679DB" w:rsidP="007C7072">
      <w:pPr>
        <w:pStyle w:val="libNormal"/>
        <w:rPr>
          <w:rtl/>
        </w:rPr>
      </w:pPr>
      <w:r>
        <w:rPr>
          <w:rtl/>
        </w:rPr>
        <w:t xml:space="preserve">٢. امام صادق </w:t>
      </w:r>
      <w:r w:rsidRPr="007C7072">
        <w:rPr>
          <w:rStyle w:val="libAlaemChar"/>
          <w:rtl/>
        </w:rPr>
        <w:t>عليه‌السلام</w:t>
      </w:r>
      <w:r>
        <w:rPr>
          <w:rtl/>
        </w:rPr>
        <w:t xml:space="preserve"> از پدرانش </w:t>
      </w:r>
      <w:r w:rsidR="007C7072" w:rsidRPr="007C7072">
        <w:rPr>
          <w:rStyle w:val="libAlaemChar"/>
          <w:rtl/>
        </w:rPr>
        <w:t>عليه‌السلام</w:t>
      </w:r>
      <w:r w:rsidR="007C7072">
        <w:rPr>
          <w:rtl/>
        </w:rPr>
        <w:t xml:space="preserve"> </w:t>
      </w:r>
      <w:r>
        <w:rPr>
          <w:rtl/>
        </w:rPr>
        <w:t>نقل مى نمايند كه رسول خدا فرمودند: اى فقرا ! شاد باشيد و از نزول راضى باشيد تا خداوند بخاطر فقرتان به شما پاداش عطا كند. و اگر چنين نكنيد، هيچ ثوابى نخواهيد داشت .</w:t>
      </w:r>
    </w:p>
    <w:p w:rsidR="00A679DB" w:rsidRDefault="00A679DB" w:rsidP="00A679DB">
      <w:pPr>
        <w:pStyle w:val="libNormal"/>
        <w:rPr>
          <w:rtl/>
        </w:rPr>
      </w:pPr>
    </w:p>
    <w:p w:rsidR="00A679DB" w:rsidRDefault="00A679DB" w:rsidP="00A679DB">
      <w:pPr>
        <w:pStyle w:val="libNormal"/>
        <w:rPr>
          <w:rtl/>
        </w:rPr>
      </w:pPr>
      <w:r>
        <w:rPr>
          <w:rtl/>
        </w:rPr>
        <w:t>ثواب من كف عن المساله</w:t>
      </w:r>
    </w:p>
    <w:p w:rsidR="00A679DB" w:rsidRDefault="007C7072" w:rsidP="00A679DB">
      <w:pPr>
        <w:pStyle w:val="libNormal"/>
        <w:rPr>
          <w:rtl/>
        </w:rPr>
      </w:pPr>
      <w:r>
        <w:rPr>
          <w:rtl/>
        </w:rPr>
        <w:br w:type="page"/>
      </w:r>
    </w:p>
    <w:p w:rsidR="00A679DB" w:rsidRDefault="00A679DB" w:rsidP="007C7072">
      <w:pPr>
        <w:pStyle w:val="Heading2"/>
        <w:rPr>
          <w:rtl/>
        </w:rPr>
      </w:pPr>
      <w:bookmarkStart w:id="389" w:name="_Toc449617446"/>
      <w:r>
        <w:rPr>
          <w:rtl/>
        </w:rPr>
        <w:t>ثواب چيز نخواستن از مردم</w:t>
      </w:r>
      <w:bookmarkEnd w:id="389"/>
    </w:p>
    <w:p w:rsidR="00A679DB" w:rsidRDefault="00A679DB" w:rsidP="00A679DB">
      <w:pPr>
        <w:pStyle w:val="libNormal"/>
        <w:rPr>
          <w:rtl/>
        </w:rPr>
      </w:pPr>
      <w:r>
        <w:rPr>
          <w:rtl/>
        </w:rPr>
        <w:t>حديث : ١ حدثنى محمد بن على ماجيلويه رضى الله عنه عن محمد بن يحيى عن محمد بن احمد عن ابى عبدالله الرازى عن الحسن بن على عن الحسين بن ابى العلاء قال قال ابو عبدالله عليه‌السلام رحم الله عبدا عف و تعفف و كف عن المساله فانه . يعجل الذل فى الدنيا و لا يغنى الناس عنه شيئا.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C7072">
        <w:rPr>
          <w:rStyle w:val="libAlaemChar"/>
          <w:rtl/>
        </w:rPr>
        <w:t>عليه‌السلام</w:t>
      </w:r>
      <w:r>
        <w:rPr>
          <w:rtl/>
        </w:rPr>
        <w:t xml:space="preserve"> فرمودند: خدا رحمت كند بنده اى را كه پارسا و پرهيزكار بوده و از مردم چيزى نمى خواهد. زيرا همانا در خواست از مردم ذلت را سرعت مى بخشد و مردم هيچ كدام از حاجتهاى او را بر آورده نمى نمايند</w:t>
      </w:r>
    </w:p>
    <w:p w:rsidR="00A679DB" w:rsidRDefault="00A679DB" w:rsidP="00A679DB">
      <w:pPr>
        <w:pStyle w:val="libNormal"/>
        <w:rPr>
          <w:rtl/>
        </w:rPr>
      </w:pPr>
    </w:p>
    <w:p w:rsidR="00A679DB" w:rsidRDefault="00A679DB" w:rsidP="00A679DB">
      <w:pPr>
        <w:pStyle w:val="libNormal"/>
        <w:rPr>
          <w:rtl/>
        </w:rPr>
      </w:pPr>
      <w:r>
        <w:rPr>
          <w:rtl/>
        </w:rPr>
        <w:t>ثواب التصافح</w:t>
      </w:r>
    </w:p>
    <w:p w:rsidR="00A679DB" w:rsidRDefault="007C7072" w:rsidP="00A679DB">
      <w:pPr>
        <w:pStyle w:val="libNormal"/>
        <w:rPr>
          <w:rtl/>
        </w:rPr>
      </w:pPr>
      <w:r>
        <w:rPr>
          <w:rtl/>
        </w:rPr>
        <w:br w:type="page"/>
      </w:r>
    </w:p>
    <w:p w:rsidR="00A679DB" w:rsidRDefault="00A679DB" w:rsidP="007C7072">
      <w:pPr>
        <w:pStyle w:val="Heading2"/>
        <w:rPr>
          <w:rtl/>
        </w:rPr>
      </w:pPr>
      <w:bookmarkStart w:id="390" w:name="_Toc449617447"/>
      <w:r>
        <w:rPr>
          <w:rtl/>
        </w:rPr>
        <w:t>ثواب دست دادن</w:t>
      </w:r>
      <w:bookmarkEnd w:id="390"/>
    </w:p>
    <w:p w:rsidR="00A679DB" w:rsidRDefault="00A679DB" w:rsidP="00A679DB">
      <w:pPr>
        <w:pStyle w:val="libNormal"/>
        <w:rPr>
          <w:rtl/>
        </w:rPr>
      </w:pPr>
      <w:r>
        <w:rPr>
          <w:rtl/>
        </w:rPr>
        <w:t xml:space="preserve">حديث : ١ ابى رحمه الله قال حدثنى سعد بن عبدالله عن احمد بن ابى عبدالله عن محمد بن على عن محمد بن الفضل عن ابى حمزه عن ابى عبدالله </w:t>
      </w:r>
      <w:r w:rsidRPr="007C7072">
        <w:rPr>
          <w:rStyle w:val="libAlaemChar"/>
          <w:rtl/>
        </w:rPr>
        <w:t xml:space="preserve">عليه‌السلام </w:t>
      </w:r>
      <w:r>
        <w:rPr>
          <w:rtl/>
        </w:rPr>
        <w:t>قال انتم فى تصافحكم فى مثل اجور المجاهدين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C7072">
        <w:rPr>
          <w:rStyle w:val="libAlaemChar"/>
          <w:rtl/>
        </w:rPr>
        <w:t>عليه‌السلام</w:t>
      </w:r>
      <w:r>
        <w:rPr>
          <w:rtl/>
        </w:rPr>
        <w:t xml:space="preserve"> فرمودند: پاداش دست دادن شما به يكديگر همانند پاداش جنگجويان در راه خداست .</w:t>
      </w:r>
    </w:p>
    <w:p w:rsidR="00A679DB" w:rsidRDefault="00A679DB" w:rsidP="00A679DB">
      <w:pPr>
        <w:pStyle w:val="libNormal"/>
        <w:rPr>
          <w:rtl/>
        </w:rPr>
      </w:pPr>
    </w:p>
    <w:p w:rsidR="00A679DB" w:rsidRDefault="00A679DB" w:rsidP="00A679DB">
      <w:pPr>
        <w:pStyle w:val="libNormal"/>
        <w:rPr>
          <w:rtl/>
        </w:rPr>
      </w:pPr>
      <w:r>
        <w:rPr>
          <w:rtl/>
        </w:rPr>
        <w:t>ثواب من ذكر اسم الله على طعامه</w:t>
      </w:r>
    </w:p>
    <w:p w:rsidR="00A679DB" w:rsidRDefault="007C7072" w:rsidP="00A679DB">
      <w:pPr>
        <w:pStyle w:val="libNormal"/>
        <w:rPr>
          <w:rtl/>
        </w:rPr>
      </w:pPr>
      <w:r>
        <w:rPr>
          <w:rtl/>
        </w:rPr>
        <w:br w:type="page"/>
      </w:r>
    </w:p>
    <w:p w:rsidR="00A679DB" w:rsidRDefault="00A679DB" w:rsidP="007C7072">
      <w:pPr>
        <w:pStyle w:val="Heading2"/>
        <w:rPr>
          <w:rtl/>
        </w:rPr>
      </w:pPr>
      <w:bookmarkStart w:id="391" w:name="_Toc449617448"/>
      <w:r>
        <w:rPr>
          <w:rtl/>
        </w:rPr>
        <w:t>ثواب بردن نام خدا هنگام غذا خوردن</w:t>
      </w:r>
      <w:bookmarkEnd w:id="391"/>
    </w:p>
    <w:p w:rsidR="00A679DB" w:rsidRDefault="00A679DB" w:rsidP="00A679DB">
      <w:pPr>
        <w:pStyle w:val="libNormal"/>
        <w:rPr>
          <w:rtl/>
        </w:rPr>
      </w:pPr>
      <w:r>
        <w:rPr>
          <w:rtl/>
        </w:rPr>
        <w:t xml:space="preserve">حديث : ١ حدثنى محمد بن الحسن رضى الله عنه قال حدثنى سعد بن عبدالله عن محمد بن الحسين عن محمد بن يحيى اخزاز عن غياث بن ابراهيم الدارمى عن جعفر عن ابيه عن ابائه عن امير المومنين </w:t>
      </w:r>
      <w:r w:rsidR="00DC5255">
        <w:rPr>
          <w:rtl/>
        </w:rPr>
        <w:t xml:space="preserve">عليهم‌السلام </w:t>
      </w:r>
      <w:r>
        <w:rPr>
          <w:rtl/>
        </w:rPr>
        <w:t>قال من ذكر اسم الله على الطعام لم يسال عن نعيم ذلك اطعام ابدا.</w:t>
      </w:r>
    </w:p>
    <w:p w:rsidR="00A679DB" w:rsidRDefault="00A679DB" w:rsidP="00A679DB">
      <w:pPr>
        <w:pStyle w:val="libNormal"/>
        <w:rPr>
          <w:rtl/>
        </w:rPr>
      </w:pPr>
      <w:r>
        <w:rPr>
          <w:rtl/>
        </w:rPr>
        <w:t>ترجمه :</w:t>
      </w:r>
    </w:p>
    <w:p w:rsidR="00A679DB" w:rsidRDefault="00A679DB" w:rsidP="007C7072">
      <w:pPr>
        <w:pStyle w:val="libNormal"/>
        <w:rPr>
          <w:rtl/>
        </w:rPr>
      </w:pPr>
      <w:r>
        <w:rPr>
          <w:rtl/>
        </w:rPr>
        <w:t xml:space="preserve">١. امام صادق </w:t>
      </w:r>
      <w:r w:rsidRPr="007C7072">
        <w:rPr>
          <w:rStyle w:val="libAlaemChar"/>
          <w:rtl/>
        </w:rPr>
        <w:t>عليه‌السلام</w:t>
      </w:r>
      <w:r>
        <w:rPr>
          <w:rtl/>
        </w:rPr>
        <w:t xml:space="preserve"> از پدرانش </w:t>
      </w:r>
      <w:r w:rsidR="007C7072" w:rsidRPr="007C7072">
        <w:rPr>
          <w:rStyle w:val="libAlaemChar"/>
          <w:rtl/>
        </w:rPr>
        <w:t>عليه‌السلام</w:t>
      </w:r>
      <w:r w:rsidR="007C7072">
        <w:rPr>
          <w:rtl/>
        </w:rPr>
        <w:t xml:space="preserve"> </w:t>
      </w:r>
      <w:r>
        <w:rPr>
          <w:rtl/>
        </w:rPr>
        <w:t xml:space="preserve">نقل مى نمايد كه امير المومنين </w:t>
      </w:r>
      <w:r w:rsidRPr="007C7072">
        <w:rPr>
          <w:rStyle w:val="libAlaemChar"/>
          <w:rtl/>
        </w:rPr>
        <w:t>عليه‌السلام</w:t>
      </w:r>
      <w:r>
        <w:rPr>
          <w:rtl/>
        </w:rPr>
        <w:t xml:space="preserve"> فرمودند: كسى كه هنگام غذا خوردن نام خدا را ببرد، هيچ گاه بخاطر نعمت آن غذا مورد سوال قرار نمى گيرد.</w:t>
      </w:r>
    </w:p>
    <w:p w:rsidR="00A679DB" w:rsidRDefault="00A679DB" w:rsidP="00A679DB">
      <w:pPr>
        <w:pStyle w:val="libNormal"/>
        <w:rPr>
          <w:rtl/>
        </w:rPr>
      </w:pPr>
    </w:p>
    <w:p w:rsidR="00A679DB" w:rsidRDefault="00A679DB" w:rsidP="00A679DB">
      <w:pPr>
        <w:pStyle w:val="libNormal"/>
        <w:rPr>
          <w:rtl/>
        </w:rPr>
      </w:pPr>
      <w:r>
        <w:rPr>
          <w:rtl/>
        </w:rPr>
        <w:t>ثواب من اشبع جائعا</w:t>
      </w:r>
    </w:p>
    <w:p w:rsidR="00A679DB" w:rsidRDefault="007C7072" w:rsidP="00A679DB">
      <w:pPr>
        <w:pStyle w:val="libNormal"/>
        <w:rPr>
          <w:rtl/>
        </w:rPr>
      </w:pPr>
      <w:r>
        <w:rPr>
          <w:rtl/>
        </w:rPr>
        <w:br w:type="page"/>
      </w:r>
    </w:p>
    <w:p w:rsidR="00A679DB" w:rsidRDefault="00A679DB" w:rsidP="007C7072">
      <w:pPr>
        <w:pStyle w:val="Heading2"/>
        <w:rPr>
          <w:rtl/>
        </w:rPr>
      </w:pPr>
      <w:bookmarkStart w:id="392" w:name="_Toc449617449"/>
      <w:r>
        <w:rPr>
          <w:rtl/>
        </w:rPr>
        <w:t>ثواب سير كردن گرسنه</w:t>
      </w:r>
      <w:bookmarkEnd w:id="392"/>
    </w:p>
    <w:p w:rsidR="00A679DB" w:rsidRDefault="00A679DB" w:rsidP="00A679DB">
      <w:pPr>
        <w:pStyle w:val="libNormal"/>
        <w:rPr>
          <w:rtl/>
        </w:rPr>
      </w:pPr>
      <w:r>
        <w:rPr>
          <w:rtl/>
        </w:rPr>
        <w:t>حديث : ١ حدثنى محمد بن موسى رضى الله عنه قال حدثنى محمد بن يحيى عن محمد بن احمد عن ابراهيم بن اسحاق عن محمد بن الاصبغ عن اسماعيل بن مهران عن صفوان بن يحيى عن ابى عبدالله قال من اشبع جائعا اجرى الله له نهرا فى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C7072">
        <w:rPr>
          <w:rStyle w:val="libAlaemChar"/>
          <w:rtl/>
        </w:rPr>
        <w:t>عليه‌السلام</w:t>
      </w:r>
      <w:r>
        <w:rPr>
          <w:rtl/>
        </w:rPr>
        <w:t xml:space="preserve"> فرمودند: كسى كه گرسنه اى را سير كند، خداوند رودى در بهشت برايش جارى خواهد نمود.</w:t>
      </w:r>
    </w:p>
    <w:p w:rsidR="00A679DB" w:rsidRDefault="00A679DB" w:rsidP="00A679DB">
      <w:pPr>
        <w:pStyle w:val="libNormal"/>
        <w:rPr>
          <w:rtl/>
        </w:rPr>
      </w:pPr>
      <w:r>
        <w:rPr>
          <w:rtl/>
        </w:rPr>
        <w:t xml:space="preserve">حديث : ٢ و بهذاالاسناد عن ابراهيم بن اسحاق عن محمد بن خالد عن عثمان بن عيسى عن سماعه عن ابى عبدالله </w:t>
      </w:r>
      <w:r w:rsidRPr="007C7072">
        <w:rPr>
          <w:rStyle w:val="libAlaemChar"/>
          <w:rtl/>
        </w:rPr>
        <w:t>عليه‌السلام</w:t>
      </w:r>
      <w:r>
        <w:rPr>
          <w:rtl/>
        </w:rPr>
        <w:t xml:space="preserve"> قال من اشبع كبدا جائعا و جبت له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7C7072">
        <w:rPr>
          <w:rStyle w:val="libAlaemChar"/>
          <w:rtl/>
        </w:rPr>
        <w:t>عليه‌السلام</w:t>
      </w:r>
      <w:r>
        <w:rPr>
          <w:rtl/>
        </w:rPr>
        <w:t xml:space="preserve"> فرمودند: كسى كه شكم گرسنه اى را سير كند، بهشت براى او واجب مى شود.</w:t>
      </w:r>
    </w:p>
    <w:p w:rsidR="00A679DB" w:rsidRDefault="00A679DB" w:rsidP="00A679DB">
      <w:pPr>
        <w:pStyle w:val="libNormal"/>
        <w:rPr>
          <w:rtl/>
        </w:rPr>
      </w:pPr>
    </w:p>
    <w:p w:rsidR="00A679DB" w:rsidRDefault="00A679DB" w:rsidP="00A679DB">
      <w:pPr>
        <w:pStyle w:val="libNormal"/>
        <w:rPr>
          <w:rtl/>
        </w:rPr>
      </w:pPr>
      <w:r>
        <w:rPr>
          <w:rtl/>
        </w:rPr>
        <w:t>ثواب التلذذ بالماء</w:t>
      </w:r>
    </w:p>
    <w:p w:rsidR="00A679DB" w:rsidRDefault="007C7072" w:rsidP="00A679DB">
      <w:pPr>
        <w:pStyle w:val="libNormal"/>
        <w:rPr>
          <w:rtl/>
        </w:rPr>
      </w:pPr>
      <w:r>
        <w:rPr>
          <w:rtl/>
        </w:rPr>
        <w:br w:type="page"/>
      </w:r>
    </w:p>
    <w:p w:rsidR="00A679DB" w:rsidRDefault="00A679DB" w:rsidP="007C7072">
      <w:pPr>
        <w:pStyle w:val="Heading2"/>
        <w:rPr>
          <w:rtl/>
        </w:rPr>
      </w:pPr>
      <w:bookmarkStart w:id="393" w:name="_Toc449617450"/>
      <w:r>
        <w:rPr>
          <w:rtl/>
        </w:rPr>
        <w:t>ثواب لذت بردن از آب</w:t>
      </w:r>
      <w:bookmarkEnd w:id="393"/>
    </w:p>
    <w:p w:rsidR="00A679DB" w:rsidRDefault="00A679DB" w:rsidP="00A679DB">
      <w:pPr>
        <w:pStyle w:val="libNormal"/>
        <w:rPr>
          <w:rtl/>
        </w:rPr>
      </w:pPr>
      <w:r>
        <w:rPr>
          <w:rtl/>
        </w:rPr>
        <w:t xml:space="preserve">حديث : ١ ابى رحمه الله عن سعد بن عبدالله عن يعقوب بن يزيد عن ابن فضال يرفعه الى ابى عبدالله </w:t>
      </w:r>
      <w:r w:rsidRPr="007C7072">
        <w:rPr>
          <w:rStyle w:val="libAlaemChar"/>
          <w:rtl/>
        </w:rPr>
        <w:t>عليه‌السلام</w:t>
      </w:r>
      <w:r>
        <w:rPr>
          <w:rtl/>
        </w:rPr>
        <w:t xml:space="preserve"> قال من تلذذ بالماء فى الدنيا لذذه الله من اشربه الجنه .</w:t>
      </w:r>
    </w:p>
    <w:p w:rsidR="00A679DB" w:rsidRDefault="00A679DB" w:rsidP="00A679DB">
      <w:pPr>
        <w:pStyle w:val="libNormal"/>
        <w:rPr>
          <w:rtl/>
        </w:rPr>
      </w:pPr>
      <w:r>
        <w:rPr>
          <w:rtl/>
        </w:rPr>
        <w:t>ترجمه :</w:t>
      </w:r>
    </w:p>
    <w:p w:rsidR="00A679DB" w:rsidRDefault="00A679DB" w:rsidP="007C7072">
      <w:pPr>
        <w:pStyle w:val="libNormal"/>
        <w:rPr>
          <w:rtl/>
        </w:rPr>
      </w:pPr>
      <w:r>
        <w:rPr>
          <w:rtl/>
        </w:rPr>
        <w:t xml:space="preserve">١. امام صادق </w:t>
      </w:r>
      <w:r w:rsidRPr="007C7072">
        <w:rPr>
          <w:rStyle w:val="libAlaemChar"/>
          <w:rtl/>
        </w:rPr>
        <w:t>عليه‌السلام</w:t>
      </w:r>
      <w:r>
        <w:rPr>
          <w:rtl/>
        </w:rPr>
        <w:t xml:space="preserve"> فرمودند: كسى كه از </w:t>
      </w:r>
      <w:r w:rsidR="007C7072">
        <w:rPr>
          <w:rFonts w:hint="cs"/>
          <w:rtl/>
        </w:rPr>
        <w:t>آ</w:t>
      </w:r>
      <w:r>
        <w:rPr>
          <w:rtl/>
        </w:rPr>
        <w:t>ب لذت برد (با سه نفس آن را بياشامد يا در لذت آن تامل نموده و شكر آن را بجا آورد) خداوند از لذت نوشابه هاى بهشتى او را بهره مند سازد.</w:t>
      </w:r>
    </w:p>
    <w:p w:rsidR="00A679DB" w:rsidRDefault="00A679DB" w:rsidP="00A679DB">
      <w:pPr>
        <w:pStyle w:val="libNormal"/>
        <w:rPr>
          <w:rtl/>
        </w:rPr>
      </w:pPr>
    </w:p>
    <w:p w:rsidR="00A679DB" w:rsidRDefault="00A679DB" w:rsidP="00A679DB">
      <w:pPr>
        <w:pStyle w:val="libNormal"/>
        <w:rPr>
          <w:rtl/>
        </w:rPr>
      </w:pPr>
      <w:r>
        <w:rPr>
          <w:rtl/>
        </w:rPr>
        <w:t>ثواب الصدقه يوم الجمعه .</w:t>
      </w:r>
    </w:p>
    <w:p w:rsidR="00A679DB" w:rsidRDefault="007C7072" w:rsidP="00A679DB">
      <w:pPr>
        <w:pStyle w:val="libNormal"/>
        <w:rPr>
          <w:rtl/>
        </w:rPr>
      </w:pPr>
      <w:r>
        <w:rPr>
          <w:rtl/>
        </w:rPr>
        <w:br w:type="page"/>
      </w:r>
    </w:p>
    <w:p w:rsidR="00A679DB" w:rsidRDefault="00A679DB" w:rsidP="007C7072">
      <w:pPr>
        <w:pStyle w:val="Heading2"/>
        <w:rPr>
          <w:rtl/>
        </w:rPr>
      </w:pPr>
      <w:bookmarkStart w:id="394" w:name="_Toc449617451"/>
      <w:r>
        <w:rPr>
          <w:rtl/>
        </w:rPr>
        <w:t>ثواب صدقه دادن در روز جمعه</w:t>
      </w:r>
      <w:bookmarkEnd w:id="394"/>
    </w:p>
    <w:p w:rsidR="00A679DB" w:rsidRDefault="00A679DB" w:rsidP="00A679DB">
      <w:pPr>
        <w:pStyle w:val="libNormal"/>
        <w:rPr>
          <w:rtl/>
        </w:rPr>
      </w:pPr>
      <w:r>
        <w:rPr>
          <w:rtl/>
        </w:rPr>
        <w:t xml:space="preserve">حديث : ١ ابى رحمه الله قال حدثنى عبدالله بن جعفر عن احمد بن محمد عن الحسن بن محبوب قال حدثنى ابو محمد الوابشى و عبدالله بن بكير و غيره قد رووه عن ابى عبدالله </w:t>
      </w:r>
      <w:r w:rsidRPr="007C7072">
        <w:rPr>
          <w:rStyle w:val="libAlaemChar"/>
          <w:rtl/>
        </w:rPr>
        <w:t>عليه‌السلام</w:t>
      </w:r>
      <w:r>
        <w:rPr>
          <w:rtl/>
        </w:rPr>
        <w:t xml:space="preserve"> قال كان ابى </w:t>
      </w:r>
      <w:r w:rsidRPr="007C7072">
        <w:rPr>
          <w:rStyle w:val="libAlaemChar"/>
          <w:rtl/>
        </w:rPr>
        <w:t>عليه‌السلام</w:t>
      </w:r>
      <w:r>
        <w:rPr>
          <w:rtl/>
        </w:rPr>
        <w:t xml:space="preserve"> اقل اهل بيته مالا و اعظمهم موونه قال و كان يتصدق كل جمعه بدينار و كان يقول الصدقه يوم الجمعه تضاعف لفضل يوم الجمعه على غيره من الايام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C7072">
        <w:rPr>
          <w:rStyle w:val="libAlaemChar"/>
          <w:rtl/>
        </w:rPr>
        <w:t>عليه‌السلام</w:t>
      </w:r>
      <w:r>
        <w:rPr>
          <w:rtl/>
        </w:rPr>
        <w:t xml:space="preserve"> فرمودند: پدرم كم مالترين و پرخرجترين افراد فاميل بود. با اين وجود، هر جمعه اى يك دينار صدقه مى داد و مى فرمود: صدقه در روز جمعه ثوابش دو چندان است . زيرا روز جمعه برتر از ساير روزهاست .</w:t>
      </w:r>
    </w:p>
    <w:p w:rsidR="00A679DB" w:rsidRDefault="00A679DB" w:rsidP="00A679DB">
      <w:pPr>
        <w:pStyle w:val="libNormal"/>
        <w:rPr>
          <w:rtl/>
        </w:rPr>
      </w:pPr>
    </w:p>
    <w:p w:rsidR="00A679DB" w:rsidRDefault="00A679DB" w:rsidP="00A679DB">
      <w:pPr>
        <w:pStyle w:val="libNormal"/>
        <w:rPr>
          <w:rtl/>
        </w:rPr>
      </w:pPr>
      <w:r>
        <w:rPr>
          <w:rtl/>
        </w:rPr>
        <w:t>ثواب اعانه اللهفان</w:t>
      </w:r>
    </w:p>
    <w:p w:rsidR="00A679DB" w:rsidRDefault="007C7072" w:rsidP="00A679DB">
      <w:pPr>
        <w:pStyle w:val="libNormal"/>
        <w:rPr>
          <w:rtl/>
        </w:rPr>
      </w:pPr>
      <w:r>
        <w:rPr>
          <w:rtl/>
        </w:rPr>
        <w:br w:type="page"/>
      </w:r>
    </w:p>
    <w:p w:rsidR="00A679DB" w:rsidRPr="007C7072" w:rsidRDefault="00A679DB" w:rsidP="007C7072">
      <w:pPr>
        <w:pStyle w:val="Heading2"/>
        <w:rPr>
          <w:rtl/>
        </w:rPr>
      </w:pPr>
      <w:bookmarkStart w:id="395" w:name="_Toc449617452"/>
      <w:r w:rsidRPr="007C7072">
        <w:rPr>
          <w:rtl/>
        </w:rPr>
        <w:t>ثواب يارى اندوهگين</w:t>
      </w:r>
      <w:bookmarkEnd w:id="395"/>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محمد عن الحسن بن محبوب عن زيد الشحام قال سمعت ابا عبدالله </w:t>
      </w:r>
      <w:r w:rsidRPr="007C7072">
        <w:rPr>
          <w:rStyle w:val="libAlaemChar"/>
          <w:rtl/>
        </w:rPr>
        <w:t>عليه‌السلام</w:t>
      </w:r>
      <w:r>
        <w:rPr>
          <w:rtl/>
        </w:rPr>
        <w:t xml:space="preserve"> يقول من اعان اخاه المومن اللهفان الهثان عند جهده فنفس كربته و اعهانه على نجاح حاجته كانت له بذلك اثنان و سبعون رحمه لا فزاع يوم القيامه و اواله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شنيدم كه امام صادق </w:t>
      </w:r>
      <w:r w:rsidRPr="007C7072">
        <w:rPr>
          <w:rStyle w:val="libAlaemChar"/>
          <w:rtl/>
        </w:rPr>
        <w:t>عليه‌السلام</w:t>
      </w:r>
      <w:r>
        <w:rPr>
          <w:rtl/>
        </w:rPr>
        <w:t xml:space="preserve"> فرمودند: كسى كه برادر اندوهگين تشنه خود را به هنگام گرفتارى يارى كند، گرفتاريش را برطرف نموده ، و در بر آوردن حاجتش به او كمك كند، بخاطر اين عمل هفتاد و دو رحمت براى وحشتها و ترسهاى روز قيامت خواهد داشت .</w:t>
      </w:r>
    </w:p>
    <w:p w:rsidR="00A679DB" w:rsidRDefault="00A679DB" w:rsidP="00A679DB">
      <w:pPr>
        <w:pStyle w:val="libNormal"/>
        <w:rPr>
          <w:rtl/>
        </w:rPr>
      </w:pPr>
    </w:p>
    <w:p w:rsidR="00A679DB" w:rsidRDefault="00A679DB" w:rsidP="00A679DB">
      <w:pPr>
        <w:pStyle w:val="libNormal"/>
        <w:rPr>
          <w:rtl/>
        </w:rPr>
      </w:pPr>
      <w:r>
        <w:rPr>
          <w:rtl/>
        </w:rPr>
        <w:t>ثواب محبه الاخوان</w:t>
      </w:r>
    </w:p>
    <w:p w:rsidR="00A679DB" w:rsidRDefault="007C7072" w:rsidP="00A679DB">
      <w:pPr>
        <w:pStyle w:val="libNormal"/>
        <w:rPr>
          <w:rtl/>
        </w:rPr>
      </w:pPr>
      <w:r>
        <w:rPr>
          <w:rtl/>
        </w:rPr>
        <w:br w:type="page"/>
      </w:r>
    </w:p>
    <w:p w:rsidR="00A679DB" w:rsidRDefault="00A679DB" w:rsidP="007C7072">
      <w:pPr>
        <w:pStyle w:val="Heading2"/>
        <w:rPr>
          <w:rtl/>
        </w:rPr>
      </w:pPr>
      <w:bookmarkStart w:id="396" w:name="_Toc449617453"/>
      <w:r>
        <w:rPr>
          <w:rtl/>
        </w:rPr>
        <w:t>ثواب محبت برادران</w:t>
      </w:r>
      <w:bookmarkEnd w:id="396"/>
    </w:p>
    <w:p w:rsidR="00A679DB" w:rsidRDefault="00A679DB" w:rsidP="00A679DB">
      <w:pPr>
        <w:pStyle w:val="libNormal"/>
        <w:rPr>
          <w:rtl/>
        </w:rPr>
      </w:pPr>
      <w:r>
        <w:rPr>
          <w:rtl/>
        </w:rPr>
        <w:t xml:space="preserve">حديث : ١ ابى رحمه الله قال حدثنى محمد بن احمد بن خالد عن محمد بن على عن عمر بن عبدالعزيز عن جميل بن دراج عن ابى عبدالله </w:t>
      </w:r>
      <w:r w:rsidRPr="007C7072">
        <w:rPr>
          <w:rStyle w:val="libAlaemChar"/>
          <w:rtl/>
        </w:rPr>
        <w:t>عليه‌السلام</w:t>
      </w:r>
      <w:r>
        <w:rPr>
          <w:rtl/>
        </w:rPr>
        <w:t xml:space="preserve"> قال من فضل الرجل عند الله محبته لاخوانه و من عرفه الله محبه اخوانه احبه الله و من احبه الله اوفاه اجره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C7072">
        <w:rPr>
          <w:rStyle w:val="libAlaemChar"/>
          <w:rtl/>
        </w:rPr>
        <w:t>عليه‌السلام</w:t>
      </w:r>
      <w:r>
        <w:rPr>
          <w:rtl/>
        </w:rPr>
        <w:t xml:space="preserve"> فرمودند: يكى از عوامل برترى مرد نزد خداوند اين است كه برادران مومنش را دوست بدارد. و كسى كه خداوند محبت برادرانش را در دل او افكنده باشد، خداوند هم او را دوست مى دارد و كسى كه خداوند او را دوست داشته باشد، در روز قيامت پاداشش را بطور كامل به او عطا مى نمايد.</w:t>
      </w:r>
    </w:p>
    <w:p w:rsidR="00A679DB" w:rsidRDefault="00A679DB" w:rsidP="00A679DB">
      <w:pPr>
        <w:pStyle w:val="libNormal"/>
        <w:rPr>
          <w:rtl/>
        </w:rPr>
      </w:pPr>
    </w:p>
    <w:p w:rsidR="00A679DB" w:rsidRDefault="00A679DB" w:rsidP="00A679DB">
      <w:pPr>
        <w:pStyle w:val="libNormal"/>
        <w:rPr>
          <w:rtl/>
        </w:rPr>
      </w:pPr>
      <w:r>
        <w:rPr>
          <w:rtl/>
        </w:rPr>
        <w:t>ثواب من تمنى شيئا و هو لله رضى</w:t>
      </w:r>
    </w:p>
    <w:p w:rsidR="00A679DB" w:rsidRDefault="007C7072" w:rsidP="00A679DB">
      <w:pPr>
        <w:pStyle w:val="libNormal"/>
        <w:rPr>
          <w:rtl/>
        </w:rPr>
      </w:pPr>
      <w:r>
        <w:rPr>
          <w:rtl/>
        </w:rPr>
        <w:br w:type="page"/>
      </w:r>
    </w:p>
    <w:p w:rsidR="00A679DB" w:rsidRDefault="00A679DB" w:rsidP="007C7072">
      <w:pPr>
        <w:pStyle w:val="Heading2"/>
        <w:rPr>
          <w:rtl/>
        </w:rPr>
      </w:pPr>
      <w:bookmarkStart w:id="397" w:name="_Toc449617454"/>
      <w:r>
        <w:rPr>
          <w:rtl/>
        </w:rPr>
        <w:t>ثواب ارزوى چيزى كه خداوند به آن راضى است</w:t>
      </w:r>
      <w:bookmarkEnd w:id="397"/>
    </w:p>
    <w:p w:rsidR="00A679DB" w:rsidRDefault="00A679DB" w:rsidP="00A679DB">
      <w:pPr>
        <w:pStyle w:val="libNormal"/>
        <w:rPr>
          <w:rtl/>
        </w:rPr>
      </w:pPr>
      <w:r>
        <w:rPr>
          <w:rtl/>
        </w:rPr>
        <w:t xml:space="preserve">حديث : ١ ابى رحمه الله قال حدثنى محمد بن يحيى عن الحسين بن اسحاق التاجر عن على بن مهزيار عن فضاله بن ابوب عن اسماعيل بن ابى زياد عن ابى عبدالله عن ابائه عن اميرالمومنين </w:t>
      </w:r>
      <w:r w:rsidRPr="007C7072">
        <w:rPr>
          <w:rStyle w:val="libAlaemChar"/>
          <w:rtl/>
        </w:rPr>
        <w:t>عليه‌السلام</w:t>
      </w:r>
      <w:r>
        <w:rPr>
          <w:rtl/>
        </w:rPr>
        <w:t xml:space="preserve"> قال قال رسول الله </w:t>
      </w:r>
      <w:r w:rsidR="00E60DFB" w:rsidRPr="007C7072">
        <w:rPr>
          <w:rStyle w:val="libAlaemChar"/>
          <w:rtl/>
        </w:rPr>
        <w:t>صلى‌الله‌عليه‌وآله</w:t>
      </w:r>
      <w:r w:rsidR="00E60DFB">
        <w:rPr>
          <w:rtl/>
        </w:rPr>
        <w:t xml:space="preserve"> </w:t>
      </w:r>
      <w:r>
        <w:rPr>
          <w:rtl/>
        </w:rPr>
        <w:t>من تمنى شيئا و هو لله رضى لم يخرج من الدنيا حتى يعطاه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C7072">
        <w:rPr>
          <w:rStyle w:val="libAlaemChar"/>
          <w:rtl/>
        </w:rPr>
        <w:t>عليه‌السلام</w:t>
      </w:r>
      <w:r>
        <w:rPr>
          <w:rtl/>
        </w:rPr>
        <w:t xml:space="preserve"> از پدرانش </w:t>
      </w:r>
      <w:r w:rsidR="00DC5255">
        <w:rPr>
          <w:rtl/>
        </w:rPr>
        <w:t xml:space="preserve">عليهم‌السلام </w:t>
      </w:r>
      <w:r>
        <w:rPr>
          <w:rtl/>
        </w:rPr>
        <w:t xml:space="preserve">، از امير المومنين </w:t>
      </w:r>
      <w:r w:rsidRPr="007C7072">
        <w:rPr>
          <w:rStyle w:val="libAlaemChar"/>
          <w:rtl/>
        </w:rPr>
        <w:t>عليه‌السلام</w:t>
      </w:r>
      <w:r>
        <w:rPr>
          <w:rtl/>
        </w:rPr>
        <w:t xml:space="preserve"> نقل مى نمايند كه رسول خدا </w:t>
      </w:r>
      <w:r w:rsidR="00E60DFB" w:rsidRPr="007C7072">
        <w:rPr>
          <w:rStyle w:val="libAlaemChar"/>
          <w:rtl/>
        </w:rPr>
        <w:t>صلى‌الله‌عليه‌وآله</w:t>
      </w:r>
      <w:r w:rsidR="00E60DFB">
        <w:rPr>
          <w:rtl/>
        </w:rPr>
        <w:t xml:space="preserve"> </w:t>
      </w:r>
      <w:r>
        <w:rPr>
          <w:rtl/>
        </w:rPr>
        <w:t>فرمودند :كسى كه خداوند به آرزوى او راضى باشد، از دنيا نمى رود تا به آرزوى خود برسد.</w:t>
      </w:r>
    </w:p>
    <w:p w:rsidR="00A679DB" w:rsidRDefault="00A679DB" w:rsidP="00A679DB">
      <w:pPr>
        <w:pStyle w:val="libNormal"/>
        <w:rPr>
          <w:rtl/>
        </w:rPr>
      </w:pPr>
    </w:p>
    <w:p w:rsidR="00A679DB" w:rsidRDefault="00A679DB" w:rsidP="00A679DB">
      <w:pPr>
        <w:pStyle w:val="libNormal"/>
        <w:rPr>
          <w:rtl/>
        </w:rPr>
      </w:pPr>
      <w:r>
        <w:rPr>
          <w:rtl/>
        </w:rPr>
        <w:t>ثواب زياره المسلم</w:t>
      </w:r>
    </w:p>
    <w:p w:rsidR="00A679DB" w:rsidRDefault="007C7072" w:rsidP="00A679DB">
      <w:pPr>
        <w:pStyle w:val="libNormal"/>
        <w:rPr>
          <w:rtl/>
        </w:rPr>
      </w:pPr>
      <w:r>
        <w:rPr>
          <w:rtl/>
        </w:rPr>
        <w:br w:type="page"/>
      </w:r>
    </w:p>
    <w:p w:rsidR="00A679DB" w:rsidRDefault="00A679DB" w:rsidP="007C7072">
      <w:pPr>
        <w:pStyle w:val="Heading2"/>
        <w:rPr>
          <w:rtl/>
        </w:rPr>
      </w:pPr>
      <w:bookmarkStart w:id="398" w:name="_Toc449617455"/>
      <w:r>
        <w:rPr>
          <w:rtl/>
        </w:rPr>
        <w:t>ثواب ديدار با مسلمان</w:t>
      </w:r>
      <w:bookmarkEnd w:id="398"/>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اسحاق بن سعد عن بكر بن محمد الازدى قال سمعت ابا عبدالله </w:t>
      </w:r>
      <w:r w:rsidRPr="007C7072">
        <w:rPr>
          <w:rStyle w:val="libAlaemChar"/>
          <w:rtl/>
        </w:rPr>
        <w:t>عليه‌السلام</w:t>
      </w:r>
      <w:r>
        <w:rPr>
          <w:rtl/>
        </w:rPr>
        <w:t xml:space="preserve"> يقول ما زار مسلم اخاه فى الله الا ناداه الله عزوجل ايها الزائر طبت و طابت لك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7C7072">
        <w:rPr>
          <w:rStyle w:val="libAlaemChar"/>
          <w:rtl/>
        </w:rPr>
        <w:t>عليه‌السلام</w:t>
      </w:r>
      <w:r>
        <w:rPr>
          <w:rtl/>
        </w:rPr>
        <w:t xml:space="preserve"> شنيدم كه فرمودند: هيچ مسلمانى به ديدن برادر مسلمانش نرفته ، مگر اين كه خداى عزوجل او را ندا داده است : اى ديدار كننده ! پاك شدى و بهشت نيز برايت پاك شد.</w:t>
      </w:r>
    </w:p>
    <w:p w:rsidR="00A679DB" w:rsidRDefault="00A679DB" w:rsidP="00A679DB">
      <w:pPr>
        <w:pStyle w:val="libNormal"/>
        <w:rPr>
          <w:rtl/>
        </w:rPr>
      </w:pPr>
    </w:p>
    <w:p w:rsidR="00A679DB" w:rsidRDefault="00A679DB" w:rsidP="00A679DB">
      <w:pPr>
        <w:pStyle w:val="libNormal"/>
        <w:rPr>
          <w:rtl/>
        </w:rPr>
      </w:pPr>
      <w:r>
        <w:rPr>
          <w:rtl/>
        </w:rPr>
        <w:t>ثواب من بنى مسكنا فذبح كبشا سمينا و اطعم لحمه المساكين</w:t>
      </w:r>
    </w:p>
    <w:p w:rsidR="00A679DB" w:rsidRDefault="007C7072" w:rsidP="00A679DB">
      <w:pPr>
        <w:pStyle w:val="libNormal"/>
        <w:rPr>
          <w:rtl/>
        </w:rPr>
      </w:pPr>
      <w:r>
        <w:rPr>
          <w:rtl/>
        </w:rPr>
        <w:br w:type="page"/>
      </w:r>
    </w:p>
    <w:p w:rsidR="00A679DB" w:rsidRDefault="00A679DB" w:rsidP="00A679DB">
      <w:pPr>
        <w:pStyle w:val="libNormal"/>
        <w:rPr>
          <w:rtl/>
        </w:rPr>
      </w:pPr>
      <w:r>
        <w:rPr>
          <w:rtl/>
        </w:rPr>
        <w:t>ثواب ذبح قوچ چاق و دادن گوشت آن به فقرا پس از ساخت خانه</w:t>
      </w:r>
    </w:p>
    <w:p w:rsidR="00A679DB" w:rsidRDefault="00A679DB" w:rsidP="00A679DB">
      <w:pPr>
        <w:pStyle w:val="libNormal"/>
        <w:rPr>
          <w:rtl/>
        </w:rPr>
      </w:pPr>
      <w:r>
        <w:rPr>
          <w:rtl/>
        </w:rPr>
        <w:t xml:space="preserve">حديث : ١ ابى رحمه الله قال حدثنى على بن ابراهيم عن ابيه عن النوفلى عن السكونى عن جعفر بن محمد عن ابيه عن آبائه </w:t>
      </w:r>
      <w:r w:rsidR="00DC5255">
        <w:rPr>
          <w:rtl/>
        </w:rPr>
        <w:t xml:space="preserve">عليهم‌السلام </w:t>
      </w:r>
      <w:r>
        <w:rPr>
          <w:rtl/>
        </w:rPr>
        <w:t xml:space="preserve">قال قال رسول الل </w:t>
      </w:r>
      <w:r w:rsidR="00E60DFB">
        <w:rPr>
          <w:rtl/>
        </w:rPr>
        <w:t xml:space="preserve">صلى‌الله‌عليه‌وآله </w:t>
      </w:r>
      <w:r>
        <w:rPr>
          <w:rtl/>
        </w:rPr>
        <w:t>من بنى مسكنا فذبح كبشا سمينا و اطعم لحمه المساكين ثم قال اللهم ادحر عنى مرده الجن و الانس و الشياطين و بارك لى فى بنائى اعطى ما سال .</w:t>
      </w:r>
    </w:p>
    <w:p w:rsidR="00A679DB" w:rsidRDefault="00A679DB" w:rsidP="00A679DB">
      <w:pPr>
        <w:pStyle w:val="libNormal"/>
        <w:rPr>
          <w:rtl/>
        </w:rPr>
      </w:pPr>
      <w:r>
        <w:rPr>
          <w:rtl/>
        </w:rPr>
        <w:t>ترجمه :</w:t>
      </w:r>
    </w:p>
    <w:p w:rsidR="00A679DB" w:rsidRDefault="00A679DB" w:rsidP="007C7072">
      <w:pPr>
        <w:pStyle w:val="libNormal"/>
        <w:rPr>
          <w:rtl/>
        </w:rPr>
      </w:pPr>
      <w:r>
        <w:rPr>
          <w:rtl/>
        </w:rPr>
        <w:t xml:space="preserve">١. امام صادق </w:t>
      </w:r>
      <w:r w:rsidRPr="007C7072">
        <w:rPr>
          <w:rStyle w:val="libAlaemChar"/>
          <w:rtl/>
        </w:rPr>
        <w:t>عليه‌السلام</w:t>
      </w:r>
      <w:r>
        <w:rPr>
          <w:rtl/>
        </w:rPr>
        <w:t xml:space="preserve"> از پدرانش </w:t>
      </w:r>
      <w:r w:rsidR="007C7072" w:rsidRPr="007C7072">
        <w:rPr>
          <w:rStyle w:val="libAlaemChar"/>
          <w:rtl/>
        </w:rPr>
        <w:t>عليه‌السلام</w:t>
      </w:r>
      <w:r w:rsidR="007C7072">
        <w:rPr>
          <w:rtl/>
        </w:rPr>
        <w:t xml:space="preserve"> </w:t>
      </w:r>
      <w:r>
        <w:rPr>
          <w:rtl/>
        </w:rPr>
        <w:t xml:space="preserve">نقل مى نمايد كه رسول خدا فرمودند: كسى كه خانه اى ساخته ، قوچ چاقى ذبح كند، گوشتش را به فقرا بدهد و بگويد: «اللهم ادحر عنى مرده الجن و الانس و الشياطين و بارك لى فى بنائى» </w:t>
      </w:r>
      <w:r w:rsidRPr="007C7072">
        <w:rPr>
          <w:rStyle w:val="libFootnotenumChar"/>
          <w:rtl/>
        </w:rPr>
        <w:t>(١١٦)،</w:t>
      </w:r>
      <w:r>
        <w:rPr>
          <w:rtl/>
        </w:rPr>
        <w:t xml:space="preserve"> هر چه بخواهد به او مى دهند.</w:t>
      </w:r>
    </w:p>
    <w:p w:rsidR="00A679DB" w:rsidRDefault="00A679DB" w:rsidP="00A679DB">
      <w:pPr>
        <w:pStyle w:val="libNormal"/>
        <w:rPr>
          <w:rtl/>
        </w:rPr>
      </w:pPr>
    </w:p>
    <w:p w:rsidR="00A679DB" w:rsidRDefault="00A679DB" w:rsidP="00A679DB">
      <w:pPr>
        <w:pStyle w:val="libNormal"/>
        <w:rPr>
          <w:rtl/>
        </w:rPr>
      </w:pPr>
      <w:r>
        <w:rPr>
          <w:rtl/>
        </w:rPr>
        <w:t>ثواب المعاونه على البر</w:t>
      </w:r>
    </w:p>
    <w:p w:rsidR="00A679DB" w:rsidRDefault="007C7072" w:rsidP="00A679DB">
      <w:pPr>
        <w:pStyle w:val="libNormal"/>
        <w:rPr>
          <w:rtl/>
        </w:rPr>
      </w:pPr>
      <w:r>
        <w:rPr>
          <w:rtl/>
        </w:rPr>
        <w:br w:type="page"/>
      </w:r>
    </w:p>
    <w:p w:rsidR="00A679DB" w:rsidRDefault="00A679DB" w:rsidP="007C7072">
      <w:pPr>
        <w:pStyle w:val="Heading2"/>
        <w:rPr>
          <w:rtl/>
        </w:rPr>
      </w:pPr>
      <w:bookmarkStart w:id="399" w:name="_Toc449617456"/>
      <w:r>
        <w:rPr>
          <w:rtl/>
        </w:rPr>
        <w:t>ثواب كمك كردن به يكديگر در كارهاى خوب</w:t>
      </w:r>
      <w:bookmarkEnd w:id="399"/>
    </w:p>
    <w:p w:rsidR="00A679DB" w:rsidRDefault="00A679DB" w:rsidP="007C7072">
      <w:pPr>
        <w:pStyle w:val="libNormal"/>
        <w:rPr>
          <w:rtl/>
        </w:rPr>
      </w:pPr>
      <w:r>
        <w:rPr>
          <w:rtl/>
        </w:rPr>
        <w:t xml:space="preserve">حديث : ١ حدثنى محمد بن الحسن رضى الله عنه قال اخبرنى عبدالله بن جعفر عن هارون بن مسلم عن مسعده بن زياد عن جعفر بن محمد :ابيه عن امير المومنين </w:t>
      </w:r>
      <w:r w:rsidR="007C7072" w:rsidRPr="007C7072">
        <w:rPr>
          <w:rStyle w:val="libAlaemChar"/>
          <w:rtl/>
        </w:rPr>
        <w:t>عليه‌السلام</w:t>
      </w:r>
      <w:r w:rsidR="007C7072">
        <w:rPr>
          <w:rtl/>
        </w:rPr>
        <w:t xml:space="preserve"> </w:t>
      </w:r>
      <w:r>
        <w:rPr>
          <w:rtl/>
        </w:rPr>
        <w:t xml:space="preserve">انه قال ان رسول الله </w:t>
      </w:r>
      <w:r w:rsidR="00E60DFB" w:rsidRPr="007C7072">
        <w:rPr>
          <w:rStyle w:val="libAlaemChar"/>
          <w:rtl/>
        </w:rPr>
        <w:t>صلى‌الله‌عليه‌وآله</w:t>
      </w:r>
      <w:r w:rsidR="00E60DFB">
        <w:rPr>
          <w:rtl/>
        </w:rPr>
        <w:t xml:space="preserve"> </w:t>
      </w:r>
      <w:r>
        <w:rPr>
          <w:rtl/>
        </w:rPr>
        <w:t>قال رحم الله والدا اعان ولده على بره رحم الله جارا اعان جاره على بره رحم الله رفيقا اعان رفيقه على بره رحم الله خليطا اعان خليطه على بره رحم الله رجلا اعان سلطانه على بره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7C7072">
        <w:rPr>
          <w:rStyle w:val="libAlaemChar"/>
          <w:rtl/>
        </w:rPr>
        <w:t>عليه‌السلام</w:t>
      </w:r>
      <w:r>
        <w:rPr>
          <w:rtl/>
        </w:rPr>
        <w:t xml:space="preserve"> از پدرش </w:t>
      </w:r>
      <w:r w:rsidRPr="007C7072">
        <w:rPr>
          <w:rStyle w:val="libAlaemChar"/>
          <w:rtl/>
        </w:rPr>
        <w:t>عليه‌السلام</w:t>
      </w:r>
      <w:r>
        <w:rPr>
          <w:rtl/>
        </w:rPr>
        <w:t xml:space="preserve"> روايت مى كند كه همانا امير المومنين </w:t>
      </w:r>
      <w:r w:rsidRPr="007C7072">
        <w:rPr>
          <w:rStyle w:val="libAlaemChar"/>
          <w:rtl/>
        </w:rPr>
        <w:t>عليه‌السلام</w:t>
      </w:r>
      <w:r>
        <w:rPr>
          <w:rtl/>
        </w:rPr>
        <w:t xml:space="preserve"> فرمود: همانا رسول خدا </w:t>
      </w:r>
      <w:r w:rsidR="00E60DFB" w:rsidRPr="007C7072">
        <w:rPr>
          <w:rStyle w:val="libAlaemChar"/>
          <w:rtl/>
        </w:rPr>
        <w:t>صلى‌الله‌عليه‌وآله</w:t>
      </w:r>
      <w:r w:rsidR="00E60DFB">
        <w:rPr>
          <w:rtl/>
        </w:rPr>
        <w:t xml:space="preserve"> </w:t>
      </w:r>
      <w:r>
        <w:rPr>
          <w:rtl/>
        </w:rPr>
        <w:t>فرمودند: خداوند پدرى را كه به فرزندش در كار نيك كمك كند، رحمت نمايد، خداوند همسايه اى را كه به همسايه اش در كار نيك كمك كند، رحمت نمايد، خداوند رفيقى را كه در كار نيك به رفيقش كمك نمايد، رحمت نمايد، خداوند همدمى را كه در كار نيك به همدمش كمك كند، رحمت نمايد و خداوند مردى را كه در كار نيك به زمامدار خود كمك كند، رحمت نمايد.</w:t>
      </w:r>
    </w:p>
    <w:p w:rsidR="00A679DB" w:rsidRDefault="00A679DB" w:rsidP="00A679DB">
      <w:pPr>
        <w:pStyle w:val="libNormal"/>
        <w:rPr>
          <w:rtl/>
        </w:rPr>
      </w:pPr>
    </w:p>
    <w:p w:rsidR="00A679DB" w:rsidRDefault="00A679DB" w:rsidP="00A679DB">
      <w:pPr>
        <w:pStyle w:val="libNormal"/>
        <w:rPr>
          <w:rtl/>
        </w:rPr>
      </w:pPr>
      <w:r>
        <w:rPr>
          <w:rtl/>
        </w:rPr>
        <w:t>ثواب القصد فى النفقه</w:t>
      </w:r>
    </w:p>
    <w:p w:rsidR="00A679DB" w:rsidRDefault="00FC0A1A" w:rsidP="00A679DB">
      <w:pPr>
        <w:pStyle w:val="libNormal"/>
        <w:rPr>
          <w:rtl/>
        </w:rPr>
      </w:pPr>
      <w:r>
        <w:rPr>
          <w:rtl/>
        </w:rPr>
        <w:br w:type="page"/>
      </w:r>
    </w:p>
    <w:p w:rsidR="00A679DB" w:rsidRDefault="00A679DB" w:rsidP="00FC0A1A">
      <w:pPr>
        <w:pStyle w:val="Heading2"/>
        <w:rPr>
          <w:rtl/>
        </w:rPr>
      </w:pPr>
      <w:bookmarkStart w:id="400" w:name="_Toc449617457"/>
      <w:r>
        <w:rPr>
          <w:rtl/>
        </w:rPr>
        <w:t>ثواب ميانه روى در مخارج</w:t>
      </w:r>
      <w:bookmarkEnd w:id="400"/>
    </w:p>
    <w:p w:rsidR="00A679DB" w:rsidRDefault="00A679DB" w:rsidP="00A679DB">
      <w:pPr>
        <w:pStyle w:val="libNormal"/>
        <w:rPr>
          <w:rtl/>
        </w:rPr>
      </w:pPr>
      <w:r>
        <w:rPr>
          <w:rtl/>
        </w:rPr>
        <w:t xml:space="preserve">حديث : ١ حدثنى محمد بن على ماجيلويه رضى الله عنه عن محمد بن يحيى عن محمد بن احمد عن محمد بن الحسين عن جعفر بن بشير عن داود الرقى عن ابى عبدالله </w:t>
      </w:r>
      <w:r w:rsidRPr="00FC0A1A">
        <w:rPr>
          <w:rStyle w:val="libAlaemChar"/>
          <w:rtl/>
        </w:rPr>
        <w:t>عليه‌السلام</w:t>
      </w:r>
      <w:r>
        <w:rPr>
          <w:rtl/>
        </w:rPr>
        <w:t xml:space="preserve"> قال ان القصد امر يحبه الله و ان السرف امر بيغضه الله حتى طرحك النواه فانها تصلح لشى و حتى صبك فضل شرابك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FC0A1A">
        <w:rPr>
          <w:rStyle w:val="libAlaemChar"/>
          <w:rtl/>
        </w:rPr>
        <w:t>عليه‌السلام</w:t>
      </w:r>
      <w:r>
        <w:rPr>
          <w:rtl/>
        </w:rPr>
        <w:t xml:space="preserve"> فرمودند: همانا خداوند ميانه روى را دوست داشته و از اسراف بدش مى آيد، حتى دور انداختن هسته خرما (اگر به درد بخورد) و باقيمانده آب نوشيدنى .</w:t>
      </w:r>
    </w:p>
    <w:p w:rsidR="00A679DB" w:rsidRDefault="00A679DB" w:rsidP="00A679DB">
      <w:pPr>
        <w:pStyle w:val="libNormal"/>
        <w:rPr>
          <w:rtl/>
        </w:rPr>
      </w:pPr>
    </w:p>
    <w:p w:rsidR="00A679DB" w:rsidRDefault="00A679DB" w:rsidP="00A679DB">
      <w:pPr>
        <w:pStyle w:val="libNormal"/>
        <w:rPr>
          <w:rtl/>
        </w:rPr>
      </w:pPr>
      <w:r>
        <w:rPr>
          <w:rtl/>
        </w:rPr>
        <w:t>ثواب من خرج فى سفر و معه عصا لوز مر و تلاهذه الايه</w:t>
      </w:r>
    </w:p>
    <w:p w:rsidR="00A679DB" w:rsidRDefault="00FC0A1A" w:rsidP="00A679DB">
      <w:pPr>
        <w:pStyle w:val="libNormal"/>
        <w:rPr>
          <w:rtl/>
        </w:rPr>
      </w:pPr>
      <w:r>
        <w:rPr>
          <w:rtl/>
        </w:rPr>
        <w:br w:type="page"/>
      </w:r>
    </w:p>
    <w:p w:rsidR="00A679DB" w:rsidRDefault="00A679DB" w:rsidP="00A679DB">
      <w:pPr>
        <w:pStyle w:val="libNormal"/>
        <w:rPr>
          <w:rtl/>
        </w:rPr>
      </w:pPr>
      <w:r>
        <w:rPr>
          <w:rtl/>
        </w:rPr>
        <w:t>ثواب رفتن به مسافرت با عصاى بادام تلخ و خواندن اين آيه</w:t>
      </w:r>
    </w:p>
    <w:p w:rsidR="00A679DB" w:rsidRDefault="00A679DB" w:rsidP="00FC0A1A">
      <w:pPr>
        <w:pStyle w:val="libNormal"/>
        <w:rPr>
          <w:rtl/>
        </w:rPr>
      </w:pPr>
      <w:r>
        <w:rPr>
          <w:rtl/>
        </w:rPr>
        <w:t xml:space="preserve">حديث : ١ حدثنى الحسين بن احمد رضى الله عنه عن ابيه عن محمد بن احمد عن ابراهيم بن هاشم عن عبدالجبار و اسماعيل و الريان عن يونس ‍ عن عده من اصحاب ابى عبدالله </w:t>
      </w:r>
      <w:r w:rsidRPr="00FC0A1A">
        <w:rPr>
          <w:rStyle w:val="libAlaemChar"/>
          <w:rtl/>
        </w:rPr>
        <w:t>عليه‌السلام</w:t>
      </w:r>
      <w:r>
        <w:rPr>
          <w:rtl/>
        </w:rPr>
        <w:t xml:space="preserve"> قال حدثنى ابى عن آبائه عن امير المومنين </w:t>
      </w:r>
      <w:r w:rsidR="00FC0A1A" w:rsidRPr="007C7072">
        <w:rPr>
          <w:rStyle w:val="libAlaemChar"/>
          <w:rtl/>
        </w:rPr>
        <w:t>عليه‌السلام</w:t>
      </w:r>
      <w:r w:rsidR="00FC0A1A">
        <w:rPr>
          <w:rtl/>
        </w:rPr>
        <w:t xml:space="preserve"> </w:t>
      </w:r>
      <w:r>
        <w:rPr>
          <w:rtl/>
        </w:rPr>
        <w:t xml:space="preserve">قال قال رسول الله </w:t>
      </w:r>
      <w:r w:rsidR="00E60DFB" w:rsidRPr="00FC0A1A">
        <w:rPr>
          <w:rStyle w:val="libAlaemChar"/>
          <w:rtl/>
        </w:rPr>
        <w:t>صلى‌الله‌عليه‌وآله</w:t>
      </w:r>
      <w:r w:rsidR="00E60DFB">
        <w:rPr>
          <w:rtl/>
        </w:rPr>
        <w:t xml:space="preserve"> </w:t>
      </w:r>
      <w:r>
        <w:rPr>
          <w:rtl/>
        </w:rPr>
        <w:t xml:space="preserve">من خرج فى سفر و معه عصا لوز مر و تلا هذه الايه «و لما توجه تلقاء مدين الى قوله و الله على ما نقول وكيل» آمنه الله من كل سبع ضارى و كل لص عاد و كل ذات حمه حتى يرجع الى اهله و منزله و كان معه سبعه و سبعون من المعقبات يستغفرون له حتى يرجع و يضعها و قال رسول الله </w:t>
      </w:r>
      <w:r w:rsidR="00E60DFB" w:rsidRPr="00FC0A1A">
        <w:rPr>
          <w:rStyle w:val="libAlaemChar"/>
          <w:rtl/>
        </w:rPr>
        <w:t>صلى‌الله‌عليه‌وآله</w:t>
      </w:r>
      <w:r w:rsidR="00E60DFB">
        <w:rPr>
          <w:rtl/>
        </w:rPr>
        <w:t xml:space="preserve"> </w:t>
      </w:r>
      <w:r>
        <w:rPr>
          <w:rtl/>
        </w:rPr>
        <w:t xml:space="preserve">تنفى الفقر و لا يجاوره الشيطان و قال رسول الله </w:t>
      </w:r>
      <w:r w:rsidR="00E60DFB" w:rsidRPr="00FC0A1A">
        <w:rPr>
          <w:rStyle w:val="libAlaemChar"/>
          <w:rtl/>
        </w:rPr>
        <w:t>صلى‌الله‌عليه‌وآله</w:t>
      </w:r>
      <w:r w:rsidR="00E60DFB">
        <w:rPr>
          <w:rtl/>
        </w:rPr>
        <w:t xml:space="preserve"> </w:t>
      </w:r>
      <w:r>
        <w:rPr>
          <w:rtl/>
        </w:rPr>
        <w:t xml:space="preserve">انه مرض ادم </w:t>
      </w:r>
      <w:r w:rsidRPr="00FC0A1A">
        <w:rPr>
          <w:rStyle w:val="libAlaemChar"/>
          <w:rtl/>
        </w:rPr>
        <w:t>عليه‌السلام</w:t>
      </w:r>
      <w:r>
        <w:rPr>
          <w:rtl/>
        </w:rPr>
        <w:t xml:space="preserve"> مرضا شديدا اصابته فيه وحشه فشكس ذلك الى جبرئيل عليه‌السلام قال له اقطع واحده منه و ضمها الى صدرك ففعل فاذهب عنه الوحشه و قال من اراد ان تطوى له الارض فليتخذ النقد من العصا و النقد عصا لوز مر.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FC0A1A">
        <w:rPr>
          <w:rStyle w:val="libAlaemChar"/>
          <w:rtl/>
        </w:rPr>
        <w:t>عليه‌السلام</w:t>
      </w:r>
      <w:r>
        <w:rPr>
          <w:rtl/>
        </w:rPr>
        <w:t xml:space="preserve"> فرمود: پدرم از امير المومنين نقل مى نمايد كه رسول خدا </w:t>
      </w:r>
      <w:r w:rsidR="00E60DFB" w:rsidRPr="00FC0A1A">
        <w:rPr>
          <w:rStyle w:val="libAlaemChar"/>
          <w:rtl/>
        </w:rPr>
        <w:t>صلى‌الله‌عليه‌وآله</w:t>
      </w:r>
      <w:r w:rsidR="00E60DFB">
        <w:rPr>
          <w:rtl/>
        </w:rPr>
        <w:t xml:space="preserve"> </w:t>
      </w:r>
      <w:r>
        <w:rPr>
          <w:rtl/>
        </w:rPr>
        <w:t xml:space="preserve">فرمودند: كسى كه با عصاى بادام تلخ به مسافرت برود و اين آيه </w:t>
      </w:r>
      <w:r w:rsidRPr="00FC0A1A">
        <w:rPr>
          <w:rStyle w:val="libAieChar"/>
          <w:rtl/>
        </w:rPr>
        <w:t>را ( و لما توجه تلقاء مدين )</w:t>
      </w:r>
      <w:r>
        <w:rPr>
          <w:rtl/>
        </w:rPr>
        <w:t xml:space="preserve"> </w:t>
      </w:r>
      <w:r w:rsidRPr="00FC0A1A">
        <w:rPr>
          <w:rStyle w:val="libFootnotenumChar"/>
          <w:rtl/>
        </w:rPr>
        <w:t>(١١٧)</w:t>
      </w:r>
      <w:r>
        <w:rPr>
          <w:rtl/>
        </w:rPr>
        <w:t xml:space="preserve"> </w:t>
      </w:r>
      <w:r w:rsidRPr="00FC0A1A">
        <w:rPr>
          <w:rStyle w:val="libAieChar"/>
          <w:rtl/>
        </w:rPr>
        <w:t>تا ( الله على مانقول وكيل )</w:t>
      </w:r>
      <w:r>
        <w:rPr>
          <w:rtl/>
        </w:rPr>
        <w:t xml:space="preserve"> </w:t>
      </w:r>
      <w:r w:rsidRPr="00FC0A1A">
        <w:rPr>
          <w:rStyle w:val="libFootnotenumChar"/>
          <w:rtl/>
        </w:rPr>
        <w:t>(١١٨)</w:t>
      </w:r>
      <w:r>
        <w:rPr>
          <w:rtl/>
        </w:rPr>
        <w:t xml:space="preserve"> بخواند، تا زمانى كه به منزل بر گردد، خداوند او را از هر درنده ، دزد تجاوز كار و جانور سمى ايمن مى گرداند و نيز رسول خدا </w:t>
      </w:r>
      <w:r w:rsidR="00E60DFB" w:rsidRPr="00FC0A1A">
        <w:rPr>
          <w:rStyle w:val="libAlaemChar"/>
          <w:rtl/>
        </w:rPr>
        <w:t>صلى‌الله‌عليه‌وآله</w:t>
      </w:r>
      <w:r w:rsidR="00E60DFB">
        <w:rPr>
          <w:rtl/>
        </w:rPr>
        <w:t xml:space="preserve"> </w:t>
      </w:r>
      <w:r>
        <w:rPr>
          <w:rtl/>
        </w:rPr>
        <w:t xml:space="preserve">فرمودند: اين كار فقر را از بين برده و شيطان را دور مى گرداند. حضرت آدم </w:t>
      </w:r>
      <w:r w:rsidRPr="00FC0A1A">
        <w:rPr>
          <w:rStyle w:val="libAlaemChar"/>
          <w:rtl/>
        </w:rPr>
        <w:t>عليه‌السلام</w:t>
      </w:r>
      <w:r>
        <w:rPr>
          <w:rtl/>
        </w:rPr>
        <w:t xml:space="preserve"> بسختى مريض شد، بطورى كه وحشت او را فرا گرفت . از اين درد به جبرييل </w:t>
      </w:r>
      <w:r w:rsidRPr="00FC0A1A">
        <w:rPr>
          <w:rStyle w:val="libAlaemChar"/>
          <w:rtl/>
        </w:rPr>
        <w:t>عليه‌السلام</w:t>
      </w:r>
      <w:r>
        <w:rPr>
          <w:rtl/>
        </w:rPr>
        <w:t xml:space="preserve"> شكوه كرد. جبرييل </w:t>
      </w:r>
      <w:r w:rsidRPr="00FC0A1A">
        <w:rPr>
          <w:rStyle w:val="libAlaemChar"/>
          <w:rtl/>
        </w:rPr>
        <w:t>عليه‌السلام</w:t>
      </w:r>
      <w:r>
        <w:rPr>
          <w:rtl/>
        </w:rPr>
        <w:t xml:space="preserve"> به او گفت : شاخه اى از درخت بادام تلخ ببر و آن را به سينه ات بچسبان . او نيز اين كار را </w:t>
      </w:r>
      <w:r>
        <w:rPr>
          <w:rtl/>
        </w:rPr>
        <w:lastRenderedPageBreak/>
        <w:t>انجام داد و خداوند او را از وحشت نجات داد. و نيز فرمودند: كسى كه مى خواهد مسافتش كوتاه شود، بايد عصايى از جنس بادام تلخ انتخاب كند.</w:t>
      </w:r>
    </w:p>
    <w:p w:rsidR="00A679DB" w:rsidRDefault="00A679DB" w:rsidP="00A679DB">
      <w:pPr>
        <w:pStyle w:val="libNormal"/>
        <w:rPr>
          <w:rtl/>
        </w:rPr>
      </w:pPr>
    </w:p>
    <w:p w:rsidR="00A679DB" w:rsidRDefault="00A679DB" w:rsidP="00A679DB">
      <w:pPr>
        <w:pStyle w:val="libNormal"/>
        <w:rPr>
          <w:rtl/>
        </w:rPr>
      </w:pPr>
      <w:r>
        <w:rPr>
          <w:rtl/>
        </w:rPr>
        <w:t>ثواب من خرج من بيته معتما</w:t>
      </w:r>
    </w:p>
    <w:p w:rsidR="00A679DB" w:rsidRDefault="00FC0A1A" w:rsidP="00A679DB">
      <w:pPr>
        <w:pStyle w:val="libNormal"/>
        <w:rPr>
          <w:rtl/>
        </w:rPr>
      </w:pPr>
      <w:r>
        <w:rPr>
          <w:rtl/>
        </w:rPr>
        <w:br w:type="page"/>
      </w:r>
    </w:p>
    <w:p w:rsidR="00A679DB" w:rsidRDefault="00A679DB" w:rsidP="00FC0A1A">
      <w:pPr>
        <w:pStyle w:val="Heading2"/>
        <w:rPr>
          <w:rtl/>
        </w:rPr>
      </w:pPr>
      <w:bookmarkStart w:id="401" w:name="_Toc449617458"/>
      <w:r>
        <w:rPr>
          <w:rtl/>
        </w:rPr>
        <w:t>ثواب خارج شدن از منزل با عمامه</w:t>
      </w:r>
      <w:bookmarkEnd w:id="401"/>
    </w:p>
    <w:p w:rsidR="00A679DB" w:rsidRDefault="00A679DB" w:rsidP="00A679DB">
      <w:pPr>
        <w:pStyle w:val="libNormal"/>
        <w:rPr>
          <w:rtl/>
        </w:rPr>
      </w:pPr>
      <w:r>
        <w:rPr>
          <w:rtl/>
        </w:rPr>
        <w:t xml:space="preserve">حديث : ١ حدثنى محمد بن الحسن رضى الله عنه عن محمد بنالحسن الصفار عن العباس بن معروف عن الحسن بن محبوب عن على بن رئاب عن رجل عن ابى عبدالله </w:t>
      </w:r>
      <w:r w:rsidRPr="00FC0A1A">
        <w:rPr>
          <w:rStyle w:val="libAlaemChar"/>
          <w:rtl/>
        </w:rPr>
        <w:t>عليه‌السلام</w:t>
      </w:r>
      <w:r>
        <w:rPr>
          <w:rtl/>
        </w:rPr>
        <w:t xml:space="preserve"> قال ضمنت لمن يخرج من بيته معتما ان يرجع اليهم سالما.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FC0A1A">
        <w:rPr>
          <w:rStyle w:val="libAlaemChar"/>
          <w:rtl/>
        </w:rPr>
        <w:t>عليه‌السلام</w:t>
      </w:r>
      <w:r>
        <w:rPr>
          <w:rtl/>
        </w:rPr>
        <w:t xml:space="preserve"> فرمودند: ضمانت مى كنم كسى كه با پوشيدن عمامه از منزل خارج شود، بسلامتى نزد خانواده اش باز گردد.</w:t>
      </w:r>
    </w:p>
    <w:p w:rsidR="00A679DB" w:rsidRDefault="00A679DB" w:rsidP="00A679DB">
      <w:pPr>
        <w:pStyle w:val="libNormal"/>
        <w:rPr>
          <w:rtl/>
        </w:rPr>
      </w:pPr>
      <w:r>
        <w:rPr>
          <w:rtl/>
        </w:rPr>
        <w:t>حديث : ٢ ابى رحمه الله قال حدثنى عبدالله بن جعفر عن محمد بن عيسى عن عبيدالله الدهقان عن درست عن ابراهيم عن ابى الحسن الاول عليه‌السلام قال انا الضامن لمن خرج من بيته يريد سفرا معتما تحت حنكه الا يصيبه السرق و الغرق والحرق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كاظم </w:t>
      </w:r>
      <w:r w:rsidRPr="00FC0A1A">
        <w:rPr>
          <w:rStyle w:val="libAlaemChar"/>
          <w:rtl/>
        </w:rPr>
        <w:t>عليه‌السلام</w:t>
      </w:r>
      <w:r>
        <w:rPr>
          <w:rtl/>
        </w:rPr>
        <w:t xml:space="preserve"> فرمودند: ضمانت مى كنم كسى كه با پوشيدن عمامه اى كه تحت الحنك آن آويزان باشد، بقصد مسافرت از منزل خارج شود، دچار دزدى ، غرق شدن و سوختن نگردد.</w:t>
      </w:r>
    </w:p>
    <w:p w:rsidR="00A679DB" w:rsidRDefault="00A679DB" w:rsidP="00A679DB">
      <w:pPr>
        <w:pStyle w:val="libNormal"/>
        <w:rPr>
          <w:rtl/>
        </w:rPr>
      </w:pPr>
    </w:p>
    <w:p w:rsidR="00A679DB" w:rsidRDefault="00A679DB" w:rsidP="00FC0A1A">
      <w:pPr>
        <w:pStyle w:val="libNormal"/>
        <w:rPr>
          <w:rtl/>
        </w:rPr>
      </w:pPr>
      <w:r>
        <w:rPr>
          <w:rtl/>
        </w:rPr>
        <w:t xml:space="preserve">ثواب من ذكر عنده اهل بيت النبى </w:t>
      </w:r>
      <w:r w:rsidR="00FC0A1A" w:rsidRPr="007C7072">
        <w:rPr>
          <w:rStyle w:val="libAlaemChar"/>
          <w:rtl/>
        </w:rPr>
        <w:t>عليه‌السلام</w:t>
      </w:r>
      <w:r w:rsidR="00FC0A1A">
        <w:rPr>
          <w:rtl/>
        </w:rPr>
        <w:t xml:space="preserve"> </w:t>
      </w:r>
      <w:r>
        <w:rPr>
          <w:rtl/>
        </w:rPr>
        <w:t>فخرج من عينه دمعه</w:t>
      </w:r>
    </w:p>
    <w:p w:rsidR="00A679DB" w:rsidRDefault="00FC0A1A" w:rsidP="00A679DB">
      <w:pPr>
        <w:pStyle w:val="libNormal"/>
        <w:rPr>
          <w:rtl/>
        </w:rPr>
      </w:pPr>
      <w:r>
        <w:rPr>
          <w:rtl/>
        </w:rPr>
        <w:br w:type="page"/>
      </w:r>
    </w:p>
    <w:p w:rsidR="00A679DB" w:rsidRDefault="00A679DB" w:rsidP="00FC0A1A">
      <w:pPr>
        <w:pStyle w:val="Heading2"/>
        <w:rPr>
          <w:rtl/>
        </w:rPr>
      </w:pPr>
      <w:bookmarkStart w:id="402" w:name="_Toc449617459"/>
      <w:r>
        <w:rPr>
          <w:rtl/>
        </w:rPr>
        <w:t xml:space="preserve">ثواب اشك ريختن براى اهل بيت </w:t>
      </w:r>
      <w:r w:rsidR="00FC0A1A" w:rsidRPr="007C7072">
        <w:rPr>
          <w:rStyle w:val="libAlaemChar"/>
          <w:rtl/>
        </w:rPr>
        <w:t>عليه‌السلام</w:t>
      </w:r>
      <w:r w:rsidR="00FC0A1A">
        <w:rPr>
          <w:rtl/>
        </w:rPr>
        <w:t xml:space="preserve"> </w:t>
      </w:r>
      <w:r>
        <w:rPr>
          <w:rtl/>
        </w:rPr>
        <w:t>هنگام ذكر آنان</w:t>
      </w:r>
      <w:bookmarkEnd w:id="402"/>
    </w:p>
    <w:p w:rsidR="00A679DB" w:rsidRDefault="00A679DB" w:rsidP="00A679DB">
      <w:pPr>
        <w:pStyle w:val="libNormal"/>
        <w:rPr>
          <w:rtl/>
        </w:rPr>
      </w:pPr>
      <w:r>
        <w:rPr>
          <w:rtl/>
        </w:rPr>
        <w:t xml:space="preserve">حديث : ١ حدثنى محمد بن الحسن رضى الله عنه عن محمد بن الحسن الصفا قال حدثنى احمد بن اسحاق بن سعد بن بكر بن محمد الازدى عن ابى عبدالله </w:t>
      </w:r>
      <w:r w:rsidRPr="00FC0A1A">
        <w:rPr>
          <w:rStyle w:val="libAlaemChar"/>
          <w:rtl/>
        </w:rPr>
        <w:t xml:space="preserve">عليه‌السلام </w:t>
      </w:r>
      <w:r>
        <w:rPr>
          <w:rtl/>
        </w:rPr>
        <w:t>قال تجلسون و تتحدثون قال قلت جعلت فقداك نعم قال ان تلك المجالس احبها فاحيوا امرنا انه من ذكرنا او ذكرنا عنده فخرج من عينه مثل جناح الذباب غفر الله له ذنوبه ولو كانت اكثر من زبد البحر.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امام صادق </w:t>
      </w:r>
      <w:r w:rsidRPr="00FC0A1A">
        <w:rPr>
          <w:rStyle w:val="libAlaemChar"/>
          <w:rtl/>
        </w:rPr>
        <w:t>عليه‌السلام</w:t>
      </w:r>
      <w:r>
        <w:rPr>
          <w:rtl/>
        </w:rPr>
        <w:t xml:space="preserve"> از من پرسيد آيا در مجالس خود از ما سخن مى گوييد؟ عرض كردم فدايت گردم ، آرى . فرمودند :همانا اين مجالس را دوست دارم . امر ما را زنده كنيد. همانا كسى كه از ما سخن گويد يا نزد او سخنى از ما بگويند و به مقدار بال مگسى از چشمانش اشك خارج شود، خداوند گناهان او را مى بخشد، گرچه بيشتر از كف دريا باشد.</w:t>
      </w:r>
    </w:p>
    <w:p w:rsidR="00A679DB" w:rsidRDefault="00A679DB" w:rsidP="00A679DB">
      <w:pPr>
        <w:pStyle w:val="libNormal"/>
        <w:rPr>
          <w:rtl/>
        </w:rPr>
      </w:pPr>
    </w:p>
    <w:p w:rsidR="00A679DB" w:rsidRDefault="00A679DB" w:rsidP="00A679DB">
      <w:pPr>
        <w:pStyle w:val="libNormal"/>
        <w:rPr>
          <w:rtl/>
        </w:rPr>
      </w:pPr>
      <w:r>
        <w:rPr>
          <w:rtl/>
        </w:rPr>
        <w:t>ثواب حب اهل البيت عليهم السلام</w:t>
      </w:r>
    </w:p>
    <w:p w:rsidR="00A679DB" w:rsidRDefault="00FC0A1A" w:rsidP="00A679DB">
      <w:pPr>
        <w:pStyle w:val="libNormal"/>
        <w:rPr>
          <w:rtl/>
        </w:rPr>
      </w:pPr>
      <w:r>
        <w:rPr>
          <w:rtl/>
        </w:rPr>
        <w:br w:type="page"/>
      </w:r>
    </w:p>
    <w:p w:rsidR="00A679DB" w:rsidRDefault="00A679DB" w:rsidP="00FC0A1A">
      <w:pPr>
        <w:pStyle w:val="libNormal"/>
        <w:rPr>
          <w:rtl/>
        </w:rPr>
      </w:pPr>
      <w:r>
        <w:rPr>
          <w:rtl/>
        </w:rPr>
        <w:t xml:space="preserve">ثواب دوست داشتن اهل بيت </w:t>
      </w:r>
      <w:r w:rsidR="00FC0A1A" w:rsidRPr="007C7072">
        <w:rPr>
          <w:rStyle w:val="libAlaemChar"/>
          <w:rtl/>
        </w:rPr>
        <w:t>عليه‌السلام</w:t>
      </w:r>
      <w:r>
        <w:rPr>
          <w:rtl/>
        </w:rPr>
        <w:t>.</w:t>
      </w:r>
    </w:p>
    <w:p w:rsidR="00A679DB" w:rsidRDefault="00A679DB" w:rsidP="00A679DB">
      <w:pPr>
        <w:pStyle w:val="libNormal"/>
        <w:rPr>
          <w:rtl/>
        </w:rPr>
      </w:pPr>
      <w:r>
        <w:rPr>
          <w:rtl/>
        </w:rPr>
        <w:t xml:space="preserve">حديث : ١ و بهذاالاسناد قال ابو عبدالله </w:t>
      </w:r>
      <w:r w:rsidRPr="00FC0A1A">
        <w:rPr>
          <w:rStyle w:val="libAlaemChar"/>
          <w:rtl/>
        </w:rPr>
        <w:t>عليه‌السلام</w:t>
      </w:r>
      <w:r>
        <w:rPr>
          <w:rtl/>
        </w:rPr>
        <w:t xml:space="preserve"> ان حبنا اهل البيت ليحط الذنوب عن العباد كما تحط الريح الشديده الورق عن الشجر.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FC0A1A">
        <w:rPr>
          <w:rStyle w:val="libAlaemChar"/>
          <w:rtl/>
        </w:rPr>
        <w:t>عليه‌السلام</w:t>
      </w:r>
      <w:r>
        <w:rPr>
          <w:rtl/>
        </w:rPr>
        <w:t xml:space="preserve"> فرمودند: همانا دوست داشتن ما اهل بيت گناهان را از بندگان مى ريزد، همانگونه كه باد شديد برگ را از درخت مى ريزد.</w:t>
      </w:r>
    </w:p>
    <w:p w:rsidR="00A679DB" w:rsidRDefault="00A679DB" w:rsidP="00A679DB">
      <w:pPr>
        <w:pStyle w:val="libNormal"/>
        <w:rPr>
          <w:rtl/>
        </w:rPr>
      </w:pPr>
    </w:p>
    <w:p w:rsidR="00A679DB" w:rsidRDefault="00A679DB" w:rsidP="00A679DB">
      <w:pPr>
        <w:pStyle w:val="libNormal"/>
        <w:rPr>
          <w:rtl/>
        </w:rPr>
      </w:pPr>
      <w:r>
        <w:rPr>
          <w:rtl/>
        </w:rPr>
        <w:t>ثواب من قضى لمسلم حاجه</w:t>
      </w:r>
    </w:p>
    <w:p w:rsidR="00A679DB" w:rsidRDefault="00FC0A1A" w:rsidP="00A679DB">
      <w:pPr>
        <w:pStyle w:val="libNormal"/>
        <w:rPr>
          <w:rtl/>
        </w:rPr>
      </w:pPr>
      <w:r>
        <w:rPr>
          <w:rtl/>
        </w:rPr>
        <w:br w:type="page"/>
      </w:r>
    </w:p>
    <w:p w:rsidR="00A679DB" w:rsidRDefault="00A679DB" w:rsidP="00FC0A1A">
      <w:pPr>
        <w:pStyle w:val="Heading2"/>
        <w:rPr>
          <w:rtl/>
        </w:rPr>
      </w:pPr>
      <w:bookmarkStart w:id="403" w:name="_Toc449617460"/>
      <w:r>
        <w:rPr>
          <w:rtl/>
        </w:rPr>
        <w:t>ثواب بر آوردن يك حاجت مسلمان</w:t>
      </w:r>
      <w:bookmarkEnd w:id="403"/>
    </w:p>
    <w:p w:rsidR="00A679DB" w:rsidRDefault="00A679DB" w:rsidP="00A679DB">
      <w:pPr>
        <w:pStyle w:val="libNormal"/>
        <w:rPr>
          <w:rtl/>
        </w:rPr>
      </w:pPr>
      <w:r>
        <w:rPr>
          <w:rtl/>
        </w:rPr>
        <w:t>حديث : ١ و بهذاالاسناد قال ابو عبدالله عليه‌السلام ما قضى مسلم لمسلم حاجه الا ناداه الله على ثوابك و لا ارضى لك بدون الجنه .</w:t>
      </w:r>
    </w:p>
    <w:p w:rsidR="00A679DB" w:rsidRDefault="00A679DB" w:rsidP="00A679DB">
      <w:pPr>
        <w:pStyle w:val="libNormal"/>
        <w:rPr>
          <w:rtl/>
        </w:rPr>
      </w:pPr>
      <w:r>
        <w:rPr>
          <w:rtl/>
        </w:rPr>
        <w:t>ترجمه :</w:t>
      </w:r>
    </w:p>
    <w:p w:rsidR="00A679DB" w:rsidRDefault="00A679DB" w:rsidP="00FC0A1A">
      <w:pPr>
        <w:pStyle w:val="libNormal"/>
        <w:rPr>
          <w:rtl/>
        </w:rPr>
      </w:pPr>
      <w:r>
        <w:rPr>
          <w:rtl/>
        </w:rPr>
        <w:t xml:space="preserve">١. امام صادق </w:t>
      </w:r>
      <w:r w:rsidRPr="00FC0A1A">
        <w:rPr>
          <w:rStyle w:val="libAlaemChar"/>
          <w:rtl/>
        </w:rPr>
        <w:t>عليه‌السلام</w:t>
      </w:r>
      <w:r>
        <w:rPr>
          <w:rtl/>
        </w:rPr>
        <w:t xml:space="preserve"> فرمودند: هيچ بنده مسلمانى حاجتى را براى مسلمانى بر نمى آورد، مگر اين كه خداوند او را ندا مى دهد:ثواب تو به عهده من است و به كمتر از </w:t>
      </w:r>
      <w:r w:rsidR="00FC0A1A">
        <w:rPr>
          <w:rFonts w:hint="cs"/>
          <w:rtl/>
        </w:rPr>
        <w:t>به</w:t>
      </w:r>
      <w:r>
        <w:rPr>
          <w:rtl/>
        </w:rPr>
        <w:t>شت برايت راضى نمى شوم .</w:t>
      </w:r>
    </w:p>
    <w:p w:rsidR="00FC0A1A" w:rsidRDefault="00FC0A1A" w:rsidP="00A679DB">
      <w:pPr>
        <w:pStyle w:val="libNormal"/>
        <w:rPr>
          <w:rtl/>
          <w:lang w:bidi="fa-IR"/>
        </w:rPr>
      </w:pPr>
      <w:r>
        <w:rPr>
          <w:rtl/>
          <w:lang w:bidi="fa-IR"/>
        </w:rPr>
        <w:br w:type="page"/>
      </w:r>
    </w:p>
    <w:p w:rsidR="00A679DB" w:rsidRDefault="00A679DB" w:rsidP="00FC0A1A">
      <w:pPr>
        <w:pStyle w:val="Heading2"/>
        <w:rPr>
          <w:rtl/>
        </w:rPr>
      </w:pPr>
      <w:bookmarkStart w:id="404" w:name="_Toc449617461"/>
      <w:r>
        <w:rPr>
          <w:rtl/>
        </w:rPr>
        <w:t>ثواب دست دادن مسلمان با برادر مسلمانش</w:t>
      </w:r>
      <w:bookmarkEnd w:id="404"/>
    </w:p>
    <w:p w:rsidR="00A679DB" w:rsidRDefault="00A679DB" w:rsidP="00A679DB">
      <w:pPr>
        <w:pStyle w:val="libNormal"/>
        <w:rPr>
          <w:rtl/>
        </w:rPr>
      </w:pPr>
      <w:r>
        <w:rPr>
          <w:rtl/>
        </w:rPr>
        <w:t xml:space="preserve">حديث : ١ و بهذاالاسناد عن بكر بن محمد عن اسحاق بن عمار عن ابى عبدالله </w:t>
      </w:r>
      <w:r w:rsidRPr="00FC0A1A">
        <w:rPr>
          <w:rStyle w:val="libAlaemChar"/>
          <w:rtl/>
        </w:rPr>
        <w:t>عليه‌السلام</w:t>
      </w:r>
      <w:r>
        <w:rPr>
          <w:rtl/>
        </w:rPr>
        <w:t xml:space="preserve"> قال ان الله لا يقدر احد قدره فكما لا يقدر احد قدره كذلك لا يقدر احد قدر نبيه </w:t>
      </w:r>
      <w:r w:rsidR="00E60DFB">
        <w:rPr>
          <w:rtl/>
        </w:rPr>
        <w:t xml:space="preserve">صلى‌الله‌عليه‌وآله </w:t>
      </w:r>
      <w:r>
        <w:rPr>
          <w:rtl/>
        </w:rPr>
        <w:t xml:space="preserve">و كما لا يقدر احد قدر نبيه </w:t>
      </w:r>
      <w:r w:rsidR="00E60DFB" w:rsidRPr="00FC0A1A">
        <w:rPr>
          <w:rStyle w:val="libAlaemChar"/>
          <w:rtl/>
        </w:rPr>
        <w:t>صلى‌الله‌عليه‌وآله</w:t>
      </w:r>
      <w:r w:rsidR="00E60DFB">
        <w:rPr>
          <w:rtl/>
        </w:rPr>
        <w:t xml:space="preserve"> </w:t>
      </w:r>
      <w:r>
        <w:rPr>
          <w:rtl/>
        </w:rPr>
        <w:t>فكذلك لا يقدر احد قدر المومن انه ليلقى اخاه فيصاحفه فينظر الله اليهما و الذنوب تحات عن وجوههما حتى يتفرقا كما تحط الريح الشديده الورق عن الشجر.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FC0A1A">
        <w:rPr>
          <w:rStyle w:val="libAlaemChar"/>
          <w:rtl/>
        </w:rPr>
        <w:t>عليه‌السلام</w:t>
      </w:r>
      <w:r>
        <w:rPr>
          <w:rtl/>
        </w:rPr>
        <w:t xml:space="preserve"> فرمودند: همانا كسى قدر خداوند را نمى داند، به همانگونه قدر پيامبرش </w:t>
      </w:r>
      <w:r w:rsidR="00E60DFB" w:rsidRPr="00FC0A1A">
        <w:rPr>
          <w:rStyle w:val="libAlaemChar"/>
          <w:rtl/>
        </w:rPr>
        <w:t>صلى‌الله‌عليه‌وآله</w:t>
      </w:r>
      <w:r w:rsidR="00E60DFB">
        <w:rPr>
          <w:rtl/>
        </w:rPr>
        <w:t xml:space="preserve"> </w:t>
      </w:r>
      <w:r>
        <w:rPr>
          <w:rtl/>
        </w:rPr>
        <w:t>رانيز نمى دانند. قدر مومن را نيز نمى دانند. همانا هنگامى كه مومن برادرش را مى بيند و با او دست مى دهد، تا زمانى كه از هم جدا شوند، خداوند به آن دو نگريسته و گناهان از چهره هايشان مى ريزد، همانگونه كه باد شديد برگ را از درخت مى ريزد.</w:t>
      </w:r>
    </w:p>
    <w:p w:rsidR="00A679DB" w:rsidRDefault="00A679DB" w:rsidP="00A679DB">
      <w:pPr>
        <w:pStyle w:val="libNormal"/>
        <w:rPr>
          <w:rtl/>
        </w:rPr>
      </w:pPr>
    </w:p>
    <w:p w:rsidR="00A679DB" w:rsidRDefault="00A679DB" w:rsidP="00A679DB">
      <w:pPr>
        <w:pStyle w:val="libNormal"/>
        <w:rPr>
          <w:rtl/>
        </w:rPr>
      </w:pPr>
      <w:r>
        <w:rPr>
          <w:rtl/>
        </w:rPr>
        <w:t>ثواب من انعم الله عليه بنعمه فعرفها بقلبه و جهر بحمدالله عليها</w:t>
      </w:r>
    </w:p>
    <w:p w:rsidR="00A679DB" w:rsidRDefault="00FC0A1A" w:rsidP="00A679DB">
      <w:pPr>
        <w:pStyle w:val="libNormal"/>
        <w:rPr>
          <w:rtl/>
        </w:rPr>
      </w:pPr>
      <w:r>
        <w:rPr>
          <w:rtl/>
        </w:rPr>
        <w:br w:type="page"/>
      </w:r>
    </w:p>
    <w:p w:rsidR="00A679DB" w:rsidRDefault="00A679DB" w:rsidP="00FC0A1A">
      <w:pPr>
        <w:pStyle w:val="Heading2"/>
        <w:rPr>
          <w:rtl/>
        </w:rPr>
      </w:pPr>
      <w:bookmarkStart w:id="405" w:name="_Toc449617462"/>
      <w:r>
        <w:rPr>
          <w:rtl/>
        </w:rPr>
        <w:t>ثواب درك نعمت و حمد نمودن خداوند بخاطر آن</w:t>
      </w:r>
      <w:bookmarkEnd w:id="405"/>
    </w:p>
    <w:p w:rsidR="00A679DB" w:rsidRDefault="00A679DB" w:rsidP="00A679DB">
      <w:pPr>
        <w:pStyle w:val="libNormal"/>
        <w:rPr>
          <w:rtl/>
        </w:rPr>
      </w:pPr>
      <w:r>
        <w:rPr>
          <w:rtl/>
        </w:rPr>
        <w:t>حديث : ١ و بهذاالاسناد قال قال ابو عبدالله عليه‌السلام يا ابا اسحاق ما انعم الله على عبد نعمه فعرفها بقلبه و جهر بحمد الله عليها ففرغ منها حتى يومر له بالمزيد.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FC0A1A">
        <w:rPr>
          <w:rStyle w:val="libAlaemChar"/>
          <w:rtl/>
        </w:rPr>
        <w:t>عليه‌السلام</w:t>
      </w:r>
      <w:r>
        <w:rPr>
          <w:rtl/>
        </w:rPr>
        <w:t xml:space="preserve"> فرمودند: اى ابا اسحاق ! خداوند به بنده اى نعمتى عنايت ننموده كه او آن نعمت را درك كرده و آشكارا خداوند را بخاطر آن حمد نموده باشد، مگر اين كه دستور به افزونى نعمتها براى او رسيده است .</w:t>
      </w:r>
    </w:p>
    <w:p w:rsidR="00A679DB" w:rsidRDefault="00A679DB" w:rsidP="00A679DB">
      <w:pPr>
        <w:pStyle w:val="libNormal"/>
        <w:rPr>
          <w:rtl/>
        </w:rPr>
      </w:pPr>
    </w:p>
    <w:p w:rsidR="00A679DB" w:rsidRDefault="00A679DB" w:rsidP="00A679DB">
      <w:pPr>
        <w:pStyle w:val="libNormal"/>
        <w:rPr>
          <w:rtl/>
        </w:rPr>
      </w:pPr>
      <w:r>
        <w:rPr>
          <w:rtl/>
        </w:rPr>
        <w:t>ثواب من بلغ اربعين سنه الى تسعين سنه .</w:t>
      </w:r>
    </w:p>
    <w:p w:rsidR="00A679DB" w:rsidRDefault="00FC0A1A" w:rsidP="00A679DB">
      <w:pPr>
        <w:pStyle w:val="libNormal"/>
        <w:rPr>
          <w:rtl/>
        </w:rPr>
      </w:pPr>
      <w:r>
        <w:rPr>
          <w:rtl/>
        </w:rPr>
        <w:br w:type="page"/>
      </w:r>
    </w:p>
    <w:p w:rsidR="00A679DB" w:rsidRDefault="00A679DB" w:rsidP="00FC0A1A">
      <w:pPr>
        <w:pStyle w:val="Heading2"/>
        <w:rPr>
          <w:rtl/>
        </w:rPr>
      </w:pPr>
      <w:bookmarkStart w:id="406" w:name="_Toc449617463"/>
      <w:r>
        <w:rPr>
          <w:rtl/>
        </w:rPr>
        <w:t>ثواب رسيدن به سن چهل تا نود سالگى</w:t>
      </w:r>
      <w:bookmarkEnd w:id="406"/>
    </w:p>
    <w:p w:rsidR="00A679DB" w:rsidRDefault="00A679DB" w:rsidP="00A679DB">
      <w:pPr>
        <w:pStyle w:val="libNormal"/>
        <w:rPr>
          <w:rtl/>
        </w:rPr>
      </w:pPr>
      <w:r>
        <w:rPr>
          <w:rtl/>
        </w:rPr>
        <w:t xml:space="preserve">حديث : ١ حدثنى محمد بن الحسن رضى الله عنه : محمد بن الحسن الصفار عن العباس عبن معروف عن ابن ابى نجران عن محمد بن القاسم عن على بن المغيره . عن ابى عبدالله </w:t>
      </w:r>
      <w:r w:rsidRPr="00FC0A1A">
        <w:rPr>
          <w:rStyle w:val="libAlaemChar"/>
          <w:rtl/>
        </w:rPr>
        <w:t>عليه‌السلام</w:t>
      </w:r>
      <w:r>
        <w:rPr>
          <w:rtl/>
        </w:rPr>
        <w:t xml:space="preserve"> قال سمعته يقول اذا بلغ المرء اربعين سنه آمنه الله من الادواء الثلاثه الجنون و الجذام و البرص فاذا بلغ الخمسين خفف الله حسابه فاذا بلغ الستين رزقه الله الانابه اليه فاذا بلغ السبعين احبه اهل السماء فاذا بلغ الثمانين امر الله باثبات حسناته و القاء سيئاته فاذا بلغ التسعين غفر الله له ما تقدم من ذنبه و ما تاخر و كتب اسير الله فى ارضه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شنيدم كه امام صادق </w:t>
      </w:r>
      <w:r w:rsidRPr="00FC0A1A">
        <w:rPr>
          <w:rStyle w:val="libAlaemChar"/>
          <w:rtl/>
        </w:rPr>
        <w:t>عليه‌السلام</w:t>
      </w:r>
      <w:r>
        <w:rPr>
          <w:rtl/>
        </w:rPr>
        <w:t xml:space="preserve"> فرمودند: هنگامى كه شخصى به چهل سالگى برسد، خداوند او را از سه بيمارى ديوانگى ، جذام و پيسى ايمن مى نمايد. و هنگامى كه به شصت سالگى رسيد، خداوند باز گشت به سوى خود را نصيبش مى سازد و هنگامى كه به هفتاد سالگى رسيد، آسمانيان او را دوست خواهند داشت . و زمانى كه به هشتاد سالگى رسيد، خداوند، دستور مى فرمايد: كارهاى خوبش را نوشته و گناهانش را ننويسيد و هنگامى كه به نود سالگى رسيد، خداوند همه گناهان او را، از اول تا آخر آمرزيده و نامش را به عنوان اسير خدا بر روى زمين ثبت مى گردد.</w:t>
      </w:r>
    </w:p>
    <w:p w:rsidR="00A679DB" w:rsidRDefault="00A679DB" w:rsidP="00A679DB">
      <w:pPr>
        <w:pStyle w:val="libNormal"/>
        <w:rPr>
          <w:rtl/>
        </w:rPr>
      </w:pPr>
      <w:r>
        <w:rPr>
          <w:rtl/>
        </w:rPr>
        <w:t xml:space="preserve">حديث : ٢ ابى رحمه الله قال حدثنا سعد بن عبدالله عن سلمه بن الحطاب عن احمد بن عبدالرحمن عن اسماعيل بن عبدالخالق عن محمد بن طلحه عن ابى عبدالله </w:t>
      </w:r>
      <w:r w:rsidRPr="00FC0A1A">
        <w:rPr>
          <w:rStyle w:val="libAlaemChar"/>
          <w:rtl/>
        </w:rPr>
        <w:t>عليه‌السلام</w:t>
      </w:r>
      <w:r>
        <w:rPr>
          <w:rtl/>
        </w:rPr>
        <w:t xml:space="preserve"> قال ان الله عزوجل ليكرم ابناء السبعين و يستحيى من ابناء الثمانين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٢. امام صادق </w:t>
      </w:r>
      <w:r w:rsidRPr="00FC0A1A">
        <w:rPr>
          <w:rStyle w:val="libAlaemChar"/>
          <w:rtl/>
        </w:rPr>
        <w:t>عليه‌السلام</w:t>
      </w:r>
      <w:r>
        <w:rPr>
          <w:rtl/>
        </w:rPr>
        <w:t xml:space="preserve"> فرمودند: همانا خداوند هفتاد ساله ها را بزرگ داشته و از هشتاد ساله ها خجالت مى كشد.</w:t>
      </w:r>
    </w:p>
    <w:p w:rsidR="00A679DB" w:rsidRDefault="00A679DB" w:rsidP="00A679DB">
      <w:pPr>
        <w:pStyle w:val="libNormal"/>
        <w:rPr>
          <w:rtl/>
        </w:rPr>
      </w:pPr>
      <w:r>
        <w:rPr>
          <w:rtl/>
        </w:rPr>
        <w:t xml:space="preserve">حديث : ٣ و بهذاالاسناد عن سلمه عن على بن الحسن عن احمد بن محمد المودب عن عاصم بن حميد عن خالد القلانسى عن ابى عبدالله </w:t>
      </w:r>
      <w:r w:rsidRPr="00FC0A1A">
        <w:rPr>
          <w:rStyle w:val="libAlaemChar"/>
          <w:rtl/>
        </w:rPr>
        <w:t>عليه‌السلام</w:t>
      </w:r>
      <w:r>
        <w:rPr>
          <w:rtl/>
        </w:rPr>
        <w:t xml:space="preserve"> قال ان الله يستحيى من ابناء الثمانين ان يعذبهم و قال </w:t>
      </w:r>
      <w:r w:rsidRPr="00FC0A1A">
        <w:rPr>
          <w:rStyle w:val="libAlaemChar"/>
          <w:rtl/>
        </w:rPr>
        <w:t>عليه‌السلام</w:t>
      </w:r>
      <w:r>
        <w:rPr>
          <w:rtl/>
        </w:rPr>
        <w:t xml:space="preserve"> يوتى بشيح يوم القيامه فيدفع اليه كتابه ظاهره مما يلى الناس الا مساوى فيطول ذلك عليه فيقول يا رب اتعيدنى الى النار فيقول الجبار جل جلاله يا شيخ انى استحيى ان اعذبك و قد كنت تصلى لى فى الدار الدنيا اذهبوا بعبدى الى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FC0A1A">
        <w:rPr>
          <w:rStyle w:val="libAlaemChar"/>
          <w:rtl/>
        </w:rPr>
        <w:t>عليه‌السلام</w:t>
      </w:r>
      <w:r>
        <w:rPr>
          <w:rtl/>
        </w:rPr>
        <w:t xml:space="preserve"> فرمودند: همانا خداوند خجالت مى كشد كه هشتاد ساله ها را عذاب نمايد:</w:t>
      </w:r>
    </w:p>
    <w:p w:rsidR="00A679DB" w:rsidRDefault="00A679DB" w:rsidP="00FC0A1A">
      <w:pPr>
        <w:pStyle w:val="libNormal"/>
        <w:rPr>
          <w:rtl/>
        </w:rPr>
      </w:pPr>
      <w:r>
        <w:rPr>
          <w:rtl/>
        </w:rPr>
        <w:t>در روز قيامت پير مردى را آورد و نامه عملش را به او مى دهند. مردم در آن قسمت از نامه عملش كه براى آنان آشكار است ، جز بدى نمى بينند. پس از مدتى طولانى كه در اين حال مى ماند، عرض مى كند: خدايا ! مرا به آتش باز مى گردانى ؟ خداى بزرگى مى فرمايد: اى پير مرد ! تو در دنيا به درگاه من نماز مى گزاردى . اكنون خجالت مى كشم تو را عذاب نما</w:t>
      </w:r>
      <w:r w:rsidR="00FC0A1A">
        <w:rPr>
          <w:rFonts w:hint="cs"/>
          <w:rtl/>
        </w:rPr>
        <w:t>یم</w:t>
      </w:r>
      <w:r>
        <w:rPr>
          <w:rtl/>
        </w:rPr>
        <w:t xml:space="preserve"> . او را به بهشت ببريد.</w:t>
      </w:r>
    </w:p>
    <w:p w:rsidR="00A679DB" w:rsidRDefault="00A679DB" w:rsidP="00A679DB">
      <w:pPr>
        <w:pStyle w:val="libNormal"/>
        <w:rPr>
          <w:rtl/>
        </w:rPr>
      </w:pPr>
    </w:p>
    <w:p w:rsidR="00A679DB" w:rsidRDefault="00A679DB" w:rsidP="00A679DB">
      <w:pPr>
        <w:pStyle w:val="libNormal"/>
        <w:rPr>
          <w:rtl/>
        </w:rPr>
      </w:pPr>
      <w:r>
        <w:rPr>
          <w:rtl/>
        </w:rPr>
        <w:t>ثواب من عرف فضل شيخ كبير فوقره</w:t>
      </w:r>
    </w:p>
    <w:p w:rsidR="00A679DB" w:rsidRDefault="00FC0A1A" w:rsidP="00A679DB">
      <w:pPr>
        <w:pStyle w:val="libNormal"/>
        <w:rPr>
          <w:rtl/>
        </w:rPr>
      </w:pPr>
      <w:r>
        <w:rPr>
          <w:rtl/>
        </w:rPr>
        <w:br w:type="page"/>
      </w:r>
    </w:p>
    <w:p w:rsidR="00A679DB" w:rsidRDefault="00A679DB" w:rsidP="00FC0A1A">
      <w:pPr>
        <w:pStyle w:val="Heading2"/>
        <w:rPr>
          <w:rtl/>
        </w:rPr>
      </w:pPr>
      <w:bookmarkStart w:id="407" w:name="_Toc449617464"/>
      <w:r>
        <w:rPr>
          <w:rtl/>
        </w:rPr>
        <w:t>ثواب دانستن برترى پيرمرد سالمند و احترام گذاشته به او</w:t>
      </w:r>
      <w:bookmarkEnd w:id="407"/>
    </w:p>
    <w:p w:rsidR="00A679DB" w:rsidRDefault="00A679DB" w:rsidP="00A679DB">
      <w:pPr>
        <w:pStyle w:val="libNormal"/>
        <w:rPr>
          <w:rtl/>
        </w:rPr>
      </w:pPr>
      <w:r>
        <w:rPr>
          <w:rtl/>
        </w:rPr>
        <w:t xml:space="preserve">حديث : ١ ابى رحمه الله قال حدثنا سعد بن عبدالله قال حدثنا سلمه بن الخطاب عن على به الحسان عن محمد بن حماد عن ابيه عن محمد بن عبدالله يرفعه قال قال رسول الله </w:t>
      </w:r>
      <w:r w:rsidR="00E60DFB" w:rsidRPr="00FC0A1A">
        <w:rPr>
          <w:rStyle w:val="libAlaemChar"/>
          <w:rtl/>
        </w:rPr>
        <w:t>صلى‌الله‌عليه‌وآله</w:t>
      </w:r>
      <w:r w:rsidR="00E60DFB">
        <w:rPr>
          <w:rtl/>
        </w:rPr>
        <w:t xml:space="preserve"> </w:t>
      </w:r>
      <w:r>
        <w:rPr>
          <w:rtl/>
        </w:rPr>
        <w:t>من عرف فضل شيخ كبير فوقره لسنه آمنه الله من فزع يوم القيامه و قال من تعظيم الله عزوجل اجلاى ذى الشيبه المومن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FC0A1A">
        <w:rPr>
          <w:rStyle w:val="libAlaemChar"/>
          <w:rtl/>
        </w:rPr>
        <w:t>صلى‌الله‌عليه‌وآله</w:t>
      </w:r>
      <w:r w:rsidR="00E60DFB">
        <w:rPr>
          <w:rtl/>
        </w:rPr>
        <w:t xml:space="preserve"> </w:t>
      </w:r>
      <w:r>
        <w:rPr>
          <w:rtl/>
        </w:rPr>
        <w:t>فرمودند: كسى كه برترى پيرمرد سالمند را دانسته و بخاطر سن او احترامش نمايد، خداوند او را وحشت روز قيامت ايمن مى نمايد. يكى از راههاى بزرگداشت خداوند احترام گذاشتن به پيرمرد مومن است .</w:t>
      </w:r>
    </w:p>
    <w:p w:rsidR="00A679DB" w:rsidRDefault="00A679DB" w:rsidP="00A679DB">
      <w:pPr>
        <w:pStyle w:val="libNormal"/>
        <w:rPr>
          <w:rtl/>
        </w:rPr>
      </w:pPr>
    </w:p>
    <w:p w:rsidR="00A679DB" w:rsidRDefault="00A679DB" w:rsidP="00A679DB">
      <w:pPr>
        <w:pStyle w:val="libNormal"/>
        <w:rPr>
          <w:rtl/>
        </w:rPr>
      </w:pPr>
      <w:r>
        <w:rPr>
          <w:rtl/>
        </w:rPr>
        <w:t>ثواب الجهاد فى سبيل الله مع امام عادل</w:t>
      </w:r>
    </w:p>
    <w:p w:rsidR="00A679DB" w:rsidRDefault="00FC0A1A" w:rsidP="00A679DB">
      <w:pPr>
        <w:pStyle w:val="libNormal"/>
        <w:rPr>
          <w:rtl/>
        </w:rPr>
      </w:pPr>
      <w:r>
        <w:rPr>
          <w:rtl/>
        </w:rPr>
        <w:br w:type="page"/>
      </w:r>
    </w:p>
    <w:p w:rsidR="00A679DB" w:rsidRDefault="00A679DB" w:rsidP="00FC0A1A">
      <w:pPr>
        <w:pStyle w:val="Heading2"/>
        <w:rPr>
          <w:rtl/>
        </w:rPr>
      </w:pPr>
      <w:bookmarkStart w:id="408" w:name="_Toc449617465"/>
      <w:r>
        <w:rPr>
          <w:rtl/>
        </w:rPr>
        <w:t>ثواب جهاد در راه خدا همراه با امام عادل</w:t>
      </w:r>
      <w:bookmarkEnd w:id="408"/>
    </w:p>
    <w:p w:rsidR="00A679DB" w:rsidRDefault="00A679DB" w:rsidP="00A679DB">
      <w:pPr>
        <w:pStyle w:val="libNormal"/>
        <w:rPr>
          <w:rtl/>
        </w:rPr>
      </w:pPr>
      <w:r>
        <w:rPr>
          <w:rtl/>
        </w:rPr>
        <w:t xml:space="preserve">حديث : ١ ابى رحمه الله قال حدثنى سعد بن عبدالله عن احمد بن ابى عبدالله البرقى عن ابيه عن وهب بن وهب عن جعفر بن محمد عن ابيه عن جده </w:t>
      </w:r>
      <w:r w:rsidR="00DC5255">
        <w:rPr>
          <w:rtl/>
        </w:rPr>
        <w:t xml:space="preserve">عليهم‌السلام </w:t>
      </w:r>
      <w:r>
        <w:rPr>
          <w:rtl/>
        </w:rPr>
        <w:t xml:space="preserve">قال قال رسول الله </w:t>
      </w:r>
      <w:r w:rsidR="00E60DFB" w:rsidRPr="00FC0A1A">
        <w:rPr>
          <w:rStyle w:val="libAlaemChar"/>
          <w:rtl/>
        </w:rPr>
        <w:t>صلى‌الله‌عليه‌وآله</w:t>
      </w:r>
      <w:r w:rsidR="00E60DFB">
        <w:rPr>
          <w:rtl/>
        </w:rPr>
        <w:t xml:space="preserve"> </w:t>
      </w:r>
      <w:r>
        <w:rPr>
          <w:rtl/>
        </w:rPr>
        <w:t xml:space="preserve">ان جبرئيل </w:t>
      </w:r>
      <w:r w:rsidRPr="00FC0A1A">
        <w:rPr>
          <w:rStyle w:val="libAlaemChar"/>
          <w:rtl/>
        </w:rPr>
        <w:t>عليه‌السلام</w:t>
      </w:r>
      <w:r>
        <w:rPr>
          <w:rtl/>
        </w:rPr>
        <w:t xml:space="preserve"> اخبرنى بامر فقرت به عينى و فرح به قلبى قال يا محمد من غزا غزوه فى سبيل الله من امتك فما اصابته قطره من السماء او صاع الا كانت له شهاده يوم القيامه .</w:t>
      </w:r>
    </w:p>
    <w:p w:rsidR="00A679DB" w:rsidRDefault="00A679DB" w:rsidP="00A679DB">
      <w:pPr>
        <w:pStyle w:val="libNormal"/>
        <w:rPr>
          <w:rtl/>
        </w:rPr>
      </w:pPr>
      <w:r>
        <w:rPr>
          <w:rtl/>
        </w:rPr>
        <w:t>ترجمه :</w:t>
      </w:r>
    </w:p>
    <w:p w:rsidR="00A679DB" w:rsidRDefault="00A679DB" w:rsidP="00FC0A1A">
      <w:pPr>
        <w:pStyle w:val="libNormal"/>
        <w:rPr>
          <w:rtl/>
        </w:rPr>
      </w:pPr>
      <w:r>
        <w:rPr>
          <w:rtl/>
        </w:rPr>
        <w:t xml:space="preserve">١. امام صادق </w:t>
      </w:r>
      <w:r w:rsidRPr="00FC0A1A">
        <w:rPr>
          <w:rStyle w:val="libAlaemChar"/>
          <w:rtl/>
        </w:rPr>
        <w:t>عليه‌السلام</w:t>
      </w:r>
      <w:r>
        <w:rPr>
          <w:rtl/>
        </w:rPr>
        <w:t xml:space="preserve"> از پدرانش </w:t>
      </w:r>
      <w:r w:rsidR="00FC0A1A" w:rsidRPr="007C7072">
        <w:rPr>
          <w:rStyle w:val="libAlaemChar"/>
          <w:rtl/>
        </w:rPr>
        <w:t>عليه‌السلام</w:t>
      </w:r>
      <w:r w:rsidR="00FC0A1A">
        <w:rPr>
          <w:rtl/>
        </w:rPr>
        <w:t xml:space="preserve"> </w:t>
      </w:r>
      <w:r>
        <w:rPr>
          <w:rtl/>
        </w:rPr>
        <w:t xml:space="preserve">از جدش </w:t>
      </w:r>
      <w:r w:rsidRPr="00FC0A1A">
        <w:rPr>
          <w:rStyle w:val="libAlaemChar"/>
          <w:rtl/>
        </w:rPr>
        <w:t>عليه‌السلام</w:t>
      </w:r>
      <w:r>
        <w:rPr>
          <w:rtl/>
        </w:rPr>
        <w:t xml:space="preserve"> روايت مى نمايد كه رسول خدا </w:t>
      </w:r>
      <w:r w:rsidR="00E60DFB" w:rsidRPr="00FC0A1A">
        <w:rPr>
          <w:rStyle w:val="libAlaemChar"/>
          <w:rtl/>
        </w:rPr>
        <w:t>صلى‌الله‌عليه‌وآله</w:t>
      </w:r>
      <w:r w:rsidR="00E60DFB">
        <w:rPr>
          <w:rtl/>
        </w:rPr>
        <w:t xml:space="preserve"> </w:t>
      </w:r>
      <w:r>
        <w:rPr>
          <w:rtl/>
        </w:rPr>
        <w:t>فرمودند: جبرييل چيزى گفت كه خوشحال و شادمان شدم . او گفت :اگر يكى از افراد امتت در راه خدا جنگ كند، قطر</w:t>
      </w:r>
      <w:r w:rsidR="00FC0A1A">
        <w:rPr>
          <w:rFonts w:hint="cs"/>
          <w:rtl/>
        </w:rPr>
        <w:t>ه</w:t>
      </w:r>
      <w:r>
        <w:rPr>
          <w:rtl/>
        </w:rPr>
        <w:t xml:space="preserve"> اى از آسمان بر او نمى بارد يا دچار سردردى نمى شود، مگر اين كه در روز قيامت پاداش شهادت خواهد داشت .</w:t>
      </w:r>
    </w:p>
    <w:p w:rsidR="00A679DB" w:rsidRDefault="00A679DB" w:rsidP="00A679DB">
      <w:pPr>
        <w:pStyle w:val="libNormal"/>
        <w:rPr>
          <w:rtl/>
        </w:rPr>
      </w:pPr>
      <w:r>
        <w:rPr>
          <w:rtl/>
        </w:rPr>
        <w:t>حديث : ٢ و بهذاالاسناد قال قال رسول الله صلى‌الله‌عليه‌وآله   و آله</w:t>
      </w:r>
    </w:p>
    <w:p w:rsidR="00A679DB" w:rsidRDefault="00A679DB" w:rsidP="00A679DB">
      <w:pPr>
        <w:pStyle w:val="libNormal"/>
        <w:rPr>
          <w:rtl/>
        </w:rPr>
      </w:pPr>
      <w:r>
        <w:rPr>
          <w:rtl/>
        </w:rPr>
        <w:t>للجنهه باب يقال له باب المجاهدين يمضون اليه فاذا هو مفتوح و المجاهدون متقلدون سيوفهم و الجمع فى الموقف و الملائكه تترحب بهم فمن ترك الجهاد البسه الله ذلا و فقرا فى معيشته و محقا فى دينه ان الله تبارك و تعالى اعز امتى بسنابك خيلها و مراكز رماحها.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رسول خدا </w:t>
      </w:r>
      <w:r w:rsidR="00E60DFB" w:rsidRPr="00FC0A1A">
        <w:rPr>
          <w:rStyle w:val="libAlaemChar"/>
          <w:rtl/>
        </w:rPr>
        <w:t>صلى‌الله‌عليه‌وآله</w:t>
      </w:r>
      <w:r w:rsidR="00E60DFB">
        <w:rPr>
          <w:rtl/>
        </w:rPr>
        <w:t xml:space="preserve"> </w:t>
      </w:r>
      <w:r>
        <w:rPr>
          <w:rtl/>
        </w:rPr>
        <w:t xml:space="preserve">فرمودند: يكى از درهاى بهشت «مجاهدين» نام دارد. و در حالى كه مردم در موقف حساب الهى هستند، آن در باز بوده و آنها در حالى كه شمشيرهايشان را به گردنه آويخته و فرشتگان به آنها خوش آمد و مرحبا مى </w:t>
      </w:r>
      <w:r>
        <w:rPr>
          <w:rtl/>
        </w:rPr>
        <w:lastRenderedPageBreak/>
        <w:t>گويند بسوى آن در مى روند. كسى كه جهاد را ترك نمايد خداوند لباس ذلت ، فقر در زندگى و نابودى دينش را به او مى پوشاند. همانا خداى متعال امتم را با نوك سم رمه اسبانشان و محل نيزه هاى آنان عزيز گردانيداست .</w:t>
      </w:r>
    </w:p>
    <w:p w:rsidR="00A679DB" w:rsidRDefault="00A679DB" w:rsidP="00A679DB">
      <w:pPr>
        <w:pStyle w:val="libNormal"/>
        <w:rPr>
          <w:rtl/>
        </w:rPr>
      </w:pPr>
      <w:r>
        <w:rPr>
          <w:rtl/>
        </w:rPr>
        <w:t xml:space="preserve">حديث : ٣ و بهذاالاسناد قال قال رسول الله </w:t>
      </w:r>
      <w:r w:rsidR="00E60DFB" w:rsidRPr="00FC0A1A">
        <w:rPr>
          <w:rStyle w:val="libAlaemChar"/>
          <w:rtl/>
        </w:rPr>
        <w:t>صلى‌الله‌عليه‌وآله</w:t>
      </w:r>
      <w:r w:rsidR="00E60DFB">
        <w:rPr>
          <w:rtl/>
        </w:rPr>
        <w:t xml:space="preserve"> </w:t>
      </w:r>
      <w:r>
        <w:rPr>
          <w:rtl/>
        </w:rPr>
        <w:t>من بلغ رساله غاز كمن اعتق رقبه و هو شريكهه فى باب غزوته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رسول خدا </w:t>
      </w:r>
      <w:r w:rsidR="00E60DFB" w:rsidRPr="00FC0A1A">
        <w:rPr>
          <w:rStyle w:val="libAlaemChar"/>
          <w:rtl/>
        </w:rPr>
        <w:t>صلى‌الله‌عليه‌وآله</w:t>
      </w:r>
      <w:r w:rsidR="00E60DFB">
        <w:rPr>
          <w:rtl/>
        </w:rPr>
        <w:t xml:space="preserve"> </w:t>
      </w:r>
      <w:r>
        <w:rPr>
          <w:rtl/>
        </w:rPr>
        <w:t>فرمودند: كسى كه نامه رزمنده اى را برساند، مثل كسى است كه برده اى را آزاد نموده باشد و در ثواب آن جهاد با او شريك خواهد بود.</w:t>
      </w:r>
    </w:p>
    <w:p w:rsidR="00A679DB" w:rsidRDefault="00A679DB" w:rsidP="00A57EAE">
      <w:pPr>
        <w:pStyle w:val="libNormal"/>
        <w:rPr>
          <w:rtl/>
        </w:rPr>
      </w:pPr>
      <w:r>
        <w:rPr>
          <w:rtl/>
        </w:rPr>
        <w:t xml:space="preserve">حديث : ٤ حدثنى محمد بن احسن رضى الله عنه قال حدثنى محمد بن الحسن الصفار عن العباس بن معروف عن ابى همام عن محمد بن غزوان عن السكونى عن جعفر بن محمد عن ابيهعن آبائهه </w:t>
      </w:r>
      <w:r w:rsidR="00A57EAE" w:rsidRPr="007C7072">
        <w:rPr>
          <w:rStyle w:val="libAlaemChar"/>
          <w:rtl/>
        </w:rPr>
        <w:t>عليه‌السلام</w:t>
      </w:r>
      <w:r w:rsidR="00A57EAE">
        <w:rPr>
          <w:rtl/>
        </w:rPr>
        <w:t xml:space="preserve"> </w:t>
      </w:r>
      <w:r>
        <w:rPr>
          <w:rtl/>
        </w:rPr>
        <w:t xml:space="preserve">قال قال رسول الله </w:t>
      </w:r>
      <w:r w:rsidR="00E60DFB" w:rsidRPr="00A57EAE">
        <w:rPr>
          <w:rStyle w:val="libAlaemChar"/>
          <w:rtl/>
        </w:rPr>
        <w:t>صلى‌الله‌عليه‌وآله</w:t>
      </w:r>
      <w:r w:rsidR="00E60DFB">
        <w:rPr>
          <w:rtl/>
        </w:rPr>
        <w:t xml:space="preserve"> </w:t>
      </w:r>
      <w:r>
        <w:rPr>
          <w:rtl/>
        </w:rPr>
        <w:t>خيول الغزاه هى خيولهم فى الجنه .</w:t>
      </w:r>
    </w:p>
    <w:p w:rsidR="00A679DB" w:rsidRDefault="00A679DB" w:rsidP="00A679DB">
      <w:pPr>
        <w:pStyle w:val="libNormal"/>
        <w:rPr>
          <w:rtl/>
        </w:rPr>
      </w:pPr>
      <w:r>
        <w:rPr>
          <w:rtl/>
        </w:rPr>
        <w:t>ترجمه :</w:t>
      </w:r>
    </w:p>
    <w:p w:rsidR="00A679DB" w:rsidRDefault="00A679DB" w:rsidP="00A57EAE">
      <w:pPr>
        <w:pStyle w:val="libNormal"/>
        <w:rPr>
          <w:rtl/>
        </w:rPr>
      </w:pPr>
      <w:r>
        <w:rPr>
          <w:rtl/>
        </w:rPr>
        <w:t xml:space="preserve">٤. امام صادق </w:t>
      </w:r>
      <w:r w:rsidRPr="00A57EAE">
        <w:rPr>
          <w:rStyle w:val="libAlaemChar"/>
          <w:rtl/>
        </w:rPr>
        <w:t>عليه‌السلام</w:t>
      </w:r>
      <w:r>
        <w:rPr>
          <w:rtl/>
        </w:rPr>
        <w:t xml:space="preserve"> از پدرانش </w:t>
      </w:r>
      <w:r w:rsidR="00A57EAE" w:rsidRPr="007C7072">
        <w:rPr>
          <w:rStyle w:val="libAlaemChar"/>
          <w:rtl/>
        </w:rPr>
        <w:t>عليه‌السلام</w:t>
      </w:r>
      <w:r w:rsidR="00A57EAE">
        <w:rPr>
          <w:rtl/>
        </w:rPr>
        <w:t xml:space="preserve"> </w:t>
      </w:r>
      <w:r>
        <w:rPr>
          <w:rtl/>
        </w:rPr>
        <w:t xml:space="preserve">نقل مى نمايد كه رسول خدا </w:t>
      </w:r>
      <w:r w:rsidR="00E60DFB" w:rsidRPr="00A57EAE">
        <w:rPr>
          <w:rStyle w:val="libAlaemChar"/>
          <w:rtl/>
        </w:rPr>
        <w:t>صلى‌الله‌عليه‌وآله</w:t>
      </w:r>
      <w:r w:rsidR="00E60DFB">
        <w:rPr>
          <w:rtl/>
        </w:rPr>
        <w:t xml:space="preserve"> </w:t>
      </w:r>
      <w:r>
        <w:rPr>
          <w:rtl/>
        </w:rPr>
        <w:t>فرمودند: اسبان جنگجويان اسلام ، همان اسبان بهشتى آنهاست .</w:t>
      </w:r>
    </w:p>
    <w:p w:rsidR="00A679DB" w:rsidRDefault="00A679DB" w:rsidP="00A57EAE">
      <w:pPr>
        <w:pStyle w:val="libNormal"/>
        <w:rPr>
          <w:rtl/>
        </w:rPr>
      </w:pPr>
      <w:r>
        <w:rPr>
          <w:rtl/>
        </w:rPr>
        <w:t xml:space="preserve">حديث : ٥ حدثنى محمد بن على ماجيلويه رضى الله عنه قال حدثنا محمد بن يحيى العطار عن محمد بن احمد عن محمد بن اسماعيل عن على بن الحكم : عمر بن ابان عن ابى عبدالله عن ابائه </w:t>
      </w:r>
      <w:r w:rsidR="00A57EAE" w:rsidRPr="007C7072">
        <w:rPr>
          <w:rStyle w:val="libAlaemChar"/>
          <w:rtl/>
        </w:rPr>
        <w:t>عليه‌السلام</w:t>
      </w:r>
      <w:r w:rsidR="00A57EAE">
        <w:rPr>
          <w:rtl/>
        </w:rPr>
        <w:t xml:space="preserve"> </w:t>
      </w:r>
      <w:r>
        <w:rPr>
          <w:rtl/>
        </w:rPr>
        <w:t xml:space="preserve">قال قال رسول الله </w:t>
      </w:r>
      <w:r w:rsidR="00E60DFB" w:rsidRPr="00A57EAE">
        <w:rPr>
          <w:rStyle w:val="libAlaemChar"/>
          <w:rtl/>
        </w:rPr>
        <w:t>صلى‌الله‌عليه‌وآله</w:t>
      </w:r>
      <w:r w:rsidR="00E60DFB">
        <w:rPr>
          <w:rtl/>
        </w:rPr>
        <w:t xml:space="preserve"> </w:t>
      </w:r>
      <w:r>
        <w:rPr>
          <w:rtl/>
        </w:rPr>
        <w:t>الخير كله فى السيف و تحت ظل السيف و لا يقيم الناس الا السيف و السيوف مقاليد الجنه و النار.</w:t>
      </w:r>
    </w:p>
    <w:p w:rsidR="00A679DB" w:rsidRDefault="00A679DB" w:rsidP="00A679DB">
      <w:pPr>
        <w:pStyle w:val="libNormal"/>
        <w:rPr>
          <w:rtl/>
        </w:rPr>
      </w:pPr>
      <w:r>
        <w:rPr>
          <w:rtl/>
        </w:rPr>
        <w:t>ترجمه :</w:t>
      </w:r>
    </w:p>
    <w:p w:rsidR="00A679DB" w:rsidRDefault="00A679DB" w:rsidP="00A57EAE">
      <w:pPr>
        <w:pStyle w:val="libNormal"/>
        <w:rPr>
          <w:rtl/>
        </w:rPr>
      </w:pPr>
      <w:r>
        <w:rPr>
          <w:rtl/>
        </w:rPr>
        <w:lastRenderedPageBreak/>
        <w:t xml:space="preserve">٥. امام صادق </w:t>
      </w:r>
      <w:r w:rsidRPr="00A57EAE">
        <w:rPr>
          <w:rStyle w:val="libAlaemChar"/>
          <w:rtl/>
        </w:rPr>
        <w:t>عليه‌السلام</w:t>
      </w:r>
      <w:r>
        <w:rPr>
          <w:rtl/>
        </w:rPr>
        <w:t xml:space="preserve"> از پدرانش </w:t>
      </w:r>
      <w:r w:rsidR="00A57EAE" w:rsidRPr="007C7072">
        <w:rPr>
          <w:rStyle w:val="libAlaemChar"/>
          <w:rtl/>
        </w:rPr>
        <w:t>عليه‌السلام</w:t>
      </w:r>
      <w:r w:rsidR="00A57EAE">
        <w:rPr>
          <w:rtl/>
        </w:rPr>
        <w:t xml:space="preserve"> </w:t>
      </w:r>
      <w:r>
        <w:rPr>
          <w:rtl/>
        </w:rPr>
        <w:t xml:space="preserve">نقل مى نمايد كه رسول خدا </w:t>
      </w:r>
      <w:r w:rsidR="00E60DFB" w:rsidRPr="00A57EAE">
        <w:rPr>
          <w:rStyle w:val="libAlaemChar"/>
          <w:rtl/>
        </w:rPr>
        <w:t>صلى‌الله‌عليه‌وآله</w:t>
      </w:r>
      <w:r w:rsidR="00E60DFB">
        <w:rPr>
          <w:rtl/>
        </w:rPr>
        <w:t xml:space="preserve"> </w:t>
      </w:r>
      <w:r>
        <w:rPr>
          <w:rtl/>
        </w:rPr>
        <w:t>فرمودند: همه خيرها در شمشير و سابه آن است . جز شمشير چيز ديگرى مردم را اصلاح نمى نمايد. و شمشير كليد بهشت و جهنم است .</w:t>
      </w:r>
    </w:p>
    <w:p w:rsidR="00A679DB" w:rsidRDefault="00A679DB" w:rsidP="00A679DB">
      <w:pPr>
        <w:pStyle w:val="libNormal"/>
        <w:rPr>
          <w:rtl/>
        </w:rPr>
      </w:pPr>
    </w:p>
    <w:p w:rsidR="00A679DB" w:rsidRDefault="00A679DB" w:rsidP="00A679DB">
      <w:pPr>
        <w:pStyle w:val="libNormal"/>
        <w:rPr>
          <w:rtl/>
        </w:rPr>
      </w:pPr>
      <w:r>
        <w:rPr>
          <w:rtl/>
        </w:rPr>
        <w:t>ثواب ارتباط الخيل</w:t>
      </w:r>
    </w:p>
    <w:p w:rsidR="00A679DB" w:rsidRDefault="00A57EAE" w:rsidP="00A679DB">
      <w:pPr>
        <w:pStyle w:val="libNormal"/>
        <w:rPr>
          <w:rtl/>
        </w:rPr>
      </w:pPr>
      <w:r>
        <w:rPr>
          <w:rtl/>
        </w:rPr>
        <w:br w:type="page"/>
      </w:r>
    </w:p>
    <w:p w:rsidR="00A679DB" w:rsidRDefault="00A679DB" w:rsidP="00A57EAE">
      <w:pPr>
        <w:pStyle w:val="Heading2"/>
        <w:rPr>
          <w:rtl/>
        </w:rPr>
      </w:pPr>
      <w:bookmarkStart w:id="409" w:name="_Toc449617466"/>
      <w:r>
        <w:rPr>
          <w:rtl/>
        </w:rPr>
        <w:t>ثواب نگهدارى اسب</w:t>
      </w:r>
      <w:bookmarkEnd w:id="409"/>
    </w:p>
    <w:p w:rsidR="00A679DB" w:rsidRDefault="00A679DB" w:rsidP="00A679DB">
      <w:pPr>
        <w:pStyle w:val="libNormal"/>
        <w:rPr>
          <w:rtl/>
        </w:rPr>
      </w:pPr>
      <w:r>
        <w:rPr>
          <w:rtl/>
        </w:rPr>
        <w:t>حديث : ١ ابى رحمه الله قال حدثنا سعد بن عبدالله عن احمد بن ابى عبدالله عن القاسم بن يحيى عن جده الحسن بن راشد عن يعقوب بن جعفر بن ابراهيم بن محمد الجعفرى قال سمعت اباالحسن موسى بن جعفر عليهما السلام يقول من ارتبط فرسا عتيقا محيت عنه ثلاث سيئات فى كل يوم و كتبت له احدى و عشرون حسنه و من ارتبط هجينا محيت عنه فى كل يوم سيئتان و كتبت له سبع حسنات و من ارتبط بر ذونا يريد به جمالا و قضاء حوائج و دفع عدو عنه محيت عنه فى كل يوم سيئه و كتبت له ست حسنات .</w:t>
      </w:r>
    </w:p>
    <w:p w:rsidR="00A679DB" w:rsidRDefault="00A679DB" w:rsidP="00A679DB">
      <w:pPr>
        <w:pStyle w:val="libNormal"/>
        <w:rPr>
          <w:rtl/>
        </w:rPr>
      </w:pPr>
      <w:r>
        <w:rPr>
          <w:rtl/>
        </w:rPr>
        <w:t>ترجمه :</w:t>
      </w:r>
    </w:p>
    <w:p w:rsidR="00A679DB" w:rsidRDefault="00A679DB" w:rsidP="00A57EAE">
      <w:pPr>
        <w:pStyle w:val="libNormal"/>
        <w:rPr>
          <w:rtl/>
        </w:rPr>
      </w:pPr>
      <w:r>
        <w:rPr>
          <w:rtl/>
        </w:rPr>
        <w:t xml:space="preserve">١. راوى مى گويد: شنيدم كه امام كاظم </w:t>
      </w:r>
      <w:r w:rsidRPr="00A57EAE">
        <w:rPr>
          <w:rStyle w:val="libAlaemChar"/>
          <w:rtl/>
        </w:rPr>
        <w:t>عليه‌السلام</w:t>
      </w:r>
      <w:r>
        <w:rPr>
          <w:rtl/>
        </w:rPr>
        <w:t xml:space="preserve"> فرمودند: كسى كه «عتيق» (اسب نيكو و نجيب) نگهدارى نمايد، در هر روز سه گناه او پاك شده و بيست و يك حسنه برايش نوشته مى شود. و كسى كه «هجين» (اسبى كه پدرش عربى و مادرش غير عربى است) نگهدارى نمايد، در هر روز دو گناه او پاك شده و هفت حسنه برايش نوشته مى شود و كسى كه براى </w:t>
      </w:r>
      <w:r w:rsidR="00A57EAE">
        <w:rPr>
          <w:rFonts w:hint="cs"/>
          <w:rtl/>
        </w:rPr>
        <w:t>آ</w:t>
      </w:r>
      <w:r>
        <w:rPr>
          <w:rtl/>
        </w:rPr>
        <w:t>برو و انجام كارهاى خود و دفع دشمنش قاطرى نگهدارى نمايد، در هر روز گناهى از او پاك شده و شش حسنه برايش نوشته مى شود.</w:t>
      </w:r>
    </w:p>
    <w:p w:rsidR="00A679DB" w:rsidRDefault="00A679DB" w:rsidP="00A679DB">
      <w:pPr>
        <w:pStyle w:val="libNormal"/>
        <w:rPr>
          <w:rtl/>
        </w:rPr>
      </w:pPr>
      <w:r>
        <w:rPr>
          <w:rtl/>
        </w:rPr>
        <w:t xml:space="preserve">حديث : ٢ ابى رحمه الله قال حدثنا على بن الحسين السعد آبادى عن احمد بن ابى عبدالله البرقى عن على بن الحكم عن عمر بن ابان عن ابى عبدالله </w:t>
      </w:r>
      <w:r w:rsidRPr="00A57EAE">
        <w:rPr>
          <w:rStyle w:val="libAlaemChar"/>
          <w:rtl/>
        </w:rPr>
        <w:t>عليه‌السلام</w:t>
      </w:r>
      <w:r>
        <w:rPr>
          <w:rtl/>
        </w:rPr>
        <w:t xml:space="preserve"> قال قال رسول الله </w:t>
      </w:r>
      <w:r w:rsidR="00E60DFB" w:rsidRPr="00A57EAE">
        <w:rPr>
          <w:rStyle w:val="libAlaemChar"/>
          <w:rtl/>
        </w:rPr>
        <w:t>صلى‌الله‌عليه‌وآله</w:t>
      </w:r>
      <w:r w:rsidR="00E60DFB">
        <w:rPr>
          <w:rtl/>
        </w:rPr>
        <w:t xml:space="preserve"> </w:t>
      </w:r>
      <w:r>
        <w:rPr>
          <w:rtl/>
        </w:rPr>
        <w:t>الخير معقود بنواصى الخيل الى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٢.امام صادق </w:t>
      </w:r>
      <w:r w:rsidRPr="00A57EAE">
        <w:rPr>
          <w:rStyle w:val="libAlaemChar"/>
          <w:rtl/>
        </w:rPr>
        <w:t>عليه‌السلام</w:t>
      </w:r>
      <w:r>
        <w:rPr>
          <w:rtl/>
        </w:rPr>
        <w:t xml:space="preserve"> نقل مى نمايند كه رسول خدا </w:t>
      </w:r>
      <w:r w:rsidR="00E60DFB" w:rsidRPr="00A57EAE">
        <w:rPr>
          <w:rStyle w:val="libAlaemChar"/>
          <w:rtl/>
        </w:rPr>
        <w:t>صلى‌الله‌عليه‌وآله</w:t>
      </w:r>
      <w:r w:rsidR="00E60DFB">
        <w:rPr>
          <w:rtl/>
        </w:rPr>
        <w:t xml:space="preserve"> </w:t>
      </w:r>
      <w:r>
        <w:rPr>
          <w:rtl/>
        </w:rPr>
        <w:t>فرمودند: خير تا روز قيامت بر پيشانى اسبها گره خورده است .</w:t>
      </w:r>
    </w:p>
    <w:p w:rsidR="00A679DB" w:rsidRDefault="00A679DB" w:rsidP="00A679DB">
      <w:pPr>
        <w:pStyle w:val="libNormal"/>
        <w:rPr>
          <w:rtl/>
        </w:rPr>
      </w:pPr>
      <w:r>
        <w:rPr>
          <w:rtl/>
        </w:rPr>
        <w:t xml:space="preserve">حديث : ٣ حدثنى محمد بن على ماجيلويه رضى الله عنه قال حدثنى عمى محمد بن ابى القاسم عن احمد بن ابى عبدالله البرقى عن ابيه عن ابن ابى عمير عن ابن رئاب عن ابى عبدالله </w:t>
      </w:r>
      <w:r w:rsidRPr="00A57EAE">
        <w:rPr>
          <w:rStyle w:val="libAlaemChar"/>
          <w:rtl/>
        </w:rPr>
        <w:t>عليه‌السلام</w:t>
      </w:r>
      <w:r>
        <w:rPr>
          <w:rtl/>
        </w:rPr>
        <w:t xml:space="preserve"> قال اذا اشتريت دابه فان منفعتها لك و رزقها على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A57EAE">
        <w:rPr>
          <w:rStyle w:val="libAlaemChar"/>
          <w:rtl/>
        </w:rPr>
        <w:t>عليه‌السلام</w:t>
      </w:r>
      <w:r>
        <w:rPr>
          <w:rtl/>
        </w:rPr>
        <w:t xml:space="preserve"> فرمودند: اگر چهارپايى بخرى ، فايده اش از آن تو و رزق او با خداوند است .</w:t>
      </w:r>
    </w:p>
    <w:p w:rsidR="00A679DB" w:rsidRDefault="00A679DB" w:rsidP="00A679DB">
      <w:pPr>
        <w:pStyle w:val="libNormal"/>
        <w:rPr>
          <w:rtl/>
        </w:rPr>
      </w:pPr>
      <w:r>
        <w:rPr>
          <w:rtl/>
        </w:rPr>
        <w:t xml:space="preserve">حديث : ٤ حدثنى محمد بن موسى بن المتوكل رضى الله هعنه قال حدثنا على بن الحسين السعد آبادى عن احمد بن ابى عبدالله عن بكر بن صالح عن سليمان الجعفرى قال سمعت اباالحسن الكاظم </w:t>
      </w:r>
      <w:r w:rsidRPr="00A57EAE">
        <w:rPr>
          <w:rStyle w:val="libAlaemChar"/>
          <w:rtl/>
        </w:rPr>
        <w:t>عليه‌السلام</w:t>
      </w:r>
      <w:r>
        <w:rPr>
          <w:rtl/>
        </w:rPr>
        <w:t xml:space="preserve"> يقول من ارتبط فرسا فى سبيل اللهه اشقر اغر ااو اقرح فان كان اغر سائل الغره به وضح فى قوائمه فهو احب الى لم يدخل بيته فقر مادام ذلك الفرس فيه و مادام ايضا فى ملكه احب الى لم يدخل بيته فقر مادام ذلك الفرس فيه و مادام ايضا فى ملكه لا يدخل بيته حنق قال و سمعته يقول من ارتبط فرسا ليرهب به عدوا او يستعين به على حماله لم يزل معانا عليهه ابدا مادام فى ملكه و لا تدخل بيته خصاصه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راوى مى گويد شنيد كه امام كاظم </w:t>
      </w:r>
      <w:r w:rsidRPr="00A57EAE">
        <w:rPr>
          <w:rStyle w:val="libAlaemChar"/>
          <w:rtl/>
        </w:rPr>
        <w:t>عليه‌السلام</w:t>
      </w:r>
      <w:r>
        <w:rPr>
          <w:rtl/>
        </w:rPr>
        <w:t xml:space="preserve"> فرمودند: كسى كه در راه خدا اسب بور پيشانى سفيد يا اسب بورى كه لكه سفيدى به اندازه پنج ريالى بر روى پيشانيش باشد، نگهدارى نمايد - و من اسب پيشانى سفيدى را كه بينى و دست و پاى آن نيز سفيد باشد بيشتر دوست دارم - تا زمانى كه آن اسب در خانه اش </w:t>
      </w:r>
      <w:r>
        <w:rPr>
          <w:rtl/>
        </w:rPr>
        <w:lastRenderedPageBreak/>
        <w:t>مى باشد، فقر به خانه او راه نيافته و تا زمانى كه مالك آن است ، خشمى به خانه او وارد نخواهد شد.</w:t>
      </w:r>
    </w:p>
    <w:p w:rsidR="00A679DB" w:rsidRDefault="00A679DB" w:rsidP="00A57EAE">
      <w:pPr>
        <w:pStyle w:val="libNormal"/>
        <w:rPr>
          <w:rtl/>
        </w:rPr>
      </w:pPr>
      <w:r>
        <w:rPr>
          <w:rtl/>
        </w:rPr>
        <w:t>كسى كه براى ترسانيدن دشمن يا باربرى اسبى نگهدارى نمايد، پيوسته تا زمانى كه مالك</w:t>
      </w:r>
      <w:r w:rsidR="00A57EAE">
        <w:rPr>
          <w:rFonts w:hint="cs"/>
          <w:rtl/>
        </w:rPr>
        <w:t xml:space="preserve"> آ</w:t>
      </w:r>
      <w:r>
        <w:rPr>
          <w:rtl/>
        </w:rPr>
        <w:t>ان اسب است يارى شده و فقرى به خانه او نمى ايد.</w:t>
      </w:r>
    </w:p>
    <w:p w:rsidR="00A679DB" w:rsidRDefault="00A679DB" w:rsidP="00A679DB">
      <w:pPr>
        <w:pStyle w:val="libNormal"/>
        <w:rPr>
          <w:rtl/>
        </w:rPr>
      </w:pPr>
      <w:r>
        <w:rPr>
          <w:rtl/>
        </w:rPr>
        <w:t xml:space="preserve">حديث : ٥ و بهذاالاسناد عن سليمان بن جعفر الجعفرى عن ابى جعفر الباقر </w:t>
      </w:r>
      <w:r w:rsidRPr="00A57EAE">
        <w:rPr>
          <w:rStyle w:val="libAlaemChar"/>
          <w:rtl/>
        </w:rPr>
        <w:t>عليه‌السلام</w:t>
      </w:r>
      <w:r>
        <w:rPr>
          <w:rtl/>
        </w:rPr>
        <w:t xml:space="preserve"> قال من خرج من منزله او منزل غيره فلقى فرسا اشقر به وضح و ان كانت به غره سائله فهو العيش كل العيش لم يلق فى يومه ذلك الا سرورا و ان توجه فى حاجه فلقى الفرس قضى الله حاجته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باقر </w:t>
      </w:r>
      <w:r w:rsidRPr="00A57EAE">
        <w:rPr>
          <w:rStyle w:val="libAlaemChar"/>
          <w:rtl/>
        </w:rPr>
        <w:t>عليه‌السلام</w:t>
      </w:r>
      <w:r>
        <w:rPr>
          <w:rtl/>
        </w:rPr>
        <w:t xml:space="preserve"> فرمودند: كسى كه از منزل خويش يا منزل ديگران خارج شود و اسب بورى كه در پيشانى ، زانوها و پاهاى خود لكه سفيد دارد، ببيند - و اگر سفيدى پيشانى او روى بينيش را نيز گرفته باشد كه چه بهتر - در آن روز جز خوشحالى چيزى نبيند و اگر براى انجام كارى برود و آن اسب را ببيند، كارش انجام خواهد شد.</w:t>
      </w:r>
    </w:p>
    <w:p w:rsidR="00A679DB" w:rsidRDefault="00A679DB" w:rsidP="00A679DB">
      <w:pPr>
        <w:pStyle w:val="libNormal"/>
        <w:rPr>
          <w:rtl/>
        </w:rPr>
      </w:pPr>
    </w:p>
    <w:p w:rsidR="00A679DB" w:rsidRDefault="00A679DB" w:rsidP="00A679DB">
      <w:pPr>
        <w:pStyle w:val="libNormal"/>
        <w:rPr>
          <w:rtl/>
        </w:rPr>
      </w:pPr>
      <w:r>
        <w:rPr>
          <w:rtl/>
        </w:rPr>
        <w:t>ثواب التسميهه عند الركوب</w:t>
      </w:r>
    </w:p>
    <w:p w:rsidR="00A679DB" w:rsidRDefault="00A57EAE" w:rsidP="00A679DB">
      <w:pPr>
        <w:pStyle w:val="libNormal"/>
        <w:rPr>
          <w:rtl/>
        </w:rPr>
      </w:pPr>
      <w:r>
        <w:rPr>
          <w:rtl/>
        </w:rPr>
        <w:br w:type="page"/>
      </w:r>
    </w:p>
    <w:p w:rsidR="00A679DB" w:rsidRDefault="00A679DB" w:rsidP="00A57EAE">
      <w:pPr>
        <w:pStyle w:val="Heading2"/>
        <w:rPr>
          <w:rtl/>
        </w:rPr>
      </w:pPr>
      <w:bookmarkStart w:id="410" w:name="_Toc449617467"/>
      <w:r>
        <w:rPr>
          <w:rtl/>
        </w:rPr>
        <w:t>ثواب بردن نام خدا به هنگام سوارى</w:t>
      </w:r>
      <w:bookmarkEnd w:id="410"/>
    </w:p>
    <w:p w:rsidR="00A679DB" w:rsidRDefault="00A679DB" w:rsidP="00A679DB">
      <w:pPr>
        <w:pStyle w:val="libNormal"/>
        <w:rPr>
          <w:rtl/>
        </w:rPr>
      </w:pPr>
      <w:r>
        <w:rPr>
          <w:rtl/>
        </w:rPr>
        <w:t xml:space="preserve">حديث : ١ ابى رحمه الله قال حدثنا سعد بن عبدالله عن احمد بن ابى عبدالله عن محمد بن عيسى اليقطينى عن الدهقان عن درست عن ابراهيم بن عبدالحميد عن ابى الحسن </w:t>
      </w:r>
      <w:r w:rsidRPr="00A57EAE">
        <w:rPr>
          <w:rStyle w:val="libAlaemChar"/>
          <w:rtl/>
        </w:rPr>
        <w:t>عليه‌السلام</w:t>
      </w:r>
      <w:r>
        <w:rPr>
          <w:rtl/>
        </w:rPr>
        <w:t xml:space="preserve"> قال قال رسول الله </w:t>
      </w:r>
      <w:r w:rsidR="00E60DFB" w:rsidRPr="00A57EAE">
        <w:rPr>
          <w:rStyle w:val="libAlaemChar"/>
          <w:rtl/>
        </w:rPr>
        <w:t>صلى‌الله‌عليه‌وآله</w:t>
      </w:r>
      <w:r w:rsidR="00E60DFB">
        <w:rPr>
          <w:rtl/>
        </w:rPr>
        <w:t xml:space="preserve"> </w:t>
      </w:r>
      <w:r>
        <w:rPr>
          <w:rtl/>
        </w:rPr>
        <w:t>اذا ركب الرجل الدابه و سمى ردفه ملك يحفظه حتى ينزل فان ركب و لم يسم ردفه شيطان فيقول له تغن فان قال لا احسن قال له تمن فلا يزال يتمنى حتى ينزل و قال من قال اذا ركب الدابه بسم الله و لا حول و لا قوه الا بالله الحمدلله الذى هدانا لهذا و سبحان الذى سخر لنا هذا و ماكنا له مقرنين الا حفظت له نفسهه و دابته حتى ينزل .</w:t>
      </w:r>
    </w:p>
    <w:p w:rsidR="00A679DB" w:rsidRDefault="00A679DB" w:rsidP="00A679DB">
      <w:pPr>
        <w:pStyle w:val="libNormal"/>
        <w:rPr>
          <w:rtl/>
        </w:rPr>
      </w:pPr>
      <w:r>
        <w:rPr>
          <w:rtl/>
        </w:rPr>
        <w:t>ترجمه :</w:t>
      </w:r>
    </w:p>
    <w:p w:rsidR="00A679DB" w:rsidRDefault="00A679DB" w:rsidP="00A57EAE">
      <w:pPr>
        <w:pStyle w:val="libNormal"/>
        <w:rPr>
          <w:rtl/>
        </w:rPr>
      </w:pPr>
      <w:r>
        <w:rPr>
          <w:rtl/>
        </w:rPr>
        <w:t xml:space="preserve">١. امام كاظم </w:t>
      </w:r>
      <w:r w:rsidRPr="00A57EAE">
        <w:rPr>
          <w:rStyle w:val="libAlaemChar"/>
          <w:rtl/>
        </w:rPr>
        <w:t>عليه‌السلام</w:t>
      </w:r>
      <w:r>
        <w:rPr>
          <w:rtl/>
        </w:rPr>
        <w:t xml:space="preserve"> نقل مى نمايند كه رسول خدا </w:t>
      </w:r>
      <w:r w:rsidR="00E60DFB" w:rsidRPr="00A57EAE">
        <w:rPr>
          <w:rStyle w:val="libAlaemChar"/>
          <w:rtl/>
        </w:rPr>
        <w:t>صلى‌الله‌عليه‌وآله</w:t>
      </w:r>
      <w:r w:rsidR="00E60DFB">
        <w:rPr>
          <w:rtl/>
        </w:rPr>
        <w:t xml:space="preserve"> </w:t>
      </w:r>
      <w:r>
        <w:rPr>
          <w:rtl/>
        </w:rPr>
        <w:t xml:space="preserve">فرمودند: اگر مردى سوار چهارپا شود و نام خداا را ببرد، فرشته اى پشت سر او سوار شده و او را تا هنگام پياده شدن محافظت مى نمايد و اگر هنگاام سوار شدن نام خدا را نبرد، شيطانى پشت سر او سوار شده و به او مى گويد آواز بخوان . اگر بگويد بلد نيستم ، مى گويد: آرزو كن . و او پيوسته آرزو مى كند تا پياده شودو نيز فرمودند: كسى كه وقتى سوار چهارپا شد. نمى گويد «بسم الله و لا حول و لا قوه الا بالله الحمدلله الذى هدانا لهذا و سبحان الذى سخر لنا هذا و ما كنا له مقرنين» </w:t>
      </w:r>
      <w:r w:rsidRPr="00A57EAE">
        <w:rPr>
          <w:rStyle w:val="libFootnotenumChar"/>
          <w:rtl/>
        </w:rPr>
        <w:t>(١١٩)،</w:t>
      </w:r>
      <w:r>
        <w:rPr>
          <w:rtl/>
        </w:rPr>
        <w:t xml:space="preserve"> مگر اين كه خود و چهارپايش تا زمانى كه پياده شوند محفوظ مى مانند.</w:t>
      </w:r>
    </w:p>
    <w:p w:rsidR="00A679DB" w:rsidRDefault="00A57EAE" w:rsidP="00A57EAE">
      <w:pPr>
        <w:pStyle w:val="Heading2"/>
        <w:rPr>
          <w:rtl/>
        </w:rPr>
      </w:pPr>
      <w:r>
        <w:rPr>
          <w:rtl/>
        </w:rPr>
        <w:br w:type="page"/>
      </w:r>
      <w:bookmarkStart w:id="411" w:name="_Toc449617468"/>
      <w:r w:rsidR="00A679DB">
        <w:rPr>
          <w:rtl/>
        </w:rPr>
        <w:lastRenderedPageBreak/>
        <w:t>حديثى درباره چهارپا</w:t>
      </w:r>
      <w:bookmarkEnd w:id="411"/>
    </w:p>
    <w:p w:rsidR="00A679DB" w:rsidRDefault="00A679DB" w:rsidP="00A679DB">
      <w:pPr>
        <w:pStyle w:val="libNormal"/>
        <w:rPr>
          <w:rtl/>
        </w:rPr>
      </w:pPr>
      <w:r>
        <w:rPr>
          <w:rtl/>
        </w:rPr>
        <w:t xml:space="preserve">حديث : ١ حدثنى محمد بن الحسن رضى الله عنهه عن محمد بن الحسن الصفار عن يعقوب بن يزيد عن محمد بن مرازم عن ابيه عن ابى عبدالله </w:t>
      </w:r>
      <w:r w:rsidRPr="00A57EAE">
        <w:rPr>
          <w:rStyle w:val="libAlaemChar"/>
          <w:rtl/>
        </w:rPr>
        <w:t>عليه‌السلام</w:t>
      </w:r>
      <w:r>
        <w:rPr>
          <w:rtl/>
        </w:rPr>
        <w:t xml:space="preserve"> قال قال رسول الله </w:t>
      </w:r>
      <w:r w:rsidR="00E60DFB" w:rsidRPr="00A57EAE">
        <w:rPr>
          <w:rStyle w:val="libAlaemChar"/>
          <w:rtl/>
        </w:rPr>
        <w:t>صلى‌الله‌عليه‌وآله</w:t>
      </w:r>
      <w:r w:rsidR="00E60DFB">
        <w:rPr>
          <w:rtl/>
        </w:rPr>
        <w:t xml:space="preserve"> </w:t>
      </w:r>
      <w:r>
        <w:rPr>
          <w:rtl/>
        </w:rPr>
        <w:t>ما من داابه عرف بها خمس وقفات الا كانت من نعم الجنه .</w:t>
      </w:r>
    </w:p>
    <w:p w:rsidR="00A679DB" w:rsidRDefault="00A679DB" w:rsidP="00A679DB">
      <w:pPr>
        <w:pStyle w:val="libNormal"/>
        <w:rPr>
          <w:rtl/>
        </w:rPr>
      </w:pPr>
      <w:r>
        <w:rPr>
          <w:rtl/>
        </w:rPr>
        <w:t>ترجمه :</w:t>
      </w:r>
    </w:p>
    <w:p w:rsidR="00A679DB" w:rsidRDefault="00A679DB" w:rsidP="00A57EAE">
      <w:pPr>
        <w:pStyle w:val="libNormal"/>
        <w:rPr>
          <w:rtl/>
        </w:rPr>
      </w:pPr>
      <w:r>
        <w:rPr>
          <w:rtl/>
        </w:rPr>
        <w:t xml:space="preserve">١. امام صادق </w:t>
      </w:r>
      <w:r w:rsidRPr="00A57EAE">
        <w:rPr>
          <w:rStyle w:val="libAlaemChar"/>
          <w:rtl/>
        </w:rPr>
        <w:t>عليه‌السلام</w:t>
      </w:r>
      <w:r>
        <w:rPr>
          <w:rtl/>
        </w:rPr>
        <w:t xml:space="preserve"> نقل مى نمايند كه رسول خدا </w:t>
      </w:r>
      <w:r w:rsidR="00E60DFB" w:rsidRPr="00A57EAE">
        <w:rPr>
          <w:rStyle w:val="libAlaemChar"/>
          <w:rtl/>
        </w:rPr>
        <w:t>صلى‌الله‌عليه‌وآله</w:t>
      </w:r>
      <w:r w:rsidR="00E60DFB">
        <w:rPr>
          <w:rtl/>
        </w:rPr>
        <w:t xml:space="preserve"> </w:t>
      </w:r>
      <w:r>
        <w:rPr>
          <w:rtl/>
        </w:rPr>
        <w:t xml:space="preserve">فرمودند: چهارپايى نيست كه چهار بار با آن به مواقف حج رفته باشند، مگر اين كه </w:t>
      </w:r>
      <w:r w:rsidR="00A57EAE">
        <w:rPr>
          <w:rFonts w:hint="cs"/>
          <w:rtl/>
        </w:rPr>
        <w:t>آ</w:t>
      </w:r>
      <w:r>
        <w:rPr>
          <w:rtl/>
        </w:rPr>
        <w:t>ن شتر از شتران بهشتى است .</w:t>
      </w:r>
    </w:p>
    <w:p w:rsidR="00A679DB" w:rsidRDefault="00A679DB" w:rsidP="00A679DB">
      <w:pPr>
        <w:pStyle w:val="libNormal"/>
        <w:rPr>
          <w:rtl/>
        </w:rPr>
      </w:pPr>
    </w:p>
    <w:p w:rsidR="00A679DB" w:rsidRDefault="00A679DB" w:rsidP="00A679DB">
      <w:pPr>
        <w:pStyle w:val="libNormal"/>
        <w:rPr>
          <w:rtl/>
        </w:rPr>
      </w:pPr>
      <w:r>
        <w:rPr>
          <w:rtl/>
        </w:rPr>
        <w:t>ثواب الحمى</w:t>
      </w:r>
    </w:p>
    <w:p w:rsidR="00A679DB" w:rsidRDefault="00A57EAE" w:rsidP="00A679DB">
      <w:pPr>
        <w:pStyle w:val="libNormal"/>
        <w:rPr>
          <w:rtl/>
        </w:rPr>
      </w:pPr>
      <w:r>
        <w:rPr>
          <w:rtl/>
        </w:rPr>
        <w:br w:type="page"/>
      </w:r>
    </w:p>
    <w:p w:rsidR="00A679DB" w:rsidRDefault="00A679DB" w:rsidP="00A57EAE">
      <w:pPr>
        <w:pStyle w:val="Heading2"/>
        <w:rPr>
          <w:rtl/>
        </w:rPr>
      </w:pPr>
      <w:bookmarkStart w:id="412" w:name="_Toc449617469"/>
      <w:r>
        <w:rPr>
          <w:rtl/>
        </w:rPr>
        <w:t>ثواب تب</w:t>
      </w:r>
      <w:bookmarkEnd w:id="412"/>
    </w:p>
    <w:p w:rsidR="00A679DB" w:rsidRDefault="00A679DB" w:rsidP="00A679DB">
      <w:pPr>
        <w:pStyle w:val="libNormal"/>
        <w:rPr>
          <w:rtl/>
        </w:rPr>
      </w:pPr>
      <w:r>
        <w:rPr>
          <w:rtl/>
        </w:rPr>
        <w:t xml:space="preserve">حديث : ١ ابى رحمه الله قال حدثنى احمد بن ادريس عن محمد بن احمد عن الهيثم بن ابى مسروق عن شيخ من اصحابنا يكينى بابى عبدالله عن رجل عن ابى عبدالله </w:t>
      </w:r>
      <w:r w:rsidRPr="00A57EAE">
        <w:rPr>
          <w:rStyle w:val="libAlaemChar"/>
          <w:rtl/>
        </w:rPr>
        <w:t>عليه‌السلام</w:t>
      </w:r>
      <w:r>
        <w:rPr>
          <w:rtl/>
        </w:rPr>
        <w:t xml:space="preserve"> قال قال رسول اللهه </w:t>
      </w:r>
      <w:r w:rsidR="00E60DFB" w:rsidRPr="00A57EAE">
        <w:rPr>
          <w:rStyle w:val="libAlaemChar"/>
          <w:rtl/>
        </w:rPr>
        <w:t>صلى‌الله‌عليه‌وآله</w:t>
      </w:r>
      <w:r w:rsidR="00E60DFB">
        <w:rPr>
          <w:rtl/>
        </w:rPr>
        <w:t xml:space="preserve"> </w:t>
      </w:r>
      <w:r>
        <w:rPr>
          <w:rtl/>
        </w:rPr>
        <w:t>الحمى رائد الموت و سجن الله فى ارضه و فورها و حرها من جهنم و هى حظ كل مومن من النار.</w:t>
      </w:r>
    </w:p>
    <w:p w:rsidR="00A679DB" w:rsidRDefault="00A679DB" w:rsidP="00A679DB">
      <w:pPr>
        <w:pStyle w:val="libNormal"/>
        <w:rPr>
          <w:rtl/>
        </w:rPr>
      </w:pPr>
      <w:r>
        <w:rPr>
          <w:rtl/>
        </w:rPr>
        <w:t>ترجمه :</w:t>
      </w:r>
    </w:p>
    <w:p w:rsidR="00A679DB" w:rsidRDefault="00A679DB" w:rsidP="00A57EAE">
      <w:pPr>
        <w:pStyle w:val="libNormal"/>
        <w:rPr>
          <w:rtl/>
        </w:rPr>
      </w:pPr>
      <w:r>
        <w:rPr>
          <w:rtl/>
        </w:rPr>
        <w:t xml:space="preserve">١. امام صادق </w:t>
      </w:r>
      <w:r w:rsidRPr="00A57EAE">
        <w:rPr>
          <w:rStyle w:val="libAlaemChar"/>
          <w:rtl/>
        </w:rPr>
        <w:t>عليه‌السلام</w:t>
      </w:r>
      <w:r>
        <w:rPr>
          <w:rtl/>
        </w:rPr>
        <w:t xml:space="preserve"> نقل نمودند كه رسول خدا </w:t>
      </w:r>
      <w:r w:rsidR="00A57EAE" w:rsidRPr="00A57EAE">
        <w:rPr>
          <w:rStyle w:val="libAlaemChar"/>
          <w:rtl/>
        </w:rPr>
        <w:t>صلى‌الله‌عليه‌وآله</w:t>
      </w:r>
      <w:r w:rsidR="00A57EAE">
        <w:rPr>
          <w:rtl/>
        </w:rPr>
        <w:t xml:space="preserve"> </w:t>
      </w:r>
      <w:r>
        <w:rPr>
          <w:rtl/>
        </w:rPr>
        <w:t xml:space="preserve">فرمودند: تب جاسوس مرگ ، و زندان خدا در زمينش مى باشد. جوشيدن و حرارت </w:t>
      </w:r>
      <w:r w:rsidR="00A57EAE">
        <w:rPr>
          <w:rFonts w:hint="cs"/>
          <w:rtl/>
        </w:rPr>
        <w:t>آ</w:t>
      </w:r>
      <w:r>
        <w:rPr>
          <w:rtl/>
        </w:rPr>
        <w:t>ن از جهنم ، و بهره هر مومنى از جهنم ، تب مى باشد.</w:t>
      </w:r>
    </w:p>
    <w:p w:rsidR="00A679DB" w:rsidRDefault="00A679DB" w:rsidP="00A679DB">
      <w:pPr>
        <w:pStyle w:val="libNormal"/>
        <w:rPr>
          <w:rtl/>
        </w:rPr>
      </w:pPr>
      <w:r>
        <w:rPr>
          <w:rtl/>
        </w:rPr>
        <w:t>حديث : ٢ حدثنى محمد بن الحسن رضى الله عنه عن محمد بن الحسن الصفار عن على بن محمد القاشانى عن القاسم بن محمد عن سليمان بن داود عن سفيان بن عيينه عن الزهرى عن على بن الحسين عليهما السلام قال نعم الوجع الحمى تعطى كل عضو قسطه من البلاء و لا خير فيمن لا يبتلى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زين العابدين </w:t>
      </w:r>
      <w:r w:rsidRPr="00A57EAE">
        <w:rPr>
          <w:rStyle w:val="libAlaemChar"/>
          <w:rtl/>
        </w:rPr>
        <w:t>عليه‌السلام</w:t>
      </w:r>
      <w:r>
        <w:rPr>
          <w:rtl/>
        </w:rPr>
        <w:t xml:space="preserve"> فرمودند: تب بيمارى خوبى است ، بهره هر عضوى از بلا را به آن مى دهد. در كسى كه به بلايى گرفتار نشود خيرى نيست .</w:t>
      </w:r>
    </w:p>
    <w:p w:rsidR="00A679DB" w:rsidRDefault="00A679DB" w:rsidP="00A679DB">
      <w:pPr>
        <w:pStyle w:val="libNormal"/>
        <w:rPr>
          <w:rtl/>
        </w:rPr>
      </w:pPr>
      <w:r>
        <w:rPr>
          <w:rtl/>
        </w:rPr>
        <w:t xml:space="preserve">حديث : ٣ حدثنى الحسين بن احمد رحمه الله عن ابيه عن محمد بن احمد قال حدثنى يوسف بن اسماعيل باسناد له قال قال ان الومن اذا حم حمى واحده تناثرت الذنوب منه كورق الشجر فان ان على فراشه فانينه تسبيح و صياحه تهليل و تقلبه على فراشه كمن يضرب بسيفه فى سبيل اللهه فان اقبل يعبدالله </w:t>
      </w:r>
      <w:r>
        <w:rPr>
          <w:rtl/>
        </w:rPr>
        <w:lastRenderedPageBreak/>
        <w:t>هبين اخوانه و اصحاابه كان مغفورا له فطوبى له ان تاب و ويل له ان عاد و العافيه احب الينا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معصوم </w:t>
      </w:r>
      <w:r w:rsidRPr="00A57EAE">
        <w:rPr>
          <w:rStyle w:val="libAlaemChar"/>
          <w:rtl/>
        </w:rPr>
        <w:t>عليه‌السلام</w:t>
      </w:r>
      <w:r>
        <w:rPr>
          <w:rtl/>
        </w:rPr>
        <w:t xml:space="preserve"> مى فرمايند: همانا هنگامى كه مومن يك بار تب كند، گناهان مانند برگ درخت از او مى ريزند و اگر بر بستر خود ناله كند، ناله او تسبيح و فرياد او تهليل است . ثواب غلتيدن او در بستر نيز ثواب كسى است كه در راه خدا شمشير مى زند و و اگر در ميان برادران و يارانش خداوند را عبادت كند، آمرزيده مى شود. خوشا به حال او، اگر توبه كند و بدا بحال او، اگر توبه اش را بكشند و به هر حال ما سلامتى را بيشتر دوست داريم .</w:t>
      </w:r>
    </w:p>
    <w:p w:rsidR="00A679DB" w:rsidRDefault="00A679DB" w:rsidP="00A679DB">
      <w:pPr>
        <w:pStyle w:val="libNormal"/>
        <w:rPr>
          <w:rtl/>
        </w:rPr>
      </w:pPr>
    </w:p>
    <w:p w:rsidR="00A679DB" w:rsidRDefault="00A679DB" w:rsidP="00A679DB">
      <w:pPr>
        <w:pStyle w:val="libNormal"/>
        <w:rPr>
          <w:rtl/>
        </w:rPr>
      </w:pPr>
      <w:r>
        <w:rPr>
          <w:rtl/>
        </w:rPr>
        <w:t>ثواب حمى ليله</w:t>
      </w:r>
    </w:p>
    <w:p w:rsidR="00A679DB" w:rsidRDefault="00A57EAE" w:rsidP="00A679DB">
      <w:pPr>
        <w:pStyle w:val="libNormal"/>
        <w:rPr>
          <w:rtl/>
        </w:rPr>
      </w:pPr>
      <w:r>
        <w:rPr>
          <w:rtl/>
        </w:rPr>
        <w:br w:type="page"/>
      </w:r>
    </w:p>
    <w:p w:rsidR="00A679DB" w:rsidRDefault="00A679DB" w:rsidP="00A57EAE">
      <w:pPr>
        <w:pStyle w:val="Heading2"/>
        <w:rPr>
          <w:rtl/>
        </w:rPr>
      </w:pPr>
      <w:bookmarkStart w:id="413" w:name="_Toc449617470"/>
      <w:r>
        <w:rPr>
          <w:rtl/>
        </w:rPr>
        <w:t>ثواب تب يك شب</w:t>
      </w:r>
      <w:bookmarkEnd w:id="413"/>
    </w:p>
    <w:p w:rsidR="00A679DB" w:rsidRDefault="00A679DB" w:rsidP="00A679DB">
      <w:pPr>
        <w:pStyle w:val="libNormal"/>
        <w:rPr>
          <w:rtl/>
        </w:rPr>
      </w:pPr>
      <w:r>
        <w:rPr>
          <w:rtl/>
        </w:rPr>
        <w:t xml:space="preserve">حديث : ١ حدثنى محمد بن الحسن رضى الله عنه قال حدثنى سعد بن عبدالله عن القاسم بن محمد عن سليمان بن داود عن سفيان بن عيينه عن الزهرى قال سمعت على بن الحسين زين العابدين </w:t>
      </w:r>
      <w:r w:rsidRPr="00A57EAE">
        <w:rPr>
          <w:rStyle w:val="libAlaemChar"/>
          <w:rtl/>
        </w:rPr>
        <w:t>عليه‌السلام</w:t>
      </w:r>
      <w:r>
        <w:rPr>
          <w:rtl/>
        </w:rPr>
        <w:t xml:space="preserve"> يقول حمى ليله كفاره سنه و ذلك لان المها يبقى فى الجسد سنه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شنيدم كه امام زين العابدين </w:t>
      </w:r>
      <w:r w:rsidRPr="00A57EAE">
        <w:rPr>
          <w:rStyle w:val="libAlaemChar"/>
          <w:rtl/>
        </w:rPr>
        <w:t>عليه‌السلام</w:t>
      </w:r>
      <w:r>
        <w:rPr>
          <w:rtl/>
        </w:rPr>
        <w:t xml:space="preserve"> فرمودند :تب يك شب كفاره گناهان يك سال است . به اين جهت كه درد آن تا يك سال در بدن باقى است .</w:t>
      </w:r>
    </w:p>
    <w:p w:rsidR="00A679DB" w:rsidRDefault="00A679DB" w:rsidP="00A679DB">
      <w:pPr>
        <w:pStyle w:val="libNormal"/>
        <w:rPr>
          <w:rtl/>
        </w:rPr>
      </w:pPr>
      <w:r>
        <w:rPr>
          <w:rtl/>
        </w:rPr>
        <w:t xml:space="preserve">حديث : ٢ ابى رحمه اللهه قال حدثنا عبدالله بن جعفر الحميرى عن محمد بن الحسين بن ابى الحطاب عن الحكم بن مسكين عن محمد بن مروان عن ابى عبدالله </w:t>
      </w:r>
      <w:r w:rsidRPr="00A57EAE">
        <w:rPr>
          <w:rStyle w:val="libAlaemChar"/>
          <w:rtl/>
        </w:rPr>
        <w:t>عليه‌السلام</w:t>
      </w:r>
      <w:r>
        <w:rPr>
          <w:rtl/>
        </w:rPr>
        <w:t xml:space="preserve"> قال حمى ليله كفاره لما قبلها و لمابعدها.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A57EAE">
        <w:rPr>
          <w:rStyle w:val="libAlaemChar"/>
          <w:rtl/>
        </w:rPr>
        <w:t>عليه‌السلام</w:t>
      </w:r>
      <w:r>
        <w:rPr>
          <w:rtl/>
        </w:rPr>
        <w:t xml:space="preserve"> فرمودند: يك شب تب كفاره گناهان قبل و بعد از آن است .</w:t>
      </w:r>
    </w:p>
    <w:p w:rsidR="00A679DB" w:rsidRDefault="00A679DB" w:rsidP="00A679DB">
      <w:pPr>
        <w:pStyle w:val="libNormal"/>
        <w:rPr>
          <w:rtl/>
        </w:rPr>
      </w:pPr>
    </w:p>
    <w:p w:rsidR="00A679DB" w:rsidRDefault="00A679DB" w:rsidP="00A679DB">
      <w:pPr>
        <w:pStyle w:val="libNormal"/>
        <w:rPr>
          <w:rtl/>
        </w:rPr>
      </w:pPr>
      <w:r>
        <w:rPr>
          <w:rtl/>
        </w:rPr>
        <w:t>ثواب من اشتكى ليله فقبلها بقبولها و ادى الى الله شكرها</w:t>
      </w:r>
    </w:p>
    <w:p w:rsidR="00A679DB" w:rsidRDefault="00A57EAE" w:rsidP="00A679DB">
      <w:pPr>
        <w:pStyle w:val="libNormal"/>
        <w:rPr>
          <w:rtl/>
        </w:rPr>
      </w:pPr>
      <w:r>
        <w:rPr>
          <w:rtl/>
        </w:rPr>
        <w:br w:type="page"/>
      </w:r>
    </w:p>
    <w:p w:rsidR="00A679DB" w:rsidRDefault="00A679DB" w:rsidP="00A57EAE">
      <w:pPr>
        <w:pStyle w:val="Heading2"/>
        <w:rPr>
          <w:rtl/>
        </w:rPr>
      </w:pPr>
      <w:bookmarkStart w:id="414" w:name="_Toc449617471"/>
      <w:r>
        <w:rPr>
          <w:rtl/>
        </w:rPr>
        <w:t>ثواب پذيرفتن مرض يك شب ، آن گونه كه بايد و بجا آوردن شكر آن</w:t>
      </w:r>
      <w:bookmarkEnd w:id="414"/>
    </w:p>
    <w:p w:rsidR="00A679DB" w:rsidRDefault="00A679DB" w:rsidP="00A679DB">
      <w:pPr>
        <w:pStyle w:val="libNormal"/>
        <w:rPr>
          <w:rtl/>
        </w:rPr>
      </w:pPr>
      <w:r>
        <w:rPr>
          <w:rtl/>
        </w:rPr>
        <w:t xml:space="preserve">حديث : ١ حدثنى محمد بن الحسن رضى الله عنه عن محمد بن الحسن الصفار عن العباس بن معروف عن الحسن بن على بن فضال عن ظريف بن ناصح عن ابى عبدالرحمن عن ابى عبدالله </w:t>
      </w:r>
      <w:r w:rsidRPr="00A57EAE">
        <w:rPr>
          <w:rStyle w:val="libAlaemChar"/>
          <w:rtl/>
        </w:rPr>
        <w:t>عليه‌السلام</w:t>
      </w:r>
      <w:r>
        <w:rPr>
          <w:rtl/>
        </w:rPr>
        <w:t xml:space="preserve"> قال سمعته يقول من اشتكى ليله فقبلها بقبولها و ادى الى الله شكرها كانت له كفاره ستين سنه قال قلت و ما معنى قبلها بقبولها قال صبر على ما كان فيها.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شنيدم كه امام صادق </w:t>
      </w:r>
      <w:r w:rsidRPr="00A57EAE">
        <w:rPr>
          <w:rStyle w:val="libAlaemChar"/>
          <w:rtl/>
        </w:rPr>
        <w:t>عليه‌السلام</w:t>
      </w:r>
      <w:r>
        <w:rPr>
          <w:rtl/>
        </w:rPr>
        <w:t xml:space="preserve"> فرمودند: كسى كه يك شب مريض شود و آن گونه كه بايد آن را بپذيرد و به درگاه خداوند شكر آن را به جا آورد، كفاره ، گناهان شصت سال او خواهد بود. راوى مى گويد: پرسيدم آن گونه كه بايد بپذيرد يعنى چه ؟ در مقابل رنجهاى آن صبر كند.</w:t>
      </w:r>
    </w:p>
    <w:p w:rsidR="00A679DB" w:rsidRDefault="00A679DB" w:rsidP="00A679DB">
      <w:pPr>
        <w:pStyle w:val="libNormal"/>
        <w:rPr>
          <w:rtl/>
        </w:rPr>
      </w:pPr>
    </w:p>
    <w:p w:rsidR="00A679DB" w:rsidRDefault="00A679DB" w:rsidP="00A679DB">
      <w:pPr>
        <w:pStyle w:val="libNormal"/>
        <w:rPr>
          <w:rtl/>
        </w:rPr>
      </w:pPr>
      <w:r>
        <w:rPr>
          <w:rtl/>
        </w:rPr>
        <w:t>ثواب المرض</w:t>
      </w:r>
    </w:p>
    <w:p w:rsidR="00A679DB" w:rsidRDefault="00A57EAE" w:rsidP="00A679DB">
      <w:pPr>
        <w:pStyle w:val="libNormal"/>
        <w:rPr>
          <w:rtl/>
        </w:rPr>
      </w:pPr>
      <w:r>
        <w:rPr>
          <w:rtl/>
        </w:rPr>
        <w:br w:type="page"/>
      </w:r>
    </w:p>
    <w:p w:rsidR="00A679DB" w:rsidRDefault="00A679DB" w:rsidP="00A57EAE">
      <w:pPr>
        <w:pStyle w:val="Heading2"/>
        <w:rPr>
          <w:rtl/>
        </w:rPr>
      </w:pPr>
      <w:bookmarkStart w:id="415" w:name="_Toc449617472"/>
      <w:r>
        <w:rPr>
          <w:rtl/>
        </w:rPr>
        <w:t>ثواب بيمارى</w:t>
      </w:r>
      <w:bookmarkEnd w:id="415"/>
    </w:p>
    <w:p w:rsidR="00A679DB" w:rsidRDefault="00A679DB" w:rsidP="00A679DB">
      <w:pPr>
        <w:pStyle w:val="libNormal"/>
        <w:rPr>
          <w:rtl/>
        </w:rPr>
      </w:pPr>
      <w:r>
        <w:rPr>
          <w:rtl/>
        </w:rPr>
        <w:t xml:space="preserve">حديث : ١ حدثنى احمد بن محمد رضى الله عنه عن ابيه عن محمد بن احمد عن ابراهيم بن اسحاق عن عبدالله بن احمد عن محمد بن سنان عن الرضا </w:t>
      </w:r>
      <w:r w:rsidRPr="00A57EAE">
        <w:rPr>
          <w:rStyle w:val="libAlaemChar"/>
          <w:rtl/>
        </w:rPr>
        <w:t>عليه‌السلام</w:t>
      </w:r>
      <w:r>
        <w:rPr>
          <w:rtl/>
        </w:rPr>
        <w:t xml:space="preserve"> قال المرض للمومن تطهير و رحمه هو للكافر تعذيب و لعنه و ان المرض لا يزال بالمومن حتى لا يكون عليه ذنب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رضا </w:t>
      </w:r>
      <w:r w:rsidRPr="00A57EAE">
        <w:rPr>
          <w:rStyle w:val="libAlaemChar"/>
          <w:rtl/>
        </w:rPr>
        <w:t>عليه‌السلام</w:t>
      </w:r>
      <w:r>
        <w:rPr>
          <w:rtl/>
        </w:rPr>
        <w:t xml:space="preserve"> فرمودند: بيمارى مومن را پاك نموده و براى او رحمت است ، كافر را شكنجه داده و براى او نعمت است همانا بيمارى آن قدر با مومن خواهد بود تا از همه گناهان پاك شود.</w:t>
      </w:r>
    </w:p>
    <w:p w:rsidR="00A679DB" w:rsidRDefault="00A679DB" w:rsidP="00A679DB">
      <w:pPr>
        <w:pStyle w:val="libNormal"/>
        <w:rPr>
          <w:rtl/>
        </w:rPr>
      </w:pPr>
    </w:p>
    <w:p w:rsidR="00A679DB" w:rsidRDefault="00A679DB" w:rsidP="00A679DB">
      <w:pPr>
        <w:pStyle w:val="libNormal"/>
        <w:rPr>
          <w:rtl/>
        </w:rPr>
      </w:pPr>
      <w:r>
        <w:rPr>
          <w:rtl/>
        </w:rPr>
        <w:t>ثواب صداع ليله</w:t>
      </w:r>
    </w:p>
    <w:p w:rsidR="00A679DB" w:rsidRDefault="00A57EAE" w:rsidP="00A679DB">
      <w:pPr>
        <w:pStyle w:val="libNormal"/>
        <w:rPr>
          <w:rtl/>
        </w:rPr>
      </w:pPr>
      <w:r>
        <w:rPr>
          <w:rtl/>
        </w:rPr>
        <w:br w:type="page"/>
      </w:r>
    </w:p>
    <w:p w:rsidR="00A679DB" w:rsidRDefault="00A679DB" w:rsidP="00A57EAE">
      <w:pPr>
        <w:pStyle w:val="Heading2"/>
        <w:rPr>
          <w:rtl/>
        </w:rPr>
      </w:pPr>
      <w:bookmarkStart w:id="416" w:name="_Toc449617473"/>
      <w:r>
        <w:rPr>
          <w:rtl/>
        </w:rPr>
        <w:t>ثواب سردرد يك شب</w:t>
      </w:r>
      <w:bookmarkEnd w:id="416"/>
    </w:p>
    <w:p w:rsidR="00A679DB" w:rsidRDefault="00A679DB" w:rsidP="00A679DB">
      <w:pPr>
        <w:pStyle w:val="libNormal"/>
        <w:rPr>
          <w:rtl/>
        </w:rPr>
      </w:pPr>
      <w:r>
        <w:rPr>
          <w:rtl/>
        </w:rPr>
        <w:t xml:space="preserve">حديث : ١ ابى رحمه الله هقال حدثنى احمد بن ادريس عن محمد بن احمد عن محمد بن الاصبغ عن اسماعيل بن مهران عن سعدان بن مسلم عن ابى عبدالله </w:t>
      </w:r>
      <w:r w:rsidRPr="00A57EAE">
        <w:rPr>
          <w:rStyle w:val="libAlaemChar"/>
          <w:rtl/>
        </w:rPr>
        <w:t>عليه‌السلام</w:t>
      </w:r>
      <w:r>
        <w:rPr>
          <w:rtl/>
        </w:rPr>
        <w:t xml:space="preserve"> قال صداع ليله تحط كل خطيئه الا الكبائر</w:t>
      </w:r>
    </w:p>
    <w:p w:rsidR="00A679DB" w:rsidRDefault="00A679DB" w:rsidP="00A679DB">
      <w:pPr>
        <w:pStyle w:val="libNormal"/>
        <w:rPr>
          <w:rtl/>
        </w:rPr>
      </w:pPr>
      <w:r>
        <w:rPr>
          <w:rtl/>
        </w:rPr>
        <w:t>ترجمه :</w:t>
      </w:r>
    </w:p>
    <w:p w:rsidR="00A679DB" w:rsidRDefault="00A679DB" w:rsidP="00A57EAE">
      <w:pPr>
        <w:pStyle w:val="libNormal"/>
        <w:rPr>
          <w:rtl/>
        </w:rPr>
      </w:pPr>
      <w:r>
        <w:rPr>
          <w:rtl/>
        </w:rPr>
        <w:t xml:space="preserve">١. امام صادق </w:t>
      </w:r>
      <w:r w:rsidRPr="00A57EAE">
        <w:rPr>
          <w:rStyle w:val="libAlaemChar"/>
          <w:rtl/>
        </w:rPr>
        <w:t>عليه‌السلام</w:t>
      </w:r>
      <w:r>
        <w:rPr>
          <w:rtl/>
        </w:rPr>
        <w:t xml:space="preserve"> فرمودند</w:t>
      </w:r>
      <w:r w:rsidR="00A57EAE">
        <w:rPr>
          <w:rFonts w:hint="cs"/>
          <w:rtl/>
        </w:rPr>
        <w:t>:</w:t>
      </w:r>
      <w:r>
        <w:rPr>
          <w:rtl/>
        </w:rPr>
        <w:t xml:space="preserve"> سر درد</w:t>
      </w:r>
      <w:r w:rsidR="00A57EAE" w:rsidRPr="00A57EAE">
        <w:rPr>
          <w:rtl/>
        </w:rPr>
        <w:t xml:space="preserve"> </w:t>
      </w:r>
      <w:r w:rsidR="00A57EAE">
        <w:rPr>
          <w:rtl/>
        </w:rPr>
        <w:t>شب</w:t>
      </w:r>
      <w:r>
        <w:rPr>
          <w:rtl/>
        </w:rPr>
        <w:t xml:space="preserve"> همه گناهان جز گناهان كبيره را مى ريزد.</w:t>
      </w:r>
    </w:p>
    <w:p w:rsidR="00A679DB" w:rsidRDefault="00A679DB" w:rsidP="00A679DB">
      <w:pPr>
        <w:pStyle w:val="libNormal"/>
        <w:rPr>
          <w:rtl/>
        </w:rPr>
      </w:pPr>
    </w:p>
    <w:p w:rsidR="00A679DB" w:rsidRDefault="00A679DB" w:rsidP="00A679DB">
      <w:pPr>
        <w:pStyle w:val="libNormal"/>
        <w:rPr>
          <w:rtl/>
        </w:rPr>
      </w:pPr>
      <w:r>
        <w:rPr>
          <w:rtl/>
        </w:rPr>
        <w:t>ثواب المريض</w:t>
      </w:r>
    </w:p>
    <w:p w:rsidR="00A679DB" w:rsidRDefault="00CE01EB" w:rsidP="00A679DB">
      <w:pPr>
        <w:pStyle w:val="libNormal"/>
        <w:rPr>
          <w:rtl/>
        </w:rPr>
      </w:pPr>
      <w:r>
        <w:rPr>
          <w:rtl/>
        </w:rPr>
        <w:br w:type="page"/>
      </w:r>
    </w:p>
    <w:p w:rsidR="00A679DB" w:rsidRDefault="00A679DB" w:rsidP="00CE01EB">
      <w:pPr>
        <w:pStyle w:val="Heading2"/>
        <w:rPr>
          <w:rtl/>
        </w:rPr>
      </w:pPr>
      <w:bookmarkStart w:id="417" w:name="_Toc449617474"/>
      <w:r>
        <w:rPr>
          <w:rtl/>
        </w:rPr>
        <w:t>ثواب بيمار</w:t>
      </w:r>
      <w:bookmarkEnd w:id="417"/>
    </w:p>
    <w:p w:rsidR="00A679DB" w:rsidRDefault="00A679DB" w:rsidP="00A679DB">
      <w:pPr>
        <w:pStyle w:val="libNormal"/>
        <w:rPr>
          <w:rtl/>
        </w:rPr>
      </w:pPr>
      <w:r>
        <w:rPr>
          <w:rtl/>
        </w:rPr>
        <w:t xml:space="preserve">حديث : ١ حدثنى محمد بن الحسن رضى الله هعنه قال حدثنى محمد بن يحيى عن محمد بن احمد عن سهل بن زياد عن جعفر بن محمدبن بشار عن عبيدالله عن درست عن ابراهيم بن عبداالحميد عن ابى ابراهيم موسى بن جعفر </w:t>
      </w:r>
      <w:r w:rsidRPr="00CE01EB">
        <w:rPr>
          <w:rStyle w:val="libAlaemChar"/>
          <w:rtl/>
        </w:rPr>
        <w:t>عليه‌السلام</w:t>
      </w:r>
      <w:r>
        <w:rPr>
          <w:rtl/>
        </w:rPr>
        <w:t xml:space="preserve"> قال قال رسول الله </w:t>
      </w:r>
      <w:r w:rsidR="00E60DFB" w:rsidRPr="00CE01EB">
        <w:rPr>
          <w:rStyle w:val="libAlaemChar"/>
          <w:rtl/>
        </w:rPr>
        <w:t>صلى‌الله‌عليه‌وآله</w:t>
      </w:r>
      <w:r w:rsidR="00E60DFB">
        <w:rPr>
          <w:rtl/>
        </w:rPr>
        <w:t xml:space="preserve"> </w:t>
      </w:r>
      <w:r>
        <w:rPr>
          <w:rtl/>
        </w:rPr>
        <w:t>للمريض اربع حصال يرفع عنه القلم و يامر الله الملك يكتب له كل فضل كان يعمله فى صحته و يتتبع مرضه كل عضو فى جسده فيستخرج ذنوبه منه فان مات مات مغفورا له و ان عاش عاش مغفورا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CE01EB">
        <w:rPr>
          <w:rStyle w:val="libAlaemChar"/>
          <w:rtl/>
        </w:rPr>
        <w:t>عليه‌السلام</w:t>
      </w:r>
      <w:r>
        <w:rPr>
          <w:rtl/>
        </w:rPr>
        <w:t xml:space="preserve"> نقل مى نمايند كه رسول خدا </w:t>
      </w:r>
      <w:r w:rsidR="00E60DFB" w:rsidRPr="00CE01EB">
        <w:rPr>
          <w:rStyle w:val="libAlaemChar"/>
          <w:rtl/>
        </w:rPr>
        <w:t>صلى‌الله‌عليه‌وآله</w:t>
      </w:r>
      <w:r w:rsidR="00E60DFB">
        <w:rPr>
          <w:rtl/>
        </w:rPr>
        <w:t xml:space="preserve"> </w:t>
      </w:r>
      <w:r>
        <w:rPr>
          <w:rtl/>
        </w:rPr>
        <w:t>فرمودند: مريض چهار ثواب دارد: قلم تكليف از و برداشته مى شود (در حال مريضى تكاليفى را كه نمى تواند انجام دهد نسبت به آنها تكليف ندارد).</w:t>
      </w:r>
    </w:p>
    <w:p w:rsidR="00A679DB" w:rsidRDefault="00A679DB" w:rsidP="00CE01EB">
      <w:pPr>
        <w:pStyle w:val="libNormal"/>
        <w:rPr>
          <w:rtl/>
        </w:rPr>
      </w:pPr>
      <w:r>
        <w:rPr>
          <w:rtl/>
        </w:rPr>
        <w:t xml:space="preserve">خداوند به فرشته نويسنده اعمال او دستور مى دهد هر كار خوبى را كه در حال سلامتى انجام مى داده در حال بيمارى نيز براى و بنويسد. بيمارى او اعضاء بدنش را جستجو نموده و گناهانش را بيرون مى كشد. اگر از دنيا برود، با آمرزش از دنيا رفته و اگر زنده بماند، با </w:t>
      </w:r>
      <w:r w:rsidR="00CE01EB">
        <w:rPr>
          <w:rFonts w:hint="cs"/>
          <w:rtl/>
        </w:rPr>
        <w:t>آ</w:t>
      </w:r>
      <w:r>
        <w:rPr>
          <w:rtl/>
        </w:rPr>
        <w:t>مرزش زندگى خواهد كرد.</w:t>
      </w:r>
    </w:p>
    <w:p w:rsidR="00A679DB" w:rsidRDefault="00A679DB" w:rsidP="00A679DB">
      <w:pPr>
        <w:pStyle w:val="libNormal"/>
        <w:rPr>
          <w:rtl/>
        </w:rPr>
      </w:pPr>
      <w:r>
        <w:rPr>
          <w:rtl/>
        </w:rPr>
        <w:t xml:space="preserve">حديث : ٢ ابى رحمه الله قال حدثنى سعد بن عبدالله عن احمد بن محمد عن الحسين بن سيف عن اخيه عن ابيه عن داود بن سليمان عن كثير بن سليم عن الحسن قال قال رسول الله </w:t>
      </w:r>
      <w:r w:rsidR="00E60DFB" w:rsidRPr="00CE01EB">
        <w:rPr>
          <w:rStyle w:val="libAlaemChar"/>
          <w:rtl/>
        </w:rPr>
        <w:t>صلى‌الله‌عليه‌وآله</w:t>
      </w:r>
      <w:r w:rsidR="00E60DFB">
        <w:rPr>
          <w:rtl/>
        </w:rPr>
        <w:t xml:space="preserve"> </w:t>
      </w:r>
      <w:r>
        <w:rPr>
          <w:rtl/>
        </w:rPr>
        <w:t>اذا مرض ‍ المسلم كتب الله له كاحسن ما كان يعمله فى صحته و تساقط ذنوبه كما يتساقط ورق الشجر.</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٢. رسول خدا </w:t>
      </w:r>
      <w:r w:rsidR="00E60DFB" w:rsidRPr="00CE01EB">
        <w:rPr>
          <w:rStyle w:val="libAlaemChar"/>
          <w:rtl/>
        </w:rPr>
        <w:t>صلى‌الله‌عليه‌وآله</w:t>
      </w:r>
      <w:r w:rsidR="00E60DFB">
        <w:rPr>
          <w:rtl/>
        </w:rPr>
        <w:t xml:space="preserve"> </w:t>
      </w:r>
      <w:r>
        <w:rPr>
          <w:rtl/>
        </w:rPr>
        <w:t>فرمودند: هنگامى كه مسلمانى بيمار شود، خداوند همانند بهترين اعمالى را كه در حال سلامتى انجام مى داده ، براى او مى نويسد و همانگونه كه برگ درخت مى ريزد گناهان او نيز مى ريزند.</w:t>
      </w:r>
    </w:p>
    <w:p w:rsidR="00A679DB" w:rsidRDefault="00A679DB" w:rsidP="00A679DB">
      <w:pPr>
        <w:pStyle w:val="libNormal"/>
        <w:rPr>
          <w:rtl/>
        </w:rPr>
      </w:pPr>
      <w:r>
        <w:rPr>
          <w:rtl/>
        </w:rPr>
        <w:t xml:space="preserve">حديث : ٣ و بهذاالاسناد عن احمد بن محمد عن منصور عن فضيل ابى محمد عن ابى عبيده الحذا عن ابى عبدالله </w:t>
      </w:r>
      <w:r w:rsidRPr="00CE01EB">
        <w:rPr>
          <w:rStyle w:val="libAlaemChar"/>
          <w:rtl/>
        </w:rPr>
        <w:t>عليه‌السلام</w:t>
      </w:r>
      <w:r>
        <w:rPr>
          <w:rtl/>
        </w:rPr>
        <w:t xml:space="preserve"> قال من عاد مريضا فى الله لم يسال المريض للعائد شيئا الا استجاب الله له .</w:t>
      </w:r>
    </w:p>
    <w:p w:rsidR="00A679DB" w:rsidRDefault="00A679DB" w:rsidP="00A679DB">
      <w:pPr>
        <w:pStyle w:val="libNormal"/>
        <w:rPr>
          <w:rtl/>
        </w:rPr>
      </w:pPr>
      <w:r>
        <w:rPr>
          <w:rtl/>
        </w:rPr>
        <w:t>ترجمه :</w:t>
      </w:r>
    </w:p>
    <w:p w:rsidR="00A679DB" w:rsidRDefault="00A679DB" w:rsidP="00A679DB">
      <w:pPr>
        <w:pStyle w:val="libNormal"/>
        <w:rPr>
          <w:rtl/>
        </w:rPr>
      </w:pPr>
      <w:r>
        <w:rPr>
          <w:rtl/>
        </w:rPr>
        <w:t>٣. كسى كه در راه خدا از بيمارى عيادت نمايد، آن بيمارى براى عيادت كننده دعايى نمى كند، مگر اين كه مستجاب مى شود.</w:t>
      </w:r>
    </w:p>
    <w:p w:rsidR="00A679DB" w:rsidRDefault="00A679DB" w:rsidP="00A679DB">
      <w:pPr>
        <w:pStyle w:val="libNormal"/>
        <w:rPr>
          <w:rtl/>
        </w:rPr>
      </w:pPr>
    </w:p>
    <w:p w:rsidR="00A679DB" w:rsidRDefault="00A679DB" w:rsidP="00A679DB">
      <w:pPr>
        <w:pStyle w:val="libNormal"/>
        <w:rPr>
          <w:rtl/>
        </w:rPr>
      </w:pPr>
      <w:r>
        <w:rPr>
          <w:rtl/>
        </w:rPr>
        <w:t>ثواب مرض الصبى</w:t>
      </w:r>
    </w:p>
    <w:p w:rsidR="00A679DB" w:rsidRDefault="00CE01EB" w:rsidP="00A679DB">
      <w:pPr>
        <w:pStyle w:val="libNormal"/>
        <w:rPr>
          <w:rtl/>
        </w:rPr>
      </w:pPr>
      <w:r>
        <w:rPr>
          <w:rtl/>
        </w:rPr>
        <w:br w:type="page"/>
      </w:r>
    </w:p>
    <w:p w:rsidR="00A679DB" w:rsidRDefault="00A679DB" w:rsidP="00CE01EB">
      <w:pPr>
        <w:pStyle w:val="Heading2"/>
        <w:rPr>
          <w:rtl/>
        </w:rPr>
      </w:pPr>
      <w:bookmarkStart w:id="418" w:name="_Toc449617475"/>
      <w:r>
        <w:rPr>
          <w:rtl/>
        </w:rPr>
        <w:t>ثواب بيمارى كودك</w:t>
      </w:r>
      <w:bookmarkEnd w:id="418"/>
    </w:p>
    <w:p w:rsidR="00A679DB" w:rsidRDefault="00A679DB" w:rsidP="00A679DB">
      <w:pPr>
        <w:pStyle w:val="libNormal"/>
        <w:rPr>
          <w:rtl/>
        </w:rPr>
      </w:pPr>
      <w:r>
        <w:rPr>
          <w:rtl/>
        </w:rPr>
        <w:t xml:space="preserve">حديث : ١ ابى رحمه الله قال حدثنى احمد بن ادريس و محمد بن يحيى العطار جميعا عن محمد بن احمد عن محمد بن حسان عن الحسين بن محمد النوفلى من ولد نوفل بن عبدالمطلب قاال اخبرنى جعفر بن محمد عن محمد بن على عن عيسى بن عبدالله العمرى عن ابيه عن جده عن امير المومنين </w:t>
      </w:r>
      <w:r w:rsidRPr="00CE01EB">
        <w:rPr>
          <w:rStyle w:val="libAlaemChar"/>
          <w:rtl/>
        </w:rPr>
        <w:t>عليه‌السلام</w:t>
      </w:r>
      <w:r>
        <w:rPr>
          <w:rtl/>
        </w:rPr>
        <w:t xml:space="preserve"> فى المرض يصيب الصبى قال كفاره لوالديه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امير المومنين </w:t>
      </w:r>
      <w:r w:rsidRPr="00CE01EB">
        <w:rPr>
          <w:rStyle w:val="libAlaemChar"/>
          <w:rtl/>
        </w:rPr>
        <w:t>عليه‌السلام</w:t>
      </w:r>
      <w:r>
        <w:rPr>
          <w:rtl/>
        </w:rPr>
        <w:t xml:space="preserve"> درباره بيمارى كودك فرمودند: بيمارى او كفاره گناهان پدر و مادر است .</w:t>
      </w:r>
    </w:p>
    <w:p w:rsidR="00A679DB" w:rsidRDefault="00A679DB" w:rsidP="00A679DB">
      <w:pPr>
        <w:pStyle w:val="libNormal"/>
        <w:rPr>
          <w:rtl/>
        </w:rPr>
      </w:pPr>
    </w:p>
    <w:p w:rsidR="00A679DB" w:rsidRDefault="00A679DB" w:rsidP="00A679DB">
      <w:pPr>
        <w:pStyle w:val="libNormal"/>
        <w:rPr>
          <w:rtl/>
        </w:rPr>
      </w:pPr>
      <w:r>
        <w:rPr>
          <w:rtl/>
        </w:rPr>
        <w:t>ثواب عياده المريض و غسل الموتى و تشييع الجنازه و تعزيه الثكلى .</w:t>
      </w:r>
    </w:p>
    <w:p w:rsidR="00A679DB" w:rsidRDefault="00CE01EB" w:rsidP="00A679DB">
      <w:pPr>
        <w:pStyle w:val="libNormal"/>
        <w:rPr>
          <w:rtl/>
        </w:rPr>
      </w:pPr>
      <w:r>
        <w:rPr>
          <w:rtl/>
        </w:rPr>
        <w:br w:type="page"/>
      </w:r>
    </w:p>
    <w:p w:rsidR="00A679DB" w:rsidRDefault="00A679DB" w:rsidP="00CE01EB">
      <w:pPr>
        <w:pStyle w:val="Heading2"/>
        <w:rPr>
          <w:rtl/>
        </w:rPr>
      </w:pPr>
      <w:bookmarkStart w:id="419" w:name="_Toc449617476"/>
      <w:r>
        <w:rPr>
          <w:rtl/>
        </w:rPr>
        <w:t>ثواب عيادت مريض ، غسل مردگان ، تشييع جنازه و تسليت به زن پسر مرده</w:t>
      </w:r>
      <w:bookmarkEnd w:id="419"/>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محمد بن عيسى عن محمد بن سنان عن ابى الجارود عن ابى جعفر </w:t>
      </w:r>
      <w:r w:rsidRPr="00CE01EB">
        <w:rPr>
          <w:rStyle w:val="libAlaemChar"/>
          <w:rtl/>
        </w:rPr>
        <w:t>عليه‌السلام</w:t>
      </w:r>
      <w:r>
        <w:rPr>
          <w:rtl/>
        </w:rPr>
        <w:t xml:space="preserve"> قال كان فيما ناجى الله به موسى </w:t>
      </w:r>
      <w:r w:rsidRPr="00CE01EB">
        <w:rPr>
          <w:rStyle w:val="libAlaemChar"/>
          <w:rtl/>
        </w:rPr>
        <w:t>عليه‌السلام</w:t>
      </w:r>
      <w:r>
        <w:rPr>
          <w:rtl/>
        </w:rPr>
        <w:t xml:space="preserve"> ربه ان قال يا رب اعلمنى ما بلغ من عيده المريض من الاجر قال عزوجل او كل به ملكا يعوده فى قبره الى محشره قال يا رب فما لمن غسل الموتى قال اغسله من ذنوبه كما ولدته امه قال يا رب فما لمن شيع الجنازه قال اوكل به ملائكه من ملائكتى معهم رآيات يشيعونهم من قبورهم الى محشرهم قال يا رب فما لمن عزى الثلكى قال اظله فى ظلى يوم لا ظل الا ظلى .</w:t>
      </w:r>
    </w:p>
    <w:p w:rsidR="00A679DB" w:rsidRDefault="00A679DB" w:rsidP="00A679DB">
      <w:pPr>
        <w:pStyle w:val="libNormal"/>
        <w:rPr>
          <w:rtl/>
        </w:rPr>
      </w:pPr>
      <w:r>
        <w:rPr>
          <w:rtl/>
        </w:rPr>
        <w:t>ترجمه :</w:t>
      </w:r>
    </w:p>
    <w:p w:rsidR="00A679DB" w:rsidRDefault="00A679DB" w:rsidP="00CE01EB">
      <w:pPr>
        <w:pStyle w:val="libNormal"/>
        <w:rPr>
          <w:rtl/>
        </w:rPr>
      </w:pPr>
      <w:r>
        <w:rPr>
          <w:rtl/>
        </w:rPr>
        <w:t xml:space="preserve">١. امام باقر </w:t>
      </w:r>
      <w:r w:rsidRPr="00CE01EB">
        <w:rPr>
          <w:rStyle w:val="libAlaemChar"/>
          <w:rtl/>
        </w:rPr>
        <w:t>عليه‌السلام</w:t>
      </w:r>
      <w:r>
        <w:rPr>
          <w:rtl/>
        </w:rPr>
        <w:t xml:space="preserve"> فرمودند: يكى از چيزهايى كه حضرت موسى </w:t>
      </w:r>
      <w:r w:rsidRPr="00CE01EB">
        <w:rPr>
          <w:rStyle w:val="libAlaemChar"/>
          <w:rtl/>
        </w:rPr>
        <w:t>عليه‌السلام</w:t>
      </w:r>
      <w:r>
        <w:rPr>
          <w:rtl/>
        </w:rPr>
        <w:t xml:space="preserve"> به خداوند عرضه داشت ، اين بود كه : خدايا ! مرا از مقدار پاداش عيادت مريض آگاه فرما. خداى عزوجل فرمودند :فرشته اى مى گمارم كه در قبر تا صحراى محشر او را عيادت كند. عرض كرد: خدايا ! پاداش كسى كه مردگان را غسل دهد، چيست ؟ فرمودند: گناهانش را مى شويم تا همانند روزى كه از مادر متولد شده است ، گناهى نداشته باشد. عرض كردن خدايا ! پاداش كسى كه تشييع جنازه كند، چيست ؟ فرمودند: يكى از فرشتگانم را كه پرچمهايى دارند، مى گمارم تا او را از قبرش تا صحراى محشر بدرقه نمايد. عرض كرد: خدايا ! پاداش كسى كه به زن پسر مرده تسليت بگويد، چيست ؟ فرمودند: در روزى كه سايه اى جز سايه من نيست ، سايه ام را برا او مى گسترانم .</w:t>
      </w:r>
    </w:p>
    <w:p w:rsidR="00CE01EB" w:rsidRPr="00ED74AF" w:rsidRDefault="00CE01EB" w:rsidP="00ED74AF">
      <w:pPr>
        <w:pStyle w:val="libNormal"/>
        <w:rPr>
          <w:rtl/>
        </w:rPr>
      </w:pPr>
      <w:r w:rsidRPr="00ED74AF">
        <w:rPr>
          <w:rtl/>
        </w:rPr>
        <w:br w:type="page"/>
      </w:r>
    </w:p>
    <w:p w:rsidR="00A679DB" w:rsidRDefault="00A679DB" w:rsidP="00CE01EB">
      <w:pPr>
        <w:pStyle w:val="Heading2"/>
        <w:rPr>
          <w:rtl/>
        </w:rPr>
      </w:pPr>
      <w:bookmarkStart w:id="420" w:name="_Toc449617477"/>
      <w:r>
        <w:rPr>
          <w:rtl/>
        </w:rPr>
        <w:t>ثواب از دنيا رفتن بين ظهر پنج شنبه تا ظهر جمعه</w:t>
      </w:r>
      <w:bookmarkEnd w:id="420"/>
    </w:p>
    <w:p w:rsidR="00A679DB" w:rsidRDefault="00A679DB" w:rsidP="00A679DB">
      <w:pPr>
        <w:pStyle w:val="libNormal"/>
        <w:rPr>
          <w:rtl/>
        </w:rPr>
      </w:pPr>
      <w:r>
        <w:rPr>
          <w:rtl/>
        </w:rPr>
        <w:t xml:space="preserve">حديث : ١ ابى رحمه الله قال حدثنى احمد بن ادريس عن محمد بن احمد عن على بن اسماعيل عن حماد بن عيسى عن حريز بن عبدالله عن ابان بن تغلب عن ابى عبدالله </w:t>
      </w:r>
      <w:r w:rsidRPr="00CE01EB">
        <w:rPr>
          <w:rStyle w:val="libAlaemChar"/>
          <w:rtl/>
        </w:rPr>
        <w:t>عليه‌السلام</w:t>
      </w:r>
      <w:r>
        <w:rPr>
          <w:rtl/>
        </w:rPr>
        <w:t xml:space="preserve"> قال من مات ما بين زوال الشمس ‍ من يوم الخميس الى زوال الشمس من يوم الجمعه اعاذه الله من ضغطه القبر.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E01EB">
        <w:rPr>
          <w:rStyle w:val="libAlaemChar"/>
          <w:rtl/>
        </w:rPr>
        <w:t>عليه‌السلام</w:t>
      </w:r>
      <w:r>
        <w:rPr>
          <w:rtl/>
        </w:rPr>
        <w:t xml:space="preserve"> فرمودند: كسى كه بين ظهر پنج شنبه تا ظهر جمعه از دنيا برود، خداوند او را از فشار قبر ايمن مى گرداند.</w:t>
      </w:r>
    </w:p>
    <w:p w:rsidR="00A679DB" w:rsidRDefault="00A679DB" w:rsidP="00A679DB">
      <w:pPr>
        <w:pStyle w:val="libNormal"/>
        <w:rPr>
          <w:rtl/>
        </w:rPr>
      </w:pPr>
    </w:p>
    <w:p w:rsidR="00A679DB" w:rsidRDefault="00A679DB" w:rsidP="00A679DB">
      <w:pPr>
        <w:pStyle w:val="libNormal"/>
        <w:rPr>
          <w:rtl/>
        </w:rPr>
      </w:pPr>
      <w:r>
        <w:rPr>
          <w:rtl/>
        </w:rPr>
        <w:t>ثواب توجيه الميت الى القبله</w:t>
      </w:r>
    </w:p>
    <w:p w:rsidR="00A679DB" w:rsidRDefault="00CE01EB" w:rsidP="00A679DB">
      <w:pPr>
        <w:pStyle w:val="libNormal"/>
        <w:rPr>
          <w:rtl/>
        </w:rPr>
      </w:pPr>
      <w:r>
        <w:rPr>
          <w:rtl/>
        </w:rPr>
        <w:br w:type="page"/>
      </w:r>
    </w:p>
    <w:p w:rsidR="00A679DB" w:rsidRDefault="00A679DB" w:rsidP="00CE01EB">
      <w:pPr>
        <w:pStyle w:val="Heading2"/>
        <w:rPr>
          <w:rtl/>
        </w:rPr>
      </w:pPr>
      <w:bookmarkStart w:id="421" w:name="_Toc449617478"/>
      <w:r>
        <w:rPr>
          <w:rtl/>
        </w:rPr>
        <w:t>ثواب گردانيدن روى مومن به قبله</w:t>
      </w:r>
      <w:bookmarkEnd w:id="421"/>
    </w:p>
    <w:p w:rsidR="00A679DB" w:rsidRDefault="00A679DB" w:rsidP="00CE01EB">
      <w:pPr>
        <w:pStyle w:val="libNormal"/>
        <w:rPr>
          <w:rtl/>
        </w:rPr>
      </w:pPr>
      <w:r>
        <w:rPr>
          <w:rtl/>
        </w:rPr>
        <w:t xml:space="preserve">حديث : ١ حدثنى محمد بن موسى رضى الله عنه قال حدثنى عبدالله بن جعفر قال حدثنى احمد بن ابى عبدالله عن ابى الجوزاء المنبه بن عبدالله عن الحسين بن علوان عن عمرو بن خالد عن زيد بن على عن ابيه عن جده عن اميرالمومنين </w:t>
      </w:r>
      <w:r w:rsidR="00CE01EB" w:rsidRPr="00CE01EB">
        <w:rPr>
          <w:rStyle w:val="libAlaemChar"/>
          <w:rFonts w:eastAsiaTheme="minorHAnsi"/>
          <w:rtl/>
        </w:rPr>
        <w:t>عليهم‌السلام</w:t>
      </w:r>
      <w:r w:rsidR="00CE01EB" w:rsidRPr="00ED74AF">
        <w:rPr>
          <w:rFonts w:eastAsiaTheme="minorHAnsi"/>
          <w:rtl/>
        </w:rPr>
        <w:t xml:space="preserve"> </w:t>
      </w:r>
      <w:r>
        <w:rPr>
          <w:rtl/>
        </w:rPr>
        <w:t xml:space="preserve">قال دخل رسول الله </w:t>
      </w:r>
      <w:r w:rsidR="00E60DFB" w:rsidRPr="00CE01EB">
        <w:rPr>
          <w:rStyle w:val="libAlaemChar"/>
          <w:rtl/>
        </w:rPr>
        <w:t>صلى‌الله‌عليه‌وآله</w:t>
      </w:r>
      <w:r w:rsidR="00E60DFB">
        <w:rPr>
          <w:rtl/>
        </w:rPr>
        <w:t xml:space="preserve"> </w:t>
      </w:r>
      <w:r>
        <w:rPr>
          <w:rtl/>
        </w:rPr>
        <w:t>على رجل من ولد عبدالمطلب و هو فى السوق و قد وجه لغير القبله فقال وجهوه الى القببله فانكم اذا فعلتم ذلك اقبلت عليه الملائكهه و اقبل الله عليه فلم كذلك حتى يقبض .</w:t>
      </w:r>
    </w:p>
    <w:p w:rsidR="00A679DB" w:rsidRDefault="00A679DB" w:rsidP="00A679DB">
      <w:pPr>
        <w:pStyle w:val="libNormal"/>
        <w:rPr>
          <w:rtl/>
        </w:rPr>
      </w:pPr>
      <w:r>
        <w:rPr>
          <w:rtl/>
        </w:rPr>
        <w:t>ترجمه :</w:t>
      </w:r>
    </w:p>
    <w:p w:rsidR="00A679DB" w:rsidRDefault="00A679DB" w:rsidP="00CE01EB">
      <w:pPr>
        <w:pStyle w:val="libNormal"/>
        <w:rPr>
          <w:rtl/>
        </w:rPr>
      </w:pPr>
      <w:r>
        <w:rPr>
          <w:rtl/>
        </w:rPr>
        <w:t xml:space="preserve">١. امام زين العابدين از پدرش از امير المومنين </w:t>
      </w:r>
      <w:r w:rsidR="00CE01EB" w:rsidRPr="00CE01EB">
        <w:rPr>
          <w:rStyle w:val="libAlaemChar"/>
          <w:rFonts w:eastAsiaTheme="minorHAnsi"/>
          <w:rtl/>
        </w:rPr>
        <w:t>عليهم‌السلام</w:t>
      </w:r>
      <w:r w:rsidR="00CE01EB" w:rsidRPr="00ED74AF">
        <w:rPr>
          <w:rFonts w:eastAsiaTheme="minorHAnsi"/>
          <w:rtl/>
        </w:rPr>
        <w:t xml:space="preserve"> </w:t>
      </w:r>
      <w:r>
        <w:rPr>
          <w:rtl/>
        </w:rPr>
        <w:t xml:space="preserve">نقل مى نمايد كه رسول خدا </w:t>
      </w:r>
      <w:r w:rsidR="00E60DFB" w:rsidRPr="00CE01EB">
        <w:rPr>
          <w:rStyle w:val="libAlaemChar"/>
          <w:rtl/>
        </w:rPr>
        <w:t>صلى‌الله‌عليه‌وآله</w:t>
      </w:r>
      <w:r w:rsidR="00E60DFB">
        <w:rPr>
          <w:rtl/>
        </w:rPr>
        <w:t xml:space="preserve"> </w:t>
      </w:r>
      <w:r>
        <w:rPr>
          <w:rtl/>
        </w:rPr>
        <w:t xml:space="preserve">به ديدن مردى از فرزندان امير المومنين عبدالمطلب رفت كه در حال مرگ بود. او رو به قبله نبود. رسول خدا </w:t>
      </w:r>
      <w:r w:rsidR="00E60DFB" w:rsidRPr="00CE01EB">
        <w:rPr>
          <w:rStyle w:val="libAlaemChar"/>
          <w:rtl/>
        </w:rPr>
        <w:t>صلى‌الله‌عليه‌وآله</w:t>
      </w:r>
      <w:r w:rsidR="00E60DFB">
        <w:rPr>
          <w:rtl/>
        </w:rPr>
        <w:t xml:space="preserve"> </w:t>
      </w:r>
      <w:r>
        <w:rPr>
          <w:rtl/>
        </w:rPr>
        <w:t>فرمودند: بدنش را رو به قبله نماييد. زيرا در اين صورت ، تا زمانى كه قبض روح شود، فرشتگان و خداوند به او روى مى آورند.</w:t>
      </w:r>
    </w:p>
    <w:p w:rsidR="00A679DB" w:rsidRDefault="00A679DB" w:rsidP="00A679DB">
      <w:pPr>
        <w:pStyle w:val="libNormal"/>
        <w:rPr>
          <w:rtl/>
        </w:rPr>
      </w:pPr>
    </w:p>
    <w:p w:rsidR="00A679DB" w:rsidRDefault="00A679DB" w:rsidP="00A679DB">
      <w:pPr>
        <w:pStyle w:val="libNormal"/>
        <w:rPr>
          <w:rtl/>
        </w:rPr>
      </w:pPr>
      <w:r>
        <w:rPr>
          <w:rtl/>
        </w:rPr>
        <w:t>ثواب تلقين الميت</w:t>
      </w:r>
    </w:p>
    <w:p w:rsidR="00A679DB" w:rsidRDefault="00CE01EB" w:rsidP="00A679DB">
      <w:pPr>
        <w:pStyle w:val="libNormal"/>
        <w:rPr>
          <w:rtl/>
        </w:rPr>
      </w:pPr>
      <w:r>
        <w:rPr>
          <w:rtl/>
        </w:rPr>
        <w:br w:type="page"/>
      </w:r>
    </w:p>
    <w:p w:rsidR="00A679DB" w:rsidRDefault="00A679DB" w:rsidP="00CE01EB">
      <w:pPr>
        <w:pStyle w:val="Heading2"/>
        <w:rPr>
          <w:rtl/>
        </w:rPr>
      </w:pPr>
      <w:bookmarkStart w:id="422" w:name="_Toc449617479"/>
      <w:r>
        <w:rPr>
          <w:rtl/>
        </w:rPr>
        <w:t>ثواب تلقين ميت</w:t>
      </w:r>
      <w:bookmarkEnd w:id="422"/>
    </w:p>
    <w:p w:rsidR="00A679DB" w:rsidRDefault="00A679DB" w:rsidP="00CE01EB">
      <w:pPr>
        <w:pStyle w:val="libNormal"/>
        <w:rPr>
          <w:rtl/>
        </w:rPr>
      </w:pPr>
      <w:r>
        <w:rPr>
          <w:rtl/>
        </w:rPr>
        <w:t xml:space="preserve">حديث : ١ حدثنى محمد بن على ماجيلويه رضى الله عنه عن محمد بن يحيى عن محمد بن احمد عن الحسن بن موسى الخشاب عن غياث بن كلوب عن اسحاق بن عمار عن الصادق جعفر بن محمد عن ابيه عن آبائه </w:t>
      </w:r>
      <w:r w:rsidR="00CE01EB" w:rsidRPr="00CE01EB">
        <w:rPr>
          <w:rStyle w:val="libAlaemChar"/>
          <w:rFonts w:eastAsiaTheme="minorHAnsi"/>
          <w:rtl/>
        </w:rPr>
        <w:t>عليهم‌السلام</w:t>
      </w:r>
      <w:r w:rsidR="00CE01EB" w:rsidRPr="00ED74AF">
        <w:rPr>
          <w:rFonts w:eastAsiaTheme="minorHAnsi"/>
          <w:rtl/>
        </w:rPr>
        <w:t xml:space="preserve"> </w:t>
      </w:r>
      <w:r>
        <w:rPr>
          <w:rtl/>
        </w:rPr>
        <w:t xml:space="preserve">ان رسول الله </w:t>
      </w:r>
      <w:r w:rsidR="00E60DFB" w:rsidRPr="00CE01EB">
        <w:rPr>
          <w:rStyle w:val="libAlaemChar"/>
          <w:rtl/>
        </w:rPr>
        <w:t>صلى‌الله‌عليه‌وآله</w:t>
      </w:r>
      <w:r w:rsidR="00E60DFB">
        <w:rPr>
          <w:rtl/>
        </w:rPr>
        <w:t xml:space="preserve"> </w:t>
      </w:r>
      <w:r>
        <w:rPr>
          <w:rtl/>
        </w:rPr>
        <w:t>قال لقنوا موتاكم لا اله الا الله فان من كان آخر كلامه لا اله الا الله دخل الجنه .</w:t>
      </w:r>
    </w:p>
    <w:p w:rsidR="00A679DB" w:rsidRDefault="00A679DB" w:rsidP="00A679DB">
      <w:pPr>
        <w:pStyle w:val="libNormal"/>
        <w:rPr>
          <w:rtl/>
        </w:rPr>
      </w:pPr>
      <w:r>
        <w:rPr>
          <w:rtl/>
        </w:rPr>
        <w:t>ترجمه :</w:t>
      </w:r>
    </w:p>
    <w:p w:rsidR="00A679DB" w:rsidRDefault="00A679DB" w:rsidP="00CE01EB">
      <w:pPr>
        <w:pStyle w:val="libNormal"/>
        <w:rPr>
          <w:rtl/>
        </w:rPr>
      </w:pPr>
      <w:r>
        <w:rPr>
          <w:rtl/>
        </w:rPr>
        <w:t xml:space="preserve">١. امام صادق از پدرانش </w:t>
      </w:r>
      <w:r w:rsidR="00CE01EB" w:rsidRPr="00CE01EB">
        <w:rPr>
          <w:rStyle w:val="libAlaemChar"/>
          <w:rFonts w:eastAsiaTheme="minorHAnsi"/>
          <w:rtl/>
        </w:rPr>
        <w:t>عليهم‌السلام</w:t>
      </w:r>
      <w:r w:rsidR="00CE01EB" w:rsidRPr="00ED74AF">
        <w:rPr>
          <w:rFonts w:eastAsiaTheme="minorHAnsi"/>
          <w:rtl/>
        </w:rPr>
        <w:t xml:space="preserve"> </w:t>
      </w:r>
      <w:r>
        <w:rPr>
          <w:rtl/>
        </w:rPr>
        <w:t xml:space="preserve">نقل مى نمايد كه رسول خدا </w:t>
      </w:r>
      <w:r w:rsidR="00E60DFB" w:rsidRPr="00CE01EB">
        <w:rPr>
          <w:rStyle w:val="libAlaemChar"/>
          <w:rtl/>
        </w:rPr>
        <w:t>صلى‌الله‌عليه‌وآله</w:t>
      </w:r>
      <w:r w:rsidR="00E60DFB">
        <w:rPr>
          <w:rtl/>
        </w:rPr>
        <w:t xml:space="preserve"> </w:t>
      </w:r>
      <w:r>
        <w:rPr>
          <w:rtl/>
        </w:rPr>
        <w:t xml:space="preserve">فرمودند: به مردگان خود «لا اله الله» </w:t>
      </w:r>
      <w:r w:rsidRPr="00CE01EB">
        <w:rPr>
          <w:rStyle w:val="libFootnotenumChar"/>
          <w:rtl/>
        </w:rPr>
        <w:t>(١٢٠)،</w:t>
      </w:r>
      <w:r>
        <w:rPr>
          <w:rtl/>
        </w:rPr>
        <w:t xml:space="preserve"> تلقين كنيد. زيرا همانا كسى كه آخرين سخنش «لا اله الله» </w:t>
      </w:r>
      <w:r w:rsidRPr="00CE01EB">
        <w:rPr>
          <w:rStyle w:val="libFootnotenumChar"/>
          <w:rtl/>
        </w:rPr>
        <w:t>(١٢١)</w:t>
      </w:r>
      <w:r>
        <w:rPr>
          <w:rtl/>
        </w:rPr>
        <w:t xml:space="preserve"> باشد، وارد بهشت مى شود.</w:t>
      </w:r>
    </w:p>
    <w:p w:rsidR="00A679DB" w:rsidRDefault="00A679DB" w:rsidP="00A679DB">
      <w:pPr>
        <w:pStyle w:val="libNormal"/>
        <w:rPr>
          <w:rtl/>
        </w:rPr>
      </w:pPr>
    </w:p>
    <w:p w:rsidR="00A679DB" w:rsidRDefault="00A679DB" w:rsidP="00A679DB">
      <w:pPr>
        <w:pStyle w:val="libNormal"/>
        <w:rPr>
          <w:rtl/>
        </w:rPr>
      </w:pPr>
      <w:r>
        <w:rPr>
          <w:rtl/>
        </w:rPr>
        <w:t>ثواب من غسل مومنا ميتا</w:t>
      </w:r>
    </w:p>
    <w:p w:rsidR="00A679DB" w:rsidRDefault="00CE01EB" w:rsidP="00A679DB">
      <w:pPr>
        <w:pStyle w:val="libNormal"/>
        <w:rPr>
          <w:rtl/>
        </w:rPr>
      </w:pPr>
      <w:r>
        <w:rPr>
          <w:rtl/>
        </w:rPr>
        <w:br w:type="page"/>
      </w:r>
    </w:p>
    <w:p w:rsidR="00A679DB" w:rsidRDefault="00A679DB" w:rsidP="00CE01EB">
      <w:pPr>
        <w:pStyle w:val="Heading2"/>
        <w:rPr>
          <w:rtl/>
        </w:rPr>
      </w:pPr>
      <w:bookmarkStart w:id="423" w:name="_Toc449617480"/>
      <w:r>
        <w:rPr>
          <w:rtl/>
        </w:rPr>
        <w:t>ثواب غسل دادن ميت مومن</w:t>
      </w:r>
      <w:bookmarkEnd w:id="423"/>
    </w:p>
    <w:p w:rsidR="00A679DB" w:rsidRDefault="00A679DB" w:rsidP="00A679DB">
      <w:pPr>
        <w:pStyle w:val="libNormal"/>
        <w:rPr>
          <w:rtl/>
        </w:rPr>
      </w:pPr>
      <w:r>
        <w:rPr>
          <w:rtl/>
        </w:rPr>
        <w:t>حديث : ١ ابى رحمه الله قال حدثنى سعد بن عبدالله عن الهيثم بن ابى مسروق النهدى عن الحسن بن محبوب عن عبدالله بن غالب عن سعد الاسكاف عن ابى جعفر عليه‌السلام قال ايما مومن غسل مومنا فقال اذا قلبه اللهم هذا بدن عبدك المومن و قد اخرجت روحه منه و فرقت بينهما فعفوك عفوك الا غفر الله له ذنوب سنه الا الكبائر.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CE01EB">
        <w:rPr>
          <w:rStyle w:val="libAlaemChar"/>
          <w:rtl/>
        </w:rPr>
        <w:t>عليه‌السلام</w:t>
      </w:r>
      <w:r>
        <w:rPr>
          <w:rtl/>
        </w:rPr>
        <w:t xml:space="preserve"> فرمودند: مومنى مومن ديگرى را غسل مى دهد و هنگامى كه او را به اين رو و آن رو مى گرداند، نمى گويد «اللهم هذا بدن عبدك المومن و قد اخرجت روحه منه و فرقت بينهما فعفوك عفوك» </w:t>
      </w:r>
      <w:r w:rsidRPr="00CE01EB">
        <w:rPr>
          <w:rStyle w:val="libFootnotenumChar"/>
          <w:rtl/>
        </w:rPr>
        <w:t>(١٢٢)،</w:t>
      </w:r>
      <w:r>
        <w:rPr>
          <w:rtl/>
        </w:rPr>
        <w:t xml:space="preserve"> مگر اين كه خداوند گناهان يك سال او را غير از گناهان كبيره مى بخشد.</w:t>
      </w:r>
    </w:p>
    <w:p w:rsidR="00A679DB" w:rsidRDefault="00A679DB" w:rsidP="00A679DB">
      <w:pPr>
        <w:pStyle w:val="libNormal"/>
        <w:rPr>
          <w:rtl/>
        </w:rPr>
      </w:pPr>
      <w:r>
        <w:rPr>
          <w:rtl/>
        </w:rPr>
        <w:t xml:space="preserve">حديث : ٢ حدثنى محمد بن على ماجيلويه رضى الله عنه عن على بن ابراهيم بن هاشم عن ابيه عن اسماعيل بن مرار عن يونس بن عبدالرحمن عن عبدالله بن سنان عن ابى عبدالله </w:t>
      </w:r>
      <w:r w:rsidRPr="00CE01EB">
        <w:rPr>
          <w:rStyle w:val="libAlaemChar"/>
          <w:rtl/>
        </w:rPr>
        <w:t>عليه‌السلام</w:t>
      </w:r>
      <w:r>
        <w:rPr>
          <w:rtl/>
        </w:rPr>
        <w:t xml:space="preserve"> قال من غسل ميتا مومنا فادى فيهه الامانه غفر الله له قال و كيف يودى فيه الا مانه قال لا يخبر بما يرى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CE01EB">
        <w:rPr>
          <w:rStyle w:val="libAlaemChar"/>
          <w:rtl/>
        </w:rPr>
        <w:t>عليه‌السلام</w:t>
      </w:r>
      <w:r>
        <w:rPr>
          <w:rtl/>
        </w:rPr>
        <w:t xml:space="preserve"> فرمودند: كسى كه مومن ميتى را غسل داده و امانت را درباره او رعايت كند، خداوند او را مى آمرزد. پرسيدند مى تواند امانت را درباره او رعايت كند؟ فرمودند: آنچه را كه در بدن او مى بيند. به ديگران نگويد.</w:t>
      </w:r>
    </w:p>
    <w:p w:rsidR="00A679DB" w:rsidRDefault="00A679DB" w:rsidP="00A679DB">
      <w:pPr>
        <w:pStyle w:val="libNormal"/>
        <w:rPr>
          <w:rtl/>
        </w:rPr>
      </w:pPr>
    </w:p>
    <w:p w:rsidR="00CE01EB" w:rsidRDefault="00A679DB" w:rsidP="00CE01EB">
      <w:pPr>
        <w:pStyle w:val="libNormal"/>
        <w:rPr>
          <w:rtl/>
        </w:rPr>
      </w:pPr>
      <w:r>
        <w:rPr>
          <w:rtl/>
        </w:rPr>
        <w:t>ثواب من قدم اولادا يحتسبهم عندالله عزوجل</w:t>
      </w:r>
    </w:p>
    <w:p w:rsidR="00CE01EB" w:rsidRDefault="00CE01EB" w:rsidP="00CE01EB">
      <w:pPr>
        <w:pStyle w:val="libNormal"/>
        <w:rPr>
          <w:rtl/>
        </w:rPr>
      </w:pPr>
      <w:r>
        <w:rPr>
          <w:rtl/>
        </w:rPr>
        <w:br w:type="page"/>
      </w:r>
    </w:p>
    <w:p w:rsidR="00A679DB" w:rsidRDefault="00A679DB" w:rsidP="00CE01EB">
      <w:pPr>
        <w:pStyle w:val="Heading2"/>
        <w:rPr>
          <w:rtl/>
        </w:rPr>
      </w:pPr>
      <w:bookmarkStart w:id="424" w:name="_Toc449617481"/>
      <w:r>
        <w:rPr>
          <w:rtl/>
        </w:rPr>
        <w:t>ثواب از دست دادن چند فرزند و اميداورى به پاداش خداوند درمقابل آن</w:t>
      </w:r>
      <w:bookmarkEnd w:id="424"/>
    </w:p>
    <w:p w:rsidR="00A679DB" w:rsidRDefault="00A679DB" w:rsidP="00CE01EB">
      <w:pPr>
        <w:pStyle w:val="libNormal"/>
        <w:rPr>
          <w:rtl/>
        </w:rPr>
      </w:pPr>
      <w:r>
        <w:rPr>
          <w:rtl/>
        </w:rPr>
        <w:t>حديث : ١ ابى رحمه الله قال حدثنى عبدالله بن جعفر الحميرى عن احمد بن محمد بن عيسى عن على بن سيف عن اخيه الحسين عن ابيه سيف بن عميره عن عمرو بن شمر عن جابر عن ابى جعفر محمد بن على</w:t>
      </w:r>
      <w:r w:rsidR="00CE01EB">
        <w:rPr>
          <w:rFonts w:hint="cs"/>
          <w:rtl/>
        </w:rPr>
        <w:t xml:space="preserve"> </w:t>
      </w:r>
      <w:r w:rsidR="00CE01EB" w:rsidRPr="00CE01EB">
        <w:rPr>
          <w:rStyle w:val="libAlaemChar"/>
          <w:rFonts w:eastAsiaTheme="minorHAnsi"/>
          <w:rtl/>
        </w:rPr>
        <w:t>عليهم‌السلام</w:t>
      </w:r>
      <w:r w:rsidR="00CE01EB" w:rsidRPr="00ED74AF">
        <w:rPr>
          <w:rFonts w:eastAsiaTheme="minorHAnsi"/>
          <w:rtl/>
        </w:rPr>
        <w:t xml:space="preserve"> </w:t>
      </w:r>
      <w:r>
        <w:rPr>
          <w:rtl/>
        </w:rPr>
        <w:t>قال من قدم اولادا يحتسبهم عندالله حجبوه من النار باذن الله عزوجل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CE01EB">
        <w:rPr>
          <w:rStyle w:val="libAlaemChar"/>
          <w:rtl/>
        </w:rPr>
        <w:t>عليه‌السلام</w:t>
      </w:r>
      <w:r>
        <w:rPr>
          <w:rtl/>
        </w:rPr>
        <w:t xml:space="preserve"> فرمودند: كسى كه چند فرزند را از دست بدهد و اميدوار باشد خداوند در مقابل آن به او پاداش دهد، آن فرزندان با اجازه خداى عزوجل مانعى براى او در مقابل آتش خواهند بود.</w:t>
      </w:r>
    </w:p>
    <w:p w:rsidR="00A679DB" w:rsidRDefault="00A679DB" w:rsidP="00A679DB">
      <w:pPr>
        <w:pStyle w:val="libNormal"/>
        <w:rPr>
          <w:rtl/>
        </w:rPr>
      </w:pPr>
      <w:r>
        <w:rPr>
          <w:rtl/>
        </w:rPr>
        <w:t xml:space="preserve">حديث : ٢ و بهذاالاسناد عن سيف بن عميره عن عبدالحميد بن بهرام عن شهر بن حوشب عن عمرو بن عبسه السلمى قال سمعت رسول الله </w:t>
      </w:r>
      <w:r w:rsidR="00E60DFB" w:rsidRPr="00CE01EB">
        <w:rPr>
          <w:rStyle w:val="libAlaemChar"/>
          <w:rtl/>
        </w:rPr>
        <w:t>صلى‌الله‌عليه‌وآله</w:t>
      </w:r>
      <w:r w:rsidR="00E60DFB">
        <w:rPr>
          <w:rtl/>
        </w:rPr>
        <w:t xml:space="preserve"> </w:t>
      </w:r>
      <w:r>
        <w:rPr>
          <w:rtl/>
        </w:rPr>
        <w:t>يقول ايما رجل قدم ثلاثه ااولاد لم يبلغوا الحنث او امراه قدمت ثلاثهه اولاد فهم حجاب يسترونه من النار.</w:t>
      </w:r>
    </w:p>
    <w:p w:rsidR="00A679DB" w:rsidRDefault="00A679DB" w:rsidP="00A679DB">
      <w:pPr>
        <w:pStyle w:val="libNormal"/>
        <w:rPr>
          <w:rtl/>
        </w:rPr>
      </w:pPr>
      <w:r>
        <w:rPr>
          <w:rtl/>
        </w:rPr>
        <w:t>ترجمه :</w:t>
      </w:r>
    </w:p>
    <w:p w:rsidR="00A679DB" w:rsidRDefault="00A679DB" w:rsidP="00CE01EB">
      <w:pPr>
        <w:pStyle w:val="libNormal"/>
        <w:rPr>
          <w:rtl/>
        </w:rPr>
      </w:pPr>
      <w:r>
        <w:rPr>
          <w:rtl/>
        </w:rPr>
        <w:t xml:space="preserve">٢. راوى مى گويد: از رسول خدا </w:t>
      </w:r>
      <w:r w:rsidR="00E60DFB" w:rsidRPr="00CE01EB">
        <w:rPr>
          <w:rStyle w:val="libAlaemChar"/>
          <w:rtl/>
        </w:rPr>
        <w:t>صلى‌الله‌عليه‌وآله</w:t>
      </w:r>
      <w:r w:rsidR="00E60DFB">
        <w:rPr>
          <w:rtl/>
        </w:rPr>
        <w:t xml:space="preserve"> </w:t>
      </w:r>
      <w:r>
        <w:rPr>
          <w:rtl/>
        </w:rPr>
        <w:t>شنيدم كه فرمودند: هر مردى سه فرزند به سن بلوغ نرسيده از دست بدهد و هر زنى كه سه فرزند را از دست بدهد، اين فرزندان آنان را از جهنم حفظ مى كنند.</w:t>
      </w:r>
    </w:p>
    <w:p w:rsidR="00A679DB" w:rsidRDefault="00A679DB" w:rsidP="00A679DB">
      <w:pPr>
        <w:pStyle w:val="libNormal"/>
        <w:rPr>
          <w:rtl/>
        </w:rPr>
      </w:pPr>
      <w:r>
        <w:rPr>
          <w:rtl/>
        </w:rPr>
        <w:t>حديث : ٣ و بهذاالاسناد عن سيف بن عميره عن اشعث بن سوار عن الاحنف بن قيس عن ابى ذر الغفارى رحمه الله عليه قال ما من مسلمين يقدمان عليهما ثلاثه اولاد لم يبلغو الحنث الا ادخلهما الله الجنه بفضل رحمته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٣. ابوذر غفارى رحمه الله مى گويد: پدر و مادرى نيست كه سه كودك خود را از دست بدهند، مگر اين كه خداوند آن پدر و مادر را با فضل و رحمت خود به بهشت مى برد.</w:t>
      </w:r>
    </w:p>
    <w:p w:rsidR="00A679DB" w:rsidRDefault="00A679DB" w:rsidP="00A679DB">
      <w:pPr>
        <w:pStyle w:val="libNormal"/>
        <w:rPr>
          <w:rtl/>
        </w:rPr>
      </w:pPr>
      <w:r>
        <w:rPr>
          <w:rtl/>
        </w:rPr>
        <w:t xml:space="preserve">حديث : ٤ حدثنى محمد بن الحسن رضى الله عنه قال حدثنا محمد بن الحسن الصفار عن احمد بن الحسين بن سعبد عن على بن ميسر عن ابيه عن ابى عبدالله </w:t>
      </w:r>
      <w:r w:rsidRPr="00CE01EB">
        <w:rPr>
          <w:rStyle w:val="libAlaemChar"/>
          <w:rtl/>
        </w:rPr>
        <w:t>عليه‌السلام</w:t>
      </w:r>
      <w:r>
        <w:rPr>
          <w:rtl/>
        </w:rPr>
        <w:t xml:space="preserve"> قال ولد واحد يقدمه الرجل افضل من سبعين ولد يبقون بعده يدركون القائم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صادف </w:t>
      </w:r>
      <w:r w:rsidRPr="00CE01EB">
        <w:rPr>
          <w:rStyle w:val="libAlaemChar"/>
          <w:rtl/>
        </w:rPr>
        <w:t>عليه‌السلام</w:t>
      </w:r>
      <w:r>
        <w:rPr>
          <w:rtl/>
        </w:rPr>
        <w:t xml:space="preserve"> فرمودند: مردى كه يك فرزند خود را از دست بدهد، براى او بهتر از هفتاد فرزند است كه پس از او باقى بمانند و قائم آل محمد </w:t>
      </w:r>
      <w:r w:rsidRPr="00CE01EB">
        <w:rPr>
          <w:rStyle w:val="libAlaemChar"/>
          <w:rtl/>
        </w:rPr>
        <w:t>عليه‌السلام</w:t>
      </w:r>
      <w:r>
        <w:rPr>
          <w:rtl/>
        </w:rPr>
        <w:t xml:space="preserve"> را درك نمايند.</w:t>
      </w:r>
    </w:p>
    <w:p w:rsidR="00A679DB" w:rsidRDefault="00A679DB" w:rsidP="00A679DB">
      <w:pPr>
        <w:pStyle w:val="libNormal"/>
        <w:rPr>
          <w:rtl/>
        </w:rPr>
      </w:pPr>
    </w:p>
    <w:p w:rsidR="00A679DB" w:rsidRDefault="00A679DB" w:rsidP="00A679DB">
      <w:pPr>
        <w:pStyle w:val="libNormal"/>
        <w:rPr>
          <w:rtl/>
        </w:rPr>
      </w:pPr>
      <w:r>
        <w:rPr>
          <w:rtl/>
        </w:rPr>
        <w:t>ثواب تربيع الجنازه</w:t>
      </w:r>
    </w:p>
    <w:p w:rsidR="00A679DB" w:rsidRDefault="00CE01EB" w:rsidP="00A679DB">
      <w:pPr>
        <w:pStyle w:val="libNormal"/>
        <w:rPr>
          <w:rtl/>
        </w:rPr>
      </w:pPr>
      <w:r>
        <w:rPr>
          <w:rtl/>
        </w:rPr>
        <w:br w:type="page"/>
      </w:r>
    </w:p>
    <w:p w:rsidR="00A679DB" w:rsidRDefault="00A679DB" w:rsidP="00CE01EB">
      <w:pPr>
        <w:pStyle w:val="Heading2"/>
        <w:rPr>
          <w:rtl/>
        </w:rPr>
      </w:pPr>
      <w:bookmarkStart w:id="425" w:name="_Toc449617482"/>
      <w:r>
        <w:rPr>
          <w:rtl/>
        </w:rPr>
        <w:t>ثواب بر دوش گرفتن چهار گوشه جنازه</w:t>
      </w:r>
      <w:bookmarkEnd w:id="425"/>
    </w:p>
    <w:p w:rsidR="00A679DB" w:rsidRDefault="00A679DB" w:rsidP="00A679DB">
      <w:pPr>
        <w:pStyle w:val="libNormal"/>
        <w:rPr>
          <w:rtl/>
        </w:rPr>
      </w:pPr>
      <w:r>
        <w:rPr>
          <w:rtl/>
        </w:rPr>
        <w:t xml:space="preserve">حديث : ١ حدثنى محمد بن الحسن رضى الله عنه عن محمد بن الحسن الصفار عن العباس بن معروف عن سعدان بن مسلم عن سليمان بن صالح عن ابيه عن ابى عبدالله </w:t>
      </w:r>
      <w:r w:rsidRPr="00CE01EB">
        <w:rPr>
          <w:rStyle w:val="libAlaemChar"/>
          <w:rtl/>
        </w:rPr>
        <w:t>عليه‌السلام</w:t>
      </w:r>
      <w:r>
        <w:rPr>
          <w:rtl/>
        </w:rPr>
        <w:t xml:space="preserve"> قال من اخذ بقائمه السرير غفر الله له خمسا و عشرين كبيره فاذا ربع خرج من الذنوب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E01EB">
        <w:rPr>
          <w:rStyle w:val="libAlaemChar"/>
          <w:rtl/>
        </w:rPr>
        <w:t>عليه‌السلام</w:t>
      </w:r>
      <w:r>
        <w:rPr>
          <w:rtl/>
        </w:rPr>
        <w:t xml:space="preserve"> فرمودند: كسى كه دسته تابوت را بگيرد (و آن را حمل كند)، خداوند بيست و پنج گناه كبيره او را مى بخشد و كسى كه (به نوبت) هر چهار دسته تابوت را بگيرد، (و آن را حمل كند) از همه گناهان خود بيرون خواهد رفت .</w:t>
      </w:r>
    </w:p>
    <w:p w:rsidR="00A679DB" w:rsidRDefault="00A679DB" w:rsidP="00A679DB">
      <w:pPr>
        <w:pStyle w:val="libNormal"/>
        <w:rPr>
          <w:rtl/>
        </w:rPr>
      </w:pPr>
    </w:p>
    <w:p w:rsidR="00A679DB" w:rsidRDefault="00A679DB" w:rsidP="00A679DB">
      <w:pPr>
        <w:pStyle w:val="libNormal"/>
        <w:rPr>
          <w:rtl/>
        </w:rPr>
      </w:pPr>
      <w:r>
        <w:rPr>
          <w:rtl/>
        </w:rPr>
        <w:t>ثواب اجاده الاكفان</w:t>
      </w:r>
    </w:p>
    <w:p w:rsidR="00A679DB" w:rsidRDefault="00CE01EB" w:rsidP="00A679DB">
      <w:pPr>
        <w:pStyle w:val="libNormal"/>
        <w:rPr>
          <w:rtl/>
        </w:rPr>
      </w:pPr>
      <w:r>
        <w:rPr>
          <w:rtl/>
        </w:rPr>
        <w:br w:type="page"/>
      </w:r>
    </w:p>
    <w:p w:rsidR="00A679DB" w:rsidRDefault="00A679DB" w:rsidP="00CE01EB">
      <w:pPr>
        <w:pStyle w:val="Heading2"/>
        <w:rPr>
          <w:rtl/>
        </w:rPr>
      </w:pPr>
      <w:bookmarkStart w:id="426" w:name="_Toc449617483"/>
      <w:r>
        <w:rPr>
          <w:rtl/>
        </w:rPr>
        <w:t>ثواب انتخاب كفن خوب و درست كفن كردن</w:t>
      </w:r>
      <w:bookmarkEnd w:id="426"/>
    </w:p>
    <w:p w:rsidR="00A679DB" w:rsidRDefault="00A679DB" w:rsidP="00A679DB">
      <w:pPr>
        <w:pStyle w:val="libNormal"/>
        <w:rPr>
          <w:rtl/>
        </w:rPr>
      </w:pPr>
      <w:r>
        <w:rPr>
          <w:rtl/>
        </w:rPr>
        <w:t xml:space="preserve">حديث : ١ ابى رحمه الله قال حدثنى محمد بن يحيى عن محمد بن احمد عن احمد بن محمد بن عيسى يرفعه الى ابى عبدالله </w:t>
      </w:r>
      <w:r w:rsidRPr="00CE01EB">
        <w:rPr>
          <w:rStyle w:val="libAlaemChar"/>
          <w:rtl/>
        </w:rPr>
        <w:t>عليه‌السلام</w:t>
      </w:r>
      <w:r>
        <w:rPr>
          <w:rtl/>
        </w:rPr>
        <w:t xml:space="preserve"> قال اجيدوا افكان موتاكم فانها زينتهم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E01EB">
        <w:rPr>
          <w:rStyle w:val="libAlaemChar"/>
          <w:rtl/>
        </w:rPr>
        <w:t>عليه‌السلام</w:t>
      </w:r>
      <w:r>
        <w:rPr>
          <w:rtl/>
        </w:rPr>
        <w:t xml:space="preserve"> فرمودند: كفن خوب براى مردگانتان انتخاب كنيد و آنها را درست كفن كنيد. همانا كفن زينت آنهاست .</w:t>
      </w:r>
    </w:p>
    <w:p w:rsidR="00A679DB" w:rsidRDefault="00A679DB" w:rsidP="00A679DB">
      <w:pPr>
        <w:pStyle w:val="libNormal"/>
        <w:rPr>
          <w:rtl/>
        </w:rPr>
      </w:pPr>
    </w:p>
    <w:p w:rsidR="00A679DB" w:rsidRDefault="00A679DB" w:rsidP="00A679DB">
      <w:pPr>
        <w:pStyle w:val="libNormal"/>
        <w:rPr>
          <w:rtl/>
        </w:rPr>
      </w:pPr>
      <w:r>
        <w:rPr>
          <w:rtl/>
        </w:rPr>
        <w:t>ثواب ضغطه القبر للمومن</w:t>
      </w:r>
    </w:p>
    <w:p w:rsidR="00A679DB" w:rsidRDefault="00A679DB" w:rsidP="00A679DB">
      <w:pPr>
        <w:pStyle w:val="libNormal"/>
        <w:rPr>
          <w:rtl/>
        </w:rPr>
      </w:pPr>
    </w:p>
    <w:p w:rsidR="00A679DB" w:rsidRDefault="00A679DB" w:rsidP="00A679DB">
      <w:pPr>
        <w:pStyle w:val="libNormal"/>
        <w:rPr>
          <w:rtl/>
        </w:rPr>
      </w:pPr>
      <w:r>
        <w:rPr>
          <w:rtl/>
        </w:rPr>
        <w:t>ثواب فشار قبر براى مومن</w:t>
      </w:r>
    </w:p>
    <w:p w:rsidR="00A679DB" w:rsidRDefault="00A679DB" w:rsidP="00A679DB">
      <w:pPr>
        <w:pStyle w:val="libNormal"/>
        <w:rPr>
          <w:rtl/>
        </w:rPr>
      </w:pPr>
      <w:r>
        <w:rPr>
          <w:rtl/>
        </w:rPr>
        <w:t xml:space="preserve">حديث : ١ حدثنى محمد بن الحسن رضى الله عنه قال حدثنى محمد بن الحسن الصفار عن ابراهيم بن هاشم عن النوفلى عن السكونى عن ابى عبدالله جعفر بن محمد الصادق عن ابيه عن آبائه عن امير المومنين </w:t>
      </w:r>
      <w:r w:rsidR="00DC5255" w:rsidRPr="00DC5255">
        <w:rPr>
          <w:rStyle w:val="libAlaemChar"/>
          <w:rtl/>
        </w:rPr>
        <w:t>عليهم‌السلام</w:t>
      </w:r>
      <w:r w:rsidR="00DC5255">
        <w:rPr>
          <w:rtl/>
        </w:rPr>
        <w:t xml:space="preserve"> </w:t>
      </w:r>
      <w:r>
        <w:rPr>
          <w:rtl/>
        </w:rPr>
        <w:t xml:space="preserve">قال قال رسول الله </w:t>
      </w:r>
      <w:r w:rsidR="00E60DFB" w:rsidRPr="00DC5255">
        <w:rPr>
          <w:rStyle w:val="libAlaemChar"/>
          <w:rtl/>
        </w:rPr>
        <w:t>صلى‌الله‌عليه‌وآله</w:t>
      </w:r>
      <w:r w:rsidR="00E60DFB">
        <w:rPr>
          <w:rtl/>
        </w:rPr>
        <w:t xml:space="preserve"> </w:t>
      </w:r>
      <w:r>
        <w:rPr>
          <w:rtl/>
        </w:rPr>
        <w:t>ضغطه القبر للمومن كفاره لما كان منه من تضييع النعم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از پدرانش از امير المومنين </w:t>
      </w:r>
      <w:r w:rsidR="00DC5255" w:rsidRPr="00DC5255">
        <w:rPr>
          <w:rStyle w:val="libAlaemChar"/>
          <w:rtl/>
        </w:rPr>
        <w:t>عليهم‌السلام</w:t>
      </w:r>
      <w:r w:rsidR="00DC5255">
        <w:rPr>
          <w:rtl/>
        </w:rPr>
        <w:t xml:space="preserve"> </w:t>
      </w:r>
      <w:r>
        <w:rPr>
          <w:rtl/>
        </w:rPr>
        <w:t xml:space="preserve">نقل مى نمايد كه رسول خدا </w:t>
      </w:r>
      <w:r w:rsidR="00E60DFB" w:rsidRPr="00DC5255">
        <w:rPr>
          <w:rStyle w:val="libAlaemChar"/>
          <w:rtl/>
        </w:rPr>
        <w:t>صلى‌الله‌عليه‌وآله</w:t>
      </w:r>
      <w:r w:rsidR="00E60DFB">
        <w:rPr>
          <w:rtl/>
        </w:rPr>
        <w:t xml:space="preserve"> </w:t>
      </w:r>
      <w:r>
        <w:rPr>
          <w:rtl/>
        </w:rPr>
        <w:t>فرمودند: فشار قبر براى مومن كفاره نعمتهايى است كه تباه كرده است .</w:t>
      </w:r>
    </w:p>
    <w:p w:rsidR="00A679DB" w:rsidRDefault="00A679DB" w:rsidP="00A679DB">
      <w:pPr>
        <w:pStyle w:val="libNormal"/>
        <w:rPr>
          <w:rtl/>
        </w:rPr>
      </w:pPr>
    </w:p>
    <w:p w:rsidR="00DC5255" w:rsidRDefault="00A679DB" w:rsidP="00DC5255">
      <w:pPr>
        <w:pStyle w:val="libNormal"/>
        <w:rPr>
          <w:rtl/>
        </w:rPr>
      </w:pPr>
      <w:r>
        <w:rPr>
          <w:rtl/>
        </w:rPr>
        <w:t xml:space="preserve">ثواب من لقى الله مكفوفا محتسبا مواليالال محمد </w:t>
      </w:r>
      <w:r w:rsidR="00DC5255" w:rsidRPr="00DC5255">
        <w:rPr>
          <w:rStyle w:val="libAlaemChar"/>
          <w:rFonts w:eastAsiaTheme="minorHAnsi"/>
          <w:rtl/>
        </w:rPr>
        <w:t>عليهم‌السلام</w:t>
      </w:r>
    </w:p>
    <w:p w:rsidR="00DC5255" w:rsidRDefault="00DC5255" w:rsidP="00DC5255">
      <w:pPr>
        <w:pStyle w:val="libNormal"/>
        <w:rPr>
          <w:rtl/>
        </w:rPr>
      </w:pPr>
      <w:r>
        <w:rPr>
          <w:rtl/>
        </w:rPr>
        <w:br w:type="page"/>
      </w:r>
    </w:p>
    <w:p w:rsidR="00A679DB" w:rsidRDefault="00A679DB" w:rsidP="00DC5255">
      <w:pPr>
        <w:pStyle w:val="libNormal"/>
        <w:rPr>
          <w:rtl/>
        </w:rPr>
      </w:pPr>
      <w:bookmarkStart w:id="427" w:name="_Toc449617484"/>
      <w:r w:rsidRPr="00DC5255">
        <w:rPr>
          <w:rStyle w:val="Heading2Char"/>
          <w:rtl/>
        </w:rPr>
        <w:t>ثواب اميداور بودن به پاداش خداوند درمقابل نابينايى و دوستدار آل محمد</w:t>
      </w:r>
      <w:bookmarkEnd w:id="427"/>
      <w:r w:rsidRPr="00DC5255">
        <w:rPr>
          <w:rStyle w:val="Heading2Char"/>
          <w:rtl/>
        </w:rPr>
        <w:t xml:space="preserve"> </w:t>
      </w:r>
      <w:r w:rsidR="00DC5255" w:rsidRPr="00DC5255">
        <w:rPr>
          <w:rStyle w:val="libAlaemChar"/>
          <w:rtl/>
        </w:rPr>
        <w:t>عليهم‌السلام</w:t>
      </w:r>
      <w:r w:rsidR="00DC5255" w:rsidRPr="00DC5255">
        <w:rPr>
          <w:rStyle w:val="Heading2Char"/>
          <w:rtl/>
        </w:rPr>
        <w:t xml:space="preserve"> </w:t>
      </w:r>
      <w:r w:rsidRPr="00DC5255">
        <w:rPr>
          <w:rStyle w:val="Heading2Char"/>
          <w:rtl/>
        </w:rPr>
        <w:t>بودن و با اينحال خداوند را ملاقات كردن</w:t>
      </w:r>
      <w:r>
        <w:rPr>
          <w:rtl/>
        </w:rPr>
        <w:t xml:space="preserve"> .</w:t>
      </w:r>
    </w:p>
    <w:p w:rsidR="00A679DB" w:rsidRDefault="00A679DB" w:rsidP="00A679DB">
      <w:pPr>
        <w:pStyle w:val="libNormal"/>
        <w:rPr>
          <w:rtl/>
        </w:rPr>
      </w:pPr>
      <w:r>
        <w:rPr>
          <w:rtl/>
        </w:rPr>
        <w:t>حديث : ١ ابى رحمه الله قال حدثنا سعد بن عبدالله قال حدثنا ابراهيم بن هاشم عن عمرو بن عثمان عن محمد بن غذافر الصيرفى عن ابى حمزه الثمالى و محمد بن مسلم عن ابى جعفر محمد بن على</w:t>
      </w:r>
      <w:r w:rsidR="00DC5255">
        <w:rPr>
          <w:rFonts w:hint="cs"/>
          <w:rtl/>
        </w:rPr>
        <w:t xml:space="preserve"> </w:t>
      </w:r>
      <w:r w:rsidR="00DC5255" w:rsidRPr="00DC5255">
        <w:rPr>
          <w:rStyle w:val="libAlaemChar"/>
          <w:rtl/>
        </w:rPr>
        <w:t>عليهم‌السلام</w:t>
      </w:r>
      <w:r w:rsidR="00DC5255">
        <w:rPr>
          <w:rtl/>
        </w:rPr>
        <w:t xml:space="preserve"> </w:t>
      </w:r>
      <w:r>
        <w:rPr>
          <w:rtl/>
        </w:rPr>
        <w:t xml:space="preserve">قال من لقى الله مكفوفا محتسبا مواليا لال محمد </w:t>
      </w:r>
      <w:r w:rsidR="00DC5255" w:rsidRPr="00DC5255">
        <w:rPr>
          <w:rStyle w:val="libAlaemChar"/>
          <w:rtl/>
        </w:rPr>
        <w:t>عليهم‌السلام</w:t>
      </w:r>
      <w:r w:rsidR="00DC5255">
        <w:rPr>
          <w:rtl/>
        </w:rPr>
        <w:t xml:space="preserve"> </w:t>
      </w:r>
      <w:r>
        <w:rPr>
          <w:rtl/>
        </w:rPr>
        <w:t>لقى الله عزوجل و لا حساب عليه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DC5255">
        <w:rPr>
          <w:rStyle w:val="libAlaemChar"/>
          <w:rtl/>
        </w:rPr>
        <w:t>عليه‌السلام</w:t>
      </w:r>
      <w:r>
        <w:rPr>
          <w:rtl/>
        </w:rPr>
        <w:t xml:space="preserve"> فرمودند: نابينايى كه در مقابل نابينايى خود اميدوار به پاداش الهى بوده و دوستدار آل محمد </w:t>
      </w:r>
      <w:r w:rsidR="00DC5255" w:rsidRPr="00DC5255">
        <w:rPr>
          <w:rStyle w:val="libAlaemChar"/>
          <w:rtl/>
        </w:rPr>
        <w:t>عليهم‌السلام</w:t>
      </w:r>
      <w:r w:rsidR="00DC5255">
        <w:rPr>
          <w:rtl/>
        </w:rPr>
        <w:t xml:space="preserve"> </w:t>
      </w:r>
      <w:r>
        <w:rPr>
          <w:rtl/>
        </w:rPr>
        <w:t>باشد، در حالى خداوند را ملاقات مى كند كه هيچ گناهى ندارد.</w:t>
      </w:r>
    </w:p>
    <w:p w:rsidR="00A679DB" w:rsidRDefault="00A679DB" w:rsidP="00A679DB">
      <w:pPr>
        <w:pStyle w:val="libNormal"/>
        <w:rPr>
          <w:rtl/>
        </w:rPr>
      </w:pPr>
      <w:r>
        <w:rPr>
          <w:rtl/>
        </w:rPr>
        <w:t>حديث : ٢ و روى لا يسلب الله عزوجل عبدا مومنا كريمتيه او احديهما ثم يساله عن ذنب .</w:t>
      </w:r>
    </w:p>
    <w:p w:rsidR="00A679DB" w:rsidRDefault="00A679DB" w:rsidP="00A679DB">
      <w:pPr>
        <w:pStyle w:val="libNormal"/>
        <w:rPr>
          <w:rtl/>
        </w:rPr>
      </w:pPr>
      <w:r>
        <w:rPr>
          <w:rtl/>
        </w:rPr>
        <w:t>ترجمه :</w:t>
      </w:r>
    </w:p>
    <w:p w:rsidR="00A679DB" w:rsidRDefault="00A679DB" w:rsidP="00A679DB">
      <w:pPr>
        <w:pStyle w:val="libNormal"/>
        <w:rPr>
          <w:rtl/>
        </w:rPr>
      </w:pPr>
      <w:r>
        <w:rPr>
          <w:rtl/>
        </w:rPr>
        <w:t>٢. نيز روايت شده است كه خداوند چشمها يا يك چشم بنده مومنى را نمى گيرد، مگر اين كه از گناه او پرسش نخواهد شد.</w:t>
      </w:r>
    </w:p>
    <w:p w:rsidR="00A679DB" w:rsidRDefault="00A679DB" w:rsidP="00A679DB">
      <w:pPr>
        <w:pStyle w:val="libNormal"/>
        <w:rPr>
          <w:rtl/>
        </w:rPr>
      </w:pPr>
    </w:p>
    <w:p w:rsidR="00A679DB" w:rsidRDefault="00A679DB" w:rsidP="00A679DB">
      <w:pPr>
        <w:pStyle w:val="libNormal"/>
        <w:rPr>
          <w:rtl/>
        </w:rPr>
      </w:pPr>
      <w:r>
        <w:rPr>
          <w:rtl/>
        </w:rPr>
        <w:t>ثواب التسرجاع المصيبه</w:t>
      </w:r>
    </w:p>
    <w:p w:rsidR="00A679DB" w:rsidRDefault="00DC5255" w:rsidP="00A679DB">
      <w:pPr>
        <w:pStyle w:val="libNormal"/>
        <w:rPr>
          <w:rtl/>
        </w:rPr>
      </w:pPr>
      <w:r>
        <w:rPr>
          <w:rtl/>
        </w:rPr>
        <w:br w:type="page"/>
      </w:r>
    </w:p>
    <w:p w:rsidR="00A679DB" w:rsidRDefault="00A679DB" w:rsidP="00DC5255">
      <w:pPr>
        <w:pStyle w:val="Heading2"/>
        <w:rPr>
          <w:rtl/>
        </w:rPr>
      </w:pPr>
      <w:bookmarkStart w:id="428" w:name="_Toc449617485"/>
      <w:r>
        <w:rPr>
          <w:rtl/>
        </w:rPr>
        <w:t>ثواب گفتن «لا اله الا الله» به هنگام مصيبت</w:t>
      </w:r>
      <w:bookmarkEnd w:id="428"/>
    </w:p>
    <w:p w:rsidR="00A679DB" w:rsidRDefault="00A679DB" w:rsidP="00A679DB">
      <w:pPr>
        <w:pStyle w:val="libNormal"/>
        <w:rPr>
          <w:rtl/>
        </w:rPr>
      </w:pPr>
      <w:r>
        <w:rPr>
          <w:rtl/>
        </w:rPr>
        <w:t xml:space="preserve">حديث : ١ ابى رحمه الله قال حدثنى سعد به عبدالله عن احمد بن محمد عن الحسن بن على عن عبدالله بن سنان عن معروف بن خربوذ عن ابى جعفر </w:t>
      </w:r>
      <w:r w:rsidRPr="00DC5255">
        <w:rPr>
          <w:rStyle w:val="libAlaemChar"/>
          <w:rtl/>
        </w:rPr>
        <w:t>عليه‌السلام</w:t>
      </w:r>
      <w:r>
        <w:rPr>
          <w:rtl/>
        </w:rPr>
        <w:t xml:space="preserve"> قال سمعته يقول ما من مومن يصاب بمصيبه فى الدنيا فيستر جع عند مصيبته حين تفجاه المصيبه الا غفر الله له ما مضى من ذنوبه الا الكبائر التى اوجب الله عليها النار و قال كلما ذكر مصيبته فيما يستقبل من عمره فاسترجع عندها و حمد الله غفر الله له كل ذنب اكتسبه فيما بين الاستر جاع الاول الى الاسترجاع الثانى الا الكبائر من الذنوب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DC5255">
        <w:rPr>
          <w:rStyle w:val="libAlaemChar"/>
          <w:rtl/>
        </w:rPr>
        <w:t>عليه‌السلام</w:t>
      </w:r>
      <w:r>
        <w:rPr>
          <w:rtl/>
        </w:rPr>
        <w:t xml:space="preserve"> فرمودند: مومنى نيست كه هنگام رويداد مصيبتى «لا اله الا الله » بگويد، مگر اين كه خداوند همه گناهانش را مى آمرزد، جز گناهان كبيره كه انسان را جهنمى مى كند. و هرگاه در آينده به ياد آن مصيبت افتاده ، «لا اله الا الله» بگويد و خدا را حمد كند، خداوند تمام گناهانى را كه كه بين «لا اله الا الله» گفتن اول و دوم مرتكب شده است ، مى بخشد، جز گناهان كبيره را.</w:t>
      </w:r>
    </w:p>
    <w:p w:rsidR="00A679DB" w:rsidRDefault="00A679DB" w:rsidP="00A679DB">
      <w:pPr>
        <w:pStyle w:val="libNormal"/>
        <w:rPr>
          <w:rtl/>
        </w:rPr>
      </w:pPr>
      <w:r>
        <w:rPr>
          <w:rtl/>
        </w:rPr>
        <w:t xml:space="preserve">حديث : ٢ حدثنى محمد بن الحسن رضى الله عنه قال حدثنا محمد بن الحسن الصفار عن احمد بن محمد عن على بن سيف عن اخيه عن ابيه سيف بن عميره عن ابى عبدالله </w:t>
      </w:r>
      <w:r w:rsidRPr="00DC5255">
        <w:rPr>
          <w:rStyle w:val="libAlaemChar"/>
          <w:rtl/>
        </w:rPr>
        <w:t>عليه‌السلام</w:t>
      </w:r>
      <w:r>
        <w:rPr>
          <w:rtl/>
        </w:rPr>
        <w:t xml:space="preserve"> قال من الهم الاسترجاع عند المصيبه وجبت له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DC5255">
        <w:rPr>
          <w:rStyle w:val="libAlaemChar"/>
          <w:rtl/>
        </w:rPr>
        <w:t>عليه‌السلام</w:t>
      </w:r>
      <w:r>
        <w:rPr>
          <w:rtl/>
        </w:rPr>
        <w:t xml:space="preserve"> فرمودند: كسى كه هنگام مصيبت ، گفتن «لا اله الا الله» به او الهام شود، بهشت براى او واجب مى شود.</w:t>
      </w:r>
    </w:p>
    <w:p w:rsidR="00DC5255" w:rsidRPr="00ED74AF" w:rsidRDefault="00DC5255" w:rsidP="00ED74AF">
      <w:pPr>
        <w:pStyle w:val="libNormal"/>
        <w:rPr>
          <w:rtl/>
        </w:rPr>
      </w:pPr>
      <w:r w:rsidRPr="00ED74AF">
        <w:rPr>
          <w:rtl/>
        </w:rPr>
        <w:br w:type="page"/>
      </w:r>
    </w:p>
    <w:p w:rsidR="00A679DB" w:rsidRDefault="00A679DB" w:rsidP="00DC5255">
      <w:pPr>
        <w:pStyle w:val="Heading2"/>
        <w:rPr>
          <w:rtl/>
        </w:rPr>
      </w:pPr>
      <w:bookmarkStart w:id="429" w:name="_Toc449617486"/>
      <w:r>
        <w:rPr>
          <w:rtl/>
        </w:rPr>
        <w:t>ثواب صبر</w:t>
      </w:r>
      <w:bookmarkEnd w:id="429"/>
    </w:p>
    <w:p w:rsidR="00A679DB" w:rsidRDefault="00A679DB" w:rsidP="00DC5255">
      <w:pPr>
        <w:pStyle w:val="libNormal"/>
        <w:rPr>
          <w:rtl/>
        </w:rPr>
      </w:pPr>
      <w:r>
        <w:rPr>
          <w:rtl/>
        </w:rPr>
        <w:t xml:space="preserve">حديث : ١ حديثى محمد بن على ماجيلويه رضى الله عنه محمد بن يحيى العطار عن محمد بن احمد عن محمد بن حسان الرازى عن ابى محمد الرازى ععن ابى المغرا عن ابى عبدالله </w:t>
      </w:r>
      <w:r w:rsidRPr="00DC5255">
        <w:rPr>
          <w:rStyle w:val="libAlaemChar"/>
          <w:rtl/>
        </w:rPr>
        <w:t>عليه‌السلام</w:t>
      </w:r>
      <w:r>
        <w:rPr>
          <w:rtl/>
        </w:rPr>
        <w:t xml:space="preserve"> قال سمعت ابا جعفر </w:t>
      </w:r>
      <w:r w:rsidRPr="00DC5255">
        <w:rPr>
          <w:rStyle w:val="libAlaemChar"/>
          <w:rtl/>
        </w:rPr>
        <w:t>عليه‌السلام</w:t>
      </w:r>
      <w:r>
        <w:rPr>
          <w:rtl/>
        </w:rPr>
        <w:t xml:space="preserve"> يقول انى لا صبر من غلامى هذا و من اهلى على ما هو امر من الحنظل انه من صبر نال بصره درجه الصائم القائم و درجه و درجه الشهيد الذى قد ضرب بسيفه قدام محمد </w:t>
      </w:r>
      <w:r w:rsidRPr="00DC5255">
        <w:rPr>
          <w:rStyle w:val="libAlaemChar"/>
          <w:rtl/>
        </w:rPr>
        <w:t>صلى‌الله‌عليه‌وآله</w:t>
      </w:r>
      <w:r>
        <w:rPr>
          <w:rtl/>
        </w:rPr>
        <w:t xml:space="preserve">  </w:t>
      </w:r>
    </w:p>
    <w:p w:rsidR="00A679DB" w:rsidRDefault="00A679DB" w:rsidP="00A679DB">
      <w:pPr>
        <w:pStyle w:val="libNormal"/>
        <w:rPr>
          <w:rtl/>
        </w:rPr>
      </w:pPr>
      <w:r>
        <w:rPr>
          <w:rtl/>
        </w:rPr>
        <w:t>ترجمه :</w:t>
      </w:r>
    </w:p>
    <w:p w:rsidR="00A679DB" w:rsidRDefault="00A679DB" w:rsidP="00DC5255">
      <w:pPr>
        <w:pStyle w:val="libNormal"/>
        <w:rPr>
          <w:rtl/>
        </w:rPr>
      </w:pPr>
      <w:r>
        <w:rPr>
          <w:rtl/>
        </w:rPr>
        <w:t xml:space="preserve">١. امام صادق </w:t>
      </w:r>
      <w:r w:rsidRPr="00DC5255">
        <w:rPr>
          <w:rStyle w:val="libAlaemChar"/>
          <w:rtl/>
        </w:rPr>
        <w:t>عليه‌السلام</w:t>
      </w:r>
      <w:r>
        <w:rPr>
          <w:rtl/>
        </w:rPr>
        <w:t xml:space="preserve"> نقل مى نمايند كه امام باقر </w:t>
      </w:r>
      <w:r w:rsidRPr="00DC5255">
        <w:rPr>
          <w:rStyle w:val="libAlaemChar"/>
          <w:rtl/>
        </w:rPr>
        <w:t>عليه‌السلام</w:t>
      </w:r>
      <w:r>
        <w:rPr>
          <w:rtl/>
        </w:rPr>
        <w:t xml:space="preserve"> فرمودند: همانا من از اين غلام و خانواده ام چيزهايى مى بينم كه براين تلختر از حنظل است و بر </w:t>
      </w:r>
      <w:r w:rsidR="00DC5255">
        <w:rPr>
          <w:rFonts w:hint="cs"/>
          <w:rtl/>
        </w:rPr>
        <w:t>آ</w:t>
      </w:r>
      <w:r>
        <w:rPr>
          <w:rtl/>
        </w:rPr>
        <w:t xml:space="preserve">ن صبر مى كنم و همانا كسى كه صبر كند، با صبر خود به درجه روزه دار شب زنده دار و درجه شهيدى مى رسد كه در پيشگاه حضرت محمد </w:t>
      </w:r>
      <w:r w:rsidR="00E60DFB" w:rsidRPr="00DC5255">
        <w:rPr>
          <w:rStyle w:val="libAlaemChar"/>
          <w:rtl/>
        </w:rPr>
        <w:t>صلى‌الله‌عليه‌وآله</w:t>
      </w:r>
      <w:r w:rsidR="00E60DFB">
        <w:rPr>
          <w:rtl/>
        </w:rPr>
        <w:t xml:space="preserve"> </w:t>
      </w:r>
      <w:r>
        <w:rPr>
          <w:rtl/>
        </w:rPr>
        <w:t>شمشير زده است .</w:t>
      </w:r>
    </w:p>
    <w:p w:rsidR="00A679DB" w:rsidRDefault="00A679DB" w:rsidP="00A679DB">
      <w:pPr>
        <w:pStyle w:val="libNormal"/>
        <w:rPr>
          <w:rtl/>
        </w:rPr>
      </w:pPr>
      <w:r>
        <w:rPr>
          <w:rtl/>
        </w:rPr>
        <w:t xml:space="preserve">حديث : ٢ حدثنى محمد بن الحسن رضى الله عنه قال حدثنى محمد بن ابى القاسم عن احمد بن ابى عبدالله عن الحسن بن الحسين بن يزيد عن ابراهيم بن ابى بكر عن عاصم عن ابى حمزه الثمالى عن ابى جعفر الباقر </w:t>
      </w:r>
      <w:r w:rsidRPr="00DC5255">
        <w:rPr>
          <w:rStyle w:val="libAlaemChar"/>
          <w:rtl/>
        </w:rPr>
        <w:t>عليه‌السلام</w:t>
      </w:r>
      <w:r>
        <w:rPr>
          <w:rtl/>
        </w:rPr>
        <w:t xml:space="preserve"> قال سمعته يقول من صبر على مصيبه زاده الله عزا الى عزه و ادخله الجنه مع محمد و اهل بيته </w:t>
      </w:r>
      <w:r w:rsidR="00DC5255" w:rsidRPr="00DC5255">
        <w:rPr>
          <w:rStyle w:val="libAlaemChar"/>
          <w:rtl/>
        </w:rPr>
        <w:t>عليهم‌السلام</w:t>
      </w:r>
      <w:r w:rsidR="00DC5255">
        <w:rPr>
          <w:rtl/>
        </w:rPr>
        <w:t xml:space="preserve"> </w:t>
      </w:r>
      <w:r>
        <w:rPr>
          <w:rtl/>
        </w:rPr>
        <w:t>.</w:t>
      </w:r>
    </w:p>
    <w:p w:rsidR="00A679DB" w:rsidRDefault="00A679DB" w:rsidP="00A679DB">
      <w:pPr>
        <w:pStyle w:val="libNormal"/>
        <w:rPr>
          <w:rtl/>
        </w:rPr>
      </w:pPr>
      <w:r>
        <w:rPr>
          <w:rtl/>
        </w:rPr>
        <w:t>ترجمه :</w:t>
      </w:r>
    </w:p>
    <w:p w:rsidR="00DC5255" w:rsidRDefault="00A679DB" w:rsidP="00DC5255">
      <w:pPr>
        <w:pStyle w:val="libNormal"/>
        <w:rPr>
          <w:rtl/>
        </w:rPr>
      </w:pPr>
      <w:r>
        <w:rPr>
          <w:rtl/>
        </w:rPr>
        <w:t xml:space="preserve">٢. راوى مى گويد شنيدم كه امام باقر </w:t>
      </w:r>
      <w:r w:rsidRPr="00DC5255">
        <w:rPr>
          <w:rStyle w:val="libAlaemChar"/>
          <w:rtl/>
        </w:rPr>
        <w:t>عليه‌السلام</w:t>
      </w:r>
      <w:r>
        <w:rPr>
          <w:rtl/>
        </w:rPr>
        <w:t xml:space="preserve"> فرمودند: كسى كه بر مصيبتى صبر كند، خداوند عزتش را افزون نموده و او را همراه با حضرت محمد </w:t>
      </w:r>
      <w:r w:rsidR="00E60DFB" w:rsidRPr="00DC5255">
        <w:rPr>
          <w:rStyle w:val="libAlaemChar"/>
          <w:rtl/>
        </w:rPr>
        <w:t>صلى‌الله‌عليه‌وآله</w:t>
      </w:r>
      <w:r w:rsidR="00E60DFB">
        <w:rPr>
          <w:rtl/>
        </w:rPr>
        <w:t xml:space="preserve"> </w:t>
      </w:r>
      <w:r>
        <w:rPr>
          <w:rtl/>
        </w:rPr>
        <w:t xml:space="preserve">و اهل بيت او </w:t>
      </w:r>
      <w:r w:rsidR="00DC5255" w:rsidRPr="00DC5255">
        <w:rPr>
          <w:rStyle w:val="libAlaemChar"/>
          <w:rtl/>
        </w:rPr>
        <w:t>عليهم‌السلام</w:t>
      </w:r>
      <w:r w:rsidR="00DC5255">
        <w:rPr>
          <w:rtl/>
        </w:rPr>
        <w:t xml:space="preserve"> </w:t>
      </w:r>
      <w:r>
        <w:rPr>
          <w:rtl/>
        </w:rPr>
        <w:t>به بهشت مى برد.</w:t>
      </w:r>
    </w:p>
    <w:p w:rsidR="00A679DB" w:rsidRDefault="00DC5255" w:rsidP="00DC5255">
      <w:pPr>
        <w:pStyle w:val="Heading2"/>
        <w:rPr>
          <w:rtl/>
        </w:rPr>
      </w:pPr>
      <w:r>
        <w:rPr>
          <w:rtl/>
        </w:rPr>
        <w:br w:type="page"/>
      </w:r>
      <w:bookmarkStart w:id="430" w:name="_Toc449617487"/>
      <w:r w:rsidR="00A679DB">
        <w:rPr>
          <w:rtl/>
        </w:rPr>
        <w:lastRenderedPageBreak/>
        <w:t>ثواب تسليت</w:t>
      </w:r>
      <w:bookmarkEnd w:id="430"/>
    </w:p>
    <w:p w:rsidR="00A679DB" w:rsidRDefault="00A679DB" w:rsidP="00A679DB">
      <w:pPr>
        <w:pStyle w:val="libNormal"/>
        <w:rPr>
          <w:rtl/>
        </w:rPr>
      </w:pPr>
      <w:r>
        <w:rPr>
          <w:rtl/>
        </w:rPr>
        <w:t xml:space="preserve">حديث : ١ حدثنى حمزه بن محمد العلوى عن على بن ابراهيم عن ابيه عن عبدالله بن المغيره عن السكونى عن جعفر بن محمد الصادق عن آبائه </w:t>
      </w:r>
      <w:r w:rsidR="00DC5255" w:rsidRPr="00DC5255">
        <w:rPr>
          <w:rStyle w:val="libAlaemChar"/>
          <w:rtl/>
        </w:rPr>
        <w:t>عليهم‌السلام</w:t>
      </w:r>
      <w:r w:rsidR="00DC5255">
        <w:rPr>
          <w:rtl/>
        </w:rPr>
        <w:t xml:space="preserve"> </w:t>
      </w:r>
      <w:r>
        <w:rPr>
          <w:rtl/>
        </w:rPr>
        <w:t xml:space="preserve">قال قال رسول الله </w:t>
      </w:r>
      <w:r w:rsidR="00E60DFB" w:rsidRPr="00DC5255">
        <w:rPr>
          <w:rStyle w:val="libAlaemChar"/>
          <w:rtl/>
        </w:rPr>
        <w:t>صلى‌الله‌عليه‌وآله</w:t>
      </w:r>
      <w:r w:rsidR="00E60DFB">
        <w:rPr>
          <w:rtl/>
        </w:rPr>
        <w:t xml:space="preserve"> </w:t>
      </w:r>
      <w:r>
        <w:rPr>
          <w:rtl/>
        </w:rPr>
        <w:t>التعزيه تورث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از پدرانشان </w:t>
      </w:r>
      <w:r w:rsidRPr="00DC5255">
        <w:rPr>
          <w:rStyle w:val="libAlaemChar"/>
          <w:rtl/>
        </w:rPr>
        <w:t>عليه‌السلام</w:t>
      </w:r>
      <w:r>
        <w:rPr>
          <w:rtl/>
        </w:rPr>
        <w:t xml:space="preserve"> نقل مى نمايد كه رسول خدا </w:t>
      </w:r>
      <w:r w:rsidR="00E60DFB" w:rsidRPr="00DC5255">
        <w:rPr>
          <w:rStyle w:val="libAlaemChar"/>
          <w:rtl/>
        </w:rPr>
        <w:t>صلى‌الله‌عليه‌وآله</w:t>
      </w:r>
      <w:r w:rsidR="00E60DFB">
        <w:rPr>
          <w:rtl/>
        </w:rPr>
        <w:t xml:space="preserve"> </w:t>
      </w:r>
      <w:r>
        <w:rPr>
          <w:rtl/>
        </w:rPr>
        <w:t>فرمودند: تسليت گفتن انسان را به بهشت مى برد.</w:t>
      </w:r>
    </w:p>
    <w:p w:rsidR="00A679DB" w:rsidRDefault="00A679DB" w:rsidP="00A679DB">
      <w:pPr>
        <w:pStyle w:val="libNormal"/>
        <w:rPr>
          <w:rtl/>
        </w:rPr>
      </w:pPr>
      <w:r>
        <w:rPr>
          <w:rtl/>
        </w:rPr>
        <w:t xml:space="preserve">حديث : ٢ و بهذاالاسناد عنه </w:t>
      </w:r>
      <w:r w:rsidR="00E60DFB" w:rsidRPr="00DC5255">
        <w:rPr>
          <w:rStyle w:val="libAlaemChar"/>
          <w:rtl/>
        </w:rPr>
        <w:t>صلى‌الله‌عليه‌وآله</w:t>
      </w:r>
      <w:r w:rsidR="00E60DFB">
        <w:rPr>
          <w:rtl/>
        </w:rPr>
        <w:t xml:space="preserve"> </w:t>
      </w:r>
      <w:r>
        <w:rPr>
          <w:rtl/>
        </w:rPr>
        <w:t>قال من عزى حزينا كسى فى الموقف حله يحبر بها.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رسول خدا </w:t>
      </w:r>
      <w:r w:rsidR="00E60DFB" w:rsidRPr="00DC5255">
        <w:rPr>
          <w:rStyle w:val="libAlaemChar"/>
          <w:rtl/>
        </w:rPr>
        <w:t>صلى‌الله‌عليه‌وآله</w:t>
      </w:r>
      <w:r w:rsidR="00E60DFB">
        <w:rPr>
          <w:rtl/>
        </w:rPr>
        <w:t xml:space="preserve"> </w:t>
      </w:r>
      <w:r>
        <w:rPr>
          <w:rtl/>
        </w:rPr>
        <w:t>فرمودند: كسى كه اندوهگينى را تسليت دهد، در روز قيامت لباسى به او مى دهند كه او را آراسته مى گرداند.</w:t>
      </w:r>
    </w:p>
    <w:p w:rsidR="00A679DB" w:rsidRDefault="00DC5255" w:rsidP="00DC5255">
      <w:pPr>
        <w:pStyle w:val="libAlaem"/>
        <w:rPr>
          <w:rtl/>
        </w:rPr>
      </w:pPr>
      <w:r>
        <w:rPr>
          <w:rFonts w:hint="cs"/>
          <w:rtl/>
        </w:rPr>
        <w:t>ظ</w:t>
      </w:r>
    </w:p>
    <w:p w:rsidR="00A679DB" w:rsidRDefault="00A679DB" w:rsidP="00A679DB">
      <w:pPr>
        <w:pStyle w:val="libNormal"/>
        <w:rPr>
          <w:rtl/>
        </w:rPr>
      </w:pPr>
      <w:r>
        <w:rPr>
          <w:rtl/>
        </w:rPr>
        <w:t>ترجمه :</w:t>
      </w:r>
    </w:p>
    <w:p w:rsidR="00DC5255" w:rsidRDefault="00A679DB" w:rsidP="00DC5255">
      <w:pPr>
        <w:pStyle w:val="libNormal"/>
        <w:rPr>
          <w:rtl/>
        </w:rPr>
      </w:pPr>
      <w:r>
        <w:rPr>
          <w:rtl/>
        </w:rPr>
        <w:t xml:space="preserve">٣. امام صادق </w:t>
      </w:r>
      <w:r w:rsidRPr="00DC5255">
        <w:rPr>
          <w:rStyle w:val="libAlaemChar"/>
          <w:rtl/>
        </w:rPr>
        <w:t>عليه‌السلام</w:t>
      </w:r>
      <w:r>
        <w:rPr>
          <w:rtl/>
        </w:rPr>
        <w:t xml:space="preserve"> مرد فرزند مرده اى را تسليت داده و به او فرمودند: خداوند براى او بهتر از تو است و ثواب خدا براى تو بهتر از اوست . به آن حضرت </w:t>
      </w:r>
      <w:r w:rsidRPr="00DC5255">
        <w:rPr>
          <w:rStyle w:val="libAlaemChar"/>
          <w:rtl/>
        </w:rPr>
        <w:t>عليه‌السلام</w:t>
      </w:r>
      <w:r>
        <w:rPr>
          <w:rtl/>
        </w:rPr>
        <w:t xml:space="preserve"> خبر دادند كه باز هم بى تابى مى كند. دوباره سراغ آن مرد آمده و به او فرمودند: رسول خدا </w:t>
      </w:r>
      <w:r w:rsidR="00E60DFB" w:rsidRPr="00DC5255">
        <w:rPr>
          <w:rStyle w:val="libAlaemChar"/>
          <w:rtl/>
        </w:rPr>
        <w:t>صلى‌الله‌عليه‌وآله</w:t>
      </w:r>
      <w:r w:rsidR="00E60DFB">
        <w:rPr>
          <w:rtl/>
        </w:rPr>
        <w:t xml:space="preserve"> </w:t>
      </w:r>
      <w:r>
        <w:rPr>
          <w:rtl/>
        </w:rPr>
        <w:t xml:space="preserve">نيز از دنيا رفت چرا از رحلت او سرمشق نمى گيرى ؟ آن مرد گفت : فرزندم فاسق (و بدكار) بود. </w:t>
      </w:r>
      <w:r w:rsidR="00DC5255">
        <w:rPr>
          <w:rFonts w:hint="cs"/>
          <w:rtl/>
        </w:rPr>
        <w:t>آ</w:t>
      </w:r>
      <w:r>
        <w:rPr>
          <w:rtl/>
        </w:rPr>
        <w:t xml:space="preserve">ن حضرت </w:t>
      </w:r>
      <w:r w:rsidRPr="00DC5255">
        <w:rPr>
          <w:rStyle w:val="libAlaemChar"/>
          <w:rtl/>
        </w:rPr>
        <w:t>عليه‌السلام</w:t>
      </w:r>
      <w:r>
        <w:rPr>
          <w:rtl/>
        </w:rPr>
        <w:t xml:space="preserve"> فرمودند: سه چيز در برابر اوست : شهادت به اين كه خدايى جز خداى يگانه نيست ، رحمت خداوند و شفاعت رسول خدا </w:t>
      </w:r>
      <w:r w:rsidR="00E60DFB" w:rsidRPr="00DC5255">
        <w:rPr>
          <w:rStyle w:val="libAlaemChar"/>
          <w:rtl/>
        </w:rPr>
        <w:t>صلى‌الله‌عليه‌وآله</w:t>
      </w:r>
      <w:r w:rsidR="00E60DFB">
        <w:rPr>
          <w:rtl/>
        </w:rPr>
        <w:t xml:space="preserve"> </w:t>
      </w:r>
      <w:r>
        <w:rPr>
          <w:rtl/>
        </w:rPr>
        <w:t>و ان شاء الله هيچ كدام از اينها را از دست نخواهد داد.</w:t>
      </w:r>
    </w:p>
    <w:p w:rsidR="00DC5255" w:rsidRDefault="00DC5255" w:rsidP="00DC5255">
      <w:pPr>
        <w:pStyle w:val="libNormal"/>
        <w:rPr>
          <w:rtl/>
        </w:rPr>
      </w:pPr>
      <w:r>
        <w:rPr>
          <w:rtl/>
        </w:rPr>
        <w:br w:type="page"/>
      </w:r>
    </w:p>
    <w:p w:rsidR="00A679DB" w:rsidRDefault="00A679DB" w:rsidP="00DC5255">
      <w:pPr>
        <w:pStyle w:val="Heading2"/>
        <w:rPr>
          <w:rtl/>
        </w:rPr>
      </w:pPr>
      <w:bookmarkStart w:id="431" w:name="_Toc449617488"/>
      <w:r>
        <w:rPr>
          <w:rtl/>
        </w:rPr>
        <w:t xml:space="preserve">ثواب </w:t>
      </w:r>
      <w:r w:rsidR="00DC5255">
        <w:rPr>
          <w:rFonts w:hint="cs"/>
          <w:rtl/>
        </w:rPr>
        <w:t>زیارت</w:t>
      </w:r>
      <w:r>
        <w:rPr>
          <w:rtl/>
        </w:rPr>
        <w:t xml:space="preserve"> قبر المومن</w:t>
      </w:r>
      <w:bookmarkEnd w:id="431"/>
    </w:p>
    <w:p w:rsidR="00A679DB" w:rsidRDefault="00A679DB" w:rsidP="00A679DB">
      <w:pPr>
        <w:pStyle w:val="libNormal"/>
        <w:rPr>
          <w:rtl/>
        </w:rPr>
      </w:pPr>
    </w:p>
    <w:p w:rsidR="00A679DB" w:rsidRDefault="00A679DB" w:rsidP="00A679DB">
      <w:pPr>
        <w:pStyle w:val="libNormal"/>
        <w:rPr>
          <w:rtl/>
        </w:rPr>
      </w:pPr>
      <w:r>
        <w:rPr>
          <w:rtl/>
        </w:rPr>
        <w:t xml:space="preserve">حديث : ٤ حدثنى محمد بن موسى بن المتوكل رضى الله عنه قال حدثنى سعدبن عبدالله عن احمد بن ابى عبدالله البرقى عن ابيه عن وهب بن وهب عن جعفر بن محمد الصادق عن ابيه عن آبائه </w:t>
      </w:r>
      <w:r w:rsidR="00DC5255" w:rsidRPr="00DC5255">
        <w:rPr>
          <w:rStyle w:val="libAlaemChar"/>
          <w:rtl/>
        </w:rPr>
        <w:t>عليهم‌السلام</w:t>
      </w:r>
      <w:r w:rsidR="00DC5255">
        <w:rPr>
          <w:rtl/>
        </w:rPr>
        <w:t xml:space="preserve"> </w:t>
      </w:r>
      <w:r>
        <w:rPr>
          <w:rtl/>
        </w:rPr>
        <w:t xml:space="preserve">عن رسول الله </w:t>
      </w:r>
      <w:r w:rsidR="00E60DFB" w:rsidRPr="00DC5255">
        <w:rPr>
          <w:rStyle w:val="libAlaemChar"/>
          <w:rtl/>
        </w:rPr>
        <w:t>صلى‌الله‌عليه‌وآله</w:t>
      </w:r>
      <w:r w:rsidR="00E60DFB">
        <w:rPr>
          <w:rtl/>
        </w:rPr>
        <w:t xml:space="preserve"> </w:t>
      </w:r>
      <w:r>
        <w:rPr>
          <w:rtl/>
        </w:rPr>
        <w:t>قال من عزى مصابا كان له مثل اجزه من غير ان ينقص من اجر المصاب شى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DC5255">
        <w:rPr>
          <w:rStyle w:val="libAlaemChar"/>
          <w:rtl/>
        </w:rPr>
        <w:t>عليه‌السلام</w:t>
      </w:r>
      <w:r>
        <w:rPr>
          <w:rtl/>
        </w:rPr>
        <w:t xml:space="preserve"> از پدرانش </w:t>
      </w:r>
      <w:r w:rsidR="00DC5255" w:rsidRPr="00DC5255">
        <w:rPr>
          <w:rStyle w:val="libAlaemChar"/>
          <w:rtl/>
        </w:rPr>
        <w:t>عليهم‌السلام</w:t>
      </w:r>
      <w:r w:rsidR="00DC5255">
        <w:rPr>
          <w:rtl/>
        </w:rPr>
        <w:t xml:space="preserve"> </w:t>
      </w:r>
      <w:r>
        <w:rPr>
          <w:rtl/>
        </w:rPr>
        <w:t xml:space="preserve">روايت مى نمايد كه رسول خدا </w:t>
      </w:r>
      <w:r w:rsidR="00E60DFB" w:rsidRPr="00DC5255">
        <w:rPr>
          <w:rStyle w:val="libAlaemChar"/>
          <w:rtl/>
        </w:rPr>
        <w:t>صلى‌الله‌عليه‌وآله</w:t>
      </w:r>
      <w:r w:rsidR="00E60DFB">
        <w:rPr>
          <w:rtl/>
        </w:rPr>
        <w:t xml:space="preserve"> </w:t>
      </w:r>
      <w:r>
        <w:rPr>
          <w:rtl/>
        </w:rPr>
        <w:t>فرمودند: كسى كه مصيبت ديده اى را تسليت دهد، براى تسليت دهنده پاداش مصيبت ديده خواهد بود، بدون اين كه چيزى از پاداش مصيبت ديده كم شود.</w:t>
      </w:r>
    </w:p>
    <w:p w:rsidR="00A679DB" w:rsidRDefault="00A679DB" w:rsidP="00A679DB">
      <w:pPr>
        <w:pStyle w:val="libNormal"/>
        <w:rPr>
          <w:rtl/>
        </w:rPr>
      </w:pPr>
      <w:r>
        <w:rPr>
          <w:rtl/>
        </w:rPr>
        <w:t>حديث : ١ حدثنى محمد بن الحسن رضى الله عنه قال حدثنى محمد بن الحسن الصفار عن احمد بن محمد قال كنت انا و ابراهيم بن هاشم فى بعض ‍ المقابر اذ جاء الى قبر فجلس مستقبل القبله ثم وضع يده على القبر فقراا سبع مرات انا انزلناه ثم قال حدثنى صاحب هذا القبر و هو محمد بن اسماعيل بن بزيع انه من زار قبر مومن فقرا عنده سبع مرات انا انزلناه غفر الله له و لصاحب القبر.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من و ابراهيم بن هاشم در گورستان بوديم . او بر سر قبرى رو به قبله نشست ، دستش را روى قبر گذاشت و هفت بار انا انزلناه» خوانده . آنگاه گفت : صاحب اين قبر، محمد بن اسماعيل بن بزيع ، به من گفت </w:t>
      </w:r>
      <w:r>
        <w:rPr>
          <w:rtl/>
        </w:rPr>
        <w:lastRenderedPageBreak/>
        <w:t>(روايتى نقل كرد): كسى كه قبر مومنى را زيارت نموده و هفت بار در كنار آن «انا انزلناه» بخواند، خداوند او و صاحب قبر را مى آمرزد.</w:t>
      </w:r>
    </w:p>
    <w:p w:rsidR="00A679DB" w:rsidRDefault="00A679DB" w:rsidP="00A679DB">
      <w:pPr>
        <w:pStyle w:val="libNormal"/>
        <w:rPr>
          <w:rtl/>
        </w:rPr>
      </w:pPr>
    </w:p>
    <w:p w:rsidR="00A679DB" w:rsidRDefault="00A679DB" w:rsidP="00A679DB">
      <w:pPr>
        <w:pStyle w:val="libNormal"/>
        <w:rPr>
          <w:rtl/>
        </w:rPr>
      </w:pPr>
      <w:r>
        <w:rPr>
          <w:rtl/>
        </w:rPr>
        <w:t>ثواب من مسح يده على راس يتيم .</w:t>
      </w:r>
    </w:p>
    <w:p w:rsidR="00A679DB" w:rsidRDefault="00DC5255" w:rsidP="00A679DB">
      <w:pPr>
        <w:pStyle w:val="libNormal"/>
        <w:rPr>
          <w:rtl/>
        </w:rPr>
      </w:pPr>
      <w:r>
        <w:rPr>
          <w:rtl/>
        </w:rPr>
        <w:br w:type="page"/>
      </w:r>
    </w:p>
    <w:p w:rsidR="00A679DB" w:rsidRDefault="00A679DB" w:rsidP="00DC5255">
      <w:pPr>
        <w:pStyle w:val="Heading2"/>
        <w:rPr>
          <w:rtl/>
        </w:rPr>
      </w:pPr>
      <w:bookmarkStart w:id="432" w:name="_Toc449617489"/>
      <w:r>
        <w:rPr>
          <w:rtl/>
        </w:rPr>
        <w:t>ثواب دست كشيدن بر سر يتيم</w:t>
      </w:r>
      <w:bookmarkEnd w:id="432"/>
    </w:p>
    <w:p w:rsidR="00A679DB" w:rsidRDefault="00A679DB" w:rsidP="00A679DB">
      <w:pPr>
        <w:pStyle w:val="libNormal"/>
        <w:rPr>
          <w:rtl/>
        </w:rPr>
      </w:pPr>
      <w:r>
        <w:rPr>
          <w:rtl/>
        </w:rPr>
        <w:t xml:space="preserve">حديث : ١ ابى رحمه الله عن سعد بن عبدالله عن سلمه بن الخطاب عن اسماعيل بن اسحاق عن اسماعيل بن ابان عن غياث بن ابراهيم عن الصادق عن ابيه عن ابائه </w:t>
      </w:r>
      <w:r w:rsidR="00DC5255" w:rsidRPr="00DC5255">
        <w:rPr>
          <w:rStyle w:val="libAlaemChar"/>
          <w:rtl/>
        </w:rPr>
        <w:t>عليهم‌السلام</w:t>
      </w:r>
      <w:r w:rsidR="00DC5255">
        <w:rPr>
          <w:rtl/>
        </w:rPr>
        <w:t xml:space="preserve"> </w:t>
      </w:r>
      <w:r>
        <w:rPr>
          <w:rtl/>
        </w:rPr>
        <w:t>قال قال على بن ابى طالب صلوات الله عليه ما من مومن و لا مومنه يضع يده على راس يتيم ترحما له الا كتب الله له بكل شعره مرت يده عليها حسنه .</w:t>
      </w:r>
    </w:p>
    <w:p w:rsidR="00A679DB" w:rsidRDefault="00A679DB" w:rsidP="00A679DB">
      <w:pPr>
        <w:pStyle w:val="libNormal"/>
        <w:rPr>
          <w:rtl/>
        </w:rPr>
      </w:pPr>
      <w:r>
        <w:rPr>
          <w:rtl/>
        </w:rPr>
        <w:t>ترجمه :</w:t>
      </w:r>
    </w:p>
    <w:p w:rsidR="00A679DB" w:rsidRDefault="00A679DB" w:rsidP="00DC5255">
      <w:pPr>
        <w:pStyle w:val="libNormal"/>
        <w:rPr>
          <w:rtl/>
        </w:rPr>
      </w:pPr>
      <w:r>
        <w:rPr>
          <w:rtl/>
        </w:rPr>
        <w:t xml:space="preserve">١. امام صادق </w:t>
      </w:r>
      <w:r w:rsidRPr="00DC5255">
        <w:rPr>
          <w:rStyle w:val="libAlaemChar"/>
          <w:rtl/>
        </w:rPr>
        <w:t>عليه‌السلام</w:t>
      </w:r>
      <w:r>
        <w:rPr>
          <w:rtl/>
        </w:rPr>
        <w:t xml:space="preserve"> از پدرانش </w:t>
      </w:r>
      <w:r w:rsidR="00DC5255" w:rsidRPr="00DC5255">
        <w:rPr>
          <w:rStyle w:val="libAlaemChar"/>
          <w:rtl/>
        </w:rPr>
        <w:t>عليهم‌السلام</w:t>
      </w:r>
      <w:r w:rsidR="00DC5255">
        <w:rPr>
          <w:rtl/>
        </w:rPr>
        <w:t xml:space="preserve"> </w:t>
      </w:r>
      <w:r>
        <w:rPr>
          <w:rtl/>
        </w:rPr>
        <w:t xml:space="preserve">نقل مى نمايد كه امير المومنين فرمودند: هيچ زن و مرد مومنى نيست كه با مهربانى بر سر يتيم دست بكشد، مگر اين كه خداوند به عدد هر موئى كه دستش را بر </w:t>
      </w:r>
      <w:r w:rsidR="00DC5255">
        <w:rPr>
          <w:rFonts w:hint="cs"/>
          <w:rtl/>
        </w:rPr>
        <w:t>آ</w:t>
      </w:r>
      <w:r>
        <w:rPr>
          <w:rtl/>
        </w:rPr>
        <w:t>ن مى كشد، حسنه اى براى او مى نويسد.</w:t>
      </w:r>
    </w:p>
    <w:p w:rsidR="00A679DB" w:rsidRDefault="00A679DB" w:rsidP="00A679DB">
      <w:pPr>
        <w:pStyle w:val="libNormal"/>
        <w:rPr>
          <w:rtl/>
        </w:rPr>
      </w:pPr>
      <w:r>
        <w:rPr>
          <w:rtl/>
        </w:rPr>
        <w:t xml:space="preserve">حديث : ٢ حدثنى محمد بن الحسن رضى الله عنه قال حدثنى محمد بن الحسن الصفار عن سلمه بن الخطاب عن على بن الحسن عن محسن بن احمد عن ابان بن عثمان عن الحسن بن السرى عن ابى عبدالله </w:t>
      </w:r>
      <w:r w:rsidRPr="00DC5255">
        <w:rPr>
          <w:rStyle w:val="libAlaemChar"/>
          <w:rtl/>
        </w:rPr>
        <w:t>عليه‌السلام</w:t>
      </w:r>
      <w:r>
        <w:rPr>
          <w:rtl/>
        </w:rPr>
        <w:t xml:space="preserve"> قال ما من عبد يمسح يده على راس يتيم رحمه له الا اعطاه الله بكل شعره نورا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DC5255">
        <w:rPr>
          <w:rStyle w:val="libAlaemChar"/>
          <w:rtl/>
        </w:rPr>
        <w:t>عليه‌السلام</w:t>
      </w:r>
      <w:r>
        <w:rPr>
          <w:rtl/>
        </w:rPr>
        <w:t xml:space="preserve"> فرمودند: بنده اى نيست كه با مهربانى بر سر يتيمى دست بكشد، مگر اين كه خداوند در روز قيامت در مقابل هر مويى نورى به او عطا خواهد نمود.</w:t>
      </w:r>
    </w:p>
    <w:p w:rsidR="00A679DB" w:rsidRDefault="00A679DB" w:rsidP="00A679DB">
      <w:pPr>
        <w:pStyle w:val="libNormal"/>
        <w:rPr>
          <w:rtl/>
        </w:rPr>
      </w:pPr>
      <w:r>
        <w:rPr>
          <w:rtl/>
        </w:rPr>
        <w:t xml:space="preserve">حديث : ٣ حدثنى محمد بن موسى بن المتوكل رضى الله عنه قال حدثنا على بن الحسين السعد ابادى عن احمد بن ابى عبدالله البرقى عن ابيه عن احمد بن </w:t>
      </w:r>
      <w:r>
        <w:rPr>
          <w:rtl/>
        </w:rPr>
        <w:lastRenderedPageBreak/>
        <w:t xml:space="preserve">انضر الخزاز عن عمروبن شمر جابر عن ابى جعفر عليه‌السلام قال قال رسول الله </w:t>
      </w:r>
      <w:r w:rsidR="00E60DFB" w:rsidRPr="00DC5255">
        <w:rPr>
          <w:rStyle w:val="libAlaemChar"/>
          <w:rtl/>
        </w:rPr>
        <w:t>صلى‌الله‌عليه‌وآله</w:t>
      </w:r>
      <w:r w:rsidR="00E60DFB">
        <w:rPr>
          <w:rtl/>
        </w:rPr>
        <w:t xml:space="preserve"> </w:t>
      </w:r>
      <w:r>
        <w:rPr>
          <w:rtl/>
        </w:rPr>
        <w:t>من انكر منكم قسوه قلبه فليدن يتيما فيلاطفه و ليسمح راسه يلين قلبه باذن الله ان لليتيم حقا و قال فى حديث آخر يقعده على خوانه و يمسح راسه يلين قلبه فانه هاذ فعل ذلك لان قلبه باذن الله عزوجل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باقر </w:t>
      </w:r>
      <w:r w:rsidRPr="00DC5255">
        <w:rPr>
          <w:rStyle w:val="libAlaemChar"/>
          <w:rtl/>
        </w:rPr>
        <w:t>عليه‌السلام</w:t>
      </w:r>
      <w:r>
        <w:rPr>
          <w:rtl/>
        </w:rPr>
        <w:t xml:space="preserve"> نقل مى نمايند كه رسول خدا </w:t>
      </w:r>
      <w:r w:rsidR="00E60DFB" w:rsidRPr="00DC5255">
        <w:rPr>
          <w:rStyle w:val="libAlaemChar"/>
          <w:rtl/>
        </w:rPr>
        <w:t>صلى‌الله‌عليه‌وآله</w:t>
      </w:r>
      <w:r w:rsidR="00E60DFB">
        <w:rPr>
          <w:rtl/>
        </w:rPr>
        <w:t xml:space="preserve"> </w:t>
      </w:r>
      <w:r>
        <w:rPr>
          <w:rtl/>
        </w:rPr>
        <w:t>فرمودند: كسى كه از سخت</w:t>
      </w:r>
      <w:r w:rsidR="00DC5255">
        <w:rPr>
          <w:rFonts w:hint="cs"/>
          <w:rtl/>
        </w:rPr>
        <w:t xml:space="preserve"> </w:t>
      </w:r>
      <w:r>
        <w:rPr>
          <w:rtl/>
        </w:rPr>
        <w:t>دلى خود نارحت باشد، مى تواند نزد يتيمى رفته او را مورد لطف و محبت خويش قرار داده و بر سرش دست بكشد تا با خواست خدا دلش نرم شود. و در حديث ديگرى فرمودند: او را بر سر سفره خويش نشانده و بر سرش دست بكشد تا دلش نرم شود. زيرا همانا هنگامى كه اين عمل را انجام دهد، بخواست خداوند عزوجل دلش نرم مى شود.</w:t>
      </w:r>
    </w:p>
    <w:p w:rsidR="00A679DB" w:rsidRDefault="00A679DB" w:rsidP="00A679DB">
      <w:pPr>
        <w:pStyle w:val="libNormal"/>
        <w:rPr>
          <w:rtl/>
        </w:rPr>
      </w:pPr>
    </w:p>
    <w:p w:rsidR="00A679DB" w:rsidRDefault="00A679DB" w:rsidP="00A679DB">
      <w:pPr>
        <w:pStyle w:val="libNormal"/>
        <w:rPr>
          <w:rtl/>
        </w:rPr>
      </w:pPr>
      <w:r>
        <w:rPr>
          <w:rtl/>
        </w:rPr>
        <w:t>ثواب من اسكت يتيما عند بكائه</w:t>
      </w:r>
    </w:p>
    <w:p w:rsidR="00A679DB" w:rsidRDefault="00DC5255" w:rsidP="00A679DB">
      <w:pPr>
        <w:pStyle w:val="libNormal"/>
        <w:rPr>
          <w:rtl/>
        </w:rPr>
      </w:pPr>
      <w:r>
        <w:rPr>
          <w:rtl/>
        </w:rPr>
        <w:br w:type="page"/>
      </w:r>
    </w:p>
    <w:p w:rsidR="00A679DB" w:rsidRDefault="00A679DB" w:rsidP="00DC5255">
      <w:pPr>
        <w:pStyle w:val="Heading2"/>
        <w:rPr>
          <w:rtl/>
        </w:rPr>
      </w:pPr>
      <w:bookmarkStart w:id="433" w:name="_Toc449617490"/>
      <w:r>
        <w:rPr>
          <w:rtl/>
        </w:rPr>
        <w:t>ثواب ساكت كردن گريه يتيم</w:t>
      </w:r>
      <w:bookmarkEnd w:id="433"/>
    </w:p>
    <w:p w:rsidR="00A679DB" w:rsidRDefault="00A679DB" w:rsidP="00A679DB">
      <w:pPr>
        <w:pStyle w:val="libNormal"/>
        <w:rPr>
          <w:rtl/>
        </w:rPr>
      </w:pPr>
      <w:r>
        <w:rPr>
          <w:rtl/>
        </w:rPr>
        <w:t>حديث : ١ حدثنى محمد بن الحسن رضى الله عنهه قال حدثنى محمد بن الحسن الصفار عن ايوب بن نوح عن محمد بن ابى عمير عن ابن سنان قال حدثنى رجل من همدان يقال له عبيدالله بن الضحاك عن ابى خالد الاحمر عن ابى مريم الانصارى قال قال رسول الله عليه‌السلام ان اليتيم اذا بكى اهتز له العرش فيقول الرب تبارك و تعالى من هذا الذى ابكى عبدى الذى سلبته ابويه فى صغره فو عزتى و جلالى لا يسكته احد الا اوجبت له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DC5255">
        <w:rPr>
          <w:rStyle w:val="libAlaemChar"/>
          <w:rtl/>
        </w:rPr>
        <w:t>صلى‌الله‌عليه‌وآله</w:t>
      </w:r>
      <w:r w:rsidR="00E60DFB">
        <w:rPr>
          <w:rtl/>
        </w:rPr>
        <w:t xml:space="preserve"> </w:t>
      </w:r>
      <w:r>
        <w:rPr>
          <w:rtl/>
        </w:rPr>
        <w:t>فرمودند: همانا هنگامى كه يتيم بگريد، عرش خدا مى لرزد و خداى متعال مى فرمايد: چه كسى بنده مرا كه پدر و مادرش در كودكى از او گرفته ام گريانده است ! بعزت و جلالم سوگند كسى او را ساكت نمى گرداند، مگر اين كه بهشت را براى او واجب مى نمايم .</w:t>
      </w:r>
    </w:p>
    <w:p w:rsidR="00A679DB" w:rsidRDefault="00A679DB" w:rsidP="00A679DB">
      <w:pPr>
        <w:pStyle w:val="libNormal"/>
        <w:rPr>
          <w:rtl/>
        </w:rPr>
      </w:pPr>
    </w:p>
    <w:p w:rsidR="00A679DB" w:rsidRDefault="00A679DB" w:rsidP="00A679DB">
      <w:pPr>
        <w:pStyle w:val="libNormal"/>
        <w:rPr>
          <w:rtl/>
        </w:rPr>
      </w:pPr>
      <w:r>
        <w:rPr>
          <w:rtl/>
        </w:rPr>
        <w:t>ثواب المومن بعد موته و ثواب ادخال السرور على المومن</w:t>
      </w:r>
    </w:p>
    <w:p w:rsidR="00A679DB" w:rsidRDefault="00DC5255" w:rsidP="00A679DB">
      <w:pPr>
        <w:pStyle w:val="libNormal"/>
        <w:rPr>
          <w:rtl/>
        </w:rPr>
      </w:pPr>
      <w:r>
        <w:rPr>
          <w:rtl/>
        </w:rPr>
        <w:br w:type="page"/>
      </w:r>
    </w:p>
    <w:p w:rsidR="00A679DB" w:rsidRDefault="00A679DB" w:rsidP="00DC5255">
      <w:pPr>
        <w:pStyle w:val="Heading2"/>
        <w:rPr>
          <w:rtl/>
        </w:rPr>
      </w:pPr>
      <w:bookmarkStart w:id="434" w:name="_Toc449617491"/>
      <w:r>
        <w:rPr>
          <w:rtl/>
        </w:rPr>
        <w:t>ثواب مومن پس از مرگ و خوشحال نمودن او</w:t>
      </w:r>
      <w:bookmarkEnd w:id="434"/>
    </w:p>
    <w:p w:rsidR="00A679DB" w:rsidRDefault="00A679DB" w:rsidP="00A679DB">
      <w:pPr>
        <w:pStyle w:val="libNormal"/>
        <w:rPr>
          <w:rtl/>
        </w:rPr>
      </w:pPr>
      <w:r>
        <w:rPr>
          <w:rtl/>
        </w:rPr>
        <w:t xml:space="preserve">حديث : ١ ابى رحمه الله قال حدثنى عبدالله بن جعفر الحميرى عن احمد بن محمد عن الحسن بن محبوب عن سدير الصيرفى قال كنت عند ابى عبدالله </w:t>
      </w:r>
      <w:r w:rsidRPr="00DC5255">
        <w:rPr>
          <w:rStyle w:val="libAlaemChar"/>
          <w:rtl/>
        </w:rPr>
        <w:t>عليه‌السلام</w:t>
      </w:r>
      <w:r>
        <w:rPr>
          <w:rtl/>
        </w:rPr>
        <w:t xml:space="preserve"> فذكروا عنده المومن فاالتفت الى فقال ياا ابا الفضل الا احدثك بحال المومن عند الله قلت بلى فحدثنى قال فقال اذا قبض الله روح المومن صعد ملكاه الى السماء فقالا ربنا عبدك فلان و نعم العبد كان لك سريعا فى طاعتك بطيئا فى معصيتك و قد قبضته اليك فماذا تامرنا من بعده قال فيقول الله لهما اهبطا الى الدنيا و كونا عند قبر عبدى فاحمدانى و سبحانى و هللانى و كبرانى و اكتبا ذلك لعبدى حتى ابعثه من قبره ثم قال الا ازيدك فقلت بلى فزدنى فقال اذا بعث الله المومن من قبره خرج معه مثال يقدمه امامه فكلما راى المومن هولا من اهوال القيامه قال له المثال لا تحزن و لا تفزع و ابشر بالسرور و الكرامه من الله حتى يقف بين يدى الله جل جلاله فيحاسبه حسابا يسيرا و يامر به الى الجنه و امثال امامه فيقول له المومن رحمك الله نعم الخارج خرجت معى من قبرى ما زلت تبشرنى بالسرور و الكرامه من الله عزوجل حتى رايت ذلك فمن انت فيقول له المثال انا السرور الذى كنت تدخله على اخيك المومن فى الدنيا خلقنى الله منه لا بشرك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نزد امام صادق </w:t>
      </w:r>
      <w:r w:rsidRPr="00DC5255">
        <w:rPr>
          <w:rStyle w:val="libAlaemChar"/>
          <w:rtl/>
        </w:rPr>
        <w:t>عليه‌السلام</w:t>
      </w:r>
      <w:r>
        <w:rPr>
          <w:rtl/>
        </w:rPr>
        <w:t xml:space="preserve"> بودم . سخن از مومن به ميان آمد. آن حضرت </w:t>
      </w:r>
      <w:r w:rsidRPr="00DC5255">
        <w:rPr>
          <w:rStyle w:val="libAlaemChar"/>
          <w:rtl/>
        </w:rPr>
        <w:t>عليه‌السلام</w:t>
      </w:r>
      <w:r>
        <w:rPr>
          <w:rtl/>
        </w:rPr>
        <w:t xml:space="preserve"> به من رو كرده و فرمودند: اى ابا الفضل ! نمى خواهى درباره مقام مومن نزد خداوند برايت سخن بگويم ؟ عرض ‍ كردم چرا، بفرماييد. فرمودند: هنگامى كه خداوند روح مومن را گرفت : دو فرشته مراقب اعمالش به آسمان رفته و به پيشگاه خداوند عرضه مى دارند: خدايا فلان بنده ات بنده </w:t>
      </w:r>
      <w:r>
        <w:rPr>
          <w:rtl/>
        </w:rPr>
        <w:lastRenderedPageBreak/>
        <w:t xml:space="preserve">خوبى بود. در طاعت تو شتابان و در نافرمانيت كند بود. و اكنون آن را بسوى خود برده اى . در اين حال چه دستورى مى فرمايى ؟ خداوند به آنها دستور مى دهد: به دنيا بازگشته و در كنار قبر بنده ام باشيد. مرا تحميد، تسبيح ، تهليل و تكبير نموده </w:t>
      </w:r>
      <w:r w:rsidRPr="00DC5255">
        <w:rPr>
          <w:rStyle w:val="libFootnotenumChar"/>
          <w:rtl/>
        </w:rPr>
        <w:t>(١٢٣)</w:t>
      </w:r>
      <w:r>
        <w:rPr>
          <w:rtl/>
        </w:rPr>
        <w:t xml:space="preserve"> و اين اعمال را براى بنده ام بنويسيد تا او را از قبرش بر انگيزم . آنگاه حضرت </w:t>
      </w:r>
      <w:r w:rsidRPr="00DC5255">
        <w:rPr>
          <w:rStyle w:val="libAlaemChar"/>
          <w:rtl/>
        </w:rPr>
        <w:t>عليه‌السلام</w:t>
      </w:r>
      <w:r>
        <w:rPr>
          <w:rtl/>
        </w:rPr>
        <w:t xml:space="preserve"> فرمودند: نمى خواهى بيشتر برايت بگويم . عرض كردم چرا، بفرماييد فرمودند: هنگامى كه خداوند مومن را از قبرش بر مى انگيزد، مثالى همراه با او از قبر بيرون آمده و در جلو او حركت مى كند و هرگاه كه مومن ترسى از ترسهاى قيامت را مى بيند، آن مثال به او مى گويد: اندوهگين مباش و نترس ‍ و به سرور و بزرگداشت خداى عزوجل مژده بده و پيوسته او را به سرور خداى عزوجل مژده مى دهد تا در پيشگاه خداى بزرگ بايستد. آنگاه خداوند حساب اسانى از او كشيده و دستور مى فرمايد: او را به بهشت ببريد - در اين جا نيز مثال همراه اوست . مومن به او مى گويد: تو مثال خوبى هستى كه از قبر با من بيرون آمدى و پيوسته مرا به سرور و بزرگداشتى از جانب خداى عزوجل مژده دادى تا جايى كه آن را با چشم خود ديدم . تو كيستى ؟ مثال مى گويد: من همان سرورى هستم كه آن را در دنيا در دل برادر مومنت وارد ساختى . خداوند مرا از آن آفريد تا تو را مژده دهم .</w:t>
      </w:r>
    </w:p>
    <w:p w:rsidR="00A679DB" w:rsidRDefault="00A679DB" w:rsidP="00A679DB">
      <w:pPr>
        <w:pStyle w:val="libNormal"/>
        <w:rPr>
          <w:rtl/>
        </w:rPr>
      </w:pPr>
    </w:p>
    <w:p w:rsidR="00A679DB" w:rsidRDefault="00A679DB" w:rsidP="00A679DB">
      <w:pPr>
        <w:pStyle w:val="libNormal"/>
        <w:rPr>
          <w:rtl/>
        </w:rPr>
      </w:pPr>
      <w:r>
        <w:rPr>
          <w:rtl/>
        </w:rPr>
        <w:t>ثواب محبه الولد</w:t>
      </w:r>
    </w:p>
    <w:p w:rsidR="00A679DB" w:rsidRDefault="00C60935" w:rsidP="00A679DB">
      <w:pPr>
        <w:pStyle w:val="libNormal"/>
        <w:rPr>
          <w:rtl/>
        </w:rPr>
      </w:pPr>
      <w:r>
        <w:rPr>
          <w:rtl/>
        </w:rPr>
        <w:br w:type="page"/>
      </w:r>
    </w:p>
    <w:p w:rsidR="00A679DB" w:rsidRDefault="00A679DB" w:rsidP="00C60935">
      <w:pPr>
        <w:pStyle w:val="Heading2"/>
        <w:rPr>
          <w:rtl/>
        </w:rPr>
      </w:pPr>
      <w:bookmarkStart w:id="435" w:name="_Toc449617492"/>
      <w:r>
        <w:rPr>
          <w:rtl/>
        </w:rPr>
        <w:t>ثواب دوست داشتن فرزند</w:t>
      </w:r>
      <w:bookmarkEnd w:id="435"/>
    </w:p>
    <w:p w:rsidR="00A679DB" w:rsidRDefault="00A679DB" w:rsidP="00A679DB">
      <w:pPr>
        <w:pStyle w:val="libNormal"/>
        <w:rPr>
          <w:rtl/>
        </w:rPr>
      </w:pPr>
      <w:r>
        <w:rPr>
          <w:rtl/>
        </w:rPr>
        <w:t xml:space="preserve">حديث : ١ ابى رحمه الله قال حدثنى محمد بن يحيى العطار عن محمد بن احمد عن العبيدى عن ابن ابى عمير عن رجل عن ابى عبدالله </w:t>
      </w:r>
      <w:r w:rsidRPr="00C60935">
        <w:rPr>
          <w:rStyle w:val="libAlaemChar"/>
          <w:rtl/>
        </w:rPr>
        <w:t>عليه‌السلام</w:t>
      </w:r>
      <w:r>
        <w:rPr>
          <w:rtl/>
        </w:rPr>
        <w:t xml:space="preserve"> قال ان الله عزوجل يرحم الرجل لشده حبه لولده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60935">
        <w:rPr>
          <w:rStyle w:val="libAlaemChar"/>
          <w:rtl/>
        </w:rPr>
        <w:t>عليه‌السلام</w:t>
      </w:r>
      <w:r>
        <w:rPr>
          <w:rtl/>
        </w:rPr>
        <w:t xml:space="preserve"> فرمودند: همانا خداى عزوجل براى اين كه مردى فرزندش را بسيار دوست دارد، به او ترحم مى نمايد</w:t>
      </w:r>
    </w:p>
    <w:p w:rsidR="00A679DB" w:rsidRDefault="00A679DB" w:rsidP="00A679DB">
      <w:pPr>
        <w:pStyle w:val="libNormal"/>
        <w:rPr>
          <w:rtl/>
        </w:rPr>
      </w:pPr>
    </w:p>
    <w:p w:rsidR="00A679DB" w:rsidRDefault="00A679DB" w:rsidP="00A679DB">
      <w:pPr>
        <w:pStyle w:val="libNormal"/>
        <w:rPr>
          <w:rtl/>
        </w:rPr>
      </w:pPr>
      <w:r>
        <w:rPr>
          <w:rtl/>
        </w:rPr>
        <w:t>ثواب من دخل السوق فاشترى تحفه فحملها الى عياله و ثواب من فرح ابنته و مناقر بعين ابن</w:t>
      </w:r>
    </w:p>
    <w:p w:rsidR="00A679DB" w:rsidRDefault="00C60935" w:rsidP="00A679DB">
      <w:pPr>
        <w:pStyle w:val="libNormal"/>
        <w:rPr>
          <w:rtl/>
        </w:rPr>
      </w:pPr>
      <w:r>
        <w:rPr>
          <w:rtl/>
        </w:rPr>
        <w:br w:type="page"/>
      </w:r>
    </w:p>
    <w:p w:rsidR="00A679DB" w:rsidRDefault="00A679DB" w:rsidP="00C60935">
      <w:pPr>
        <w:pStyle w:val="Heading2"/>
        <w:rPr>
          <w:rtl/>
        </w:rPr>
      </w:pPr>
      <w:bookmarkStart w:id="436" w:name="_Toc449617493"/>
      <w:r>
        <w:rPr>
          <w:rtl/>
        </w:rPr>
        <w:t>ثواب بردن تحفه براى خانواده و خوشحال كردن دختر يا پسر</w:t>
      </w:r>
      <w:bookmarkEnd w:id="436"/>
    </w:p>
    <w:p w:rsidR="00A679DB" w:rsidRDefault="00A679DB" w:rsidP="00A679DB">
      <w:pPr>
        <w:pStyle w:val="libNormal"/>
        <w:rPr>
          <w:rtl/>
        </w:rPr>
      </w:pPr>
      <w:r>
        <w:rPr>
          <w:rtl/>
        </w:rPr>
        <w:t xml:space="preserve">حديث : ١ حدثنى محمد بن الحسن رضى الله عنه قال حدثنا محمد بن الحسن الصفار عن سلمه بن الخطاب عن ايوب بن سليم العطار عن اسحاق بن بشر الكاهلى عن سالم الافطس عن سعيد بن جبير عن ابن عباس قال قال رسول الله </w:t>
      </w:r>
      <w:r w:rsidR="00E60DFB" w:rsidRPr="00C60935">
        <w:rPr>
          <w:rStyle w:val="libAlaemChar"/>
          <w:rtl/>
        </w:rPr>
        <w:t>صلى‌الله‌عليه‌وآله</w:t>
      </w:r>
      <w:r w:rsidR="00E60DFB">
        <w:rPr>
          <w:rtl/>
        </w:rPr>
        <w:t xml:space="preserve"> </w:t>
      </w:r>
      <w:r>
        <w:rPr>
          <w:rtl/>
        </w:rPr>
        <w:t>من دخل السوق فاشترى تحفه فحملها الى عياله كان كحامل صدقه الى قوم محاويج و ليبدا بالاناث قبل الذكور فانه من فرح انثى فكانما اعتق رقبه من ولد اسماعيل و من اقر بعين ابن فكانما بكى من خشيه الله و من بكى من خشيه الله ادخله الله جنات النعيم .</w:t>
      </w:r>
    </w:p>
    <w:p w:rsidR="00A679DB" w:rsidRDefault="00A679DB" w:rsidP="00A679DB">
      <w:pPr>
        <w:pStyle w:val="libNormal"/>
        <w:rPr>
          <w:rtl/>
        </w:rPr>
      </w:pPr>
      <w:r>
        <w:rPr>
          <w:rtl/>
        </w:rPr>
        <w:t>ترجمه :</w:t>
      </w:r>
    </w:p>
    <w:p w:rsidR="00A679DB" w:rsidRDefault="00A679DB" w:rsidP="00C60935">
      <w:pPr>
        <w:pStyle w:val="libNormal"/>
        <w:rPr>
          <w:rtl/>
        </w:rPr>
      </w:pPr>
      <w:r>
        <w:rPr>
          <w:rtl/>
        </w:rPr>
        <w:t xml:space="preserve">١. رسول خدا </w:t>
      </w:r>
      <w:r w:rsidR="00E60DFB" w:rsidRPr="00C60935">
        <w:rPr>
          <w:rStyle w:val="libAlaemChar"/>
          <w:rtl/>
        </w:rPr>
        <w:t>صلى‌الله‌عليه‌وآله</w:t>
      </w:r>
      <w:r w:rsidR="00E60DFB">
        <w:rPr>
          <w:rtl/>
        </w:rPr>
        <w:t xml:space="preserve"> </w:t>
      </w:r>
      <w:r>
        <w:rPr>
          <w:rtl/>
        </w:rPr>
        <w:t xml:space="preserve">فرمودند: كسى كه به بازار رفته ، تحفه اى خريده و آن را براى خانواده اش بياورد، مانند كسى است كه براى نيازمندان صدقه برده باشد. و بايد در دادن آن تحفه دختران را بر پسران مقدم داشته و ابتدا به دختران بدهد. همانا كسى كه دخترى را خوشحال كند، گويا يكى از فرزندان حضرت اسماعيل </w:t>
      </w:r>
      <w:r w:rsidRPr="00C60935">
        <w:rPr>
          <w:rStyle w:val="libAlaemChar"/>
          <w:rtl/>
        </w:rPr>
        <w:t>عليه‌السلام</w:t>
      </w:r>
      <w:r>
        <w:rPr>
          <w:rtl/>
        </w:rPr>
        <w:t xml:space="preserve"> را از بردگى آزاد نموده است . و كسى كه پسرى را خوشحال كند، گويا از عظمت خداوند گريسته است و كسى كه از عظمت خدا بگريد. خداوند او را به بهشت نعمتها مى برد.</w:t>
      </w:r>
    </w:p>
    <w:p w:rsidR="00A679DB" w:rsidRDefault="00A679DB" w:rsidP="00A679DB">
      <w:pPr>
        <w:pStyle w:val="libNormal"/>
        <w:rPr>
          <w:rtl/>
        </w:rPr>
      </w:pPr>
    </w:p>
    <w:p w:rsidR="00A679DB" w:rsidRDefault="00A679DB" w:rsidP="00A679DB">
      <w:pPr>
        <w:pStyle w:val="libNormal"/>
        <w:rPr>
          <w:rtl/>
        </w:rPr>
      </w:pPr>
      <w:r>
        <w:rPr>
          <w:rtl/>
        </w:rPr>
        <w:t>ثواب اب البنات</w:t>
      </w:r>
    </w:p>
    <w:p w:rsidR="00A679DB" w:rsidRDefault="00C60935" w:rsidP="00A679DB">
      <w:pPr>
        <w:pStyle w:val="libNormal"/>
        <w:rPr>
          <w:rtl/>
        </w:rPr>
      </w:pPr>
      <w:r>
        <w:rPr>
          <w:rtl/>
        </w:rPr>
        <w:br w:type="page"/>
      </w:r>
    </w:p>
    <w:p w:rsidR="00A679DB" w:rsidRDefault="00A679DB" w:rsidP="00C60935">
      <w:pPr>
        <w:pStyle w:val="Heading2"/>
        <w:rPr>
          <w:rtl/>
        </w:rPr>
      </w:pPr>
      <w:bookmarkStart w:id="437" w:name="_Toc449617494"/>
      <w:r>
        <w:rPr>
          <w:rtl/>
        </w:rPr>
        <w:t>ثواب پدر دختران</w:t>
      </w:r>
      <w:bookmarkEnd w:id="437"/>
    </w:p>
    <w:p w:rsidR="00A679DB" w:rsidRDefault="00A679DB" w:rsidP="00A679DB">
      <w:pPr>
        <w:pStyle w:val="libNormal"/>
        <w:rPr>
          <w:rtl/>
        </w:rPr>
      </w:pPr>
      <w:r>
        <w:rPr>
          <w:rtl/>
        </w:rPr>
        <w:t xml:space="preserve">حديث : ١ حدثنى محمد بن الحسن رضى الله عنه قال حدثنا محمد بن الحسن الصفار عن موسى بن عمر عن ابى عبدالله عن يحيى بن خاقان عن رجل عن ابان بن تغلب عن ابى عبدالله </w:t>
      </w:r>
      <w:r w:rsidRPr="00C60935">
        <w:rPr>
          <w:rStyle w:val="libAlaemChar"/>
          <w:rtl/>
        </w:rPr>
        <w:t>عليه‌السلام</w:t>
      </w:r>
      <w:r>
        <w:rPr>
          <w:rtl/>
        </w:rPr>
        <w:t xml:space="preserve"> قال البنات حسنات و البنون نعمه و الحسنات يثاب عليها و النعمه يسال عنها.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60935">
        <w:rPr>
          <w:rStyle w:val="libAlaemChar"/>
          <w:rtl/>
        </w:rPr>
        <w:t>عليه‌السلام</w:t>
      </w:r>
      <w:r>
        <w:rPr>
          <w:rtl/>
        </w:rPr>
        <w:t xml:space="preserve"> فرمودند: دختران حسنه ها و پسران نعمت هستند. در مقابل ثواب مى دهند و در مقابل نعمت حساب مى كشند.</w:t>
      </w:r>
    </w:p>
    <w:p w:rsidR="00A679DB" w:rsidRDefault="00A679DB" w:rsidP="00A679DB">
      <w:pPr>
        <w:pStyle w:val="libNormal"/>
        <w:rPr>
          <w:rtl/>
        </w:rPr>
      </w:pPr>
      <w:r>
        <w:rPr>
          <w:rtl/>
        </w:rPr>
        <w:t xml:space="preserve">حديث : ٢ ابى رحمه الله قال حدثنى محمد بن يحيى العطار عن محمد بن احمد عن ابراهيم بن هاشم عن البرقى رفعه قال بشر النبى </w:t>
      </w:r>
      <w:r w:rsidR="00E60DFB" w:rsidRPr="00C60935">
        <w:rPr>
          <w:rStyle w:val="libAlaemChar"/>
          <w:rtl/>
        </w:rPr>
        <w:t>صلى‌الله‌عليه‌وآله</w:t>
      </w:r>
      <w:r w:rsidR="00E60DFB">
        <w:rPr>
          <w:rtl/>
        </w:rPr>
        <w:t xml:space="preserve"> </w:t>
      </w:r>
      <w:r>
        <w:rPr>
          <w:rtl/>
        </w:rPr>
        <w:t>بفاطمى</w:t>
      </w:r>
      <w:r w:rsidR="00C60935">
        <w:rPr>
          <w:rFonts w:hint="cs"/>
          <w:rtl/>
        </w:rPr>
        <w:t xml:space="preserve"> </w:t>
      </w:r>
      <w:r w:rsidR="00DC5255" w:rsidRPr="00C60935">
        <w:rPr>
          <w:rStyle w:val="libAlaemChar"/>
          <w:rtl/>
        </w:rPr>
        <w:t>عليهم‌السلام</w:t>
      </w:r>
      <w:r w:rsidR="00DC5255">
        <w:rPr>
          <w:rtl/>
        </w:rPr>
        <w:t xml:space="preserve"> </w:t>
      </w:r>
      <w:r>
        <w:rPr>
          <w:rtl/>
        </w:rPr>
        <w:t>فنظر فى وجوه اصحابه فراى الكراه فيهم فقال ما لكم ريحانه اشمها و رزقها على الله عزوجل . ترجمه :</w:t>
      </w:r>
    </w:p>
    <w:p w:rsidR="00A679DB" w:rsidRDefault="00A679DB" w:rsidP="00A679DB">
      <w:pPr>
        <w:pStyle w:val="libNormal"/>
        <w:rPr>
          <w:rtl/>
        </w:rPr>
      </w:pPr>
      <w:r>
        <w:rPr>
          <w:rtl/>
        </w:rPr>
        <w:t xml:space="preserve">٢. پيامبر </w:t>
      </w:r>
      <w:r w:rsidR="00E60DFB" w:rsidRPr="00C60935">
        <w:rPr>
          <w:rStyle w:val="libAlaemChar"/>
          <w:rtl/>
        </w:rPr>
        <w:t>صلى‌الله‌عليه‌وآله</w:t>
      </w:r>
      <w:r w:rsidR="00E60DFB">
        <w:rPr>
          <w:rtl/>
        </w:rPr>
        <w:t xml:space="preserve"> </w:t>
      </w:r>
      <w:r>
        <w:rPr>
          <w:rtl/>
        </w:rPr>
        <w:t xml:space="preserve">را به تولد حضرت فاطمه </w:t>
      </w:r>
      <w:r w:rsidRPr="00C60935">
        <w:rPr>
          <w:rStyle w:val="libAlaemChar"/>
          <w:rtl/>
        </w:rPr>
        <w:t>عليه‌السلام</w:t>
      </w:r>
      <w:r>
        <w:rPr>
          <w:rtl/>
        </w:rPr>
        <w:t xml:space="preserve"> مژده دادند. آن حضرت </w:t>
      </w:r>
      <w:r w:rsidR="00E60DFB" w:rsidRPr="00C60935">
        <w:rPr>
          <w:rStyle w:val="libAlaemChar"/>
          <w:rtl/>
        </w:rPr>
        <w:t>صلى‌الله‌عليه‌وآله</w:t>
      </w:r>
      <w:r w:rsidR="00E60DFB">
        <w:rPr>
          <w:rtl/>
        </w:rPr>
        <w:t xml:space="preserve"> </w:t>
      </w:r>
      <w:r>
        <w:rPr>
          <w:rtl/>
        </w:rPr>
        <w:t>به اصحاب خود نگريسته و ناراحتى را در سيماى آنان مشاهده نمود. فرمودند: چرا ناراحت شديد ! گياه خوشبويى است كه آن را مى بويم و رزق او با خداست .</w:t>
      </w:r>
    </w:p>
    <w:p w:rsidR="00A679DB" w:rsidRDefault="00A679DB" w:rsidP="00A679DB">
      <w:pPr>
        <w:pStyle w:val="libNormal"/>
        <w:rPr>
          <w:rtl/>
        </w:rPr>
      </w:pPr>
      <w:r>
        <w:rPr>
          <w:rtl/>
        </w:rPr>
        <w:t xml:space="preserve">حديث : ٣ حدثنى محمد بن الحسن رضى الله عنه قال حدثنا محمد بن الحسن الصفار عن محمد بن عيسى عن عباس الزيات عن حمزه بن حمران عن ابى عبدالله </w:t>
      </w:r>
      <w:r w:rsidRPr="00C60935">
        <w:rPr>
          <w:rStyle w:val="libAlaemChar"/>
          <w:rtl/>
        </w:rPr>
        <w:t>عليه‌السلام</w:t>
      </w:r>
      <w:r>
        <w:rPr>
          <w:rtl/>
        </w:rPr>
        <w:t xml:space="preserve"> قال اتى رجل النبى </w:t>
      </w:r>
      <w:r w:rsidR="00E60DFB" w:rsidRPr="00C60935">
        <w:rPr>
          <w:rStyle w:val="libAlaemChar"/>
          <w:rtl/>
        </w:rPr>
        <w:t>صلى‌الله‌عليه‌وآله</w:t>
      </w:r>
      <w:r w:rsidR="00E60DFB">
        <w:rPr>
          <w:rtl/>
        </w:rPr>
        <w:t xml:space="preserve"> </w:t>
      </w:r>
      <w:r>
        <w:rPr>
          <w:rtl/>
        </w:rPr>
        <w:t xml:space="preserve">و عنده رجل فاخبره بمولود له فتغير لون الرجل فقال له النبى </w:t>
      </w:r>
      <w:r w:rsidR="00E60DFB" w:rsidRPr="00C60935">
        <w:rPr>
          <w:rStyle w:val="libAlaemChar"/>
          <w:rtl/>
        </w:rPr>
        <w:t>صلى‌الله‌عليه‌وآله</w:t>
      </w:r>
      <w:r w:rsidR="00E60DFB">
        <w:rPr>
          <w:rtl/>
        </w:rPr>
        <w:t xml:space="preserve"> </w:t>
      </w:r>
      <w:r>
        <w:rPr>
          <w:rtl/>
        </w:rPr>
        <w:t xml:space="preserve">ما لك قال خير قال قل قال خرجت و المراه تمخض فاخبرت آنهاولدت جاريه فقال له النبى </w:t>
      </w:r>
      <w:r w:rsidR="00E60DFB" w:rsidRPr="00C60935">
        <w:rPr>
          <w:rStyle w:val="libAlaemChar"/>
          <w:rtl/>
        </w:rPr>
        <w:t>صلى‌الله‌عليه‌وآله</w:t>
      </w:r>
      <w:r w:rsidR="00E60DFB">
        <w:rPr>
          <w:rtl/>
        </w:rPr>
        <w:t xml:space="preserve"> </w:t>
      </w:r>
      <w:r>
        <w:rPr>
          <w:rtl/>
        </w:rPr>
        <w:t xml:space="preserve">الارض تقلها و السماء </w:t>
      </w:r>
      <w:r>
        <w:rPr>
          <w:rtl/>
        </w:rPr>
        <w:lastRenderedPageBreak/>
        <w:t>تظلها و الله يرزقها و هى ريحانه تشمها ثم اقبل على اصحابه فقال من كانت له ابنه فهو مفدوح و من كانت له ابنتان فياغوثاه و من كانت له ثلاث بنات وضع عنه الجهاد و كل مكروه و من كانت له اربع بنات فيا عبادالله اعينوه يا عباد الله اقرضوه يا عبادالله ارحموه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C60935">
        <w:rPr>
          <w:rStyle w:val="libAlaemChar"/>
          <w:rtl/>
        </w:rPr>
        <w:t>عليه‌السلام</w:t>
      </w:r>
      <w:r>
        <w:rPr>
          <w:rtl/>
        </w:rPr>
        <w:t xml:space="preserve"> فرمودند: مردى نزد پيامبر </w:t>
      </w:r>
      <w:r w:rsidR="00E60DFB" w:rsidRPr="00C60935">
        <w:rPr>
          <w:rStyle w:val="libAlaemChar"/>
          <w:rtl/>
        </w:rPr>
        <w:t>صلى‌الله‌عليه‌وآله</w:t>
      </w:r>
      <w:r w:rsidR="00E60DFB">
        <w:rPr>
          <w:rtl/>
        </w:rPr>
        <w:t xml:space="preserve"> </w:t>
      </w:r>
      <w:r>
        <w:rPr>
          <w:rtl/>
        </w:rPr>
        <w:t xml:space="preserve">بود كه به او خبر دادند صاحب فرزندى شده است . رنگ او تغيير كرد. پيامبر </w:t>
      </w:r>
      <w:r w:rsidR="00E60DFB" w:rsidRPr="00C60935">
        <w:rPr>
          <w:rStyle w:val="libAlaemChar"/>
          <w:rtl/>
        </w:rPr>
        <w:t>صلى‌الله‌عليه‌وآله</w:t>
      </w:r>
      <w:r w:rsidR="00E60DFB">
        <w:rPr>
          <w:rtl/>
        </w:rPr>
        <w:t xml:space="preserve"> </w:t>
      </w:r>
      <w:r>
        <w:rPr>
          <w:rtl/>
        </w:rPr>
        <w:t>از او پرسيدند چه اتفاقى افتاده است ؟ عرض كرد: خير است . فرمودند: بگو. عرض كرد: وقتى از منزل بيرون آمدم ، وقت زاييدن زنم بود. الان به من خبر دادند كه دخترى به دنيا آورده است .</w:t>
      </w:r>
    </w:p>
    <w:p w:rsidR="00A679DB" w:rsidRDefault="00A679DB" w:rsidP="00C60935">
      <w:pPr>
        <w:pStyle w:val="libNormal"/>
        <w:rPr>
          <w:rtl/>
        </w:rPr>
      </w:pPr>
      <w:r>
        <w:rPr>
          <w:rtl/>
        </w:rPr>
        <w:t xml:space="preserve">پيامبر </w:t>
      </w:r>
      <w:r w:rsidR="00E60DFB" w:rsidRPr="00C60935">
        <w:rPr>
          <w:rStyle w:val="libAlaemChar"/>
          <w:rtl/>
        </w:rPr>
        <w:t>صلى‌الله‌عليه‌وآله</w:t>
      </w:r>
      <w:r w:rsidR="00E60DFB">
        <w:rPr>
          <w:rtl/>
        </w:rPr>
        <w:t xml:space="preserve"> </w:t>
      </w:r>
      <w:r>
        <w:rPr>
          <w:rtl/>
        </w:rPr>
        <w:t>فرمودند: سنگينيش بر زمين و آسمان سايبان اوست . خداوند روزى او را عنايت مى نمايد و گياه خوشبويى است كه آن را مى بويى . آنگاه به اصحاب رو نموده و فرمودند: كسى كه يك دختر داشته باشد، گرفتار است . و كسى كه دو دختر داشته باشد، بايد به فريادش رسيد و كسى كه سه دختر داشته باشد، جهاد و هر تكليف سختى از او برداشته مى شود و كسى كه چهار دختر داشته باشد، بايد گفت : اى بندگان خدا او را يارى كنيد ! اى بندگان خدا به او قرض دهيد ! اى بندگان خدا به او رحم كنيد</w:t>
      </w:r>
    </w:p>
    <w:p w:rsidR="00A679DB" w:rsidRDefault="00A679DB" w:rsidP="00A679DB">
      <w:pPr>
        <w:pStyle w:val="libNormal"/>
        <w:rPr>
          <w:rtl/>
        </w:rPr>
      </w:pPr>
      <w:r>
        <w:rPr>
          <w:rtl/>
        </w:rPr>
        <w:t>حديث : ٤ ابى و محمد بن الحسن رضى الله عنهما قالا حدثنا احمد بن ادريس و محمد بن يحيى العطار جميعا عن محمد بن احمد عن يعقوب بن يزيد يرفعه الى احد الامامين الباقر او الصادق</w:t>
      </w:r>
      <w:r w:rsidR="00C60935">
        <w:rPr>
          <w:rFonts w:hint="cs"/>
          <w:rtl/>
        </w:rPr>
        <w:t xml:space="preserve"> </w:t>
      </w:r>
      <w:r w:rsidR="00DC5255" w:rsidRPr="00C60935">
        <w:rPr>
          <w:rStyle w:val="libAlaemChar"/>
          <w:rtl/>
        </w:rPr>
        <w:t>عليهم‌السلام</w:t>
      </w:r>
      <w:r w:rsidR="00DC5255">
        <w:rPr>
          <w:rtl/>
        </w:rPr>
        <w:t xml:space="preserve"> </w:t>
      </w:r>
      <w:r>
        <w:rPr>
          <w:rtl/>
        </w:rPr>
        <w:t>قال اذا اصاب الرجل ابنه بعث الله اليها ملكا فامر جناحه على راسها و صدرها و قال ضعيفه خلقت من ضعف المنفق عليها معان الى يوم القيامه .</w:t>
      </w:r>
    </w:p>
    <w:p w:rsidR="00A679DB" w:rsidRDefault="00A679DB" w:rsidP="00A679DB">
      <w:pPr>
        <w:pStyle w:val="libNormal"/>
        <w:rPr>
          <w:rtl/>
        </w:rPr>
      </w:pPr>
      <w:r>
        <w:rPr>
          <w:rtl/>
        </w:rPr>
        <w:lastRenderedPageBreak/>
        <w:t>تم كتاب ثواب الاعمال و الحمدلله رب العالمين و صلى الله على محمد و آله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راوى از يكى از دو امام باقر </w:t>
      </w:r>
      <w:r w:rsidRPr="00C60935">
        <w:rPr>
          <w:rStyle w:val="libAlaemChar"/>
          <w:rtl/>
        </w:rPr>
        <w:t>عليه‌السلام</w:t>
      </w:r>
      <w:r>
        <w:rPr>
          <w:rtl/>
        </w:rPr>
        <w:t xml:space="preserve"> يا امام صادق </w:t>
      </w:r>
      <w:r w:rsidRPr="00C60935">
        <w:rPr>
          <w:rStyle w:val="libAlaemChar"/>
          <w:rtl/>
        </w:rPr>
        <w:t>عليه‌السلام</w:t>
      </w:r>
      <w:r>
        <w:rPr>
          <w:rtl/>
        </w:rPr>
        <w:t xml:space="preserve"> روايت مى نمايد كه فرمودند: هنگامى كه مردى دختر دار وارد شد، خداوند فرشته اى مى فرستد و او بالش را بر سر و سينه او كشيده مى گويد: ضعيفى آفريده شده است . كسى كه مخارج او را بپردازد، تا روز قيامت يارى خواهد شد.</w:t>
      </w:r>
    </w:p>
    <w:p w:rsidR="00A679DB" w:rsidRDefault="00A679DB" w:rsidP="00A679DB">
      <w:pPr>
        <w:pStyle w:val="libNormal"/>
        <w:rPr>
          <w:rtl/>
        </w:rPr>
      </w:pPr>
      <w:r>
        <w:rPr>
          <w:rtl/>
        </w:rPr>
        <w:t>عقاب من اتى الله من غير بابه</w:t>
      </w:r>
    </w:p>
    <w:p w:rsidR="00A679DB" w:rsidRDefault="00C60935" w:rsidP="00A679DB">
      <w:pPr>
        <w:pStyle w:val="libNormal"/>
        <w:rPr>
          <w:rtl/>
        </w:rPr>
      </w:pPr>
      <w:r>
        <w:rPr>
          <w:rtl/>
        </w:rPr>
        <w:br w:type="page"/>
      </w:r>
    </w:p>
    <w:p w:rsidR="00A679DB" w:rsidRDefault="00A679DB" w:rsidP="00C60935">
      <w:pPr>
        <w:pStyle w:val="Heading2"/>
        <w:rPr>
          <w:rtl/>
        </w:rPr>
      </w:pPr>
      <w:bookmarkStart w:id="438" w:name="_Toc449617495"/>
      <w:r>
        <w:rPr>
          <w:rtl/>
        </w:rPr>
        <w:t>مجازات عبادت به روشى كه خداوند دستور نداده است</w:t>
      </w:r>
      <w:bookmarkEnd w:id="438"/>
    </w:p>
    <w:p w:rsidR="00A679DB" w:rsidRDefault="00A679DB" w:rsidP="00A679DB">
      <w:pPr>
        <w:pStyle w:val="libNormal"/>
        <w:rPr>
          <w:rtl/>
        </w:rPr>
      </w:pPr>
      <w:r>
        <w:rPr>
          <w:rtl/>
        </w:rPr>
        <w:t>بِسْمِ الله الْرَّحْمن الْرَّحيم</w:t>
      </w:r>
    </w:p>
    <w:p w:rsidR="00A679DB" w:rsidRDefault="00A679DB" w:rsidP="00A679DB">
      <w:pPr>
        <w:pStyle w:val="libNormal"/>
        <w:rPr>
          <w:rtl/>
        </w:rPr>
      </w:pPr>
    </w:p>
    <w:p w:rsidR="00A679DB" w:rsidRDefault="00A679DB" w:rsidP="00A679DB">
      <w:pPr>
        <w:pStyle w:val="libNormal"/>
        <w:rPr>
          <w:rtl/>
        </w:rPr>
      </w:pPr>
      <w:r>
        <w:rPr>
          <w:rtl/>
        </w:rPr>
        <w:t>حديث : ١ خبرنا ابو جعفر محمد بن على بن الحسين بن موسى بن بابويه القمى مصنف هذا الكتاب قال :</w:t>
      </w:r>
    </w:p>
    <w:p w:rsidR="00A679DB" w:rsidRDefault="00A679DB" w:rsidP="00A679DB">
      <w:pPr>
        <w:pStyle w:val="libNormal"/>
        <w:rPr>
          <w:rtl/>
        </w:rPr>
      </w:pPr>
      <w:r>
        <w:rPr>
          <w:rtl/>
        </w:rPr>
        <w:t xml:space="preserve">حدثنى ابى رحمه الله قال : حدثنى سعد بن عبدالله عن محمد بن الحسين بن ابى الخطاب عن صفوان بن يحيى عن اسحاق بن غالب عن ابى عبدالله </w:t>
      </w:r>
      <w:r w:rsidRPr="00C60935">
        <w:rPr>
          <w:rStyle w:val="libAlaemChar"/>
          <w:rtl/>
        </w:rPr>
        <w:t>عليه‌السلام</w:t>
      </w:r>
      <w:r>
        <w:rPr>
          <w:rtl/>
        </w:rPr>
        <w:t xml:space="preserve"> قال : عبدالله حبر من احبار بنى اسرائيل حيت صار مثل الخلال فاوحى الله عزوجل الى نبى زمانه قل له : و عزتى و جلالى و جبروتى لو انك عبدتنى حتى تذوب كما تذوب الاليه فى القدر ما قبلت منك حتى تاتينى من الباب الذى امرتك .</w:t>
      </w:r>
    </w:p>
    <w:p w:rsidR="00A679DB" w:rsidRDefault="00A679DB" w:rsidP="00A679DB">
      <w:pPr>
        <w:pStyle w:val="libNormal"/>
        <w:rPr>
          <w:rtl/>
        </w:rPr>
      </w:pPr>
      <w:r>
        <w:rPr>
          <w:rtl/>
        </w:rPr>
        <w:t>ترجمه :</w:t>
      </w:r>
    </w:p>
    <w:p w:rsidR="00A679DB" w:rsidRDefault="00A679DB" w:rsidP="00C60935">
      <w:pPr>
        <w:pStyle w:val="libNormal"/>
        <w:rPr>
          <w:rtl/>
        </w:rPr>
      </w:pPr>
      <w:r>
        <w:rPr>
          <w:rtl/>
        </w:rPr>
        <w:t xml:space="preserve">١. امام صادق </w:t>
      </w:r>
      <w:r w:rsidRPr="00C60935">
        <w:rPr>
          <w:rStyle w:val="libAlaemChar"/>
          <w:rtl/>
        </w:rPr>
        <w:t>عليه‌السلام</w:t>
      </w:r>
      <w:r>
        <w:rPr>
          <w:rtl/>
        </w:rPr>
        <w:t xml:space="preserve"> فرمودند: يكى از بزرگان دين بنى اسرائيل آن قدر خداوند را عبادت كرد كه مثل چوب باريك شد. خداوند به پيامبر آن زمان وحى كرد كه به او بگو خداوند مى فرمايد: به عزت ، بزرگى و عظمتم سوگند اگر آن قدر مرا عبادت كنى كه مانند پيه در ديگ آب شوى ، از تو قبول نخواهم كرد، مگر اين كه از درى كه د</w:t>
      </w:r>
      <w:r w:rsidR="00C60935">
        <w:rPr>
          <w:rFonts w:hint="cs"/>
          <w:rtl/>
        </w:rPr>
        <w:t>ست</w:t>
      </w:r>
      <w:r>
        <w:rPr>
          <w:rtl/>
        </w:rPr>
        <w:t>ور داده ام بسوى من بيايى .</w:t>
      </w:r>
    </w:p>
    <w:p w:rsidR="00A679DB" w:rsidRDefault="00A679DB" w:rsidP="00A679DB">
      <w:pPr>
        <w:pStyle w:val="libNormal"/>
        <w:rPr>
          <w:rtl/>
        </w:rPr>
      </w:pPr>
    </w:p>
    <w:p w:rsidR="00A679DB" w:rsidRDefault="00A679DB" w:rsidP="00A679DB">
      <w:pPr>
        <w:pStyle w:val="libNormal"/>
        <w:rPr>
          <w:rtl/>
        </w:rPr>
      </w:pPr>
      <w:r>
        <w:rPr>
          <w:rtl/>
        </w:rPr>
        <w:t>عقاب المتهاون باءمرالله سبحانه</w:t>
      </w:r>
    </w:p>
    <w:p w:rsidR="00A679DB" w:rsidRDefault="00C60935" w:rsidP="00A679DB">
      <w:pPr>
        <w:pStyle w:val="libNormal"/>
        <w:rPr>
          <w:rtl/>
        </w:rPr>
      </w:pPr>
      <w:r>
        <w:rPr>
          <w:rtl/>
        </w:rPr>
        <w:br w:type="page"/>
      </w:r>
    </w:p>
    <w:p w:rsidR="00A679DB" w:rsidRDefault="00A679DB" w:rsidP="00C60935">
      <w:pPr>
        <w:pStyle w:val="Heading2"/>
        <w:rPr>
          <w:rtl/>
        </w:rPr>
      </w:pPr>
      <w:bookmarkStart w:id="439" w:name="_Toc449617496"/>
      <w:r>
        <w:rPr>
          <w:rtl/>
        </w:rPr>
        <w:t>مجازات سكب شمردن امر خداى متعال</w:t>
      </w:r>
      <w:bookmarkEnd w:id="439"/>
    </w:p>
    <w:p w:rsidR="00A679DB" w:rsidRDefault="00A679DB" w:rsidP="00A679DB">
      <w:pPr>
        <w:pStyle w:val="libNormal"/>
        <w:rPr>
          <w:rtl/>
        </w:rPr>
      </w:pPr>
      <w:r>
        <w:rPr>
          <w:rtl/>
        </w:rPr>
        <w:t xml:space="preserve">حديث : ١ اءبى رحمه الله قال حدثنى سعد بن عبدالله عن جعفر بن محمد بن عبيدالله عن عبدالله بن ميمون عن ابى عبدالله </w:t>
      </w:r>
      <w:r w:rsidRPr="00C60935">
        <w:rPr>
          <w:rStyle w:val="libAlaemChar"/>
          <w:rtl/>
        </w:rPr>
        <w:t>عليه‌السلام</w:t>
      </w:r>
      <w:r>
        <w:rPr>
          <w:rtl/>
        </w:rPr>
        <w:t xml:space="preserve"> قال :قال : آياكم و الغفله فانه من غفل فانما يغفل على نفسه و آياكم و التهاون بامر الله عزوجل فانه من تهاون بامر الله اهانه الله يوم القيامه .</w:t>
      </w:r>
    </w:p>
    <w:p w:rsidR="00A679DB" w:rsidRDefault="00A679DB" w:rsidP="00A679DB">
      <w:pPr>
        <w:pStyle w:val="libNormal"/>
        <w:rPr>
          <w:rtl/>
        </w:rPr>
      </w:pPr>
      <w:r>
        <w:rPr>
          <w:rtl/>
        </w:rPr>
        <w:t>ترجمه :</w:t>
      </w:r>
    </w:p>
    <w:p w:rsidR="00A679DB" w:rsidRDefault="00A679DB" w:rsidP="00C60935">
      <w:pPr>
        <w:pStyle w:val="libNormal"/>
        <w:rPr>
          <w:rtl/>
        </w:rPr>
      </w:pPr>
      <w:r>
        <w:rPr>
          <w:rtl/>
        </w:rPr>
        <w:t xml:space="preserve">١. امام صادق </w:t>
      </w:r>
      <w:r w:rsidRPr="00C60935">
        <w:rPr>
          <w:rStyle w:val="libAlaemChar"/>
          <w:rtl/>
        </w:rPr>
        <w:t>عليه‌السلام</w:t>
      </w:r>
      <w:r>
        <w:rPr>
          <w:rtl/>
        </w:rPr>
        <w:t xml:space="preserve"> فرمودند: از غفلت بپرهيزيد كه بضرر خودتان است . امر خداوند عزوجل را سبك نشماريد. زيرا همانا كسى كه امر خداوند عزوجل را سبك شمارد، خداوند در روز قيامت او را خوار مى نمايد.</w:t>
      </w:r>
    </w:p>
    <w:p w:rsidR="00A679DB" w:rsidRDefault="00A679DB" w:rsidP="00A679DB">
      <w:pPr>
        <w:pStyle w:val="libNormal"/>
        <w:rPr>
          <w:rtl/>
        </w:rPr>
      </w:pPr>
    </w:p>
    <w:p w:rsidR="00A679DB" w:rsidRDefault="00A679DB" w:rsidP="00A679DB">
      <w:pPr>
        <w:pStyle w:val="libNormal"/>
        <w:rPr>
          <w:rtl/>
        </w:rPr>
      </w:pPr>
      <w:r>
        <w:rPr>
          <w:rtl/>
        </w:rPr>
        <w:t>عقاب من ابغض اهل بيت النبى صلى‌الله‌عليه‌وآله   و آله</w:t>
      </w:r>
    </w:p>
    <w:p w:rsidR="00A679DB" w:rsidRDefault="00C60935" w:rsidP="00A679DB">
      <w:pPr>
        <w:pStyle w:val="libNormal"/>
        <w:rPr>
          <w:rtl/>
        </w:rPr>
      </w:pPr>
      <w:r>
        <w:rPr>
          <w:rtl/>
        </w:rPr>
        <w:br w:type="page"/>
      </w:r>
    </w:p>
    <w:p w:rsidR="00A679DB" w:rsidRDefault="00A679DB" w:rsidP="00C60935">
      <w:pPr>
        <w:pStyle w:val="libNormal"/>
        <w:rPr>
          <w:rtl/>
        </w:rPr>
      </w:pPr>
      <w:bookmarkStart w:id="440" w:name="_Toc449617497"/>
      <w:r w:rsidRPr="00C60935">
        <w:rPr>
          <w:rStyle w:val="Heading2Char"/>
          <w:rtl/>
        </w:rPr>
        <w:t>مجازات دشمنى با اهل بيت پيامبر</w:t>
      </w:r>
      <w:bookmarkEnd w:id="440"/>
      <w:r w:rsidRPr="00C60935">
        <w:rPr>
          <w:rStyle w:val="Heading2Char"/>
          <w:rtl/>
        </w:rPr>
        <w:t xml:space="preserve"> </w:t>
      </w:r>
      <w:r w:rsidRPr="00C60935">
        <w:rPr>
          <w:rStyle w:val="libAlaemChar"/>
          <w:rtl/>
        </w:rPr>
        <w:t>صلى‌الله‌عليه‌وآله</w:t>
      </w:r>
      <w:r>
        <w:rPr>
          <w:rtl/>
        </w:rPr>
        <w:t xml:space="preserve">   </w:t>
      </w:r>
    </w:p>
    <w:p w:rsidR="00A679DB" w:rsidRDefault="00A679DB" w:rsidP="00A679DB">
      <w:pPr>
        <w:pStyle w:val="libNormal"/>
        <w:rPr>
          <w:rtl/>
        </w:rPr>
      </w:pPr>
      <w:r>
        <w:rPr>
          <w:rtl/>
        </w:rPr>
        <w:t xml:space="preserve">حديث : ١ حدثنى محمد بن على ماجيلويه رضى الله عنه قال : حدثنى عمى محمد بن ابى القاسم قال : حدثنى محمد بن على الكوفى عن المفضل بن صالح الاسدى عن محمد بن مروان عن ابى عبدالله </w:t>
      </w:r>
      <w:r w:rsidRPr="00C60935">
        <w:rPr>
          <w:rStyle w:val="libAlaemChar"/>
          <w:rtl/>
        </w:rPr>
        <w:t>عليه‌السلام</w:t>
      </w:r>
      <w:r>
        <w:rPr>
          <w:rtl/>
        </w:rPr>
        <w:t xml:space="preserve"> قال : قال رسول الله </w:t>
      </w:r>
      <w:r w:rsidR="00E60DFB" w:rsidRPr="00C60935">
        <w:rPr>
          <w:rStyle w:val="libAlaemChar"/>
          <w:rtl/>
        </w:rPr>
        <w:t>صلى‌الله‌عليه‌وآله</w:t>
      </w:r>
      <w:r w:rsidR="00E60DFB">
        <w:rPr>
          <w:rtl/>
        </w:rPr>
        <w:t xml:space="preserve"> </w:t>
      </w:r>
      <w:r>
        <w:rPr>
          <w:rtl/>
        </w:rPr>
        <w:t>: من ابغضنا اهل ابيت بعثه الله عزوجل يهود يا قيل : يا رسول الله و ان شهد الشهادتين قال : نعم انما احتجز بهاتين الكلمتين عند سفك دمه او يودى الجزيه و هو صاغر ثم قال : من ابغضنا اهل ابيت بعثه الله يهوديا و قيل : و كيف يا رسول الله قال : ان ادرك الدجان آمن به .</w:t>
      </w:r>
    </w:p>
    <w:p w:rsidR="00A679DB" w:rsidRDefault="00A679DB" w:rsidP="00A679DB">
      <w:pPr>
        <w:pStyle w:val="libNormal"/>
        <w:rPr>
          <w:rtl/>
        </w:rPr>
      </w:pPr>
      <w:r>
        <w:rPr>
          <w:rtl/>
        </w:rPr>
        <w:t>ترجمه :</w:t>
      </w:r>
    </w:p>
    <w:p w:rsidR="00A679DB" w:rsidRDefault="00A679DB" w:rsidP="00C60935">
      <w:pPr>
        <w:pStyle w:val="libNormal"/>
        <w:rPr>
          <w:rtl/>
        </w:rPr>
      </w:pPr>
      <w:r>
        <w:rPr>
          <w:rtl/>
        </w:rPr>
        <w:t xml:space="preserve">١. امام صادق </w:t>
      </w:r>
      <w:r w:rsidRPr="00C60935">
        <w:rPr>
          <w:rStyle w:val="libAlaemChar"/>
          <w:rtl/>
        </w:rPr>
        <w:t>عليه‌السلام</w:t>
      </w:r>
      <w:r>
        <w:rPr>
          <w:rtl/>
        </w:rPr>
        <w:t xml:space="preserve"> نقل مى نمايد كه رسول خدا </w:t>
      </w:r>
      <w:r w:rsidR="00E60DFB" w:rsidRPr="00C60935">
        <w:rPr>
          <w:rStyle w:val="libAlaemChar"/>
          <w:rtl/>
        </w:rPr>
        <w:t>صلى‌الله‌عليه‌وآله</w:t>
      </w:r>
      <w:r w:rsidR="00E60DFB">
        <w:rPr>
          <w:rtl/>
        </w:rPr>
        <w:t xml:space="preserve"> </w:t>
      </w:r>
      <w:r>
        <w:rPr>
          <w:rtl/>
        </w:rPr>
        <w:t>فرمودند: كسى كه با خانواده ما دشمنى نمايد خداوند او را يهودى بر مى انگيزد، عرض كردند: اى رسول خدا ! گرچه شهادتين را بگويد؟ فرمودند: بله ، زيرا شهادتين را فقط بخاطر ريخته نشدن خو</w:t>
      </w:r>
      <w:r w:rsidR="00C60935">
        <w:rPr>
          <w:rFonts w:hint="cs"/>
          <w:rtl/>
        </w:rPr>
        <w:t>ن</w:t>
      </w:r>
      <w:r>
        <w:rPr>
          <w:rtl/>
        </w:rPr>
        <w:t xml:space="preserve"> </w:t>
      </w:r>
      <w:r w:rsidR="00C60935">
        <w:rPr>
          <w:rFonts w:hint="cs"/>
          <w:rtl/>
        </w:rPr>
        <w:t>خو</w:t>
      </w:r>
      <w:r>
        <w:rPr>
          <w:rtl/>
        </w:rPr>
        <w:t>د يا فرار از جزيه دادن همراه با خوارى ، گفته است . آنگاه دوباره فرمودند: كسى كه با خانواده ما دشمنى كند، خداوند او را يهودى بر مى انگيزد. عرض كردند: چگونه اى رسول خدا؟ فرمودند: اگر دجال را درك كند، به او ايمان خواهد آورد.</w:t>
      </w:r>
    </w:p>
    <w:p w:rsidR="00A679DB" w:rsidRDefault="00A679DB" w:rsidP="00A679DB">
      <w:pPr>
        <w:pStyle w:val="libNormal"/>
        <w:rPr>
          <w:rtl/>
        </w:rPr>
      </w:pPr>
      <w:r>
        <w:rPr>
          <w:rtl/>
        </w:rPr>
        <w:t xml:space="preserve">حديث : ٢ حدثنى محمد بن الحسن بن الوليد رضى الله عنه قال : حدثنى محمد بن الحسن الصفار عن احمد بن محمد عن ابن فضال عن المثنى عن اسماعيل الجعفى قال : سمعت ابا عبدالله </w:t>
      </w:r>
      <w:r w:rsidRPr="00C60935">
        <w:rPr>
          <w:rStyle w:val="libAlaemChar"/>
          <w:rtl/>
        </w:rPr>
        <w:t>عليه‌السلام</w:t>
      </w:r>
      <w:r>
        <w:rPr>
          <w:rtl/>
        </w:rPr>
        <w:t xml:space="preserve"> يقول : قال رسول الله </w:t>
      </w:r>
      <w:r w:rsidR="00E60DFB" w:rsidRPr="00C60935">
        <w:rPr>
          <w:rStyle w:val="libAlaemChar"/>
          <w:rtl/>
        </w:rPr>
        <w:t>صلى‌الله‌عليه‌وآله</w:t>
      </w:r>
      <w:r w:rsidR="00E60DFB">
        <w:rPr>
          <w:rtl/>
        </w:rPr>
        <w:t xml:space="preserve"> </w:t>
      </w:r>
      <w:r>
        <w:rPr>
          <w:rtl/>
        </w:rPr>
        <w:t>: لا يبغضنا اهل البيت احد الا بعثه الله يوم القيامه اجذم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٢. راوى مى گويد از امام صادق </w:t>
      </w:r>
      <w:r w:rsidRPr="00C60935">
        <w:rPr>
          <w:rStyle w:val="libAlaemChar"/>
          <w:rtl/>
        </w:rPr>
        <w:t>عليه‌السلام</w:t>
      </w:r>
      <w:r>
        <w:rPr>
          <w:rtl/>
        </w:rPr>
        <w:t xml:space="preserve"> شنيدم كه نقل نمودند :رسول خدا </w:t>
      </w:r>
      <w:r w:rsidR="00E60DFB" w:rsidRPr="00C60935">
        <w:rPr>
          <w:rStyle w:val="libAlaemChar"/>
          <w:rtl/>
        </w:rPr>
        <w:t>صلى‌الله‌عليه‌وآله</w:t>
      </w:r>
      <w:r w:rsidR="00E60DFB">
        <w:rPr>
          <w:rtl/>
        </w:rPr>
        <w:t xml:space="preserve"> </w:t>
      </w:r>
      <w:r>
        <w:rPr>
          <w:rtl/>
        </w:rPr>
        <w:t>فرمودند: هيچ كسى با خانواده ما دشمنى نمى كند، مگر اين كه خداوند او را بى دست بر مى انگيزد.</w:t>
      </w:r>
    </w:p>
    <w:p w:rsidR="00A679DB" w:rsidRDefault="00A679DB" w:rsidP="00A679DB">
      <w:pPr>
        <w:pStyle w:val="libNormal"/>
        <w:rPr>
          <w:rtl/>
        </w:rPr>
      </w:pPr>
    </w:p>
    <w:p w:rsidR="00A679DB" w:rsidRDefault="00A679DB" w:rsidP="00A679DB">
      <w:pPr>
        <w:pStyle w:val="libNormal"/>
        <w:rPr>
          <w:rtl/>
        </w:rPr>
      </w:pPr>
      <w:r>
        <w:rPr>
          <w:rtl/>
        </w:rPr>
        <w:t>عقاب من جهل حق اهل البيت عليهم السلام</w:t>
      </w:r>
    </w:p>
    <w:p w:rsidR="00A679DB" w:rsidRDefault="00C60935" w:rsidP="00A679DB">
      <w:pPr>
        <w:pStyle w:val="libNormal"/>
        <w:rPr>
          <w:rtl/>
        </w:rPr>
      </w:pPr>
      <w:r>
        <w:rPr>
          <w:rtl/>
        </w:rPr>
        <w:br w:type="page"/>
      </w:r>
    </w:p>
    <w:p w:rsidR="00A679DB" w:rsidRDefault="00A679DB" w:rsidP="00C60935">
      <w:pPr>
        <w:pStyle w:val="Heading2"/>
        <w:rPr>
          <w:rtl/>
        </w:rPr>
      </w:pPr>
      <w:bookmarkStart w:id="441" w:name="_Toc449617498"/>
      <w:r>
        <w:rPr>
          <w:rtl/>
        </w:rPr>
        <w:t xml:space="preserve">مجازات نداستن حق اهل بيت </w:t>
      </w:r>
      <w:r w:rsidR="00DC5255" w:rsidRPr="00C60935">
        <w:rPr>
          <w:rStyle w:val="libAlaemChar"/>
          <w:rtl/>
        </w:rPr>
        <w:t>عليهم‌السلام</w:t>
      </w:r>
      <w:r w:rsidR="00DC5255">
        <w:rPr>
          <w:rtl/>
        </w:rPr>
        <w:t xml:space="preserve"> </w:t>
      </w:r>
      <w:r>
        <w:rPr>
          <w:rtl/>
        </w:rPr>
        <w:t>.</w:t>
      </w:r>
      <w:bookmarkEnd w:id="441"/>
    </w:p>
    <w:p w:rsidR="00A679DB" w:rsidRDefault="00A679DB" w:rsidP="00A679DB">
      <w:pPr>
        <w:pStyle w:val="libNormal"/>
        <w:rPr>
          <w:rtl/>
        </w:rPr>
      </w:pPr>
      <w:r>
        <w:rPr>
          <w:rtl/>
        </w:rPr>
        <w:t xml:space="preserve">حديث : ١ ابى رحمه الله قال : حدثنى على بن موسى عن احمد بن محمد عن الحسن بن على الوشاء عن كرام الخثعمى عن ابى الصامت عن النعلى بن خنيس قال : قال ابو عبدالله </w:t>
      </w:r>
      <w:r w:rsidRPr="00C60935">
        <w:rPr>
          <w:rStyle w:val="libAlaemChar"/>
          <w:rtl/>
        </w:rPr>
        <w:t>عليه‌السلام</w:t>
      </w:r>
      <w:r>
        <w:rPr>
          <w:rtl/>
        </w:rPr>
        <w:t xml:space="preserve"> : يا معلى او ان عبدا عبدالله ماه عام بين الركن و المقام يصوم النهار و يقوم الليل حتى يسقط حاجباه على عينيه و تلتقى تراقيه هر ما جاهلا لحقنا لم يكن له ثواب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60935">
        <w:rPr>
          <w:rStyle w:val="libAlaemChar"/>
          <w:rtl/>
        </w:rPr>
        <w:t>عليه‌السلام</w:t>
      </w:r>
      <w:r>
        <w:rPr>
          <w:rtl/>
        </w:rPr>
        <w:t xml:space="preserve"> به «معلى بن خنيس» فرمودند: اى معلى ! اگر كسى صد سال خداوند را بين ركن و مقام عبادت كند، روزها را روزه گرفته و شبهايش را عبادت كند، بگونه اى كه از پيرى زياد، ابروانش روى چشمهايش را گرفته و پشتش خم شود، ولى حق ما را نشناسد، پاداشى نخواهد داشت .</w:t>
      </w:r>
    </w:p>
    <w:p w:rsidR="00A679DB" w:rsidRDefault="00A679DB" w:rsidP="00A679DB">
      <w:pPr>
        <w:pStyle w:val="libNormal"/>
        <w:rPr>
          <w:rtl/>
        </w:rPr>
      </w:pPr>
      <w:r>
        <w:rPr>
          <w:rtl/>
        </w:rPr>
        <w:t xml:space="preserve">حديث : ٢ حدثنى محمد بن الحسن رضى الله عنه قال : حدثنى محمد بن الحسن الصفار عن احمد بن محمد عن محمد بن على عن عبدالرحمن بن ابى نجران عن عاصم عن ابى حمزه قال : قال لنا على بن الحسين </w:t>
      </w:r>
      <w:r w:rsidRPr="00C60935">
        <w:rPr>
          <w:rStyle w:val="libAlaemChar"/>
          <w:rtl/>
        </w:rPr>
        <w:t>عليه‌السلام</w:t>
      </w:r>
      <w:r>
        <w:rPr>
          <w:rtl/>
        </w:rPr>
        <w:t xml:space="preserve"> : اى البقاع افضل فقلت : الله و رسوله و ابن رسوله اعلم قال : ان افضل البقاع ما بين الركن و المقام ولو ان رجلا عمر ما عمر نوح </w:t>
      </w:r>
      <w:r w:rsidRPr="00C60935">
        <w:rPr>
          <w:rStyle w:val="libAlaemChar"/>
          <w:rtl/>
        </w:rPr>
        <w:t>عليه‌السلام</w:t>
      </w:r>
      <w:r>
        <w:rPr>
          <w:rtl/>
        </w:rPr>
        <w:t xml:space="preserve"> فى قومه . الف سنه الا خمسين عاما يصوم النهار و يقوم الليل فى ذلك المقام ثم لقى الله عزوجل بغير و لا يتنا لم ينتفع بذلك شيئا.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راوى مى گويد: امام زين العابدين </w:t>
      </w:r>
      <w:r w:rsidRPr="00C60935">
        <w:rPr>
          <w:rStyle w:val="libAlaemChar"/>
          <w:rtl/>
        </w:rPr>
        <w:t>عليه‌السلام</w:t>
      </w:r>
      <w:r>
        <w:rPr>
          <w:rtl/>
        </w:rPr>
        <w:t xml:space="preserve"> از ما پرسيدند: كدام نقطه از زمين بهتر است ؟ عرض كردم : خدا و رسول او و پسر و رسولش داناترند. فرمودند: </w:t>
      </w:r>
      <w:r>
        <w:rPr>
          <w:rtl/>
        </w:rPr>
        <w:lastRenderedPageBreak/>
        <w:t xml:space="preserve">برترين مناطق بين ركن و مقام است و اگر مردى باندازه حضرت نوح </w:t>
      </w:r>
      <w:r w:rsidRPr="00C60935">
        <w:rPr>
          <w:rStyle w:val="libAlaemChar"/>
          <w:rtl/>
        </w:rPr>
        <w:t>عليه‌السلام</w:t>
      </w:r>
      <w:r>
        <w:rPr>
          <w:rtl/>
        </w:rPr>
        <w:t xml:space="preserve"> عمر كند - نهصد و پنجاه سال - و در آن مكان روزها را روزه گرفته و شبها را عبادت كند، آنگاه بدون ولايت ما با خداوند ملاقات كند، اين كارها براى او هيچ سودى نخواهد داشت .</w:t>
      </w:r>
    </w:p>
    <w:p w:rsidR="00A679DB" w:rsidRDefault="00A679DB" w:rsidP="00A679DB">
      <w:pPr>
        <w:pStyle w:val="libNormal"/>
        <w:rPr>
          <w:rtl/>
        </w:rPr>
      </w:pPr>
      <w:r>
        <w:rPr>
          <w:rtl/>
        </w:rPr>
        <w:t xml:space="preserve">حديث : ٣ حدثنى محمد بن الحسن رضى الله عنه قال : حدثنى محمد بن الحسن الصفار عن احمد بن محمد عن ابن فضال عن على بن عقبه بن خالد عن ميسر قال : كنت عند ابى جعفر </w:t>
      </w:r>
      <w:r w:rsidRPr="00C60935">
        <w:rPr>
          <w:rStyle w:val="libAlaemChar"/>
          <w:rtl/>
        </w:rPr>
        <w:t>عليه‌السلام</w:t>
      </w:r>
      <w:r>
        <w:rPr>
          <w:rtl/>
        </w:rPr>
        <w:t xml:space="preserve"> و عنده فى الفسطاط نحو من خمسين رجلا فجلس بعد سكوت منا طويلا فقال : ما لكم لعلكم ترون انى نبى الله و الله ما انا كذلك و لكن لى قرابه من رسول الله </w:t>
      </w:r>
      <w:r w:rsidR="00E60DFB" w:rsidRPr="00C60935">
        <w:rPr>
          <w:rStyle w:val="libAlaemChar"/>
          <w:rtl/>
        </w:rPr>
        <w:t>صلى‌الله‌عليه‌وآله</w:t>
      </w:r>
      <w:r w:rsidR="00E60DFB">
        <w:rPr>
          <w:rtl/>
        </w:rPr>
        <w:t xml:space="preserve"> </w:t>
      </w:r>
      <w:r>
        <w:rPr>
          <w:rtl/>
        </w:rPr>
        <w:t xml:space="preserve">و ولاده فمن وصلنا وصله الله و من احبنا احبه الله عزوجل و من حرمنا حرمه الله اتدرون اى البقاع افضل عند الله منزله فلم يتكلم احد منا فكان هو الراد على نفسه فقال : ذلك مكه الحرام التى رضيها الله لنفسه حرما و جعل بيته فيها ثم قال : اتدورن اى البقاع افضل فيها عند الله حرمه فلم يتكلم احد منا فكان هو الراد على نفسه فقال : ذاك المسجد الحرام ثم قال : اتدورن اى بقعه فى المسجد الحرام اعظم عند الله حرمه فلم يتكلم احد منا فكان هو الراد على نفسه قال : ذاك ما بين الركن الاسود و المقام و باب الكعبه و ذلك حطيم اسماعيل </w:t>
      </w:r>
      <w:r w:rsidRPr="00C60935">
        <w:rPr>
          <w:rStyle w:val="libAlaemChar"/>
          <w:rtl/>
        </w:rPr>
        <w:t>عليه‌السلام</w:t>
      </w:r>
      <w:r>
        <w:rPr>
          <w:rtl/>
        </w:rPr>
        <w:t xml:space="preserve"> ذاك الذى كان يزود فيه غنيماته و يصلى فيه و الله لو ان عبدا صف قديمه فى ذلك المكان قام الليل مصليا حتى يجيئه النهار و صام النهار حتى يجيئه الليل و لم يعرف حقنا و حرمتنا اهل البيت لم يقبل الله منه شيئا ابدا.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راوى مى گويد: با حدود پنجاه نفر در چادرى در خدمت امام باقر </w:t>
      </w:r>
      <w:r w:rsidRPr="00C60935">
        <w:rPr>
          <w:rStyle w:val="libAlaemChar"/>
          <w:rtl/>
        </w:rPr>
        <w:t>عليه‌السلام</w:t>
      </w:r>
      <w:r>
        <w:rPr>
          <w:rtl/>
        </w:rPr>
        <w:t xml:space="preserve"> بودم . پس از سكوتى طولانى آن حضرت </w:t>
      </w:r>
      <w:r w:rsidRPr="00C60935">
        <w:rPr>
          <w:rStyle w:val="libAlaemChar"/>
          <w:rtl/>
        </w:rPr>
        <w:t>عليه‌السلام</w:t>
      </w:r>
      <w:r>
        <w:rPr>
          <w:rtl/>
        </w:rPr>
        <w:t xml:space="preserve"> فرمودند: شايد فكر مى كنيد من </w:t>
      </w:r>
      <w:r>
        <w:rPr>
          <w:rtl/>
        </w:rPr>
        <w:lastRenderedPageBreak/>
        <w:t xml:space="preserve">پيامبر خدا هستم . بخدا سوگند چنين نيست . ولى من از نزديكان رسول خدا </w:t>
      </w:r>
      <w:r w:rsidR="00E60DFB" w:rsidRPr="00C60935">
        <w:rPr>
          <w:rStyle w:val="libAlaemChar"/>
          <w:rtl/>
        </w:rPr>
        <w:t>صلى‌الله‌عليه‌وآله</w:t>
      </w:r>
      <w:r w:rsidR="00E60DFB">
        <w:rPr>
          <w:rtl/>
        </w:rPr>
        <w:t xml:space="preserve"> </w:t>
      </w:r>
      <w:r>
        <w:rPr>
          <w:rtl/>
        </w:rPr>
        <w:t xml:space="preserve">بوده و از نسل او مى باشم . كسى كه به ما خوبى كند، خداوند به او خوبى مى نمايد. كسى كه ما را دوست داشته باشد، خداوند عزوجل او را دوست خواهد داشت و كسى كه ما را محروم نمايد، خداوند او را محروم خواهد نمود. آيا مى دانيد خداوند كدام نقطه از زمين را بهتر مى داند؟ كسى سخنى نگفت و آن حضرت </w:t>
      </w:r>
      <w:r w:rsidRPr="00C60935">
        <w:rPr>
          <w:rStyle w:val="libAlaemChar"/>
          <w:rtl/>
        </w:rPr>
        <w:t>عليه‌السلام</w:t>
      </w:r>
      <w:r>
        <w:rPr>
          <w:rtl/>
        </w:rPr>
        <w:t xml:space="preserve"> خود پاسخ دادند و فرمودند :خداوند مكه را بهترين نقطه زمين مى داند كه آن را حرم خود ساخته و خانه خود را در آن قرار داده است . آنگاه پرسيدند: آيا مى دانيد خداوند كدام نقطه آن را محترمتر مى داند كسى سخنى نگفت و آن حضرت </w:t>
      </w:r>
      <w:r w:rsidRPr="00C60935">
        <w:rPr>
          <w:rStyle w:val="libAlaemChar"/>
          <w:rtl/>
        </w:rPr>
        <w:t>عليه‌السلام</w:t>
      </w:r>
      <w:r>
        <w:rPr>
          <w:rtl/>
        </w:rPr>
        <w:t xml:space="preserve"> خود پاسخ داده و فرمودند: مسجد الحرام محترمترين نقطه آن است . آنگاه پرسيدند: آيا مى دانيد خداوند كدام نقطه مسجد الحرام را محترمتر مى داند؟ باز هم كسى سخن نگفت . آن حضرت </w:t>
      </w:r>
      <w:r w:rsidRPr="00C60935">
        <w:rPr>
          <w:rStyle w:val="libAlaemChar"/>
          <w:rtl/>
        </w:rPr>
        <w:t>عليه‌السلام</w:t>
      </w:r>
      <w:r>
        <w:rPr>
          <w:rtl/>
        </w:rPr>
        <w:t xml:space="preserve"> خود پاسخ داده و فرمودند: محترمترين نقطه «ركن اسود»، مقام و در كعبه است كه «حطيم» حضرت اسماعيل </w:t>
      </w:r>
      <w:r w:rsidRPr="00C60935">
        <w:rPr>
          <w:rStyle w:val="libAlaemChar"/>
          <w:rtl/>
        </w:rPr>
        <w:t>عليه‌السلام</w:t>
      </w:r>
      <w:r>
        <w:rPr>
          <w:rtl/>
        </w:rPr>
        <w:t xml:space="preserve"> بوده و در آن به گوسفندانش غذا مى داد و نماز مى خواند. بخدا سوگند اگر كسى در اين مكان شبها را تا صبح نماز خوانده و روزها را تا شب روزه بگيرد ولى حق و احترام ما اهل بيت را نداند، خداوند هيچ گاه عملى از او را نمى پذيرد.</w:t>
      </w:r>
    </w:p>
    <w:p w:rsidR="00A679DB" w:rsidRDefault="00A679DB" w:rsidP="00A679DB">
      <w:pPr>
        <w:pStyle w:val="libNormal"/>
        <w:rPr>
          <w:rtl/>
        </w:rPr>
      </w:pPr>
    </w:p>
    <w:p w:rsidR="00A679DB" w:rsidRDefault="00A679DB" w:rsidP="00A679DB">
      <w:pPr>
        <w:pStyle w:val="libNormal"/>
        <w:rPr>
          <w:rtl/>
        </w:rPr>
      </w:pPr>
      <w:r>
        <w:rPr>
          <w:rtl/>
        </w:rPr>
        <w:t>عقاب من مات لا يعرف امامه</w:t>
      </w:r>
    </w:p>
    <w:p w:rsidR="00A679DB" w:rsidRDefault="00C60935" w:rsidP="00A679DB">
      <w:pPr>
        <w:pStyle w:val="libNormal"/>
        <w:rPr>
          <w:rtl/>
        </w:rPr>
      </w:pPr>
      <w:r>
        <w:rPr>
          <w:rtl/>
        </w:rPr>
        <w:br w:type="page"/>
      </w:r>
    </w:p>
    <w:p w:rsidR="00A679DB" w:rsidRDefault="00A679DB" w:rsidP="00C60935">
      <w:pPr>
        <w:pStyle w:val="Heading2"/>
        <w:rPr>
          <w:rtl/>
        </w:rPr>
      </w:pPr>
      <w:bookmarkStart w:id="442" w:name="_Toc449617499"/>
      <w:r>
        <w:rPr>
          <w:rtl/>
        </w:rPr>
        <w:t>مجازات مرگ در حال نشناختن امام</w:t>
      </w:r>
      <w:bookmarkEnd w:id="442"/>
    </w:p>
    <w:p w:rsidR="00A679DB" w:rsidRDefault="00A679DB" w:rsidP="00A679DB">
      <w:pPr>
        <w:pStyle w:val="libNormal"/>
        <w:rPr>
          <w:rtl/>
        </w:rPr>
      </w:pPr>
      <w:r>
        <w:rPr>
          <w:rtl/>
        </w:rPr>
        <w:t xml:space="preserve">حديث : ١ ابى رحمه الله قال : حدثنى سعد بن عبدالله عن احمد بن ابى عبدالله البرقى قال : حدثنى عبدالعظيم بن عبدالله الحسنى و كان مرضيا عن محمد بن عمر عن حماد بن عثمان عن عيسى بن السرى ابى اليسع قال : قلت لابى عبدالله عليه‌السلام : قال رسول الله </w:t>
      </w:r>
      <w:r w:rsidR="00E60DFB" w:rsidRPr="00C60935">
        <w:rPr>
          <w:rStyle w:val="libAlaemChar"/>
          <w:rtl/>
        </w:rPr>
        <w:t>صلى‌الله‌عليه‌وآله</w:t>
      </w:r>
      <w:r w:rsidR="00E60DFB">
        <w:rPr>
          <w:rtl/>
        </w:rPr>
        <w:t xml:space="preserve"> </w:t>
      </w:r>
      <w:r>
        <w:rPr>
          <w:rtl/>
        </w:rPr>
        <w:t xml:space="preserve">: من مات لا يعرف امامه مات ميته جاهليه قال ابو عبدالله </w:t>
      </w:r>
      <w:r w:rsidRPr="00C60935">
        <w:rPr>
          <w:rStyle w:val="libAlaemChar"/>
          <w:rtl/>
        </w:rPr>
        <w:t>عليه‌السلام</w:t>
      </w:r>
      <w:r>
        <w:rPr>
          <w:rtl/>
        </w:rPr>
        <w:t xml:space="preserve"> : احوج ما يكون الى معرفته اذا بلغ نفسه هذا و اشار بيده الى صدره فقال : لقد كنت على امر حسن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C60935">
        <w:rPr>
          <w:rStyle w:val="libAlaemChar"/>
          <w:rtl/>
        </w:rPr>
        <w:t>عليه‌السلام</w:t>
      </w:r>
      <w:r>
        <w:rPr>
          <w:rtl/>
        </w:rPr>
        <w:t xml:space="preserve"> درباره اين فرمايش رسول اكرم </w:t>
      </w:r>
      <w:r w:rsidR="00E60DFB" w:rsidRPr="00C60935">
        <w:rPr>
          <w:rStyle w:val="libAlaemChar"/>
          <w:rtl/>
        </w:rPr>
        <w:t>صلى‌الله‌عليه‌وآله</w:t>
      </w:r>
      <w:r w:rsidR="00E60DFB">
        <w:rPr>
          <w:rtl/>
        </w:rPr>
        <w:t xml:space="preserve"> </w:t>
      </w:r>
      <w:r>
        <w:rPr>
          <w:rtl/>
        </w:rPr>
        <w:t xml:space="preserve">پرسيدم كه فرموده اند: كسى كه بميرد و امام خود را نشناسد با مرگ زمان جاهليت از دنيا رفته است . امام صادق </w:t>
      </w:r>
      <w:r w:rsidRPr="00F15E41">
        <w:rPr>
          <w:rStyle w:val="libAlaemChar"/>
          <w:rtl/>
        </w:rPr>
        <w:t>عليه‌السلام</w:t>
      </w:r>
      <w:r>
        <w:rPr>
          <w:rtl/>
        </w:rPr>
        <w:t xml:space="preserve"> فرمودند: زمانى كه نفس انسان به اينجا برسد و با دست به سينه اش اشاره كرد. بيشترين احتياج را به آن خواهد داشت (يعنى به شناخت امام خود) آنگاه فرمودند: عقيده تو در اين مورد درست است .</w:t>
      </w:r>
    </w:p>
    <w:p w:rsidR="00A679DB" w:rsidRDefault="00A679DB" w:rsidP="00A679DB">
      <w:pPr>
        <w:pStyle w:val="libNormal"/>
        <w:rPr>
          <w:rtl/>
        </w:rPr>
      </w:pPr>
      <w:r>
        <w:rPr>
          <w:rtl/>
        </w:rPr>
        <w:t xml:space="preserve">حديث : ٢ و بهذاالاسناد عن احمد بن ابى عبدالله عن اسماعيل بن مهران عن رجل عن ابى المغرا عن ذريح عن ابى حمزه عن ابى عبدالله </w:t>
      </w:r>
      <w:r w:rsidRPr="00F15E41">
        <w:rPr>
          <w:rStyle w:val="libAlaemChar"/>
          <w:rtl/>
        </w:rPr>
        <w:t>عليه‌السلام</w:t>
      </w:r>
      <w:r>
        <w:rPr>
          <w:rtl/>
        </w:rPr>
        <w:t xml:space="preserve"> قال : منا الامام المفروض طاعته من جحده مات يهوديا او نصرانيا و الله ما ترك الارض منذ قبض الله عزوجل آدم </w:t>
      </w:r>
      <w:r w:rsidRPr="00F15E41">
        <w:rPr>
          <w:rStyle w:val="libAlaemChar"/>
          <w:rtl/>
        </w:rPr>
        <w:t>عليه‌السلام</w:t>
      </w:r>
      <w:r>
        <w:rPr>
          <w:rtl/>
        </w:rPr>
        <w:t xml:space="preserve"> الا و فيها امام يتهدى به الى الله حجه على العباد من تركه هلك و من لزمه نجا حقا على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٢. امام صادق </w:t>
      </w:r>
      <w:r w:rsidRPr="00F15E41">
        <w:rPr>
          <w:rStyle w:val="libAlaemChar"/>
          <w:rtl/>
        </w:rPr>
        <w:t>عليه‌السلام</w:t>
      </w:r>
      <w:r>
        <w:rPr>
          <w:rtl/>
        </w:rPr>
        <w:t xml:space="preserve"> فرمودند: امامى كه اطاعت او واجب است ، از ماست . كسى كه او را انكار نمايد، يهودى يا مسيحى خواهد مرد. بخدا سوگند از زمانى كه خداوند عزوجل حضرت آدم </w:t>
      </w:r>
      <w:r w:rsidRPr="00F15E41">
        <w:rPr>
          <w:rStyle w:val="libAlaemChar"/>
          <w:rtl/>
        </w:rPr>
        <w:t>عليه‌السلام</w:t>
      </w:r>
      <w:r>
        <w:rPr>
          <w:rtl/>
        </w:rPr>
        <w:t xml:space="preserve"> را قبض روح نموده است ، زمين را بدون امامى كه مردم را به حق راهنمايى نمايد نگذاشته است ، امامى كه حجت بر بندگان خداست .ترك كنندگان او هلاك شده اند و خداوند نجات فرمانبرداران او را تضمين نموده است .</w:t>
      </w:r>
    </w:p>
    <w:p w:rsidR="00A679DB" w:rsidRDefault="00A679DB" w:rsidP="00A679DB">
      <w:pPr>
        <w:pStyle w:val="libNormal"/>
        <w:rPr>
          <w:rtl/>
        </w:rPr>
      </w:pPr>
    </w:p>
    <w:p w:rsidR="00A679DB" w:rsidRDefault="00A679DB" w:rsidP="00A679DB">
      <w:pPr>
        <w:pStyle w:val="libNormal"/>
        <w:rPr>
          <w:rtl/>
        </w:rPr>
      </w:pPr>
      <w:r>
        <w:rPr>
          <w:rtl/>
        </w:rPr>
        <w:t>عقاب من اطاع اماما جائراليس من الله عزوجل</w:t>
      </w:r>
    </w:p>
    <w:p w:rsidR="00A679DB" w:rsidRDefault="00F15E41" w:rsidP="00A679DB">
      <w:pPr>
        <w:pStyle w:val="libNormal"/>
        <w:rPr>
          <w:rtl/>
        </w:rPr>
      </w:pPr>
      <w:r>
        <w:rPr>
          <w:rtl/>
        </w:rPr>
        <w:br w:type="page"/>
      </w:r>
    </w:p>
    <w:p w:rsidR="00A679DB" w:rsidRDefault="00A679DB" w:rsidP="00F15E41">
      <w:pPr>
        <w:pStyle w:val="Heading2"/>
        <w:rPr>
          <w:rtl/>
        </w:rPr>
      </w:pPr>
      <w:bookmarkStart w:id="443" w:name="_Toc449617500"/>
      <w:r>
        <w:rPr>
          <w:rtl/>
        </w:rPr>
        <w:t>مجازات اطاعت از پيشواى ظالمى كه از جانب خداوندعزوجل نيست</w:t>
      </w:r>
      <w:bookmarkEnd w:id="443"/>
    </w:p>
    <w:p w:rsidR="00A679DB" w:rsidRDefault="00A679DB" w:rsidP="00A679DB">
      <w:pPr>
        <w:pStyle w:val="libNormal"/>
        <w:rPr>
          <w:rtl/>
        </w:rPr>
      </w:pPr>
      <w:r>
        <w:rPr>
          <w:rtl/>
        </w:rPr>
        <w:t xml:space="preserve">حديث : ١ حدثنى محمد بن موسى بن المتوكل قال : حدثنى عبدالله بن جعفر الحميرى عن احمد بن محمد عن الحسن بن محبوب عن هشام بن سالم عن حبيب السجستانى عن ابى جعفر </w:t>
      </w:r>
      <w:r w:rsidRPr="00F15E41">
        <w:rPr>
          <w:rStyle w:val="libAlaemChar"/>
          <w:rtl/>
        </w:rPr>
        <w:t>عليه‌السلام</w:t>
      </w:r>
      <w:r>
        <w:rPr>
          <w:rtl/>
        </w:rPr>
        <w:t xml:space="preserve"> قال :قال رسول الله </w:t>
      </w:r>
      <w:r w:rsidR="00E60DFB" w:rsidRPr="00F15E41">
        <w:rPr>
          <w:rStyle w:val="libAlaemChar"/>
          <w:rtl/>
        </w:rPr>
        <w:t>صلى‌الله‌عليه‌وآله</w:t>
      </w:r>
      <w:r w:rsidR="00E60DFB">
        <w:rPr>
          <w:rtl/>
        </w:rPr>
        <w:t xml:space="preserve"> </w:t>
      </w:r>
      <w:r>
        <w:rPr>
          <w:rtl/>
        </w:rPr>
        <w:t>: قال الله عزوجل لا عذبن كل رعيه فى الاسلام اطاعت اماما جائرا ليس من الله عزوجل و ان كانت الرعيه فى اعمالها بره تقيه و لا عفون عن كل رعيه فى الاسلام اطاعت اماما هاديا من الله عزوجل و ان كانت الرعيه فى اعمالها ظالمه مسيئه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F15E41">
        <w:rPr>
          <w:rStyle w:val="libAlaemChar"/>
          <w:rtl/>
        </w:rPr>
        <w:t>عليه‌السلام</w:t>
      </w:r>
      <w:r>
        <w:rPr>
          <w:rtl/>
        </w:rPr>
        <w:t xml:space="preserve"> نقل مى نمايند كه رسول خدا </w:t>
      </w:r>
      <w:r w:rsidR="00E60DFB" w:rsidRPr="00F15E41">
        <w:rPr>
          <w:rStyle w:val="libAlaemChar"/>
          <w:rtl/>
        </w:rPr>
        <w:t>صلى‌الله‌عليه‌وآله</w:t>
      </w:r>
      <w:r w:rsidR="00E60DFB">
        <w:rPr>
          <w:rtl/>
        </w:rPr>
        <w:t xml:space="preserve"> </w:t>
      </w:r>
      <w:r>
        <w:rPr>
          <w:rtl/>
        </w:rPr>
        <w:t>فرمودند: خداوند عزوجل مى فرمايد: كسى را كه در اسلام از پيشواى ظالمى كه از جانب خداوند عزوجل نيست اطاعت كند، حتما عذاب مى كنم ، گرچه انسان نيكوكار و با تقوايى باشد و هر كسى كه در اسلام از پيشواى هدايتگرى كه از اطراف خداوند عزوجل باشد اطاعت كند، حتما او را مى بخشم ، گرچه خود ستمكار و بدكار باشد.</w:t>
      </w:r>
    </w:p>
    <w:p w:rsidR="00A679DB" w:rsidRDefault="00A679DB" w:rsidP="00A679DB">
      <w:pPr>
        <w:pStyle w:val="libNormal"/>
        <w:rPr>
          <w:rtl/>
        </w:rPr>
      </w:pPr>
    </w:p>
    <w:p w:rsidR="00A679DB" w:rsidRDefault="00A679DB" w:rsidP="00A679DB">
      <w:pPr>
        <w:pStyle w:val="libNormal"/>
        <w:rPr>
          <w:rtl/>
        </w:rPr>
      </w:pPr>
      <w:r>
        <w:rPr>
          <w:rtl/>
        </w:rPr>
        <w:t>عقاب من ام قوما و فيهم من هو اعلم منه و افقه</w:t>
      </w:r>
    </w:p>
    <w:p w:rsidR="00A679DB" w:rsidRDefault="00F15E41" w:rsidP="00A679DB">
      <w:pPr>
        <w:pStyle w:val="libNormal"/>
        <w:rPr>
          <w:rtl/>
        </w:rPr>
      </w:pPr>
      <w:r>
        <w:rPr>
          <w:rtl/>
        </w:rPr>
        <w:br w:type="page"/>
      </w:r>
    </w:p>
    <w:p w:rsidR="00A679DB" w:rsidRDefault="00A679DB" w:rsidP="00F15E41">
      <w:pPr>
        <w:pStyle w:val="Heading2"/>
        <w:rPr>
          <w:rtl/>
        </w:rPr>
      </w:pPr>
      <w:bookmarkStart w:id="444" w:name="_Toc449617501"/>
      <w:r>
        <w:rPr>
          <w:rtl/>
        </w:rPr>
        <w:t>مجازات به عهده گرفتن رهبرى جامعه اى كه در آن جامعه عالمتر و فقيهتر از اوباشد</w:t>
      </w:r>
      <w:bookmarkEnd w:id="444"/>
    </w:p>
    <w:p w:rsidR="00A679DB" w:rsidRDefault="00A679DB" w:rsidP="00A679DB">
      <w:pPr>
        <w:pStyle w:val="libNormal"/>
        <w:rPr>
          <w:rtl/>
        </w:rPr>
      </w:pPr>
      <w:r>
        <w:rPr>
          <w:rtl/>
        </w:rPr>
        <w:t xml:space="preserve">حديث : ١ ابى رحمه الله قال : حدثنى سعد بن عبدالله عن احمد بن محمد بن عيسى عن محمد بن خالد عن القاسم بن محمد الجوهرى عن الحسين بن ابى العلاء عن العرزمى عن ابيه رفع الحديث الى رسول الله </w:t>
      </w:r>
      <w:r w:rsidR="00E60DFB" w:rsidRPr="00F15E41">
        <w:rPr>
          <w:rStyle w:val="libAlaemChar"/>
          <w:rtl/>
        </w:rPr>
        <w:t>صلى‌الله‌عليه‌وآله</w:t>
      </w:r>
      <w:r w:rsidR="00E60DFB">
        <w:rPr>
          <w:rtl/>
        </w:rPr>
        <w:t xml:space="preserve"> </w:t>
      </w:r>
      <w:r>
        <w:rPr>
          <w:rtl/>
        </w:rPr>
        <w:t>قال : من ام قوما و فيهم من هو اعلم منه و افقه لم يزل امرهم الى سفال الى يوم القيامه</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F15E41">
        <w:rPr>
          <w:rStyle w:val="libAlaemChar"/>
          <w:rtl/>
        </w:rPr>
        <w:t>صلى‌الله‌عليه‌وآله</w:t>
      </w:r>
      <w:r w:rsidR="00E60DFB">
        <w:rPr>
          <w:rtl/>
        </w:rPr>
        <w:t xml:space="preserve"> </w:t>
      </w:r>
      <w:r>
        <w:rPr>
          <w:rtl/>
        </w:rPr>
        <w:t>فرمودند: كسى كه رهبرى جامعه اى را به عهده بگيرد و در آن جامعه دانشمندتر و فقيه تر از او باشد، آن جامعه تا روز قيامت به انحطاط مى رود.</w:t>
      </w:r>
    </w:p>
    <w:p w:rsidR="00A679DB" w:rsidRDefault="00A679DB" w:rsidP="00A679DB">
      <w:pPr>
        <w:pStyle w:val="libNormal"/>
        <w:rPr>
          <w:rtl/>
        </w:rPr>
      </w:pPr>
    </w:p>
    <w:p w:rsidR="00A679DB" w:rsidRDefault="00A679DB" w:rsidP="00A679DB">
      <w:pPr>
        <w:pStyle w:val="libNormal"/>
        <w:rPr>
          <w:rtl/>
        </w:rPr>
      </w:pPr>
      <w:r>
        <w:rPr>
          <w:rtl/>
        </w:rPr>
        <w:t xml:space="preserve">عقاب من صلى و ترك الصلاه على النبى </w:t>
      </w:r>
      <w:r w:rsidR="00E60DFB" w:rsidRPr="00F15E41">
        <w:rPr>
          <w:rStyle w:val="libAlaemChar"/>
          <w:rtl/>
        </w:rPr>
        <w:t>صلى‌الله‌عليه‌وآله</w:t>
      </w:r>
      <w:r w:rsidR="00E60DFB">
        <w:rPr>
          <w:rtl/>
        </w:rPr>
        <w:t xml:space="preserve"> </w:t>
      </w:r>
      <w:r>
        <w:rPr>
          <w:rtl/>
        </w:rPr>
        <w:t>و من ذكر عنده النبى</w:t>
      </w:r>
      <w:r w:rsidR="00F15E41">
        <w:rPr>
          <w:rFonts w:hint="cs"/>
          <w:rtl/>
        </w:rPr>
        <w:t xml:space="preserve"> </w:t>
      </w:r>
      <w:r w:rsidR="00E60DFB" w:rsidRPr="00F15E41">
        <w:rPr>
          <w:rStyle w:val="libAlaemChar"/>
          <w:rtl/>
        </w:rPr>
        <w:t>صلى‌الله‌عليه‌وآله</w:t>
      </w:r>
      <w:r w:rsidR="00E60DFB">
        <w:rPr>
          <w:rtl/>
        </w:rPr>
        <w:t xml:space="preserve"> </w:t>
      </w:r>
      <w:r>
        <w:rPr>
          <w:rtl/>
        </w:rPr>
        <w:t>و لم يصل عليه</w:t>
      </w:r>
    </w:p>
    <w:p w:rsidR="00A679DB" w:rsidRDefault="00F15E41" w:rsidP="00A679DB">
      <w:pPr>
        <w:pStyle w:val="libNormal"/>
        <w:rPr>
          <w:rtl/>
        </w:rPr>
      </w:pPr>
      <w:r>
        <w:rPr>
          <w:rtl/>
        </w:rPr>
        <w:br w:type="page"/>
      </w:r>
    </w:p>
    <w:p w:rsidR="00A679DB" w:rsidRDefault="00A679DB" w:rsidP="00A679DB">
      <w:pPr>
        <w:pStyle w:val="libNormal"/>
        <w:rPr>
          <w:rtl/>
        </w:rPr>
      </w:pPr>
      <w:bookmarkStart w:id="445" w:name="_Toc449617502"/>
      <w:r w:rsidRPr="00F15E41">
        <w:rPr>
          <w:rStyle w:val="Heading2Char"/>
          <w:rtl/>
        </w:rPr>
        <w:t xml:space="preserve">مجازات صلوات نفرستادن بر پيامبر </w:t>
      </w:r>
      <w:r w:rsidR="00E60DFB" w:rsidRPr="00F15E41">
        <w:rPr>
          <w:rStyle w:val="Heading2Char"/>
          <w:rtl/>
        </w:rPr>
        <w:t xml:space="preserve">صلى‌الله‌عليه‌وآله </w:t>
      </w:r>
      <w:r w:rsidRPr="00F15E41">
        <w:rPr>
          <w:rStyle w:val="Heading2Char"/>
          <w:rtl/>
        </w:rPr>
        <w:t>در نماز و هنگامى كه ناماو را مى برند</w:t>
      </w:r>
      <w:bookmarkEnd w:id="445"/>
      <w:r>
        <w:rPr>
          <w:rtl/>
        </w:rPr>
        <w:t>.</w:t>
      </w:r>
    </w:p>
    <w:p w:rsidR="00A679DB" w:rsidRDefault="00A679DB" w:rsidP="00A679DB">
      <w:pPr>
        <w:pStyle w:val="libNormal"/>
        <w:rPr>
          <w:rtl/>
        </w:rPr>
      </w:pPr>
      <w:r>
        <w:rPr>
          <w:rtl/>
        </w:rPr>
        <w:t xml:space="preserve">حديث : ١ حدثنى محمد بن على ماجيلويه رضى الله عنه قال : حدثنى عمى محمد بن ابى القاسم عن محمد بن على الكوفى عن المفضل بن صالح الاسدى عن محمد بن مروان عن ابى عبدالله </w:t>
      </w:r>
      <w:r w:rsidRPr="00F15E41">
        <w:rPr>
          <w:rStyle w:val="libAlaemChar"/>
          <w:rtl/>
        </w:rPr>
        <w:t xml:space="preserve">عليه‌السلام </w:t>
      </w:r>
      <w:r>
        <w:rPr>
          <w:rtl/>
        </w:rPr>
        <w:t xml:space="preserve">قال :اذا صلى احدكم و لم يصل على النبى </w:t>
      </w:r>
      <w:r w:rsidR="00E60DFB" w:rsidRPr="00F15E41">
        <w:rPr>
          <w:rStyle w:val="libAlaemChar"/>
          <w:rtl/>
        </w:rPr>
        <w:t xml:space="preserve">صلى‌الله‌عليه‌وآله </w:t>
      </w:r>
      <w:r>
        <w:rPr>
          <w:rtl/>
        </w:rPr>
        <w:t xml:space="preserve">فى صلاته يسلك بصلاته غير سبيل الجنه و قال رسول الله </w:t>
      </w:r>
      <w:r w:rsidR="00E60DFB" w:rsidRPr="00F15E41">
        <w:rPr>
          <w:rStyle w:val="libAlaemChar"/>
          <w:rtl/>
        </w:rPr>
        <w:t xml:space="preserve">صلى‌الله‌عليه‌وآله </w:t>
      </w:r>
      <w:r>
        <w:rPr>
          <w:rtl/>
        </w:rPr>
        <w:t xml:space="preserve">من ذكرت عنده فلم يصل على فدخل النار فابعده الله و قال </w:t>
      </w:r>
      <w:r w:rsidR="00E60DFB" w:rsidRPr="00F15E41">
        <w:rPr>
          <w:rStyle w:val="libAlaemChar"/>
          <w:rtl/>
        </w:rPr>
        <w:t xml:space="preserve">صلى‌الله‌عليه‌وآله </w:t>
      </w:r>
      <w:r>
        <w:rPr>
          <w:rtl/>
        </w:rPr>
        <w:t>: من ذكرت عنده فنسى الصلاه على خطى به طريق الجنه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F15E41">
        <w:rPr>
          <w:rStyle w:val="libAlaemChar"/>
          <w:rtl/>
        </w:rPr>
        <w:t>عليه‌السلام</w:t>
      </w:r>
      <w:r>
        <w:rPr>
          <w:rtl/>
        </w:rPr>
        <w:t xml:space="preserve"> فرمودند: كسى كه نماز بخواند و در نماز بر پيامبر </w:t>
      </w:r>
      <w:r w:rsidR="00E60DFB" w:rsidRPr="00F15E41">
        <w:rPr>
          <w:rStyle w:val="libAlaemChar"/>
          <w:rtl/>
        </w:rPr>
        <w:t>صلى‌الله‌عليه‌وآله</w:t>
      </w:r>
      <w:r w:rsidR="00E60DFB">
        <w:rPr>
          <w:rtl/>
        </w:rPr>
        <w:t xml:space="preserve"> </w:t>
      </w:r>
      <w:r>
        <w:rPr>
          <w:rtl/>
        </w:rPr>
        <w:t xml:space="preserve">صلوات نفرستد، با نماز خود راه غير بهشت را پيموده است . و رسول خدا </w:t>
      </w:r>
      <w:r w:rsidR="00E60DFB" w:rsidRPr="00F15E41">
        <w:rPr>
          <w:rStyle w:val="libAlaemChar"/>
          <w:rtl/>
        </w:rPr>
        <w:t>صلى‌الله‌عليه‌وآله</w:t>
      </w:r>
      <w:r w:rsidR="00E60DFB">
        <w:rPr>
          <w:rtl/>
        </w:rPr>
        <w:t xml:space="preserve"> </w:t>
      </w:r>
      <w:r>
        <w:rPr>
          <w:rtl/>
        </w:rPr>
        <w:t>فرمودند :كسى كه نام مرا پيش او ببرند و بر من صلوات نفرستد و به جهنم برود، خداوند او را از رحمت خود دور گرداند و نيز فرمودند: كسى كه نام مرا پيش او ببرند و او صلوات بر من را فراموش كند، در راه بهشت به اشتباه مى افتد.</w:t>
      </w:r>
    </w:p>
    <w:p w:rsidR="00A679DB" w:rsidRDefault="00A679DB" w:rsidP="00A679DB">
      <w:pPr>
        <w:pStyle w:val="libNormal"/>
        <w:rPr>
          <w:rtl/>
        </w:rPr>
      </w:pPr>
    </w:p>
    <w:p w:rsidR="00A679DB" w:rsidRDefault="00A679DB" w:rsidP="00A679DB">
      <w:pPr>
        <w:pStyle w:val="libNormal"/>
        <w:rPr>
          <w:rtl/>
        </w:rPr>
      </w:pPr>
      <w:r>
        <w:rPr>
          <w:rtl/>
        </w:rPr>
        <w:t>عقاب الناصب و الجاحد لامير المومنين عليه‌السلام و الشاك فيه و المنكر له</w:t>
      </w:r>
    </w:p>
    <w:p w:rsidR="00A679DB" w:rsidRDefault="00F15E41" w:rsidP="00A679DB">
      <w:pPr>
        <w:pStyle w:val="libNormal"/>
        <w:rPr>
          <w:rtl/>
        </w:rPr>
      </w:pPr>
      <w:r>
        <w:rPr>
          <w:rtl/>
        </w:rPr>
        <w:br w:type="page"/>
      </w:r>
    </w:p>
    <w:p w:rsidR="00A679DB" w:rsidRDefault="00A679DB" w:rsidP="00A679DB">
      <w:pPr>
        <w:pStyle w:val="libNormal"/>
        <w:rPr>
          <w:rtl/>
        </w:rPr>
      </w:pPr>
      <w:bookmarkStart w:id="446" w:name="_Toc449617503"/>
      <w:r w:rsidRPr="00F15E41">
        <w:rPr>
          <w:rStyle w:val="Heading2Char"/>
          <w:rtl/>
        </w:rPr>
        <w:t>مجازات دشمن و منكر ولايت و جانشينى امير المومنين عليه‌السلام و شك كننده در اين مطلب</w:t>
      </w:r>
      <w:bookmarkEnd w:id="446"/>
      <w:r>
        <w:rPr>
          <w:rtl/>
        </w:rPr>
        <w:t xml:space="preserve"> .</w:t>
      </w:r>
    </w:p>
    <w:p w:rsidR="00A679DB" w:rsidRDefault="00A679DB" w:rsidP="00A679DB">
      <w:pPr>
        <w:pStyle w:val="libNormal"/>
        <w:rPr>
          <w:rtl/>
        </w:rPr>
      </w:pPr>
      <w:r>
        <w:rPr>
          <w:rtl/>
        </w:rPr>
        <w:t>حديث : ١ حدثنى محمد بن موسى بن المتوكل رضى الله عنه قال : حدثنى محمد بن جعفر قال : حدثنى موسى بن عمران عن الحسين بن يزيد عن على بن ابى حمزه عن ابى بصير قال : قال ابو عبدالله مدمن الخمر كعابد الوثن و الناصب لال محمد شر منه قلت : جعلت فداك و من اشر من عابد الوثن فقال : ان شارب الخمر تدركه الشفاعه يوما ما و ان الناصب لو شفع فيه اهل السماوات و الارض لم يشفعوا.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4C5784">
        <w:rPr>
          <w:rStyle w:val="libAlaemChar"/>
          <w:rtl/>
        </w:rPr>
        <w:t>عليه‌السلام</w:t>
      </w:r>
      <w:r>
        <w:rPr>
          <w:rtl/>
        </w:rPr>
        <w:t xml:space="preserve"> فرمودند: شرابخوار مانند بت پرست است و دشمن آل محمد بدتر از اوست . فدايت گردم . چرا؟ فرمودند :زيرا بدون ترديد بالاخره روزى شرابخوار مشمول شفاعت خواهد شد و ولى اگر آسمان و زمين دشمن اهل بيت را شفاعت كنند، شفاعت آنها پذيرفته نخواهد شد.</w:t>
      </w:r>
    </w:p>
    <w:p w:rsidR="00A679DB" w:rsidRDefault="00A679DB" w:rsidP="00A679DB">
      <w:pPr>
        <w:pStyle w:val="libNormal"/>
        <w:rPr>
          <w:rtl/>
        </w:rPr>
      </w:pPr>
      <w:r>
        <w:rPr>
          <w:rtl/>
        </w:rPr>
        <w:t xml:space="preserve">حديث : ٢ و بهذاالاسناد عن الحسين بن يزيد عن عتيبه بياع القصب عن جعفر بن محمد عن ابيه عن ابائه </w:t>
      </w:r>
      <w:r w:rsidR="00DC5255" w:rsidRPr="004C5784">
        <w:rPr>
          <w:rStyle w:val="libAlaemChar"/>
          <w:rtl/>
        </w:rPr>
        <w:t>عليهم‌السلام</w:t>
      </w:r>
      <w:r w:rsidR="00DC5255">
        <w:rPr>
          <w:rtl/>
        </w:rPr>
        <w:t xml:space="preserve"> </w:t>
      </w:r>
      <w:r>
        <w:rPr>
          <w:rtl/>
        </w:rPr>
        <w:t xml:space="preserve">قال : قال رسول الله </w:t>
      </w:r>
      <w:r w:rsidR="00E60DFB" w:rsidRPr="004C5784">
        <w:rPr>
          <w:rStyle w:val="libAlaemChar"/>
          <w:rtl/>
        </w:rPr>
        <w:t>صلى‌الله‌عليه‌وآله</w:t>
      </w:r>
      <w:r w:rsidR="00E60DFB">
        <w:rPr>
          <w:rtl/>
        </w:rPr>
        <w:t xml:space="preserve"> </w:t>
      </w:r>
      <w:r>
        <w:rPr>
          <w:rtl/>
        </w:rPr>
        <w:t xml:space="preserve">: ان الجنه لتشتاق لاحباء على </w:t>
      </w:r>
      <w:r w:rsidRPr="004C5784">
        <w:rPr>
          <w:rStyle w:val="libAlaemChar"/>
          <w:rtl/>
        </w:rPr>
        <w:t>عليه‌السلام</w:t>
      </w:r>
      <w:r>
        <w:rPr>
          <w:rtl/>
        </w:rPr>
        <w:t xml:space="preserve"> و تشتد زفيرها على اعداء على </w:t>
      </w:r>
      <w:r w:rsidRPr="004C5784">
        <w:rPr>
          <w:rStyle w:val="libAlaemChar"/>
          <w:rtl/>
        </w:rPr>
        <w:t>عليه‌السلام</w:t>
      </w:r>
      <w:r>
        <w:rPr>
          <w:rtl/>
        </w:rPr>
        <w:t xml:space="preserve"> و هم فى الدنيا قبل ان يدخلوها و ان النار لتغيظ و تشتد زفيرها على اعداء على عليه‌السلام و هم فى الدنيا قبل ان يدخلوها.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4C5784">
        <w:rPr>
          <w:rStyle w:val="libAlaemChar"/>
          <w:rtl/>
        </w:rPr>
        <w:t>عليه‌السلام</w:t>
      </w:r>
      <w:r>
        <w:rPr>
          <w:rtl/>
        </w:rPr>
        <w:t xml:space="preserve"> از پدرانش </w:t>
      </w:r>
      <w:r w:rsidR="00DC5255" w:rsidRPr="004C5784">
        <w:rPr>
          <w:rStyle w:val="libAlaemChar"/>
          <w:rtl/>
        </w:rPr>
        <w:t>عليهم‌السلام</w:t>
      </w:r>
      <w:r w:rsidR="00DC5255">
        <w:rPr>
          <w:rtl/>
        </w:rPr>
        <w:t xml:space="preserve"> </w:t>
      </w:r>
      <w:r>
        <w:rPr>
          <w:rtl/>
        </w:rPr>
        <w:t xml:space="preserve">نقل مى نمايد كه رسول خدا </w:t>
      </w:r>
      <w:r w:rsidR="00E60DFB" w:rsidRPr="004C5784">
        <w:rPr>
          <w:rStyle w:val="libAlaemChar"/>
          <w:rtl/>
        </w:rPr>
        <w:t>صلى‌الله‌عليه‌وآله</w:t>
      </w:r>
      <w:r w:rsidR="00E60DFB">
        <w:rPr>
          <w:rtl/>
        </w:rPr>
        <w:t xml:space="preserve"> </w:t>
      </w:r>
      <w:r>
        <w:rPr>
          <w:rtl/>
        </w:rPr>
        <w:t xml:space="preserve">فرمودند: همانا در حالى كه دوستدران على </w:t>
      </w:r>
      <w:r w:rsidRPr="004C5784">
        <w:rPr>
          <w:rStyle w:val="libAlaemChar"/>
          <w:rtl/>
        </w:rPr>
        <w:t>عليه‌السلام</w:t>
      </w:r>
      <w:r>
        <w:rPr>
          <w:rtl/>
        </w:rPr>
        <w:t xml:space="preserve"> در دنيا هستند و هنوز به بهشت نرفته اند، بهشت مشتاق آنهابوده و نورش را براى آنها افزايش مى دهد. و </w:t>
      </w:r>
      <w:r>
        <w:rPr>
          <w:rtl/>
        </w:rPr>
        <w:lastRenderedPageBreak/>
        <w:t xml:space="preserve">همانا در حالى كه دشمنان على </w:t>
      </w:r>
      <w:r w:rsidRPr="004C5784">
        <w:rPr>
          <w:rStyle w:val="libAlaemChar"/>
          <w:rtl/>
        </w:rPr>
        <w:t>عليه‌السلام</w:t>
      </w:r>
      <w:r>
        <w:rPr>
          <w:rtl/>
        </w:rPr>
        <w:t xml:space="preserve"> در دنيا هستند و هنوز به جهنم نرفته اند، گرماى آن براى آنها بيشتر شده و صدايش نيز برايشان افزون مى شود.</w:t>
      </w:r>
    </w:p>
    <w:p w:rsidR="00A679DB" w:rsidRDefault="00A679DB" w:rsidP="00A679DB">
      <w:pPr>
        <w:pStyle w:val="libNormal"/>
        <w:rPr>
          <w:rtl/>
        </w:rPr>
      </w:pPr>
      <w:r>
        <w:rPr>
          <w:rtl/>
        </w:rPr>
        <w:t xml:space="preserve">حديث : ٣ ابى رحمه الله قال : حدثنى احمد بن ادريس عن محمد بن احمد قال : حدثنى ابو عبدالله الرازى عن احمد بن محمد بن ابى نصر عن صالح بن سعيد عن ابى سعبد القماط عن ابان بن تغلب قال : قال ابو عبدالله </w:t>
      </w:r>
      <w:r w:rsidRPr="004C5784">
        <w:rPr>
          <w:rStyle w:val="libAlaemChar"/>
          <w:rtl/>
        </w:rPr>
        <w:t>عليه‌السلام</w:t>
      </w:r>
      <w:r>
        <w:rPr>
          <w:rtl/>
        </w:rPr>
        <w:t xml:space="preserve"> : كل ناصب و ان تعبد و اجتهد يصير الى هذه الايه : «عامله ناصبه ... تصلى نارا حاميه».</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4C5784">
        <w:rPr>
          <w:rStyle w:val="libAlaemChar"/>
          <w:rtl/>
        </w:rPr>
        <w:t>عليه‌السلام</w:t>
      </w:r>
      <w:r>
        <w:rPr>
          <w:rtl/>
        </w:rPr>
        <w:t xml:space="preserve"> فرمودند: هر كدام از دشمنان اهل بيت گرچه در طاعت و عبادت خدا تلاش و كوشش كنند، سرنوشتشان همين است كه اين آيه مى فرمايد: «كارشان رنج و مشقت است و پيوسته در آتش فروزان جهنم در عذاب خواهند بود.» </w:t>
      </w:r>
      <w:r w:rsidRPr="004C5784">
        <w:rPr>
          <w:rStyle w:val="libAlaemChar"/>
          <w:rtl/>
        </w:rPr>
        <w:t>(١٢٤).</w:t>
      </w:r>
    </w:p>
    <w:p w:rsidR="00A679DB" w:rsidRDefault="00A679DB" w:rsidP="00A679DB">
      <w:pPr>
        <w:pStyle w:val="libNormal"/>
        <w:rPr>
          <w:rtl/>
        </w:rPr>
      </w:pPr>
      <w:r>
        <w:rPr>
          <w:rtl/>
        </w:rPr>
        <w:t xml:space="preserve">حديث : ٤ و بهذاالاسناد عن محمد بن احمد عن ابراهيم بن اسحاق عن عبدالله بن حماد عن عبدالله بن سنان عن ابى عبدالله </w:t>
      </w:r>
      <w:r w:rsidRPr="004C5784">
        <w:rPr>
          <w:rStyle w:val="libAlaemChar"/>
          <w:rtl/>
        </w:rPr>
        <w:t>عليه‌السلام</w:t>
      </w:r>
      <w:r>
        <w:rPr>
          <w:rtl/>
        </w:rPr>
        <w:t xml:space="preserve"> قال : ليس ‍ الناصب من نصب لنا اهل البيت لانك لم تجد رجلا يقول انا ابغض محمدا و آل محمد و لكن الناصب من نصب لكم و هو يعلم انكم تتولونا و انكم من شيعتنا.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4C5784">
        <w:rPr>
          <w:rStyle w:val="libAlaemChar"/>
          <w:rtl/>
        </w:rPr>
        <w:t>عليه‌السلام</w:t>
      </w:r>
      <w:r>
        <w:rPr>
          <w:rtl/>
        </w:rPr>
        <w:t xml:space="preserve"> فرمودند: ناصبى كسى نيست كه با ما اهل بيت دشمين كند. زيرا كسى نمى گويد من دشمن محمد و آل محمد هستم بلكه ناصبى كسى است كه با شما دشمنى مى ورزد و مى داند شما دوستدار و پيرو ما هستيد.</w:t>
      </w:r>
    </w:p>
    <w:p w:rsidR="00A679DB" w:rsidRDefault="00A679DB" w:rsidP="00A679DB">
      <w:pPr>
        <w:pStyle w:val="libNormal"/>
        <w:rPr>
          <w:rtl/>
        </w:rPr>
      </w:pPr>
      <w:r>
        <w:rPr>
          <w:rtl/>
        </w:rPr>
        <w:t xml:space="preserve">حديث : ٥ و بهذاالاسناد عن عبدالله بن حماد عن عبدالله بن بكير عن حمران بن اعين عن ابى جعفر </w:t>
      </w:r>
      <w:r w:rsidRPr="004C5784">
        <w:rPr>
          <w:rStyle w:val="libAlaemChar"/>
          <w:rtl/>
        </w:rPr>
        <w:t>عليه‌السلام</w:t>
      </w:r>
      <w:r>
        <w:rPr>
          <w:rtl/>
        </w:rPr>
        <w:t xml:space="preserve"> قال : لو ان كل ملك خلقه الله عزوجل و كل نبى </w:t>
      </w:r>
      <w:r>
        <w:rPr>
          <w:rtl/>
        </w:rPr>
        <w:lastRenderedPageBreak/>
        <w:t>بعثه الله وكل صديق و كل شهيد شفعوا فى ناصب لنا اهل البيت ان يخرجه الله عزوجل من النار ما اخرجه الله ابدا و الله عزوجل يقول فى كتابه : «ما كثين فيه ابدا».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باقر </w:t>
      </w:r>
      <w:r w:rsidRPr="004C5784">
        <w:rPr>
          <w:rStyle w:val="libAlaemChar"/>
          <w:rtl/>
        </w:rPr>
        <w:t>عليه‌السلام</w:t>
      </w:r>
      <w:r>
        <w:rPr>
          <w:rtl/>
        </w:rPr>
        <w:t xml:space="preserve"> فرمودند: اگر همه فرشتگانى را كه خداوند عزوجل آفريده و همه پيامبرانى را كه خداوند برانگيخته است . همه صديقيثن و همه شهدا، در مورد دمشن ما اهل بيت شفاعت نمايند كه خداوند عزوجل او را از جهنم خارج كند، خداوند هيچ گاه او را از جهنم بيرون نخواهد آورد. خداوند عزوجل در قرآن مى فرمايد: «هميشه در آن (جهنم) مى مانند.» </w:t>
      </w:r>
      <w:r w:rsidRPr="004C5784">
        <w:rPr>
          <w:rStyle w:val="libFootnotenumChar"/>
          <w:rtl/>
        </w:rPr>
        <w:t>(١٢٥).</w:t>
      </w:r>
    </w:p>
    <w:p w:rsidR="00A679DB" w:rsidRDefault="00A679DB" w:rsidP="00A679DB">
      <w:pPr>
        <w:pStyle w:val="libNormal"/>
        <w:rPr>
          <w:rtl/>
        </w:rPr>
      </w:pPr>
      <w:r>
        <w:rPr>
          <w:rtl/>
        </w:rPr>
        <w:t xml:space="preserve">حديث : ٦ و بهذاالاسناد عن عبدالله بن حماد عن عمر و بن شمر عن جابر عن ابى جعفر </w:t>
      </w:r>
      <w:r w:rsidRPr="004C5784">
        <w:rPr>
          <w:rStyle w:val="libAlaemChar"/>
          <w:rtl/>
        </w:rPr>
        <w:t>عليه‌السلام</w:t>
      </w:r>
      <w:r>
        <w:rPr>
          <w:rtl/>
        </w:rPr>
        <w:t xml:space="preserve"> قال : من لم يعرف سوء ما اتى الينا من ظلمنا و ذهاب حقنا و ما نكبنا به فهو شريك من اتى الينا فيما و لينا 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امام باقر </w:t>
      </w:r>
      <w:r w:rsidRPr="004C5784">
        <w:rPr>
          <w:rStyle w:val="libAlaemChar"/>
          <w:rtl/>
        </w:rPr>
        <w:t>عليه‌السلام</w:t>
      </w:r>
      <w:r>
        <w:rPr>
          <w:rtl/>
        </w:rPr>
        <w:t xml:space="preserve"> فرمودند: كسى كه ظلم ها، حق كشى ها و ناراحتيهايى را كه براى ما ايجاده كرده اند، اعمال بدى نداند، در تمام اينها با كسى كه مرتكب اين ستمها شده شريك خواهد بود.</w:t>
      </w:r>
    </w:p>
    <w:p w:rsidR="00A679DB" w:rsidRDefault="00A679DB" w:rsidP="00A679DB">
      <w:pPr>
        <w:pStyle w:val="libNormal"/>
        <w:rPr>
          <w:rtl/>
        </w:rPr>
      </w:pPr>
      <w:r>
        <w:rPr>
          <w:rtl/>
        </w:rPr>
        <w:t xml:space="preserve">حديث : ٧ حدثنى محمد بن الحسن رضى الله عنه قال : حدثنى محمد بن احمد قال حدثنى ابو عبدالله الرازى عن على بن سليمان بن رشيد رفعه الى امير المومنين على بن ابى طالب </w:t>
      </w:r>
      <w:r w:rsidRPr="004C5784">
        <w:rPr>
          <w:rStyle w:val="libAlaemChar"/>
          <w:rtl/>
        </w:rPr>
        <w:t>عليه‌السلام</w:t>
      </w:r>
      <w:r>
        <w:rPr>
          <w:rtl/>
        </w:rPr>
        <w:t xml:space="preserve"> قال : يحشر المرجئه عميانا و امامهم اعمى فيقول بعضى من يراهم من غير امتنا :ما نرى امه محمد عميانا فيقال لهم : ليسوا من امه محمد انهم بدلوا فبدل بهم و غيروا فغير ما بهم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٧. امير المومنين </w:t>
      </w:r>
      <w:r w:rsidRPr="004C5784">
        <w:rPr>
          <w:rStyle w:val="libAlaemChar"/>
          <w:rtl/>
        </w:rPr>
        <w:t>عليه‌السلام</w:t>
      </w:r>
      <w:r>
        <w:rPr>
          <w:rtl/>
        </w:rPr>
        <w:t xml:space="preserve"> فرمودند: خداوند عزوجل طايفه «مرجئه» </w:t>
      </w:r>
      <w:r w:rsidRPr="004C5784">
        <w:rPr>
          <w:rStyle w:val="libFootnotenumChar"/>
          <w:rtl/>
        </w:rPr>
        <w:t>(١٢٦)</w:t>
      </w:r>
      <w:r>
        <w:rPr>
          <w:rtl/>
        </w:rPr>
        <w:t xml:space="preserve"> وپيشواى آنها را كور محشور مى نمايد. بعضى از كفار مى گويند: همه امت محمد كور هستند و به آنها گفته خواهد شد. اينها از امت محمد نيستند. اينها عقايد اسلامى را تغيير داده ، خود نيز تغيير كردند و احكام را دگرگون ساخته ، خود نيز دگرگون شدند.</w:t>
      </w:r>
    </w:p>
    <w:p w:rsidR="00A679DB" w:rsidRDefault="00A679DB" w:rsidP="00A679DB">
      <w:pPr>
        <w:pStyle w:val="libNormal"/>
        <w:rPr>
          <w:rtl/>
        </w:rPr>
      </w:pPr>
      <w:r>
        <w:rPr>
          <w:rtl/>
        </w:rPr>
        <w:t xml:space="preserve">حديث : ٨ ابى رحمه الله قال : حدثنى سعد بن عبدالله عن احمد بن عيسى عن الفضل بن كثير المدائنى عن سعيد بن ابى سعيد البلخى قال :سمعت اباالحسن </w:t>
      </w:r>
      <w:r w:rsidRPr="004C5784">
        <w:rPr>
          <w:rStyle w:val="libAlaemChar"/>
          <w:rtl/>
        </w:rPr>
        <w:t>عليه‌السلام</w:t>
      </w:r>
      <w:r>
        <w:rPr>
          <w:rtl/>
        </w:rPr>
        <w:t xml:space="preserve"> يقول : ان الله عزوجل فى كل وقت صلاه يصليها مصليها ارسل رحمه لعباده المومنين و المعتقدين و فى بعض هذا الخلق لعنه قال : قلت : جعلت فداك و لم قال : بجحودهم حقنا و تكذيبهم آيانا.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راوى مى گويد از امام كاظم </w:t>
      </w:r>
      <w:r w:rsidRPr="004C5784">
        <w:rPr>
          <w:rStyle w:val="libAlaemChar"/>
          <w:rtl/>
        </w:rPr>
        <w:t>عليه‌السلام</w:t>
      </w:r>
      <w:r>
        <w:rPr>
          <w:rtl/>
        </w:rPr>
        <w:t xml:space="preserve"> شنيدم كه فرمودند: همانا خداوند عزوجل در وقت هر نماز براى بندگان مومن و معتقد خود رحمت مى فرستد و براى عده اى ديگر لعنت . عرض كردم : براى چه كسانى ؟ فرمودند: براى كسانى كه حق ما را انكار كرده و ما را تكذيب كردند.</w:t>
      </w:r>
    </w:p>
    <w:p w:rsidR="00A679DB" w:rsidRDefault="00A679DB" w:rsidP="00A679DB">
      <w:pPr>
        <w:pStyle w:val="libNormal"/>
        <w:rPr>
          <w:rtl/>
        </w:rPr>
      </w:pPr>
      <w:r>
        <w:rPr>
          <w:rtl/>
        </w:rPr>
        <w:t xml:space="preserve">حديث : ٩ ابى رحمه الله قال : حدثنى سعد بن عبدالله عن احمد بن محمد عن الحسن بن على الوشاء عن احمد بن عائذ عن ابى خديجه عن ابى عبدالله </w:t>
      </w:r>
      <w:r w:rsidRPr="004C5784">
        <w:rPr>
          <w:rStyle w:val="libAlaemChar"/>
          <w:rtl/>
        </w:rPr>
        <w:t>عليه‌السلام</w:t>
      </w:r>
      <w:r>
        <w:rPr>
          <w:rtl/>
        </w:rPr>
        <w:t xml:space="preserve"> قال : يوتى يوم القيامه بابليس لعنه الله مع مضل هذه الامه فى زمامين غلظهما مثل جبل احد فيسحبان على وجوههما فيسد بهما باب من ابواب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٩. امام صادق </w:t>
      </w:r>
      <w:r w:rsidRPr="004C5784">
        <w:rPr>
          <w:rStyle w:val="libAlaemChar"/>
          <w:rtl/>
        </w:rPr>
        <w:t>عليه‌السلام</w:t>
      </w:r>
      <w:r>
        <w:rPr>
          <w:rtl/>
        </w:rPr>
        <w:t xml:space="preserve"> فرمودند: در روز قيامت ابليس لعين را همراه با گمراه كننده اين امت مى آورند با افسارهايى به ضخامت كوه احد. آنها را به صورت به روى زمين مى كشند و يك در از درهاى جهنم بواسطه آن ها بسته مى شود.</w:t>
      </w:r>
    </w:p>
    <w:p w:rsidR="00A679DB" w:rsidRDefault="00A679DB" w:rsidP="00A679DB">
      <w:pPr>
        <w:pStyle w:val="libNormal"/>
        <w:rPr>
          <w:rtl/>
        </w:rPr>
      </w:pPr>
      <w:r>
        <w:rPr>
          <w:rtl/>
        </w:rPr>
        <w:t xml:space="preserve">حديث : ١٠ حدثنى محمد بن الحسين رضى الله عنه قال : حدثنى محمد بن الحسن الصفار قال : حدثنى عباد عباد بن سليمان عن محمد بن سليمان الديلمى عن ابيه قال : قلت لابى عبدالله </w:t>
      </w:r>
      <w:r w:rsidRPr="004C5784">
        <w:rPr>
          <w:rStyle w:val="libAlaemChar"/>
          <w:rtl/>
        </w:rPr>
        <w:t>عليه‌السلام</w:t>
      </w:r>
      <w:r>
        <w:rPr>
          <w:rtl/>
        </w:rPr>
        <w:t xml:space="preserve"> : « هل اتيك حديث الغاشيه». قال : يغشاهم القائم </w:t>
      </w:r>
      <w:r w:rsidRPr="004C5784">
        <w:rPr>
          <w:rStyle w:val="libAlaemChar"/>
          <w:rtl/>
        </w:rPr>
        <w:t>عليه‌السلام</w:t>
      </w:r>
      <w:r>
        <w:rPr>
          <w:rtl/>
        </w:rPr>
        <w:t xml:space="preserve"> بالسيف قال : قلت «وجوه يومئذ خاشعه» قال : يقول : خاضعه و لا تطيق الامتناع قال :قلت : «عامله» قال : عملت بغير ما انزل الله عزوجل قلت :«ناصبه» قال : نصبت لغير ولاه الامر قال : قلت : «تصلى نارا حاميه» قال : تصلى نرا الحرب فى الدنيا على عهد القائم </w:t>
      </w:r>
      <w:r w:rsidRPr="004C5784">
        <w:rPr>
          <w:rStyle w:val="libAlaemChar"/>
          <w:rtl/>
        </w:rPr>
        <w:t>عليه‌السلام</w:t>
      </w:r>
      <w:r>
        <w:rPr>
          <w:rtl/>
        </w:rPr>
        <w:t xml:space="preserve"> و فى الاخره نار جهنم .</w:t>
      </w:r>
    </w:p>
    <w:p w:rsidR="00A679DB" w:rsidRDefault="00A679DB" w:rsidP="00A679DB">
      <w:pPr>
        <w:pStyle w:val="libNormal"/>
        <w:rPr>
          <w:rtl/>
        </w:rPr>
      </w:pPr>
      <w:r>
        <w:rPr>
          <w:rtl/>
        </w:rPr>
        <w:t>ترجمه :</w:t>
      </w:r>
    </w:p>
    <w:p w:rsidR="00A679DB" w:rsidRDefault="00A679DB" w:rsidP="004C5784">
      <w:pPr>
        <w:pStyle w:val="libNormal"/>
        <w:rPr>
          <w:rtl/>
        </w:rPr>
      </w:pPr>
      <w:r>
        <w:rPr>
          <w:rtl/>
        </w:rPr>
        <w:t xml:space="preserve">١٠. راوى مى گويد از امام صادق </w:t>
      </w:r>
      <w:r w:rsidRPr="004C5784">
        <w:rPr>
          <w:rStyle w:val="libAlaemChar"/>
          <w:rtl/>
        </w:rPr>
        <w:t>عليه‌السلام</w:t>
      </w:r>
      <w:r>
        <w:rPr>
          <w:rtl/>
        </w:rPr>
        <w:t xml:space="preserve"> پرسيدم معنى آيه </w:t>
      </w:r>
      <w:r w:rsidRPr="004C5784">
        <w:rPr>
          <w:rStyle w:val="libAieChar"/>
          <w:rtl/>
        </w:rPr>
        <w:t>(هل اتيك حديث الغاشيه)</w:t>
      </w:r>
      <w:r>
        <w:rPr>
          <w:rtl/>
        </w:rPr>
        <w:t xml:space="preserve"> </w:t>
      </w:r>
      <w:r w:rsidRPr="004C5784">
        <w:rPr>
          <w:rStyle w:val="libFootnotenumChar"/>
          <w:rtl/>
        </w:rPr>
        <w:t>(١٢٧)</w:t>
      </w:r>
      <w:r>
        <w:rPr>
          <w:rtl/>
        </w:rPr>
        <w:t xml:space="preserve"> چيست ؟ فرمودند: معنايش اين است كه قائم آل محمد </w:t>
      </w:r>
      <w:r w:rsidRPr="004C5784">
        <w:rPr>
          <w:rStyle w:val="libAlaemChar"/>
          <w:rtl/>
        </w:rPr>
        <w:t>عليه‌السلام</w:t>
      </w:r>
      <w:r>
        <w:rPr>
          <w:rtl/>
        </w:rPr>
        <w:t xml:space="preserve"> به آنها شمشير مى زند. عرض كردم : معنى آيه </w:t>
      </w:r>
      <w:r w:rsidRPr="004C5784">
        <w:rPr>
          <w:rStyle w:val="libAieChar"/>
          <w:rtl/>
        </w:rPr>
        <w:t>(وجهه يومئذ خاشعه )</w:t>
      </w:r>
      <w:r>
        <w:rPr>
          <w:rtl/>
        </w:rPr>
        <w:t xml:space="preserve"> </w:t>
      </w:r>
      <w:r w:rsidRPr="004C5784">
        <w:rPr>
          <w:rStyle w:val="libFootnotenumChar"/>
          <w:rtl/>
        </w:rPr>
        <w:t>(١٢٨)</w:t>
      </w:r>
      <w:r>
        <w:rPr>
          <w:rtl/>
        </w:rPr>
        <w:t xml:space="preserve"> چيست ؟ فرمودند: معنايش اين است كه متواضع بوده و نمى توانند سرپيچى كنند. عرض كردم معنى </w:t>
      </w:r>
      <w:r w:rsidRPr="004C5784">
        <w:rPr>
          <w:rStyle w:val="libAieChar"/>
          <w:rtl/>
        </w:rPr>
        <w:t>(عامله)</w:t>
      </w:r>
      <w:r>
        <w:rPr>
          <w:rtl/>
        </w:rPr>
        <w:t xml:space="preserve"> </w:t>
      </w:r>
      <w:r w:rsidRPr="004C5784">
        <w:rPr>
          <w:rStyle w:val="libFootnotenumChar"/>
          <w:rtl/>
        </w:rPr>
        <w:t>(١٢٩)</w:t>
      </w:r>
      <w:r>
        <w:rPr>
          <w:rtl/>
        </w:rPr>
        <w:t xml:space="preserve"> چيست ؟ فرمودند معنايش اين است كه اعمال آنها بر طبق دستورات الهى نبوده است . عرض كردم معنى (ناصبه) </w:t>
      </w:r>
      <w:r w:rsidRPr="004C5784">
        <w:rPr>
          <w:rStyle w:val="libFootnotenumChar"/>
          <w:rtl/>
        </w:rPr>
        <w:t>(١٣٠)</w:t>
      </w:r>
      <w:r>
        <w:rPr>
          <w:rtl/>
        </w:rPr>
        <w:t xml:space="preserve"> چيست ؟فرمودند: يعنى كسانى كه صلاحيت نداشتند، براى امامت برگزيدند. عرض كردم : معنى </w:t>
      </w:r>
      <w:r w:rsidRPr="004C5784">
        <w:rPr>
          <w:rStyle w:val="libAieChar"/>
          <w:rtl/>
        </w:rPr>
        <w:t>(تصلى نارا حاميه)</w:t>
      </w:r>
      <w:r>
        <w:rPr>
          <w:rtl/>
        </w:rPr>
        <w:t xml:space="preserve"> </w:t>
      </w:r>
      <w:r w:rsidRPr="004C5784">
        <w:rPr>
          <w:rStyle w:val="libFootnotenumChar"/>
          <w:rtl/>
        </w:rPr>
        <w:t>(١٣١)</w:t>
      </w:r>
      <w:r>
        <w:rPr>
          <w:rtl/>
        </w:rPr>
        <w:t xml:space="preserve"> چيست ؟ فرمودند: معنايش اين است كه در دنيا وارد آتش جنگى كه در زمان قائم ال محمد </w:t>
      </w:r>
      <w:r w:rsidRPr="004C5784">
        <w:rPr>
          <w:rStyle w:val="libAlaemChar"/>
          <w:rtl/>
        </w:rPr>
        <w:t>عليه‌السلام</w:t>
      </w:r>
      <w:r>
        <w:rPr>
          <w:rtl/>
        </w:rPr>
        <w:t xml:space="preserve"> روى مى دهد، شده و در آخرت وارد آتش جنهم مى شوند.</w:t>
      </w:r>
    </w:p>
    <w:p w:rsidR="00A679DB" w:rsidRDefault="00A679DB" w:rsidP="00A679DB">
      <w:pPr>
        <w:pStyle w:val="libNormal"/>
        <w:rPr>
          <w:rtl/>
        </w:rPr>
      </w:pPr>
      <w:r>
        <w:rPr>
          <w:rtl/>
        </w:rPr>
        <w:lastRenderedPageBreak/>
        <w:t xml:space="preserve">حديث : ١١ ابى رحمه الله قال : حدثنى سعد بن عبدالله قال : حدثنى احمد بن ابى عبدالله عن على بن عبدالله عن موسى به سعدان عن عبدالله بن القاسم الحضرمى عن المفضل بن عمر عن ابى عبدالله </w:t>
      </w:r>
      <w:r w:rsidRPr="004C5784">
        <w:rPr>
          <w:rStyle w:val="libAlaemChar"/>
          <w:rtl/>
        </w:rPr>
        <w:t>عليه‌السلام</w:t>
      </w:r>
      <w:r>
        <w:rPr>
          <w:rtl/>
        </w:rPr>
        <w:t xml:space="preserve"> قال : قال ابو جعفر </w:t>
      </w:r>
      <w:r w:rsidRPr="004C5784">
        <w:rPr>
          <w:rStyle w:val="libAlaemChar"/>
          <w:rtl/>
        </w:rPr>
        <w:t>عليه‌السلام</w:t>
      </w:r>
      <w:r>
        <w:rPr>
          <w:rtl/>
        </w:rPr>
        <w:t xml:space="preserve"> : ان الله تبارك و تعلى جعل عليا </w:t>
      </w:r>
      <w:r w:rsidRPr="004C5784">
        <w:rPr>
          <w:rStyle w:val="libAlaemChar"/>
          <w:rtl/>
        </w:rPr>
        <w:t>عليه‌السلام</w:t>
      </w:r>
      <w:r>
        <w:rPr>
          <w:rtl/>
        </w:rPr>
        <w:t xml:space="preserve"> علما بينه و بين خلقه ليس بينهم و بينه علم غيره فمن تبعه كان مومنا و من جحده كان كافرا و من شك فيه كان مشركا.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١١. امام صادق </w:t>
      </w:r>
      <w:r w:rsidRPr="004C5784">
        <w:rPr>
          <w:rStyle w:val="libAlaemChar"/>
          <w:rtl/>
        </w:rPr>
        <w:t>عليه‌السلام</w:t>
      </w:r>
      <w:r>
        <w:rPr>
          <w:rtl/>
        </w:rPr>
        <w:t xml:space="preserve"> نقل مى نمايند كه امام باقر </w:t>
      </w:r>
      <w:r w:rsidRPr="004C5784">
        <w:rPr>
          <w:rStyle w:val="libAlaemChar"/>
          <w:rtl/>
        </w:rPr>
        <w:t>عليه‌السلام</w:t>
      </w:r>
      <w:r>
        <w:rPr>
          <w:rtl/>
        </w:rPr>
        <w:t xml:space="preserve"> فرمودند: خداى متعال امام على </w:t>
      </w:r>
      <w:r w:rsidRPr="004C5784">
        <w:rPr>
          <w:rStyle w:val="libAlaemChar"/>
          <w:rtl/>
        </w:rPr>
        <w:t>عليه‌السلام</w:t>
      </w:r>
      <w:r>
        <w:rPr>
          <w:rtl/>
        </w:rPr>
        <w:t xml:space="preserve"> را نشانه اى بين خود و خلقش قرار داده است و جز او نشانه ديگرى نيست . پيرو او مومن ، منكر او كافر و كسى كه در او شك كند، مشرك است .</w:t>
      </w:r>
    </w:p>
    <w:p w:rsidR="00A679DB" w:rsidRDefault="00A679DB" w:rsidP="00A679DB">
      <w:pPr>
        <w:pStyle w:val="libNormal"/>
        <w:rPr>
          <w:rtl/>
        </w:rPr>
      </w:pPr>
      <w:r>
        <w:rPr>
          <w:rtl/>
        </w:rPr>
        <w:t xml:space="preserve">حديث : ١٢ و بهذاالاسناد عن احمد بن ابى عبدالله عن محمد بن حسان السلمى عن محمد بن جعفر عن ابيه </w:t>
      </w:r>
      <w:r w:rsidRPr="004C5784">
        <w:rPr>
          <w:rStyle w:val="libAlaemChar"/>
          <w:rtl/>
        </w:rPr>
        <w:t>عليه‌السلام</w:t>
      </w:r>
      <w:r>
        <w:rPr>
          <w:rtl/>
        </w:rPr>
        <w:t xml:space="preserve"> قال : على </w:t>
      </w:r>
      <w:r w:rsidRPr="004C5784">
        <w:rPr>
          <w:rStyle w:val="libAlaemChar"/>
          <w:rtl/>
        </w:rPr>
        <w:t>عليه‌السلام</w:t>
      </w:r>
      <w:r>
        <w:rPr>
          <w:rtl/>
        </w:rPr>
        <w:t xml:space="preserve"> باب الهدى من خالفه كان كافرا و من انكره دخل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١٢. امام صادق </w:t>
      </w:r>
      <w:r w:rsidRPr="00E514CC">
        <w:rPr>
          <w:rStyle w:val="libAlaemChar"/>
          <w:rtl/>
        </w:rPr>
        <w:t>عليه‌السلام</w:t>
      </w:r>
      <w:r>
        <w:rPr>
          <w:rtl/>
        </w:rPr>
        <w:t xml:space="preserve"> فرمودند: امام على </w:t>
      </w:r>
      <w:r w:rsidRPr="004C5784">
        <w:rPr>
          <w:rStyle w:val="libAlaemChar"/>
          <w:rtl/>
        </w:rPr>
        <w:t>عليه‌السلام</w:t>
      </w:r>
      <w:r>
        <w:rPr>
          <w:rtl/>
        </w:rPr>
        <w:t xml:space="preserve"> در هدايت كسى . كسى كه با او مخالفت كند، كافر است . و كسى كه ولايت او را انكار كند، به جهنم مى رود.</w:t>
      </w:r>
    </w:p>
    <w:p w:rsidR="00A679DB" w:rsidRDefault="00A679DB" w:rsidP="00A679DB">
      <w:pPr>
        <w:pStyle w:val="libNormal"/>
        <w:rPr>
          <w:rtl/>
        </w:rPr>
      </w:pPr>
      <w:r>
        <w:rPr>
          <w:rtl/>
        </w:rPr>
        <w:t xml:space="preserve">حديث : ١٣ و بهذاالاسناد عن احمد بن ابى عبدالله قال : حدثنى ابو عمران الارمنى عن الحسن بن على بن ابى حمزه البطلائنى عن الحسين بن اى العلاء قال : سمعت ابا عبدالله </w:t>
      </w:r>
      <w:r w:rsidRPr="00E514CC">
        <w:rPr>
          <w:rStyle w:val="libAlaemChar"/>
          <w:rtl/>
        </w:rPr>
        <w:t>عليه‌السلام</w:t>
      </w:r>
      <w:r>
        <w:rPr>
          <w:rtl/>
        </w:rPr>
        <w:t xml:space="preserve"> يقول : لو جحد امير المومنين </w:t>
      </w:r>
      <w:r w:rsidRPr="00E514CC">
        <w:rPr>
          <w:rStyle w:val="libAlaemChar"/>
          <w:rtl/>
        </w:rPr>
        <w:t>عليه‌السلام</w:t>
      </w:r>
      <w:r>
        <w:rPr>
          <w:rtl/>
        </w:rPr>
        <w:t xml:space="preserve"> جميع من فى الارض لعذبهم الله جميعا و ادخلهم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١٣. راوى مى گويد از امام صادق </w:t>
      </w:r>
      <w:r w:rsidRPr="00E514CC">
        <w:rPr>
          <w:rStyle w:val="libAlaemChar"/>
          <w:rtl/>
        </w:rPr>
        <w:t>عليه‌السلام</w:t>
      </w:r>
      <w:r>
        <w:rPr>
          <w:rtl/>
        </w:rPr>
        <w:t xml:space="preserve"> شنيدم كه فرمودند: اگر همه مردم روى زمين ولايت امام على </w:t>
      </w:r>
      <w:r w:rsidRPr="00E514CC">
        <w:rPr>
          <w:rStyle w:val="libAlaemChar"/>
          <w:rtl/>
        </w:rPr>
        <w:t>عليه‌السلام</w:t>
      </w:r>
      <w:r>
        <w:rPr>
          <w:rtl/>
        </w:rPr>
        <w:t xml:space="preserve"> را انكار كنند، خداوند همه آنها را عذاب نموده و به جهنم مى برد.</w:t>
      </w:r>
    </w:p>
    <w:p w:rsidR="00A679DB" w:rsidRDefault="00A679DB" w:rsidP="00A679DB">
      <w:pPr>
        <w:pStyle w:val="libNormal"/>
        <w:rPr>
          <w:rtl/>
        </w:rPr>
      </w:pPr>
      <w:r>
        <w:rPr>
          <w:rtl/>
        </w:rPr>
        <w:t xml:space="preserve">حديث : ١٤ و بهذالاسناد عن احمد بن ابى عبدالله عن اسماعيل بن مهران قال : اخبرنى ابى عن اسحاق بن جرير البجلى قال : قال : ابوعبدالله </w:t>
      </w:r>
      <w:r w:rsidRPr="00E514CC">
        <w:rPr>
          <w:rStyle w:val="libAlaemChar"/>
          <w:rtl/>
        </w:rPr>
        <w:t>عليه‌السلام</w:t>
      </w:r>
      <w:r>
        <w:rPr>
          <w:rtl/>
        </w:rPr>
        <w:t xml:space="preserve"> : جاء نى ابن عمك كانه اعرابى مجنون و عليه آزار و طيلسان و نعلاه فى يده فقال لى : ان قوما يقولون فيك قلت له : الست عربيا قال بلى قلت ان العرب لا تبغض عليا </w:t>
      </w:r>
      <w:r w:rsidRPr="00E514CC">
        <w:rPr>
          <w:rStyle w:val="libAlaemChar"/>
          <w:rtl/>
        </w:rPr>
        <w:t>عليه‌السلام</w:t>
      </w:r>
      <w:r>
        <w:rPr>
          <w:rtl/>
        </w:rPr>
        <w:t xml:space="preserve"> ثم قلت له :لعلك ممن يكذب بالحوض اما و الله لئن ابغضته ثم وردت عليه الحوض لتموتن عطشا.</w:t>
      </w:r>
    </w:p>
    <w:p w:rsidR="00A679DB" w:rsidRDefault="00A679DB" w:rsidP="00A679DB">
      <w:pPr>
        <w:pStyle w:val="libNormal"/>
        <w:rPr>
          <w:rtl/>
        </w:rPr>
      </w:pPr>
      <w:r>
        <w:rPr>
          <w:rtl/>
        </w:rPr>
        <w:t>ترجمه :</w:t>
      </w:r>
    </w:p>
    <w:p w:rsidR="00A679DB" w:rsidRDefault="00A679DB" w:rsidP="00E514CC">
      <w:pPr>
        <w:pStyle w:val="libNormal"/>
        <w:rPr>
          <w:rtl/>
        </w:rPr>
      </w:pPr>
      <w:r>
        <w:rPr>
          <w:rtl/>
        </w:rPr>
        <w:t xml:space="preserve">١٤. راوى مى گويد امام صادق </w:t>
      </w:r>
      <w:r w:rsidRPr="00E514CC">
        <w:rPr>
          <w:rStyle w:val="libAlaemChar"/>
          <w:rtl/>
        </w:rPr>
        <w:t>عليه‌السلام</w:t>
      </w:r>
      <w:r>
        <w:rPr>
          <w:rtl/>
        </w:rPr>
        <w:t xml:space="preserve"> به من فرمودند: پسر عمويت مانند ديوانه بيابانى پيش من آمد: جامه گشادى پوشيده ، پارچه اى روى خود انداخته و كفشهايش را در دستانش گرفته بود. به من گف</w:t>
      </w:r>
      <w:r w:rsidR="00E514CC">
        <w:rPr>
          <w:rFonts w:hint="cs"/>
          <w:rtl/>
        </w:rPr>
        <w:t>ت</w:t>
      </w:r>
      <w:r>
        <w:rPr>
          <w:rtl/>
        </w:rPr>
        <w:t xml:space="preserve"> بعضى ها درباره تو چيزهايى مى گويند. از او پرسيدم : شهر نشين نيستى ؟ گفت : چرا. گفتم : مردم شهر كه دشمن امام على </w:t>
      </w:r>
      <w:r w:rsidRPr="00E514CC">
        <w:rPr>
          <w:rStyle w:val="libAlaemChar"/>
          <w:rtl/>
        </w:rPr>
        <w:t>عليه‌السلام</w:t>
      </w:r>
      <w:r>
        <w:rPr>
          <w:rtl/>
        </w:rPr>
        <w:t xml:space="preserve"> نيستند </w:t>
      </w:r>
      <w:r w:rsidRPr="00E514CC">
        <w:rPr>
          <w:rStyle w:val="libFootnotenumChar"/>
          <w:rtl/>
        </w:rPr>
        <w:t>(١٣٢).</w:t>
      </w:r>
      <w:r>
        <w:rPr>
          <w:rtl/>
        </w:rPr>
        <w:t xml:space="preserve"> آنگاه به او گفتم : شايد از كسانى هستى كه حوض كوثر را تكذيب مى كنند. بدان كه بخدا سوگند اگر با او دشمنى كنى ، آن هنگام كه در كنار حوض كوثر نزد او بروى ، حتما از تشنگى خواهى مرد.</w:t>
      </w:r>
    </w:p>
    <w:p w:rsidR="00A679DB" w:rsidRDefault="00A679DB" w:rsidP="00A679DB">
      <w:pPr>
        <w:pStyle w:val="libNormal"/>
        <w:rPr>
          <w:rtl/>
        </w:rPr>
      </w:pPr>
      <w:r>
        <w:rPr>
          <w:rtl/>
        </w:rPr>
        <w:t xml:space="preserve">حديث : ١٥ و بهذاالاسناد عن احمد بن ابى عبدالله عن محمد بن حسان السلمى عن محمد بن جعفر عن ابيه </w:t>
      </w:r>
      <w:r w:rsidRPr="00E514CC">
        <w:rPr>
          <w:rStyle w:val="libAlaemChar"/>
          <w:rtl/>
        </w:rPr>
        <w:t>عليه‌السلام</w:t>
      </w:r>
      <w:r>
        <w:rPr>
          <w:rtl/>
        </w:rPr>
        <w:t xml:space="preserve"> قال : نزل جبرئيل </w:t>
      </w:r>
      <w:r w:rsidRPr="00E514CC">
        <w:rPr>
          <w:rStyle w:val="libAlaemChar"/>
          <w:rtl/>
        </w:rPr>
        <w:t>عليه‌السلام</w:t>
      </w:r>
      <w:r>
        <w:rPr>
          <w:rtl/>
        </w:rPr>
        <w:t xml:space="preserve"> على النبى </w:t>
      </w:r>
      <w:r w:rsidR="00E60DFB" w:rsidRPr="00E514CC">
        <w:rPr>
          <w:rStyle w:val="libAlaemChar"/>
          <w:rtl/>
        </w:rPr>
        <w:t>صلى‌الله‌عليه‌وآله</w:t>
      </w:r>
      <w:r w:rsidR="00E60DFB">
        <w:rPr>
          <w:rtl/>
        </w:rPr>
        <w:t xml:space="preserve"> </w:t>
      </w:r>
      <w:r>
        <w:rPr>
          <w:rtl/>
        </w:rPr>
        <w:t xml:space="preserve">فقال : يا محمد السلام يقرئك السلام و يقول : خلقت السماوات السبع و ما فيهم و الارضين السبع و ما عليهن و ما خلقت موضعا اعظم من الركن و المقام ولو ان </w:t>
      </w:r>
      <w:r>
        <w:rPr>
          <w:rtl/>
        </w:rPr>
        <w:lastRenderedPageBreak/>
        <w:t>عبدا دعانى منذ خلقت السماوات و الارضين ثم لقينى جاحدا لولايه على لا كببته فى سقر.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١٥. امام صادق </w:t>
      </w:r>
      <w:r w:rsidRPr="00E514CC">
        <w:rPr>
          <w:rStyle w:val="libAlaemChar"/>
          <w:rtl/>
        </w:rPr>
        <w:t>عليه‌السلام</w:t>
      </w:r>
      <w:r>
        <w:rPr>
          <w:rtl/>
        </w:rPr>
        <w:t xml:space="preserve"> فرمودند: جبرئيل </w:t>
      </w:r>
      <w:r w:rsidRPr="00E514CC">
        <w:rPr>
          <w:rStyle w:val="libAlaemChar"/>
          <w:rtl/>
        </w:rPr>
        <w:t>عليه‌السلام</w:t>
      </w:r>
      <w:r>
        <w:rPr>
          <w:rtl/>
        </w:rPr>
        <w:t xml:space="preserve"> بر پيامبر </w:t>
      </w:r>
      <w:r w:rsidR="00E60DFB" w:rsidRPr="00E514CC">
        <w:rPr>
          <w:rStyle w:val="libAlaemChar"/>
          <w:rtl/>
        </w:rPr>
        <w:t>صلى‌الله‌عليه‌وآله</w:t>
      </w:r>
      <w:r w:rsidR="00E60DFB">
        <w:rPr>
          <w:rtl/>
        </w:rPr>
        <w:t xml:space="preserve"> </w:t>
      </w:r>
      <w:r>
        <w:rPr>
          <w:rtl/>
        </w:rPr>
        <w:t>فرود آمد و گفت : خداوند به تو سلام رسانيده و مى فرمايند: آسمانهاى هفتگانه و آنچه در آنها است . نيز زمينهاى هفتگانه و آنچه روى آنها است را آفريده و هيچ مكانى را ارجمندتر از ركن و مقام نيافريدم . اگر بنده اى از هنگامى كه آسمانها و زمينها را آفريده ام (در اين مكان) به درگاه من دعا كند، سپس در حالى كه منكر ولايت على است مرا ملاقات كند، او را به صورت به جهنم مى افكنم .</w:t>
      </w:r>
    </w:p>
    <w:p w:rsidR="00A679DB" w:rsidRDefault="00A679DB" w:rsidP="00A679DB">
      <w:pPr>
        <w:pStyle w:val="libNormal"/>
        <w:rPr>
          <w:rtl/>
        </w:rPr>
      </w:pPr>
      <w:r>
        <w:rPr>
          <w:rtl/>
        </w:rPr>
        <w:t>حديث : ١٦ ابى رحمه الله قال : حدثنى محمد بن يحيى العطار عن محمد بن احمد قال : حدثنى ابرهيم بن اسحاق عن محمد بن سليمان الديلمى عن ابيه سليمان .</w:t>
      </w:r>
    </w:p>
    <w:p w:rsidR="00A679DB" w:rsidRDefault="00A679DB" w:rsidP="00A679DB">
      <w:pPr>
        <w:pStyle w:val="libNormal"/>
        <w:rPr>
          <w:rtl/>
        </w:rPr>
      </w:pPr>
      <w:r>
        <w:rPr>
          <w:rtl/>
        </w:rPr>
        <w:t xml:space="preserve">عن ميسر بياع الزطى قال : دخلت على ابى عبدالله </w:t>
      </w:r>
      <w:r w:rsidRPr="00E514CC">
        <w:rPr>
          <w:rStyle w:val="libAlaemChar"/>
          <w:rtl/>
        </w:rPr>
        <w:t>عليه‌السلام</w:t>
      </w:r>
      <w:r>
        <w:rPr>
          <w:rtl/>
        </w:rPr>
        <w:t xml:space="preserve"> فقلت له : جعلت فداك ان لى جارا لست انتبه الا على صوته امام تاليا كتابه يكرره و يبكى و يتضرع و اما داعيا فسالت عنه فى السر و العلانيه فقيل لى : انه مجتنب لجميع المحارم قال : فقال : يا ميسر يعرف شيئا مما انت عليه قال قلت : الله اعلم قال : فحججت من قابل فسالت عن الرجل فوجدته لا يعرف شيئا من هذا الامر فدخلت على ابى عبدالله </w:t>
      </w:r>
      <w:r w:rsidRPr="00E514CC">
        <w:rPr>
          <w:rStyle w:val="libAlaemChar"/>
          <w:rtl/>
        </w:rPr>
        <w:t>عليه‌السلام</w:t>
      </w:r>
      <w:r>
        <w:rPr>
          <w:rtl/>
        </w:rPr>
        <w:t xml:space="preserve"> فاخبرته بخبر الرجل فقال لى مثل ما قال فى العام الماضى : يعرف شيئا مما انت عليه قلت : لا قال : يا ميسر اى البقاع اعظم حرمه قال قلت : الله و رسوله و ابن رسوله اعلم قال : يا ميسر ما بين الركن و المقام روضه من رياض الجنه و ما بين القبر و المنبر روضه من رياض الجنه و الله لو ان عبدا عمره الله فيما بين الركن و المقام و فيما بين القبر و المنبر يعبده الف عام ثم </w:t>
      </w:r>
      <w:r>
        <w:rPr>
          <w:rtl/>
        </w:rPr>
        <w:lastRenderedPageBreak/>
        <w:t>ذبح على فراشه مظلوما كما يذبح الكبش الاملح ثم لقى الله عزوجل بغير و لا يتنا لكان حقيقا على الله عزوجل ان يكبه على منخريه فى نار جهنم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١٦. «ميسر بياع زطى» مى گويد: به ديدن امام صادق </w:t>
      </w:r>
      <w:r w:rsidRPr="00E514CC">
        <w:rPr>
          <w:rStyle w:val="libAlaemChar"/>
          <w:rtl/>
        </w:rPr>
        <w:t>عليه‌السلام</w:t>
      </w:r>
      <w:r>
        <w:rPr>
          <w:rtl/>
        </w:rPr>
        <w:t xml:space="preserve"> رفته و به او عرض كردم : فدايت گردم ! همسايه اى دارم كه فقط با صداى او بيدار مى شوم يا قرآن خوانده ، آيات آن را تكرار كرده و گريه و تضرع مى كند يا به گريه و تضرع دعا مى كند. مى گويند از همه حرامهاى خداوند پرهيز مى كند.</w:t>
      </w:r>
    </w:p>
    <w:p w:rsidR="00A679DB" w:rsidRDefault="00A679DB" w:rsidP="00A679DB">
      <w:pPr>
        <w:pStyle w:val="libNormal"/>
        <w:rPr>
          <w:rtl/>
        </w:rPr>
      </w:pPr>
      <w:r>
        <w:rPr>
          <w:rtl/>
        </w:rPr>
        <w:t xml:space="preserve">آن حضرت </w:t>
      </w:r>
      <w:r w:rsidRPr="00E514CC">
        <w:rPr>
          <w:rStyle w:val="libAlaemChar"/>
          <w:rtl/>
        </w:rPr>
        <w:t>عليه‌السلام</w:t>
      </w:r>
      <w:r>
        <w:rPr>
          <w:rtl/>
        </w:rPr>
        <w:t xml:space="preserve"> فرمودند: اى ميسر ! آيا اعتقادات تو را هم دارد؟ عرض كردم : خداوند مى داند. سال آينده كه به حج رفتم از اعتقادات او پرسيدم معلوم شد اصلا ولايت اهل بيت را ندارد. دوباره به ديدن آن حضرت </w:t>
      </w:r>
      <w:r w:rsidRPr="00E514CC">
        <w:rPr>
          <w:rStyle w:val="libAlaemChar"/>
          <w:rtl/>
        </w:rPr>
        <w:t>عليه‌السلام</w:t>
      </w:r>
      <w:r>
        <w:rPr>
          <w:rtl/>
        </w:rPr>
        <w:t xml:space="preserve"> رفته و از آن مرد سخن گفتم . او دوباره سئوال سال گذشته را تكرار نموده و فرمودند: آيا به اعتقادات تو معتقد است ؟ عرض ‍ كردم خير. فرمودند: اى ميسر ! كدام نقطه زمين محترمتر است ؟ عرض ‍ كردم : خدا و رسول او و پسر رسولش داناترند. فرمودند: اى ميسر ! بين ركن و مقام يك گلزار از گلزارهاى بهشت و بين قبر رسول خدا </w:t>
      </w:r>
      <w:r w:rsidR="00E60DFB" w:rsidRPr="00E514CC">
        <w:rPr>
          <w:rStyle w:val="libAlaemChar"/>
          <w:rtl/>
        </w:rPr>
        <w:t>صلى‌الله‌عليه‌وآله</w:t>
      </w:r>
      <w:r w:rsidR="00E60DFB">
        <w:rPr>
          <w:rtl/>
        </w:rPr>
        <w:t xml:space="preserve"> </w:t>
      </w:r>
      <w:r>
        <w:rPr>
          <w:rtl/>
        </w:rPr>
        <w:t xml:space="preserve">و منبر او نيز گلزار ديگرى از گلزارهاى بهشت است . اگر خداوند عمر بنده اى را آن قدر طولانى نمايد كه هزار سال بين ركن و مقام و بين قبر رسول خدا </w:t>
      </w:r>
      <w:r w:rsidR="00E60DFB" w:rsidRPr="00E514CC">
        <w:rPr>
          <w:rStyle w:val="libAlaemChar"/>
          <w:rtl/>
        </w:rPr>
        <w:t>صلى‌الله‌عليه‌وآله</w:t>
      </w:r>
      <w:r w:rsidR="00E60DFB">
        <w:rPr>
          <w:rtl/>
        </w:rPr>
        <w:t xml:space="preserve"> </w:t>
      </w:r>
      <w:r>
        <w:rPr>
          <w:rtl/>
        </w:rPr>
        <w:t>و منبرش ، او را عبادت كند، آنگاه همانگونه كه قوچ زيبا را ذبح مى كنند، او را مظلومانه در بسترش بكشند و سپس بدون ولايت ما خداوند عزوجل را ملاقات كند، سزاوار است كه خداوند او را با صورت در آتش جهنم بيفكند.</w:t>
      </w:r>
    </w:p>
    <w:p w:rsidR="00A679DB" w:rsidRDefault="00A679DB" w:rsidP="00A679DB">
      <w:pPr>
        <w:pStyle w:val="libNormal"/>
        <w:rPr>
          <w:rtl/>
        </w:rPr>
      </w:pPr>
    </w:p>
    <w:p w:rsidR="00A679DB" w:rsidRDefault="00A679DB" w:rsidP="00A679DB">
      <w:pPr>
        <w:pStyle w:val="libNormal"/>
        <w:rPr>
          <w:rtl/>
        </w:rPr>
      </w:pPr>
      <w:r>
        <w:rPr>
          <w:rtl/>
        </w:rPr>
        <w:lastRenderedPageBreak/>
        <w:t>حديث : ١٧ و بهذاالاسناد عن محمد بن احمد عن محمد بن على الهمدانى عن حنان بن سدير عن ابيه قال : سمعت ابا جعفر عليه‌السلام يقول :ان عدو على عليه‌السلام لا يخرج من الدنيا حتى يجرع جرعه من الحميم و قال : سواء على من خالف هذا الامر صلى او زنى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١٧. راوى مى گويد از امام باقر </w:t>
      </w:r>
      <w:r w:rsidRPr="00E514CC">
        <w:rPr>
          <w:rStyle w:val="libAlaemChar"/>
          <w:rtl/>
        </w:rPr>
        <w:t>عليه‌السلام</w:t>
      </w:r>
      <w:r>
        <w:rPr>
          <w:rtl/>
        </w:rPr>
        <w:t xml:space="preserve"> شنيدم كه فرمودند: همانا دشمن على از دنيا نمى رود، تا اينكه جرعه اى از آب جوش جهنم بنوشد. فرمودند: كسى كه مخالف ولايت على باشد، فرقى نمى كند كه نماز بخواند يا زنا كند.</w:t>
      </w:r>
    </w:p>
    <w:p w:rsidR="00A679DB" w:rsidRDefault="00A679DB" w:rsidP="00A679DB">
      <w:pPr>
        <w:pStyle w:val="libNormal"/>
        <w:rPr>
          <w:rtl/>
        </w:rPr>
      </w:pPr>
      <w:r>
        <w:rPr>
          <w:rtl/>
        </w:rPr>
        <w:t xml:space="preserve">حديث : ١٨ و فى حديث اخر قال الصادق </w:t>
      </w:r>
      <w:r w:rsidRPr="00E514CC">
        <w:rPr>
          <w:rStyle w:val="libAlaemChar"/>
          <w:rtl/>
        </w:rPr>
        <w:t>عليه‌السلام</w:t>
      </w:r>
      <w:r>
        <w:rPr>
          <w:rtl/>
        </w:rPr>
        <w:t xml:space="preserve"> الناصب لنا اهل البيت لايبالى صام ام صلى زنا ام سرق انه فى النار انه فى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١٨. امام صادق </w:t>
      </w:r>
      <w:r w:rsidRPr="00E514CC">
        <w:rPr>
          <w:rStyle w:val="libAlaemChar"/>
          <w:rtl/>
        </w:rPr>
        <w:t>عليه‌السلام</w:t>
      </w:r>
      <w:r>
        <w:rPr>
          <w:rtl/>
        </w:rPr>
        <w:t xml:space="preserve"> فرمودند: دشمن ما اهل بيت برايش فرقى نمى كند كه روزه بگيرد، نماز بخواند، زنا كند يا دزدى . بهر حال حتما در جهنم است . حتما در جهنم است .</w:t>
      </w:r>
    </w:p>
    <w:p w:rsidR="00A679DB" w:rsidRDefault="00A679DB" w:rsidP="00A679DB">
      <w:pPr>
        <w:pStyle w:val="libNormal"/>
        <w:rPr>
          <w:rtl/>
        </w:rPr>
      </w:pPr>
      <w:r>
        <w:rPr>
          <w:rtl/>
        </w:rPr>
        <w:t xml:space="preserve">حديث : ١٩ ابى رحمه الله قال : حدثنى سعد بن عبدالله عن احمد بن محمد بن عيسى عن على بن الحكم عن هشام بن سالم قال : قلت لابى عبدالله </w:t>
      </w:r>
      <w:r w:rsidRPr="00E514CC">
        <w:rPr>
          <w:rStyle w:val="libAlaemChar"/>
          <w:rtl/>
        </w:rPr>
        <w:t>عليه‌السلام</w:t>
      </w:r>
      <w:r>
        <w:rPr>
          <w:rtl/>
        </w:rPr>
        <w:t xml:space="preserve"> : ماترى فى رجل سبابه لعلى </w:t>
      </w:r>
      <w:r w:rsidRPr="00E514CC">
        <w:rPr>
          <w:rStyle w:val="libAlaemChar"/>
          <w:rtl/>
        </w:rPr>
        <w:t>عليه‌السلام</w:t>
      </w:r>
      <w:r>
        <w:rPr>
          <w:rtl/>
        </w:rPr>
        <w:t xml:space="preserve"> قال : هو و الله حلال الدم لو لا ان يعم به بريئا قلت : اى شى يعم به يريئا قال :يقتل مومن بكافر.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١٩. راوى مى گويد از امام صادق </w:t>
      </w:r>
      <w:r w:rsidRPr="00E514CC">
        <w:rPr>
          <w:rStyle w:val="libAlaemChar"/>
          <w:rtl/>
        </w:rPr>
        <w:t>عليه‌السلام</w:t>
      </w:r>
      <w:r>
        <w:rPr>
          <w:rtl/>
        </w:rPr>
        <w:t xml:space="preserve"> پرسيدم دشمنام دهنده به امام على </w:t>
      </w:r>
      <w:r w:rsidRPr="00E514CC">
        <w:rPr>
          <w:rStyle w:val="libAlaemChar"/>
          <w:rtl/>
        </w:rPr>
        <w:t>عليه‌السلام</w:t>
      </w:r>
      <w:r>
        <w:rPr>
          <w:rtl/>
        </w:rPr>
        <w:t xml:space="preserve"> چه حكمى دارد؟ فرمودند: بخدا سوگند ريختن خون او حلال است ، ال</w:t>
      </w:r>
      <w:r w:rsidR="00E514CC">
        <w:rPr>
          <w:rFonts w:hint="cs"/>
          <w:rtl/>
        </w:rPr>
        <w:t>ب</w:t>
      </w:r>
      <w:r>
        <w:rPr>
          <w:rtl/>
        </w:rPr>
        <w:t xml:space="preserve">ته اگر باعث ريختن خون بى گناهى نشود. عرض كردم چگونه ممكن است باعث </w:t>
      </w:r>
      <w:r>
        <w:rPr>
          <w:rtl/>
        </w:rPr>
        <w:lastRenderedPageBreak/>
        <w:t>ريختن خون بى گناهى شود؟ فرمودند: مومنى در مقابل كافرى كشته شود (يعنى در صورتى كشتن دشنام دهنده جايز است كه منجر به كشته شدن خودش يا مومن ديگرى نشود.)</w:t>
      </w:r>
    </w:p>
    <w:p w:rsidR="00A679DB" w:rsidRDefault="00A679DB" w:rsidP="00A679DB">
      <w:pPr>
        <w:pStyle w:val="libNormal"/>
        <w:rPr>
          <w:rtl/>
        </w:rPr>
      </w:pPr>
      <w:r>
        <w:rPr>
          <w:rtl/>
        </w:rPr>
        <w:t xml:space="preserve">حديث : ٢٠ حدثنى محمد بن الحسن رضى الله عنه قال : حدثنى محمد بن الحسن الصفار عن محمد بن الحسين بن ابى الخطاب عن الحكم بن مسكين عن ابى سعيد المكارى عن رجل عن ابى عبدالله </w:t>
      </w:r>
      <w:r w:rsidRPr="00E514CC">
        <w:rPr>
          <w:rStyle w:val="libAlaemChar"/>
          <w:rtl/>
        </w:rPr>
        <w:t>عليه‌السلام</w:t>
      </w:r>
      <w:r>
        <w:rPr>
          <w:rtl/>
        </w:rPr>
        <w:t xml:space="preserve"> قال : قال امير المومنين </w:t>
      </w:r>
      <w:r w:rsidRPr="00E514CC">
        <w:rPr>
          <w:rStyle w:val="libAlaemChar"/>
          <w:rtl/>
        </w:rPr>
        <w:t>عليه‌السلام</w:t>
      </w:r>
      <w:r>
        <w:rPr>
          <w:rtl/>
        </w:rPr>
        <w:t xml:space="preserve"> اصبح عدونا على شفا حفره من النار شفا حفرته قد انهارت به فى نار جهنم فتعسا لاهل النار و بئس مثواهم ان الله عزوجل يقول :«بئس مثوى المتكبرين» و ما من احد يقصر عن حبنا لخير جعله الله عنده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٢٠. امام صادق </w:t>
      </w:r>
      <w:r w:rsidRPr="00E514CC">
        <w:rPr>
          <w:rStyle w:val="libAlaemChar"/>
          <w:rtl/>
        </w:rPr>
        <w:t>عليه‌السلام</w:t>
      </w:r>
      <w:r>
        <w:rPr>
          <w:rtl/>
        </w:rPr>
        <w:t xml:space="preserve"> نقل مى نمايند كه امير المومنين </w:t>
      </w:r>
      <w:r w:rsidRPr="00E514CC">
        <w:rPr>
          <w:rStyle w:val="libAlaemChar"/>
          <w:rtl/>
        </w:rPr>
        <w:t>عليه‌السلام</w:t>
      </w:r>
      <w:r>
        <w:rPr>
          <w:rtl/>
        </w:rPr>
        <w:t xml:space="preserve"> فرمودند: دشمن ما بر لبه پرتگاه جهنم است كه بال</w:t>
      </w:r>
      <w:r w:rsidR="00E514CC">
        <w:rPr>
          <w:rFonts w:hint="cs"/>
          <w:rtl/>
        </w:rPr>
        <w:t>ا</w:t>
      </w:r>
      <w:r>
        <w:rPr>
          <w:rtl/>
        </w:rPr>
        <w:t xml:space="preserve">خره در آن مى افتد. خدا جهنميان را نابود كند. آنان جايگاه بدى دارند. خداوند عزوجل مى فرمايد «متكبرين جايگاه بدى دارند» </w:t>
      </w:r>
      <w:r w:rsidRPr="00E514CC">
        <w:rPr>
          <w:rStyle w:val="libFootnotenumChar"/>
          <w:rtl/>
        </w:rPr>
        <w:t>(١٣٣)،</w:t>
      </w:r>
      <w:r>
        <w:rPr>
          <w:rtl/>
        </w:rPr>
        <w:t xml:space="preserve"> و كسى بخاطر خيرى كه خداوند در او قرار داده ، در محبت ما كوتاهى نمى كند (بى محبتى به ما جنبه خدايى ندارد)</w:t>
      </w:r>
    </w:p>
    <w:p w:rsidR="00A679DB" w:rsidRDefault="00A679DB" w:rsidP="00A679DB">
      <w:pPr>
        <w:pStyle w:val="libNormal"/>
        <w:rPr>
          <w:rtl/>
        </w:rPr>
      </w:pPr>
      <w:r>
        <w:rPr>
          <w:rtl/>
        </w:rPr>
        <w:t xml:space="preserve">حديث : ٢١ ابى رحمه الله قال : حدثنى سعد بن عبدالله عن احمد بن محمد بن عيسى عن محمد بن خالد عن النضر عن يحيى الحلبى عن ابى المغرا عن ابى بصير عن على الصائغ قال : قال ابو عبدالله </w:t>
      </w:r>
      <w:r w:rsidRPr="00E514CC">
        <w:rPr>
          <w:rStyle w:val="libAlaemChar"/>
          <w:rtl/>
        </w:rPr>
        <w:t>عليه‌السلام</w:t>
      </w:r>
      <w:r>
        <w:rPr>
          <w:rtl/>
        </w:rPr>
        <w:t xml:space="preserve"> :ان المومن ليشفع لحميمه الا ان يكون ناصبا ولو ان ناصبا شفع له كل نبى مرسل و ملك مقرب ما شفعوا.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٢١. امام صادق </w:t>
      </w:r>
      <w:r w:rsidRPr="00E514CC">
        <w:rPr>
          <w:rStyle w:val="libAlaemChar"/>
          <w:rtl/>
        </w:rPr>
        <w:t>عليه‌السلام</w:t>
      </w:r>
      <w:r>
        <w:rPr>
          <w:rtl/>
        </w:rPr>
        <w:t xml:space="preserve"> فرمودند: بدون شك و ترديد مومن مى تواند در مورد دوست خود شفاعت كند، مگر اينكه ناصبى دشمن اهل بيت) باشد. و اگر </w:t>
      </w:r>
      <w:r w:rsidR="00E514CC">
        <w:rPr>
          <w:rFonts w:hint="cs"/>
          <w:rtl/>
        </w:rPr>
        <w:t>ا</w:t>
      </w:r>
      <w:r>
        <w:rPr>
          <w:rtl/>
        </w:rPr>
        <w:t xml:space="preserve">مام </w:t>
      </w:r>
      <w:r>
        <w:rPr>
          <w:rtl/>
        </w:rPr>
        <w:lastRenderedPageBreak/>
        <w:t>پيامبران مرسل و فرشتگان مقرب يك ناصبى را شفاعت كنند، شفاعت آنان پذيرفته نخواهد شد.</w:t>
      </w:r>
    </w:p>
    <w:p w:rsidR="00A679DB" w:rsidRDefault="00A679DB" w:rsidP="00A679DB">
      <w:pPr>
        <w:pStyle w:val="libNormal"/>
        <w:rPr>
          <w:rtl/>
        </w:rPr>
      </w:pPr>
      <w:r>
        <w:rPr>
          <w:rtl/>
        </w:rPr>
        <w:t xml:space="preserve">حديث : ٢٢ و بهذاالاسناد عن محمد بن خالد عن حمزه بن عبدالله عن هاشم بن ابى سعيد عن ابى بصير ليث المرادى عن ابى عبدالله </w:t>
      </w:r>
      <w:r w:rsidRPr="00E514CC">
        <w:rPr>
          <w:rStyle w:val="libAlaemChar"/>
          <w:rtl/>
        </w:rPr>
        <w:t>عليه‌السلام</w:t>
      </w:r>
      <w:r>
        <w:rPr>
          <w:rtl/>
        </w:rPr>
        <w:t xml:space="preserve"> قال : ان نوحا </w:t>
      </w:r>
      <w:r w:rsidRPr="00E514CC">
        <w:rPr>
          <w:rStyle w:val="libAlaemChar"/>
          <w:rtl/>
        </w:rPr>
        <w:t>عليه‌السلام</w:t>
      </w:r>
      <w:r>
        <w:rPr>
          <w:rtl/>
        </w:rPr>
        <w:t xml:space="preserve"> حمل فى السفينه الكلب و الخنزير و لم يحمل فيها ولد الزنا و الناصب شر من ولد الزنا.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٢٢. امام صادق </w:t>
      </w:r>
      <w:r w:rsidRPr="00E514CC">
        <w:rPr>
          <w:rStyle w:val="libAlaemChar"/>
          <w:rtl/>
        </w:rPr>
        <w:t>عليه‌السلام</w:t>
      </w:r>
      <w:r>
        <w:rPr>
          <w:rtl/>
        </w:rPr>
        <w:t xml:space="preserve"> فرمودند: همانا حضرت نوح </w:t>
      </w:r>
      <w:r w:rsidRPr="00E514CC">
        <w:rPr>
          <w:rStyle w:val="libAlaemChar"/>
          <w:rtl/>
        </w:rPr>
        <w:t>عليه‌السلام</w:t>
      </w:r>
      <w:r>
        <w:rPr>
          <w:rtl/>
        </w:rPr>
        <w:t xml:space="preserve"> سگ و خوك را در كشتى خود سوار كرد، ولى حرامزاده را سوار نكرد. و ناصبى بدتر از حرامزاده است .</w:t>
      </w:r>
    </w:p>
    <w:p w:rsidR="00A679DB" w:rsidRDefault="00A679DB" w:rsidP="00A679DB">
      <w:pPr>
        <w:pStyle w:val="libNormal"/>
        <w:rPr>
          <w:rtl/>
        </w:rPr>
      </w:pPr>
      <w:r>
        <w:rPr>
          <w:rtl/>
        </w:rPr>
        <w:t xml:space="preserve">حديث : ٢٣ ابى رحمه الله قال : حدثنى محمد بن يحيى العطار عن احمد بن محمد عن ابن فضال عن على بن عقبه عمن عمر بن ابابن عن عبدالحميد قال : قلت لابى جعفر </w:t>
      </w:r>
      <w:r w:rsidRPr="00E514CC">
        <w:rPr>
          <w:rStyle w:val="libAlaemChar"/>
          <w:rtl/>
        </w:rPr>
        <w:t>عليه‌السلام</w:t>
      </w:r>
      <w:r>
        <w:rPr>
          <w:rtl/>
        </w:rPr>
        <w:t xml:space="preserve"> ان لنا جارا ينتهك المحارم كلها حتى انه ليدع الصلاه فضلا فقال : سبحان الله و اعظم ذلك ثم قال : الا اخبرك بمن هو شر منه قلت : بلى قال الناصب لنا شر منه .</w:t>
      </w:r>
    </w:p>
    <w:p w:rsidR="00A679DB" w:rsidRDefault="00A679DB" w:rsidP="00A679DB">
      <w:pPr>
        <w:pStyle w:val="libNormal"/>
        <w:rPr>
          <w:rtl/>
        </w:rPr>
      </w:pPr>
      <w:r>
        <w:rPr>
          <w:rtl/>
        </w:rPr>
        <w:t>ترجمه :</w:t>
      </w:r>
    </w:p>
    <w:p w:rsidR="00A3483A" w:rsidRDefault="00A679DB" w:rsidP="00A3483A">
      <w:pPr>
        <w:pStyle w:val="libNormal"/>
        <w:rPr>
          <w:rtl/>
        </w:rPr>
      </w:pPr>
      <w:r>
        <w:rPr>
          <w:rtl/>
        </w:rPr>
        <w:t xml:space="preserve">٢٣. راوى مى گويد به امام باقر </w:t>
      </w:r>
      <w:r w:rsidRPr="00E514CC">
        <w:rPr>
          <w:rStyle w:val="libAlaemChar"/>
          <w:rtl/>
        </w:rPr>
        <w:t>عليه‌السلام</w:t>
      </w:r>
      <w:r>
        <w:rPr>
          <w:rtl/>
        </w:rPr>
        <w:t xml:space="preserve"> عرض كردم : همسايه اى دارم كه همه حرامهاى خداوند را مرتكب مى شود، حتى نماز را نيز ترك كرده است . فرمودند: سبحان الله . و عمل و را نكوهش كردند. آنگاه فرمودند :مى خواهى بدتر از او را به تو معرفى كنم ؟ عرض كردم : آرى . فرمودند: دشمن ما اهل بيت بدتر از اوست .</w:t>
      </w:r>
    </w:p>
    <w:p w:rsidR="00A679DB" w:rsidRDefault="00A3483A" w:rsidP="00A3483A">
      <w:pPr>
        <w:pStyle w:val="libNormal"/>
        <w:rPr>
          <w:rtl/>
        </w:rPr>
      </w:pPr>
      <w:r>
        <w:rPr>
          <w:rtl/>
        </w:rPr>
        <w:br w:type="page"/>
      </w:r>
      <w:r>
        <w:rPr>
          <w:rtl/>
        </w:rPr>
        <w:lastRenderedPageBreak/>
        <w:t xml:space="preserve"> </w:t>
      </w:r>
    </w:p>
    <w:p w:rsidR="00A3483A" w:rsidRDefault="00A679DB" w:rsidP="00A3483A">
      <w:pPr>
        <w:pStyle w:val="Heading2"/>
      </w:pPr>
      <w:bookmarkStart w:id="447" w:name="_Toc449617504"/>
      <w:r>
        <w:rPr>
          <w:rtl/>
        </w:rPr>
        <w:t>مجازات قدريه</w:t>
      </w:r>
      <w:bookmarkEnd w:id="447"/>
      <w:r>
        <w:rPr>
          <w:rtl/>
        </w:rPr>
        <w:t xml:space="preserve"> </w:t>
      </w:r>
    </w:p>
    <w:p w:rsidR="00A679DB" w:rsidRDefault="00A679DB" w:rsidP="00A679DB">
      <w:pPr>
        <w:pStyle w:val="libNormal"/>
        <w:rPr>
          <w:rtl/>
        </w:rPr>
      </w:pPr>
      <w:r w:rsidRPr="00E514CC">
        <w:rPr>
          <w:rStyle w:val="libFootnotenumChar"/>
          <w:rtl/>
        </w:rPr>
        <w:t>(١٣٤)</w:t>
      </w:r>
    </w:p>
    <w:p w:rsidR="00A679DB" w:rsidRDefault="00A679DB" w:rsidP="00A679DB">
      <w:pPr>
        <w:pStyle w:val="libNormal"/>
        <w:rPr>
          <w:rtl/>
        </w:rPr>
      </w:pPr>
      <w:r>
        <w:rPr>
          <w:rtl/>
        </w:rPr>
        <w:t xml:space="preserve">حديث : ١ حدثنى على بن احمد رضى الله عنه قال : حدثنى محمد بن جعفر الاسدى قال : حدثنى محمد بن ابى القاسم قال : حدثنى اسحاق بن ابراهيم العطار قال : حدثنى على بن موسى البصرى قال : حدثنا سليمان بن عيسى السجزى قال : حدثنا اسرائيل عن ابى اسحاق عن الحارث عن امير المومنين على بن ابى طالب </w:t>
      </w:r>
      <w:r w:rsidRPr="00E514CC">
        <w:rPr>
          <w:rStyle w:val="libAlaemChar"/>
          <w:rtl/>
        </w:rPr>
        <w:t>عليه‌السلام</w:t>
      </w:r>
      <w:r>
        <w:rPr>
          <w:rtl/>
        </w:rPr>
        <w:t xml:space="preserve"> قال : ان ارواح القدريه يعرضون على النار غدوا و عشيا حتى تقوم الساعه فاذا قامت الساعه عذبوا مع اهل النار بالوان العذاب فيقولون : يا ربنا عذبتنا خاصه و تعذبنا عامه فيرد عليهم «ذوقوا مس سقر * انا كل شى خلقناه بقدر»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اميرالمومنين </w:t>
      </w:r>
      <w:r w:rsidRPr="00E514CC">
        <w:rPr>
          <w:rStyle w:val="libAlaemChar"/>
          <w:rtl/>
        </w:rPr>
        <w:t>عليه‌السلام</w:t>
      </w:r>
      <w:r>
        <w:rPr>
          <w:rtl/>
        </w:rPr>
        <w:t xml:space="preserve"> فرمودند: ارواح قدريه صبح و شام در معرض ‍ آتش قرار مى گيرند تا زمانى كه قيامت برپا شود، پس از برپايى قيامت ، همراه جهنميان با انواع عذابها مجازات مى شوند. در اين هنگام مى گويند: ما را بطور مخصوصى عذاب نمودى و اكنون نيز با ساير جهنميان عذاب مى كنى ؟ به آنان خطاب مى شود: «طعم جهنم را بچشيد * همانا هر چيزى را با اندازه گيرى آفريديم» </w:t>
      </w:r>
      <w:r w:rsidRPr="00E514CC">
        <w:rPr>
          <w:rStyle w:val="libFootnotenumChar"/>
          <w:rtl/>
        </w:rPr>
        <w:t>(١٣٥).</w:t>
      </w:r>
    </w:p>
    <w:p w:rsidR="00A679DB" w:rsidRDefault="00A679DB" w:rsidP="00A679DB">
      <w:pPr>
        <w:pStyle w:val="libNormal"/>
        <w:rPr>
          <w:rtl/>
        </w:rPr>
      </w:pPr>
      <w:r>
        <w:rPr>
          <w:rtl/>
        </w:rPr>
        <w:t xml:space="preserve">حديث : ٢ حدثنى على بن احمد رضى الله عنه قال : حدثنى محمد بن جعفر قال : حدثنى محمد بن ابى بشر قال : حدثنى محمد بن عيسى الدامغانى قال : حدثنى محمد بن خالد البرقى عن يونس بن عبدالرحمن عمن حدثه عن ابى عبدالله </w:t>
      </w:r>
      <w:r w:rsidRPr="00E514CC">
        <w:rPr>
          <w:rStyle w:val="libAlaemChar"/>
          <w:rtl/>
        </w:rPr>
        <w:t>عليه‌السلام</w:t>
      </w:r>
      <w:r>
        <w:rPr>
          <w:rtl/>
        </w:rPr>
        <w:t xml:space="preserve"> قال : </w:t>
      </w:r>
      <w:r w:rsidRPr="00E514CC">
        <w:rPr>
          <w:rStyle w:val="libAieChar"/>
          <w:rtl/>
        </w:rPr>
        <w:t xml:space="preserve">ما انزل الله هذه الايات الا فى القدريه «ان المجرمين فى ضلال و </w:t>
      </w:r>
      <w:r w:rsidRPr="00E514CC">
        <w:rPr>
          <w:rStyle w:val="libAieChar"/>
          <w:rtl/>
        </w:rPr>
        <w:lastRenderedPageBreak/>
        <w:t>سعر * يوم يسبحون فى النار على وجوههم ذوقوا مس سقر * انا كل شى خلقناه بقدر»</w:t>
      </w:r>
      <w:r>
        <w:rPr>
          <w:rtl/>
        </w:rPr>
        <w:t>.</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E514CC">
        <w:rPr>
          <w:rStyle w:val="libAlaemChar"/>
          <w:rtl/>
        </w:rPr>
        <w:t>عليه‌السلام</w:t>
      </w:r>
      <w:r>
        <w:rPr>
          <w:rtl/>
        </w:rPr>
        <w:t xml:space="preserve"> فرمودند: اين آيات فقط درباره قدريه نازل شده اند: «همانا مجرمين گمراه و در آتش جهنم هستند * روزى آنها را به در جهنم كشيده و به آنها مى گويند: طعم جهنم را بچشيد * همانا هر چيزى را با اندازه گيرى آفريديم .» </w:t>
      </w:r>
      <w:r w:rsidRPr="00E514CC">
        <w:rPr>
          <w:rStyle w:val="libFootnotenumChar"/>
          <w:rtl/>
        </w:rPr>
        <w:t>(١٣٦).</w:t>
      </w:r>
    </w:p>
    <w:p w:rsidR="00A679DB" w:rsidRDefault="00A679DB" w:rsidP="00A679DB">
      <w:pPr>
        <w:pStyle w:val="libNormal"/>
        <w:rPr>
          <w:rtl/>
        </w:rPr>
      </w:pPr>
      <w:r>
        <w:rPr>
          <w:rtl/>
        </w:rPr>
        <w:t xml:space="preserve">حديث : ٣ حدثنى على بن احمد رضى الله عنه قال : حدثنى محمد بن جعفر قال : حدثنى مسلمه بن عبدالملك قال : حدثنى داود بن سليمان عن ابى الحسن على بن موسى عن ابيه عن ابائه </w:t>
      </w:r>
      <w:r w:rsidR="00DC5255" w:rsidRPr="00E514CC">
        <w:rPr>
          <w:rStyle w:val="libAlaemChar"/>
          <w:rtl/>
        </w:rPr>
        <w:t>عليهم‌السلام</w:t>
      </w:r>
      <w:r w:rsidR="00DC5255">
        <w:rPr>
          <w:rtl/>
        </w:rPr>
        <w:t xml:space="preserve"> </w:t>
      </w:r>
      <w:r>
        <w:rPr>
          <w:rtl/>
        </w:rPr>
        <w:t xml:space="preserve">قال : قال رسول الله </w:t>
      </w:r>
      <w:r w:rsidR="00E60DFB" w:rsidRPr="00E514CC">
        <w:rPr>
          <w:rStyle w:val="libAlaemChar"/>
          <w:rtl/>
        </w:rPr>
        <w:t>صلى‌الله‌عليه‌وآله</w:t>
      </w:r>
      <w:r w:rsidR="00E60DFB">
        <w:rPr>
          <w:rtl/>
        </w:rPr>
        <w:t xml:space="preserve"> </w:t>
      </w:r>
      <w:r>
        <w:rPr>
          <w:rtl/>
        </w:rPr>
        <w:t>: صنفان من امتى ليس لهما فى الاسلام نصيب المرجئه و القدريه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E514CC">
        <w:rPr>
          <w:rStyle w:val="libAlaemChar"/>
          <w:rtl/>
        </w:rPr>
        <w:t>عليه‌السلام</w:t>
      </w:r>
      <w:r>
        <w:rPr>
          <w:rtl/>
        </w:rPr>
        <w:t xml:space="preserve"> از پدرانش </w:t>
      </w:r>
      <w:r w:rsidR="00DC5255" w:rsidRPr="00E514CC">
        <w:rPr>
          <w:rStyle w:val="libAlaemChar"/>
          <w:rtl/>
        </w:rPr>
        <w:t>عليهم‌السلام</w:t>
      </w:r>
      <w:r w:rsidR="00DC5255">
        <w:rPr>
          <w:rtl/>
        </w:rPr>
        <w:t xml:space="preserve"> </w:t>
      </w:r>
      <w:r>
        <w:rPr>
          <w:rtl/>
        </w:rPr>
        <w:t xml:space="preserve">روايت نموده است كه رسول خدا </w:t>
      </w:r>
      <w:r w:rsidR="00E60DFB" w:rsidRPr="00E514CC">
        <w:rPr>
          <w:rStyle w:val="libAlaemChar"/>
          <w:rtl/>
        </w:rPr>
        <w:t>صلى‌الله‌عليه‌وآله</w:t>
      </w:r>
      <w:r w:rsidR="00E60DFB">
        <w:rPr>
          <w:rtl/>
        </w:rPr>
        <w:t xml:space="preserve"> </w:t>
      </w:r>
      <w:r>
        <w:rPr>
          <w:rtl/>
        </w:rPr>
        <w:t>فرمودند: دو گروه از امت من بهره اى از اسلام ندارند: مرجئه و قدريه .</w:t>
      </w:r>
    </w:p>
    <w:p w:rsidR="00A679DB" w:rsidRDefault="00A679DB" w:rsidP="00A679DB">
      <w:pPr>
        <w:pStyle w:val="libNormal"/>
        <w:rPr>
          <w:rtl/>
        </w:rPr>
      </w:pPr>
      <w:r>
        <w:rPr>
          <w:rtl/>
        </w:rPr>
        <w:t>حديث : ٤ حدثنى احمد بن محمد رضى الله عنه قال : حدثنى سعد بن عبدالله قال : حدثنى احمد بن محمد بن عيسى عن الحسين بن سعيد عن صفوان بن يحيى عن على بن ابى حمزه قال : حدثنى ابى انه سمع ابا جعفر عليه‌السلام يقول : يحشر المكذبون بقدر الله من قبورهم قد مسخوا قرده و خنازير.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راوى مى گويد از امام باقر </w:t>
      </w:r>
      <w:r w:rsidRPr="00E514CC">
        <w:rPr>
          <w:rStyle w:val="libAlaemChar"/>
          <w:rtl/>
        </w:rPr>
        <w:t>عليه‌السلام</w:t>
      </w:r>
      <w:r>
        <w:rPr>
          <w:rtl/>
        </w:rPr>
        <w:t xml:space="preserve"> شنيدم كه مى فرمودند: كسانى كه قدر خداوند را تكذيب مى كنند، در حالى كه از قبر خود خارج مى شوند كه به ميمون و خوك تبديل شده اند.</w:t>
      </w:r>
    </w:p>
    <w:p w:rsidR="00A679DB" w:rsidRDefault="00A679DB" w:rsidP="00A679DB">
      <w:pPr>
        <w:pStyle w:val="libNormal"/>
        <w:rPr>
          <w:rtl/>
        </w:rPr>
      </w:pPr>
      <w:r>
        <w:rPr>
          <w:rtl/>
        </w:rPr>
        <w:lastRenderedPageBreak/>
        <w:t xml:space="preserve">حديث : ٥ حدثنى محمد بن موسى بن المتوكل رضى الله عنه قال : حدثنى عبدالله بن جعفر الحميرى عن محمد بن الحسين بن ابى الخطاب عن الحسن بن محبوب عن هشام بن سالم عزن زراره بن اعين و محمد بن مسلم عن ابى جعفر </w:t>
      </w:r>
      <w:r w:rsidRPr="00F86132">
        <w:rPr>
          <w:rStyle w:val="libAlaemChar"/>
          <w:rtl/>
        </w:rPr>
        <w:t>عليه‌السلام</w:t>
      </w:r>
      <w:r>
        <w:rPr>
          <w:rtl/>
        </w:rPr>
        <w:t xml:space="preserve"> قال : نزلت هذه الايه فى القدريه «ذوقوا مس سقر ... انا كل شى خلقناه بقدر»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باقر </w:t>
      </w:r>
      <w:r w:rsidRPr="00F86132">
        <w:rPr>
          <w:rStyle w:val="libAlaemChar"/>
          <w:rtl/>
        </w:rPr>
        <w:t>عليه‌السلام</w:t>
      </w:r>
      <w:r>
        <w:rPr>
          <w:rtl/>
        </w:rPr>
        <w:t xml:space="preserve"> فرمودند: اين آيه درباره قدريه نازل شده است : «طعم جهنم را بچشيد ... همانا هر چيزى را با اندازه گيرى آفريديم» </w:t>
      </w:r>
      <w:r w:rsidRPr="00F86132">
        <w:rPr>
          <w:rStyle w:val="libFootnotenumChar"/>
          <w:rtl/>
        </w:rPr>
        <w:t>(١٣٧)</w:t>
      </w:r>
    </w:p>
    <w:p w:rsidR="00A679DB" w:rsidRDefault="00A679DB" w:rsidP="00A679DB">
      <w:pPr>
        <w:pStyle w:val="libNormal"/>
        <w:rPr>
          <w:rtl/>
        </w:rPr>
      </w:pPr>
      <w:r>
        <w:rPr>
          <w:rtl/>
        </w:rPr>
        <w:t xml:space="preserve">حديث : ٦ حدثنى محمد بن موسى بن المتوكل رضى الله عنه قال : حدثنى محمد بن جعفر قال : حدثنا موسى بن عمران النخعى قال : حدثنى الحسين بن يزيد النوفلى عن اسماعيل بن مسلم السكونى عن ابى عبدالله جعفر بن محمد عن ابيه عن ابائه عن على بن ابى طالب </w:t>
      </w:r>
      <w:r w:rsidR="00DC5255" w:rsidRPr="00F86132">
        <w:rPr>
          <w:rStyle w:val="libAlaemChar"/>
          <w:rtl/>
        </w:rPr>
        <w:t>عليهم‌السلام</w:t>
      </w:r>
      <w:r w:rsidR="00DC5255">
        <w:rPr>
          <w:rtl/>
        </w:rPr>
        <w:t xml:space="preserve"> </w:t>
      </w:r>
      <w:r>
        <w:rPr>
          <w:rtl/>
        </w:rPr>
        <w:t>قال : يجاء باصحاب البدع يوم القيامه فترى القدريه من بينهم كالشمامه البيضاء فى الثور الاسود فيقول الله عزوجل : ما اردتم فيقولون : اردنا و جهك فيقول الله : قد اقلتكم عثراتكم و غفرت لكم زلاتكم الا القدريه فانهم دخلوا فى الشرك من حيث لا يعلمون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امام صادق </w:t>
      </w:r>
      <w:r w:rsidRPr="00F86132">
        <w:rPr>
          <w:rStyle w:val="libAlaemChar"/>
          <w:rtl/>
        </w:rPr>
        <w:t>عليه‌السلام</w:t>
      </w:r>
      <w:r>
        <w:rPr>
          <w:rtl/>
        </w:rPr>
        <w:t xml:space="preserve"> فرمودند: بدعت گذاران را در روز قيامت مى آورند و همانگونه كه بينى سفيد در گاو سياه نمايان است ، قدريه نيز در ميان آنها مشخص هستند. خداوند خطاب به آنها مى فرمايند :چه هدفى داريد؟ مى گويند هدف ما رضايت تو بود. خداوند مى فرمايد: از شما چشم پوشيده و گناهانتان را بخشيدم جز قدريه . زيرا بدون شك آنها از راهى كه نمى دانستند. مشرك شدند.</w:t>
      </w:r>
    </w:p>
    <w:p w:rsidR="00A679DB" w:rsidRDefault="00A679DB" w:rsidP="00A679DB">
      <w:pPr>
        <w:pStyle w:val="libNormal"/>
        <w:rPr>
          <w:rtl/>
        </w:rPr>
      </w:pPr>
      <w:r>
        <w:rPr>
          <w:rtl/>
        </w:rPr>
        <w:lastRenderedPageBreak/>
        <w:t xml:space="preserve">حديث : ٧ و بهذاالاسناد عن على بن ابيطالب </w:t>
      </w:r>
      <w:r w:rsidRPr="00F86132">
        <w:rPr>
          <w:rStyle w:val="libAlaemChar"/>
          <w:rtl/>
        </w:rPr>
        <w:t>عليه‌السلام</w:t>
      </w:r>
      <w:r>
        <w:rPr>
          <w:rtl/>
        </w:rPr>
        <w:t xml:space="preserve"> انه دخل عليه مجاهد مولى عبدالله بن العباس فقال : يا امير المومنين ما تقول فى كلام اهل القدر و معه جماعه من الناس فقال اميرالمومنين </w:t>
      </w:r>
      <w:r w:rsidRPr="00F86132">
        <w:rPr>
          <w:rStyle w:val="libAlaemChar"/>
          <w:rtl/>
        </w:rPr>
        <w:t>عليه‌السلام</w:t>
      </w:r>
      <w:r>
        <w:rPr>
          <w:rtl/>
        </w:rPr>
        <w:t xml:space="preserve"> : معك احد منهم او فى البيت احد منهم قال : ما تصنع بهم يا امير المومنين قال : استتيبهم فان تابوا و الا ضربت اعناقهم .</w:t>
      </w:r>
    </w:p>
    <w:p w:rsidR="00A679DB" w:rsidRDefault="00A679DB" w:rsidP="00A679DB">
      <w:pPr>
        <w:pStyle w:val="libNormal"/>
        <w:rPr>
          <w:rtl/>
        </w:rPr>
      </w:pPr>
      <w:r>
        <w:rPr>
          <w:rtl/>
        </w:rPr>
        <w:t>ترجمه :</w:t>
      </w:r>
    </w:p>
    <w:p w:rsidR="00A679DB" w:rsidRDefault="00A679DB" w:rsidP="00F86132">
      <w:pPr>
        <w:pStyle w:val="libNormal"/>
        <w:rPr>
          <w:rtl/>
        </w:rPr>
      </w:pPr>
      <w:r>
        <w:rPr>
          <w:rtl/>
        </w:rPr>
        <w:t xml:space="preserve">٧. راوى در حضور عده اى از امير المومنين </w:t>
      </w:r>
      <w:r w:rsidRPr="00F86132">
        <w:rPr>
          <w:rStyle w:val="libAlaemChar"/>
          <w:rtl/>
        </w:rPr>
        <w:t>عليه‌السلام</w:t>
      </w:r>
      <w:r>
        <w:rPr>
          <w:rtl/>
        </w:rPr>
        <w:t xml:space="preserve"> پرسيد :درباره سخنان قدريه چه مى فرماييد؟ اميرالمومنين </w:t>
      </w:r>
      <w:r w:rsidRPr="00F86132">
        <w:rPr>
          <w:rStyle w:val="libAlaemChar"/>
          <w:rtl/>
        </w:rPr>
        <w:t>عليه‌السلام</w:t>
      </w:r>
      <w:r>
        <w:rPr>
          <w:rtl/>
        </w:rPr>
        <w:t xml:space="preserve"> فرمودند از قدريها كسى همراه تو يا در آن منزل هست ؟ راوى پرسيد: با آنان چه مى كنيد؟ امام </w:t>
      </w:r>
      <w:r w:rsidRPr="00F86132">
        <w:rPr>
          <w:rStyle w:val="libAlaemChar"/>
          <w:rtl/>
        </w:rPr>
        <w:t>عليه‌السلام</w:t>
      </w:r>
      <w:r>
        <w:rPr>
          <w:rtl/>
        </w:rPr>
        <w:t xml:space="preserve"> فرمودند: آنان را توبه مى دهم . اگر توبه كردند با آنان كارى ندارم و گرنه ، گردنشان را مى زنم .</w:t>
      </w:r>
    </w:p>
    <w:p w:rsidR="00A679DB" w:rsidRDefault="00A679DB" w:rsidP="00A679DB">
      <w:pPr>
        <w:pStyle w:val="libNormal"/>
        <w:rPr>
          <w:rtl/>
        </w:rPr>
      </w:pPr>
      <w:r>
        <w:rPr>
          <w:rtl/>
        </w:rPr>
        <w:t xml:space="preserve">حديث : ٨ و بهذاالاسناد عن اسماعيل بن مسلم عن مروان بن شجاع عن سالم الافطس عن سعيد بن جبير قال : قال اميرالمومنين </w:t>
      </w:r>
      <w:r w:rsidRPr="00F86132">
        <w:rPr>
          <w:rStyle w:val="libAlaemChar"/>
          <w:rtl/>
        </w:rPr>
        <w:t>عليه‌السلام</w:t>
      </w:r>
      <w:r>
        <w:rPr>
          <w:rtl/>
        </w:rPr>
        <w:t xml:space="preserve"> :ما غلا احد من القدريه الا خرج من الايمان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امير المومنين </w:t>
      </w:r>
      <w:r w:rsidRPr="00F86132">
        <w:rPr>
          <w:rStyle w:val="libAlaemChar"/>
          <w:rtl/>
        </w:rPr>
        <w:t>عليه‌السلام</w:t>
      </w:r>
      <w:r>
        <w:rPr>
          <w:rtl/>
        </w:rPr>
        <w:t xml:space="preserve"> فرمودند: هيچ كدام از قدريه غلو (زياده روى) ننمودند، مگر اين كه از ايمان خارج شدند.</w:t>
      </w:r>
    </w:p>
    <w:p w:rsidR="00A679DB" w:rsidRDefault="00A679DB" w:rsidP="00A679DB">
      <w:pPr>
        <w:pStyle w:val="libNormal"/>
        <w:rPr>
          <w:rtl/>
        </w:rPr>
      </w:pPr>
      <w:r>
        <w:rPr>
          <w:rtl/>
        </w:rPr>
        <w:t xml:space="preserve">حديث : ٩ و حدثنى محمد بن موسى بن المتوكل رضى الله عنه قال : حدثنى محمد بن جعفر قال : حدثنى احمد بن محمد العاصمى قال : حدثنى على بن عاصم الهمدانى عن محمد بن عبدالرحمن العرزمى عن يحيى بن سالم عن محمد بن مسلمه عن ابى جعفر </w:t>
      </w:r>
      <w:r w:rsidRPr="00F86132">
        <w:rPr>
          <w:rStyle w:val="libAlaemChar"/>
          <w:rtl/>
        </w:rPr>
        <w:t>عليه‌السلام</w:t>
      </w:r>
      <w:r>
        <w:rPr>
          <w:rtl/>
        </w:rPr>
        <w:t xml:space="preserve"> قال :ما الليل بالليل و الا بالنهار اشبه من المرجيه باليهوديه و لا من القدريه بالنصرانيه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٩. امام باقر </w:t>
      </w:r>
      <w:r w:rsidRPr="00F86132">
        <w:rPr>
          <w:rStyle w:val="libAlaemChar"/>
          <w:rtl/>
        </w:rPr>
        <w:t>عليه‌السلام</w:t>
      </w:r>
      <w:r>
        <w:rPr>
          <w:rtl/>
        </w:rPr>
        <w:t xml:space="preserve"> فرمودند: شب به شب و روز به روز شبيه تر از مرجئه به يهود و قدريهه به مسيحيت نيست .</w:t>
      </w:r>
    </w:p>
    <w:p w:rsidR="00A679DB" w:rsidRDefault="00A679DB" w:rsidP="00A679DB">
      <w:pPr>
        <w:pStyle w:val="libNormal"/>
        <w:rPr>
          <w:rtl/>
        </w:rPr>
      </w:pPr>
      <w:r>
        <w:rPr>
          <w:rtl/>
        </w:rPr>
        <w:t xml:space="preserve">حديث : ١٠ حدثنى محمد بن موسى بن المتوكل رضى الله عنه قال : حدثنى محمد بن جعفر قال : حدثنى موسى بن عمران قال : حدثنى الحسين بن يزيد عن اسماعيل بن مسلم عن جعفر بن محمد عن ابيه عن آبائه عن اميرالمومنين </w:t>
      </w:r>
      <w:r w:rsidR="00DC5255" w:rsidRPr="00F86132">
        <w:rPr>
          <w:rStyle w:val="libAlaemChar"/>
          <w:rtl/>
        </w:rPr>
        <w:t>عليهم‌السلام</w:t>
      </w:r>
      <w:r w:rsidR="00DC5255">
        <w:rPr>
          <w:rtl/>
        </w:rPr>
        <w:t xml:space="preserve"> </w:t>
      </w:r>
      <w:r>
        <w:rPr>
          <w:rtl/>
        </w:rPr>
        <w:t>قال : لكل امه مجوس و مجوس هذه الامه الذين يقولون بالقدره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١٠. امام صادق </w:t>
      </w:r>
      <w:r w:rsidRPr="00F86132">
        <w:rPr>
          <w:rStyle w:val="libAlaemChar"/>
          <w:rtl/>
        </w:rPr>
        <w:t>عليه‌السلام</w:t>
      </w:r>
      <w:r>
        <w:rPr>
          <w:rtl/>
        </w:rPr>
        <w:t xml:space="preserve"> از پدرانش </w:t>
      </w:r>
      <w:r w:rsidR="00DC5255" w:rsidRPr="00F86132">
        <w:rPr>
          <w:rStyle w:val="libAlaemChar"/>
          <w:rtl/>
        </w:rPr>
        <w:t>عليهم‌السلام</w:t>
      </w:r>
      <w:r w:rsidR="00DC5255">
        <w:rPr>
          <w:rtl/>
        </w:rPr>
        <w:t xml:space="preserve"> </w:t>
      </w:r>
      <w:r>
        <w:rPr>
          <w:rtl/>
        </w:rPr>
        <w:t xml:space="preserve">روايت مى نمايد كه اميرالمومنين </w:t>
      </w:r>
      <w:r w:rsidRPr="00F86132">
        <w:rPr>
          <w:rStyle w:val="libAlaemChar"/>
          <w:rtl/>
        </w:rPr>
        <w:t>عليه‌السلام</w:t>
      </w:r>
      <w:r>
        <w:rPr>
          <w:rtl/>
        </w:rPr>
        <w:t xml:space="preserve"> فرمودند: در هر امتى مجوسى هست و مجوسان اين امت قدريها هستند.</w:t>
      </w:r>
    </w:p>
    <w:p w:rsidR="00A679DB" w:rsidRDefault="00A679DB" w:rsidP="00A679DB">
      <w:pPr>
        <w:pStyle w:val="libNormal"/>
        <w:rPr>
          <w:rtl/>
        </w:rPr>
      </w:pPr>
    </w:p>
    <w:p w:rsidR="00A679DB" w:rsidRDefault="00A679DB" w:rsidP="00A679DB">
      <w:pPr>
        <w:pStyle w:val="libNormal"/>
        <w:rPr>
          <w:rtl/>
        </w:rPr>
      </w:pPr>
      <w:r>
        <w:rPr>
          <w:rtl/>
        </w:rPr>
        <w:t>عقاب من ادعى الامامه و ليس بامام .</w:t>
      </w:r>
    </w:p>
    <w:p w:rsidR="00A679DB" w:rsidRDefault="007D7946" w:rsidP="00A679DB">
      <w:pPr>
        <w:pStyle w:val="libNormal"/>
        <w:rPr>
          <w:rtl/>
        </w:rPr>
      </w:pPr>
      <w:r>
        <w:rPr>
          <w:rtl/>
        </w:rPr>
        <w:br w:type="page"/>
      </w:r>
    </w:p>
    <w:p w:rsidR="00A679DB" w:rsidRDefault="00A679DB" w:rsidP="007D7946">
      <w:pPr>
        <w:pStyle w:val="Heading2"/>
        <w:rPr>
          <w:rtl/>
        </w:rPr>
      </w:pPr>
      <w:bookmarkStart w:id="448" w:name="_Toc449617505"/>
      <w:r>
        <w:rPr>
          <w:rtl/>
        </w:rPr>
        <w:t>مجازات مدعى امامت در صورتى كه امام نباشد</w:t>
      </w:r>
      <w:bookmarkEnd w:id="448"/>
    </w:p>
    <w:p w:rsidR="00A679DB" w:rsidRDefault="00A679DB" w:rsidP="00A679DB">
      <w:pPr>
        <w:pStyle w:val="libNormal"/>
        <w:rPr>
          <w:rtl/>
        </w:rPr>
      </w:pPr>
      <w:r>
        <w:rPr>
          <w:rtl/>
        </w:rPr>
        <w:t xml:space="preserve">حديث : ١ ابى رحمه الله قال حدثنى سعد بن عبدالله عن محمد بن الحسين عن ابن فضال عن معاويه بن وهب عن ابى سلام عن سوره بن كليب عن ابى جعفر </w:t>
      </w:r>
      <w:r w:rsidRPr="007D7946">
        <w:rPr>
          <w:rStyle w:val="libAlaemChar"/>
          <w:rtl/>
        </w:rPr>
        <w:t>عليه‌السلام</w:t>
      </w:r>
      <w:r>
        <w:rPr>
          <w:rtl/>
        </w:rPr>
        <w:t xml:space="preserve"> قال : قلت قول الله عزوجل </w:t>
      </w:r>
      <w:r w:rsidRPr="00A3483A">
        <w:rPr>
          <w:rStyle w:val="libAieChar"/>
          <w:rtl/>
        </w:rPr>
        <w:t>: «و يوم القيامه ترى الذين كذبوا على الله وجوههم مسوده »</w:t>
      </w:r>
      <w:r>
        <w:rPr>
          <w:rtl/>
        </w:rPr>
        <w:t>.</w:t>
      </w:r>
    </w:p>
    <w:p w:rsidR="00A679DB" w:rsidRDefault="00A679DB" w:rsidP="00A679DB">
      <w:pPr>
        <w:pStyle w:val="libNormal"/>
        <w:rPr>
          <w:rtl/>
        </w:rPr>
      </w:pPr>
      <w:r>
        <w:rPr>
          <w:rtl/>
        </w:rPr>
        <w:t>قال : من زعم انه امام و ليس بامام قلت : و ان كان علويا فاطميا قال : و ان كان علويا فاطميا.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از امام باقر </w:t>
      </w:r>
      <w:r w:rsidRPr="007D7946">
        <w:rPr>
          <w:rStyle w:val="libAlaemChar"/>
          <w:rtl/>
        </w:rPr>
        <w:t>عليه‌السلام</w:t>
      </w:r>
      <w:r>
        <w:rPr>
          <w:rtl/>
        </w:rPr>
        <w:t xml:space="preserve"> پرسيد اين آيه درباره چه كسانى است ؟ «در روز قيامت روى كسانى را كه به خدا دروغ بستند، سياه مى بينى» </w:t>
      </w:r>
      <w:r w:rsidRPr="007D7946">
        <w:rPr>
          <w:rStyle w:val="libFootnotenumChar"/>
          <w:rtl/>
        </w:rPr>
        <w:t>(١٣٨).</w:t>
      </w:r>
      <w:r>
        <w:rPr>
          <w:rtl/>
        </w:rPr>
        <w:t xml:space="preserve"> فرمودند:درباره كسى است كه خيال مى كند امام است ، در حالى كه نيست .</w:t>
      </w:r>
    </w:p>
    <w:p w:rsidR="00A679DB" w:rsidRDefault="00A679DB" w:rsidP="007D7946">
      <w:pPr>
        <w:pStyle w:val="libNormal"/>
        <w:rPr>
          <w:rtl/>
        </w:rPr>
      </w:pPr>
      <w:r>
        <w:rPr>
          <w:rtl/>
        </w:rPr>
        <w:t xml:space="preserve">راوى پرسيد. گرچه علوى و فاطمى (از فرزندان يا دودمان امام على </w:t>
      </w:r>
      <w:r w:rsidRPr="007D7946">
        <w:rPr>
          <w:rStyle w:val="libAlaemChar"/>
          <w:rtl/>
        </w:rPr>
        <w:t>عليه‌السلام</w:t>
      </w:r>
      <w:r>
        <w:rPr>
          <w:rtl/>
        </w:rPr>
        <w:t xml:space="preserve"> و حضرت فاطمه </w:t>
      </w:r>
      <w:r w:rsidR="007D7946" w:rsidRPr="007D7946">
        <w:rPr>
          <w:rStyle w:val="libAlaemChar"/>
          <w:rFonts w:eastAsiaTheme="minorHAnsi"/>
          <w:rtl/>
        </w:rPr>
        <w:t>عليهم‌السلام</w:t>
      </w:r>
      <w:r>
        <w:rPr>
          <w:rtl/>
        </w:rPr>
        <w:t xml:space="preserve"> باشد؟ فرمودند: گرچه علوى و فاطمى باشد.</w:t>
      </w:r>
    </w:p>
    <w:p w:rsidR="00A679DB" w:rsidRDefault="00A679DB" w:rsidP="00A679DB">
      <w:pPr>
        <w:pStyle w:val="libNormal"/>
        <w:rPr>
          <w:rtl/>
        </w:rPr>
      </w:pPr>
      <w:r>
        <w:rPr>
          <w:rtl/>
        </w:rPr>
        <w:t xml:space="preserve">حديث : ٢ حدثنى محمد بن موسى بن المتوكل رضى الله عنه قال : حدثنى عبدالله بن جعفر عن محمد بن الحسين عن الحسن بن محبوب عن ابان عن المفضل عن ابى عبدالله </w:t>
      </w:r>
      <w:r w:rsidRPr="007D7946">
        <w:rPr>
          <w:rStyle w:val="libAlaemChar"/>
          <w:rtl/>
        </w:rPr>
        <w:t>عليه‌السلام</w:t>
      </w:r>
      <w:r>
        <w:rPr>
          <w:rtl/>
        </w:rPr>
        <w:t xml:space="preserve"> قال : من ادعى الامامه و ليس ‍ من اهلها فهو كافر.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7D7946">
        <w:rPr>
          <w:rStyle w:val="libAlaemChar"/>
          <w:rtl/>
        </w:rPr>
        <w:t>عليه‌السلام</w:t>
      </w:r>
      <w:r>
        <w:rPr>
          <w:rtl/>
        </w:rPr>
        <w:t xml:space="preserve"> فرمودند: كسى كه ادعاى امامت كند و اهل آن نباشد، كافر است .</w:t>
      </w:r>
    </w:p>
    <w:p w:rsidR="00A679DB" w:rsidRDefault="00A679DB" w:rsidP="00A679DB">
      <w:pPr>
        <w:pStyle w:val="libNormal"/>
        <w:rPr>
          <w:rtl/>
        </w:rPr>
      </w:pPr>
      <w:r>
        <w:rPr>
          <w:rtl/>
        </w:rPr>
        <w:lastRenderedPageBreak/>
        <w:t xml:space="preserve">حديث : ٣ ابى رحمه اله قال : عن سعد بن عبدالله عن محمد بن الحسين عن عبدالرحمن بن ابى هاشم البزاز الاسدى عن داود بن فرقد عن ابى عبدالله </w:t>
      </w:r>
      <w:r w:rsidRPr="007D7946">
        <w:rPr>
          <w:rStyle w:val="libAlaemChar"/>
          <w:rtl/>
        </w:rPr>
        <w:t>عليه‌السلام</w:t>
      </w:r>
      <w:r>
        <w:rPr>
          <w:rtl/>
        </w:rPr>
        <w:t xml:space="preserve"> قال : من ادعى الامامه و ليس بامام فقد افترى على الله و على رسوله و علينا.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7D7946">
        <w:rPr>
          <w:rStyle w:val="libAlaemChar"/>
          <w:rtl/>
        </w:rPr>
        <w:t>عليه‌السلام</w:t>
      </w:r>
      <w:r>
        <w:rPr>
          <w:rtl/>
        </w:rPr>
        <w:t xml:space="preserve"> فرمودند: كسى كه ادعاى امامت كند و امام نباشد، بر خدا و رسول او و بر ما دروغ بسته است .</w:t>
      </w:r>
    </w:p>
    <w:p w:rsidR="00A679DB" w:rsidRDefault="00A679DB" w:rsidP="00A679DB">
      <w:pPr>
        <w:pStyle w:val="libNormal"/>
        <w:rPr>
          <w:rtl/>
        </w:rPr>
      </w:pPr>
      <w:r>
        <w:rPr>
          <w:rtl/>
        </w:rPr>
        <w:t xml:space="preserve">حديث : ٤ و بهذاالاسناد عن محمد بن الحسين عن ابن سنان عن يحيى اخى اديم عن الوليد بن صبيح قال : سمعت ابا عبدالله </w:t>
      </w:r>
      <w:r w:rsidRPr="007D7946">
        <w:rPr>
          <w:rStyle w:val="libAlaemChar"/>
          <w:rtl/>
        </w:rPr>
        <w:t>عليه‌السلام</w:t>
      </w:r>
      <w:r>
        <w:rPr>
          <w:rtl/>
        </w:rPr>
        <w:t xml:space="preserve"> يقول :ان هذا الامر لا يدعيه غير صاحبه الا بتر الله عمره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راوى مى گويد از امام صادق </w:t>
      </w:r>
      <w:r w:rsidRPr="007D7946">
        <w:rPr>
          <w:rStyle w:val="libAlaemChar"/>
          <w:rtl/>
        </w:rPr>
        <w:t>عليه‌السلام</w:t>
      </w:r>
      <w:r>
        <w:rPr>
          <w:rtl/>
        </w:rPr>
        <w:t xml:space="preserve"> شنيدم كه فرمودند: كسى جز صاحب امامت ، مدعى آن نيست ، مگر اين كه خداوند عمر او را كوتاه مى نمايد.</w:t>
      </w:r>
    </w:p>
    <w:p w:rsidR="00A679DB" w:rsidRDefault="00A679DB" w:rsidP="00A679DB">
      <w:pPr>
        <w:pStyle w:val="libNormal"/>
        <w:rPr>
          <w:rtl/>
        </w:rPr>
      </w:pPr>
    </w:p>
    <w:p w:rsidR="00A679DB" w:rsidRDefault="00A679DB" w:rsidP="00A679DB">
      <w:pPr>
        <w:pStyle w:val="libNormal"/>
        <w:rPr>
          <w:rtl/>
        </w:rPr>
      </w:pPr>
      <w:r>
        <w:rPr>
          <w:rtl/>
        </w:rPr>
        <w:t xml:space="preserve">عقاب ابن آدم الذى قتل اخاه و نمرود الذى حاج ابراهيم </w:t>
      </w:r>
      <w:r w:rsidRPr="00A3483A">
        <w:rPr>
          <w:rStyle w:val="libAlaemChar"/>
          <w:rtl/>
        </w:rPr>
        <w:t>عليه‌السلام</w:t>
      </w:r>
      <w:r>
        <w:rPr>
          <w:rtl/>
        </w:rPr>
        <w:t xml:space="preserve"> فى ربه و رجلينمن بنى اسرائل هودا قومهما و نصراهما و فرعون الذىقال : انا ربكم الاعلى و رجلين من هذه الامه .</w:t>
      </w:r>
    </w:p>
    <w:p w:rsidR="00A679DB" w:rsidRDefault="007D7946" w:rsidP="00A679DB">
      <w:pPr>
        <w:pStyle w:val="libNormal"/>
        <w:rPr>
          <w:rtl/>
        </w:rPr>
      </w:pPr>
      <w:r>
        <w:rPr>
          <w:rtl/>
        </w:rPr>
        <w:br w:type="page"/>
      </w:r>
    </w:p>
    <w:p w:rsidR="00A679DB" w:rsidRDefault="00A679DB" w:rsidP="007D7946">
      <w:pPr>
        <w:pStyle w:val="Heading2"/>
        <w:rPr>
          <w:rtl/>
        </w:rPr>
      </w:pPr>
      <w:bookmarkStart w:id="449" w:name="_Toc449617506"/>
      <w:r>
        <w:rPr>
          <w:rtl/>
        </w:rPr>
        <w:t>مجازات قابيل ، نمرود، دو نف</w:t>
      </w:r>
      <w:r w:rsidR="007D7946">
        <w:rPr>
          <w:rFonts w:hint="cs"/>
          <w:rtl/>
        </w:rPr>
        <w:t>ر</w:t>
      </w:r>
      <w:r>
        <w:rPr>
          <w:rtl/>
        </w:rPr>
        <w:t xml:space="preserve"> از بنى اسرائيل كه قوم خود را يهودى و مسيحى</w:t>
      </w:r>
      <w:r w:rsidR="007D7946">
        <w:rPr>
          <w:rFonts w:hint="cs"/>
          <w:rtl/>
        </w:rPr>
        <w:t xml:space="preserve"> </w:t>
      </w:r>
      <w:r>
        <w:rPr>
          <w:rtl/>
        </w:rPr>
        <w:t>كردند، فرعون و دو نفر از اين امت</w:t>
      </w:r>
      <w:bookmarkEnd w:id="449"/>
    </w:p>
    <w:p w:rsidR="00A679DB" w:rsidRDefault="00A679DB" w:rsidP="00A679DB">
      <w:pPr>
        <w:pStyle w:val="libNormal"/>
        <w:rPr>
          <w:rtl/>
        </w:rPr>
      </w:pPr>
      <w:r>
        <w:rPr>
          <w:rtl/>
        </w:rPr>
        <w:t xml:space="preserve">حديث : ١ حدثنى محمد بن الحسن رضى الله عنه قال : حدثنى محمد بن الحسن الصفار عن العباس بن معروف عن الحسن بن محبوب عن حنان بن سدير قال : حدثنى رجل من اصحاب ابى عبدالله </w:t>
      </w:r>
      <w:r w:rsidRPr="007D7946">
        <w:rPr>
          <w:rStyle w:val="libAlaemChar"/>
          <w:rtl/>
        </w:rPr>
        <w:t>عليه‌السلام</w:t>
      </w:r>
      <w:r>
        <w:rPr>
          <w:rtl/>
        </w:rPr>
        <w:t xml:space="preserve"> قال : سمعته يقول : ان اشد الناس عذابا يوم القيامه لسبعه نفر اولهم ابن آدم الذى قتل اخاه و نمرود الذى حاج ابراهيم فى ربه و اثنان فى بنى اسرائيل هودا قومهما و نصراهما و فرعون الذى قال : انا ربكم الاعلى و اثنان من هذه الامه احدهما شرهما فى تابوت من قوارير تحت الفقل فى بحار من 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7D7946">
        <w:rPr>
          <w:rStyle w:val="libAlaemChar"/>
          <w:rtl/>
        </w:rPr>
        <w:t>عليه‌السلام</w:t>
      </w:r>
      <w:r>
        <w:rPr>
          <w:rtl/>
        </w:rPr>
        <w:t xml:space="preserve"> شنيدم كه فرمودند: در روز قامت عذاب هفت نفر از همه سخت تر است : فرزند آدم </w:t>
      </w:r>
      <w:r w:rsidRPr="007D7946">
        <w:rPr>
          <w:rStyle w:val="libAlaemChar"/>
          <w:rtl/>
        </w:rPr>
        <w:t>عليه‌السلام</w:t>
      </w:r>
      <w:r>
        <w:rPr>
          <w:rtl/>
        </w:rPr>
        <w:t xml:space="preserve"> كه برادرش را كشت ، نمرود كه با حضرت ابراهيم </w:t>
      </w:r>
      <w:r w:rsidRPr="007D7946">
        <w:rPr>
          <w:rStyle w:val="libAlaemChar"/>
          <w:rtl/>
        </w:rPr>
        <w:t>عليه‌السلام</w:t>
      </w:r>
      <w:r>
        <w:rPr>
          <w:rtl/>
        </w:rPr>
        <w:t xml:space="preserve"> در مورد خداوند بحث و خدا را انكار كرد، دو نفر از بنى اسرائيل كه قوم خود را يهودى و مسيحى نمودند، فرعون كه گفت :من بالاترين خداى شما هستم و دو نفر از اين امت كه يكى از آنها بدتر از ديگران است و در تابوتى شيشه اى در زير جهنم در درياهايى از آتش قرار دارد.</w:t>
      </w:r>
    </w:p>
    <w:p w:rsidR="00A679DB" w:rsidRDefault="00A679DB" w:rsidP="00A679DB">
      <w:pPr>
        <w:pStyle w:val="libNormal"/>
        <w:rPr>
          <w:rtl/>
        </w:rPr>
      </w:pPr>
      <w:r>
        <w:rPr>
          <w:rtl/>
        </w:rPr>
        <w:t xml:space="preserve">حديث : ٢ ابى رحمه الله قال : حدثنى سعد بن عبدالله عن محمد بن عيسى عن محمد بن عبدالرحمن و محمد بن سنان عن ابى الجارود قال :قلت : لابى جعفر </w:t>
      </w:r>
      <w:r w:rsidRPr="007D7946">
        <w:rPr>
          <w:rStyle w:val="libAlaemChar"/>
          <w:rtl/>
        </w:rPr>
        <w:t>عليه‌السلام</w:t>
      </w:r>
      <w:r>
        <w:rPr>
          <w:rtl/>
        </w:rPr>
        <w:t xml:space="preserve"> : اخبرنى باول من يدخل النار قال :ابليس و رجل عن يمينه و رجل عن يساره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٢. راوى از امام باقر </w:t>
      </w:r>
      <w:r w:rsidRPr="007D7946">
        <w:rPr>
          <w:rStyle w:val="libAlaemChar"/>
          <w:rtl/>
        </w:rPr>
        <w:t>عليه‌السلام</w:t>
      </w:r>
      <w:r>
        <w:rPr>
          <w:rtl/>
        </w:rPr>
        <w:t xml:space="preserve"> پرسيد اولين كسى كه وارد جهنم مى شود كيست ؟ فرمودند: ابليس و دو نفر ديگر كه در سمت راست و چپ او هستند.</w:t>
      </w:r>
    </w:p>
    <w:p w:rsidR="00A679DB" w:rsidRDefault="00A679DB" w:rsidP="007D7946">
      <w:pPr>
        <w:pStyle w:val="libNormal"/>
        <w:rPr>
          <w:rtl/>
        </w:rPr>
      </w:pPr>
      <w:r>
        <w:rPr>
          <w:rtl/>
        </w:rPr>
        <w:t xml:space="preserve">حديث : ٣ حدثنى محمد بن الحسن رضى الله عنه قال : حدثنى محمد بن الحسن الصفار قال : حدثنى عباد بن سليمان عن محمد بن سليمان الديلمى عن السحاق به عمار الصيرفى عن ابى الحسن الماضى </w:t>
      </w:r>
      <w:r w:rsidRPr="007D7946">
        <w:rPr>
          <w:rStyle w:val="libAlaemChar"/>
          <w:rtl/>
        </w:rPr>
        <w:t>عليه‌السلام</w:t>
      </w:r>
      <w:r>
        <w:rPr>
          <w:rtl/>
        </w:rPr>
        <w:t xml:space="preserve"> قال : قلت :جعلت فداك حدثنى فيهما بحديث فقد سمعت عن ابيك فيهما احاديث عده قال : فقال لى : يا اسحاق الاول بمنزله العجل و الثانى بمنزله السامرى قال : قلت : جعلت فداك زدنى فيهما قال : هما و الله نصرا و هودا و مجسا فلا غفر الله ذلك لهما قال : قلت : جعلت فداك زدنى فيهما قال : ثلاثه لا ينظر الله اليهم و لا يزكيهم و لهم عذاب اليم قال : قلت : جعلت فداك فمن هم قال : رجل ادعى اماما من غير الله و آخر طعن فى امام من الله و آخر زعم ان لهما فى الاسلام نصيبا قال :قلت : جعلت فداك زدنى فيهما قال : ما ابالى يا اسحاق محوت المحكم من كتاب الله او حجدت محمدا </w:t>
      </w:r>
      <w:r w:rsidR="007D7946" w:rsidRPr="007D7946">
        <w:rPr>
          <w:rStyle w:val="libAlaemChar"/>
          <w:rFonts w:eastAsiaTheme="minorHAnsi"/>
          <w:rtl/>
        </w:rPr>
        <w:t>صلى‌الله‌عليه‌وآله‌وسلم</w:t>
      </w:r>
      <w:r w:rsidR="007D7946" w:rsidRPr="00ED74AF">
        <w:rPr>
          <w:rFonts w:eastAsiaTheme="minorHAnsi"/>
          <w:rtl/>
        </w:rPr>
        <w:t xml:space="preserve"> </w:t>
      </w:r>
      <w:r>
        <w:rPr>
          <w:rtl/>
        </w:rPr>
        <w:t xml:space="preserve">النبوه او زعمت ان ليس فى السماء اله او تقدمت على على بن ابى طالب </w:t>
      </w:r>
      <w:r w:rsidRPr="007D7946">
        <w:rPr>
          <w:rStyle w:val="libAlaemChar"/>
          <w:rtl/>
        </w:rPr>
        <w:t>عليه‌السلام</w:t>
      </w:r>
      <w:r>
        <w:rPr>
          <w:rtl/>
        </w:rPr>
        <w:t xml:space="preserve"> قال : قلت : جعلت فداك زدنى قال : فقال لى : يا اسحاق ان فى النار لواديا يقال له : سقر لم يتنفس منذ خلقه الله لو اذن الله له فى التنفس ‍ بقدر مخيط لا حرق من على وجه الارض و ان اهل النار يتعوذون الله له فى التنفس بقدر مخيط لا حرق من على وجه الارض و ان اهل النار يتعوذون من حر ذلك الوادى و نتنه و قذره و ما اعدالله فيه لاهله و ان فى ذلك الوادى لجبلا يتعوذ جميع اهل ذلك الجبل لشعبا يتعوذ جميع اهل ذلك الجبل من حر ذلك الشعب و نتنه و قذره و ما اعدالله فيه لاهله و ان فى ذلك الشعب لقليبا يتعوذ اهل ذلك القليب لحيه يتعوذ جميع اهل ذلك القليب من خبث تلك الحيه و نتنها و قذرهاو ما عدالله عزوجل فى انبابها من السم لاهلها و ان فى جوف </w:t>
      </w:r>
      <w:r>
        <w:rPr>
          <w:rtl/>
        </w:rPr>
        <w:lastRenderedPageBreak/>
        <w:t>تلك الحيه لسبع صناديق فيها خمسه من الامم السالفه و اثنان من هذه الامه قال : قلت ، جعلت فداك و من الخمسه و من الاثنان قال : اما الخمسه فقابيل الذى قتل هابيل و نمرود الذى حاج ابراهيم فى ربه قال : انا احيى و اميت و فرعون الذى قال : انا ربكم الاعلى و يهودا الذى هود اليهود و بولس الذى نصر النصارى و من هذه الامه اعرابيان .</w:t>
      </w:r>
    </w:p>
    <w:p w:rsidR="00A679DB" w:rsidRDefault="00A679DB" w:rsidP="00A679DB">
      <w:pPr>
        <w:pStyle w:val="libNormal"/>
        <w:rPr>
          <w:rtl/>
        </w:rPr>
      </w:pPr>
      <w:r>
        <w:rPr>
          <w:rtl/>
        </w:rPr>
        <w:t>ترجمه :</w:t>
      </w:r>
    </w:p>
    <w:p w:rsidR="00A679DB" w:rsidRDefault="00A679DB" w:rsidP="007D7946">
      <w:pPr>
        <w:pStyle w:val="libNormal"/>
        <w:rPr>
          <w:rtl/>
        </w:rPr>
      </w:pPr>
      <w:r>
        <w:rPr>
          <w:rtl/>
        </w:rPr>
        <w:t xml:space="preserve">٣. اسحاق بن عمار صيرفى مى گويد به امام كاظم </w:t>
      </w:r>
      <w:r w:rsidRPr="007D7946">
        <w:rPr>
          <w:rStyle w:val="libAlaemChar"/>
          <w:rtl/>
        </w:rPr>
        <w:t>عليه‌السلام</w:t>
      </w:r>
      <w:r>
        <w:rPr>
          <w:rtl/>
        </w:rPr>
        <w:t xml:space="preserve"> عرض كردم درباره آن دو نفر براين چيزى بگوييد. و من درباره آن دو مطالب زيادى از پدرتان شنيده ام . فرمودند: اى اسحاق ! اولى همانند آن گوساله و دومى همانند«سامرى» است . عرض كردم بيشتر بفرماييد. فرمودند: بخدا سوگند آنها عده اى را مسيحى ، بهودى و مجوسى كردند: خداوند كار آنها را نبخشد. عرض كردم بيشتر بفرماييد. فرمودند: سه نفر هستند كه خداوند به آنها نظر رحمت نمى افكند، آنها را پاك نمى نمايد و عذاب دردناكى براى آنها مهياست . عرض كردم فدايت گردم اينان كيستند؟ فرمودند: كسى كه از جانب غير خدا ادعاى امامت كند يا امام از ط</w:t>
      </w:r>
      <w:r w:rsidR="007D7946">
        <w:rPr>
          <w:rFonts w:hint="cs"/>
          <w:rtl/>
        </w:rPr>
        <w:t>ر</w:t>
      </w:r>
      <w:r>
        <w:rPr>
          <w:rtl/>
        </w:rPr>
        <w:t xml:space="preserve">ف خدا را بدنام كند و يا گمان كند آن و نفر بهره اى از اسلام داشته اند. عرض كردم بيشتر بفرماييد. فرمودند: اى اسحاق ! برايم فرقى ندارد كه آيه محكمى از قرآن را محو كنم ، پيامبرى حضرت محمد </w:t>
      </w:r>
      <w:r w:rsidR="00E60DFB">
        <w:rPr>
          <w:rtl/>
        </w:rPr>
        <w:t xml:space="preserve">صلى‌الله‌عليه‌وآله </w:t>
      </w:r>
      <w:r>
        <w:rPr>
          <w:rtl/>
        </w:rPr>
        <w:t xml:space="preserve">را انكار نمايم . گمان كنم در آسمان خدايى نيست يا (در امامت) بر حضرت على عليه‌السلام پيشى بگيريم (يعنى گناه اين كارها با گناه ( انكار امامت امير المومنين عليه‌السلام و ادعاى امامت خودم» برابر است .). عرض كردم فدايت شوم . بيشتر بفرماييد. فرمودند: اس اسحاق ! همانا در جهنم دره اى است به نام «سقر» از زمانى كه خدانوند آن را آفريده ، نفس نكشيده است . اگر خداوند به </w:t>
      </w:r>
      <w:r>
        <w:rPr>
          <w:rtl/>
        </w:rPr>
        <w:lastRenderedPageBreak/>
        <w:t>اندازه سر سوزنى به او اجازه تنفس بدهد، بدون شك همه زمينيان را آتش مى زند، و همانا جهنمي</w:t>
      </w:r>
      <w:r w:rsidR="00A3483A">
        <w:t xml:space="preserve"> </w:t>
      </w:r>
      <w:r>
        <w:rPr>
          <w:rtl/>
        </w:rPr>
        <w:t>ها اگر گرما،، بدبويى ، كثيفى و عذابهايى كه خداوند براى اهل اين دره آماده نموده است ، گريزانند. و همانا بدون شك در اين دره كوهى است كه همه كسانى كه در اين دره هستند از گرما، بدبويى ، كثيفى ، و عذابهايى كه خداوند براى ساكنان اين كوه مهيا نموده است ، گريزان هستند.</w:t>
      </w:r>
    </w:p>
    <w:p w:rsidR="00A679DB" w:rsidRDefault="00A679DB" w:rsidP="00A3483A">
      <w:pPr>
        <w:pStyle w:val="libNormal"/>
        <w:rPr>
          <w:rtl/>
        </w:rPr>
      </w:pPr>
      <w:r>
        <w:rPr>
          <w:rtl/>
        </w:rPr>
        <w:t xml:space="preserve">و همانا بدون شك در اين چاه افعيى است كه همه اهل اين چاه از پليدى ، بدبويى ، كثيفى ، و سمهايى كه خداوند عزوجل در نيش آن براى اهلش مهيا نموده است ، گريزان هستند. و همانا و بدون ترديد در شكم اين افعى هفت صندوق است كه پنج نفر از امتهاى گذشته و دو نفر از اين امت در آن هستند. عرض كردم فدايت شوم اين پنج نفر دو نفر كيستند؟ فرمودند: آن پنج نفر عبارتند از «قابيل» كه «هابيل» را كشت ، نمرود كه با حضرت ابراهيم </w:t>
      </w:r>
      <w:r w:rsidRPr="00A3483A">
        <w:rPr>
          <w:rStyle w:val="libAlaemChar"/>
          <w:rtl/>
        </w:rPr>
        <w:t>عليه‌السلام</w:t>
      </w:r>
      <w:r>
        <w:rPr>
          <w:rtl/>
        </w:rPr>
        <w:t xml:space="preserve"> درباره وجود خدا بحث كرد و منكر خدا شد و گفت : من زنده مى كنم و مى ميرانم ، فرعون كه گفت : من بالاترين خداى شما هستم ، يهودا كه گروهى را يهودى نمود و بولس كه عده اى را مسيحى نمود و دو تن بيابانى از اين امت .</w:t>
      </w:r>
    </w:p>
    <w:p w:rsidR="00A679DB" w:rsidRDefault="00A679DB" w:rsidP="00A679DB">
      <w:pPr>
        <w:pStyle w:val="libNormal"/>
        <w:rPr>
          <w:rtl/>
        </w:rPr>
      </w:pPr>
    </w:p>
    <w:p w:rsidR="00A679DB" w:rsidRDefault="00A679DB" w:rsidP="00A679DB">
      <w:pPr>
        <w:pStyle w:val="libNormal"/>
        <w:rPr>
          <w:rtl/>
        </w:rPr>
      </w:pPr>
      <w:r>
        <w:rPr>
          <w:rtl/>
        </w:rPr>
        <w:t>عقاب من قتل الحسين بن على عليهماالسلام</w:t>
      </w:r>
    </w:p>
    <w:p w:rsidR="00A679DB" w:rsidRDefault="00A3483A" w:rsidP="00A679DB">
      <w:pPr>
        <w:pStyle w:val="libNormal"/>
        <w:rPr>
          <w:rtl/>
        </w:rPr>
      </w:pPr>
      <w:r>
        <w:rPr>
          <w:rtl/>
        </w:rPr>
        <w:br w:type="column"/>
      </w:r>
    </w:p>
    <w:p w:rsidR="00A679DB" w:rsidRDefault="00A679DB" w:rsidP="00A3483A">
      <w:pPr>
        <w:pStyle w:val="Heading2"/>
        <w:rPr>
          <w:rtl/>
        </w:rPr>
      </w:pPr>
      <w:bookmarkStart w:id="450" w:name="_Toc449617507"/>
      <w:r>
        <w:rPr>
          <w:rtl/>
        </w:rPr>
        <w:t xml:space="preserve">مجازات قاتل امام حسين </w:t>
      </w:r>
      <w:r w:rsidRPr="00A3483A">
        <w:rPr>
          <w:rStyle w:val="libAlaemChar"/>
          <w:rtl/>
        </w:rPr>
        <w:t>عليه‌السلام</w:t>
      </w:r>
      <w:bookmarkEnd w:id="450"/>
    </w:p>
    <w:p w:rsidR="00A679DB" w:rsidRDefault="00A679DB" w:rsidP="00A679DB">
      <w:pPr>
        <w:pStyle w:val="libNormal"/>
        <w:rPr>
          <w:rtl/>
        </w:rPr>
      </w:pPr>
      <w:r>
        <w:rPr>
          <w:rtl/>
        </w:rPr>
        <w:t xml:space="preserve">حديث : ١ ابى رحمه الله قال : حدثنى سعد بن عبدالله عن يعقوب بن يزيد عن زياد القندى عن محمد بن ابى حمزه عن عيص بن القاسم قال : ذكر عند ابى عبدالله </w:t>
      </w:r>
      <w:r w:rsidRPr="00A3483A">
        <w:rPr>
          <w:rStyle w:val="libAlaemChar"/>
          <w:rtl/>
        </w:rPr>
        <w:t>عليه‌السلام</w:t>
      </w:r>
      <w:r>
        <w:rPr>
          <w:rtl/>
        </w:rPr>
        <w:t xml:space="preserve"> قاتل الحسين </w:t>
      </w:r>
      <w:r w:rsidRPr="00A3483A">
        <w:rPr>
          <w:rStyle w:val="libAlaemChar"/>
          <w:rtl/>
        </w:rPr>
        <w:t>عليه‌السلام</w:t>
      </w:r>
      <w:r>
        <w:rPr>
          <w:rtl/>
        </w:rPr>
        <w:t xml:space="preserve"> فقال بعض اصحابه : كنت اشتهى ان ينتقم الله منه فى الدنيا قال : كانك تستقل له عذاب الله و ما عندالله اشد عذابا و اشد نكالا.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در محضر امام صادق </w:t>
      </w:r>
      <w:r w:rsidRPr="00A3483A">
        <w:rPr>
          <w:rStyle w:val="libAlaemChar"/>
          <w:rtl/>
        </w:rPr>
        <w:t>عليه‌السلام</w:t>
      </w:r>
      <w:r>
        <w:rPr>
          <w:rtl/>
        </w:rPr>
        <w:t xml:space="preserve"> سخن از قاتل امام حسين </w:t>
      </w:r>
      <w:r w:rsidRPr="00A3483A">
        <w:rPr>
          <w:rStyle w:val="libAlaemChar"/>
          <w:rtl/>
        </w:rPr>
        <w:t>عليه‌السلام</w:t>
      </w:r>
      <w:r>
        <w:rPr>
          <w:rtl/>
        </w:rPr>
        <w:t xml:space="preserve"> به ميان آمد. يكى از اصحاب او گفت : دوست داشتم خداوند در همين دنيا از او انتقام مى گرفت . آن حضرت </w:t>
      </w:r>
      <w:r w:rsidRPr="00A3483A">
        <w:rPr>
          <w:rStyle w:val="libAlaemChar"/>
          <w:rtl/>
        </w:rPr>
        <w:t>عليه‌السلام</w:t>
      </w:r>
      <w:r>
        <w:rPr>
          <w:rtl/>
        </w:rPr>
        <w:t xml:space="preserve"> فرمودند: گويا عذاب خدا (در آخرت) را كم مى دانى ، در حالى كه عذاب خدا بسيار بدتر و سخت تر است .</w:t>
      </w:r>
    </w:p>
    <w:p w:rsidR="00A679DB" w:rsidRDefault="00A679DB" w:rsidP="00A679DB">
      <w:pPr>
        <w:pStyle w:val="libNormal"/>
        <w:rPr>
          <w:rtl/>
        </w:rPr>
      </w:pPr>
      <w:r>
        <w:rPr>
          <w:rtl/>
        </w:rPr>
        <w:t xml:space="preserve">حديث : ٢ حدثنى محمد بن الحسن رضى الله عنه قال : حدثنى محمد بن الحسن الصفار عن ابراهيم بن هاشم عن عثمان بن عيسى عن عمروبن شمر عن جابر عن ابى جعفر </w:t>
      </w:r>
      <w:r w:rsidRPr="00A3483A">
        <w:rPr>
          <w:rStyle w:val="libAlaemChar"/>
          <w:rtl/>
        </w:rPr>
        <w:t>عليه‌السلام</w:t>
      </w:r>
      <w:r>
        <w:rPr>
          <w:rtl/>
        </w:rPr>
        <w:t xml:space="preserve"> قال : قال رسول الله </w:t>
      </w:r>
      <w:r w:rsidR="00E60DFB" w:rsidRPr="00A3483A">
        <w:rPr>
          <w:rStyle w:val="libAlaemChar"/>
          <w:rtl/>
        </w:rPr>
        <w:t>صلى‌الله‌عليه‌وآله</w:t>
      </w:r>
      <w:r w:rsidR="00E60DFB">
        <w:rPr>
          <w:rtl/>
        </w:rPr>
        <w:t xml:space="preserve"> </w:t>
      </w:r>
      <w:r>
        <w:rPr>
          <w:rtl/>
        </w:rPr>
        <w:t>: ان فى النار منزله لم يكن يستحقها احد من الناس الا بقتل الحسين بن على</w:t>
      </w:r>
      <w:r w:rsidR="00A3483A">
        <w:t xml:space="preserve"> </w:t>
      </w:r>
      <w:r w:rsidR="00DC5255" w:rsidRPr="00A3483A">
        <w:rPr>
          <w:rStyle w:val="libAlaemChar"/>
          <w:rtl/>
        </w:rPr>
        <w:t>عليهم‌السلام</w:t>
      </w:r>
      <w:r w:rsidR="00DC5255">
        <w:rPr>
          <w:rtl/>
        </w:rPr>
        <w:t xml:space="preserve"> </w:t>
      </w:r>
      <w:r>
        <w:rPr>
          <w:rtl/>
        </w:rPr>
        <w:t xml:space="preserve">و يحيى بن زكريا </w:t>
      </w:r>
      <w:r w:rsidRPr="00A3483A">
        <w:rPr>
          <w:rStyle w:val="libAlaemChar"/>
          <w:rtl/>
        </w:rPr>
        <w:t>عليه‌السلام</w:t>
      </w:r>
      <w:r>
        <w:rPr>
          <w:rtl/>
        </w:rPr>
        <w:t xml:space="preserve">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باقر </w:t>
      </w:r>
      <w:r w:rsidRPr="00A3483A">
        <w:rPr>
          <w:rStyle w:val="libAlaemChar"/>
          <w:rtl/>
        </w:rPr>
        <w:t>عليه‌السلام</w:t>
      </w:r>
      <w:r>
        <w:rPr>
          <w:rtl/>
        </w:rPr>
        <w:t xml:space="preserve"> نقل مى نمايند كه رسول خدا </w:t>
      </w:r>
      <w:r w:rsidR="00E60DFB" w:rsidRPr="00A3483A">
        <w:rPr>
          <w:rStyle w:val="libAlaemChar"/>
          <w:rtl/>
        </w:rPr>
        <w:t>صلى‌الله‌عليه‌وآله</w:t>
      </w:r>
      <w:r w:rsidR="00E60DFB">
        <w:rPr>
          <w:rtl/>
        </w:rPr>
        <w:t xml:space="preserve"> </w:t>
      </w:r>
      <w:r>
        <w:rPr>
          <w:rtl/>
        </w:rPr>
        <w:t xml:space="preserve">فرمودند: همانا جايى در جهنم هست كه كسى سزاوار آن نمى شود، جز با كشتن امام حسين </w:t>
      </w:r>
      <w:r w:rsidRPr="00A3483A">
        <w:rPr>
          <w:rStyle w:val="libAlaemChar"/>
          <w:rtl/>
        </w:rPr>
        <w:t>عليه‌السلام</w:t>
      </w:r>
      <w:r>
        <w:rPr>
          <w:rtl/>
        </w:rPr>
        <w:t xml:space="preserve"> يا حضرت يحيى </w:t>
      </w:r>
      <w:r w:rsidRPr="00A3483A">
        <w:rPr>
          <w:rStyle w:val="libAlaemChar"/>
          <w:rtl/>
        </w:rPr>
        <w:t>عليه‌السلام</w:t>
      </w:r>
      <w:r>
        <w:rPr>
          <w:rtl/>
        </w:rPr>
        <w:t xml:space="preserve"> .</w:t>
      </w:r>
    </w:p>
    <w:p w:rsidR="00A679DB" w:rsidRDefault="00A679DB" w:rsidP="00A3483A">
      <w:pPr>
        <w:pStyle w:val="libNormal"/>
        <w:rPr>
          <w:rtl/>
        </w:rPr>
      </w:pPr>
      <w:r>
        <w:rPr>
          <w:rtl/>
        </w:rPr>
        <w:t xml:space="preserve">حديث : ٣ حدثنى محمد بن على ماجيلويه رضى الله عنه قال حدثنى محمد بن يحيى العطار عن محمد بن احمد عن محمد بن الحسين عن محمد بن سنان </w:t>
      </w:r>
      <w:r>
        <w:rPr>
          <w:rtl/>
        </w:rPr>
        <w:lastRenderedPageBreak/>
        <w:t xml:space="preserve">عن بعض اصحابه عن ابى عبدالله </w:t>
      </w:r>
      <w:r w:rsidRPr="00A3483A">
        <w:rPr>
          <w:rStyle w:val="libAlaemChar"/>
          <w:rtl/>
        </w:rPr>
        <w:t>عليه‌السلام</w:t>
      </w:r>
      <w:r>
        <w:rPr>
          <w:rtl/>
        </w:rPr>
        <w:t xml:space="preserve"> قال قال رسول الله </w:t>
      </w:r>
      <w:r w:rsidR="00E60DFB" w:rsidRPr="00A3483A">
        <w:rPr>
          <w:rStyle w:val="libAlaemChar"/>
          <w:rtl/>
        </w:rPr>
        <w:t>صلى‌الله‌عليه‌وآله</w:t>
      </w:r>
      <w:r w:rsidR="00E60DFB">
        <w:rPr>
          <w:rtl/>
        </w:rPr>
        <w:t xml:space="preserve"> </w:t>
      </w:r>
      <w:r>
        <w:rPr>
          <w:rtl/>
        </w:rPr>
        <w:t xml:space="preserve">اذا كان يوم القيامه نصب لفاطمه </w:t>
      </w:r>
      <w:r w:rsidR="00A3483A" w:rsidRPr="00A3483A">
        <w:rPr>
          <w:rStyle w:val="libAlaemChar"/>
          <w:rtl/>
        </w:rPr>
        <w:t>عليه‌السلام</w:t>
      </w:r>
      <w:r w:rsidR="00A3483A">
        <w:rPr>
          <w:rtl/>
        </w:rPr>
        <w:t xml:space="preserve"> </w:t>
      </w:r>
      <w:r>
        <w:rPr>
          <w:rtl/>
        </w:rPr>
        <w:t xml:space="preserve">قبه من نور و اقبل الحسين </w:t>
      </w:r>
      <w:r w:rsidRPr="00A3483A">
        <w:rPr>
          <w:rStyle w:val="libAlaemChar"/>
          <w:rtl/>
        </w:rPr>
        <w:t>عليه‌السلام</w:t>
      </w:r>
      <w:r>
        <w:rPr>
          <w:rtl/>
        </w:rPr>
        <w:t xml:space="preserve"> راسه على يده فاذا راته شهقت شهقه لا يبقى فى الجمع ملك مقرب و لا نبى مرسل و لا عبد مومن الا بكى لها فيمثل الله عزوجل رجلا لها فى احسن صوره و هو يخاصم قتلته بلا راس ‍ فيجمع الله قتلته و المجهزين عليه و من شرك فى قتله فيقتلهم حتى اتى على آخر هم ثم ينشرون فيقتلهم امير المومنين </w:t>
      </w:r>
      <w:r w:rsidRPr="00A3483A">
        <w:rPr>
          <w:rStyle w:val="libAlaemChar"/>
          <w:rtl/>
        </w:rPr>
        <w:t>عليه‌السلام</w:t>
      </w:r>
      <w:r>
        <w:rPr>
          <w:rtl/>
        </w:rPr>
        <w:t xml:space="preserve"> ثم ينشرون فيقتلهم الحسن </w:t>
      </w:r>
      <w:r w:rsidRPr="00A3483A">
        <w:rPr>
          <w:rStyle w:val="libAlaemChar"/>
          <w:rtl/>
        </w:rPr>
        <w:t>عليه‌السلام</w:t>
      </w:r>
      <w:r>
        <w:rPr>
          <w:rtl/>
        </w:rPr>
        <w:t xml:space="preserve"> ثم ينشرون فيقتلهم الحسين </w:t>
      </w:r>
      <w:r w:rsidRPr="00A3483A">
        <w:rPr>
          <w:rStyle w:val="libAlaemChar"/>
          <w:rtl/>
        </w:rPr>
        <w:t>عليه‌السلام</w:t>
      </w:r>
      <w:r>
        <w:rPr>
          <w:rtl/>
        </w:rPr>
        <w:t xml:space="preserve"> ثم ينشرون فلا يبقى من ذريتنا احد الا قتلهم قتله فعند ذلك يكشف الغيظ و ينسى الحزن ثم قال ابو عبدالله </w:t>
      </w:r>
      <w:r w:rsidRPr="00A3483A">
        <w:rPr>
          <w:rStyle w:val="libAlaemChar"/>
          <w:rtl/>
        </w:rPr>
        <w:t>عليه‌السلام</w:t>
      </w:r>
      <w:r>
        <w:rPr>
          <w:rtl/>
        </w:rPr>
        <w:t xml:space="preserve"> : رحم الله شيعتنا، شيعتنا و الله المومنون فقد و الله شركونا فى المصيبته بطول الحزن و الحسره .</w:t>
      </w:r>
    </w:p>
    <w:p w:rsidR="00A679DB" w:rsidRDefault="00A679DB" w:rsidP="00A679DB">
      <w:pPr>
        <w:pStyle w:val="libNormal"/>
        <w:rPr>
          <w:rtl/>
        </w:rPr>
      </w:pPr>
      <w:r>
        <w:rPr>
          <w:rtl/>
        </w:rPr>
        <w:t>ترجمه :</w:t>
      </w:r>
    </w:p>
    <w:p w:rsidR="00A679DB" w:rsidRDefault="00A679DB" w:rsidP="00BC23ED">
      <w:pPr>
        <w:pStyle w:val="libNormal"/>
        <w:rPr>
          <w:rtl/>
        </w:rPr>
      </w:pPr>
      <w:r>
        <w:rPr>
          <w:rtl/>
        </w:rPr>
        <w:t xml:space="preserve">٣. امام صادق </w:t>
      </w:r>
      <w:r w:rsidRPr="00A3483A">
        <w:rPr>
          <w:rStyle w:val="libAlaemChar"/>
          <w:rtl/>
        </w:rPr>
        <w:t>عليه‌السلام</w:t>
      </w:r>
      <w:r>
        <w:rPr>
          <w:rtl/>
        </w:rPr>
        <w:t xml:space="preserve"> نقل مى نمايند كه رسول خدا </w:t>
      </w:r>
      <w:r w:rsidR="00E60DFB" w:rsidRPr="00A3483A">
        <w:rPr>
          <w:rStyle w:val="libAlaemChar"/>
          <w:rtl/>
        </w:rPr>
        <w:t>صلى‌الله‌عليه‌وآله</w:t>
      </w:r>
      <w:r w:rsidR="00E60DFB">
        <w:rPr>
          <w:rtl/>
        </w:rPr>
        <w:t xml:space="preserve"> </w:t>
      </w:r>
      <w:r>
        <w:rPr>
          <w:rtl/>
        </w:rPr>
        <w:t xml:space="preserve">فرمودند: هنگامى كه روز قيامت فرا رسد، گنبدى از نور براى فاطمه </w:t>
      </w:r>
      <w:r w:rsidR="00A3483A" w:rsidRPr="00A3483A">
        <w:rPr>
          <w:rStyle w:val="libAlaemChar"/>
          <w:rtl/>
        </w:rPr>
        <w:t>عليه‌السلام</w:t>
      </w:r>
      <w:r w:rsidR="00A3483A">
        <w:rPr>
          <w:rtl/>
        </w:rPr>
        <w:t xml:space="preserve"> </w:t>
      </w:r>
      <w:r>
        <w:rPr>
          <w:rtl/>
        </w:rPr>
        <w:t xml:space="preserve">مى سازند. در اين هنگام در حالى كه امام حسين </w:t>
      </w:r>
      <w:r w:rsidRPr="00BC23ED">
        <w:rPr>
          <w:rStyle w:val="libAlaemChar"/>
          <w:rtl/>
        </w:rPr>
        <w:t>عليه‌السلام</w:t>
      </w:r>
      <w:r>
        <w:rPr>
          <w:rtl/>
        </w:rPr>
        <w:t xml:space="preserve"> سرش را در دست گرفته . بسوى گنبد مى آيد. همين كه حضرت فاطمه </w:t>
      </w:r>
      <w:r w:rsidR="00BC23ED" w:rsidRPr="00A3483A">
        <w:rPr>
          <w:rStyle w:val="libAlaemChar"/>
          <w:rtl/>
        </w:rPr>
        <w:t>عليه‌السلام</w:t>
      </w:r>
      <w:r w:rsidR="00BC23ED">
        <w:rPr>
          <w:rtl/>
        </w:rPr>
        <w:t xml:space="preserve"> </w:t>
      </w:r>
      <w:r>
        <w:rPr>
          <w:rtl/>
        </w:rPr>
        <w:t xml:space="preserve">او را مى بيند، چنان مى گريد كه در صحراى محشر همه فرشتگان مقرب ، پيامبران مرسل و بندگان مومن به گريه مى افتند، آنگاه خداوند مردى را بصورت مثال ، بدون سر، و به بهترين شكل مى آفريند تا با قاتلان حسين </w:t>
      </w:r>
      <w:r w:rsidRPr="00BC23ED">
        <w:rPr>
          <w:rStyle w:val="libAlaemChar"/>
          <w:rtl/>
        </w:rPr>
        <w:t>عليه‌السلام</w:t>
      </w:r>
      <w:r>
        <w:rPr>
          <w:rtl/>
        </w:rPr>
        <w:t xml:space="preserve"> بستيزد و مبارزه كند. سپس خداوند قاتلان و تمام كسانى كه در قتل او شركت داشتند، را جمع نموده و آن مثال همه آنها را مى كشد. دوباره زنده مى شوند و امير المومنين </w:t>
      </w:r>
      <w:r w:rsidRPr="00BC23ED">
        <w:rPr>
          <w:rStyle w:val="libAlaemChar"/>
          <w:rtl/>
        </w:rPr>
        <w:t>عليه‌السلام</w:t>
      </w:r>
      <w:r>
        <w:rPr>
          <w:rtl/>
        </w:rPr>
        <w:t xml:space="preserve"> آنها را مى كشد. دوباره زنده مى شوند و امام حسن </w:t>
      </w:r>
      <w:r w:rsidRPr="00BC23ED">
        <w:rPr>
          <w:rStyle w:val="libAlaemChar"/>
          <w:rtl/>
        </w:rPr>
        <w:t>عليه‌السلام</w:t>
      </w:r>
      <w:r>
        <w:rPr>
          <w:rtl/>
        </w:rPr>
        <w:t xml:space="preserve"> آنها را مى كشد. دوباره زنده مى شوند و امام حسين </w:t>
      </w:r>
      <w:r w:rsidRPr="00BC23ED">
        <w:rPr>
          <w:rStyle w:val="libAlaemChar"/>
          <w:rtl/>
        </w:rPr>
        <w:t>عليه‌السلام</w:t>
      </w:r>
      <w:r>
        <w:rPr>
          <w:rtl/>
        </w:rPr>
        <w:t xml:space="preserve"> آنها را مى كشد و در اين هنگام خشمها فروكش كرده و غمها فراموش مى </w:t>
      </w:r>
      <w:r>
        <w:rPr>
          <w:rtl/>
        </w:rPr>
        <w:lastRenderedPageBreak/>
        <w:t xml:space="preserve">شود. آنگاه امام صادق </w:t>
      </w:r>
      <w:r w:rsidRPr="00BC23ED">
        <w:rPr>
          <w:rStyle w:val="libAlaemChar"/>
          <w:rtl/>
        </w:rPr>
        <w:t>عليه‌السلام</w:t>
      </w:r>
      <w:r>
        <w:rPr>
          <w:rtl/>
        </w:rPr>
        <w:t xml:space="preserve"> فرمودند: خدا شيعيان ما را رحمت كند. بخدا سوگند شيعيان ما مومنين حقيقى هستند. بخدا سوگند كه در اين مصيبت با غم و اندوه طولانى با ما شريك شدند.</w:t>
      </w:r>
    </w:p>
    <w:p w:rsidR="00A679DB" w:rsidRDefault="00A679DB" w:rsidP="00A679DB">
      <w:pPr>
        <w:pStyle w:val="libNormal"/>
        <w:rPr>
          <w:rtl/>
        </w:rPr>
      </w:pPr>
      <w:r>
        <w:rPr>
          <w:rtl/>
        </w:rPr>
        <w:t xml:space="preserve">حديث : ٤ حدثنى محمد بن الحسن رضى الله عنه قال : حدثنى محمد بن الحسن الصفار عن احمد بن محمد عن محمد بن سنان عن اسماعيل بن جابر عن ابى عبدالله </w:t>
      </w:r>
      <w:r w:rsidRPr="00BC23ED">
        <w:rPr>
          <w:rStyle w:val="libAlaemChar"/>
          <w:rtl/>
        </w:rPr>
        <w:t>عليه‌السلام</w:t>
      </w:r>
      <w:r>
        <w:rPr>
          <w:rtl/>
        </w:rPr>
        <w:t xml:space="preserve"> قال : سمعته يقول : القائم و الله يقتل ذرارى قتله الحسين عليه‌السلام بفعال آبائها.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BC23ED">
        <w:rPr>
          <w:rStyle w:val="libAlaemChar"/>
          <w:rtl/>
        </w:rPr>
        <w:t>عليه‌السلام</w:t>
      </w:r>
      <w:r>
        <w:rPr>
          <w:rtl/>
        </w:rPr>
        <w:t xml:space="preserve"> فرمودند: بخدا سوگند قائم آل محمد </w:t>
      </w:r>
      <w:r w:rsidRPr="00BC23ED">
        <w:rPr>
          <w:rStyle w:val="libAlaemChar"/>
          <w:rtl/>
        </w:rPr>
        <w:t>عليه‌السلام</w:t>
      </w:r>
      <w:r>
        <w:rPr>
          <w:rtl/>
        </w:rPr>
        <w:t xml:space="preserve"> دودمان قاتلان امام حسين </w:t>
      </w:r>
      <w:r w:rsidRPr="00BC23ED">
        <w:rPr>
          <w:rStyle w:val="libAlaemChar"/>
          <w:rtl/>
        </w:rPr>
        <w:t>عليه‌السلام</w:t>
      </w:r>
      <w:r>
        <w:rPr>
          <w:rtl/>
        </w:rPr>
        <w:t xml:space="preserve"> را بخاطر كار پدرانشان مى كشد (ظاهرا بخاطر رضايت آنان به كار پدرانشان .)</w:t>
      </w:r>
    </w:p>
    <w:p w:rsidR="00A679DB" w:rsidRDefault="00A679DB" w:rsidP="00A679DB">
      <w:pPr>
        <w:pStyle w:val="libNormal"/>
        <w:rPr>
          <w:rtl/>
        </w:rPr>
      </w:pPr>
      <w:r>
        <w:rPr>
          <w:rtl/>
        </w:rPr>
        <w:t xml:space="preserve">حديث : ٥ حدثنى محمد بن موسى بن المتوكل قال : حدثنى محمد بن يحيى العطار عن محمد بن احمد عن يعقوب بن يزييد عن محمد بن منصور عن رجل عن شريك يرفعه قال : قال رسول الله </w:t>
      </w:r>
      <w:r w:rsidR="00E60DFB" w:rsidRPr="00BC23ED">
        <w:rPr>
          <w:rStyle w:val="libAlaemChar"/>
          <w:rtl/>
        </w:rPr>
        <w:t>صلى‌الله‌عليه‌وآله</w:t>
      </w:r>
      <w:r w:rsidR="00E60DFB">
        <w:rPr>
          <w:rtl/>
        </w:rPr>
        <w:t xml:space="preserve"> </w:t>
      </w:r>
      <w:r>
        <w:rPr>
          <w:rtl/>
        </w:rPr>
        <w:t xml:space="preserve">اذا كان يوم القيامه جاءت فاطمه عليهاالسلام فى لمه من نسائها فيقال لها: ادخلى الجنه فتقول : لا ادخل حتى اعلم ما صنع بولدى من بعدى فيقال لها: انظرى فى قلب القيامه فتنظر الى الحسين عليه‌السلام قائما و لبس عليه راس ‍ فتصرخ صرخه و اصرخ لصراخها و تصرخ الملائكه لصراخنا فيغضب الله عزوجل لنا عند ذلك فيامر نارا يقال لها: هبهب قد اوقد عليها الف عام حتى اسودت لا يدخلها روح ابدا و لا يخرج منها غم ابدا فيقال : التقطى قتله الحسين و حمله القرآن فتلتقطهم فاذا صاروا فى حوصلتها صهلت و صلهوا بها و شهقت و شهقوا بها و زفرت و زفروا بها فينطقون بالسنه </w:t>
      </w:r>
      <w:r>
        <w:rPr>
          <w:rtl/>
        </w:rPr>
        <w:lastRenderedPageBreak/>
        <w:t>ذلقه طلقه يا ربنا فبما اوجبت لنا النار قبل عبده الاوثان فياتيهم الجواب عن الله تعالى : ان من علم ليس كمن لا يعمل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رسول خدا </w:t>
      </w:r>
      <w:r w:rsidR="00E60DFB" w:rsidRPr="00BC23ED">
        <w:rPr>
          <w:rStyle w:val="libAlaemChar"/>
          <w:rtl/>
        </w:rPr>
        <w:t>صلى‌الله‌عليه‌وآله</w:t>
      </w:r>
      <w:r w:rsidR="00E60DFB">
        <w:rPr>
          <w:rtl/>
        </w:rPr>
        <w:t xml:space="preserve"> </w:t>
      </w:r>
      <w:r>
        <w:rPr>
          <w:rtl/>
        </w:rPr>
        <w:t xml:space="preserve">فرمودند: در روز قيامت حضرت فاطمه </w:t>
      </w:r>
      <w:r w:rsidRPr="00BC23ED">
        <w:rPr>
          <w:rStyle w:val="libAlaemChar"/>
          <w:rtl/>
        </w:rPr>
        <w:t>عليهاالسلام</w:t>
      </w:r>
      <w:r>
        <w:rPr>
          <w:rtl/>
        </w:rPr>
        <w:t xml:space="preserve"> همراه با زنان همدم خود مى آيد. به او مى گويند به بهشت برو. مى گويد: تا زمانى كه ندانم پس از من با فرزندم چه كردند، نمى روم . به او مى گويند به وسط عرصه قيامت بنگر. او نيز مى نگرد و امام حسين </w:t>
      </w:r>
      <w:r w:rsidRPr="00BC23ED">
        <w:rPr>
          <w:rStyle w:val="libAlaemChar"/>
          <w:rtl/>
        </w:rPr>
        <w:t>عليه‌السلام</w:t>
      </w:r>
      <w:r>
        <w:rPr>
          <w:rtl/>
        </w:rPr>
        <w:t xml:space="preserve"> را بدون سر، و ايستاده مى بيند. فريادى كشيده و من نيز از فرياد او فرياد مى كشم . فرشتگان نيز از فرياد ما فرياد مى زنند. در اين هنگام خداوند عزوجل خشمگين شده و به آتشى كه به آن «هبهب» مى گويند و هزار سال افروخته شده تا سياه شده است و هيچ گونه شادى در آن وجود نداشته و غمى از آن بيرون نمى رود ( يعنى سراسر رنج و مصيبت است)، دستور مى فرمايد: قاتلان حسين و حاملين قرآن را پيدا كن ( يعنى گرچه قاتلان حامل قرآن باشند)، او آنها را پيدا مى كند و مى خورد و شيهه مى كشد، آنان نيز شيهه مى كشند، مى گريد، آنان نيز مى گريند و مى غرد، آنان نيز مى غرند. آنگاه با زبانى گويا و فصيح مى گويند :خدايا ! را قبل از بت پرستان ما را به آتش كشيدى ؟ از خداوند جواب مى رسد كه : كسى كه مى داند مانند كسى كه نمى داند نيست ( شما با آگاهى جنايت كرديد.)</w:t>
      </w:r>
    </w:p>
    <w:p w:rsidR="00A679DB" w:rsidRDefault="00A679DB" w:rsidP="00A679DB">
      <w:pPr>
        <w:pStyle w:val="libNormal"/>
        <w:rPr>
          <w:rtl/>
        </w:rPr>
      </w:pPr>
      <w:r>
        <w:rPr>
          <w:rtl/>
        </w:rPr>
        <w:t xml:space="preserve">حديث : ٦ حدثنى محمد بن موسى بن المتوكل رضى الله عنه قال : حدثنى محمد بن يحيى العطار عن محمد بن احمد عن احمد بن محمد عن ابيه عن عبدالله بن عبدالرحمن الاصم قال : حدثنى عبدالله بن بكر الارجانى قال : صحبت ابا عبدالله عليه‌السلام فى طريق مكه من المدينه فنزل منزلا يقال له عسفان ثم </w:t>
      </w:r>
      <w:r>
        <w:rPr>
          <w:rtl/>
        </w:rPr>
        <w:lastRenderedPageBreak/>
        <w:t xml:space="preserve">مررنا بجبل اسود على يسار الطريق وحش ‍ فقلت : يا ابن رسول الله ما اوحش هذا الجبل ما رايت فى الطريق جبلا مثله فقال : يا ابن بكر اتدرى اى جبل هذا. هذا جبل يقال له : الكمد و هو على واد من اوديه جهنم فيه قتله ابى الحسين </w:t>
      </w:r>
      <w:r w:rsidRPr="00BC23ED">
        <w:rPr>
          <w:rStyle w:val="libAlaemChar"/>
          <w:rtl/>
        </w:rPr>
        <w:t>عليه‌السلام</w:t>
      </w:r>
      <w:r>
        <w:rPr>
          <w:rtl/>
        </w:rPr>
        <w:t xml:space="preserve"> و استودعهم الله يجرى من تحته مياه جهنم من الغسلين و الصديد و الحميم الان و ما يخرج الحطمه و ما يخرج من سقر و ما يخرج من الجحيم و ما يخرج من الهاويه و ما يخرج من السعير و ما مررت بهذاالجبل فى مسيرى فوقفت الا رايتهما يستغيثان و يتضرعان و انى لانظر الى قتله ابى فاتول لهما: ان هولاء انما فعلوا لما اسستما لم ترحمونا اذ وليتم و قتلتمونا و حرمتمونا و وثبتم على حقنا و استبددتم بالامر دوننا فلا يرحم الله من يرحمكما ذوقا و بال ما صنعتما و ما الله بظالم للعبيد.</w:t>
      </w:r>
    </w:p>
    <w:p w:rsidR="00A679DB" w:rsidRDefault="00A679DB" w:rsidP="00A679DB">
      <w:pPr>
        <w:pStyle w:val="libNormal"/>
        <w:rPr>
          <w:rtl/>
        </w:rPr>
      </w:pPr>
      <w:r>
        <w:rPr>
          <w:rtl/>
        </w:rPr>
        <w:t>ترجمه :</w:t>
      </w:r>
    </w:p>
    <w:p w:rsidR="00A679DB" w:rsidRDefault="00A679DB" w:rsidP="00BC23ED">
      <w:pPr>
        <w:pStyle w:val="libNormal"/>
        <w:rPr>
          <w:rtl/>
        </w:rPr>
      </w:pPr>
      <w:r>
        <w:rPr>
          <w:rtl/>
        </w:rPr>
        <w:t xml:space="preserve">٦. عبدالله بن بكر ارجانى مى گويد با امام صادق </w:t>
      </w:r>
      <w:r w:rsidRPr="00BC23ED">
        <w:rPr>
          <w:rStyle w:val="libAlaemChar"/>
          <w:rtl/>
        </w:rPr>
        <w:t>عليه‌السلام</w:t>
      </w:r>
      <w:r>
        <w:rPr>
          <w:rtl/>
        </w:rPr>
        <w:t xml:space="preserve"> در مسافرت از مدينه به</w:t>
      </w:r>
      <w:r w:rsidR="00BC23ED">
        <w:t xml:space="preserve"> </w:t>
      </w:r>
      <w:r>
        <w:rPr>
          <w:rtl/>
        </w:rPr>
        <w:t xml:space="preserve">مكه همراه بودم به توقفگاهى به نام «عسفان» رسيده و آنجا توقف كرديم . آنگاه حركت كرده و در راه كوه سياه وحشتناكى ديديم . عرض ‍ كردم : اى پسر رسول خدا ! چقدر اين كوه وحشتناك است ! اولين بار است كه در راه به چنين كوهى بر مى خوريم . آن حضرت </w:t>
      </w:r>
      <w:r w:rsidRPr="00BC23ED">
        <w:rPr>
          <w:rStyle w:val="libAlaemChar"/>
          <w:rtl/>
        </w:rPr>
        <w:t>عليه‌السلام</w:t>
      </w:r>
      <w:r>
        <w:rPr>
          <w:rtl/>
        </w:rPr>
        <w:t xml:space="preserve"> فرمودند: مى دانى اين چه كوهى است ؟ اين كوه «كمد» نام دارد و بر دره اى از دره هاى جهنم كه خداوند قاتلان امام حسين </w:t>
      </w:r>
      <w:r w:rsidRPr="00BC23ED">
        <w:rPr>
          <w:rStyle w:val="libAlaemChar"/>
          <w:rtl/>
        </w:rPr>
        <w:t>عليه‌السلام</w:t>
      </w:r>
      <w:r>
        <w:rPr>
          <w:rtl/>
        </w:rPr>
        <w:t xml:space="preserve"> را در آن جاى داده است ، قرار دارد. و زير آن آبهاى جهنم جارى است ، يعنى چرك و خون جهنميان و آلودگى هاى آنان ، آب جوش سوزان ، چركهايى كه از فرج زناكاران خ</w:t>
      </w:r>
      <w:r w:rsidR="00BC23ED">
        <w:rPr>
          <w:rFonts w:hint="cs"/>
          <w:rtl/>
          <w:lang w:bidi="fa-IR"/>
        </w:rPr>
        <w:t>ا</w:t>
      </w:r>
      <w:r>
        <w:rPr>
          <w:rtl/>
        </w:rPr>
        <w:t xml:space="preserve">رج مى شود و آبهايى كه از «جهنم»، «لظى»، (حطمه»، «سقر»، «جحيم» و (هاويه» و «سعير» بيرون مى آيد. هرگاه كه از اينجا عبور مى كنم و اين كوه را مى بينم ، مى ايستم و آن دو نفر را مى بينم كه </w:t>
      </w:r>
      <w:r>
        <w:rPr>
          <w:rtl/>
        </w:rPr>
        <w:lastRenderedPageBreak/>
        <w:t>گريه و كمك مى خواهند. به قاتلان پدرم نگريسته و به آن دو مى گويم : بدون شك شما اين كار آنان را پى ريزى كرديد. هنگامى كه قدرت را به دست گرفتيد، به ما رحم نكرديد، ما را كشتيد، محروم كرديد، حق ما را پايمال نموده و بدون در نظر گرفتن ما هر كاريى خواستيد انجام داديد. خدا رحم نكند به كسى كه به شما رحم كند ! مجازات كار خود را بچشيد كه خدا به بندگان خود هيچ ظلمى نمى كند.</w:t>
      </w:r>
    </w:p>
    <w:p w:rsidR="00A679DB" w:rsidRDefault="00A679DB" w:rsidP="00BC23ED">
      <w:pPr>
        <w:pStyle w:val="libNormal"/>
        <w:rPr>
          <w:rtl/>
        </w:rPr>
      </w:pPr>
      <w:r>
        <w:rPr>
          <w:rtl/>
        </w:rPr>
        <w:t xml:space="preserve">حديث : ٧ و بهذاالاسناد عن محمد بن احمد عن محمد بن الحسين عن نصر بن مزاحم عن عمر بن سعد عن محمد بن يحيى الحجازى عن اسماعيل بن داود ابى العباس الاسدى عن سعيد بن الخليل عن يعقوب بن سليمان قال : سمرت انا و نفر ذات ليله فتذاكرنا قتل الحسين </w:t>
      </w:r>
      <w:r w:rsidR="00BC23ED" w:rsidRPr="00A3483A">
        <w:rPr>
          <w:rStyle w:val="libAlaemChar"/>
          <w:rtl/>
        </w:rPr>
        <w:t>عليه‌السلام</w:t>
      </w:r>
      <w:r w:rsidR="00BC23ED">
        <w:rPr>
          <w:rtl/>
        </w:rPr>
        <w:t xml:space="preserve"> </w:t>
      </w:r>
      <w:r>
        <w:rPr>
          <w:rtl/>
        </w:rPr>
        <w:t>فقال رجل من القوم : ما تلبس احد بقتله الا اصابه بلاء فى اهله و ماله و نفسه فقال شيخ من القوم فهو و الله ممن شهد قتله و اعان عليه فما اصابه الى الان امر يكره فمقته القوم و تغير السراج و كان دهنه نفطا فقام اليه ليصلحه فاخذت النار باصبعه فنفخها فاخذت بلحيته فخرج يبادر الى الماء فالقى نفسه فى النهر و جعلت النار ترفرفت على راسه فاذا اخرجه احرقته حتى ما لعنه الله .</w:t>
      </w:r>
    </w:p>
    <w:p w:rsidR="00A679DB" w:rsidRDefault="00A679DB" w:rsidP="00A679DB">
      <w:pPr>
        <w:pStyle w:val="libNormal"/>
        <w:rPr>
          <w:rtl/>
        </w:rPr>
      </w:pPr>
      <w:r>
        <w:rPr>
          <w:rtl/>
        </w:rPr>
        <w:t>ترجمه :</w:t>
      </w:r>
    </w:p>
    <w:p w:rsidR="00A679DB" w:rsidRDefault="00A679DB" w:rsidP="00BC23ED">
      <w:pPr>
        <w:pStyle w:val="libNormal"/>
        <w:rPr>
          <w:rtl/>
        </w:rPr>
      </w:pPr>
      <w:r>
        <w:rPr>
          <w:rtl/>
        </w:rPr>
        <w:t xml:space="preserve">٧. يعقوب بن سليمان مى گويد: شبى با عده اى نشسته و درباره شهادت امام حسين </w:t>
      </w:r>
      <w:r w:rsidRPr="00BC23ED">
        <w:rPr>
          <w:rStyle w:val="libAlaemChar"/>
          <w:rtl/>
        </w:rPr>
        <w:t>عليه‌السلام</w:t>
      </w:r>
      <w:r>
        <w:rPr>
          <w:rtl/>
        </w:rPr>
        <w:t xml:space="preserve"> صحبت مى كرديم . يكى از اهل مجلس گفت : همه كسانى كه در قتل امام حسين </w:t>
      </w:r>
      <w:r w:rsidRPr="00BC23ED">
        <w:rPr>
          <w:rStyle w:val="libAlaemChar"/>
          <w:rtl/>
        </w:rPr>
        <w:t>عليه‌السلام</w:t>
      </w:r>
      <w:r>
        <w:rPr>
          <w:rtl/>
        </w:rPr>
        <w:t xml:space="preserve"> شركت كردند، دچار بلاى جانى يا مالى شده يا خانواده اش گرفتار بلايى شده است . پيرمردى كه در آنجا حضور داشت ، گفت : من نيز در قتل او شركت داشته ام ، ولى تاكنون هيچ حادثه ناگوارى نديده ام . اهل مجلس سخت بر او خشم گرفتند. ناگهان چراغ نفتى </w:t>
      </w:r>
      <w:r w:rsidRPr="00BC23ED">
        <w:rPr>
          <w:rStyle w:val="libFootnotenumChar"/>
          <w:rtl/>
        </w:rPr>
        <w:t>(١٣٩)</w:t>
      </w:r>
      <w:r>
        <w:rPr>
          <w:rtl/>
        </w:rPr>
        <w:t xml:space="preserve"> خراب شد. برخاست </w:t>
      </w:r>
      <w:r>
        <w:rPr>
          <w:rtl/>
        </w:rPr>
        <w:lastRenderedPageBreak/>
        <w:t xml:space="preserve">كه درستش كند، انگشتانش آتش گرفت . انگشتانش را فوت كرد، ريشش هم آتش گرفت . بيرون رفت كه آتش را با </w:t>
      </w:r>
      <w:r w:rsidR="00BC23ED">
        <w:rPr>
          <w:rFonts w:hint="cs"/>
          <w:rtl/>
        </w:rPr>
        <w:t>آ</w:t>
      </w:r>
      <w:r>
        <w:rPr>
          <w:rtl/>
        </w:rPr>
        <w:t xml:space="preserve">ب خاموش كند. خود را در رودخانه انداخت ولى باز هم آتش بالاى سرش ‍ مى چرخيد و همين كه سرش را از </w:t>
      </w:r>
      <w:r w:rsidR="00BC23ED">
        <w:rPr>
          <w:rFonts w:hint="cs"/>
          <w:rtl/>
        </w:rPr>
        <w:t>آ</w:t>
      </w:r>
      <w:r>
        <w:rPr>
          <w:rtl/>
        </w:rPr>
        <w:t>ب بيرون مى آورد، با آتش مى سوخت و باين ترتيب مرد. خدا لعنتش كند.</w:t>
      </w:r>
    </w:p>
    <w:p w:rsidR="00A679DB" w:rsidRDefault="00A679DB" w:rsidP="00A679DB">
      <w:pPr>
        <w:pStyle w:val="libNormal"/>
        <w:rPr>
          <w:rtl/>
        </w:rPr>
      </w:pPr>
      <w:r>
        <w:rPr>
          <w:rtl/>
        </w:rPr>
        <w:t xml:space="preserve">حديث : ٨ و بهذاالاسناد عن عمر بن سعد عن القاسم بن الاصبغ بن نباته قال :قدم علينا رجل من بنى دارم ممن شهد قتل الحسين </w:t>
      </w:r>
      <w:r w:rsidRPr="00BC23ED">
        <w:rPr>
          <w:rStyle w:val="libAlaemChar"/>
          <w:rtl/>
        </w:rPr>
        <w:t>عليه‌السلام</w:t>
      </w:r>
      <w:r>
        <w:rPr>
          <w:rtl/>
        </w:rPr>
        <w:t xml:space="preserve"> مسعود الوجه و كان رجلا جميلا شديد البياض فقلت له : ما كدت اعرفك لتغير لونك فقال : قتلت رجلا من اصحاب الحسين ابيض بين عينيه اثر السجود و جئت براسه فقال القاسم : لقد رايته على فرس له مرحا و قد علق الراس ‍ بلبانها و هو يصيب ركبتيها قال : فقلت لابى : لو انه رفع الراس قليلا اماترى ما تصنع به الفرس بيديها فقال لى : يا بنى ما يصنع به اشد لقد حدثنى فقال : ما نمت ليله منذ قتلته الا اتانى فى منامى حتى ياخذ بكتفى فيقودنى و يقول : انطلق فينطلق بى الى جهنم فيقذف بى فيها حتى اصبح قال : فسمعت بذلك جاره له فقالت : ما يدعنا ننام شيئا من الليل من صياحه قال : فقمت فى شباب من الحى فاتينا امراته فسالناها فقالت : قد ابدى على نفسه قد صدقكم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«قاسم بن اصبغ بن نباته) مى گويد: شخص زيبا و بسيار سفيدى از قبيله «بنى دارم) كه شاهد قتل امام حسين </w:t>
      </w:r>
      <w:r w:rsidRPr="00BC23ED">
        <w:rPr>
          <w:rStyle w:val="libAlaemChar"/>
          <w:rtl/>
        </w:rPr>
        <w:t>عليه‌السلام</w:t>
      </w:r>
      <w:r>
        <w:rPr>
          <w:rtl/>
        </w:rPr>
        <w:t xml:space="preserve"> بود، را ديدم كه سياه رو شده بود. به او گفتم بخاطر تغيير رنگ صورتت بزحمت تو را شناختم و گفت : مرد سفيدرويى از ياران حسين را كه بر پيشانيش اثر سجده بود، كشته و سر او را بهمراه بردم .</w:t>
      </w:r>
    </w:p>
    <w:p w:rsidR="00A679DB" w:rsidRDefault="00A679DB" w:rsidP="00BC23ED">
      <w:pPr>
        <w:pStyle w:val="libNormal"/>
        <w:rPr>
          <w:rtl/>
        </w:rPr>
      </w:pPr>
      <w:r>
        <w:rPr>
          <w:rtl/>
        </w:rPr>
        <w:lastRenderedPageBreak/>
        <w:t>«قاسم بن اصبغ بن نباته» مى گويد: (در روزى كه او را كشته بود) او را خوشحال و سوار بر اسب دبدم كه سر او را به سينه اسب آويزان كرده بود. و اين سر مرتب به دستان اسب مى خورد. به پدرم گفتم :كاش كمى آن سر را بال</w:t>
      </w:r>
      <w:r w:rsidR="00BC23ED">
        <w:rPr>
          <w:rFonts w:hint="cs"/>
          <w:rtl/>
        </w:rPr>
        <w:t>ا</w:t>
      </w:r>
      <w:r>
        <w:rPr>
          <w:rtl/>
        </w:rPr>
        <w:t xml:space="preserve"> مى برد. بين دستان اسب با آن سر چه مى كند. پدرم گفت : فرزندم ! بلايى كه بر سر او </w:t>
      </w:r>
      <w:r w:rsidR="00BC23ED">
        <w:rPr>
          <w:rFonts w:hint="cs"/>
          <w:rtl/>
        </w:rPr>
        <w:t>آ</w:t>
      </w:r>
      <w:r>
        <w:rPr>
          <w:rtl/>
        </w:rPr>
        <w:t>ورده اند، دردناكتر از اين بوده است .</w:t>
      </w:r>
    </w:p>
    <w:p w:rsidR="00A679DB" w:rsidRDefault="00A679DB" w:rsidP="00A679DB">
      <w:pPr>
        <w:pStyle w:val="libNormal"/>
        <w:rPr>
          <w:rtl/>
        </w:rPr>
      </w:pPr>
      <w:r>
        <w:rPr>
          <w:rtl/>
        </w:rPr>
        <w:t>همان شخص خودش به من گفت : از وقتى كه او را كشته ام ، هر شب در خواب به سراغم مى آيد، شانه ام را گرفته و مى گويد: راه بيفت ، مرا به جهنم برده و در آن مى اندازد تا صبح شود. يكى از همسران او كه صدايش را هنگام خواب شنيده بود. مى گويد: شب تا صبح از فرياد او خوابمان نمى برد.</w:t>
      </w:r>
    </w:p>
    <w:p w:rsidR="00A679DB" w:rsidRDefault="00A679DB" w:rsidP="00A679DB">
      <w:pPr>
        <w:pStyle w:val="libNormal"/>
        <w:rPr>
          <w:rtl/>
        </w:rPr>
      </w:pPr>
      <w:r>
        <w:rPr>
          <w:rtl/>
        </w:rPr>
        <w:t>«قاسم بن اصبغ بن نباته» مى گويد: با عده اى از جوانان قبيله پيش ‍ همسرش رفتيم و از همسرش حالات او را پرسيديم . او گفت : خودش همه چيز را گفته و راست گفته است .</w:t>
      </w:r>
    </w:p>
    <w:p w:rsidR="00A679DB" w:rsidRDefault="00A679DB" w:rsidP="00A679DB">
      <w:pPr>
        <w:pStyle w:val="libNormal"/>
        <w:rPr>
          <w:rtl/>
        </w:rPr>
      </w:pPr>
      <w:r>
        <w:rPr>
          <w:rtl/>
        </w:rPr>
        <w:t xml:space="preserve">حديث : ٩ و بهذاالاسناد عن عمر بن سعد قال : حدثنى ابو معاويه ، </w:t>
      </w:r>
      <w:r w:rsidRPr="00BC23ED">
        <w:rPr>
          <w:rStyle w:val="libAlaemChar"/>
          <w:rtl/>
        </w:rPr>
        <w:t>عليه‌السلام</w:t>
      </w:r>
      <w:r>
        <w:rPr>
          <w:rtl/>
        </w:rPr>
        <w:t xml:space="preserve"> عن الاعمش عن عمار بن عمير التميمى قال : لما جى براس ‍ عبيدالله بن زياد لعنه الله و رووس اصحابه عليهم غضب الله قال : انتهيت اليهم و الناس يقولون : قد جاءت قال : فجاءت حيه يتخلل الرووس حتى دخلت فى منخز عبيدالله بن زياد لعنه الله عليه ثم خرجت فدخلت فى المنخر الاخر.</w:t>
      </w:r>
    </w:p>
    <w:p w:rsidR="00A679DB" w:rsidRDefault="00A679DB" w:rsidP="00A679DB">
      <w:pPr>
        <w:pStyle w:val="libNormal"/>
        <w:rPr>
          <w:rtl/>
        </w:rPr>
      </w:pPr>
      <w:r>
        <w:rPr>
          <w:rtl/>
        </w:rPr>
        <w:t>ترجمه :</w:t>
      </w:r>
    </w:p>
    <w:p w:rsidR="00A679DB" w:rsidRDefault="00A679DB" w:rsidP="00A679DB">
      <w:pPr>
        <w:pStyle w:val="libNormal"/>
        <w:rPr>
          <w:rtl/>
        </w:rPr>
      </w:pPr>
      <w:r>
        <w:rPr>
          <w:rtl/>
        </w:rPr>
        <w:t>٩. «عمار بن عمير تميمى» مى گويد: هنگامى كه سر «عبيدالله بن زياد» ملعون و ياران او را آوردند، در حالى رسيدم كه مردم مى گفتند :آمدند. هنگامى كه سرها را آوردند. ديدم مارى در ميان سرها رفت و و در بينى «عبيدالله بن زياد» ملعون وارد شد. آنگاه بيرون آمده و وارد بينى ديگرى شد.</w:t>
      </w:r>
    </w:p>
    <w:p w:rsidR="00A679DB" w:rsidRDefault="00A679DB" w:rsidP="00BC23ED">
      <w:pPr>
        <w:pStyle w:val="libNormal"/>
        <w:rPr>
          <w:rtl/>
        </w:rPr>
      </w:pPr>
      <w:r>
        <w:rPr>
          <w:rtl/>
        </w:rPr>
        <w:lastRenderedPageBreak/>
        <w:t xml:space="preserve">حديث : ١٠ حدثنى على بن احمد بن عبدالله عن ابيه عن جده احمد بن ابى عبدالله عن ابيه محمد بن خالد باسناده يرفعه الى عنبسه الطائى عن ابن جبير عن على بن ابى طالب </w:t>
      </w:r>
      <w:r w:rsidRPr="00BC23ED">
        <w:rPr>
          <w:rStyle w:val="libAlaemChar"/>
          <w:rtl/>
        </w:rPr>
        <w:t>عليه‌السلام</w:t>
      </w:r>
      <w:r>
        <w:rPr>
          <w:rtl/>
        </w:rPr>
        <w:t xml:space="preserve"> قال : قال رسول الله </w:t>
      </w:r>
      <w:r w:rsidR="00E60DFB" w:rsidRPr="00BC23ED">
        <w:rPr>
          <w:rStyle w:val="libAlaemChar"/>
          <w:rtl/>
        </w:rPr>
        <w:t>صلى‌الله‌عليه‌وآله</w:t>
      </w:r>
      <w:r w:rsidR="00E60DFB">
        <w:rPr>
          <w:rtl/>
        </w:rPr>
        <w:t xml:space="preserve"> </w:t>
      </w:r>
      <w:r>
        <w:rPr>
          <w:rtl/>
        </w:rPr>
        <w:t xml:space="preserve">: يمثل لفاطمه </w:t>
      </w:r>
      <w:r w:rsidR="00BC23ED" w:rsidRPr="00A3483A">
        <w:rPr>
          <w:rStyle w:val="libAlaemChar"/>
          <w:rtl/>
        </w:rPr>
        <w:t>عليه‌السلام</w:t>
      </w:r>
      <w:r w:rsidR="00BC23ED">
        <w:rPr>
          <w:rtl/>
        </w:rPr>
        <w:t xml:space="preserve"> </w:t>
      </w:r>
      <w:r>
        <w:rPr>
          <w:rtl/>
        </w:rPr>
        <w:t xml:space="preserve">راس الحسين متشحطا بدمه فتصيح وا ولداه وا ثمره فواداه فتصعق الملائكه لصيحه فاطمه </w:t>
      </w:r>
      <w:r w:rsidR="00BC23ED" w:rsidRPr="00A3483A">
        <w:rPr>
          <w:rStyle w:val="libAlaemChar"/>
          <w:rtl/>
        </w:rPr>
        <w:t>عليه‌السلام</w:t>
      </w:r>
      <w:r w:rsidR="00BC23ED">
        <w:rPr>
          <w:rtl/>
        </w:rPr>
        <w:t xml:space="preserve"> </w:t>
      </w:r>
      <w:r>
        <w:rPr>
          <w:rtl/>
        </w:rPr>
        <w:t xml:space="preserve">و ينادى اهل القيامه : قتل الله قاتل ولدك يا فاطمه قال :فيقول الله عزوجل : ذلك افعل به و بشيعته و احبائه و اتباعه و ان فاطمه </w:t>
      </w:r>
      <w:r w:rsidR="00BC23ED" w:rsidRPr="00A3483A">
        <w:rPr>
          <w:rStyle w:val="libAlaemChar"/>
          <w:rtl/>
        </w:rPr>
        <w:t>عليه‌السلام</w:t>
      </w:r>
      <w:r w:rsidR="00BC23ED">
        <w:rPr>
          <w:rtl/>
        </w:rPr>
        <w:t xml:space="preserve"> </w:t>
      </w:r>
      <w:r>
        <w:rPr>
          <w:rtl/>
        </w:rPr>
        <w:t xml:space="preserve">فى ذلك اليوم على ناقه من نوق الجنه مدبجه الجبينين واضحه الخدين شهلاء العينين راسها من الذهب المصفى و اعنناقها من المسك و العنبر خطامها من الزبرجد الاخضر رحائلها در مفضض بالجوهر على الناقه هودج غشاوتها من نور الله و حشوها من رحمه الله خطامها فرسخ من فراسخ الدنيا يحف بهودجها سبعون الف ملك بالتسبيح و التمجيد و التهليل و التكبير و الثناء على رب العالمين ثم ينادى مناد من بطنان العرش : يا اهل القيامه غضوا ابصاركم فهذه فاطمه بنت محمد رسول الله </w:t>
      </w:r>
      <w:r w:rsidR="00E60DFB" w:rsidRPr="00BC23ED">
        <w:rPr>
          <w:rStyle w:val="libAlaemChar"/>
          <w:rtl/>
        </w:rPr>
        <w:t>صلى‌الله‌عليه‌وآله</w:t>
      </w:r>
      <w:r w:rsidR="00E60DFB">
        <w:rPr>
          <w:rtl/>
        </w:rPr>
        <w:t xml:space="preserve"> </w:t>
      </w:r>
      <w:r>
        <w:rPr>
          <w:rtl/>
        </w:rPr>
        <w:t xml:space="preserve">تمر على الصراط فتمر فاطمه </w:t>
      </w:r>
      <w:r w:rsidR="00BC23ED" w:rsidRPr="00A3483A">
        <w:rPr>
          <w:rStyle w:val="libAlaemChar"/>
          <w:rtl/>
        </w:rPr>
        <w:t>عليه‌السلام</w:t>
      </w:r>
      <w:r w:rsidR="00BC23ED">
        <w:rPr>
          <w:rtl/>
        </w:rPr>
        <w:t xml:space="preserve"> </w:t>
      </w:r>
      <w:r>
        <w:rPr>
          <w:rtl/>
        </w:rPr>
        <w:t xml:space="preserve">و شيعتها على الصراط كالبرق الخاطف قال النبى </w:t>
      </w:r>
      <w:r w:rsidR="00E60DFB" w:rsidRPr="00BC23ED">
        <w:rPr>
          <w:rStyle w:val="libAlaemChar"/>
          <w:rtl/>
        </w:rPr>
        <w:t>صلى‌الله‌عليه‌وآله</w:t>
      </w:r>
      <w:r w:rsidR="00E60DFB">
        <w:rPr>
          <w:rtl/>
        </w:rPr>
        <w:t xml:space="preserve"> </w:t>
      </w:r>
      <w:r>
        <w:rPr>
          <w:rtl/>
        </w:rPr>
        <w:t>: و تلقى اعداوها و اعداء ذريتها فى جهنم .</w:t>
      </w:r>
    </w:p>
    <w:p w:rsidR="00A679DB" w:rsidRDefault="00A679DB" w:rsidP="00A679DB">
      <w:pPr>
        <w:pStyle w:val="libNormal"/>
        <w:rPr>
          <w:rtl/>
        </w:rPr>
      </w:pPr>
      <w:r>
        <w:rPr>
          <w:rtl/>
        </w:rPr>
        <w:t>ترجمه :</w:t>
      </w:r>
    </w:p>
    <w:p w:rsidR="00A679DB" w:rsidRDefault="00A679DB" w:rsidP="00BC23ED">
      <w:pPr>
        <w:pStyle w:val="libNormal"/>
        <w:rPr>
          <w:rtl/>
        </w:rPr>
      </w:pPr>
      <w:r>
        <w:rPr>
          <w:rtl/>
        </w:rPr>
        <w:t xml:space="preserve">١٠. امير المومنين </w:t>
      </w:r>
      <w:r w:rsidRPr="00BC23ED">
        <w:rPr>
          <w:rStyle w:val="libAlaemChar"/>
          <w:rtl/>
        </w:rPr>
        <w:t>عليه‌السلام</w:t>
      </w:r>
      <w:r>
        <w:rPr>
          <w:rtl/>
        </w:rPr>
        <w:t xml:space="preserve"> نقل مى نمايند كه رسول خدا </w:t>
      </w:r>
      <w:r w:rsidR="00E60DFB" w:rsidRPr="00BC23ED">
        <w:rPr>
          <w:rStyle w:val="libAlaemChar"/>
          <w:rtl/>
        </w:rPr>
        <w:t>صلى‌الله‌عليه‌وآله</w:t>
      </w:r>
      <w:r w:rsidR="00E60DFB">
        <w:rPr>
          <w:rtl/>
        </w:rPr>
        <w:t xml:space="preserve"> </w:t>
      </w:r>
      <w:r>
        <w:rPr>
          <w:rtl/>
        </w:rPr>
        <w:t xml:space="preserve">فرمودند: سر آغشته به خون حسين </w:t>
      </w:r>
      <w:r w:rsidRPr="00BC23ED">
        <w:rPr>
          <w:rStyle w:val="libAlaemChar"/>
          <w:rtl/>
        </w:rPr>
        <w:t>عليه‌السلام</w:t>
      </w:r>
      <w:r>
        <w:rPr>
          <w:rtl/>
        </w:rPr>
        <w:t xml:space="preserve"> براى فاطمه </w:t>
      </w:r>
      <w:r w:rsidR="00BC23ED" w:rsidRPr="00A3483A">
        <w:rPr>
          <w:rStyle w:val="libAlaemChar"/>
          <w:rtl/>
        </w:rPr>
        <w:t>عليه‌السلام</w:t>
      </w:r>
      <w:r w:rsidR="00BC23ED">
        <w:rPr>
          <w:rtl/>
        </w:rPr>
        <w:t xml:space="preserve"> </w:t>
      </w:r>
      <w:r>
        <w:rPr>
          <w:rtl/>
        </w:rPr>
        <w:t xml:space="preserve">نمايان مى شود و او فرياد مى زند فرزندم ! ميوه دلم ! فرشتگان از فرياد فاطمه </w:t>
      </w:r>
      <w:r w:rsidR="00BC23ED" w:rsidRPr="00A3483A">
        <w:rPr>
          <w:rStyle w:val="libAlaemChar"/>
          <w:rtl/>
        </w:rPr>
        <w:t>عليه‌السلام</w:t>
      </w:r>
      <w:r w:rsidR="00BC23ED">
        <w:rPr>
          <w:rtl/>
        </w:rPr>
        <w:t xml:space="preserve"> </w:t>
      </w:r>
      <w:r>
        <w:rPr>
          <w:rtl/>
        </w:rPr>
        <w:t>بيهوش شده و اهل قيامت ندا مى دهند: خداوند قاتل فرزندت را بكشد اى فاطمه ! آنگاه خداوند عزوجل مى</w:t>
      </w:r>
      <w:r w:rsidR="00BC23ED">
        <w:rPr>
          <w:rFonts w:hint="cs"/>
          <w:rtl/>
        </w:rPr>
        <w:t xml:space="preserve"> </w:t>
      </w:r>
      <w:r>
        <w:rPr>
          <w:rtl/>
        </w:rPr>
        <w:t xml:space="preserve">فرمايد: اين كار را در مورد او قاتل امام حسين </w:t>
      </w:r>
      <w:r w:rsidRPr="00BC23ED">
        <w:rPr>
          <w:rStyle w:val="libAlaemChar"/>
          <w:rtl/>
        </w:rPr>
        <w:t>عليه‌السلام</w:t>
      </w:r>
      <w:r>
        <w:rPr>
          <w:rtl/>
        </w:rPr>
        <w:t xml:space="preserve"> ، دنباله روها، دوستداران و پيروان او انجام مى دهم و همانا فاطمه در اين روز بر شترى بهشتى سوار است كه پيشانيش زيبا، رويش سفيد، چشمانش ميشى ، سرش از طلاى خالص ، </w:t>
      </w:r>
      <w:r>
        <w:rPr>
          <w:rtl/>
        </w:rPr>
        <w:lastRenderedPageBreak/>
        <w:t xml:space="preserve">گردنش از مشك و عنبر، افسارش زبرجد سبز و زين آن درى است كه با سنگهاى گرانبها پوشيده شده است . بر آن شتر هودجى است كه پوشش آن نور خدا و درون آن رحمت اوست . افسار آن يك فرسخ از فرسخهاى دنياست . اطراف آن هودج هفتاد هزار فرشته مشغول تسبيح ، تحميد، تهليل ، تكبير و ثناى خداوند هستند. آنگاه منادى از درون عرش ندا مى دهد: اى اهل قيامت ! ديدگان خود را پايين بيندازيد. اين فاطمه دختر محمد رسول خدا </w:t>
      </w:r>
      <w:r w:rsidR="00E60DFB" w:rsidRPr="00BC23ED">
        <w:rPr>
          <w:rStyle w:val="libAlaemChar"/>
          <w:rtl/>
        </w:rPr>
        <w:t>صلى‌الله‌عليه‌وآله</w:t>
      </w:r>
      <w:r w:rsidR="00E60DFB">
        <w:rPr>
          <w:rtl/>
        </w:rPr>
        <w:t xml:space="preserve"> </w:t>
      </w:r>
      <w:r>
        <w:rPr>
          <w:rtl/>
        </w:rPr>
        <w:t>است كه از پل صراط عبور مى نمايند و دشمنان او و دشمنان دودمان او را به جهنم مى ريزند.</w:t>
      </w:r>
    </w:p>
    <w:p w:rsidR="00A679DB" w:rsidRDefault="00A679DB" w:rsidP="00A679DB">
      <w:pPr>
        <w:pStyle w:val="libNormal"/>
        <w:rPr>
          <w:rtl/>
        </w:rPr>
      </w:pPr>
      <w:r>
        <w:rPr>
          <w:rtl/>
        </w:rPr>
        <w:t xml:space="preserve">حديث : ١١ ابى رحمه الله قال حدثنى محمد بن يحيى العطار قال : حدثنى محمد بن احمد قال : حدثنى عبدالله بن محمد عن على بن زياد عن محمد بن على الحلبى قال : قال ابو عبدالله </w:t>
      </w:r>
      <w:r w:rsidRPr="00BC23ED">
        <w:rPr>
          <w:rStyle w:val="libAlaemChar"/>
          <w:rtl/>
        </w:rPr>
        <w:t>عليه‌السلام</w:t>
      </w:r>
      <w:r>
        <w:rPr>
          <w:rtl/>
        </w:rPr>
        <w:t xml:space="preserve"> : ان ال ابى سفيان قتلوا الحسين بن على</w:t>
      </w:r>
      <w:r w:rsidR="00BC23ED">
        <w:rPr>
          <w:rFonts w:hint="cs"/>
          <w:rtl/>
        </w:rPr>
        <w:t xml:space="preserve"> </w:t>
      </w:r>
      <w:r w:rsidR="00DC5255" w:rsidRPr="00BC23ED">
        <w:rPr>
          <w:rStyle w:val="libAlaemChar"/>
          <w:rtl/>
        </w:rPr>
        <w:t>عليهم‌السلام</w:t>
      </w:r>
      <w:r w:rsidR="00DC5255">
        <w:rPr>
          <w:rtl/>
        </w:rPr>
        <w:t xml:space="preserve"> </w:t>
      </w:r>
      <w:r>
        <w:rPr>
          <w:rtl/>
        </w:rPr>
        <w:t xml:space="preserve">فنزع الله ملكهم و قتل هشام زيد بن على فنزع الله ملكه و قتل الوليد يحيى بن زيد فنزع الله ملكه على قتله ذريه رسول الله </w:t>
      </w:r>
      <w:r w:rsidR="00E60DFB" w:rsidRPr="00BC23ED">
        <w:rPr>
          <w:rStyle w:val="libAlaemChar"/>
          <w:rtl/>
        </w:rPr>
        <w:t>صلى‌الله‌عليه‌وآله</w:t>
      </w:r>
      <w:r w:rsidR="00E60DFB">
        <w:rPr>
          <w:rtl/>
        </w:rPr>
        <w:t xml:space="preserve"> </w:t>
      </w:r>
      <w:r>
        <w:rPr>
          <w:rtl/>
        </w:rPr>
        <w:t>.</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١١. امام صادق </w:t>
      </w:r>
      <w:r w:rsidRPr="00BC23ED">
        <w:rPr>
          <w:rStyle w:val="libAlaemChar"/>
          <w:rtl/>
        </w:rPr>
        <w:t>عليه‌السلام</w:t>
      </w:r>
      <w:r>
        <w:rPr>
          <w:rtl/>
        </w:rPr>
        <w:t xml:space="preserve"> فرمودند: همانا آل ابى سفيان امام حسين </w:t>
      </w:r>
      <w:r w:rsidRPr="00BC23ED">
        <w:rPr>
          <w:rStyle w:val="libAlaemChar"/>
          <w:rtl/>
        </w:rPr>
        <w:t>عليه‌السلام</w:t>
      </w:r>
      <w:r>
        <w:rPr>
          <w:rtl/>
        </w:rPr>
        <w:t xml:space="preserve"> را كشتند و خداوند حكومتشان را برانداخت ، هشام ، زيد بن على </w:t>
      </w:r>
      <w:r w:rsidRPr="00BC23ED">
        <w:rPr>
          <w:rStyle w:val="libAlaemChar"/>
          <w:rtl/>
        </w:rPr>
        <w:t>عليه‌السلام</w:t>
      </w:r>
      <w:r>
        <w:rPr>
          <w:rtl/>
        </w:rPr>
        <w:t xml:space="preserve"> را كشت و خداوند حكومتش را برانداخت ، وليد، يحيى بن زيد را كشت و خداوند يخاطر كشتن دودمان رسول خدا </w:t>
      </w:r>
      <w:r w:rsidR="00E60DFB" w:rsidRPr="00184DA7">
        <w:rPr>
          <w:rStyle w:val="libAlaemChar"/>
          <w:rtl/>
        </w:rPr>
        <w:t>صلى‌الله‌عليه‌وآله</w:t>
      </w:r>
      <w:r w:rsidR="00E60DFB">
        <w:rPr>
          <w:rtl/>
        </w:rPr>
        <w:t xml:space="preserve"> </w:t>
      </w:r>
      <w:r>
        <w:rPr>
          <w:rtl/>
        </w:rPr>
        <w:t>حكومتش را برانداخت</w:t>
      </w:r>
    </w:p>
    <w:p w:rsidR="00A679DB" w:rsidRDefault="00A679DB" w:rsidP="00A679DB">
      <w:pPr>
        <w:pStyle w:val="libNormal"/>
        <w:rPr>
          <w:rtl/>
        </w:rPr>
      </w:pPr>
    </w:p>
    <w:p w:rsidR="00A679DB" w:rsidRDefault="00A679DB" w:rsidP="00A679DB">
      <w:pPr>
        <w:pStyle w:val="libNormal"/>
        <w:rPr>
          <w:rtl/>
        </w:rPr>
      </w:pPr>
      <w:r>
        <w:rPr>
          <w:rtl/>
        </w:rPr>
        <w:t>عقاب البغى و قطيعه الرحم و اليمين الكاذبه والزنا</w:t>
      </w:r>
    </w:p>
    <w:p w:rsidR="00A679DB" w:rsidRDefault="00184DA7" w:rsidP="00A679DB">
      <w:pPr>
        <w:pStyle w:val="libNormal"/>
        <w:rPr>
          <w:rtl/>
        </w:rPr>
      </w:pPr>
      <w:r>
        <w:rPr>
          <w:rtl/>
        </w:rPr>
        <w:br w:type="page"/>
      </w:r>
    </w:p>
    <w:p w:rsidR="00A679DB" w:rsidRDefault="00A679DB" w:rsidP="00184DA7">
      <w:pPr>
        <w:pStyle w:val="Heading2"/>
        <w:rPr>
          <w:rtl/>
        </w:rPr>
      </w:pPr>
      <w:bookmarkStart w:id="451" w:name="_Toc449617508"/>
      <w:r>
        <w:rPr>
          <w:rtl/>
        </w:rPr>
        <w:t>مجازات ظلم ، قطع رحم ، قسم دروغ و زنا</w:t>
      </w:r>
      <w:bookmarkEnd w:id="451"/>
    </w:p>
    <w:p w:rsidR="00A679DB" w:rsidRDefault="00A679DB" w:rsidP="00A679DB">
      <w:pPr>
        <w:pStyle w:val="libNormal"/>
        <w:rPr>
          <w:rtl/>
        </w:rPr>
      </w:pPr>
      <w:r>
        <w:rPr>
          <w:rtl/>
        </w:rPr>
        <w:t xml:space="preserve">حديث : ١ حدثنى محمد بن موسى بن المتوكل رضى الله عنه قال : حدثنى عبدالله بن جعفر الحميرى عن احمد بن محمد عن الحسن بن محبوب عن مالك بن عطيه عن ابى عبيده الحذاء عن ابى جعفر </w:t>
      </w:r>
      <w:r w:rsidRPr="00184DA7">
        <w:rPr>
          <w:rStyle w:val="libAlaemChar"/>
          <w:rtl/>
        </w:rPr>
        <w:t>عليه‌السلام</w:t>
      </w:r>
      <w:r>
        <w:rPr>
          <w:rtl/>
        </w:rPr>
        <w:t xml:space="preserve"> قال : فى كتاب على </w:t>
      </w:r>
      <w:r w:rsidRPr="00184DA7">
        <w:rPr>
          <w:rStyle w:val="libAlaemChar"/>
          <w:rtl/>
        </w:rPr>
        <w:t>عليه‌السلام</w:t>
      </w:r>
      <w:r>
        <w:rPr>
          <w:rtl/>
        </w:rPr>
        <w:t xml:space="preserve"> ثلاث خصال لا يموت صاحبهن ابدا حتى يرى و بالهن : البغى و قطيعه الرحم و اليمين الكاذبه يبارز الله بها.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184DA7">
        <w:rPr>
          <w:rStyle w:val="libAlaemChar"/>
          <w:rtl/>
        </w:rPr>
        <w:t>عليه‌السلام</w:t>
      </w:r>
      <w:r>
        <w:rPr>
          <w:rtl/>
        </w:rPr>
        <w:t xml:space="preserve"> فرمودند: در كتاب امام على </w:t>
      </w:r>
      <w:r w:rsidRPr="00184DA7">
        <w:rPr>
          <w:rStyle w:val="libAlaemChar"/>
          <w:rtl/>
        </w:rPr>
        <w:t>عليه‌السلام</w:t>
      </w:r>
      <w:r>
        <w:rPr>
          <w:rtl/>
        </w:rPr>
        <w:t xml:space="preserve"> آمده است : سه چيز است كه انجام دهنده آن نمى ميرد تا نتيجه بد آن را ببيند: ظلم ، قطع رحم ، و قسم دروغ كه بوسيله آن با خدا مى جنگند.</w:t>
      </w:r>
    </w:p>
    <w:p w:rsidR="00A679DB" w:rsidRDefault="00A679DB" w:rsidP="00A679DB">
      <w:pPr>
        <w:pStyle w:val="libNormal"/>
        <w:rPr>
          <w:rtl/>
        </w:rPr>
      </w:pPr>
      <w:r>
        <w:rPr>
          <w:rtl/>
        </w:rPr>
        <w:t>عقاب المكر و الخديعه</w:t>
      </w:r>
    </w:p>
    <w:p w:rsidR="00A679DB" w:rsidRDefault="00A679DB" w:rsidP="00A679DB">
      <w:pPr>
        <w:pStyle w:val="libNormal"/>
        <w:rPr>
          <w:rtl/>
        </w:rPr>
      </w:pPr>
    </w:p>
    <w:p w:rsidR="00A679DB" w:rsidRDefault="00A679DB" w:rsidP="00A679DB">
      <w:pPr>
        <w:pStyle w:val="libNormal"/>
        <w:rPr>
          <w:rtl/>
        </w:rPr>
      </w:pPr>
      <w:r>
        <w:rPr>
          <w:rtl/>
        </w:rPr>
        <w:t>حديث : ٢ ابى رحمه الله قال : حدثنى سعد بن عبدالله عن احمد بن ابى عبدالله عن بعض اصحابنا عن على بن اسماعيل الميثمى عن بشير الدهان عمن ذكره عن ميثم رفعه قال : قال عزوجل : لا انيل رحمتى من تعرض ‍ للايمان الكاذبه و لا ادنى منى يوم القيامه من كان زانيا.</w:t>
      </w:r>
    </w:p>
    <w:p w:rsidR="00A679DB" w:rsidRDefault="00A679DB" w:rsidP="00A679DB">
      <w:pPr>
        <w:pStyle w:val="libNormal"/>
        <w:rPr>
          <w:rtl/>
        </w:rPr>
      </w:pPr>
      <w:r>
        <w:rPr>
          <w:rtl/>
        </w:rPr>
        <w:t>ترجمه :</w:t>
      </w:r>
    </w:p>
    <w:p w:rsidR="00A679DB" w:rsidRDefault="00A679DB" w:rsidP="00A679DB">
      <w:pPr>
        <w:pStyle w:val="libNormal"/>
        <w:rPr>
          <w:rtl/>
        </w:rPr>
      </w:pPr>
      <w:r>
        <w:rPr>
          <w:rtl/>
        </w:rPr>
        <w:t>٢. خداوند عزوجل مى فرمايند: كسى كه سوگند دروغ ياد كند، به رحمت من نخواهد رسيد، و كسى كه زنا كند در روز قيامت به من نزديك نخواهد گرديد.</w:t>
      </w:r>
    </w:p>
    <w:p w:rsidR="00A679DB" w:rsidRDefault="00184DA7" w:rsidP="00A679DB">
      <w:pPr>
        <w:pStyle w:val="libNormal"/>
        <w:rPr>
          <w:rtl/>
        </w:rPr>
      </w:pPr>
      <w:r>
        <w:rPr>
          <w:rtl/>
        </w:rPr>
        <w:br w:type="page"/>
      </w:r>
    </w:p>
    <w:p w:rsidR="00A679DB" w:rsidRDefault="00A679DB" w:rsidP="00184DA7">
      <w:pPr>
        <w:pStyle w:val="Heading2"/>
        <w:rPr>
          <w:rtl/>
        </w:rPr>
      </w:pPr>
      <w:bookmarkStart w:id="452" w:name="_Toc449617509"/>
      <w:r>
        <w:rPr>
          <w:rtl/>
        </w:rPr>
        <w:t>مجازات نيرنگ و فريب</w:t>
      </w:r>
      <w:bookmarkEnd w:id="452"/>
    </w:p>
    <w:p w:rsidR="00A679DB" w:rsidRDefault="00A679DB" w:rsidP="00A679DB">
      <w:pPr>
        <w:pStyle w:val="libNormal"/>
        <w:rPr>
          <w:rtl/>
        </w:rPr>
      </w:pPr>
      <w:r>
        <w:rPr>
          <w:rtl/>
        </w:rPr>
        <w:t xml:space="preserve">حديث : ١ حدثنى محمد بن على ماجيلويه رضى الله عنه قال : حدثنى عمى محمد بن ابى القاسم عن محمد بن على الكوفى عن محمد بن عقبه رفعه عن محمد بن الحسن بن على بن ابى طالب عن ابيه عن جده </w:t>
      </w:r>
      <w:r w:rsidR="00DC5255">
        <w:rPr>
          <w:rtl/>
        </w:rPr>
        <w:t xml:space="preserve">عليهم‌السلام </w:t>
      </w:r>
      <w:r>
        <w:rPr>
          <w:rtl/>
        </w:rPr>
        <w:t>انه كان يقول : المكر و الخديعه فى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حسين </w:t>
      </w:r>
      <w:r w:rsidRPr="00184DA7">
        <w:rPr>
          <w:rStyle w:val="libAlaemChar"/>
          <w:rtl/>
        </w:rPr>
        <w:t>عليه‌السلام</w:t>
      </w:r>
      <w:r>
        <w:rPr>
          <w:rtl/>
        </w:rPr>
        <w:t xml:space="preserve"> نقل مى نمايند كه امير المومنين </w:t>
      </w:r>
      <w:r w:rsidRPr="00184DA7">
        <w:rPr>
          <w:rStyle w:val="libAlaemChar"/>
          <w:rtl/>
        </w:rPr>
        <w:t>عليه‌السلام</w:t>
      </w:r>
      <w:r>
        <w:rPr>
          <w:rtl/>
        </w:rPr>
        <w:t xml:space="preserve"> مى فرمودند: نيرنگ و فريب در جهنم است .</w:t>
      </w:r>
    </w:p>
    <w:p w:rsidR="00A679DB" w:rsidRDefault="00A679DB" w:rsidP="00A679DB">
      <w:pPr>
        <w:pStyle w:val="libNormal"/>
        <w:rPr>
          <w:rtl/>
        </w:rPr>
      </w:pPr>
    </w:p>
    <w:p w:rsidR="00A679DB" w:rsidRDefault="00A679DB" w:rsidP="00A679DB">
      <w:pPr>
        <w:pStyle w:val="libNormal"/>
        <w:rPr>
          <w:rtl/>
        </w:rPr>
      </w:pPr>
      <w:r>
        <w:rPr>
          <w:rtl/>
        </w:rPr>
        <w:t>عقاب سفك الدماء و ادمان الخمر و المشى بالنميمه</w:t>
      </w:r>
    </w:p>
    <w:p w:rsidR="00A679DB" w:rsidRDefault="00184DA7" w:rsidP="00A679DB">
      <w:pPr>
        <w:pStyle w:val="libNormal"/>
        <w:rPr>
          <w:rtl/>
        </w:rPr>
      </w:pPr>
      <w:r>
        <w:rPr>
          <w:rtl/>
        </w:rPr>
        <w:br w:type="page"/>
      </w:r>
    </w:p>
    <w:p w:rsidR="00A679DB" w:rsidRDefault="00A679DB" w:rsidP="00184DA7">
      <w:pPr>
        <w:pStyle w:val="Heading2"/>
        <w:rPr>
          <w:rtl/>
        </w:rPr>
      </w:pPr>
      <w:bookmarkStart w:id="453" w:name="_Toc449617510"/>
      <w:r>
        <w:rPr>
          <w:rtl/>
        </w:rPr>
        <w:t>مجازات خونريزى ، شرابخوارى و سخن چينى</w:t>
      </w:r>
      <w:bookmarkEnd w:id="453"/>
    </w:p>
    <w:p w:rsidR="00A679DB" w:rsidRDefault="00A679DB" w:rsidP="00A679DB">
      <w:pPr>
        <w:pStyle w:val="libNormal"/>
        <w:rPr>
          <w:rtl/>
        </w:rPr>
      </w:pPr>
      <w:r>
        <w:rPr>
          <w:rtl/>
        </w:rPr>
        <w:t xml:space="preserve">حديث : ١ حدثنى محمد بن على ماجيلويه رضى الله عنه قال : حدثنى عمى محمد بن ابى القاسم عن محمد بن على الكووفى عن عثمان بن عفان السدوسى عن على بن غالب البصرى عن رجل عن ابى عبدالله </w:t>
      </w:r>
      <w:r w:rsidRPr="00184DA7">
        <w:rPr>
          <w:rStyle w:val="libAlaemChar"/>
          <w:rtl/>
        </w:rPr>
        <w:t>عليه‌السلام</w:t>
      </w:r>
      <w:r>
        <w:rPr>
          <w:rtl/>
        </w:rPr>
        <w:t xml:space="preserve"> قال : لا يدخل الجنه سفاك للدماء و لا مدمن الخمر و لا مشاء بنميم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84DA7">
        <w:rPr>
          <w:rStyle w:val="libAlaemChar"/>
          <w:rtl/>
        </w:rPr>
        <w:t>عليه‌السلام</w:t>
      </w:r>
      <w:r>
        <w:rPr>
          <w:rtl/>
        </w:rPr>
        <w:t xml:space="preserve"> فرمودند: خونريزى ، شرابخوار و سخن چين به بهشت نمى روند.</w:t>
      </w:r>
    </w:p>
    <w:p w:rsidR="00A679DB" w:rsidRDefault="00A679DB" w:rsidP="00A679DB">
      <w:pPr>
        <w:pStyle w:val="libNormal"/>
        <w:rPr>
          <w:rtl/>
        </w:rPr>
      </w:pPr>
      <w:r>
        <w:rPr>
          <w:rtl/>
        </w:rPr>
        <w:t xml:space="preserve">حديث : ٢ ابى رحمه الله قال : حدثنى احمد بن ادريس قال : حدثنى احمد بن ابى عبدالله قال : حدثنى عثمان بن عيسى عن عمرو بن خالد عن زيد بن على عن ابيه عن ابيه صلوات الله عليهم قال : قال على </w:t>
      </w:r>
      <w:r w:rsidRPr="00184DA7">
        <w:rPr>
          <w:rStyle w:val="libAlaemChar"/>
          <w:rtl/>
        </w:rPr>
        <w:t>عليه‌السلام</w:t>
      </w:r>
      <w:r>
        <w:rPr>
          <w:rtl/>
        </w:rPr>
        <w:t xml:space="preserve"> : تحرم الجنه على ثلاثه النمام و القتال و على مدمن الخمر.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زين العابدين </w:t>
      </w:r>
      <w:r w:rsidRPr="00184DA7">
        <w:rPr>
          <w:rStyle w:val="libAlaemChar"/>
          <w:rtl/>
        </w:rPr>
        <w:t>عليه‌السلام</w:t>
      </w:r>
      <w:r>
        <w:rPr>
          <w:rtl/>
        </w:rPr>
        <w:t xml:space="preserve"> از امام حسين </w:t>
      </w:r>
      <w:r w:rsidRPr="00184DA7">
        <w:rPr>
          <w:rStyle w:val="libAlaemChar"/>
          <w:rtl/>
        </w:rPr>
        <w:t>عليه‌السلام</w:t>
      </w:r>
      <w:r>
        <w:rPr>
          <w:rtl/>
        </w:rPr>
        <w:t xml:space="preserve"> نقل مى كند كه اميرالمومنين </w:t>
      </w:r>
      <w:r w:rsidRPr="00184DA7">
        <w:rPr>
          <w:rStyle w:val="libAlaemChar"/>
          <w:rtl/>
        </w:rPr>
        <w:t>عليه‌السلام</w:t>
      </w:r>
      <w:r>
        <w:rPr>
          <w:rtl/>
        </w:rPr>
        <w:t xml:space="preserve"> فرمودند: بهشت بر سه نفر حرام است سخن چين ، آدمكش و شرابخوار</w:t>
      </w:r>
    </w:p>
    <w:p w:rsidR="00A679DB" w:rsidRDefault="00A679DB" w:rsidP="00A679DB">
      <w:pPr>
        <w:pStyle w:val="libNormal"/>
        <w:rPr>
          <w:rtl/>
        </w:rPr>
      </w:pPr>
      <w:r>
        <w:rPr>
          <w:rtl/>
        </w:rPr>
        <w:t xml:space="preserve">حديث : ٣ حدثنى محمد بن الحسن رضى الله عنه قال : حدثنى محمد بن الحسن الصفار عن احمد بن ابى عبدالله قال : حدثنى عده من اصحابنا عن على بن اسباط عن على بن جعفر عن ابى الحسن مخوسى بن </w:t>
      </w:r>
      <w:r w:rsidRPr="00184DA7">
        <w:rPr>
          <w:rtl/>
        </w:rPr>
        <w:t>جعفر</w:t>
      </w:r>
      <w:r w:rsidR="00DC5255" w:rsidRPr="00184DA7">
        <w:rPr>
          <w:rStyle w:val="libAlaemChar"/>
          <w:rtl/>
        </w:rPr>
        <w:t>عليهم‌السلام</w:t>
      </w:r>
      <w:r w:rsidR="00DC5255">
        <w:rPr>
          <w:rtl/>
        </w:rPr>
        <w:t xml:space="preserve"> </w:t>
      </w:r>
      <w:r>
        <w:rPr>
          <w:rtl/>
        </w:rPr>
        <w:t>قال : حرمت الجنه على ثلاثه النمام و المدمن الخمر و الديوث و هو الفاجر.</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٣. امام كاظم </w:t>
      </w:r>
      <w:r w:rsidRPr="00184DA7">
        <w:rPr>
          <w:rStyle w:val="libAlaemChar"/>
          <w:rtl/>
        </w:rPr>
        <w:t>عليه‌السلام</w:t>
      </w:r>
      <w:r>
        <w:rPr>
          <w:rtl/>
        </w:rPr>
        <w:t xml:space="preserve"> فرمودند: بهشت بر سه نفر حرام است سخن چين ، شرابخوار و ديوث كه همان بى عفت است .</w:t>
      </w:r>
    </w:p>
    <w:p w:rsidR="00A679DB" w:rsidRDefault="00A679DB" w:rsidP="00A679DB">
      <w:pPr>
        <w:pStyle w:val="libNormal"/>
        <w:rPr>
          <w:rtl/>
        </w:rPr>
      </w:pPr>
    </w:p>
    <w:p w:rsidR="00A679DB" w:rsidRDefault="00A679DB" w:rsidP="00A679DB">
      <w:pPr>
        <w:pStyle w:val="libNormal"/>
        <w:rPr>
          <w:rtl/>
        </w:rPr>
      </w:pPr>
      <w:r>
        <w:rPr>
          <w:rtl/>
        </w:rPr>
        <w:t>باب ان الدنيا دار عقوبه</w:t>
      </w:r>
    </w:p>
    <w:p w:rsidR="00A679DB" w:rsidRDefault="00184DA7" w:rsidP="00A679DB">
      <w:pPr>
        <w:pStyle w:val="libNormal"/>
        <w:rPr>
          <w:rtl/>
        </w:rPr>
      </w:pPr>
      <w:r>
        <w:rPr>
          <w:rtl/>
        </w:rPr>
        <w:br w:type="page"/>
      </w:r>
    </w:p>
    <w:p w:rsidR="00A679DB" w:rsidRDefault="00A679DB" w:rsidP="00184DA7">
      <w:pPr>
        <w:pStyle w:val="Heading2"/>
        <w:rPr>
          <w:rtl/>
        </w:rPr>
      </w:pPr>
      <w:bookmarkStart w:id="454" w:name="_Toc449617511"/>
      <w:r>
        <w:rPr>
          <w:rtl/>
        </w:rPr>
        <w:t>دنيا، سراى كيفر</w:t>
      </w:r>
      <w:bookmarkEnd w:id="454"/>
    </w:p>
    <w:p w:rsidR="00A679DB" w:rsidRDefault="00A679DB" w:rsidP="00A679DB">
      <w:pPr>
        <w:pStyle w:val="libNormal"/>
        <w:rPr>
          <w:rtl/>
        </w:rPr>
      </w:pPr>
      <w:r>
        <w:rPr>
          <w:rtl/>
        </w:rPr>
        <w:t xml:space="preserve">حديث : ١ ابى رحمه الله قال : حدثنى سعدبن عبدالله عن القاسم بن محمد عن سليمان بن داود عن حفص بن غياث عن ابى عبدالله </w:t>
      </w:r>
      <w:r w:rsidRPr="00184DA7">
        <w:rPr>
          <w:rStyle w:val="libAlaemChar"/>
          <w:rtl/>
        </w:rPr>
        <w:t>عليه‌السلام</w:t>
      </w:r>
      <w:r>
        <w:rPr>
          <w:rtl/>
        </w:rPr>
        <w:t xml:space="preserve"> قال : ان الله عزوجل قال : فى مناجاته لموسى </w:t>
      </w:r>
      <w:r w:rsidRPr="00184DA7">
        <w:rPr>
          <w:rStyle w:val="libAlaemChar"/>
          <w:rtl/>
        </w:rPr>
        <w:t>عليه‌السلام</w:t>
      </w:r>
      <w:r>
        <w:rPr>
          <w:rtl/>
        </w:rPr>
        <w:t xml:space="preserve"> : يا موسى ان الدنيا دار عقوبه عاقبت فيها آدم عند خطيئته و جعلتها ملعوه ملعونا ما فيها الا ما كان فيها لى يا موسى ان عبادى الصالحين زهدوا فيها بقدر علمهم بى و سائرهم من خلقى رغبوا فيها بقدر جهلهم بى و ما من خلقى احد عظمها فقرت عينه و لم يحقرها احد الا انتفع بها.</w:t>
      </w:r>
    </w:p>
    <w:p w:rsidR="00A679DB" w:rsidRDefault="00A679DB" w:rsidP="00A679DB">
      <w:pPr>
        <w:pStyle w:val="libNormal"/>
        <w:rPr>
          <w:rtl/>
        </w:rPr>
      </w:pPr>
      <w:r>
        <w:rPr>
          <w:rtl/>
        </w:rPr>
        <w:t>ترجمه :</w:t>
      </w:r>
    </w:p>
    <w:p w:rsidR="00A679DB" w:rsidRDefault="00A679DB" w:rsidP="00184DA7">
      <w:pPr>
        <w:pStyle w:val="libNormal"/>
        <w:rPr>
          <w:rtl/>
        </w:rPr>
      </w:pPr>
      <w:r>
        <w:rPr>
          <w:rtl/>
        </w:rPr>
        <w:t xml:space="preserve">١. امام صادق </w:t>
      </w:r>
      <w:r w:rsidRPr="00184DA7">
        <w:rPr>
          <w:rStyle w:val="libAlaemChar"/>
          <w:rtl/>
        </w:rPr>
        <w:t>عليه‌السلام</w:t>
      </w:r>
      <w:r>
        <w:rPr>
          <w:rtl/>
        </w:rPr>
        <w:t xml:space="preserve"> نقل مى نمايند كه خداوند عزوجل در مناجات حضرت موسى </w:t>
      </w:r>
      <w:r w:rsidRPr="00184DA7">
        <w:rPr>
          <w:rStyle w:val="libAlaemChar"/>
          <w:rtl/>
        </w:rPr>
        <w:t>عليه‌السلام</w:t>
      </w:r>
      <w:r>
        <w:rPr>
          <w:rtl/>
        </w:rPr>
        <w:t xml:space="preserve"> فرمودند: اى موسى ! همانا دنيا سراى كيفر است : آدم را بخاطر خطايش كيفر دادم ، دنيا را ملعون نمودم و هر چه در </w:t>
      </w:r>
      <w:r w:rsidR="00184DA7">
        <w:rPr>
          <w:rFonts w:hint="cs"/>
          <w:rtl/>
        </w:rPr>
        <w:t>آ</w:t>
      </w:r>
      <w:r>
        <w:rPr>
          <w:rtl/>
        </w:rPr>
        <w:t>ن وجود دارد، ملعون است ، مگر آنچه از آن من است . اى موسى ! همانا بندگان صالح من باندازه علمى كه به من دارند، به دنيا بى ميل بوده و ساير يندگان من باندازه جهلشان به من به آن مايل هستند. هيچ كسى از مخلوقات من با بزرگ دانستن آن شادمان نشده است به آرزوى خود نرسيده) و كسى آن را كوچك نشمرده ، مگر اين كه از آن بهره مند شده است .</w:t>
      </w:r>
    </w:p>
    <w:p w:rsidR="00A679DB" w:rsidRDefault="00A679DB" w:rsidP="00A679DB">
      <w:pPr>
        <w:pStyle w:val="libNormal"/>
        <w:rPr>
          <w:rtl/>
        </w:rPr>
      </w:pPr>
    </w:p>
    <w:p w:rsidR="00A679DB" w:rsidRDefault="00A679DB" w:rsidP="00A679DB">
      <w:pPr>
        <w:pStyle w:val="libNormal"/>
        <w:rPr>
          <w:rtl/>
        </w:rPr>
      </w:pPr>
      <w:r>
        <w:rPr>
          <w:rtl/>
        </w:rPr>
        <w:t>عقاب من تعصب</w:t>
      </w:r>
    </w:p>
    <w:p w:rsidR="00A679DB" w:rsidRDefault="00184DA7" w:rsidP="00A679DB">
      <w:pPr>
        <w:pStyle w:val="libNormal"/>
        <w:rPr>
          <w:rtl/>
        </w:rPr>
      </w:pPr>
      <w:r>
        <w:rPr>
          <w:rtl/>
        </w:rPr>
        <w:br w:type="page"/>
      </w:r>
    </w:p>
    <w:p w:rsidR="00184DA7" w:rsidRDefault="00A679DB" w:rsidP="00184DA7">
      <w:pPr>
        <w:pStyle w:val="Heading2"/>
        <w:rPr>
          <w:rFonts w:hint="cs"/>
          <w:rtl/>
        </w:rPr>
      </w:pPr>
      <w:bookmarkStart w:id="455" w:name="_Toc449617512"/>
      <w:r>
        <w:rPr>
          <w:rtl/>
        </w:rPr>
        <w:t>مجازات تعصب</w:t>
      </w:r>
      <w:bookmarkEnd w:id="455"/>
      <w:r>
        <w:rPr>
          <w:rtl/>
        </w:rPr>
        <w:t xml:space="preserve"> </w:t>
      </w:r>
    </w:p>
    <w:p w:rsidR="00A679DB" w:rsidRDefault="00A679DB" w:rsidP="00184DA7">
      <w:pPr>
        <w:pStyle w:val="libFootnotenum"/>
        <w:rPr>
          <w:rtl/>
        </w:rPr>
      </w:pPr>
      <w:r>
        <w:rPr>
          <w:rtl/>
        </w:rPr>
        <w:t>(١٤٠)</w:t>
      </w:r>
    </w:p>
    <w:p w:rsidR="00A679DB" w:rsidRDefault="00A679DB" w:rsidP="00A679DB">
      <w:pPr>
        <w:pStyle w:val="libNormal"/>
        <w:rPr>
          <w:rtl/>
        </w:rPr>
      </w:pPr>
      <w:r>
        <w:rPr>
          <w:rtl/>
        </w:rPr>
        <w:t xml:space="preserve">حديث : ١ ابى رحمه الله قال : حدثنى على بن ابراهيم عن ابيه عن محمد بن ابى عمير عن هشام بن سالم و درست بن ابى منصور عن ابى عبدالله </w:t>
      </w:r>
      <w:r w:rsidRPr="00184DA7">
        <w:rPr>
          <w:rStyle w:val="libAlaemChar"/>
          <w:rtl/>
        </w:rPr>
        <w:t>عليه‌السلام</w:t>
      </w:r>
      <w:r>
        <w:rPr>
          <w:rtl/>
        </w:rPr>
        <w:t xml:space="preserve"> قال : قال رسول الله </w:t>
      </w:r>
      <w:r w:rsidR="00E60DFB" w:rsidRPr="00184DA7">
        <w:rPr>
          <w:rStyle w:val="libAlaemChar"/>
          <w:rtl/>
        </w:rPr>
        <w:t>صلى‌الله‌عليه‌وآله</w:t>
      </w:r>
      <w:r w:rsidR="00E60DFB">
        <w:rPr>
          <w:rtl/>
        </w:rPr>
        <w:t xml:space="preserve"> </w:t>
      </w:r>
      <w:r>
        <w:rPr>
          <w:rtl/>
        </w:rPr>
        <w:t>: من تعصب او تعصب له فقد خلع ربقه الالسلام من عنقه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84DA7">
        <w:rPr>
          <w:rStyle w:val="libAlaemChar"/>
          <w:rtl/>
        </w:rPr>
        <w:t>عليه‌السلام</w:t>
      </w:r>
      <w:r>
        <w:rPr>
          <w:rtl/>
        </w:rPr>
        <w:t xml:space="preserve"> نقل مى نمايند كه رسول خدا </w:t>
      </w:r>
      <w:r w:rsidR="00E60DFB" w:rsidRPr="00184DA7">
        <w:rPr>
          <w:rStyle w:val="libAlaemChar"/>
          <w:rtl/>
        </w:rPr>
        <w:t>صلى‌الله‌عليه‌وآله</w:t>
      </w:r>
      <w:r w:rsidR="00E60DFB">
        <w:rPr>
          <w:rtl/>
        </w:rPr>
        <w:t xml:space="preserve"> </w:t>
      </w:r>
      <w:r>
        <w:rPr>
          <w:rtl/>
        </w:rPr>
        <w:t>فرمودند: كسى كه تعصب ورزد يا ديگران نسبت به او تعصب ورزند، پيوند خود را با اسلام بريده است .</w:t>
      </w:r>
    </w:p>
    <w:p w:rsidR="00A679DB" w:rsidRDefault="00A679DB" w:rsidP="00A679DB">
      <w:pPr>
        <w:pStyle w:val="libNormal"/>
        <w:rPr>
          <w:rtl/>
        </w:rPr>
      </w:pPr>
      <w:r>
        <w:rPr>
          <w:rtl/>
        </w:rPr>
        <w:t xml:space="preserve">حديث : ٢ حدثنى محمد بن الحسن رضى الله عنه قال : حدثنى محمد بن الحسن الصفار عن يعقوب بن يزيد عن صفوان عن عبدالله بن الوليد النخعى عن عبدالله بن ابى يعفور عن ابى عبدالله </w:t>
      </w:r>
      <w:r w:rsidRPr="00184DA7">
        <w:rPr>
          <w:rStyle w:val="libAlaemChar"/>
          <w:rtl/>
        </w:rPr>
        <w:t>عليه‌السلام</w:t>
      </w:r>
      <w:r>
        <w:rPr>
          <w:rtl/>
        </w:rPr>
        <w:t xml:space="preserve"> قال : من تعصب او تعصب له خلع ربقه الاسلام من عنقه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184DA7">
        <w:rPr>
          <w:rStyle w:val="libAlaemChar"/>
          <w:rtl/>
        </w:rPr>
        <w:t>عليه‌السلام</w:t>
      </w:r>
      <w:r>
        <w:rPr>
          <w:rtl/>
        </w:rPr>
        <w:t xml:space="preserve"> فرمودند: كسى كه تعصب ورزد يا ديگران نسبت به او تعصب ورزند، پيوند خود را با اسلام بريده است .</w:t>
      </w:r>
    </w:p>
    <w:p w:rsidR="00A679DB" w:rsidRDefault="00A679DB" w:rsidP="00A679DB">
      <w:pPr>
        <w:pStyle w:val="libNormal"/>
        <w:rPr>
          <w:rtl/>
        </w:rPr>
      </w:pPr>
      <w:r>
        <w:rPr>
          <w:rtl/>
        </w:rPr>
        <w:t xml:space="preserve">حديث : ٣ و بهذاالاسناد عن صفوان عن حفص عن محمد بن مسلم عن ابى عبدالله </w:t>
      </w:r>
      <w:r w:rsidRPr="00184DA7">
        <w:rPr>
          <w:rStyle w:val="libAlaemChar"/>
          <w:rtl/>
        </w:rPr>
        <w:t>عليه‌السلام</w:t>
      </w:r>
      <w:r>
        <w:rPr>
          <w:rtl/>
        </w:rPr>
        <w:t xml:space="preserve"> قال : من تعصب عصبه الله عزوجل بعصابه من 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184DA7">
        <w:rPr>
          <w:rStyle w:val="libAlaemChar"/>
          <w:rtl/>
        </w:rPr>
        <w:t>عليه‌السلام</w:t>
      </w:r>
      <w:r>
        <w:rPr>
          <w:rtl/>
        </w:rPr>
        <w:t xml:space="preserve"> فرمودند: كسى كه تعصب ورزد، خداوند با دستمالى آتشين سر او را مى بندد.</w:t>
      </w:r>
    </w:p>
    <w:p w:rsidR="00A679DB" w:rsidRDefault="00A679DB" w:rsidP="00A679DB">
      <w:pPr>
        <w:pStyle w:val="libNormal"/>
        <w:rPr>
          <w:rtl/>
        </w:rPr>
      </w:pPr>
      <w:r>
        <w:rPr>
          <w:rtl/>
        </w:rPr>
        <w:lastRenderedPageBreak/>
        <w:t>حديث : ٤ حدثنى محمد بن الحسن رضى الله عنه قال : حدثنى محمد بن الحسن الصفار قال : حدثنى يعقوب بن يزيد عن العمركى رفعه قال من تعصب حشره الله يوم القيامه مع اعراب الجاهليه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معصوم </w:t>
      </w:r>
      <w:r w:rsidRPr="00184DA7">
        <w:rPr>
          <w:rStyle w:val="libAlaemChar"/>
          <w:rtl/>
        </w:rPr>
        <w:t>عليه‌السلام</w:t>
      </w:r>
      <w:r>
        <w:rPr>
          <w:rtl/>
        </w:rPr>
        <w:t xml:space="preserve"> فرمودند: كسى كه تعصب ورزد، خداوند در روز قيامت او را با بيابان نشين هاى جاهليت محشور مى گرداند.</w:t>
      </w:r>
    </w:p>
    <w:p w:rsidR="00A679DB" w:rsidRDefault="00A679DB" w:rsidP="00A679DB">
      <w:pPr>
        <w:pStyle w:val="libNormal"/>
        <w:rPr>
          <w:rtl/>
        </w:rPr>
      </w:pPr>
      <w:r>
        <w:rPr>
          <w:rtl/>
        </w:rPr>
        <w:t xml:space="preserve">حديث : ٥ حدثنى محمد بن موسى بن المتوكل قال : حدثنى على بن ابراهيم عن ابيه عن النوفلى عن السكونى عن الصادق جعفر بن محمد عن ابيه عن آبائه </w:t>
      </w:r>
      <w:r w:rsidR="00DC5255" w:rsidRPr="00184DA7">
        <w:rPr>
          <w:rStyle w:val="libAlaemChar"/>
          <w:rtl/>
        </w:rPr>
        <w:t>عليهم‌السلام</w:t>
      </w:r>
      <w:r w:rsidR="00DC5255">
        <w:rPr>
          <w:rtl/>
        </w:rPr>
        <w:t xml:space="preserve"> </w:t>
      </w:r>
      <w:r>
        <w:rPr>
          <w:rtl/>
        </w:rPr>
        <w:t xml:space="preserve">قال : قال رسول الله </w:t>
      </w:r>
      <w:r w:rsidR="00E60DFB" w:rsidRPr="00184DA7">
        <w:rPr>
          <w:rStyle w:val="libAlaemChar"/>
          <w:rtl/>
        </w:rPr>
        <w:t>صلى‌الله‌عليه‌وآله</w:t>
      </w:r>
      <w:r w:rsidR="00E60DFB">
        <w:rPr>
          <w:rtl/>
        </w:rPr>
        <w:t xml:space="preserve"> </w:t>
      </w:r>
      <w:r>
        <w:rPr>
          <w:rtl/>
        </w:rPr>
        <w:t>من كان فى قلبه مثقال حبه من خردل من عصبيه بعثه الله يوم القيامه مع اعراب الجاهليه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صادق </w:t>
      </w:r>
      <w:r w:rsidRPr="00184DA7">
        <w:rPr>
          <w:rStyle w:val="libAlaemChar"/>
          <w:rtl/>
        </w:rPr>
        <w:t>عليه‌السلام</w:t>
      </w:r>
      <w:r>
        <w:rPr>
          <w:rtl/>
        </w:rPr>
        <w:t xml:space="preserve"> از پدرانش </w:t>
      </w:r>
      <w:r w:rsidR="00DC5255" w:rsidRPr="00184DA7">
        <w:rPr>
          <w:rStyle w:val="libAlaemChar"/>
          <w:rtl/>
        </w:rPr>
        <w:t>عليهم‌السلام</w:t>
      </w:r>
      <w:r w:rsidR="00DC5255">
        <w:rPr>
          <w:rtl/>
        </w:rPr>
        <w:t xml:space="preserve"> </w:t>
      </w:r>
      <w:r>
        <w:rPr>
          <w:rtl/>
        </w:rPr>
        <w:t xml:space="preserve">روايت نموده است كه رسول خدا </w:t>
      </w:r>
      <w:r w:rsidR="00E60DFB" w:rsidRPr="00184DA7">
        <w:rPr>
          <w:rStyle w:val="libAlaemChar"/>
          <w:rtl/>
        </w:rPr>
        <w:t>صلى‌الله‌عليه‌وآله</w:t>
      </w:r>
      <w:r w:rsidR="00E60DFB">
        <w:rPr>
          <w:rtl/>
        </w:rPr>
        <w:t xml:space="preserve"> </w:t>
      </w:r>
      <w:r>
        <w:rPr>
          <w:rtl/>
        </w:rPr>
        <w:t xml:space="preserve">فرمودند: كسى كه باندازه دانه خردلى </w:t>
      </w:r>
      <w:r w:rsidRPr="00184DA7">
        <w:rPr>
          <w:rStyle w:val="libFootnotenumChar"/>
          <w:rtl/>
        </w:rPr>
        <w:t>(١٤١)</w:t>
      </w:r>
      <w:r>
        <w:rPr>
          <w:rtl/>
        </w:rPr>
        <w:t xml:space="preserve"> تعصب در دلش باشد خداوند در روز قيامت او را با بيابان نشين هاى جاهليت بر مى انگيزاند.</w:t>
      </w:r>
    </w:p>
    <w:p w:rsidR="00A679DB" w:rsidRDefault="00A679DB" w:rsidP="00A679DB">
      <w:pPr>
        <w:pStyle w:val="libNormal"/>
        <w:rPr>
          <w:rtl/>
        </w:rPr>
      </w:pPr>
    </w:p>
    <w:p w:rsidR="00A679DB" w:rsidRDefault="00A679DB" w:rsidP="00A679DB">
      <w:pPr>
        <w:pStyle w:val="libNormal"/>
        <w:rPr>
          <w:rtl/>
        </w:rPr>
      </w:pPr>
      <w:r>
        <w:rPr>
          <w:rtl/>
        </w:rPr>
        <w:t>عقاب المتكبرين</w:t>
      </w:r>
    </w:p>
    <w:p w:rsidR="00A679DB" w:rsidRDefault="00184DA7" w:rsidP="00A679DB">
      <w:pPr>
        <w:pStyle w:val="libNormal"/>
        <w:rPr>
          <w:rtl/>
        </w:rPr>
      </w:pPr>
      <w:r>
        <w:rPr>
          <w:rtl/>
        </w:rPr>
        <w:br w:type="page"/>
      </w:r>
    </w:p>
    <w:p w:rsidR="00A679DB" w:rsidRDefault="00A679DB" w:rsidP="00184DA7">
      <w:pPr>
        <w:pStyle w:val="Heading2"/>
        <w:rPr>
          <w:rtl/>
        </w:rPr>
      </w:pPr>
      <w:bookmarkStart w:id="456" w:name="_Toc449617513"/>
      <w:r>
        <w:rPr>
          <w:rtl/>
        </w:rPr>
        <w:t>مجازات متكبران</w:t>
      </w:r>
      <w:bookmarkEnd w:id="456"/>
    </w:p>
    <w:p w:rsidR="00A679DB" w:rsidRDefault="00A679DB" w:rsidP="00A679DB">
      <w:pPr>
        <w:pStyle w:val="libNormal"/>
        <w:rPr>
          <w:rtl/>
        </w:rPr>
      </w:pPr>
      <w:r>
        <w:rPr>
          <w:rtl/>
        </w:rPr>
        <w:t xml:space="preserve">حديث : ١ ابى رحمه الله قال : حدثنى سعد بن عبدالله عن احمد بن ابى عبدالله عن عثمان بن عيسى عن العلاء بن الفضيل عن ابى عبدالله </w:t>
      </w:r>
      <w:r w:rsidRPr="00184DA7">
        <w:rPr>
          <w:rStyle w:val="libAlaemChar"/>
          <w:rtl/>
        </w:rPr>
        <w:t>عليه‌السلام</w:t>
      </w:r>
      <w:r>
        <w:rPr>
          <w:rtl/>
        </w:rPr>
        <w:t xml:space="preserve"> قال : قال ابو جعفر </w:t>
      </w:r>
      <w:r w:rsidRPr="00184DA7">
        <w:rPr>
          <w:rStyle w:val="libAlaemChar"/>
          <w:rtl/>
        </w:rPr>
        <w:t>عليه‌السلام</w:t>
      </w:r>
      <w:r>
        <w:rPr>
          <w:rtl/>
        </w:rPr>
        <w:t xml:space="preserve"> : العز رداء الله و الكبرياء آزاره فمن تناول شيئا منه كبه الله فى جهنم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84DA7">
        <w:rPr>
          <w:rStyle w:val="libAlaemChar"/>
          <w:rtl/>
        </w:rPr>
        <w:t>عليه‌السلام</w:t>
      </w:r>
      <w:r>
        <w:rPr>
          <w:rtl/>
        </w:rPr>
        <w:t xml:space="preserve"> نقل مى نمايد كه امام باقر </w:t>
      </w:r>
      <w:r w:rsidRPr="00184DA7">
        <w:rPr>
          <w:rStyle w:val="libAlaemChar"/>
          <w:rtl/>
        </w:rPr>
        <w:t>عليه‌السلام</w:t>
      </w:r>
      <w:r>
        <w:rPr>
          <w:rtl/>
        </w:rPr>
        <w:t xml:space="preserve"> فرمودند عزت عباى خدا و بزرگى پوشش اوست . كسى كه در پى عزت و بزرگى باشد، خداوند او را در جهنم واژگون مى نمايد.</w:t>
      </w:r>
    </w:p>
    <w:p w:rsidR="00A679DB" w:rsidRDefault="00A679DB" w:rsidP="00A679DB">
      <w:pPr>
        <w:pStyle w:val="libNormal"/>
        <w:rPr>
          <w:rtl/>
        </w:rPr>
      </w:pPr>
      <w:r>
        <w:rPr>
          <w:rtl/>
        </w:rPr>
        <w:t xml:space="preserve">حديث : ٢ حدثنى محمد بن على ماجيلويه رضى الله عنه عن عمه محمد بن ابى القاسم عن محمد بن على الكوفى عن ابى جميله المرادى عن ابى عبدالله </w:t>
      </w:r>
      <w:r w:rsidRPr="00184DA7">
        <w:rPr>
          <w:rStyle w:val="libAlaemChar"/>
          <w:rtl/>
        </w:rPr>
        <w:t>عليه‌السلام</w:t>
      </w:r>
      <w:r>
        <w:rPr>
          <w:rtl/>
        </w:rPr>
        <w:t xml:space="preserve"> قال : الكبرياء رداة الله فمن نازعه شيئا من رلك كبه الله فى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184DA7">
        <w:rPr>
          <w:rStyle w:val="libAlaemChar"/>
          <w:rtl/>
        </w:rPr>
        <w:t>عليه‌السلام</w:t>
      </w:r>
      <w:r>
        <w:rPr>
          <w:rtl/>
        </w:rPr>
        <w:t xml:space="preserve"> فرمودند: بزرگ عباى خداوند است . كسى كه با او در اين مورد نزاع كند، خداوند او را در جهنم واژگون مى نمايد.</w:t>
      </w:r>
    </w:p>
    <w:p w:rsidR="00A679DB" w:rsidRDefault="00A679DB" w:rsidP="00A679DB">
      <w:pPr>
        <w:pStyle w:val="libNormal"/>
        <w:rPr>
          <w:rtl/>
        </w:rPr>
      </w:pPr>
      <w:r>
        <w:rPr>
          <w:rtl/>
        </w:rPr>
        <w:t xml:space="preserve">حديث : ٣ حدثنى محمد بن موسى بن المتوكل رضى الله عنه قال : حدثنى على بن الحسين السعد آبادى عن احمد بن ابى عبدالله عن منصور بن العباس عن سعبد بن جناح عن حسين بن مختار عن ابى عبدالله </w:t>
      </w:r>
      <w:r w:rsidRPr="00184DA7">
        <w:rPr>
          <w:rStyle w:val="libAlaemChar"/>
          <w:rtl/>
        </w:rPr>
        <w:t>عليه‌السلام</w:t>
      </w:r>
      <w:r>
        <w:rPr>
          <w:rtl/>
        </w:rPr>
        <w:t xml:space="preserve"> قال : ثلاثه لا ينظر الله عزوجل اليهم ثانى عطفه و مسبل آزاره خيلاء و المنفق سلعته بالايمان ان الكبرياء لله رب العالمين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٣. امام صادق </w:t>
      </w:r>
      <w:r w:rsidRPr="00184DA7">
        <w:rPr>
          <w:rStyle w:val="libAlaemChar"/>
          <w:rtl/>
        </w:rPr>
        <w:t>عليه‌السلام</w:t>
      </w:r>
      <w:r>
        <w:rPr>
          <w:rtl/>
        </w:rPr>
        <w:t xml:space="preserve"> فرمودند: خداوند عزوجل به سه نفر نظر رحمت نمى افكند: به كسى كه تكبر كند، به كسى كه از روى تكبر لباسش به زمين بكشد و به كسى كه كالايش را با قسم رواج دهد. همانا بزرگى فقط مخصوص خداوند بزرگ است .</w:t>
      </w:r>
    </w:p>
    <w:p w:rsidR="00A679DB" w:rsidRDefault="00A679DB" w:rsidP="00A679DB">
      <w:pPr>
        <w:pStyle w:val="libNormal"/>
        <w:rPr>
          <w:rtl/>
        </w:rPr>
      </w:pPr>
      <w:r>
        <w:rPr>
          <w:rtl/>
        </w:rPr>
        <w:t>حديث : ٤ و بهذاالاسناد عن احمد بن ابى عبدالله عن ابيه عن القاسم بن عروه عن عبدالله بن بكير عن زراره بن اعين عن ابى جعفر و ابى عبدالله</w:t>
      </w:r>
      <w:r w:rsidR="00184DA7">
        <w:rPr>
          <w:rFonts w:hint="cs"/>
          <w:rtl/>
        </w:rPr>
        <w:t xml:space="preserve"> </w:t>
      </w:r>
      <w:r w:rsidR="00DC5255" w:rsidRPr="00184DA7">
        <w:rPr>
          <w:rStyle w:val="libAlaemChar"/>
          <w:rtl/>
        </w:rPr>
        <w:t>عليهم‌السلام</w:t>
      </w:r>
      <w:r w:rsidR="00DC5255">
        <w:rPr>
          <w:rtl/>
        </w:rPr>
        <w:t xml:space="preserve"> </w:t>
      </w:r>
      <w:r>
        <w:rPr>
          <w:rtl/>
        </w:rPr>
        <w:t>قالا: لا يدخل الجنه من فى قلبه مثقال ذره من كبر.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باقر </w:t>
      </w:r>
      <w:r w:rsidRPr="00184DA7">
        <w:rPr>
          <w:rStyle w:val="libAlaemChar"/>
          <w:rtl/>
        </w:rPr>
        <w:t>عليه‌السلام</w:t>
      </w:r>
      <w:r>
        <w:rPr>
          <w:rtl/>
        </w:rPr>
        <w:t xml:space="preserve"> و امام صادق </w:t>
      </w:r>
      <w:r w:rsidRPr="00184DA7">
        <w:rPr>
          <w:rStyle w:val="libAlaemChar"/>
          <w:rtl/>
        </w:rPr>
        <w:t>عليه‌السلام</w:t>
      </w:r>
      <w:r>
        <w:rPr>
          <w:rtl/>
        </w:rPr>
        <w:t xml:space="preserve"> فرمودند: كسى كه ذره اى تكبر در دلش باشد، به بهشت نخواهد رفت .</w:t>
      </w:r>
    </w:p>
    <w:p w:rsidR="00A679DB" w:rsidRDefault="00A679DB" w:rsidP="00A679DB">
      <w:pPr>
        <w:pStyle w:val="libNormal"/>
        <w:rPr>
          <w:rtl/>
        </w:rPr>
      </w:pPr>
      <w:r>
        <w:rPr>
          <w:rtl/>
        </w:rPr>
        <w:t xml:space="preserve">حديث : ٥ و بهذاالاسناد عن احمد بن ابى عبدالله عن محمد بن على الكوفى عن على بن النعمان عن عبدالله بن طلحه عن ابى عبدالله </w:t>
      </w:r>
      <w:r w:rsidRPr="00184DA7">
        <w:rPr>
          <w:rStyle w:val="libAlaemChar"/>
          <w:rtl/>
        </w:rPr>
        <w:t>عليه‌السلام</w:t>
      </w:r>
      <w:r>
        <w:rPr>
          <w:rtl/>
        </w:rPr>
        <w:t xml:space="preserve"> قال : لا يدخل الجنه عبد فى قلبه مثقال ذره من خردل من كبر و لا يدخل النار عبد فى قلبه مثقال حبه من خردل من ايمان قلت :جعلت فداك ان الرجل ليلبس الثوب و يركب الدابه فيكاد يعرف من نفسه الكبر قال : ليس ذلك بكبر انما الكبر انكار الحق و الايمان اقرار بالحق .</w:t>
      </w:r>
    </w:p>
    <w:p w:rsidR="00A679DB" w:rsidRDefault="00A679DB" w:rsidP="00A679DB">
      <w:pPr>
        <w:pStyle w:val="libNormal"/>
        <w:rPr>
          <w:rtl/>
        </w:rPr>
      </w:pPr>
      <w:r>
        <w:rPr>
          <w:rtl/>
        </w:rPr>
        <w:t>ترجمه :</w:t>
      </w:r>
    </w:p>
    <w:p w:rsidR="00A679DB" w:rsidRDefault="00A679DB" w:rsidP="00184DA7">
      <w:pPr>
        <w:pStyle w:val="libNormal"/>
        <w:rPr>
          <w:rtl/>
        </w:rPr>
      </w:pPr>
      <w:r>
        <w:rPr>
          <w:rtl/>
        </w:rPr>
        <w:t xml:space="preserve">٥. امام صادق </w:t>
      </w:r>
      <w:r w:rsidRPr="00184DA7">
        <w:rPr>
          <w:rStyle w:val="libAlaemChar"/>
          <w:rtl/>
        </w:rPr>
        <w:t>عليه‌السلام</w:t>
      </w:r>
      <w:r>
        <w:rPr>
          <w:rtl/>
        </w:rPr>
        <w:t xml:space="preserve"> فرمودند كسى كه در دلش باندازه دانه خردلى تكبر باشد، به بهشت نخواهد رفت و كسى كه در دلش باندازه دانه خردلى ايمان نباشد، به جهنم نخواهد رفت .</w:t>
      </w:r>
    </w:p>
    <w:p w:rsidR="00A679DB" w:rsidRDefault="00A679DB" w:rsidP="00A679DB">
      <w:pPr>
        <w:pStyle w:val="libNormal"/>
        <w:rPr>
          <w:rtl/>
        </w:rPr>
      </w:pPr>
      <w:r>
        <w:rPr>
          <w:rtl/>
        </w:rPr>
        <w:lastRenderedPageBreak/>
        <w:t>عرض كردم : فدايت گردم . هنگامى كه انسان لباس پوشيده و سوار بر چهارپا مى شود، احساس مى كند كه شايد متكبر شده است . فرمودند :اين تكبر نيست . منظور ار تكبر انكار حق مى باشد و ايمان ، اقرار به حق است .</w:t>
      </w:r>
    </w:p>
    <w:p w:rsidR="00A679DB" w:rsidRDefault="00A679DB" w:rsidP="00A679DB">
      <w:pPr>
        <w:pStyle w:val="libNormal"/>
        <w:rPr>
          <w:rtl/>
        </w:rPr>
      </w:pPr>
      <w:r>
        <w:rPr>
          <w:rtl/>
        </w:rPr>
        <w:t xml:space="preserve">حديث : ٦ و بهذاالاسناد عن محمد بن على الكوفى عن ابى جميله عن سعد بن طريف عن ابى جعفر </w:t>
      </w:r>
      <w:r w:rsidRPr="00184DA7">
        <w:rPr>
          <w:rStyle w:val="libAlaemChar"/>
          <w:rtl/>
        </w:rPr>
        <w:t>عليه‌السلام</w:t>
      </w:r>
      <w:r>
        <w:rPr>
          <w:rtl/>
        </w:rPr>
        <w:t xml:space="preserve"> قال : الكبر مطايا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امام باقر </w:t>
      </w:r>
      <w:r w:rsidRPr="00184DA7">
        <w:rPr>
          <w:rStyle w:val="libAlaemChar"/>
          <w:rtl/>
        </w:rPr>
        <w:t>عليه‌السلام</w:t>
      </w:r>
      <w:r>
        <w:rPr>
          <w:rtl/>
        </w:rPr>
        <w:t xml:space="preserve"> فرمودند: تكبر مركب رفتن به جهنم است .</w:t>
      </w:r>
    </w:p>
    <w:p w:rsidR="00A679DB" w:rsidRDefault="00A679DB" w:rsidP="00A679DB">
      <w:pPr>
        <w:pStyle w:val="libNormal"/>
        <w:rPr>
          <w:rtl/>
        </w:rPr>
      </w:pPr>
      <w:r>
        <w:rPr>
          <w:rtl/>
        </w:rPr>
        <w:t xml:space="preserve">حديث : ٧ حدثنى محمد بن الحسن رضى الله عنه قال : حدثنى محمد بن الحسن الصفار عن يعقوب بن يزيد عن محمد بن ابى عمير عن ابن بكير عن ابى عبدالله </w:t>
      </w:r>
      <w:r w:rsidRPr="00184DA7">
        <w:rPr>
          <w:rStyle w:val="libAlaemChar"/>
          <w:rtl/>
        </w:rPr>
        <w:t>عليه‌السلام</w:t>
      </w:r>
      <w:r>
        <w:rPr>
          <w:rtl/>
        </w:rPr>
        <w:t xml:space="preserve"> قال : ان فى جهنم لواديا للمتكبرين يقال له : سقر شكا الى الله شده حره و ساله ان ياذن له ان يتنفس فتنففس فاحرق جهنم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امام صادق </w:t>
      </w:r>
      <w:r w:rsidRPr="00184DA7">
        <w:rPr>
          <w:rStyle w:val="libAlaemChar"/>
          <w:rtl/>
        </w:rPr>
        <w:t>عليه‌السلام</w:t>
      </w:r>
      <w:r>
        <w:rPr>
          <w:rtl/>
        </w:rPr>
        <w:t xml:space="preserve"> فرمودند: همانا متكبران در جهنم دره اى دارند بنام سقر «سقر» از گرماى شديد خود به خداوند گله كرد. از خداوند خواست كه به و اجازه تنفس بدهد. و پس از كسب اجازه و تنفس ، جهنم را آتش زد.</w:t>
      </w:r>
    </w:p>
    <w:p w:rsidR="00A679DB" w:rsidRDefault="00A679DB" w:rsidP="00A679DB">
      <w:pPr>
        <w:pStyle w:val="libNormal"/>
        <w:rPr>
          <w:rtl/>
        </w:rPr>
      </w:pPr>
      <w:r>
        <w:rPr>
          <w:rtl/>
        </w:rPr>
        <w:t xml:space="preserve">حديث : ٨ ابى رحمه الله قال : حدثنى سعد بن عبدالله عن احمد بن ابى عبدالله عن ابيه عن عبدالله بن القاسم رفعه قال : قال رسول الله </w:t>
      </w:r>
      <w:r w:rsidR="00E60DFB" w:rsidRPr="00184DA7">
        <w:rPr>
          <w:rStyle w:val="libAlaemChar"/>
          <w:rtl/>
        </w:rPr>
        <w:t>صلى‌الله‌عليه‌وآله</w:t>
      </w:r>
      <w:r w:rsidR="00E60DFB">
        <w:rPr>
          <w:rtl/>
        </w:rPr>
        <w:t xml:space="preserve"> </w:t>
      </w:r>
      <w:r>
        <w:rPr>
          <w:rtl/>
        </w:rPr>
        <w:t>: يحشر المتكبرون يوم القيامه فى خلق الذر ففى صور الناس ‍ يوطوون حتى يفرغ الله عزوجل من حساب خلقه ثم يسلك بهم نرا لا بنار يسقون من طينه الخبال من عصاره اهل النار.</w:t>
      </w:r>
    </w:p>
    <w:p w:rsidR="00A679DB" w:rsidRDefault="00A679DB" w:rsidP="00A679DB">
      <w:pPr>
        <w:pStyle w:val="libNormal"/>
        <w:rPr>
          <w:rtl/>
        </w:rPr>
      </w:pPr>
      <w:r>
        <w:rPr>
          <w:rtl/>
        </w:rPr>
        <w:t>ترجمه :</w:t>
      </w:r>
    </w:p>
    <w:p w:rsidR="00A679DB" w:rsidRDefault="00A679DB" w:rsidP="00184DA7">
      <w:pPr>
        <w:pStyle w:val="libNormal"/>
        <w:rPr>
          <w:rtl/>
        </w:rPr>
      </w:pPr>
      <w:r>
        <w:rPr>
          <w:rtl/>
        </w:rPr>
        <w:lastRenderedPageBreak/>
        <w:t xml:space="preserve">٨. رسول خدا </w:t>
      </w:r>
      <w:r w:rsidR="00E60DFB" w:rsidRPr="00184DA7">
        <w:rPr>
          <w:rStyle w:val="libAlaemChar"/>
          <w:rtl/>
        </w:rPr>
        <w:t>صلى‌الله‌عليه‌وآله</w:t>
      </w:r>
      <w:r w:rsidR="00E60DFB">
        <w:rPr>
          <w:rtl/>
        </w:rPr>
        <w:t xml:space="preserve"> </w:t>
      </w:r>
      <w:r>
        <w:rPr>
          <w:rtl/>
        </w:rPr>
        <w:t>فرمودند: در روز قيامت متكبران با همان بدن انسا</w:t>
      </w:r>
      <w:r w:rsidR="00184DA7">
        <w:rPr>
          <w:rFonts w:hint="cs"/>
          <w:rtl/>
        </w:rPr>
        <w:t>نی</w:t>
      </w:r>
      <w:r>
        <w:rPr>
          <w:rtl/>
        </w:rPr>
        <w:t xml:space="preserve"> خود محشور مى شوند، ولى به كوچكى مورچه هاى ريز و مردم آنهارا لگد مى كنند تا خداوند عزوجل از حساب مخلوقات خود فارغ شود. آنگاه آنها را به جهنم مى برند. كاش فقط جهنم مى بود ! چرك و كثافات فرج زناكاران و چرك و خون جهنميان را مى خورند.</w:t>
      </w:r>
    </w:p>
    <w:p w:rsidR="00A679DB" w:rsidRDefault="00A679DB" w:rsidP="00A679DB">
      <w:pPr>
        <w:pStyle w:val="libNormal"/>
        <w:rPr>
          <w:rtl/>
        </w:rPr>
      </w:pPr>
      <w:r>
        <w:rPr>
          <w:rtl/>
        </w:rPr>
        <w:t xml:space="preserve">حديث : ٩ و باسناده قال : قال رسول الله </w:t>
      </w:r>
      <w:r w:rsidR="00E60DFB" w:rsidRPr="00184DA7">
        <w:rPr>
          <w:rStyle w:val="libAlaemChar"/>
          <w:rtl/>
        </w:rPr>
        <w:t>صلى‌الله‌عليه‌وآله</w:t>
      </w:r>
      <w:r w:rsidR="00E60DFB">
        <w:rPr>
          <w:rtl/>
        </w:rPr>
        <w:t xml:space="preserve"> </w:t>
      </w:r>
      <w:r>
        <w:rPr>
          <w:rtl/>
        </w:rPr>
        <w:t>اكثر اهل جهنم المتكبرون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٩. رسول خدا </w:t>
      </w:r>
      <w:r w:rsidR="00E60DFB" w:rsidRPr="00184DA7">
        <w:rPr>
          <w:rStyle w:val="libAlaemChar"/>
          <w:rtl/>
        </w:rPr>
        <w:t>صلى‌الله‌عليه‌وآله</w:t>
      </w:r>
      <w:r w:rsidR="00E60DFB">
        <w:rPr>
          <w:rtl/>
        </w:rPr>
        <w:t xml:space="preserve"> </w:t>
      </w:r>
      <w:r>
        <w:rPr>
          <w:rtl/>
        </w:rPr>
        <w:t>فرمودند: بيشتر اهل جهنم متكبران هستند.</w:t>
      </w:r>
    </w:p>
    <w:p w:rsidR="00A679DB" w:rsidRDefault="00A679DB" w:rsidP="00A679DB">
      <w:pPr>
        <w:pStyle w:val="libNormal"/>
        <w:rPr>
          <w:rtl/>
        </w:rPr>
      </w:pPr>
      <w:r>
        <w:rPr>
          <w:rtl/>
        </w:rPr>
        <w:t xml:space="preserve">حديث : ١٠ و بهذاالاسناد عن احمد بن ابى عبدالله عن ابيه عن محمد بن سنان عن داود بن فرقد عن اخيه قال : سمعت ابا عبدالله </w:t>
      </w:r>
      <w:r w:rsidRPr="00184DA7">
        <w:rPr>
          <w:rStyle w:val="libAlaemChar"/>
          <w:rtl/>
        </w:rPr>
        <w:t>عليه‌السلام</w:t>
      </w:r>
      <w:r>
        <w:rPr>
          <w:rtl/>
        </w:rPr>
        <w:t xml:space="preserve"> يقول : ان المتكبرين يجعلون فى صوره الذ يتوطاهم الناس حتى يفرغ الله من الحساب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١٠. راوى مى گويد از امام صادق </w:t>
      </w:r>
      <w:r w:rsidRPr="00184DA7">
        <w:rPr>
          <w:rStyle w:val="libAlaemChar"/>
          <w:rtl/>
        </w:rPr>
        <w:t>عليه‌السلام</w:t>
      </w:r>
      <w:r>
        <w:rPr>
          <w:rtl/>
        </w:rPr>
        <w:t xml:space="preserve"> شنيدم كه فرمودند :همانا متكبرين (در روز قيامت) باندازه مورچه ها ريز شده و مردم آنان را لگدمال مى كنند تا خداوند از حساب فارغ شود.</w:t>
      </w:r>
    </w:p>
    <w:p w:rsidR="00A679DB" w:rsidRDefault="00A679DB" w:rsidP="00A679DB">
      <w:pPr>
        <w:pStyle w:val="libNormal"/>
        <w:rPr>
          <w:rtl/>
        </w:rPr>
      </w:pPr>
      <w:r>
        <w:rPr>
          <w:rtl/>
        </w:rPr>
        <w:t xml:space="preserve">حديث : ١١ و بهذاالاسناد عن احمد بن ابى عبدالله عن محمد بن على الكوفى عن عمرو بن جميع عن ابى عبدالله </w:t>
      </w:r>
      <w:r w:rsidRPr="00184DA7">
        <w:rPr>
          <w:rStyle w:val="libAlaemChar"/>
          <w:rtl/>
        </w:rPr>
        <w:t>عليه‌السلام</w:t>
      </w:r>
      <w:r>
        <w:rPr>
          <w:rtl/>
        </w:rPr>
        <w:t xml:space="preserve"> قال :الجبارون ابعد الناس من الله عزجل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١١. امام صادق </w:t>
      </w:r>
      <w:r w:rsidRPr="00184DA7">
        <w:rPr>
          <w:rStyle w:val="libAlaemChar"/>
          <w:rtl/>
        </w:rPr>
        <w:t>عليه‌السلام</w:t>
      </w:r>
      <w:r>
        <w:rPr>
          <w:rtl/>
        </w:rPr>
        <w:t xml:space="preserve"> فرمودند: متكبران در روز قيامت دورترين مردم از خداوند عزوجل هستند.</w:t>
      </w:r>
    </w:p>
    <w:p w:rsidR="00A679DB" w:rsidRDefault="00A679DB" w:rsidP="00A679DB">
      <w:pPr>
        <w:pStyle w:val="libNormal"/>
        <w:rPr>
          <w:rtl/>
        </w:rPr>
      </w:pPr>
      <w:r>
        <w:rPr>
          <w:rtl/>
        </w:rPr>
        <w:lastRenderedPageBreak/>
        <w:t xml:space="preserve">حديث : ١٢ و بهذاالاسناد عن احمد بن ابى عبدالله عن محمد بن عبدالحمدى العطار عن عاصم بن حميد عن ابى حمزه عن ابى جعفر </w:t>
      </w:r>
      <w:r w:rsidRPr="00184DA7">
        <w:rPr>
          <w:rStyle w:val="libAlaemChar"/>
          <w:rtl/>
        </w:rPr>
        <w:t>عليه‌السلام</w:t>
      </w:r>
      <w:r>
        <w:rPr>
          <w:rtl/>
        </w:rPr>
        <w:t xml:space="preserve"> قال : قال رسول الله </w:t>
      </w:r>
      <w:r w:rsidR="00E60DFB" w:rsidRPr="00184DA7">
        <w:rPr>
          <w:rStyle w:val="libAlaemChar"/>
          <w:rtl/>
        </w:rPr>
        <w:t>صلى‌الله‌عليه‌وآله</w:t>
      </w:r>
      <w:r w:rsidR="00E60DFB">
        <w:rPr>
          <w:rtl/>
        </w:rPr>
        <w:t xml:space="preserve"> </w:t>
      </w:r>
      <w:r>
        <w:rPr>
          <w:rtl/>
        </w:rPr>
        <w:t>ثلاثه لا يكلمهم الله عزوجل يوم القيامه و لا ينظر اليهم و لا يزكيهم و لهم عذاب اليم شيخ زان و ملك جبار و مقل مختال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١٢. امام باقر </w:t>
      </w:r>
      <w:r w:rsidRPr="00184DA7">
        <w:rPr>
          <w:rStyle w:val="libAlaemChar"/>
          <w:rtl/>
        </w:rPr>
        <w:t>عليه‌السلام</w:t>
      </w:r>
      <w:r>
        <w:rPr>
          <w:rtl/>
        </w:rPr>
        <w:t xml:space="preserve"> نقل مى نمايند كه رسول خدا</w:t>
      </w:r>
      <w:r w:rsidR="00E60DFB" w:rsidRPr="00184DA7">
        <w:rPr>
          <w:rStyle w:val="libAlaemChar"/>
          <w:rtl/>
        </w:rPr>
        <w:t xml:space="preserve">صلى‌الله‌عليه‌وآله </w:t>
      </w:r>
      <w:r>
        <w:rPr>
          <w:rtl/>
        </w:rPr>
        <w:t>فرمودند: سه نفر هستند كه خداوند عزوجل در روز قيامت با آنان سخن نگفته ، به آنان نظر (رحمت) نيفكنده ، آنان را پاك نمى نمايد و عذاب دردناكى براى آنان خواهد: پيرمرد زناكار، پادشاه متكبر و فقير متكبر.</w:t>
      </w:r>
    </w:p>
    <w:p w:rsidR="00A679DB" w:rsidRDefault="00A679DB" w:rsidP="00A679DB">
      <w:pPr>
        <w:pStyle w:val="libNormal"/>
        <w:rPr>
          <w:rtl/>
        </w:rPr>
      </w:pPr>
    </w:p>
    <w:p w:rsidR="00A679DB" w:rsidRDefault="00A679DB" w:rsidP="00A679DB">
      <w:pPr>
        <w:pStyle w:val="libNormal"/>
        <w:rPr>
          <w:rtl/>
        </w:rPr>
      </w:pPr>
      <w:r>
        <w:rPr>
          <w:rtl/>
        </w:rPr>
        <w:t>عقاب من ترك التاديب على المعصيه</w:t>
      </w:r>
    </w:p>
    <w:p w:rsidR="00A679DB" w:rsidRDefault="00184DA7" w:rsidP="00A679DB">
      <w:pPr>
        <w:pStyle w:val="libNormal"/>
        <w:rPr>
          <w:rtl/>
        </w:rPr>
      </w:pPr>
      <w:r>
        <w:rPr>
          <w:rtl/>
        </w:rPr>
        <w:br w:type="page"/>
      </w:r>
    </w:p>
    <w:p w:rsidR="00A679DB" w:rsidRDefault="00A679DB" w:rsidP="00184DA7">
      <w:pPr>
        <w:pStyle w:val="Heading2"/>
        <w:rPr>
          <w:rtl/>
        </w:rPr>
      </w:pPr>
      <w:bookmarkStart w:id="457" w:name="_Toc449617514"/>
      <w:r>
        <w:rPr>
          <w:rtl/>
        </w:rPr>
        <w:t>مجازات ادب نكردن گناهكار</w:t>
      </w:r>
      <w:bookmarkEnd w:id="457"/>
    </w:p>
    <w:p w:rsidR="00A679DB" w:rsidRDefault="00A679DB" w:rsidP="00A679DB">
      <w:pPr>
        <w:pStyle w:val="libNormal"/>
        <w:rPr>
          <w:rtl/>
        </w:rPr>
      </w:pPr>
      <w:r>
        <w:rPr>
          <w:rtl/>
        </w:rPr>
        <w:t xml:space="preserve">حديث : ١ ابى رحمه الله قال : حدثنا سعد بن عبدالله عن محمد بن الحسين بن ابى الخطاب عن عبدالله بن جبله عن ابى عبدالله الخراسانى عن الحسين بن سالم عن ابى عبدالله </w:t>
      </w:r>
      <w:r w:rsidRPr="00184DA7">
        <w:rPr>
          <w:rStyle w:val="libAlaemChar"/>
          <w:rtl/>
        </w:rPr>
        <w:t>عليه‌السلام</w:t>
      </w:r>
      <w:r>
        <w:rPr>
          <w:rtl/>
        </w:rPr>
        <w:t xml:space="preserve"> قال : ايما ناش نشا فى قومه ثم لم يودب على معصيته كان الله عزوجل اول ما يعاقبهم فيه ان ينقص من ارزاقهم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84DA7">
        <w:rPr>
          <w:rStyle w:val="libAlaemChar"/>
          <w:rtl/>
        </w:rPr>
        <w:t>عليه‌السلام</w:t>
      </w:r>
      <w:r>
        <w:rPr>
          <w:rtl/>
        </w:rPr>
        <w:t xml:space="preserve"> فرمودند:نوجوانى كه در ميان قوم خود به سن نوجوانى برسد و او را بخاطر گناهش ادب نكنند، اولين مجازات خداوند عزوجل اين است كه روزى آنها را كم مى كند.</w:t>
      </w:r>
    </w:p>
    <w:p w:rsidR="00A679DB" w:rsidRDefault="00A679DB" w:rsidP="00A679DB">
      <w:pPr>
        <w:pStyle w:val="libNormal"/>
        <w:rPr>
          <w:rtl/>
        </w:rPr>
      </w:pPr>
    </w:p>
    <w:p w:rsidR="00A679DB" w:rsidRDefault="00A679DB" w:rsidP="00A679DB">
      <w:pPr>
        <w:pStyle w:val="libNormal"/>
        <w:rPr>
          <w:rtl/>
        </w:rPr>
      </w:pPr>
      <w:r>
        <w:rPr>
          <w:rtl/>
        </w:rPr>
        <w:t>عقاب من صور صوره و من كذب فى منامه و من استعمع لى قوم و هم له كارهون</w:t>
      </w:r>
    </w:p>
    <w:p w:rsidR="00A679DB" w:rsidRDefault="00184DA7" w:rsidP="00A679DB">
      <w:pPr>
        <w:pStyle w:val="libNormal"/>
        <w:rPr>
          <w:rtl/>
        </w:rPr>
      </w:pPr>
      <w:r>
        <w:rPr>
          <w:rtl/>
        </w:rPr>
        <w:br w:type="page"/>
      </w:r>
    </w:p>
    <w:p w:rsidR="00A679DB" w:rsidRDefault="00A679DB" w:rsidP="00184DA7">
      <w:pPr>
        <w:pStyle w:val="Heading2"/>
        <w:rPr>
          <w:rtl/>
        </w:rPr>
      </w:pPr>
      <w:bookmarkStart w:id="458" w:name="_Toc449617515"/>
      <w:r>
        <w:rPr>
          <w:rtl/>
        </w:rPr>
        <w:t>مجازات تصوير كشيدن ، گفتن خواب دروغ و گوش دادن به سخن كسى كه نمى</w:t>
      </w:r>
      <w:r w:rsidR="00184DA7">
        <w:rPr>
          <w:rFonts w:hint="cs"/>
          <w:rtl/>
        </w:rPr>
        <w:t xml:space="preserve"> </w:t>
      </w:r>
      <w:r>
        <w:rPr>
          <w:rtl/>
        </w:rPr>
        <w:t>خواهد به سخنش گوش دهند.</w:t>
      </w:r>
      <w:bookmarkEnd w:id="458"/>
    </w:p>
    <w:p w:rsidR="00A679DB" w:rsidRDefault="00A679DB" w:rsidP="00A679DB">
      <w:pPr>
        <w:pStyle w:val="libNormal"/>
        <w:rPr>
          <w:rtl/>
        </w:rPr>
      </w:pPr>
      <w:r>
        <w:rPr>
          <w:rtl/>
        </w:rPr>
        <w:t xml:space="preserve">حديث : ١ حدثنى محمد بن الحسن رضى الله عنه قال : حدثنى بن الحسن الصفار عن يعقوب بن يزيد عن محمد بن الحسن الميثمى عن هشام بن احمر و عبدالله بن مسكان عن محمد بن مروان عن ابى عبدالله </w:t>
      </w:r>
      <w:r w:rsidRPr="00184DA7">
        <w:rPr>
          <w:rStyle w:val="libAlaemChar"/>
          <w:rtl/>
        </w:rPr>
        <w:t>عليه‌السلام</w:t>
      </w:r>
      <w:r>
        <w:rPr>
          <w:rtl/>
        </w:rPr>
        <w:t xml:space="preserve"> قال : سمعته يقول :ثلاثه يعذبون يوم القيامه من صور صوره من الحيوان يعذب حتى ينفخ فيها و ليس بنافخ فيها و الذى يكذب فى منامه يعذب حتى يعقد بين شعيرتين و ليس بعاقدهما و المستمع بين قوم و هم له كارهون يصب فى اذنيه الانك و هو الاسرب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184DA7">
        <w:rPr>
          <w:rStyle w:val="libAlaemChar"/>
          <w:rtl/>
        </w:rPr>
        <w:t>عليه‌السلام</w:t>
      </w:r>
      <w:r>
        <w:rPr>
          <w:rtl/>
        </w:rPr>
        <w:t xml:space="preserve"> شنيدم كه فرمودند: سه نفر در روز قيامت عذاب خواهند شد: كسى كه عكس حيوانى را بكشد، تا وقتى كه روح در آن بدمد عذاب خواهد شد و هيچ گاه نخواهد توانست روح در آن بدمد، كسى كه خواب دروغى را از خود نقل كند، تا زمانى كه دو دانه جو را گره بزند عذاب خواهد شد و هيچ گاه نخواهد توانست آن دو را گره بزند، و كسى كه به سخن عده اى گوش بدهد و آنها دوست نداشته باشند كه در اين صورت در گوشهايش سرب مى ريزند.</w:t>
      </w:r>
    </w:p>
    <w:p w:rsidR="00A679DB" w:rsidRDefault="00A679DB" w:rsidP="00A679DB">
      <w:pPr>
        <w:pStyle w:val="libNormal"/>
        <w:rPr>
          <w:rtl/>
        </w:rPr>
      </w:pPr>
    </w:p>
    <w:p w:rsidR="00A679DB" w:rsidRDefault="00A679DB" w:rsidP="00A679DB">
      <w:pPr>
        <w:pStyle w:val="libNormal"/>
        <w:rPr>
          <w:rtl/>
        </w:rPr>
      </w:pPr>
      <w:r>
        <w:rPr>
          <w:rtl/>
        </w:rPr>
        <w:t>عقاب من اذنب و هو ضحاك</w:t>
      </w:r>
    </w:p>
    <w:p w:rsidR="00A679DB" w:rsidRDefault="00BE4913" w:rsidP="00A679DB">
      <w:pPr>
        <w:pStyle w:val="libNormal"/>
        <w:rPr>
          <w:rtl/>
        </w:rPr>
      </w:pPr>
      <w:r>
        <w:rPr>
          <w:rtl/>
        </w:rPr>
        <w:br w:type="page"/>
      </w:r>
    </w:p>
    <w:p w:rsidR="00A679DB" w:rsidRDefault="00A679DB" w:rsidP="00BE4913">
      <w:pPr>
        <w:pStyle w:val="Heading2"/>
        <w:rPr>
          <w:rtl/>
        </w:rPr>
      </w:pPr>
      <w:bookmarkStart w:id="459" w:name="_Toc449617516"/>
      <w:r>
        <w:rPr>
          <w:rtl/>
        </w:rPr>
        <w:t>مجازات خنديدن در حال گناه</w:t>
      </w:r>
      <w:bookmarkEnd w:id="459"/>
    </w:p>
    <w:p w:rsidR="00A679DB" w:rsidRDefault="00A679DB" w:rsidP="00A679DB">
      <w:pPr>
        <w:pStyle w:val="libNormal"/>
        <w:rPr>
          <w:rtl/>
        </w:rPr>
      </w:pPr>
      <w:r>
        <w:rPr>
          <w:rtl/>
        </w:rPr>
        <w:t>حديث : ١ ابى رحمه الله قال : حدثنا عبدالله بن جعفر الحميرى عن احمد بن محمد عن ابيه عن بكر بن صالح عن الحسن بن على عن عبدالله بن ابراهيم قال : حدثنى جعفر الجعفرى عن جعفر بن محمد عن ابيه</w:t>
      </w:r>
      <w:r w:rsidR="00BE4913">
        <w:rPr>
          <w:rFonts w:hint="cs"/>
          <w:rtl/>
        </w:rPr>
        <w:t xml:space="preserve"> </w:t>
      </w:r>
      <w:r w:rsidR="00DC5255" w:rsidRPr="00BE4913">
        <w:rPr>
          <w:rStyle w:val="libAlaemChar"/>
          <w:rtl/>
        </w:rPr>
        <w:t>عليهم‌السلام</w:t>
      </w:r>
      <w:r w:rsidR="00DC5255">
        <w:rPr>
          <w:rtl/>
        </w:rPr>
        <w:t xml:space="preserve"> </w:t>
      </w:r>
      <w:r>
        <w:rPr>
          <w:rtl/>
        </w:rPr>
        <w:t xml:space="preserve">قال : قال رسول الله </w:t>
      </w:r>
      <w:r w:rsidR="00E60DFB" w:rsidRPr="00BE4913">
        <w:rPr>
          <w:rStyle w:val="libAlaemChar"/>
          <w:rtl/>
        </w:rPr>
        <w:t>صلى‌الله‌عليه‌وآله</w:t>
      </w:r>
      <w:r w:rsidR="00E60DFB">
        <w:rPr>
          <w:rtl/>
        </w:rPr>
        <w:t xml:space="preserve"> </w:t>
      </w:r>
      <w:r>
        <w:rPr>
          <w:rtl/>
        </w:rPr>
        <w:t>: من اذنب ذنبا و هو ضحاك دخل النار و هو باك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BE4913">
        <w:rPr>
          <w:rStyle w:val="libAlaemChar"/>
          <w:rtl/>
        </w:rPr>
        <w:t>عليه‌السلام</w:t>
      </w:r>
      <w:r>
        <w:rPr>
          <w:rtl/>
        </w:rPr>
        <w:t xml:space="preserve"> از پدرش </w:t>
      </w:r>
      <w:r w:rsidRPr="00BE4913">
        <w:rPr>
          <w:rStyle w:val="libAlaemChar"/>
          <w:rtl/>
        </w:rPr>
        <w:t>عليه‌السلام</w:t>
      </w:r>
      <w:r>
        <w:rPr>
          <w:rtl/>
        </w:rPr>
        <w:t xml:space="preserve"> نقل مى نمايد كه رسول خدا </w:t>
      </w:r>
      <w:r w:rsidR="00E60DFB" w:rsidRPr="00BE4913">
        <w:rPr>
          <w:rStyle w:val="libAlaemChar"/>
          <w:rtl/>
        </w:rPr>
        <w:t>صلى‌الله‌عليه‌وآله</w:t>
      </w:r>
      <w:r w:rsidR="00E60DFB">
        <w:rPr>
          <w:rtl/>
        </w:rPr>
        <w:t xml:space="preserve"> </w:t>
      </w:r>
      <w:r>
        <w:rPr>
          <w:rtl/>
        </w:rPr>
        <w:t>فرمودند: كسى كه در حال انجام گناه خندان باشد، در حالى به جهنم مى رود كه گريان است .</w:t>
      </w:r>
    </w:p>
    <w:p w:rsidR="00A679DB" w:rsidRDefault="00A679DB" w:rsidP="00A679DB">
      <w:pPr>
        <w:pStyle w:val="libNormal"/>
        <w:rPr>
          <w:rtl/>
        </w:rPr>
      </w:pPr>
    </w:p>
    <w:p w:rsidR="00A679DB" w:rsidRDefault="00A679DB" w:rsidP="00A679DB">
      <w:pPr>
        <w:pStyle w:val="libNormal"/>
        <w:rPr>
          <w:rtl/>
        </w:rPr>
      </w:pPr>
      <w:r>
        <w:rPr>
          <w:rtl/>
        </w:rPr>
        <w:t>عقاب من عمل لغير الله عزوجل</w:t>
      </w:r>
    </w:p>
    <w:p w:rsidR="00A679DB" w:rsidRDefault="00BE4913" w:rsidP="00A679DB">
      <w:pPr>
        <w:pStyle w:val="libNormal"/>
        <w:rPr>
          <w:rtl/>
        </w:rPr>
      </w:pPr>
      <w:r>
        <w:rPr>
          <w:rtl/>
        </w:rPr>
        <w:br w:type="page"/>
      </w:r>
    </w:p>
    <w:p w:rsidR="00A679DB" w:rsidRDefault="00A679DB" w:rsidP="00BE4913">
      <w:pPr>
        <w:pStyle w:val="Heading2"/>
        <w:rPr>
          <w:rtl/>
        </w:rPr>
      </w:pPr>
      <w:bookmarkStart w:id="460" w:name="_Toc449617517"/>
      <w:r>
        <w:rPr>
          <w:rtl/>
        </w:rPr>
        <w:t>مجازات عمل براى غير خداوند عزوجل</w:t>
      </w:r>
      <w:bookmarkEnd w:id="460"/>
    </w:p>
    <w:p w:rsidR="00A679DB" w:rsidRDefault="00A679DB" w:rsidP="00A679DB">
      <w:pPr>
        <w:pStyle w:val="libNormal"/>
        <w:rPr>
          <w:rtl/>
        </w:rPr>
      </w:pPr>
      <w:r>
        <w:rPr>
          <w:rtl/>
        </w:rPr>
        <w:t xml:space="preserve">حديث : ١. ابى رحمه الله قال : حدثنى محمد بن يحيى العطار عن العمركى الخراسانى عن على بن جعفر عن اخيه موسى بن جعفر عن ابيه عن آبائه </w:t>
      </w:r>
      <w:r w:rsidR="00DC5255" w:rsidRPr="00BE4913">
        <w:rPr>
          <w:rStyle w:val="libAlaemChar"/>
          <w:rtl/>
        </w:rPr>
        <w:t>عليهم‌السلام</w:t>
      </w:r>
      <w:r w:rsidR="00DC5255">
        <w:rPr>
          <w:rtl/>
        </w:rPr>
        <w:t xml:space="preserve"> </w:t>
      </w:r>
      <w:r>
        <w:rPr>
          <w:rtl/>
        </w:rPr>
        <w:t xml:space="preserve">قال : قال رسول الله </w:t>
      </w:r>
      <w:r w:rsidR="00E60DFB" w:rsidRPr="00BE4913">
        <w:rPr>
          <w:rStyle w:val="libAlaemChar"/>
          <w:rtl/>
        </w:rPr>
        <w:t>صلى‌الله‌عليه‌وآله</w:t>
      </w:r>
      <w:r w:rsidR="00E60DFB">
        <w:rPr>
          <w:rtl/>
        </w:rPr>
        <w:t xml:space="preserve"> </w:t>
      </w:r>
      <w:r>
        <w:rPr>
          <w:rtl/>
        </w:rPr>
        <w:t>: يومر برجال الى النار فيقول الله عزوجل لمالك : قل للنار: لا تحرق لهم اقداما فقد كانوا يمشون بها الى المساجد و لا تحرق لهم وجوها فقد كانوا يرفعونها بالدعاء و لا تحرق لهم السنه فقد كانوا يكثرون تلاوه القرآن قال : فيقول لهم خازن النار يا اشقياء ما حالكم قالوا: كنا نعمل لغير الله عزوجل فقيل : لتاخذوا ثوابكم ممن عملتم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كاظم </w:t>
      </w:r>
      <w:r w:rsidRPr="00BE4913">
        <w:rPr>
          <w:rStyle w:val="libAlaemChar"/>
          <w:rtl/>
        </w:rPr>
        <w:t>عليه‌السلام</w:t>
      </w:r>
      <w:r>
        <w:rPr>
          <w:rtl/>
        </w:rPr>
        <w:t xml:space="preserve"> از پدرانش </w:t>
      </w:r>
      <w:r w:rsidR="00DC5255" w:rsidRPr="00BE4913">
        <w:rPr>
          <w:rStyle w:val="libAlaemChar"/>
          <w:rtl/>
        </w:rPr>
        <w:t>عليهم‌السلام</w:t>
      </w:r>
      <w:r w:rsidR="00DC5255">
        <w:rPr>
          <w:rtl/>
        </w:rPr>
        <w:t xml:space="preserve"> </w:t>
      </w:r>
      <w:r>
        <w:rPr>
          <w:rtl/>
        </w:rPr>
        <w:t xml:space="preserve">نقل مى نمايد كه رسول خدا </w:t>
      </w:r>
      <w:r w:rsidR="00E60DFB" w:rsidRPr="00BE4913">
        <w:rPr>
          <w:rStyle w:val="libAlaemChar"/>
          <w:rtl/>
        </w:rPr>
        <w:t>صلى‌الله‌عليه‌وآله</w:t>
      </w:r>
      <w:r w:rsidR="00E60DFB">
        <w:rPr>
          <w:rtl/>
        </w:rPr>
        <w:t xml:space="preserve"> </w:t>
      </w:r>
      <w:r>
        <w:rPr>
          <w:rtl/>
        </w:rPr>
        <w:t>فرمودند: دستور مى رسد كه مردانى را به جهنم ببريد. و خداوند عزوجل به پيامرسانى مى فرمايند: به آتش بگو قدمهاى آنها را نسوزان ، چون با آن به مسجد مى رفتند، رويشان را نسوزان ، چون به هنگام دعا رو به درگاه من مى كردند، زبان آنها را نسوزان ، چون خيلى قرآن مى خواندند. دربان جهنم به آنها مى گويد: شما بدبختها ديگر كيستيد؟ مى گويند ما براى غير خدا عزوجل عمل مى كرديم . آنگاه به آنان مى گويند: برويد مزدتان را از همان كسانى بگيريد كه برايشان كار مى كرديد.</w:t>
      </w:r>
    </w:p>
    <w:p w:rsidR="00A679DB" w:rsidRDefault="00A679DB" w:rsidP="00A679DB">
      <w:pPr>
        <w:pStyle w:val="libNormal"/>
        <w:rPr>
          <w:rtl/>
        </w:rPr>
      </w:pPr>
    </w:p>
    <w:p w:rsidR="00A679DB" w:rsidRDefault="00A679DB" w:rsidP="00A679DB">
      <w:pPr>
        <w:pStyle w:val="libNormal"/>
        <w:rPr>
          <w:rtl/>
        </w:rPr>
      </w:pPr>
      <w:r>
        <w:rPr>
          <w:rtl/>
        </w:rPr>
        <w:t>عقاب من اطاع امراته</w:t>
      </w:r>
    </w:p>
    <w:p w:rsidR="00A679DB" w:rsidRDefault="00BE4913" w:rsidP="00A679DB">
      <w:pPr>
        <w:pStyle w:val="libNormal"/>
        <w:rPr>
          <w:rtl/>
        </w:rPr>
      </w:pPr>
      <w:r>
        <w:rPr>
          <w:rtl/>
        </w:rPr>
        <w:br w:type="page"/>
      </w:r>
    </w:p>
    <w:p w:rsidR="00A679DB" w:rsidRDefault="00A679DB" w:rsidP="00BE4913">
      <w:pPr>
        <w:pStyle w:val="Heading2"/>
        <w:rPr>
          <w:rtl/>
        </w:rPr>
      </w:pPr>
      <w:bookmarkStart w:id="461" w:name="_Toc449617518"/>
      <w:r>
        <w:rPr>
          <w:rtl/>
        </w:rPr>
        <w:t>مجازات گوش دادن به حرف زن</w:t>
      </w:r>
      <w:bookmarkEnd w:id="461"/>
    </w:p>
    <w:p w:rsidR="00A679DB" w:rsidRDefault="00A679DB" w:rsidP="00A679DB">
      <w:pPr>
        <w:pStyle w:val="libNormal"/>
        <w:rPr>
          <w:rtl/>
        </w:rPr>
      </w:pPr>
      <w:r>
        <w:rPr>
          <w:rtl/>
        </w:rPr>
        <w:t xml:space="preserve">حديث : ١ ابى رحمه الله قال : حدثنى على بن ابراهيم عن ابيه عن النوفلى عن السكونى عن جعفر عن ابيه عن آبائه </w:t>
      </w:r>
      <w:r w:rsidR="00DC5255" w:rsidRPr="00BE4913">
        <w:rPr>
          <w:rStyle w:val="libAlaemChar"/>
          <w:rtl/>
        </w:rPr>
        <w:t>عليهم‌السلام</w:t>
      </w:r>
      <w:r w:rsidR="00DC5255">
        <w:rPr>
          <w:rtl/>
        </w:rPr>
        <w:t xml:space="preserve"> </w:t>
      </w:r>
      <w:r>
        <w:rPr>
          <w:rtl/>
        </w:rPr>
        <w:t xml:space="preserve">قال : قال على </w:t>
      </w:r>
      <w:r w:rsidRPr="00BE4913">
        <w:rPr>
          <w:rStyle w:val="libAlaemChar"/>
          <w:rtl/>
        </w:rPr>
        <w:t>عليه‌السلام</w:t>
      </w:r>
      <w:r>
        <w:rPr>
          <w:rtl/>
        </w:rPr>
        <w:t xml:space="preserve"> : من اطاع امراته كبه الله على وجهه فى النار قيل :و ما تلك الطاعه قال : تطلب اليه ان تذهب الى الحمامات و العرسات و النياحات و الثياب الرقاق فيجيبها.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BE4913">
        <w:rPr>
          <w:rStyle w:val="libAlaemChar"/>
          <w:rtl/>
        </w:rPr>
        <w:t>عليه‌السلام</w:t>
      </w:r>
      <w:r>
        <w:rPr>
          <w:rtl/>
        </w:rPr>
        <w:t xml:space="preserve"> از پدرانش </w:t>
      </w:r>
      <w:r w:rsidR="00DC5255" w:rsidRPr="00BE4913">
        <w:rPr>
          <w:rStyle w:val="libAlaemChar"/>
          <w:rtl/>
        </w:rPr>
        <w:t>عليهم‌السلام</w:t>
      </w:r>
      <w:r w:rsidR="00DC5255">
        <w:rPr>
          <w:rtl/>
        </w:rPr>
        <w:t xml:space="preserve"> </w:t>
      </w:r>
      <w:r>
        <w:rPr>
          <w:rtl/>
        </w:rPr>
        <w:t xml:space="preserve">نقل مى نمايد كه اميرالمومنين </w:t>
      </w:r>
      <w:r w:rsidRPr="00BE4913">
        <w:rPr>
          <w:rStyle w:val="libAlaemChar"/>
          <w:rtl/>
        </w:rPr>
        <w:t>عليه‌السلام</w:t>
      </w:r>
      <w:r>
        <w:rPr>
          <w:rtl/>
        </w:rPr>
        <w:t xml:space="preserve"> فرمودند: كسى از زنش اطاعت كند، خداوند او را به رو در جهنم مى اندازد. پرسيدند اين چه اطاعتى است ؟ فرمودند: اين كه زن بخواهد به حمام ، عروسى و فاتحه خوانى رفته و لباسهاى بدن نما بپوشد و او بگذارد.</w:t>
      </w:r>
    </w:p>
    <w:p w:rsidR="00A679DB" w:rsidRDefault="00A679DB" w:rsidP="00A679DB">
      <w:pPr>
        <w:pStyle w:val="libNormal"/>
        <w:rPr>
          <w:rtl/>
        </w:rPr>
      </w:pPr>
    </w:p>
    <w:p w:rsidR="00A679DB" w:rsidRDefault="00A679DB" w:rsidP="00A679DB">
      <w:pPr>
        <w:pStyle w:val="libNormal"/>
        <w:rPr>
          <w:rtl/>
        </w:rPr>
      </w:pPr>
      <w:r>
        <w:rPr>
          <w:rtl/>
        </w:rPr>
        <w:t>عقاب من صلى بغير وضوء و مر على ضعيف فلم ينصره</w:t>
      </w:r>
    </w:p>
    <w:p w:rsidR="00A679DB" w:rsidRDefault="00BE4913" w:rsidP="00A679DB">
      <w:pPr>
        <w:pStyle w:val="libNormal"/>
        <w:rPr>
          <w:rtl/>
        </w:rPr>
      </w:pPr>
      <w:r>
        <w:rPr>
          <w:rtl/>
        </w:rPr>
        <w:br w:type="page"/>
      </w:r>
    </w:p>
    <w:p w:rsidR="00A679DB" w:rsidRDefault="00A679DB" w:rsidP="00BE4913">
      <w:pPr>
        <w:pStyle w:val="Heading2"/>
        <w:rPr>
          <w:rtl/>
        </w:rPr>
      </w:pPr>
      <w:bookmarkStart w:id="462" w:name="_Toc449617519"/>
      <w:r>
        <w:rPr>
          <w:rtl/>
        </w:rPr>
        <w:t>مجازات بدون وضو نماز خواندن و يارى نكردن ضعيف</w:t>
      </w:r>
      <w:bookmarkEnd w:id="462"/>
    </w:p>
    <w:p w:rsidR="00A679DB" w:rsidRDefault="00A679DB" w:rsidP="00A679DB">
      <w:pPr>
        <w:pStyle w:val="libNormal"/>
        <w:rPr>
          <w:rtl/>
        </w:rPr>
      </w:pPr>
      <w:r>
        <w:rPr>
          <w:rtl/>
        </w:rPr>
        <w:t xml:space="preserve">حديث : ١ حدثنى محمد بن الحسن رضى الله عنه قال : حدثنى محمد بن الحسن الصفار عن السندى بن محمد عن صفوان بن يحيى عن صفوان بن مهران الجمال عن ابى عبدالله </w:t>
      </w:r>
      <w:r w:rsidRPr="00BE4913">
        <w:rPr>
          <w:rStyle w:val="libAlaemChar"/>
          <w:rtl/>
        </w:rPr>
        <w:t>عليه‌السلام</w:t>
      </w:r>
      <w:r>
        <w:rPr>
          <w:rtl/>
        </w:rPr>
        <w:t xml:space="preserve"> قال : اقعد رجل من الاخيار فى قبره قيل له : انا جالدوك مائه جلده من عذاب الله فقال : لا اطيقها فلم يزالوا به حتى انتهوا الى جلده واحد فقالوا: ليس منها بد فقال : فبما تجلدونيها قالوا: نجلدك انك صليت يوما بغير وضوء و مررت على ضعيف فلم تنصره قال : فجلده جلده من عذاب الله عزوجل فامتلا قبره نارا.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BE4913">
        <w:rPr>
          <w:rStyle w:val="libAlaemChar"/>
          <w:rtl/>
        </w:rPr>
        <w:t>عليه‌السلام</w:t>
      </w:r>
      <w:r>
        <w:rPr>
          <w:rtl/>
        </w:rPr>
        <w:t xml:space="preserve"> فرمودند: يكى از نيكوكاران را در قبرش مى نشانند و به او مى گويند: بعنوان عذاب الهى صد ضربه شلاق بايد به تو بزنيم . او مى گويد تحملش را ندارم . آنها مرتبا تعداد را كم مى كنند و او مى گويد تحملش را ندارم تا به يك ضربه مى رسد كه مى گويند هيچ چاره اى نيست ، بايد حتما اين ضربه را بزنيم . مى پرسد براى چه ؟ مى گويند: بخاطر اين كه روزى بدون وضو نماز خواندى و بر ضعيفى گذر كردى و او را يارى ننمودى . آنگاه بعنوان عذاب خداوند عزوجل ، ضربه اى به او مى زنند كه قبرش پر از آتش مى شود.</w:t>
      </w:r>
    </w:p>
    <w:p w:rsidR="00A679DB" w:rsidRDefault="00A679DB" w:rsidP="00A679DB">
      <w:pPr>
        <w:pStyle w:val="libNormal"/>
        <w:rPr>
          <w:rtl/>
        </w:rPr>
      </w:pPr>
    </w:p>
    <w:p w:rsidR="00A679DB" w:rsidRDefault="00A679DB" w:rsidP="00A679DB">
      <w:pPr>
        <w:pStyle w:val="libNormal"/>
        <w:rPr>
          <w:rtl/>
        </w:rPr>
      </w:pPr>
      <w:r>
        <w:rPr>
          <w:rtl/>
        </w:rPr>
        <w:t>عقاب من قرب الى الاصنام قربانا.</w:t>
      </w:r>
    </w:p>
    <w:p w:rsidR="00A679DB" w:rsidRDefault="00BE4913" w:rsidP="00A679DB">
      <w:pPr>
        <w:pStyle w:val="libNormal"/>
        <w:rPr>
          <w:rtl/>
        </w:rPr>
      </w:pPr>
      <w:r>
        <w:rPr>
          <w:rtl/>
        </w:rPr>
        <w:br w:type="page"/>
      </w:r>
    </w:p>
    <w:p w:rsidR="00A679DB" w:rsidRDefault="00A679DB" w:rsidP="00BE4913">
      <w:pPr>
        <w:pStyle w:val="Heading2"/>
        <w:rPr>
          <w:rtl/>
        </w:rPr>
      </w:pPr>
      <w:bookmarkStart w:id="463" w:name="_Toc449617520"/>
      <w:r>
        <w:rPr>
          <w:rtl/>
        </w:rPr>
        <w:t>مجازات قربانى براى بتها</w:t>
      </w:r>
      <w:bookmarkEnd w:id="463"/>
    </w:p>
    <w:p w:rsidR="00A679DB" w:rsidRDefault="00A679DB" w:rsidP="00A679DB">
      <w:pPr>
        <w:pStyle w:val="libNormal"/>
        <w:rPr>
          <w:rtl/>
        </w:rPr>
      </w:pPr>
      <w:r>
        <w:rPr>
          <w:rtl/>
        </w:rPr>
        <w:t xml:space="preserve">حديث : ١ ابى رحمه الله قال : حدثنا سعد بن عبدالله عن احمد بن ابى عبدالله عن ابى الجوزاء عن الحسين بن علوان عن منذر عن ابى عبدالله </w:t>
      </w:r>
      <w:r w:rsidRPr="00BE4913">
        <w:rPr>
          <w:rStyle w:val="libAlaemChar"/>
          <w:rtl/>
        </w:rPr>
        <w:t>عليه‌السلام</w:t>
      </w:r>
      <w:r>
        <w:rPr>
          <w:rtl/>
        </w:rPr>
        <w:t xml:space="preserve"> قال : ذكر ان سلمان قال : ان رجلا دخل الجنه فى ذباب و آخر دخل النار فى ذباب و قيل له : و كيف ذاك يا ابا عبدالله قال : مرا على قوم فى عيد لهم و قد وضعوا اصناما لهم لا يجوز بهم احد حتى يقرب الى اصنامهم قربانا قل ام كثر فقالوا لهما: لا تجوزا حتى تقرباكما يقرب كل من مر فقال احدهما: ما معى شى اقربه و اخذ احدهما ذبابا فقربه و لم يقرب الاخر فقال : لا اقرب الى غير الله عزوجل شيئا فقتلوه فدخل الجنه و دخل الاخر النار.</w:t>
      </w:r>
    </w:p>
    <w:p w:rsidR="00A679DB" w:rsidRDefault="00A679DB" w:rsidP="00A679DB">
      <w:pPr>
        <w:pStyle w:val="libNormal"/>
        <w:rPr>
          <w:rtl/>
        </w:rPr>
      </w:pPr>
      <w:r>
        <w:rPr>
          <w:rtl/>
        </w:rPr>
        <w:t>ترجمه :</w:t>
      </w:r>
    </w:p>
    <w:p w:rsidR="00A679DB" w:rsidRDefault="00A679DB" w:rsidP="00BE4913">
      <w:pPr>
        <w:pStyle w:val="libNormal"/>
        <w:rPr>
          <w:rtl/>
        </w:rPr>
      </w:pPr>
      <w:r>
        <w:rPr>
          <w:rtl/>
        </w:rPr>
        <w:t xml:space="preserve">١. امام صادق </w:t>
      </w:r>
      <w:r w:rsidRPr="00BE4913">
        <w:rPr>
          <w:rStyle w:val="libAlaemChar"/>
          <w:rtl/>
        </w:rPr>
        <w:t>عليه‌السلام</w:t>
      </w:r>
      <w:r>
        <w:rPr>
          <w:rtl/>
        </w:rPr>
        <w:t xml:space="preserve"> فرمودند: سلمان گفت : بخاطر يك مگس ، مردى به بهشت رفت و مرد ديگرى به جهنم . از آن حضرت </w:t>
      </w:r>
      <w:r w:rsidRPr="00BE4913">
        <w:rPr>
          <w:rStyle w:val="libAlaemChar"/>
          <w:rtl/>
        </w:rPr>
        <w:t>عليه‌السلام</w:t>
      </w:r>
      <w:r>
        <w:rPr>
          <w:rtl/>
        </w:rPr>
        <w:t xml:space="preserve"> پرسيدند چگونه ؟ فرمودند: اين دو نفر در روزى به عده اى رسيدند كه عيد آنان بود. آنها بتهايى داشتند و تنها به كسانى كه براى بتهايشان قربانى مى كردند، كارى نداشتند و براى آنها فرقى نداشت قربانى كم باشد يا زياد. به اين دو نفر نيز گفتند شما را رها نمى كنيم تا شما نيز مانند ديگران كه قربانى كردند چيزى را قربانى كنيد. يكى از اين دو نفر گفت : چيزى همراه ندارم كه قربانى كنم و مگسى گرفت و آن را قربانى كرد. ولى ديگرى قربانى نكرد و گفت : من براى غير خدا عزوجل چيزى را قربانى نمى كنم . او را كشتند و به بهشت رفت ، اما اولى به جهنم .</w:t>
      </w:r>
    </w:p>
    <w:p w:rsidR="00A679DB" w:rsidRDefault="00A679DB" w:rsidP="00A679DB">
      <w:pPr>
        <w:pStyle w:val="libNormal"/>
        <w:rPr>
          <w:rtl/>
        </w:rPr>
      </w:pPr>
    </w:p>
    <w:p w:rsidR="00BE4913" w:rsidRDefault="00A679DB" w:rsidP="00BE4913">
      <w:pPr>
        <w:pStyle w:val="libNormal"/>
        <w:rPr>
          <w:rtl/>
        </w:rPr>
      </w:pPr>
      <w:r>
        <w:rPr>
          <w:rtl/>
        </w:rPr>
        <w:t>عقاب الشاهد بالزور و الكاتم للشهاده</w:t>
      </w:r>
    </w:p>
    <w:p w:rsidR="00BE4913" w:rsidRDefault="00BE4913" w:rsidP="00BE4913">
      <w:pPr>
        <w:pStyle w:val="libNormal"/>
        <w:rPr>
          <w:rFonts w:hint="cs"/>
          <w:rtl/>
        </w:rPr>
      </w:pPr>
      <w:r>
        <w:rPr>
          <w:rtl/>
        </w:rPr>
        <w:br w:type="page"/>
      </w:r>
    </w:p>
    <w:p w:rsidR="00A679DB" w:rsidRDefault="00A679DB" w:rsidP="00BE4913">
      <w:pPr>
        <w:pStyle w:val="Heading2"/>
        <w:rPr>
          <w:rtl/>
        </w:rPr>
      </w:pPr>
      <w:bookmarkStart w:id="464" w:name="_Toc449617521"/>
      <w:r>
        <w:rPr>
          <w:rtl/>
        </w:rPr>
        <w:t>مجازات شهادت دروغ و كتمان شهادت</w:t>
      </w:r>
      <w:bookmarkEnd w:id="464"/>
    </w:p>
    <w:p w:rsidR="00A679DB" w:rsidRDefault="00A679DB" w:rsidP="00A679DB">
      <w:pPr>
        <w:pStyle w:val="libNormal"/>
        <w:rPr>
          <w:rtl/>
        </w:rPr>
      </w:pPr>
      <w:r>
        <w:rPr>
          <w:rtl/>
        </w:rPr>
        <w:t>حديث : ١ ابى رحمه الله قال : سعد بن عبدالله عن يعقوب بن يزيد عن محمد بن ابى عمير عن هشام بن سالم عن ابى عبدالله عليه‌السلام قال : شاهد الزور لا تزول قدماه حتى تجب له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BE4913">
        <w:rPr>
          <w:rStyle w:val="libAlaemChar"/>
          <w:rtl/>
        </w:rPr>
        <w:t>عليه‌السلام</w:t>
      </w:r>
      <w:r>
        <w:rPr>
          <w:rtl/>
        </w:rPr>
        <w:t xml:space="preserve"> فرمودند: شهادت دهنده ب</w:t>
      </w:r>
      <w:r w:rsidR="00BE4913">
        <w:rPr>
          <w:rFonts w:hint="cs"/>
          <w:rtl/>
        </w:rPr>
        <w:t xml:space="preserve">ه </w:t>
      </w:r>
      <w:r>
        <w:rPr>
          <w:rtl/>
        </w:rPr>
        <w:t>دروغ قبل از اين كه قدمى بردارد، جهنم براى او واجب مى شود.</w:t>
      </w:r>
    </w:p>
    <w:p w:rsidR="00A679DB" w:rsidRDefault="00A679DB" w:rsidP="00A679DB">
      <w:pPr>
        <w:pStyle w:val="libNormal"/>
        <w:rPr>
          <w:rtl/>
        </w:rPr>
      </w:pPr>
      <w:r>
        <w:rPr>
          <w:rtl/>
        </w:rPr>
        <w:t xml:space="preserve">حديث : ٢ حدثنى محمد بن الحسن رضى الله عنه قال : حدثنى محمد بن الحسن الصفار عن احمد بن محمد عن على بن الحكم عن ابان الاحمر عن رجل عن صالح بن ميثم عن ابى جعفر </w:t>
      </w:r>
      <w:r w:rsidRPr="00BE4913">
        <w:rPr>
          <w:rStyle w:val="libAlaemChar"/>
          <w:rtl/>
        </w:rPr>
        <w:t>عليه‌السلام</w:t>
      </w:r>
      <w:r>
        <w:rPr>
          <w:rtl/>
        </w:rPr>
        <w:t xml:space="preserve"> قال : ما من رجل مسلم يشهد شهاده زور على مال رجل مسلم ليقطعه الا كتب الله عزوجل له مكانا صكا الى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باقر </w:t>
      </w:r>
      <w:r w:rsidRPr="00BE4913">
        <w:rPr>
          <w:rStyle w:val="libAlaemChar"/>
          <w:rtl/>
        </w:rPr>
        <w:t>عليه‌السلام</w:t>
      </w:r>
      <w:r>
        <w:rPr>
          <w:rtl/>
        </w:rPr>
        <w:t xml:space="preserve"> فرمودند: مسلمانى نيست كه شهادت دروغى بدهد تا مال مسلمانى را از دستش در آورد، مگر اين كه خداوند عزوجل همان جا نامه ورود او به جهنم را مى نويسد.</w:t>
      </w:r>
    </w:p>
    <w:p w:rsidR="00A679DB" w:rsidRDefault="00A679DB" w:rsidP="00A679DB">
      <w:pPr>
        <w:pStyle w:val="libNormal"/>
        <w:rPr>
          <w:rtl/>
        </w:rPr>
      </w:pPr>
      <w:r>
        <w:rPr>
          <w:rtl/>
        </w:rPr>
        <w:t xml:space="preserve">حديث : ٣ و بهذاالاسناد عن احمد بن محمد عن عبدالرحمن بن ابى نجران عن ابى جميله عن جابر عن ابى جعفر </w:t>
      </w:r>
      <w:r w:rsidRPr="00BE4913">
        <w:rPr>
          <w:rStyle w:val="libAlaemChar"/>
          <w:rtl/>
        </w:rPr>
        <w:t>عليه‌السلام</w:t>
      </w:r>
      <w:r>
        <w:rPr>
          <w:rtl/>
        </w:rPr>
        <w:t xml:space="preserve"> قال : قال رسول الله </w:t>
      </w:r>
      <w:r w:rsidR="00E60DFB" w:rsidRPr="00BE4913">
        <w:rPr>
          <w:rStyle w:val="libAlaemChar"/>
          <w:rtl/>
        </w:rPr>
        <w:t>صلى‌الله‌عليه‌وآله</w:t>
      </w:r>
      <w:r w:rsidR="00E60DFB">
        <w:rPr>
          <w:rtl/>
        </w:rPr>
        <w:t xml:space="preserve"> </w:t>
      </w:r>
      <w:r>
        <w:rPr>
          <w:rtl/>
        </w:rPr>
        <w:t xml:space="preserve">: من كتم شهاده او شهد بها ليهدر بها دم امرى مسلم او ليزوى بها مال امرى مسلم اتى يوم القيامه . ولو جهه ظلمه مد البصر و فى وجهه كدوح يعرفه الخلائق باسمه و نسبه و من شهد شهاده حق ليحيى بها امرى مسلم اتى يوم القيامه ولو جهه نور مد </w:t>
      </w:r>
      <w:r>
        <w:rPr>
          <w:rtl/>
        </w:rPr>
        <w:lastRenderedPageBreak/>
        <w:t xml:space="preserve">البصر يعرفه الخلائق باسمه و نسبه ثم قال ابو جعفر </w:t>
      </w:r>
      <w:r w:rsidRPr="00BE4913">
        <w:rPr>
          <w:rStyle w:val="libAlaemChar"/>
          <w:rtl/>
        </w:rPr>
        <w:t>عليه‌السلام</w:t>
      </w:r>
      <w:r>
        <w:rPr>
          <w:rtl/>
        </w:rPr>
        <w:t xml:space="preserve"> : الاترى الله عزوجل يقول : «و اقيموا الشهاده لله .».</w:t>
      </w:r>
    </w:p>
    <w:p w:rsidR="00A679DB" w:rsidRDefault="00A679DB" w:rsidP="00A679DB">
      <w:pPr>
        <w:pStyle w:val="libNormal"/>
        <w:rPr>
          <w:rtl/>
        </w:rPr>
      </w:pPr>
      <w:r>
        <w:rPr>
          <w:rtl/>
        </w:rPr>
        <w:t>ترجمه :</w:t>
      </w:r>
    </w:p>
    <w:p w:rsidR="00A679DB" w:rsidRDefault="00A679DB" w:rsidP="00BE4913">
      <w:pPr>
        <w:pStyle w:val="libNormal"/>
        <w:rPr>
          <w:rtl/>
        </w:rPr>
      </w:pPr>
      <w:r>
        <w:rPr>
          <w:rtl/>
        </w:rPr>
        <w:t xml:space="preserve">٣. امام باقر </w:t>
      </w:r>
      <w:r w:rsidRPr="00BE4913">
        <w:rPr>
          <w:rStyle w:val="libAlaemChar"/>
          <w:rtl/>
        </w:rPr>
        <w:t>عليه‌السلام</w:t>
      </w:r>
      <w:r>
        <w:rPr>
          <w:rtl/>
        </w:rPr>
        <w:t xml:space="preserve"> نقل مى نمايند كه رسول خدا </w:t>
      </w:r>
      <w:r w:rsidR="00E60DFB" w:rsidRPr="00BE4913">
        <w:rPr>
          <w:rStyle w:val="libAlaemChar"/>
          <w:rtl/>
        </w:rPr>
        <w:t>صلى‌الله‌عليه‌وآله</w:t>
      </w:r>
      <w:r w:rsidR="00E60DFB">
        <w:rPr>
          <w:rtl/>
        </w:rPr>
        <w:t xml:space="preserve"> </w:t>
      </w:r>
      <w:r>
        <w:rPr>
          <w:rtl/>
        </w:rPr>
        <w:t xml:space="preserve">فرمودند: كسى كه شهادت را كتمان كند يا شهادتى بدهد كه موجب هدر رفتن خون مسلمان يا به دست آوردن اموال او باشد، در روز قيامت سيماى او تاريك خواهد بود، باندازه اى كه چشم مى تواند ببيند تاريكى صورت او تا اين اندازه اطراف را فرا گرفته است) در صورت او چندين خراش خواهد بود و مردم او را با اسم و نسبش مى شناسند. و كسى كه شهادت دهد كه حق مسلمانى را زنده كند، در روز قيامت در حالى مى آيد كه صورت او نورانى است ، باندازه اى كه چشم مى بيند ( نور سيماى او اين اندازه اطراف را فرا گرفته است) و مردم با اسم و نسبش مى شناسند. آنگاه امام باقر </w:t>
      </w:r>
      <w:r w:rsidRPr="00BE4913">
        <w:rPr>
          <w:rStyle w:val="libAlaemChar"/>
          <w:rtl/>
        </w:rPr>
        <w:t>عليه‌السلام</w:t>
      </w:r>
      <w:r>
        <w:rPr>
          <w:rtl/>
        </w:rPr>
        <w:t xml:space="preserve"> فرمودند: نمى بينى كه خداوند عزوجل فرموده است : براى خدا شهادت دهيد. </w:t>
      </w:r>
      <w:r w:rsidRPr="00BE4913">
        <w:rPr>
          <w:rStyle w:val="libFootnotenumChar"/>
          <w:rtl/>
        </w:rPr>
        <w:t>(١٤٢)</w:t>
      </w:r>
    </w:p>
    <w:p w:rsidR="00A679DB" w:rsidRDefault="00A679DB" w:rsidP="00A679DB">
      <w:pPr>
        <w:pStyle w:val="libNormal"/>
        <w:rPr>
          <w:rtl/>
        </w:rPr>
      </w:pPr>
      <w:r>
        <w:rPr>
          <w:rtl/>
        </w:rPr>
        <w:t xml:space="preserve">حديث : ٤ حدثنى محمد بن موسى بن المتوكل رضى الله عنه قال : حدثنى عبدالله بن جعفر الحميرى عن محمد بن الحسين بن ابى الخطاب عن الحسن بن محبوب عن ابى ايوب عنم سماعه بن مهران عن ابى عبدالله </w:t>
      </w:r>
      <w:r w:rsidRPr="00BE4913">
        <w:rPr>
          <w:rStyle w:val="libAlaemChar"/>
          <w:rtl/>
        </w:rPr>
        <w:t>عليه‌السلام</w:t>
      </w:r>
      <w:r>
        <w:rPr>
          <w:rtl/>
        </w:rPr>
        <w:t xml:space="preserve"> قال : شهود الزور يجلدون جلدا ليس له وقت و ذلك الى الامام و يطاف بهم حتى يعرفوا فلا يعودوا قال : فقلت له : و ان تابوا واصلحوا تقبل شهادتهم بعده قال : اذا تاب الله عليهم و قبلت شهادتهم بعد.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BE4913">
        <w:rPr>
          <w:rStyle w:val="libAlaemChar"/>
          <w:rtl/>
        </w:rPr>
        <w:t>عليه‌السلام</w:t>
      </w:r>
      <w:r>
        <w:rPr>
          <w:rtl/>
        </w:rPr>
        <w:t xml:space="preserve"> فرمودند: مجازات شاهدان دروغگو شلاق است و تعداد آن را امام (حاكم شرع) معين مى كند. علاوه بر اين ، آنها را در شهر مى گردانند </w:t>
      </w:r>
      <w:r>
        <w:rPr>
          <w:rtl/>
        </w:rPr>
        <w:lastRenderedPageBreak/>
        <w:t>تا شناخته شده و اين كار را تكرار نكنند. عرض كردم : اگر توبه كرده و اصلاح شوند، در آينده شهادتشان پذيرفته مى شود؟ فرمودند: اگر توبه كنند، خداوند توبه آنها را پذيرفته و در آينده شهادتشان پذيرفته خواهد شد.</w:t>
      </w:r>
    </w:p>
    <w:p w:rsidR="00A679DB" w:rsidRDefault="00A679DB" w:rsidP="00A679DB">
      <w:pPr>
        <w:pStyle w:val="libNormal"/>
        <w:rPr>
          <w:rtl/>
        </w:rPr>
      </w:pPr>
      <w:r>
        <w:rPr>
          <w:rtl/>
        </w:rPr>
        <w:t xml:space="preserve">حديث : ٥ ابى رحمه الله قال : حدثنى سعد بن عبدالله عن احمد بن ابى عبدالله عن ابيه عن صفوان عن العلاء عن محمد بن مسلم عن ابى عبدالله </w:t>
      </w:r>
      <w:r w:rsidRPr="00BE4913">
        <w:rPr>
          <w:rStyle w:val="libAlaemChar"/>
          <w:rtl/>
        </w:rPr>
        <w:t>عليه‌السلام</w:t>
      </w:r>
      <w:r>
        <w:rPr>
          <w:rtl/>
        </w:rPr>
        <w:t xml:space="preserve"> قال له فى شاهد الزور: ما توبته قال : يودى المال الذى شهد عليه بقدر ما ذهب من ماله ان كان النصف او الثلث ان كان يشهد هو و آخر معه ادى النصف .</w:t>
      </w:r>
    </w:p>
    <w:p w:rsidR="00A679DB" w:rsidRDefault="00A679DB" w:rsidP="00A679DB">
      <w:pPr>
        <w:pStyle w:val="libNormal"/>
        <w:rPr>
          <w:rtl/>
        </w:rPr>
      </w:pPr>
      <w:r>
        <w:rPr>
          <w:rtl/>
        </w:rPr>
        <w:t>ترجمه :</w:t>
      </w:r>
    </w:p>
    <w:p w:rsidR="00A679DB" w:rsidRDefault="00A679DB" w:rsidP="00BE4913">
      <w:pPr>
        <w:pStyle w:val="libNormal"/>
        <w:rPr>
          <w:rtl/>
        </w:rPr>
      </w:pPr>
      <w:r>
        <w:rPr>
          <w:rtl/>
        </w:rPr>
        <w:t xml:space="preserve">٥. از امام صادق </w:t>
      </w:r>
      <w:r w:rsidRPr="00BE4913">
        <w:rPr>
          <w:rStyle w:val="libAlaemChar"/>
          <w:rtl/>
        </w:rPr>
        <w:t>عليه‌السلام</w:t>
      </w:r>
      <w:r>
        <w:rPr>
          <w:rtl/>
        </w:rPr>
        <w:t xml:space="preserve"> پرسيدند: شاهد دروغگو چگونه مى تواند توبه كند؟ فرمودند: هر مقدار مالى را كه بخاطر شهادت او از دست صاحب مال رفته است ، بايد به او پرداخت نمايد: اگر ثلث مالش را از دست داده ، ثلث مال و اگر نصف مالش را از دست داده بايد اين مقدار را به او بپردازد و اگردو نفر شهادت دروغ داده اند و مالى از بين رفته است ، هر كدام از اين دو نفر بايد نصف </w:t>
      </w:r>
      <w:r w:rsidR="00BE4913">
        <w:rPr>
          <w:rFonts w:hint="cs"/>
          <w:rtl/>
        </w:rPr>
        <w:t>آ</w:t>
      </w:r>
      <w:r>
        <w:rPr>
          <w:rtl/>
        </w:rPr>
        <w:t>ن مال را به صاحبش بپردازند.</w:t>
      </w:r>
    </w:p>
    <w:p w:rsidR="00A679DB" w:rsidRDefault="00A679DB" w:rsidP="00A679DB">
      <w:pPr>
        <w:pStyle w:val="libNormal"/>
        <w:rPr>
          <w:rtl/>
        </w:rPr>
      </w:pPr>
    </w:p>
    <w:p w:rsidR="00A679DB" w:rsidRDefault="00A679DB" w:rsidP="00A679DB">
      <w:pPr>
        <w:pStyle w:val="libNormal"/>
        <w:rPr>
          <w:rtl/>
        </w:rPr>
      </w:pPr>
      <w:r>
        <w:rPr>
          <w:rtl/>
        </w:rPr>
        <w:t>عقاب من يحلف بالله كاذبا</w:t>
      </w:r>
    </w:p>
    <w:p w:rsidR="00A679DB" w:rsidRDefault="00BE4913" w:rsidP="00A679DB">
      <w:pPr>
        <w:pStyle w:val="libNormal"/>
        <w:rPr>
          <w:rtl/>
        </w:rPr>
      </w:pPr>
      <w:r>
        <w:rPr>
          <w:rtl/>
        </w:rPr>
        <w:br w:type="page"/>
      </w:r>
    </w:p>
    <w:p w:rsidR="00A679DB" w:rsidRDefault="00A679DB" w:rsidP="00BE4913">
      <w:pPr>
        <w:pStyle w:val="Heading2"/>
        <w:rPr>
          <w:rtl/>
        </w:rPr>
      </w:pPr>
      <w:bookmarkStart w:id="465" w:name="_Toc449617522"/>
      <w:r>
        <w:rPr>
          <w:rtl/>
        </w:rPr>
        <w:t>مجازات سوگند دروغ به خدا ياد كردن</w:t>
      </w:r>
      <w:bookmarkEnd w:id="465"/>
    </w:p>
    <w:p w:rsidR="00A679DB" w:rsidRDefault="00A679DB" w:rsidP="00A679DB">
      <w:pPr>
        <w:pStyle w:val="libNormal"/>
        <w:rPr>
          <w:rtl/>
        </w:rPr>
      </w:pPr>
      <w:r>
        <w:rPr>
          <w:rtl/>
        </w:rPr>
        <w:t xml:space="preserve">حديث : ١ ابى رحمه الله قال : حدثنى سعد بن عبدالله عن احمد بن محمد عن ابن فضال عن ثعلبه بن ميمون عن يعقوب الاحمر قال : قال ابو عبدالله </w:t>
      </w:r>
      <w:r w:rsidRPr="00BE4913">
        <w:rPr>
          <w:rStyle w:val="libAlaemChar"/>
          <w:rtl/>
        </w:rPr>
        <w:t>عليه‌السلام</w:t>
      </w:r>
      <w:r>
        <w:rPr>
          <w:rtl/>
        </w:rPr>
        <w:t xml:space="preserve"> : من حلف على يمين و هو يعلم انه كاذب فقد بارز الله عزوجل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BE4913">
        <w:rPr>
          <w:rStyle w:val="libAlaemChar"/>
          <w:rtl/>
        </w:rPr>
        <w:t>عليه‌السلام</w:t>
      </w:r>
      <w:r>
        <w:rPr>
          <w:rtl/>
        </w:rPr>
        <w:t xml:space="preserve"> فرمودند: كسى كه قسم بخورد و بداند كه دروغ مى گويد محققا با خداوند عزوجل جنگيده است .</w:t>
      </w:r>
    </w:p>
    <w:p w:rsidR="00A679DB" w:rsidRDefault="00A679DB" w:rsidP="00A679DB">
      <w:pPr>
        <w:pStyle w:val="libNormal"/>
        <w:rPr>
          <w:rtl/>
        </w:rPr>
      </w:pPr>
      <w:r>
        <w:rPr>
          <w:rtl/>
        </w:rPr>
        <w:t>حديث : ٢ حدثنى محمد بن على ماجيلويه رضى الله عنه قال : حدثنى على بن ابراهيم عن ابيه عن محمد بن ابى عمير عن هشام بن سالم عن ابى عبدالله عليه‌السلام قال : ان يمين الصبر الكاذبه تترك الديار بالاقع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BE4913">
        <w:rPr>
          <w:rStyle w:val="libAlaemChar"/>
          <w:rtl/>
        </w:rPr>
        <w:t>عليه‌السلام</w:t>
      </w:r>
      <w:r>
        <w:rPr>
          <w:rtl/>
        </w:rPr>
        <w:t xml:space="preserve"> : همانا سوگند اجبارى دروغ باعث خالى شدن شهرها از ساكنانش مى شود.</w:t>
      </w:r>
    </w:p>
    <w:p w:rsidR="00A679DB" w:rsidRDefault="00A679DB" w:rsidP="00A679DB">
      <w:pPr>
        <w:pStyle w:val="libNormal"/>
        <w:rPr>
          <w:rtl/>
        </w:rPr>
      </w:pPr>
      <w:r>
        <w:rPr>
          <w:rtl/>
        </w:rPr>
        <w:t xml:space="preserve">حديث : ٣ حدثنى محمد بن على ماجيلويه رضى الله عنه عن محمد بن ابى القاسم عن محمد بن على القرشى عن على بن عثمان بن رزين عن محمد بن فرات خال بنى عمار الصيرفى عن جابر بن يزيد ابى جعفر </w:t>
      </w:r>
      <w:r w:rsidRPr="00BE4913">
        <w:rPr>
          <w:rStyle w:val="libAlaemChar"/>
          <w:rtl/>
        </w:rPr>
        <w:t>عليه‌السلام</w:t>
      </w:r>
      <w:r>
        <w:rPr>
          <w:rtl/>
        </w:rPr>
        <w:t xml:space="preserve"> قال قال رسول الله </w:t>
      </w:r>
      <w:r w:rsidR="00E60DFB" w:rsidRPr="00BE4913">
        <w:rPr>
          <w:rStyle w:val="libAlaemChar"/>
          <w:rtl/>
        </w:rPr>
        <w:t>صلى‌الله‌عليه‌وآله</w:t>
      </w:r>
      <w:r w:rsidR="00E60DFB">
        <w:rPr>
          <w:rtl/>
        </w:rPr>
        <w:t xml:space="preserve"> </w:t>
      </w:r>
      <w:r>
        <w:rPr>
          <w:rtl/>
        </w:rPr>
        <w:t>آياكم و اليمين الفاجر فانها تدع الديار بلاقع من اهلها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باقر </w:t>
      </w:r>
      <w:r w:rsidRPr="00BE4913">
        <w:rPr>
          <w:rStyle w:val="libAlaemChar"/>
          <w:rtl/>
        </w:rPr>
        <w:t>عليه‌السلام</w:t>
      </w:r>
      <w:r>
        <w:rPr>
          <w:rtl/>
        </w:rPr>
        <w:t xml:space="preserve"> نقل مى نمايند كه رسول خدا </w:t>
      </w:r>
      <w:r w:rsidR="00E60DFB" w:rsidRPr="00BE4913">
        <w:rPr>
          <w:rStyle w:val="libAlaemChar"/>
          <w:rtl/>
        </w:rPr>
        <w:t>صلى‌الله‌عليه‌وآله</w:t>
      </w:r>
      <w:r w:rsidR="00E60DFB">
        <w:rPr>
          <w:rtl/>
        </w:rPr>
        <w:t xml:space="preserve"> </w:t>
      </w:r>
      <w:r>
        <w:rPr>
          <w:rtl/>
        </w:rPr>
        <w:t>فرمودند: از سوگند دروغ بپرهيزيد كه محققا باعث خالى شدن شهرها از اهلش مى شود</w:t>
      </w:r>
    </w:p>
    <w:p w:rsidR="00A679DB" w:rsidRDefault="00A679DB" w:rsidP="00A679DB">
      <w:pPr>
        <w:pStyle w:val="libNormal"/>
        <w:rPr>
          <w:rtl/>
        </w:rPr>
      </w:pPr>
      <w:r>
        <w:rPr>
          <w:rtl/>
        </w:rPr>
        <w:lastRenderedPageBreak/>
        <w:t xml:space="preserve">حديث : ٤ حدثنى محمد بن الحسن رضى الله عنه قال حدثنى محمد بن الحسن الصفار عن جعفربن محمد بن عبيدالله بن ميمون عن ابى عبدالله عن ابيه عن ابائه </w:t>
      </w:r>
      <w:r w:rsidR="00DC5255" w:rsidRPr="00BE4913">
        <w:rPr>
          <w:rStyle w:val="libAlaemChar"/>
          <w:rtl/>
        </w:rPr>
        <w:t>عليهم‌السلام</w:t>
      </w:r>
      <w:r w:rsidR="00DC5255">
        <w:rPr>
          <w:rtl/>
        </w:rPr>
        <w:t xml:space="preserve"> </w:t>
      </w:r>
      <w:r>
        <w:rPr>
          <w:rtl/>
        </w:rPr>
        <w:t xml:space="preserve">قال قال رسول الله </w:t>
      </w:r>
      <w:r w:rsidR="00E60DFB" w:rsidRPr="00BE4913">
        <w:rPr>
          <w:rStyle w:val="libAlaemChar"/>
          <w:rtl/>
        </w:rPr>
        <w:t>صلى‌الله‌عليه‌وآله</w:t>
      </w:r>
      <w:r w:rsidR="00E60DFB">
        <w:rPr>
          <w:rtl/>
        </w:rPr>
        <w:t xml:space="preserve"> </w:t>
      </w:r>
      <w:r>
        <w:rPr>
          <w:rtl/>
        </w:rPr>
        <w:t>اليمين الصبر الفاجره تدع الديار بلاقع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BE4913">
        <w:rPr>
          <w:rStyle w:val="libAlaemChar"/>
          <w:rtl/>
        </w:rPr>
        <w:t>عليه‌السلام</w:t>
      </w:r>
      <w:r>
        <w:rPr>
          <w:rtl/>
        </w:rPr>
        <w:t xml:space="preserve"> از پدرانش </w:t>
      </w:r>
      <w:r w:rsidR="00DC5255" w:rsidRPr="00BE4913">
        <w:rPr>
          <w:rStyle w:val="libAlaemChar"/>
          <w:rtl/>
        </w:rPr>
        <w:t>عليهم‌السلام</w:t>
      </w:r>
      <w:r w:rsidR="00DC5255">
        <w:rPr>
          <w:rtl/>
        </w:rPr>
        <w:t xml:space="preserve"> </w:t>
      </w:r>
      <w:r>
        <w:rPr>
          <w:rtl/>
        </w:rPr>
        <w:t xml:space="preserve">نقل مى نمايند كه رسول خدا </w:t>
      </w:r>
      <w:r w:rsidR="00E60DFB">
        <w:rPr>
          <w:rtl/>
        </w:rPr>
        <w:t xml:space="preserve">صلى‌الله‌عليه‌وآله </w:t>
      </w:r>
      <w:r>
        <w:rPr>
          <w:rtl/>
        </w:rPr>
        <w:t>فرمودند: سوگند اجبارى دروغ شهرها را خالى مى كند.</w:t>
      </w:r>
    </w:p>
    <w:p w:rsidR="00A679DB" w:rsidRDefault="00A679DB" w:rsidP="00A679DB">
      <w:pPr>
        <w:pStyle w:val="libNormal"/>
        <w:rPr>
          <w:rtl/>
        </w:rPr>
      </w:pPr>
      <w:r>
        <w:rPr>
          <w:rtl/>
        </w:rPr>
        <w:t xml:space="preserve">حديث : ٥ حدثنى محمد بن الحسن رضى الله عنه قال حدثنى محمد بن الحسن الصفار عن يعقوب بن يزيد عن عبدالرحمن بن حماد عن حنان بن سدير عن فليح بن ابى بكر الشيبانى قال قال ابو عبدالله </w:t>
      </w:r>
      <w:r w:rsidRPr="00BE4913">
        <w:rPr>
          <w:rStyle w:val="libAlaemChar"/>
          <w:rtl/>
        </w:rPr>
        <w:t>عليه‌السلام</w:t>
      </w:r>
      <w:r>
        <w:rPr>
          <w:rtl/>
        </w:rPr>
        <w:t xml:space="preserve"> اليمين الكاذبه تورث العقب الفقر.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صادق </w:t>
      </w:r>
      <w:r w:rsidRPr="00BE4913">
        <w:rPr>
          <w:rStyle w:val="libAlaemChar"/>
          <w:rtl/>
        </w:rPr>
        <w:t>عليه‌السلام</w:t>
      </w:r>
      <w:r>
        <w:rPr>
          <w:rtl/>
        </w:rPr>
        <w:t xml:space="preserve"> فرمودند: سوگند دروغ باعث كم شدن فرزندان انسان مى شود.</w:t>
      </w:r>
    </w:p>
    <w:p w:rsidR="00A679DB" w:rsidRDefault="00A679DB" w:rsidP="00A679DB">
      <w:pPr>
        <w:pStyle w:val="libNormal"/>
        <w:rPr>
          <w:rtl/>
        </w:rPr>
      </w:pPr>
      <w:r>
        <w:rPr>
          <w:rtl/>
        </w:rPr>
        <w:t xml:space="preserve">حديث : ٦ حدثنى محمد بن الحسن رضى الله عنه قال حدثنى سعد بن عبدالله عن احمد بن ابى عبدالله عن محمد بن على الكوفى عن على بن حماد عن ابن ابى يعفور عن ابى عبدالله </w:t>
      </w:r>
      <w:r w:rsidRPr="00BE4913">
        <w:rPr>
          <w:rStyle w:val="libAlaemChar"/>
          <w:rtl/>
        </w:rPr>
        <w:t>عليه‌السلام</w:t>
      </w:r>
      <w:r>
        <w:rPr>
          <w:rtl/>
        </w:rPr>
        <w:t xml:space="preserve"> قال اليمين الغموس ‍ ينظر بها اربعين يوما.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امام صادق </w:t>
      </w:r>
      <w:r w:rsidRPr="00BE4913">
        <w:rPr>
          <w:rStyle w:val="libAlaemChar"/>
          <w:rtl/>
        </w:rPr>
        <w:t>عليه‌السلام</w:t>
      </w:r>
      <w:r>
        <w:rPr>
          <w:rtl/>
        </w:rPr>
        <w:t xml:space="preserve"> فرمودند: مكافات سوگند دروغ ( در اين دنيا) پس ‍ از چهل روز مى رسد.</w:t>
      </w:r>
    </w:p>
    <w:p w:rsidR="00A679DB" w:rsidRDefault="00A679DB" w:rsidP="00A679DB">
      <w:pPr>
        <w:pStyle w:val="libNormal"/>
        <w:rPr>
          <w:rtl/>
        </w:rPr>
      </w:pPr>
      <w:r>
        <w:rPr>
          <w:rtl/>
        </w:rPr>
        <w:t xml:space="preserve">حديث : ٧ ابى رحمه الله قال حدثنى سعد بن عبدالله عن احمد بن ابى عبدالله عن ابيه عن محمد بن يحيى الخزاز و محمد بن سنان و عبدالله بن المغيره عن </w:t>
      </w:r>
      <w:r>
        <w:rPr>
          <w:rtl/>
        </w:rPr>
        <w:lastRenderedPageBreak/>
        <w:t xml:space="preserve">طلحه بن زيد عن ابى عبدالله </w:t>
      </w:r>
      <w:r w:rsidRPr="00BE4913">
        <w:rPr>
          <w:rStyle w:val="libAlaemChar"/>
          <w:rtl/>
        </w:rPr>
        <w:t>عليه‌السلام</w:t>
      </w:r>
      <w:r>
        <w:rPr>
          <w:rtl/>
        </w:rPr>
        <w:t xml:space="preserve"> قال ان اليمين الفاجره لتنقل الرحم قلت ما معنى تنقل الرحم قال تعقم . و اما محمد بن يحيى فانه روى تثقل فى الرحم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امام صادق </w:t>
      </w:r>
      <w:r w:rsidRPr="00BE4913">
        <w:rPr>
          <w:rStyle w:val="libAlaemChar"/>
          <w:rtl/>
        </w:rPr>
        <w:t>عليه‌السلام</w:t>
      </w:r>
      <w:r>
        <w:rPr>
          <w:rtl/>
        </w:rPr>
        <w:t xml:space="preserve"> فرمودند: سوگند دروغ باعث عقيمى خواهد شد.</w:t>
      </w:r>
    </w:p>
    <w:p w:rsidR="00A679DB" w:rsidRDefault="00A679DB" w:rsidP="00A679DB">
      <w:pPr>
        <w:pStyle w:val="libNormal"/>
        <w:rPr>
          <w:rtl/>
        </w:rPr>
      </w:pPr>
      <w:r>
        <w:rPr>
          <w:rtl/>
        </w:rPr>
        <w:t xml:space="preserve">حديث : ٨ حدثنى محمد بن موسى بن المتوكل رضى الله عنه قال حدثنى عبدالله بن جعفر الحميرى عن احمد بن محمد عن الحسن محبوب عن مالك بن عطيه عن ابى عبيده الحذاء عن ابى جعفر </w:t>
      </w:r>
      <w:r w:rsidRPr="00BE4913">
        <w:rPr>
          <w:rStyle w:val="libAlaemChar"/>
          <w:rtl/>
        </w:rPr>
        <w:t>عليه‌السلام</w:t>
      </w:r>
      <w:r>
        <w:rPr>
          <w:rtl/>
        </w:rPr>
        <w:t xml:space="preserve"> انه قال فى كتاب على </w:t>
      </w:r>
      <w:r w:rsidRPr="00BE4913">
        <w:rPr>
          <w:rStyle w:val="libAlaemChar"/>
          <w:rtl/>
        </w:rPr>
        <w:t>عليه‌السلام</w:t>
      </w:r>
      <w:r>
        <w:rPr>
          <w:rtl/>
        </w:rPr>
        <w:t xml:space="preserve"> ان اليمين الكاذبه و قطيعه الرحم تذران الديار بلاقع من اهلها و تنقلان الرحم و ان انتقال الرحم انقطاع النسل .». حدثنى محمد بن المتوكل رضى الله عنه قال حدثنى على بن الحسين السعدآبادى عن احمد بن ابى عبدالله عن البزنطى عن على عن حريز عن بعض اصحابه عن ابى عبدالله </w:t>
      </w:r>
      <w:r w:rsidRPr="00BE4913">
        <w:rPr>
          <w:rStyle w:val="libAlaemChar"/>
          <w:rtl/>
        </w:rPr>
        <w:t>عليه‌السلام</w:t>
      </w:r>
      <w:r>
        <w:rPr>
          <w:rtl/>
        </w:rPr>
        <w:t xml:space="preserve"> قال اليمين الغموس التى توجب النار الرجل يحلف على حق امرى مسلم على حبس ماله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امام باقر </w:t>
      </w:r>
      <w:r w:rsidRPr="00BE4913">
        <w:rPr>
          <w:rStyle w:val="libAlaemChar"/>
          <w:rtl/>
        </w:rPr>
        <w:t>عليه‌السلام</w:t>
      </w:r>
      <w:r>
        <w:rPr>
          <w:rtl/>
        </w:rPr>
        <w:t xml:space="preserve"> فرمودند: سوگند دروغ و قطع رحم ، باعث خالى شدن شهرها از ساكنانش و انقطاع نسل مى شوند.». امام صادق </w:t>
      </w:r>
      <w:r w:rsidRPr="00BE4913">
        <w:rPr>
          <w:rStyle w:val="libAlaemChar"/>
          <w:rtl/>
        </w:rPr>
        <w:t>عليه‌السلام</w:t>
      </w:r>
      <w:r>
        <w:rPr>
          <w:rtl/>
        </w:rPr>
        <w:t xml:space="preserve"> فرمودند: قسم دروغى كه جهنم را بر انسان واجب مى كند، اين است كه انسان با قسم خود، باعث از بين رفتن حق مسلمانى شود و او مالش را از دست بدهد.</w:t>
      </w:r>
    </w:p>
    <w:p w:rsidR="00A679DB" w:rsidRDefault="00A679DB" w:rsidP="00A679DB">
      <w:pPr>
        <w:pStyle w:val="libNormal"/>
        <w:rPr>
          <w:rtl/>
        </w:rPr>
      </w:pPr>
      <w:r>
        <w:rPr>
          <w:rtl/>
        </w:rPr>
        <w:t xml:space="preserve">حديث : ٩ حدثنى محمد بن موسى بن المتوكل رضى الله عنه قال حدثنى على بن الحسين السعد آبادى عن احمد بن ابى عبدالله عن البزنطى عن على عن حريز عن بعض اصحابه عن ابى عبدالله </w:t>
      </w:r>
      <w:r w:rsidRPr="0051393D">
        <w:rPr>
          <w:rStyle w:val="libAlaemChar"/>
          <w:rtl/>
        </w:rPr>
        <w:t>عليه‌السلام</w:t>
      </w:r>
      <w:r>
        <w:rPr>
          <w:rtl/>
        </w:rPr>
        <w:t xml:space="preserve"> قال اليمين الغموس التى توجب النار الرجل يحلف على حق امرى ، مسلم على حبس ماله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٩. امام صادق </w:t>
      </w:r>
      <w:r w:rsidRPr="0051393D">
        <w:rPr>
          <w:rStyle w:val="libAlaemChar"/>
          <w:rtl/>
        </w:rPr>
        <w:t>عليه‌السلام</w:t>
      </w:r>
      <w:r>
        <w:rPr>
          <w:rtl/>
        </w:rPr>
        <w:t xml:space="preserve"> فرمودند: قسم دروغى كه جهنم را بر انسان واجب مى كند، اين است كه انسان با قسم خود باعث از بين رفتن حق مسلمانى شود و او مالش را از دست بدهد.</w:t>
      </w:r>
    </w:p>
    <w:p w:rsidR="00A679DB" w:rsidRDefault="00A679DB" w:rsidP="00A679DB">
      <w:pPr>
        <w:pStyle w:val="libNormal"/>
        <w:rPr>
          <w:rtl/>
        </w:rPr>
      </w:pPr>
      <w:r>
        <w:rPr>
          <w:rtl/>
        </w:rPr>
        <w:t xml:space="preserve">حديث : ١٠ حدثنى محمدبن الحسن رضى الله عنه قال حدثنى محمد بن الحسن الصفار عن يعقوب بن يزيد عن محمد بن ابى عمير عن ابراهيم بن عبدالحميد عن ابى الحسن شيخ من اصحابنا عن ابى جعفر </w:t>
      </w:r>
      <w:r w:rsidRPr="0051393D">
        <w:rPr>
          <w:rStyle w:val="libAlaemChar"/>
          <w:rtl/>
        </w:rPr>
        <w:t>عليه‌السلام</w:t>
      </w:r>
      <w:r>
        <w:rPr>
          <w:rtl/>
        </w:rPr>
        <w:t xml:space="preserve"> قال ان الله عزوجل خلق ديكا ابيض عنقه تحت العرش و رجلاه فى تخوم الارض السابعه له جناتح بالمشرق و جناح بالمغرب لا تصيح الديكه حتى تصيح فاذا صاح خفق بجناحيه ثم قال سبحان الله سبحان الله العظيم الذى ليس كمثله شى فيجيبه الله تبارك و تعالى ما امن بما تقول من يحلف باسمه كاذبا.</w:t>
      </w:r>
    </w:p>
    <w:p w:rsidR="00A679DB" w:rsidRDefault="00A679DB" w:rsidP="00A679DB">
      <w:pPr>
        <w:pStyle w:val="libNormal"/>
        <w:rPr>
          <w:rtl/>
        </w:rPr>
      </w:pPr>
      <w:r>
        <w:rPr>
          <w:rtl/>
        </w:rPr>
        <w:t>ترجمه :</w:t>
      </w:r>
    </w:p>
    <w:p w:rsidR="00A679DB" w:rsidRDefault="00A679DB" w:rsidP="0051393D">
      <w:pPr>
        <w:pStyle w:val="libNormal"/>
        <w:rPr>
          <w:rtl/>
        </w:rPr>
      </w:pPr>
      <w:r>
        <w:rPr>
          <w:rtl/>
        </w:rPr>
        <w:t xml:space="preserve">١٠. امام باقر </w:t>
      </w:r>
      <w:r w:rsidRPr="0051393D">
        <w:rPr>
          <w:rStyle w:val="libAlaemChar"/>
          <w:rtl/>
        </w:rPr>
        <w:t>عليه‌السلام</w:t>
      </w:r>
      <w:r>
        <w:rPr>
          <w:rtl/>
        </w:rPr>
        <w:t xml:space="preserve"> فرمودند: همانا خداوند عزوجل خروس سفيدى آفريده كه گردنش زير عرش و پاهايش در انتهاى زمين هفتم است ، يك بالش در مشرق و بال ديگرش در مغرب مى باشد. تا زمانى كه آن خرو</w:t>
      </w:r>
      <w:r w:rsidR="0051393D">
        <w:rPr>
          <w:rFonts w:hint="cs"/>
          <w:rtl/>
        </w:rPr>
        <w:t>س</w:t>
      </w:r>
      <w:r>
        <w:rPr>
          <w:rtl/>
        </w:rPr>
        <w:t xml:space="preserve"> ‍ نخواند، خروسهاى ديگر نمى خوانند. هنگامى كه خواند، بالهايش را حركت مى دهد. سپس مى گويد: (سبحان الله سبحان الله العظيم ليس كمثله شيى) </w:t>
      </w:r>
      <w:r w:rsidRPr="0051393D">
        <w:rPr>
          <w:rStyle w:val="libFootnotenumChar"/>
          <w:rtl/>
        </w:rPr>
        <w:t>(١٤٣)</w:t>
      </w:r>
      <w:r>
        <w:rPr>
          <w:rtl/>
        </w:rPr>
        <w:t xml:space="preserve"> خداوند نيزدر پاسخ او مى فرمايند: كسى كه به اسم من قسم دروغ بخورد، به آنچه گفتى ايمان نياورده است .</w:t>
      </w:r>
    </w:p>
    <w:p w:rsidR="00A679DB" w:rsidRDefault="00A679DB" w:rsidP="00A679DB">
      <w:pPr>
        <w:pStyle w:val="libNormal"/>
        <w:rPr>
          <w:rtl/>
        </w:rPr>
      </w:pPr>
      <w:r>
        <w:rPr>
          <w:rtl/>
        </w:rPr>
        <w:t xml:space="preserve">حديث : ١١ ابى رحمه الله قال حدثنى محمد بن يحيى قال حدثنى احمد بن ابى عبدالله عن ابيه عن محمد بن سنان عن ابى الجارود عن رجل من عبدالقيس عن سلمان رحمه الله انه مر على المقابر فقال السلام عليكم يا اهل القبور من المومنين و المسلمين يا اهل الديار هل علمتم ان اليوم جمعه فلما انصرف الى </w:t>
      </w:r>
      <w:r>
        <w:rPr>
          <w:rtl/>
        </w:rPr>
        <w:lastRenderedPageBreak/>
        <w:t>منزله و نام ملكته عينه اتاه آت فقال و عليك السلام يا ابا عبدالله تكلمت فسمعنا و سلمت فرددنا فقلت هل تعلمون ان اليوم جمعه فقد علمنا ما يقول الصير فى يوم الجمعه قال و ما تقول الطير فى يوم الجمعه قال تقول قدوس قدوس ربنا الرحمن الملك ما يعرف عظمه ربنا من يحلف باسمه كاذبا.</w:t>
      </w:r>
    </w:p>
    <w:p w:rsidR="00A679DB" w:rsidRDefault="00A679DB" w:rsidP="00A679DB">
      <w:pPr>
        <w:pStyle w:val="libNormal"/>
        <w:rPr>
          <w:rtl/>
        </w:rPr>
      </w:pPr>
      <w:r>
        <w:rPr>
          <w:rtl/>
        </w:rPr>
        <w:t>ترجمه :</w:t>
      </w:r>
    </w:p>
    <w:p w:rsidR="00A679DB" w:rsidRDefault="00A679DB" w:rsidP="00A679DB">
      <w:pPr>
        <w:pStyle w:val="libNormal"/>
        <w:rPr>
          <w:rtl/>
        </w:rPr>
      </w:pPr>
      <w:r>
        <w:rPr>
          <w:rtl/>
        </w:rPr>
        <w:t>١١. سلمان (ره) به قبرستن آمده و گفت ، «سلام بر شما اى مومنان و مسلمانانى كه ساكن قبرها هستيد ! اى كسانى كه اين جا سكوت كرده ايد ! مى دانيد كه امروز جمعه است ؟» هنگامى كه به منزل بازگشت و خوابيد، شخصى (به خواب او) آمد و گفت : و سلام بر تو اى ابا عبدالله ! سخن گفتى ، شنيديم ، سلام كردى ، جواب داديم . گفتى : (آيا مى دانيد كه امروز جمعه است». ما مى دانيم پرندگان در روز جمعه چه مى گويند. سلمان پرسيد چه مى گويند؟ گفت مى گويند: منزه است ، منزه است پروردگار مهربان و حكمران ما. كسى كه بدروغ به اسم او سوگند ياد كند، عظمت او را نمى داند.</w:t>
      </w:r>
    </w:p>
    <w:p w:rsidR="00A679DB" w:rsidRDefault="00A679DB" w:rsidP="00A679DB">
      <w:pPr>
        <w:pStyle w:val="libNormal"/>
        <w:rPr>
          <w:rtl/>
        </w:rPr>
      </w:pPr>
      <w:r>
        <w:rPr>
          <w:rtl/>
        </w:rPr>
        <w:t xml:space="preserve">حديث : ١٢ ابى رحمه الله قال حدثنى سعد بن عبدالله عن محمد بن الحسين بن ابى الخطاب عن حماد بن عيسى عن الحسين بن المختارعن ابى عبدالله </w:t>
      </w:r>
      <w:r w:rsidRPr="0051393D">
        <w:rPr>
          <w:rStyle w:val="libAlaemChar"/>
          <w:rtl/>
        </w:rPr>
        <w:t>عليه‌السلام</w:t>
      </w:r>
      <w:r>
        <w:rPr>
          <w:rtl/>
        </w:rPr>
        <w:t xml:space="preserve"> قال من حلف بالله فليصدق و من لم يصدق فليس ‍ من الله عزوجل فى شى و من حلف بالله فليرض و من لم يرض فليس من الله عزوجل فى شى .</w:t>
      </w:r>
    </w:p>
    <w:p w:rsidR="00A679DB" w:rsidRDefault="00A679DB" w:rsidP="00A679DB">
      <w:pPr>
        <w:pStyle w:val="libNormal"/>
        <w:rPr>
          <w:rtl/>
        </w:rPr>
      </w:pPr>
      <w:r>
        <w:rPr>
          <w:rtl/>
        </w:rPr>
        <w:t>ترجمه :</w:t>
      </w:r>
    </w:p>
    <w:p w:rsidR="0051393D" w:rsidRDefault="00A679DB" w:rsidP="0051393D">
      <w:pPr>
        <w:pStyle w:val="libNormal"/>
        <w:rPr>
          <w:rtl/>
        </w:rPr>
      </w:pPr>
      <w:r>
        <w:rPr>
          <w:rtl/>
        </w:rPr>
        <w:t xml:space="preserve">١٢. امام صادق </w:t>
      </w:r>
      <w:r w:rsidRPr="0051393D">
        <w:rPr>
          <w:rStyle w:val="libAlaemChar"/>
          <w:rtl/>
        </w:rPr>
        <w:t>عليه‌السلام</w:t>
      </w:r>
      <w:r>
        <w:rPr>
          <w:rtl/>
        </w:rPr>
        <w:t xml:space="preserve"> فرمودند: كسى كه به خداوند قسم مى خورد بايد راست بگويد. و كسى كه راست نگويد، هيچ ارزشى نزد خداوند نخواهد داشت . و كسى كه براى او به خدا قسم بخورند، بايد راضى شود. اگر راضى نشود، هيچ ارزشى نزد خداوند نخواهد داشت .</w:t>
      </w:r>
    </w:p>
    <w:p w:rsidR="0051393D" w:rsidRDefault="0051393D" w:rsidP="0051393D">
      <w:pPr>
        <w:pStyle w:val="libNormal"/>
        <w:rPr>
          <w:rFonts w:hint="cs"/>
          <w:rtl/>
        </w:rPr>
      </w:pPr>
      <w:r>
        <w:rPr>
          <w:rtl/>
        </w:rPr>
        <w:br w:type="page"/>
      </w:r>
    </w:p>
    <w:p w:rsidR="00A679DB" w:rsidRDefault="00A679DB" w:rsidP="0051393D">
      <w:pPr>
        <w:pStyle w:val="Heading2"/>
        <w:rPr>
          <w:rtl/>
        </w:rPr>
      </w:pPr>
      <w:bookmarkStart w:id="466" w:name="_Toc449617523"/>
      <w:r>
        <w:rPr>
          <w:rtl/>
        </w:rPr>
        <w:t>مجازات احتراز نكردن از بول</w:t>
      </w:r>
      <w:bookmarkEnd w:id="466"/>
    </w:p>
    <w:p w:rsidR="00A679DB" w:rsidRDefault="00A679DB" w:rsidP="00A679DB">
      <w:pPr>
        <w:pStyle w:val="libNormal"/>
        <w:rPr>
          <w:rtl/>
        </w:rPr>
      </w:pPr>
      <w:r>
        <w:rPr>
          <w:rtl/>
        </w:rPr>
        <w:t xml:space="preserve">حديث : ١ ابى رحمه الله قال حدثنى سعد بن عبدالله عن احمد بن محمد عن عثمان بن عيسى عن ابى بصير عن ابى عبدالله </w:t>
      </w:r>
      <w:r w:rsidRPr="0051393D">
        <w:rPr>
          <w:rStyle w:val="libAlaemChar"/>
          <w:rtl/>
        </w:rPr>
        <w:t>عليه‌السلام</w:t>
      </w:r>
      <w:r>
        <w:rPr>
          <w:rtl/>
        </w:rPr>
        <w:t xml:space="preserve"> قال ان جل عذاب القبر من البول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1393D">
        <w:rPr>
          <w:rStyle w:val="libAlaemChar"/>
          <w:rtl/>
        </w:rPr>
        <w:t>عليه‌السلام</w:t>
      </w:r>
      <w:r>
        <w:rPr>
          <w:rtl/>
        </w:rPr>
        <w:t xml:space="preserve"> فرمودند: بيشتر عذاب قبر بخاطر احتراز نكردن از بول است (يعنى بگذارد نجس شود يا پس از نجاست به بول خود را آب نكشد).</w:t>
      </w:r>
    </w:p>
    <w:p w:rsidR="00A679DB" w:rsidRDefault="00A679DB" w:rsidP="00A679DB">
      <w:pPr>
        <w:pStyle w:val="libNormal"/>
        <w:rPr>
          <w:rtl/>
        </w:rPr>
      </w:pPr>
    </w:p>
    <w:p w:rsidR="00A679DB" w:rsidRDefault="00A679DB" w:rsidP="00A679DB">
      <w:pPr>
        <w:pStyle w:val="libNormal"/>
        <w:rPr>
          <w:rtl/>
        </w:rPr>
      </w:pPr>
      <w:r>
        <w:rPr>
          <w:rtl/>
        </w:rPr>
        <w:t>عقاب من استخف بصلاته</w:t>
      </w:r>
    </w:p>
    <w:p w:rsidR="00A679DB" w:rsidRDefault="0051393D" w:rsidP="00A679DB">
      <w:pPr>
        <w:pStyle w:val="libNormal"/>
        <w:rPr>
          <w:rtl/>
        </w:rPr>
      </w:pPr>
      <w:r>
        <w:rPr>
          <w:rtl/>
        </w:rPr>
        <w:br w:type="page"/>
      </w:r>
    </w:p>
    <w:p w:rsidR="00A679DB" w:rsidRDefault="00A679DB" w:rsidP="0051393D">
      <w:pPr>
        <w:pStyle w:val="Heading2"/>
        <w:rPr>
          <w:rtl/>
        </w:rPr>
      </w:pPr>
      <w:bookmarkStart w:id="467" w:name="_Toc449617524"/>
      <w:r>
        <w:rPr>
          <w:rtl/>
        </w:rPr>
        <w:t>مجازات اهميت ندادن به نماز</w:t>
      </w:r>
      <w:bookmarkEnd w:id="467"/>
    </w:p>
    <w:p w:rsidR="00A679DB" w:rsidRDefault="00A679DB" w:rsidP="00A679DB">
      <w:pPr>
        <w:pStyle w:val="libNormal"/>
        <w:rPr>
          <w:rtl/>
        </w:rPr>
      </w:pPr>
      <w:r>
        <w:rPr>
          <w:rtl/>
        </w:rPr>
        <w:t xml:space="preserve">حديث : ١ حدثنى محمد بن على ماجيلويه رضى الله عنه عن عمه عن محمد بن على القرشى عن ابن فضال عن المثنى عن ابى بصير قال دخلت على ام حميده اعزيها بابى عبدالله </w:t>
      </w:r>
      <w:r w:rsidRPr="0051393D">
        <w:rPr>
          <w:rStyle w:val="libAlaemChar"/>
          <w:rtl/>
        </w:rPr>
        <w:t>عليه‌السلام</w:t>
      </w:r>
      <w:r>
        <w:rPr>
          <w:rtl/>
        </w:rPr>
        <w:t xml:space="preserve"> فبكت و بكيت لبكائها ثم قالت يا ابا محمد لو رايت ابا عبدالله عند الموت لرايت عجبا فتح عينه ثم قال اجمعوا لى كل من بينى و بينه قرابه قالت فلم نترك احداالا جمعناه قالت فنظر اليهم ثم قال ان شفاعتنا لا تنال مستخفا بالصلاه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ابى بصير مى گويد: به «ام حميده» بخاطر وفات امام صادق </w:t>
      </w:r>
      <w:r w:rsidRPr="0051393D">
        <w:rPr>
          <w:rStyle w:val="libAlaemChar"/>
          <w:rtl/>
        </w:rPr>
        <w:t>عليه‌السلام</w:t>
      </w:r>
      <w:r>
        <w:rPr>
          <w:rtl/>
        </w:rPr>
        <w:t xml:space="preserve"> تسليت گفتم . او گريست . من نيز گريستم . آنگاه گفت : اگر هنگام وفات آن حضرت </w:t>
      </w:r>
      <w:r w:rsidRPr="0051393D">
        <w:rPr>
          <w:rStyle w:val="libAlaemChar"/>
          <w:rtl/>
        </w:rPr>
        <w:t>عليه‌السلام</w:t>
      </w:r>
      <w:r>
        <w:rPr>
          <w:rtl/>
        </w:rPr>
        <w:t xml:space="preserve"> حاضر بودى ، چيز عجيبى از او مى ديدى : هنگام وفات چشمانش را باز كرده و فرمودند: خويشانم را جمع كنيد. ما نيز همه خويشان او را جمع كرديم . او نگاهى به آنان انداخته و فرمودند: شفاعت ما به كسى كه به نماز اهميت ندهد، نمى رسد.</w:t>
      </w:r>
    </w:p>
    <w:p w:rsidR="00A679DB" w:rsidRDefault="00A679DB" w:rsidP="00A679DB">
      <w:pPr>
        <w:pStyle w:val="libNormal"/>
        <w:rPr>
          <w:rtl/>
        </w:rPr>
      </w:pPr>
    </w:p>
    <w:p w:rsidR="00A679DB" w:rsidRDefault="00A679DB" w:rsidP="00A679DB">
      <w:pPr>
        <w:pStyle w:val="libNormal"/>
        <w:rPr>
          <w:rtl/>
        </w:rPr>
      </w:pPr>
      <w:r>
        <w:rPr>
          <w:rtl/>
        </w:rPr>
        <w:t>عقاب من ترك غسل الجنابه</w:t>
      </w:r>
    </w:p>
    <w:p w:rsidR="00A679DB" w:rsidRDefault="0051393D" w:rsidP="00A679DB">
      <w:pPr>
        <w:pStyle w:val="libNormal"/>
        <w:rPr>
          <w:rtl/>
        </w:rPr>
      </w:pPr>
      <w:r>
        <w:rPr>
          <w:rtl/>
        </w:rPr>
        <w:br w:type="page"/>
      </w:r>
    </w:p>
    <w:p w:rsidR="00A679DB" w:rsidRDefault="00A679DB" w:rsidP="0051393D">
      <w:pPr>
        <w:pStyle w:val="Heading2"/>
        <w:rPr>
          <w:rtl/>
        </w:rPr>
      </w:pPr>
      <w:bookmarkStart w:id="468" w:name="_Toc449617525"/>
      <w:r>
        <w:rPr>
          <w:rtl/>
        </w:rPr>
        <w:t>مجازات غسل جنابت نكردن</w:t>
      </w:r>
      <w:bookmarkEnd w:id="468"/>
    </w:p>
    <w:p w:rsidR="00A679DB" w:rsidRDefault="00A679DB" w:rsidP="00A679DB">
      <w:pPr>
        <w:pStyle w:val="libNormal"/>
        <w:rPr>
          <w:rtl/>
        </w:rPr>
      </w:pPr>
      <w:r>
        <w:rPr>
          <w:rtl/>
        </w:rPr>
        <w:t xml:space="preserve">حديث : ١ حدثنى ابى رحمه الله قال حدثنا سعد بن عبدالله حدثنا محمد بن الحسين بن ابى الخطاب عن جعفر بن بشير عن حجر بن زائده عن ابى عبدالله الصادق </w:t>
      </w:r>
      <w:r w:rsidRPr="0051393D">
        <w:rPr>
          <w:rStyle w:val="libAlaemChar"/>
          <w:rtl/>
        </w:rPr>
        <w:t>عليه‌السلام</w:t>
      </w:r>
      <w:r>
        <w:rPr>
          <w:rtl/>
        </w:rPr>
        <w:t xml:space="preserve"> قال من ترك شعره من الجنابه متعمدا فهو فى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1393D">
        <w:rPr>
          <w:rStyle w:val="libAlaemChar"/>
          <w:rtl/>
        </w:rPr>
        <w:t>عليه‌السلام</w:t>
      </w:r>
      <w:r>
        <w:rPr>
          <w:rtl/>
        </w:rPr>
        <w:t xml:space="preserve"> : كسى كه در غسل جنابت يك تار مو را عمدا نشويد، در جهنم خواهد بود.</w:t>
      </w:r>
    </w:p>
    <w:p w:rsidR="00A679DB" w:rsidRDefault="00A679DB" w:rsidP="00A679DB">
      <w:pPr>
        <w:pStyle w:val="libNormal"/>
        <w:rPr>
          <w:rtl/>
        </w:rPr>
      </w:pPr>
    </w:p>
    <w:p w:rsidR="00A679DB" w:rsidRDefault="00A679DB" w:rsidP="00A679DB">
      <w:pPr>
        <w:pStyle w:val="libNormal"/>
        <w:rPr>
          <w:rtl/>
        </w:rPr>
      </w:pPr>
      <w:r>
        <w:rPr>
          <w:rtl/>
        </w:rPr>
        <w:t>عقاب من خفف سجوده</w:t>
      </w:r>
    </w:p>
    <w:p w:rsidR="00A679DB" w:rsidRDefault="0051393D" w:rsidP="00A679DB">
      <w:pPr>
        <w:pStyle w:val="libNormal"/>
        <w:rPr>
          <w:rtl/>
        </w:rPr>
      </w:pPr>
      <w:r>
        <w:rPr>
          <w:rtl/>
        </w:rPr>
        <w:br w:type="page"/>
      </w:r>
    </w:p>
    <w:p w:rsidR="00A679DB" w:rsidRDefault="00A679DB" w:rsidP="0051393D">
      <w:pPr>
        <w:pStyle w:val="Heading2"/>
        <w:rPr>
          <w:rtl/>
        </w:rPr>
      </w:pPr>
      <w:bookmarkStart w:id="469" w:name="_Toc449617526"/>
      <w:r>
        <w:rPr>
          <w:rtl/>
        </w:rPr>
        <w:t>مجازات كوتاه كردن سجده</w:t>
      </w:r>
      <w:bookmarkEnd w:id="469"/>
    </w:p>
    <w:p w:rsidR="00A679DB" w:rsidRDefault="00A679DB" w:rsidP="00A679DB">
      <w:pPr>
        <w:pStyle w:val="libNormal"/>
        <w:rPr>
          <w:rtl/>
        </w:rPr>
      </w:pPr>
      <w:r>
        <w:rPr>
          <w:rtl/>
        </w:rPr>
        <w:t xml:space="preserve">حديث : ١ ابى رحمه الله قال حدثنى سعد بن عبدالله قال حدثنى محمد بن الحسن الصفار عن احمد بن محمد عن ابن فضال عن عبدالله بن بكير عن زراره قال سمعت ابا جعفر </w:t>
      </w:r>
      <w:r w:rsidRPr="0051393D">
        <w:rPr>
          <w:rStyle w:val="libAlaemChar"/>
          <w:rtl/>
        </w:rPr>
        <w:t>عليه‌السلام</w:t>
      </w:r>
      <w:r>
        <w:rPr>
          <w:rtl/>
        </w:rPr>
        <w:t xml:space="preserve"> يقول دخل رجل مسجدا فيه رسول الله </w:t>
      </w:r>
      <w:r w:rsidR="00E60DFB" w:rsidRPr="0051393D">
        <w:rPr>
          <w:rStyle w:val="libAlaemChar"/>
          <w:rtl/>
        </w:rPr>
        <w:t>صلى‌الله‌عليه‌وآله</w:t>
      </w:r>
      <w:r w:rsidR="00E60DFB">
        <w:rPr>
          <w:rtl/>
        </w:rPr>
        <w:t xml:space="preserve"> </w:t>
      </w:r>
      <w:r>
        <w:rPr>
          <w:rtl/>
        </w:rPr>
        <w:t xml:space="preserve">فخفف سجوده دون ما ينبغى و دون ما يكون من السجود فقال رسول الله </w:t>
      </w:r>
      <w:r w:rsidR="00E60DFB" w:rsidRPr="0051393D">
        <w:rPr>
          <w:rStyle w:val="libAlaemChar"/>
          <w:rtl/>
        </w:rPr>
        <w:t>صلى‌الله‌عليه‌وآله</w:t>
      </w:r>
      <w:r w:rsidR="00E60DFB">
        <w:rPr>
          <w:rtl/>
        </w:rPr>
        <w:t xml:space="preserve"> </w:t>
      </w:r>
      <w:r>
        <w:rPr>
          <w:rtl/>
        </w:rPr>
        <w:t>نقر كنقر الغراب لومات مات على غير دين محمد.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باقر </w:t>
      </w:r>
      <w:r w:rsidRPr="0051393D">
        <w:rPr>
          <w:rStyle w:val="libAlaemChar"/>
          <w:rtl/>
        </w:rPr>
        <w:t>عليه‌السلام</w:t>
      </w:r>
      <w:r>
        <w:rPr>
          <w:rtl/>
        </w:rPr>
        <w:t xml:space="preserve"> شنيدم كه فرمودند: مردى وارد مسجدى شد كه رسول خدا </w:t>
      </w:r>
      <w:r w:rsidR="00E60DFB" w:rsidRPr="0051393D">
        <w:rPr>
          <w:rStyle w:val="libAlaemChar"/>
          <w:rtl/>
        </w:rPr>
        <w:t>صلى‌الله‌عليه‌وآله</w:t>
      </w:r>
      <w:r w:rsidR="00E60DFB">
        <w:rPr>
          <w:rtl/>
        </w:rPr>
        <w:t xml:space="preserve"> </w:t>
      </w:r>
      <w:r>
        <w:rPr>
          <w:rtl/>
        </w:rPr>
        <w:t xml:space="preserve">نيز در آن بود. سجده هاى خود را كوتاهتر از آنچه بايد باشد و در سجده لازم است ، انجام داد. رسول خدا </w:t>
      </w:r>
      <w:r w:rsidR="00E60DFB" w:rsidRPr="0051393D">
        <w:rPr>
          <w:rStyle w:val="libAlaemChar"/>
          <w:rtl/>
        </w:rPr>
        <w:t>صلى‌الله‌عليه‌وآله</w:t>
      </w:r>
      <w:r w:rsidR="00E60DFB">
        <w:rPr>
          <w:rtl/>
        </w:rPr>
        <w:t xml:space="preserve"> </w:t>
      </w:r>
      <w:r>
        <w:rPr>
          <w:rtl/>
        </w:rPr>
        <w:t>فرمودند: مثل كلاغ نوك زد. اگر بميرد، با دينى غير از دين محمد از دنيا رفته است .</w:t>
      </w:r>
    </w:p>
    <w:p w:rsidR="00A679DB" w:rsidRDefault="00A679DB" w:rsidP="00A679DB">
      <w:pPr>
        <w:pStyle w:val="libNormal"/>
        <w:rPr>
          <w:rtl/>
        </w:rPr>
      </w:pPr>
    </w:p>
    <w:p w:rsidR="00A679DB" w:rsidRDefault="00A679DB" w:rsidP="00A679DB">
      <w:pPr>
        <w:pStyle w:val="libNormal"/>
        <w:rPr>
          <w:rtl/>
        </w:rPr>
      </w:pPr>
      <w:r>
        <w:rPr>
          <w:rtl/>
        </w:rPr>
        <w:t>عقاب من التفت فى صلاته ثلاث مرات</w:t>
      </w:r>
    </w:p>
    <w:p w:rsidR="00A679DB" w:rsidRDefault="0051393D" w:rsidP="00A679DB">
      <w:pPr>
        <w:pStyle w:val="libNormal"/>
        <w:rPr>
          <w:rtl/>
        </w:rPr>
      </w:pPr>
      <w:r>
        <w:rPr>
          <w:rtl/>
        </w:rPr>
        <w:br w:type="page"/>
      </w:r>
    </w:p>
    <w:p w:rsidR="00A679DB" w:rsidRDefault="00A679DB" w:rsidP="0051393D">
      <w:pPr>
        <w:pStyle w:val="Heading2"/>
        <w:rPr>
          <w:rtl/>
        </w:rPr>
      </w:pPr>
      <w:bookmarkStart w:id="470" w:name="_Toc449617527"/>
      <w:r>
        <w:rPr>
          <w:rtl/>
        </w:rPr>
        <w:t>مجازات سه بار رو گردانيدن در نماز</w:t>
      </w:r>
      <w:bookmarkEnd w:id="470"/>
    </w:p>
    <w:p w:rsidR="00A679DB" w:rsidRDefault="00A679DB" w:rsidP="00A679DB">
      <w:pPr>
        <w:pStyle w:val="libNormal"/>
        <w:rPr>
          <w:rtl/>
        </w:rPr>
      </w:pPr>
      <w:r>
        <w:rPr>
          <w:rtl/>
        </w:rPr>
        <w:t xml:space="preserve">حديث : ١ ابى رحمه الله قال حدثنى سعد بن عبدالله عن محمد بن الحسين بن ابى الخطاب عن الحكم بن مسكين عن حصين عن ابى عبدالله </w:t>
      </w:r>
      <w:r w:rsidRPr="0051393D">
        <w:rPr>
          <w:rStyle w:val="libAlaemChar"/>
          <w:rtl/>
        </w:rPr>
        <w:t>عليه‌السلام</w:t>
      </w:r>
      <w:r>
        <w:rPr>
          <w:rtl/>
        </w:rPr>
        <w:t xml:space="preserve"> قال سمعته يقول اذا قام لعبد الى الصلاه اقبل الله عزوجل بوجهه فلايزال مقبلا عليه حتى يلتفت ثلاث مرات فاذا التفت ثلاث مرات اعرض عنه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51393D">
        <w:rPr>
          <w:rStyle w:val="libAlaemChar"/>
          <w:rtl/>
        </w:rPr>
        <w:t>عليه‌السلام</w:t>
      </w:r>
      <w:r>
        <w:rPr>
          <w:rtl/>
        </w:rPr>
        <w:t xml:space="preserve"> شنيدم كه فرمودند: هنگامى كه بنده خدا مشغول نماز مى شود. خداوند عزوجل به او رو مى كند. و پيوسته رويش به طرف اوست ، تا زمانى كه آن بنده سه بار رويش را بگرداند. كه در اين صورت خداوند رويش را از او بر مى گرداند.</w:t>
      </w:r>
    </w:p>
    <w:p w:rsidR="00A679DB" w:rsidRDefault="00A679DB" w:rsidP="00A679DB">
      <w:pPr>
        <w:pStyle w:val="libNormal"/>
        <w:rPr>
          <w:rtl/>
        </w:rPr>
      </w:pPr>
    </w:p>
    <w:p w:rsidR="00A679DB" w:rsidRDefault="00A679DB" w:rsidP="00A679DB">
      <w:pPr>
        <w:pStyle w:val="libNormal"/>
        <w:rPr>
          <w:rtl/>
        </w:rPr>
      </w:pPr>
      <w:r>
        <w:rPr>
          <w:rtl/>
        </w:rPr>
        <w:t>عقاب من صلى الصلاه لغير وقتها</w:t>
      </w:r>
    </w:p>
    <w:p w:rsidR="00A679DB" w:rsidRDefault="0051393D" w:rsidP="00A679DB">
      <w:pPr>
        <w:pStyle w:val="libNormal"/>
        <w:rPr>
          <w:rtl/>
        </w:rPr>
      </w:pPr>
      <w:r>
        <w:rPr>
          <w:rtl/>
        </w:rPr>
        <w:br w:type="page"/>
      </w:r>
    </w:p>
    <w:p w:rsidR="00A679DB" w:rsidRDefault="00A679DB" w:rsidP="0051393D">
      <w:pPr>
        <w:pStyle w:val="Heading2"/>
        <w:rPr>
          <w:rtl/>
        </w:rPr>
      </w:pPr>
      <w:bookmarkStart w:id="471" w:name="_Toc449617528"/>
      <w:r>
        <w:rPr>
          <w:rtl/>
        </w:rPr>
        <w:t>مجازات خواندن نماز در غير وقت آن</w:t>
      </w:r>
      <w:bookmarkEnd w:id="471"/>
    </w:p>
    <w:p w:rsidR="00A679DB" w:rsidRDefault="00A679DB" w:rsidP="00A679DB">
      <w:pPr>
        <w:pStyle w:val="libNormal"/>
        <w:rPr>
          <w:rtl/>
        </w:rPr>
      </w:pPr>
      <w:r>
        <w:rPr>
          <w:rtl/>
        </w:rPr>
        <w:t xml:space="preserve">حديث : ١ حدثنى محمد بن موسى بن المتوكل رضى الله عنه قال حدثنى عل بن الحسين السعد آبادى عن احمد بن ابى عبدالله عن ابى عمران الارمنى عن عبدالله بن عبدالرحمن الانصارى عن هشام الجواليقى عن ابى عبدالله </w:t>
      </w:r>
      <w:r w:rsidRPr="0051393D">
        <w:rPr>
          <w:rStyle w:val="libAlaemChar"/>
          <w:rtl/>
        </w:rPr>
        <w:t>عليه‌السلام</w:t>
      </w:r>
      <w:r>
        <w:rPr>
          <w:rtl/>
        </w:rPr>
        <w:t xml:space="preserve"> قال قال رسول الله </w:t>
      </w:r>
      <w:r w:rsidR="00E60DFB" w:rsidRPr="0051393D">
        <w:rPr>
          <w:rStyle w:val="libAlaemChar"/>
          <w:rtl/>
        </w:rPr>
        <w:t>صلى‌الله‌عليه‌وآله</w:t>
      </w:r>
      <w:r w:rsidR="00E60DFB">
        <w:rPr>
          <w:rtl/>
        </w:rPr>
        <w:t xml:space="preserve"> </w:t>
      </w:r>
      <w:r>
        <w:rPr>
          <w:rtl/>
        </w:rPr>
        <w:t>من صلى الصلاه لغير وقتها رفعت له سوداء مظلمه تقول ضيعك الله كما ضيعتنى و اول ما يسال العبد اذا وقف بين يدى الله عزوجل عن الصلاه فان زكت صلاته زكى سائر عمله و ان لم تزك صلاته لم يزك عمله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1393D">
        <w:rPr>
          <w:rStyle w:val="libAlaemChar"/>
          <w:rtl/>
        </w:rPr>
        <w:t>عليه‌السلام</w:t>
      </w:r>
      <w:r>
        <w:rPr>
          <w:rtl/>
        </w:rPr>
        <w:t xml:space="preserve"> نقل مى نمايد كه رسول خدا </w:t>
      </w:r>
      <w:r w:rsidR="00E60DFB" w:rsidRPr="0051393D">
        <w:rPr>
          <w:rStyle w:val="libAlaemChar"/>
          <w:rtl/>
        </w:rPr>
        <w:t>صلى‌الله‌عليه‌وآله</w:t>
      </w:r>
      <w:r w:rsidR="00E60DFB">
        <w:rPr>
          <w:rtl/>
        </w:rPr>
        <w:t xml:space="preserve"> </w:t>
      </w:r>
      <w:r>
        <w:rPr>
          <w:rtl/>
        </w:rPr>
        <w:t>فرمودند: كسى كه نماز را در غير وقتش بخواند، آن نماز سياه و تاريك بالا مى رود و مى گويد: خدا تو را ضايع كند، همانطور كه مرا ضايع كردى . و هنگامى كه انسان (روز قيامت) در پيشگاه خداوند عز و جل بايستد، اولين چيزى كه از او سؤ ال مى شود نماز است . اگر نمازش پاك بود، ساير اعمالش ‍ نيز پاك خواهد بود. و اگر نمازش پاك نبود، ساير اعمالش نيز پاك نخواهد بود.</w:t>
      </w:r>
    </w:p>
    <w:p w:rsidR="00A679DB" w:rsidRDefault="00A679DB" w:rsidP="00A679DB">
      <w:pPr>
        <w:pStyle w:val="libNormal"/>
        <w:rPr>
          <w:rtl/>
        </w:rPr>
      </w:pPr>
      <w:r>
        <w:rPr>
          <w:rtl/>
        </w:rPr>
        <w:t xml:space="preserve">حديث : ٢ حدثنى محمد بن الحسن رضى الله عنه قال حدثنى محمد بن الحسن الصفار عن يعقوب بن يزيد عن صفوان بن يحيى عن هارون بن خارجه عن ابى بصير عن ابى عبدالله </w:t>
      </w:r>
      <w:r w:rsidRPr="0051393D">
        <w:rPr>
          <w:rStyle w:val="libAlaemChar"/>
          <w:rtl/>
        </w:rPr>
        <w:t>عليه‌السلام</w:t>
      </w:r>
      <w:r>
        <w:rPr>
          <w:rtl/>
        </w:rPr>
        <w:t xml:space="preserve"> قال الصلاه و كل بها ملك ليس له عمل غيرها فاذا فرغ منها قبضها ثم صعد بها فان كانت مما تقبلل قبلت و ان كانت مما لا تقبل قيل له ردها على عبدى فينزل لها حتى يضرب بها وجهه ثم يقول له اف لك لا يزال لك عمل يعنتنى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٢. امام صادق </w:t>
      </w:r>
      <w:r w:rsidRPr="0051393D">
        <w:rPr>
          <w:rStyle w:val="libAlaemChar"/>
          <w:rtl/>
        </w:rPr>
        <w:t>عليه‌السلام</w:t>
      </w:r>
      <w:r>
        <w:rPr>
          <w:rtl/>
        </w:rPr>
        <w:t xml:space="preserve"> فرمودند: فرشته اى فقط مامور نماز است و كار ديگرى ندارد و هنگامى كه انسان نماز خواند، نماز را گرفته و بالا مى برد. اگر نمازش از نمازهايى بود كه قبول مى شود، پذيرفته خواهد شد. و اگر از نمازهايى بود كه قبول نمى شود، خداوند مى فرمايند، آن را به بنده ام برگردان . او نيز نماز را برگردانده و به صورت نمازگزار مى زند. و به او مى گويد: آه كه چقدر با اعمالت مرا به دردسر مى اندازى .</w:t>
      </w:r>
    </w:p>
    <w:p w:rsidR="00A679DB" w:rsidRDefault="00A679DB" w:rsidP="00A679DB">
      <w:pPr>
        <w:pStyle w:val="libNormal"/>
        <w:rPr>
          <w:rtl/>
        </w:rPr>
      </w:pPr>
      <w:r>
        <w:rPr>
          <w:rtl/>
        </w:rPr>
        <w:t xml:space="preserve">حديث : ٣ حدثنى محمد بن على ماجيلويه رضى الله عنه عن عمه عن محمد بن على الكوفى عن ابن فضال عن سعيد بن غزوان عن اسماعيل بن ابى زياد عن ابى عبدالله عن ابيه عنه آبائه عن امير المومنين </w:t>
      </w:r>
      <w:r w:rsidRPr="0051393D">
        <w:rPr>
          <w:rStyle w:val="libAlaemChar"/>
          <w:rtl/>
        </w:rPr>
        <w:t>عليه‌السلام</w:t>
      </w:r>
      <w:r>
        <w:rPr>
          <w:rtl/>
        </w:rPr>
        <w:t xml:space="preserve"> قال قال رسول الله </w:t>
      </w:r>
      <w:r w:rsidR="00E60DFB" w:rsidRPr="0051393D">
        <w:rPr>
          <w:rStyle w:val="libAlaemChar"/>
          <w:rtl/>
        </w:rPr>
        <w:t>صلى‌الله‌عليه‌وآله</w:t>
      </w:r>
      <w:r w:rsidR="00E60DFB">
        <w:rPr>
          <w:rtl/>
        </w:rPr>
        <w:t xml:space="preserve"> </w:t>
      </w:r>
      <w:r>
        <w:rPr>
          <w:rtl/>
        </w:rPr>
        <w:t>لا يزال الشيطان هابيا لابن آدم ذعرا منه ما صلى الصلوات الخمس لوقتهن فاذا ضيعهن اجترا عليهه فادخله فى العظائم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51393D">
        <w:rPr>
          <w:rStyle w:val="libAlaemChar"/>
          <w:rtl/>
        </w:rPr>
        <w:t>عليه‌السلام</w:t>
      </w:r>
      <w:r>
        <w:rPr>
          <w:rtl/>
        </w:rPr>
        <w:t xml:space="preserve"> از پدرانش </w:t>
      </w:r>
      <w:r w:rsidR="00DC5255" w:rsidRPr="0051393D">
        <w:rPr>
          <w:rStyle w:val="libAlaemChar"/>
          <w:rtl/>
        </w:rPr>
        <w:t>عليهم‌السلام</w:t>
      </w:r>
      <w:r w:rsidR="00DC5255">
        <w:rPr>
          <w:rtl/>
        </w:rPr>
        <w:t xml:space="preserve"> </w:t>
      </w:r>
      <w:r>
        <w:rPr>
          <w:rtl/>
        </w:rPr>
        <w:t xml:space="preserve">از امير المومنين </w:t>
      </w:r>
      <w:r w:rsidRPr="0051393D">
        <w:rPr>
          <w:rStyle w:val="libAlaemChar"/>
          <w:rtl/>
        </w:rPr>
        <w:t>عليه‌السلام</w:t>
      </w:r>
      <w:r>
        <w:rPr>
          <w:rtl/>
        </w:rPr>
        <w:t xml:space="preserve"> روايت نموده است كه رسول خدا </w:t>
      </w:r>
      <w:r w:rsidR="00E60DFB" w:rsidRPr="0051393D">
        <w:rPr>
          <w:rStyle w:val="libAlaemChar"/>
          <w:rtl/>
        </w:rPr>
        <w:t>صلى‌الله‌عليه‌وآله</w:t>
      </w:r>
      <w:r w:rsidR="00E60DFB">
        <w:rPr>
          <w:rtl/>
        </w:rPr>
        <w:t xml:space="preserve"> </w:t>
      </w:r>
      <w:r>
        <w:rPr>
          <w:rtl/>
        </w:rPr>
        <w:t xml:space="preserve">فرمودند: شيطان هميشه از فرزند آدم بيمناك بوده و از او مى ترسد البته تا زمانى كه نمازهاى پنجگانه را در وقتش بخواند. و هنگامى كه اين </w:t>
      </w:r>
      <w:r w:rsidR="0051393D">
        <w:rPr>
          <w:rFonts w:hint="cs"/>
          <w:rtl/>
        </w:rPr>
        <w:t>ن</w:t>
      </w:r>
      <w:r>
        <w:rPr>
          <w:rtl/>
        </w:rPr>
        <w:t>مازها را ضايع كرد، شيطان بر او جرى شده و او را به گناهان بزرگ مى كشاند.</w:t>
      </w:r>
    </w:p>
    <w:p w:rsidR="00A679DB" w:rsidRDefault="00A679DB" w:rsidP="00A679DB">
      <w:pPr>
        <w:pStyle w:val="libNormal"/>
        <w:rPr>
          <w:rtl/>
        </w:rPr>
      </w:pPr>
    </w:p>
    <w:p w:rsidR="00A679DB" w:rsidRDefault="00A679DB" w:rsidP="00A679DB">
      <w:pPr>
        <w:pStyle w:val="libNormal"/>
        <w:rPr>
          <w:rtl/>
        </w:rPr>
      </w:pPr>
      <w:r>
        <w:rPr>
          <w:rtl/>
        </w:rPr>
        <w:t>عقاب من قرا خلف امام ياتم به</w:t>
      </w:r>
    </w:p>
    <w:p w:rsidR="00A679DB" w:rsidRDefault="0051393D" w:rsidP="00A679DB">
      <w:pPr>
        <w:pStyle w:val="libNormal"/>
        <w:rPr>
          <w:rtl/>
        </w:rPr>
      </w:pPr>
      <w:r>
        <w:rPr>
          <w:rtl/>
        </w:rPr>
        <w:br w:type="page"/>
      </w:r>
    </w:p>
    <w:p w:rsidR="00A679DB" w:rsidRDefault="00A679DB" w:rsidP="0051393D">
      <w:pPr>
        <w:pStyle w:val="Heading2"/>
        <w:rPr>
          <w:rtl/>
        </w:rPr>
      </w:pPr>
      <w:bookmarkStart w:id="472" w:name="_Toc449617529"/>
      <w:r>
        <w:rPr>
          <w:rtl/>
        </w:rPr>
        <w:t>مجازات حمد و سوره خواندن در حال اقتدا به امام جماعت</w:t>
      </w:r>
      <w:bookmarkEnd w:id="472"/>
    </w:p>
    <w:p w:rsidR="00A679DB" w:rsidRDefault="00A679DB" w:rsidP="00A679DB">
      <w:pPr>
        <w:pStyle w:val="libNormal"/>
        <w:rPr>
          <w:rtl/>
        </w:rPr>
      </w:pPr>
      <w:r>
        <w:rPr>
          <w:rtl/>
        </w:rPr>
        <w:t xml:space="preserve">حديث : ١ حدثنى محمد بن الحسن رضى الله عنه قال حدثنى محمد بن الحسن الصفار عن يعقوب بن يزيد عن حماد بن عيسى عن حريز عن زراره و محمد بن مسلم عن ابى جعفر </w:t>
      </w:r>
      <w:r w:rsidRPr="0051393D">
        <w:rPr>
          <w:rStyle w:val="libAlaemChar"/>
          <w:rtl/>
        </w:rPr>
        <w:t>عليه‌السلام</w:t>
      </w:r>
      <w:r>
        <w:rPr>
          <w:rtl/>
        </w:rPr>
        <w:t xml:space="preserve"> قال كان امير المومنين </w:t>
      </w:r>
      <w:r w:rsidRPr="0051393D">
        <w:rPr>
          <w:rStyle w:val="libAlaemChar"/>
          <w:rtl/>
        </w:rPr>
        <w:t>عليه‌السلام</w:t>
      </w:r>
      <w:r>
        <w:rPr>
          <w:rtl/>
        </w:rPr>
        <w:t xml:space="preserve"> يقول من قرا خلف امام ياتم به فمات بعث على غير الفطره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51393D">
        <w:rPr>
          <w:rStyle w:val="libAlaemChar"/>
          <w:rtl/>
        </w:rPr>
        <w:t>عليه‌السلام</w:t>
      </w:r>
      <w:r>
        <w:rPr>
          <w:rtl/>
        </w:rPr>
        <w:t xml:space="preserve"> نقل مى نمايند كه : امير المومنين </w:t>
      </w:r>
      <w:r w:rsidRPr="0051393D">
        <w:rPr>
          <w:rStyle w:val="libAlaemChar"/>
          <w:rtl/>
        </w:rPr>
        <w:t>عليه‌السلام</w:t>
      </w:r>
      <w:r>
        <w:rPr>
          <w:rtl/>
        </w:rPr>
        <w:t xml:space="preserve"> فرمودند: كسى كه پشت سر امامى كه به او اقتدا كرده است قرائت نمايد (حمد و سوره را بخواند) و بميرد، بى دين محشور مى شود.</w:t>
      </w:r>
    </w:p>
    <w:p w:rsidR="0051393D" w:rsidRDefault="0051393D" w:rsidP="00A679DB">
      <w:pPr>
        <w:pStyle w:val="libNormal"/>
        <w:rPr>
          <w:rFonts w:hint="cs"/>
          <w:rtl/>
          <w:lang w:bidi="fa-IR"/>
        </w:rPr>
      </w:pPr>
      <w:r>
        <w:rPr>
          <w:rtl/>
          <w:lang w:bidi="fa-IR"/>
        </w:rPr>
        <w:br w:type="page"/>
      </w:r>
    </w:p>
    <w:p w:rsidR="00A679DB" w:rsidRDefault="00A679DB" w:rsidP="0051393D">
      <w:pPr>
        <w:pStyle w:val="Heading2"/>
        <w:rPr>
          <w:rtl/>
        </w:rPr>
      </w:pPr>
      <w:bookmarkStart w:id="473" w:name="_Toc449617530"/>
      <w:r>
        <w:rPr>
          <w:rtl/>
        </w:rPr>
        <w:t>مجازات درست به صف نايستادن پشت سر امام جماعت</w:t>
      </w:r>
      <w:bookmarkEnd w:id="473"/>
    </w:p>
    <w:p w:rsidR="00A679DB" w:rsidRDefault="00A679DB" w:rsidP="00A679DB">
      <w:pPr>
        <w:pStyle w:val="libNormal"/>
        <w:rPr>
          <w:rtl/>
        </w:rPr>
      </w:pPr>
      <w:r>
        <w:rPr>
          <w:rtl/>
        </w:rPr>
        <w:t xml:space="preserve">حديث : ١ ابى رحمه الله قال حدثنى سعدبن عبدالله عنه محمد بن الحسين بن ابى الخطاب عن وهيب بن حفص عن ابى بصير قال سمعت ابا عبدالله </w:t>
      </w:r>
      <w:r w:rsidRPr="0051393D">
        <w:rPr>
          <w:rStyle w:val="libAlaemChar"/>
          <w:rtl/>
        </w:rPr>
        <w:t>عليه‌السلام</w:t>
      </w:r>
      <w:r>
        <w:rPr>
          <w:rtl/>
        </w:rPr>
        <w:t xml:space="preserve"> يقولل ان رسول الله </w:t>
      </w:r>
      <w:r w:rsidR="00E60DFB" w:rsidRPr="0051393D">
        <w:rPr>
          <w:rStyle w:val="libAlaemChar"/>
          <w:rtl/>
        </w:rPr>
        <w:t>صلى‌الله‌عليه‌وآله</w:t>
      </w:r>
      <w:r w:rsidR="00E60DFB">
        <w:rPr>
          <w:rtl/>
        </w:rPr>
        <w:t xml:space="preserve"> </w:t>
      </w:r>
      <w:r>
        <w:rPr>
          <w:rtl/>
        </w:rPr>
        <w:t>قال يا ايها الناس ‍ اقيموا صفوفكم وامسحوا بمنا كبكم لئلا يكون فيكم خلل و لا تخالفوا فيخالف الله بين قلوبكم الا و انى اراكم من خلفى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1393D">
        <w:rPr>
          <w:rStyle w:val="libAlaemChar"/>
          <w:rtl/>
        </w:rPr>
        <w:t>عليه‌السلام</w:t>
      </w:r>
      <w:r>
        <w:rPr>
          <w:rtl/>
        </w:rPr>
        <w:t xml:space="preserve"> نقل مى نمايند كه رسول خدا </w:t>
      </w:r>
      <w:r w:rsidR="00E60DFB" w:rsidRPr="0051393D">
        <w:rPr>
          <w:rStyle w:val="libAlaemChar"/>
          <w:rtl/>
        </w:rPr>
        <w:t>صلى‌الله‌عليه‌وآله</w:t>
      </w:r>
      <w:r w:rsidR="00E60DFB">
        <w:rPr>
          <w:rtl/>
        </w:rPr>
        <w:t xml:space="preserve"> </w:t>
      </w:r>
      <w:r>
        <w:rPr>
          <w:rtl/>
        </w:rPr>
        <w:t>فرمودند: اى مردم ! صفهايتان را درست كنيد، بطورى كه كتفهايتان با هم تماس پيدا كرده و فاصله اى بين شما نباشد، در صفها متفرق نباشيد، تا خداوند دلهاى شما را متفرق نسازد.</w:t>
      </w:r>
    </w:p>
    <w:p w:rsidR="00A679DB" w:rsidRDefault="00A679DB" w:rsidP="00A679DB">
      <w:pPr>
        <w:pStyle w:val="libNormal"/>
        <w:rPr>
          <w:rtl/>
        </w:rPr>
      </w:pPr>
    </w:p>
    <w:p w:rsidR="00A679DB" w:rsidRDefault="00A679DB" w:rsidP="00A679DB">
      <w:pPr>
        <w:pStyle w:val="libNormal"/>
        <w:rPr>
          <w:rtl/>
        </w:rPr>
      </w:pPr>
      <w:r>
        <w:rPr>
          <w:rtl/>
        </w:rPr>
        <w:t>عقاب من ترك صلاه فريضه او تهاون بها متعمدا</w:t>
      </w:r>
    </w:p>
    <w:p w:rsidR="00A679DB" w:rsidRDefault="0051393D" w:rsidP="00A679DB">
      <w:pPr>
        <w:pStyle w:val="libNormal"/>
        <w:rPr>
          <w:rtl/>
        </w:rPr>
      </w:pPr>
      <w:r>
        <w:rPr>
          <w:rtl/>
        </w:rPr>
        <w:br w:type="page"/>
      </w:r>
    </w:p>
    <w:p w:rsidR="00A679DB" w:rsidRDefault="00A679DB" w:rsidP="0051393D">
      <w:pPr>
        <w:pStyle w:val="Heading2"/>
        <w:rPr>
          <w:rtl/>
        </w:rPr>
      </w:pPr>
      <w:bookmarkStart w:id="474" w:name="_Toc449617531"/>
      <w:r>
        <w:rPr>
          <w:rtl/>
        </w:rPr>
        <w:t>مجازات ترك نماز واجب يا بى اهميتى به آن</w:t>
      </w:r>
      <w:bookmarkEnd w:id="474"/>
    </w:p>
    <w:p w:rsidR="00A679DB" w:rsidRDefault="00A679DB" w:rsidP="00A679DB">
      <w:pPr>
        <w:pStyle w:val="libNormal"/>
        <w:rPr>
          <w:rtl/>
        </w:rPr>
      </w:pPr>
      <w:r>
        <w:rPr>
          <w:rtl/>
        </w:rPr>
        <w:t xml:space="preserve">حديث : ١ حدثنى محمد بن موسى بن المتوكل رضى الله عنه قال حدثنى عبدالله بن جعفر الحميرى عن محمد بن الحسين بن ابى الخطاب عن الحسن بن محبوب عن جميل بن صالح عن بريد بن معاويه العجلى عن ابى جعفر </w:t>
      </w:r>
      <w:r w:rsidRPr="0051393D">
        <w:rPr>
          <w:rStyle w:val="libAlaemChar"/>
          <w:rtl/>
        </w:rPr>
        <w:t>عليه‌السلام</w:t>
      </w:r>
      <w:r>
        <w:rPr>
          <w:rtl/>
        </w:rPr>
        <w:t xml:space="preserve"> قال قال رسول الله </w:t>
      </w:r>
      <w:r w:rsidR="00E60DFB" w:rsidRPr="0051393D">
        <w:rPr>
          <w:rStyle w:val="libAlaemChar"/>
          <w:rtl/>
        </w:rPr>
        <w:t>صلى‌الله‌عليه‌وآله</w:t>
      </w:r>
      <w:r w:rsidR="00E60DFB">
        <w:rPr>
          <w:rtl/>
        </w:rPr>
        <w:t xml:space="preserve"> </w:t>
      </w:r>
      <w:r>
        <w:rPr>
          <w:rtl/>
        </w:rPr>
        <w:t>ما بين المسلم و بين الكافر الا ان يترك الصلاه الفريضه متعمدا او يتهاون بها فلا يصليها.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51393D">
        <w:rPr>
          <w:rStyle w:val="libAlaemChar"/>
          <w:rtl/>
        </w:rPr>
        <w:t>عليه‌السلام</w:t>
      </w:r>
      <w:r>
        <w:rPr>
          <w:rtl/>
        </w:rPr>
        <w:t xml:space="preserve"> نقل مى نمايند كه رسول خدا </w:t>
      </w:r>
      <w:r w:rsidR="00E60DFB" w:rsidRPr="0051393D">
        <w:rPr>
          <w:rStyle w:val="libAlaemChar"/>
          <w:rtl/>
        </w:rPr>
        <w:t>صلى‌الله‌عليه‌وآله</w:t>
      </w:r>
      <w:r w:rsidR="00E60DFB">
        <w:rPr>
          <w:rtl/>
        </w:rPr>
        <w:t xml:space="preserve"> </w:t>
      </w:r>
      <w:r>
        <w:rPr>
          <w:rtl/>
        </w:rPr>
        <w:t>فرمودند: بين مسلمان و كافر فاصله اى نيست ، مگر اين كه مسلمان نماز واجب را عمدا ترك كند يا آن را بى اهميت بداند و نخواند.</w:t>
      </w:r>
    </w:p>
    <w:p w:rsidR="00A679DB" w:rsidRDefault="00A679DB" w:rsidP="00A679DB">
      <w:pPr>
        <w:pStyle w:val="libNormal"/>
        <w:rPr>
          <w:rtl/>
        </w:rPr>
      </w:pPr>
      <w:r>
        <w:rPr>
          <w:rtl/>
        </w:rPr>
        <w:t>حديث : ٢ حدثنى محمد بن على ماجيلويه رضى الله عنه قال حدثنى على بن ابراهيم عن ابيه عن عبدالله بن ميمون عن ابى عبدالله عن ابيه</w:t>
      </w:r>
      <w:r w:rsidR="0051393D">
        <w:rPr>
          <w:rFonts w:hint="cs"/>
          <w:rtl/>
        </w:rPr>
        <w:t xml:space="preserve"> </w:t>
      </w:r>
      <w:r w:rsidR="00DC5255" w:rsidRPr="0051393D">
        <w:rPr>
          <w:rStyle w:val="libAlaemChar"/>
          <w:rtl/>
        </w:rPr>
        <w:t>عليهم‌السلام</w:t>
      </w:r>
      <w:r w:rsidR="00DC5255">
        <w:rPr>
          <w:rtl/>
        </w:rPr>
        <w:t xml:space="preserve"> </w:t>
      </w:r>
      <w:r>
        <w:rPr>
          <w:rtl/>
        </w:rPr>
        <w:t xml:space="preserve">عن جابر قال قالل رسول الله </w:t>
      </w:r>
      <w:r w:rsidR="00E60DFB" w:rsidRPr="0051393D">
        <w:rPr>
          <w:rStyle w:val="libAlaemChar"/>
          <w:rtl/>
        </w:rPr>
        <w:t>صلى‌الله‌عليه‌وآله</w:t>
      </w:r>
      <w:r w:rsidR="00E60DFB">
        <w:rPr>
          <w:rtl/>
        </w:rPr>
        <w:t xml:space="preserve"> </w:t>
      </w:r>
      <w:r>
        <w:rPr>
          <w:rtl/>
        </w:rPr>
        <w:t>ما بين الكفر و الايمان الا ترك الصلاه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51393D">
        <w:rPr>
          <w:rStyle w:val="libAlaemChar"/>
          <w:rtl/>
        </w:rPr>
        <w:t>عليه‌السلام</w:t>
      </w:r>
      <w:r>
        <w:rPr>
          <w:rtl/>
        </w:rPr>
        <w:t xml:space="preserve"> از پدرش </w:t>
      </w:r>
      <w:r w:rsidRPr="0051393D">
        <w:rPr>
          <w:rStyle w:val="libAlaemChar"/>
          <w:rtl/>
        </w:rPr>
        <w:t>عليه‌السلام</w:t>
      </w:r>
      <w:r>
        <w:rPr>
          <w:rtl/>
        </w:rPr>
        <w:t xml:space="preserve"> از جابر نقل نموده است كه رسول خدا </w:t>
      </w:r>
      <w:r w:rsidR="00E60DFB" w:rsidRPr="0051393D">
        <w:rPr>
          <w:rStyle w:val="libAlaemChar"/>
          <w:rtl/>
        </w:rPr>
        <w:t>صلى‌الله‌عليه‌وآله</w:t>
      </w:r>
      <w:r w:rsidR="00E60DFB">
        <w:rPr>
          <w:rtl/>
        </w:rPr>
        <w:t xml:space="preserve"> </w:t>
      </w:r>
      <w:r>
        <w:rPr>
          <w:rtl/>
        </w:rPr>
        <w:t>فرمودند: بين كفر و ايمان فاصله اى جز ترك نماز نيست .</w:t>
      </w:r>
    </w:p>
    <w:p w:rsidR="00A679DB" w:rsidRDefault="00A679DB" w:rsidP="00A679DB">
      <w:pPr>
        <w:pStyle w:val="libNormal"/>
        <w:rPr>
          <w:rtl/>
        </w:rPr>
      </w:pPr>
    </w:p>
    <w:p w:rsidR="00A679DB" w:rsidRDefault="00A679DB" w:rsidP="00A679DB">
      <w:pPr>
        <w:pStyle w:val="libNormal"/>
        <w:rPr>
          <w:rtl/>
        </w:rPr>
      </w:pPr>
      <w:r>
        <w:rPr>
          <w:rtl/>
        </w:rPr>
        <w:t>عقاب من اخر صلاه العصر</w:t>
      </w:r>
    </w:p>
    <w:p w:rsidR="00A679DB" w:rsidRDefault="0051393D" w:rsidP="00A679DB">
      <w:pPr>
        <w:pStyle w:val="libNormal"/>
        <w:rPr>
          <w:rtl/>
        </w:rPr>
      </w:pPr>
      <w:r>
        <w:rPr>
          <w:rtl/>
        </w:rPr>
        <w:br w:type="page"/>
      </w:r>
    </w:p>
    <w:p w:rsidR="00A679DB" w:rsidRDefault="00A679DB" w:rsidP="0051393D">
      <w:pPr>
        <w:pStyle w:val="Heading2"/>
        <w:rPr>
          <w:rtl/>
        </w:rPr>
      </w:pPr>
      <w:bookmarkStart w:id="475" w:name="_Toc449617532"/>
      <w:r>
        <w:rPr>
          <w:rtl/>
        </w:rPr>
        <w:t>مجازات تاخير انداختن نماز عصر</w:t>
      </w:r>
      <w:bookmarkEnd w:id="475"/>
    </w:p>
    <w:p w:rsidR="00A679DB" w:rsidRDefault="00A679DB" w:rsidP="00A679DB">
      <w:pPr>
        <w:pStyle w:val="libNormal"/>
        <w:rPr>
          <w:rtl/>
        </w:rPr>
      </w:pPr>
      <w:r>
        <w:rPr>
          <w:rtl/>
        </w:rPr>
        <w:t xml:space="preserve">حديث : ١ ابى رحمه الله قال حدثنى سعد بن عبدالله عن احمد بن محمد عن ابى عبدالله البرقى عن ابن فضال عن عبدالله بن بكير عن محمد بن هارون قال سمعت ابا عبدالله </w:t>
      </w:r>
      <w:r w:rsidRPr="0051393D">
        <w:rPr>
          <w:rStyle w:val="libAlaemChar"/>
          <w:rtl/>
        </w:rPr>
        <w:t>عليه‌السلام</w:t>
      </w:r>
      <w:r>
        <w:rPr>
          <w:rtl/>
        </w:rPr>
        <w:t xml:space="preserve"> يقول من ترك صلاه العصر غير ناس لها حتى تفوته و تره الله اهله و ماله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51393D">
        <w:rPr>
          <w:rStyle w:val="libAlaemChar"/>
          <w:rtl/>
        </w:rPr>
        <w:t>عليه‌السلام</w:t>
      </w:r>
      <w:r>
        <w:rPr>
          <w:rtl/>
        </w:rPr>
        <w:t xml:space="preserve"> شنيدم كه فرمود: كسى كه بدون فراموشى نماز عصر را ترك كند تا آن را از دست بدهد، خداوند در روز قيامت او را بى اهل و مال مى گرداند.</w:t>
      </w:r>
    </w:p>
    <w:p w:rsidR="00A679DB" w:rsidRDefault="00A679DB" w:rsidP="00A679DB">
      <w:pPr>
        <w:pStyle w:val="libNormal"/>
        <w:rPr>
          <w:rtl/>
        </w:rPr>
      </w:pPr>
      <w:r>
        <w:rPr>
          <w:rtl/>
        </w:rPr>
        <w:t>حديث : ٢ حدثنى محمد بن الحسن رضى الله عنه قال حدثنى محمد بن ابى القاسم عن محمد بن على الكوفى حنان بن سدير عن ابى سلام العبد قال دخلت على ابى عبدالله فقلت ما تقوم فى رجل يوخر صلاه العصر متعمدا قال ياتى يوم القيامه موتورا اهله و ماله قال قلت جعلت فداك و ان كان من اهل الجنه قال و ان كان من اهل الجنه قال قلت فما منزلته فى الجنه قال : موتورا اهله و ماله يتضيف اهلها ليس له فيها منزل .</w:t>
      </w:r>
    </w:p>
    <w:p w:rsidR="00A679DB" w:rsidRDefault="00A679DB" w:rsidP="00A679DB">
      <w:pPr>
        <w:pStyle w:val="libNormal"/>
        <w:rPr>
          <w:rtl/>
        </w:rPr>
      </w:pPr>
      <w:r>
        <w:rPr>
          <w:rtl/>
        </w:rPr>
        <w:t>ترجمه :</w:t>
      </w:r>
    </w:p>
    <w:p w:rsidR="00A679DB" w:rsidRDefault="00A679DB" w:rsidP="0051393D">
      <w:pPr>
        <w:pStyle w:val="libNormal"/>
        <w:rPr>
          <w:rtl/>
        </w:rPr>
      </w:pPr>
      <w:r>
        <w:rPr>
          <w:rtl/>
        </w:rPr>
        <w:t xml:space="preserve">٢. راوى مى گويد به ديدن امام صادق </w:t>
      </w:r>
      <w:r w:rsidRPr="0051393D">
        <w:rPr>
          <w:rStyle w:val="libAlaemChar"/>
          <w:rtl/>
        </w:rPr>
        <w:t>عليه‌السلام</w:t>
      </w:r>
      <w:r>
        <w:rPr>
          <w:rtl/>
        </w:rPr>
        <w:t xml:space="preserve"> رفته و عرض كردم : مردى كه عمدا نماز عصر </w:t>
      </w:r>
      <w:r w:rsidR="0051393D">
        <w:rPr>
          <w:rFonts w:hint="cs"/>
          <w:rtl/>
        </w:rPr>
        <w:t>ر</w:t>
      </w:r>
      <w:r>
        <w:rPr>
          <w:rtl/>
        </w:rPr>
        <w:t>ا به تاخير بيندازد، چه حالى خواهد داشت ؟ فرمودند: در روز قيامت بدون اهل و مال خواهد آمد. عرض كردم : گرچه بهشتى باشد؟ فرمودند: گرچه بهشتى باشد. عرض كردم : در بهشت چه حالى خواهد داشت ؟ فرمودند: بى اهل و مال و منزل بوده و ميهمان بهشتيان مى شود.</w:t>
      </w:r>
    </w:p>
    <w:p w:rsidR="00A679DB" w:rsidRDefault="00A679DB" w:rsidP="00A679DB">
      <w:pPr>
        <w:pStyle w:val="libNormal"/>
        <w:rPr>
          <w:rtl/>
        </w:rPr>
      </w:pPr>
      <w:r>
        <w:rPr>
          <w:rtl/>
        </w:rPr>
        <w:lastRenderedPageBreak/>
        <w:t xml:space="preserve">حديث : ٣ و بهذاالاسناد عن محمد بن على الكوفى عن على بن النعمان عن ابن مسكان عن ابى بصير قال قال لى ابو جعفر </w:t>
      </w:r>
      <w:r w:rsidRPr="003C062E">
        <w:rPr>
          <w:rStyle w:val="libAlaemChar"/>
          <w:rtl/>
        </w:rPr>
        <w:t>عليه‌السلام</w:t>
      </w:r>
      <w:r>
        <w:rPr>
          <w:rtl/>
        </w:rPr>
        <w:t xml:space="preserve"> ما خدعوك عن شى فلا يخدعوك عن العصر صلها و الشمس بيضاء نقيه فان رسول الله </w:t>
      </w:r>
      <w:r w:rsidR="00E60DFB" w:rsidRPr="003C062E">
        <w:rPr>
          <w:rStyle w:val="libAlaemChar"/>
          <w:rtl/>
        </w:rPr>
        <w:t>صلى‌الله‌عليه‌وآله</w:t>
      </w:r>
      <w:r w:rsidR="00E60DFB">
        <w:rPr>
          <w:rtl/>
        </w:rPr>
        <w:t xml:space="preserve"> </w:t>
      </w:r>
      <w:r>
        <w:rPr>
          <w:rtl/>
        </w:rPr>
        <w:t>قال الموتور اهله و ماله من ضيع صلاه العصر قلت و ما الموتور اهله و ماله قال : لا يكون له اهل و لا مال فى الجنه قلت و ما تضييعها قال يدعها و الله حتى تصفر الشمس او تغيب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باقر </w:t>
      </w:r>
      <w:r w:rsidRPr="003C062E">
        <w:rPr>
          <w:rStyle w:val="libAlaemChar"/>
          <w:rtl/>
        </w:rPr>
        <w:t>عليه‌السلام</w:t>
      </w:r>
      <w:r>
        <w:rPr>
          <w:rtl/>
        </w:rPr>
        <w:t xml:space="preserve"> فرمودند: در مورد هر چه فريب بخورى در مورد نماز عصر فريب نخور و در حالى كه آفتاب سفيد و صاف است آن را بخوان . زيرا همانا رسول خدا </w:t>
      </w:r>
      <w:r w:rsidR="00E60DFB" w:rsidRPr="003C062E">
        <w:rPr>
          <w:rStyle w:val="libAlaemChar"/>
          <w:rtl/>
        </w:rPr>
        <w:t>صلى‌الله‌عليه‌وآله</w:t>
      </w:r>
      <w:r w:rsidR="00E60DFB">
        <w:rPr>
          <w:rtl/>
        </w:rPr>
        <w:t xml:space="preserve"> </w:t>
      </w:r>
      <w:r>
        <w:rPr>
          <w:rtl/>
        </w:rPr>
        <w:t>فرمودند: كسى كه نماز عصر را ضايع كند، بى اهل و مال خواهد بود. عرض كردم : كجا بى اهل و مال خواهد بود؟ فرمودند: در بهشت عرض كردم منظور از ضايع كردن آن كدام است ؟ فرمودند: بخدا سوگند ! منظور اين است كه آن را نخواند تا آفتاب زرد شود يا غروب كند.</w:t>
      </w:r>
    </w:p>
    <w:p w:rsidR="00A679DB" w:rsidRDefault="00A679DB" w:rsidP="00A679DB">
      <w:pPr>
        <w:pStyle w:val="libNormal"/>
        <w:rPr>
          <w:rtl/>
        </w:rPr>
      </w:pPr>
    </w:p>
    <w:p w:rsidR="003C062E" w:rsidRDefault="00A679DB" w:rsidP="003C062E">
      <w:pPr>
        <w:pStyle w:val="libNormal"/>
        <w:rPr>
          <w:rtl/>
        </w:rPr>
      </w:pPr>
      <w:r>
        <w:rPr>
          <w:rtl/>
        </w:rPr>
        <w:t>عقاب من نام عن العشاء الى نصف الليل .</w:t>
      </w:r>
    </w:p>
    <w:p w:rsidR="00A679DB" w:rsidRDefault="003C062E" w:rsidP="003C062E">
      <w:pPr>
        <w:pStyle w:val="libNormal"/>
        <w:rPr>
          <w:rtl/>
        </w:rPr>
      </w:pPr>
      <w:r>
        <w:rPr>
          <w:rtl/>
        </w:rPr>
        <w:br w:type="page"/>
      </w:r>
      <w:r>
        <w:rPr>
          <w:rtl/>
        </w:rPr>
        <w:lastRenderedPageBreak/>
        <w:t xml:space="preserve"> </w:t>
      </w:r>
    </w:p>
    <w:p w:rsidR="00A679DB" w:rsidRDefault="00A679DB" w:rsidP="003C062E">
      <w:pPr>
        <w:pStyle w:val="Heading2"/>
        <w:rPr>
          <w:rtl/>
        </w:rPr>
      </w:pPr>
      <w:bookmarkStart w:id="476" w:name="_Toc449617533"/>
      <w:r>
        <w:rPr>
          <w:rtl/>
        </w:rPr>
        <w:t>مجازات نخواندن نماز عشا تا نيمه شب</w:t>
      </w:r>
      <w:bookmarkEnd w:id="476"/>
    </w:p>
    <w:p w:rsidR="00A679DB" w:rsidRDefault="00A679DB" w:rsidP="00A679DB">
      <w:pPr>
        <w:pStyle w:val="libNormal"/>
        <w:rPr>
          <w:rtl/>
        </w:rPr>
      </w:pPr>
      <w:r>
        <w:rPr>
          <w:rtl/>
        </w:rPr>
        <w:t>حديث : ١ حدثنى محمد بن الحسن رضى الله عنه قال حدثنى الحسين بن الحسن بن ابان عن الحسين بن سعيد عن النضربن سويد عن موسى بن بكر عن زراره عن ابى جعفر قال ملك موكل يقول من نام عن العشاء الى نصف الليل فلا انام الله عينه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3C062E">
        <w:rPr>
          <w:rStyle w:val="libAlaemChar"/>
          <w:rtl/>
        </w:rPr>
        <w:t>عليه‌السلام</w:t>
      </w:r>
      <w:r>
        <w:rPr>
          <w:rtl/>
        </w:rPr>
        <w:t xml:space="preserve"> فرمودند: فرشته گمارده اى مى گويد: كسى كه تا نيمه شب نماز عشا را نخواند، خداوند چشمانش را به خواب نبرد.</w:t>
      </w:r>
    </w:p>
    <w:p w:rsidR="00A679DB" w:rsidRDefault="00A679DB" w:rsidP="00A679DB">
      <w:pPr>
        <w:pStyle w:val="libNormal"/>
        <w:rPr>
          <w:rtl/>
        </w:rPr>
      </w:pPr>
    </w:p>
    <w:p w:rsidR="00A679DB" w:rsidRDefault="00A679DB" w:rsidP="00A679DB">
      <w:pPr>
        <w:pStyle w:val="libNormal"/>
        <w:rPr>
          <w:rtl/>
        </w:rPr>
      </w:pPr>
      <w:r>
        <w:rPr>
          <w:rtl/>
        </w:rPr>
        <w:t>عقاب من ترك الجماعه و الجمعه</w:t>
      </w:r>
    </w:p>
    <w:p w:rsidR="00A679DB" w:rsidRDefault="003C062E" w:rsidP="00A679DB">
      <w:pPr>
        <w:pStyle w:val="libNormal"/>
        <w:rPr>
          <w:rtl/>
        </w:rPr>
      </w:pPr>
      <w:r>
        <w:rPr>
          <w:rtl/>
        </w:rPr>
        <w:br w:type="page"/>
      </w:r>
    </w:p>
    <w:p w:rsidR="00A679DB" w:rsidRDefault="00A679DB" w:rsidP="003C062E">
      <w:pPr>
        <w:pStyle w:val="Heading2"/>
        <w:rPr>
          <w:rtl/>
        </w:rPr>
      </w:pPr>
      <w:bookmarkStart w:id="477" w:name="_Toc449617534"/>
      <w:r>
        <w:rPr>
          <w:rtl/>
        </w:rPr>
        <w:t>مجازات ترك نماز جماعت و جمعه</w:t>
      </w:r>
      <w:bookmarkEnd w:id="477"/>
    </w:p>
    <w:p w:rsidR="00A679DB" w:rsidRDefault="00A679DB" w:rsidP="00A679DB">
      <w:pPr>
        <w:pStyle w:val="libNormal"/>
        <w:rPr>
          <w:rtl/>
        </w:rPr>
      </w:pPr>
      <w:r>
        <w:rPr>
          <w:rtl/>
        </w:rPr>
        <w:t xml:space="preserve">حديث : ١ ابى رحمه الله قال حدثنى سعد بن عبدالله عن احمد بن محمد عن الحسن بن على الوشاء عن عبدالله بن سنان عن ابى عبدالله </w:t>
      </w:r>
      <w:r w:rsidRPr="003C062E">
        <w:rPr>
          <w:rStyle w:val="libAlaemChar"/>
          <w:rtl/>
        </w:rPr>
        <w:t>عليه‌السلام</w:t>
      </w:r>
      <w:r>
        <w:rPr>
          <w:rtl/>
        </w:rPr>
        <w:t xml:space="preserve"> قال صلى رسول الله </w:t>
      </w:r>
      <w:r w:rsidR="00E60DFB" w:rsidRPr="003C062E">
        <w:rPr>
          <w:rStyle w:val="libAlaemChar"/>
          <w:rtl/>
        </w:rPr>
        <w:t>صلى‌الله‌عليه‌وآله</w:t>
      </w:r>
      <w:r w:rsidR="00E60DFB">
        <w:rPr>
          <w:rtl/>
        </w:rPr>
        <w:t xml:space="preserve"> </w:t>
      </w:r>
      <w:r>
        <w:rPr>
          <w:rtl/>
        </w:rPr>
        <w:t>الفجر فلما انصرف اقبل بوجهه على اصحابه فسال عن اناس هل حضروا فقالوا لا يا رسول الله فقال اغيب هم فقال اما انه ليس من صلاه اشد على المنافقين من هذه الصلاه و العشاء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3C062E">
        <w:rPr>
          <w:rStyle w:val="libAlaemChar"/>
          <w:rtl/>
        </w:rPr>
        <w:t>عليه‌السلام</w:t>
      </w:r>
      <w:r>
        <w:rPr>
          <w:rtl/>
        </w:rPr>
        <w:t xml:space="preserve"> فرمودند: رسول خدا </w:t>
      </w:r>
      <w:r w:rsidR="00E60DFB" w:rsidRPr="003C062E">
        <w:rPr>
          <w:rStyle w:val="libAlaemChar"/>
          <w:rtl/>
        </w:rPr>
        <w:t>صلى‌الله‌عليه‌وآله</w:t>
      </w:r>
      <w:r w:rsidR="00E60DFB">
        <w:rPr>
          <w:rtl/>
        </w:rPr>
        <w:t xml:space="preserve"> </w:t>
      </w:r>
      <w:r>
        <w:rPr>
          <w:rtl/>
        </w:rPr>
        <w:t>نماز صبح را خواندند. آنگاه رو به اصحاب نموده و نام چند نفر را برده و پرسيدند: اينان به نماز آمدند؟ عرض كردند: خير، اى رسول خدا! فرمودند: آيا نيامدند؟ بدانيد هيچ نمازى براى منافقين سختتر از اين نماز و نماز عشا نيست .</w:t>
      </w:r>
    </w:p>
    <w:p w:rsidR="00A679DB" w:rsidRDefault="00A679DB" w:rsidP="00A679DB">
      <w:pPr>
        <w:pStyle w:val="libNormal"/>
        <w:rPr>
          <w:rtl/>
        </w:rPr>
      </w:pPr>
      <w:r>
        <w:rPr>
          <w:rtl/>
        </w:rPr>
        <w:t>حديث : ٢ حدثنى محمد بن على ماجيلويه رضى الله عنه قال حدثنى على بن ابراهيم عن ابيه عن عبدالله بن ميمون عن ابى عبدالله عن ابيه</w:t>
      </w:r>
      <w:r w:rsidR="003C062E">
        <w:rPr>
          <w:rFonts w:hint="cs"/>
          <w:rtl/>
        </w:rPr>
        <w:t xml:space="preserve"> </w:t>
      </w:r>
      <w:r w:rsidR="00DC5255" w:rsidRPr="003C062E">
        <w:rPr>
          <w:rStyle w:val="libAlaemChar"/>
          <w:rtl/>
        </w:rPr>
        <w:t>عليهم‌السلام</w:t>
      </w:r>
      <w:r w:rsidR="00DC5255">
        <w:rPr>
          <w:rtl/>
        </w:rPr>
        <w:t xml:space="preserve"> </w:t>
      </w:r>
      <w:r>
        <w:rPr>
          <w:rtl/>
        </w:rPr>
        <w:t xml:space="preserve">قال اشترط رسول الله </w:t>
      </w:r>
      <w:r w:rsidR="00E60DFB" w:rsidRPr="003C062E">
        <w:rPr>
          <w:rStyle w:val="libAlaemChar"/>
          <w:rtl/>
        </w:rPr>
        <w:t>صلى‌الله‌عليه‌وآله</w:t>
      </w:r>
      <w:r w:rsidR="00E60DFB">
        <w:rPr>
          <w:rtl/>
        </w:rPr>
        <w:t xml:space="preserve"> </w:t>
      </w:r>
      <w:r>
        <w:rPr>
          <w:rtl/>
        </w:rPr>
        <w:t>على جيران المسجد شهود الصلاه و قال لينتهين اقوام لا يشهدون الصلاه او لامرن موذنا يوذن ثم يقيم ثم آمر رجلا من اهل بيتى و هو على عليه‌السلام فليحرقن على اقوام بيوتهم بحزم من الحطب لانهم لاياتون الصلاه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3C062E">
        <w:rPr>
          <w:rStyle w:val="libAlaemChar"/>
          <w:rtl/>
        </w:rPr>
        <w:t>عليه‌السلام</w:t>
      </w:r>
      <w:r>
        <w:rPr>
          <w:rtl/>
        </w:rPr>
        <w:t xml:space="preserve"> از پدرش </w:t>
      </w:r>
      <w:r w:rsidR="00DC5255" w:rsidRPr="003C062E">
        <w:rPr>
          <w:rStyle w:val="libAlaemChar"/>
          <w:rtl/>
        </w:rPr>
        <w:t>عليهم‌السلام</w:t>
      </w:r>
      <w:r w:rsidR="00DC5255">
        <w:rPr>
          <w:rtl/>
        </w:rPr>
        <w:t xml:space="preserve"> </w:t>
      </w:r>
      <w:r>
        <w:rPr>
          <w:rtl/>
        </w:rPr>
        <w:t xml:space="preserve">نقل مى نمايد كه رسول خدا </w:t>
      </w:r>
      <w:r w:rsidR="00E60DFB" w:rsidRPr="003C062E">
        <w:rPr>
          <w:rStyle w:val="libAlaemChar"/>
          <w:rtl/>
        </w:rPr>
        <w:t>صلى‌الله‌عليه‌وآله</w:t>
      </w:r>
      <w:r w:rsidR="00E60DFB">
        <w:rPr>
          <w:rtl/>
        </w:rPr>
        <w:t xml:space="preserve"> </w:t>
      </w:r>
      <w:r>
        <w:rPr>
          <w:rtl/>
        </w:rPr>
        <w:t xml:space="preserve">با همسايگان مسجد شرط كرد كه به نماز جماعتت حاضر شوند و فرمودند: اگر كسانى كه به نماز جماعت نمى آيند از كار خود دست بردارند، به موذن دستور مى دهم اذان و اقامه گفته ، آنگاه به مردى از اهل بيتم كه همان </w:t>
      </w:r>
      <w:r>
        <w:rPr>
          <w:rtl/>
        </w:rPr>
        <w:lastRenderedPageBreak/>
        <w:t xml:space="preserve">على </w:t>
      </w:r>
      <w:r w:rsidRPr="003C062E">
        <w:rPr>
          <w:rStyle w:val="libAlaemChar"/>
          <w:rtl/>
        </w:rPr>
        <w:t>عليه‌السلام</w:t>
      </w:r>
      <w:r>
        <w:rPr>
          <w:rtl/>
        </w:rPr>
        <w:t xml:space="preserve"> است ، دستور مى دهم بسته هاى هيزم را آورده و بخاطر نيامدن به نماز جماعت خانه هاى آنها را آتش بزند.</w:t>
      </w:r>
    </w:p>
    <w:p w:rsidR="00A679DB" w:rsidRDefault="00A679DB" w:rsidP="00A679DB">
      <w:pPr>
        <w:pStyle w:val="libNormal"/>
        <w:rPr>
          <w:rtl/>
        </w:rPr>
      </w:pPr>
      <w:r>
        <w:rPr>
          <w:rtl/>
        </w:rPr>
        <w:t xml:space="preserve">حديث : ٣ حدثنى محمد بن الحسن رضى الله عنه قال حدثنى محمد بن الحسن الصفار عن محمد بن عيسى بن عبيد عن النضربن سويد عن عاصم بن حميد عن ابى بصير و محمد بن مسلم قاللا سمعنا ابا جعفر محمد بن على </w:t>
      </w:r>
      <w:r w:rsidRPr="003C062E">
        <w:rPr>
          <w:rStyle w:val="libAlaemChar"/>
          <w:rtl/>
        </w:rPr>
        <w:t>الباقر</w:t>
      </w:r>
      <w:r w:rsidR="00DC5255" w:rsidRPr="003C062E">
        <w:rPr>
          <w:rStyle w:val="libAlaemChar"/>
          <w:rtl/>
        </w:rPr>
        <w:t>عليهم‌السلام</w:t>
      </w:r>
      <w:r w:rsidR="00DC5255">
        <w:rPr>
          <w:rtl/>
        </w:rPr>
        <w:t xml:space="preserve"> </w:t>
      </w:r>
      <w:r>
        <w:rPr>
          <w:rtl/>
        </w:rPr>
        <w:t>يقول من ترك الجمعه ثلاثا متواليه بغير عله طبع الله على قلبه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راوى گويد از امام باقر </w:t>
      </w:r>
      <w:r w:rsidRPr="003C062E">
        <w:rPr>
          <w:rStyle w:val="libAlaemChar"/>
          <w:rtl/>
        </w:rPr>
        <w:t>عليه‌السلام</w:t>
      </w:r>
      <w:r>
        <w:rPr>
          <w:rtl/>
        </w:rPr>
        <w:t xml:space="preserve"> شنيدم كه فرمودند: كسى كه بدون جهت سه جمعه متوالى نماز جمعه را ترك كند، خداوند بر قلب او مهر مى زند.</w:t>
      </w:r>
    </w:p>
    <w:p w:rsidR="00A679DB" w:rsidRDefault="00A679DB" w:rsidP="00A679DB">
      <w:pPr>
        <w:pStyle w:val="libNormal"/>
        <w:rPr>
          <w:rtl/>
        </w:rPr>
      </w:pPr>
      <w:r>
        <w:rPr>
          <w:rtl/>
        </w:rPr>
        <w:t xml:space="preserve">حديث : ٤ حدثنى محمد بن الحسن رضى الله عنه قال حدثنى محمد بن الحسن الصفار عن يعقوب بن يزيد عن حماد بن عيسى عن حريز و فضيل عن زراره عن ابى جعفر </w:t>
      </w:r>
      <w:r w:rsidRPr="003C062E">
        <w:rPr>
          <w:rStyle w:val="libAlaemChar"/>
          <w:rtl/>
        </w:rPr>
        <w:t>عليه‌السلام</w:t>
      </w:r>
      <w:r>
        <w:rPr>
          <w:rtl/>
        </w:rPr>
        <w:t xml:space="preserve"> قال صلاه الجمعه فريضه و الاجتماع اليها فريضهه مع الامام فان ترك رجل من غير عله ثلاث جمع فقد ترك ثلاث فرائض و لا يدع ثلاث فرائش من غير عله الا منافق و قال و من ترك الجماعه رغبه عنها و عن جماعه المومنين من غير عله فلا صلاه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باقر </w:t>
      </w:r>
      <w:r w:rsidRPr="003C062E">
        <w:rPr>
          <w:rStyle w:val="libAlaemChar"/>
          <w:rtl/>
        </w:rPr>
        <w:t>عليه‌السلام</w:t>
      </w:r>
      <w:r>
        <w:rPr>
          <w:rtl/>
        </w:rPr>
        <w:t xml:space="preserve"> فرمودند: نماز جمعه واجب و اجتماع براى آن به همراه امام نيز واجب است . اگر مردى سه جمعه بدون علت آن را ترك كند، سه واجب را ترك كرده است . و هيچ كس ، جز منافق سه واجب را ترك نمى كند. و كسى كه بخاطر بى رغبتى به نماز جماعت و جمع مومنين نماز جماعت را ترك كند، نمازى نخواهد داشت (نمازش ارزش چندانى ندارد).</w:t>
      </w:r>
    </w:p>
    <w:p w:rsidR="003C062E" w:rsidRPr="00ED74AF" w:rsidRDefault="003C062E" w:rsidP="00ED74AF">
      <w:pPr>
        <w:pStyle w:val="libNormal"/>
        <w:rPr>
          <w:rFonts w:hint="cs"/>
          <w:rtl/>
        </w:rPr>
      </w:pPr>
      <w:r w:rsidRPr="00ED74AF">
        <w:rPr>
          <w:rtl/>
        </w:rPr>
        <w:br w:type="page"/>
      </w:r>
    </w:p>
    <w:p w:rsidR="00A679DB" w:rsidRDefault="00A679DB" w:rsidP="003C062E">
      <w:pPr>
        <w:pStyle w:val="Heading2"/>
        <w:rPr>
          <w:rtl/>
        </w:rPr>
      </w:pPr>
      <w:bookmarkStart w:id="478" w:name="_Toc449617535"/>
      <w:r>
        <w:rPr>
          <w:rtl/>
        </w:rPr>
        <w:t>مجازات گناهان كبيره</w:t>
      </w:r>
      <w:bookmarkEnd w:id="478"/>
    </w:p>
    <w:p w:rsidR="00A679DB" w:rsidRDefault="00A679DB" w:rsidP="00A679DB">
      <w:pPr>
        <w:pStyle w:val="libNormal"/>
        <w:rPr>
          <w:rtl/>
        </w:rPr>
      </w:pPr>
      <w:r>
        <w:rPr>
          <w:rtl/>
        </w:rPr>
        <w:t xml:space="preserve">حديث : ١ ابى رحمه الله قال حدثنى سعد بن عبدالله عن احمد بن محمد عن الحسن بن على عن عبدالعزيز العبدى عن عبيد بن زراره قال قلت لابى عبدالله </w:t>
      </w:r>
      <w:r w:rsidRPr="003C062E">
        <w:rPr>
          <w:rStyle w:val="libAlaemChar"/>
          <w:rtl/>
        </w:rPr>
        <w:t>عليه‌السلام</w:t>
      </w:r>
      <w:r>
        <w:rPr>
          <w:rtl/>
        </w:rPr>
        <w:t xml:space="preserve"> اخبرنى عن الكبائر قال هى خمس و هن مما اوجب اله عزوجل عليهمن النار قال الله عزوجل «ان الله لا يغفر ان يشرك به» و قال «ان الذين ياكلون اموال اليتامى ظلما انما ياكلون فى بطونهم نارا و سيصلون سعيرا» و قال «يا ايها الذنى آمنوا اذا لقيتم الذين كفروا زحفا فلا تولوهم الادبار - الى آخر الايه» و رمى المحصنات الغافلات و قتل مومن متعمدا على دينه .</w:t>
      </w:r>
    </w:p>
    <w:p w:rsidR="00A679DB" w:rsidRDefault="00A679DB" w:rsidP="00A679DB">
      <w:pPr>
        <w:pStyle w:val="libNormal"/>
        <w:rPr>
          <w:rtl/>
        </w:rPr>
      </w:pPr>
      <w:r>
        <w:rPr>
          <w:rtl/>
        </w:rPr>
        <w:t>ترجمه :</w:t>
      </w:r>
    </w:p>
    <w:p w:rsidR="00A679DB" w:rsidRDefault="00A679DB" w:rsidP="003C062E">
      <w:pPr>
        <w:pStyle w:val="libNormal"/>
        <w:rPr>
          <w:rtl/>
        </w:rPr>
      </w:pPr>
      <w:r>
        <w:rPr>
          <w:rtl/>
        </w:rPr>
        <w:t xml:space="preserve">١. راوى مى گويد از امام صادق </w:t>
      </w:r>
      <w:r w:rsidRPr="003C062E">
        <w:rPr>
          <w:rStyle w:val="libAlaemChar"/>
          <w:rtl/>
        </w:rPr>
        <w:t>عليه‌السلام</w:t>
      </w:r>
      <w:r>
        <w:rPr>
          <w:rtl/>
        </w:rPr>
        <w:t xml:space="preserve"> خواستم گناهان كبيره را برايم بيان كند. آن حضرت </w:t>
      </w:r>
      <w:r w:rsidRPr="003C062E">
        <w:rPr>
          <w:rStyle w:val="libAlaemChar"/>
          <w:rtl/>
        </w:rPr>
        <w:t>عليه‌السلام</w:t>
      </w:r>
      <w:r>
        <w:rPr>
          <w:rtl/>
        </w:rPr>
        <w:t xml:space="preserve"> فرمودند: گناهان كبيره پنج تايند، همانهايى كه خداوند جهنم را براى آنها واجب نموده است . خداوند عزوجل مى فرمايند «همانا خداوند شرك به خود را نمى</w:t>
      </w:r>
      <w:r w:rsidR="003C062E">
        <w:rPr>
          <w:rFonts w:hint="cs"/>
          <w:rtl/>
        </w:rPr>
        <w:t>آ</w:t>
      </w:r>
      <w:r>
        <w:rPr>
          <w:rtl/>
        </w:rPr>
        <w:t xml:space="preserve">امرزد» </w:t>
      </w:r>
      <w:r w:rsidRPr="003C062E">
        <w:rPr>
          <w:rStyle w:val="libFootnotenumChar"/>
          <w:rtl/>
        </w:rPr>
        <w:t>(١٤٤)</w:t>
      </w:r>
      <w:r>
        <w:rPr>
          <w:rtl/>
        </w:rPr>
        <w:t xml:space="preserve"> و مى فرمايند: «همانا كسانى كه با ستم اموال يتيمان را مى خورند، فقط آتش ‍ خورده و بزودى به جهنم مى روند» </w:t>
      </w:r>
      <w:r w:rsidRPr="003C062E">
        <w:rPr>
          <w:rStyle w:val="libFootnotenumChar"/>
          <w:rtl/>
        </w:rPr>
        <w:t>(١٤٥)</w:t>
      </w:r>
      <w:r>
        <w:rPr>
          <w:rtl/>
        </w:rPr>
        <w:t xml:space="preserve"> و مى فرمايند: «اى كسانى كه ايمان آورده ايد! هنگامى كه با كافران در ميدان جنگ روبرو شديد، فرار نكنيد...» </w:t>
      </w:r>
      <w:r w:rsidRPr="003C062E">
        <w:rPr>
          <w:rStyle w:val="libFootnotenumChar"/>
          <w:rtl/>
        </w:rPr>
        <w:t>(١٤٦)</w:t>
      </w:r>
      <w:r>
        <w:rPr>
          <w:rtl/>
        </w:rPr>
        <w:t xml:space="preserve"> يعنى گناهان كبيره عبارتند: از شرك به خداوند، خوردن مال يتيم از روى ظلم ، فرار از ميدان جنگ با كفار)، تهمت زدن به زنان پاكدامن و بى گناه و كشتن عمدى مومن به خاطر دينش .</w:t>
      </w:r>
    </w:p>
    <w:p w:rsidR="00A679DB" w:rsidRDefault="00A679DB" w:rsidP="00A679DB">
      <w:pPr>
        <w:pStyle w:val="libNormal"/>
        <w:rPr>
          <w:rtl/>
        </w:rPr>
      </w:pPr>
      <w:r>
        <w:rPr>
          <w:rtl/>
        </w:rPr>
        <w:t xml:space="preserve">حديث : ٢ ابى رحمه الله قال حدثنى محمد بن يحيى عن محمد بن احمد عن على بن اسماعيل عن احمد بن النضر عن عبادين كثير النواء قال سالت ابا جعفر </w:t>
      </w:r>
      <w:r w:rsidRPr="003C062E">
        <w:rPr>
          <w:rStyle w:val="libAlaemChar"/>
          <w:rtl/>
        </w:rPr>
        <w:t>عليه‌السلام</w:t>
      </w:r>
      <w:r>
        <w:rPr>
          <w:rtl/>
        </w:rPr>
        <w:t xml:space="preserve"> عن الكبائر قال كل شى اوعد الله عليه النار.</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٢. راوى مى گويد از امام باقر </w:t>
      </w:r>
      <w:r w:rsidRPr="003C062E">
        <w:rPr>
          <w:rStyle w:val="libAlaemChar"/>
          <w:rtl/>
        </w:rPr>
        <w:t>عليه‌السلام</w:t>
      </w:r>
      <w:r>
        <w:rPr>
          <w:rtl/>
        </w:rPr>
        <w:t xml:space="preserve"> پرسيدم گناهان كبيره چه گناهانى هستند؟ فرمودند: هر گناهى كه خداوند به انجام دهنده آن جهنم را وعده داده است .</w:t>
      </w:r>
    </w:p>
    <w:p w:rsidR="00A679DB" w:rsidRDefault="00A679DB" w:rsidP="00A679DB">
      <w:pPr>
        <w:pStyle w:val="libNormal"/>
        <w:rPr>
          <w:rtl/>
        </w:rPr>
      </w:pPr>
    </w:p>
    <w:p w:rsidR="00A679DB" w:rsidRDefault="00A679DB" w:rsidP="00A679DB">
      <w:pPr>
        <w:pStyle w:val="libNormal"/>
        <w:rPr>
          <w:rtl/>
        </w:rPr>
      </w:pPr>
      <w:r>
        <w:rPr>
          <w:rtl/>
        </w:rPr>
        <w:t>عقاب اكلمال اليتيم</w:t>
      </w:r>
    </w:p>
    <w:p w:rsidR="00A679DB" w:rsidRDefault="003C062E" w:rsidP="00A679DB">
      <w:pPr>
        <w:pStyle w:val="libNormal"/>
        <w:rPr>
          <w:rtl/>
        </w:rPr>
      </w:pPr>
      <w:r>
        <w:rPr>
          <w:rtl/>
        </w:rPr>
        <w:br w:type="page"/>
      </w:r>
    </w:p>
    <w:p w:rsidR="00A679DB" w:rsidRDefault="00A679DB" w:rsidP="003C062E">
      <w:pPr>
        <w:pStyle w:val="Heading2"/>
        <w:rPr>
          <w:rtl/>
        </w:rPr>
      </w:pPr>
      <w:bookmarkStart w:id="479" w:name="_Toc449617536"/>
      <w:r>
        <w:rPr>
          <w:rtl/>
        </w:rPr>
        <w:t>مجازات خوردن مال يتيم</w:t>
      </w:r>
      <w:bookmarkEnd w:id="479"/>
    </w:p>
    <w:p w:rsidR="00A679DB" w:rsidRDefault="00A679DB" w:rsidP="00A679DB">
      <w:pPr>
        <w:pStyle w:val="libNormal"/>
        <w:rPr>
          <w:rtl/>
        </w:rPr>
      </w:pPr>
      <w:r>
        <w:rPr>
          <w:rtl/>
        </w:rPr>
        <w:t xml:space="preserve">حديث : ١ ابى رحمه الله قال حدثنى عبدالله بن جعفر الحميرى عن احمد بن محمد بن عيسى عن الحسن بن محبوب عن على بن رئاب عن الحلبى عن ابى عبدالله </w:t>
      </w:r>
      <w:r w:rsidRPr="003C062E">
        <w:rPr>
          <w:rStyle w:val="libAlaemChar"/>
          <w:rtl/>
        </w:rPr>
        <w:t>عليه‌السلام</w:t>
      </w:r>
      <w:r>
        <w:rPr>
          <w:rtl/>
        </w:rPr>
        <w:t xml:space="preserve"> قال ان فى كتاب على </w:t>
      </w:r>
      <w:r w:rsidRPr="003C062E">
        <w:rPr>
          <w:rStyle w:val="libAlaemChar"/>
          <w:rtl/>
        </w:rPr>
        <w:t>عليه‌السلام</w:t>
      </w:r>
      <w:r>
        <w:rPr>
          <w:rtl/>
        </w:rPr>
        <w:t xml:space="preserve"> ان اكل مال اليتامى ظلما سيدر كه و بال ذلك فى عقبه من بعده فى الدنيا و يلحقه و بال ذلك فى الاخره اما فى الدنيا فان الله عزوجل يقول «و ليخش الذين لو تركوا من خلفهم ذريه ضعافا خافوا عليهم فليتقوا الله و ليقولوا قولا سديدا» و اما فى الاخر فان الله عزوجل يقول «ان الذين ياكلون اموال اليتامى ظلما انما ياكلون فى بطونهم نارا و سيصلون سعيرا».</w:t>
      </w:r>
    </w:p>
    <w:p w:rsidR="00A679DB" w:rsidRDefault="00A679DB" w:rsidP="00A679DB">
      <w:pPr>
        <w:pStyle w:val="libNormal"/>
        <w:rPr>
          <w:rtl/>
        </w:rPr>
      </w:pPr>
      <w:r>
        <w:rPr>
          <w:rtl/>
        </w:rPr>
        <w:t>ترجمه :</w:t>
      </w:r>
    </w:p>
    <w:p w:rsidR="00A679DB" w:rsidRDefault="00A679DB" w:rsidP="003C062E">
      <w:pPr>
        <w:pStyle w:val="libNormal"/>
        <w:rPr>
          <w:rtl/>
        </w:rPr>
      </w:pPr>
      <w:r>
        <w:rPr>
          <w:rtl/>
        </w:rPr>
        <w:t xml:space="preserve">١. امام صادق </w:t>
      </w:r>
      <w:r w:rsidRPr="003C062E">
        <w:rPr>
          <w:rStyle w:val="libAlaemChar"/>
          <w:rtl/>
        </w:rPr>
        <w:t>عليه‌السلام</w:t>
      </w:r>
      <w:r>
        <w:rPr>
          <w:rtl/>
        </w:rPr>
        <w:t xml:space="preserve"> فرمودند: در كتاب اميرالمومنين </w:t>
      </w:r>
      <w:r w:rsidRPr="003C062E">
        <w:rPr>
          <w:rStyle w:val="libAlaemChar"/>
          <w:rtl/>
        </w:rPr>
        <w:t>عليه‌السلام</w:t>
      </w:r>
      <w:r>
        <w:rPr>
          <w:rtl/>
        </w:rPr>
        <w:t xml:space="preserve"> </w:t>
      </w:r>
      <w:r w:rsidR="003C062E">
        <w:rPr>
          <w:rFonts w:hint="cs"/>
          <w:rtl/>
        </w:rPr>
        <w:t>آ</w:t>
      </w:r>
      <w:r>
        <w:rPr>
          <w:rtl/>
        </w:rPr>
        <w:t xml:space="preserve">مده است : كسى كه مال يتيم را با ظلم بخورد، پس از مرگش يتيمان او به نتيجه بد كردار پدرشان گرفتار شده و در آخرت نيز مجازات كارش را مى بيند. اما در دنيا باين دليل كه خداوند عزوجل فرموده است : «و كسانى كه پس از خود كودكان ضعيفى را باقى مى گذارند و براى آنهامى ترسند، بايد تقوى پيشه كرده و درباره يتيمان مردم درست و به عدالت سخن بگويند»؛ </w:t>
      </w:r>
      <w:r w:rsidRPr="003C062E">
        <w:rPr>
          <w:rStyle w:val="libFootnotenumChar"/>
          <w:rtl/>
        </w:rPr>
        <w:t>(١٤٧)</w:t>
      </w:r>
      <w:r>
        <w:rPr>
          <w:rtl/>
        </w:rPr>
        <w:t xml:space="preserve"> و اما در آخرت باين جهت كه خداوند عزوجل فرموده است : «همانا كسانى كه با ستم اموال يتيمان را مى خورند فقط آتش خورده و بزودى به جهنم مى روند.» </w:t>
      </w:r>
      <w:r w:rsidRPr="003C062E">
        <w:rPr>
          <w:rStyle w:val="libFootnotenumChar"/>
          <w:rtl/>
        </w:rPr>
        <w:t>(١٤٨).</w:t>
      </w:r>
    </w:p>
    <w:p w:rsidR="00A679DB" w:rsidRDefault="00A679DB" w:rsidP="00A679DB">
      <w:pPr>
        <w:pStyle w:val="libNormal"/>
        <w:rPr>
          <w:rtl/>
        </w:rPr>
      </w:pPr>
      <w:r>
        <w:rPr>
          <w:rtl/>
        </w:rPr>
        <w:t xml:space="preserve">حديث : ٢ ابى رحمه الله قال حدثنى سعد بن عبدالله عن احمد بن محمد بن عيسى عن الحسين بن سعيد عن اخيه الحسن عن زرعه بن محمد الحضرمى عن سماعه بن مهران قال سمعته يقول ان الله عزوجل وعد فى اكل مال اليتيم عقوبتين اما احدهما فعقوبه الاخر النار و اما عقوبه الدنيا فهو قوله عزوجل «و ليخش </w:t>
      </w:r>
      <w:r>
        <w:rPr>
          <w:rtl/>
        </w:rPr>
        <w:lastRenderedPageBreak/>
        <w:t>الذنى لو تركوا من خلفهم ذريه ضعافا خافوا عليهم فليتقوا الله و ليقولوا قولا سديدا»</w:t>
      </w:r>
    </w:p>
    <w:p w:rsidR="00A679DB" w:rsidRDefault="00A679DB" w:rsidP="00A679DB">
      <w:pPr>
        <w:pStyle w:val="libNormal"/>
        <w:rPr>
          <w:rtl/>
        </w:rPr>
      </w:pPr>
      <w:r>
        <w:rPr>
          <w:rtl/>
        </w:rPr>
        <w:t>يعنى بذلك ليخش ان اخلفه فى ذريته كما صنع هو بهولاء اليتامى .</w:t>
      </w:r>
    </w:p>
    <w:p w:rsidR="00A679DB" w:rsidRDefault="00A679DB" w:rsidP="00A679DB">
      <w:pPr>
        <w:pStyle w:val="libNormal"/>
        <w:rPr>
          <w:rtl/>
        </w:rPr>
      </w:pPr>
      <w:r>
        <w:rPr>
          <w:rtl/>
        </w:rPr>
        <w:t>ترجمه :</w:t>
      </w:r>
    </w:p>
    <w:p w:rsidR="00A679DB" w:rsidRDefault="00A679DB" w:rsidP="003C062E">
      <w:pPr>
        <w:pStyle w:val="libNormal"/>
        <w:rPr>
          <w:rtl/>
        </w:rPr>
      </w:pPr>
      <w:r>
        <w:rPr>
          <w:rtl/>
        </w:rPr>
        <w:t xml:space="preserve">٢. راوى مى گويد از معصوم </w:t>
      </w:r>
      <w:r w:rsidRPr="003C062E">
        <w:rPr>
          <w:rStyle w:val="libAlaemChar"/>
          <w:rtl/>
        </w:rPr>
        <w:t>عليه‌السلام</w:t>
      </w:r>
      <w:r>
        <w:rPr>
          <w:rtl/>
        </w:rPr>
        <w:t xml:space="preserve"> شنيدم كه فرمودند: همانا خداوند عزوجل براى خو</w:t>
      </w:r>
      <w:r w:rsidR="003C062E">
        <w:rPr>
          <w:rFonts w:hint="cs"/>
          <w:rtl/>
        </w:rPr>
        <w:t>ر</w:t>
      </w:r>
      <w:r>
        <w:rPr>
          <w:rtl/>
        </w:rPr>
        <w:t xml:space="preserve">دن مال يتيم دو مجازات وعده داده است :يكى مجازات جهنم و ديگرى مجازات دنيايى است كه در اين آيه آمده است : و كسانى كه پس از خود كودكان ضعيفى باقى گذاشته و براى آنها مى ترسند، بايد تقوى پيشه كرده و در باره يتيمان مردم درست و بعدالت سخن بگويند» </w:t>
      </w:r>
      <w:r w:rsidRPr="003C062E">
        <w:rPr>
          <w:rStyle w:val="libFootnotenumChar"/>
          <w:rtl/>
        </w:rPr>
        <w:t>(١٤٩)</w:t>
      </w:r>
      <w:r>
        <w:rPr>
          <w:rtl/>
        </w:rPr>
        <w:t xml:space="preserve"> منظور آيه اين است كه بايد بترسد از اين كه پس از مرگش همانگونه كه با يتيمان مردم رفتار كرده ، با يتيمانش رفتار كنند.</w:t>
      </w:r>
    </w:p>
    <w:p w:rsidR="00A679DB" w:rsidRDefault="00A679DB" w:rsidP="00A679DB">
      <w:pPr>
        <w:pStyle w:val="libNormal"/>
        <w:rPr>
          <w:rtl/>
        </w:rPr>
      </w:pPr>
      <w:r>
        <w:rPr>
          <w:rtl/>
        </w:rPr>
        <w:t xml:space="preserve">حديث : ٣ حدثنى محمد بن الحسن رضى الله عنه قال حدثنى محمد بن الحسن الصفار عن احمد بن محمد بن عيسى عن عبدالرحمن بن ابى نجران عن عامربن حكيم عن المعلى بن خنيس عن ابى عبدالله </w:t>
      </w:r>
      <w:r w:rsidRPr="003C062E">
        <w:rPr>
          <w:rStyle w:val="libAlaemChar"/>
          <w:rtl/>
        </w:rPr>
        <w:t>عليه‌السلام</w:t>
      </w:r>
      <w:r>
        <w:rPr>
          <w:rtl/>
        </w:rPr>
        <w:t xml:space="preserve"> قال دخلنا عليه فابتدا فقال من اكل مال اليتيم سلط الله عليه من يظلمه او على عقبه فان الله عزوجل يقول «و ليخش الذنى لو تركوا من خلفهم ذريه ضعافا خافوا عليهم فليتقوا الله و ليقولوا قولا سديدا».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راوى مى گويد به ديدن امام صادق </w:t>
      </w:r>
      <w:r w:rsidRPr="003C062E">
        <w:rPr>
          <w:rStyle w:val="libAlaemChar"/>
          <w:rtl/>
        </w:rPr>
        <w:t>عليه‌السلام</w:t>
      </w:r>
      <w:r>
        <w:rPr>
          <w:rtl/>
        </w:rPr>
        <w:t xml:space="preserve"> رفتيم . او شروع به سخن نموده و فرمودند:كسى كه مال يتيم را بخورد، خداوند ظالمى را بر او يا فرزندانش مسلط مى نمايد. همانا خداوند عزوجل مى فرمايد: «و كسانى كه پس از خود </w:t>
      </w:r>
      <w:r>
        <w:rPr>
          <w:rtl/>
        </w:rPr>
        <w:lastRenderedPageBreak/>
        <w:t xml:space="preserve">كودكان ضعيفى باقى مى گذارند و براى آنها مى ترسند بايد تقوى پيشه كرده و درباره يتيمان مردم درست و بعدالت سخن بگويند» </w:t>
      </w:r>
      <w:r w:rsidRPr="003C062E">
        <w:rPr>
          <w:rStyle w:val="libFootnotenumChar"/>
          <w:rtl/>
        </w:rPr>
        <w:t>(١٥٠).</w:t>
      </w:r>
    </w:p>
    <w:p w:rsidR="00A679DB" w:rsidRDefault="00A679DB" w:rsidP="00A679DB">
      <w:pPr>
        <w:pStyle w:val="libNormal"/>
        <w:rPr>
          <w:rtl/>
        </w:rPr>
      </w:pPr>
    </w:p>
    <w:p w:rsidR="00A679DB" w:rsidRDefault="00A679DB" w:rsidP="00A679DB">
      <w:pPr>
        <w:pStyle w:val="libNormal"/>
        <w:rPr>
          <w:rtl/>
        </w:rPr>
      </w:pPr>
      <w:r>
        <w:rPr>
          <w:rtl/>
        </w:rPr>
        <w:t>عقاب مانع الزكاه</w:t>
      </w:r>
    </w:p>
    <w:p w:rsidR="00A679DB" w:rsidRDefault="003C062E" w:rsidP="00A679DB">
      <w:pPr>
        <w:pStyle w:val="libNormal"/>
        <w:rPr>
          <w:rtl/>
        </w:rPr>
      </w:pPr>
      <w:r>
        <w:rPr>
          <w:rtl/>
        </w:rPr>
        <w:br w:type="page"/>
      </w:r>
    </w:p>
    <w:p w:rsidR="00A679DB" w:rsidRDefault="00A679DB" w:rsidP="003C062E">
      <w:pPr>
        <w:pStyle w:val="Heading2"/>
        <w:rPr>
          <w:rtl/>
        </w:rPr>
      </w:pPr>
      <w:bookmarkStart w:id="480" w:name="_Toc449617537"/>
      <w:r>
        <w:rPr>
          <w:rtl/>
        </w:rPr>
        <w:t>مجازات زكات ندادن</w:t>
      </w:r>
      <w:bookmarkEnd w:id="480"/>
    </w:p>
    <w:p w:rsidR="00A679DB" w:rsidRDefault="00A679DB" w:rsidP="00A679DB">
      <w:pPr>
        <w:pStyle w:val="libNormal"/>
        <w:rPr>
          <w:rtl/>
        </w:rPr>
      </w:pPr>
      <w:r>
        <w:rPr>
          <w:rtl/>
        </w:rPr>
        <w:t xml:space="preserve">حديث : ١ ابى رحمه الله قال حدثنى سعد بن عبدالله عن يعقوب بن يزيد عن محمد بن ابى عمير عن عبدالله بن مسكان عن محمد بن مسلم قال سالت ابا جعفر </w:t>
      </w:r>
      <w:r w:rsidRPr="003C062E">
        <w:rPr>
          <w:rStyle w:val="libAlaemChar"/>
          <w:rtl/>
        </w:rPr>
        <w:t>عليه‌السلام</w:t>
      </w:r>
      <w:r>
        <w:rPr>
          <w:rtl/>
        </w:rPr>
        <w:t xml:space="preserve"> عن قول الله عزوجل «سيطوقون ما بخلوا به يوم القيامه» فقال ما من عبد منع زكاه ماله شيئا الا جعل الله ذلك يوم القيامه ثعبانا من نار طوقا فى عنقه ينهش من لحمه حتى يفرغ من الحساب و هو قوله عزوجل «سيطوقون ما بخلوا به يوم القيامه» قال ما بخلوا به من الزكاه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باقر </w:t>
      </w:r>
      <w:r w:rsidRPr="003C062E">
        <w:rPr>
          <w:rStyle w:val="libAlaemChar"/>
          <w:rtl/>
        </w:rPr>
        <w:t>عليه‌السلام</w:t>
      </w:r>
      <w:r>
        <w:rPr>
          <w:rtl/>
        </w:rPr>
        <w:t xml:space="preserve"> خواستم درباره اين آيه توضيح بدهند « در روز قيامت اموالى كه با آن بخل مى ورزيدند، طوق گردنشان مى شود» </w:t>
      </w:r>
      <w:r w:rsidRPr="003C062E">
        <w:rPr>
          <w:rStyle w:val="libFootnotenumChar"/>
          <w:rtl/>
        </w:rPr>
        <w:t>(١٥١).</w:t>
      </w:r>
      <w:r>
        <w:rPr>
          <w:rtl/>
        </w:rPr>
        <w:t xml:space="preserve"> آن حضرت </w:t>
      </w:r>
      <w:r w:rsidRPr="003C062E">
        <w:rPr>
          <w:rStyle w:val="libAlaemChar"/>
          <w:rtl/>
        </w:rPr>
        <w:t>عليه‌السلام</w:t>
      </w:r>
      <w:r>
        <w:rPr>
          <w:rtl/>
        </w:rPr>
        <w:t xml:space="preserve"> فرمودند :بنده اى نيست كه مقدارى از زكات مالش را ندهد، مگر آن كه خداوند در روز قيامت آن را تبديل به اژدهايى از آتش نموده و آن را به گردنش مى اندازد و آن اژدها او را مى گزد تا از حساب فارغ شود. و اين آيه نيز همين را مى فرمايد «در روز قيامت اموالى كه با آن بخل مى روزيدند، طوق گردنشان مى شود» </w:t>
      </w:r>
      <w:r w:rsidRPr="003C062E">
        <w:rPr>
          <w:rStyle w:val="libFootnotenumChar"/>
          <w:rtl/>
        </w:rPr>
        <w:t>(١٥٢)</w:t>
      </w:r>
      <w:r>
        <w:rPr>
          <w:rtl/>
        </w:rPr>
        <w:t xml:space="preserve"> و فرمودند: مراد از اين آيه از بخل ورزيدن ، بخل در پرداخت زكات است .</w:t>
      </w:r>
    </w:p>
    <w:p w:rsidR="00A679DB" w:rsidRDefault="00A679DB" w:rsidP="00A679DB">
      <w:pPr>
        <w:pStyle w:val="libNormal"/>
        <w:rPr>
          <w:rtl/>
        </w:rPr>
      </w:pPr>
      <w:r>
        <w:rPr>
          <w:rtl/>
        </w:rPr>
        <w:t xml:space="preserve">حديث : ٢ حدثنى محمد بن الحسن رضى الله عنه قال حدثنى محمد بن الحسن الصفار عن ايوب بن نوح ابن سنان عن ابى الجارود عن ابى جعفر </w:t>
      </w:r>
      <w:r w:rsidRPr="003C062E">
        <w:rPr>
          <w:rStyle w:val="libAlaemChar"/>
          <w:rtl/>
        </w:rPr>
        <w:t>عليه‌السلام</w:t>
      </w:r>
      <w:r>
        <w:rPr>
          <w:rtl/>
        </w:rPr>
        <w:t xml:space="preserve"> قال ان الله عزوجل يبعث يوم القيامه ناسا من قبورهم مشدوده ايديهم الى اعناقهم لا يستطيعون ان تناولوا بها قيس انمله معهم ملائكه يعيرونهم تعييرا شديدا و </w:t>
      </w:r>
      <w:r>
        <w:rPr>
          <w:rtl/>
        </w:rPr>
        <w:lastRenderedPageBreak/>
        <w:t>يقولون هولاء الذين منعوا خيرا قليلا من خير كثير هولاء الذين اعطاهم الله عزوجل فمنعوا حق الله عزوجل فى اموالهم .</w:t>
      </w:r>
    </w:p>
    <w:p w:rsidR="00A679DB" w:rsidRDefault="00A679DB" w:rsidP="00A679DB">
      <w:pPr>
        <w:pStyle w:val="libNormal"/>
        <w:rPr>
          <w:rtl/>
        </w:rPr>
      </w:pPr>
      <w:r>
        <w:rPr>
          <w:rtl/>
        </w:rPr>
        <w:t>ترجمه :</w:t>
      </w:r>
    </w:p>
    <w:p w:rsidR="00A679DB" w:rsidRDefault="00A679DB" w:rsidP="003C062E">
      <w:pPr>
        <w:pStyle w:val="libNormal"/>
        <w:rPr>
          <w:rtl/>
        </w:rPr>
      </w:pPr>
      <w:r>
        <w:rPr>
          <w:rtl/>
        </w:rPr>
        <w:t xml:space="preserve">٢. امام باقر </w:t>
      </w:r>
      <w:r w:rsidRPr="003C062E">
        <w:rPr>
          <w:rStyle w:val="libAlaemChar"/>
          <w:rtl/>
        </w:rPr>
        <w:t>عليه‌السلام</w:t>
      </w:r>
      <w:r>
        <w:rPr>
          <w:rtl/>
        </w:rPr>
        <w:t xml:space="preserve"> فرمودند: همانا خداوند عزوجل در روز قيامت عده اى را در حالى كه دستهايشان به گردنشان بسته شده است ، از قبرهايشان بر مى انگيزد. </w:t>
      </w:r>
      <w:r w:rsidR="003C062E">
        <w:rPr>
          <w:rFonts w:hint="cs"/>
          <w:rtl/>
        </w:rPr>
        <w:t>آ</w:t>
      </w:r>
      <w:r>
        <w:rPr>
          <w:rtl/>
        </w:rPr>
        <w:t>نان حتى به اندازه سر انگشتى نيز نمى توانند چيزى را بگيرند. همراه آنان فرشتگانى هستند كه آنان را به سختى ملامت كرده و مى گويند: اينان كسانى هستند كه خير اندكى از خير بسيار را ندادند. اينان كسانى هستند كه خداوند عزوجل به ايشان عطا فرمود، ولى ايشان حق خداوند عزوجل را از اموالشان ، پرداخت نكردند.</w:t>
      </w:r>
    </w:p>
    <w:p w:rsidR="00A679DB" w:rsidRDefault="00A679DB" w:rsidP="00A679DB">
      <w:pPr>
        <w:pStyle w:val="libNormal"/>
        <w:rPr>
          <w:rtl/>
        </w:rPr>
      </w:pPr>
      <w:r>
        <w:rPr>
          <w:rtl/>
        </w:rPr>
        <w:t xml:space="preserve">حديث : ٣ ابى رحمه الله قال حدثنى سعد بن عبدالله عن احمد بن ابى عبدالله عن ابيه عن خلف بن حماد عن حريز قال قال ابو عبدالله </w:t>
      </w:r>
      <w:r w:rsidRPr="003C062E">
        <w:rPr>
          <w:rStyle w:val="libAlaemChar"/>
          <w:rtl/>
        </w:rPr>
        <w:t>عليه‌السلام</w:t>
      </w:r>
      <w:r>
        <w:rPr>
          <w:rtl/>
        </w:rPr>
        <w:t xml:space="preserve"> ما من ذى مال ذهب و لا فضه يمنع زكاه ماله الا حبسه الله يوم القيامه بقاع قرقر. و سلط عليه شجاعا اقرع يريده و و يحيد عنه فاذا راى انه لا يتخلص منه و امنكه من يده فقضمها كما يقضم الفجل حتى يصير طوقا فى عنقه و ذلك قو الله عزوجل «سيطوقون ما بخلوا به يوم القيامه» و ما من ذى مال ابل او بقر او غنم يمنع زكاه ماله الا حبسه الله يوم القيامه بقاع قرقر يطاه كل ذى ظلف بظلفها و ينهشه كل ذى ناب بنابها و ما من ذى مال نخل او كرم او زرع يمنع زكاتها الا طوقه الله ريعه ارضه الى سبع ارضين الى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3C062E">
        <w:rPr>
          <w:rStyle w:val="libAlaemChar"/>
          <w:rtl/>
        </w:rPr>
        <w:t>عليه‌السلام</w:t>
      </w:r>
      <w:r>
        <w:rPr>
          <w:rtl/>
        </w:rPr>
        <w:t xml:space="preserve"> فرمودند: هيچ مالدارى نيست كه زكات طلا يا نقره خود را نپردازد، مگر اين كه خداوند در روزى قيامت او رادر دشت صاف و نرمى </w:t>
      </w:r>
      <w:r>
        <w:rPr>
          <w:rtl/>
        </w:rPr>
        <w:lastRenderedPageBreak/>
        <w:t xml:space="preserve">زندانى نموده و اژدهايى را كه از تجمع زهر در سرش موى سرش ريخته است ، بر او مسلط مى نمايد. آن اژدها به دنبال او مى رود و او فرار مى كند و هنگامى كه مى بيند نمى تواند فرار كند، دستش را به سوى اژدها مى برد و او همانگونه كه ترب را گاز مى زند و مى خورد، دستش را گاز زده و مى خورد. و در نهايت دور گردنش چنبر مى زند و اين همان فرمايش ‍ خداوند عزوجل است : «در روز قيامت اموالى كه با آن بخل مى ورزيدند، طوق گردنشان مى شود» </w:t>
      </w:r>
      <w:r w:rsidRPr="006F1104">
        <w:rPr>
          <w:rStyle w:val="libFootnotenumChar"/>
          <w:rtl/>
        </w:rPr>
        <w:t>(١٥٣)</w:t>
      </w:r>
      <w:r>
        <w:rPr>
          <w:rtl/>
        </w:rPr>
        <w:t xml:space="preserve"> وهيچ مالدارى نيست كه زكات شتر، گاو يا گوسفند خود را ندهد، مگر اين كه خداوند در روز قيامت او را در دشت صاف و نرمى زندانى نموده و هر حيوان سم دارى او را لگدكوب كرده و هر جانورى نيش دارى به او نيش مى زند و هيچ مالدارى نيست كه زكات نخل ، انگور و زراعت خرما، كشمش ، گندم و جو) خود را ندهد، مگر اين كه خداوند زمينش را تا عمق زمين هفتم در روز قيامت طوق گردنش مى نمايد.</w:t>
      </w:r>
    </w:p>
    <w:p w:rsidR="00A679DB" w:rsidRDefault="00A679DB" w:rsidP="00A679DB">
      <w:pPr>
        <w:pStyle w:val="libNormal"/>
        <w:rPr>
          <w:rtl/>
        </w:rPr>
      </w:pPr>
      <w:r>
        <w:rPr>
          <w:rtl/>
        </w:rPr>
        <w:t xml:space="preserve">حديث : ٤ و بهذاالاسناد عن احمد بن ابى عبدالله عن ابيه عن صفوان بن يحيى عن داودعن اخيه عبدالله قال بعثنى انسان الى ابى عبدالله </w:t>
      </w:r>
      <w:r w:rsidRPr="006F1104">
        <w:rPr>
          <w:rStyle w:val="libAlaemChar"/>
          <w:rtl/>
        </w:rPr>
        <w:t>عليه‌السلام</w:t>
      </w:r>
      <w:r>
        <w:rPr>
          <w:rtl/>
        </w:rPr>
        <w:t xml:space="preserve"> زعم انه يفزع فى منامه من امراه تاتيه قال فصحت حتى سمع الجيران فقال ابو عبدالله </w:t>
      </w:r>
      <w:r w:rsidRPr="006F1104">
        <w:rPr>
          <w:rStyle w:val="libAlaemChar"/>
          <w:rtl/>
        </w:rPr>
        <w:t>عليه‌السلام</w:t>
      </w:r>
      <w:r>
        <w:rPr>
          <w:rtl/>
        </w:rPr>
        <w:t xml:space="preserve"> اذهب فقل له انك لا تودى الكازه فقال بلى و الله انى لادويها قال فقل له ان كنت توديها فانك لا توديها اهلها.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راوى مى گويد: شخصى مى پنداشت در خواب از زنى مى ترسد و مى گفت : از ترس آن فريادى كشيدم كه همسايه ها شنيدند. او (براى حل مشكلش) مرا خدمت امام صادق </w:t>
      </w:r>
      <w:r w:rsidRPr="006F1104">
        <w:rPr>
          <w:rStyle w:val="libAlaemChar"/>
          <w:rtl/>
        </w:rPr>
        <w:t>عليه‌السلام</w:t>
      </w:r>
      <w:r>
        <w:rPr>
          <w:rtl/>
        </w:rPr>
        <w:t xml:space="preserve"> فرستاد. امام صادق </w:t>
      </w:r>
      <w:r w:rsidRPr="006F1104">
        <w:rPr>
          <w:rStyle w:val="libAlaemChar"/>
          <w:rtl/>
        </w:rPr>
        <w:t>عليه‌السلام</w:t>
      </w:r>
      <w:r>
        <w:rPr>
          <w:rtl/>
        </w:rPr>
        <w:t xml:space="preserve"> فرمودند: به او بگو شايد زكات نمى دهد. او در جواب من گفت : محققا و به خدا سوگند كه </w:t>
      </w:r>
      <w:r>
        <w:rPr>
          <w:rtl/>
        </w:rPr>
        <w:lastRenderedPageBreak/>
        <w:t xml:space="preserve">زكات مى دهم . آن حضرت </w:t>
      </w:r>
      <w:r w:rsidRPr="006F1104">
        <w:rPr>
          <w:rStyle w:val="libAlaemChar"/>
          <w:rtl/>
        </w:rPr>
        <w:t>عليه‌السلام</w:t>
      </w:r>
      <w:r>
        <w:rPr>
          <w:rtl/>
        </w:rPr>
        <w:t xml:space="preserve"> دوباره فرمودند: به او بگو اگر زكات هم مى دهى ، حتما به اهل آن نمى دهى .</w:t>
      </w:r>
    </w:p>
    <w:p w:rsidR="00A679DB" w:rsidRDefault="00A679DB" w:rsidP="00A679DB">
      <w:pPr>
        <w:pStyle w:val="libNormal"/>
        <w:rPr>
          <w:rtl/>
        </w:rPr>
      </w:pPr>
      <w:r>
        <w:rPr>
          <w:rtl/>
        </w:rPr>
        <w:t>حديث : ٥ و ذكر احمد بن ابى عبدالله ان روآيه ابى بصير قال سمعت ابا عبدالله يقول من منع الزكاه سال الرجعه عند الموت و هو قل الله عزوجل «حتى اذا جاء احدهم الموت قال رب ارجعون لعلى اعمل صالحا فيما تركت».</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راوى مى گويد از امام صادق </w:t>
      </w:r>
      <w:r w:rsidRPr="006F1104">
        <w:rPr>
          <w:rStyle w:val="libAlaemChar"/>
          <w:rtl/>
        </w:rPr>
        <w:t>عليه‌السلام</w:t>
      </w:r>
      <w:r>
        <w:rPr>
          <w:rtl/>
        </w:rPr>
        <w:t xml:space="preserve"> شنيدم كه فرمودند: كسى كه زكات ندهد، هنگام مرگ تقاضاى بازگشت مى كند. و اين آيه نيز همين را مى فرمايد: «تا زمانى كه مرگ به سراغ يكى از آنان بيايد، گويد پروردگارا مرا به دنيا بازگردان ، شايد با كارهاى خوب ، گذشته ام را جبران نمايم </w:t>
      </w:r>
      <w:r w:rsidRPr="006F1104">
        <w:rPr>
          <w:rStyle w:val="libFootnotenumChar"/>
          <w:rtl/>
        </w:rPr>
        <w:t>(١٥٤).</w:t>
      </w:r>
    </w:p>
    <w:p w:rsidR="00A679DB" w:rsidRDefault="00A679DB" w:rsidP="00A679DB">
      <w:pPr>
        <w:pStyle w:val="libNormal"/>
        <w:rPr>
          <w:rtl/>
        </w:rPr>
      </w:pPr>
      <w:r>
        <w:rPr>
          <w:rtl/>
        </w:rPr>
        <w:t xml:space="preserve">حديث : ٦ حدثنى محمد بن على ماجيلويه رضى الله عنه عن عمه عن محمد بن على الكوفى عن موسى بن سعدان عن عبدالله بن القاسم عن مالك بن عطيه عن ابان بن تغلب قال قال ابو عبدالله </w:t>
      </w:r>
      <w:r w:rsidRPr="006F1104">
        <w:rPr>
          <w:rStyle w:val="libAlaemChar"/>
          <w:rtl/>
        </w:rPr>
        <w:t>عليه‌السلام</w:t>
      </w:r>
      <w:r>
        <w:rPr>
          <w:rtl/>
        </w:rPr>
        <w:t xml:space="preserve"> دمان فى الاسلام لا يقضى فيهما احد بحكم الله عزول حتى يقوم قائمنا الزانى المحصن يرجمه و مانع الزكاه يضرب عنقه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امام صادق </w:t>
      </w:r>
      <w:r w:rsidRPr="006F1104">
        <w:rPr>
          <w:rStyle w:val="libAlaemChar"/>
          <w:rtl/>
        </w:rPr>
        <w:t>عليه‌السلام</w:t>
      </w:r>
      <w:r>
        <w:rPr>
          <w:rtl/>
        </w:rPr>
        <w:t xml:space="preserve"> فرمودند: دو مجازات اعدام هست كه تا قيام قائم ما كسى به حكم خداوند عزوجل آنرا اجرا نمى كند: زناكار محصن (مرد زن دار) كه او را سنگسار مى نمايد، و كسى كه زكات نمى دهد، كه او را گردن مى زند.</w:t>
      </w:r>
    </w:p>
    <w:p w:rsidR="00A679DB" w:rsidRDefault="00A679DB" w:rsidP="00A679DB">
      <w:pPr>
        <w:pStyle w:val="libNormal"/>
        <w:rPr>
          <w:rtl/>
        </w:rPr>
      </w:pPr>
      <w:r>
        <w:rPr>
          <w:rtl/>
        </w:rPr>
        <w:t xml:space="preserve">حديث : ٧ و ذكر ان فى روآيه ابى بصير عن ابى عبدالله </w:t>
      </w:r>
      <w:r w:rsidRPr="006F1104">
        <w:rPr>
          <w:rStyle w:val="libAlaemChar"/>
          <w:rtl/>
        </w:rPr>
        <w:t>عليه‌السلام</w:t>
      </w:r>
      <w:r>
        <w:rPr>
          <w:rtl/>
        </w:rPr>
        <w:t xml:space="preserve"> من منع الزكاه فى حياته طلب الكره بعد موته و قال من منع قيراطا من الزكاه فليمت ان شاء يهوديا و ان شاء نصرانيا.</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٧. امام صادق </w:t>
      </w:r>
      <w:r w:rsidRPr="006F1104">
        <w:rPr>
          <w:rStyle w:val="libAlaemChar"/>
          <w:rtl/>
        </w:rPr>
        <w:t>عليه‌السلام</w:t>
      </w:r>
      <w:r>
        <w:rPr>
          <w:rtl/>
        </w:rPr>
        <w:t xml:space="preserve"> فرمودند: كسى كه در زندگى خود زكات ندهد، پس از مرگ درخواست مى كند كه به دنيا بازگردد، و كسى كه يك قيراط از زكات را ندهد (به هنگام مرگ) بايد يا يهودى بميرد يا مسيحى ( هر كدام را كه بخواهد و نمى تواند مسلمان بميرد)</w:t>
      </w:r>
    </w:p>
    <w:p w:rsidR="00A679DB" w:rsidRDefault="00A679DB" w:rsidP="00A679DB">
      <w:pPr>
        <w:pStyle w:val="libNormal"/>
        <w:rPr>
          <w:rtl/>
        </w:rPr>
      </w:pPr>
      <w:r>
        <w:rPr>
          <w:rtl/>
        </w:rPr>
        <w:t xml:space="preserve">حديث : ٨ ابى رحمه الله قال حدثنى سعد بن عبدالله قال حدثنى احمد بن محمد بن خالد عن ابيه عن بعض اصحابنا قال من منع قيراطا من الزكاه فما هو بمومن و لا مسلم و قال ابو عبدالله </w:t>
      </w:r>
      <w:r w:rsidRPr="006F1104">
        <w:rPr>
          <w:rStyle w:val="libAlaemChar"/>
          <w:rtl/>
        </w:rPr>
        <w:t>عليه‌السلام</w:t>
      </w:r>
      <w:r>
        <w:rPr>
          <w:rtl/>
        </w:rPr>
        <w:t xml:space="preserve"> ما ضاع مال فى بر و لا بحر بمنع الزكاه و قال اذا قام القائم اخذ مانع الزكاه فضرب عنقه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راوى مى گويد از معصوم </w:t>
      </w:r>
      <w:r w:rsidRPr="006F1104">
        <w:rPr>
          <w:rStyle w:val="libAlaemChar"/>
          <w:rtl/>
        </w:rPr>
        <w:t>عليه‌السلام</w:t>
      </w:r>
      <w:r>
        <w:rPr>
          <w:rtl/>
        </w:rPr>
        <w:t xml:space="preserve"> نقل نموده است : كسى كه قيراطى از زكات را نپردازد، نه مومناست و نه مسلمان و امام صادق </w:t>
      </w:r>
      <w:r w:rsidRPr="006F1104">
        <w:rPr>
          <w:rStyle w:val="libAlaemChar"/>
          <w:rtl/>
        </w:rPr>
        <w:t>عليه‌السلام</w:t>
      </w:r>
      <w:r>
        <w:rPr>
          <w:rtl/>
        </w:rPr>
        <w:t xml:space="preserve"> فرمودند: هيچ مالى در خشكى و دريا از بين نرفت ، مگر به خاطر زكات ندادن ، و نيز فرمودند: هنگامى كه قائم آل محمد </w:t>
      </w:r>
      <w:r w:rsidRPr="006F1104">
        <w:rPr>
          <w:rStyle w:val="libAlaemChar"/>
          <w:rtl/>
        </w:rPr>
        <w:t>عليه‌السلام</w:t>
      </w:r>
      <w:r>
        <w:rPr>
          <w:rtl/>
        </w:rPr>
        <w:t xml:space="preserve"> قيام نمايد، گردن كسى را كه زكات نپردازد، مى زند.</w:t>
      </w:r>
    </w:p>
    <w:p w:rsidR="00A679DB" w:rsidRDefault="00A679DB" w:rsidP="00A679DB">
      <w:pPr>
        <w:pStyle w:val="libNormal"/>
        <w:rPr>
          <w:rtl/>
        </w:rPr>
      </w:pPr>
    </w:p>
    <w:p w:rsidR="00A679DB" w:rsidRDefault="00A679DB" w:rsidP="00A679DB">
      <w:pPr>
        <w:pStyle w:val="libNormal"/>
        <w:rPr>
          <w:rtl/>
        </w:rPr>
      </w:pPr>
      <w:r>
        <w:rPr>
          <w:rtl/>
        </w:rPr>
        <w:t>عقاب من ترك الزكاه و قد وجبت له</w:t>
      </w:r>
    </w:p>
    <w:p w:rsidR="00A679DB" w:rsidRDefault="006F1104" w:rsidP="00A679DB">
      <w:pPr>
        <w:pStyle w:val="libNormal"/>
        <w:rPr>
          <w:rtl/>
        </w:rPr>
      </w:pPr>
      <w:r>
        <w:rPr>
          <w:rtl/>
        </w:rPr>
        <w:br w:type="page"/>
      </w:r>
    </w:p>
    <w:p w:rsidR="00A679DB" w:rsidRDefault="00A679DB" w:rsidP="006F1104">
      <w:pPr>
        <w:pStyle w:val="Heading2"/>
        <w:rPr>
          <w:rtl/>
        </w:rPr>
      </w:pPr>
      <w:bookmarkStart w:id="481" w:name="_Toc449617538"/>
      <w:r>
        <w:rPr>
          <w:rtl/>
        </w:rPr>
        <w:t>مجازات زكات نگرفتن مستحق</w:t>
      </w:r>
      <w:bookmarkEnd w:id="481"/>
    </w:p>
    <w:p w:rsidR="00A679DB" w:rsidRDefault="00A679DB" w:rsidP="00A679DB">
      <w:pPr>
        <w:pStyle w:val="libNormal"/>
        <w:rPr>
          <w:rtl/>
        </w:rPr>
      </w:pPr>
      <w:r>
        <w:rPr>
          <w:rtl/>
        </w:rPr>
        <w:t xml:space="preserve">حديث : ١ ابى رحمه الله قال حدثنى سعد بن عبدالله عن احمد بن محمد بن خالد عن عبدالعظيم بن عبدالله العلوى عن الحسن بن على عن بعض اصحابنا عن ابى عبدالله </w:t>
      </w:r>
      <w:r w:rsidRPr="006F1104">
        <w:rPr>
          <w:rStyle w:val="libAlaemChar"/>
          <w:rtl/>
        </w:rPr>
        <w:t>عليه‌السلام</w:t>
      </w:r>
      <w:r>
        <w:rPr>
          <w:rtl/>
        </w:rPr>
        <w:t xml:space="preserve"> قال تارك الزكاه و قد وجبت له كمانعها و قد وجبت عليه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1104">
        <w:rPr>
          <w:rStyle w:val="libAlaemChar"/>
          <w:rtl/>
        </w:rPr>
        <w:t>عليه‌السلام</w:t>
      </w:r>
      <w:r>
        <w:rPr>
          <w:rtl/>
        </w:rPr>
        <w:t xml:space="preserve"> فرمودند: كسى كه زكات نگيرد و مستحق آن باشد، مانند كسى است كه بايد زكات بپردازد و ندهد.</w:t>
      </w:r>
    </w:p>
    <w:p w:rsidR="00A679DB" w:rsidRDefault="00A679DB" w:rsidP="00A679DB">
      <w:pPr>
        <w:pStyle w:val="libNormal"/>
        <w:rPr>
          <w:rtl/>
        </w:rPr>
      </w:pPr>
    </w:p>
    <w:p w:rsidR="00A679DB" w:rsidRDefault="00A679DB" w:rsidP="00A679DB">
      <w:pPr>
        <w:pStyle w:val="libNormal"/>
        <w:rPr>
          <w:rtl/>
        </w:rPr>
      </w:pPr>
      <w:r>
        <w:rPr>
          <w:rtl/>
        </w:rPr>
        <w:t>عقاب من افطر يوما من شهر رمضان</w:t>
      </w:r>
    </w:p>
    <w:p w:rsidR="00A679DB" w:rsidRDefault="006F1104" w:rsidP="00A679DB">
      <w:pPr>
        <w:pStyle w:val="libNormal"/>
        <w:rPr>
          <w:rtl/>
        </w:rPr>
      </w:pPr>
      <w:r>
        <w:rPr>
          <w:rtl/>
        </w:rPr>
        <w:br w:type="page"/>
      </w:r>
    </w:p>
    <w:p w:rsidR="00A679DB" w:rsidRDefault="00A679DB" w:rsidP="006F1104">
      <w:pPr>
        <w:pStyle w:val="Heading2"/>
        <w:rPr>
          <w:rtl/>
        </w:rPr>
      </w:pPr>
      <w:bookmarkStart w:id="482" w:name="_Toc449617539"/>
      <w:r>
        <w:rPr>
          <w:rtl/>
        </w:rPr>
        <w:t>مجازات خوردن يك روز از روزه ماه رمضان</w:t>
      </w:r>
      <w:bookmarkEnd w:id="482"/>
    </w:p>
    <w:p w:rsidR="00A679DB" w:rsidRDefault="00A679DB" w:rsidP="00A679DB">
      <w:pPr>
        <w:pStyle w:val="libNormal"/>
        <w:rPr>
          <w:rtl/>
        </w:rPr>
      </w:pPr>
      <w:r>
        <w:rPr>
          <w:rtl/>
        </w:rPr>
        <w:t xml:space="preserve">حديث : ١ ابى رحمه الله قال حدثنى محمد بن يحيى العطار عن محمد بن احمد عن ابراهيم بن هاشم عن يحيى بن ابى عمران الهمدانى عن يونس ‍ بن حماد الرازى قال سمعت ابا عبدالله </w:t>
      </w:r>
      <w:r w:rsidRPr="006F1104">
        <w:rPr>
          <w:rStyle w:val="libAlaemChar"/>
          <w:rtl/>
        </w:rPr>
        <w:t>عليه‌السلام</w:t>
      </w:r>
      <w:r>
        <w:rPr>
          <w:rtl/>
        </w:rPr>
        <w:t xml:space="preserve"> يقول من افطر يوما من شهر رمضان خرج روح الايمان منه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6F1104">
        <w:rPr>
          <w:rStyle w:val="libAlaemChar"/>
          <w:rtl/>
        </w:rPr>
        <w:t>عليه‌السلام</w:t>
      </w:r>
      <w:r>
        <w:rPr>
          <w:rtl/>
        </w:rPr>
        <w:t xml:space="preserve"> شنيدم كه فرمودند :كسى كه روز يك روز از ماه رمضان را بخورد، روح ايمان از او خارج مى شود.</w:t>
      </w:r>
    </w:p>
    <w:p w:rsidR="00A679DB" w:rsidRDefault="00A679DB" w:rsidP="00A679DB">
      <w:pPr>
        <w:pStyle w:val="libNormal"/>
        <w:rPr>
          <w:rtl/>
        </w:rPr>
      </w:pPr>
    </w:p>
    <w:p w:rsidR="00A679DB" w:rsidRDefault="00A679DB" w:rsidP="00A679DB">
      <w:pPr>
        <w:pStyle w:val="libNormal"/>
        <w:rPr>
          <w:rtl/>
        </w:rPr>
      </w:pPr>
      <w:r>
        <w:rPr>
          <w:rtl/>
        </w:rPr>
        <w:t>عقاب من ترك الحج</w:t>
      </w:r>
    </w:p>
    <w:p w:rsidR="00A679DB" w:rsidRDefault="006F1104" w:rsidP="00A679DB">
      <w:pPr>
        <w:pStyle w:val="libNormal"/>
        <w:rPr>
          <w:rtl/>
        </w:rPr>
      </w:pPr>
      <w:r>
        <w:rPr>
          <w:rtl/>
        </w:rPr>
        <w:br w:type="page"/>
      </w:r>
    </w:p>
    <w:p w:rsidR="00A679DB" w:rsidRDefault="00A679DB" w:rsidP="006F1104">
      <w:pPr>
        <w:pStyle w:val="Heading2"/>
        <w:rPr>
          <w:rtl/>
        </w:rPr>
      </w:pPr>
      <w:bookmarkStart w:id="483" w:name="_Toc449617540"/>
      <w:r>
        <w:rPr>
          <w:rtl/>
        </w:rPr>
        <w:t>مجازات ترك حج واجب</w:t>
      </w:r>
      <w:bookmarkEnd w:id="483"/>
    </w:p>
    <w:p w:rsidR="00A679DB" w:rsidRDefault="00A679DB" w:rsidP="00A679DB">
      <w:pPr>
        <w:pStyle w:val="libNormal"/>
        <w:rPr>
          <w:rtl/>
        </w:rPr>
      </w:pPr>
      <w:r>
        <w:rPr>
          <w:rtl/>
        </w:rPr>
        <w:t>حديث : ١ ابى رحمه الله قال حدثنى على بن ابراهيم عن ابيه عن عبدالله بن ميمون عن ابى عبدالله عن ابيه</w:t>
      </w:r>
      <w:r w:rsidR="006F1104">
        <w:rPr>
          <w:rFonts w:hint="cs"/>
          <w:rtl/>
        </w:rPr>
        <w:t xml:space="preserve"> </w:t>
      </w:r>
      <w:r w:rsidR="00DC5255" w:rsidRPr="006F1104">
        <w:rPr>
          <w:rStyle w:val="libAlaemChar"/>
          <w:rtl/>
        </w:rPr>
        <w:t>عليهم‌السلام</w:t>
      </w:r>
      <w:r w:rsidR="00DC5255">
        <w:rPr>
          <w:rtl/>
        </w:rPr>
        <w:t xml:space="preserve"> </w:t>
      </w:r>
      <w:r>
        <w:rPr>
          <w:rtl/>
        </w:rPr>
        <w:t xml:space="preserve">قال كان فى وصيه امير المومنين </w:t>
      </w:r>
      <w:r w:rsidRPr="006F1104">
        <w:rPr>
          <w:rStyle w:val="libAlaemChar"/>
          <w:rtl/>
        </w:rPr>
        <w:t>عليه‌السلام</w:t>
      </w:r>
      <w:r>
        <w:rPr>
          <w:rtl/>
        </w:rPr>
        <w:t xml:space="preserve"> لا تتركوا حج بيت ربكم فتهلكوا و قال من ترك الحج لحاجه من حوائج الدنيا لم يقض حتى ينظر الى المحلقين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1104">
        <w:rPr>
          <w:rStyle w:val="libAlaemChar"/>
          <w:rtl/>
        </w:rPr>
        <w:t>عليه‌السلام</w:t>
      </w:r>
      <w:r>
        <w:rPr>
          <w:rtl/>
        </w:rPr>
        <w:t xml:space="preserve"> از پدرش نقل مى نمايد كه يكى از وصيتهايى امير المومنين </w:t>
      </w:r>
      <w:r w:rsidRPr="006F1104">
        <w:rPr>
          <w:rStyle w:val="libAlaemChar"/>
          <w:rtl/>
        </w:rPr>
        <w:t>عليه‌السلام</w:t>
      </w:r>
      <w:r>
        <w:rPr>
          <w:rtl/>
        </w:rPr>
        <w:t xml:space="preserve"> اين بود كه : حج خانه خدا را ترك نكنيد كه هلاك مى شويد و نيز فرمودند: كسى كه به خاطر حاجتى از حاجتهاى دنيا حج را ترك كند، تا زمانى كه حاجيها با سرهاى تراشيده از حج برگردند، حاجتش ‍ روا نخواهدگرديد.</w:t>
      </w:r>
    </w:p>
    <w:p w:rsidR="00A679DB" w:rsidRDefault="00A679DB" w:rsidP="00A679DB">
      <w:pPr>
        <w:pStyle w:val="libNormal"/>
        <w:rPr>
          <w:rtl/>
        </w:rPr>
      </w:pPr>
      <w:r>
        <w:rPr>
          <w:rtl/>
        </w:rPr>
        <w:t xml:space="preserve">حديث : ٢ حدثنى محمد بن على ماجيلويه رضى الله عنهعن عمه عن محمد بن على الكوفى عن موسى بن سعدان عن الحسين بن ابى العلاء عن ذريح عن ابى عبدالله </w:t>
      </w:r>
      <w:r w:rsidRPr="006F1104">
        <w:rPr>
          <w:rStyle w:val="libAlaemChar"/>
          <w:rtl/>
        </w:rPr>
        <w:t>عليه‌السلام</w:t>
      </w:r>
      <w:r>
        <w:rPr>
          <w:rtl/>
        </w:rPr>
        <w:t xml:space="preserve"> قال سمعته يقول من مات و لم يحج حجه الاسلام و لم تمنعه من ذلك حاجه تجحف به او مرض لا يطيق الحج من اجله او سلطان يمنعه فليمت ان شاء يهوديا و ان شاء نصرانيا.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راوى مى گويد از امام صادق </w:t>
      </w:r>
      <w:r w:rsidRPr="006F1104">
        <w:rPr>
          <w:rStyle w:val="libAlaemChar"/>
          <w:rtl/>
        </w:rPr>
        <w:t>عليه‌السلام</w:t>
      </w:r>
      <w:r>
        <w:rPr>
          <w:rtl/>
        </w:rPr>
        <w:t xml:space="preserve"> شنيدم كه فرمودند: كسى كه بميرد و حج واجب خود را بجا نياورد وعلت حج نكردن او حاجتى نباشد كه بدون بر آوردن آن ، رفتن به حج براى او ممكن نباشد، يامرضى كه بخاطر آن نتواند به </w:t>
      </w:r>
      <w:r>
        <w:rPr>
          <w:rtl/>
        </w:rPr>
        <w:lastRenderedPageBreak/>
        <w:t>حج برود، يا حاكمى كه او را از رفتن به حج منع كند، بايد يا يهودى بميرد يا مسيحى هر كدام را كه خواست انتخاب مى كند و مسلمان از دنيا نمى رود.)</w:t>
      </w:r>
    </w:p>
    <w:p w:rsidR="00A679DB" w:rsidRDefault="00A679DB" w:rsidP="00A679DB">
      <w:pPr>
        <w:pStyle w:val="libNormal"/>
        <w:rPr>
          <w:rtl/>
        </w:rPr>
      </w:pPr>
    </w:p>
    <w:p w:rsidR="00A679DB" w:rsidRDefault="00A679DB" w:rsidP="00A679DB">
      <w:pPr>
        <w:pStyle w:val="libNormal"/>
        <w:rPr>
          <w:rtl/>
        </w:rPr>
      </w:pPr>
      <w:r>
        <w:rPr>
          <w:rtl/>
        </w:rPr>
        <w:t>عقاب</w:t>
      </w:r>
    </w:p>
    <w:p w:rsidR="00A679DB" w:rsidRDefault="006F1104" w:rsidP="00A679DB">
      <w:pPr>
        <w:pStyle w:val="libNormal"/>
        <w:rPr>
          <w:rtl/>
        </w:rPr>
      </w:pPr>
      <w:r>
        <w:rPr>
          <w:rtl/>
        </w:rPr>
        <w:br w:type="page"/>
      </w:r>
    </w:p>
    <w:p w:rsidR="00A679DB" w:rsidRDefault="00A679DB" w:rsidP="006F1104">
      <w:pPr>
        <w:pStyle w:val="Heading2"/>
        <w:rPr>
          <w:rtl/>
        </w:rPr>
      </w:pPr>
      <w:bookmarkStart w:id="484" w:name="_Toc449617541"/>
      <w:r>
        <w:rPr>
          <w:rtl/>
        </w:rPr>
        <w:t>نقش زبان در ثواب و مجازات</w:t>
      </w:r>
      <w:bookmarkEnd w:id="484"/>
    </w:p>
    <w:p w:rsidR="00A679DB" w:rsidRDefault="00A679DB" w:rsidP="00A679DB">
      <w:pPr>
        <w:pStyle w:val="libNormal"/>
        <w:rPr>
          <w:rtl/>
        </w:rPr>
      </w:pPr>
      <w:r>
        <w:rPr>
          <w:rtl/>
        </w:rPr>
        <w:t>حديث : ١ ابى رحمه الله قال حدثنى محمد بن يحيى العطار قال حدثنى محمد بن احمد قال حدثنى محمد بن السندى عن على بن الحكم عن ابراهيم بن مهزم الاسدى عن ابى حمزه عن على بن الحسين</w:t>
      </w:r>
      <w:r w:rsidR="006F1104">
        <w:rPr>
          <w:rFonts w:hint="cs"/>
          <w:rtl/>
        </w:rPr>
        <w:t xml:space="preserve"> </w:t>
      </w:r>
      <w:r w:rsidR="00DC5255" w:rsidRPr="006F1104">
        <w:rPr>
          <w:rStyle w:val="libAlaemChar"/>
          <w:rtl/>
        </w:rPr>
        <w:t>عليهم‌السلام</w:t>
      </w:r>
      <w:r w:rsidR="00DC5255">
        <w:rPr>
          <w:rtl/>
        </w:rPr>
        <w:t xml:space="preserve"> </w:t>
      </w:r>
      <w:r>
        <w:rPr>
          <w:rtl/>
        </w:rPr>
        <w:t>قال ان لسان ابن ادم يشرف كل يوم على جوارحه فيقول كيف اصبحتهم فيقولون بخير ان تركتنا و يقولون الله الله فينا و يناشدونه و يقولون انما نثاب بك و نعاقب بك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سجاد </w:t>
      </w:r>
      <w:r w:rsidRPr="006F1104">
        <w:rPr>
          <w:rStyle w:val="libAlaemChar"/>
          <w:rtl/>
        </w:rPr>
        <w:t>عليه‌السلام</w:t>
      </w:r>
      <w:r>
        <w:rPr>
          <w:rtl/>
        </w:rPr>
        <w:t xml:space="preserve"> فرمودند: همان زبان فرزند آدم هر روز بر اعضا و جوارح انسان مهربانى نموده و حال آنها را مى پرسد. آنها جواب مى دهند: اگر ما را رها كنى خوب هستيم . و مى گويند تو را بخدا، تو را بخدا، رعايت حال ما را بكن . او را سوگند داده و مى گويند: اگر ثوابى بدست آوريم ازتوست و اگر مجازات شويم بخاطر توست .</w:t>
      </w:r>
    </w:p>
    <w:p w:rsidR="00A679DB" w:rsidRDefault="00A679DB" w:rsidP="00A679DB">
      <w:pPr>
        <w:pStyle w:val="libNormal"/>
        <w:rPr>
          <w:rtl/>
        </w:rPr>
      </w:pPr>
    </w:p>
    <w:p w:rsidR="00A679DB" w:rsidRDefault="00A679DB" w:rsidP="00A679DB">
      <w:pPr>
        <w:pStyle w:val="libNormal"/>
        <w:rPr>
          <w:rtl/>
        </w:rPr>
      </w:pPr>
      <w:r>
        <w:rPr>
          <w:rtl/>
        </w:rPr>
        <w:t>عقاب من مضت له ثلاثه ايام لم يقرا فيهاقل هو الله احد</w:t>
      </w:r>
    </w:p>
    <w:p w:rsidR="00A679DB" w:rsidRDefault="006F1104" w:rsidP="00A679DB">
      <w:pPr>
        <w:pStyle w:val="libNormal"/>
        <w:rPr>
          <w:rtl/>
        </w:rPr>
      </w:pPr>
      <w:r>
        <w:rPr>
          <w:rtl/>
        </w:rPr>
        <w:br w:type="page"/>
      </w:r>
    </w:p>
    <w:p w:rsidR="00A679DB" w:rsidRDefault="00A679DB" w:rsidP="006F1104">
      <w:pPr>
        <w:pStyle w:val="Heading2"/>
        <w:rPr>
          <w:rtl/>
        </w:rPr>
      </w:pPr>
      <w:bookmarkStart w:id="485" w:name="_Toc449617542"/>
      <w:r>
        <w:rPr>
          <w:rtl/>
        </w:rPr>
        <w:t>مجازات يك بار «قل هو الله احد» نخواندن در سه روز</w:t>
      </w:r>
      <w:bookmarkEnd w:id="485"/>
    </w:p>
    <w:p w:rsidR="00A679DB" w:rsidRDefault="00A679DB" w:rsidP="00A679DB">
      <w:pPr>
        <w:pStyle w:val="libNormal"/>
        <w:rPr>
          <w:rtl/>
        </w:rPr>
      </w:pPr>
      <w:r>
        <w:rPr>
          <w:rtl/>
        </w:rPr>
        <w:t xml:space="preserve">حديث : ١ ابى رحمه الله قال حدثنى سعد بن عبدالله عن احمد بن محمد بن خالد عن اسماعيل بن مهران عن الحسن بن على البطائنى عن ابى عبدالله المومن عن ابن مسكان عن سليمان بن خالد قال سمعت ابا عبدالله </w:t>
      </w:r>
      <w:r w:rsidRPr="006F1104">
        <w:rPr>
          <w:rStyle w:val="libAlaemChar"/>
          <w:rtl/>
        </w:rPr>
        <w:t>عليه‌السلام</w:t>
      </w:r>
      <w:r>
        <w:rPr>
          <w:rtl/>
        </w:rPr>
        <w:t xml:space="preserve"> يقول من مضت له ثلاثه ايام لم يقرا فيها «قل هو الله احد» فقد خذل و نزع ربقه الايمان من عنقه فان مات فى هذه الثلاثه الايام كان كافرا بالله العظيم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6F1104">
        <w:rPr>
          <w:rStyle w:val="libAlaemChar"/>
          <w:rtl/>
        </w:rPr>
        <w:t>عليه‌السلام</w:t>
      </w:r>
      <w:r>
        <w:rPr>
          <w:rtl/>
        </w:rPr>
        <w:t xml:space="preserve"> شنيدم كه فرمودند: كسى كه سه روز بگذرد و سوره «قل هو الله احد» را نخواند، بدون ياور مانده و رشته ايمان از گردنش برداشته مى شود (بى ايمانى مى شود) و اگر در اين سه روز بميرد كافر به خداى بزرگ است .</w:t>
      </w:r>
    </w:p>
    <w:p w:rsidR="00A679DB" w:rsidRDefault="00A679DB" w:rsidP="00A679DB">
      <w:pPr>
        <w:pStyle w:val="libNormal"/>
        <w:rPr>
          <w:rtl/>
        </w:rPr>
      </w:pPr>
    </w:p>
    <w:p w:rsidR="00A679DB" w:rsidRDefault="00A679DB" w:rsidP="00A679DB">
      <w:pPr>
        <w:pStyle w:val="libNormal"/>
        <w:rPr>
          <w:rtl/>
        </w:rPr>
      </w:pPr>
      <w:r>
        <w:rPr>
          <w:rtl/>
        </w:rPr>
        <w:t>عقاب من مصت له جمعه لم يقرا فيها قل هو الله احد</w:t>
      </w:r>
    </w:p>
    <w:p w:rsidR="00A679DB" w:rsidRDefault="006F1104" w:rsidP="00A679DB">
      <w:pPr>
        <w:pStyle w:val="libNormal"/>
        <w:rPr>
          <w:rtl/>
        </w:rPr>
      </w:pPr>
      <w:r>
        <w:rPr>
          <w:rtl/>
        </w:rPr>
        <w:br w:type="page"/>
      </w:r>
    </w:p>
    <w:p w:rsidR="00A679DB" w:rsidRDefault="00A679DB" w:rsidP="006F1104">
      <w:pPr>
        <w:pStyle w:val="Heading2"/>
        <w:rPr>
          <w:rtl/>
        </w:rPr>
      </w:pPr>
      <w:bookmarkStart w:id="486" w:name="_Toc449617543"/>
      <w:r>
        <w:rPr>
          <w:rtl/>
        </w:rPr>
        <w:t>مجازات «قل هو الله احد» نخواندن در روز جمعه</w:t>
      </w:r>
      <w:bookmarkEnd w:id="486"/>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ابى عبدالله البرقى قال فى روآيه اسحاق بن عمار عن ابى عبدالله </w:t>
      </w:r>
      <w:r w:rsidRPr="006F1104">
        <w:rPr>
          <w:rStyle w:val="libAlaemChar"/>
          <w:rtl/>
        </w:rPr>
        <w:t>عليه‌السلام</w:t>
      </w:r>
      <w:r>
        <w:rPr>
          <w:rtl/>
        </w:rPr>
        <w:t xml:space="preserve"> قال سمعته يقول من مضت له جمعه لم يقرا فيها « قال هو الله احد» ثم مات مات عى دين ابى لهب .</w:t>
      </w:r>
    </w:p>
    <w:p w:rsidR="00A679DB" w:rsidRDefault="00A679DB" w:rsidP="00A679DB">
      <w:pPr>
        <w:pStyle w:val="libNormal"/>
        <w:rPr>
          <w:rtl/>
        </w:rPr>
      </w:pPr>
      <w:r>
        <w:rPr>
          <w:rtl/>
        </w:rPr>
        <w:t>ترجمه :</w:t>
      </w:r>
    </w:p>
    <w:p w:rsidR="00A679DB" w:rsidRDefault="00A679DB" w:rsidP="00A679DB">
      <w:pPr>
        <w:pStyle w:val="libNormal"/>
        <w:rPr>
          <w:rtl/>
        </w:rPr>
      </w:pPr>
      <w:r>
        <w:rPr>
          <w:rtl/>
        </w:rPr>
        <w:t>١. راوى مى گويد از امام صادق عليه‌السلام شنيدم كه فرمودند: كسى كه جمعه اى را سپرى كند و در آن «قل هو الله احد» نخواند و سپس بميرد، بر دين ابولهب مرده است .</w:t>
      </w:r>
    </w:p>
    <w:p w:rsidR="00A679DB" w:rsidRDefault="00A679DB" w:rsidP="00A679DB">
      <w:pPr>
        <w:pStyle w:val="libNormal"/>
        <w:rPr>
          <w:rtl/>
        </w:rPr>
      </w:pPr>
    </w:p>
    <w:p w:rsidR="00A679DB" w:rsidRDefault="00A679DB" w:rsidP="00A679DB">
      <w:pPr>
        <w:pStyle w:val="libNormal"/>
        <w:rPr>
          <w:rtl/>
        </w:rPr>
      </w:pPr>
      <w:r>
        <w:rPr>
          <w:rtl/>
        </w:rPr>
        <w:t>عقاب من اصابه مرض او شده فم يقرا فيهاقل هو الله احد</w:t>
      </w:r>
    </w:p>
    <w:p w:rsidR="00A679DB" w:rsidRDefault="006F1104" w:rsidP="00A679DB">
      <w:pPr>
        <w:pStyle w:val="libNormal"/>
        <w:rPr>
          <w:rtl/>
        </w:rPr>
      </w:pPr>
      <w:r>
        <w:rPr>
          <w:rtl/>
        </w:rPr>
        <w:br w:type="page"/>
      </w:r>
    </w:p>
    <w:p w:rsidR="00A679DB" w:rsidRDefault="00A679DB" w:rsidP="006F1104">
      <w:pPr>
        <w:pStyle w:val="Heading2"/>
        <w:rPr>
          <w:rtl/>
        </w:rPr>
      </w:pPr>
      <w:bookmarkStart w:id="487" w:name="_Toc449617544"/>
      <w:r>
        <w:rPr>
          <w:rtl/>
        </w:rPr>
        <w:t>مجازات نخواندن «قل هو الله احد» در بيمارى و گرفتارى</w:t>
      </w:r>
      <w:bookmarkEnd w:id="487"/>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ابى عبدالله عن اسماعيل بن مهران عن الحسن بن على البطائنى عن مندل عن هارون بن حارجه قال سمعت ابا عبدالله </w:t>
      </w:r>
      <w:r w:rsidRPr="006F1104">
        <w:rPr>
          <w:rStyle w:val="libAlaemChar"/>
          <w:rtl/>
        </w:rPr>
        <w:t>عليه‌السلام</w:t>
      </w:r>
      <w:r>
        <w:rPr>
          <w:rtl/>
        </w:rPr>
        <w:t xml:space="preserve"> يقول من اصابه مرض او شدده و لم يقرا فى مرضه او شدته « قل هو الله احد» ثم مات فى مرضه او فى تلك الشده التى نزلت به فهو فى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6F1104">
        <w:rPr>
          <w:rStyle w:val="libAlaemChar"/>
          <w:rtl/>
        </w:rPr>
        <w:t>عليه‌السلام</w:t>
      </w:r>
      <w:r>
        <w:rPr>
          <w:rtl/>
        </w:rPr>
        <w:t xml:space="preserve"> شنيدم كه فرمودند: كسى كه بيمار يا گرفتار شود و در بيمارى يا گرفتارى خود «قل هو الله احد» نخواند و در آن بيمارى يا گرفتارى بميرد، در جهنم خواهد بود.</w:t>
      </w:r>
    </w:p>
    <w:p w:rsidR="00A679DB" w:rsidRDefault="00A679DB" w:rsidP="00A679DB">
      <w:pPr>
        <w:pStyle w:val="libNormal"/>
        <w:rPr>
          <w:rtl/>
        </w:rPr>
      </w:pPr>
    </w:p>
    <w:p w:rsidR="00A679DB" w:rsidRDefault="00A679DB" w:rsidP="00A679DB">
      <w:pPr>
        <w:pStyle w:val="libNormal"/>
        <w:rPr>
          <w:rtl/>
        </w:rPr>
      </w:pPr>
      <w:r>
        <w:rPr>
          <w:rtl/>
        </w:rPr>
        <w:t>عقاب من صلى خمس صلوات و لم يقرا فيهاقل هو الله احد</w:t>
      </w:r>
    </w:p>
    <w:p w:rsidR="00A679DB" w:rsidRDefault="006F1104" w:rsidP="00A679DB">
      <w:pPr>
        <w:pStyle w:val="libNormal"/>
        <w:rPr>
          <w:rFonts w:hint="cs"/>
          <w:rtl/>
        </w:rPr>
      </w:pPr>
      <w:r>
        <w:rPr>
          <w:rtl/>
        </w:rPr>
        <w:br w:type="page"/>
      </w:r>
    </w:p>
    <w:p w:rsidR="00A679DB" w:rsidRDefault="00A679DB" w:rsidP="00A679DB">
      <w:pPr>
        <w:pStyle w:val="libNormal"/>
        <w:rPr>
          <w:rtl/>
        </w:rPr>
      </w:pPr>
      <w:r>
        <w:rPr>
          <w:rtl/>
        </w:rPr>
        <w:t>مجازات نخواند:«قل هو الله احد» در پنج نماز</w:t>
      </w:r>
    </w:p>
    <w:p w:rsidR="00A679DB" w:rsidRDefault="00A679DB" w:rsidP="00A679DB">
      <w:pPr>
        <w:pStyle w:val="libNormal"/>
        <w:rPr>
          <w:rtl/>
        </w:rPr>
      </w:pPr>
      <w:r>
        <w:rPr>
          <w:rtl/>
        </w:rPr>
        <w:t xml:space="preserve">حديث : ١ ابى رحمه الله قال حدثنى سعد بن عبدالله عن احمد بن محمد عن على بن سيف بن عميره عن اخيه الحسين عن ابيه سيف بن عميره عن منصوربن حازم قال سمعت ابا عبدالله </w:t>
      </w:r>
      <w:r w:rsidRPr="006F1104">
        <w:rPr>
          <w:rStyle w:val="libAlaemChar"/>
          <w:rtl/>
        </w:rPr>
        <w:t>عليه‌السلام</w:t>
      </w:r>
      <w:r>
        <w:rPr>
          <w:rtl/>
        </w:rPr>
        <w:t xml:space="preserve"> يقول من مضى به يوم واحد صلى فيه خمس صلوات لم يقرا فيها «قل هو الله احد» قيل له يا عبدالله لست من المصلين .</w:t>
      </w:r>
    </w:p>
    <w:p w:rsidR="00A679DB" w:rsidRDefault="00A679DB" w:rsidP="00A679DB">
      <w:pPr>
        <w:pStyle w:val="libNormal"/>
        <w:rPr>
          <w:rtl/>
        </w:rPr>
      </w:pPr>
      <w:r>
        <w:rPr>
          <w:rtl/>
        </w:rPr>
        <w:t>ترجمه :</w:t>
      </w:r>
    </w:p>
    <w:p w:rsidR="00A679DB" w:rsidRDefault="00A679DB" w:rsidP="006F1104">
      <w:pPr>
        <w:pStyle w:val="libNormal"/>
        <w:rPr>
          <w:rtl/>
        </w:rPr>
      </w:pPr>
      <w:r>
        <w:rPr>
          <w:rtl/>
        </w:rPr>
        <w:t xml:space="preserve">١. راوى مى گويد از امام صادق </w:t>
      </w:r>
      <w:r w:rsidRPr="006F1104">
        <w:rPr>
          <w:rStyle w:val="libAlaemChar"/>
          <w:rtl/>
        </w:rPr>
        <w:t>عليه‌السلام</w:t>
      </w:r>
      <w:r>
        <w:rPr>
          <w:rtl/>
        </w:rPr>
        <w:t xml:space="preserve"> شنيدم كه فرمودند: كسى كه يك روز را سپرى نموده و پنج نماز </w:t>
      </w:r>
      <w:r w:rsidR="006F1104">
        <w:rPr>
          <w:rFonts w:hint="cs"/>
          <w:rtl/>
        </w:rPr>
        <w:t>ب</w:t>
      </w:r>
      <w:r>
        <w:rPr>
          <w:rtl/>
        </w:rPr>
        <w:t>خواند و در هيچ كدام (قل هو الله احد) نخواند، به او مى گويند: اى بنده خدا ! از نماز گزار</w:t>
      </w:r>
      <w:r w:rsidR="006F1104">
        <w:rPr>
          <w:rFonts w:hint="cs"/>
          <w:rtl/>
        </w:rPr>
        <w:t>ان</w:t>
      </w:r>
      <w:r>
        <w:rPr>
          <w:rtl/>
        </w:rPr>
        <w:t xml:space="preserve"> نيستى .</w:t>
      </w:r>
    </w:p>
    <w:p w:rsidR="00A679DB" w:rsidRDefault="00A679DB" w:rsidP="00A679DB">
      <w:pPr>
        <w:pStyle w:val="libNormal"/>
        <w:rPr>
          <w:rtl/>
        </w:rPr>
      </w:pPr>
    </w:p>
    <w:p w:rsidR="00A679DB" w:rsidRDefault="00A679DB" w:rsidP="00A679DB">
      <w:pPr>
        <w:pStyle w:val="libNormal"/>
        <w:rPr>
          <w:rtl/>
        </w:rPr>
      </w:pPr>
      <w:r>
        <w:rPr>
          <w:rtl/>
        </w:rPr>
        <w:t>عقاب من نسى سوره من القرآن</w:t>
      </w:r>
    </w:p>
    <w:p w:rsidR="00A679DB" w:rsidRDefault="006F1104" w:rsidP="00A679DB">
      <w:pPr>
        <w:pStyle w:val="libNormal"/>
        <w:rPr>
          <w:rtl/>
        </w:rPr>
      </w:pPr>
      <w:r>
        <w:rPr>
          <w:rtl/>
        </w:rPr>
        <w:br w:type="page"/>
      </w:r>
    </w:p>
    <w:p w:rsidR="00A679DB" w:rsidRDefault="00A679DB" w:rsidP="006F1104">
      <w:pPr>
        <w:pStyle w:val="Heading2"/>
        <w:rPr>
          <w:rtl/>
        </w:rPr>
      </w:pPr>
      <w:bookmarkStart w:id="488" w:name="_Toc449617545"/>
      <w:r>
        <w:rPr>
          <w:rtl/>
        </w:rPr>
        <w:t>مجازات فراموش كردن سوره اى از قرآن</w:t>
      </w:r>
      <w:bookmarkEnd w:id="488"/>
    </w:p>
    <w:p w:rsidR="00A679DB" w:rsidRDefault="00A679DB" w:rsidP="00A679DB">
      <w:pPr>
        <w:pStyle w:val="libNormal"/>
        <w:rPr>
          <w:rtl/>
        </w:rPr>
      </w:pPr>
      <w:r>
        <w:rPr>
          <w:rtl/>
        </w:rPr>
        <w:t xml:space="preserve">حديث : ١ ابى رحمه الله قال حدثنى سعد بن عبدالله عن احمد بن محمد عن ابن فضال عن ابى المغرا عن ابى بصير عن ابى عبدالله </w:t>
      </w:r>
      <w:r w:rsidRPr="006F1104">
        <w:rPr>
          <w:rStyle w:val="libAlaemChar"/>
          <w:rtl/>
        </w:rPr>
        <w:t>عليه‌السلام</w:t>
      </w:r>
      <w:r>
        <w:rPr>
          <w:rtl/>
        </w:rPr>
        <w:t xml:space="preserve"> قال سمعته يقول من نسى سوره من القرآن مثلت له فى صوره حسنه و درجه رفيعه فاذا راها قال من انت ما احسنك ليتك لى فتقول اما تعرفنى انا سوره كذا و كذا لولم تنسنى لرفعتك الى هذه المكان</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6F1104">
        <w:rPr>
          <w:rStyle w:val="libAlaemChar"/>
          <w:rtl/>
        </w:rPr>
        <w:t>عليه‌السلام</w:t>
      </w:r>
      <w:r>
        <w:rPr>
          <w:rtl/>
        </w:rPr>
        <w:t xml:space="preserve"> شنيدم كه فرمودند: كسى كه سوره اى از قرآن را فراموش كند، (در روز قيامت) آن سوره در شكلى زيبا و درجه اى بلند براى او نمايان مى شود. وقتى آن را مى بيند مى گويد تو كيستى ؟ چقدر زيبا ! كاش از آن من بودى ! او مى گويد مرا نمى شناسى ؟ من فلان سوره هستم . اگر فراموش نكرده بودى ، تو را به اين درجه مى رساندم .</w:t>
      </w:r>
    </w:p>
    <w:p w:rsidR="00A679DB" w:rsidRDefault="00A679DB" w:rsidP="00A679DB">
      <w:pPr>
        <w:pStyle w:val="libNormal"/>
        <w:rPr>
          <w:rtl/>
        </w:rPr>
      </w:pPr>
    </w:p>
    <w:p w:rsidR="00A679DB" w:rsidRDefault="00A679DB" w:rsidP="00A679DB">
      <w:pPr>
        <w:pStyle w:val="libNormal"/>
        <w:rPr>
          <w:rtl/>
        </w:rPr>
      </w:pPr>
      <w:r>
        <w:rPr>
          <w:rtl/>
        </w:rPr>
        <w:t>عقاب من اذل مومنا</w:t>
      </w:r>
    </w:p>
    <w:p w:rsidR="00A679DB" w:rsidRDefault="006F1104" w:rsidP="00A679DB">
      <w:pPr>
        <w:pStyle w:val="libNormal"/>
        <w:rPr>
          <w:rtl/>
        </w:rPr>
      </w:pPr>
      <w:r>
        <w:rPr>
          <w:rtl/>
        </w:rPr>
        <w:br w:type="page"/>
      </w:r>
    </w:p>
    <w:p w:rsidR="00A679DB" w:rsidRDefault="00A679DB" w:rsidP="006F1104">
      <w:pPr>
        <w:pStyle w:val="Heading2"/>
        <w:rPr>
          <w:rtl/>
        </w:rPr>
      </w:pPr>
      <w:bookmarkStart w:id="489" w:name="_Toc449617546"/>
      <w:r>
        <w:rPr>
          <w:rtl/>
        </w:rPr>
        <w:t>مجازات ذليل كردن مومن</w:t>
      </w:r>
      <w:bookmarkEnd w:id="489"/>
    </w:p>
    <w:p w:rsidR="00A679DB" w:rsidRDefault="00A679DB" w:rsidP="00A679DB">
      <w:pPr>
        <w:pStyle w:val="libNormal"/>
        <w:rPr>
          <w:rtl/>
        </w:rPr>
      </w:pPr>
      <w:r>
        <w:rPr>
          <w:rtl/>
        </w:rPr>
        <w:t>حديث : ١ حدثنى محمد بن موسى بن المتوكل رضى الله عنه حدثنى عبدالله بن جعفر الحميرى عن احمد بن عن الحسن بن محبوب عن هشام بن سالم عن المعلى بن خنيس قال ابا عبدالله يقول قال الله عزوجل لياذن بحرب منى من اذل عبدى المومن و ليامن من غضبى من اكرم عبدى المومن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6F1104">
        <w:rPr>
          <w:rStyle w:val="libAlaemChar"/>
          <w:rtl/>
        </w:rPr>
        <w:t>عليه‌السلام</w:t>
      </w:r>
      <w:r>
        <w:rPr>
          <w:rtl/>
        </w:rPr>
        <w:t xml:space="preserve"> شنيدم كه فرمودند :خداوند عزوجل مى فرمايند: كسى كه بنده مومن مرا ذليل كند، بداند به جنگ من آمده است و كسى كه او را احترام و تكريم نمايد، بداند از غضب من در امان است .</w:t>
      </w:r>
    </w:p>
    <w:p w:rsidR="00A679DB" w:rsidRDefault="00A679DB" w:rsidP="00A679DB">
      <w:pPr>
        <w:pStyle w:val="libNormal"/>
        <w:rPr>
          <w:rtl/>
        </w:rPr>
      </w:pPr>
    </w:p>
    <w:p w:rsidR="00A679DB" w:rsidRDefault="00A679DB" w:rsidP="00A679DB">
      <w:pPr>
        <w:pStyle w:val="libNormal"/>
        <w:rPr>
          <w:rtl/>
        </w:rPr>
      </w:pPr>
      <w:r>
        <w:rPr>
          <w:rtl/>
        </w:rPr>
        <w:t>عقاب من خذل مومنا</w:t>
      </w:r>
    </w:p>
    <w:p w:rsidR="00A679DB" w:rsidRDefault="006F1104" w:rsidP="00A679DB">
      <w:pPr>
        <w:pStyle w:val="libNormal"/>
        <w:rPr>
          <w:rtl/>
        </w:rPr>
      </w:pPr>
      <w:r>
        <w:rPr>
          <w:rtl/>
        </w:rPr>
        <w:br w:type="page"/>
      </w:r>
    </w:p>
    <w:p w:rsidR="00A679DB" w:rsidRDefault="00A679DB" w:rsidP="006F1104">
      <w:pPr>
        <w:pStyle w:val="Heading2"/>
        <w:rPr>
          <w:rtl/>
        </w:rPr>
      </w:pPr>
      <w:bookmarkStart w:id="490" w:name="_Toc449617547"/>
      <w:r>
        <w:rPr>
          <w:rtl/>
        </w:rPr>
        <w:t>مجازات يارى نكردن مومن</w:t>
      </w:r>
      <w:bookmarkEnd w:id="490"/>
    </w:p>
    <w:p w:rsidR="00A679DB" w:rsidRDefault="00A679DB" w:rsidP="00A679DB">
      <w:pPr>
        <w:pStyle w:val="libNormal"/>
        <w:rPr>
          <w:rtl/>
        </w:rPr>
      </w:pPr>
      <w:r>
        <w:rPr>
          <w:rtl/>
        </w:rPr>
        <w:t xml:space="preserve">حديث : ١ ابى رحمه الله قال حدثنى احمد بن ادريس عن احمد بن محمد عن ابن فضال عن حماد بن عيسى عن ابراهيم بن عمر اليمانى عن ابى عبدالله </w:t>
      </w:r>
      <w:r w:rsidRPr="006F1104">
        <w:rPr>
          <w:rStyle w:val="libAlaemChar"/>
          <w:rtl/>
        </w:rPr>
        <w:t>عليه‌السلام</w:t>
      </w:r>
      <w:r>
        <w:rPr>
          <w:rtl/>
        </w:rPr>
        <w:t xml:space="preserve"> قال ما من مومن يخذل اخاه و هو يقدر نصرته الا خذله فى الدنيا و الاخره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1104">
        <w:rPr>
          <w:rStyle w:val="libAlaemChar"/>
          <w:rtl/>
        </w:rPr>
        <w:t>عليه‌السلام</w:t>
      </w:r>
      <w:r>
        <w:rPr>
          <w:rtl/>
        </w:rPr>
        <w:t xml:space="preserve"> فرمودند: مومنى نيست كه بتواند برادر مومنش را يارى كند ولى يارى نكند، مگراين كه خداوند در دنيا و آخرت او را يارى نخواهد نمود.</w:t>
      </w:r>
    </w:p>
    <w:p w:rsidR="00A679DB" w:rsidRDefault="00A679DB" w:rsidP="00A679DB">
      <w:pPr>
        <w:pStyle w:val="libNormal"/>
        <w:rPr>
          <w:rtl/>
        </w:rPr>
      </w:pPr>
    </w:p>
    <w:p w:rsidR="00A679DB" w:rsidRDefault="00A679DB" w:rsidP="00A679DB">
      <w:pPr>
        <w:pStyle w:val="libNormal"/>
        <w:rPr>
          <w:rtl/>
        </w:rPr>
      </w:pPr>
      <w:r>
        <w:rPr>
          <w:rtl/>
        </w:rPr>
        <w:t>عقاب من طعن على المومنين او رد عليهم قولهم</w:t>
      </w:r>
    </w:p>
    <w:p w:rsidR="00A679DB" w:rsidRDefault="006F1104" w:rsidP="00A679DB">
      <w:pPr>
        <w:pStyle w:val="libNormal"/>
        <w:rPr>
          <w:rtl/>
        </w:rPr>
      </w:pPr>
      <w:r>
        <w:rPr>
          <w:rtl/>
        </w:rPr>
        <w:br w:type="page"/>
      </w:r>
    </w:p>
    <w:p w:rsidR="00A679DB" w:rsidRDefault="00A679DB" w:rsidP="006F1104">
      <w:pPr>
        <w:pStyle w:val="Heading2"/>
        <w:rPr>
          <w:rtl/>
        </w:rPr>
      </w:pPr>
      <w:bookmarkStart w:id="491" w:name="_Toc449617548"/>
      <w:r>
        <w:rPr>
          <w:rtl/>
        </w:rPr>
        <w:t>مجازات بدنام كردن مومنين ورد سخن آنها</w:t>
      </w:r>
      <w:bookmarkEnd w:id="491"/>
    </w:p>
    <w:p w:rsidR="00A679DB" w:rsidRDefault="00A679DB" w:rsidP="00A679DB">
      <w:pPr>
        <w:pStyle w:val="libNormal"/>
        <w:rPr>
          <w:rtl/>
        </w:rPr>
      </w:pPr>
      <w:r>
        <w:rPr>
          <w:rtl/>
        </w:rPr>
        <w:t xml:space="preserve">حديث : ١ حدثنى محمد بن على ماجيلويه رضى الله عنه عن عمه عن محمد بن على الكوفى عن محمد بن سنان عن المفضل بن عمر قال قال ابو عبدالله </w:t>
      </w:r>
      <w:r w:rsidRPr="006F1104">
        <w:rPr>
          <w:rStyle w:val="libAlaemChar"/>
          <w:rtl/>
        </w:rPr>
        <w:t>عليه‌السلام</w:t>
      </w:r>
      <w:r>
        <w:rPr>
          <w:rtl/>
        </w:rPr>
        <w:t xml:space="preserve"> ان الله عزوجل خلق المومنين من نور عظمته و جلال كبريائه فمن طعن عليهم اورد عليهم قولهم فقد رد على الله فى عرشه و ليس ‍ من الله فى شى انما هو شرك شيطان</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1104">
        <w:rPr>
          <w:rStyle w:val="libAlaemChar"/>
          <w:rtl/>
        </w:rPr>
        <w:t>عليه‌السلام</w:t>
      </w:r>
      <w:r>
        <w:rPr>
          <w:rtl/>
        </w:rPr>
        <w:t xml:space="preserve"> فرمودند: همانا خداوند عزوجل مومنين را از نور عظمت و بزرگى خود آفريد. كسى كه آنه</w:t>
      </w:r>
      <w:r w:rsidR="006F1104">
        <w:rPr>
          <w:rFonts w:hint="cs"/>
          <w:rtl/>
        </w:rPr>
        <w:t>ا</w:t>
      </w:r>
      <w:r>
        <w:rPr>
          <w:rtl/>
        </w:rPr>
        <w:t xml:space="preserve"> را بدنام كرده يا سخن آنان را رد كند. خداوند را در عرشش رد كرده است ، در پيشگاه خداوند ارزشى نداشته و فقط شريك شيطان است .</w:t>
      </w:r>
    </w:p>
    <w:p w:rsidR="00A679DB" w:rsidRDefault="00A679DB" w:rsidP="00A679DB">
      <w:pPr>
        <w:pStyle w:val="libNormal"/>
        <w:rPr>
          <w:rtl/>
        </w:rPr>
      </w:pPr>
    </w:p>
    <w:p w:rsidR="00A679DB" w:rsidRDefault="00A679DB" w:rsidP="00A679DB">
      <w:pPr>
        <w:pStyle w:val="libNormal"/>
        <w:rPr>
          <w:rtl/>
        </w:rPr>
      </w:pPr>
      <w:r>
        <w:rPr>
          <w:rtl/>
        </w:rPr>
        <w:t>عقاب من طعن فى عين مومن</w:t>
      </w:r>
    </w:p>
    <w:p w:rsidR="00A679DB" w:rsidRDefault="006F1104" w:rsidP="00A679DB">
      <w:pPr>
        <w:pStyle w:val="libNormal"/>
        <w:rPr>
          <w:rtl/>
        </w:rPr>
      </w:pPr>
      <w:r>
        <w:rPr>
          <w:rtl/>
        </w:rPr>
        <w:br w:type="page"/>
      </w:r>
    </w:p>
    <w:p w:rsidR="00A679DB" w:rsidRDefault="00A679DB" w:rsidP="006F1104">
      <w:pPr>
        <w:pStyle w:val="Heading2"/>
        <w:rPr>
          <w:rtl/>
        </w:rPr>
      </w:pPr>
      <w:bookmarkStart w:id="492" w:name="_Toc449617549"/>
      <w:r>
        <w:rPr>
          <w:rtl/>
        </w:rPr>
        <w:t>مجازات عيب جويى از مومن و بردن آبروى او</w:t>
      </w:r>
      <w:bookmarkEnd w:id="492"/>
    </w:p>
    <w:p w:rsidR="00A679DB" w:rsidRDefault="00A679DB" w:rsidP="00A679DB">
      <w:pPr>
        <w:pStyle w:val="libNormal"/>
        <w:rPr>
          <w:rtl/>
        </w:rPr>
      </w:pPr>
      <w:r>
        <w:rPr>
          <w:rtl/>
        </w:rPr>
        <w:t xml:space="preserve">حديث : ١ ابى رحمه الله قال حدثنى سعد بن عبدالله عن محمد بن الحسين بن ابى الخطاب عن حماد بن عيسى عن ربعى عن الفضيل بن يسار قال قال ابو عبدالله </w:t>
      </w:r>
      <w:r w:rsidRPr="006F1104">
        <w:rPr>
          <w:rStyle w:val="libAlaemChar"/>
          <w:rtl/>
        </w:rPr>
        <w:t>عليه‌السلام</w:t>
      </w:r>
      <w:r>
        <w:rPr>
          <w:rtl/>
        </w:rPr>
        <w:t xml:space="preserve"> ما من انسان يطعن فى عين مومن الا مات بشر ميته و كان يتمنى ان يرجع الى خير.</w:t>
      </w:r>
    </w:p>
    <w:p w:rsidR="00A679DB" w:rsidRDefault="00A679DB" w:rsidP="00A679DB">
      <w:pPr>
        <w:pStyle w:val="libNormal"/>
        <w:rPr>
          <w:rtl/>
        </w:rPr>
      </w:pPr>
      <w:r>
        <w:rPr>
          <w:rtl/>
        </w:rPr>
        <w:t>ترجمه :</w:t>
      </w:r>
    </w:p>
    <w:p w:rsidR="00A679DB" w:rsidRDefault="00A679DB" w:rsidP="006F1104">
      <w:pPr>
        <w:pStyle w:val="libNormal"/>
        <w:rPr>
          <w:rtl/>
        </w:rPr>
      </w:pPr>
      <w:r>
        <w:rPr>
          <w:rtl/>
        </w:rPr>
        <w:t xml:space="preserve">١. امام صادق </w:t>
      </w:r>
      <w:r w:rsidRPr="006F1104">
        <w:rPr>
          <w:rStyle w:val="libAlaemChar"/>
          <w:rtl/>
        </w:rPr>
        <w:t>عليه‌السلام</w:t>
      </w:r>
      <w:r>
        <w:rPr>
          <w:rtl/>
        </w:rPr>
        <w:t xml:space="preserve"> فرمودند: انسانى نيست كه از مومنى عيبجويى كرده و </w:t>
      </w:r>
      <w:r w:rsidR="006F1104">
        <w:rPr>
          <w:rFonts w:hint="cs"/>
          <w:rtl/>
        </w:rPr>
        <w:t>آ</w:t>
      </w:r>
      <w:r>
        <w:rPr>
          <w:rtl/>
        </w:rPr>
        <w:t xml:space="preserve">بروى </w:t>
      </w:r>
      <w:r w:rsidR="006F1104">
        <w:rPr>
          <w:rFonts w:hint="cs"/>
          <w:rtl/>
        </w:rPr>
        <w:t>ا</w:t>
      </w:r>
      <w:r>
        <w:rPr>
          <w:rtl/>
        </w:rPr>
        <w:t>و را ببرد. مگر اين كه با بدترين مرگها مى ميرد و (پس از مرگ) آرزو مى كند (به دنيا) بازگشته و كار خوب انجام دهد.</w:t>
      </w:r>
    </w:p>
    <w:p w:rsidR="00A679DB" w:rsidRDefault="00A679DB" w:rsidP="00A679DB">
      <w:pPr>
        <w:pStyle w:val="libNormal"/>
        <w:rPr>
          <w:rtl/>
        </w:rPr>
      </w:pPr>
    </w:p>
    <w:p w:rsidR="00A679DB" w:rsidRDefault="00A679DB" w:rsidP="00A679DB">
      <w:pPr>
        <w:pStyle w:val="libNormal"/>
        <w:rPr>
          <w:rtl/>
        </w:rPr>
      </w:pPr>
      <w:r>
        <w:rPr>
          <w:rtl/>
        </w:rPr>
        <w:t>عقاب من حجب المومن</w:t>
      </w:r>
    </w:p>
    <w:p w:rsidR="00A679DB" w:rsidRDefault="006F1104" w:rsidP="00A679DB">
      <w:pPr>
        <w:pStyle w:val="libNormal"/>
        <w:rPr>
          <w:rtl/>
        </w:rPr>
      </w:pPr>
      <w:r>
        <w:rPr>
          <w:rtl/>
        </w:rPr>
        <w:br w:type="page"/>
      </w:r>
    </w:p>
    <w:p w:rsidR="00A679DB" w:rsidRDefault="00A679DB" w:rsidP="006F1104">
      <w:pPr>
        <w:pStyle w:val="Heading2"/>
        <w:rPr>
          <w:rtl/>
        </w:rPr>
      </w:pPr>
      <w:bookmarkStart w:id="493" w:name="_Toc449617550"/>
      <w:r>
        <w:rPr>
          <w:rtl/>
        </w:rPr>
        <w:t>مجازات پوشانيدن خود از مومن</w:t>
      </w:r>
      <w:bookmarkEnd w:id="493"/>
    </w:p>
    <w:p w:rsidR="00A679DB" w:rsidRDefault="00A679DB" w:rsidP="00A679DB">
      <w:pPr>
        <w:pStyle w:val="libNormal"/>
        <w:rPr>
          <w:rtl/>
        </w:rPr>
      </w:pPr>
      <w:r>
        <w:rPr>
          <w:rtl/>
        </w:rPr>
        <w:t xml:space="preserve">حديث : ١ ابى رحمه الله قال حدثنى سعد بن عبدالله عن احمد بن ابى عبدالله عن محمد بن على الكوفى عن محمد بن سنان عن المفضل بن عمر قال قال ابو عبدالله </w:t>
      </w:r>
      <w:r w:rsidRPr="006F1104">
        <w:rPr>
          <w:rStyle w:val="libAlaemChar"/>
          <w:rtl/>
        </w:rPr>
        <w:t>عليه‌السلام</w:t>
      </w:r>
      <w:r>
        <w:rPr>
          <w:rtl/>
        </w:rPr>
        <w:t xml:space="preserve"> ايما مومن كان بينه و بين مومن حجاب ضرب الله بينه و بين الجنه سبعين الف سور بين كل سور مسيره الف عام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1104">
        <w:rPr>
          <w:rStyle w:val="libAlaemChar"/>
          <w:rtl/>
        </w:rPr>
        <w:t>عليه‌السلام</w:t>
      </w:r>
      <w:r>
        <w:rPr>
          <w:rtl/>
        </w:rPr>
        <w:t xml:space="preserve"> فرمودند: هر مومنى كه بيناو و مومن ديگر مانع و حجابى باشد، خداوند بين او و بهشت هفتاد ديوار مى كشد كه بين هر ديوارى تا ديوار ديگر هزار سال راه است .</w:t>
      </w:r>
    </w:p>
    <w:p w:rsidR="00A679DB" w:rsidRDefault="00A679DB" w:rsidP="00A679DB">
      <w:pPr>
        <w:pStyle w:val="libNormal"/>
        <w:rPr>
          <w:rtl/>
        </w:rPr>
      </w:pPr>
    </w:p>
    <w:p w:rsidR="00A679DB" w:rsidRDefault="00A679DB" w:rsidP="00A679DB">
      <w:pPr>
        <w:pStyle w:val="libNormal"/>
        <w:rPr>
          <w:rtl/>
        </w:rPr>
      </w:pPr>
      <w:r>
        <w:rPr>
          <w:rtl/>
        </w:rPr>
        <w:t>عقاب من ربح على المومن</w:t>
      </w:r>
    </w:p>
    <w:p w:rsidR="00A679DB" w:rsidRDefault="006F1104" w:rsidP="00A679DB">
      <w:pPr>
        <w:pStyle w:val="libNormal"/>
        <w:rPr>
          <w:rtl/>
        </w:rPr>
      </w:pPr>
      <w:r>
        <w:rPr>
          <w:rtl/>
        </w:rPr>
        <w:br w:type="page"/>
      </w:r>
    </w:p>
    <w:p w:rsidR="00A679DB" w:rsidRDefault="00A679DB" w:rsidP="006F1104">
      <w:pPr>
        <w:pStyle w:val="Heading2"/>
        <w:rPr>
          <w:rtl/>
        </w:rPr>
      </w:pPr>
      <w:bookmarkStart w:id="494" w:name="_Toc449617551"/>
      <w:r>
        <w:rPr>
          <w:rtl/>
        </w:rPr>
        <w:t>مجازات سود گرفتن از مومن</w:t>
      </w:r>
      <w:bookmarkEnd w:id="494"/>
    </w:p>
    <w:p w:rsidR="00A679DB" w:rsidRDefault="00A679DB" w:rsidP="00A679DB">
      <w:pPr>
        <w:pStyle w:val="libNormal"/>
        <w:rPr>
          <w:rtl/>
        </w:rPr>
      </w:pPr>
      <w:r>
        <w:rPr>
          <w:rtl/>
        </w:rPr>
        <w:t xml:space="preserve">حديث : ١ ابى رحمه الله قال حدثنى محمد بن ابى القاسم عن محمد بن على الكوفى عن محمد بن سنان عن فرات بن احنف قال قال ابو عبدالله </w:t>
      </w:r>
      <w:r w:rsidRPr="006F1104">
        <w:rPr>
          <w:rStyle w:val="libAlaemChar"/>
          <w:rtl/>
        </w:rPr>
        <w:t>عليه‌السلام</w:t>
      </w:r>
      <w:r>
        <w:rPr>
          <w:rtl/>
        </w:rPr>
        <w:t xml:space="preserve"> ربح المومن على المومن ربا.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6F1104">
        <w:rPr>
          <w:rStyle w:val="libAlaemChar"/>
          <w:rtl/>
        </w:rPr>
        <w:t>عليه‌السلام</w:t>
      </w:r>
      <w:r>
        <w:rPr>
          <w:rtl/>
        </w:rPr>
        <w:t xml:space="preserve"> فرمودند: سود گرفتن مومن از مومن رباست </w:t>
      </w:r>
      <w:r w:rsidRPr="0020621E">
        <w:rPr>
          <w:rStyle w:val="libFootnotenumChar"/>
          <w:rtl/>
        </w:rPr>
        <w:t>(١٥٥)</w:t>
      </w:r>
    </w:p>
    <w:p w:rsidR="00A679DB" w:rsidRDefault="00A679DB" w:rsidP="00A679DB">
      <w:pPr>
        <w:pStyle w:val="libNormal"/>
        <w:rPr>
          <w:rtl/>
        </w:rPr>
      </w:pPr>
    </w:p>
    <w:p w:rsidR="00A679DB" w:rsidRDefault="00A679DB" w:rsidP="00A679DB">
      <w:pPr>
        <w:pStyle w:val="libNormal"/>
        <w:rPr>
          <w:rtl/>
        </w:rPr>
      </w:pPr>
      <w:r>
        <w:rPr>
          <w:rtl/>
        </w:rPr>
        <w:t>عقاب من كان الرهن عنده اوثق من اخيه</w:t>
      </w:r>
    </w:p>
    <w:p w:rsidR="00A679DB" w:rsidRDefault="00A679DB" w:rsidP="00A679DB">
      <w:pPr>
        <w:pStyle w:val="libNormal"/>
        <w:rPr>
          <w:rtl/>
        </w:rPr>
      </w:pPr>
      <w:r>
        <w:rPr>
          <w:rtl/>
        </w:rPr>
        <w:t xml:space="preserve">حديث : ١ ابى رحمه الله قال حدثنى سعد بن عبدالله عن يعقوب بن يزيد عن مروك بن عبيد عن بعض اصحابنا عن ابى عبدالله </w:t>
      </w:r>
      <w:r w:rsidRPr="0020621E">
        <w:rPr>
          <w:rStyle w:val="libAlaemChar"/>
          <w:rtl/>
        </w:rPr>
        <w:t>عليه‌السلام</w:t>
      </w:r>
      <w:r>
        <w:rPr>
          <w:rtl/>
        </w:rPr>
        <w:t xml:space="preserve"> قال من كان الرهن عنده اوثق من اخيه المسلم فانا منه برى .</w:t>
      </w:r>
    </w:p>
    <w:p w:rsidR="00A679DB" w:rsidRDefault="00A679DB" w:rsidP="00A679DB">
      <w:pPr>
        <w:pStyle w:val="libNormal"/>
        <w:rPr>
          <w:rtl/>
        </w:rPr>
      </w:pPr>
    </w:p>
    <w:p w:rsidR="00A679DB" w:rsidRDefault="00A679DB" w:rsidP="00A679DB">
      <w:pPr>
        <w:pStyle w:val="libNormal"/>
        <w:rPr>
          <w:rtl/>
        </w:rPr>
      </w:pPr>
      <w:r>
        <w:rPr>
          <w:rtl/>
        </w:rPr>
        <w:t>عقاب من منع مومنا شيئا من عنده او من عند غيره</w:t>
      </w:r>
    </w:p>
    <w:p w:rsidR="00A679DB" w:rsidRDefault="0020621E" w:rsidP="00A679DB">
      <w:pPr>
        <w:pStyle w:val="libNormal"/>
        <w:rPr>
          <w:rtl/>
        </w:rPr>
      </w:pPr>
      <w:r>
        <w:rPr>
          <w:rtl/>
        </w:rPr>
        <w:br w:type="page"/>
      </w:r>
    </w:p>
    <w:p w:rsidR="00A679DB" w:rsidRDefault="00A679DB" w:rsidP="0020621E">
      <w:pPr>
        <w:pStyle w:val="Heading2"/>
        <w:rPr>
          <w:rtl/>
        </w:rPr>
      </w:pPr>
      <w:bookmarkStart w:id="495" w:name="_Toc449617552"/>
      <w:r>
        <w:rPr>
          <w:rtl/>
        </w:rPr>
        <w:t>مجازات معتبرتر دانستن (گرو) از برادر مسلمان</w:t>
      </w:r>
      <w:bookmarkEnd w:id="495"/>
    </w:p>
    <w:p w:rsidR="00A679DB" w:rsidRDefault="00A679DB" w:rsidP="00A679DB">
      <w:pPr>
        <w:pStyle w:val="libNormal"/>
        <w:rPr>
          <w:rtl/>
        </w:rPr>
      </w:pPr>
      <w:r>
        <w:rPr>
          <w:rtl/>
        </w:rPr>
        <w:t xml:space="preserve">حديث : ١ ابى رحمه الله قال حدثنى سعد بن عبدالله عن محمد بن الحسين عن محمد بن سنان عن فرات بن احنف عن ابى عبدالله </w:t>
      </w:r>
      <w:r w:rsidRPr="0020621E">
        <w:rPr>
          <w:rStyle w:val="libAlaemChar"/>
          <w:rtl/>
        </w:rPr>
        <w:t>عليه‌السلام</w:t>
      </w:r>
      <w:r>
        <w:rPr>
          <w:rtl/>
        </w:rPr>
        <w:t xml:space="preserve"> قال ايما مومن منع مومنا شيئا مما يحتاج اليه و هو يقدر عليه من عنده او من عند غيره اقامه الله عزوجل يوم القيامه مسودا وجهه مزرقه عيناه مغلوله يداه الى عنقه فيقال هذا الخائن الذى خان الله و رسول الله ثم يومر به الى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20621E">
        <w:rPr>
          <w:rStyle w:val="libAlaemChar"/>
          <w:rtl/>
        </w:rPr>
        <w:t>عليه‌السلام</w:t>
      </w:r>
      <w:r>
        <w:rPr>
          <w:rtl/>
        </w:rPr>
        <w:t xml:space="preserve"> فرمودند: كسى كه (گرو) را معتبرتر از برادر مسلمانش بداند، من از او بيزا</w:t>
      </w:r>
      <w:r w:rsidR="0020621E">
        <w:rPr>
          <w:rFonts w:hint="cs"/>
          <w:rtl/>
        </w:rPr>
        <w:t>ر</w:t>
      </w:r>
      <w:r>
        <w:rPr>
          <w:rtl/>
        </w:rPr>
        <w:t>م .</w:t>
      </w:r>
    </w:p>
    <w:p w:rsidR="00A679DB" w:rsidRDefault="00A679DB" w:rsidP="00A679DB">
      <w:pPr>
        <w:pStyle w:val="libNormal"/>
        <w:rPr>
          <w:rtl/>
        </w:rPr>
      </w:pPr>
    </w:p>
    <w:p w:rsidR="00A679DB" w:rsidRDefault="00A679DB" w:rsidP="00A679DB">
      <w:pPr>
        <w:pStyle w:val="libNormal"/>
        <w:rPr>
          <w:rtl/>
        </w:rPr>
      </w:pPr>
      <w:r>
        <w:rPr>
          <w:rtl/>
        </w:rPr>
        <w:t>عقاب من منع مومنا شيئا من عنده او من عند غيره</w:t>
      </w:r>
    </w:p>
    <w:p w:rsidR="00A679DB" w:rsidRDefault="0020621E" w:rsidP="00A679DB">
      <w:pPr>
        <w:pStyle w:val="libNormal"/>
        <w:rPr>
          <w:rtl/>
        </w:rPr>
      </w:pPr>
      <w:r>
        <w:rPr>
          <w:rtl/>
        </w:rPr>
        <w:br w:type="page"/>
      </w:r>
    </w:p>
    <w:p w:rsidR="00A679DB" w:rsidRDefault="00A679DB" w:rsidP="0020621E">
      <w:pPr>
        <w:pStyle w:val="Heading2"/>
        <w:rPr>
          <w:rtl/>
        </w:rPr>
      </w:pPr>
      <w:bookmarkStart w:id="496" w:name="_Toc449617553"/>
      <w:r>
        <w:rPr>
          <w:rtl/>
        </w:rPr>
        <w:t>مجازات محروم كردن مومن</w:t>
      </w:r>
      <w:bookmarkEnd w:id="496"/>
    </w:p>
    <w:p w:rsidR="00A679DB" w:rsidRDefault="00A679DB" w:rsidP="00A679DB">
      <w:pPr>
        <w:pStyle w:val="libNormal"/>
        <w:rPr>
          <w:rtl/>
        </w:rPr>
      </w:pPr>
      <w:r>
        <w:rPr>
          <w:rtl/>
        </w:rPr>
        <w:t>حديث : ١ ابى رحمه الله قال حدثنى سعد بن عبدالله عن محمد بن الحسين عن محمد بن سنان عن فرات بن احنف عن ابى عبدالله قال ايما مومن منع مومنا شيئا مما يحتاج اليه و هو يقدر عليه من عنده او من عند غيره اقامه الله عزوجل يوم القيامه مسودا وجهه مزرقه عيناه مغلوله يداه الى عنقه فيقال هذا الخائن الذى خان الله و رسوله ثم يومر به الى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20621E">
        <w:rPr>
          <w:rStyle w:val="libAlaemChar"/>
          <w:rtl/>
        </w:rPr>
        <w:t>عليه‌السلام</w:t>
      </w:r>
      <w:r>
        <w:rPr>
          <w:rtl/>
        </w:rPr>
        <w:t xml:space="preserve"> فرمودند: هر مومنى كه خود يا ديگرى قدرت بر چيزى داشته باشد و مومنى به آن احتياج داشته باشد و او را از آن بازدارد، خداوند در روز قيامت او را با رويى سياه و چشمانى كور در حالى كه دستانش به گردنش بسته است ، سرپا نگه مى دارد. و مى گويند: اين همان خائنى است كه به خدا و رسول او خيانت كرده است . آنگاه دستور مى رسد او را به جهنم ببريد.</w:t>
      </w:r>
    </w:p>
    <w:p w:rsidR="00A679DB" w:rsidRDefault="00A679DB" w:rsidP="00A679DB">
      <w:pPr>
        <w:pStyle w:val="libNormal"/>
        <w:rPr>
          <w:rtl/>
        </w:rPr>
      </w:pPr>
    </w:p>
    <w:p w:rsidR="00A679DB" w:rsidRDefault="00A679DB" w:rsidP="00A679DB">
      <w:pPr>
        <w:pStyle w:val="libNormal"/>
        <w:rPr>
          <w:rtl/>
        </w:rPr>
      </w:pPr>
      <w:r>
        <w:rPr>
          <w:rtl/>
        </w:rPr>
        <w:t>عقاب من حبس حق المومن</w:t>
      </w:r>
    </w:p>
    <w:p w:rsidR="00A679DB" w:rsidRDefault="0020621E" w:rsidP="00A679DB">
      <w:pPr>
        <w:pStyle w:val="libNormal"/>
        <w:rPr>
          <w:rtl/>
        </w:rPr>
      </w:pPr>
      <w:r>
        <w:rPr>
          <w:rtl/>
        </w:rPr>
        <w:br w:type="page"/>
      </w:r>
    </w:p>
    <w:p w:rsidR="00A679DB" w:rsidRDefault="00A679DB" w:rsidP="0020621E">
      <w:pPr>
        <w:pStyle w:val="Heading2"/>
        <w:rPr>
          <w:rtl/>
        </w:rPr>
      </w:pPr>
      <w:bookmarkStart w:id="497" w:name="_Toc449617554"/>
      <w:r>
        <w:rPr>
          <w:rtl/>
        </w:rPr>
        <w:t>مجازات حبس كردن حق مومن</w:t>
      </w:r>
      <w:bookmarkEnd w:id="497"/>
    </w:p>
    <w:p w:rsidR="00A679DB" w:rsidRDefault="00A679DB" w:rsidP="00A679DB">
      <w:pPr>
        <w:pStyle w:val="libNormal"/>
        <w:rPr>
          <w:rtl/>
        </w:rPr>
      </w:pPr>
      <w:r>
        <w:rPr>
          <w:rtl/>
        </w:rPr>
        <w:t xml:space="preserve">حديث : ١ حدثنى محمد بن الحسن رضى الله عنه عن محمد بن ابى القاسم عن محمد بن على الكوفى عن محمد بن سنان عن المفضل عن يونس بن ظبيان قال قال ابو عبدالله </w:t>
      </w:r>
      <w:r w:rsidRPr="0020621E">
        <w:rPr>
          <w:rStyle w:val="libAlaemChar"/>
          <w:rtl/>
        </w:rPr>
        <w:t>عليه‌السلام</w:t>
      </w:r>
      <w:r>
        <w:rPr>
          <w:rtl/>
        </w:rPr>
        <w:t xml:space="preserve"> يا يونس من حبس حق المومن اقامه الله يوم القيامه خمسمائه عام على رجليه حتى تسيل من عرقه اوديه و ينادى مناد من عند الله هذا الظامل الذى حبس عن المومن حقه قال فيوبخ اربعين يوما ثم يومر به الى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يونس بن ظبيان نقل مى كند كه امام صادق </w:t>
      </w:r>
      <w:r w:rsidRPr="0020621E">
        <w:rPr>
          <w:rStyle w:val="libAlaemChar"/>
          <w:rtl/>
        </w:rPr>
        <w:t>عليه‌السلام</w:t>
      </w:r>
      <w:r>
        <w:rPr>
          <w:rtl/>
        </w:rPr>
        <w:t xml:space="preserve"> فرمودند: اى يونس ! كسى كه حق مومنى را نزد خود نگهداشته و به او ندهد، خداوند در روز قيامت پانصد سال او را سرپا نگه مى دارد تا آن قدر عرق كند كه چند دره از عرق او جارى شود؛ و منادى از جانب خدا ندا مى كند: اين همان صداى ظالمى است كه حق فلان مومن را نزد خود نگهداشت و به او نداد. چهل روز نيز سرزنش مى شود. سپس دستور مى رسد او را به جهنم ببريد.</w:t>
      </w:r>
    </w:p>
    <w:p w:rsidR="00A679DB" w:rsidRDefault="00A679DB" w:rsidP="00A679DB">
      <w:pPr>
        <w:pStyle w:val="libNormal"/>
        <w:rPr>
          <w:rtl/>
        </w:rPr>
      </w:pPr>
      <w:r>
        <w:rPr>
          <w:rtl/>
        </w:rPr>
        <w:t xml:space="preserve">حديث : ٢ و بهذاالاسناد عن محمد بن سنان عن المفضل عن ابى عبدالله </w:t>
      </w:r>
      <w:r w:rsidRPr="0020621E">
        <w:rPr>
          <w:rStyle w:val="libAlaemChar"/>
          <w:rtl/>
        </w:rPr>
        <w:t>عليه‌السلام</w:t>
      </w:r>
      <w:r>
        <w:rPr>
          <w:rtl/>
        </w:rPr>
        <w:t xml:space="preserve"> قال ايما مومن حبس مومنا عن ماله و هو محتاج اليه قم يذق و الله من طعام الجنه و لا يشرب من الحريق المختوم .</w:t>
      </w:r>
    </w:p>
    <w:p w:rsidR="00A679DB" w:rsidRDefault="00A679DB" w:rsidP="00A679DB">
      <w:pPr>
        <w:pStyle w:val="libNormal"/>
        <w:rPr>
          <w:rtl/>
        </w:rPr>
      </w:pPr>
      <w:r>
        <w:rPr>
          <w:rtl/>
        </w:rPr>
        <w:t>ترجمه :</w:t>
      </w:r>
    </w:p>
    <w:p w:rsidR="0020621E" w:rsidRDefault="00A679DB" w:rsidP="0020621E">
      <w:pPr>
        <w:pStyle w:val="libNormal"/>
        <w:rPr>
          <w:rtl/>
        </w:rPr>
      </w:pPr>
      <w:r>
        <w:rPr>
          <w:rtl/>
        </w:rPr>
        <w:t xml:space="preserve">٢. امام صادق </w:t>
      </w:r>
      <w:r w:rsidRPr="0020621E">
        <w:rPr>
          <w:rStyle w:val="libAlaemChar"/>
          <w:rtl/>
        </w:rPr>
        <w:t>عليه‌السلام</w:t>
      </w:r>
      <w:r>
        <w:rPr>
          <w:rtl/>
        </w:rPr>
        <w:t xml:space="preserve"> فرمودند: هر مومنى مال مومنى را كه به آن احتياج دارد حبس كند، بخدا سوگند غذاى بهشتى را نچشيده ، و از نوشابه هاى سربسته بهشتى نخواهد نوشيد.</w:t>
      </w:r>
    </w:p>
    <w:p w:rsidR="00A679DB" w:rsidRDefault="0020621E" w:rsidP="0020621E">
      <w:pPr>
        <w:pStyle w:val="Heading2"/>
        <w:rPr>
          <w:rtl/>
        </w:rPr>
      </w:pPr>
      <w:r>
        <w:rPr>
          <w:rtl/>
        </w:rPr>
        <w:br w:type="page"/>
      </w:r>
      <w:bookmarkStart w:id="498" w:name="_Toc449617555"/>
      <w:r w:rsidR="00A679DB">
        <w:rPr>
          <w:rtl/>
        </w:rPr>
        <w:lastRenderedPageBreak/>
        <w:t>مجازات تهمت زدن به مومن</w:t>
      </w:r>
      <w:bookmarkEnd w:id="498"/>
    </w:p>
    <w:p w:rsidR="00A679DB" w:rsidRDefault="00A679DB" w:rsidP="00A679DB">
      <w:pPr>
        <w:pStyle w:val="libNormal"/>
        <w:rPr>
          <w:rtl/>
        </w:rPr>
      </w:pPr>
      <w:r>
        <w:rPr>
          <w:rtl/>
        </w:rPr>
        <w:t xml:space="preserve">حديث : ١ حدثنى محمد بن موسى بن المتوكل رضى الله عنه قال حدثنى عبدالله بن جعفر الحميرى عن محمد بن الحسين عن الحسن بن محبوب عن مالك بن عطيه عن ابن ابى يعفور عن ابى عبدالله </w:t>
      </w:r>
      <w:r w:rsidRPr="0020621E">
        <w:rPr>
          <w:rStyle w:val="libAlaemChar"/>
          <w:rtl/>
        </w:rPr>
        <w:t>عليه‌السلام</w:t>
      </w:r>
      <w:r>
        <w:rPr>
          <w:rtl/>
        </w:rPr>
        <w:t xml:space="preserve"> قال من بهت مومنا او موومنه بما ليس فيهما بعثه الله يوم القيامه فى طينه خبال حتى يخرج مما قال قلت و ما طينه خبال قال صديد يخرج من فروج المومسات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20621E">
        <w:rPr>
          <w:rStyle w:val="libAlaemChar"/>
          <w:rtl/>
        </w:rPr>
        <w:t>عليه‌السلام</w:t>
      </w:r>
      <w:r>
        <w:rPr>
          <w:rtl/>
        </w:rPr>
        <w:t xml:space="preserve"> فرمودند: كسى كه به مرد يا زن مومنى تهمتى بزند كه در آنها نباشد، خداوند در روز قيامت او را در «طينت خبال» محشور مى نمايد و راوى پرسيد «طينت خبال» چيست ؟ فرمودند: چرك خون آلودى است كه از فرج زنان بدكاره بيرون مى آيد.</w:t>
      </w:r>
    </w:p>
    <w:p w:rsidR="00A679DB" w:rsidRDefault="00A679DB" w:rsidP="00A679DB">
      <w:pPr>
        <w:pStyle w:val="libNormal"/>
        <w:rPr>
          <w:rtl/>
        </w:rPr>
      </w:pPr>
      <w:r>
        <w:rPr>
          <w:rtl/>
        </w:rPr>
        <w:t xml:space="preserve">حديث : ٢ حدثنى محمد بن الحسن رضى الله عنه قال حدثنى الحسين بن الحسن بن ابان عن الحسين بن سعيد عن فضاله عن عبدالله بن بكير عن ابى بصير عن ابى جعفر </w:t>
      </w:r>
      <w:r w:rsidRPr="0020621E">
        <w:rPr>
          <w:rStyle w:val="libAlaemChar"/>
          <w:rtl/>
        </w:rPr>
        <w:t>عليه‌السلام</w:t>
      </w:r>
      <w:r>
        <w:rPr>
          <w:rtl/>
        </w:rPr>
        <w:t xml:space="preserve"> قال قال رسول الله </w:t>
      </w:r>
      <w:r w:rsidR="00E60DFB" w:rsidRPr="0020621E">
        <w:rPr>
          <w:rStyle w:val="libAlaemChar"/>
          <w:rtl/>
        </w:rPr>
        <w:t>صلى‌الله‌عليه‌وآله</w:t>
      </w:r>
      <w:r w:rsidR="00E60DFB">
        <w:rPr>
          <w:rtl/>
        </w:rPr>
        <w:t xml:space="preserve"> </w:t>
      </w:r>
      <w:r>
        <w:rPr>
          <w:rtl/>
        </w:rPr>
        <w:t>سباب المومن فسوق و قتاله كفر و اكل لحمه معصيه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باقر </w:t>
      </w:r>
      <w:r w:rsidRPr="0020621E">
        <w:rPr>
          <w:rStyle w:val="libAlaemChar"/>
          <w:rtl/>
        </w:rPr>
        <w:t>عليه‌السلام</w:t>
      </w:r>
      <w:r>
        <w:rPr>
          <w:rtl/>
        </w:rPr>
        <w:t xml:space="preserve"> نقل مى نمايند كه رسول خدا </w:t>
      </w:r>
      <w:r w:rsidR="00E60DFB" w:rsidRPr="0020621E">
        <w:rPr>
          <w:rStyle w:val="libAlaemChar"/>
          <w:rtl/>
        </w:rPr>
        <w:t>صلى‌الله‌عليه‌وآله</w:t>
      </w:r>
      <w:r w:rsidR="00E60DFB">
        <w:rPr>
          <w:rtl/>
        </w:rPr>
        <w:t xml:space="preserve"> </w:t>
      </w:r>
      <w:r>
        <w:rPr>
          <w:rtl/>
        </w:rPr>
        <w:t>فرمودند: ناسزا گفتن به مومن فسق ، جنگ با كفر و خوردن گوشتش (با غيبت) گناه است .</w:t>
      </w:r>
    </w:p>
    <w:p w:rsidR="00A679DB" w:rsidRDefault="00A679DB" w:rsidP="00A679DB">
      <w:pPr>
        <w:pStyle w:val="libNormal"/>
        <w:rPr>
          <w:rtl/>
        </w:rPr>
      </w:pPr>
    </w:p>
    <w:p w:rsidR="00A679DB" w:rsidRDefault="00A679DB" w:rsidP="00A679DB">
      <w:pPr>
        <w:pStyle w:val="libNormal"/>
        <w:rPr>
          <w:rtl/>
        </w:rPr>
      </w:pPr>
      <w:r>
        <w:rPr>
          <w:rtl/>
        </w:rPr>
        <w:t>عقاب من روى على مومن روايه يريد بها شينه .</w:t>
      </w:r>
    </w:p>
    <w:p w:rsidR="001438E0" w:rsidRDefault="0020621E" w:rsidP="001438E0">
      <w:pPr>
        <w:pStyle w:val="libNormal"/>
        <w:rPr>
          <w:rtl/>
        </w:rPr>
      </w:pPr>
      <w:r>
        <w:rPr>
          <w:rtl/>
        </w:rPr>
        <w:br w:type="page"/>
      </w:r>
    </w:p>
    <w:p w:rsidR="00A679DB" w:rsidRDefault="00A679DB" w:rsidP="001438E0">
      <w:pPr>
        <w:pStyle w:val="Heading2"/>
        <w:rPr>
          <w:rtl/>
        </w:rPr>
      </w:pPr>
      <w:bookmarkStart w:id="499" w:name="_Toc449617556"/>
      <w:r>
        <w:rPr>
          <w:rtl/>
        </w:rPr>
        <w:t>مجازات نقل كردن مطلبى درباره مومن بقصد رسوا كردن او</w:t>
      </w:r>
      <w:bookmarkEnd w:id="499"/>
    </w:p>
    <w:p w:rsidR="00A679DB" w:rsidRDefault="00A679DB" w:rsidP="00A679DB">
      <w:pPr>
        <w:pStyle w:val="libNormal"/>
        <w:rPr>
          <w:rtl/>
        </w:rPr>
      </w:pPr>
      <w:r>
        <w:rPr>
          <w:rtl/>
        </w:rPr>
        <w:t xml:space="preserve">حديث : ١ ابى رحمه الله قال حدثنى محمد بن ابى القاسم عن محمد بن على الكوفى عن محمد بن سنان عن المفضل بن عمر عن ابى عبدالله </w:t>
      </w:r>
      <w:r w:rsidRPr="001438E0">
        <w:rPr>
          <w:rStyle w:val="libAlaemChar"/>
          <w:rtl/>
        </w:rPr>
        <w:t>عليه‌السلام</w:t>
      </w:r>
      <w:r>
        <w:rPr>
          <w:rtl/>
        </w:rPr>
        <w:t xml:space="preserve"> قال من روى على مومن روآيه يريد بها شينه و هدم مروءته ليسقط من اعين الناس اخرجه الله عزوجل من ولايته الى ولايه الشيطان</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438E0">
        <w:rPr>
          <w:rStyle w:val="libAlaemChar"/>
          <w:rtl/>
        </w:rPr>
        <w:t>عليه‌السلام</w:t>
      </w:r>
      <w:r>
        <w:rPr>
          <w:rtl/>
        </w:rPr>
        <w:t xml:space="preserve"> فرمودند: كسى كه چيزى از مومنى نقل كند، با اين هدف كه او را رسوا كرده و شخصيتش را از بين ببرد تا از چشم مردم بيفتد، خداوند عزوجل او را از سرپرستى خود خارج و به سرپرستى شيطان وارد مى نمايد.</w:t>
      </w:r>
    </w:p>
    <w:p w:rsidR="00A679DB" w:rsidRDefault="00A679DB" w:rsidP="00A679DB">
      <w:pPr>
        <w:pStyle w:val="libNormal"/>
        <w:rPr>
          <w:rtl/>
        </w:rPr>
      </w:pPr>
    </w:p>
    <w:p w:rsidR="00A679DB" w:rsidRDefault="00A679DB" w:rsidP="00A679DB">
      <w:pPr>
        <w:pStyle w:val="libNormal"/>
        <w:rPr>
          <w:rtl/>
        </w:rPr>
      </w:pPr>
      <w:r>
        <w:rPr>
          <w:rtl/>
        </w:rPr>
        <w:t>عقاب من منع مومنا سكنى داره</w:t>
      </w:r>
    </w:p>
    <w:p w:rsidR="00A679DB" w:rsidRDefault="001438E0" w:rsidP="00A679DB">
      <w:pPr>
        <w:pStyle w:val="libNormal"/>
        <w:rPr>
          <w:rtl/>
        </w:rPr>
      </w:pPr>
      <w:r>
        <w:rPr>
          <w:rtl/>
        </w:rPr>
        <w:br w:type="page"/>
      </w:r>
    </w:p>
    <w:p w:rsidR="00A679DB" w:rsidRDefault="00A679DB" w:rsidP="001438E0">
      <w:pPr>
        <w:pStyle w:val="Heading2"/>
        <w:rPr>
          <w:rtl/>
        </w:rPr>
      </w:pPr>
      <w:bookmarkStart w:id="500" w:name="_Toc449617557"/>
      <w:r>
        <w:rPr>
          <w:rtl/>
        </w:rPr>
        <w:t>مجازات ممانعت از سكونت مومنى در خانه اش</w:t>
      </w:r>
      <w:bookmarkEnd w:id="500"/>
    </w:p>
    <w:p w:rsidR="00A679DB" w:rsidRDefault="00A679DB" w:rsidP="00A679DB">
      <w:pPr>
        <w:pStyle w:val="libNormal"/>
        <w:rPr>
          <w:rtl/>
        </w:rPr>
      </w:pPr>
      <w:r>
        <w:rPr>
          <w:rtl/>
        </w:rPr>
        <w:t xml:space="preserve">حديث : ١ ابى رحمه الله بهذاالاسناد قال قال ابو عبدالله </w:t>
      </w:r>
      <w:r w:rsidRPr="001438E0">
        <w:rPr>
          <w:rStyle w:val="libAlaemChar"/>
          <w:rtl/>
        </w:rPr>
        <w:t>عليه‌السلام</w:t>
      </w:r>
      <w:r>
        <w:rPr>
          <w:rtl/>
        </w:rPr>
        <w:t xml:space="preserve"> من كان له دار و احتاج مومن الى سكناها فمنعه آياها قال الله عزوجل ملائكتى عبدى بخل على عبدى بسكنى الدنيا و عزتى لا يسكن جنانى ابدا.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438E0">
        <w:rPr>
          <w:rStyle w:val="libAlaemChar"/>
          <w:rtl/>
        </w:rPr>
        <w:t>عليه‌السلام</w:t>
      </w:r>
      <w:r>
        <w:rPr>
          <w:rtl/>
        </w:rPr>
        <w:t xml:space="preserve"> فرمودند: كسى كه خانه اى داشته باشد و مومنى محتاج سكونت در آن باشد و او نگذارد، خداوند عزوجل مى فرمايد: فرشتگانم ! بنده ام به بنده ديگرم در مورد سكونت در دنيا بخل ورزيد، به عزتم سوگند هيچ گاه در بهشتم ساكن نخواهد شد</w:t>
      </w:r>
    </w:p>
    <w:p w:rsidR="00A679DB" w:rsidRDefault="001438E0" w:rsidP="001438E0">
      <w:pPr>
        <w:pStyle w:val="libNormal"/>
        <w:rPr>
          <w:rtl/>
        </w:rPr>
      </w:pPr>
      <w:r>
        <w:rPr>
          <w:rtl/>
          <w:lang w:bidi="fa-IR"/>
        </w:rPr>
        <w:br w:type="page"/>
      </w:r>
    </w:p>
    <w:p w:rsidR="00A679DB" w:rsidRDefault="00A679DB" w:rsidP="001438E0">
      <w:pPr>
        <w:pStyle w:val="Heading2"/>
        <w:rPr>
          <w:rtl/>
        </w:rPr>
      </w:pPr>
      <w:bookmarkStart w:id="501" w:name="_Toc449617558"/>
      <w:r>
        <w:rPr>
          <w:rtl/>
        </w:rPr>
        <w:t>مجازات عيبجويى از مومن</w:t>
      </w:r>
      <w:bookmarkEnd w:id="501"/>
    </w:p>
    <w:p w:rsidR="00A679DB" w:rsidRDefault="00A679DB" w:rsidP="00A679DB">
      <w:pPr>
        <w:pStyle w:val="libNormal"/>
        <w:rPr>
          <w:rtl/>
        </w:rPr>
      </w:pPr>
      <w:r>
        <w:rPr>
          <w:rtl/>
        </w:rPr>
        <w:t xml:space="preserve">حديث : ١ بهذاالاسنادعن محمد بن سنان عن ابى الجارود عن ابى برده قال صلى بنا رسول الله </w:t>
      </w:r>
      <w:r w:rsidR="00E60DFB">
        <w:rPr>
          <w:rtl/>
        </w:rPr>
        <w:t xml:space="preserve">صلى‌الله‌عليه‌وآله </w:t>
      </w:r>
      <w:r>
        <w:rPr>
          <w:rtl/>
        </w:rPr>
        <w:t>ثم انصرف مسرعا حتى وضع يده على باب المسجد ثم نادى باعلى صوته يا معشر من آم ن بلسانه و لم يخلص الايمان الى قلبه لا تتبعوا عورات المومنين فانه من تتبع عورات المومنين تتبع الله عورته و من تتبع الله عورته فضحه و لو فى جوف بيته .</w:t>
      </w:r>
    </w:p>
    <w:p w:rsidR="00A679DB" w:rsidRDefault="00A679DB" w:rsidP="00A679DB">
      <w:pPr>
        <w:pStyle w:val="libNormal"/>
        <w:rPr>
          <w:rtl/>
        </w:rPr>
      </w:pPr>
      <w:r>
        <w:rPr>
          <w:rtl/>
        </w:rPr>
        <w:t>ترجمه :</w:t>
      </w:r>
    </w:p>
    <w:p w:rsidR="00A679DB" w:rsidRDefault="00A679DB" w:rsidP="001438E0">
      <w:pPr>
        <w:pStyle w:val="libNormal"/>
        <w:rPr>
          <w:rtl/>
        </w:rPr>
      </w:pPr>
      <w:r>
        <w:rPr>
          <w:rtl/>
        </w:rPr>
        <w:t xml:space="preserve">١. ابى برده ميگويد: رسول خدا </w:t>
      </w:r>
      <w:r w:rsidR="00E60DFB" w:rsidRPr="001438E0">
        <w:rPr>
          <w:rStyle w:val="libAlaemChar"/>
          <w:rtl/>
        </w:rPr>
        <w:t>صلى‌الله‌عليه‌وآله</w:t>
      </w:r>
      <w:r w:rsidR="00E60DFB">
        <w:rPr>
          <w:rtl/>
        </w:rPr>
        <w:t xml:space="preserve"> </w:t>
      </w:r>
      <w:r>
        <w:rPr>
          <w:rtl/>
        </w:rPr>
        <w:t>با ما نماز خواندند. آنگاه بطرف در مسجد رفته ، دست بر در مسجد گذاشته و با بلندترين صداى خود فرمودند: اى كسانى كه با زبان ايمان آورده و ايمان به قلب آنها نرسيده است ! از مومنين عيبجويى نكنيد. زيرا همانا كسى كه در پى يافتن عيوب مومنين باشد، خداوند به دنبال يافتن عيوب او خواهد بود. و كسى كه خداوند عيوب او را جستجو نمايد، او را رسوا خواهد كرد؛ گرچه داخل خانه اش باشد.</w:t>
      </w:r>
    </w:p>
    <w:p w:rsidR="00A679DB" w:rsidRDefault="00A679DB" w:rsidP="00A679DB">
      <w:pPr>
        <w:pStyle w:val="libNormal"/>
        <w:rPr>
          <w:rtl/>
        </w:rPr>
      </w:pPr>
    </w:p>
    <w:p w:rsidR="00A679DB" w:rsidRDefault="00A679DB" w:rsidP="00A679DB">
      <w:pPr>
        <w:pStyle w:val="libNormal"/>
        <w:rPr>
          <w:rtl/>
        </w:rPr>
      </w:pPr>
      <w:r>
        <w:rPr>
          <w:rtl/>
        </w:rPr>
        <w:t>عقاب المجترى على الله عزوجل</w:t>
      </w:r>
    </w:p>
    <w:p w:rsidR="00A679DB" w:rsidRDefault="001438E0" w:rsidP="00A679DB">
      <w:pPr>
        <w:pStyle w:val="libNormal"/>
        <w:rPr>
          <w:rtl/>
        </w:rPr>
      </w:pPr>
      <w:r>
        <w:rPr>
          <w:rtl/>
        </w:rPr>
        <w:br w:type="page"/>
      </w:r>
    </w:p>
    <w:p w:rsidR="00A679DB" w:rsidRDefault="00A679DB" w:rsidP="001438E0">
      <w:pPr>
        <w:pStyle w:val="Heading2"/>
        <w:rPr>
          <w:rtl/>
        </w:rPr>
      </w:pPr>
      <w:bookmarkStart w:id="502" w:name="_Toc449617559"/>
      <w:r>
        <w:rPr>
          <w:rtl/>
        </w:rPr>
        <w:t>مجازات جرات پيدا كردن بر خدا</w:t>
      </w:r>
      <w:bookmarkEnd w:id="502"/>
    </w:p>
    <w:p w:rsidR="00A679DB" w:rsidRDefault="00A679DB" w:rsidP="00A679DB">
      <w:pPr>
        <w:pStyle w:val="libNormal"/>
        <w:rPr>
          <w:rtl/>
        </w:rPr>
      </w:pPr>
      <w:r>
        <w:rPr>
          <w:rtl/>
        </w:rPr>
        <w:t xml:space="preserve">حديث : ١ ابى رحمه الله قال حدثنى سعد بن عبدالله عن محمد بن الحسين عن ابن ابى عمير عن حفص بن البخترى قال قال ابو عبدالله </w:t>
      </w:r>
      <w:r w:rsidRPr="001438E0">
        <w:rPr>
          <w:rStyle w:val="libAlaemChar"/>
          <w:rtl/>
        </w:rPr>
        <w:t>عليه‌السلام</w:t>
      </w:r>
      <w:r>
        <w:rPr>
          <w:rtl/>
        </w:rPr>
        <w:t xml:space="preserve"> ان قوما اذنبوا ذنوبا كثيره فاشفقوا منها و خافوا خوفا شديدا و جاء آخرون فقالوا ذنوبكم علينا فانزل الله عزوجل عليهم العذاب ثم قال تبارك و تعالى خافونى و اجتراتم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438E0">
        <w:rPr>
          <w:rStyle w:val="libAlaemChar"/>
          <w:rtl/>
        </w:rPr>
        <w:t>عليه‌السلام</w:t>
      </w:r>
      <w:r>
        <w:rPr>
          <w:rtl/>
        </w:rPr>
        <w:t xml:space="preserve"> فرمودند: عده اى گناهان بسيارى مرتكب شدند ولى پس از مدتى از آن گناهان دورى كرده و از آن گناهان بسيار ترسان بودند. عده اى ديگرى به آنها گفتند: گناهان شما به عهده ما. خداوند عزوجل بر آنها (كه گناه را بعهده گرفته بودند) عذاب نازل نمود. سپس ‍ فرمود: آنان از من ترسيدند. شما بر من جرات پيدا كرديد!</w:t>
      </w:r>
    </w:p>
    <w:p w:rsidR="00A679DB" w:rsidRDefault="00A679DB" w:rsidP="00A679DB">
      <w:pPr>
        <w:pStyle w:val="libNormal"/>
        <w:rPr>
          <w:rtl/>
        </w:rPr>
      </w:pPr>
    </w:p>
    <w:p w:rsidR="00A679DB" w:rsidRDefault="00A679DB" w:rsidP="00A679DB">
      <w:pPr>
        <w:pStyle w:val="libNormal"/>
        <w:rPr>
          <w:rtl/>
        </w:rPr>
      </w:pPr>
      <w:r>
        <w:rPr>
          <w:rtl/>
        </w:rPr>
        <w:t>عقاب من ينوى الذنب</w:t>
      </w:r>
    </w:p>
    <w:p w:rsidR="00A679DB" w:rsidRDefault="001438E0" w:rsidP="00A679DB">
      <w:pPr>
        <w:pStyle w:val="libNormal"/>
        <w:rPr>
          <w:rtl/>
        </w:rPr>
      </w:pPr>
      <w:r>
        <w:rPr>
          <w:rtl/>
        </w:rPr>
        <w:br w:type="page"/>
      </w:r>
    </w:p>
    <w:p w:rsidR="00A679DB" w:rsidRDefault="00A679DB" w:rsidP="001438E0">
      <w:pPr>
        <w:pStyle w:val="Heading2"/>
        <w:rPr>
          <w:rtl/>
        </w:rPr>
      </w:pPr>
      <w:bookmarkStart w:id="503" w:name="_Toc449617560"/>
      <w:r>
        <w:rPr>
          <w:rtl/>
        </w:rPr>
        <w:t>مجازات قصد گناه</w:t>
      </w:r>
      <w:bookmarkEnd w:id="503"/>
    </w:p>
    <w:p w:rsidR="00A679DB" w:rsidRDefault="00A679DB" w:rsidP="00A679DB">
      <w:pPr>
        <w:pStyle w:val="libNormal"/>
        <w:rPr>
          <w:rtl/>
        </w:rPr>
      </w:pPr>
      <w:r>
        <w:rPr>
          <w:rtl/>
        </w:rPr>
        <w:t xml:space="preserve">حديث : ١ حدثنى محمد بن الحسن رضى الله عنه قال حدثنى محمد بن الحسن الصفار عن جعفر بن محمد بن عبيدالله عن بكربن محمد الازدى عن ابى عبدالله </w:t>
      </w:r>
      <w:r w:rsidRPr="001438E0">
        <w:rPr>
          <w:rStyle w:val="libAlaemChar"/>
          <w:rtl/>
        </w:rPr>
        <w:t>عليه‌السلام</w:t>
      </w:r>
      <w:r>
        <w:rPr>
          <w:rtl/>
        </w:rPr>
        <w:t xml:space="preserve"> قال ان المومن لينوى الذنب فيحرم رزقه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438E0">
        <w:rPr>
          <w:rStyle w:val="libAlaemChar"/>
          <w:rtl/>
        </w:rPr>
        <w:t>عليه‌السلام</w:t>
      </w:r>
      <w:r>
        <w:rPr>
          <w:rtl/>
        </w:rPr>
        <w:t xml:space="preserve"> فرمودند: و محققا مومنى بخاطر قصد گناه ، از رزق خود محروم مى شود.</w:t>
      </w:r>
    </w:p>
    <w:p w:rsidR="00A679DB" w:rsidRDefault="00A679DB" w:rsidP="00A679DB">
      <w:pPr>
        <w:pStyle w:val="libNormal"/>
        <w:rPr>
          <w:rtl/>
        </w:rPr>
      </w:pPr>
    </w:p>
    <w:p w:rsidR="00A679DB" w:rsidRDefault="00A679DB" w:rsidP="00A679DB">
      <w:pPr>
        <w:pStyle w:val="libNormal"/>
        <w:rPr>
          <w:rtl/>
        </w:rPr>
      </w:pPr>
      <w:r>
        <w:rPr>
          <w:rtl/>
        </w:rPr>
        <w:t>عقاب السيئه .</w:t>
      </w:r>
    </w:p>
    <w:p w:rsidR="00A679DB" w:rsidRDefault="001438E0" w:rsidP="00A679DB">
      <w:pPr>
        <w:pStyle w:val="libNormal"/>
        <w:rPr>
          <w:rtl/>
        </w:rPr>
      </w:pPr>
      <w:r>
        <w:rPr>
          <w:rtl/>
        </w:rPr>
        <w:br w:type="page"/>
      </w:r>
    </w:p>
    <w:p w:rsidR="00A679DB" w:rsidRDefault="00A679DB" w:rsidP="001438E0">
      <w:pPr>
        <w:pStyle w:val="Heading2"/>
        <w:rPr>
          <w:rtl/>
        </w:rPr>
      </w:pPr>
      <w:bookmarkStart w:id="504" w:name="_Toc449617561"/>
      <w:r>
        <w:rPr>
          <w:rtl/>
        </w:rPr>
        <w:t>مجازات گناه</w:t>
      </w:r>
      <w:bookmarkEnd w:id="504"/>
    </w:p>
    <w:p w:rsidR="00A679DB" w:rsidRDefault="00A679DB" w:rsidP="00A679DB">
      <w:pPr>
        <w:pStyle w:val="libNormal"/>
        <w:rPr>
          <w:rtl/>
        </w:rPr>
      </w:pPr>
      <w:r>
        <w:rPr>
          <w:rtl/>
        </w:rPr>
        <w:t xml:space="preserve">حديث : ١ ابى رحمه الله قال حدثنى سعد بن عبدالله عن احمد بن محمد عن الحسن بن على بن فضال عن عبدالله بن بكير عن بعض اصحابه عن ابى عبدالله </w:t>
      </w:r>
      <w:r w:rsidRPr="001438E0">
        <w:rPr>
          <w:rStyle w:val="libAlaemChar"/>
          <w:rtl/>
        </w:rPr>
        <w:t>عليه‌السلام</w:t>
      </w:r>
      <w:r>
        <w:rPr>
          <w:rtl/>
        </w:rPr>
        <w:t xml:space="preserve"> قال من هم بالسيئه فلا يعلمها فانه ربما عمل العبد السيئه فيراه الرب عزوجل فيقول و عزتى و جلالى لا اغفر له ابدا.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438E0">
        <w:rPr>
          <w:rStyle w:val="libAlaemChar"/>
          <w:rtl/>
        </w:rPr>
        <w:t>عليه‌السلام</w:t>
      </w:r>
      <w:r>
        <w:rPr>
          <w:rtl/>
        </w:rPr>
        <w:t xml:space="preserve"> فرمودند: اگر كسى قصد گناه كرد، نبايد آن را انجام دهد. زيرا همانا اى بسا كه بنده گناهى مرتكب مى شود و خداوند عزوجل او را ديده و مى فرمايد: به عزت و جلالم سوگند هيچ گاه تو را نمى آمرزم .</w:t>
      </w:r>
    </w:p>
    <w:p w:rsidR="00A679DB" w:rsidRDefault="00A679DB" w:rsidP="00A679DB">
      <w:pPr>
        <w:pStyle w:val="libNormal"/>
        <w:rPr>
          <w:rtl/>
        </w:rPr>
      </w:pPr>
    </w:p>
    <w:p w:rsidR="00A679DB" w:rsidRDefault="00A679DB" w:rsidP="00A679DB">
      <w:pPr>
        <w:pStyle w:val="libNormal"/>
        <w:rPr>
          <w:rtl/>
        </w:rPr>
      </w:pPr>
      <w:r>
        <w:rPr>
          <w:rtl/>
        </w:rPr>
        <w:t>عقابل من عمل عملا يطلب به وجه الله فادخل فيه رضى الناس</w:t>
      </w:r>
    </w:p>
    <w:p w:rsidR="00A679DB" w:rsidRDefault="001438E0" w:rsidP="00A679DB">
      <w:pPr>
        <w:pStyle w:val="libNormal"/>
        <w:rPr>
          <w:rtl/>
        </w:rPr>
      </w:pPr>
      <w:r>
        <w:rPr>
          <w:rtl/>
        </w:rPr>
        <w:br w:type="page"/>
      </w:r>
    </w:p>
    <w:p w:rsidR="00A679DB" w:rsidRDefault="00A679DB" w:rsidP="001438E0">
      <w:pPr>
        <w:pStyle w:val="Heading2"/>
        <w:rPr>
          <w:rtl/>
        </w:rPr>
      </w:pPr>
      <w:bookmarkStart w:id="505" w:name="_Toc449617562"/>
      <w:r>
        <w:rPr>
          <w:rtl/>
        </w:rPr>
        <w:t>مجازات انجام عمل بقصد رضايت خداوند و مردم</w:t>
      </w:r>
      <w:bookmarkEnd w:id="505"/>
    </w:p>
    <w:p w:rsidR="00A679DB" w:rsidRDefault="00A679DB" w:rsidP="00A679DB">
      <w:pPr>
        <w:pStyle w:val="libNormal"/>
        <w:rPr>
          <w:rtl/>
        </w:rPr>
      </w:pPr>
      <w:r>
        <w:rPr>
          <w:rtl/>
        </w:rPr>
        <w:t xml:space="preserve">حديث : ١ ابى رحمه الله قال حدثنى محمدبن ابى القاسم عن محمد بن على الكوفى عن المفضل بن صالح عن محمد بن على الحلبى عن زراره و حمران عن ابى جعفر </w:t>
      </w:r>
      <w:r w:rsidRPr="001438E0">
        <w:rPr>
          <w:rStyle w:val="libAlaemChar"/>
          <w:rtl/>
        </w:rPr>
        <w:t>عليه‌السلام</w:t>
      </w:r>
      <w:r>
        <w:rPr>
          <w:rtl/>
        </w:rPr>
        <w:t xml:space="preserve"> قال لو ان عبدا عمل عملا يطلب به وجه الله عزوجل و الدار الاخره فادخل فيه رضى احد من الناس كان مشركا و قال ابو عبدالله </w:t>
      </w:r>
      <w:r w:rsidRPr="001438E0">
        <w:rPr>
          <w:rStyle w:val="libAlaemChar"/>
          <w:rtl/>
        </w:rPr>
        <w:t>عليه‌السلام</w:t>
      </w:r>
      <w:r>
        <w:rPr>
          <w:rtl/>
        </w:rPr>
        <w:t xml:space="preserve"> من عمل للناس كان ثوابه على الناس ان كل رياء شرك و قال ابو عبدالله عليه‌السلام قال الله عزوجل من عمل لى و لغيرى فهو لمن عمل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1438E0">
        <w:rPr>
          <w:rStyle w:val="libAlaemChar"/>
          <w:rtl/>
        </w:rPr>
        <w:t>عليه‌السلام</w:t>
      </w:r>
      <w:r>
        <w:rPr>
          <w:rtl/>
        </w:rPr>
        <w:t xml:space="preserve"> فرمودند: اگر بنده اى بخاطر رضاى خداوند عزوجل و رسيدن به سراى آخرت كارى را انجام دهد و رضايت كسى از مردم را وارد اين قصد نمايد، مشرك است .</w:t>
      </w:r>
    </w:p>
    <w:p w:rsidR="00A679DB" w:rsidRDefault="00A679DB" w:rsidP="00A679DB">
      <w:pPr>
        <w:pStyle w:val="libNormal"/>
        <w:rPr>
          <w:rtl/>
        </w:rPr>
      </w:pPr>
      <w:r>
        <w:rPr>
          <w:rtl/>
        </w:rPr>
        <w:t xml:space="preserve">امام صادق </w:t>
      </w:r>
      <w:r w:rsidRPr="001438E0">
        <w:rPr>
          <w:rStyle w:val="libAlaemChar"/>
          <w:rtl/>
        </w:rPr>
        <w:t>عليه‌السلام</w:t>
      </w:r>
      <w:r>
        <w:rPr>
          <w:rtl/>
        </w:rPr>
        <w:t xml:space="preserve"> نيز فرمودند: كسى كه بخاطر مردم عملى را انجام دهد، پاداشش بعهده مردم است . همانا هر ريايى شرك است .</w:t>
      </w:r>
    </w:p>
    <w:p w:rsidR="00A679DB" w:rsidRDefault="00A679DB" w:rsidP="00A679DB">
      <w:pPr>
        <w:pStyle w:val="libNormal"/>
        <w:rPr>
          <w:rtl/>
        </w:rPr>
      </w:pPr>
      <w:r>
        <w:rPr>
          <w:rtl/>
        </w:rPr>
        <w:t xml:space="preserve">امام صادق </w:t>
      </w:r>
      <w:r w:rsidRPr="001438E0">
        <w:rPr>
          <w:rStyle w:val="libAlaemChar"/>
          <w:rtl/>
        </w:rPr>
        <w:t>عليه‌السلام</w:t>
      </w:r>
      <w:r>
        <w:rPr>
          <w:rtl/>
        </w:rPr>
        <w:t xml:space="preserve"> فرمودند: خداوند عزوجل مى فرمايند: كسى كه براى من و غير من عمل كند، آن عمل براى غير من خواهد بود.</w:t>
      </w:r>
    </w:p>
    <w:p w:rsidR="00A679DB" w:rsidRDefault="00A679DB" w:rsidP="00A679DB">
      <w:pPr>
        <w:pStyle w:val="libNormal"/>
        <w:rPr>
          <w:rtl/>
        </w:rPr>
      </w:pPr>
    </w:p>
    <w:p w:rsidR="00A679DB" w:rsidRDefault="00A679DB" w:rsidP="00A679DB">
      <w:pPr>
        <w:pStyle w:val="libNormal"/>
        <w:rPr>
          <w:rtl/>
        </w:rPr>
      </w:pPr>
      <w:r>
        <w:rPr>
          <w:rtl/>
        </w:rPr>
        <w:t>عقاب قطيعه الرحم و اختلاف القلوب .</w:t>
      </w:r>
    </w:p>
    <w:p w:rsidR="00A679DB" w:rsidRDefault="001438E0" w:rsidP="00A679DB">
      <w:pPr>
        <w:pStyle w:val="libNormal"/>
        <w:rPr>
          <w:rtl/>
        </w:rPr>
      </w:pPr>
      <w:r>
        <w:rPr>
          <w:rtl/>
        </w:rPr>
        <w:br w:type="page"/>
      </w:r>
    </w:p>
    <w:p w:rsidR="00A679DB" w:rsidRDefault="00A679DB" w:rsidP="001438E0">
      <w:pPr>
        <w:pStyle w:val="Heading2"/>
        <w:rPr>
          <w:rtl/>
        </w:rPr>
      </w:pPr>
      <w:bookmarkStart w:id="506" w:name="_Toc449617563"/>
      <w:r>
        <w:rPr>
          <w:rtl/>
        </w:rPr>
        <w:t>مجازات قطع رحم و پراكندگى دلها</w:t>
      </w:r>
      <w:bookmarkEnd w:id="506"/>
    </w:p>
    <w:p w:rsidR="00A679DB" w:rsidRDefault="00A679DB" w:rsidP="00A679DB">
      <w:pPr>
        <w:pStyle w:val="libNormal"/>
        <w:rPr>
          <w:rtl/>
        </w:rPr>
      </w:pPr>
      <w:r>
        <w:rPr>
          <w:rtl/>
        </w:rPr>
        <w:t xml:space="preserve">حديث : ١ ابى رحمه الله قال حدثنا على بن ابراهيم عن النوفلى عن السكونى عن الصادق جعفر بن محمد عن ابيه عن ابائه </w:t>
      </w:r>
      <w:r w:rsidR="00DC5255" w:rsidRPr="001438E0">
        <w:rPr>
          <w:rStyle w:val="libAlaemChar"/>
          <w:rtl/>
        </w:rPr>
        <w:t>عليهم‌السلام</w:t>
      </w:r>
      <w:r w:rsidR="00DC5255">
        <w:rPr>
          <w:rtl/>
        </w:rPr>
        <w:t xml:space="preserve"> </w:t>
      </w:r>
      <w:r>
        <w:rPr>
          <w:rtl/>
        </w:rPr>
        <w:t xml:space="preserve">قال قال رسول الله </w:t>
      </w:r>
      <w:r w:rsidR="00E60DFB" w:rsidRPr="001438E0">
        <w:rPr>
          <w:rStyle w:val="libAlaemChar"/>
          <w:rtl/>
        </w:rPr>
        <w:t>صلى‌الله‌عليه‌وآله</w:t>
      </w:r>
      <w:r w:rsidR="00E60DFB">
        <w:rPr>
          <w:rtl/>
        </w:rPr>
        <w:t xml:space="preserve"> </w:t>
      </w:r>
      <w:r>
        <w:rPr>
          <w:rtl/>
        </w:rPr>
        <w:t>اذا ظهر العلم و احترز العمل و ائتلفت لالسن و اختلفت القلوب و تقاطعت الارحام هنالك لعنهم الله فاصمهم و اعمى ابصارهم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438E0">
        <w:rPr>
          <w:rStyle w:val="libAlaemChar"/>
          <w:rtl/>
        </w:rPr>
        <w:t>عليه‌السلام</w:t>
      </w:r>
      <w:r>
        <w:rPr>
          <w:rtl/>
        </w:rPr>
        <w:t xml:space="preserve"> از پدرانش </w:t>
      </w:r>
      <w:r w:rsidR="00DC5255" w:rsidRPr="001438E0">
        <w:rPr>
          <w:rStyle w:val="libAlaemChar"/>
          <w:rtl/>
        </w:rPr>
        <w:t>عليهم‌السلام</w:t>
      </w:r>
      <w:r w:rsidR="00DC5255">
        <w:rPr>
          <w:rtl/>
        </w:rPr>
        <w:t xml:space="preserve"> </w:t>
      </w:r>
      <w:r>
        <w:rPr>
          <w:rtl/>
        </w:rPr>
        <w:t xml:space="preserve">نقل مى نمايد كه رسول خدا </w:t>
      </w:r>
      <w:r w:rsidR="00E60DFB" w:rsidRPr="001438E0">
        <w:rPr>
          <w:rStyle w:val="libAlaemChar"/>
          <w:rtl/>
        </w:rPr>
        <w:t>صلى‌الله‌عليه‌وآله</w:t>
      </w:r>
      <w:r w:rsidR="00E60DFB">
        <w:rPr>
          <w:rtl/>
        </w:rPr>
        <w:t xml:space="preserve"> </w:t>
      </w:r>
      <w:r>
        <w:rPr>
          <w:rtl/>
        </w:rPr>
        <w:t>فرمودند: هنگامى كه علم آشكار شود ولى به آن عمل نشود، زبانها يگانه ولى قلبها متفرق شده و مردم قطع رحم نمايند. در اين هنگام خداوند آنان را لعنت كرده ؛ آنان را كر نموده و ديدگانشان را كور مى نمايد (تا حق و حقيقت را نشنوند و نبينند.)</w:t>
      </w:r>
    </w:p>
    <w:p w:rsidR="00A679DB" w:rsidRDefault="00A679DB" w:rsidP="00A679DB">
      <w:pPr>
        <w:pStyle w:val="libNormal"/>
        <w:rPr>
          <w:rtl/>
        </w:rPr>
      </w:pPr>
    </w:p>
    <w:p w:rsidR="00A679DB" w:rsidRDefault="00A679DB" w:rsidP="00A679DB">
      <w:pPr>
        <w:pStyle w:val="libNormal"/>
        <w:rPr>
          <w:rtl/>
        </w:rPr>
      </w:pPr>
      <w:r>
        <w:rPr>
          <w:rtl/>
        </w:rPr>
        <w:t>عقاب الخيانه و السرقه و شرب الخمر و الزنا</w:t>
      </w:r>
    </w:p>
    <w:p w:rsidR="00A679DB" w:rsidRDefault="001438E0" w:rsidP="00A679DB">
      <w:pPr>
        <w:pStyle w:val="libNormal"/>
        <w:rPr>
          <w:rtl/>
        </w:rPr>
      </w:pPr>
      <w:r>
        <w:rPr>
          <w:rtl/>
        </w:rPr>
        <w:br w:type="page"/>
      </w:r>
    </w:p>
    <w:p w:rsidR="00A679DB" w:rsidRDefault="00A679DB" w:rsidP="001438E0">
      <w:pPr>
        <w:pStyle w:val="Heading2"/>
        <w:rPr>
          <w:rtl/>
        </w:rPr>
      </w:pPr>
      <w:bookmarkStart w:id="507" w:name="_Toc449617564"/>
      <w:r>
        <w:rPr>
          <w:rtl/>
        </w:rPr>
        <w:t>مجازات خيانت ، سرقت ، شراب خوردن و زنا</w:t>
      </w:r>
      <w:bookmarkEnd w:id="507"/>
    </w:p>
    <w:p w:rsidR="00A679DB" w:rsidRDefault="00A679DB" w:rsidP="00A679DB">
      <w:pPr>
        <w:pStyle w:val="libNormal"/>
        <w:rPr>
          <w:rtl/>
        </w:rPr>
      </w:pPr>
      <w:r>
        <w:rPr>
          <w:rtl/>
        </w:rPr>
        <w:t xml:space="preserve">حديث : ١ بهذاالاسناد قال قال رسول الله </w:t>
      </w:r>
      <w:r w:rsidR="00E60DFB" w:rsidRPr="001438E0">
        <w:rPr>
          <w:rStyle w:val="libAlaemChar"/>
          <w:rtl/>
        </w:rPr>
        <w:t>صلى‌الله‌عليه‌وآله</w:t>
      </w:r>
      <w:r w:rsidR="00E60DFB">
        <w:rPr>
          <w:rtl/>
        </w:rPr>
        <w:t xml:space="preserve"> </w:t>
      </w:r>
      <w:r>
        <w:rPr>
          <w:rtl/>
        </w:rPr>
        <w:t>اربعه لا تدخل بيتا واحده منهن الا خرب و لم يعمر بالبركه الخيانه و السرقه و شرب الخمر و الزنا.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رسول خدا </w:t>
      </w:r>
      <w:r w:rsidR="00E60DFB" w:rsidRPr="001438E0">
        <w:rPr>
          <w:rStyle w:val="libAlaemChar"/>
          <w:rtl/>
        </w:rPr>
        <w:t>صلى‌الله‌عليه‌وآله</w:t>
      </w:r>
      <w:r w:rsidR="00E60DFB">
        <w:rPr>
          <w:rtl/>
        </w:rPr>
        <w:t xml:space="preserve"> </w:t>
      </w:r>
      <w:r>
        <w:rPr>
          <w:rtl/>
        </w:rPr>
        <w:t>فرمودند: چهار چيز است كه وارد خانه اى نمى شود، مگر اين كه آن خانه خراب شده و يا با بركت ، آباد نخواهد شد: خيانت ، سرقت شراب خوردن و زنا.</w:t>
      </w:r>
    </w:p>
    <w:p w:rsidR="00A679DB" w:rsidRDefault="00A679DB" w:rsidP="00A679DB">
      <w:pPr>
        <w:pStyle w:val="libNormal"/>
        <w:rPr>
          <w:rtl/>
        </w:rPr>
      </w:pPr>
      <w:r>
        <w:rPr>
          <w:rtl/>
        </w:rPr>
        <w:t xml:space="preserve">حديث : ٢ ابى رحمه الله قال حدثنى عبدالله بن جعفر عن يعقوب بن يزيد عن محمد بن ابى عمير عن هشام بن سالم عن سليمان بن خالد عن ابى عبدالله </w:t>
      </w:r>
      <w:r w:rsidRPr="001438E0">
        <w:rPr>
          <w:rStyle w:val="libAlaemChar"/>
          <w:rtl/>
        </w:rPr>
        <w:t>عليه‌السلام</w:t>
      </w:r>
      <w:r>
        <w:rPr>
          <w:rtl/>
        </w:rPr>
        <w:t xml:space="preserve"> قال مدمن الخمر يلقى الله عزوجل كعابد و ثن و من شرب منه شربه لم يقبل الله عزوجل و جل صلاته اربعين يوما.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1438E0">
        <w:rPr>
          <w:rStyle w:val="libAlaemChar"/>
          <w:rtl/>
        </w:rPr>
        <w:t>عليه‌السلام</w:t>
      </w:r>
      <w:r>
        <w:rPr>
          <w:rtl/>
        </w:rPr>
        <w:t xml:space="preserve"> فرمودند: شرابخوار مانند بت پرست با خداوند عزوجل ملاقات مى نمايد و كسى كه يك بار شراب بخورد،خداوند تا چهل روز نمازش را قبول نمى كند.</w:t>
      </w:r>
    </w:p>
    <w:p w:rsidR="00A679DB" w:rsidRDefault="00A679DB" w:rsidP="00A679DB">
      <w:pPr>
        <w:pStyle w:val="libNormal"/>
        <w:rPr>
          <w:rtl/>
        </w:rPr>
      </w:pPr>
      <w:r>
        <w:rPr>
          <w:rtl/>
        </w:rPr>
        <w:t xml:space="preserve">حديث : ٣ حدثنى محمد بن الحسن رضى الله عنه قال حدثنى الحسين بن الحسن بن ابان عن الحسين به سعيد عن بن ابى عمير عن اسماعيل بن سالم عن ابى عبدالله </w:t>
      </w:r>
      <w:r w:rsidRPr="001438E0">
        <w:rPr>
          <w:rStyle w:val="libAlaemChar"/>
          <w:rtl/>
        </w:rPr>
        <w:t>عليه‌السلام</w:t>
      </w:r>
      <w:r>
        <w:rPr>
          <w:rtl/>
        </w:rPr>
        <w:t xml:space="preserve"> قال ساله رجل فقال اصلحك الله شرب الخمر شر ام ترك الصلاه فقال شرب الخمر ثم قال اترى لم ذاك قال لا قال لانه يصير فى حال لا يعرف ربه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٣. شخصى به امام صادق </w:t>
      </w:r>
      <w:r w:rsidRPr="001438E0">
        <w:rPr>
          <w:rStyle w:val="libAlaemChar"/>
          <w:rtl/>
        </w:rPr>
        <w:t>عليه‌السلام</w:t>
      </w:r>
      <w:r>
        <w:rPr>
          <w:rtl/>
        </w:rPr>
        <w:t xml:space="preserve"> عرض كرد: خداوند تو را در طاعتش ‍ موفق نمايد ! شراب خوردن بدتر است يا نماز نخواندن ؟ فرمودند: شراب خوردن . آنگاه فرمودند: مى دانى چرا؟ عرض كرد: خير. فرمودند: چون حالى پيدا مى كند كه خدايش را نمى شناسد.</w:t>
      </w:r>
    </w:p>
    <w:p w:rsidR="00A679DB" w:rsidRDefault="00A679DB" w:rsidP="00A679DB">
      <w:pPr>
        <w:pStyle w:val="libNormal"/>
        <w:rPr>
          <w:rtl/>
        </w:rPr>
      </w:pPr>
      <w:r>
        <w:rPr>
          <w:rtl/>
        </w:rPr>
        <w:t xml:space="preserve">حديث : ٤ ابى رحمه الله قال حدثنى محمد بن ابى القاسم عن هارون بن مسلم عن مسعده بن زياد عن ابى عبدالله عن آبائه </w:t>
      </w:r>
      <w:r w:rsidR="00DC5255" w:rsidRPr="001438E0">
        <w:rPr>
          <w:rStyle w:val="libAlaemChar"/>
          <w:rtl/>
        </w:rPr>
        <w:t>عليهم‌السلام</w:t>
      </w:r>
      <w:r w:rsidR="00DC5255">
        <w:rPr>
          <w:rtl/>
        </w:rPr>
        <w:t xml:space="preserve"> </w:t>
      </w:r>
      <w:r>
        <w:rPr>
          <w:rtl/>
        </w:rPr>
        <w:t xml:space="preserve">ان النبى </w:t>
      </w:r>
      <w:r w:rsidR="00E60DFB" w:rsidRPr="001438E0">
        <w:rPr>
          <w:rStyle w:val="libAlaemChar"/>
          <w:rtl/>
        </w:rPr>
        <w:t>صلى‌الله‌عليه‌وآله</w:t>
      </w:r>
      <w:r w:rsidR="00E60DFB">
        <w:rPr>
          <w:rtl/>
        </w:rPr>
        <w:t xml:space="preserve"> </w:t>
      </w:r>
      <w:r>
        <w:rPr>
          <w:rtl/>
        </w:rPr>
        <w:t>و سلم قال يجى مدمن الخمر يوم القيامه مزرقه عيناه مسودا وجهه مائلا شقه يسيل لعابه مشدوده ناصيته الى ابهام قدمه خارجه يدهمن صلبه فيفزع منه اهل الجمع اذا راوه مقبلا الى الحساب .</w:t>
      </w:r>
    </w:p>
    <w:p w:rsidR="00A679DB" w:rsidRDefault="00A679DB" w:rsidP="00A679DB">
      <w:pPr>
        <w:pStyle w:val="libNormal"/>
        <w:rPr>
          <w:rtl/>
        </w:rPr>
      </w:pPr>
      <w:r>
        <w:rPr>
          <w:rtl/>
        </w:rPr>
        <w:t>ترجمه :</w:t>
      </w:r>
    </w:p>
    <w:p w:rsidR="00A679DB" w:rsidRDefault="00A679DB" w:rsidP="001438E0">
      <w:pPr>
        <w:pStyle w:val="libNormal"/>
        <w:rPr>
          <w:rtl/>
        </w:rPr>
      </w:pPr>
      <w:r>
        <w:rPr>
          <w:rtl/>
        </w:rPr>
        <w:t xml:space="preserve">٤. امام صادق </w:t>
      </w:r>
      <w:r w:rsidRPr="001438E0">
        <w:rPr>
          <w:rStyle w:val="libAlaemChar"/>
          <w:rtl/>
        </w:rPr>
        <w:t>عليه‌السلام</w:t>
      </w:r>
      <w:r>
        <w:rPr>
          <w:rtl/>
        </w:rPr>
        <w:t xml:space="preserve"> از پدرانش </w:t>
      </w:r>
      <w:r w:rsidR="00DC5255" w:rsidRPr="001438E0">
        <w:rPr>
          <w:rStyle w:val="libAlaemChar"/>
          <w:rtl/>
        </w:rPr>
        <w:t>عليهم‌السلام</w:t>
      </w:r>
      <w:r w:rsidR="00DC5255">
        <w:rPr>
          <w:rtl/>
        </w:rPr>
        <w:t xml:space="preserve"> </w:t>
      </w:r>
      <w:r>
        <w:rPr>
          <w:rtl/>
        </w:rPr>
        <w:t xml:space="preserve">نقل مى نمايد كه رسول خدا </w:t>
      </w:r>
      <w:r w:rsidR="00E60DFB" w:rsidRPr="001438E0">
        <w:rPr>
          <w:rStyle w:val="libAlaemChar"/>
          <w:rtl/>
        </w:rPr>
        <w:t>صلى‌الله‌عليه‌وآله</w:t>
      </w:r>
      <w:r w:rsidR="00E60DFB">
        <w:rPr>
          <w:rtl/>
        </w:rPr>
        <w:t xml:space="preserve"> </w:t>
      </w:r>
      <w:r>
        <w:rPr>
          <w:rtl/>
        </w:rPr>
        <w:t>فرمودند: شرابخوار در روز قيامت با چشمانى كور و رويى سياه در حالى مى آيد كه يك طرف بدنش كج ، آب دهانش جارى ، موهاى جلو سرش به انگشت شست پايش بسته شده و دستش از ستون فقر</w:t>
      </w:r>
      <w:r w:rsidR="001438E0">
        <w:rPr>
          <w:rFonts w:hint="cs"/>
          <w:rtl/>
        </w:rPr>
        <w:t>ا</w:t>
      </w:r>
      <w:r>
        <w:rPr>
          <w:rtl/>
        </w:rPr>
        <w:t>تش در آمده است ، بطورى كه اهل محشر وقتى او را مى بينند كه براى حساب مى رود، از او به وحشت مى افتند.</w:t>
      </w:r>
    </w:p>
    <w:p w:rsidR="00A679DB" w:rsidRDefault="00A679DB" w:rsidP="00A679DB">
      <w:pPr>
        <w:pStyle w:val="libNormal"/>
        <w:rPr>
          <w:rtl/>
        </w:rPr>
      </w:pPr>
      <w:r>
        <w:rPr>
          <w:rtl/>
        </w:rPr>
        <w:t xml:space="preserve">حديث : ٥ ابى رحمه الله عن محمد بن يحيى عن محمد بن احمد عن يعقوب بن يزيد عن مروك بن عبيد عن رجل عن ابى عبدالله </w:t>
      </w:r>
      <w:r w:rsidRPr="001438E0">
        <w:rPr>
          <w:rStyle w:val="libAlaemChar"/>
          <w:rtl/>
        </w:rPr>
        <w:t>عليه‌السلام</w:t>
      </w:r>
      <w:r>
        <w:rPr>
          <w:rtl/>
        </w:rPr>
        <w:t xml:space="preserve"> انه قال من اكتحل بميل من مسكر كحله الله عزوجل بميل من نار و قال ان اهل الرى فى الدنيا من المسكر يموتون عطاشا و يحشرون عطاشا و يدخلون النار عطاشا.</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٥. امام صادق </w:t>
      </w:r>
      <w:r w:rsidRPr="001438E0">
        <w:rPr>
          <w:rStyle w:val="libAlaemChar"/>
          <w:rtl/>
        </w:rPr>
        <w:t>عليه‌السلام</w:t>
      </w:r>
      <w:r>
        <w:rPr>
          <w:rtl/>
        </w:rPr>
        <w:t xml:space="preserve"> فرمودند: كسى كه با ميلى از مسكر سرمه بكشد، خداوند عزوجل با ميلى آتشين به چشمانش مى كشد. و سيراب شدگان از مسكر در دنيا، تشنه مى ميرند، تشنه محشور مى شوند و تشنه وارد جهنم مى شوند.</w:t>
      </w:r>
    </w:p>
    <w:p w:rsidR="00A679DB" w:rsidRDefault="00A679DB" w:rsidP="00A679DB">
      <w:pPr>
        <w:pStyle w:val="libNormal"/>
        <w:rPr>
          <w:rtl/>
        </w:rPr>
      </w:pPr>
      <w:r>
        <w:rPr>
          <w:rtl/>
        </w:rPr>
        <w:t xml:space="preserve">حديث : ٦ حدثنى محمد بن الحسن رضى الله عنه قال حدثنى محمد بن الحسن الصفار عن معاويه بن الحكيم عن ابن ابى عمير عن ابان بن عثمان عن الفضيل بن يسار قال سمعت ابا جعفر </w:t>
      </w:r>
      <w:r w:rsidRPr="001438E0">
        <w:rPr>
          <w:rStyle w:val="libAlaemChar"/>
          <w:rtl/>
        </w:rPr>
        <w:t>عليه‌السلام</w:t>
      </w:r>
      <w:r>
        <w:rPr>
          <w:rtl/>
        </w:rPr>
        <w:t xml:space="preserve"> يقول من شرب الخمر فسكر منها لم يقبل الله صلاته اربعين يوما فان ترك الصلاه فى هذه الايام ضوعف اليه العذاب لترك الصلاه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راوى مى گويد از امام باقر </w:t>
      </w:r>
      <w:r w:rsidRPr="001438E0">
        <w:rPr>
          <w:rStyle w:val="libAlaemChar"/>
          <w:rtl/>
        </w:rPr>
        <w:t>عليه‌السلام</w:t>
      </w:r>
      <w:r>
        <w:rPr>
          <w:rtl/>
        </w:rPr>
        <w:t xml:space="preserve"> شنيدم كه فرمودند: كسى كه مسكر بخورد و مست شو</w:t>
      </w:r>
      <w:r w:rsidR="001438E0">
        <w:rPr>
          <w:rFonts w:hint="cs"/>
          <w:rtl/>
        </w:rPr>
        <w:t>د</w:t>
      </w:r>
      <w:r>
        <w:rPr>
          <w:rtl/>
        </w:rPr>
        <w:t>، خداوند چهل روز نمازش را قبول نمى نمايد و اگر در اين مدت نماز نخواند، بخاطر ترك نماز عذابش دو برابر مى شود.</w:t>
      </w:r>
    </w:p>
    <w:p w:rsidR="00A679DB" w:rsidRDefault="00A679DB" w:rsidP="00A679DB">
      <w:pPr>
        <w:pStyle w:val="libNormal"/>
        <w:rPr>
          <w:rtl/>
        </w:rPr>
      </w:pPr>
      <w:r>
        <w:rPr>
          <w:rtl/>
        </w:rPr>
        <w:t xml:space="preserve">حديث : ٧ حدثنى جعفر بن على عن ابيه على عن ابيه الحسن بن على بن عبدالله بن المغيره عن العباس بن عامر عن ابى الصحارى عن ابى عبدالله </w:t>
      </w:r>
      <w:r w:rsidRPr="001438E0">
        <w:rPr>
          <w:rStyle w:val="libAlaemChar"/>
          <w:rtl/>
        </w:rPr>
        <w:t>عليه‌السلام</w:t>
      </w:r>
      <w:r>
        <w:rPr>
          <w:rtl/>
        </w:rPr>
        <w:t xml:space="preserve"> قال سالته عن شارب الخمر قال تقبل منه صلاه مادام فى عروقه منها شى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راوى مى گويد از امام صادق </w:t>
      </w:r>
      <w:r w:rsidRPr="001438E0">
        <w:rPr>
          <w:rStyle w:val="libAlaemChar"/>
          <w:rtl/>
        </w:rPr>
        <w:t>عليه‌السلام</w:t>
      </w:r>
      <w:r>
        <w:rPr>
          <w:rtl/>
        </w:rPr>
        <w:t xml:space="preserve"> حكم شرابخوار را پرسيدم . آن حضرت </w:t>
      </w:r>
      <w:r w:rsidRPr="001438E0">
        <w:rPr>
          <w:rStyle w:val="libAlaemChar"/>
          <w:rtl/>
        </w:rPr>
        <w:t>عليه‌السلام</w:t>
      </w:r>
      <w:r>
        <w:rPr>
          <w:rtl/>
        </w:rPr>
        <w:t xml:space="preserve"> فرمودند: تا زمانى كه ذره اى در رگهايش باشد، نمازش ‍ قبول نخواهد شد.</w:t>
      </w:r>
    </w:p>
    <w:p w:rsidR="00A679DB" w:rsidRDefault="00A679DB" w:rsidP="00A679DB">
      <w:pPr>
        <w:pStyle w:val="libNormal"/>
        <w:rPr>
          <w:rtl/>
        </w:rPr>
      </w:pPr>
      <w:r>
        <w:rPr>
          <w:rtl/>
        </w:rPr>
        <w:t xml:space="preserve">حديث : ٨ و بهذاالاسناد عن الحسن بن على عن عثمان بن عيسى عن ابن مسكان عمن رواه عن ابى عبدالله </w:t>
      </w:r>
      <w:r w:rsidRPr="001438E0">
        <w:rPr>
          <w:rStyle w:val="libAlaemChar"/>
          <w:rtl/>
        </w:rPr>
        <w:t>عليه‌السلام</w:t>
      </w:r>
      <w:r>
        <w:rPr>
          <w:rtl/>
        </w:rPr>
        <w:t xml:space="preserve"> قال ان الله عزوجل جعل للشر اقفالا و جعل مفاتيح تلك الاقفال الشراب و اشر من الشراب الكذب .</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٨. امام صادق </w:t>
      </w:r>
      <w:r w:rsidRPr="001438E0">
        <w:rPr>
          <w:rStyle w:val="libAlaemChar"/>
          <w:rtl/>
        </w:rPr>
        <w:t>عليه‌السلام</w:t>
      </w:r>
      <w:r>
        <w:rPr>
          <w:rtl/>
        </w:rPr>
        <w:t xml:space="preserve"> فرمودند: همانا خداوند عزوجل براى شر چند قفل گذاشته كه كليد اين قفلها شراب است . و دروغ بدتر از شراب است .</w:t>
      </w:r>
    </w:p>
    <w:p w:rsidR="00A679DB" w:rsidRDefault="00A679DB" w:rsidP="00A679DB">
      <w:pPr>
        <w:pStyle w:val="libNormal"/>
        <w:rPr>
          <w:rtl/>
        </w:rPr>
      </w:pPr>
      <w:r>
        <w:rPr>
          <w:rtl/>
        </w:rPr>
        <w:t xml:space="preserve">حديث : ٩ حدثنى محمد بن الحسن رضى الله عنه قال حدثنى محمد بن الحسن الصفار عن محمد بن عيسى العبيدى عن النضربن سويد عن يعقوب بن شعيب عن </w:t>
      </w:r>
      <w:r w:rsidRPr="001438E0">
        <w:rPr>
          <w:rStyle w:val="libAlaemChar"/>
          <w:rtl/>
        </w:rPr>
        <w:t>احدهما</w:t>
      </w:r>
      <w:r w:rsidR="00DC5255" w:rsidRPr="001438E0">
        <w:rPr>
          <w:rStyle w:val="libAlaemChar"/>
          <w:rtl/>
        </w:rPr>
        <w:t>عليهم‌السلام</w:t>
      </w:r>
      <w:r w:rsidR="00DC5255">
        <w:rPr>
          <w:rtl/>
        </w:rPr>
        <w:t xml:space="preserve"> </w:t>
      </w:r>
      <w:r>
        <w:rPr>
          <w:rtl/>
        </w:rPr>
        <w:t>قال ان الله عزوجل جعل للمعصيه بيتا ثم جعل للبيت بابا ثم جعل للباب غلقا ثم جعل للغلق مفتاحا و مفتاح المعصيه الخمر.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٩. راوى از امام باقر </w:t>
      </w:r>
      <w:r w:rsidRPr="001438E0">
        <w:rPr>
          <w:rStyle w:val="libAlaemChar"/>
          <w:rtl/>
        </w:rPr>
        <w:t>عليه‌السلام</w:t>
      </w:r>
      <w:r>
        <w:rPr>
          <w:rtl/>
        </w:rPr>
        <w:t xml:space="preserve"> يا امام صادق </w:t>
      </w:r>
      <w:r w:rsidRPr="001438E0">
        <w:rPr>
          <w:rStyle w:val="libAlaemChar"/>
          <w:rtl/>
        </w:rPr>
        <w:t>عليه‌السلام</w:t>
      </w:r>
      <w:r>
        <w:rPr>
          <w:rtl/>
        </w:rPr>
        <w:t xml:space="preserve"> روايت كرده است كه فرمودند: همانا خداوند عزوجل گناه را در خانه اى قرار داده ، براى اين خانه درى گذاشته ، بر اين در قفلى نهاده و براى اين قفل كليدى گذاشته است . كليد گناه شراب است .</w:t>
      </w:r>
    </w:p>
    <w:p w:rsidR="00A679DB" w:rsidRDefault="00A679DB" w:rsidP="00A679DB">
      <w:pPr>
        <w:pStyle w:val="libNormal"/>
        <w:rPr>
          <w:rtl/>
        </w:rPr>
      </w:pPr>
      <w:r>
        <w:rPr>
          <w:rtl/>
        </w:rPr>
        <w:t xml:space="preserve">حديث : ١٠ ابى رحمه الله قال حدثنى سعد بن عبدالله قال حدثنى محمد بن عبدالجبار عن سيف بن عميره عن منصور عن ابى بصير عن ابى عبدالله </w:t>
      </w:r>
      <w:r w:rsidRPr="006205E2">
        <w:rPr>
          <w:rStyle w:val="libAlaemChar"/>
          <w:rtl/>
        </w:rPr>
        <w:t>عليه‌السلام</w:t>
      </w:r>
      <w:r>
        <w:rPr>
          <w:rtl/>
        </w:rPr>
        <w:t xml:space="preserve"> قال مدمن الزنا و السرق و الشرب كعابد و ثن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١٠. امام صادق </w:t>
      </w:r>
      <w:r w:rsidRPr="006205E2">
        <w:rPr>
          <w:rStyle w:val="libAlaemChar"/>
          <w:rtl/>
        </w:rPr>
        <w:t>عليه‌السلام</w:t>
      </w:r>
      <w:r>
        <w:rPr>
          <w:rtl/>
        </w:rPr>
        <w:t xml:space="preserve"> فرمودند: كسى كه بر زنا و دزدى و شراب خوردن مداومت مى نمايد، همانند بت پرست است .</w:t>
      </w:r>
    </w:p>
    <w:p w:rsidR="00A679DB" w:rsidRDefault="00A679DB" w:rsidP="00A679DB">
      <w:pPr>
        <w:pStyle w:val="libNormal"/>
        <w:rPr>
          <w:rtl/>
        </w:rPr>
      </w:pPr>
      <w:r>
        <w:rPr>
          <w:rtl/>
        </w:rPr>
        <w:t xml:space="preserve">حديث : ١١ حدثنى الحسين بن احمد عن ابيهه عن محمد بن احمد عن على بن اسماعيل عن احمد بن النضر عن عمروبن شمر عن جابر عن عن ابى جعفر </w:t>
      </w:r>
      <w:r w:rsidRPr="006205E2">
        <w:rPr>
          <w:rStyle w:val="libAlaemChar"/>
          <w:rtl/>
        </w:rPr>
        <w:t>عليه‌السلام</w:t>
      </w:r>
      <w:r>
        <w:rPr>
          <w:rtl/>
        </w:rPr>
        <w:t xml:space="preserve"> قال لعن رسول الله </w:t>
      </w:r>
      <w:r w:rsidR="00E60DFB" w:rsidRPr="006205E2">
        <w:rPr>
          <w:rStyle w:val="libAlaemChar"/>
          <w:rtl/>
        </w:rPr>
        <w:t>صلى‌الله‌عليه‌وآله</w:t>
      </w:r>
      <w:r w:rsidR="00E60DFB">
        <w:rPr>
          <w:rtl/>
        </w:rPr>
        <w:t xml:space="preserve"> </w:t>
      </w:r>
      <w:r>
        <w:rPr>
          <w:rtl/>
        </w:rPr>
        <w:t xml:space="preserve">فى الخمر عشره غارسها و حارسها و </w:t>
      </w:r>
      <w:r>
        <w:rPr>
          <w:rtl/>
        </w:rPr>
        <w:lastRenderedPageBreak/>
        <w:t>عاصرها و شاربها و ساقيها و حاملها و المحموله اليه و بايعها و مشتريها و آكل ثمنها.</w:t>
      </w:r>
    </w:p>
    <w:p w:rsidR="00A679DB" w:rsidRDefault="00A679DB" w:rsidP="00A679DB">
      <w:pPr>
        <w:pStyle w:val="libNormal"/>
        <w:rPr>
          <w:rtl/>
        </w:rPr>
      </w:pPr>
      <w:r>
        <w:rPr>
          <w:rtl/>
        </w:rPr>
        <w:t>ترجمه :</w:t>
      </w:r>
    </w:p>
    <w:p w:rsidR="00A679DB" w:rsidRDefault="00A679DB" w:rsidP="006205E2">
      <w:pPr>
        <w:pStyle w:val="libNormal"/>
        <w:rPr>
          <w:rtl/>
        </w:rPr>
      </w:pPr>
      <w:r>
        <w:rPr>
          <w:rtl/>
        </w:rPr>
        <w:t xml:space="preserve">١١. امام باقر </w:t>
      </w:r>
      <w:r w:rsidRPr="006205E2">
        <w:rPr>
          <w:rStyle w:val="libAlaemChar"/>
          <w:rtl/>
        </w:rPr>
        <w:t>عليه‌السلام</w:t>
      </w:r>
      <w:r>
        <w:rPr>
          <w:rtl/>
        </w:rPr>
        <w:t xml:space="preserve"> فرمودند: رسول خدا </w:t>
      </w:r>
      <w:r w:rsidR="00E60DFB" w:rsidRPr="006205E2">
        <w:rPr>
          <w:rStyle w:val="libAlaemChar"/>
          <w:rtl/>
        </w:rPr>
        <w:t>صلى‌الله‌عليه‌وآله</w:t>
      </w:r>
      <w:r w:rsidR="00E60DFB">
        <w:rPr>
          <w:rtl/>
        </w:rPr>
        <w:t xml:space="preserve"> </w:t>
      </w:r>
      <w:r>
        <w:rPr>
          <w:rtl/>
        </w:rPr>
        <w:t>ده نفر را در رابطه با شراب لعنت كردند: كسى كه (درخت) آن را (بقصد شراب) بكارد، باغبان آن ، سازنده آن ، كسى كه آن را مى نوشد، ساقى آن ، حمل كننده آن ، كسى كه آن را براى او حمل مى كنند، فروشنده آن ، مشترى آن و كسى كه سود آن به جيب او مى رود.</w:t>
      </w:r>
    </w:p>
    <w:p w:rsidR="00A679DB" w:rsidRDefault="00A679DB" w:rsidP="00A679DB">
      <w:pPr>
        <w:pStyle w:val="libNormal"/>
        <w:rPr>
          <w:rtl/>
        </w:rPr>
      </w:pPr>
      <w:r>
        <w:rPr>
          <w:rtl/>
        </w:rPr>
        <w:t xml:space="preserve">حديث : ١٢ و بهذاالاسناد عن محمد بن احمد عن محمد بن جعفر القمى رفعه الى ابى عبدالله </w:t>
      </w:r>
      <w:r w:rsidRPr="006205E2">
        <w:rPr>
          <w:rStyle w:val="libAlaemChar"/>
          <w:rtl/>
        </w:rPr>
        <w:t>عليه‌السلام</w:t>
      </w:r>
      <w:r>
        <w:rPr>
          <w:rtl/>
        </w:rPr>
        <w:t xml:space="preserve"> قال الغناء عش النفاق و شرب الخمر مفتاح كل شر و شارب الخمر مكذب بكتاب الله عزوجل ول صادق الله عزوجل لا جتنب محارمه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١٢. امام صادق </w:t>
      </w:r>
      <w:r w:rsidRPr="006205E2">
        <w:rPr>
          <w:rStyle w:val="libAlaemChar"/>
          <w:rtl/>
        </w:rPr>
        <w:t>عليه‌السلام</w:t>
      </w:r>
      <w:r>
        <w:rPr>
          <w:rtl/>
        </w:rPr>
        <w:t xml:space="preserve"> فرمودند: آواز، آشيانه نفاق و شراب خوردن كليد هر بدى است . شرابخوار تكذيب كننده كتاب خداوند عزوجل است و اگر خداوند عزوجل را تصديق مى كرد، حتما از حرامهاى او دورى مى نمود.</w:t>
      </w:r>
    </w:p>
    <w:p w:rsidR="00A679DB" w:rsidRDefault="00A679DB" w:rsidP="00A679DB">
      <w:pPr>
        <w:pStyle w:val="libNormal"/>
        <w:rPr>
          <w:rtl/>
        </w:rPr>
      </w:pPr>
      <w:r>
        <w:rPr>
          <w:rtl/>
        </w:rPr>
        <w:t>حديث : ١٣ ابى رحمه الله قال حدثنى الحميرى عن هارون بن مسلم عن مسعده بن زياد عن جعفر بن محمد</w:t>
      </w:r>
      <w:r w:rsidR="00DC5255" w:rsidRPr="006205E2">
        <w:rPr>
          <w:rStyle w:val="libAlaemChar"/>
          <w:rtl/>
        </w:rPr>
        <w:t>عليهم‌السلام</w:t>
      </w:r>
      <w:r w:rsidR="00DC5255">
        <w:rPr>
          <w:rtl/>
        </w:rPr>
        <w:t xml:space="preserve"> </w:t>
      </w:r>
      <w:r>
        <w:rPr>
          <w:rtl/>
        </w:rPr>
        <w:t xml:space="preserve">قال قال رسول الله </w:t>
      </w:r>
      <w:r w:rsidR="00E60DFB" w:rsidRPr="006205E2">
        <w:rPr>
          <w:rStyle w:val="libAlaemChar"/>
          <w:rtl/>
        </w:rPr>
        <w:t>صلى‌الله‌عليه‌وآله</w:t>
      </w:r>
      <w:r w:rsidR="00E60DFB">
        <w:rPr>
          <w:rtl/>
        </w:rPr>
        <w:t xml:space="preserve"> </w:t>
      </w:r>
      <w:r>
        <w:rPr>
          <w:rtl/>
        </w:rPr>
        <w:t>من ادخل عرقا من عروقه شيئا مما يسكر كثيره عذب الله عزوجل ذلك العرق بستين و ثلاثمائه نوع من العذاب .</w:t>
      </w:r>
    </w:p>
    <w:p w:rsidR="00A679DB" w:rsidRDefault="00A679DB" w:rsidP="00A679DB">
      <w:pPr>
        <w:pStyle w:val="libNormal"/>
        <w:rPr>
          <w:rtl/>
        </w:rPr>
      </w:pPr>
      <w:r>
        <w:rPr>
          <w:rtl/>
        </w:rPr>
        <w:t>ترجمه :</w:t>
      </w:r>
    </w:p>
    <w:p w:rsidR="00A679DB" w:rsidRDefault="00A679DB" w:rsidP="006205E2">
      <w:pPr>
        <w:pStyle w:val="libNormal"/>
        <w:rPr>
          <w:rtl/>
        </w:rPr>
      </w:pPr>
      <w:r>
        <w:rPr>
          <w:rtl/>
        </w:rPr>
        <w:lastRenderedPageBreak/>
        <w:t xml:space="preserve">١٣. امام صادق </w:t>
      </w:r>
      <w:r w:rsidRPr="006205E2">
        <w:rPr>
          <w:rStyle w:val="libAlaemChar"/>
          <w:rtl/>
        </w:rPr>
        <w:t>عليه‌السلام</w:t>
      </w:r>
      <w:r>
        <w:rPr>
          <w:rtl/>
        </w:rPr>
        <w:t xml:space="preserve"> نقل مى نمايند كه رسول خدا </w:t>
      </w:r>
      <w:r w:rsidR="00E60DFB" w:rsidRPr="006205E2">
        <w:rPr>
          <w:rStyle w:val="libAlaemChar"/>
          <w:rtl/>
        </w:rPr>
        <w:t>صلى‌الله‌عليه‌وآله</w:t>
      </w:r>
      <w:r w:rsidR="00E60DFB">
        <w:rPr>
          <w:rtl/>
        </w:rPr>
        <w:t xml:space="preserve"> </w:t>
      </w:r>
      <w:r>
        <w:rPr>
          <w:rtl/>
        </w:rPr>
        <w:t>فرمودند: كسى كه اندكى از آنچه بسيار آن مست كننده است وارد رگى از رگهايش كند، خداوند عزوجل اين رگ را سيصد و شصت نوع عذاب ، كيفر مى دهد.</w:t>
      </w:r>
    </w:p>
    <w:p w:rsidR="00A679DB" w:rsidRDefault="00A679DB" w:rsidP="00A679DB">
      <w:pPr>
        <w:pStyle w:val="libNormal"/>
        <w:rPr>
          <w:rtl/>
        </w:rPr>
      </w:pPr>
      <w:r>
        <w:rPr>
          <w:rtl/>
        </w:rPr>
        <w:t xml:space="preserve">حديث : ١٤ حدثنى محمد بن الحسن رضى الله عنه قال حدثنى محمد بن الحسن الصفار عن احمد بن الحسن بن على بن فضال عن عمروبن سعيد المدائنى عن مصدق بن صدقه عن عمار بن موسى عن ابى عبدالله </w:t>
      </w:r>
      <w:r w:rsidRPr="006205E2">
        <w:rPr>
          <w:rStyle w:val="libAlaemChar"/>
          <w:rtl/>
        </w:rPr>
        <w:t>عليه‌السلام</w:t>
      </w:r>
      <w:r>
        <w:rPr>
          <w:rtl/>
        </w:rPr>
        <w:t xml:space="preserve"> قال سئل عن الرجل اذا شرب المسكر ما حاله قال لا يقبل الله صلاته اربعين يوما و ليس له توبه فى الاربعين و ان مات فيها دخل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١٤. از امام صادق </w:t>
      </w:r>
      <w:r w:rsidRPr="006205E2">
        <w:rPr>
          <w:rStyle w:val="libAlaemChar"/>
          <w:rtl/>
        </w:rPr>
        <w:t>عليه‌السلام</w:t>
      </w:r>
      <w:r>
        <w:rPr>
          <w:rtl/>
        </w:rPr>
        <w:t xml:space="preserve"> پرسيدند: حكم مردى كه مسكر مى خورد چيست ؟ فرمودند: تا چهل روز نمازش قبول نمى شود، در اين چهل روز نمى تواند توبه كند و اگر در اين مدت بميرد به جهنم مى رود.</w:t>
      </w:r>
    </w:p>
    <w:p w:rsidR="00A679DB" w:rsidRDefault="00A679DB" w:rsidP="00A679DB">
      <w:pPr>
        <w:pStyle w:val="libNormal"/>
        <w:rPr>
          <w:rtl/>
        </w:rPr>
      </w:pPr>
      <w:r>
        <w:rPr>
          <w:rtl/>
        </w:rPr>
        <w:t>حديث : ١٥ ابى رحمه الله قال حدثنى سعد بن عبدالله قال حدثنى ابراهيم بن هاشم عن عمروبن سعيد المدائنى عن احمد بن اسماعيل الكاتب عن ابيه قال اقبل محمد بن على</w:t>
      </w:r>
      <w:r w:rsidR="006205E2">
        <w:rPr>
          <w:rFonts w:hint="cs"/>
          <w:rtl/>
        </w:rPr>
        <w:t xml:space="preserve"> </w:t>
      </w:r>
      <w:r w:rsidR="00DC5255" w:rsidRPr="006205E2">
        <w:rPr>
          <w:rStyle w:val="libAlaemChar"/>
          <w:rtl/>
        </w:rPr>
        <w:t>عليهم‌السلام</w:t>
      </w:r>
      <w:r w:rsidR="00DC5255">
        <w:rPr>
          <w:rtl/>
        </w:rPr>
        <w:t xml:space="preserve"> </w:t>
      </w:r>
      <w:r>
        <w:rPr>
          <w:rtl/>
        </w:rPr>
        <w:t xml:space="preserve">فى المسجد الحرام فنظر اليه قوم من قريش فقالوا هذا له اهل العراق فقال بعضهم لو بعثتم اليه بعضكم فساله فاتاه هشاب منهم فقال له يا عم ما اكبر الكبائر قال شرب الخمر فاتاهم فاخبر هم فقالوا له هعد اليه فلم يزالوا به حتى عاد اليهه فساله فقال له الم اقل لك يا ابن اخ شرب الخمر ان شرب الخمر يدخل صاحبه فى الزنا و السرقهه و قتل النفس التى حرم الله بالحق و فى الشرك بالله افاعيل الخمر تعلوا على كل ذنب كما تعلو شجرتها على كل شجره على دينه طلبا لما فى يديه اخمله الله و مقته عليه و وكله اليه فان هو غلب على </w:t>
      </w:r>
      <w:r>
        <w:rPr>
          <w:rtl/>
        </w:rPr>
        <w:lastRenderedPageBreak/>
        <w:t>شى من دنياه و صار فى يده منه شى نزع الله البركه منهه و لم يوجره على شى ينفقه فى حج و لا عمره و لا عتق .</w:t>
      </w:r>
    </w:p>
    <w:p w:rsidR="00A679DB" w:rsidRDefault="00A679DB" w:rsidP="00A679DB">
      <w:pPr>
        <w:pStyle w:val="libNormal"/>
        <w:rPr>
          <w:rtl/>
        </w:rPr>
      </w:pPr>
      <w:r>
        <w:rPr>
          <w:rtl/>
        </w:rPr>
        <w:t>ترجمه :</w:t>
      </w:r>
    </w:p>
    <w:p w:rsidR="00A679DB" w:rsidRDefault="00A679DB" w:rsidP="006205E2">
      <w:pPr>
        <w:pStyle w:val="libNormal"/>
        <w:rPr>
          <w:rtl/>
        </w:rPr>
      </w:pPr>
      <w:r>
        <w:rPr>
          <w:rtl/>
        </w:rPr>
        <w:t>١٥. راوى مى گويد عده اى از قريش محمد بن على</w:t>
      </w:r>
      <w:r w:rsidR="006205E2">
        <w:rPr>
          <w:rFonts w:hint="cs"/>
          <w:rtl/>
        </w:rPr>
        <w:t xml:space="preserve"> </w:t>
      </w:r>
      <w:r w:rsidR="00DC5255" w:rsidRPr="006205E2">
        <w:rPr>
          <w:rStyle w:val="libAlaemChar"/>
          <w:rtl/>
        </w:rPr>
        <w:t>عليهم‌السلام</w:t>
      </w:r>
      <w:r w:rsidR="00DC5255">
        <w:rPr>
          <w:rtl/>
        </w:rPr>
        <w:t xml:space="preserve"> </w:t>
      </w:r>
      <w:r>
        <w:rPr>
          <w:rtl/>
        </w:rPr>
        <w:t xml:space="preserve">(امام باقر يا امام جواد) را در مسجد الحرام ديدند و گفتند. مردم عراق اين شخص را مى پرستند. يكى از آنها گفت خوب است شخصى را بفرستيم تا از او چيزى بپرسد. جوانى از آنها نزد حضرت </w:t>
      </w:r>
      <w:r w:rsidRPr="006205E2">
        <w:rPr>
          <w:rStyle w:val="libAlaemChar"/>
          <w:rtl/>
        </w:rPr>
        <w:t>عليه‌السلام</w:t>
      </w:r>
      <w:r>
        <w:rPr>
          <w:rtl/>
        </w:rPr>
        <w:t xml:space="preserve"> </w:t>
      </w:r>
      <w:r w:rsidR="006205E2">
        <w:rPr>
          <w:rFonts w:hint="cs"/>
          <w:rtl/>
        </w:rPr>
        <w:t>آ</w:t>
      </w:r>
      <w:r>
        <w:rPr>
          <w:rtl/>
        </w:rPr>
        <w:t xml:space="preserve">مده و پرسيد: اى عمو ! بزرگترين گناهان كبيره كدام گناه است ؟ آن حضرت </w:t>
      </w:r>
      <w:r w:rsidRPr="006205E2">
        <w:rPr>
          <w:rStyle w:val="libAlaemChar"/>
          <w:rtl/>
        </w:rPr>
        <w:t>عليه‌السلام</w:t>
      </w:r>
      <w:r>
        <w:rPr>
          <w:rtl/>
        </w:rPr>
        <w:t xml:space="preserve"> در پاسخ فرمودند: خوردن شراب . آن جوان نيز آمد و آنها را از سئوال و جواب خود آگاه كرد. به او گفتند. دوباره سئوالت را تكرار كن و اصرار كردند. دوباره بازگشت و سئوال كرد. امام </w:t>
      </w:r>
      <w:r w:rsidRPr="006205E2">
        <w:rPr>
          <w:rStyle w:val="libAlaemChar"/>
          <w:rtl/>
        </w:rPr>
        <w:t>عليه‌السلام</w:t>
      </w:r>
      <w:r>
        <w:rPr>
          <w:rtl/>
        </w:rPr>
        <w:t xml:space="preserve"> فرمودند: برادرزاده ! مگر به تو نگفتم خوردن شراب . همانا شراب خوردن شرابخوار را به ه</w:t>
      </w:r>
      <w:r w:rsidR="006205E2">
        <w:rPr>
          <w:rFonts w:hint="cs"/>
          <w:rtl/>
        </w:rPr>
        <w:t>ر</w:t>
      </w:r>
      <w:r>
        <w:rPr>
          <w:rtl/>
        </w:rPr>
        <w:t>زنا، دزدى ، آدم كشى ، كه خداوند آن را حرام نموده مگر بحق و شرك به خدا مى كشاند. كارهايى كه شراب انجام مى دهد بيش از هرگناه است ؛ همانگونه كه درخت آن از هر درختى بالاتر مى رود. شد از طريق او مالى بدست آورد، خداوند بركت را از آن مال برمى دارد و اگر مقدارى از آن را در راه حج يا عمره يا بنده آزاد كردن مصرف كند، به او پاداشى عطا نمى نمايد.</w:t>
      </w:r>
    </w:p>
    <w:p w:rsidR="00A679DB" w:rsidRDefault="00A679DB" w:rsidP="00A679DB">
      <w:pPr>
        <w:pStyle w:val="libNormal"/>
        <w:rPr>
          <w:rtl/>
        </w:rPr>
      </w:pPr>
    </w:p>
    <w:p w:rsidR="00A679DB" w:rsidRDefault="00A679DB" w:rsidP="00A679DB">
      <w:pPr>
        <w:pStyle w:val="libNormal"/>
        <w:rPr>
          <w:rtl/>
        </w:rPr>
      </w:pPr>
      <w:r>
        <w:rPr>
          <w:rtl/>
        </w:rPr>
        <w:t>عقاب من ترك فريضه من فرائض الله او ارتكب كبيره من الكبائر</w:t>
      </w:r>
    </w:p>
    <w:p w:rsidR="00A679DB" w:rsidRDefault="006205E2" w:rsidP="00A679DB">
      <w:pPr>
        <w:pStyle w:val="libNormal"/>
        <w:rPr>
          <w:rtl/>
        </w:rPr>
      </w:pPr>
      <w:r>
        <w:rPr>
          <w:rtl/>
        </w:rPr>
        <w:br w:type="page"/>
      </w:r>
    </w:p>
    <w:p w:rsidR="00A679DB" w:rsidRDefault="00A679DB" w:rsidP="006205E2">
      <w:pPr>
        <w:pStyle w:val="Heading2"/>
        <w:rPr>
          <w:rtl/>
        </w:rPr>
      </w:pPr>
      <w:bookmarkStart w:id="508" w:name="_Toc449617565"/>
      <w:r>
        <w:rPr>
          <w:rtl/>
        </w:rPr>
        <w:t>مجازات ترك واجب يا ارتكاب گناه كبيره</w:t>
      </w:r>
      <w:bookmarkEnd w:id="508"/>
    </w:p>
    <w:p w:rsidR="00A679DB" w:rsidRDefault="00A679DB" w:rsidP="00A679DB">
      <w:pPr>
        <w:pStyle w:val="libNormal"/>
        <w:rPr>
          <w:rtl/>
        </w:rPr>
      </w:pPr>
      <w:r>
        <w:rPr>
          <w:rtl/>
        </w:rPr>
        <w:t xml:space="preserve">حديث : ١ حدثنى على بن احمد قال حدثنى محمد بن جعفر الاسدى قال حدثنى موسى بن عمران النخعى قال حدثنى الحسين بن يزيد النوفلى عن محمد بن سنان عن المفضل بن عمر قال قلت لابى عبدالله </w:t>
      </w:r>
      <w:r w:rsidRPr="006205E2">
        <w:rPr>
          <w:rStyle w:val="libAlaemChar"/>
          <w:rtl/>
        </w:rPr>
        <w:t>عليه‌السلام</w:t>
      </w:r>
      <w:r>
        <w:rPr>
          <w:rtl/>
        </w:rPr>
        <w:t xml:space="preserve"> روى عن المغيره انه قال اذا عرف الرجل ربه هليس عليه وراء ذلك شى قال ماله لعنه الله اليس كلما ازداد بالله معرفه فهو اطوع له افيطيع الله عزوجل من لا يعرفه ان الله عزوجل امر محمدا </w:t>
      </w:r>
      <w:r w:rsidR="00E60DFB" w:rsidRPr="006205E2">
        <w:rPr>
          <w:rStyle w:val="libAlaemChar"/>
          <w:rtl/>
        </w:rPr>
        <w:t>صلى‌الله‌عليه‌وآله</w:t>
      </w:r>
      <w:r w:rsidR="00E60DFB">
        <w:rPr>
          <w:rtl/>
        </w:rPr>
        <w:t xml:space="preserve"> </w:t>
      </w:r>
      <w:r>
        <w:rPr>
          <w:rtl/>
        </w:rPr>
        <w:t xml:space="preserve">بامر و امر محمد </w:t>
      </w:r>
      <w:r w:rsidR="00E60DFB" w:rsidRPr="006205E2">
        <w:rPr>
          <w:rStyle w:val="libAlaemChar"/>
          <w:rtl/>
        </w:rPr>
        <w:t>صلى‌الله‌عليه‌وآله</w:t>
      </w:r>
      <w:r w:rsidR="00E60DFB">
        <w:rPr>
          <w:rtl/>
        </w:rPr>
        <w:t xml:space="preserve"> </w:t>
      </w:r>
      <w:r>
        <w:rPr>
          <w:rtl/>
        </w:rPr>
        <w:t>المومنين بامر فهم عاملون به الى ان يجى نهيه و الامر و النهى عند المومن سواء قال ثم قال لا ينظر الله عزوجل الى عبد و لا يزكيه اذا ترك فريضه من فرائض الله و ارتكب كبيره من الكبائر قال قلت لا ينظر الله اليه قال نعم قد اشرك بالله قال قلت اشرك قال نعم ان الله عزوجل امر بامر و امره ابليس بامر فترك ما امر الله عزوجل به و صار الى ما امر ابليس به فهذا مع البليس فى الدرك السابع من النار.</w:t>
      </w:r>
    </w:p>
    <w:p w:rsidR="00A679DB" w:rsidRDefault="00A679DB" w:rsidP="00A679DB">
      <w:pPr>
        <w:pStyle w:val="libNormal"/>
        <w:rPr>
          <w:rtl/>
        </w:rPr>
      </w:pPr>
      <w:r>
        <w:rPr>
          <w:rtl/>
        </w:rPr>
        <w:t>ترجمه :</w:t>
      </w:r>
    </w:p>
    <w:p w:rsidR="00A679DB" w:rsidRDefault="00A679DB" w:rsidP="006205E2">
      <w:pPr>
        <w:pStyle w:val="libNormal"/>
        <w:rPr>
          <w:rtl/>
        </w:rPr>
      </w:pPr>
      <w:r>
        <w:rPr>
          <w:rtl/>
        </w:rPr>
        <w:t xml:space="preserve">١. راوى مى گويد به امام صادق </w:t>
      </w:r>
      <w:r w:rsidRPr="006205E2">
        <w:rPr>
          <w:rStyle w:val="libAlaemChar"/>
          <w:rtl/>
        </w:rPr>
        <w:t>عليه‌السلام</w:t>
      </w:r>
      <w:r>
        <w:rPr>
          <w:rtl/>
        </w:rPr>
        <w:t xml:space="preserve"> عرض كردم نقل مى كنند كه مغيره گفته است : هنگامى كه انسان خدايش را شناخت ، ديگر تكليفى ندارد، آن حضرت </w:t>
      </w:r>
      <w:r w:rsidRPr="006205E2">
        <w:rPr>
          <w:rStyle w:val="libAlaemChar"/>
          <w:rtl/>
        </w:rPr>
        <w:t>عليه‌السلام</w:t>
      </w:r>
      <w:r>
        <w:rPr>
          <w:rtl/>
        </w:rPr>
        <w:t xml:space="preserve"> فرمودند: خدا لعنتش كند. چرا چنين گفته است . مگر چنين نيست كه انسان هر چه بيشتر خدا را شناخت از او بيشتر اطاعت مى كند. آيا كسانى كه خدا را نمى شناسند، از او اطاعت مى كنند!؟ همانا خداوند عزوجل با فرمانى به حضرت محمد </w:t>
      </w:r>
      <w:r w:rsidR="006205E2" w:rsidRPr="006205E2">
        <w:rPr>
          <w:rStyle w:val="libAlaemChar"/>
          <w:rtl/>
        </w:rPr>
        <w:t>صلى‌الله‌عليه‌وآله</w:t>
      </w:r>
      <w:r w:rsidR="006205E2">
        <w:rPr>
          <w:rtl/>
        </w:rPr>
        <w:t xml:space="preserve"> </w:t>
      </w:r>
      <w:r>
        <w:rPr>
          <w:rtl/>
        </w:rPr>
        <w:t xml:space="preserve">امر نموده و حضرت محمد </w:t>
      </w:r>
      <w:r w:rsidR="00E60DFB" w:rsidRPr="006205E2">
        <w:rPr>
          <w:rStyle w:val="libAlaemChar"/>
          <w:rtl/>
        </w:rPr>
        <w:t>صلى‌الله‌عليه‌وآله</w:t>
      </w:r>
      <w:r w:rsidR="00E60DFB">
        <w:rPr>
          <w:rtl/>
        </w:rPr>
        <w:t xml:space="preserve"> </w:t>
      </w:r>
      <w:r>
        <w:rPr>
          <w:rtl/>
        </w:rPr>
        <w:t>نيز با فرمانى به مومنين امر نموده است و آنها تا رسيدن نهى آن ، به عمل مى كنند. و مومن امر و نهى را مساوى مى داند (همانطور كه به امر عمل مى كند به نهى نيز عمل مى كند.)</w:t>
      </w:r>
    </w:p>
    <w:p w:rsidR="00A679DB" w:rsidRDefault="00A679DB" w:rsidP="00A679DB">
      <w:pPr>
        <w:pStyle w:val="libNormal"/>
        <w:rPr>
          <w:rtl/>
        </w:rPr>
      </w:pPr>
      <w:r>
        <w:rPr>
          <w:rtl/>
        </w:rPr>
        <w:lastRenderedPageBreak/>
        <w:t>آنگاه فرمودند: هنگامى كه بنده اى واجبى از واجبات خداوند را ترك و گناه كبيره هاى از گناهان كبيره را مرتكب شود، خداوند عزوجل به او نگاه نكرده او را پاك نمى گرداند. عرض كردم خداوند به او نگاه نمى نمايد ! فرمودند: بله . زيرا به خداوند شرك ورزيده است . عرض كردم : شرك ورزيده است ! بله . زيرا همانا خداوند عزوجل دستورى داده است و شيطان نيز دستورى داده است و او دستور خداوند را رها و به دستور شيطان عمل كرده است .پس او همراه با ابليس در درك هفتم جهنم (هفتمين طبقه زيرين جهنم) خواهد بود.</w:t>
      </w:r>
    </w:p>
    <w:p w:rsidR="00A679DB" w:rsidRDefault="00A679DB" w:rsidP="00A679DB">
      <w:pPr>
        <w:pStyle w:val="libNormal"/>
        <w:rPr>
          <w:rtl/>
        </w:rPr>
      </w:pPr>
    </w:p>
    <w:p w:rsidR="00A679DB" w:rsidRDefault="00A679DB" w:rsidP="00A679DB">
      <w:pPr>
        <w:pStyle w:val="libNormal"/>
        <w:rPr>
          <w:rtl/>
        </w:rPr>
      </w:pPr>
      <w:r>
        <w:rPr>
          <w:rtl/>
        </w:rPr>
        <w:t>عقاب الذين يريدون ان تشيع الفاحشه فى الذين آمنوا</w:t>
      </w:r>
    </w:p>
    <w:p w:rsidR="00A679DB" w:rsidRDefault="006205E2" w:rsidP="00A679DB">
      <w:pPr>
        <w:pStyle w:val="libNormal"/>
        <w:rPr>
          <w:rtl/>
        </w:rPr>
      </w:pPr>
      <w:r>
        <w:rPr>
          <w:rtl/>
        </w:rPr>
        <w:br w:type="page"/>
      </w:r>
    </w:p>
    <w:p w:rsidR="00A679DB" w:rsidRDefault="00A679DB" w:rsidP="006205E2">
      <w:pPr>
        <w:pStyle w:val="Heading2"/>
        <w:rPr>
          <w:rtl/>
        </w:rPr>
      </w:pPr>
      <w:bookmarkStart w:id="509" w:name="_Toc449617566"/>
      <w:r>
        <w:rPr>
          <w:rtl/>
        </w:rPr>
        <w:t>مجازات دوستداران رواج گناه در ميان مومنين</w:t>
      </w:r>
      <w:bookmarkEnd w:id="509"/>
    </w:p>
    <w:p w:rsidR="00A679DB" w:rsidRDefault="00A679DB" w:rsidP="006205E2">
      <w:pPr>
        <w:pStyle w:val="libNormal"/>
        <w:rPr>
          <w:rtl/>
        </w:rPr>
      </w:pPr>
      <w:r>
        <w:rPr>
          <w:rtl/>
        </w:rPr>
        <w:t>حديث : ١ حدثنى محمد بن موسى بن المتوكل رضى الله عنه قال حدثنى محمد بن يحيى قال حدثنى سهل بن زياد الادمى عن يحيى بن المبارك عن عبدالله بن جبله عن محمد بن الفضيل عن ابى الحسن موسى بن جعفر</w:t>
      </w:r>
      <w:r w:rsidR="00DC5255" w:rsidRPr="006205E2">
        <w:rPr>
          <w:rStyle w:val="libAlaemChar"/>
          <w:rtl/>
        </w:rPr>
        <w:t>عليهم‌السلام</w:t>
      </w:r>
      <w:r w:rsidR="00DC5255">
        <w:rPr>
          <w:rtl/>
        </w:rPr>
        <w:t xml:space="preserve"> </w:t>
      </w:r>
      <w:r>
        <w:rPr>
          <w:rtl/>
        </w:rPr>
        <w:t>قال قلت له جعلت فداك الرجل من اخوانى يبلغنى عنه الشى الذى اكره له فاساله عنه هفينكر ذلك و قد اخبرنى عنه قوم ثقات فقال لى يا محمد كذب سمعك و بصرك عن اخيك و ان شهد عندك خمسون قسامه و قال لك قولا فصدقه و كذبهم و لا تذيعن عليه شيئا تشينه به و تهدم به مروته فتكون من الذين قال الله عزوجل ان الذين يحبون ان تشيع الفاحشه فى الذنى آمنوا لهم عذاب اليم فى الدنيا و الاخره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«محمد بن فضيل» مى گويد به امام كاظم </w:t>
      </w:r>
      <w:r w:rsidRPr="006205E2">
        <w:rPr>
          <w:rStyle w:val="libAlaemChar"/>
          <w:rtl/>
        </w:rPr>
        <w:t>عليه‌السلام</w:t>
      </w:r>
      <w:r>
        <w:rPr>
          <w:rtl/>
        </w:rPr>
        <w:t xml:space="preserve"> عرض كردم : فدايت شوم درباره يكى از برادرانم چيز ناخوش آيندى شنيدم و هنگامى كه به او گفتم انكار كرد. در حالى كه كسانى كه آن مطلب را به من گفتند، افراد مورد اعتمادى بودند. آن حضرت فرمودند: اى محمد ! در رابطه با برادرت گوش و چشمت را تكذيب كن . و اگر پنجاه «قسامه» (كه هر كدام پنجاه نفر هستند يا پنجاه بار قسم مى خورند) برايت قسم بخورند و مطلبى را برايت بگويند، تو سخت او را تصديق و آنان را تكذيب كن و خبرى را پخش نكن كه آبروى او را ببرد و شخصيت او را نابود كند. زيرا در غير اين صورت از كسانى خواهى بود كه خداوند عزوجل درباره آنها فرموده است «همانا براى كسانى كه دوست دارند </w:t>
      </w:r>
      <w:r>
        <w:rPr>
          <w:rtl/>
        </w:rPr>
        <w:lastRenderedPageBreak/>
        <w:t xml:space="preserve">گناه در ميان كسانى كه ايمان آورده اند رواج يابد، عذابى دردناك در دنيا و آخرت هست» </w:t>
      </w:r>
      <w:r w:rsidRPr="006205E2">
        <w:rPr>
          <w:rStyle w:val="libFootnotenumChar"/>
          <w:rtl/>
        </w:rPr>
        <w:t>(١٥٦).</w:t>
      </w:r>
    </w:p>
    <w:p w:rsidR="00A679DB" w:rsidRDefault="00A679DB" w:rsidP="00A679DB">
      <w:pPr>
        <w:pStyle w:val="libNormal"/>
        <w:rPr>
          <w:rtl/>
        </w:rPr>
      </w:pPr>
      <w:r>
        <w:rPr>
          <w:rtl/>
        </w:rPr>
        <w:t xml:space="preserve">حديث : ٢ حدثنى محمد بن الحسن رضى الله عنه قال حدثنى محمد بن الحسن الصفار عن يعقوب بن يزيد عن على بن اسماعيل بن عمار عن منصور بن حازم قال قال ابو عبدالله </w:t>
      </w:r>
      <w:r w:rsidRPr="006205E2">
        <w:rPr>
          <w:rStyle w:val="libAlaemChar"/>
          <w:rtl/>
        </w:rPr>
        <w:t>عليه‌السلام</w:t>
      </w:r>
      <w:r>
        <w:rPr>
          <w:rtl/>
        </w:rPr>
        <w:t xml:space="preserve"> قال رسول الله </w:t>
      </w:r>
      <w:r w:rsidR="00E60DFB" w:rsidRPr="006205E2">
        <w:rPr>
          <w:rStyle w:val="libAlaemChar"/>
          <w:rtl/>
        </w:rPr>
        <w:t>صلى‌الله‌عليه‌وآله</w:t>
      </w:r>
      <w:r w:rsidR="00E60DFB">
        <w:rPr>
          <w:rtl/>
        </w:rPr>
        <w:t xml:space="preserve"> </w:t>
      </w:r>
      <w:r>
        <w:rPr>
          <w:rtl/>
        </w:rPr>
        <w:t>من اذاع فاحشه كان كمبتديها و من عير مومنا بشى بشى لا يموت حتى يركبه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6205E2">
        <w:rPr>
          <w:rStyle w:val="libAlaemChar"/>
          <w:rtl/>
        </w:rPr>
        <w:t>عليه‌السلام</w:t>
      </w:r>
      <w:r>
        <w:rPr>
          <w:rtl/>
        </w:rPr>
        <w:t xml:space="preserve"> نقل مى نمايند كه رسول خدا </w:t>
      </w:r>
      <w:r w:rsidR="00E60DFB" w:rsidRPr="006205E2">
        <w:rPr>
          <w:rStyle w:val="libAlaemChar"/>
          <w:rtl/>
        </w:rPr>
        <w:t>صلى‌الله‌عليه‌وآله</w:t>
      </w:r>
      <w:r w:rsidR="00E60DFB">
        <w:rPr>
          <w:rtl/>
        </w:rPr>
        <w:t xml:space="preserve"> </w:t>
      </w:r>
      <w:r>
        <w:rPr>
          <w:rtl/>
        </w:rPr>
        <w:t>فرمودند: كسى كه گناهى را رواج دهد، مانند كسى است كه براى اولين بار آن را انجام داده است .</w:t>
      </w:r>
    </w:p>
    <w:p w:rsidR="00A679DB" w:rsidRDefault="00A679DB" w:rsidP="00A679DB">
      <w:pPr>
        <w:pStyle w:val="libNormal"/>
        <w:rPr>
          <w:rtl/>
        </w:rPr>
      </w:pPr>
      <w:r>
        <w:rPr>
          <w:rtl/>
        </w:rPr>
        <w:t>و كسى كه مومنى را به خاطر چيزى سرزنش كند، نمى ميرد تا خود گرفتار آن نشود.</w:t>
      </w:r>
    </w:p>
    <w:p w:rsidR="00A679DB" w:rsidRDefault="00A679DB" w:rsidP="00A679DB">
      <w:pPr>
        <w:pStyle w:val="libNormal"/>
        <w:rPr>
          <w:rtl/>
        </w:rPr>
      </w:pPr>
    </w:p>
    <w:p w:rsidR="00A679DB" w:rsidRDefault="00A679DB" w:rsidP="00A679DB">
      <w:pPr>
        <w:pStyle w:val="libNormal"/>
        <w:rPr>
          <w:rtl/>
        </w:rPr>
      </w:pPr>
      <w:r>
        <w:rPr>
          <w:rtl/>
        </w:rPr>
        <w:t>عقاب من مات و فى عنقه اموال الناس و عقاب من لا يبالى اين اصابالبول من جسده و عقاب من يحاكى و يغتاب و يمشى بالنميمه .</w:t>
      </w:r>
    </w:p>
    <w:p w:rsidR="00A679DB" w:rsidRDefault="006205E2" w:rsidP="00A679DB">
      <w:pPr>
        <w:pStyle w:val="libNormal"/>
        <w:rPr>
          <w:rtl/>
        </w:rPr>
      </w:pPr>
      <w:r>
        <w:rPr>
          <w:rtl/>
        </w:rPr>
        <w:br w:type="page"/>
      </w:r>
    </w:p>
    <w:p w:rsidR="00A679DB" w:rsidRDefault="00A679DB" w:rsidP="006205E2">
      <w:pPr>
        <w:pStyle w:val="Heading2"/>
        <w:rPr>
          <w:rtl/>
        </w:rPr>
      </w:pPr>
      <w:bookmarkStart w:id="510" w:name="_Toc449617567"/>
      <w:r>
        <w:rPr>
          <w:rtl/>
        </w:rPr>
        <w:t>مجازات با بدهكارى به مردم مردن ، بى اهميتى به نجس شدنبول از بول ، نقل كلام بد، غيبت و سخن چينى</w:t>
      </w:r>
      <w:bookmarkEnd w:id="510"/>
    </w:p>
    <w:p w:rsidR="00A679DB" w:rsidRDefault="00A679DB" w:rsidP="00A679DB">
      <w:pPr>
        <w:pStyle w:val="libNormal"/>
        <w:rPr>
          <w:rtl/>
        </w:rPr>
      </w:pPr>
      <w:r>
        <w:rPr>
          <w:rtl/>
        </w:rPr>
        <w:t xml:space="preserve">حديث : ١ حدثنى على بن احمد قال حدثنى محمد بن جعفر قال حدثنى موسى بن عمران قال حدثنى الحسين بن يزيد قال حدثنى حفص ‍ بن غياث عن جعفر بن محمد عن آبائه عن على </w:t>
      </w:r>
      <w:r w:rsidR="00DC5255" w:rsidRPr="006205E2">
        <w:rPr>
          <w:rStyle w:val="libAlaemChar"/>
          <w:rtl/>
        </w:rPr>
        <w:t>عليهم‌السلام</w:t>
      </w:r>
      <w:r w:rsidR="00DC5255">
        <w:rPr>
          <w:rtl/>
        </w:rPr>
        <w:t xml:space="preserve"> </w:t>
      </w:r>
      <w:r>
        <w:rPr>
          <w:rtl/>
        </w:rPr>
        <w:t xml:space="preserve">قال قال رسول الله </w:t>
      </w:r>
      <w:r w:rsidR="00E60DFB" w:rsidRPr="006205E2">
        <w:rPr>
          <w:rStyle w:val="libAlaemChar"/>
          <w:rtl/>
        </w:rPr>
        <w:t>صلى‌الله‌عليه‌وآله</w:t>
      </w:r>
      <w:r w:rsidR="00E60DFB">
        <w:rPr>
          <w:rtl/>
        </w:rPr>
        <w:t xml:space="preserve"> </w:t>
      </w:r>
      <w:r>
        <w:rPr>
          <w:rtl/>
        </w:rPr>
        <w:t>اربعه يوذون اهل النار على ما بهم من الاذى يسقون من الحميم فى الجحيم ينادون بالويل و الثبور فيقول اههل النار بعضهم لبعض ما بال هولاء الاربعه قد آذونا على مابنا من الاذى فرجل معلق فى تابوت من جمر و رجل يجر آمعاءة و رجل يسيل فوه قيحا و دما و رجل ياكل لحمه فيقال لصحاب التابوت مابال الابعد قد آذانا على ما بنا من الاذى فيقول ان الا بعد مات و فى عنقه اموال الناس لم يجدلها فى نفسهه اداء و لا وفاء ثم يقال للذى يجر امعاه ما بال الابعد قد آذانا على مابنا من الاذى فيقول ان الا بعد كان لا يبالى اين اصاب البول من جسده ثم يقال للذى يسيل فوه فيحا و دما ما بال الا بعد قد آذانا على مابنا من الاذى فيقول ان الا بعد كان يحاكى فينظر الى كل كلمه خبيثه فيفسد بها و يحاكى بها ثم يقال للذى ياكل لحمهه ما بال الا بعد قد آذانا على ما بنا من الاذى فيقول ان الا بعد كان ياكل لحوم الناس بالغيبه و يمشى بالنميمه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مام صادق </w:t>
      </w:r>
      <w:r w:rsidRPr="006205E2">
        <w:rPr>
          <w:rStyle w:val="libAlaemChar"/>
          <w:rtl/>
        </w:rPr>
        <w:t>عليه‌السلام</w:t>
      </w:r>
      <w:r>
        <w:rPr>
          <w:rtl/>
        </w:rPr>
        <w:t xml:space="preserve"> از پدرانش </w:t>
      </w:r>
      <w:r w:rsidR="00DC5255" w:rsidRPr="006205E2">
        <w:rPr>
          <w:rStyle w:val="libAlaemChar"/>
          <w:rtl/>
        </w:rPr>
        <w:t>عليهم‌السلام</w:t>
      </w:r>
      <w:r w:rsidR="00DC5255">
        <w:rPr>
          <w:rtl/>
        </w:rPr>
        <w:t xml:space="preserve"> </w:t>
      </w:r>
      <w:r>
        <w:rPr>
          <w:rtl/>
        </w:rPr>
        <w:t xml:space="preserve">از اميرالمومنين </w:t>
      </w:r>
      <w:r w:rsidRPr="006205E2">
        <w:rPr>
          <w:rStyle w:val="libAlaemChar"/>
          <w:rtl/>
        </w:rPr>
        <w:t>عليه‌السلام</w:t>
      </w:r>
      <w:r>
        <w:rPr>
          <w:rtl/>
        </w:rPr>
        <w:t xml:space="preserve"> نقل مى نمايد كه رسول خدا </w:t>
      </w:r>
      <w:r w:rsidR="00E60DFB" w:rsidRPr="006205E2">
        <w:rPr>
          <w:rStyle w:val="libAlaemChar"/>
          <w:rtl/>
        </w:rPr>
        <w:t>صلى‌الله‌عليه‌وآله</w:t>
      </w:r>
      <w:r w:rsidR="00E60DFB">
        <w:rPr>
          <w:rtl/>
        </w:rPr>
        <w:t xml:space="preserve"> </w:t>
      </w:r>
      <w:r>
        <w:rPr>
          <w:rtl/>
        </w:rPr>
        <w:t xml:space="preserve">فرمودند: چهار نفر هستند كه اهل جهنم را علاوه بر آزارهايى كه خود دارند، آزار مى دهند، در جهنم آب جوش خورده و داد و فريادشان بلند است . اهل جهنم به يكديگر مى گويند: اينان چه كرده اند كه علاوه بر شكنجه </w:t>
      </w:r>
      <w:r>
        <w:rPr>
          <w:rtl/>
        </w:rPr>
        <w:lastRenderedPageBreak/>
        <w:t>هايى كه خود داريم ، از شكنجه آنان ما نيز در عذاب هستيم ؟ يكى از آنان در تابوتى از آتش آويزان است . يكى ديگر روده هايش را مى كشند، ديگرى از دهنش ‍ چرك و خون جارى است . آن يكى گوشت خود را مى خورد، به كسى كه در تابوت است مى گويند اى دورترين از رحمت خدا! چه كرده اى كه ما علاوه بر شكنجه هايى كه خود داريم ، از شكنجه تو نيز در عذاب هستيم ؟</w:t>
      </w:r>
    </w:p>
    <w:p w:rsidR="00A679DB" w:rsidRDefault="00A679DB" w:rsidP="00141A2F">
      <w:pPr>
        <w:pStyle w:val="libNormal"/>
        <w:rPr>
          <w:rtl/>
        </w:rPr>
      </w:pPr>
      <w:r>
        <w:rPr>
          <w:rtl/>
        </w:rPr>
        <w:t>مى گويد: بدانيد كه من دورترين از رحمت خدا، در حالى مرگم فرا رسيد كه اموال مردم به گردنم بود و نمى توانستم ديون خود را بپردازم . سپس به كسى كه روده هايش را مى كشد، مى گويند: اى دورترين از رحمت خدا ! چه كرده اى كه ما علاوه بر شكنجه هايى كه خود داريم ، از شكنجه تو نيز در آزار هستيم ؟ بدانيد كه من دورترين از رحمت خدا، اگر بدنم با بول نجس ‍ مى شد، به آن بى اعتنا بودم . آنگاه به كسى كه چرك و خون از دهانش جارى است مى گويند اى دروترين از رحمت خدا ! چه كرده اى كه ما با وجود عذابهايى كه خود داريم ، از عذاب تو نيز آزار مى بينيم ؟ مى گويد: بدانيد كه من دورترين از رحمت خدا، هر سخن بدى را نقل كرده و با آن فساد ايجاد مى كردم . آنگاه به كسى كه گوشت خود را مى خورد مى گويند: اى دورترين از رحمت حق ! چه كرده اى كه ما ب</w:t>
      </w:r>
      <w:r w:rsidR="00141A2F">
        <w:rPr>
          <w:rFonts w:hint="cs"/>
          <w:rtl/>
        </w:rPr>
        <w:t>ا</w:t>
      </w:r>
      <w:r>
        <w:rPr>
          <w:rtl/>
        </w:rPr>
        <w:t xml:space="preserve"> وجود شكنجه هايى كه گرفتار آن هستيم ، از شكنجه تو نيز در آزاريم ؟ مى گويند: بدانيد كه من گوشت مردم را با غيبت خورده و سخن چينى مى كردم .</w:t>
      </w:r>
    </w:p>
    <w:p w:rsidR="00A679DB" w:rsidRDefault="00A679DB" w:rsidP="00A679DB">
      <w:pPr>
        <w:pStyle w:val="libNormal"/>
        <w:rPr>
          <w:rtl/>
        </w:rPr>
      </w:pPr>
    </w:p>
    <w:p w:rsidR="00A679DB" w:rsidRDefault="00A679DB" w:rsidP="00A679DB">
      <w:pPr>
        <w:pStyle w:val="libNormal"/>
        <w:rPr>
          <w:rtl/>
        </w:rPr>
      </w:pPr>
      <w:r>
        <w:rPr>
          <w:rtl/>
        </w:rPr>
        <w:t>عقاب من تعرض لسلطان جائر</w:t>
      </w:r>
    </w:p>
    <w:p w:rsidR="00A679DB" w:rsidRDefault="00141A2F" w:rsidP="00A679DB">
      <w:pPr>
        <w:pStyle w:val="libNormal"/>
        <w:rPr>
          <w:rtl/>
        </w:rPr>
      </w:pPr>
      <w:r>
        <w:rPr>
          <w:rtl/>
        </w:rPr>
        <w:br w:type="page"/>
      </w:r>
    </w:p>
    <w:p w:rsidR="00A679DB" w:rsidRDefault="00A679DB" w:rsidP="00A679DB">
      <w:pPr>
        <w:pStyle w:val="libNormal"/>
        <w:rPr>
          <w:rtl/>
        </w:rPr>
      </w:pPr>
      <w:bookmarkStart w:id="511" w:name="_Toc449617568"/>
      <w:r w:rsidRPr="00141A2F">
        <w:rPr>
          <w:rStyle w:val="Heading2Char"/>
          <w:rtl/>
        </w:rPr>
        <w:t>مجازات كسى كه متعرض سلطان ستمكارى شود</w:t>
      </w:r>
      <w:bookmarkEnd w:id="511"/>
      <w:r>
        <w:rPr>
          <w:rtl/>
        </w:rPr>
        <w:t>.</w:t>
      </w:r>
    </w:p>
    <w:p w:rsidR="00A679DB" w:rsidRDefault="00A679DB" w:rsidP="00A679DB">
      <w:pPr>
        <w:pStyle w:val="libNormal"/>
        <w:rPr>
          <w:rtl/>
        </w:rPr>
      </w:pPr>
      <w:r>
        <w:rPr>
          <w:rtl/>
        </w:rPr>
        <w:t xml:space="preserve">حديث : ١ حدثنى محمد بن على ماجيوليه رضى الله عنه عن عمهه عن محمد بن على الكوفى عن محمد بن سنان عن المفضل بن عمر قال قال ابو عبدالله </w:t>
      </w:r>
      <w:r w:rsidRPr="00141A2F">
        <w:rPr>
          <w:rStyle w:val="libAlaemChar"/>
          <w:rtl/>
        </w:rPr>
        <w:t>عليه‌السلام</w:t>
      </w:r>
      <w:r>
        <w:rPr>
          <w:rtl/>
        </w:rPr>
        <w:t xml:space="preserve"> يا مفضل انهه من تعرض لسلطان جائر فاصبابته منهه بليه لم يوجر عليها و لم يرزق الصبر عليها.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مفضل بن عمر مى گويد امام صادق </w:t>
      </w:r>
      <w:r w:rsidRPr="00141A2F">
        <w:rPr>
          <w:rStyle w:val="libAlaemChar"/>
          <w:rtl/>
        </w:rPr>
        <w:t>عليه‌السلام</w:t>
      </w:r>
      <w:r>
        <w:rPr>
          <w:rtl/>
        </w:rPr>
        <w:t xml:space="preserve"> به من فرمودند: اى مفضل ! همانا كسى كه متعرض سلطان ستمكارى شود و حادثه ناگوارى از ناحيه او برايش پيش آيد، پاداشى نداشته و در اين مصيبت ، صبر روزى او نخواهد شد.</w:t>
      </w:r>
    </w:p>
    <w:p w:rsidR="00A679DB" w:rsidRDefault="00A679DB" w:rsidP="00A679DB">
      <w:pPr>
        <w:pStyle w:val="libNormal"/>
        <w:rPr>
          <w:rtl/>
        </w:rPr>
      </w:pPr>
    </w:p>
    <w:p w:rsidR="00A679DB" w:rsidRDefault="00A679DB" w:rsidP="00A679DB">
      <w:pPr>
        <w:pStyle w:val="libNormal"/>
        <w:rPr>
          <w:rtl/>
        </w:rPr>
      </w:pPr>
      <w:r>
        <w:rPr>
          <w:rtl/>
        </w:rPr>
        <w:t>عقاب من اتاه اخوه فى حاجه فلم يقضها له</w:t>
      </w:r>
    </w:p>
    <w:p w:rsidR="00A679DB" w:rsidRDefault="00141A2F" w:rsidP="00A679DB">
      <w:pPr>
        <w:pStyle w:val="libNormal"/>
        <w:rPr>
          <w:rtl/>
        </w:rPr>
      </w:pPr>
      <w:r>
        <w:rPr>
          <w:rtl/>
        </w:rPr>
        <w:br w:type="page"/>
      </w:r>
    </w:p>
    <w:p w:rsidR="00A679DB" w:rsidRDefault="00A679DB" w:rsidP="00141A2F">
      <w:pPr>
        <w:pStyle w:val="Heading2"/>
        <w:rPr>
          <w:rtl/>
        </w:rPr>
      </w:pPr>
      <w:bookmarkStart w:id="512" w:name="_Toc449617569"/>
      <w:r>
        <w:rPr>
          <w:rtl/>
        </w:rPr>
        <w:t>مجازات انجام ندادن كار مسلمان</w:t>
      </w:r>
      <w:bookmarkEnd w:id="512"/>
    </w:p>
    <w:p w:rsidR="00A679DB" w:rsidRDefault="00A679DB" w:rsidP="00A679DB">
      <w:pPr>
        <w:pStyle w:val="libNormal"/>
        <w:rPr>
          <w:rtl/>
        </w:rPr>
      </w:pPr>
      <w:r>
        <w:rPr>
          <w:rtl/>
        </w:rPr>
        <w:t xml:space="preserve">حديث : ١ ابى رحمه اللهه قال حدثنى سعد بن عبدالله قال حدثنى عبادبن سليمان عن ابيه هارون بن الجهم عن اسماعيل بن عمار الصيرفى عن ابى عبدالله </w:t>
      </w:r>
      <w:r w:rsidRPr="00141A2F">
        <w:rPr>
          <w:rStyle w:val="libAlaemChar"/>
          <w:rtl/>
        </w:rPr>
        <w:t>عليه‌السلام</w:t>
      </w:r>
      <w:r>
        <w:rPr>
          <w:rtl/>
        </w:rPr>
        <w:t xml:space="preserve"> قال قلت له جعلت فداك المومن رحمه على المومن رحمهه على المومن فقال نعم فقلت و كيف ذلك قال ايما مومن اتاه اخوه فى حاجه فانما ذلك رحمهه من الله ساقها اليهه و سيبها له فان قضى حاجته كان قد قبل الرحمهه بقبولها و ان رده عن حاجته و هو يقدر على قضائهها فانما رد عن نفسه الرحمه التى ساقها اليه و سيبها له هو ذخرت الرحمه الى يوم القيامه فيكون المردود عن حاجته هو الحاكم فيها ان شاء صرفها الى نفسه و ان شاء الى غيره يا اسماعيل فاذا كان يوم القيامه هو الحاكم فى رحمه من الله عزوجل قد شرعت له فالى من ترى يصرفها قال قلت جعلت فداك لا اظنهه يصرفها عن نفسه قال لا تظن و لكن استيقن فانه لا يردها عن نفسه يا اسماعيل من اتاه اخوه فى حاجه يقدر على قضائها فلم يقضهها له سلط الله عليه شجاعا ينهش ابهامه فى قبره الى يوم القيامه مغفورا له او معذبا.</w:t>
      </w:r>
    </w:p>
    <w:p w:rsidR="00A679DB" w:rsidRDefault="00A679DB" w:rsidP="00A679DB">
      <w:pPr>
        <w:pStyle w:val="libNormal"/>
        <w:rPr>
          <w:rtl/>
        </w:rPr>
      </w:pPr>
      <w:r>
        <w:rPr>
          <w:rtl/>
        </w:rPr>
        <w:t>ترجمه :</w:t>
      </w:r>
    </w:p>
    <w:p w:rsidR="00A679DB" w:rsidRDefault="00A679DB" w:rsidP="00595F69">
      <w:pPr>
        <w:pStyle w:val="libNormal"/>
        <w:rPr>
          <w:rtl/>
        </w:rPr>
      </w:pPr>
      <w:r>
        <w:rPr>
          <w:rtl/>
        </w:rPr>
        <w:t xml:space="preserve">١. اسماعيل بن عمار صيرفى مى گويد به امام صادق </w:t>
      </w:r>
      <w:r w:rsidRPr="00141A2F">
        <w:rPr>
          <w:rStyle w:val="libAlaemChar"/>
          <w:rtl/>
        </w:rPr>
        <w:t>عليه‌السلام</w:t>
      </w:r>
      <w:r>
        <w:rPr>
          <w:rtl/>
        </w:rPr>
        <w:t xml:space="preserve"> عرض ‍ كردم : فدايت شوم مومن براى مومن رحمت است ؟ فرمودند: بله . عرض ‍ كردم : چگونه ؟ فرمودند: هر مومنى كه بخاطر حاجتى پيش برادرش برود، بدون شك اين فقط رحمتى است كه خداوند برايش آماده نموده و فرستاده است . اگر حاجت او را بر آورد، بدون شك با قبول آن رحمت حق را پذيرفته ، و اگر با وجود توانايى ، حاجتش را بر نياورد، فقط رحمتى را كه خداوند برايش آماده </w:t>
      </w:r>
      <w:r>
        <w:rPr>
          <w:rtl/>
        </w:rPr>
        <w:lastRenderedPageBreak/>
        <w:t>كرده و فرستاده بود، رد كرده است . و اين رحمت براى روز قيامت ذخيره مى شود و كسى كه حاجتش بر آورد نشد مى تواند درباره آن تصميم بگيرد. اگر بخواهد مى تواند آن را براى خودش بردارد يا به ديگرى بدهد. اى اسماعيل ! در اين صورت كه او اختيار دار آن رحمت است ، فكر مى كنى آن را براى خودش بردارد يا به ديگرى بدهد؟ عرض ‍ كردم : گمان نمى كنم آن را به ديگرى بدهد. فرمودند: گمان نداشته باش . بلكه يقين داشته باشد كه بدون شك آن را براى خودش بر مى دارد. اى اسماعيل ! كسى كه برادرش بخاطر حاجتى پيش او بيايد و او بتواند حاجتش را بر آورد ولى اين كار را انجام ندهد، خداوند در قبرش مارى را بر او مسلط مى كند كه تا روز قيامت انگشت ابهام او را بگزد، خواه آمرزيده باشد يا در عذاب بسر برد.</w:t>
      </w:r>
    </w:p>
    <w:p w:rsidR="00A679DB" w:rsidRDefault="00A679DB" w:rsidP="00A679DB">
      <w:pPr>
        <w:pStyle w:val="libNormal"/>
        <w:rPr>
          <w:rtl/>
        </w:rPr>
      </w:pPr>
    </w:p>
    <w:p w:rsidR="00A679DB" w:rsidRDefault="00A679DB" w:rsidP="00A679DB">
      <w:pPr>
        <w:pStyle w:val="libNormal"/>
        <w:rPr>
          <w:rtl/>
        </w:rPr>
      </w:pPr>
      <w:r>
        <w:rPr>
          <w:rtl/>
        </w:rPr>
        <w:t>عقاب من مشى فى حاجه اخيه المومن و لم يناصحه</w:t>
      </w:r>
    </w:p>
    <w:p w:rsidR="00A679DB" w:rsidRDefault="00595F69" w:rsidP="00A679DB">
      <w:pPr>
        <w:pStyle w:val="libNormal"/>
        <w:rPr>
          <w:rtl/>
        </w:rPr>
      </w:pPr>
      <w:r>
        <w:rPr>
          <w:rtl/>
        </w:rPr>
        <w:br w:type="page"/>
      </w:r>
    </w:p>
    <w:p w:rsidR="00A679DB" w:rsidRDefault="00A679DB" w:rsidP="00595F69">
      <w:pPr>
        <w:pStyle w:val="Heading2"/>
        <w:rPr>
          <w:rtl/>
        </w:rPr>
      </w:pPr>
      <w:bookmarkStart w:id="513" w:name="_Toc449617570"/>
      <w:r>
        <w:rPr>
          <w:rtl/>
        </w:rPr>
        <w:t>مجازات به كار نگرفتن تمام توان در انجام كار برادر مومن</w:t>
      </w:r>
      <w:bookmarkEnd w:id="513"/>
    </w:p>
    <w:p w:rsidR="00A679DB" w:rsidRDefault="00A679DB" w:rsidP="00A679DB">
      <w:pPr>
        <w:pStyle w:val="libNormal"/>
        <w:rPr>
          <w:rtl/>
        </w:rPr>
      </w:pPr>
      <w:r>
        <w:rPr>
          <w:rtl/>
        </w:rPr>
        <w:t xml:space="preserve">حديث : ١ ابى رحمه الله قال حدثنى سعد بن عبدالله عن محمد بن الحسين بن ابى الخطاب عن ابى جميله قال سمعت ابا عبدالله </w:t>
      </w:r>
      <w:r w:rsidRPr="00595F69">
        <w:rPr>
          <w:rStyle w:val="libAlaemChar"/>
          <w:rtl/>
        </w:rPr>
        <w:t>عليه‌السلام</w:t>
      </w:r>
      <w:r>
        <w:rPr>
          <w:rtl/>
        </w:rPr>
        <w:t xml:space="preserve"> يقول من مشى فى حاجه اخيه المسلم و لم يناصحه فيها كان كمن خان الله و رسوله و كان الله عزوجل خصمه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595F69">
        <w:rPr>
          <w:rStyle w:val="libAlaemChar"/>
          <w:rtl/>
        </w:rPr>
        <w:t>عليه‌السلام</w:t>
      </w:r>
      <w:r>
        <w:rPr>
          <w:rtl/>
        </w:rPr>
        <w:t xml:space="preserve"> شنيدم كه فرمودند: كسى كه به دنبال حاجت برادر مومنش برود، ولى تمام توان خود را به كار نگيرد، مانند كسى است كه به خدا و رسولش خيانت كرده و خداوند عزوجل دشمن او خواهد بود.</w:t>
      </w:r>
    </w:p>
    <w:p w:rsidR="00A679DB" w:rsidRDefault="00A679DB" w:rsidP="00A679DB">
      <w:pPr>
        <w:pStyle w:val="libNormal"/>
        <w:rPr>
          <w:rtl/>
        </w:rPr>
      </w:pPr>
      <w:r>
        <w:rPr>
          <w:rtl/>
        </w:rPr>
        <w:t xml:space="preserve">حديث : ٢ حدثنى محمد بن الحسن رضى الله عنه قال حدثنى محمد بن الحسن الصفار عن احمد بن ابى عبدالله البرقى قال حدثنى ادريس بن الحسن عن مصبح بن هلقام عن ابى بصير قال سمعت ابا عبدالله </w:t>
      </w:r>
      <w:r w:rsidRPr="00595F69">
        <w:rPr>
          <w:rStyle w:val="libAlaemChar"/>
          <w:rtl/>
        </w:rPr>
        <w:t>عليه‌السلام</w:t>
      </w:r>
      <w:r>
        <w:rPr>
          <w:rtl/>
        </w:rPr>
        <w:t xml:space="preserve"> يقول ايما رجل من اصحابنا استعان به رجل من اخوانه فى حاجه فلم يبالغ فيها بكل جهد فقد خان الله و رسوله و المومنين قال ابى بصير قلت لابى عبدالله </w:t>
      </w:r>
      <w:r w:rsidRPr="00595F69">
        <w:rPr>
          <w:rStyle w:val="libAlaemChar"/>
          <w:rtl/>
        </w:rPr>
        <w:t>عليه‌السلام</w:t>
      </w:r>
      <w:r>
        <w:rPr>
          <w:rtl/>
        </w:rPr>
        <w:t xml:space="preserve"> ما تعنى بقولك و المومنين قال من لدن امير المومنين صلوات الله عليه الى آخرهم .</w:t>
      </w:r>
    </w:p>
    <w:p w:rsidR="00A679DB" w:rsidRDefault="00A679DB" w:rsidP="00A679DB">
      <w:pPr>
        <w:pStyle w:val="libNormal"/>
        <w:rPr>
          <w:rtl/>
        </w:rPr>
      </w:pPr>
      <w:r>
        <w:rPr>
          <w:rtl/>
        </w:rPr>
        <w:t>ترجمه :</w:t>
      </w:r>
    </w:p>
    <w:p w:rsidR="00595F69" w:rsidRDefault="00A679DB" w:rsidP="00595F69">
      <w:pPr>
        <w:pStyle w:val="libNormal"/>
        <w:rPr>
          <w:rtl/>
        </w:rPr>
      </w:pPr>
      <w:r>
        <w:rPr>
          <w:rtl/>
        </w:rPr>
        <w:t xml:space="preserve">٢. راوى مى گويد از امام صادق </w:t>
      </w:r>
      <w:r w:rsidRPr="00595F69">
        <w:rPr>
          <w:rStyle w:val="libAlaemChar"/>
          <w:rtl/>
        </w:rPr>
        <w:t>عليه‌السلام</w:t>
      </w:r>
      <w:r>
        <w:rPr>
          <w:rtl/>
        </w:rPr>
        <w:t xml:space="preserve"> شنيدم كه فرمودند: هر مردى از ياران ما كه برادرش براى كارى از او يارى بخواهد و او با تمام قدرت به او كمك نكند، بدون شك به خدا و رسول او و مومنين خيانت كرده است . عرض كردم : مرادتان از مومنين كيست ؟ فرمودند: از امير الومنين </w:t>
      </w:r>
      <w:r w:rsidRPr="00595F69">
        <w:rPr>
          <w:rStyle w:val="libAlaemChar"/>
          <w:rtl/>
        </w:rPr>
        <w:t>عليه‌السلام</w:t>
      </w:r>
      <w:r>
        <w:rPr>
          <w:rtl/>
        </w:rPr>
        <w:t xml:space="preserve"> گرفته تا آخرين نفر مومنين</w:t>
      </w:r>
    </w:p>
    <w:p w:rsidR="00595F69" w:rsidRDefault="00595F69" w:rsidP="00595F69">
      <w:pPr>
        <w:pStyle w:val="libNormal"/>
        <w:rPr>
          <w:rFonts w:hint="cs"/>
          <w:rtl/>
        </w:rPr>
      </w:pPr>
      <w:r>
        <w:rPr>
          <w:rtl/>
        </w:rPr>
        <w:br w:type="page"/>
      </w:r>
    </w:p>
    <w:p w:rsidR="00A679DB" w:rsidRDefault="00A679DB" w:rsidP="00595F69">
      <w:pPr>
        <w:pStyle w:val="Heading2"/>
        <w:rPr>
          <w:rtl/>
        </w:rPr>
      </w:pPr>
      <w:bookmarkStart w:id="514" w:name="_Toc449617571"/>
      <w:r>
        <w:rPr>
          <w:rtl/>
        </w:rPr>
        <w:t>مجازات يارى نكردن مومن بهنگام درخواست او</w:t>
      </w:r>
      <w:bookmarkEnd w:id="514"/>
    </w:p>
    <w:p w:rsidR="00A679DB" w:rsidRDefault="00A679DB" w:rsidP="00A679DB">
      <w:pPr>
        <w:pStyle w:val="libNormal"/>
        <w:rPr>
          <w:rtl/>
        </w:rPr>
      </w:pPr>
      <w:r>
        <w:rPr>
          <w:rtl/>
        </w:rPr>
        <w:t xml:space="preserve">حديث : ١ ابى رحمه الله قال حدثنى على بن ابراهيم عن ابيه عن اسماعيل بن مرارعن يونس عبدالرحمن عن ابن مسكان عن ابى بصير عن ابى عبدالله </w:t>
      </w:r>
      <w:r w:rsidRPr="00595F69">
        <w:rPr>
          <w:rStyle w:val="libAlaemChar"/>
          <w:rtl/>
        </w:rPr>
        <w:t>عليه‌السلام</w:t>
      </w:r>
      <w:r>
        <w:rPr>
          <w:rtl/>
        </w:rPr>
        <w:t xml:space="preserve"> قال ايما رجل من شيعتنا اتاه رجل من اخواننا فاستعان به فى حاجه فلم يعنه و هو يقدر ابتلاه الله عزوجل بان يقضى حوائج عدو من اعدائنا يعذبه الله عليه يوم القيامه .</w:t>
      </w:r>
    </w:p>
    <w:p w:rsidR="00A679DB" w:rsidRDefault="00A679DB" w:rsidP="00A679DB">
      <w:pPr>
        <w:pStyle w:val="libNormal"/>
        <w:rPr>
          <w:rtl/>
        </w:rPr>
      </w:pPr>
      <w:r>
        <w:rPr>
          <w:rtl/>
        </w:rPr>
        <w:t>ترجمه :</w:t>
      </w:r>
    </w:p>
    <w:p w:rsidR="00A679DB" w:rsidRDefault="00A679DB" w:rsidP="00595F69">
      <w:pPr>
        <w:pStyle w:val="libNormal"/>
        <w:rPr>
          <w:rtl/>
        </w:rPr>
      </w:pPr>
      <w:r>
        <w:rPr>
          <w:rtl/>
        </w:rPr>
        <w:t xml:space="preserve">١. امام صادق </w:t>
      </w:r>
      <w:r w:rsidRPr="00595F69">
        <w:rPr>
          <w:rStyle w:val="libAlaemChar"/>
          <w:rtl/>
        </w:rPr>
        <w:t>عليه‌السلام</w:t>
      </w:r>
      <w:r>
        <w:rPr>
          <w:rtl/>
        </w:rPr>
        <w:t xml:space="preserve"> فرمودند: اگر يكى از برادران ما براى حاجتى پيش يكى از شيعيان ما برود و براى رفع نيازش از او كمك بخواهد واو با اين كه مى تواند به او كمك كند از كمك كردن به او خوددارى كند، خداوند عزوجل او را به برآوردن نيازهاى يكى از دشمنان ما گرفتار مى كند و آنگاه در روز قيامت بخاطر اين عمل او را عذاب مى كند.</w:t>
      </w:r>
    </w:p>
    <w:p w:rsidR="00A679DB" w:rsidRDefault="00A679DB" w:rsidP="00A679DB">
      <w:pPr>
        <w:pStyle w:val="libNormal"/>
        <w:rPr>
          <w:rtl/>
        </w:rPr>
      </w:pPr>
      <w:r>
        <w:rPr>
          <w:rtl/>
        </w:rPr>
        <w:t xml:space="preserve">حديث : ٢ حدثنى محمد بن الحسن رضى الله عنه قال حدثنى محمد بن الحسن الصفار عن العباس بن معروف عن سعدان بن مسلم عن الحسين بن ابان عن ابى جعفر </w:t>
      </w:r>
      <w:r w:rsidRPr="00595F69">
        <w:rPr>
          <w:rStyle w:val="libAlaemChar"/>
          <w:rtl/>
        </w:rPr>
        <w:t>عليه‌السلام</w:t>
      </w:r>
      <w:r>
        <w:rPr>
          <w:rtl/>
        </w:rPr>
        <w:t xml:space="preserve"> قال من بخل بمعونه اخيه المسلم و القيام له فى حاجته ابتلى بمعونه من ياثم عليه و لا يوجر.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باقر </w:t>
      </w:r>
      <w:r w:rsidRPr="00595F69">
        <w:rPr>
          <w:rStyle w:val="libAlaemChar"/>
          <w:rtl/>
        </w:rPr>
        <w:t>عليه‌السلام</w:t>
      </w:r>
      <w:r>
        <w:rPr>
          <w:rtl/>
        </w:rPr>
        <w:t xml:space="preserve"> فرمودند: كسى كه از يارى كردن برادر مسلمانش ‍ خوددارى نموده و نيازش را بر نياورد، به يارى كردن كسى كه يارى او گناه است و پاداشى ندارد، گرفتار مى آيد.</w:t>
      </w:r>
    </w:p>
    <w:p w:rsidR="00595F69" w:rsidRPr="00ED74AF" w:rsidRDefault="00595F69" w:rsidP="00ED74AF">
      <w:pPr>
        <w:pStyle w:val="libNormal"/>
        <w:rPr>
          <w:rFonts w:hint="cs"/>
          <w:rtl/>
        </w:rPr>
      </w:pPr>
      <w:r w:rsidRPr="00ED74AF">
        <w:rPr>
          <w:rtl/>
        </w:rPr>
        <w:br w:type="page"/>
      </w:r>
    </w:p>
    <w:p w:rsidR="00A679DB" w:rsidRDefault="00A679DB" w:rsidP="00595F69">
      <w:pPr>
        <w:pStyle w:val="Heading2"/>
        <w:rPr>
          <w:rtl/>
        </w:rPr>
      </w:pPr>
      <w:bookmarkStart w:id="515" w:name="_Toc449617572"/>
      <w:r>
        <w:rPr>
          <w:rtl/>
        </w:rPr>
        <w:t>مجازات پوشيدن با برهنگى مومنى</w:t>
      </w:r>
      <w:bookmarkEnd w:id="515"/>
    </w:p>
    <w:p w:rsidR="00A679DB" w:rsidRDefault="00A679DB" w:rsidP="00A679DB">
      <w:pPr>
        <w:pStyle w:val="libNormal"/>
        <w:rPr>
          <w:rtl/>
        </w:rPr>
      </w:pPr>
      <w:r>
        <w:rPr>
          <w:rtl/>
        </w:rPr>
        <w:t>حديث : ١ ابى رحمه الله قال حدثنى محمد بن ابى القاسم عن محمد بن على الكوفى عن محمد بن سنان عن فرات بن احنف قال قال بن الحسين</w:t>
      </w:r>
      <w:r w:rsidR="00595F69">
        <w:rPr>
          <w:rFonts w:hint="cs"/>
          <w:rtl/>
        </w:rPr>
        <w:t xml:space="preserve"> </w:t>
      </w:r>
      <w:r w:rsidR="00DC5255" w:rsidRPr="00595F69">
        <w:rPr>
          <w:rStyle w:val="libAlaemChar"/>
          <w:rtl/>
        </w:rPr>
        <w:t>عليهم‌السلام</w:t>
      </w:r>
      <w:r w:rsidR="00DC5255">
        <w:rPr>
          <w:rtl/>
        </w:rPr>
        <w:t xml:space="preserve"> </w:t>
      </w:r>
      <w:r>
        <w:rPr>
          <w:rtl/>
        </w:rPr>
        <w:t>من كان عنده فضل ثوب فعلم ان بحضرته مومنا محتاجا اليه فلم يدفعه اليه اكبهه الله عزوجل فى النار على منخريه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زين العابدين </w:t>
      </w:r>
      <w:r w:rsidRPr="00595F69">
        <w:rPr>
          <w:rStyle w:val="libAlaemChar"/>
          <w:rtl/>
        </w:rPr>
        <w:t>عليه‌السلام</w:t>
      </w:r>
      <w:r>
        <w:rPr>
          <w:rtl/>
        </w:rPr>
        <w:t xml:space="preserve"> فرمودند: كسى كه لباس زيادى داشته باشد و بداند در كنار او مومن نيازمندى هست و آن لباس را به او ندهد، خداوند او را به رو در جهنم مى افكند.</w:t>
      </w:r>
    </w:p>
    <w:p w:rsidR="00A679DB" w:rsidRDefault="00A679DB" w:rsidP="00A679DB">
      <w:pPr>
        <w:pStyle w:val="libNormal"/>
        <w:rPr>
          <w:rtl/>
        </w:rPr>
      </w:pPr>
    </w:p>
    <w:p w:rsidR="00A679DB" w:rsidRDefault="00A679DB" w:rsidP="00A679DB">
      <w:pPr>
        <w:pStyle w:val="libNormal"/>
        <w:rPr>
          <w:rtl/>
        </w:rPr>
      </w:pPr>
      <w:r>
        <w:rPr>
          <w:rtl/>
        </w:rPr>
        <w:t>عقاب من شبع و بحضرته مومن جائع</w:t>
      </w:r>
    </w:p>
    <w:p w:rsidR="00A679DB" w:rsidRDefault="00595F69" w:rsidP="00A679DB">
      <w:pPr>
        <w:pStyle w:val="libNormal"/>
        <w:rPr>
          <w:rtl/>
        </w:rPr>
      </w:pPr>
      <w:r>
        <w:rPr>
          <w:rtl/>
        </w:rPr>
        <w:br w:type="page"/>
      </w:r>
    </w:p>
    <w:p w:rsidR="00A679DB" w:rsidRDefault="00A679DB" w:rsidP="00595F69">
      <w:pPr>
        <w:pStyle w:val="Heading2"/>
        <w:rPr>
          <w:rtl/>
        </w:rPr>
      </w:pPr>
      <w:bookmarkStart w:id="516" w:name="_Toc449617573"/>
      <w:r>
        <w:rPr>
          <w:rtl/>
        </w:rPr>
        <w:t>مجازات سير شدن در كنار مومن گرسنه</w:t>
      </w:r>
      <w:bookmarkEnd w:id="516"/>
    </w:p>
    <w:p w:rsidR="00A679DB" w:rsidRDefault="00A679DB" w:rsidP="00A679DB">
      <w:pPr>
        <w:pStyle w:val="libNormal"/>
        <w:rPr>
          <w:rtl/>
        </w:rPr>
      </w:pPr>
      <w:r>
        <w:rPr>
          <w:rtl/>
        </w:rPr>
        <w:t>حديث : ١ ابى رحمه الله قال حدثنى سعد بن عبدالله عن احمد بن ابى عبدالله البرقى عن محمد بن على الكوفى عن محمد بن سنان عن فرات بن اخنق قال قال على بن الحسين</w:t>
      </w:r>
      <w:r w:rsidR="00595F69">
        <w:rPr>
          <w:rFonts w:hint="cs"/>
          <w:rtl/>
        </w:rPr>
        <w:t xml:space="preserve"> </w:t>
      </w:r>
      <w:r w:rsidR="00DC5255" w:rsidRPr="00595F69">
        <w:rPr>
          <w:rStyle w:val="libAlaemChar"/>
          <w:rtl/>
        </w:rPr>
        <w:t>عليهم‌السلام</w:t>
      </w:r>
      <w:r w:rsidR="00DC5255">
        <w:rPr>
          <w:rtl/>
        </w:rPr>
        <w:t xml:space="preserve"> </w:t>
      </w:r>
      <w:r>
        <w:rPr>
          <w:rtl/>
        </w:rPr>
        <w:t>من بات شبعانا و بحضرته مومن جائع طاو قال الله عزوجل ملائكتى اشهدكم على هذا العبد اننى امرته فعصانى و اطاع غيرى و كلتهه الى عمله و عزتى و جلالى لا غفرت له ابدا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زين العابدين </w:t>
      </w:r>
      <w:r w:rsidRPr="00595F69">
        <w:rPr>
          <w:rStyle w:val="libAlaemChar"/>
          <w:rtl/>
        </w:rPr>
        <w:t>عليه‌السلام</w:t>
      </w:r>
      <w:r>
        <w:rPr>
          <w:rtl/>
        </w:rPr>
        <w:t xml:space="preserve"> فرمودند: كسى كه سير بخوابد و در كنار او مومن گرسنه اى باشد، خداوند عزوجل مى فرمايند: فرشتگانم ! شما را بر اين بنده گواه مى گيرم كه به او دستور دادم ، ولى از دستور من سرپيچى كرده و از ديگرى اطاعت كرد. او را به عملش واگذاشته و به عزت و جلالم سوگند، هيچ گاه او را نمى بخشم .</w:t>
      </w:r>
    </w:p>
    <w:p w:rsidR="00A679DB" w:rsidRDefault="00A679DB" w:rsidP="00A679DB">
      <w:pPr>
        <w:pStyle w:val="libNormal"/>
        <w:rPr>
          <w:rtl/>
        </w:rPr>
      </w:pPr>
      <w:r>
        <w:rPr>
          <w:rtl/>
        </w:rPr>
        <w:t xml:space="preserve">حديث : ٢ و فى روآيه حريز عن ابى عبدالله </w:t>
      </w:r>
      <w:r w:rsidRPr="00595F69">
        <w:rPr>
          <w:rStyle w:val="libAlaemChar"/>
          <w:rtl/>
        </w:rPr>
        <w:t>عليه‌السلام</w:t>
      </w:r>
      <w:r>
        <w:rPr>
          <w:rtl/>
        </w:rPr>
        <w:t xml:space="preserve"> قال قال رسول اللهه </w:t>
      </w:r>
      <w:r w:rsidR="00E60DFB" w:rsidRPr="00595F69">
        <w:rPr>
          <w:rStyle w:val="libAlaemChar"/>
          <w:rtl/>
        </w:rPr>
        <w:t>صلى‌الله‌عليه‌وآله</w:t>
      </w:r>
      <w:r w:rsidR="00E60DFB">
        <w:rPr>
          <w:rtl/>
        </w:rPr>
        <w:t xml:space="preserve"> </w:t>
      </w:r>
      <w:r>
        <w:rPr>
          <w:rtl/>
        </w:rPr>
        <w:t>عزوجل ما آمن بى من بات شعبان و اخوه المسلم طاو.</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595F69">
        <w:rPr>
          <w:rStyle w:val="libAlaemChar"/>
          <w:rtl/>
        </w:rPr>
        <w:t>عليه‌السلام</w:t>
      </w:r>
      <w:r>
        <w:rPr>
          <w:rtl/>
        </w:rPr>
        <w:t xml:space="preserve"> نقل مى نمايند كه رسول خدا </w:t>
      </w:r>
      <w:r w:rsidR="00E60DFB" w:rsidRPr="00595F69">
        <w:rPr>
          <w:rStyle w:val="libAlaemChar"/>
          <w:rtl/>
        </w:rPr>
        <w:t>صلى‌الله‌عليه‌وآله</w:t>
      </w:r>
      <w:r w:rsidR="00E60DFB">
        <w:rPr>
          <w:rtl/>
        </w:rPr>
        <w:t xml:space="preserve"> </w:t>
      </w:r>
      <w:r>
        <w:rPr>
          <w:rtl/>
        </w:rPr>
        <w:t>فرمودند: خداوند عزوجل مى فرمايند: كسى كه سير بخوابد و برادر مسلمانش گرسنه باشد، به من ايمان نياورده است .</w:t>
      </w:r>
    </w:p>
    <w:p w:rsidR="00A679DB" w:rsidRDefault="00595F69" w:rsidP="00A679DB">
      <w:pPr>
        <w:pStyle w:val="libNormal"/>
        <w:rPr>
          <w:rtl/>
        </w:rPr>
      </w:pPr>
      <w:r>
        <w:rPr>
          <w:rtl/>
        </w:rPr>
        <w:br w:type="page"/>
      </w:r>
    </w:p>
    <w:p w:rsidR="00A679DB" w:rsidRDefault="00A679DB" w:rsidP="00595F69">
      <w:pPr>
        <w:pStyle w:val="Heading2"/>
        <w:rPr>
          <w:rtl/>
        </w:rPr>
      </w:pPr>
      <w:bookmarkStart w:id="517" w:name="_Toc449617574"/>
      <w:r>
        <w:rPr>
          <w:rtl/>
        </w:rPr>
        <w:t>مجازات فقير مومن ، توهين به او، ذليل كردن او</w:t>
      </w:r>
      <w:bookmarkEnd w:id="517"/>
    </w:p>
    <w:p w:rsidR="00A679DB" w:rsidRDefault="00A679DB" w:rsidP="00A679DB">
      <w:pPr>
        <w:pStyle w:val="libNormal"/>
        <w:rPr>
          <w:rtl/>
        </w:rPr>
      </w:pPr>
      <w:r>
        <w:rPr>
          <w:rtl/>
        </w:rPr>
        <w:t>حديث : ١ حدثنى محمد بن موسى بن المتوكل رضى الله عنه قال حدثنى عبدالله بن جعفر الحميرى عن محمد بن الحسين بن ابى الخطاب عن الحسن بن محبوب عن المثنى عن ابى بصير عن ابى عبدالله قال لا تحقروا مومنا فقيرا فانهه من حقر مومنا فقيرا و استخفف تعالى و لم يزل ما قتاله حتى يرجع عن محقرته او يتوب و قال و من استذل مومنا و حقره لقله ذات يده و لفقره شهره الله يوم القيامه على رووس الخلائق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95F69">
        <w:rPr>
          <w:rStyle w:val="libAlaemChar"/>
          <w:rtl/>
        </w:rPr>
        <w:t>عليه‌السلام</w:t>
      </w:r>
      <w:r>
        <w:rPr>
          <w:rtl/>
        </w:rPr>
        <w:t xml:space="preserve"> فرمودند: مومن فقير را تحقير نكنيد. زيرا بدون شك كسى كه مومن فقيرى را تحقير كند و به او توهين نمايد، خداى متعال او را تحقير نموده و تا زمانى كه از كار خود دست بردارد يا توبه كند، مورد دشمنى شديد خداى متعال قرار مى گيرد. و كسى كه مومنى را بخاطر ندارى و فقرش خوار نمايد و تحقيرش كند، خداوند در روز قيامت او را در ميان مخلوقات رسوا مى نمايد.</w:t>
      </w:r>
    </w:p>
    <w:p w:rsidR="00A679DB" w:rsidRDefault="00A679DB" w:rsidP="00A679DB">
      <w:pPr>
        <w:pStyle w:val="libNormal"/>
        <w:rPr>
          <w:rtl/>
        </w:rPr>
      </w:pPr>
    </w:p>
    <w:p w:rsidR="00A679DB" w:rsidRDefault="00A679DB" w:rsidP="00A679DB">
      <w:pPr>
        <w:pStyle w:val="libNormal"/>
        <w:rPr>
          <w:rtl/>
        </w:rPr>
      </w:pPr>
      <w:r>
        <w:rPr>
          <w:rtl/>
        </w:rPr>
        <w:t>عقاب من اغتيب عنده المومن فلم ينصره .</w:t>
      </w:r>
    </w:p>
    <w:p w:rsidR="00A679DB" w:rsidRDefault="00595F69" w:rsidP="00A679DB">
      <w:pPr>
        <w:pStyle w:val="libNormal"/>
        <w:rPr>
          <w:rtl/>
        </w:rPr>
      </w:pPr>
      <w:r>
        <w:rPr>
          <w:rtl/>
        </w:rPr>
        <w:br w:type="page"/>
      </w:r>
    </w:p>
    <w:p w:rsidR="00A679DB" w:rsidRDefault="00A679DB" w:rsidP="00595F69">
      <w:pPr>
        <w:pStyle w:val="Heading2"/>
        <w:rPr>
          <w:rtl/>
        </w:rPr>
      </w:pPr>
      <w:bookmarkStart w:id="518" w:name="_Toc449617575"/>
      <w:r>
        <w:rPr>
          <w:rtl/>
        </w:rPr>
        <w:t>مجازات يارى نكردن مومن بهنگام غيبت از او</w:t>
      </w:r>
      <w:bookmarkEnd w:id="518"/>
    </w:p>
    <w:p w:rsidR="00A679DB" w:rsidRDefault="00A679DB" w:rsidP="00A679DB">
      <w:pPr>
        <w:pStyle w:val="libNormal"/>
        <w:rPr>
          <w:rtl/>
        </w:rPr>
      </w:pPr>
      <w:r>
        <w:rPr>
          <w:rtl/>
        </w:rPr>
        <w:t>حديث : ١ حدثنى محمد بن موسى بن المتوكل رضى الله عنه قال حدثنى عبدالله بن جعفر الحميرى عن محمد بن الحسين عن الحسن بن محبوب عن ابى الورد عن ابى جعفر قال من اغتيب عنده اخوه المومن فنصره و اعانه نصره الله و اعانه فى الدنيا و الاخره و من اغتيب عنده اخوه المومن فلم ينصره و لم يدفع عنهه و هو يقدر على نصرته و عونه حقره الله فى الدنيا و الاخره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595F69">
        <w:rPr>
          <w:rStyle w:val="libAlaemChar"/>
          <w:rtl/>
        </w:rPr>
        <w:t>عليه‌السلام</w:t>
      </w:r>
      <w:r>
        <w:rPr>
          <w:rtl/>
        </w:rPr>
        <w:t xml:space="preserve"> فرمودند: كسى كه پيش او از برادر مومنش غيبت شود و او به برادر مومنش كمك كرده و ياريش نمايد، خداوند در دنيا و آخرت او را كمك و يارى مى نمايد و كسى كه از برادر مومنش پيش او غيبت شود و در حالى كه مى تواند او را يارى و كمك كند، كمك و يارى نرسانيده و از او دفاع نكند، خداوند در دنيا و آخرت او را خوار و ذليل مى نمايد.</w:t>
      </w:r>
    </w:p>
    <w:p w:rsidR="00A679DB" w:rsidRDefault="00A679DB" w:rsidP="00A679DB">
      <w:pPr>
        <w:pStyle w:val="libNormal"/>
        <w:rPr>
          <w:rtl/>
        </w:rPr>
      </w:pPr>
    </w:p>
    <w:p w:rsidR="00A679DB" w:rsidRDefault="00A679DB" w:rsidP="00A679DB">
      <w:pPr>
        <w:pStyle w:val="libNormal"/>
        <w:rPr>
          <w:rtl/>
        </w:rPr>
      </w:pPr>
      <w:r>
        <w:rPr>
          <w:rtl/>
        </w:rPr>
        <w:t>عقاب العجب</w:t>
      </w:r>
    </w:p>
    <w:p w:rsidR="00A679DB" w:rsidRDefault="00595F69" w:rsidP="00A679DB">
      <w:pPr>
        <w:pStyle w:val="libNormal"/>
        <w:rPr>
          <w:rtl/>
        </w:rPr>
      </w:pPr>
      <w:r>
        <w:rPr>
          <w:rtl/>
        </w:rPr>
        <w:br w:type="page"/>
      </w:r>
    </w:p>
    <w:p w:rsidR="00A679DB" w:rsidRDefault="00A679DB" w:rsidP="00595F69">
      <w:pPr>
        <w:pStyle w:val="Heading2"/>
        <w:rPr>
          <w:rtl/>
        </w:rPr>
      </w:pPr>
      <w:bookmarkStart w:id="519" w:name="_Toc449617576"/>
      <w:r>
        <w:rPr>
          <w:rtl/>
        </w:rPr>
        <w:t>مجازات از خود راضى بودن</w:t>
      </w:r>
      <w:bookmarkEnd w:id="519"/>
    </w:p>
    <w:p w:rsidR="00A679DB" w:rsidRDefault="00A679DB" w:rsidP="00A679DB">
      <w:pPr>
        <w:pStyle w:val="libNormal"/>
        <w:rPr>
          <w:rtl/>
        </w:rPr>
      </w:pPr>
      <w:r>
        <w:rPr>
          <w:rtl/>
        </w:rPr>
        <w:t xml:space="preserve">حديث : ١ ابى رحمه الله قال حدثنى سعد بن عبدالله عن احمد بن ابى عبدالله عن ابيه عن محمد بن سنان عن العلاء عن ابى خالد الصيقل عن ابى جعفر </w:t>
      </w:r>
      <w:r w:rsidRPr="00595F69">
        <w:rPr>
          <w:rStyle w:val="libAlaemChar"/>
          <w:rtl/>
        </w:rPr>
        <w:t>عليه‌السلام</w:t>
      </w:r>
      <w:r>
        <w:rPr>
          <w:rtl/>
        </w:rPr>
        <w:t xml:space="preserve"> قال ان الله عزوجل فوض الامر الى ملك من الملائكه فخلق سبع سماوات و سبع الارضين و اشيا فلما راى الاشياء قد انقادت له قال من مثلى فارسل الله عزوجل نويره من نار قلت و ما نويره من نار بمثل انمله قال فاستقبها بجميع ما خلق فتخللت لذلك حتى وصلت اليه لما ان دخله العجب .</w:t>
      </w:r>
    </w:p>
    <w:p w:rsidR="00A679DB" w:rsidRDefault="00A679DB" w:rsidP="00A679DB">
      <w:pPr>
        <w:pStyle w:val="libNormal"/>
        <w:rPr>
          <w:rtl/>
        </w:rPr>
      </w:pPr>
      <w:r>
        <w:rPr>
          <w:rtl/>
        </w:rPr>
        <w:t>ترجمه :</w:t>
      </w:r>
    </w:p>
    <w:p w:rsidR="00A679DB" w:rsidRDefault="00A679DB" w:rsidP="00595F69">
      <w:pPr>
        <w:pStyle w:val="libNormal"/>
        <w:rPr>
          <w:rtl/>
        </w:rPr>
      </w:pPr>
      <w:r>
        <w:rPr>
          <w:rtl/>
        </w:rPr>
        <w:t xml:space="preserve">١. امام باقر </w:t>
      </w:r>
      <w:r w:rsidRPr="00595F69">
        <w:rPr>
          <w:rStyle w:val="libAlaemChar"/>
          <w:rtl/>
        </w:rPr>
        <w:t>عليه‌السلام</w:t>
      </w:r>
      <w:r>
        <w:rPr>
          <w:rtl/>
        </w:rPr>
        <w:t xml:space="preserve"> فرمودند: همانا خداوند عزوجل مقدارى از آفرينش ‍ را بعهده فرشته اى گذاشت و او هفت آسمان و هفت زمين و چيزهاى ديگرى آفريد. و هنگامى كه ديد همه چيز بفرمان اوست ، گفت ، من بى نظيرم . خداوند عزوجل نيز آتش اندكى فرستاد راوى سئوال كرد مثلا چقدر؟ فرمودند: آتشى باندازه بند انگشت و همه چيزهايى كه او آفريده بود به آتش كشيد، فقط بخاطر اين كه از خود راضى شده بود.</w:t>
      </w:r>
    </w:p>
    <w:p w:rsidR="00A679DB" w:rsidRDefault="00A679DB" w:rsidP="00A679DB">
      <w:pPr>
        <w:pStyle w:val="libNormal"/>
        <w:rPr>
          <w:rtl/>
        </w:rPr>
      </w:pPr>
    </w:p>
    <w:p w:rsidR="00A679DB" w:rsidRDefault="00A679DB" w:rsidP="00A679DB">
      <w:pPr>
        <w:pStyle w:val="libNormal"/>
        <w:rPr>
          <w:rtl/>
        </w:rPr>
      </w:pPr>
      <w:r>
        <w:rPr>
          <w:rtl/>
        </w:rPr>
        <w:t>عقاب من تصام عن سائله و تبختر فى مشيه</w:t>
      </w:r>
    </w:p>
    <w:p w:rsidR="00A679DB" w:rsidRDefault="00595F69" w:rsidP="00A679DB">
      <w:pPr>
        <w:pStyle w:val="libNormal"/>
        <w:rPr>
          <w:rtl/>
        </w:rPr>
      </w:pPr>
      <w:r>
        <w:rPr>
          <w:rtl/>
        </w:rPr>
        <w:br w:type="page"/>
      </w:r>
    </w:p>
    <w:p w:rsidR="00A679DB" w:rsidRDefault="00A679DB" w:rsidP="00595F69">
      <w:pPr>
        <w:pStyle w:val="Heading2"/>
        <w:rPr>
          <w:rtl/>
        </w:rPr>
      </w:pPr>
      <w:bookmarkStart w:id="520" w:name="_Toc449617577"/>
      <w:r>
        <w:rPr>
          <w:rtl/>
        </w:rPr>
        <w:t>مجازات به كرى زدن خود در مقابل</w:t>
      </w:r>
      <w:r w:rsidR="00595F69">
        <w:rPr>
          <w:rFonts w:hint="cs"/>
          <w:rtl/>
        </w:rPr>
        <w:t xml:space="preserve"> </w:t>
      </w:r>
      <w:r>
        <w:rPr>
          <w:rtl/>
        </w:rPr>
        <w:t>سائل و راه رفتن متكبرانه</w:t>
      </w:r>
      <w:bookmarkEnd w:id="520"/>
    </w:p>
    <w:p w:rsidR="00A679DB" w:rsidRDefault="00A679DB" w:rsidP="00A679DB">
      <w:pPr>
        <w:pStyle w:val="libNormal"/>
        <w:rPr>
          <w:rtl/>
        </w:rPr>
      </w:pPr>
      <w:r>
        <w:rPr>
          <w:rtl/>
        </w:rPr>
        <w:t>حديث : ١ ابى رحمه الله قال حدثنى سعد بن عبدالله عن احمد بن ابى عبدالله عن سليمان بن سماعه عن عمه عاصم الكوفى عن ابى عبدالله عن ابيه</w:t>
      </w:r>
      <w:r w:rsidR="00595F69">
        <w:rPr>
          <w:rFonts w:hint="cs"/>
          <w:rtl/>
        </w:rPr>
        <w:t xml:space="preserve"> </w:t>
      </w:r>
      <w:r w:rsidR="00DC5255" w:rsidRPr="00595F69">
        <w:rPr>
          <w:rStyle w:val="libAlaemChar"/>
          <w:rtl/>
        </w:rPr>
        <w:t>عليهم‌السلام</w:t>
      </w:r>
      <w:r w:rsidR="00DC5255">
        <w:rPr>
          <w:rtl/>
        </w:rPr>
        <w:t xml:space="preserve"> </w:t>
      </w:r>
      <w:r>
        <w:rPr>
          <w:rtl/>
        </w:rPr>
        <w:t xml:space="preserve">قال قال رسول الله </w:t>
      </w:r>
      <w:r w:rsidR="00E60DFB" w:rsidRPr="00595F69">
        <w:rPr>
          <w:rStyle w:val="libAlaemChar"/>
          <w:rtl/>
        </w:rPr>
        <w:t>صلى‌الله‌عليه‌وآله</w:t>
      </w:r>
      <w:r w:rsidR="00E60DFB">
        <w:rPr>
          <w:rtl/>
        </w:rPr>
        <w:t xml:space="preserve"> </w:t>
      </w:r>
      <w:r>
        <w:rPr>
          <w:rtl/>
        </w:rPr>
        <w:t>اذا تصامت امتى عن سائلها و مشت بتبخترها حلف ربى عزوجل بعزته فقال و عزتى لا عذبن بعضهم ببعض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95F69">
        <w:rPr>
          <w:rStyle w:val="libAlaemChar"/>
          <w:rtl/>
        </w:rPr>
        <w:t>عليه‌السلام</w:t>
      </w:r>
      <w:r>
        <w:rPr>
          <w:rtl/>
        </w:rPr>
        <w:t xml:space="preserve"> از پدرش </w:t>
      </w:r>
      <w:r w:rsidRPr="00595F69">
        <w:rPr>
          <w:rStyle w:val="libAlaemChar"/>
          <w:rtl/>
        </w:rPr>
        <w:t>عليه‌السلام</w:t>
      </w:r>
      <w:r>
        <w:rPr>
          <w:rtl/>
        </w:rPr>
        <w:t xml:space="preserve"> نقل مى نمايد كه رسول خدا </w:t>
      </w:r>
      <w:r w:rsidR="00E60DFB" w:rsidRPr="00595F69">
        <w:rPr>
          <w:rStyle w:val="libAlaemChar"/>
          <w:rtl/>
        </w:rPr>
        <w:t>صلى‌الله‌عليه‌وآله</w:t>
      </w:r>
      <w:r w:rsidR="00E60DFB">
        <w:rPr>
          <w:rtl/>
        </w:rPr>
        <w:t xml:space="preserve"> </w:t>
      </w:r>
      <w:r>
        <w:rPr>
          <w:rtl/>
        </w:rPr>
        <w:t>فرمودند: هنگامى كه امت من خود را در مقابل سائل به كرى زده و متكبرانه راه بروند، خدايم به عزتش سوگند ياد نموده و مى فرمايند: به عزتم سوگند بعضى از آنها را بوسيله بعضى ديگر عذاب مى نمايم .</w:t>
      </w:r>
    </w:p>
    <w:p w:rsidR="00A679DB" w:rsidRDefault="00A679DB" w:rsidP="00A679DB">
      <w:pPr>
        <w:pStyle w:val="libNormal"/>
        <w:rPr>
          <w:rtl/>
        </w:rPr>
      </w:pPr>
    </w:p>
    <w:p w:rsidR="00A679DB" w:rsidRDefault="00A679DB" w:rsidP="00A679DB">
      <w:pPr>
        <w:pStyle w:val="libNormal"/>
        <w:rPr>
          <w:rtl/>
        </w:rPr>
      </w:pPr>
      <w:r>
        <w:rPr>
          <w:rtl/>
        </w:rPr>
        <w:t>عقاب التباغض و التخاون</w:t>
      </w:r>
    </w:p>
    <w:p w:rsidR="00A679DB" w:rsidRDefault="00595F69" w:rsidP="00A679DB">
      <w:pPr>
        <w:pStyle w:val="libNormal"/>
        <w:rPr>
          <w:rtl/>
        </w:rPr>
      </w:pPr>
      <w:r>
        <w:rPr>
          <w:rtl/>
        </w:rPr>
        <w:br w:type="page"/>
      </w:r>
    </w:p>
    <w:p w:rsidR="00A679DB" w:rsidRDefault="00A679DB" w:rsidP="00595F69">
      <w:pPr>
        <w:pStyle w:val="Heading2"/>
        <w:rPr>
          <w:rtl/>
        </w:rPr>
      </w:pPr>
      <w:bookmarkStart w:id="521" w:name="_Toc449617578"/>
      <w:r>
        <w:rPr>
          <w:rtl/>
        </w:rPr>
        <w:t>مجازات دشمنى و خيانت نسبت به يكديگر</w:t>
      </w:r>
      <w:bookmarkEnd w:id="521"/>
    </w:p>
    <w:p w:rsidR="00A679DB" w:rsidRDefault="00A679DB" w:rsidP="00A679DB">
      <w:pPr>
        <w:pStyle w:val="libNormal"/>
        <w:rPr>
          <w:rtl/>
        </w:rPr>
      </w:pPr>
      <w:r>
        <w:rPr>
          <w:rtl/>
        </w:rPr>
        <w:t xml:space="preserve">حديث : ١ ابى رحمه الله قال حدثنى على بن ابراهيم عن ابيه عن النوفلى عن السكونى عن جعفر بن محمد عن ابيه عن آبائه قال قال رسول الله </w:t>
      </w:r>
      <w:r w:rsidR="00E60DFB" w:rsidRPr="00595F69">
        <w:rPr>
          <w:rStyle w:val="libAlaemChar"/>
          <w:rtl/>
        </w:rPr>
        <w:t>صلى‌الله‌عليه‌وآله</w:t>
      </w:r>
      <w:r w:rsidR="00E60DFB">
        <w:rPr>
          <w:rtl/>
        </w:rPr>
        <w:t xml:space="preserve"> </w:t>
      </w:r>
      <w:r>
        <w:rPr>
          <w:rtl/>
        </w:rPr>
        <w:t>لا تزال امتى بخير مالم يتخاونوا و ادوا الامانه و آتووا الزكاه و اذا لم يفعلوا ذلك ابتلوا بالحقط و السنين .</w:t>
      </w:r>
      <w:r>
        <w:rPr>
          <w:rtl/>
        </w:rPr>
        <w:cr/>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95F69">
        <w:rPr>
          <w:rStyle w:val="libAlaemChar"/>
          <w:rtl/>
        </w:rPr>
        <w:t>عليه‌السلام</w:t>
      </w:r>
      <w:r>
        <w:rPr>
          <w:rtl/>
        </w:rPr>
        <w:t xml:space="preserve"> از پدرانش </w:t>
      </w:r>
      <w:r w:rsidR="00DC5255" w:rsidRPr="00595F69">
        <w:rPr>
          <w:rStyle w:val="libAlaemChar"/>
          <w:rtl/>
        </w:rPr>
        <w:t>عليهم‌السلام</w:t>
      </w:r>
      <w:r w:rsidR="00DC5255">
        <w:rPr>
          <w:rtl/>
        </w:rPr>
        <w:t xml:space="preserve"> </w:t>
      </w:r>
      <w:r>
        <w:rPr>
          <w:rtl/>
        </w:rPr>
        <w:t xml:space="preserve">نقل مى نمايد كه رسول خدا </w:t>
      </w:r>
      <w:r w:rsidR="00E60DFB" w:rsidRPr="00595F69">
        <w:rPr>
          <w:rStyle w:val="libAlaemChar"/>
          <w:rtl/>
        </w:rPr>
        <w:t>صلى‌الله‌عليه‌وآله</w:t>
      </w:r>
      <w:r w:rsidR="00E60DFB">
        <w:rPr>
          <w:rtl/>
        </w:rPr>
        <w:t xml:space="preserve"> </w:t>
      </w:r>
      <w:r>
        <w:rPr>
          <w:rtl/>
        </w:rPr>
        <w:t>فرمودند: تا زمانى كه امت من به يكديگر خيانت نكرده ، امانتها را به صاحبانش بازگردانند و زكات بپردازند، در خير خواهند بود، و هنگامى كه اين كارها را انجام ندهند، گرفتار قحطى و خشكسالى مى شوند.</w:t>
      </w:r>
    </w:p>
    <w:p w:rsidR="00A679DB" w:rsidRDefault="00A679DB" w:rsidP="00A679DB">
      <w:pPr>
        <w:pStyle w:val="libNormal"/>
        <w:rPr>
          <w:rtl/>
        </w:rPr>
      </w:pPr>
    </w:p>
    <w:p w:rsidR="00A679DB" w:rsidRDefault="00A679DB" w:rsidP="00A679DB">
      <w:pPr>
        <w:pStyle w:val="libNormal"/>
        <w:rPr>
          <w:rtl/>
        </w:rPr>
      </w:pPr>
      <w:r>
        <w:rPr>
          <w:rtl/>
        </w:rPr>
        <w:t>عقاب المعاصى</w:t>
      </w:r>
    </w:p>
    <w:p w:rsidR="00A679DB" w:rsidRDefault="00595F69" w:rsidP="00A679DB">
      <w:pPr>
        <w:pStyle w:val="libNormal"/>
        <w:rPr>
          <w:rtl/>
        </w:rPr>
      </w:pPr>
      <w:r>
        <w:rPr>
          <w:rtl/>
        </w:rPr>
        <w:br w:type="page"/>
      </w:r>
    </w:p>
    <w:p w:rsidR="00A679DB" w:rsidRDefault="00A679DB" w:rsidP="00595F69">
      <w:pPr>
        <w:pStyle w:val="Heading2"/>
        <w:rPr>
          <w:rtl/>
        </w:rPr>
      </w:pPr>
      <w:bookmarkStart w:id="522" w:name="_Toc449617579"/>
      <w:r>
        <w:rPr>
          <w:rtl/>
        </w:rPr>
        <w:t>مجازات گناهان</w:t>
      </w:r>
      <w:bookmarkEnd w:id="522"/>
    </w:p>
    <w:p w:rsidR="00A679DB" w:rsidRDefault="00A679DB" w:rsidP="00A679DB">
      <w:pPr>
        <w:pStyle w:val="libNormal"/>
        <w:rPr>
          <w:rtl/>
        </w:rPr>
      </w:pPr>
      <w:r>
        <w:rPr>
          <w:rtl/>
        </w:rPr>
        <w:t xml:space="preserve">حديث : ١ حدثنى محمد بن موسى بن المتوكل رضى الله عنه قال حدثنى عبدالله بن جعفر الحميرى عن احمد بن محمد عن الحسن بن محبوب عن مالك بن عطيه عن ابى حمزه الثمالى عن ابى جعفر </w:t>
      </w:r>
      <w:r w:rsidRPr="00595F69">
        <w:rPr>
          <w:rStyle w:val="libAlaemChar"/>
          <w:rtl/>
        </w:rPr>
        <w:t>عليه‌السلام</w:t>
      </w:r>
      <w:r>
        <w:rPr>
          <w:rtl/>
        </w:rPr>
        <w:t xml:space="preserve"> قال اما انه ليست سنه امطر من سنه و لكن يضعه حيث يشاء الله ان الله عزوجل اذا عمل قوم بالمعاصى صرف عنهم ما كان قدر لهم من المطر فى تلك السنه الى غيرها من الفيافى و البحار و الجبال و ان الله عزوجل ليعذب الجعل فى جحرها بحبس المطر عن الارض بخطايا من بحضرته و قد جعل الله له السبيل و المسلك الى سوا محلهه اهل المعاصى ثم قال ابو جعفر </w:t>
      </w:r>
      <w:r w:rsidRPr="00595F69">
        <w:rPr>
          <w:rStyle w:val="libAlaemChar"/>
          <w:rtl/>
        </w:rPr>
        <w:t>عليه‌السلام</w:t>
      </w:r>
      <w:r>
        <w:rPr>
          <w:rtl/>
        </w:rPr>
        <w:t xml:space="preserve"> فاعتبروا يا اولى الابصار ثم قال وجدنا فى كتاب امير المومنين </w:t>
      </w:r>
      <w:r w:rsidRPr="00595F69">
        <w:rPr>
          <w:rStyle w:val="libAlaemChar"/>
          <w:rtl/>
        </w:rPr>
        <w:t>عليه‌السلام</w:t>
      </w:r>
      <w:r>
        <w:rPr>
          <w:rtl/>
        </w:rPr>
        <w:t xml:space="preserve"> قال رسول الله </w:t>
      </w:r>
      <w:r w:rsidR="00E60DFB" w:rsidRPr="00595F69">
        <w:rPr>
          <w:rStyle w:val="libAlaemChar"/>
          <w:rtl/>
        </w:rPr>
        <w:t>صلى‌الله‌عليه‌وآله</w:t>
      </w:r>
      <w:r w:rsidR="00E60DFB">
        <w:rPr>
          <w:rtl/>
        </w:rPr>
        <w:t xml:space="preserve"> </w:t>
      </w:r>
      <w:r>
        <w:rPr>
          <w:rtl/>
        </w:rPr>
        <w:t>اذا ظهر الزنا كثر موت الفجاه و اذا طفف المكيال اخذهم الله بالسنين و النقض و اذا منعوا الزكاه منعت الارض بركتها من الزرع و الثمار و المعادن و اذا جاروا فى الاحكام تعاونوا على الظلم و العدوان و اذا نقضوا العهود سلط الله عليهم عدوهم و اذا قطعوا الارحام جعلت الاموال فى ايدى الاشرار و اذا يامروا بمعروف و لم ينهوا عن منكر و لم يتبعوا الاخيار من اهل بيتى سلط الله عليهم شرارهم فيدعوا خيارهم فلايستجاب لهم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595F69">
        <w:rPr>
          <w:rStyle w:val="libAlaemChar"/>
          <w:rtl/>
        </w:rPr>
        <w:t>عليه‌السلام</w:t>
      </w:r>
      <w:r>
        <w:rPr>
          <w:rtl/>
        </w:rPr>
        <w:t xml:space="preserve"> فرمودند: بدانيد كه هيچ سالى پربارتر از سال ديگر نيست . تنها چيزى كه هست اين است كه نزول باران در هر منطقه اى بستگى به خواست خداوند دارد. بدون ترديد هنگامى كه جامعه اى كه مرتكب گناهان گردند، خداوند عزوجل بارانى را كه براى آنها قرار داده بود، در آن جا نبارانيده و در بيابانهاى وسيع ، درياها و كوهها ديگرى نازل مى گرداند. بدون شك </w:t>
      </w:r>
      <w:r>
        <w:rPr>
          <w:rtl/>
        </w:rPr>
        <w:lastRenderedPageBreak/>
        <w:t xml:space="preserve">خداوند جعل را در لانه اش بخاطر گناهان مردمى كه در كنار آن هستند، با نبارانيدن باران عذاب مى نمايد. زيرا كه او مى تواند به مكانى كه در آنجا معصيت نمى شود، برود. آنگاه امام باقر </w:t>
      </w:r>
      <w:r w:rsidRPr="00595F69">
        <w:rPr>
          <w:rStyle w:val="libAlaemChar"/>
          <w:rtl/>
        </w:rPr>
        <w:t>عليه‌السلام</w:t>
      </w:r>
      <w:r>
        <w:rPr>
          <w:rtl/>
        </w:rPr>
        <w:t xml:space="preserve"> فرمودند: اى آگاهان ! پند گيريد. سپس فرمودند: در كتاب امير المومنين </w:t>
      </w:r>
      <w:r w:rsidRPr="00595F69">
        <w:rPr>
          <w:rStyle w:val="libAlaemChar"/>
          <w:rtl/>
        </w:rPr>
        <w:t>عليه‌السلام</w:t>
      </w:r>
      <w:r>
        <w:rPr>
          <w:rtl/>
        </w:rPr>
        <w:t xml:space="preserve"> آمده است كه رسول خدا </w:t>
      </w:r>
      <w:r w:rsidR="00E60DFB" w:rsidRPr="00595F69">
        <w:rPr>
          <w:rStyle w:val="libAlaemChar"/>
          <w:rtl/>
        </w:rPr>
        <w:t>صلى‌الله‌عليه‌وآله</w:t>
      </w:r>
      <w:r w:rsidR="00E60DFB">
        <w:rPr>
          <w:rtl/>
        </w:rPr>
        <w:t xml:space="preserve"> </w:t>
      </w:r>
      <w:r>
        <w:rPr>
          <w:rtl/>
        </w:rPr>
        <w:t>فرمودند: هنگامى كه زنا آشكار شود، مرگ ناگهانى زياد مى شود، و زمانى كه كم فروشى كنند، خداوند آنان را با قحطى و كمبود محصولات عذاب مى نمايد و هنگامى كه زكات نپردازند، زمين نيز آنها را از زراعت ، ميوه ها، و معادن خود محروم مى نمايد، و هنگامى كه در قضاوت ، ظلم كنند، در ظلم و تجاوز به يارى يكديگر خواهند پرداخت . و زمانى كه پيمان شكنى كنند، خداوند دشمنانشان را بر آنها مسلط مى نمايد. و هنگامى كه قطع رحم نمايند، اموال در دست اشرار قرار مى گيرد. و زمانى كه امر به معروف و نهى از منكر مسلط مى نمايد و هنگامى كه قطع رحم نمايند، اموال در دست اشرار قرار مى گيرد و زمانى كه امر به معروف و نهى از منكر نكرده و از نيكان اهل بيتم پيروى نكنند، خداوند بدانشان را بر آنها مسلط مى نمايد، و در اين حال نيكان آنها دعا مى كنند، ولى مستجاب نمى شود.</w:t>
      </w:r>
    </w:p>
    <w:p w:rsidR="00A679DB" w:rsidRDefault="00A679DB" w:rsidP="00A679DB">
      <w:pPr>
        <w:pStyle w:val="libNormal"/>
        <w:rPr>
          <w:rtl/>
        </w:rPr>
      </w:pPr>
      <w:r>
        <w:rPr>
          <w:rtl/>
        </w:rPr>
        <w:t>عقاب العلماء الفجره و القراء الفسفه و الجبابره الظلمه و الوزراء الخونه والعرفاء الكذبه و الناكثين</w:t>
      </w:r>
    </w:p>
    <w:p w:rsidR="00A679DB" w:rsidRDefault="00A679DB" w:rsidP="00A679DB">
      <w:pPr>
        <w:pStyle w:val="libNormal"/>
        <w:rPr>
          <w:rtl/>
        </w:rPr>
      </w:pPr>
    </w:p>
    <w:p w:rsidR="00A679DB" w:rsidRDefault="00A679DB" w:rsidP="00A679DB">
      <w:pPr>
        <w:pStyle w:val="libNormal"/>
        <w:rPr>
          <w:rtl/>
        </w:rPr>
      </w:pPr>
      <w:r>
        <w:rPr>
          <w:rtl/>
        </w:rPr>
        <w:t xml:space="preserve">حديث : ٢ ابى رحمه الله قال حدثنى سعد بن عبدالله عن احمد بن محمد بن عيسى عن احمد بن محمد بن ابى نصر البزنطى عن ابان الاحمر عن ابى جعفر </w:t>
      </w:r>
      <w:r w:rsidRPr="00BA603C">
        <w:rPr>
          <w:rStyle w:val="libAlaemChar"/>
          <w:rtl/>
        </w:rPr>
        <w:t>عليه‌السلام</w:t>
      </w:r>
      <w:r>
        <w:rPr>
          <w:rtl/>
        </w:rPr>
        <w:t xml:space="preserve"> قال قال رسول الله </w:t>
      </w:r>
      <w:r w:rsidR="00E60DFB" w:rsidRPr="00BA603C">
        <w:rPr>
          <w:rStyle w:val="libAlaemChar"/>
          <w:rtl/>
        </w:rPr>
        <w:t>صلى‌الله‌عليه‌وآله</w:t>
      </w:r>
      <w:r w:rsidR="00E60DFB">
        <w:rPr>
          <w:rtl/>
        </w:rPr>
        <w:t xml:space="preserve"> </w:t>
      </w:r>
      <w:r>
        <w:rPr>
          <w:rtl/>
        </w:rPr>
        <w:t xml:space="preserve">خمس اذا ادر كتموهن فتعوذوا بالله عزوجل منهن لم تظهر الفاحشه فى قوم قط حتى يعلنوها الا ظهر فيهم الطاعون و الاوجاع التى </w:t>
      </w:r>
      <w:r>
        <w:rPr>
          <w:rtl/>
        </w:rPr>
        <w:lastRenderedPageBreak/>
        <w:t>لم تكن فى اسلافهم الذين مضوا و لم ينقصوا المكيال و الميزان الا اخذوا بالسنين و شده الموونه و جور السلطان و لم يمنعوا الزكاه الا منعوا القطر من السماء و لولا البهائم لم يمطروا و لم ينقضوا عهد الله عزوجل و عهد رسوله الا سلط الله عليهم عدوهم فاخذوا بعض ما فى ايديهم ولم يحكموا بغير ما انزل الله الا جعل باسهم بينهم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باقر </w:t>
      </w:r>
      <w:r w:rsidRPr="00BA603C">
        <w:rPr>
          <w:rStyle w:val="libAlaemChar"/>
          <w:rtl/>
        </w:rPr>
        <w:t>عليه‌السلام</w:t>
      </w:r>
      <w:r>
        <w:rPr>
          <w:rtl/>
        </w:rPr>
        <w:t xml:space="preserve"> نقل مى نمايد كه رسول خدا </w:t>
      </w:r>
      <w:r w:rsidR="00E60DFB" w:rsidRPr="00BA603C">
        <w:rPr>
          <w:rStyle w:val="libAlaemChar"/>
          <w:rtl/>
        </w:rPr>
        <w:t>صلى‌الله‌عليه‌وآله</w:t>
      </w:r>
      <w:r w:rsidR="00E60DFB">
        <w:rPr>
          <w:rtl/>
        </w:rPr>
        <w:t xml:space="preserve"> </w:t>
      </w:r>
      <w:r>
        <w:rPr>
          <w:rtl/>
        </w:rPr>
        <w:t>فرمودند: پنج چيز است كه اگر به آنها رسيديد، از آنها به خداوند عزوجل پناه بريد: گناهان بصورت آشكار در جامعه اى رواج پيدا نكرده است ، مگر اين كه طاعون و امراضى كه در ميان پيشينيان آنها كه از دنيا رفته اند، وجود نداشته است ، در ميان آنها رواج پيدا مى كند؛ و كم فروشى نكرده اند، مگر اين كه با قحطى و تنگدستى و ستم سلطان مجازات شده اند، زكات پرداخت نكرده اند، مگر اين كه از باران محروم شده اند و اگر چهارپايان نبودند باران بر آنها نمى باريد؛ پيمان خداوند عزوجل و پيمان رسولش را نشكسته اند، مگر اين كه خداوند دشمنانشان را بر آنها مسلط نموده و آنان مقدارى از مالشان را گرفته اند،، و بغير احكام الهى قضاوت ننموده اند، مگر اين كه خداوند عذابشان را در ميان خودشان قرار داده است .</w:t>
      </w:r>
    </w:p>
    <w:p w:rsidR="00A679DB" w:rsidRDefault="00A679DB" w:rsidP="00A679DB">
      <w:pPr>
        <w:pStyle w:val="libNormal"/>
        <w:rPr>
          <w:rtl/>
        </w:rPr>
      </w:pPr>
      <w:r>
        <w:rPr>
          <w:rtl/>
        </w:rPr>
        <w:t xml:space="preserve">حديث : ٣ ابى رحمه الله قال حدثنى على بن ابراهيم عن ابيه عن النوفلى عن السكونى عن ابى عبدالله </w:t>
      </w:r>
      <w:r w:rsidRPr="00BA603C">
        <w:rPr>
          <w:rStyle w:val="libAlaemChar"/>
          <w:rtl/>
        </w:rPr>
        <w:t>عليه‌السلام</w:t>
      </w:r>
      <w:r>
        <w:rPr>
          <w:rtl/>
        </w:rPr>
        <w:t xml:space="preserve"> قال قال رسول الله </w:t>
      </w:r>
      <w:r w:rsidR="00E60DFB" w:rsidRPr="00BA603C">
        <w:rPr>
          <w:rStyle w:val="libAlaemChar"/>
          <w:rtl/>
        </w:rPr>
        <w:t>صلى‌الله‌عليه‌وآله</w:t>
      </w:r>
      <w:r w:rsidR="00E60DFB">
        <w:rPr>
          <w:rtl/>
        </w:rPr>
        <w:t xml:space="preserve"> </w:t>
      </w:r>
      <w:r>
        <w:rPr>
          <w:rtl/>
        </w:rPr>
        <w:t>سياتى على امتى زمان تخبث فيه سرائرهم و تحسن فيهه علانيتهم طمعا فى الدنيا لا يريدون به ما عندالله عزوجل يكون امرهم رياء لا يخالطه خوف يعمهم الله بعقاب فيدعونه دعاء الغريق فلا يستجاب لهم .</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٣. امام صادق </w:t>
      </w:r>
      <w:r w:rsidRPr="00BA603C">
        <w:rPr>
          <w:rStyle w:val="libAlaemChar"/>
          <w:rtl/>
        </w:rPr>
        <w:t>عليه‌السلام</w:t>
      </w:r>
      <w:r>
        <w:rPr>
          <w:rtl/>
        </w:rPr>
        <w:t xml:space="preserve"> نقل مى نمايند كه رسول خدا </w:t>
      </w:r>
      <w:r w:rsidR="00E60DFB" w:rsidRPr="00BA603C">
        <w:rPr>
          <w:rStyle w:val="libAlaemChar"/>
          <w:rtl/>
        </w:rPr>
        <w:t>صلى‌الله‌عليه‌وآله</w:t>
      </w:r>
      <w:r w:rsidR="00E60DFB">
        <w:rPr>
          <w:rtl/>
        </w:rPr>
        <w:t xml:space="preserve"> </w:t>
      </w:r>
      <w:r>
        <w:rPr>
          <w:rtl/>
        </w:rPr>
        <w:t>فرمودند: زمانى مى رسد كه بخاطر رسيدن به دنيا، باطن امت من ناپاك و ظاهر آنها نيكو شده ، و به دنبال ثوابهاى خداوند عزوجل نبوده و كارهايشان ريايى و نه از ترس خدا خواهد بود. خداوند همه آنها را عذاب مى كند. آنگاه مانند غريق دعا مى كنند، ولى مستجاب نمى شود.</w:t>
      </w:r>
    </w:p>
    <w:p w:rsidR="00A679DB" w:rsidRDefault="00A679DB" w:rsidP="00A679DB">
      <w:pPr>
        <w:pStyle w:val="libNormal"/>
        <w:rPr>
          <w:rtl/>
        </w:rPr>
      </w:pPr>
      <w:r>
        <w:rPr>
          <w:rtl/>
        </w:rPr>
        <w:t xml:space="preserve">حديث : ٤ و بهذاالاسناد قال قال رسول الله </w:t>
      </w:r>
      <w:r w:rsidR="00E60DFB" w:rsidRPr="00BA603C">
        <w:rPr>
          <w:rStyle w:val="libAlaemChar"/>
          <w:rtl/>
        </w:rPr>
        <w:t>صلى‌الله‌عليه‌وآله</w:t>
      </w:r>
      <w:r w:rsidR="00E60DFB">
        <w:rPr>
          <w:rtl/>
        </w:rPr>
        <w:t xml:space="preserve"> </w:t>
      </w:r>
      <w:r>
        <w:rPr>
          <w:rtl/>
        </w:rPr>
        <w:t>سياتى على امتى زمان لا يبقى من القرآن الا رسمه و لامن الاسلام الا اسمه يسمون به و هم ابعد الناس منه مساجد هم عامره و هى خراب من الهدى فقهاء ذلك الزمان شر فقهاء تحت ظل السماء منهم خرجت الفتنه و اليهم تعود.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رسول خدا </w:t>
      </w:r>
      <w:r w:rsidR="00E60DFB" w:rsidRPr="00BA603C">
        <w:rPr>
          <w:rStyle w:val="libAlaemChar"/>
          <w:rtl/>
        </w:rPr>
        <w:t>صلى‌الله‌عليه‌وآله</w:t>
      </w:r>
      <w:r w:rsidR="00E60DFB">
        <w:rPr>
          <w:rtl/>
        </w:rPr>
        <w:t xml:space="preserve"> </w:t>
      </w:r>
      <w:r>
        <w:rPr>
          <w:rtl/>
        </w:rPr>
        <w:t>فرمودند: براى امتم زمانى مى رسد كه از قرآن چيزى جز ظاهر آن و از اسلام چيزى جز اسم آن باقى نمى ماند، بنام اسلام ناميده مى شوند، ولى دورترين مردم از اسلام هستند، مساجدشان آباد است ، ولى از هدايت در آنها خبرى نيست ، فقهاى اين زمان بدترين فقيهان در زير سايه آسمان هستند. منشاء فتنه ها مى باشند و فتنه ها به خودشان باز مى گردد.</w:t>
      </w:r>
    </w:p>
    <w:p w:rsidR="00A679DB" w:rsidRDefault="00A679DB" w:rsidP="00A679DB">
      <w:pPr>
        <w:pStyle w:val="libNormal"/>
        <w:rPr>
          <w:rtl/>
        </w:rPr>
      </w:pPr>
      <w:r>
        <w:rPr>
          <w:rtl/>
        </w:rPr>
        <w:t xml:space="preserve">حديث : ٥ حدثنى محمد بن على ماجيلويه رضى الله عنه عن عمه محمد بن ابى القاسم معن محمد بن على الكوفى عن محمد بن سنان عن حماد بن عثمان عن خلف بن حماد عن ربعى عن الفضيل عن ابى عبدالله </w:t>
      </w:r>
      <w:r w:rsidRPr="00BA603C">
        <w:rPr>
          <w:rStyle w:val="libAlaemChar"/>
          <w:rtl/>
        </w:rPr>
        <w:t>عليه‌السلام</w:t>
      </w:r>
      <w:r>
        <w:rPr>
          <w:rtl/>
        </w:rPr>
        <w:t xml:space="preserve"> قال اذا اخذ القوم فى معصيه الله عزوجل فان كانوا ركبانا من خيل ابليس و ان كانوا رجاله كانوا من رجالته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٥. امام صادق </w:t>
      </w:r>
      <w:r w:rsidRPr="00BA603C">
        <w:rPr>
          <w:rStyle w:val="libAlaemChar"/>
          <w:rtl/>
        </w:rPr>
        <w:t>عليه‌السلام</w:t>
      </w:r>
      <w:r>
        <w:rPr>
          <w:rtl/>
        </w:rPr>
        <w:t xml:space="preserve"> فرمودند: هنگامى كه عده اى گناه كنند، اگر سواره باشند، از سواره نظام ابليس و اگر پياده باشند، از پياده نظام او خواهند بود.</w:t>
      </w:r>
    </w:p>
    <w:p w:rsidR="00A679DB" w:rsidRDefault="00A679DB" w:rsidP="00A679DB">
      <w:pPr>
        <w:pStyle w:val="libNormal"/>
        <w:rPr>
          <w:rtl/>
        </w:rPr>
      </w:pPr>
      <w:r>
        <w:rPr>
          <w:rtl/>
        </w:rPr>
        <w:t xml:space="preserve">حديث : ٦ حدثنى محمد بن موسى بن المتوكل رضى الله عنه قال حدثنى عبدالله بن جعفر الحميرى عن احمد بن محمد عن الحسن بن محبوب عن الهيثم بن واقد قال سمعت ابا عبدالله </w:t>
      </w:r>
      <w:r w:rsidRPr="00BA603C">
        <w:rPr>
          <w:rStyle w:val="libAlaemChar"/>
          <w:rtl/>
        </w:rPr>
        <w:t>عليه‌السلام</w:t>
      </w:r>
      <w:r>
        <w:rPr>
          <w:rtl/>
        </w:rPr>
        <w:t xml:space="preserve"> يقول ان الله عزوجل بعث نبيا الى قومه فاوحى الله اليه قل لقومك انه ليس من اهل قريه و لا اهل بيت كانوا على طاعتى فاصابهم فيها شر فانتقلوا عما احب الى ما اكره الا تحولت لهم عما يحبون الى ما يكرهون .</w:t>
      </w:r>
    </w:p>
    <w:p w:rsidR="00A679DB" w:rsidRDefault="00A679DB" w:rsidP="00A679DB">
      <w:pPr>
        <w:pStyle w:val="libNormal"/>
        <w:rPr>
          <w:rtl/>
        </w:rPr>
      </w:pPr>
      <w:r>
        <w:rPr>
          <w:rtl/>
        </w:rPr>
        <w:t>عقاب العلماء الفجره و القراء الفسقه و الجبابره الظلمه و الوزراء الخونه و العرفاء الكذبه و الناكثين</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راوى مى گويد از امام صادق </w:t>
      </w:r>
      <w:r w:rsidRPr="00BA603C">
        <w:rPr>
          <w:rStyle w:val="libAlaemChar"/>
          <w:rtl/>
        </w:rPr>
        <w:t>عليه‌السلام</w:t>
      </w:r>
      <w:r>
        <w:rPr>
          <w:rtl/>
        </w:rPr>
        <w:t xml:space="preserve"> شنيدم كه فرمودند: همانا خداوند عزوجل پيامبرى را در ميان قوم خود برانگيخت و به او وحى نمود كه به قومت بگو: بدون شك اهل هيچ شهر يا خاندانى نبوده اند كه به طاعت من مشغول باشند و در اين راه حادثه ناگوارى برايشان پيش آيد، و آنها را از آنچه دوست دارم رو گرداند و به آنچه بدم مى آيد رو آورند، مگر اين كه من نيز از آنچه دوست دارند، رو گردانيده و به آنچه بدشان مى آيد، رو مى آورم .</w:t>
      </w:r>
    </w:p>
    <w:p w:rsidR="00A679DB" w:rsidRDefault="00A679DB" w:rsidP="00A679DB">
      <w:pPr>
        <w:pStyle w:val="libNormal"/>
        <w:rPr>
          <w:rtl/>
        </w:rPr>
      </w:pPr>
    </w:p>
    <w:p w:rsidR="00A679DB" w:rsidRDefault="00A679DB" w:rsidP="00A679DB">
      <w:pPr>
        <w:pStyle w:val="libNormal"/>
        <w:rPr>
          <w:rtl/>
        </w:rPr>
      </w:pPr>
      <w:r>
        <w:rPr>
          <w:rtl/>
        </w:rPr>
        <w:t>عقاب العلماء الفجره و القراء الفسفه و الجبابره الظلمه و الوزراء الخونه والعرفاء الكذبه و الناكثين</w:t>
      </w:r>
    </w:p>
    <w:p w:rsidR="00BA603C" w:rsidRPr="00ED74AF" w:rsidRDefault="00BA603C" w:rsidP="00ED74AF">
      <w:pPr>
        <w:pStyle w:val="libNormal"/>
        <w:rPr>
          <w:rFonts w:hint="cs"/>
          <w:rtl/>
        </w:rPr>
      </w:pPr>
      <w:r w:rsidRPr="00ED74AF">
        <w:rPr>
          <w:rtl/>
        </w:rPr>
        <w:br w:type="page"/>
      </w:r>
    </w:p>
    <w:p w:rsidR="00A679DB" w:rsidRDefault="00A679DB" w:rsidP="00BA603C">
      <w:pPr>
        <w:pStyle w:val="Heading2"/>
        <w:rPr>
          <w:rtl/>
        </w:rPr>
      </w:pPr>
      <w:bookmarkStart w:id="523" w:name="_Toc449617580"/>
      <w:r>
        <w:rPr>
          <w:rtl/>
        </w:rPr>
        <w:t>مجازات علماى فاسد، قاريان فاسق ، گردنكشان ستمگر، وزيران خيانتكار، دانايان دروغگو و پيمان شكنان</w:t>
      </w:r>
      <w:bookmarkEnd w:id="523"/>
    </w:p>
    <w:p w:rsidR="00A679DB" w:rsidRDefault="00A679DB" w:rsidP="00A679DB">
      <w:pPr>
        <w:pStyle w:val="libNormal"/>
        <w:rPr>
          <w:rtl/>
        </w:rPr>
      </w:pPr>
      <w:r>
        <w:rPr>
          <w:rtl/>
        </w:rPr>
        <w:t xml:space="preserve">١. حديث محمد بن على ماجيلويه رضى الله عنه عن عمه عن هارون بن مسلم عن مسعده بن زياد عن جعفر بن محمد </w:t>
      </w:r>
      <w:r w:rsidRPr="00BA603C">
        <w:rPr>
          <w:rStyle w:val="libAlaemChar"/>
          <w:rtl/>
        </w:rPr>
        <w:t>عليه‌السلام</w:t>
      </w:r>
      <w:r>
        <w:rPr>
          <w:rtl/>
        </w:rPr>
        <w:t xml:space="preserve"> ان عليا </w:t>
      </w:r>
      <w:r w:rsidRPr="00BA603C">
        <w:rPr>
          <w:rStyle w:val="libAlaemChar"/>
          <w:rtl/>
        </w:rPr>
        <w:t>عليه‌السلام</w:t>
      </w:r>
      <w:r>
        <w:rPr>
          <w:rtl/>
        </w:rPr>
        <w:t xml:space="preserve"> قال ان فى جهنم رحى تطحن افلا تسالونى ما طحنها فقيل له و ما طنحها يا اميرالمومنين فقال العلماء الفجره و القراء الفسقه و الجبابره الظلمه و الوزراء الخونه و العرفاء الكذبه و ان فى النار لمدينه يقال لها الحصينه افلا تسالونى ما فيها فقيل له و ما فيها يا اميرالمومنين قال فيها ايدى الناكثين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BA603C">
        <w:rPr>
          <w:rStyle w:val="libAlaemChar"/>
          <w:rtl/>
        </w:rPr>
        <w:t>عليه‌السلام</w:t>
      </w:r>
      <w:r>
        <w:rPr>
          <w:rtl/>
        </w:rPr>
        <w:t xml:space="preserve"> نقل مى نمايند كه رسول خدا </w:t>
      </w:r>
      <w:r w:rsidR="00E60DFB" w:rsidRPr="00BA603C">
        <w:rPr>
          <w:rStyle w:val="libAlaemChar"/>
          <w:rtl/>
        </w:rPr>
        <w:t>صلى‌الله‌عليه‌وآله</w:t>
      </w:r>
      <w:r w:rsidR="00E60DFB">
        <w:rPr>
          <w:rtl/>
        </w:rPr>
        <w:t xml:space="preserve"> </w:t>
      </w:r>
      <w:r>
        <w:rPr>
          <w:rtl/>
        </w:rPr>
        <w:t>فرمودند: همانا آسيابى در جهنم هست كه آسياب مى كند. آيا نمى پرسيد چه چيزى را آسياب مى كند؟ عرض كردند: چه چيزى را آسياب مى كند اى اميرالمومنين ؟ فرمودند: علماى فاسد، قاريان فاسق ، گردنكشان ستمگر، وزيران خيانتكار و دانايان دروغگو را. و همانا در جهنم شهرى به نام «حصينه» است . آيا نمى پرسيد كه چه چيزى در آن شهر است ؟ عرض ‍ كردند: در آن چيست اى اميرالمومنين ؟ فرمودند: دستهاى پيمان شكنان .</w:t>
      </w:r>
    </w:p>
    <w:p w:rsidR="00A679DB" w:rsidRDefault="00A679DB" w:rsidP="00A679DB">
      <w:pPr>
        <w:pStyle w:val="libNormal"/>
        <w:rPr>
          <w:rtl/>
        </w:rPr>
      </w:pPr>
    </w:p>
    <w:p w:rsidR="00A679DB" w:rsidRDefault="00A679DB" w:rsidP="00A679DB">
      <w:pPr>
        <w:pStyle w:val="libNormal"/>
        <w:rPr>
          <w:rtl/>
        </w:rPr>
      </w:pPr>
      <w:r>
        <w:rPr>
          <w:rtl/>
        </w:rPr>
        <w:t>عقاب حب الدنيا و عباده الطاغوت</w:t>
      </w:r>
    </w:p>
    <w:p w:rsidR="00A679DB" w:rsidRDefault="00BA603C" w:rsidP="00A679DB">
      <w:pPr>
        <w:pStyle w:val="libNormal"/>
        <w:rPr>
          <w:rtl/>
        </w:rPr>
      </w:pPr>
      <w:r>
        <w:rPr>
          <w:rtl/>
        </w:rPr>
        <w:br w:type="page"/>
      </w:r>
    </w:p>
    <w:p w:rsidR="00A679DB" w:rsidRDefault="00A679DB" w:rsidP="00BA603C">
      <w:pPr>
        <w:pStyle w:val="Heading2"/>
        <w:rPr>
          <w:rtl/>
        </w:rPr>
      </w:pPr>
      <w:bookmarkStart w:id="524" w:name="_Toc449617581"/>
      <w:r>
        <w:rPr>
          <w:rtl/>
        </w:rPr>
        <w:t>مجازات دوستى دنيا و عبادت طاغوت</w:t>
      </w:r>
      <w:bookmarkEnd w:id="524"/>
    </w:p>
    <w:p w:rsidR="00A679DB" w:rsidRDefault="00A679DB" w:rsidP="00A679DB">
      <w:pPr>
        <w:pStyle w:val="libNormal"/>
        <w:rPr>
          <w:rtl/>
        </w:rPr>
      </w:pPr>
      <w:r>
        <w:rPr>
          <w:rtl/>
        </w:rPr>
        <w:t xml:space="preserve">حديث : ١ ابى رحمه الله قال حدثنى محمد بن يحيى العطار قال حدثنى محمد بن احمد عن يعقوب بن يزيد عن محمد بن عمرو عن صالح بن سعيد عن اخيه سهل الحلوانى عن ابى عبدالله </w:t>
      </w:r>
      <w:r w:rsidRPr="00BA603C">
        <w:rPr>
          <w:rStyle w:val="libAlaemChar"/>
          <w:rtl/>
        </w:rPr>
        <w:t>عليه‌السلام</w:t>
      </w:r>
      <w:r>
        <w:rPr>
          <w:rtl/>
        </w:rPr>
        <w:t xml:space="preserve"> قال بينا عيسى بن مريم</w:t>
      </w:r>
      <w:r w:rsidR="00BA603C">
        <w:rPr>
          <w:rFonts w:hint="cs"/>
          <w:rtl/>
        </w:rPr>
        <w:t xml:space="preserve"> </w:t>
      </w:r>
      <w:r w:rsidR="00DC5255" w:rsidRPr="00BA603C">
        <w:rPr>
          <w:rStyle w:val="libAlaemChar"/>
          <w:rtl/>
        </w:rPr>
        <w:t>عليهم‌السلام</w:t>
      </w:r>
      <w:r w:rsidR="00DC5255">
        <w:rPr>
          <w:rtl/>
        </w:rPr>
        <w:t xml:space="preserve"> </w:t>
      </w:r>
      <w:r>
        <w:rPr>
          <w:rtl/>
        </w:rPr>
        <w:t xml:space="preserve">فى سياحته اذ مر بقريه فوجد اهلها موتى فى الطريق و الدور فقال ان هولاء ماتوا بسخطه و لو ماتوا بغيرها تدافنوا قال فقال اصحابه وددنا انا عرفنا قصتهم فقيل له نادهم يا روح الله قال ما حالكم و ما قصتكم قال اصبحنا فى عافيه و بتنا فى الهاويه فقال : ما الهاويه قال بحار من نار فيها جبال من النار قال و ما بلغ بكم ما ارى قال : حب الدنيا و عباده الطاغوت قال و ما بلغ بكم من حبكم الدنيا قال كحب الدنيا قال كحب الصبى لامه اذا اقبلت فرح و اذا ادبرت حزن قال و ما بلغ من عبادتكم الطاغوت قال كانوا اذا امرونا اطعناهم قال فكيف اجبتنى انت من دونهم قال لانهم ملجمون بلجم من نار عليهم ملائكه غلاظ شداد و انيكنت فيهم و لم اكن منهم فلما اصابهم العذاب اصابنى معهم فانا معلق بشعره اخاف ان اكبكب فى النار قال فقال عيسى </w:t>
      </w:r>
      <w:r w:rsidRPr="00BA603C">
        <w:rPr>
          <w:rStyle w:val="libAlaemChar"/>
          <w:rtl/>
        </w:rPr>
        <w:t>عليه‌السلام</w:t>
      </w:r>
      <w:r>
        <w:rPr>
          <w:rtl/>
        </w:rPr>
        <w:t xml:space="preserve"> لاصحابه النوم على المزابل و اكل خبر العشير يسير مع سلامه الدين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BA603C">
        <w:rPr>
          <w:rStyle w:val="libAlaemChar"/>
          <w:rtl/>
        </w:rPr>
        <w:t>عليه‌السلام</w:t>
      </w:r>
      <w:r>
        <w:rPr>
          <w:rtl/>
        </w:rPr>
        <w:t xml:space="preserve"> فرمودند: حضرت عيسى </w:t>
      </w:r>
      <w:r w:rsidRPr="00BA603C">
        <w:rPr>
          <w:rStyle w:val="libAlaemChar"/>
          <w:rtl/>
        </w:rPr>
        <w:t>عليه‌السلام</w:t>
      </w:r>
      <w:r>
        <w:rPr>
          <w:rtl/>
        </w:rPr>
        <w:t xml:space="preserve"> ب</w:t>
      </w:r>
      <w:r w:rsidR="00BA603C">
        <w:rPr>
          <w:rFonts w:hint="cs"/>
          <w:rtl/>
        </w:rPr>
        <w:t xml:space="preserve">ه </w:t>
      </w:r>
      <w:r>
        <w:rPr>
          <w:rtl/>
        </w:rPr>
        <w:t>هنگام سياحت گذارش به شهرى افتاد. مشاهده نمود كه اهل آن مرده و در خانه ها و راهها افتاده اند. فرمودند: اينها با خشم الهى مرده اند. و اگر در غير از اين بود، يكديگر را دفن مى كردند. ياران او عرض كردند: چرا به اين روز افتاده اند؟ آنها را صدا بزن روح الله ! او نيز صدا زد:</w:t>
      </w:r>
    </w:p>
    <w:p w:rsidR="00A679DB" w:rsidRDefault="00A679DB" w:rsidP="00A679DB">
      <w:pPr>
        <w:pStyle w:val="libNormal"/>
        <w:rPr>
          <w:rtl/>
        </w:rPr>
      </w:pPr>
      <w:r>
        <w:rPr>
          <w:rtl/>
        </w:rPr>
        <w:lastRenderedPageBreak/>
        <w:t xml:space="preserve">اى اهل شهر ! يكى از آنها جواب داد: بله ، اى روح الله ! حضرت عيسى </w:t>
      </w:r>
      <w:r w:rsidRPr="00BA603C">
        <w:rPr>
          <w:rStyle w:val="libAlaemChar"/>
          <w:rtl/>
        </w:rPr>
        <w:t>عليه‌السلام</w:t>
      </w:r>
      <w:r>
        <w:rPr>
          <w:rtl/>
        </w:rPr>
        <w:t xml:space="preserve"> پرسيد: براى شما چه اتفاقى افتاده است ؟ گفت : روز سالم بوديم ، ولى شب از هاويه سر در آورديم . پرسيد: هاويه چيست ؟ جواب داد: درياهايى از آتش است كه سر در آورديم از آتش در آن قرار دارد. پرسيد: چه چيزى شما را به اين جا رساند؟ جواب داد: دوستى دنيا و عبادت طاغوت . پرسيد: چقدر دنيا را دوست داشتيد؟ گفت همانقدر كه بچه مادرش را دوست دارد؛ هنگامى كه بيايد، خوشحال شده و هنگامى كه برود، اندوهگين مى شود. پرسيد: چگونه طاغوت را عبادت مى كرديد؟ گفت : وقتى به ما دستور مى دادند، اطاعت مى كرديم . پرسيد: چرا فقط تو جواب دادى ؟ گفت : باين جهت كه دهنه هايى از آتش بر دهان آنها زده و فرشتگانى خشن و نيرومند بر آنها گمارده اند. من در ميان آنها بودم ، ولى از آنان نبودم . هنگامى كه عذاب آمد، مرا نيز همراه آنان در برگرفت . اكنون به تار مويى آويزان بوده و مى ترسم در جهنم بيفتم . آنگاه حضرت عيسى </w:t>
      </w:r>
      <w:r w:rsidRPr="00BA603C">
        <w:rPr>
          <w:rStyle w:val="libAlaemChar"/>
          <w:rtl/>
        </w:rPr>
        <w:t>عليه‌السلام</w:t>
      </w:r>
      <w:r>
        <w:rPr>
          <w:rtl/>
        </w:rPr>
        <w:t xml:space="preserve"> به ياران خود فرمودند: خوابيدن در زباله دانيها و خوردن نان جو با سلامت دين راحت تر است .</w:t>
      </w:r>
    </w:p>
    <w:p w:rsidR="00A679DB" w:rsidRDefault="00A679DB" w:rsidP="00A679DB">
      <w:pPr>
        <w:pStyle w:val="libNormal"/>
        <w:rPr>
          <w:rtl/>
        </w:rPr>
      </w:pPr>
    </w:p>
    <w:p w:rsidR="00A679DB" w:rsidRDefault="00A679DB" w:rsidP="00A679DB">
      <w:pPr>
        <w:pStyle w:val="libNormal"/>
        <w:rPr>
          <w:rtl/>
        </w:rPr>
      </w:pPr>
      <w:r>
        <w:rPr>
          <w:rtl/>
        </w:rPr>
        <w:t>عقاب المرائى</w:t>
      </w:r>
    </w:p>
    <w:p w:rsidR="00A679DB" w:rsidRDefault="00BA603C" w:rsidP="00A679DB">
      <w:pPr>
        <w:pStyle w:val="libNormal"/>
        <w:rPr>
          <w:rtl/>
        </w:rPr>
      </w:pPr>
      <w:r>
        <w:rPr>
          <w:rtl/>
        </w:rPr>
        <w:br w:type="page"/>
      </w:r>
    </w:p>
    <w:p w:rsidR="00A679DB" w:rsidRDefault="00A679DB" w:rsidP="00BA603C">
      <w:pPr>
        <w:pStyle w:val="Heading2"/>
        <w:rPr>
          <w:rtl/>
        </w:rPr>
      </w:pPr>
      <w:bookmarkStart w:id="525" w:name="_Toc449617582"/>
      <w:r>
        <w:rPr>
          <w:rtl/>
        </w:rPr>
        <w:t>مجازات رياكار</w:t>
      </w:r>
      <w:bookmarkEnd w:id="525"/>
    </w:p>
    <w:p w:rsidR="00A679DB" w:rsidRDefault="00A679DB" w:rsidP="00A679DB">
      <w:pPr>
        <w:pStyle w:val="libNormal"/>
        <w:rPr>
          <w:rtl/>
        </w:rPr>
      </w:pPr>
      <w:r>
        <w:rPr>
          <w:rtl/>
        </w:rPr>
        <w:t>حديث : ١ ابى رحمه الله قال حدثنى عبدالله بن جعفر عن هارون بن مسلم عن مسعده بن زياد عن جعفربن محمد عن ابيه</w:t>
      </w:r>
      <w:r w:rsidR="00BA603C">
        <w:rPr>
          <w:rFonts w:hint="cs"/>
          <w:rtl/>
        </w:rPr>
        <w:t xml:space="preserve"> </w:t>
      </w:r>
      <w:r w:rsidR="00DC5255" w:rsidRPr="00BA603C">
        <w:rPr>
          <w:rStyle w:val="libAlaemChar"/>
          <w:rtl/>
        </w:rPr>
        <w:t>عليهم‌السلام</w:t>
      </w:r>
      <w:r w:rsidR="00DC5255">
        <w:rPr>
          <w:rtl/>
        </w:rPr>
        <w:t xml:space="preserve"> </w:t>
      </w:r>
      <w:r>
        <w:rPr>
          <w:rtl/>
        </w:rPr>
        <w:t xml:space="preserve">ان رسول الله </w:t>
      </w:r>
      <w:r w:rsidR="00E60DFB" w:rsidRPr="00BA603C">
        <w:rPr>
          <w:rStyle w:val="libAlaemChar"/>
          <w:rtl/>
        </w:rPr>
        <w:t>صلى‌الله‌عليه‌وآله</w:t>
      </w:r>
      <w:r w:rsidR="00E60DFB">
        <w:rPr>
          <w:rtl/>
        </w:rPr>
        <w:t xml:space="preserve"> </w:t>
      </w:r>
      <w:r>
        <w:rPr>
          <w:rtl/>
        </w:rPr>
        <w:t>سئل فبم النجاه غدا قال انما النجاه فى ان لا تخادعوا الله فيخدعكم فانه من يخادع الله يخدعه و ينزع من الايمان و نفسه يخدع لو يشعر قيل له فكيف يخادع الله قال : يعمل بما امر الله عزوجل ثم يريد به غيره فاتقوا الله فى الرياء فانه شرك بالله ان المرائى يدعى يوم القيامه باربعه اسماء يا كافر يا فاجر يا غادر يا خاسر حبط عملك و بطل اجرك و لا خلاق لك اليوم فالتمس اجرك ممن كنت تعمل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BA603C">
        <w:rPr>
          <w:rStyle w:val="libAlaemChar"/>
          <w:rtl/>
        </w:rPr>
        <w:t>عليه‌السلام</w:t>
      </w:r>
      <w:r>
        <w:rPr>
          <w:rtl/>
        </w:rPr>
        <w:t xml:space="preserve"> از پدرش </w:t>
      </w:r>
      <w:r w:rsidRPr="00BA603C">
        <w:rPr>
          <w:rStyle w:val="libAlaemChar"/>
          <w:rtl/>
        </w:rPr>
        <w:t>عليه‌السلام</w:t>
      </w:r>
      <w:r>
        <w:rPr>
          <w:rtl/>
        </w:rPr>
        <w:t xml:space="preserve"> روايت مى نمايد كه از رسول </w:t>
      </w:r>
      <w:r w:rsidR="00E60DFB" w:rsidRPr="00BA603C">
        <w:rPr>
          <w:rStyle w:val="libAlaemChar"/>
          <w:rtl/>
        </w:rPr>
        <w:t>صلى‌الله‌عليه‌وآله</w:t>
      </w:r>
      <w:r w:rsidR="00E60DFB">
        <w:rPr>
          <w:rtl/>
        </w:rPr>
        <w:t xml:space="preserve"> </w:t>
      </w:r>
      <w:r>
        <w:rPr>
          <w:rtl/>
        </w:rPr>
        <w:t>پرسيدند: فردا (قيامت) عامل نجات چيست ؟ فرمودند: نجات فقط در اين است كه با خداوند خدعه نكنيد تا خداوند هم با شما خدعه نكند. زيرا بدون شك كسى كه با خدا خدعه كند، خود فرهنگ شهادت نيز با او خدعه نموده و روح ايمان را از او مى گيرد. و اگر بفهمد درحقيقت با خودش خدعه نموده است . پرسيدند: انسان چگونه باخداوند خدعه مى كند؟ فرمودند: كارى را كه خداوند عزوجل دستور داده انجام ميدهد، ولى بخاطر غير خدا. از خدا بترسيد بخاطر ريا كه قطعا ريا شرك به خداست . بدون شك رياكار را در روز قيامت با چهار اسم صدا مى زنند: اى كافر ! اى فاسد ! اى حيله گر ! اى زيانكار ! عملت باطل شد، پاداشت از ميان رفت ، و امروز هيچ ثوابى ندارى ، پاداشت را از همان كسانى بخواه كه برايشان كار مى كردى .</w:t>
      </w:r>
    </w:p>
    <w:p w:rsidR="00A679DB" w:rsidRDefault="00A679DB" w:rsidP="00A679DB">
      <w:pPr>
        <w:pStyle w:val="libNormal"/>
        <w:rPr>
          <w:rtl/>
        </w:rPr>
      </w:pPr>
      <w:r>
        <w:rPr>
          <w:rtl/>
        </w:rPr>
        <w:lastRenderedPageBreak/>
        <w:t>حديث : ٢ و بهذاالاسناد عن جعفر عن ابيه</w:t>
      </w:r>
      <w:r w:rsidR="00BA603C">
        <w:rPr>
          <w:rFonts w:hint="cs"/>
          <w:rtl/>
        </w:rPr>
        <w:t xml:space="preserve"> </w:t>
      </w:r>
      <w:r w:rsidR="00DC5255" w:rsidRPr="00BA603C">
        <w:rPr>
          <w:rStyle w:val="libAlaemChar"/>
          <w:rtl/>
        </w:rPr>
        <w:t>عليهم‌السلام</w:t>
      </w:r>
      <w:r w:rsidR="00DC5255">
        <w:rPr>
          <w:rtl/>
        </w:rPr>
        <w:t xml:space="preserve"> </w:t>
      </w:r>
      <w:r>
        <w:rPr>
          <w:rtl/>
        </w:rPr>
        <w:t>ان الله عزوجل انزل كتابا من كتبه على نبى من الانبياء و فيه ان يكون خلق من خلقى يختتلون الدنيا بالدين يلبسون مسوك الضان على قلوب كقلوب الذئاب اشد مراره من الصبر و السنتهم احلى من العسل و اعمالهم الباطنه انتن من الجيف فبى يغترون ام آياى يخادعون ام على يجترئون فبعزتى حلفت لا بعثن عليهم</w:t>
      </w:r>
    </w:p>
    <w:p w:rsidR="00A679DB" w:rsidRDefault="00A679DB" w:rsidP="00A679DB">
      <w:pPr>
        <w:pStyle w:val="libNormal"/>
        <w:rPr>
          <w:rtl/>
        </w:rPr>
      </w:pPr>
      <w:r>
        <w:rPr>
          <w:rtl/>
        </w:rPr>
        <w:t>فتنه تطا فى خطامها حتى تبلغ اطراف الارض تترك الحكيم منها حيران فيها راى ذى الراى و حكمه الحكيم البسهم شيعا و اذيق بعضهم باس بعض انتقم من اعدائى باعدائى فلا ابالى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BA603C">
        <w:rPr>
          <w:rStyle w:val="libAlaemChar"/>
          <w:rtl/>
        </w:rPr>
        <w:t>عليه‌السلام</w:t>
      </w:r>
      <w:r>
        <w:rPr>
          <w:rtl/>
        </w:rPr>
        <w:t xml:space="preserve"> نقل مى نمايد كه پدرش </w:t>
      </w:r>
      <w:r w:rsidRPr="00BA603C">
        <w:rPr>
          <w:rStyle w:val="libAlaemChar"/>
          <w:rtl/>
        </w:rPr>
        <w:t>عليه‌السلام</w:t>
      </w:r>
      <w:r>
        <w:rPr>
          <w:rtl/>
        </w:rPr>
        <w:t xml:space="preserve"> فرمودند: در يكى از كتابهايى كه خداوند عزوجل بر يكى از پيامبران نازل نموده ، آمده است : عده اى از مخلوقاتم دين را وسيله رسيدن به دنيا قرار داده و باداشتن دلهايى چون دل گرگ ، پوست گوسفند به تن كرده اند، از صبر (شيره درختى بنام صبر زرد) تلخترند، ولى زبانشان شيرينتر از عسل است ؛ اعمال باطنى آنان (هر عملى قلبى مثل ايمان ، نيت ...) و بدبوتر از مردار است ؛ آيا (ايشان) فريب رحمت مرا خورده اند، با من نيرنگ مى كنند، يا بر من جرى شده اند ! به عزت خود سوگند ياد كرده ام كه بدون ترديد و حتما آنان را گرفتار فتنه افسار گسيخته اى سازم كه به سرتاسر زمين كشيده شود؛ چنان فتنه اى كه حكيم را واگذاشته و راى صاحبنظران و دانش دانشمندان در آن فرو ماند؛ آنان را متفرق نموده و بوسيله يكديگر آزارشان مى دهم . بوسيله دشمنانم از دشمنانم انتقام مى گيرم و برايم اهميتى ندارد. و نيز برايم اهميتى ندارد كه همه آنها را عذاب نمايم .</w:t>
      </w:r>
    </w:p>
    <w:p w:rsidR="00BA603C" w:rsidRPr="00ED74AF" w:rsidRDefault="00BA603C" w:rsidP="00ED74AF">
      <w:pPr>
        <w:pStyle w:val="libNormal"/>
        <w:rPr>
          <w:rFonts w:hint="cs"/>
          <w:rtl/>
        </w:rPr>
      </w:pPr>
      <w:r w:rsidRPr="00ED74AF">
        <w:rPr>
          <w:rtl/>
        </w:rPr>
        <w:br w:type="page"/>
      </w:r>
    </w:p>
    <w:p w:rsidR="00A679DB" w:rsidRDefault="00A679DB" w:rsidP="00BA603C">
      <w:pPr>
        <w:pStyle w:val="Heading2"/>
        <w:rPr>
          <w:rtl/>
        </w:rPr>
      </w:pPr>
      <w:bookmarkStart w:id="526" w:name="_Toc449617583"/>
      <w:r>
        <w:rPr>
          <w:rtl/>
        </w:rPr>
        <w:t>مجازات چيزى ساختن براى رقابت در تفاخر</w:t>
      </w:r>
      <w:bookmarkEnd w:id="526"/>
    </w:p>
    <w:p w:rsidR="00A679DB" w:rsidRDefault="00A679DB" w:rsidP="00A679DB">
      <w:pPr>
        <w:pStyle w:val="libNormal"/>
        <w:rPr>
          <w:rtl/>
        </w:rPr>
      </w:pPr>
      <w:r>
        <w:rPr>
          <w:rtl/>
        </w:rPr>
        <w:t xml:space="preserve">حديث : ١ ابى رحمه الله قال حدثنى سعد بن عبدالله عن يعقوب بن يزيد عن محمد بن ابراهيم النوفلى عن الحسين بن المختار رفعه الى امير المومنين </w:t>
      </w:r>
      <w:r w:rsidRPr="00BA603C">
        <w:rPr>
          <w:rStyle w:val="libAlaemChar"/>
          <w:rtl/>
        </w:rPr>
        <w:t>عليه‌السلام</w:t>
      </w:r>
      <w:r>
        <w:rPr>
          <w:rtl/>
        </w:rPr>
        <w:t xml:space="preserve"> قال من صنع شيئا للمفاخره حشره الله يوم القيامه اسود.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امير المومنين </w:t>
      </w:r>
      <w:r w:rsidRPr="00BA603C">
        <w:rPr>
          <w:rStyle w:val="libAlaemChar"/>
          <w:rtl/>
        </w:rPr>
        <w:t>عليه‌السلام</w:t>
      </w:r>
      <w:r>
        <w:rPr>
          <w:rtl/>
        </w:rPr>
        <w:t xml:space="preserve"> فرمودند: كسى كه براى رقابت در تفاخر چيزى بسازد، خداوند او را روسياه محشور مى نمايد.</w:t>
      </w:r>
    </w:p>
    <w:p w:rsidR="00A679DB" w:rsidRDefault="00A679DB" w:rsidP="00A679DB">
      <w:pPr>
        <w:pStyle w:val="libNormal"/>
        <w:rPr>
          <w:rtl/>
        </w:rPr>
      </w:pPr>
    </w:p>
    <w:p w:rsidR="00A679DB" w:rsidRDefault="00A679DB" w:rsidP="00A679DB">
      <w:pPr>
        <w:pStyle w:val="libNormal"/>
        <w:rPr>
          <w:rtl/>
        </w:rPr>
      </w:pPr>
      <w:r>
        <w:rPr>
          <w:rtl/>
        </w:rPr>
        <w:t>عقاب من ترك الامر بالمعروف و النهى عن المنكر</w:t>
      </w:r>
    </w:p>
    <w:p w:rsidR="00A679DB" w:rsidRDefault="00BA603C" w:rsidP="00A679DB">
      <w:pPr>
        <w:pStyle w:val="libNormal"/>
        <w:rPr>
          <w:rtl/>
        </w:rPr>
      </w:pPr>
      <w:r>
        <w:rPr>
          <w:rtl/>
        </w:rPr>
        <w:br w:type="page"/>
      </w:r>
    </w:p>
    <w:p w:rsidR="00A679DB" w:rsidRDefault="00A679DB" w:rsidP="00BA603C">
      <w:pPr>
        <w:pStyle w:val="Heading2"/>
        <w:rPr>
          <w:rtl/>
        </w:rPr>
      </w:pPr>
      <w:bookmarkStart w:id="527" w:name="_Toc449617584"/>
      <w:r>
        <w:rPr>
          <w:rtl/>
        </w:rPr>
        <w:t>مجازات ترك امر به معروف و نهى از منكر</w:t>
      </w:r>
      <w:bookmarkEnd w:id="527"/>
    </w:p>
    <w:p w:rsidR="00A679DB" w:rsidRDefault="00A679DB" w:rsidP="00A679DB">
      <w:pPr>
        <w:pStyle w:val="libNormal"/>
        <w:rPr>
          <w:rtl/>
        </w:rPr>
      </w:pPr>
      <w:r>
        <w:rPr>
          <w:rtl/>
        </w:rPr>
        <w:t xml:space="preserve">حديث : ١ ابى عبدالله قال حدثنى سعدبن عبدالله عن محمد بن عيسى عن محمد بن عرفه قال سمعت الرضا </w:t>
      </w:r>
      <w:r w:rsidRPr="00BA603C">
        <w:rPr>
          <w:rStyle w:val="libAlaemChar"/>
          <w:rtl/>
        </w:rPr>
        <w:t>عليه‌السلام</w:t>
      </w:r>
      <w:r>
        <w:rPr>
          <w:rtl/>
        </w:rPr>
        <w:t xml:space="preserve"> يقول قال رسول الله </w:t>
      </w:r>
      <w:r w:rsidR="00E60DFB" w:rsidRPr="00BA603C">
        <w:rPr>
          <w:rStyle w:val="libAlaemChar"/>
          <w:rtl/>
        </w:rPr>
        <w:t>صلى‌الله‌عليه‌وآله</w:t>
      </w:r>
      <w:r w:rsidR="00E60DFB">
        <w:rPr>
          <w:rtl/>
        </w:rPr>
        <w:t xml:space="preserve"> </w:t>
      </w:r>
      <w:r>
        <w:rPr>
          <w:rtl/>
        </w:rPr>
        <w:t>اذا ترك امتى الامر بالمعروف و النهى عن المنكر فلياذن بوقاع من الله جل اسمه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رضا </w:t>
      </w:r>
      <w:r w:rsidRPr="00BA603C">
        <w:rPr>
          <w:rStyle w:val="libAlaemChar"/>
          <w:rtl/>
        </w:rPr>
        <w:t>عليه‌السلام</w:t>
      </w:r>
      <w:r>
        <w:rPr>
          <w:rtl/>
        </w:rPr>
        <w:t xml:space="preserve"> شنيدم كه نقل نمود رسول خدا </w:t>
      </w:r>
      <w:r w:rsidR="00E60DFB" w:rsidRPr="00BA603C">
        <w:rPr>
          <w:rStyle w:val="libAlaemChar"/>
          <w:rtl/>
        </w:rPr>
        <w:t>صلى‌الله‌عليه‌وآله</w:t>
      </w:r>
      <w:r w:rsidR="00E60DFB">
        <w:rPr>
          <w:rtl/>
        </w:rPr>
        <w:t xml:space="preserve"> </w:t>
      </w:r>
      <w:r>
        <w:rPr>
          <w:rtl/>
        </w:rPr>
        <w:t>فرمودند: هنگامى كه امت من امر به معروف و نهى از منكر را ترك كردند. بايد آماده جنگ با خداى متعال باشند.</w:t>
      </w:r>
    </w:p>
    <w:p w:rsidR="00A679DB" w:rsidRDefault="00A679DB" w:rsidP="00A679DB">
      <w:pPr>
        <w:pStyle w:val="libNormal"/>
        <w:rPr>
          <w:rtl/>
        </w:rPr>
      </w:pPr>
    </w:p>
    <w:p w:rsidR="00A679DB" w:rsidRDefault="00A679DB" w:rsidP="00A679DB">
      <w:pPr>
        <w:pStyle w:val="libNormal"/>
        <w:rPr>
          <w:rtl/>
        </w:rPr>
      </w:pPr>
      <w:r>
        <w:rPr>
          <w:rtl/>
        </w:rPr>
        <w:t>باب</w:t>
      </w:r>
    </w:p>
    <w:p w:rsidR="00A679DB" w:rsidRDefault="00BA603C" w:rsidP="00A679DB">
      <w:pPr>
        <w:pStyle w:val="libNormal"/>
        <w:rPr>
          <w:rtl/>
        </w:rPr>
      </w:pPr>
      <w:r>
        <w:rPr>
          <w:rtl/>
        </w:rPr>
        <w:br w:type="page"/>
      </w:r>
    </w:p>
    <w:p w:rsidR="00A679DB" w:rsidRDefault="00A679DB" w:rsidP="00BA603C">
      <w:pPr>
        <w:pStyle w:val="Heading2"/>
        <w:rPr>
          <w:rtl/>
        </w:rPr>
      </w:pPr>
      <w:bookmarkStart w:id="528" w:name="_Toc449617585"/>
      <w:r>
        <w:rPr>
          <w:rtl/>
        </w:rPr>
        <w:t>مجازات به خشم در آوردن خداوند</w:t>
      </w:r>
      <w:bookmarkEnd w:id="528"/>
    </w:p>
    <w:p w:rsidR="00A679DB" w:rsidRDefault="00A679DB" w:rsidP="00A679DB">
      <w:pPr>
        <w:pStyle w:val="libNormal"/>
        <w:rPr>
          <w:rtl/>
        </w:rPr>
      </w:pPr>
      <w:r>
        <w:rPr>
          <w:rtl/>
        </w:rPr>
        <w:t xml:space="preserve">حديث : ١ ابى رحمه الله قال حدثنى سعد بن عبدالله عن احمد بن محمد عن العباس بن معروف عن رجل عن مندل بن على العنزى عن محمد بن مطرف عن مسمع عن الاصبغ بن نباته عن على </w:t>
      </w:r>
      <w:r w:rsidRPr="00BA603C">
        <w:rPr>
          <w:rStyle w:val="libAlaemChar"/>
          <w:rtl/>
        </w:rPr>
        <w:t>عليه‌السلام</w:t>
      </w:r>
      <w:r>
        <w:rPr>
          <w:rtl/>
        </w:rPr>
        <w:t xml:space="preserve"> قال : اذا غضب الله عزوجل على بلده و لم ينزل بها العذاب غلت اسعارها و قصرت اعمارها و لم تربح تجارها و لم ترك اثمارها و لم تغزر انهارها و حبس ‍ عنها امطارها و سلط عليها شرارها.</w:t>
      </w:r>
    </w:p>
    <w:p w:rsidR="00A679DB" w:rsidRDefault="00A679DB" w:rsidP="00A679DB">
      <w:pPr>
        <w:pStyle w:val="libNormal"/>
        <w:rPr>
          <w:rtl/>
        </w:rPr>
      </w:pPr>
      <w:r>
        <w:rPr>
          <w:rtl/>
        </w:rPr>
        <w:t>ترجمه :</w:t>
      </w:r>
    </w:p>
    <w:p w:rsidR="00A679DB" w:rsidRDefault="00A679DB" w:rsidP="00BA603C">
      <w:pPr>
        <w:pStyle w:val="libNormal"/>
        <w:rPr>
          <w:rtl/>
        </w:rPr>
      </w:pPr>
      <w:r>
        <w:rPr>
          <w:rtl/>
        </w:rPr>
        <w:t xml:space="preserve">١. امام على </w:t>
      </w:r>
      <w:r w:rsidRPr="00BA603C">
        <w:rPr>
          <w:rStyle w:val="libAlaemChar"/>
          <w:rtl/>
        </w:rPr>
        <w:t>عليه‌السلام</w:t>
      </w:r>
      <w:r>
        <w:rPr>
          <w:rtl/>
        </w:rPr>
        <w:t xml:space="preserve"> فرمودند: هنگامى كه خداوند عزوجل بر شهرى خشم گيرد و عذابى بر آنان نازل نكند، نرخهاى آنان بالا رفته ، عمرهاى آنان كوتاه شده ، تاجران آن سود نبرده ، ميوه هايش پاكيزه نشده ، رودهايش كم </w:t>
      </w:r>
      <w:r w:rsidR="00BA603C">
        <w:rPr>
          <w:rFonts w:hint="cs"/>
          <w:rtl/>
        </w:rPr>
        <w:t>آ</w:t>
      </w:r>
      <w:r>
        <w:rPr>
          <w:rtl/>
        </w:rPr>
        <w:t>ب شده ، باران نباريده و خداوند بدانشان را بر آنها مسلط مى نمايد.</w:t>
      </w:r>
    </w:p>
    <w:p w:rsidR="00A679DB" w:rsidRDefault="00A679DB" w:rsidP="00A679DB">
      <w:pPr>
        <w:pStyle w:val="libNormal"/>
        <w:rPr>
          <w:rtl/>
        </w:rPr>
      </w:pPr>
    </w:p>
    <w:p w:rsidR="00A679DB" w:rsidRDefault="00A679DB" w:rsidP="00A679DB">
      <w:pPr>
        <w:pStyle w:val="libNormal"/>
        <w:rPr>
          <w:rtl/>
        </w:rPr>
      </w:pPr>
      <w:r>
        <w:rPr>
          <w:rtl/>
        </w:rPr>
        <w:t>عقاب من امن رجلا على دمه ثم قتله</w:t>
      </w:r>
    </w:p>
    <w:p w:rsidR="00A679DB" w:rsidRDefault="00190630" w:rsidP="00A679DB">
      <w:pPr>
        <w:pStyle w:val="libNormal"/>
        <w:rPr>
          <w:rtl/>
        </w:rPr>
      </w:pPr>
      <w:r>
        <w:rPr>
          <w:rtl/>
        </w:rPr>
        <w:br w:type="page"/>
      </w:r>
    </w:p>
    <w:p w:rsidR="00A679DB" w:rsidRDefault="00A679DB" w:rsidP="00A679DB">
      <w:pPr>
        <w:pStyle w:val="libNormal"/>
        <w:rPr>
          <w:rtl/>
        </w:rPr>
      </w:pPr>
      <w:r>
        <w:rPr>
          <w:rtl/>
        </w:rPr>
        <w:t xml:space="preserve">مجازات </w:t>
      </w:r>
      <w:r w:rsidRPr="00190630">
        <w:rPr>
          <w:rStyle w:val="Heading2Char"/>
          <w:rtl/>
        </w:rPr>
        <w:t>در امان داشتن مرد از كشتن و آنگاه كشتن او</w:t>
      </w:r>
    </w:p>
    <w:p w:rsidR="00A679DB" w:rsidRDefault="00A679DB" w:rsidP="00A679DB">
      <w:pPr>
        <w:pStyle w:val="libNormal"/>
        <w:rPr>
          <w:rtl/>
        </w:rPr>
      </w:pPr>
      <w:r>
        <w:rPr>
          <w:rtl/>
        </w:rPr>
        <w:t xml:space="preserve">حديث : ١ حدثنى حمد بن الحسن رضى الله عنه قال حدثنى محمد بن الحسن الصفار عن ابراهيم بن هاشم عن يحيى بن ابى عمران عن يونس عن عبدالله بن سليمان قال سمعت ابا جعفر </w:t>
      </w:r>
      <w:r w:rsidRPr="00190630">
        <w:rPr>
          <w:rStyle w:val="libAlaemChar"/>
          <w:rtl/>
        </w:rPr>
        <w:t>عليه‌السلام</w:t>
      </w:r>
      <w:r>
        <w:rPr>
          <w:rtl/>
        </w:rPr>
        <w:t xml:space="preserve"> يقول من امن رجلا على دمه ثم قلته جاء يوم القيامه يحمل لواء الغدر.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باقر </w:t>
      </w:r>
      <w:r w:rsidRPr="00190630">
        <w:rPr>
          <w:rStyle w:val="libAlaemChar"/>
          <w:rtl/>
        </w:rPr>
        <w:t>عليه‌السلام</w:t>
      </w:r>
      <w:r>
        <w:rPr>
          <w:rtl/>
        </w:rPr>
        <w:t xml:space="preserve"> شنيدم كه فرمودند: كسى كه مردى را از كشتن در امان بدارد و سپس او را بكشد، در روز قيامت در حالى خواهد آمد كه پرچم فريب را حمل مى كند.</w:t>
      </w:r>
    </w:p>
    <w:p w:rsidR="00A679DB" w:rsidRDefault="00A679DB" w:rsidP="00A679DB">
      <w:pPr>
        <w:pStyle w:val="libNormal"/>
        <w:rPr>
          <w:rtl/>
        </w:rPr>
      </w:pPr>
    </w:p>
    <w:p w:rsidR="00A679DB" w:rsidRDefault="00A679DB" w:rsidP="00A679DB">
      <w:pPr>
        <w:pStyle w:val="libNormal"/>
        <w:rPr>
          <w:rtl/>
        </w:rPr>
      </w:pPr>
      <w:r>
        <w:rPr>
          <w:rtl/>
        </w:rPr>
        <w:t>عقاب من اغتاب غازيا فى طاعه الله او اذاه او خلفه فى اهله بسوء</w:t>
      </w:r>
    </w:p>
    <w:p w:rsidR="00A679DB" w:rsidRDefault="00190630" w:rsidP="00A679DB">
      <w:pPr>
        <w:pStyle w:val="libNormal"/>
        <w:rPr>
          <w:rtl/>
        </w:rPr>
      </w:pPr>
      <w:r>
        <w:rPr>
          <w:rtl/>
        </w:rPr>
        <w:br w:type="page"/>
      </w:r>
    </w:p>
    <w:p w:rsidR="00A679DB" w:rsidRDefault="00A679DB" w:rsidP="00190630">
      <w:pPr>
        <w:pStyle w:val="Heading2"/>
        <w:rPr>
          <w:rtl/>
        </w:rPr>
      </w:pPr>
      <w:bookmarkStart w:id="529" w:name="_Toc449617586"/>
      <w:r>
        <w:rPr>
          <w:rtl/>
        </w:rPr>
        <w:t>مجازات غيبت از جنگجوى در راه خدا، اذيت او يا بدرفتارى با خانواده اش</w:t>
      </w:r>
      <w:bookmarkEnd w:id="529"/>
    </w:p>
    <w:p w:rsidR="00A679DB" w:rsidRDefault="00A679DB" w:rsidP="00A679DB">
      <w:pPr>
        <w:pStyle w:val="libNormal"/>
        <w:rPr>
          <w:rtl/>
        </w:rPr>
      </w:pPr>
      <w:r>
        <w:rPr>
          <w:rtl/>
        </w:rPr>
        <w:t>حديث : ١ ابى رحمه الله قال حدثنى سعد بن عبدالله عن ابراهيم بن هاشم عن النوفلى عن السكونى عن جعفر بن محمد عن ابيه</w:t>
      </w:r>
      <w:r w:rsidR="00190630">
        <w:rPr>
          <w:rFonts w:hint="cs"/>
          <w:rtl/>
        </w:rPr>
        <w:t xml:space="preserve"> </w:t>
      </w:r>
      <w:r w:rsidR="00DC5255" w:rsidRPr="00190630">
        <w:rPr>
          <w:rStyle w:val="libAlaemChar"/>
          <w:rtl/>
        </w:rPr>
        <w:t>عليهم‌السلام</w:t>
      </w:r>
      <w:r w:rsidR="00DC5255">
        <w:rPr>
          <w:rtl/>
        </w:rPr>
        <w:t xml:space="preserve"> </w:t>
      </w:r>
      <w:r>
        <w:rPr>
          <w:rtl/>
        </w:rPr>
        <w:t xml:space="preserve">قال قال رسول الله </w:t>
      </w:r>
      <w:r w:rsidR="00E60DFB" w:rsidRPr="00190630">
        <w:rPr>
          <w:rStyle w:val="libAlaemChar"/>
          <w:rtl/>
        </w:rPr>
        <w:t>صلى‌الله‌عليه‌وآله</w:t>
      </w:r>
      <w:r w:rsidR="00E60DFB">
        <w:rPr>
          <w:rtl/>
        </w:rPr>
        <w:t xml:space="preserve"> </w:t>
      </w:r>
      <w:r>
        <w:rPr>
          <w:rtl/>
        </w:rPr>
        <w:t>من اغتاب ممنا غازيا او اذاه او خلفه فى اهله بسوء نصب عمله يوم القيامه ليستغرق حسناته ثم يركس فى النار ركسا اذا كان الغازى فى طاعه الله عزوجل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90630">
        <w:rPr>
          <w:rStyle w:val="libAlaemChar"/>
          <w:rtl/>
        </w:rPr>
        <w:t>عليه‌السلام</w:t>
      </w:r>
      <w:r>
        <w:rPr>
          <w:rtl/>
        </w:rPr>
        <w:t xml:space="preserve"> از پدرش </w:t>
      </w:r>
      <w:r w:rsidRPr="00190630">
        <w:rPr>
          <w:rStyle w:val="libAlaemChar"/>
          <w:rtl/>
        </w:rPr>
        <w:t>عليه‌السلام</w:t>
      </w:r>
      <w:r>
        <w:rPr>
          <w:rtl/>
        </w:rPr>
        <w:t xml:space="preserve"> روايت نموده است كه رسول خدا </w:t>
      </w:r>
      <w:r w:rsidR="00E60DFB" w:rsidRPr="00190630">
        <w:rPr>
          <w:rStyle w:val="libAlaemChar"/>
          <w:rtl/>
        </w:rPr>
        <w:t>صلى‌الله‌عليه‌وآله</w:t>
      </w:r>
      <w:r w:rsidR="00E60DFB">
        <w:rPr>
          <w:rtl/>
        </w:rPr>
        <w:t xml:space="preserve"> </w:t>
      </w:r>
      <w:r>
        <w:rPr>
          <w:rtl/>
        </w:rPr>
        <w:t>فرمودند: كسى كه از مومن جنگجوى غيبت كند، او را اذيت كند يا با خانواده اش بدرفتارى نمايد، در روز قيامت اين كارش را نصب مى كنند تا كارهاى نيكش رااز بين ببرد. آنگاه او را وارونه در جهنم واژگون مى كنند، البته اگر آن جنگجو، در راه خداوند عزوجل بجنگد.</w:t>
      </w:r>
    </w:p>
    <w:p w:rsidR="00A679DB" w:rsidRDefault="00A679DB" w:rsidP="00A679DB">
      <w:pPr>
        <w:pStyle w:val="libNormal"/>
        <w:rPr>
          <w:rtl/>
        </w:rPr>
      </w:pPr>
    </w:p>
    <w:p w:rsidR="00A679DB" w:rsidRDefault="00A679DB" w:rsidP="00A679DB">
      <w:pPr>
        <w:pStyle w:val="libNormal"/>
        <w:rPr>
          <w:rtl/>
        </w:rPr>
      </w:pPr>
      <w:r>
        <w:rPr>
          <w:rtl/>
        </w:rPr>
        <w:t>عقاب من روع مومنا بسلطان ليصيب منه مكروها</w:t>
      </w:r>
    </w:p>
    <w:p w:rsidR="00A679DB" w:rsidRDefault="00190630" w:rsidP="00A679DB">
      <w:pPr>
        <w:pStyle w:val="libNormal"/>
        <w:rPr>
          <w:rtl/>
        </w:rPr>
      </w:pPr>
      <w:r>
        <w:rPr>
          <w:rtl/>
        </w:rPr>
        <w:br w:type="page"/>
      </w:r>
    </w:p>
    <w:p w:rsidR="00A679DB" w:rsidRDefault="00A679DB" w:rsidP="00190630">
      <w:pPr>
        <w:pStyle w:val="Heading2"/>
        <w:rPr>
          <w:rtl/>
        </w:rPr>
      </w:pPr>
      <w:bookmarkStart w:id="530" w:name="_Toc449617587"/>
      <w:r>
        <w:rPr>
          <w:rtl/>
        </w:rPr>
        <w:t>مجازات ترسانيدن مومن از سلطان</w:t>
      </w:r>
      <w:bookmarkEnd w:id="530"/>
    </w:p>
    <w:p w:rsidR="00A679DB" w:rsidRDefault="00A679DB" w:rsidP="00A679DB">
      <w:pPr>
        <w:pStyle w:val="libNormal"/>
        <w:rPr>
          <w:rtl/>
        </w:rPr>
      </w:pPr>
      <w:r>
        <w:rPr>
          <w:rtl/>
        </w:rPr>
        <w:t xml:space="preserve">حديث : ١ ابى رحمه الله قال حدثنى احمد بن ادريس عن محمد بن احمد عن ابراهيم بن هاشم عن اسحاق الخفاف عن بعض الكوفيين عن ابى عبدالله </w:t>
      </w:r>
      <w:r w:rsidRPr="00190630">
        <w:rPr>
          <w:rStyle w:val="libAlaemChar"/>
          <w:rtl/>
        </w:rPr>
        <w:t>عليه‌السلام</w:t>
      </w:r>
      <w:r>
        <w:rPr>
          <w:rtl/>
        </w:rPr>
        <w:t xml:space="preserve"> قال من روع مومنا بسلطان ليصيبه منه مكروها فلم يصبه فهو فى النار و من روع مومنا بسلطان ليصيبه منه مكروها فاصبابه فهو مع فرعون و ال فرعون فى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90630">
        <w:rPr>
          <w:rStyle w:val="libAlaemChar"/>
          <w:rtl/>
        </w:rPr>
        <w:t>عليه‌السلام</w:t>
      </w:r>
      <w:r>
        <w:rPr>
          <w:rtl/>
        </w:rPr>
        <w:t xml:space="preserve"> فرمودند: كسى كه مومنى را از سلطان بترساند كه از او آزار خواهد ديد ولى آزارى نبيند، در جهنم خواهد بود. و اگر آزار ببيند، همراه با فرعون و دودمان فرعون در جهنم خواهد بود.</w:t>
      </w:r>
    </w:p>
    <w:p w:rsidR="00A679DB" w:rsidRDefault="00A679DB" w:rsidP="00A679DB">
      <w:pPr>
        <w:pStyle w:val="libNormal"/>
        <w:rPr>
          <w:rtl/>
        </w:rPr>
      </w:pPr>
    </w:p>
    <w:p w:rsidR="00A679DB" w:rsidRDefault="00A679DB" w:rsidP="00A679DB">
      <w:pPr>
        <w:pStyle w:val="libNormal"/>
        <w:rPr>
          <w:rtl/>
        </w:rPr>
      </w:pPr>
      <w:r>
        <w:rPr>
          <w:rtl/>
        </w:rPr>
        <w:t>عقاب من اذى المومنين و نصب لهم و عاندهم</w:t>
      </w:r>
    </w:p>
    <w:p w:rsidR="00A679DB" w:rsidRDefault="00190630" w:rsidP="00A679DB">
      <w:pPr>
        <w:pStyle w:val="libNormal"/>
        <w:rPr>
          <w:rtl/>
        </w:rPr>
      </w:pPr>
      <w:r>
        <w:rPr>
          <w:rtl/>
        </w:rPr>
        <w:br w:type="page"/>
      </w:r>
    </w:p>
    <w:p w:rsidR="00A679DB" w:rsidRDefault="00A679DB" w:rsidP="00190630">
      <w:pPr>
        <w:pStyle w:val="Heading2"/>
        <w:rPr>
          <w:rtl/>
        </w:rPr>
      </w:pPr>
      <w:bookmarkStart w:id="531" w:name="_Toc449617588"/>
      <w:r>
        <w:rPr>
          <w:rtl/>
        </w:rPr>
        <w:t>مجازات اذيت مومنين و دشمنى و ستيزه با آنها</w:t>
      </w:r>
      <w:bookmarkEnd w:id="531"/>
    </w:p>
    <w:p w:rsidR="00A679DB" w:rsidRDefault="00A679DB" w:rsidP="00A679DB">
      <w:pPr>
        <w:pStyle w:val="libNormal"/>
        <w:rPr>
          <w:rtl/>
        </w:rPr>
      </w:pPr>
      <w:r>
        <w:rPr>
          <w:rtl/>
        </w:rPr>
        <w:t xml:space="preserve">حديث : ١ حدثنى محمد بن الحسن رضى الله عنه قال حدثنى محمد بن يحيى العطار عن محمد بن احمد عن موسى بن عمران ابن محبوب عن المفضل بن عمر قال قال ابو عبدالله </w:t>
      </w:r>
      <w:r w:rsidRPr="00190630">
        <w:rPr>
          <w:rStyle w:val="libAlaemChar"/>
          <w:rtl/>
        </w:rPr>
        <w:t>عليه‌السلام</w:t>
      </w:r>
      <w:r>
        <w:rPr>
          <w:rtl/>
        </w:rPr>
        <w:t xml:space="preserve"> اذا كان يوم القيامه نادى مناد اين الصدود لاوليائى قال فيقوم قوم ليس على وجوههم لحم قال فيقول هولاء الذين اذوا المومنين و نصبوالهم و عاندوهم و عنفوهم فى دينهم قال ثم يومر بهم الى جهنم قال ابو عبدالله </w:t>
      </w:r>
      <w:r w:rsidRPr="00190630">
        <w:rPr>
          <w:rStyle w:val="libAlaemChar"/>
          <w:rtl/>
        </w:rPr>
        <w:t>عليه‌السلام</w:t>
      </w:r>
      <w:r>
        <w:rPr>
          <w:rtl/>
        </w:rPr>
        <w:t xml:space="preserve"> كانوا و الله الذين يقولون و لكنهم حبسوا حقوقهم و اذاعوا عليهم سرهم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90630">
        <w:rPr>
          <w:rStyle w:val="libAlaemChar"/>
          <w:rtl/>
        </w:rPr>
        <w:t>عليه‌السلام</w:t>
      </w:r>
      <w:r>
        <w:rPr>
          <w:rtl/>
        </w:rPr>
        <w:t xml:space="preserve"> فرمودند: در روز قيامت منادى صدا مى زند كجايند كسانى كه از دوستانم رو مى گردانند؟ عده اى بر مى خيزند كه صورتشان گوشت ندارد. و او مى گويد اينها كسانى هستند كه مومنين را اذيت كرده ، با آنان دشمنى و ستيزه نموده و آنان را بخاطر دينشان نكوهش ‍ مى كردند، آنگاه دستور مى رسد كه آنان را به جهنم ببريد. آنگاه امام </w:t>
      </w:r>
      <w:r w:rsidRPr="00190630">
        <w:rPr>
          <w:rStyle w:val="libAlaemChar"/>
          <w:rtl/>
        </w:rPr>
        <w:t>عليه‌السلام</w:t>
      </w:r>
      <w:r>
        <w:rPr>
          <w:rtl/>
        </w:rPr>
        <w:t xml:space="preserve"> فرمودند: بخدا سوگند اينان همه كسانى هستند كه سخنانش با مومنين يكى بوده ، ولى حقوق آنان را ادا نكرده و اسرار آنان را فاش ‍ مى كردند.</w:t>
      </w:r>
    </w:p>
    <w:p w:rsidR="00A679DB" w:rsidRDefault="00A679DB" w:rsidP="00A679DB">
      <w:pPr>
        <w:pStyle w:val="libNormal"/>
        <w:rPr>
          <w:rtl/>
        </w:rPr>
      </w:pPr>
    </w:p>
    <w:p w:rsidR="00A679DB" w:rsidRDefault="00A679DB" w:rsidP="00A679DB">
      <w:pPr>
        <w:pStyle w:val="libNormal"/>
        <w:rPr>
          <w:rtl/>
        </w:rPr>
      </w:pPr>
      <w:r>
        <w:rPr>
          <w:rtl/>
        </w:rPr>
        <w:t>عقاب من ابتدع دينا</w:t>
      </w:r>
    </w:p>
    <w:p w:rsidR="00A679DB" w:rsidRDefault="00190630" w:rsidP="00A679DB">
      <w:pPr>
        <w:pStyle w:val="libNormal"/>
        <w:rPr>
          <w:rtl/>
        </w:rPr>
      </w:pPr>
      <w:r>
        <w:rPr>
          <w:rtl/>
        </w:rPr>
        <w:br w:type="page"/>
      </w:r>
    </w:p>
    <w:p w:rsidR="00A679DB" w:rsidRDefault="00A679DB" w:rsidP="00190630">
      <w:pPr>
        <w:pStyle w:val="Heading2"/>
        <w:rPr>
          <w:rtl/>
        </w:rPr>
      </w:pPr>
      <w:bookmarkStart w:id="532" w:name="_Toc449617589"/>
      <w:r>
        <w:rPr>
          <w:rtl/>
        </w:rPr>
        <w:t>مجازات بوجود آوردن دين</w:t>
      </w:r>
      <w:bookmarkEnd w:id="532"/>
    </w:p>
    <w:p w:rsidR="00A679DB" w:rsidRDefault="00A679DB" w:rsidP="00A679DB">
      <w:pPr>
        <w:pStyle w:val="libNormal"/>
        <w:rPr>
          <w:rtl/>
        </w:rPr>
      </w:pPr>
      <w:r>
        <w:rPr>
          <w:rtl/>
        </w:rPr>
        <w:t xml:space="preserve">حديث : ١ ابى رحمه الله قال حدثنى سعد بن عبدالله عن يعقوب بن يزيد عن محمد بن ابى عمير عن هشام بن الحكم عن ابى عبدالله </w:t>
      </w:r>
      <w:r w:rsidRPr="00190630">
        <w:rPr>
          <w:rStyle w:val="libAlaemChar"/>
          <w:rtl/>
        </w:rPr>
        <w:t>عليه‌السلام</w:t>
      </w:r>
      <w:r>
        <w:rPr>
          <w:rtl/>
        </w:rPr>
        <w:t xml:space="preserve"> و عن محمد بن حمران عن ابى بصير عن ابى عبدالله </w:t>
      </w:r>
      <w:r w:rsidRPr="00190630">
        <w:rPr>
          <w:rStyle w:val="libAlaemChar"/>
          <w:rtl/>
        </w:rPr>
        <w:t>عليه‌السلام</w:t>
      </w:r>
      <w:r>
        <w:rPr>
          <w:rtl/>
        </w:rPr>
        <w:t xml:space="preserve"> قال كان رجل فى الزمن الاول طلب الدنيا من حلال فلم تقدر عليها و طلبتها من حرام فلم تقدر عليه افلا ادلك على شى يكثر به مالك و دنياك و يكثر به تبعك قال بلى قال تبتدع دينا و تدعو اليه الناس ففعل فاستجاب له الناس و اطاعوه و اصاب من الدنيا ثم انه فكر فقال بئس ما صنعت ابتدعت دينا و دعوت الناس اليه و ما ارى لى توبه الا ان آتى من دعوته اليه فارده عنه فجعل ياتى اصحابه الذنى اليه و ما ارى لى توبه الا ان اتى من دعوته اليه فارده عنه فجعل ياتى اصحابه الذين اجابوه فيقول ان الذى دعوتكم اليه باطل و انما ابتدعته فجعلوا يقولون كذبت هو الحق و لكنك شككت فى دينك فرجعت عنه فلما راى ذلك عمد الى سلسله فوتدلها و تدا ثم جعلها فى عنقه و قال لا احلها حتى يتوب الله عزوجل على فاوحى الله الى نبى من الانبياء قل لفلان و عزتى لو دعوتنى حتى ينقطع اوصالك ما استجبت لك حتى ترد من مات على ما دعوته اليه فيرجع عنه .</w:t>
      </w:r>
    </w:p>
    <w:p w:rsidR="00A679DB" w:rsidRDefault="00A679DB" w:rsidP="00A679DB">
      <w:pPr>
        <w:pStyle w:val="libNormal"/>
        <w:rPr>
          <w:rtl/>
        </w:rPr>
      </w:pPr>
      <w:r>
        <w:rPr>
          <w:rtl/>
        </w:rPr>
        <w:t>ترجمه :</w:t>
      </w:r>
    </w:p>
    <w:p w:rsidR="00A679DB" w:rsidRDefault="00A679DB" w:rsidP="00190630">
      <w:pPr>
        <w:pStyle w:val="libNormal"/>
        <w:rPr>
          <w:rtl/>
        </w:rPr>
      </w:pPr>
      <w:r>
        <w:rPr>
          <w:rtl/>
        </w:rPr>
        <w:t xml:space="preserve">١. امام صادق </w:t>
      </w:r>
      <w:r w:rsidRPr="00190630">
        <w:rPr>
          <w:rStyle w:val="libAlaemChar"/>
          <w:rtl/>
        </w:rPr>
        <w:t>عليه‌السلام</w:t>
      </w:r>
      <w:r>
        <w:rPr>
          <w:rtl/>
        </w:rPr>
        <w:t xml:space="preserve"> فرمودند: در زمانهاى پيش مردى را راه حلال دنبال دنيا رفت ، ولى موفق نشد. از راه حرام رفت ، باز هم موفق نشد. شيطان به سراغ او آمده و گفت : از راه حلال به دنبال دنيا رفتى ، موفق نشدى و از راه حرام نيز موفق نشدى . مى خواهى كارى به تو ياد بدهم كه مالت بسيار، دنيايت آباد و دوستدارانت زياد شوند؟ گفت : بله . گفت دين بساز و مردم را به </w:t>
      </w:r>
      <w:r w:rsidR="00190630">
        <w:rPr>
          <w:rFonts w:hint="cs"/>
          <w:rtl/>
        </w:rPr>
        <w:t>آ</w:t>
      </w:r>
      <w:r>
        <w:rPr>
          <w:rtl/>
        </w:rPr>
        <w:t xml:space="preserve">ن دعوت كن </w:t>
      </w:r>
      <w:r>
        <w:rPr>
          <w:rtl/>
        </w:rPr>
        <w:lastRenderedPageBreak/>
        <w:t xml:space="preserve">. او نيز همين كار را كرد. مردم حرفش را قبول كرده و از او فرمانبردارى نمودند. در نتيجه او به دنيايش رسيد. پس از مدتى با خود گفت : كار بدى كردى كه دينى ساختى و مردم را به آن دعوت كردى . توبه اى ندارى . جز اين كه به سراغ پيروانت بروى و آنان را از راه خطايى كه مى روند آگاه سازى . و آنگاه سراغ پيروانش رفت و مى گفت : دينى كه شما را به آن دعوت نمودم . باطل بود. و </w:t>
      </w:r>
      <w:r w:rsidR="00190630">
        <w:rPr>
          <w:rFonts w:hint="cs"/>
          <w:rtl/>
        </w:rPr>
        <w:t>آ</w:t>
      </w:r>
      <w:r>
        <w:rPr>
          <w:rtl/>
        </w:rPr>
        <w:t>ن دين را خود ساخته بودم . آنان در پاسخ گفتند: دروغ مى گويى . دين ما حق است ولى تو شك كرده و از دين خود برگشته اى . وقتى چنين ديد، زنجير را با ميخ در زمين محكم كرده و آن را به گردن خ</w:t>
      </w:r>
      <w:r w:rsidR="00190630">
        <w:rPr>
          <w:rFonts w:hint="cs"/>
          <w:rtl/>
        </w:rPr>
        <w:t>و</w:t>
      </w:r>
      <w:r>
        <w:rPr>
          <w:rtl/>
        </w:rPr>
        <w:t>د آويخت و گفت : تا زمانى كه خداوند مرا نبخشيده است ، آن را باز نمى كنم . خداوند به پيامبر خود وحى نمود كه به فلانى بگو: به عزتم سوگند ! اگر آن قدر مرا بخوانى كه بندهاى بدنت را يكديگر جدا شود تو را نمى بخشم . مگر اين كه كسانى را كه با عقيده به دين ساختگى از دنيا رفته اند، زنده كنى و آنان را آن دين برگردند.</w:t>
      </w:r>
    </w:p>
    <w:p w:rsidR="00A679DB" w:rsidRDefault="00A679DB" w:rsidP="00A679DB">
      <w:pPr>
        <w:pStyle w:val="libNormal"/>
        <w:rPr>
          <w:rtl/>
        </w:rPr>
      </w:pPr>
      <w:r>
        <w:rPr>
          <w:rtl/>
        </w:rPr>
        <w:t>حديث : ٢ حدثنى محمد بن الحسن رضى الله عنه قال : حدثنى محمد بن الحسن الصفار عن يعقوب بن يزيد عن حماد بن عيسى عن حريز يرفعه قال كل بدعه ضلاله و كل ضلاله سبيلها الى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معصوم </w:t>
      </w:r>
      <w:r w:rsidRPr="00190630">
        <w:rPr>
          <w:rStyle w:val="libAlaemChar"/>
          <w:rtl/>
        </w:rPr>
        <w:t>عليه‌السلام</w:t>
      </w:r>
      <w:r>
        <w:rPr>
          <w:rtl/>
        </w:rPr>
        <w:t xml:space="preserve"> فرمودند: هر بدعتى گمراهى ، و انتهاى هر گمراهى جهنم است .</w:t>
      </w:r>
    </w:p>
    <w:p w:rsidR="00A679DB" w:rsidRDefault="00A679DB" w:rsidP="00A679DB">
      <w:pPr>
        <w:pStyle w:val="libNormal"/>
        <w:rPr>
          <w:rtl/>
        </w:rPr>
      </w:pPr>
      <w:r>
        <w:rPr>
          <w:rtl/>
        </w:rPr>
        <w:t xml:space="preserve">حديث : ٣ ابى رحمه الله قال حدثنى سعد بن عبدالله عن احمد بن ابى عبدالله عن ابيه عن محمد بن سنان عن ابى خالد عن محمد بن مسلم عن ابى جعفر </w:t>
      </w:r>
      <w:r w:rsidRPr="00190630">
        <w:rPr>
          <w:rStyle w:val="libAlaemChar"/>
          <w:rtl/>
        </w:rPr>
        <w:t>عليه‌السلام</w:t>
      </w:r>
      <w:r>
        <w:rPr>
          <w:rtl/>
        </w:rPr>
        <w:t xml:space="preserve"> قال ادنى الشرك ان يبتدع الرجل رآيا فيحب عليه و يبغض .</w:t>
      </w:r>
    </w:p>
    <w:p w:rsidR="00A679DB" w:rsidRDefault="00A679DB" w:rsidP="00A679DB">
      <w:pPr>
        <w:pStyle w:val="libNormal"/>
        <w:rPr>
          <w:rtl/>
        </w:rPr>
      </w:pPr>
      <w:r>
        <w:rPr>
          <w:rtl/>
        </w:rPr>
        <w:t>ترجمه :</w:t>
      </w:r>
    </w:p>
    <w:p w:rsidR="00A679DB" w:rsidRDefault="00A679DB" w:rsidP="00190630">
      <w:pPr>
        <w:pStyle w:val="libNormal"/>
        <w:rPr>
          <w:rtl/>
        </w:rPr>
      </w:pPr>
      <w:r>
        <w:rPr>
          <w:rtl/>
        </w:rPr>
        <w:lastRenderedPageBreak/>
        <w:t xml:space="preserve">٣. امام باقر </w:t>
      </w:r>
      <w:r w:rsidRPr="00190630">
        <w:rPr>
          <w:rStyle w:val="libAlaemChar"/>
          <w:rtl/>
        </w:rPr>
        <w:t>عليه‌السلام</w:t>
      </w:r>
      <w:r>
        <w:rPr>
          <w:rtl/>
        </w:rPr>
        <w:t xml:space="preserve"> فرمودند: كمترين درجه شرك اين است كه انسان از جانب خود (نه از طرف ائمه دين و در مسائلى كه انسان نبايد نظر خود را اعمال كند) نظرى د</w:t>
      </w:r>
      <w:r w:rsidR="00190630">
        <w:rPr>
          <w:rFonts w:hint="cs"/>
          <w:rtl/>
        </w:rPr>
        <w:t>ا</w:t>
      </w:r>
      <w:r>
        <w:rPr>
          <w:rtl/>
        </w:rPr>
        <w:t>شته باشد و بر اساس آن دوستى و دشمنى كند.</w:t>
      </w:r>
    </w:p>
    <w:p w:rsidR="00A679DB" w:rsidRDefault="00A679DB" w:rsidP="00A679DB">
      <w:pPr>
        <w:pStyle w:val="libNormal"/>
        <w:rPr>
          <w:rtl/>
        </w:rPr>
      </w:pPr>
      <w:r>
        <w:rPr>
          <w:rtl/>
        </w:rPr>
        <w:t xml:space="preserve">حديث : ٤ حدثنى محمد بن موسى بن المتوكل رضى الله عنه قال حدثنى عبدالله بن جعفربن الحميرى عن محمد بن الحسين بن ابى الخطاب عن الحسن بن محبوب عن عبدالله بن سنان عن ابى حمزه الثمالى قال قلت لابى جعفر </w:t>
      </w:r>
      <w:r w:rsidRPr="00190630">
        <w:rPr>
          <w:rStyle w:val="libAlaemChar"/>
          <w:rtl/>
        </w:rPr>
        <w:t>عليه‌السلام</w:t>
      </w:r>
      <w:r>
        <w:rPr>
          <w:rtl/>
        </w:rPr>
        <w:t xml:space="preserve"> ما ادنى النصب فقال ان يبتدع الرجل شيئا فيحب عليه و يبغض عليه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راوى مى گويد از امام باقر </w:t>
      </w:r>
      <w:r w:rsidRPr="00190630">
        <w:rPr>
          <w:rStyle w:val="libAlaemChar"/>
          <w:rtl/>
        </w:rPr>
        <w:t>عليه‌السلام</w:t>
      </w:r>
      <w:r>
        <w:rPr>
          <w:rtl/>
        </w:rPr>
        <w:t xml:space="preserve"> پرسيدم كمترين بت پرستى كدام است ؟فرمودند: اين است كه انسان بدعتى بگذارد و بخاطر آن دوستى و دشمنى كند.</w:t>
      </w:r>
    </w:p>
    <w:p w:rsidR="00A679DB" w:rsidRDefault="00A679DB" w:rsidP="00A679DB">
      <w:pPr>
        <w:pStyle w:val="libNormal"/>
        <w:rPr>
          <w:rtl/>
        </w:rPr>
      </w:pPr>
      <w:r>
        <w:rPr>
          <w:rtl/>
        </w:rPr>
        <w:t xml:space="preserve">حديث : ٥ حدثنى محمد بن الحسن رضى الله عنه عن محمدبن الحسن الصفار عن يعقوب بن يزيد عن العمى باسناده قال قال رسول الله </w:t>
      </w:r>
      <w:r w:rsidR="00E60DFB" w:rsidRPr="00190630">
        <w:rPr>
          <w:rStyle w:val="libAlaemChar"/>
          <w:rtl/>
        </w:rPr>
        <w:t>صلى‌الله‌عليه‌وآله</w:t>
      </w:r>
      <w:r w:rsidR="00E60DFB">
        <w:rPr>
          <w:rtl/>
        </w:rPr>
        <w:t xml:space="preserve"> </w:t>
      </w:r>
      <w:r>
        <w:rPr>
          <w:rtl/>
        </w:rPr>
        <w:t>ابى الله تعالى لصاحب البدعه بالتوبه قيل يا رسول الله و كيف ذاك قال انه قد اشرب قلبه حبها.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رسول الله </w:t>
      </w:r>
      <w:r w:rsidR="00E60DFB" w:rsidRPr="00190630">
        <w:rPr>
          <w:rStyle w:val="libAlaemChar"/>
          <w:rtl/>
        </w:rPr>
        <w:t>صلى‌الله‌عليه‌وآله</w:t>
      </w:r>
      <w:r w:rsidR="00E60DFB">
        <w:rPr>
          <w:rtl/>
        </w:rPr>
        <w:t xml:space="preserve"> </w:t>
      </w:r>
      <w:r>
        <w:rPr>
          <w:rtl/>
        </w:rPr>
        <w:t>فرمودند: خداوند توبه بدعت گذار را نمى پذيرد. عرض كردند: چرا اى رسول خدا؟ فرمودند: بجهت اين كه دوستى آن را وارد قلبش نموده است .</w:t>
      </w:r>
    </w:p>
    <w:p w:rsidR="00A679DB" w:rsidRDefault="00A679DB" w:rsidP="00A679DB">
      <w:pPr>
        <w:pStyle w:val="libNormal"/>
        <w:rPr>
          <w:rtl/>
        </w:rPr>
      </w:pPr>
      <w:r>
        <w:rPr>
          <w:rtl/>
        </w:rPr>
        <w:t xml:space="preserve">حديث : ٦ ابى رحمه الله قال حدثنى سعد بن عبدالله عن احمد بن ابى عبدالله عن ابيه عن هارون بن الجهم عن حفص بن عمر عن ابى عبدالله </w:t>
      </w:r>
      <w:r w:rsidRPr="00190630">
        <w:rPr>
          <w:rStyle w:val="libAlaemChar"/>
          <w:rtl/>
        </w:rPr>
        <w:t>عليه‌السلام</w:t>
      </w:r>
      <w:r>
        <w:rPr>
          <w:rtl/>
        </w:rPr>
        <w:t xml:space="preserve"> قال من مشى الى صاحب بدعه فوقره فقد مشى هدم الاسلام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٦. امام صادق </w:t>
      </w:r>
      <w:r w:rsidRPr="00190630">
        <w:rPr>
          <w:rStyle w:val="libAlaemChar"/>
          <w:rtl/>
        </w:rPr>
        <w:t>عليه‌السلام</w:t>
      </w:r>
      <w:r>
        <w:rPr>
          <w:rtl/>
        </w:rPr>
        <w:t xml:space="preserve"> فرمودند: كسى كه بسوى بدعتگزار گام برداشته و به او احترام بگذارد، بدون ترديد در راه نابودى اسلام گام برداشته است .</w:t>
      </w:r>
    </w:p>
    <w:p w:rsidR="00190630" w:rsidRDefault="00190630" w:rsidP="00A679DB">
      <w:pPr>
        <w:pStyle w:val="libNormal"/>
        <w:rPr>
          <w:rFonts w:hint="cs"/>
          <w:rtl/>
        </w:rPr>
      </w:pPr>
      <w:r>
        <w:rPr>
          <w:rtl/>
        </w:rPr>
        <w:br w:type="page"/>
      </w:r>
    </w:p>
    <w:p w:rsidR="00A679DB" w:rsidRDefault="00A679DB" w:rsidP="00190630">
      <w:pPr>
        <w:pStyle w:val="Heading2"/>
        <w:rPr>
          <w:rtl/>
        </w:rPr>
      </w:pPr>
      <w:bookmarkStart w:id="533" w:name="_Toc449617590"/>
      <w:r>
        <w:rPr>
          <w:rtl/>
        </w:rPr>
        <w:t>مجازات نافرمانى خداوند و ثواب فرمانبردارى از او</w:t>
      </w:r>
      <w:bookmarkEnd w:id="533"/>
    </w:p>
    <w:p w:rsidR="00A679DB" w:rsidRDefault="00A679DB" w:rsidP="00A679DB">
      <w:pPr>
        <w:pStyle w:val="libNormal"/>
        <w:rPr>
          <w:rtl/>
        </w:rPr>
      </w:pPr>
      <w:r>
        <w:rPr>
          <w:rtl/>
        </w:rPr>
        <w:t xml:space="preserve">حديث : ١ ابى رحمه الله قال حدثنى سعد بن عبدالله حدثنى احمد بن الحسين بن سعيد عن عثمان بن عيسى عن بعض اصحابه عن ابى عبدالله </w:t>
      </w:r>
      <w:r w:rsidRPr="00184878">
        <w:rPr>
          <w:rStyle w:val="libAlaemChar"/>
          <w:rtl/>
        </w:rPr>
        <w:t>عليه‌السلام</w:t>
      </w:r>
      <w:r>
        <w:rPr>
          <w:rtl/>
        </w:rPr>
        <w:t xml:space="preserve"> قال ما خلق الله خلقا الا جعل له فى الجنه منزلا و فى النار منزلا فاذا سكن اهل الجنه الجنه و اهل النار النار نادى مناد يا اهل الجنه اشرفوا فيشرفون على النار و ترفع لهم منازلهم فى النار ثم يقال لهم هذه منازلكم التى لو عصيتم ربكم دخلتموها فلو ان احدا مات فرحا لمات اهل الجنه ذلك اليوم فرحا بما صرف عنهم من العذاب ثم ينادون يا معاشر اهل النار ارفعوا رووسكم فانظروا الى منازلكم فى الجنه فيرفعون رووسهم فينظرون الى منازلهم فى الجنه ما فيها من النعيم فيقال لهم هذه منازلكم التى لو اطعتم ربكم دخلتموها قال فلو ان احدا مات حزنا لمات اهل النار تعالى «اولئك هم الوارثون * الذين يرثون الفردوس هم فيها خالدون».</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84878">
        <w:rPr>
          <w:rStyle w:val="libAlaemChar"/>
          <w:rtl/>
        </w:rPr>
        <w:t>عليه‌السلام</w:t>
      </w:r>
      <w:r>
        <w:rPr>
          <w:rtl/>
        </w:rPr>
        <w:t xml:space="preserve"> فرمودند: خداوند كسى را خلق ننموده ، مگر اين كه منزلى در بهشت و منزلى در جهنم براى او آفريده است . هنگامى كه بهشتيان در بهشت و جهنميان در جهنم ساكن شدند، منادى صدا مى زند: اى بهشتيان به پايين بنگريد. و آنان از بالا به پايين نگاه كرده و منازل خود را در جهنم مى بينند. آنگاه به آنها مى گويند اين منازل شماست كه اگر از خداى خود نافرمانى مى كرديد، وارد آن مى شديد اين منازل شماست كه اگر از خداى خود نافرمانى مى كرديد، وارد آن مى شديد. و اگر كسى از خوشحالى بميرد، بهشتيان نيز در آن هنگام از خوشحالى برطرف شدن عذاب از آنها مى ميرند. آنگاه صدا مى زند: اى جهنميان به بالاى سر خود بنگريد و منازل خود را در بهشت ببينيد. </w:t>
      </w:r>
      <w:r>
        <w:rPr>
          <w:rtl/>
        </w:rPr>
        <w:lastRenderedPageBreak/>
        <w:t xml:space="preserve">آنان سر بلند كرده و منازل خود در بهشت و نعمتهاى در آن را مى بينند. به آنان مى گويد: اين منازل شمادر بهشت است كه اگر از خداوند فرمانبردارى مى كرديد. وارد آن مى شديد. و اگر كسى از اندوه بميرد. جهنميان نيز در اين هنگام از اندوه مى ميرند. و بدين ترتيب ، منازل اينان به آنان و منازل آنان به اينان مى رسد و اين همان چيزى است كه اين آيه قرآن مى فرمايد: «فقط آنان وارثانند. كسانى كه بهشت را به ارث برده و در آن جاويد هستند.» </w:t>
      </w:r>
      <w:r w:rsidRPr="00184878">
        <w:rPr>
          <w:rStyle w:val="libFootnotenumChar"/>
          <w:rtl/>
        </w:rPr>
        <w:t>(١٥٧).</w:t>
      </w:r>
    </w:p>
    <w:p w:rsidR="00A679DB" w:rsidRDefault="00A679DB" w:rsidP="00A679DB">
      <w:pPr>
        <w:pStyle w:val="libNormal"/>
        <w:rPr>
          <w:rtl/>
        </w:rPr>
      </w:pPr>
    </w:p>
    <w:p w:rsidR="00A679DB" w:rsidRDefault="00A679DB" w:rsidP="00A679DB">
      <w:pPr>
        <w:pStyle w:val="libNormal"/>
        <w:rPr>
          <w:rtl/>
        </w:rPr>
      </w:pPr>
      <w:r>
        <w:rPr>
          <w:rtl/>
        </w:rPr>
        <w:t>عقاب الشك و المعصيه</w:t>
      </w:r>
    </w:p>
    <w:p w:rsidR="00A679DB" w:rsidRDefault="00184878" w:rsidP="00A679DB">
      <w:pPr>
        <w:pStyle w:val="libNormal"/>
        <w:rPr>
          <w:rtl/>
        </w:rPr>
      </w:pPr>
      <w:r>
        <w:rPr>
          <w:rtl/>
        </w:rPr>
        <w:br w:type="page"/>
      </w:r>
    </w:p>
    <w:p w:rsidR="00A679DB" w:rsidRDefault="00A679DB" w:rsidP="00184878">
      <w:pPr>
        <w:pStyle w:val="Heading2"/>
        <w:rPr>
          <w:rtl/>
        </w:rPr>
      </w:pPr>
      <w:bookmarkStart w:id="534" w:name="_Toc449617591"/>
      <w:r>
        <w:rPr>
          <w:rtl/>
        </w:rPr>
        <w:t>مجازات شك و گناه</w:t>
      </w:r>
      <w:bookmarkEnd w:id="534"/>
    </w:p>
    <w:p w:rsidR="00A679DB" w:rsidRDefault="00A679DB" w:rsidP="00A679DB">
      <w:pPr>
        <w:pStyle w:val="libNormal"/>
        <w:rPr>
          <w:rtl/>
        </w:rPr>
      </w:pPr>
      <w:r>
        <w:rPr>
          <w:rtl/>
        </w:rPr>
        <w:t xml:space="preserve">حديث : ١ ابى رحمه الله قال حدثنى سعد بن عبدالله عن احمد بن ابى عبدالله عن ابيه عن بكربن محمد الازدى عن ابى عبدالله قال قال امير المومنين </w:t>
      </w:r>
      <w:r w:rsidRPr="00184878">
        <w:rPr>
          <w:rStyle w:val="libAlaemChar"/>
          <w:rtl/>
        </w:rPr>
        <w:t>عليه‌السلام</w:t>
      </w:r>
      <w:r>
        <w:rPr>
          <w:rtl/>
        </w:rPr>
        <w:t xml:space="preserve"> ان الشك و المعصيه فى النار ليسا منا و لا الينا.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84878">
        <w:rPr>
          <w:rStyle w:val="libAlaemChar"/>
          <w:rtl/>
        </w:rPr>
        <w:t>عليه‌السلام</w:t>
      </w:r>
      <w:r>
        <w:rPr>
          <w:rtl/>
        </w:rPr>
        <w:t xml:space="preserve"> نقل مى نمايند كه امير المومنين </w:t>
      </w:r>
      <w:r w:rsidRPr="00184878">
        <w:rPr>
          <w:rStyle w:val="libAlaemChar"/>
          <w:rtl/>
        </w:rPr>
        <w:t>عليه‌السلام</w:t>
      </w:r>
      <w:r>
        <w:rPr>
          <w:rtl/>
        </w:rPr>
        <w:t xml:space="preserve"> فرمودند: بدون ترديد، شك و گناه نه از ما هستند و نه راهى به سوى ما دارند.</w:t>
      </w:r>
    </w:p>
    <w:p w:rsidR="00A679DB" w:rsidRDefault="00A679DB" w:rsidP="00A679DB">
      <w:pPr>
        <w:pStyle w:val="libNormal"/>
        <w:rPr>
          <w:rtl/>
        </w:rPr>
      </w:pPr>
    </w:p>
    <w:p w:rsidR="00A679DB" w:rsidRDefault="00A679DB" w:rsidP="00A679DB">
      <w:pPr>
        <w:pStyle w:val="libNormal"/>
        <w:rPr>
          <w:rtl/>
        </w:rPr>
      </w:pPr>
      <w:r>
        <w:rPr>
          <w:rtl/>
        </w:rPr>
        <w:t>عقاب المراه تتطيب لغير زوجها و تخرج من بيته بغير اذنه</w:t>
      </w:r>
    </w:p>
    <w:p w:rsidR="00A679DB" w:rsidRDefault="00184878" w:rsidP="00A679DB">
      <w:pPr>
        <w:pStyle w:val="libNormal"/>
        <w:rPr>
          <w:rtl/>
        </w:rPr>
      </w:pPr>
      <w:r>
        <w:rPr>
          <w:rtl/>
        </w:rPr>
        <w:br w:type="page"/>
      </w:r>
    </w:p>
    <w:p w:rsidR="00A679DB" w:rsidRDefault="00A679DB" w:rsidP="00184878">
      <w:pPr>
        <w:pStyle w:val="Heading2"/>
        <w:rPr>
          <w:rtl/>
        </w:rPr>
      </w:pPr>
      <w:bookmarkStart w:id="535" w:name="_Toc449617592"/>
      <w:r>
        <w:rPr>
          <w:rtl/>
        </w:rPr>
        <w:t>مجازات عطر زدن زن براى غير شوهر و خروج او از خانه بدون اجازه شوهرش</w:t>
      </w:r>
      <w:bookmarkEnd w:id="535"/>
    </w:p>
    <w:p w:rsidR="00A679DB" w:rsidRDefault="00A679DB" w:rsidP="00A679DB">
      <w:pPr>
        <w:pStyle w:val="libNormal"/>
        <w:rPr>
          <w:rtl/>
        </w:rPr>
      </w:pPr>
      <w:r>
        <w:rPr>
          <w:rtl/>
        </w:rPr>
        <w:t xml:space="preserve">حديث : ١ ابى رحمه الله قال سعد بن عبدالله عن يعقوب بن يزيد عن محمد بن ابى عمير عن ابراهيم بن عبدالحميد عن الوليد بن صبيح عن ابى عبدالله </w:t>
      </w:r>
      <w:r w:rsidRPr="00184878">
        <w:rPr>
          <w:rStyle w:val="libAlaemChar"/>
          <w:rtl/>
        </w:rPr>
        <w:t>عليه‌السلام</w:t>
      </w:r>
      <w:r>
        <w:rPr>
          <w:rtl/>
        </w:rPr>
        <w:t xml:space="preserve"> قال قال رسول الله </w:t>
      </w:r>
      <w:r w:rsidR="00E60DFB" w:rsidRPr="00184878">
        <w:rPr>
          <w:rStyle w:val="libAlaemChar"/>
          <w:rtl/>
        </w:rPr>
        <w:t>صلى‌الله‌عليه‌وآله</w:t>
      </w:r>
      <w:r w:rsidR="00E60DFB">
        <w:rPr>
          <w:rtl/>
        </w:rPr>
        <w:t xml:space="preserve"> </w:t>
      </w:r>
      <w:r>
        <w:rPr>
          <w:rtl/>
        </w:rPr>
        <w:t>اى امراه تتطيب ثم خرجت من بيتها فهى تلعن حتى ترجع الى بيتها متى رجعت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84878">
        <w:rPr>
          <w:rStyle w:val="libAlaemChar"/>
          <w:rtl/>
        </w:rPr>
        <w:t>عليه‌السلام</w:t>
      </w:r>
      <w:r>
        <w:rPr>
          <w:rtl/>
        </w:rPr>
        <w:t xml:space="preserve"> نقل مى نمايند كه رسول خدا </w:t>
      </w:r>
      <w:r w:rsidR="00E60DFB" w:rsidRPr="00184878">
        <w:rPr>
          <w:rStyle w:val="libAlaemChar"/>
          <w:rtl/>
        </w:rPr>
        <w:t>صلى‌الله‌عليه‌وآله</w:t>
      </w:r>
      <w:r w:rsidR="00E60DFB">
        <w:rPr>
          <w:rtl/>
        </w:rPr>
        <w:t xml:space="preserve"> </w:t>
      </w:r>
      <w:r>
        <w:rPr>
          <w:rtl/>
        </w:rPr>
        <w:t>فرمودند: هر زنى كه عطر بزند و از خانه اش خارج شود، تا هر زمانى كه به خانه اش باز گردد لعنت مى شود.</w:t>
      </w:r>
    </w:p>
    <w:p w:rsidR="00A679DB" w:rsidRDefault="00A679DB" w:rsidP="00A679DB">
      <w:pPr>
        <w:pStyle w:val="libNormal"/>
        <w:rPr>
          <w:rtl/>
        </w:rPr>
      </w:pPr>
    </w:p>
    <w:p w:rsidR="00A679DB" w:rsidRDefault="00A679DB" w:rsidP="00A679DB">
      <w:pPr>
        <w:pStyle w:val="libNormal"/>
        <w:rPr>
          <w:rtl/>
        </w:rPr>
      </w:pPr>
      <w:r>
        <w:rPr>
          <w:rtl/>
        </w:rPr>
        <w:t xml:space="preserve">عقاب من سمع و اعيه اهل البيت </w:t>
      </w:r>
      <w:r w:rsidR="00DC5255">
        <w:rPr>
          <w:rtl/>
        </w:rPr>
        <w:t xml:space="preserve">عليهم‌السلام </w:t>
      </w:r>
      <w:r>
        <w:rPr>
          <w:rtl/>
        </w:rPr>
        <w:t>و راى سوادهم فلم يجبهم .</w:t>
      </w:r>
    </w:p>
    <w:p w:rsidR="00A679DB" w:rsidRDefault="00184878" w:rsidP="00A679DB">
      <w:pPr>
        <w:pStyle w:val="libNormal"/>
        <w:rPr>
          <w:rtl/>
        </w:rPr>
      </w:pPr>
      <w:r>
        <w:rPr>
          <w:rtl/>
        </w:rPr>
        <w:br w:type="page"/>
      </w:r>
    </w:p>
    <w:p w:rsidR="00A679DB" w:rsidRDefault="00A679DB" w:rsidP="00184878">
      <w:pPr>
        <w:pStyle w:val="Heading2"/>
        <w:rPr>
          <w:rtl/>
        </w:rPr>
      </w:pPr>
      <w:bookmarkStart w:id="536" w:name="_Toc449617593"/>
      <w:r>
        <w:rPr>
          <w:rtl/>
        </w:rPr>
        <w:t>مجازات شنيدن فرياد اهل بيت ، ديدن آنان و به كمك آنان نشتافتن .</w:t>
      </w:r>
      <w:bookmarkEnd w:id="536"/>
    </w:p>
    <w:p w:rsidR="00A679DB" w:rsidRDefault="00A679DB" w:rsidP="00A679DB">
      <w:pPr>
        <w:pStyle w:val="libNormal"/>
        <w:rPr>
          <w:rtl/>
        </w:rPr>
      </w:pPr>
      <w:r>
        <w:rPr>
          <w:rtl/>
        </w:rPr>
        <w:t xml:space="preserve">حديث : ١ حدثنى الحسين بن احمد قال حدثنى ابى عن محمد بن احمد عن محمد بن اسماعيل عن على بن الحكم عن ابيه عن ابى الجارود عن عمروبن قيس المشرقى قال دخلت على الحسين </w:t>
      </w:r>
      <w:r w:rsidRPr="00184878">
        <w:rPr>
          <w:rStyle w:val="libAlaemChar"/>
          <w:rtl/>
        </w:rPr>
        <w:t>عليه‌السلام</w:t>
      </w:r>
      <w:r>
        <w:rPr>
          <w:rtl/>
        </w:rPr>
        <w:t xml:space="preserve"> انا و ابن عم لى و هو فى قصر بنى مقاتل فسلمنا عليه فقال له ابن عمى يا ابا عبدالله هذا الذى ارى خضاب او شعرك فقال خضاب و الشيب الينا بنى هاشم يعجل ثم اقبل علينا فقال جئتما لنصرتى فقلت انى رجل كبير السن كثير العيال و فى يدى بضائع للناس و لا ادرى ما يكون و اكره ان اضيع امانتى و قال له ابن عمى مثل ذلك قال لنا فانطلقا فلاتسمعا لى واعيه و لا تريا لى سوادا فانه من سمع و اعيتنا او راى سوادنا فلم يجبنا و لم يغثنا كان حقا على الله عزوجل ان يكبه على منخريه فى النار.</w:t>
      </w:r>
    </w:p>
    <w:p w:rsidR="00A679DB" w:rsidRDefault="00A679DB" w:rsidP="00A679DB">
      <w:pPr>
        <w:pStyle w:val="libNormal"/>
        <w:rPr>
          <w:rtl/>
        </w:rPr>
      </w:pPr>
      <w:r>
        <w:rPr>
          <w:rtl/>
        </w:rPr>
        <w:t>ترجمه :</w:t>
      </w:r>
    </w:p>
    <w:p w:rsidR="00184878" w:rsidRDefault="00A679DB" w:rsidP="00184878">
      <w:pPr>
        <w:pStyle w:val="libNormal"/>
        <w:rPr>
          <w:rtl/>
        </w:rPr>
      </w:pPr>
      <w:r>
        <w:rPr>
          <w:rtl/>
        </w:rPr>
        <w:t xml:space="preserve">١. راوى مى گويد: همراه با پسر عمويم به ديدن امام حسين </w:t>
      </w:r>
      <w:r w:rsidRPr="00184878">
        <w:rPr>
          <w:rStyle w:val="libAlaemChar"/>
          <w:rtl/>
        </w:rPr>
        <w:t>عليه‌السلام</w:t>
      </w:r>
      <w:r>
        <w:rPr>
          <w:rtl/>
        </w:rPr>
        <w:t xml:space="preserve"> در قصر پسران «مقاتل» رفتم . پس از عرض سلام ، پسر عمويم به او عرض ‍ كرد: اى ابا عبدالله ! آيا مويت سياه مانده يا آن را خضاب كرده اى ؟ فرمودند: خضاب كرده ام و پيرى زود به سراغ ما بنى هاشم مى آيد. آنگاه رو به ما نموده و پرسيدند: آيا براى يارى من آمده ايد؟ عرض كردم : پيرمردى هستم با قرض زياد و عائله فراوان . سرمايه هايى نيز از مردم را از بين ببرم . پسر عمويم نيز چنين سخنانى گفت . آن حضرت </w:t>
      </w:r>
      <w:r w:rsidRPr="00184878">
        <w:rPr>
          <w:rStyle w:val="libAlaemChar"/>
          <w:rtl/>
        </w:rPr>
        <w:t>عليه‌السلام</w:t>
      </w:r>
      <w:r>
        <w:rPr>
          <w:rtl/>
        </w:rPr>
        <w:t xml:space="preserve"> فرمودند: در اين صورت برويد تا فرياد ما را نشنويد و ما را نبينيد. زيرا بدون ترديد كسى كه فرياد ما را بشنود و ما را ببيند و به ما كمك نكند، بعهده خداوند عزوجل است كه او را به رو در جهنم بيفكند.</w:t>
      </w:r>
    </w:p>
    <w:p w:rsidR="00A679DB" w:rsidRDefault="00184878" w:rsidP="00184878">
      <w:pPr>
        <w:pStyle w:val="Heading2"/>
        <w:rPr>
          <w:rtl/>
        </w:rPr>
      </w:pPr>
      <w:r>
        <w:rPr>
          <w:rtl/>
        </w:rPr>
        <w:br w:type="page"/>
      </w:r>
      <w:bookmarkStart w:id="537" w:name="_Toc449617594"/>
      <w:r w:rsidR="00A679DB">
        <w:rPr>
          <w:rtl/>
        </w:rPr>
        <w:lastRenderedPageBreak/>
        <w:t>مجازات بعهده گرفتن سرپرستى ده نفر و با عدالت با آنان رفتار نكردن</w:t>
      </w:r>
      <w:bookmarkEnd w:id="537"/>
    </w:p>
    <w:p w:rsidR="00A679DB" w:rsidRDefault="00A679DB" w:rsidP="00A679DB">
      <w:pPr>
        <w:pStyle w:val="libNormal"/>
        <w:rPr>
          <w:rtl/>
        </w:rPr>
      </w:pPr>
      <w:r>
        <w:rPr>
          <w:rtl/>
        </w:rPr>
        <w:t xml:space="preserve">حديث : ١ ابى رحمه الله قال حدثنى سعد بن عبدالله قال حدثنى محمد بن الحسين بن ابى الخطاب عن عبدالله بن جبله عن ابى طالب عن هايه عن انس بن مالك قال سمعت رسول الله </w:t>
      </w:r>
      <w:r w:rsidR="00E60DFB" w:rsidRPr="00184878">
        <w:rPr>
          <w:rStyle w:val="libAlaemChar"/>
          <w:rtl/>
        </w:rPr>
        <w:t>صلى‌الله‌عليه‌وآله</w:t>
      </w:r>
      <w:r w:rsidR="00E60DFB">
        <w:rPr>
          <w:rtl/>
        </w:rPr>
        <w:t xml:space="preserve"> </w:t>
      </w:r>
      <w:r>
        <w:rPr>
          <w:rtl/>
        </w:rPr>
        <w:t>يقول من ولى عشره فلم يعدل فيهم جاء يوم القيامه و يداه و رجلاه و راسه فى ثقب فاس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رسول خدا </w:t>
      </w:r>
      <w:r w:rsidR="00E60DFB" w:rsidRPr="00184878">
        <w:rPr>
          <w:rStyle w:val="libAlaemChar"/>
          <w:rtl/>
        </w:rPr>
        <w:t>صلى‌الله‌عليه‌وآله</w:t>
      </w:r>
      <w:r w:rsidR="00E60DFB">
        <w:rPr>
          <w:rtl/>
        </w:rPr>
        <w:t xml:space="preserve"> </w:t>
      </w:r>
      <w:r>
        <w:rPr>
          <w:rtl/>
        </w:rPr>
        <w:t xml:space="preserve">شنيدم كه فرمودند: كسى كه سرپرستى ده نفر را به عهده بگيرد و با عدالت با آنان رفتار نكند. در روز قيامت در حالى مى آيد كه دست و پاهاى و سرش در سوراخ تيشه اى است </w:t>
      </w:r>
      <w:r w:rsidRPr="00184878">
        <w:rPr>
          <w:rStyle w:val="libFootnotenumChar"/>
          <w:rtl/>
        </w:rPr>
        <w:t>(١٥٨)</w:t>
      </w:r>
    </w:p>
    <w:p w:rsidR="00A679DB" w:rsidRDefault="00A679DB" w:rsidP="00A679DB">
      <w:pPr>
        <w:pStyle w:val="libNormal"/>
        <w:rPr>
          <w:rtl/>
        </w:rPr>
      </w:pPr>
    </w:p>
    <w:p w:rsidR="00A679DB" w:rsidRDefault="00A679DB" w:rsidP="00A679DB">
      <w:pPr>
        <w:pStyle w:val="libNormal"/>
        <w:rPr>
          <w:rtl/>
        </w:rPr>
      </w:pPr>
      <w:r>
        <w:rPr>
          <w:rtl/>
        </w:rPr>
        <w:t>عقاب من ولى شيئا من امور المسلمين فضيعهم</w:t>
      </w:r>
    </w:p>
    <w:p w:rsidR="00A679DB" w:rsidRDefault="00184878" w:rsidP="00A679DB">
      <w:pPr>
        <w:pStyle w:val="libNormal"/>
        <w:rPr>
          <w:rtl/>
        </w:rPr>
      </w:pPr>
      <w:r>
        <w:rPr>
          <w:rtl/>
        </w:rPr>
        <w:br w:type="page"/>
      </w:r>
    </w:p>
    <w:p w:rsidR="00A679DB" w:rsidRPr="00184878" w:rsidRDefault="00A679DB" w:rsidP="00184878">
      <w:pPr>
        <w:pStyle w:val="Heading2"/>
        <w:rPr>
          <w:rtl/>
        </w:rPr>
      </w:pPr>
      <w:bookmarkStart w:id="538" w:name="_Toc449617595"/>
      <w:r w:rsidRPr="00184878">
        <w:rPr>
          <w:rtl/>
        </w:rPr>
        <w:t>مجازات به عهده گرفتن كارى از كارهاى مسلمانان و تباه كردن آنان</w:t>
      </w:r>
      <w:bookmarkEnd w:id="538"/>
    </w:p>
    <w:p w:rsidR="00A679DB" w:rsidRDefault="00A679DB" w:rsidP="00A679DB">
      <w:pPr>
        <w:pStyle w:val="libNormal"/>
        <w:rPr>
          <w:rtl/>
        </w:rPr>
      </w:pPr>
      <w:r>
        <w:rPr>
          <w:rtl/>
        </w:rPr>
        <w:t xml:space="preserve">حديث : ١ ابى رحمه الله قال حدثنى محمد بن يحيى العطار قال حدثنى محمد بن احمد عن محمد بن حسان عن ابى عمران الارمنى عن عبدالله بن الحكم عن معاويه بن عمار عن عمروبن مروان عن ابى عبدالله </w:t>
      </w:r>
      <w:r w:rsidRPr="00C350F9">
        <w:rPr>
          <w:rStyle w:val="libAlaemChar"/>
          <w:rtl/>
        </w:rPr>
        <w:t>عليه‌السلام</w:t>
      </w:r>
      <w:r>
        <w:rPr>
          <w:rtl/>
        </w:rPr>
        <w:t xml:space="preserve"> قال من ولى شيئا من امور المسلمين فضيعهم ضيعه الله تعالى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350F9">
        <w:rPr>
          <w:rStyle w:val="libAlaemChar"/>
          <w:rtl/>
        </w:rPr>
        <w:t>عليه‌السلام</w:t>
      </w:r>
      <w:r>
        <w:rPr>
          <w:rtl/>
        </w:rPr>
        <w:t xml:space="preserve"> فرمودند: كسى كه كارى از كارهاى مسلمانان را بعهده بگيرد و آنان را تباه كند، خداى متعال او را تباه مى نمايد.</w:t>
      </w:r>
    </w:p>
    <w:p w:rsidR="00A679DB" w:rsidRDefault="00A679DB" w:rsidP="00A679DB">
      <w:pPr>
        <w:pStyle w:val="libNormal"/>
        <w:rPr>
          <w:rtl/>
        </w:rPr>
      </w:pPr>
    </w:p>
    <w:p w:rsidR="00A679DB" w:rsidRDefault="00A679DB" w:rsidP="00A679DB">
      <w:pPr>
        <w:pStyle w:val="libNormal"/>
        <w:rPr>
          <w:rtl/>
        </w:rPr>
      </w:pPr>
      <w:r>
        <w:rPr>
          <w:rtl/>
        </w:rPr>
        <w:t>عقاب الظلمه و اعوانهم .</w:t>
      </w:r>
    </w:p>
    <w:p w:rsidR="00C350F9" w:rsidRDefault="00C350F9" w:rsidP="00A679DB">
      <w:pPr>
        <w:pStyle w:val="libNormal"/>
        <w:rPr>
          <w:rtl/>
        </w:rPr>
      </w:pPr>
      <w:r>
        <w:rPr>
          <w:rtl/>
        </w:rPr>
        <w:br w:type="page"/>
      </w:r>
    </w:p>
    <w:p w:rsidR="00A679DB" w:rsidRDefault="00A679DB" w:rsidP="00C350F9">
      <w:pPr>
        <w:pStyle w:val="Heading2"/>
        <w:rPr>
          <w:rtl/>
        </w:rPr>
      </w:pPr>
      <w:bookmarkStart w:id="539" w:name="_Toc449617596"/>
      <w:r>
        <w:rPr>
          <w:rtl/>
        </w:rPr>
        <w:t>مجازات ظالمين و ياران آنان</w:t>
      </w:r>
      <w:bookmarkEnd w:id="539"/>
    </w:p>
    <w:p w:rsidR="00A679DB" w:rsidRDefault="00A679DB" w:rsidP="00A679DB">
      <w:pPr>
        <w:pStyle w:val="libNormal"/>
        <w:rPr>
          <w:rtl/>
        </w:rPr>
      </w:pPr>
      <w:r>
        <w:rPr>
          <w:rtl/>
        </w:rPr>
        <w:t>حديث : ١ حدثنى محمد بن الحسن رضى الله عنه قال حدثنى محمد بن الحسن الصفار عن العباس بن معروف عن ابن المغيره عن السكونى عن ابى عبدالله عن ابيه</w:t>
      </w:r>
      <w:r w:rsidR="00C350F9">
        <w:rPr>
          <w:rFonts w:hint="cs"/>
          <w:rtl/>
        </w:rPr>
        <w:t xml:space="preserve"> </w:t>
      </w:r>
      <w:r w:rsidR="00DC5255" w:rsidRPr="00C350F9">
        <w:rPr>
          <w:rStyle w:val="libAlaemChar"/>
          <w:rtl/>
        </w:rPr>
        <w:t>عليهم‌السلام</w:t>
      </w:r>
      <w:r w:rsidR="00DC5255">
        <w:rPr>
          <w:rtl/>
        </w:rPr>
        <w:t xml:space="preserve"> </w:t>
      </w:r>
      <w:r>
        <w:rPr>
          <w:rtl/>
        </w:rPr>
        <w:t xml:space="preserve">قال قال رسول الله </w:t>
      </w:r>
      <w:r w:rsidR="00E60DFB" w:rsidRPr="00C350F9">
        <w:rPr>
          <w:rStyle w:val="libAlaemChar"/>
          <w:rtl/>
        </w:rPr>
        <w:t>صلى‌الله‌عليه‌وآله</w:t>
      </w:r>
      <w:r w:rsidR="00E60DFB">
        <w:rPr>
          <w:rtl/>
        </w:rPr>
        <w:t xml:space="preserve"> </w:t>
      </w:r>
      <w:r>
        <w:rPr>
          <w:rtl/>
        </w:rPr>
        <w:t>اذا كان يوم القيامه نادى مناد اين الظلمه و اعوانهم و من لاق لهم دواه او ربط كيسا او مد مده قلم فاحشروهم معهم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350F9">
        <w:rPr>
          <w:rStyle w:val="libAlaemChar"/>
          <w:rtl/>
        </w:rPr>
        <w:t>عليه‌السلام</w:t>
      </w:r>
      <w:r>
        <w:rPr>
          <w:rtl/>
        </w:rPr>
        <w:t xml:space="preserve"> از پدرانش </w:t>
      </w:r>
      <w:r w:rsidR="00DC5255" w:rsidRPr="00C350F9">
        <w:rPr>
          <w:rStyle w:val="libAlaemChar"/>
          <w:rtl/>
        </w:rPr>
        <w:t>عليهم‌السلام</w:t>
      </w:r>
      <w:r w:rsidR="00DC5255">
        <w:rPr>
          <w:rtl/>
        </w:rPr>
        <w:t xml:space="preserve"> </w:t>
      </w:r>
      <w:r>
        <w:rPr>
          <w:rtl/>
        </w:rPr>
        <w:t xml:space="preserve">نقل مى نمايند كه رسول </w:t>
      </w:r>
      <w:r w:rsidRPr="00C350F9">
        <w:rPr>
          <w:rtl/>
        </w:rPr>
        <w:t>خدا</w:t>
      </w:r>
      <w:r w:rsidR="00E60DFB" w:rsidRPr="00C350F9">
        <w:rPr>
          <w:rStyle w:val="libAlaemChar"/>
          <w:rtl/>
        </w:rPr>
        <w:t>صلى‌الله‌عليه‌وآله</w:t>
      </w:r>
      <w:r w:rsidR="00E60DFB">
        <w:rPr>
          <w:rtl/>
        </w:rPr>
        <w:t xml:space="preserve"> </w:t>
      </w:r>
      <w:r>
        <w:rPr>
          <w:rtl/>
        </w:rPr>
        <w:t>فرمودند: هنگامى كه روز قيامت فرا برسد، شخصى صدا مى زند كجايند ظالمان و ياران آنان و كسانى كه در دوات آنها ليقه انداخته ، كسيه اى برايشان بسته يا بمقدار يك بار قلم را در جوهر زدن ، آب و جوهر به دوات آنان اضافه كرده اند؟ همه اينها را با آنان محشور كنيد.</w:t>
      </w:r>
    </w:p>
    <w:p w:rsidR="00A679DB" w:rsidRDefault="00A679DB" w:rsidP="00A679DB">
      <w:pPr>
        <w:pStyle w:val="libNormal"/>
        <w:rPr>
          <w:rtl/>
        </w:rPr>
      </w:pPr>
    </w:p>
    <w:p w:rsidR="00A679DB" w:rsidRDefault="00A679DB" w:rsidP="00A679DB">
      <w:pPr>
        <w:pStyle w:val="libNormal"/>
        <w:rPr>
          <w:rtl/>
        </w:rPr>
      </w:pPr>
      <w:r>
        <w:rPr>
          <w:rtl/>
        </w:rPr>
        <w:t>عقاب من اقتب من سلطان جائر</w:t>
      </w:r>
    </w:p>
    <w:p w:rsidR="00A679DB" w:rsidRDefault="00C350F9" w:rsidP="00A679DB">
      <w:pPr>
        <w:pStyle w:val="libNormal"/>
        <w:rPr>
          <w:rtl/>
        </w:rPr>
      </w:pPr>
      <w:r>
        <w:rPr>
          <w:rtl/>
        </w:rPr>
        <w:br w:type="page"/>
      </w:r>
    </w:p>
    <w:p w:rsidR="00A679DB" w:rsidRDefault="00A679DB" w:rsidP="00C350F9">
      <w:pPr>
        <w:pStyle w:val="Heading2"/>
        <w:rPr>
          <w:rtl/>
        </w:rPr>
      </w:pPr>
      <w:bookmarkStart w:id="540" w:name="_Toc449617597"/>
      <w:r>
        <w:rPr>
          <w:rtl/>
        </w:rPr>
        <w:t>مجازات نزديك شدن به سلطان ستمگر</w:t>
      </w:r>
      <w:bookmarkEnd w:id="540"/>
    </w:p>
    <w:p w:rsidR="00A679DB" w:rsidRDefault="00A679DB" w:rsidP="00A679DB">
      <w:pPr>
        <w:pStyle w:val="libNormal"/>
        <w:rPr>
          <w:rtl/>
        </w:rPr>
      </w:pPr>
      <w:r>
        <w:rPr>
          <w:rtl/>
        </w:rPr>
        <w:t xml:space="preserve">حديث : ١ و بهذاالاسناد قال قال رسول الله </w:t>
      </w:r>
      <w:r w:rsidR="00E60DFB" w:rsidRPr="00C350F9">
        <w:rPr>
          <w:rStyle w:val="libAlaemChar"/>
          <w:rtl/>
        </w:rPr>
        <w:t>صلى‌الله‌عليه‌وآله</w:t>
      </w:r>
      <w:r w:rsidR="00E60DFB">
        <w:rPr>
          <w:rtl/>
        </w:rPr>
        <w:t xml:space="preserve"> </w:t>
      </w:r>
      <w:r>
        <w:rPr>
          <w:rtl/>
        </w:rPr>
        <w:t>ما اقترب عبد من سلطان الا تباعد من الله و لاكثر ماله الا اشتد حسابه و لا كثر تبعه الا كثرت شياطينه .</w:t>
      </w:r>
    </w:p>
    <w:p w:rsidR="00A679DB" w:rsidRDefault="00A679DB" w:rsidP="00A679DB">
      <w:pPr>
        <w:pStyle w:val="libNormal"/>
        <w:rPr>
          <w:rtl/>
        </w:rPr>
      </w:pPr>
      <w:r>
        <w:rPr>
          <w:rtl/>
        </w:rPr>
        <w:t>ترجمه :</w:t>
      </w:r>
    </w:p>
    <w:p w:rsidR="00A679DB" w:rsidRDefault="00A679DB" w:rsidP="00C350F9">
      <w:pPr>
        <w:pStyle w:val="libNormal"/>
        <w:rPr>
          <w:rtl/>
        </w:rPr>
      </w:pPr>
      <w:r>
        <w:rPr>
          <w:rtl/>
        </w:rPr>
        <w:t xml:space="preserve">١. رسول خدا </w:t>
      </w:r>
      <w:r w:rsidR="00E60DFB" w:rsidRPr="00C350F9">
        <w:rPr>
          <w:rStyle w:val="libAlaemChar"/>
          <w:rtl/>
        </w:rPr>
        <w:t>صلى‌الله‌عليه‌وآله</w:t>
      </w:r>
      <w:r w:rsidR="00E60DFB">
        <w:rPr>
          <w:rtl/>
        </w:rPr>
        <w:t xml:space="preserve"> </w:t>
      </w:r>
      <w:r>
        <w:rPr>
          <w:rtl/>
        </w:rPr>
        <w:t>فرمودند: بنده اى به سلطانى نز</w:t>
      </w:r>
      <w:r w:rsidR="00C350F9">
        <w:rPr>
          <w:rFonts w:hint="cs"/>
          <w:rtl/>
        </w:rPr>
        <w:t>دی</w:t>
      </w:r>
      <w:r>
        <w:rPr>
          <w:rtl/>
        </w:rPr>
        <w:t>ك نشده ، مگر اين كه از خدا دور شد، مالش زياد نشد، مگر اين كه حسابش ‍ سخت شد، و پيروانش زياد نشدند، مگر اين كه شياطين او نيز فراوان شدند.</w:t>
      </w:r>
    </w:p>
    <w:p w:rsidR="00A679DB" w:rsidRDefault="00A679DB" w:rsidP="00A679DB">
      <w:pPr>
        <w:pStyle w:val="libNormal"/>
        <w:rPr>
          <w:rtl/>
        </w:rPr>
      </w:pPr>
      <w:r>
        <w:rPr>
          <w:rtl/>
        </w:rPr>
        <w:t xml:space="preserve">حديث : ٢ و بهذاالاسناد قال قال رسول الله </w:t>
      </w:r>
      <w:r w:rsidR="00E60DFB" w:rsidRPr="00C350F9">
        <w:rPr>
          <w:rStyle w:val="libAlaemChar"/>
          <w:rtl/>
        </w:rPr>
        <w:t>صلى‌الله‌عليه‌وآله</w:t>
      </w:r>
      <w:r w:rsidR="00E60DFB">
        <w:rPr>
          <w:rtl/>
        </w:rPr>
        <w:t xml:space="preserve"> </w:t>
      </w:r>
      <w:r>
        <w:rPr>
          <w:rtl/>
        </w:rPr>
        <w:t>آياكم و ابواب السلطان و حواشيها فان اقربكم من ابواب السلطان و حواشيها ابعدكم من الله تعالى و من آثر السلطان على الله عزوجل اذهب الله عنه الورع و جعله حيرانا.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رسول خدا </w:t>
      </w:r>
      <w:r w:rsidR="00E60DFB" w:rsidRPr="00C350F9">
        <w:rPr>
          <w:rStyle w:val="libAlaemChar"/>
          <w:rtl/>
        </w:rPr>
        <w:t>صلى‌الله‌عليه‌وآله</w:t>
      </w:r>
      <w:r w:rsidR="00E60DFB">
        <w:rPr>
          <w:rtl/>
        </w:rPr>
        <w:t xml:space="preserve"> </w:t>
      </w:r>
      <w:r>
        <w:rPr>
          <w:rtl/>
        </w:rPr>
        <w:t>فرمودند: از نزديكان و اطرافيان سلطان بپرهيزيد. زيرا قطعا نزديكترين شما به نزديكان و اطرافيان سلطان ، دورترين شما از خداى متعال است . كسى كه خداوند را بر سلطان مقدم بدارد، خداوند ورع او را از بين برده و او را متحير مى نمايد.</w:t>
      </w:r>
      <w:r>
        <w:rPr>
          <w:rtl/>
        </w:rPr>
        <w:cr/>
      </w:r>
    </w:p>
    <w:p w:rsidR="00A679DB" w:rsidRDefault="00A679DB" w:rsidP="00A679DB">
      <w:pPr>
        <w:pStyle w:val="libNormal"/>
        <w:rPr>
          <w:rtl/>
        </w:rPr>
      </w:pPr>
    </w:p>
    <w:p w:rsidR="00A679DB" w:rsidRDefault="00A679DB" w:rsidP="00A679DB">
      <w:pPr>
        <w:pStyle w:val="libNormal"/>
        <w:rPr>
          <w:rtl/>
        </w:rPr>
      </w:pPr>
      <w:r>
        <w:rPr>
          <w:rtl/>
        </w:rPr>
        <w:t>عقاب من سود اسمه فى ديوان الجبارين .</w:t>
      </w:r>
    </w:p>
    <w:p w:rsidR="00A679DB" w:rsidRDefault="00C350F9" w:rsidP="00A679DB">
      <w:pPr>
        <w:pStyle w:val="libNormal"/>
        <w:rPr>
          <w:rtl/>
        </w:rPr>
      </w:pPr>
      <w:r>
        <w:rPr>
          <w:rtl/>
        </w:rPr>
        <w:br w:type="page"/>
      </w:r>
    </w:p>
    <w:p w:rsidR="00A679DB" w:rsidRDefault="00A679DB" w:rsidP="00C350F9">
      <w:pPr>
        <w:pStyle w:val="Heading2"/>
        <w:rPr>
          <w:rtl/>
        </w:rPr>
      </w:pPr>
      <w:bookmarkStart w:id="541" w:name="_Toc449617598"/>
      <w:r>
        <w:rPr>
          <w:rtl/>
        </w:rPr>
        <w:t>مجازات ثبت نام در دفتر ستمگران</w:t>
      </w:r>
      <w:bookmarkEnd w:id="541"/>
    </w:p>
    <w:p w:rsidR="00A679DB" w:rsidRDefault="00A679DB" w:rsidP="00A679DB">
      <w:pPr>
        <w:pStyle w:val="libNormal"/>
        <w:rPr>
          <w:rtl/>
        </w:rPr>
      </w:pPr>
      <w:r>
        <w:rPr>
          <w:rtl/>
        </w:rPr>
        <w:t xml:space="preserve">حديث : ١ حدثنى محمد بن الحسن رضى الله عنه قال حدثنى محمد بن الحسن الصفار عن يعقوب بن يزيد عن ابن بنت الوليد بن صبيح الباهلى عن ابى عبدالله </w:t>
      </w:r>
      <w:r w:rsidRPr="00C350F9">
        <w:rPr>
          <w:rStyle w:val="libAlaemChar"/>
          <w:rtl/>
        </w:rPr>
        <w:t>عليه‌السلام</w:t>
      </w:r>
      <w:r>
        <w:rPr>
          <w:rtl/>
        </w:rPr>
        <w:t xml:space="preserve"> قال من سود اسمه فى ديوان ولد فلان حشره الله يوم القيامه خنزيرا.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350F9">
        <w:rPr>
          <w:rStyle w:val="libAlaemChar"/>
          <w:rtl/>
        </w:rPr>
        <w:t>عليه‌السلام</w:t>
      </w:r>
      <w:r>
        <w:rPr>
          <w:rtl/>
        </w:rPr>
        <w:t xml:space="preserve"> فرمودند: كسى كه نام خود را در دفتر فرزندان فلان (كه حكومتشان ظالمانه است) بنويسد، خداوند در روز قيامت او را خوك محشور مى نمايد.</w:t>
      </w:r>
    </w:p>
    <w:p w:rsidR="00A679DB" w:rsidRDefault="00A679DB" w:rsidP="00A679DB">
      <w:pPr>
        <w:pStyle w:val="libNormal"/>
        <w:rPr>
          <w:rtl/>
        </w:rPr>
      </w:pPr>
    </w:p>
    <w:p w:rsidR="00A679DB" w:rsidRDefault="00A679DB" w:rsidP="00A679DB">
      <w:pPr>
        <w:pStyle w:val="libNormal"/>
        <w:rPr>
          <w:rtl/>
        </w:rPr>
      </w:pPr>
      <w:r>
        <w:rPr>
          <w:rtl/>
        </w:rPr>
        <w:t>عقاب وال يحتجب من حوائج الناس</w:t>
      </w:r>
    </w:p>
    <w:p w:rsidR="00A679DB" w:rsidRDefault="00C350F9" w:rsidP="00A679DB">
      <w:pPr>
        <w:pStyle w:val="libNormal"/>
        <w:rPr>
          <w:rtl/>
        </w:rPr>
      </w:pPr>
      <w:r>
        <w:rPr>
          <w:rtl/>
        </w:rPr>
        <w:br w:type="page"/>
      </w:r>
    </w:p>
    <w:p w:rsidR="00A679DB" w:rsidRDefault="00A679DB" w:rsidP="00A679DB">
      <w:pPr>
        <w:pStyle w:val="libNormal"/>
        <w:rPr>
          <w:rtl/>
        </w:rPr>
      </w:pPr>
      <w:bookmarkStart w:id="542" w:name="_Toc449617599"/>
      <w:r w:rsidRPr="00C350F9">
        <w:rPr>
          <w:rStyle w:val="Heading2Char"/>
          <w:rtl/>
        </w:rPr>
        <w:t>مجازات حاكمى كه كارهاى مردم را انجام ندهد</w:t>
      </w:r>
      <w:bookmarkEnd w:id="542"/>
      <w:r>
        <w:rPr>
          <w:rtl/>
        </w:rPr>
        <w:t>.</w:t>
      </w:r>
    </w:p>
    <w:p w:rsidR="00A679DB" w:rsidRDefault="00A679DB" w:rsidP="00A679DB">
      <w:pPr>
        <w:pStyle w:val="libNormal"/>
        <w:rPr>
          <w:rtl/>
        </w:rPr>
      </w:pPr>
      <w:r>
        <w:rPr>
          <w:rtl/>
        </w:rPr>
        <w:t xml:space="preserve">حديث : ١ ابى رحمه الله قال حدثنى احمد بن ادريس عن محمد بن احمد عن موسى بن عمران عن ابن سنان عن ابى الجارود عن سعد الاسكاف عن الاصبغ عن اميرالمومنين </w:t>
      </w:r>
      <w:r w:rsidRPr="00C350F9">
        <w:rPr>
          <w:rStyle w:val="libAlaemChar"/>
          <w:rtl/>
        </w:rPr>
        <w:t>عليه‌السلام</w:t>
      </w:r>
      <w:r>
        <w:rPr>
          <w:rtl/>
        </w:rPr>
        <w:t xml:space="preserve"> قال ايما وال احتجب عن حوائج الناس احتجب الله يوم القيامه عن حوائجه وان اخذ هديه كان غلولا و ان اخذ رشوه فهو مشرك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امير المومنين </w:t>
      </w:r>
      <w:r w:rsidRPr="00C350F9">
        <w:rPr>
          <w:rStyle w:val="libAlaemChar"/>
          <w:rtl/>
        </w:rPr>
        <w:t>عليه‌السلام</w:t>
      </w:r>
      <w:r>
        <w:rPr>
          <w:rtl/>
        </w:rPr>
        <w:t xml:space="preserve"> فرمودند: هر حاكمى كه حوائج مردم را بر آورده نسازد، خداوند در روز قيامت حوائجش را بر آورده نمى نمايد و اگر هديه اى بگيرد، خيانت كرده و اگر رشوه بگيرد، مشرك است .</w:t>
      </w:r>
    </w:p>
    <w:p w:rsidR="00A679DB" w:rsidRDefault="00A679DB" w:rsidP="00A679DB">
      <w:pPr>
        <w:pStyle w:val="libNormal"/>
        <w:rPr>
          <w:rtl/>
        </w:rPr>
      </w:pPr>
    </w:p>
    <w:p w:rsidR="00A679DB" w:rsidRDefault="00A679DB" w:rsidP="00A679DB">
      <w:pPr>
        <w:pStyle w:val="libNormal"/>
        <w:rPr>
          <w:rtl/>
        </w:rPr>
      </w:pPr>
      <w:r>
        <w:rPr>
          <w:rtl/>
        </w:rPr>
        <w:t>عقاب من اقر بالمنكر</w:t>
      </w:r>
    </w:p>
    <w:p w:rsidR="00A679DB" w:rsidRDefault="00C350F9" w:rsidP="00A679DB">
      <w:pPr>
        <w:pStyle w:val="libNormal"/>
        <w:rPr>
          <w:rtl/>
        </w:rPr>
      </w:pPr>
      <w:r>
        <w:rPr>
          <w:rtl/>
        </w:rPr>
        <w:br w:type="page"/>
      </w:r>
    </w:p>
    <w:p w:rsidR="00A679DB" w:rsidRDefault="00A679DB" w:rsidP="00C350F9">
      <w:pPr>
        <w:pStyle w:val="Heading2"/>
        <w:rPr>
          <w:rtl/>
        </w:rPr>
      </w:pPr>
      <w:bookmarkStart w:id="543" w:name="_Toc449617600"/>
      <w:r>
        <w:rPr>
          <w:rtl/>
        </w:rPr>
        <w:t>مجازات سكوت در برابر منكر</w:t>
      </w:r>
      <w:bookmarkEnd w:id="543"/>
    </w:p>
    <w:p w:rsidR="00A679DB" w:rsidRDefault="00A679DB" w:rsidP="00A679DB">
      <w:pPr>
        <w:pStyle w:val="libNormal"/>
        <w:rPr>
          <w:rtl/>
        </w:rPr>
      </w:pPr>
      <w:r>
        <w:rPr>
          <w:rtl/>
        </w:rPr>
        <w:t xml:space="preserve">حديث : ١ ابى رحمه الله قال حدثنى سعد بن عبدالله عن احمد بن محمد عن محمد بن سنان رفعه الى ابى عبدالله </w:t>
      </w:r>
      <w:r w:rsidRPr="00C350F9">
        <w:rPr>
          <w:rStyle w:val="libAlaemChar"/>
          <w:rtl/>
        </w:rPr>
        <w:t>عليه‌السلام</w:t>
      </w:r>
      <w:r>
        <w:rPr>
          <w:rtl/>
        </w:rPr>
        <w:t xml:space="preserve"> قال ما اقر قوم بالمنكر بين اظهرههم لا يعيرونه الا اوشك ان يعمهم الله عزوجل بعقاب من عنده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C350F9">
        <w:rPr>
          <w:rStyle w:val="libAlaemChar"/>
          <w:rtl/>
        </w:rPr>
        <w:t>عليه‌السلام</w:t>
      </w:r>
      <w:r>
        <w:rPr>
          <w:rtl/>
        </w:rPr>
        <w:t xml:space="preserve"> فرمودند: اگر كار منكر در ميان جامعه اى انجام شود و آنان انجام دهنده آن را سرزنش نكنند بدون شك نزديك است كه خداوند عذابى همگانى بر آنان فرو فرستد.</w:t>
      </w:r>
    </w:p>
    <w:p w:rsidR="00A679DB" w:rsidRDefault="00A679DB" w:rsidP="00A679DB">
      <w:pPr>
        <w:pStyle w:val="libNormal"/>
        <w:rPr>
          <w:rtl/>
        </w:rPr>
      </w:pPr>
      <w:r>
        <w:rPr>
          <w:rtl/>
        </w:rPr>
        <w:t>حديث : ٢ حدثنى محمد بن الحسن رضى الله عنه قال حدثنى محمد بن ابى القاسم عن هارون بن مسلم ، عن مسعده بن صدقه عن جعفر بن محمد عن ابيه</w:t>
      </w:r>
      <w:r w:rsidR="00C350F9">
        <w:rPr>
          <w:rFonts w:hint="cs"/>
          <w:rtl/>
        </w:rPr>
        <w:t xml:space="preserve"> </w:t>
      </w:r>
      <w:r w:rsidR="00DC5255" w:rsidRPr="00C350F9">
        <w:rPr>
          <w:rStyle w:val="libAlaemChar"/>
          <w:rtl/>
        </w:rPr>
        <w:t>عليهم‌السلام</w:t>
      </w:r>
      <w:r w:rsidR="00DC5255">
        <w:rPr>
          <w:rtl/>
        </w:rPr>
        <w:t xml:space="preserve"> </w:t>
      </w:r>
      <w:r>
        <w:rPr>
          <w:rtl/>
        </w:rPr>
        <w:t xml:space="preserve">قال قال رسول الله </w:t>
      </w:r>
      <w:r w:rsidR="00E60DFB" w:rsidRPr="00C350F9">
        <w:rPr>
          <w:rStyle w:val="libAlaemChar"/>
          <w:rtl/>
        </w:rPr>
        <w:t>صلى‌الله‌عليه‌وآله</w:t>
      </w:r>
      <w:r w:rsidR="00E60DFB">
        <w:rPr>
          <w:rtl/>
        </w:rPr>
        <w:t xml:space="preserve"> </w:t>
      </w:r>
      <w:r>
        <w:rPr>
          <w:rtl/>
        </w:rPr>
        <w:t>ان المعصيه اذا عمل بها العبد سرالم تضر الا عاملها و اذا عمل بها علانيه و لم يعير عليه اضرت العامه قال جعفربن محمد</w:t>
      </w:r>
      <w:r w:rsidR="00DC5255">
        <w:rPr>
          <w:rtl/>
        </w:rPr>
        <w:t xml:space="preserve">عليهم‌السلام </w:t>
      </w:r>
      <w:r>
        <w:rPr>
          <w:rtl/>
        </w:rPr>
        <w:t>و ذلك انه يذل بعمله دين الله و يقتدى به اهل عداوه الله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C350F9">
        <w:rPr>
          <w:rStyle w:val="libAlaemChar"/>
          <w:rtl/>
        </w:rPr>
        <w:t>عليه‌السلام</w:t>
      </w:r>
      <w:r>
        <w:rPr>
          <w:rtl/>
        </w:rPr>
        <w:t xml:space="preserve"> از پدرانش </w:t>
      </w:r>
      <w:r w:rsidRPr="00C350F9">
        <w:rPr>
          <w:rStyle w:val="libAlaemChar"/>
          <w:rtl/>
        </w:rPr>
        <w:t>عليه‌السلام</w:t>
      </w:r>
      <w:r>
        <w:rPr>
          <w:rtl/>
        </w:rPr>
        <w:t xml:space="preserve"> روايت نموده است كه رسول خدا </w:t>
      </w:r>
      <w:r w:rsidR="00E60DFB" w:rsidRPr="00C350F9">
        <w:rPr>
          <w:rStyle w:val="libAlaemChar"/>
          <w:rtl/>
        </w:rPr>
        <w:t>صلى‌الله‌عليه‌وآله</w:t>
      </w:r>
      <w:r w:rsidR="00E60DFB">
        <w:rPr>
          <w:rtl/>
        </w:rPr>
        <w:t xml:space="preserve"> </w:t>
      </w:r>
      <w:r>
        <w:rPr>
          <w:rtl/>
        </w:rPr>
        <w:t xml:space="preserve">فرمودند: اگر بنده اى مخفيانه مرتكب گناهى شود، فقط خودش ضرر مى كند. ولى اگر آشكارا مرتكب گناه شود و كسى او را سرزنش نكند، همه ضرر مى كنند. آنگاه امام صادق </w:t>
      </w:r>
      <w:r w:rsidRPr="00C350F9">
        <w:rPr>
          <w:rStyle w:val="libAlaemChar"/>
          <w:rtl/>
        </w:rPr>
        <w:t>عليه‌السلام</w:t>
      </w:r>
      <w:r>
        <w:rPr>
          <w:rtl/>
        </w:rPr>
        <w:t xml:space="preserve"> فرمودند: باين جهت كه با عمل او دين خدا ذليل شده و كسانى كه زمينه دشمنى با خدا دارند، از او پيروى مى نمايند.</w:t>
      </w:r>
    </w:p>
    <w:p w:rsidR="00A679DB" w:rsidRDefault="00A679DB" w:rsidP="00A679DB">
      <w:pPr>
        <w:pStyle w:val="libNormal"/>
        <w:rPr>
          <w:rtl/>
        </w:rPr>
      </w:pPr>
      <w:r>
        <w:rPr>
          <w:rtl/>
        </w:rPr>
        <w:t xml:space="preserve">حديث : ٣ و بهذاالاسناد قال قال على </w:t>
      </w:r>
      <w:r w:rsidRPr="00C350F9">
        <w:rPr>
          <w:rStyle w:val="libAlaemChar"/>
          <w:rtl/>
        </w:rPr>
        <w:t>عليه‌السلام</w:t>
      </w:r>
      <w:r>
        <w:rPr>
          <w:rtl/>
        </w:rPr>
        <w:t xml:space="preserve"> ايها الناس ان الله تعالى لا يعذب العامه بذنب الخاصه اذا عملت الخاصه بالمنكر سرا من غير ان تعلم العامه فاذا </w:t>
      </w:r>
      <w:r>
        <w:rPr>
          <w:rtl/>
        </w:rPr>
        <w:lastRenderedPageBreak/>
        <w:t>عملت الخاصه بالمنكر جهارا فلم يعير ذلك العامه استوجب الفريقان العوقبه من الله تعالى و قال لا يحضرون احدكم رجلا يضربه سلطان جائر ظلما و عدوانا و لا مقتولا و لا مظلوما اذا لم ينصره لان نصره المومن على المومن فريضه واجبه اذا هو حضره و العافيه اوسع مالم تلزمك الحجه الحاضره قال و لما وقع التقصير فى بنى اسرائيل جعل الرجل منهم يرى اخاه على الذنب فينهاه فلا ينتهى فلا يمنعه ذلك آن يكون اكيله و جليسه و شريبه حتى ضرب الله تعالى قلوب بعضهم ببعض و نزل فيهم القرآن حيث يقول عزوجل (لعن الذين كفروا من بنى اسرائيل على لسان داود و عيسى بن مريم ذلك بما عصوا و كانوا يعتدون * كانوا لا يتناهون عن منكر فعلوه) الى آخرين الايتين .</w:t>
      </w:r>
    </w:p>
    <w:p w:rsidR="00A679DB" w:rsidRDefault="00A679DB" w:rsidP="00A679DB">
      <w:pPr>
        <w:pStyle w:val="libNormal"/>
        <w:rPr>
          <w:rtl/>
        </w:rPr>
      </w:pPr>
      <w:r>
        <w:rPr>
          <w:rtl/>
        </w:rPr>
        <w:t>ترجمه :</w:t>
      </w:r>
    </w:p>
    <w:p w:rsidR="00A679DB" w:rsidRDefault="00A679DB" w:rsidP="003E54F9">
      <w:pPr>
        <w:pStyle w:val="libNormal"/>
        <w:rPr>
          <w:rtl/>
        </w:rPr>
      </w:pPr>
      <w:r>
        <w:rPr>
          <w:rtl/>
        </w:rPr>
        <w:t xml:space="preserve">٣. امير المومنين </w:t>
      </w:r>
      <w:r w:rsidRPr="003E54F9">
        <w:rPr>
          <w:rStyle w:val="libAlaemChar"/>
          <w:rtl/>
        </w:rPr>
        <w:t>عليه‌السلام</w:t>
      </w:r>
      <w:r>
        <w:rPr>
          <w:rtl/>
        </w:rPr>
        <w:t xml:space="preserve"> فرمودند: اى مردم ! بدون ترديد خداى متعال همه مردم را بخاطر گناه عده اى عذاب نمى كند. اگر ايشان گناه را پنهانى انجام داده و مردم را از كار خود مطلع نسازند، ولى اگر گناه خود را </w:t>
      </w:r>
      <w:r w:rsidR="003E54F9">
        <w:rPr>
          <w:rFonts w:hint="cs"/>
          <w:rtl/>
        </w:rPr>
        <w:t>آ</w:t>
      </w:r>
      <w:r>
        <w:rPr>
          <w:rtl/>
        </w:rPr>
        <w:t xml:space="preserve">شكار انجام دهند. مردم نيز آنها را سرزنش نكنند. همه مردم مستوجب عذاب خداى متعال خواهند بود. و نيز فرمودند: اگر سلطان ستمگرى از روى ستم و دشمنى مردى را بزند، او را بكشد، يا ظلم ديگرى به او روا دارد، در صورتى كه شما او را يارى نمى كنيد، در آن مكان نيز حاضر نشويد. زيرا بدون شك </w:t>
      </w:r>
      <w:r w:rsidR="003E54F9">
        <w:rPr>
          <w:rFonts w:hint="cs"/>
          <w:rtl/>
        </w:rPr>
        <w:t>ا</w:t>
      </w:r>
      <w:r>
        <w:rPr>
          <w:rtl/>
        </w:rPr>
        <w:t>گر آن جا حاضر باشيد، واجب و لازم است كه او را يارى كنيد. ولى اگر آنجا نباشيد، تا زمانى كه شرايط تكليف مهيا نشود، تكليفى نخواهيد داشت . و نيز فرمودند: زمانى بنى اسرائيل در مورد نهى از منكر كوتاهى مى كردند. بدين معنى كه وقتى كسى گناهى مرتكب مى شد، او را نهى مى كردند و او تجهى نمى كرد. گناه او مانع همنشينى و هم</w:t>
      </w:r>
      <w:r w:rsidR="003E54F9">
        <w:rPr>
          <w:rFonts w:hint="cs"/>
          <w:rtl/>
        </w:rPr>
        <w:t xml:space="preserve"> </w:t>
      </w:r>
      <w:r>
        <w:rPr>
          <w:rtl/>
        </w:rPr>
        <w:t xml:space="preserve">غذايى آنان با گناهكار نمى شد. تا اين كه خداى متعال بخاطر ترك نهى از </w:t>
      </w:r>
      <w:r>
        <w:rPr>
          <w:rtl/>
        </w:rPr>
        <w:lastRenderedPageBreak/>
        <w:t xml:space="preserve">منكر) دلهاى آنان را به گناه راضى كرده و اين آيات را درباره آنها نازل نمود: «كافران بنى اسرائيل بخاطر نافرمانى خدا و سركشى با زبان داوود و عيسى بن مريم لعنت شدند. آنان از كار منكر خود دست بردار نبودند...» </w:t>
      </w:r>
      <w:r w:rsidRPr="003E54F9">
        <w:rPr>
          <w:rStyle w:val="libFootnotenumChar"/>
          <w:rtl/>
        </w:rPr>
        <w:t>(١٥٩).</w:t>
      </w:r>
    </w:p>
    <w:p w:rsidR="00A679DB" w:rsidRDefault="00A679DB" w:rsidP="00A679DB">
      <w:pPr>
        <w:pStyle w:val="libNormal"/>
        <w:rPr>
          <w:rtl/>
        </w:rPr>
      </w:pPr>
    </w:p>
    <w:p w:rsidR="00A679DB" w:rsidRDefault="00A679DB" w:rsidP="00A679DB">
      <w:pPr>
        <w:pStyle w:val="libNormal"/>
        <w:rPr>
          <w:rtl/>
        </w:rPr>
      </w:pPr>
      <w:r>
        <w:rPr>
          <w:rtl/>
        </w:rPr>
        <w:t>عقاب الزانى و الزانيه</w:t>
      </w:r>
    </w:p>
    <w:p w:rsidR="00A679DB" w:rsidRDefault="003E54F9" w:rsidP="00A679DB">
      <w:pPr>
        <w:pStyle w:val="libNormal"/>
        <w:rPr>
          <w:rtl/>
        </w:rPr>
      </w:pPr>
      <w:r>
        <w:rPr>
          <w:rtl/>
        </w:rPr>
        <w:br w:type="page"/>
      </w:r>
    </w:p>
    <w:p w:rsidR="00A679DB" w:rsidRDefault="00A679DB" w:rsidP="003E54F9">
      <w:pPr>
        <w:pStyle w:val="Heading2"/>
        <w:rPr>
          <w:rtl/>
        </w:rPr>
      </w:pPr>
      <w:bookmarkStart w:id="544" w:name="_Toc449617601"/>
      <w:r>
        <w:rPr>
          <w:rtl/>
        </w:rPr>
        <w:t>مجازات مرد و زن زناكار</w:t>
      </w:r>
      <w:bookmarkEnd w:id="544"/>
    </w:p>
    <w:p w:rsidR="00A679DB" w:rsidRDefault="00A679DB" w:rsidP="00A679DB">
      <w:pPr>
        <w:pStyle w:val="libNormal"/>
        <w:rPr>
          <w:rtl/>
        </w:rPr>
      </w:pPr>
      <w:r>
        <w:rPr>
          <w:rtl/>
        </w:rPr>
        <w:t>ترجمه :</w:t>
      </w:r>
    </w:p>
    <w:p w:rsidR="00A679DB" w:rsidRDefault="00A679DB" w:rsidP="00A679DB">
      <w:pPr>
        <w:pStyle w:val="libNormal"/>
        <w:rPr>
          <w:rtl/>
        </w:rPr>
      </w:pPr>
    </w:p>
    <w:p w:rsidR="00A679DB" w:rsidRDefault="00A679DB" w:rsidP="00A679DB">
      <w:pPr>
        <w:pStyle w:val="libNormal"/>
        <w:rPr>
          <w:rtl/>
        </w:rPr>
      </w:pPr>
      <w:r>
        <w:rPr>
          <w:rtl/>
        </w:rPr>
        <w:t>حديث : ١ حدثنى محمد بن على ماجيلويه رضى الله عنه عن عمه عن محمد بن على الكوفى ابن فضال عن عبدالله بن ميمون عن ابى عبدالله عن ابيه</w:t>
      </w:r>
      <w:r w:rsidR="003E54F9">
        <w:rPr>
          <w:rFonts w:hint="cs"/>
          <w:rtl/>
        </w:rPr>
        <w:t xml:space="preserve"> </w:t>
      </w:r>
      <w:r w:rsidR="00DC5255" w:rsidRPr="003E54F9">
        <w:rPr>
          <w:rStyle w:val="libAlaemChar"/>
          <w:rtl/>
        </w:rPr>
        <w:t>عليهم‌السلام</w:t>
      </w:r>
      <w:r w:rsidR="00DC5255">
        <w:rPr>
          <w:rtl/>
        </w:rPr>
        <w:t xml:space="preserve"> </w:t>
      </w:r>
      <w:r>
        <w:rPr>
          <w:rtl/>
        </w:rPr>
        <w:t>قال للزانى ست خصال ثلاث فى الدنيا و ثلاث فى الاخره اما التى فى الدنيا فيذهب بنور الوجه و يورث الفقر و يعجل الفنارئ و اما التى فى الاخره فسخط الرب و سوء الحساب و الخلود فى النار.</w:t>
      </w:r>
    </w:p>
    <w:p w:rsidR="00A679DB" w:rsidRDefault="00A679DB" w:rsidP="00A679DB">
      <w:pPr>
        <w:pStyle w:val="libNormal"/>
        <w:rPr>
          <w:rtl/>
        </w:rPr>
      </w:pPr>
      <w:r>
        <w:rPr>
          <w:rtl/>
        </w:rPr>
        <w:t xml:space="preserve">١. امام صادق </w:t>
      </w:r>
      <w:r w:rsidRPr="003E54F9">
        <w:rPr>
          <w:rStyle w:val="libAlaemChar"/>
          <w:rtl/>
        </w:rPr>
        <w:t>عليه‌السلام</w:t>
      </w:r>
      <w:r>
        <w:rPr>
          <w:rtl/>
        </w:rPr>
        <w:t xml:space="preserve"> از پدرش </w:t>
      </w:r>
      <w:r w:rsidRPr="003E54F9">
        <w:rPr>
          <w:rStyle w:val="libAlaemChar"/>
          <w:rtl/>
        </w:rPr>
        <w:t>عليه‌السلام</w:t>
      </w:r>
      <w:r>
        <w:rPr>
          <w:rtl/>
        </w:rPr>
        <w:t xml:space="preserve"> نقل مى نمايد كه فرمودند: زناكار شش مجازات دارد: سه تا در دنيا و سه تا در آخرت . در دنيا نور سيماى او را از بين رفته ، فقير مى شود و زود مى ميرد و در آخرت خشم خداوند، بدى حساب و جاويد ماندن در جهنم نصيبش مى شود.</w:t>
      </w:r>
      <w:r>
        <w:rPr>
          <w:rtl/>
        </w:rPr>
        <w:cr/>
      </w:r>
    </w:p>
    <w:p w:rsidR="00A679DB" w:rsidRDefault="00A679DB" w:rsidP="00A679DB">
      <w:pPr>
        <w:pStyle w:val="libNormal"/>
        <w:rPr>
          <w:rtl/>
        </w:rPr>
      </w:pPr>
      <w:r>
        <w:rPr>
          <w:rtl/>
        </w:rPr>
        <w:t xml:space="preserve">حديث : ٢ حدثنى محمدبن الحسن رضى الله عنه قال حدثنى الحسن بن متيل عن احمد بن ابى عبدالله عن يحيى بن المغيره عن حفص قال قال زيد بن على </w:t>
      </w:r>
      <w:r w:rsidRPr="003E54F9">
        <w:rPr>
          <w:rStyle w:val="libAlaemChar"/>
          <w:rtl/>
        </w:rPr>
        <w:t>عليه‌السلام</w:t>
      </w:r>
      <w:r>
        <w:rPr>
          <w:rtl/>
        </w:rPr>
        <w:t xml:space="preserve"> قال امير المومنين اذا كان يوم القيامه اهب الله ريحا منتنه يتاذى بها اهل الجمع حتى اذا همت ان تسمك بانفاس الناس ناداهم مناد هل تدرون ما هذه الريح التى قد آذتكم فيقولون لا فقد آذتنا و بلغت مناكل مبلغ قال فيقال هذه الريح ريح فروج الزناه الذنى لقو الله بالزناثم ثم لم يتوبوا فالعنوهم لعنهم الله قال فلا يبقى فى الموقف احد لا قال اللهم العن الزناه .</w:t>
      </w:r>
    </w:p>
    <w:p w:rsidR="00A679DB" w:rsidRDefault="00A679DB" w:rsidP="00A679DB">
      <w:pPr>
        <w:pStyle w:val="libNormal"/>
        <w:rPr>
          <w:rtl/>
        </w:rPr>
      </w:pPr>
      <w:r>
        <w:rPr>
          <w:rtl/>
        </w:rPr>
        <w:t>ترجمه :</w:t>
      </w:r>
    </w:p>
    <w:p w:rsidR="00A679DB" w:rsidRDefault="00A679DB" w:rsidP="003E54F9">
      <w:pPr>
        <w:pStyle w:val="libNormal"/>
        <w:rPr>
          <w:rtl/>
        </w:rPr>
      </w:pPr>
      <w:r>
        <w:rPr>
          <w:rtl/>
        </w:rPr>
        <w:lastRenderedPageBreak/>
        <w:t xml:space="preserve">٢. امير المومنين </w:t>
      </w:r>
      <w:r w:rsidRPr="003E54F9">
        <w:rPr>
          <w:rStyle w:val="libAlaemChar"/>
          <w:rtl/>
        </w:rPr>
        <w:t>عليه‌السلام</w:t>
      </w:r>
      <w:r>
        <w:rPr>
          <w:rtl/>
        </w:rPr>
        <w:t xml:space="preserve"> فرمودند: هنگامى كه روز قيامت فرا برسد، خداوند باد بدبويى را به وزيدن مى اندازد كه از بوى آن اهل محشر ناراحت مى شوند، تا آن جا كه اين باد مى خواهد نفس مردم را بگيرد، در اين هنگام منادى صدا مى زند: آيا مى دانيد بويى كه شما را اذيت كرد، بوى چيست ؟ مردم مى گويند: خير. همين قدر مى دانيم كه خيلى اذيت شديم ، بحدى كه بيش از اين امكان نداشت . به آنان مى گويند: اين بوى فرج زناكاران است كه زنا كرده و بى توبه از دنيا رفتند. آنها را لعنت كنيد كه لعنت خدا بر آنان باد. و در صحراى محشر كسى نمى ماند، مگر اين كه مى گويد: خدايا زناكاران را لعنت كن .</w:t>
      </w:r>
    </w:p>
    <w:p w:rsidR="00A679DB" w:rsidRDefault="00A679DB" w:rsidP="00A679DB">
      <w:pPr>
        <w:pStyle w:val="libNormal"/>
        <w:rPr>
          <w:rtl/>
        </w:rPr>
      </w:pPr>
      <w:r>
        <w:rPr>
          <w:rtl/>
        </w:rPr>
        <w:t xml:space="preserve">حديث : ٣ ابى رحمه الله قال حدثنى على بن ابراهيم عن ابيه عن محمد بن ابى عمير عن معاويه بن عمار عن صباح بن سيابه قال كنت عند ابى عبدالله </w:t>
      </w:r>
      <w:r w:rsidRPr="003E54F9">
        <w:rPr>
          <w:rStyle w:val="libAlaemChar"/>
          <w:rtl/>
        </w:rPr>
        <w:t>عليه‌السلام</w:t>
      </w:r>
      <w:r>
        <w:rPr>
          <w:rtl/>
        </w:rPr>
        <w:t xml:space="preserve"> فقيل له يزنى الزانى و هو مومن قال اذا كان على بطنها سلب الايمان منه فاذا قام رد عليه قال فانه ان اراد ان يعود قال ما اكثر من يهم ان يعود ثم لا يعود.</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راوى مى گويد در خدمت امام صادق </w:t>
      </w:r>
      <w:r w:rsidRPr="003E54F9">
        <w:rPr>
          <w:rStyle w:val="libAlaemChar"/>
          <w:rtl/>
        </w:rPr>
        <w:t>عليه‌السلام</w:t>
      </w:r>
      <w:r>
        <w:rPr>
          <w:rtl/>
        </w:rPr>
        <w:t xml:space="preserve"> بودم . از او پرسيدند: آيا زناكار در حال زنا مومن است ؟ فرمودند: هنگامى كه زنا مى كند، ايمان از او گرفته مى شود و پس از زنا دوباره ايمان را به او باز مى گردانند: پرسيدند: اگر قصد داشته باشد دوباره اين عمل را انجام دهد، چطور؟ فرمودند: چه بسيارند كسانى كه مى خواهنداين عمل را دوباره انجام دهند، ولى انجام نمى دهند.</w:t>
      </w:r>
    </w:p>
    <w:p w:rsidR="00A679DB" w:rsidRDefault="00A679DB" w:rsidP="00A679DB">
      <w:pPr>
        <w:pStyle w:val="libNormal"/>
        <w:rPr>
          <w:rtl/>
        </w:rPr>
      </w:pPr>
      <w:r>
        <w:rPr>
          <w:rtl/>
        </w:rPr>
        <w:t xml:space="preserve">حديث : ٤ ابى رحمه الله قال حدثنى محمد بن يحيى العطار عن احمد بن محمد عن ابن فضال عن عبيد بن زراره عن عبدالملك بن اعين قال سمعت ابا جعفر </w:t>
      </w:r>
      <w:r w:rsidRPr="003E54F9">
        <w:rPr>
          <w:rStyle w:val="libAlaemChar"/>
          <w:rtl/>
        </w:rPr>
        <w:t>عليه‌السلام</w:t>
      </w:r>
      <w:r>
        <w:rPr>
          <w:rtl/>
        </w:rPr>
        <w:t xml:space="preserve"> يقول اذا زنى الرجل ادخل الشيطان ذكره فعملا جميعا و كانت النطفه </w:t>
      </w:r>
      <w:r>
        <w:rPr>
          <w:rtl/>
        </w:rPr>
        <w:lastRenderedPageBreak/>
        <w:t>واحده و خلق منهما الولد و يكون شرك الشيطان .</w:t>
      </w:r>
      <w:r>
        <w:rPr>
          <w:rtl/>
        </w:rPr>
        <w:cr/>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راوى مى گويد از امام باقر </w:t>
      </w:r>
      <w:r w:rsidRPr="003E54F9">
        <w:rPr>
          <w:rStyle w:val="libAlaemChar"/>
          <w:rtl/>
        </w:rPr>
        <w:t>عليه‌السلام</w:t>
      </w:r>
      <w:r>
        <w:rPr>
          <w:rtl/>
        </w:rPr>
        <w:t xml:space="preserve"> شنيدم كه فرمودند: هنگامى كه مردى زنا مى كند، شيطان نيز در اين عمل با او شريك مى شود و همان كارى را كه آن مرد انجام مى دهد، شيطان نيز انجام مى دهد. نطفه يكى است ، ولى بچه از هر دوى آنها بوجود مى آيد و در اين صورت او شريك شيطان خواهد بود.</w:t>
      </w:r>
    </w:p>
    <w:p w:rsidR="00A679DB" w:rsidRDefault="00A679DB" w:rsidP="00A679DB">
      <w:pPr>
        <w:pStyle w:val="libNormal"/>
        <w:rPr>
          <w:rtl/>
        </w:rPr>
      </w:pPr>
    </w:p>
    <w:p w:rsidR="00A679DB" w:rsidRDefault="00A679DB" w:rsidP="00A679DB">
      <w:pPr>
        <w:pStyle w:val="libNormal"/>
        <w:rPr>
          <w:rtl/>
        </w:rPr>
      </w:pPr>
      <w:r>
        <w:rPr>
          <w:rtl/>
        </w:rPr>
        <w:t>حديث : ٥ حدثنى محمد بن موسى بن المتوكل رضى الله عنه قال حدثنى محمد بن يحيى عن احمدبن محمد عن عثمان بن عيسى عن ابن مسكان عن محمد بن مسلم عن ابيس عبدالله عليه‌السلام قال ثلاثه لا يكلمهم الله تعالى و لا يزكيهم و لهم عذاب اليم منهم المراه توطى فراش ‍ زوجها.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صادق </w:t>
      </w:r>
      <w:r w:rsidRPr="003E54F9">
        <w:rPr>
          <w:rStyle w:val="libAlaemChar"/>
          <w:rtl/>
        </w:rPr>
        <w:t>عليه‌السلام</w:t>
      </w:r>
      <w:r>
        <w:rPr>
          <w:rtl/>
        </w:rPr>
        <w:t xml:space="preserve"> فرمودند: خداى متعال با سه نفر سخن نمى گويد، آنها را پاك نمى گرداند و عذاب دردناكى براى آنها خواهد بود؛ يكى از آنها زنى است كه در بستر همسرش با او نزديك</w:t>
      </w:r>
      <w:r w:rsidR="003E54F9">
        <w:rPr>
          <w:rFonts w:hint="cs"/>
          <w:rtl/>
        </w:rPr>
        <w:t>ی</w:t>
      </w:r>
      <w:r>
        <w:rPr>
          <w:rtl/>
        </w:rPr>
        <w:t xml:space="preserve"> كنند.</w:t>
      </w:r>
    </w:p>
    <w:p w:rsidR="00A679DB" w:rsidRDefault="00A679DB" w:rsidP="00A679DB">
      <w:pPr>
        <w:pStyle w:val="libNormal"/>
        <w:rPr>
          <w:rtl/>
        </w:rPr>
      </w:pPr>
      <w:r>
        <w:rPr>
          <w:rtl/>
        </w:rPr>
        <w:t xml:space="preserve">حديث : ٦ حدثنى محمد بن على ماجيلويه رضى الله عنه عن على بن ابراهيم عن ابيه عن محمد بن ابى عميرعن اسحاق بن هلال عن ابى عبدالله </w:t>
      </w:r>
      <w:r w:rsidRPr="003E54F9">
        <w:rPr>
          <w:rStyle w:val="libAlaemChar"/>
          <w:rtl/>
        </w:rPr>
        <w:t>عليه‌السلام</w:t>
      </w:r>
      <w:r>
        <w:rPr>
          <w:rtl/>
        </w:rPr>
        <w:t xml:space="preserve"> قال قال امير المومنين </w:t>
      </w:r>
      <w:r w:rsidRPr="003E54F9">
        <w:rPr>
          <w:rStyle w:val="libAlaemChar"/>
          <w:rtl/>
        </w:rPr>
        <w:t>عليه‌السلام</w:t>
      </w:r>
      <w:r>
        <w:rPr>
          <w:rtl/>
        </w:rPr>
        <w:t xml:space="preserve"> الا اخبركم باكبر الزنا قال هى امراه توطى فراش زوجها فتاتى بولد من غيره فيلزمه زوجها فتلك التى لا يكلمها الله و لا ينظر اليها يوم القيامه و لا يزكيها و لها عذاب اليم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٦. امام صادق </w:t>
      </w:r>
      <w:r w:rsidRPr="003E54F9">
        <w:rPr>
          <w:rStyle w:val="libAlaemChar"/>
          <w:rtl/>
        </w:rPr>
        <w:t>عليه‌السلام</w:t>
      </w:r>
      <w:r>
        <w:rPr>
          <w:rtl/>
        </w:rPr>
        <w:t xml:space="preserve"> نقل مى نمايند كه امير المومنين </w:t>
      </w:r>
      <w:r w:rsidRPr="003E54F9">
        <w:rPr>
          <w:rStyle w:val="libAlaemChar"/>
          <w:rtl/>
        </w:rPr>
        <w:t>عليه‌السلام</w:t>
      </w:r>
      <w:r>
        <w:rPr>
          <w:rtl/>
        </w:rPr>
        <w:t xml:space="preserve"> فرمودند: آيا مى خواهيد بگوى</w:t>
      </w:r>
      <w:r w:rsidR="003E54F9">
        <w:rPr>
          <w:rFonts w:hint="cs"/>
          <w:rtl/>
        </w:rPr>
        <w:t>م</w:t>
      </w:r>
      <w:r>
        <w:rPr>
          <w:rtl/>
        </w:rPr>
        <w:t xml:space="preserve"> بزرگترين زنا كدام است ؟ زناى زنى كه در بستر شوهرش با او نزديكى كنند و از ديگرى بچه دار شود، ولى زحمت بچه به گردن شوهر بيفتد. خداوند در روز قيامت با چنين زنى سخن </w:t>
      </w:r>
      <w:r w:rsidR="003E54F9">
        <w:rPr>
          <w:rFonts w:hint="cs"/>
          <w:rtl/>
        </w:rPr>
        <w:t>ن</w:t>
      </w:r>
      <w:r>
        <w:rPr>
          <w:rtl/>
        </w:rPr>
        <w:t>گفته ، به او نگاه نمى كند، او را پاك نيمى گرداند و عذاب دردناكى براى او خواهد بود.</w:t>
      </w:r>
    </w:p>
    <w:p w:rsidR="00A679DB" w:rsidRDefault="00A679DB" w:rsidP="00A679DB">
      <w:pPr>
        <w:pStyle w:val="libNormal"/>
        <w:rPr>
          <w:rtl/>
        </w:rPr>
      </w:pPr>
      <w:r>
        <w:rPr>
          <w:rtl/>
        </w:rPr>
        <w:t xml:space="preserve">حديث : ٧ حدثنى على بن احمد بن عبدالله عن ابيه عن جده احمد بن ابى عبدالله عن ابيه عن عثمان بن عيسى عن على بن سالم عن ابى عبدالله </w:t>
      </w:r>
      <w:r w:rsidRPr="003E54F9">
        <w:rPr>
          <w:rStyle w:val="libAlaemChar"/>
          <w:rtl/>
        </w:rPr>
        <w:t>عليه‌السلام</w:t>
      </w:r>
      <w:r>
        <w:rPr>
          <w:rtl/>
        </w:rPr>
        <w:t xml:space="preserve"> قال ان اشد الناس عذابا يوم القيامه رجل اقر نطفته فى رحم تحرم عليه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امام صادق </w:t>
      </w:r>
      <w:r w:rsidRPr="003E54F9">
        <w:rPr>
          <w:rStyle w:val="libAlaemChar"/>
          <w:rtl/>
        </w:rPr>
        <w:t>عليه‌السلام</w:t>
      </w:r>
      <w:r>
        <w:rPr>
          <w:rtl/>
        </w:rPr>
        <w:t xml:space="preserve"> فرمودند: بدون ترديد عذاب مردى كه نطفه خود را در رحمى كه بر اوحرام است قرار دهد، از همه مردم شديدتر است .</w:t>
      </w:r>
    </w:p>
    <w:p w:rsidR="00A679DB" w:rsidRDefault="00A679DB" w:rsidP="00A679DB">
      <w:pPr>
        <w:pStyle w:val="libNormal"/>
        <w:rPr>
          <w:rtl/>
        </w:rPr>
      </w:pPr>
      <w:r>
        <w:rPr>
          <w:rtl/>
        </w:rPr>
        <w:t xml:space="preserve">حديث : ٨ و بهذاالاسناد عن احمد بن ابى عبدالله عن ابن فضال عن عبدالله بن بكير قال قلت لابى جعفر </w:t>
      </w:r>
      <w:r w:rsidRPr="003E54F9">
        <w:rPr>
          <w:rStyle w:val="libAlaemChar"/>
          <w:rtl/>
        </w:rPr>
        <w:t>عليه‌السلام</w:t>
      </w:r>
      <w:r>
        <w:rPr>
          <w:rtl/>
        </w:rPr>
        <w:t xml:space="preserve"> فى قول رسول الله </w:t>
      </w:r>
      <w:r w:rsidR="00E60DFB" w:rsidRPr="003E54F9">
        <w:rPr>
          <w:rStyle w:val="libAlaemChar"/>
          <w:rtl/>
        </w:rPr>
        <w:t>صلى‌الله‌عليه‌وآله</w:t>
      </w:r>
      <w:r w:rsidR="00E60DFB">
        <w:rPr>
          <w:rtl/>
        </w:rPr>
        <w:t xml:space="preserve"> </w:t>
      </w:r>
      <w:r>
        <w:rPr>
          <w:rtl/>
        </w:rPr>
        <w:t>اذا زنى الرجل فارقه روح الايمان قال قوله تعالى «و ايده بروح منه» ذلك الذى يفارقه .</w:t>
      </w:r>
    </w:p>
    <w:p w:rsidR="00A679DB" w:rsidRDefault="00A679DB" w:rsidP="00A679DB">
      <w:pPr>
        <w:pStyle w:val="libNormal"/>
        <w:rPr>
          <w:rtl/>
        </w:rPr>
      </w:pPr>
      <w:r>
        <w:rPr>
          <w:rtl/>
        </w:rPr>
        <w:t>ترجمه :</w:t>
      </w:r>
    </w:p>
    <w:p w:rsidR="00A679DB" w:rsidRDefault="00A679DB" w:rsidP="003E54F9">
      <w:pPr>
        <w:pStyle w:val="libNormal"/>
        <w:rPr>
          <w:rtl/>
        </w:rPr>
      </w:pPr>
      <w:r>
        <w:rPr>
          <w:rtl/>
        </w:rPr>
        <w:t xml:space="preserve">٨. امام باقر </w:t>
      </w:r>
      <w:r w:rsidRPr="003E54F9">
        <w:rPr>
          <w:rStyle w:val="libAlaemChar"/>
          <w:rtl/>
        </w:rPr>
        <w:t>عليه‌السلام</w:t>
      </w:r>
      <w:r>
        <w:rPr>
          <w:rtl/>
        </w:rPr>
        <w:t xml:space="preserve"> پرسيدم مراد رسول خدا </w:t>
      </w:r>
      <w:r w:rsidR="00E60DFB" w:rsidRPr="003E54F9">
        <w:rPr>
          <w:rStyle w:val="libAlaemChar"/>
          <w:rtl/>
        </w:rPr>
        <w:t>صلى‌الله‌عليه‌وآله</w:t>
      </w:r>
      <w:r w:rsidR="00E60DFB">
        <w:rPr>
          <w:rtl/>
        </w:rPr>
        <w:t xml:space="preserve"> </w:t>
      </w:r>
      <w:r>
        <w:rPr>
          <w:rtl/>
        </w:rPr>
        <w:t xml:space="preserve">از اين كه فرمودند: هنگامى كه مرد زنا كند، روح ايمان از او جدا مى شود چيست ؟ فرمودند: همان روح ايمانى است كه در اين آيه </w:t>
      </w:r>
      <w:r w:rsidR="003E54F9">
        <w:rPr>
          <w:rFonts w:hint="cs"/>
          <w:rtl/>
        </w:rPr>
        <w:t>آ</w:t>
      </w:r>
      <w:r>
        <w:rPr>
          <w:rtl/>
        </w:rPr>
        <w:t xml:space="preserve">مده است : و آن ايمان را با روحى از خود تقويت نمود» </w:t>
      </w:r>
      <w:r w:rsidRPr="003E54F9">
        <w:rPr>
          <w:rStyle w:val="libFootnotenumChar"/>
          <w:rtl/>
        </w:rPr>
        <w:t>(١٦٠).</w:t>
      </w:r>
    </w:p>
    <w:p w:rsidR="00A679DB" w:rsidRDefault="00A679DB" w:rsidP="00A679DB">
      <w:pPr>
        <w:pStyle w:val="libNormal"/>
        <w:rPr>
          <w:rtl/>
        </w:rPr>
      </w:pPr>
      <w:r>
        <w:rPr>
          <w:rtl/>
        </w:rPr>
        <w:t>حديث : ٩ و بهذاالاسناد عن ابن فضال عن عبدالله بن بكير عن زراره قال سمعت ابا جعفر عليه‌السلام يقول لا خير فى ولد الزنا و لا فى بشره و لا فى شعره و لا فى لحمه و لا فى دمه و لا فى شى منه يعنى ولد الزنا.</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٩. راوى مى گويد از امام باقر </w:t>
      </w:r>
      <w:r w:rsidRPr="003E54F9">
        <w:rPr>
          <w:rStyle w:val="libAlaemChar"/>
          <w:rtl/>
        </w:rPr>
        <w:t>عليه‌السلام</w:t>
      </w:r>
      <w:r>
        <w:rPr>
          <w:rtl/>
        </w:rPr>
        <w:t xml:space="preserve"> شنيدم كه فرمودند: هيچ چيزى در حرامزاده نيست ، نه در پوستش ، نه در مويش ، نه در گوشتش ، نه در خونش ، و نه در هيچ چيزى از آن . </w:t>
      </w:r>
      <w:r w:rsidRPr="003E54F9">
        <w:rPr>
          <w:rStyle w:val="libFootnotenumChar"/>
          <w:rtl/>
        </w:rPr>
        <w:t>(١٦١).</w:t>
      </w:r>
    </w:p>
    <w:p w:rsidR="00A679DB" w:rsidRDefault="00A679DB" w:rsidP="00A679DB">
      <w:pPr>
        <w:pStyle w:val="libNormal"/>
        <w:rPr>
          <w:rtl/>
        </w:rPr>
      </w:pPr>
      <w:r>
        <w:rPr>
          <w:rtl/>
        </w:rPr>
        <w:t xml:space="preserve">حديث : ١٠ حدثنى محمد بن الحسن رضى الله عنه قال حدثنى محمد بن الحسن الصفار عن احمد بن محمد عن الحسن بن على الوشاء عن احمدبن عائذ عن ابى خديجه عن ابى عبدالله </w:t>
      </w:r>
      <w:r w:rsidRPr="003E54F9">
        <w:rPr>
          <w:rStyle w:val="libAlaemChar"/>
          <w:rtl/>
        </w:rPr>
        <w:t>عليه‌السلام</w:t>
      </w:r>
      <w:r>
        <w:rPr>
          <w:rtl/>
        </w:rPr>
        <w:t xml:space="preserve"> قال لو كان احد من ولد الزنا نجالنجا سائح بنى اسرائيل فقيل له و ما سائح بنى اسرائيل قال كان عابدا فقيل له ان ولد الزنا لا يطيب ابدا و لا يقبل الله منه عملا قال فخرج يسيح بين الجبال و يقول ما ذنبى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١٠. امام صادق </w:t>
      </w:r>
      <w:r w:rsidRPr="003E54F9">
        <w:rPr>
          <w:rStyle w:val="libAlaemChar"/>
          <w:rtl/>
        </w:rPr>
        <w:t>عليه‌السلام</w:t>
      </w:r>
      <w:r>
        <w:rPr>
          <w:rtl/>
        </w:rPr>
        <w:t xml:space="preserve"> فرمودند: اگر حرامزاده اى نجات مى يافت ، گردش كننده بنى اسرائيل نيز حتما نجات مى يافت . پرسيدند گردش كننده بنى اسرائيل كيست ؟ فرمودند: عابدى بود كه به او گفتند: بدون شك حرامزاده هيچ گاه پاك نمى گردد. و خداوند عملى را از او قبول نمى نمايد. او نيز سر به كوه و بيابان گذاشته و مى گفت گناه من چيست .؟ </w:t>
      </w:r>
      <w:r w:rsidRPr="003E54F9">
        <w:rPr>
          <w:rStyle w:val="libFootnotenumChar"/>
          <w:rtl/>
        </w:rPr>
        <w:t>(١٦٢).</w:t>
      </w:r>
    </w:p>
    <w:p w:rsidR="00A679DB" w:rsidRDefault="00A679DB" w:rsidP="00A679DB">
      <w:pPr>
        <w:pStyle w:val="libNormal"/>
        <w:rPr>
          <w:rtl/>
        </w:rPr>
      </w:pPr>
    </w:p>
    <w:p w:rsidR="00A679DB" w:rsidRDefault="00A679DB" w:rsidP="00A679DB">
      <w:pPr>
        <w:pStyle w:val="libNormal"/>
        <w:rPr>
          <w:rtl/>
        </w:rPr>
      </w:pPr>
      <w:r>
        <w:rPr>
          <w:rtl/>
        </w:rPr>
        <w:t>عقاب النظر الى النساء</w:t>
      </w:r>
    </w:p>
    <w:p w:rsidR="00A679DB" w:rsidRDefault="003E54F9" w:rsidP="00A679DB">
      <w:pPr>
        <w:pStyle w:val="libNormal"/>
        <w:rPr>
          <w:rtl/>
        </w:rPr>
      </w:pPr>
      <w:r>
        <w:rPr>
          <w:rtl/>
        </w:rPr>
        <w:br w:type="page"/>
      </w:r>
    </w:p>
    <w:p w:rsidR="00A679DB" w:rsidRDefault="00A679DB" w:rsidP="003E54F9">
      <w:pPr>
        <w:pStyle w:val="Heading2"/>
        <w:rPr>
          <w:rtl/>
        </w:rPr>
      </w:pPr>
      <w:bookmarkStart w:id="545" w:name="_Toc449617602"/>
      <w:r>
        <w:rPr>
          <w:rtl/>
        </w:rPr>
        <w:t>مجازات نگاه كردن به زنان</w:t>
      </w:r>
      <w:bookmarkEnd w:id="545"/>
    </w:p>
    <w:p w:rsidR="00A679DB" w:rsidRDefault="00A679DB" w:rsidP="00A679DB">
      <w:pPr>
        <w:pStyle w:val="libNormal"/>
        <w:rPr>
          <w:rtl/>
        </w:rPr>
      </w:pPr>
      <w:r>
        <w:rPr>
          <w:rtl/>
        </w:rPr>
        <w:t xml:space="preserve">حديث : ١ و بهذاالاسناد عن احمد بن محمد عن ابن فضال عن على بن عقبهه عن ابيه عن ابى عبدالله </w:t>
      </w:r>
      <w:r w:rsidRPr="003E54F9">
        <w:rPr>
          <w:rStyle w:val="libAlaemChar"/>
          <w:rtl/>
        </w:rPr>
        <w:t>عليه‌السلام</w:t>
      </w:r>
      <w:r>
        <w:rPr>
          <w:rtl/>
        </w:rPr>
        <w:t xml:space="preserve"> قال سمعته يقول النظر سهم من سهام ابليس مسموم و كم من نظره اورثت حسره طويله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3E54F9">
        <w:rPr>
          <w:rStyle w:val="libAlaemChar"/>
          <w:rtl/>
        </w:rPr>
        <w:t>عليه‌السلام</w:t>
      </w:r>
      <w:r>
        <w:rPr>
          <w:rtl/>
        </w:rPr>
        <w:t xml:space="preserve"> شنيدم كه فرمودند: نگاه كردن به زنان نامحرم تيرى از تيرهاى مسموم ابليس است و اى بسا كه يك نگاه باعث حسرتى طولانى گرديده است .</w:t>
      </w:r>
    </w:p>
    <w:p w:rsidR="00A679DB" w:rsidRDefault="00A679DB" w:rsidP="00A679DB">
      <w:pPr>
        <w:pStyle w:val="libNormal"/>
        <w:rPr>
          <w:rtl/>
        </w:rPr>
      </w:pPr>
    </w:p>
    <w:p w:rsidR="00A679DB" w:rsidRDefault="00A679DB" w:rsidP="00A679DB">
      <w:pPr>
        <w:pStyle w:val="libNormal"/>
        <w:rPr>
          <w:rtl/>
        </w:rPr>
      </w:pPr>
      <w:r>
        <w:rPr>
          <w:rtl/>
        </w:rPr>
        <w:t>عقاب اللوطى و الذى يمكن من نفسه و اللواتى مع اللواتى</w:t>
      </w:r>
    </w:p>
    <w:p w:rsidR="00A679DB" w:rsidRDefault="003E54F9" w:rsidP="00A679DB">
      <w:pPr>
        <w:pStyle w:val="libNormal"/>
        <w:rPr>
          <w:rtl/>
        </w:rPr>
      </w:pPr>
      <w:r>
        <w:rPr>
          <w:rtl/>
        </w:rPr>
        <w:br w:type="page"/>
      </w:r>
    </w:p>
    <w:p w:rsidR="00A679DB" w:rsidRDefault="00A679DB" w:rsidP="00A679DB">
      <w:pPr>
        <w:pStyle w:val="libNormal"/>
        <w:rPr>
          <w:rtl/>
        </w:rPr>
      </w:pPr>
      <w:bookmarkStart w:id="546" w:name="_Toc449617603"/>
      <w:r w:rsidRPr="003E54F9">
        <w:rPr>
          <w:rStyle w:val="Heading2Char"/>
          <w:rtl/>
        </w:rPr>
        <w:t>مجازات لواط كننده و لواط شونده و زنانى كه با يكديگرعمل جنسى انجام مى دهند</w:t>
      </w:r>
      <w:bookmarkEnd w:id="546"/>
      <w:r>
        <w:rPr>
          <w:rtl/>
        </w:rPr>
        <w:t>.</w:t>
      </w:r>
    </w:p>
    <w:p w:rsidR="00A679DB" w:rsidRDefault="00A679DB" w:rsidP="00A679DB">
      <w:pPr>
        <w:pStyle w:val="libNormal"/>
        <w:rPr>
          <w:rtl/>
        </w:rPr>
      </w:pPr>
      <w:r>
        <w:rPr>
          <w:rtl/>
        </w:rPr>
        <w:t xml:space="preserve">حديث : ١ ابى رحمه الله قال حدثنى سعد بن عبدالله عن احمد بن محمد عن ابن فضال عن سعيد بن غزوان عن اسماعيل عن ابى عبدالله </w:t>
      </w:r>
      <w:r w:rsidRPr="003E54F9">
        <w:rPr>
          <w:rStyle w:val="libAlaemChar"/>
          <w:rtl/>
        </w:rPr>
        <w:t>عليه‌السلام</w:t>
      </w:r>
      <w:r>
        <w:rPr>
          <w:rtl/>
        </w:rPr>
        <w:t xml:space="preserve"> قال قال رسول الله </w:t>
      </w:r>
      <w:r w:rsidR="00E60DFB" w:rsidRPr="003E54F9">
        <w:rPr>
          <w:rStyle w:val="libAlaemChar"/>
          <w:rtl/>
        </w:rPr>
        <w:t>صلى‌الله‌عليه‌وآله</w:t>
      </w:r>
      <w:r w:rsidR="00E60DFB">
        <w:rPr>
          <w:rtl/>
        </w:rPr>
        <w:t xml:space="preserve"> </w:t>
      </w:r>
      <w:r>
        <w:rPr>
          <w:rtl/>
        </w:rPr>
        <w:t>لما عمل قوم لوط ما عملوا بكت الارض الى ربها حتى بلغت دموعها السماء و بكت السماء حتى بلغت دموعها العرش فاوحى الله تعالى الى السماء ان احصبيهم و اوحى الى الارض ان اخسفى بهم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3E54F9">
        <w:rPr>
          <w:rStyle w:val="libAlaemChar"/>
          <w:rtl/>
        </w:rPr>
        <w:t>عليه‌السلام</w:t>
      </w:r>
      <w:r>
        <w:rPr>
          <w:rtl/>
        </w:rPr>
        <w:t xml:space="preserve"> نقل مى نمايند كه رسول خدا </w:t>
      </w:r>
      <w:r w:rsidR="00E60DFB" w:rsidRPr="003E54F9">
        <w:rPr>
          <w:rStyle w:val="libAlaemChar"/>
          <w:rtl/>
        </w:rPr>
        <w:t>صلى‌الله‌عليه‌وآله</w:t>
      </w:r>
      <w:r w:rsidR="00E60DFB">
        <w:rPr>
          <w:rtl/>
        </w:rPr>
        <w:t xml:space="preserve"> </w:t>
      </w:r>
      <w:r>
        <w:rPr>
          <w:rtl/>
        </w:rPr>
        <w:t>فرمودند: هنگامى كه قوم لوط آن كار زشت را انجام دادند، زمين به درگاه خداوند گريه كرد، تا اشكش به آسمان رسيد. آسمان نيز گريه كرد تا اشكش ‍ به عرش رسيد. ب</w:t>
      </w:r>
      <w:r w:rsidR="003E54F9">
        <w:rPr>
          <w:rFonts w:hint="cs"/>
          <w:rtl/>
        </w:rPr>
        <w:t xml:space="preserve">ه </w:t>
      </w:r>
      <w:r>
        <w:rPr>
          <w:rtl/>
        </w:rPr>
        <w:t>همين جهت خداوند به آسمان وحى نمود. بر آنان سنگ ببار و به زمين وحى نمود: آنان را در خود فرو ببر.</w:t>
      </w:r>
    </w:p>
    <w:p w:rsidR="00A679DB" w:rsidRDefault="00A679DB" w:rsidP="00A679DB">
      <w:pPr>
        <w:pStyle w:val="libNormal"/>
        <w:rPr>
          <w:rtl/>
        </w:rPr>
      </w:pPr>
      <w:r>
        <w:rPr>
          <w:rtl/>
        </w:rPr>
        <w:t xml:space="preserve">حديث : ٢ حدثنى محمد بن الحسن رضى الله عنه قال حدثنى الحسن بن متيل عن احمد بن محمد بن خالد عن محمد بن سعيد قال اخبرنى زكريا بن محمد عن ابيه عن عمرو عن ابى جعفر </w:t>
      </w:r>
      <w:r w:rsidRPr="003E54F9">
        <w:rPr>
          <w:rStyle w:val="libAlaemChar"/>
          <w:rtl/>
        </w:rPr>
        <w:t>عليه‌السلام</w:t>
      </w:r>
      <w:r>
        <w:rPr>
          <w:rtl/>
        </w:rPr>
        <w:t xml:space="preserve"> قال كان قوم لوط افضل قوم خلقهم تعالى فطلبهم ابليس لعنه الله طلب الشديد و كان من قصتهم و خبرهم انهم اذا خرجوا الى العمل خرجوا باجمعهم و تبقى النساء خلفهم فاتى ابليس عمارتهم و كانوا اذا رجعوا خرب ابليس ما يعلمون فقال بعضهم لبعض تعالوا نرصد هذا الذى يخرب متاعنا فرصدوه فاذا هو غلام احسن ما يكون من الغلمان فقالوا انت الذى تخرب متاعنا فقال نعم مره بعد مره فاجتمع رايهم على ان يقتلوه فبيتوه عند رجل فلما كان الليل صاح فقال مالك فقال كان ابى ينو منى على بطنه فقال تعال فنم </w:t>
      </w:r>
      <w:r>
        <w:rPr>
          <w:rtl/>
        </w:rPr>
        <w:lastRenderedPageBreak/>
        <w:t xml:space="preserve">على بطنى قال فلم يزل يدلك الرجل حتى علمه ان يعمل بنفسه فاولا عمله ابليس الثانيه عمله هو ثم انسل و فر منهم فاصبحوا فجعل الرجل يخبر ما فعل الغلام و يعجبهم منه شى لا يعرفونه فوضعوا ايديهم فيه حتى اكتفى الرجال بعضهم ببعض ثم جعلوا يرصدون مار الطريق فيفعلون بهم حتى ترك مدينتهم الناس ثم تركوا نساء هم فاقبلوا على الغلمان فلما راى ابليس لعنه الله انه قد احكم امره فى الرجال دار الى النساء فصير نفسه مراه ثم قال ان رجالكم يفعلون بعضهم ببعض قلن نعم قد راينا ذلك و على ذلك يعظهم لوط و يوصيهم حتى استكفت النساء بالنساء فلما كملت عليهم الحجه بعث الله عزوجل جبرئيل و ميكائيل و اسرافيل فى زى غلمان عليهم اقبيه فمروا بلوط عليه‌السلام و هو يحرث فقال اين تريدون فما رايت اجمل منكم قط قالوا ارسلنا سيدنا الى رب هذه المدينه فقال اولم ياخذون الرجال فيفعلون بهم حتى يخرج الدم فقالوا امرنا سيدنا ان نمر وسطها قال فلى اليكم حاجه قالو و ما هى قال تصبرون هنا الى اختلاط الظالم قال قال : فجلسوا قال : فبعث ابنتهه فقال جيئى لهم بخبز و جئنى بهم بماء فى القرعه و جيئى لهم عباء يغطون بها من البرد فلما ان ذهبت الى البيت اقبل المطر و امتلا الوادى فقال لوط الساعه يذهب الوادى قال لهم قوموا حتى نمضى فجعل لوط </w:t>
      </w:r>
      <w:r w:rsidRPr="003E54F9">
        <w:rPr>
          <w:rStyle w:val="libAlaemChar"/>
          <w:rtl/>
        </w:rPr>
        <w:t>عليه‌السلام</w:t>
      </w:r>
      <w:r>
        <w:rPr>
          <w:rtl/>
        </w:rPr>
        <w:t xml:space="preserve"> يمشى فى اصل الحائط و جعل جبرئيل و ميكائيل و اسرافيل يمشون فى وسط الطريق فقال يا بنى ههنا فقالوا: امرنا سيدنا ان نمر فى وسطها و كان لوط </w:t>
      </w:r>
      <w:r w:rsidRPr="003E54F9">
        <w:rPr>
          <w:rStyle w:val="libAlaemChar"/>
          <w:rtl/>
        </w:rPr>
        <w:t>عليه‌السلام</w:t>
      </w:r>
      <w:r>
        <w:rPr>
          <w:rtl/>
        </w:rPr>
        <w:t xml:space="preserve"> يستغنم الظلام و مر ابليس لعنه الله فاخذ من حجر امراته صبيا فطرحه فى البئر فتصايح اهل المدينه كلهم على باب لوط </w:t>
      </w:r>
      <w:r w:rsidRPr="003E54F9">
        <w:rPr>
          <w:rStyle w:val="libAlaemChar"/>
          <w:rtl/>
        </w:rPr>
        <w:t>عليه‌السلام</w:t>
      </w:r>
      <w:r>
        <w:rPr>
          <w:rtl/>
        </w:rPr>
        <w:t xml:space="preserve"> فلما نظروا الى الغلمان فى منزل لوط عليه‌السلام قالوا يا لوط قد دخلت فى عملنا قال هولاء ضيفى فلا تفضحون قالوا هم ثلاثه خذ واحدا و اعطنا اثنين قال و ادخلهم الحجره و قال لوط عليه‌السلام لو ان لى اهل بيت يمنعوننى منكم قال و قد تدافعوا على الباب </w:t>
      </w:r>
      <w:r>
        <w:rPr>
          <w:rtl/>
        </w:rPr>
        <w:lastRenderedPageBreak/>
        <w:t xml:space="preserve">فكسروا باب لوط عليه‌السلام و طرحوا لوطا فقال له جبرئيل </w:t>
      </w:r>
      <w:r w:rsidRPr="003E54F9">
        <w:rPr>
          <w:rStyle w:val="libAlaemChar"/>
          <w:rtl/>
        </w:rPr>
        <w:t>عليه‌السلام</w:t>
      </w:r>
      <w:r>
        <w:rPr>
          <w:rtl/>
        </w:rPr>
        <w:t xml:space="preserve"> انا رسل ربك لن يصلوا اليك فاخذ كفا من بحطحاء فضرب بها وجوههم و قال شاهت الوجوه فعمى اهل المدينه كلهم فقال لهم لوط يا رسل ربى بما امركم ربى فيهم قالوا امرنا ان ناخذهم بالسحر قال فلى اليكم حاجه قالوا و ما حاجتك قال تاخذونهم الساعه قالوا يا لوط ان موعدهم الصبح اليس الصبح بقريب لكن ترحل فخذ بناتك و امض ودع امراتك قال ابو جعفر </w:t>
      </w:r>
      <w:r w:rsidRPr="003E54F9">
        <w:rPr>
          <w:rStyle w:val="libAlaemChar"/>
          <w:rtl/>
        </w:rPr>
        <w:t>عليه‌السلام</w:t>
      </w:r>
      <w:r>
        <w:rPr>
          <w:rtl/>
        </w:rPr>
        <w:t xml:space="preserve"> رحم الله لوط لو يدرى من معه فى الحجره لعلم انه منصور حين يقول لو ان لى بكم قوه او آوى الى ركن شديد اى ركن اشد من جبرئيل معه فى الحجره قال الله عزوجل لمحمد </w:t>
      </w:r>
      <w:r w:rsidR="00E60DFB">
        <w:rPr>
          <w:rtl/>
        </w:rPr>
        <w:t xml:space="preserve">صلى‌الله‌عليه‌وآله </w:t>
      </w:r>
      <w:r>
        <w:rPr>
          <w:rtl/>
        </w:rPr>
        <w:t>و ما هى من الظالمين ببعيد اى من ظالمى امتك ان عملوا عمل قوم لوط.</w:t>
      </w:r>
    </w:p>
    <w:p w:rsidR="00A679DB" w:rsidRDefault="00A679DB" w:rsidP="00A679DB">
      <w:pPr>
        <w:pStyle w:val="libNormal"/>
        <w:rPr>
          <w:rtl/>
        </w:rPr>
      </w:pPr>
      <w:r>
        <w:rPr>
          <w:rtl/>
        </w:rPr>
        <w:t>ترجمه :</w:t>
      </w:r>
    </w:p>
    <w:p w:rsidR="00A679DB" w:rsidRDefault="00A679DB" w:rsidP="00AB30A1">
      <w:pPr>
        <w:pStyle w:val="libNormal"/>
        <w:rPr>
          <w:rtl/>
        </w:rPr>
      </w:pPr>
      <w:r>
        <w:rPr>
          <w:rtl/>
        </w:rPr>
        <w:t xml:space="preserve">٢. امام باقر </w:t>
      </w:r>
      <w:r w:rsidRPr="003E54F9">
        <w:rPr>
          <w:rStyle w:val="libAlaemChar"/>
          <w:rtl/>
        </w:rPr>
        <w:t>عليه‌السلام</w:t>
      </w:r>
      <w:r>
        <w:rPr>
          <w:rtl/>
        </w:rPr>
        <w:t xml:space="preserve"> فرمودند: قوم لوط بهترين قومى بود كه خداوند آفريده بود. ولى ابليس آنان را با اصرار دعوت كرد. جريان آنها اين بود كه آن</w:t>
      </w:r>
      <w:r w:rsidR="003E54F9">
        <w:rPr>
          <w:rFonts w:hint="cs"/>
          <w:rtl/>
        </w:rPr>
        <w:t>ه</w:t>
      </w:r>
      <w:r>
        <w:rPr>
          <w:rtl/>
        </w:rPr>
        <w:t>ا دسته جمعى براى كسب و كار مى رفتند و زنان را تنها مى گذاشتند. هنگامى كه به خانه هاى خود باز مى گشتند، ابليس به سراغ كارهاى آنها مى رفت و هر چه ساخته بودند، از بين مى برد. تصمي</w:t>
      </w:r>
      <w:r w:rsidR="003E54F9">
        <w:rPr>
          <w:rFonts w:hint="cs"/>
          <w:rtl/>
        </w:rPr>
        <w:t>م</w:t>
      </w:r>
      <w:r>
        <w:rPr>
          <w:rtl/>
        </w:rPr>
        <w:t xml:space="preserve"> گرفتند كسى كه اين كار را مى كند، پيدا كنند. در كمين نشستند. و متوجه شدند پسر بچه بسيار زيبايى اين كار را مى كند. به او گفتند تو اين كار را انجام مى دهى ؟ و او مرتب مى گفت . بله . با</w:t>
      </w:r>
      <w:r w:rsidR="003E54F9">
        <w:rPr>
          <w:rFonts w:hint="cs"/>
          <w:rtl/>
        </w:rPr>
        <w:t>ا</w:t>
      </w:r>
      <w:r>
        <w:rPr>
          <w:rtl/>
        </w:rPr>
        <w:t xml:space="preserve">تفاق آرا تصويب شد كه او را بكشند. </w:t>
      </w:r>
      <w:r w:rsidR="003E54F9">
        <w:rPr>
          <w:rFonts w:hint="cs"/>
          <w:rtl/>
        </w:rPr>
        <w:t>آ</w:t>
      </w:r>
      <w:r>
        <w:rPr>
          <w:rtl/>
        </w:rPr>
        <w:t xml:space="preserve">ن شب او را نزد مردى گذاشتند. هنگامى كه شب شد. فرياى كشيد. آن مرد گفت . چرا فرياد كشيدى ؟ گفت : پدرم شبها مرا روى شكمش مى خوابانيد. آن مرد گفت : بيا و روى شكمم بخواب . هنگامى كه روى شكمش خوابيد، آن قدر او را ماليد كه به او ياد داد چگونه آن كار را انجام دهد. اول ابليس با او آن كار را انجام داد و سپس ‍ ابليس آن كار را كرد. </w:t>
      </w:r>
      <w:r>
        <w:rPr>
          <w:rtl/>
        </w:rPr>
        <w:lastRenderedPageBreak/>
        <w:t xml:space="preserve">سپس گريخت و ناپديد شد. وقتى صبح شد آن مرد جريان آن پسر بچه را گفت و آنان را از اين كارى كه از آن بى اطلاع بودند، خوششان آمد. با يكديگر اين عمل را انجام دادند. سپس با رهگذرانى كه از شهر آنها مى گذشتند نيز همين كار را كردند؛ تا اين كه ديگر كسى از شهر آنها عبور نكرد. آنگاه زنان خود را ترك كرده و به پسر بچه ها روى آوردند. شيطان كه ديد كارش در ميان مردان پيش رفته است خود را به شكل زنى در آورد و سراغ زنان رفت . به آنها گفت مردان شما با يكديگر عمل جنسى انجام مى دهند. زنان گفتند: بله ؛ درست است و حضرت لوط </w:t>
      </w:r>
      <w:r w:rsidRPr="00AB30A1">
        <w:rPr>
          <w:rStyle w:val="libAlaemChar"/>
          <w:rtl/>
        </w:rPr>
        <w:t>عليه‌السلام</w:t>
      </w:r>
      <w:r>
        <w:rPr>
          <w:rtl/>
        </w:rPr>
        <w:t xml:space="preserve"> آنها را نصيحت و موعظه مى كند. و بالاخره شيطان كارى كرد كه زنان نيز به يكديگر مشغول شدند. پس از اين كه خداوند عزوجل حجت را بر آنها تمام نمود. آنهارا به راه درست هدايت نمود. جبرئيل ، مكائيل و اسرافيل را به شكل پسر بچه هايى كه قبا (نوعى لباس بلند مردانه) پوشيده بودند، روانه آن قوم نمود، آنان به حضرت لوط </w:t>
      </w:r>
      <w:r w:rsidRPr="00AB30A1">
        <w:rPr>
          <w:rStyle w:val="libAlaemChar"/>
          <w:rtl/>
        </w:rPr>
        <w:t>عليه‌السلام</w:t>
      </w:r>
      <w:r>
        <w:rPr>
          <w:rtl/>
        </w:rPr>
        <w:t xml:space="preserve"> كه مشغول كشاورزى بود، برخوردند. او گفت : هيچ گاه كسى را زيباتر از شما نديده ام . كجا مى رويد؟ گفتند: آقايمان ما را فرستاده است تا با بزرگ اين شهر ملاقات نماييم . گفت : فرزندانم ! آيا آقاى شما نفهميده است كه اهل اين شهر چه مى كنند؟ بخدا سوگند آنان مردان را گرفته و با آنها كار زشت انجام مى دهند، بگونه اى كه خون آلود مى شوند. گفتند: آقاى ما دستور داده كه از وسط شهر بگذريم . گفت : در اين صورت خواهشى از شما دارم . گفتند: چه خواهشى دارى ؟ گفت : همين جا بمانيد تا هوا خوب تاريك شود. آنان نيز همان جا ماندند. سپس حضرت لوط </w:t>
      </w:r>
      <w:r w:rsidRPr="00AB30A1">
        <w:rPr>
          <w:rStyle w:val="libAlaemChar"/>
          <w:rtl/>
        </w:rPr>
        <w:t>عليه‌السلام</w:t>
      </w:r>
      <w:r>
        <w:rPr>
          <w:rtl/>
        </w:rPr>
        <w:t xml:space="preserve"> دخترش را فرستاد كه آب و نانى در انبان گذاشته و براى </w:t>
      </w:r>
      <w:r w:rsidR="00AB30A1">
        <w:rPr>
          <w:rFonts w:hint="cs"/>
          <w:rtl/>
        </w:rPr>
        <w:t>آ</w:t>
      </w:r>
      <w:r>
        <w:rPr>
          <w:rtl/>
        </w:rPr>
        <w:t xml:space="preserve">نان بياورد و نيز عبايى تا آنان را از سرما حفظ كند. وقتى كه دختر روانه منزل شد، باران گرفت و دره پر (از آب) شد. آن حضرت </w:t>
      </w:r>
      <w:r w:rsidRPr="00AB30A1">
        <w:rPr>
          <w:rStyle w:val="libAlaemChar"/>
          <w:rtl/>
        </w:rPr>
        <w:t>عليه‌السلام</w:t>
      </w:r>
      <w:r>
        <w:rPr>
          <w:rtl/>
        </w:rPr>
        <w:t xml:space="preserve"> گفت : الان آب بچه </w:t>
      </w:r>
      <w:r>
        <w:rPr>
          <w:rtl/>
        </w:rPr>
        <w:lastRenderedPageBreak/>
        <w:t xml:space="preserve">ها را با خود مى برد. برخيزيد برويم . او از كناره ديوار راه مى رفت . آنان از وسط راه مى رفتند. گفت : فرزندانم ! چرا از وسط راه مى رويد؟ گفتند: آقاى ما چنين دستور داده است . حضرت لوط </w:t>
      </w:r>
      <w:r w:rsidRPr="00AB30A1">
        <w:rPr>
          <w:rStyle w:val="libAlaemChar"/>
          <w:rtl/>
        </w:rPr>
        <w:t>عليه‌السلام</w:t>
      </w:r>
      <w:r>
        <w:rPr>
          <w:rtl/>
        </w:rPr>
        <w:t xml:space="preserve"> تاريكى شب را غنيمت مى شمرد.</w:t>
      </w:r>
    </w:p>
    <w:p w:rsidR="00A679DB" w:rsidRDefault="00A679DB" w:rsidP="00AB30A1">
      <w:pPr>
        <w:pStyle w:val="libNormal"/>
        <w:rPr>
          <w:rtl/>
        </w:rPr>
      </w:pPr>
      <w:r>
        <w:rPr>
          <w:rtl/>
        </w:rPr>
        <w:t xml:space="preserve">ابليس ملعون كودكى را از دامن مادرش دزديد و آن را در چاه انداخت . همه مردم شهر بر در خانه حضرت لوط </w:t>
      </w:r>
      <w:r w:rsidRPr="00AB30A1">
        <w:rPr>
          <w:rStyle w:val="libAlaemChar"/>
          <w:rtl/>
        </w:rPr>
        <w:t>عليه‌السلام</w:t>
      </w:r>
      <w:r>
        <w:rPr>
          <w:rtl/>
        </w:rPr>
        <w:t xml:space="preserve"> جمع شده و سر و صدايى راه انداختند هنگامى كه مردم ، پسر بچه ها را در منزل لوط ديدند، گقتند: اى لوط ! تو نيز عمل ما را انجام مى دهى ؟ گفت ؟ اينان : ميهمانان من هستند. مرا رسوا نكنيد. گفتند: اينان سه نفر هستند. يكى را براى خود بردار و دو تايشان را به ما بده . حضرت لوط </w:t>
      </w:r>
      <w:r w:rsidRPr="00AB30A1">
        <w:rPr>
          <w:rStyle w:val="libAlaemChar"/>
          <w:rtl/>
        </w:rPr>
        <w:t>عليه‌السلام</w:t>
      </w:r>
      <w:r>
        <w:rPr>
          <w:rtl/>
        </w:rPr>
        <w:t xml:space="preserve"> آنها را داخل اطاق برد. گفت : كاش خانواده اى داشتم كه در مقابل شما از من دفاع مى كردند. مردم شهر به در اطاق هجوم برده و حضرت لوط </w:t>
      </w:r>
      <w:r w:rsidRPr="00AB30A1">
        <w:rPr>
          <w:rStyle w:val="libAlaemChar"/>
          <w:rtl/>
        </w:rPr>
        <w:t>عليه‌السلام</w:t>
      </w:r>
      <w:r>
        <w:rPr>
          <w:rtl/>
        </w:rPr>
        <w:t xml:space="preserve"> را به زمين انداختند. جبرييل به او گفت : ما فرستادگان خداى تو هستيم . آنان هيچ گاه دستشان به تو نخواهد رسيد. آنگاه مشتى شن برداشته و آن را به صورت آنان زد و گفت : زشت باد رويتان . و بدين ترتيب ، همه اهل شهر كور شدند. حضرت لوط </w:t>
      </w:r>
      <w:r w:rsidRPr="00AB30A1">
        <w:rPr>
          <w:rStyle w:val="libAlaemChar"/>
          <w:rtl/>
        </w:rPr>
        <w:t>عليه‌السلام</w:t>
      </w:r>
      <w:r>
        <w:rPr>
          <w:rtl/>
        </w:rPr>
        <w:t xml:space="preserve"> پرسيد: اى فرستادگان پروردگارم ! خداى من چه دستورى درباره اينان به شما داده است ؟ گفتند: دستور داده است سحرگاهان آنها را مجازات نماييم . گفتند: اى لوط ! زمان مجازات آنها صبح است و آيا صبح نزديك نيست ! از اين شهر كوچ كن دخترانت را بردار و برو، ولى زنت را رها كن . امام باقر </w:t>
      </w:r>
      <w:r w:rsidRPr="00AB30A1">
        <w:rPr>
          <w:rStyle w:val="libAlaemChar"/>
          <w:rtl/>
        </w:rPr>
        <w:t>عليه‌السلام</w:t>
      </w:r>
      <w:r>
        <w:rPr>
          <w:rtl/>
        </w:rPr>
        <w:t xml:space="preserve"> فرمودند: هنگامى كه گفت : «كاش در مقابل شما نيرومند بودم يا پش</w:t>
      </w:r>
      <w:r w:rsidR="00AB30A1">
        <w:rPr>
          <w:rFonts w:hint="cs"/>
          <w:rtl/>
        </w:rPr>
        <w:t>ت</w:t>
      </w:r>
      <w:r>
        <w:rPr>
          <w:rtl/>
        </w:rPr>
        <w:t xml:space="preserve">يبانى قوى داشتم .» بدون شك مى فهميد كه يارى مى شود. چه پشتيبانى قويتر از جبرئيل كه همراه با او در خانه بود ! خداوند عزوجل به حضرت محمد </w:t>
      </w:r>
      <w:r w:rsidR="00E60DFB" w:rsidRPr="00AB30A1">
        <w:rPr>
          <w:rStyle w:val="libAlaemChar"/>
          <w:rtl/>
        </w:rPr>
        <w:t>صلى‌الله‌عليه‌وآله</w:t>
      </w:r>
      <w:r w:rsidR="00E60DFB">
        <w:rPr>
          <w:rtl/>
        </w:rPr>
        <w:t xml:space="preserve"> </w:t>
      </w:r>
      <w:r>
        <w:rPr>
          <w:rtl/>
        </w:rPr>
        <w:t xml:space="preserve">مى فرمايد: «اين از ظالمين بعيد نيست </w:t>
      </w:r>
      <w:r>
        <w:rPr>
          <w:rtl/>
        </w:rPr>
        <w:lastRenderedPageBreak/>
        <w:t xml:space="preserve">.» </w:t>
      </w:r>
      <w:r w:rsidRPr="00AB30A1">
        <w:rPr>
          <w:rStyle w:val="libFootnotenumChar"/>
          <w:rtl/>
        </w:rPr>
        <w:t>(١٦٣)</w:t>
      </w:r>
      <w:r>
        <w:rPr>
          <w:rtl/>
        </w:rPr>
        <w:t xml:space="preserve"> يعنى اين عذاب از ظالمين امت تو نيز اگر مرتكب عمل قوط لوط شوند. دور نيست .</w:t>
      </w:r>
    </w:p>
    <w:p w:rsidR="00A679DB" w:rsidRDefault="00A679DB" w:rsidP="00A679DB">
      <w:pPr>
        <w:pStyle w:val="libNormal"/>
        <w:rPr>
          <w:rtl/>
        </w:rPr>
      </w:pPr>
      <w:r>
        <w:rPr>
          <w:rtl/>
        </w:rPr>
        <w:t xml:space="preserve">حديث : ٣ و قال رسول الله </w:t>
      </w:r>
      <w:r w:rsidR="00E60DFB" w:rsidRPr="00AB30A1">
        <w:rPr>
          <w:rStyle w:val="libAlaemChar"/>
          <w:rtl/>
        </w:rPr>
        <w:t>صلى‌الله‌عليه‌وآله</w:t>
      </w:r>
      <w:r w:rsidR="00E60DFB">
        <w:rPr>
          <w:rtl/>
        </w:rPr>
        <w:t xml:space="preserve"> </w:t>
      </w:r>
      <w:r>
        <w:rPr>
          <w:rtl/>
        </w:rPr>
        <w:t>من الح فى وطى الرجال لم يمن حتى يدعو الرجال الى نفسه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رسول خدا </w:t>
      </w:r>
      <w:r w:rsidR="00E60DFB" w:rsidRPr="00AB30A1">
        <w:rPr>
          <w:rStyle w:val="libAlaemChar"/>
          <w:rtl/>
        </w:rPr>
        <w:t>صلى‌الله‌عليه‌وآله</w:t>
      </w:r>
      <w:r w:rsidR="00E60DFB">
        <w:rPr>
          <w:rtl/>
        </w:rPr>
        <w:t xml:space="preserve"> </w:t>
      </w:r>
      <w:r>
        <w:rPr>
          <w:rtl/>
        </w:rPr>
        <w:t>فرمودند: مردى كه زياد با مردان نزديكى كند، نمى ميرد تا اين كه از مردان بخواهد با اونزديكى كنند.</w:t>
      </w:r>
    </w:p>
    <w:p w:rsidR="00A679DB" w:rsidRDefault="00A679DB" w:rsidP="00A679DB">
      <w:pPr>
        <w:pStyle w:val="libNormal"/>
        <w:rPr>
          <w:rtl/>
        </w:rPr>
      </w:pPr>
      <w:r>
        <w:rPr>
          <w:rtl/>
        </w:rPr>
        <w:t xml:space="preserve">حديث : ٤ و روى عن ابى عبدالله </w:t>
      </w:r>
      <w:r w:rsidRPr="00AB30A1">
        <w:rPr>
          <w:rStyle w:val="libAlaemChar"/>
          <w:rtl/>
        </w:rPr>
        <w:t>عليه‌السلام</w:t>
      </w:r>
      <w:r>
        <w:rPr>
          <w:rtl/>
        </w:rPr>
        <w:t xml:space="preserve"> رجل لعب بغلام قال : اذا او قب لن تحل له اخته ابدا.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AB30A1">
        <w:rPr>
          <w:rStyle w:val="libAlaemChar"/>
          <w:rtl/>
        </w:rPr>
        <w:t>عليه‌السلام</w:t>
      </w:r>
      <w:r>
        <w:rPr>
          <w:rtl/>
        </w:rPr>
        <w:t xml:space="preserve"> درباره مردى كه با پسربچه اى بازى كرده بود، فرمودند: اگر به او دخول كرده باشد، خواهرش هرگز بر او حلال نخواهد شد (با خواهرش نمى تواند ازدواج كند)</w:t>
      </w:r>
    </w:p>
    <w:p w:rsidR="00A679DB" w:rsidRDefault="00A679DB" w:rsidP="00A679DB">
      <w:pPr>
        <w:pStyle w:val="libNormal"/>
        <w:rPr>
          <w:rtl/>
        </w:rPr>
      </w:pPr>
      <w:r>
        <w:rPr>
          <w:rtl/>
        </w:rPr>
        <w:t xml:space="preserve">حديث : ٥ و قال </w:t>
      </w:r>
      <w:r w:rsidRPr="00AB30A1">
        <w:rPr>
          <w:rStyle w:val="libAlaemChar"/>
          <w:rtl/>
        </w:rPr>
        <w:t>عليه‌السلام</w:t>
      </w:r>
      <w:r>
        <w:rPr>
          <w:rtl/>
        </w:rPr>
        <w:t xml:space="preserve"> لو ينبغى لا حد ان يرجم مرتين لرجم اللوطى مرتين .</w:t>
      </w:r>
    </w:p>
    <w:p w:rsidR="00A679DB" w:rsidRDefault="00A679DB" w:rsidP="00A679DB">
      <w:pPr>
        <w:pStyle w:val="libNormal"/>
        <w:rPr>
          <w:rtl/>
        </w:rPr>
      </w:pPr>
      <w:r>
        <w:rPr>
          <w:rtl/>
        </w:rPr>
        <w:t>ترجمه :</w:t>
      </w:r>
    </w:p>
    <w:p w:rsidR="00A679DB" w:rsidRDefault="00A679DB" w:rsidP="00A679DB">
      <w:pPr>
        <w:pStyle w:val="libNormal"/>
        <w:rPr>
          <w:rtl/>
        </w:rPr>
      </w:pPr>
      <w:r>
        <w:rPr>
          <w:rtl/>
        </w:rPr>
        <w:t>٥. نيز فرمودند: اگر سزاوار بود كسى را دو بار سنگسار كنند، بدون شك لواط كار را دو بار سنگسار مى كردند.</w:t>
      </w:r>
    </w:p>
    <w:p w:rsidR="00A679DB" w:rsidRDefault="00A679DB" w:rsidP="00A679DB">
      <w:pPr>
        <w:pStyle w:val="libNormal"/>
        <w:rPr>
          <w:rtl/>
        </w:rPr>
      </w:pPr>
      <w:r>
        <w:rPr>
          <w:rtl/>
        </w:rPr>
        <w:t xml:space="preserve">حديث : ٦ و قال </w:t>
      </w:r>
      <w:r w:rsidRPr="00AB30A1">
        <w:rPr>
          <w:rStyle w:val="libAlaemChar"/>
          <w:rtl/>
        </w:rPr>
        <w:t>عليه‌السلام</w:t>
      </w:r>
      <w:r>
        <w:rPr>
          <w:rtl/>
        </w:rPr>
        <w:t xml:space="preserve"> قال امير المومنين اللوط ما دون الدبر فهو لواط و الدبر هو الكفر.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نيز نقل مى نمايند كه امير المومنين </w:t>
      </w:r>
      <w:r w:rsidRPr="00AB30A1">
        <w:rPr>
          <w:rStyle w:val="libAlaemChar"/>
          <w:rtl/>
        </w:rPr>
        <w:t>عليه‌السلام</w:t>
      </w:r>
      <w:r>
        <w:rPr>
          <w:rtl/>
        </w:rPr>
        <w:t xml:space="preserve"> فرمودند: لواطى كه كمتر از دبر باشد، لواط است . لواط در دبر كفر است .</w:t>
      </w:r>
    </w:p>
    <w:p w:rsidR="00A679DB" w:rsidRDefault="00A679DB" w:rsidP="00A679DB">
      <w:pPr>
        <w:pStyle w:val="libNormal"/>
        <w:rPr>
          <w:rtl/>
        </w:rPr>
      </w:pPr>
      <w:r>
        <w:rPr>
          <w:rtl/>
        </w:rPr>
        <w:lastRenderedPageBreak/>
        <w:t>حديث : ٧ ابى رحمه الله قال حدثنى سعد بن عبدالله عن جعفر بن محمد بن عبيدالله عن عبدالله بن ميمون القداح عن ابى عبدالله عن ابيه</w:t>
      </w:r>
      <w:r w:rsidR="00AB30A1">
        <w:rPr>
          <w:rFonts w:hint="cs"/>
          <w:rtl/>
        </w:rPr>
        <w:t xml:space="preserve"> </w:t>
      </w:r>
      <w:r w:rsidR="00DC5255" w:rsidRPr="00AB30A1">
        <w:rPr>
          <w:rStyle w:val="libAlaemChar"/>
          <w:rtl/>
        </w:rPr>
        <w:t>عليهم‌السلام</w:t>
      </w:r>
      <w:r w:rsidR="00DC5255">
        <w:rPr>
          <w:rtl/>
        </w:rPr>
        <w:t xml:space="preserve"> </w:t>
      </w:r>
      <w:r>
        <w:rPr>
          <w:rtl/>
        </w:rPr>
        <w:t xml:space="preserve">قال جاء رجل الى ابى فقال له يا ابن رسول الله انى ابتليت ببلاء فادع الله عزوجل لى فقيل له انه يوتى فى دبره فقال ما ابلى الله احدا بهذاالبلاء و له فيه حاجه ثم قال ابى </w:t>
      </w:r>
      <w:r w:rsidRPr="00AB30A1">
        <w:rPr>
          <w:rStyle w:val="libAlaemChar"/>
          <w:rtl/>
        </w:rPr>
        <w:t>عليه‌السلام</w:t>
      </w:r>
      <w:r>
        <w:rPr>
          <w:rtl/>
        </w:rPr>
        <w:t xml:space="preserve"> قال الله عزوجل و عزتى وجلالى لا يقعد على استبرقهها من يوتى فى دبره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امام صادق </w:t>
      </w:r>
      <w:r w:rsidRPr="00AB30A1">
        <w:rPr>
          <w:rStyle w:val="libAlaemChar"/>
          <w:rtl/>
        </w:rPr>
        <w:t>عليه‌السلام</w:t>
      </w:r>
      <w:r>
        <w:rPr>
          <w:rtl/>
        </w:rPr>
        <w:t xml:space="preserve"> از پدرش </w:t>
      </w:r>
      <w:r w:rsidRPr="00AB30A1">
        <w:rPr>
          <w:rStyle w:val="libAlaemChar"/>
          <w:rtl/>
        </w:rPr>
        <w:t>عليه‌السلام</w:t>
      </w:r>
      <w:r>
        <w:rPr>
          <w:rtl/>
        </w:rPr>
        <w:t xml:space="preserve"> روايت مى نمايد كه فرمودند: مردى نزد پدرم آمده و عرض كرد: اى پسر رسول خدا </w:t>
      </w:r>
      <w:r w:rsidR="00E60DFB" w:rsidRPr="00AB30A1">
        <w:rPr>
          <w:rStyle w:val="libAlaemChar"/>
          <w:rtl/>
        </w:rPr>
        <w:t>صلى‌الله‌عليه‌وآله</w:t>
      </w:r>
      <w:r w:rsidR="00E60DFB">
        <w:rPr>
          <w:rtl/>
        </w:rPr>
        <w:t xml:space="preserve"> </w:t>
      </w:r>
      <w:r>
        <w:rPr>
          <w:rtl/>
        </w:rPr>
        <w:t xml:space="preserve">! من گرفتار بلايى شده ام . از خداوند عزوجل بخواه مرا رهايى بخشد. به آن حضرت </w:t>
      </w:r>
      <w:r w:rsidRPr="00AB30A1">
        <w:rPr>
          <w:rStyle w:val="libAlaemChar"/>
          <w:rtl/>
        </w:rPr>
        <w:t>عليه‌السلام</w:t>
      </w:r>
      <w:r>
        <w:rPr>
          <w:rtl/>
        </w:rPr>
        <w:t xml:space="preserve"> گفتند: مردان با او لواط مى كنند. فرمودند: خداوند كسى را مبتلاى به اين عمل ننموده كه به نيازى داشته باشد، آنگاه پدرم </w:t>
      </w:r>
      <w:r w:rsidRPr="00AB30A1">
        <w:rPr>
          <w:rStyle w:val="libAlaemChar"/>
          <w:rtl/>
        </w:rPr>
        <w:t>عليه‌السلام</w:t>
      </w:r>
      <w:r>
        <w:rPr>
          <w:rtl/>
        </w:rPr>
        <w:t xml:space="preserve"> فرمودند: خداوند عزوجل فرموده است . به عزت و جلالم سوگند كسى كه مردان با او لواط كنند، بر ديباى بهشتى نمى نشيند.</w:t>
      </w:r>
    </w:p>
    <w:p w:rsidR="00A679DB" w:rsidRDefault="00A679DB" w:rsidP="00AB30A1">
      <w:pPr>
        <w:pStyle w:val="libNormal"/>
        <w:rPr>
          <w:rtl/>
        </w:rPr>
      </w:pPr>
      <w:r>
        <w:rPr>
          <w:rtl/>
        </w:rPr>
        <w:t xml:space="preserve">حديث : ٨ ابى رحمه الله قال حدثنى سعد بن عبدالله عن احمد بن محمد عن محمد بن يحيى الخزاز عن غياث بن ابراهيم عن ابى عبدالله عن ابيهه </w:t>
      </w:r>
      <w:r w:rsidR="00AB30A1" w:rsidRPr="00AB30A1">
        <w:rPr>
          <w:rStyle w:val="libAlaemChar"/>
          <w:rtl/>
        </w:rPr>
        <w:t>عليه‌السلام</w:t>
      </w:r>
      <w:r w:rsidR="00AB30A1">
        <w:rPr>
          <w:rtl/>
        </w:rPr>
        <w:t xml:space="preserve"> </w:t>
      </w:r>
      <w:r>
        <w:rPr>
          <w:rtl/>
        </w:rPr>
        <w:t>قال قال امير المومنين ان لله عبادا لا يعبا بهم شيئا لهم ارحام كارحام النساء فقيل يا امير المومنين افلا يحبلون قال آنهامنكوسه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٨. امام صادق </w:t>
      </w:r>
      <w:r w:rsidRPr="00AB30A1">
        <w:rPr>
          <w:rStyle w:val="libAlaemChar"/>
          <w:rtl/>
        </w:rPr>
        <w:t>عليه‌السلام</w:t>
      </w:r>
      <w:r>
        <w:rPr>
          <w:rtl/>
        </w:rPr>
        <w:t xml:space="preserve"> از پدرش </w:t>
      </w:r>
      <w:r w:rsidRPr="00AB30A1">
        <w:rPr>
          <w:rStyle w:val="libAlaemChar"/>
          <w:rtl/>
        </w:rPr>
        <w:t>عليه‌السلام</w:t>
      </w:r>
      <w:r>
        <w:rPr>
          <w:rtl/>
        </w:rPr>
        <w:t xml:space="preserve"> روايت مى نمايد كه اميرالمومنين </w:t>
      </w:r>
      <w:r w:rsidRPr="00AB30A1">
        <w:rPr>
          <w:rStyle w:val="libAlaemChar"/>
          <w:rtl/>
        </w:rPr>
        <w:t>عليه‌السلام</w:t>
      </w:r>
      <w:r>
        <w:rPr>
          <w:rtl/>
        </w:rPr>
        <w:t xml:space="preserve"> فرمودند: همانا خداوند بندگانى دارد كه به آنها هيچ اعتنايى نمى كند. آنها رحمهايى مانند رحمهاى زنان دارند. پرسيدند. اى امير المومنين ! حامله نمى شوند؟ فرمودند: رحمهايشان واژگونه است .</w:t>
      </w:r>
    </w:p>
    <w:p w:rsidR="00A679DB" w:rsidRDefault="00A679DB" w:rsidP="00A679DB">
      <w:pPr>
        <w:pStyle w:val="libNormal"/>
        <w:rPr>
          <w:rtl/>
        </w:rPr>
      </w:pPr>
      <w:r>
        <w:rPr>
          <w:rtl/>
        </w:rPr>
        <w:lastRenderedPageBreak/>
        <w:t xml:space="preserve">حديث : ٩ حدثنى محمد بن الحسن رضى الله عنه عن محمد بن الحسن الصفار عن محمد بن الحسين بن ابى الخطاب عن على بن اسباط عن بعض ‍ اصحابه عن ابى عبدالله </w:t>
      </w:r>
      <w:r w:rsidRPr="00AB30A1">
        <w:rPr>
          <w:rStyle w:val="libAlaemChar"/>
          <w:rtl/>
        </w:rPr>
        <w:t>عليه‌السلام</w:t>
      </w:r>
      <w:r>
        <w:rPr>
          <w:rtl/>
        </w:rPr>
        <w:t xml:space="preserve"> قال ان الله عزوجل لم يبتل شيعتنا باربع ان يسالوا الناس فى اكفهم و ان يوتوا فى انفسهم و ان يبتليهم بولايه سوء و لا يولد لهم ازرق اخضر.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٩. امام صادق </w:t>
      </w:r>
      <w:r w:rsidRPr="00AB30A1">
        <w:rPr>
          <w:rStyle w:val="libAlaemChar"/>
          <w:rtl/>
        </w:rPr>
        <w:t>عليه‌السلام</w:t>
      </w:r>
      <w:r>
        <w:rPr>
          <w:rtl/>
        </w:rPr>
        <w:t xml:space="preserve"> فرمودند: خداوند عزوجل شيعيان ما را به چهار چيز گرفتار نمى سازد، دست گدايى به سوى مردم دراز كردن ، مورد لواط واقع شدن ، ابتلا به ولايت بد و فرزند زاغ و گندم گون پيدا كردن </w:t>
      </w:r>
      <w:r w:rsidRPr="00AB30A1">
        <w:rPr>
          <w:rStyle w:val="libFootnotenumChar"/>
          <w:rtl/>
        </w:rPr>
        <w:t>(١٦٤).</w:t>
      </w:r>
    </w:p>
    <w:p w:rsidR="00A679DB" w:rsidRDefault="00A679DB" w:rsidP="00A679DB">
      <w:pPr>
        <w:pStyle w:val="libNormal"/>
        <w:rPr>
          <w:rtl/>
        </w:rPr>
      </w:pPr>
      <w:r>
        <w:rPr>
          <w:rtl/>
        </w:rPr>
        <w:t xml:space="preserve">حديث : ١٠ ابى رحمه الله قال حدثنى سعد بن عبدالله عن احمد بن ابى عبدالله عن على بن عبدالله عن عبدالرحمن بن محمد عن ابى خديجه عن ابى عبدالله </w:t>
      </w:r>
      <w:r w:rsidRPr="00AB30A1">
        <w:rPr>
          <w:rStyle w:val="libAlaemChar"/>
          <w:rtl/>
        </w:rPr>
        <w:t>عليه‌السلام</w:t>
      </w:r>
      <w:r>
        <w:rPr>
          <w:rtl/>
        </w:rPr>
        <w:t xml:space="preserve"> قال لعن رسول الله </w:t>
      </w:r>
      <w:r w:rsidR="00E60DFB" w:rsidRPr="00AB30A1">
        <w:rPr>
          <w:rStyle w:val="libAlaemChar"/>
          <w:rtl/>
        </w:rPr>
        <w:t>صلى‌الله‌عليه‌وآله</w:t>
      </w:r>
      <w:r w:rsidR="00E60DFB">
        <w:rPr>
          <w:rtl/>
        </w:rPr>
        <w:t xml:space="preserve"> </w:t>
      </w:r>
      <w:r>
        <w:rPr>
          <w:rtl/>
        </w:rPr>
        <w:t>المتشبهين من الرجال بالنساء و المتشبهات من النساء بالرجال و هم المخنثون و اللاتى ينكح بعضهم بعضا و انما اهلك الله قوم لوط حين عمل النساء بمثل عمل الرجال ياتى بعضهن بعضا.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١٠. امام صادق </w:t>
      </w:r>
      <w:r w:rsidRPr="00AB30A1">
        <w:rPr>
          <w:rStyle w:val="libAlaemChar"/>
          <w:rtl/>
        </w:rPr>
        <w:t>عليه‌السلام</w:t>
      </w:r>
      <w:r>
        <w:rPr>
          <w:rtl/>
        </w:rPr>
        <w:t xml:space="preserve"> فرمودند: رسول خدا </w:t>
      </w:r>
      <w:r w:rsidR="00E60DFB" w:rsidRPr="00AB30A1">
        <w:rPr>
          <w:rStyle w:val="libAlaemChar"/>
          <w:rtl/>
        </w:rPr>
        <w:t>صلى‌الله‌عليه‌وآله</w:t>
      </w:r>
      <w:r w:rsidR="00E60DFB">
        <w:rPr>
          <w:rtl/>
        </w:rPr>
        <w:t xml:space="preserve"> </w:t>
      </w:r>
      <w:r>
        <w:rPr>
          <w:rtl/>
        </w:rPr>
        <w:t>مردانى را كه شبيه زنان مى شوند و زنانى را كه شبيه مردان مى شوند، لعنت نمود، و اينان همان مردان زن صفت و زنانى هستند كه با يكديگر نزديكى مى كنند. و بدون ترديد خداوند فقط زمانى قوم لوط را هلاك كرد كه زنان نيز مرتكب عمل مردان شده بودند. و با يكديگر نزديكى مى كردند.</w:t>
      </w:r>
    </w:p>
    <w:p w:rsidR="00A679DB" w:rsidRDefault="00A679DB" w:rsidP="00A679DB">
      <w:pPr>
        <w:pStyle w:val="libNormal"/>
        <w:rPr>
          <w:rtl/>
        </w:rPr>
      </w:pPr>
      <w:r>
        <w:rPr>
          <w:rtl/>
        </w:rPr>
        <w:t xml:space="preserve">حديث : ١١ ابى رحمه الله قال : حدثنى سعد بن عبدالله عن احمد بن محمد عن محمد بن يحيى الخزاز عن غياث بن ابراهيم عن ابى عبدالله عليه‌السلام قال </w:t>
      </w:r>
      <w:r>
        <w:rPr>
          <w:rtl/>
        </w:rPr>
        <w:lastRenderedPageBreak/>
        <w:t xml:space="preserve">قال امير المومنين </w:t>
      </w:r>
      <w:r w:rsidRPr="00AB30A1">
        <w:rPr>
          <w:rStyle w:val="libAlaemChar"/>
          <w:rtl/>
        </w:rPr>
        <w:t>عليه‌السلام</w:t>
      </w:r>
      <w:r>
        <w:rPr>
          <w:rtl/>
        </w:rPr>
        <w:t xml:space="preserve"> ما امكن احد من نفسه طائعا يلعب به الا القى الله عليه شهوه النساء</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١١. امام صادق </w:t>
      </w:r>
      <w:r w:rsidRPr="00AB30A1">
        <w:rPr>
          <w:rStyle w:val="libAlaemChar"/>
          <w:rtl/>
        </w:rPr>
        <w:t>عليه‌السلام</w:t>
      </w:r>
      <w:r>
        <w:rPr>
          <w:rtl/>
        </w:rPr>
        <w:t xml:space="preserve"> نقل مى نمايد كه امير المومنين </w:t>
      </w:r>
      <w:r w:rsidRPr="00AB30A1">
        <w:rPr>
          <w:rStyle w:val="libAlaemChar"/>
          <w:rtl/>
        </w:rPr>
        <w:t>عليه‌السلام</w:t>
      </w:r>
      <w:r>
        <w:rPr>
          <w:rtl/>
        </w:rPr>
        <w:t xml:space="preserve"> فرمودند: مردى از روى اختيار خود را در اختيار مردان نگذاشته تا با او بازى كنند، مگر اين كه خداوند شهوت زنان را در او بوجود مى آورد.</w:t>
      </w:r>
    </w:p>
    <w:p w:rsidR="00A679DB" w:rsidRDefault="00A679DB" w:rsidP="00A679DB">
      <w:pPr>
        <w:pStyle w:val="libNormal"/>
        <w:rPr>
          <w:rtl/>
        </w:rPr>
      </w:pPr>
      <w:r>
        <w:rPr>
          <w:rtl/>
        </w:rPr>
        <w:t xml:space="preserve">حديث : ١٢ ابى رحمه الله قال حدثنى سعدبن عبدالله عن احمد بن محمد عن على بن الحكم عن اسحاق بن جرير قال سالتنى امراه آن استاذن لها على ابى عبدالله </w:t>
      </w:r>
      <w:r w:rsidRPr="00AB30A1">
        <w:rPr>
          <w:rStyle w:val="libAlaemChar"/>
          <w:rtl/>
        </w:rPr>
        <w:t>عليه‌السلام</w:t>
      </w:r>
      <w:r>
        <w:rPr>
          <w:rtl/>
        </w:rPr>
        <w:t xml:space="preserve"> فاذن لها فقالت اخبرنى عن اللواتى مع اللواتى ما حدهن فيه قال حد الزانيه اذا كان يوم القيامه يوتى بهن قد البسن مقطعات من نار و قنعن بمقانع من نار و سربلن من نار و ادخل فى اجوافهن الى رووسهن اعمده من نار و قذف بهن فى النار ايتها المراه اول من عمل هذا العمل قوم لوط فاستغغنى الرجال بالرجال و بقى النساء بغير رجال ففعلن كما فعل رجالهن .</w:t>
      </w:r>
    </w:p>
    <w:p w:rsidR="00A679DB" w:rsidRDefault="00A679DB" w:rsidP="00A679DB">
      <w:pPr>
        <w:pStyle w:val="libNormal"/>
        <w:rPr>
          <w:rtl/>
        </w:rPr>
      </w:pPr>
      <w:r>
        <w:rPr>
          <w:rtl/>
        </w:rPr>
        <w:t>ترجمه :</w:t>
      </w:r>
    </w:p>
    <w:p w:rsidR="00A679DB" w:rsidRDefault="00A679DB" w:rsidP="00AB30A1">
      <w:pPr>
        <w:pStyle w:val="libNormal"/>
        <w:rPr>
          <w:rtl/>
        </w:rPr>
      </w:pPr>
      <w:r>
        <w:rPr>
          <w:rtl/>
        </w:rPr>
        <w:t xml:space="preserve">١٢. راوى ميگويد زنى از من خواست از امام صادق </w:t>
      </w:r>
      <w:r w:rsidRPr="00AB30A1">
        <w:rPr>
          <w:rStyle w:val="libAlaemChar"/>
          <w:rtl/>
        </w:rPr>
        <w:t>عليه‌السلام</w:t>
      </w:r>
      <w:r>
        <w:rPr>
          <w:rtl/>
        </w:rPr>
        <w:t xml:space="preserve"> براى او اجازه ورود بگيرم . حضرت </w:t>
      </w:r>
      <w:r w:rsidRPr="00AB30A1">
        <w:rPr>
          <w:rStyle w:val="libAlaemChar"/>
          <w:rtl/>
        </w:rPr>
        <w:t>عليه‌السلام</w:t>
      </w:r>
      <w:r>
        <w:rPr>
          <w:rtl/>
        </w:rPr>
        <w:t xml:space="preserve"> اجازه دادند. پس از ورد پرسيد. حد زنان همجنس باز چيست ؟ فرمودند: همان حد زناكار است . هنگامى كه روز قيامت فرا رسد آنها را مى آورند. در حالى كه با قطعه هايى از آتش پوشيده شده اند، روسريهايى آتشين بر سر آنهاست ؛ لباسهايى آتشين پوشيده اند؛ عمودى آهنين و از آتش در اندرون آنها فرو رفته و به سر آنها رسيده است و با اين حال آنها را در جهنم مى اندازند. اى زن ! اين عمل براى اولين بار در ميان قوم لوط انجام </w:t>
      </w:r>
      <w:r>
        <w:rPr>
          <w:rtl/>
        </w:rPr>
        <w:lastRenderedPageBreak/>
        <w:t>شد. مردان به يكديگر اكتفا نموده و زنان بدون مرد ماندند. به</w:t>
      </w:r>
      <w:r w:rsidR="00AB30A1">
        <w:rPr>
          <w:rFonts w:hint="cs"/>
          <w:rtl/>
        </w:rPr>
        <w:t xml:space="preserve"> ه</w:t>
      </w:r>
      <w:r>
        <w:rPr>
          <w:rtl/>
        </w:rPr>
        <w:t>مين جهت كارى همچون كار مردان خود انجام دادند.</w:t>
      </w:r>
    </w:p>
    <w:p w:rsidR="00A679DB" w:rsidRDefault="00A679DB" w:rsidP="00A679DB">
      <w:pPr>
        <w:pStyle w:val="libNormal"/>
        <w:rPr>
          <w:rtl/>
        </w:rPr>
      </w:pPr>
      <w:r>
        <w:rPr>
          <w:rtl/>
        </w:rPr>
        <w:t xml:space="preserve">حديث : ١٣ حدثنى محمد بن الحسن رضى الله عنه قال حدثنى محمد بن الحسن الصفار عن احمد بن محمد عن الحسن بن على الوشاء عن احمد بن عائذ عن ابى خديجه عن ابى عبدالله </w:t>
      </w:r>
      <w:r w:rsidRPr="00AB30A1">
        <w:rPr>
          <w:rStyle w:val="libAlaemChar"/>
          <w:rtl/>
        </w:rPr>
        <w:t>عليه‌السلام</w:t>
      </w:r>
      <w:r>
        <w:rPr>
          <w:rtl/>
        </w:rPr>
        <w:t xml:space="preserve"> قال ليس لا مراتين ان تبيتا فى لحاف واحد الا ان يكون بينهما حاجز فان فعلتا نهيتا عن ذلك و ان وجدتا بعد النهى جلدت كل واحده منهم حدا حدا فان وجدتا ايضا فى لحاف جلدتا فان وجدتا الثلاثه قتلتا.</w:t>
      </w:r>
    </w:p>
    <w:p w:rsidR="00A679DB" w:rsidRDefault="00A679DB" w:rsidP="00A679DB">
      <w:pPr>
        <w:pStyle w:val="libNormal"/>
        <w:rPr>
          <w:rtl/>
        </w:rPr>
      </w:pPr>
      <w:r>
        <w:rPr>
          <w:rtl/>
        </w:rPr>
        <w:t>ترجمه :</w:t>
      </w:r>
    </w:p>
    <w:p w:rsidR="00A679DB" w:rsidRDefault="00A679DB" w:rsidP="00AB30A1">
      <w:pPr>
        <w:pStyle w:val="libNormal"/>
        <w:rPr>
          <w:rtl/>
        </w:rPr>
      </w:pPr>
      <w:r>
        <w:rPr>
          <w:rtl/>
        </w:rPr>
        <w:t xml:space="preserve">١٣. امام صادق </w:t>
      </w:r>
      <w:r w:rsidRPr="00AB30A1">
        <w:rPr>
          <w:rStyle w:val="libAlaemChar"/>
          <w:rtl/>
        </w:rPr>
        <w:t>عليه‌السلام</w:t>
      </w:r>
      <w:r>
        <w:rPr>
          <w:rtl/>
        </w:rPr>
        <w:t xml:space="preserve"> فرمودند: دو زن نمى توانند با هم زير يك لحاف بخوابند، مگر اين كه بين آن دو مانعى باشد. اگر اين كار را انجام دادند، نهى مى شوند. و اگر پس از نهى دوباره اين عمل را انجام دادند. در مورد هر كدام حد شرعى كه شلاق زدن است ، اجرا مى شود و اگر دوباره تكرار كردند، باز هم شلاق مى خورند، و اگر دوبار تكرار كردند، كشته مى شوند.</w:t>
      </w:r>
    </w:p>
    <w:p w:rsidR="00A679DB" w:rsidRDefault="00A679DB" w:rsidP="00A679DB">
      <w:pPr>
        <w:pStyle w:val="libNormal"/>
        <w:rPr>
          <w:rtl/>
        </w:rPr>
      </w:pPr>
      <w:r>
        <w:rPr>
          <w:rtl/>
        </w:rPr>
        <w:t xml:space="preserve">حديث : ١٤ ابى رحمه الله قال حدثنى على بن ابراهيم عن ابيه عن محمد ابى عمير عن هشام بن سالم عن ابى عبدالله </w:t>
      </w:r>
      <w:r w:rsidRPr="00AB30A1">
        <w:rPr>
          <w:rStyle w:val="libAlaemChar"/>
          <w:rtl/>
        </w:rPr>
        <w:t>عليه‌السلام</w:t>
      </w:r>
      <w:r>
        <w:rPr>
          <w:rtl/>
        </w:rPr>
        <w:t xml:space="preserve"> قال دخلت عليه نسوه فسالته امراه عن السحق فقال حدها حد الزانى فقالت امراه ما ذكر الله عزوجل ذلك فى القرآن قال بلى قال و اين هو قال هو اصحاب الرس .</w:t>
      </w:r>
    </w:p>
    <w:p w:rsidR="00A679DB" w:rsidRDefault="00A679DB" w:rsidP="00A679DB">
      <w:pPr>
        <w:pStyle w:val="libNormal"/>
        <w:rPr>
          <w:rtl/>
        </w:rPr>
      </w:pPr>
      <w:r>
        <w:rPr>
          <w:rtl/>
        </w:rPr>
        <w:t>ترجمه :</w:t>
      </w:r>
    </w:p>
    <w:p w:rsidR="00A679DB" w:rsidRDefault="00A679DB" w:rsidP="00AB30A1">
      <w:pPr>
        <w:pStyle w:val="libNormal"/>
        <w:rPr>
          <w:rtl/>
        </w:rPr>
      </w:pPr>
      <w:r>
        <w:rPr>
          <w:rtl/>
        </w:rPr>
        <w:t xml:space="preserve">١٤. چند زن به خدمت امام صادق </w:t>
      </w:r>
      <w:r w:rsidR="00AB30A1" w:rsidRPr="00AB30A1">
        <w:rPr>
          <w:rStyle w:val="libAlaemChar"/>
          <w:rtl/>
        </w:rPr>
        <w:t>عليه‌السلام</w:t>
      </w:r>
      <w:r>
        <w:rPr>
          <w:rtl/>
        </w:rPr>
        <w:t xml:space="preserve"> رسيدند: يكى از آن</w:t>
      </w:r>
      <w:r w:rsidR="00AB30A1">
        <w:rPr>
          <w:rFonts w:hint="cs"/>
          <w:rtl/>
        </w:rPr>
        <w:t>ه</w:t>
      </w:r>
      <w:r>
        <w:rPr>
          <w:rtl/>
        </w:rPr>
        <w:t>ا حد مساحقه را پرسيد. فرمودند: حد آن همان</w:t>
      </w:r>
      <w:r w:rsidR="00AB30A1">
        <w:rPr>
          <w:rFonts w:hint="cs"/>
          <w:rtl/>
        </w:rPr>
        <w:t>ن</w:t>
      </w:r>
      <w:r>
        <w:rPr>
          <w:rtl/>
        </w:rPr>
        <w:t xml:space="preserve">د زناكار است . زنى گفت : خداوند عزوجل در </w:t>
      </w:r>
      <w:r>
        <w:rPr>
          <w:rtl/>
        </w:rPr>
        <w:lastRenderedPageBreak/>
        <w:t>قرآن درباره آن چيزى نفرموده است . فرمودند: چرا، فرموده است . پرسيد در كجاى قرآن ؟ فرمودند: در داستان اص</w:t>
      </w:r>
      <w:r w:rsidR="00AB30A1">
        <w:rPr>
          <w:rFonts w:hint="cs"/>
          <w:rtl/>
        </w:rPr>
        <w:t>ح</w:t>
      </w:r>
      <w:r>
        <w:rPr>
          <w:rtl/>
        </w:rPr>
        <w:t>اب رس .</w:t>
      </w:r>
    </w:p>
    <w:p w:rsidR="00A679DB" w:rsidRDefault="00A679DB" w:rsidP="00A679DB">
      <w:pPr>
        <w:pStyle w:val="libNormal"/>
        <w:rPr>
          <w:rtl/>
        </w:rPr>
      </w:pPr>
    </w:p>
    <w:p w:rsidR="00A679DB" w:rsidRDefault="00A679DB" w:rsidP="00A679DB">
      <w:pPr>
        <w:pStyle w:val="libNormal"/>
        <w:rPr>
          <w:rtl/>
        </w:rPr>
      </w:pPr>
      <w:r>
        <w:rPr>
          <w:rtl/>
        </w:rPr>
        <w:t>عقاب الكذب على الله عزوجل و على رسوله و على الائمه عليهم السلام</w:t>
      </w:r>
    </w:p>
    <w:p w:rsidR="00A679DB" w:rsidRDefault="00AB30A1" w:rsidP="00A679DB">
      <w:pPr>
        <w:pStyle w:val="libNormal"/>
        <w:rPr>
          <w:rtl/>
        </w:rPr>
      </w:pPr>
      <w:r>
        <w:rPr>
          <w:rtl/>
        </w:rPr>
        <w:br w:type="page"/>
      </w:r>
    </w:p>
    <w:p w:rsidR="00A679DB" w:rsidRDefault="00A679DB" w:rsidP="00AB30A1">
      <w:pPr>
        <w:pStyle w:val="Heading2"/>
        <w:rPr>
          <w:rtl/>
        </w:rPr>
      </w:pPr>
      <w:bookmarkStart w:id="547" w:name="_Toc449617604"/>
      <w:r>
        <w:rPr>
          <w:rtl/>
        </w:rPr>
        <w:t xml:space="preserve">مجازات دروغ بستن بر خداوند عزوجل ، پيامبر </w:t>
      </w:r>
      <w:r w:rsidR="00E60DFB" w:rsidRPr="00AB30A1">
        <w:rPr>
          <w:rStyle w:val="libAlaemChar"/>
          <w:rtl/>
        </w:rPr>
        <w:t>صلى‌الله‌عليه‌وآله</w:t>
      </w:r>
      <w:r w:rsidR="00E60DFB">
        <w:rPr>
          <w:rtl/>
        </w:rPr>
        <w:t xml:space="preserve"> </w:t>
      </w:r>
      <w:r>
        <w:rPr>
          <w:rtl/>
        </w:rPr>
        <w:t xml:space="preserve">و ائمه </w:t>
      </w:r>
      <w:r w:rsidR="00AB30A1" w:rsidRPr="00AB30A1">
        <w:rPr>
          <w:rStyle w:val="libAlaemChar"/>
          <w:rtl/>
        </w:rPr>
        <w:t>عليه‌السلام</w:t>
      </w:r>
      <w:r>
        <w:rPr>
          <w:rtl/>
        </w:rPr>
        <w:t xml:space="preserve"> .</w:t>
      </w:r>
      <w:bookmarkEnd w:id="547"/>
    </w:p>
    <w:p w:rsidR="00A679DB" w:rsidRDefault="00A679DB" w:rsidP="00A679DB">
      <w:pPr>
        <w:pStyle w:val="libNormal"/>
        <w:rPr>
          <w:rtl/>
        </w:rPr>
      </w:pPr>
      <w:r>
        <w:rPr>
          <w:rtl/>
        </w:rPr>
        <w:t xml:space="preserve">حديث : ١ حدثنى محمد بن على ماجيلويه عنه قال حدثنى عمى عن محمد بن على القرشى عن عبدالرحمن بن محمد الاسدى عن ابى خديجه عن ابى عبدالله عليه‌السلام قال الكذب على الله عزوجل و على رسوله و على الاوصياء </w:t>
      </w:r>
      <w:r w:rsidR="00DC5255">
        <w:rPr>
          <w:rtl/>
        </w:rPr>
        <w:t xml:space="preserve">عليهم‌السلام </w:t>
      </w:r>
      <w:r>
        <w:rPr>
          <w:rtl/>
        </w:rPr>
        <w:t xml:space="preserve">من الكبائر و قال رسول الله </w:t>
      </w:r>
      <w:r w:rsidR="00E60DFB">
        <w:rPr>
          <w:rtl/>
        </w:rPr>
        <w:t xml:space="preserve">صلى‌الله‌عليه‌وآله </w:t>
      </w:r>
      <w:r>
        <w:rPr>
          <w:rtl/>
        </w:rPr>
        <w:t>من قال على مالم اقل فليتبوء مقعده من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1A185C">
        <w:rPr>
          <w:rStyle w:val="libAlaemChar"/>
          <w:rtl/>
        </w:rPr>
        <w:t>عليه‌السلام</w:t>
      </w:r>
      <w:r>
        <w:rPr>
          <w:rtl/>
        </w:rPr>
        <w:t xml:space="preserve"> فرمودند: دروغ بستن بر خداوند عزوجل ، پيامبر و امامان از گناهان كبيره است . نيز رسول خدا </w:t>
      </w:r>
      <w:r w:rsidR="00E60DFB" w:rsidRPr="00910FC2">
        <w:rPr>
          <w:rStyle w:val="libAlaemChar"/>
          <w:rtl/>
        </w:rPr>
        <w:t>صلى‌الله‌عليه‌وآله</w:t>
      </w:r>
      <w:r w:rsidR="00E60DFB">
        <w:rPr>
          <w:rtl/>
        </w:rPr>
        <w:t xml:space="preserve"> </w:t>
      </w:r>
      <w:r>
        <w:rPr>
          <w:rtl/>
        </w:rPr>
        <w:t>فرمودند: هر كسى سخنى را كه نگفته ام به من نسبت دهد، حتما در جهنم خواهد بود.</w:t>
      </w:r>
    </w:p>
    <w:p w:rsidR="00A679DB" w:rsidRDefault="00A679DB" w:rsidP="00A679DB">
      <w:pPr>
        <w:pStyle w:val="libNormal"/>
        <w:rPr>
          <w:rtl/>
        </w:rPr>
      </w:pPr>
    </w:p>
    <w:p w:rsidR="00A679DB" w:rsidRDefault="00A679DB" w:rsidP="00A679DB">
      <w:pPr>
        <w:pStyle w:val="libNormal"/>
        <w:rPr>
          <w:rtl/>
        </w:rPr>
      </w:pPr>
      <w:r>
        <w:rPr>
          <w:rtl/>
        </w:rPr>
        <w:t>عقاب من كان ذا وجهين و ذا لسانين</w:t>
      </w:r>
    </w:p>
    <w:p w:rsidR="00A679DB" w:rsidRDefault="00910FC2" w:rsidP="00A679DB">
      <w:pPr>
        <w:pStyle w:val="libNormal"/>
        <w:rPr>
          <w:rtl/>
        </w:rPr>
      </w:pPr>
      <w:r>
        <w:rPr>
          <w:rtl/>
        </w:rPr>
        <w:br w:type="page"/>
      </w:r>
    </w:p>
    <w:p w:rsidR="00A679DB" w:rsidRDefault="00A679DB" w:rsidP="00910FC2">
      <w:pPr>
        <w:pStyle w:val="Heading2"/>
        <w:rPr>
          <w:rtl/>
        </w:rPr>
      </w:pPr>
      <w:bookmarkStart w:id="548" w:name="_Toc449617605"/>
      <w:r>
        <w:rPr>
          <w:rtl/>
        </w:rPr>
        <w:t>مجازات دو رويى و دو زبانى</w:t>
      </w:r>
      <w:bookmarkEnd w:id="548"/>
    </w:p>
    <w:p w:rsidR="00A679DB" w:rsidRDefault="00A679DB" w:rsidP="00A679DB">
      <w:pPr>
        <w:pStyle w:val="libNormal"/>
        <w:rPr>
          <w:rtl/>
        </w:rPr>
      </w:pPr>
      <w:r>
        <w:rPr>
          <w:rtl/>
        </w:rPr>
        <w:t xml:space="preserve">حديث : ١ ابى رحمه الله قل حدثنى سعد بن عبدالله عن محمد بن الحسين ابى الخطاب عن محمد بن سنان عن عون القلانسى عن ابن يعفور عن ابى عبدالله </w:t>
      </w:r>
      <w:r w:rsidRPr="00910FC2">
        <w:rPr>
          <w:rStyle w:val="libAlaemChar"/>
          <w:rtl/>
        </w:rPr>
        <w:t>عليه‌السلام</w:t>
      </w:r>
      <w:r>
        <w:rPr>
          <w:rtl/>
        </w:rPr>
        <w:t xml:space="preserve"> قال من لقى المسلمين بوجهين و لسانين جاء يوم القيامه و له لسانان من 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10FC2">
        <w:rPr>
          <w:rStyle w:val="libAlaemChar"/>
          <w:rtl/>
        </w:rPr>
        <w:t>عليه‌السلام</w:t>
      </w:r>
      <w:r>
        <w:rPr>
          <w:rtl/>
        </w:rPr>
        <w:t xml:space="preserve"> فرمودند: كسى كه با دو چهره و دو زبان با مسلمانان روبرو شود، روز قيامت در حالى مى آيد كه دو زبان از آتش دارد.</w:t>
      </w:r>
    </w:p>
    <w:p w:rsidR="00A679DB" w:rsidRDefault="00A679DB" w:rsidP="00A679DB">
      <w:pPr>
        <w:pStyle w:val="libNormal"/>
        <w:rPr>
          <w:rtl/>
        </w:rPr>
      </w:pPr>
      <w:r>
        <w:rPr>
          <w:rtl/>
        </w:rPr>
        <w:t xml:space="preserve">حديث : ٢ حدثنى محمد بن الحسن رضى الله عنه قال حدثنى محمدبن الحسن الصفار، عن المنبه بن عبدالله عن الحسين بن علوان عن عمروبن خالد عن زيد بن على عن ابائه عن على </w:t>
      </w:r>
      <w:r w:rsidR="00DC5255" w:rsidRPr="00910FC2">
        <w:rPr>
          <w:rStyle w:val="libAlaemChar"/>
          <w:rtl/>
        </w:rPr>
        <w:t>عليهم‌السلام</w:t>
      </w:r>
      <w:r w:rsidR="00DC5255">
        <w:rPr>
          <w:rtl/>
        </w:rPr>
        <w:t xml:space="preserve"> </w:t>
      </w:r>
      <w:r>
        <w:rPr>
          <w:rtl/>
        </w:rPr>
        <w:t xml:space="preserve">قال قال رسول الله </w:t>
      </w:r>
      <w:r w:rsidR="00E60DFB" w:rsidRPr="00910FC2">
        <w:rPr>
          <w:rStyle w:val="libAlaemChar"/>
          <w:rtl/>
        </w:rPr>
        <w:t>صلى‌الله‌عليه‌وآله</w:t>
      </w:r>
      <w:r w:rsidR="00E60DFB">
        <w:rPr>
          <w:rtl/>
        </w:rPr>
        <w:t xml:space="preserve"> </w:t>
      </w:r>
      <w:r>
        <w:rPr>
          <w:rtl/>
        </w:rPr>
        <w:t>يجى يوم القيامه ذوالوجهين دالعا لسانه فى قفاه و آخر من قدامه يلتهبان نارا حتى يلهبا جسده ثم يقال له هذا الذى فى الدنيا ذوالجهين و لسانين يعرف بذلك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زيد بن على از پدرانش </w:t>
      </w:r>
      <w:r w:rsidR="00DC5255" w:rsidRPr="00910FC2">
        <w:rPr>
          <w:rStyle w:val="libAlaemChar"/>
          <w:rtl/>
        </w:rPr>
        <w:t>عليهم‌السلام</w:t>
      </w:r>
      <w:r w:rsidR="00DC5255">
        <w:rPr>
          <w:rtl/>
        </w:rPr>
        <w:t xml:space="preserve"> </w:t>
      </w:r>
      <w:r>
        <w:rPr>
          <w:rtl/>
        </w:rPr>
        <w:t xml:space="preserve">از امير المومنين </w:t>
      </w:r>
      <w:r w:rsidRPr="00910FC2">
        <w:rPr>
          <w:rStyle w:val="libAlaemChar"/>
          <w:rtl/>
        </w:rPr>
        <w:t>عليه‌السلام</w:t>
      </w:r>
      <w:r>
        <w:rPr>
          <w:rtl/>
        </w:rPr>
        <w:t xml:space="preserve"> روايت مى كند كه رسول خدا </w:t>
      </w:r>
      <w:r w:rsidR="00E60DFB" w:rsidRPr="00910FC2">
        <w:rPr>
          <w:rStyle w:val="libAlaemChar"/>
          <w:rtl/>
        </w:rPr>
        <w:t>صلى‌الله‌عليه‌وآله</w:t>
      </w:r>
      <w:r w:rsidR="00E60DFB">
        <w:rPr>
          <w:rtl/>
        </w:rPr>
        <w:t xml:space="preserve"> </w:t>
      </w:r>
      <w:r>
        <w:rPr>
          <w:rtl/>
        </w:rPr>
        <w:t>فرمودند: انسان دو رو در روز قيامت در حالى مى آيد كه يك زبانش از پشت گردن و زبان ديگرش از جلو بيرون آمده است و در آتش شعله ور هستند تا همه بدنش را در آتش شعله ور نمايند. سپس درباره او مى گويند: اين همان كسى است كه در دنيا دو چهره و دو زبان بود. و در روز قيامت با همين خصوصيات او را خواهند شناخت .</w:t>
      </w:r>
    </w:p>
    <w:p w:rsidR="00A679DB" w:rsidRDefault="00A679DB" w:rsidP="00A679DB">
      <w:pPr>
        <w:pStyle w:val="libNormal"/>
        <w:rPr>
          <w:rtl/>
        </w:rPr>
      </w:pPr>
      <w:r>
        <w:rPr>
          <w:rtl/>
        </w:rPr>
        <w:lastRenderedPageBreak/>
        <w:t xml:space="preserve">حديث : ٣ ابى رحمه الله قال حدثنى سعد بن عبدالله عن احمد بن محمد عن عثمان بن عيسى عن عبدالله بن مسكان عن ابى شيبه الزهرى عن ابى جعفر </w:t>
      </w:r>
      <w:r w:rsidRPr="00910FC2">
        <w:rPr>
          <w:rStyle w:val="libAlaemChar"/>
          <w:rtl/>
        </w:rPr>
        <w:t>عليه‌السلام</w:t>
      </w:r>
      <w:r>
        <w:rPr>
          <w:rtl/>
        </w:rPr>
        <w:t xml:space="preserve"> قال بئس العبد عبد يكون ذاوجهين و ذا لسانين يطرى اخاه شاهدا و ياكله غائبا ان اعطى حسده و ان ابتلى خذله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باقر </w:t>
      </w:r>
      <w:r w:rsidRPr="00910FC2">
        <w:rPr>
          <w:rStyle w:val="libAlaemChar"/>
          <w:rtl/>
        </w:rPr>
        <w:t>عليه‌السلام</w:t>
      </w:r>
      <w:r>
        <w:rPr>
          <w:rtl/>
        </w:rPr>
        <w:t xml:space="preserve"> فرمودند: بنده دو رو و دو زبان بنده بدى است : در حضور برادرش او را خيلى ستايش مى كند و در غياب او گوشتش را مى خورد (با غيبت كردن از او) اگر نعمتى به او بدهند، به او حسد مى ورزد و اگر گرفتار شود، به او كمك نمى كند.</w:t>
      </w:r>
    </w:p>
    <w:p w:rsidR="00A679DB" w:rsidRDefault="00A679DB" w:rsidP="00A679DB">
      <w:pPr>
        <w:pStyle w:val="libNormal"/>
        <w:rPr>
          <w:rtl/>
        </w:rPr>
      </w:pPr>
      <w:r>
        <w:rPr>
          <w:rtl/>
        </w:rPr>
        <w:t xml:space="preserve">حديث : ٤ و بهذاالاسناد عن عبدالله بن مسكان عن داود بن فرقد عن ابى شيبه الزهرى عن ابى جعفر </w:t>
      </w:r>
      <w:r w:rsidRPr="00910FC2">
        <w:rPr>
          <w:rStyle w:val="libAlaemChar"/>
          <w:rtl/>
        </w:rPr>
        <w:t>عليه‌السلام</w:t>
      </w:r>
      <w:r>
        <w:rPr>
          <w:rtl/>
        </w:rPr>
        <w:t xml:space="preserve"> قال بئس العبد عبد همزه يقبل بوجه و يدبر بآخر.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باقر </w:t>
      </w:r>
      <w:r w:rsidRPr="00910FC2">
        <w:rPr>
          <w:rStyle w:val="libAlaemChar"/>
          <w:rtl/>
        </w:rPr>
        <w:t>عليه‌السلام</w:t>
      </w:r>
      <w:r>
        <w:rPr>
          <w:rtl/>
        </w:rPr>
        <w:t xml:space="preserve"> فرمودند: بنده بدگوى خرده گير، بنده بدى است ، با چهره اى با انسان روبرو مى شود و با چهره اى ديگر پشت مى كند.</w:t>
      </w:r>
    </w:p>
    <w:p w:rsidR="00A679DB" w:rsidRDefault="00A679DB" w:rsidP="00A679DB">
      <w:pPr>
        <w:pStyle w:val="libNormal"/>
        <w:rPr>
          <w:rtl/>
        </w:rPr>
      </w:pPr>
      <w:r>
        <w:rPr>
          <w:rtl/>
        </w:rPr>
        <w:t>حديث : ٥ حدثنى محمد بن موسى بن المتوكل رضى الله عنه قال حدثنى على بن الحسين السعد آبادى عن احمد بن ابى عبدالله قال حدثنى عده من اصحابنا عن على بن اسباط عن عبدالرحمن بن ابى حماد رفعه قال قال الله عزوجل لعيسى بن مريم</w:t>
      </w:r>
      <w:r w:rsidR="00910FC2">
        <w:rPr>
          <w:rFonts w:hint="cs"/>
          <w:rtl/>
        </w:rPr>
        <w:t xml:space="preserve"> </w:t>
      </w:r>
      <w:r w:rsidR="00DC5255" w:rsidRPr="00910FC2">
        <w:rPr>
          <w:rStyle w:val="libAlaemChar"/>
          <w:rtl/>
        </w:rPr>
        <w:t>عليهم‌السلام</w:t>
      </w:r>
      <w:r w:rsidR="00DC5255">
        <w:rPr>
          <w:rtl/>
        </w:rPr>
        <w:t xml:space="preserve"> </w:t>
      </w:r>
      <w:r>
        <w:rPr>
          <w:rtl/>
        </w:rPr>
        <w:t>يا عيسى ليكن لسانك فى السر و العلانيه لسانا واحدا و كذلك قلبك انى احذر نفسك و كفى بى خبيرا لا يصلح لسانان فى فم واحد و لا سيفان فى غمد واحد و لا قلبان فى صدر واحد و كذلك الاذهان .</w:t>
      </w:r>
    </w:p>
    <w:p w:rsidR="00A679DB" w:rsidRDefault="00A679DB" w:rsidP="00A679DB">
      <w:pPr>
        <w:pStyle w:val="libNormal"/>
        <w:rPr>
          <w:rtl/>
        </w:rPr>
      </w:pPr>
      <w:r>
        <w:rPr>
          <w:rtl/>
        </w:rPr>
        <w:t>ترجمه :</w:t>
      </w:r>
    </w:p>
    <w:p w:rsidR="00A679DB" w:rsidRDefault="00A679DB" w:rsidP="00910FC2">
      <w:pPr>
        <w:pStyle w:val="libNormal"/>
        <w:rPr>
          <w:rtl/>
        </w:rPr>
      </w:pPr>
      <w:r>
        <w:rPr>
          <w:rtl/>
        </w:rPr>
        <w:lastRenderedPageBreak/>
        <w:t xml:space="preserve">٥. خداوند عزوجل به حضرت عيسى </w:t>
      </w:r>
      <w:r w:rsidRPr="00910FC2">
        <w:rPr>
          <w:rStyle w:val="libAlaemChar"/>
          <w:rtl/>
        </w:rPr>
        <w:t>عليه‌السلام</w:t>
      </w:r>
      <w:r>
        <w:rPr>
          <w:rtl/>
        </w:rPr>
        <w:t xml:space="preserve"> فرمودند: اى عيسى ! زبان تو در نهان و </w:t>
      </w:r>
      <w:r w:rsidR="00910FC2">
        <w:rPr>
          <w:rFonts w:hint="cs"/>
          <w:rtl/>
        </w:rPr>
        <w:t>آ</w:t>
      </w:r>
      <w:r>
        <w:rPr>
          <w:rtl/>
        </w:rPr>
        <w:t>شكار بايد يك زبان باشد و همچنين دلت . تو را پرهيز مى دهم از دورويى و دو زبانى . و همين كه من از احوال تو آگاهى دارم ، بايد براى تو كافى باشد. دو زبان در يك دهان ، دو شمشير در يك غلاف و دو قلب در يك سينه جاى نمى گيرند و ذهن و حافظه نيز همين طور است .</w:t>
      </w:r>
    </w:p>
    <w:p w:rsidR="00A679DB" w:rsidRDefault="00A679DB" w:rsidP="00A679DB">
      <w:pPr>
        <w:pStyle w:val="libNormal"/>
        <w:rPr>
          <w:rtl/>
        </w:rPr>
      </w:pPr>
    </w:p>
    <w:p w:rsidR="00A679DB" w:rsidRDefault="00A679DB" w:rsidP="00A679DB">
      <w:pPr>
        <w:pStyle w:val="libNormal"/>
        <w:rPr>
          <w:rtl/>
        </w:rPr>
      </w:pPr>
      <w:r>
        <w:rPr>
          <w:rtl/>
        </w:rPr>
        <w:t>عقاب من يلعن غير مستحق اللعنه</w:t>
      </w:r>
    </w:p>
    <w:p w:rsidR="00A679DB" w:rsidRDefault="00910FC2" w:rsidP="00A679DB">
      <w:pPr>
        <w:pStyle w:val="libNormal"/>
        <w:rPr>
          <w:rtl/>
        </w:rPr>
      </w:pPr>
      <w:r>
        <w:rPr>
          <w:rtl/>
        </w:rPr>
        <w:br w:type="page"/>
      </w:r>
    </w:p>
    <w:p w:rsidR="00A679DB" w:rsidRDefault="00A679DB" w:rsidP="00910FC2">
      <w:pPr>
        <w:pStyle w:val="Heading2"/>
        <w:rPr>
          <w:rtl/>
        </w:rPr>
      </w:pPr>
      <w:bookmarkStart w:id="549" w:name="_Toc449617606"/>
      <w:r>
        <w:rPr>
          <w:rtl/>
        </w:rPr>
        <w:t>مجازات لعنت كردن غير مستحق لعنت</w:t>
      </w:r>
      <w:bookmarkEnd w:id="549"/>
    </w:p>
    <w:p w:rsidR="00A679DB" w:rsidRDefault="00A679DB" w:rsidP="00A679DB">
      <w:pPr>
        <w:pStyle w:val="libNormal"/>
        <w:rPr>
          <w:rtl/>
        </w:rPr>
      </w:pPr>
      <w:r>
        <w:rPr>
          <w:rtl/>
        </w:rPr>
        <w:t>حديث : ١ ابى رحمه الله قال حدثنى سعد بن عبدالله عن احمد بن محمد عن الوشاء عن على بن ابى حمزه قال : سمعت ابا عبدالله عليه‌السلام يقول ان اللعنه اذا خرجت من فى صاحبها ترددت فان وجدت مساغا و الا رجعت على صاحبها.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910FC2">
        <w:rPr>
          <w:rStyle w:val="libAlaemChar"/>
          <w:rtl/>
        </w:rPr>
        <w:t>عليه‌السلام</w:t>
      </w:r>
      <w:r>
        <w:rPr>
          <w:rtl/>
        </w:rPr>
        <w:t xml:space="preserve"> شنيدم كه فرمودند: بدون ترديد هنگامى كه لعنت از دهان گوينده آن بيرون آيد، رفت و آمد مى كند، اگر كسى را سزاوار آن يافت ، بر آن فرود مى آيد و گرنه بر گوينده آن فرود مى آيد.</w:t>
      </w:r>
    </w:p>
    <w:p w:rsidR="00A679DB" w:rsidRDefault="00A679DB" w:rsidP="00A679DB">
      <w:pPr>
        <w:pStyle w:val="libNormal"/>
        <w:rPr>
          <w:rtl/>
        </w:rPr>
      </w:pPr>
    </w:p>
    <w:p w:rsidR="00A679DB" w:rsidRDefault="00A679DB" w:rsidP="00A679DB">
      <w:pPr>
        <w:pStyle w:val="libNormal"/>
        <w:rPr>
          <w:rtl/>
        </w:rPr>
      </w:pPr>
      <w:r>
        <w:rPr>
          <w:rtl/>
        </w:rPr>
        <w:t>عقاب من شهد على مومن بكفر</w:t>
      </w:r>
    </w:p>
    <w:p w:rsidR="00A679DB" w:rsidRDefault="00910FC2" w:rsidP="00A679DB">
      <w:pPr>
        <w:pStyle w:val="libNormal"/>
        <w:rPr>
          <w:rtl/>
        </w:rPr>
      </w:pPr>
      <w:r>
        <w:rPr>
          <w:rtl/>
        </w:rPr>
        <w:br w:type="page"/>
      </w:r>
    </w:p>
    <w:p w:rsidR="00A679DB" w:rsidRDefault="00A679DB" w:rsidP="00910FC2">
      <w:pPr>
        <w:pStyle w:val="Heading2"/>
        <w:rPr>
          <w:rtl/>
        </w:rPr>
      </w:pPr>
      <w:bookmarkStart w:id="550" w:name="_Toc449617607"/>
      <w:r>
        <w:rPr>
          <w:rtl/>
        </w:rPr>
        <w:t>مجازات شهادت دادن به كفر مومن</w:t>
      </w:r>
      <w:bookmarkEnd w:id="550"/>
    </w:p>
    <w:p w:rsidR="00A679DB" w:rsidRDefault="00A679DB" w:rsidP="00A679DB">
      <w:pPr>
        <w:pStyle w:val="libNormal"/>
        <w:rPr>
          <w:rtl/>
        </w:rPr>
      </w:pPr>
      <w:r>
        <w:rPr>
          <w:rtl/>
        </w:rPr>
        <w:t xml:space="preserve">حديث : ١ ابى رحمه الله قال حدثنى احمد بن ادريس عن احمد بن ابى عبدالله عن ابيه عن احمد بن النضر عن عمرو بن شمر عن جابر عن ابى جعفر </w:t>
      </w:r>
      <w:r w:rsidRPr="00910FC2">
        <w:rPr>
          <w:rStyle w:val="libAlaemChar"/>
          <w:rtl/>
        </w:rPr>
        <w:t>عليه‌السلام</w:t>
      </w:r>
      <w:r>
        <w:rPr>
          <w:rtl/>
        </w:rPr>
        <w:t xml:space="preserve"> قال ما شهد رجل على رجل بكفر قط باء به احدهما ان كان شهد على كافر صدق و ان كان مومنا رجع الكفر عليه و آياكم و الطعن على المومنين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910FC2">
        <w:rPr>
          <w:rStyle w:val="libAlaemChar"/>
          <w:rtl/>
        </w:rPr>
        <w:t>عليه‌السلام</w:t>
      </w:r>
      <w:r>
        <w:rPr>
          <w:rtl/>
        </w:rPr>
        <w:t xml:space="preserve"> فرمودند: اگر مردى شهادت به كفر مرد ديگرى بدهد، از يكى از دو حال خارج نيست : يا شهادت به كفر كافرى مى دهد كه در اين صورت راست گفته است ، يا شهادت به كفر مومنى مى دهد كه در اين صورت كفر به خود او باز مى گردد. و مبادا مومنين را بدنام كنيد.</w:t>
      </w:r>
    </w:p>
    <w:p w:rsidR="00A679DB" w:rsidRDefault="00A679DB" w:rsidP="00A679DB">
      <w:pPr>
        <w:pStyle w:val="libNormal"/>
        <w:rPr>
          <w:rtl/>
        </w:rPr>
      </w:pPr>
    </w:p>
    <w:p w:rsidR="00A679DB" w:rsidRDefault="00A679DB" w:rsidP="00A679DB">
      <w:pPr>
        <w:pStyle w:val="libNormal"/>
        <w:rPr>
          <w:rtl/>
        </w:rPr>
      </w:pPr>
      <w:r>
        <w:rPr>
          <w:rtl/>
        </w:rPr>
        <w:t>عقاب من مكر او خدع</w:t>
      </w:r>
    </w:p>
    <w:p w:rsidR="00A679DB" w:rsidRDefault="00910FC2" w:rsidP="00A679DB">
      <w:pPr>
        <w:pStyle w:val="libNormal"/>
        <w:rPr>
          <w:rtl/>
        </w:rPr>
      </w:pPr>
      <w:r>
        <w:rPr>
          <w:rtl/>
        </w:rPr>
        <w:br w:type="page"/>
      </w:r>
    </w:p>
    <w:p w:rsidR="00A679DB" w:rsidRDefault="00A679DB" w:rsidP="00910FC2">
      <w:pPr>
        <w:pStyle w:val="Heading2"/>
        <w:rPr>
          <w:rtl/>
        </w:rPr>
      </w:pPr>
      <w:bookmarkStart w:id="551" w:name="_Toc449617608"/>
      <w:r>
        <w:rPr>
          <w:rtl/>
        </w:rPr>
        <w:t>مجازات نيرنگ و فريب</w:t>
      </w:r>
      <w:bookmarkEnd w:id="551"/>
    </w:p>
    <w:p w:rsidR="00A679DB" w:rsidRDefault="00A679DB" w:rsidP="00A679DB">
      <w:pPr>
        <w:pStyle w:val="libNormal"/>
        <w:rPr>
          <w:rtl/>
        </w:rPr>
      </w:pPr>
      <w:r>
        <w:rPr>
          <w:rtl/>
        </w:rPr>
        <w:t xml:space="preserve">حديث : ١ ابى رحمه الله قال حدثنى على بن ابراهيم عن ابيه عن النوفلى عن السكونى عن جعفر بن محمد عن ابيه عن آبائه </w:t>
      </w:r>
      <w:r w:rsidR="00DC5255" w:rsidRPr="00910FC2">
        <w:rPr>
          <w:rStyle w:val="libAlaemChar"/>
          <w:rtl/>
        </w:rPr>
        <w:t>عليهم‌السلام</w:t>
      </w:r>
      <w:r w:rsidR="00DC5255">
        <w:rPr>
          <w:rtl/>
        </w:rPr>
        <w:t xml:space="preserve"> </w:t>
      </w:r>
      <w:r>
        <w:rPr>
          <w:rtl/>
        </w:rPr>
        <w:t xml:space="preserve">قال قال رسول الله </w:t>
      </w:r>
      <w:r w:rsidR="00E60DFB" w:rsidRPr="00910FC2">
        <w:rPr>
          <w:rStyle w:val="libAlaemChar"/>
          <w:rtl/>
        </w:rPr>
        <w:t>صلى‌الله‌عليه‌وآله</w:t>
      </w:r>
      <w:r w:rsidR="00E60DFB">
        <w:rPr>
          <w:rtl/>
        </w:rPr>
        <w:t xml:space="preserve"> </w:t>
      </w:r>
      <w:r>
        <w:rPr>
          <w:rtl/>
        </w:rPr>
        <w:t>ليس منا من ماكر مسلما.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910FC2">
        <w:rPr>
          <w:rStyle w:val="libAlaemChar"/>
          <w:rtl/>
        </w:rPr>
        <w:t>عليه‌السلام</w:t>
      </w:r>
      <w:r>
        <w:rPr>
          <w:rtl/>
        </w:rPr>
        <w:t xml:space="preserve"> از پدرانش </w:t>
      </w:r>
      <w:r w:rsidR="00DC5255" w:rsidRPr="00910FC2">
        <w:rPr>
          <w:rStyle w:val="libAlaemChar"/>
          <w:rtl/>
        </w:rPr>
        <w:t>عليهم‌السلام</w:t>
      </w:r>
      <w:r w:rsidR="00DC5255">
        <w:rPr>
          <w:rtl/>
        </w:rPr>
        <w:t xml:space="preserve"> </w:t>
      </w:r>
      <w:r>
        <w:rPr>
          <w:rtl/>
        </w:rPr>
        <w:t xml:space="preserve">روايت مى نمايد كه رسول خدا </w:t>
      </w:r>
      <w:r w:rsidR="00E60DFB" w:rsidRPr="00910FC2">
        <w:rPr>
          <w:rStyle w:val="libAlaemChar"/>
          <w:rtl/>
        </w:rPr>
        <w:t>صلى‌الله‌عليه‌وآله</w:t>
      </w:r>
      <w:r w:rsidR="00E60DFB">
        <w:rPr>
          <w:rtl/>
        </w:rPr>
        <w:t xml:space="preserve"> </w:t>
      </w:r>
      <w:r>
        <w:rPr>
          <w:rtl/>
        </w:rPr>
        <w:t>فرمودند: كسى كه مسلمانى را بفريبد از ما نيست .</w:t>
      </w:r>
    </w:p>
    <w:p w:rsidR="00A679DB" w:rsidRDefault="00A679DB" w:rsidP="00A679DB">
      <w:pPr>
        <w:pStyle w:val="libNormal"/>
        <w:rPr>
          <w:rtl/>
        </w:rPr>
      </w:pPr>
      <w:r>
        <w:rPr>
          <w:rtl/>
        </w:rPr>
        <w:t xml:space="preserve">حديث : ٢ حدثنى محمد بن الحسن رضى الله عنه قال حدثنى محمد بن الحسن الصفار عن يعقوب بن يزيد عن محمد بن ابى عمير عن هشام بن سالم رفعه قال قال على </w:t>
      </w:r>
      <w:r w:rsidRPr="00910FC2">
        <w:rPr>
          <w:rStyle w:val="libAlaemChar"/>
          <w:rtl/>
        </w:rPr>
        <w:t>عليه‌السلام</w:t>
      </w:r>
      <w:r>
        <w:rPr>
          <w:rtl/>
        </w:rPr>
        <w:t xml:space="preserve"> لولا ان المكر و الخديعه فى النار لكنت امكر العرب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امير المومنين </w:t>
      </w:r>
      <w:r w:rsidRPr="00910FC2">
        <w:rPr>
          <w:rStyle w:val="libAlaemChar"/>
          <w:rtl/>
        </w:rPr>
        <w:t>عليه‌السلام</w:t>
      </w:r>
      <w:r>
        <w:rPr>
          <w:rtl/>
        </w:rPr>
        <w:t xml:space="preserve"> فرمودند: اگر نبود كه بدون شك نيرنگ و فريب در جهنم هستند، قطعا من نيرنگ بازترين عرب بودم .</w:t>
      </w:r>
    </w:p>
    <w:p w:rsidR="00A679DB" w:rsidRDefault="00A679DB" w:rsidP="00A679DB">
      <w:pPr>
        <w:pStyle w:val="libNormal"/>
        <w:rPr>
          <w:rtl/>
        </w:rPr>
      </w:pPr>
      <w:r>
        <w:rPr>
          <w:rtl/>
        </w:rPr>
        <w:t xml:space="preserve">حديث : ٣ حدثنى احمد بن محمد قال حدثنى سعد بن عبدالله عن احمد بن محمد عن محمد بن سنان عن ابى الجارود قال حدثنى حبيب بن سنان عن زاذان قال سمعت عليا </w:t>
      </w:r>
      <w:r w:rsidRPr="00910FC2">
        <w:rPr>
          <w:rStyle w:val="libAlaemChar"/>
          <w:rtl/>
        </w:rPr>
        <w:t>عليه‌السلام</w:t>
      </w:r>
      <w:r>
        <w:rPr>
          <w:rtl/>
        </w:rPr>
        <w:t xml:space="preserve"> يقول لولا انى سمعت رسول الله </w:t>
      </w:r>
      <w:r w:rsidR="00E60DFB">
        <w:rPr>
          <w:rtl/>
        </w:rPr>
        <w:t xml:space="preserve">صلى‌الله‌عليه‌وآله </w:t>
      </w:r>
      <w:r>
        <w:rPr>
          <w:rtl/>
        </w:rPr>
        <w:t>يقول ان المكر و الخديعه و الخيانه فى النار لكنت امكر العرب .</w:t>
      </w:r>
    </w:p>
    <w:p w:rsidR="00A679DB" w:rsidRDefault="00A679DB" w:rsidP="00A679DB">
      <w:pPr>
        <w:pStyle w:val="libNormal"/>
        <w:rPr>
          <w:rtl/>
        </w:rPr>
      </w:pPr>
      <w:r>
        <w:rPr>
          <w:rtl/>
        </w:rPr>
        <w:t>ترجمه :</w:t>
      </w:r>
    </w:p>
    <w:p w:rsidR="00910FC2" w:rsidRDefault="00A679DB" w:rsidP="00910FC2">
      <w:pPr>
        <w:pStyle w:val="libNormal"/>
        <w:rPr>
          <w:rtl/>
        </w:rPr>
      </w:pPr>
      <w:r>
        <w:rPr>
          <w:rtl/>
        </w:rPr>
        <w:t xml:space="preserve">٣. راوى مى گويد از امام على </w:t>
      </w:r>
      <w:r w:rsidRPr="00910FC2">
        <w:rPr>
          <w:rStyle w:val="libAlaemChar"/>
          <w:rtl/>
        </w:rPr>
        <w:t>عليه‌السلام</w:t>
      </w:r>
      <w:r>
        <w:rPr>
          <w:rtl/>
        </w:rPr>
        <w:t xml:space="preserve"> شنيدم كه فرمودند: اگر از رسول خدا </w:t>
      </w:r>
      <w:r w:rsidR="00E60DFB" w:rsidRPr="00910FC2">
        <w:rPr>
          <w:rStyle w:val="libAlaemChar"/>
          <w:rtl/>
        </w:rPr>
        <w:t>صلى‌الله‌عليه‌وآله</w:t>
      </w:r>
      <w:r w:rsidR="00E60DFB">
        <w:rPr>
          <w:rtl/>
        </w:rPr>
        <w:t xml:space="preserve"> </w:t>
      </w:r>
      <w:r>
        <w:rPr>
          <w:rtl/>
        </w:rPr>
        <w:t>نشنيده بودم كه فرمودند: بدون ترديد نيرنگ و فريب و خيانت در جهنم است ، قطعا نيرنگ بازترين عرب بودم .</w:t>
      </w:r>
    </w:p>
    <w:p w:rsidR="00A679DB" w:rsidRDefault="00910FC2" w:rsidP="00910FC2">
      <w:pPr>
        <w:pStyle w:val="Heading2"/>
        <w:rPr>
          <w:rtl/>
        </w:rPr>
      </w:pPr>
      <w:r>
        <w:rPr>
          <w:rtl/>
        </w:rPr>
        <w:br w:type="page"/>
      </w:r>
      <w:bookmarkStart w:id="552" w:name="_Toc449617609"/>
      <w:r w:rsidR="00A679DB">
        <w:rPr>
          <w:rtl/>
        </w:rPr>
        <w:lastRenderedPageBreak/>
        <w:t>مجازات ظلم .</w:t>
      </w:r>
      <w:bookmarkEnd w:id="552"/>
    </w:p>
    <w:p w:rsidR="00A679DB" w:rsidRDefault="00A679DB" w:rsidP="00A679DB">
      <w:pPr>
        <w:pStyle w:val="libNormal"/>
        <w:rPr>
          <w:rtl/>
        </w:rPr>
      </w:pPr>
      <w:r>
        <w:rPr>
          <w:rtl/>
        </w:rPr>
        <w:t xml:space="preserve">حديث : ١ ابى رحمه الله قال حدثنى سعد بن عبدالله عن احمد بن محمد عن الحسن بن على بن فضال عن على بن عقبه عن سماعه بن مهران عن عبدالله بن سليمان عن ابى جعفر </w:t>
      </w:r>
      <w:r w:rsidRPr="00910FC2">
        <w:rPr>
          <w:rStyle w:val="libAlaemChar"/>
          <w:rtl/>
        </w:rPr>
        <w:t>عليه‌السلام</w:t>
      </w:r>
      <w:r>
        <w:rPr>
          <w:rtl/>
        </w:rPr>
        <w:t xml:space="preserve"> قال الظلم فى الدنيا هو الظلمات فى الاخره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910FC2">
        <w:rPr>
          <w:rStyle w:val="libAlaemChar"/>
          <w:rtl/>
        </w:rPr>
        <w:t>عليه‌السلام</w:t>
      </w:r>
      <w:r>
        <w:rPr>
          <w:rtl/>
        </w:rPr>
        <w:t xml:space="preserve"> فرمودند: ظلم در دنيا تاريكى در آخرت است .</w:t>
      </w:r>
    </w:p>
    <w:p w:rsidR="00A679DB" w:rsidRDefault="00A679DB" w:rsidP="00A679DB">
      <w:pPr>
        <w:pStyle w:val="libNormal"/>
        <w:rPr>
          <w:rtl/>
        </w:rPr>
      </w:pPr>
      <w:r>
        <w:rPr>
          <w:rtl/>
        </w:rPr>
        <w:t xml:space="preserve">حديث : ٢ و بهذاالاسناد عن احمد بن محمد عن عبدالله بن محمد الحجال عن غالب بن محمد عمن ذكره عن ابى عبدالله </w:t>
      </w:r>
      <w:r w:rsidRPr="00910FC2">
        <w:rPr>
          <w:rStyle w:val="libAlaemChar"/>
          <w:rtl/>
        </w:rPr>
        <w:t>عليه‌السلام</w:t>
      </w:r>
      <w:r>
        <w:rPr>
          <w:rtl/>
        </w:rPr>
        <w:t xml:space="preserve"> فى قول الله عزوجل «ان ربك لبالمرصاد» قال قنطره على الصراط لا يجوزها عبد بمظلمه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910FC2">
        <w:rPr>
          <w:rStyle w:val="libAlaemChar"/>
          <w:rtl/>
        </w:rPr>
        <w:t>عليه‌السلام</w:t>
      </w:r>
      <w:r>
        <w:rPr>
          <w:rtl/>
        </w:rPr>
        <w:t xml:space="preserve"> در توضيح «كمينگاه» در آيه شريفه «همانا پروردگارت در كمينگاه است» </w:t>
      </w:r>
      <w:r w:rsidRPr="00910FC2">
        <w:rPr>
          <w:rStyle w:val="libFootnotenumChar"/>
          <w:rtl/>
        </w:rPr>
        <w:t>(١٦٥).</w:t>
      </w:r>
      <w:r>
        <w:rPr>
          <w:rtl/>
        </w:rPr>
        <w:t xml:space="preserve"> فرمودند: (كمينگاه) پلى است بر صراط كه اگر كسى مرتكب ظلمى شده باشد، نمى تواند از آن عبور كند.</w:t>
      </w:r>
    </w:p>
    <w:p w:rsidR="00A679DB" w:rsidRDefault="00A679DB" w:rsidP="00A679DB">
      <w:pPr>
        <w:pStyle w:val="libNormal"/>
        <w:rPr>
          <w:rtl/>
        </w:rPr>
      </w:pPr>
      <w:r>
        <w:rPr>
          <w:rtl/>
        </w:rPr>
        <w:t xml:space="preserve">حديث : ٣ و بهذاالاسناد عن احمد بن محمد عن على بن عيسى عن على بن سالم قال سمعت ابا عبدالله </w:t>
      </w:r>
      <w:r w:rsidRPr="00910FC2">
        <w:rPr>
          <w:rStyle w:val="libAlaemChar"/>
          <w:rtl/>
        </w:rPr>
        <w:t>عليه‌السلام</w:t>
      </w:r>
      <w:r>
        <w:rPr>
          <w:rtl/>
        </w:rPr>
        <w:t xml:space="preserve"> يقول ان الله عزوجل يقول و عزتى و جلالى لا اجيب دعوه مظلوم دعانى فى مظلمه ظلمها و لا حد عنده مثل تلك المظلمه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راوى مى گويد شنيدم كه امام صادق </w:t>
      </w:r>
      <w:r w:rsidRPr="00910FC2">
        <w:rPr>
          <w:rStyle w:val="libAlaemChar"/>
          <w:rtl/>
        </w:rPr>
        <w:t>عليه‌السلام</w:t>
      </w:r>
      <w:r>
        <w:rPr>
          <w:rtl/>
        </w:rPr>
        <w:t xml:space="preserve"> فرمودند: خداوند عزوجل مى فرمايند: دعاى كسى را كه به او ظلمى شده است ، درباره آن ظلم مستجاب نمى كنم ، اگر خود او نيز مرتكب چنين ظلمى در حق ديگرى شده باشد.</w:t>
      </w:r>
    </w:p>
    <w:p w:rsidR="00A679DB" w:rsidRDefault="00A679DB" w:rsidP="00A679DB">
      <w:pPr>
        <w:pStyle w:val="libNormal"/>
        <w:rPr>
          <w:rtl/>
        </w:rPr>
      </w:pPr>
      <w:r>
        <w:rPr>
          <w:rtl/>
        </w:rPr>
        <w:t xml:space="preserve">حديث : ٤ حدثنى محمد بن موسى بن المتوكل رضى الله عنه قال حدثنى عبدالله بن جعفر عن محمد بن الحسين عن الحسن بن محبوب عن اسحاق بن </w:t>
      </w:r>
      <w:r>
        <w:rPr>
          <w:rtl/>
        </w:rPr>
        <w:lastRenderedPageBreak/>
        <w:t xml:space="preserve">عمار عن ابى عبدالله </w:t>
      </w:r>
      <w:r w:rsidRPr="00910FC2">
        <w:rPr>
          <w:rStyle w:val="libAlaemChar"/>
          <w:rtl/>
        </w:rPr>
        <w:t>عليه‌السلام</w:t>
      </w:r>
      <w:r>
        <w:rPr>
          <w:rtl/>
        </w:rPr>
        <w:t xml:space="preserve"> قال ان الله عزوجل اوحى الى نبى من الانبياء فى مملكه جبار من الجبابره ان ائت هذا الجبار فقل له انى لم استعملك على سفك الدماء و اتخاذ الاموال و انما استعملتك لتكف عنى اصوات المظلمومين فانى لن ادع ظلامتهم و ان كانوا كفارا.</w:t>
      </w:r>
    </w:p>
    <w:p w:rsidR="00A679DB" w:rsidRDefault="00A679DB" w:rsidP="00A679DB">
      <w:pPr>
        <w:pStyle w:val="libNormal"/>
        <w:rPr>
          <w:rtl/>
        </w:rPr>
      </w:pPr>
      <w:r>
        <w:rPr>
          <w:rtl/>
        </w:rPr>
        <w:t>ترجمه :</w:t>
      </w:r>
    </w:p>
    <w:p w:rsidR="00A679DB" w:rsidRDefault="00A679DB" w:rsidP="00910FC2">
      <w:pPr>
        <w:pStyle w:val="libNormal"/>
        <w:rPr>
          <w:rtl/>
        </w:rPr>
      </w:pPr>
      <w:r>
        <w:rPr>
          <w:rtl/>
        </w:rPr>
        <w:t xml:space="preserve">٤. امام صادق </w:t>
      </w:r>
      <w:r w:rsidRPr="00910FC2">
        <w:rPr>
          <w:rStyle w:val="libAlaemChar"/>
          <w:rtl/>
        </w:rPr>
        <w:t>عليه‌السلام</w:t>
      </w:r>
      <w:r>
        <w:rPr>
          <w:rtl/>
        </w:rPr>
        <w:t xml:space="preserve"> فرمودند: همانا خداوند عزوجل ب</w:t>
      </w:r>
      <w:r w:rsidR="00910FC2">
        <w:rPr>
          <w:rFonts w:hint="cs"/>
          <w:rtl/>
        </w:rPr>
        <w:t>ه</w:t>
      </w:r>
      <w:r>
        <w:rPr>
          <w:rtl/>
        </w:rPr>
        <w:t xml:space="preserve"> يكى از پيامبران خود كه در يكى از كشورهاى گردنكشان بود، وحى نمود كه نزد آن گردنكش رفته و به او بگو: تو را حاكم بر مردم نگردانيدم تا خونريزى كرده و اموال مردم را بگيرى . تو را حكومت دادم تا صداى مظلمومان را از من باز دارى «و نگذارى صداى ناله و دعاى آنان كه ظالم را نفرين مى كنند به من برسد) و بدون شك ستمى را كه به آنان شده است نمى بخشم ، گرچه كافر باشند.</w:t>
      </w:r>
    </w:p>
    <w:p w:rsidR="00A679DB" w:rsidRDefault="00A679DB" w:rsidP="00A679DB">
      <w:pPr>
        <w:pStyle w:val="libNormal"/>
        <w:rPr>
          <w:rtl/>
        </w:rPr>
      </w:pPr>
      <w:r>
        <w:rPr>
          <w:rtl/>
        </w:rPr>
        <w:t>حديث : ٥ حدثنى محمد بن الحسن رضى الله عنه قال حدثنى محمد بن الحسن الصفار عن محمد بن الحسين بن ابى الخطاب عن على بن اسباط عن ابن سنان عن ابى خالد القماط الواسطى عن زيدبن على بن الحسين عن ابيه عليه‌السلام قال ما ياخذ المظلوم من دين الظالم اكثر مما ياخذ الظالم من دين المظلوم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زين العابدين </w:t>
      </w:r>
      <w:r w:rsidRPr="00910FC2">
        <w:rPr>
          <w:rStyle w:val="libAlaemChar"/>
          <w:rtl/>
        </w:rPr>
        <w:t>عليه‌السلام</w:t>
      </w:r>
      <w:r>
        <w:rPr>
          <w:rtl/>
        </w:rPr>
        <w:t xml:space="preserve"> فرمودند: آنچه مظلوم از دين ظالم مى گيرد، بيش از آن چيزى است كه ظالم از دنياى مظلوم مى گيرد.</w:t>
      </w:r>
    </w:p>
    <w:p w:rsidR="00A679DB" w:rsidRDefault="00A679DB" w:rsidP="00A679DB">
      <w:pPr>
        <w:pStyle w:val="libNormal"/>
        <w:rPr>
          <w:rtl/>
        </w:rPr>
      </w:pPr>
      <w:r>
        <w:rPr>
          <w:rtl/>
        </w:rPr>
        <w:t xml:space="preserve">حديث : ٦ ابى رحمه الله قال حدثنى على بن ابراهيم عن ابيه عن محمد بن ابى عمير عن عمروبن اذينه عن زراره عن ابى جعفر عليه‌السلام قال ما احد يظلم </w:t>
      </w:r>
      <w:r>
        <w:rPr>
          <w:rtl/>
        </w:rPr>
        <w:lastRenderedPageBreak/>
        <w:t>بمظلمه الا اخذه الله بها فى نفسه و ماله فاما الظلم بينه و بين الله عزوجل فاذا تاب غفر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٦. امام باقر </w:t>
      </w:r>
      <w:r w:rsidRPr="00910FC2">
        <w:rPr>
          <w:rStyle w:val="libAlaemChar"/>
          <w:rtl/>
        </w:rPr>
        <w:t>عليه‌السلام</w:t>
      </w:r>
      <w:r>
        <w:rPr>
          <w:rtl/>
        </w:rPr>
        <w:t xml:space="preserve"> فرمودند: كسى نيست كه مرتكب ظلمى شود، مگر اين كه خداوند او را مجازات جانى يا مالى مى نمايد. ولى ظلمى كه (فقط) بين او و خداوند عزوجل باشد ( و حق مردم در ميان نباشد)، وقتى از آن توبه كند، آمرزيده مى شود.</w:t>
      </w:r>
    </w:p>
    <w:p w:rsidR="00A679DB" w:rsidRDefault="00A679DB" w:rsidP="00A679DB">
      <w:pPr>
        <w:pStyle w:val="libNormal"/>
        <w:rPr>
          <w:rtl/>
        </w:rPr>
      </w:pPr>
      <w:r>
        <w:rPr>
          <w:rtl/>
        </w:rPr>
        <w:t>حديث : ٧ ابى رحمه الله قال حدثنى سعد بن عبدالله عن احمد بن محمد عن على بن الحكم عن ابى القاسم عن عثمان بن عبدالله عن محمد بن عبدالله الارقط عن جعفربن محمد</w:t>
      </w:r>
      <w:r w:rsidR="00DC5255">
        <w:rPr>
          <w:rtl/>
        </w:rPr>
        <w:t xml:space="preserve">عليهم‌السلام </w:t>
      </w:r>
      <w:r>
        <w:rPr>
          <w:rtl/>
        </w:rPr>
        <w:t>قال من ارتكب احدا بظلم بعث الله عزوجل عليه من يظلمه بمثله او على ولده او على عقبه من بعده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امام صادق </w:t>
      </w:r>
      <w:r w:rsidRPr="00910FC2">
        <w:rPr>
          <w:rStyle w:val="libAlaemChar"/>
          <w:rtl/>
        </w:rPr>
        <w:t>عليه‌السلام</w:t>
      </w:r>
      <w:r>
        <w:rPr>
          <w:rtl/>
        </w:rPr>
        <w:t xml:space="preserve"> فرمودند: اگر كسى به كسى ظلمى نمايد، خداوند عزوجل كسى را مى فرستد كه شبيه آن ظلم را به او يا پس از به فرزندانش يا نوه هايش بنمايد.</w:t>
      </w:r>
    </w:p>
    <w:p w:rsidR="00A679DB" w:rsidRDefault="00A679DB" w:rsidP="00A679DB">
      <w:pPr>
        <w:pStyle w:val="libNormal"/>
        <w:rPr>
          <w:rtl/>
        </w:rPr>
      </w:pPr>
      <w:r>
        <w:rPr>
          <w:rtl/>
        </w:rPr>
        <w:t xml:space="preserve">حديث : ٨ حدثنى محمد بن الحسن رضى الله عنه قال حدثنى محمد بن الحسن الصفار عن يعقوب بن يزيد عن حماد بن عيسى عن ربعى بن عبدالله عن فضيل بن يسار قال قال ابو عبدالله </w:t>
      </w:r>
      <w:r w:rsidRPr="00910FC2">
        <w:rPr>
          <w:rStyle w:val="libAlaemChar"/>
          <w:rtl/>
        </w:rPr>
        <w:t>عليه‌السلام</w:t>
      </w:r>
      <w:r>
        <w:rPr>
          <w:rtl/>
        </w:rPr>
        <w:t xml:space="preserve"> من اكل من مال اخيه ظلما و لم يرده و عليه اكل جذوبه من النار يوم القيامه .</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٨. امام صادق </w:t>
      </w:r>
      <w:r w:rsidRPr="00910FC2">
        <w:rPr>
          <w:rStyle w:val="libAlaemChar"/>
          <w:rtl/>
        </w:rPr>
        <w:t>عليه‌السلام</w:t>
      </w:r>
      <w:r>
        <w:rPr>
          <w:rtl/>
        </w:rPr>
        <w:t xml:space="preserve"> فرمودند: كسى كه مال برادر مسلمانش را ستمكارانه بخورد و آن را به وى باز نگرداند، در روز قيامت آتش سرخ شده و گل انداخته جهنم را خواهد خورد.</w:t>
      </w:r>
    </w:p>
    <w:p w:rsidR="00A679DB" w:rsidRDefault="00A679DB" w:rsidP="00A679DB">
      <w:pPr>
        <w:pStyle w:val="libNormal"/>
        <w:rPr>
          <w:rtl/>
        </w:rPr>
      </w:pPr>
      <w:r>
        <w:rPr>
          <w:rtl/>
        </w:rPr>
        <w:t xml:space="preserve">حديث : ٩ حدثنى محمد بن موسى بن المتوكل رضى الله عنه قال حدثنى عبدالله بن جعفر عن محمد بن الحسين بن ابى الخطاب عن الحسن بن محبوب عن هشام بن سالم عن ابى عبيده الحذاء قال قال ابو جعفر </w:t>
      </w:r>
      <w:r w:rsidRPr="00910FC2">
        <w:rPr>
          <w:rStyle w:val="libAlaemChar"/>
          <w:rtl/>
        </w:rPr>
        <w:t>عليه‌السلام</w:t>
      </w:r>
      <w:r>
        <w:rPr>
          <w:rtl/>
        </w:rPr>
        <w:t xml:space="preserve"> قال رسول الله </w:t>
      </w:r>
      <w:r w:rsidR="00E60DFB" w:rsidRPr="00910FC2">
        <w:rPr>
          <w:rStyle w:val="libAlaemChar"/>
          <w:rtl/>
        </w:rPr>
        <w:t>صلى‌الله‌عليه‌وآله</w:t>
      </w:r>
      <w:r w:rsidR="00E60DFB">
        <w:rPr>
          <w:rtl/>
        </w:rPr>
        <w:t xml:space="preserve"> </w:t>
      </w:r>
      <w:r>
        <w:rPr>
          <w:rtl/>
        </w:rPr>
        <w:t>من اقتطع مال مومن غصبا بغير حله لم يزل الله عزوجل معرضا عنه ما قتا لا عماله التى يعملها من البر و الخير لا يثبتها فى حسناته حتى يتوب و يرد المال الذى اخذه الى صاحبه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٩. امام باقر </w:t>
      </w:r>
      <w:r w:rsidRPr="00910FC2">
        <w:rPr>
          <w:rStyle w:val="libAlaemChar"/>
          <w:rtl/>
        </w:rPr>
        <w:t>عليه‌السلام</w:t>
      </w:r>
      <w:r>
        <w:rPr>
          <w:rtl/>
        </w:rPr>
        <w:t xml:space="preserve"> نقل مى نمايند كه رسول خدا </w:t>
      </w:r>
      <w:r w:rsidR="00E60DFB" w:rsidRPr="00910FC2">
        <w:rPr>
          <w:rStyle w:val="libAlaemChar"/>
          <w:rtl/>
        </w:rPr>
        <w:t>صلى‌الله‌عليه‌وآله</w:t>
      </w:r>
      <w:r w:rsidR="00E60DFB">
        <w:rPr>
          <w:rtl/>
        </w:rPr>
        <w:t xml:space="preserve"> </w:t>
      </w:r>
      <w:r>
        <w:rPr>
          <w:rtl/>
        </w:rPr>
        <w:t>فرمودند: كسى كه بدون رضايت و با غصب ، مال مومنى را بردارد، خداوند عزوجل پيوسته از او روگردان بوده و از كارهاى نيك و خير او متنفر خواهد بود. و تا زمانى كه توبه نكند و آن مالى را كه برداشته است به صاحبش باز نگرداند، خداوند آن اعمال نيك را در رديف كارهاى نيكش نمى نويسد.</w:t>
      </w:r>
    </w:p>
    <w:p w:rsidR="00A679DB" w:rsidRDefault="00A679DB" w:rsidP="00910FC2">
      <w:pPr>
        <w:pStyle w:val="libNormal"/>
        <w:rPr>
          <w:rtl/>
        </w:rPr>
      </w:pPr>
      <w:r>
        <w:rPr>
          <w:rtl/>
        </w:rPr>
        <w:t xml:space="preserve">حديث : ١٠ حدثنى محمد بن على ماجيلويه رضى الله عنه قال : حدثنى على بن ابراهيم عن ابيه عن النوفلى عن السكونى عن جعفر بن محمد عن ابائه </w:t>
      </w:r>
      <w:r w:rsidR="00DC5255" w:rsidRPr="00910FC2">
        <w:rPr>
          <w:rStyle w:val="libAlaemChar"/>
          <w:rtl/>
        </w:rPr>
        <w:t>عليهم‌السلام</w:t>
      </w:r>
      <w:r w:rsidR="00DC5255">
        <w:rPr>
          <w:rtl/>
        </w:rPr>
        <w:t xml:space="preserve"> </w:t>
      </w:r>
      <w:r>
        <w:rPr>
          <w:rtl/>
        </w:rPr>
        <w:t xml:space="preserve">قال قال امير المومنين </w:t>
      </w:r>
      <w:r w:rsidR="00910FC2" w:rsidRPr="00910FC2">
        <w:rPr>
          <w:rStyle w:val="libAlaemChar"/>
          <w:rtl/>
        </w:rPr>
        <w:t>عليهم‌السلام</w:t>
      </w:r>
      <w:r w:rsidR="00910FC2">
        <w:rPr>
          <w:rtl/>
        </w:rPr>
        <w:t xml:space="preserve"> </w:t>
      </w:r>
      <w:r>
        <w:rPr>
          <w:rtl/>
        </w:rPr>
        <w:t>اعظم الخطايا يا اقتطاع مال امر مسلم بغير حق .</w:t>
      </w:r>
    </w:p>
    <w:p w:rsidR="00A679DB" w:rsidRDefault="00A679DB" w:rsidP="00A679DB">
      <w:pPr>
        <w:pStyle w:val="libNormal"/>
        <w:rPr>
          <w:rtl/>
        </w:rPr>
      </w:pPr>
      <w:r>
        <w:rPr>
          <w:rtl/>
        </w:rPr>
        <w:t>ترجمه :</w:t>
      </w:r>
    </w:p>
    <w:p w:rsidR="00001BC8" w:rsidRDefault="00A679DB" w:rsidP="00A679DB">
      <w:pPr>
        <w:pStyle w:val="libNormal"/>
        <w:rPr>
          <w:rStyle w:val="libAlaemChar"/>
          <w:rFonts w:hint="cs"/>
          <w:rtl/>
        </w:rPr>
      </w:pPr>
      <w:r>
        <w:rPr>
          <w:rtl/>
        </w:rPr>
        <w:t xml:space="preserve">١٠. امام صادق </w:t>
      </w:r>
      <w:r w:rsidRPr="00910FC2">
        <w:rPr>
          <w:rStyle w:val="libAlaemChar"/>
          <w:rtl/>
        </w:rPr>
        <w:t>عليه‌السلام</w:t>
      </w:r>
      <w:r>
        <w:rPr>
          <w:rtl/>
        </w:rPr>
        <w:t xml:space="preserve"> از پدرانش </w:t>
      </w:r>
      <w:r w:rsidR="00DC5255" w:rsidRPr="00910FC2">
        <w:rPr>
          <w:rStyle w:val="libAlaemChar"/>
          <w:rtl/>
        </w:rPr>
        <w:t>عليهم‌السلام</w:t>
      </w:r>
      <w:r w:rsidR="00DC5255">
        <w:rPr>
          <w:rtl/>
        </w:rPr>
        <w:t xml:space="preserve"> </w:t>
      </w:r>
      <w:r>
        <w:rPr>
          <w:rtl/>
        </w:rPr>
        <w:t xml:space="preserve">روايت مى نمايد كه امير المومنين </w:t>
      </w:r>
      <w:r w:rsidRPr="00910FC2">
        <w:rPr>
          <w:rStyle w:val="libAlaemChar"/>
          <w:rtl/>
        </w:rPr>
        <w:t>عليه‌السلام</w:t>
      </w:r>
    </w:p>
    <w:p w:rsidR="00A679DB" w:rsidRDefault="00A679DB" w:rsidP="00A679DB">
      <w:pPr>
        <w:pStyle w:val="libNormal"/>
        <w:rPr>
          <w:rtl/>
        </w:rPr>
      </w:pPr>
      <w:r>
        <w:rPr>
          <w:rtl/>
        </w:rPr>
        <w:t xml:space="preserve"> فرمودند: بزرگترين خطاها برداشتن مال مسلمان بدون حق است .</w:t>
      </w:r>
    </w:p>
    <w:p w:rsidR="00A679DB" w:rsidRDefault="00A679DB" w:rsidP="00A679DB">
      <w:pPr>
        <w:pStyle w:val="libNormal"/>
        <w:rPr>
          <w:rtl/>
        </w:rPr>
      </w:pPr>
      <w:r>
        <w:rPr>
          <w:rtl/>
        </w:rPr>
        <w:lastRenderedPageBreak/>
        <w:t xml:space="preserve">حديث : ١١ ابى رحمه الله قال حدثنى سعد بن عبدالله عن احمد بن ابى عبدالله عن ابيه عن هارون بن الجهم عن حفص بن عمر عن ابى عبدالله </w:t>
      </w:r>
      <w:r w:rsidRPr="00001BC8">
        <w:rPr>
          <w:rStyle w:val="libAlaemChar"/>
          <w:rtl/>
        </w:rPr>
        <w:t>عليه‌السلام</w:t>
      </w:r>
      <w:r>
        <w:rPr>
          <w:rtl/>
        </w:rPr>
        <w:t xml:space="preserve"> قال قال على </w:t>
      </w:r>
      <w:r w:rsidRPr="00001BC8">
        <w:rPr>
          <w:rStyle w:val="libAlaemChar"/>
          <w:rtl/>
        </w:rPr>
        <w:t>عليه‌السلام</w:t>
      </w:r>
      <w:r>
        <w:rPr>
          <w:rtl/>
        </w:rPr>
        <w:t xml:space="preserve"> انما خاف القصاص من كف عن ظلم الناس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١١. امام صادق </w:t>
      </w:r>
      <w:r w:rsidRPr="00001BC8">
        <w:rPr>
          <w:rStyle w:val="libAlaemChar"/>
          <w:rtl/>
        </w:rPr>
        <w:t>عليه‌السلام</w:t>
      </w:r>
      <w:r>
        <w:rPr>
          <w:rtl/>
        </w:rPr>
        <w:t xml:space="preserve"> نقل مى نمايند كه امير المومنين </w:t>
      </w:r>
      <w:r w:rsidRPr="00001BC8">
        <w:rPr>
          <w:rStyle w:val="libAlaemChar"/>
          <w:rtl/>
        </w:rPr>
        <w:t>عليه‌السلام</w:t>
      </w:r>
      <w:r>
        <w:rPr>
          <w:rtl/>
        </w:rPr>
        <w:t xml:space="preserve"> فرمودند: فقط كسانى كه به مردم ظلم نمى كنند، از مجازات خداوند مى ترسند.</w:t>
      </w:r>
    </w:p>
    <w:p w:rsidR="00A679DB" w:rsidRDefault="00A679DB" w:rsidP="00A679DB">
      <w:pPr>
        <w:pStyle w:val="libNormal"/>
        <w:rPr>
          <w:rtl/>
        </w:rPr>
      </w:pPr>
      <w:r>
        <w:rPr>
          <w:rtl/>
        </w:rPr>
        <w:t xml:space="preserve">حديث : ١٢ ابى رحمه الله قال حدثنى على بن ابراهيم عن ابيه عن محمد بن ابى عمير عن حسين بن عثمان و محمد بن ابى حمزه عن ابى عبدالله </w:t>
      </w:r>
      <w:r w:rsidRPr="00001BC8">
        <w:rPr>
          <w:rStyle w:val="libAlaemChar"/>
          <w:rtl/>
        </w:rPr>
        <w:t>عليه‌السلام</w:t>
      </w:r>
      <w:r>
        <w:rPr>
          <w:rtl/>
        </w:rPr>
        <w:t xml:space="preserve"> قال ان الله عزوجل يبغض الغنى الظلوم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١٢. امام صادق </w:t>
      </w:r>
      <w:r w:rsidRPr="00001BC8">
        <w:rPr>
          <w:rStyle w:val="libAlaemChar"/>
          <w:rtl/>
        </w:rPr>
        <w:t>عليه‌السلام</w:t>
      </w:r>
      <w:r>
        <w:rPr>
          <w:rtl/>
        </w:rPr>
        <w:t xml:space="preserve"> فرمودند: بدون ترديد خداوند عزوجل با ثروتمند ستم پيشه دشمنى مى نمايد.</w:t>
      </w:r>
    </w:p>
    <w:p w:rsidR="00A679DB" w:rsidRDefault="00A679DB" w:rsidP="00A679DB">
      <w:pPr>
        <w:pStyle w:val="libNormal"/>
        <w:rPr>
          <w:rtl/>
        </w:rPr>
      </w:pPr>
      <w:r>
        <w:rPr>
          <w:rtl/>
        </w:rPr>
        <w:t>حديث : ١٣ ابى رحمه الله قال حدثنى سعد بن عبدالله عن احمد بن محمد عن على بن الحكم عن هشام بن سالم قال سمعت ابا عبدالله عليه‌السلام يقول ان العبد ليكون مظلوما فلا يزال بدعو حتى يكون ظالما.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١٣. راوى مى گويد از امام صادق </w:t>
      </w:r>
      <w:r w:rsidRPr="00001BC8">
        <w:rPr>
          <w:rStyle w:val="libAlaemChar"/>
          <w:rtl/>
        </w:rPr>
        <w:t>عليه‌السلام</w:t>
      </w:r>
      <w:r>
        <w:rPr>
          <w:rtl/>
        </w:rPr>
        <w:t xml:space="preserve"> شنيدم كه فرمودند: گاهى بدون ترديد و قطعا بنده اى مظلوم است ، ولى باندازه اى ظالم را نفرين مى كند كه خودش ظالم مى شود (زيرا بيش از حد نفرين نموده است .)</w:t>
      </w:r>
    </w:p>
    <w:p w:rsidR="00A679DB" w:rsidRDefault="00A679DB" w:rsidP="00A679DB">
      <w:pPr>
        <w:pStyle w:val="libNormal"/>
        <w:rPr>
          <w:rtl/>
        </w:rPr>
      </w:pPr>
      <w:r>
        <w:rPr>
          <w:rtl/>
        </w:rPr>
        <w:t xml:space="preserve">حديث : ١٤ ابى رحمه الله قال حدثنى محمد بن يحيى العطار عن احمد بن ابى عبدالله عن ابيه ابى نهشل عن عبدالله بن سنان عن ابى عبدالله عليه‌السلام قال </w:t>
      </w:r>
      <w:r>
        <w:rPr>
          <w:rtl/>
        </w:rPr>
        <w:lastRenderedPageBreak/>
        <w:t>من عذر ظالما بظلمه سلط الله تعالى عليه من يظلمه فان دعا لم يستجب له و لم ياجره الله على ظلامته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١٤. امام صادق </w:t>
      </w:r>
      <w:r w:rsidRPr="00001BC8">
        <w:rPr>
          <w:rStyle w:val="libAlaemChar"/>
          <w:rtl/>
        </w:rPr>
        <w:t>عليه‌السلام</w:t>
      </w:r>
      <w:r>
        <w:rPr>
          <w:rtl/>
        </w:rPr>
        <w:t xml:space="preserve"> فرمودند: كسى كه براى ظلم ظالمى عذر بياورد، خداى متعال ظالمى را بر او مسلط مى نمايد كه به او ظلم كند. و اگر دعا كند، مستجاب نمى شود. و خداوند براى ظلمى كه ديه است ، پاداشى به او نخواهد داد.</w:t>
      </w:r>
    </w:p>
    <w:p w:rsidR="00A679DB" w:rsidRDefault="00A679DB" w:rsidP="00A679DB">
      <w:pPr>
        <w:pStyle w:val="libNormal"/>
        <w:rPr>
          <w:rtl/>
        </w:rPr>
      </w:pPr>
      <w:r>
        <w:rPr>
          <w:rtl/>
        </w:rPr>
        <w:t xml:space="preserve">حديث : ١٥ ابى رحمه الله قال حدثنى على بن ابراهيم عن ابيه عن النوفلى عن السكونى عن جعفر بن محمد عن ابيه عن آبائه </w:t>
      </w:r>
      <w:r w:rsidR="00DC5255" w:rsidRPr="00001BC8">
        <w:rPr>
          <w:rStyle w:val="libAlaemChar"/>
          <w:rtl/>
        </w:rPr>
        <w:t>عليهم‌السلام</w:t>
      </w:r>
      <w:r w:rsidR="00DC5255">
        <w:rPr>
          <w:rtl/>
        </w:rPr>
        <w:t xml:space="preserve"> </w:t>
      </w:r>
      <w:r>
        <w:rPr>
          <w:rtl/>
        </w:rPr>
        <w:t xml:space="preserve">قال قال رسول الله </w:t>
      </w:r>
      <w:r w:rsidR="00E60DFB" w:rsidRPr="00001BC8">
        <w:rPr>
          <w:rStyle w:val="libAlaemChar"/>
          <w:rtl/>
        </w:rPr>
        <w:t>صلى‌الله‌عليه‌وآله</w:t>
      </w:r>
      <w:r w:rsidR="00E60DFB">
        <w:rPr>
          <w:rtl/>
        </w:rPr>
        <w:t xml:space="preserve"> </w:t>
      </w:r>
      <w:r>
        <w:rPr>
          <w:rtl/>
        </w:rPr>
        <w:t>من ظلم احدا ففاته فليستغفر الله تعالى له فانه كفاره له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١٥. امام صادق </w:t>
      </w:r>
      <w:r w:rsidRPr="00001BC8">
        <w:rPr>
          <w:rStyle w:val="libAlaemChar"/>
          <w:rtl/>
        </w:rPr>
        <w:t>عليه‌السلام</w:t>
      </w:r>
      <w:r>
        <w:rPr>
          <w:rtl/>
        </w:rPr>
        <w:t xml:space="preserve"> از پدرانش </w:t>
      </w:r>
      <w:r w:rsidR="00DC5255" w:rsidRPr="00001BC8">
        <w:rPr>
          <w:rStyle w:val="libAlaemChar"/>
          <w:rtl/>
        </w:rPr>
        <w:t>عليهم‌السلام</w:t>
      </w:r>
      <w:r w:rsidR="00DC5255">
        <w:rPr>
          <w:rtl/>
        </w:rPr>
        <w:t xml:space="preserve"> </w:t>
      </w:r>
      <w:r>
        <w:rPr>
          <w:rtl/>
        </w:rPr>
        <w:t xml:space="preserve">روايت مى نمايد كه رسول خدا </w:t>
      </w:r>
      <w:r w:rsidR="00E60DFB" w:rsidRPr="00001BC8">
        <w:rPr>
          <w:rStyle w:val="libAlaemChar"/>
          <w:rtl/>
        </w:rPr>
        <w:t>صلى‌الله‌عليه‌وآله</w:t>
      </w:r>
      <w:r w:rsidR="00E60DFB">
        <w:rPr>
          <w:rtl/>
        </w:rPr>
        <w:t xml:space="preserve"> </w:t>
      </w:r>
      <w:r>
        <w:rPr>
          <w:rtl/>
        </w:rPr>
        <w:t>فرمودند: كسى كه به كسى ظلم كند و آنگاه او را پيدا نكند كه از او حلاليت بخواهد، بايد استغفار نمايد. زيرا اين كار قطعا كفاره آن خواهد بود.</w:t>
      </w:r>
    </w:p>
    <w:p w:rsidR="00A679DB" w:rsidRDefault="00A679DB" w:rsidP="00A679DB">
      <w:pPr>
        <w:pStyle w:val="libNormal"/>
        <w:rPr>
          <w:rtl/>
        </w:rPr>
      </w:pPr>
      <w:r>
        <w:rPr>
          <w:rtl/>
        </w:rPr>
        <w:t xml:space="preserve">حديث : ١٦ ابى رحمه الله قال حدثنى سعد بن عبدالله عن محمد بن عيسى اليقطينى عن ابراهيم بن عبدالحميد عن على بن ابى حمزه ابى بصير عن ابى جعفر </w:t>
      </w:r>
      <w:r w:rsidRPr="00001BC8">
        <w:rPr>
          <w:rStyle w:val="libAlaemChar"/>
          <w:rtl/>
        </w:rPr>
        <w:t>عليه‌السلام</w:t>
      </w:r>
      <w:r>
        <w:rPr>
          <w:rtl/>
        </w:rPr>
        <w:t xml:space="preserve"> قال ما انتصر الله من ظالم الا بظالم و ذلك قول الله تعالى «و كذلك نولى بعض الظالمين بعضا».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١٦. امام باقر </w:t>
      </w:r>
      <w:r w:rsidRPr="00001BC8">
        <w:rPr>
          <w:rStyle w:val="libAlaemChar"/>
          <w:rtl/>
        </w:rPr>
        <w:t>عليه‌السلام</w:t>
      </w:r>
      <w:r>
        <w:rPr>
          <w:rtl/>
        </w:rPr>
        <w:t xml:space="preserve"> فرمودند: خداوند جز بوسيله ظالمى از ظالم ديگرى انتقام نگرفته است . و معنى اين آيه شريفه نيز همين است : «و ظالمين را بر يكديگر حاكم مى گردانيم» </w:t>
      </w:r>
      <w:r w:rsidRPr="00001BC8">
        <w:rPr>
          <w:rStyle w:val="libFootnotenumChar"/>
          <w:rtl/>
        </w:rPr>
        <w:t>(١٦٦).</w:t>
      </w:r>
    </w:p>
    <w:p w:rsidR="00A679DB" w:rsidRDefault="00A679DB" w:rsidP="00A679DB">
      <w:pPr>
        <w:pStyle w:val="libNormal"/>
        <w:rPr>
          <w:rtl/>
        </w:rPr>
      </w:pPr>
      <w:r>
        <w:rPr>
          <w:rtl/>
        </w:rPr>
        <w:lastRenderedPageBreak/>
        <w:t>حديث : ١٧ ابى رحمه الله قال حدثنى سعد بن عبدالله قال حدثنى محمد بن عيسى عن الحسن بن محبوب عن عبدالله بن سنان قال سمعت ابا عبدالله عليه‌السلام يقول من اعان ظالما على مظلوم لم يزل الله عليه ساخطا حتى ينزع عن معونته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١٧. راوى مى گويد از امام صادق </w:t>
      </w:r>
      <w:r w:rsidRPr="00001BC8">
        <w:rPr>
          <w:rStyle w:val="libAlaemChar"/>
          <w:rtl/>
        </w:rPr>
        <w:t>عليه‌السلام</w:t>
      </w:r>
      <w:r>
        <w:rPr>
          <w:rtl/>
        </w:rPr>
        <w:t xml:space="preserve"> شنيدم كه فرمودند: كسى كه ظالمى را در ظلم به مظلومى يارى كند، پيوسته خداوند از او خشمگين است تا دست از يارى او بردارد.</w:t>
      </w:r>
    </w:p>
    <w:p w:rsidR="00A679DB" w:rsidRDefault="00A679DB" w:rsidP="00A679DB">
      <w:pPr>
        <w:pStyle w:val="libNormal"/>
        <w:rPr>
          <w:rtl/>
        </w:rPr>
      </w:pPr>
    </w:p>
    <w:p w:rsidR="00A679DB" w:rsidRDefault="00A679DB" w:rsidP="00A679DB">
      <w:pPr>
        <w:pStyle w:val="libNormal"/>
        <w:rPr>
          <w:rtl/>
        </w:rPr>
      </w:pPr>
      <w:r>
        <w:rPr>
          <w:rtl/>
        </w:rPr>
        <w:t>عقاب الجبارين .</w:t>
      </w:r>
    </w:p>
    <w:p w:rsidR="00A679DB" w:rsidRDefault="00001BC8" w:rsidP="00A679DB">
      <w:pPr>
        <w:pStyle w:val="libNormal"/>
        <w:rPr>
          <w:rtl/>
        </w:rPr>
      </w:pPr>
      <w:r>
        <w:rPr>
          <w:rtl/>
        </w:rPr>
        <w:br w:type="page"/>
      </w:r>
    </w:p>
    <w:p w:rsidR="00A679DB" w:rsidRDefault="00A679DB" w:rsidP="00001BC8">
      <w:pPr>
        <w:pStyle w:val="Heading2"/>
        <w:rPr>
          <w:rtl/>
        </w:rPr>
      </w:pPr>
      <w:bookmarkStart w:id="553" w:name="_Toc449617610"/>
      <w:r>
        <w:rPr>
          <w:rtl/>
        </w:rPr>
        <w:t>مجازات گردنكشان</w:t>
      </w:r>
      <w:bookmarkEnd w:id="553"/>
    </w:p>
    <w:p w:rsidR="00A679DB" w:rsidRDefault="00A679DB" w:rsidP="00A679DB">
      <w:pPr>
        <w:pStyle w:val="libNormal"/>
        <w:rPr>
          <w:rtl/>
        </w:rPr>
      </w:pPr>
      <w:r>
        <w:rPr>
          <w:rtl/>
        </w:rPr>
        <w:t xml:space="preserve">حديث : ١ حدثنى محمد بن الحسن رضى الله عنه قال حدثنى محمد بن الحسن الصفار عن محمد بن الحسين عن محمد بن عبدالله بن هلال عن عقبه بن خلد عن ميسر عن ابى جعفر </w:t>
      </w:r>
      <w:r w:rsidRPr="00001BC8">
        <w:rPr>
          <w:rStyle w:val="libAlaemChar"/>
          <w:rtl/>
        </w:rPr>
        <w:t>عليه‌السلام</w:t>
      </w:r>
      <w:r>
        <w:rPr>
          <w:rtl/>
        </w:rPr>
        <w:t xml:space="preserve"> قال ان فى جهنم لجبلا يقال له الصعدى و ان فى الصعدى لوادا يقال له سقر و ان فى سقر لجبا يقال له هبهب لكما كشف غطاء ذلك الجب ضج اهل النار من حره و ذلك منازل الجبارين .</w:t>
      </w:r>
    </w:p>
    <w:p w:rsidR="00A679DB" w:rsidRDefault="00A679DB" w:rsidP="00A679DB">
      <w:pPr>
        <w:pStyle w:val="libNormal"/>
        <w:rPr>
          <w:rtl/>
        </w:rPr>
      </w:pPr>
      <w:r>
        <w:rPr>
          <w:rtl/>
        </w:rPr>
        <w:t>ترجمه :</w:t>
      </w:r>
    </w:p>
    <w:p w:rsidR="00A679DB" w:rsidRDefault="00A679DB" w:rsidP="00001BC8">
      <w:pPr>
        <w:pStyle w:val="libNormal"/>
        <w:rPr>
          <w:rtl/>
        </w:rPr>
      </w:pPr>
      <w:r>
        <w:rPr>
          <w:rtl/>
        </w:rPr>
        <w:t xml:space="preserve">١. امام باقر </w:t>
      </w:r>
      <w:r w:rsidRPr="00001BC8">
        <w:rPr>
          <w:rStyle w:val="libAlaemChar"/>
          <w:rtl/>
        </w:rPr>
        <w:t>عليه‌السلام</w:t>
      </w:r>
      <w:r>
        <w:rPr>
          <w:rtl/>
        </w:rPr>
        <w:t xml:space="preserve"> فرمودند: همانا و بدون ترديد در جهنم كوهى است</w:t>
      </w:r>
      <w:r w:rsidR="00001BC8">
        <w:rPr>
          <w:rtl/>
        </w:rPr>
        <w:t xml:space="preserve"> بنام «صعدى» و همانا و بدون ترد</w:t>
      </w:r>
      <w:r w:rsidR="00001BC8">
        <w:rPr>
          <w:rFonts w:hint="cs"/>
          <w:rtl/>
        </w:rPr>
        <w:t>ید</w:t>
      </w:r>
      <w:r>
        <w:rPr>
          <w:rtl/>
        </w:rPr>
        <w:t xml:space="preserve"> در صعدى دره اى است بنام «سقر» و همانا و بدون ترديد در سقر چاهى است بنام «هبهب» كه هرگاه در پوش ‍ آن را بردارند، جهنميان از حرارت </w:t>
      </w:r>
      <w:r w:rsidR="00001BC8">
        <w:rPr>
          <w:rFonts w:hint="cs"/>
          <w:rtl/>
        </w:rPr>
        <w:t>آ</w:t>
      </w:r>
      <w:r>
        <w:rPr>
          <w:rtl/>
        </w:rPr>
        <w:t>ن فرياد مى كشند و اين منازل گردنكشان است .</w:t>
      </w:r>
    </w:p>
    <w:p w:rsidR="00A679DB" w:rsidRDefault="00A679DB" w:rsidP="00A679DB">
      <w:pPr>
        <w:pStyle w:val="libNormal"/>
        <w:rPr>
          <w:rtl/>
        </w:rPr>
      </w:pPr>
    </w:p>
    <w:p w:rsidR="00A679DB" w:rsidRDefault="00A679DB" w:rsidP="00A679DB">
      <w:pPr>
        <w:pStyle w:val="libNormal"/>
        <w:rPr>
          <w:rtl/>
        </w:rPr>
      </w:pPr>
      <w:r>
        <w:rPr>
          <w:rtl/>
        </w:rPr>
        <w:t>عقاب من مشى على الارض اختيالا</w:t>
      </w:r>
    </w:p>
    <w:p w:rsidR="00A679DB" w:rsidRDefault="00001BC8" w:rsidP="00A679DB">
      <w:pPr>
        <w:pStyle w:val="libNormal"/>
        <w:rPr>
          <w:rtl/>
        </w:rPr>
      </w:pPr>
      <w:r>
        <w:rPr>
          <w:rtl/>
        </w:rPr>
        <w:br w:type="page"/>
      </w:r>
    </w:p>
    <w:p w:rsidR="00A679DB" w:rsidRDefault="00A679DB" w:rsidP="00001BC8">
      <w:pPr>
        <w:pStyle w:val="Heading2"/>
        <w:rPr>
          <w:rtl/>
        </w:rPr>
      </w:pPr>
      <w:bookmarkStart w:id="554" w:name="_Toc449617611"/>
      <w:r>
        <w:rPr>
          <w:rtl/>
        </w:rPr>
        <w:t>مجازات با تكبر و تبختر راه رفتن</w:t>
      </w:r>
      <w:bookmarkEnd w:id="554"/>
    </w:p>
    <w:p w:rsidR="00A679DB" w:rsidRDefault="00A679DB" w:rsidP="00A679DB">
      <w:pPr>
        <w:pStyle w:val="libNormal"/>
        <w:rPr>
          <w:rtl/>
        </w:rPr>
      </w:pPr>
      <w:r>
        <w:rPr>
          <w:rtl/>
        </w:rPr>
        <w:t xml:space="preserve">حديث : ١ حدثنى محمد بن موسى بن المتوكل رضى الله عنه قال حدثنى محمد بن يحيى العطار قال حدثنى محمد بن احمد عن موسى بن عمر عن ابن فضال عمن حدثه عن ابى عبدالله </w:t>
      </w:r>
      <w:r w:rsidRPr="00001BC8">
        <w:rPr>
          <w:rStyle w:val="libAlaemChar"/>
          <w:rtl/>
        </w:rPr>
        <w:t>عليه‌السلام</w:t>
      </w:r>
      <w:r>
        <w:rPr>
          <w:rtl/>
        </w:rPr>
        <w:t xml:space="preserve"> قال قال رسول الله </w:t>
      </w:r>
      <w:r w:rsidR="00E60DFB" w:rsidRPr="00001BC8">
        <w:rPr>
          <w:rStyle w:val="libAlaemChar"/>
          <w:rtl/>
        </w:rPr>
        <w:t>صلى‌الله‌عليه‌وآله</w:t>
      </w:r>
      <w:r w:rsidR="00E60DFB">
        <w:rPr>
          <w:rtl/>
        </w:rPr>
        <w:t xml:space="preserve"> </w:t>
      </w:r>
      <w:r>
        <w:rPr>
          <w:rtl/>
        </w:rPr>
        <w:t>من مشى على الارض اختيالا لعنته الارض و من تحتها و من فوقها.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001BC8">
        <w:rPr>
          <w:rStyle w:val="libAlaemChar"/>
          <w:rtl/>
        </w:rPr>
        <w:t>عليه‌السلام</w:t>
      </w:r>
      <w:r>
        <w:rPr>
          <w:rtl/>
        </w:rPr>
        <w:t xml:space="preserve"> روايت مى نمايند كه رسول خدا </w:t>
      </w:r>
      <w:r w:rsidR="00E60DFB" w:rsidRPr="00001BC8">
        <w:rPr>
          <w:rStyle w:val="libAlaemChar"/>
          <w:rtl/>
        </w:rPr>
        <w:t>صلى‌الله‌عليه‌وآله</w:t>
      </w:r>
      <w:r w:rsidR="00E60DFB">
        <w:rPr>
          <w:rtl/>
        </w:rPr>
        <w:t xml:space="preserve"> </w:t>
      </w:r>
      <w:r>
        <w:rPr>
          <w:rtl/>
        </w:rPr>
        <w:t>فرمودند: كسى كه با تكبر و خودنمايى زوى زمين راه برود، زمين و هر كسى كه در زير و روى آن است ، او را لعنت مى كند.</w:t>
      </w:r>
    </w:p>
    <w:p w:rsidR="00A679DB" w:rsidRDefault="00A679DB" w:rsidP="00A679DB">
      <w:pPr>
        <w:pStyle w:val="libNormal"/>
        <w:rPr>
          <w:rtl/>
        </w:rPr>
      </w:pPr>
    </w:p>
    <w:p w:rsidR="00A679DB" w:rsidRDefault="00A679DB" w:rsidP="00A679DB">
      <w:pPr>
        <w:pStyle w:val="libNormal"/>
        <w:rPr>
          <w:rtl/>
        </w:rPr>
      </w:pPr>
      <w:r>
        <w:rPr>
          <w:rtl/>
        </w:rPr>
        <w:t xml:space="preserve">حديث : ٢ ابى رحمه الله قال حدثنى سعد بن عبدالله عن احمد بن محمد عن ابيه رفعه قال قال ابو جعفر عليه‌السلام قال رسول الله </w:t>
      </w:r>
      <w:r w:rsidR="00E60DFB">
        <w:rPr>
          <w:rtl/>
        </w:rPr>
        <w:t xml:space="preserve">صلى‌الله‌عليه‌وآله </w:t>
      </w:r>
      <w:r>
        <w:rPr>
          <w:rtl/>
        </w:rPr>
        <w:t>ويل لمن يختال فى الارض يعارض جبار السماوت و الارض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باقر </w:t>
      </w:r>
      <w:r w:rsidRPr="00001BC8">
        <w:rPr>
          <w:rStyle w:val="libAlaemChar"/>
          <w:rtl/>
        </w:rPr>
        <w:t>عليه‌السلام</w:t>
      </w:r>
      <w:r>
        <w:rPr>
          <w:rtl/>
        </w:rPr>
        <w:t xml:space="preserve"> روايت مى نمايند كه رسول خدا </w:t>
      </w:r>
      <w:r w:rsidR="00E60DFB" w:rsidRPr="00001BC8">
        <w:rPr>
          <w:rStyle w:val="libAlaemChar"/>
          <w:rtl/>
        </w:rPr>
        <w:t>صلى‌الله‌عليه‌وآله</w:t>
      </w:r>
      <w:r w:rsidR="00E60DFB">
        <w:rPr>
          <w:rtl/>
        </w:rPr>
        <w:t xml:space="preserve"> </w:t>
      </w:r>
      <w:r>
        <w:rPr>
          <w:rtl/>
        </w:rPr>
        <w:t>فرمودند: واى بر كسى كه در زمين تكبر و خود نمايى نمايد كه او با خداى آسمانها و زمين معارضه كرده است .</w:t>
      </w:r>
    </w:p>
    <w:p w:rsidR="00A679DB" w:rsidRDefault="00A679DB" w:rsidP="00A679DB">
      <w:pPr>
        <w:pStyle w:val="libNormal"/>
        <w:rPr>
          <w:rtl/>
        </w:rPr>
      </w:pPr>
    </w:p>
    <w:p w:rsidR="00A679DB" w:rsidRDefault="00A679DB" w:rsidP="00A679DB">
      <w:pPr>
        <w:pStyle w:val="libNormal"/>
        <w:rPr>
          <w:rtl/>
        </w:rPr>
      </w:pPr>
      <w:r>
        <w:rPr>
          <w:rtl/>
        </w:rPr>
        <w:t>عقاب البغى</w:t>
      </w:r>
    </w:p>
    <w:p w:rsidR="00A679DB" w:rsidRDefault="00001BC8" w:rsidP="00A679DB">
      <w:pPr>
        <w:pStyle w:val="libNormal"/>
        <w:rPr>
          <w:rtl/>
        </w:rPr>
      </w:pPr>
      <w:r>
        <w:rPr>
          <w:rtl/>
        </w:rPr>
        <w:br w:type="page"/>
      </w:r>
    </w:p>
    <w:p w:rsidR="00A679DB" w:rsidRDefault="00A679DB" w:rsidP="00001BC8">
      <w:pPr>
        <w:pStyle w:val="Heading2"/>
        <w:rPr>
          <w:rtl/>
        </w:rPr>
      </w:pPr>
      <w:bookmarkStart w:id="555" w:name="_Toc449617612"/>
      <w:r>
        <w:rPr>
          <w:rtl/>
        </w:rPr>
        <w:t>مجازات ستم</w:t>
      </w:r>
      <w:bookmarkEnd w:id="555"/>
    </w:p>
    <w:p w:rsidR="00A679DB" w:rsidRDefault="00A679DB" w:rsidP="00A679DB">
      <w:pPr>
        <w:pStyle w:val="libNormal"/>
        <w:rPr>
          <w:rtl/>
        </w:rPr>
      </w:pPr>
      <w:r>
        <w:rPr>
          <w:rtl/>
        </w:rPr>
        <w:t>حديث : ١ ابى رحمه الله قال حدثنى على بن موسى عن احمد بن محمد عن بكربن صالح عن الحسن بن على بن فضال عن عبدالله بن ابراهيم عن الحسين بن زيد عن جعفر عن ابيه</w:t>
      </w:r>
      <w:r w:rsidR="00001BC8">
        <w:rPr>
          <w:rFonts w:hint="cs"/>
          <w:rtl/>
        </w:rPr>
        <w:t xml:space="preserve"> </w:t>
      </w:r>
      <w:r w:rsidR="00DC5255" w:rsidRPr="00001BC8">
        <w:rPr>
          <w:rStyle w:val="libAlaemChar"/>
          <w:rtl/>
        </w:rPr>
        <w:t>عليهم‌السلام</w:t>
      </w:r>
      <w:r w:rsidR="00DC5255">
        <w:rPr>
          <w:rtl/>
        </w:rPr>
        <w:t xml:space="preserve"> </w:t>
      </w:r>
      <w:r>
        <w:rPr>
          <w:rtl/>
        </w:rPr>
        <w:t xml:space="preserve">قال قال رسول الله </w:t>
      </w:r>
      <w:r w:rsidR="00E60DFB" w:rsidRPr="00001BC8">
        <w:rPr>
          <w:rStyle w:val="libAlaemChar"/>
          <w:rtl/>
        </w:rPr>
        <w:t>صلى‌الله‌عليه‌وآله</w:t>
      </w:r>
      <w:r w:rsidR="00E60DFB">
        <w:rPr>
          <w:rtl/>
        </w:rPr>
        <w:t xml:space="preserve"> </w:t>
      </w:r>
      <w:r>
        <w:rPr>
          <w:rtl/>
        </w:rPr>
        <w:t>ان اسرع الخير ثوابا البر و ان اسرع الشر عقابا البغى و كفى بالمر عيبا ان ينظر من الناس الى ما يعمى عنه من نفسه و يعير الناس بما لا يستطيع تركه و يوذى جليسه بما لا يعنيه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001BC8">
        <w:rPr>
          <w:rStyle w:val="libAlaemChar"/>
          <w:rtl/>
        </w:rPr>
        <w:t>عليه‌السلام</w:t>
      </w:r>
      <w:r>
        <w:rPr>
          <w:rtl/>
        </w:rPr>
        <w:t xml:space="preserve"> از پدرش </w:t>
      </w:r>
      <w:r w:rsidRPr="00001BC8">
        <w:rPr>
          <w:rStyle w:val="libAlaemChar"/>
          <w:rtl/>
        </w:rPr>
        <w:t>عليه‌السلام</w:t>
      </w:r>
      <w:r>
        <w:rPr>
          <w:rtl/>
        </w:rPr>
        <w:t xml:space="preserve"> روايت مى نمايد كه رسول خدا </w:t>
      </w:r>
      <w:r w:rsidR="00E60DFB" w:rsidRPr="00001BC8">
        <w:rPr>
          <w:rStyle w:val="libAlaemChar"/>
          <w:rtl/>
        </w:rPr>
        <w:t>صلى‌الله‌عليه‌وآله</w:t>
      </w:r>
      <w:r w:rsidR="00E60DFB">
        <w:rPr>
          <w:rtl/>
        </w:rPr>
        <w:t xml:space="preserve"> </w:t>
      </w:r>
      <w:r>
        <w:rPr>
          <w:rtl/>
        </w:rPr>
        <w:t>فرمودند: قطعا پاداش نيكوكارى زودتر از كارهاى خوب ديگر مى رسد. و بدون ترديد مجازات ستمكارى زودتر از كارهاى بد ديگر مى رسد. براى عيب شخص همين بس كه در مردم عيوبى ببيند و در خودش همان عيوب را نبيند، مردم را بخاطر چيزهايى ملامت نمايد كه خودش نمى تواند آنها را ترك كند و همنشين خود را با چيزهايى كه به او مربوط نيست ، اذيت كند.</w:t>
      </w:r>
    </w:p>
    <w:p w:rsidR="00A679DB" w:rsidRDefault="00A679DB" w:rsidP="00A679DB">
      <w:pPr>
        <w:pStyle w:val="libNormal"/>
        <w:rPr>
          <w:rtl/>
        </w:rPr>
      </w:pPr>
      <w:r>
        <w:rPr>
          <w:rtl/>
        </w:rPr>
        <w:t xml:space="preserve">حديث : ٢ حدثنى محمد بن الحسن رضى الله عنه قال حدثنى محمد بن الحسن الصفار عن احمد بن ابى عبدالله عن ابيه رفعه الى عمر بن ابان عن ابى حمزه الثمالى قال سمعت ابا جعفر </w:t>
      </w:r>
      <w:r w:rsidRPr="00001BC8">
        <w:rPr>
          <w:rStyle w:val="libAlaemChar"/>
          <w:rtl/>
        </w:rPr>
        <w:t>عليه‌السلام</w:t>
      </w:r>
      <w:r>
        <w:rPr>
          <w:rtl/>
        </w:rPr>
        <w:t xml:space="preserve"> يقول ان اسرع الشر عقوبه البغى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راوى مى گويد از امام باقر </w:t>
      </w:r>
      <w:r w:rsidRPr="00001BC8">
        <w:rPr>
          <w:rStyle w:val="libAlaemChar"/>
          <w:rtl/>
        </w:rPr>
        <w:t>عليه‌السلام</w:t>
      </w:r>
      <w:r>
        <w:rPr>
          <w:rtl/>
        </w:rPr>
        <w:t xml:space="preserve"> شنيدم كه فرمودند: مجازات ستمكارى زودتر از كارهاى بد ديگر مى رسد.</w:t>
      </w:r>
    </w:p>
    <w:p w:rsidR="00A679DB" w:rsidRDefault="00A679DB" w:rsidP="00A679DB">
      <w:pPr>
        <w:pStyle w:val="libNormal"/>
        <w:rPr>
          <w:rtl/>
        </w:rPr>
      </w:pPr>
      <w:r>
        <w:rPr>
          <w:rtl/>
        </w:rPr>
        <w:lastRenderedPageBreak/>
        <w:t xml:space="preserve">حديث : ٣ ابى رحمه الله قال حدثنى على بن ابراهيم عن ابيه عن النوفلى عن السكونى عن جعفربن محمد عن ابيه عن ابائه </w:t>
      </w:r>
      <w:r w:rsidR="00DC5255" w:rsidRPr="00001BC8">
        <w:rPr>
          <w:rStyle w:val="libAlaemChar"/>
          <w:rtl/>
        </w:rPr>
        <w:t xml:space="preserve">عليهم‌السلام </w:t>
      </w:r>
      <w:r>
        <w:rPr>
          <w:rtl/>
        </w:rPr>
        <w:t xml:space="preserve">قال قال رسول الله </w:t>
      </w:r>
      <w:r w:rsidR="00E60DFB" w:rsidRPr="00001BC8">
        <w:rPr>
          <w:rStyle w:val="libAlaemChar"/>
          <w:rtl/>
        </w:rPr>
        <w:t xml:space="preserve">صلى‌الله‌عليه‌وآله </w:t>
      </w:r>
      <w:r>
        <w:rPr>
          <w:rtl/>
        </w:rPr>
        <w:t>لو بغى جبل على جبل لجعل الله عزوجل الباغى منهما دكا.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٣. امام صادق </w:t>
      </w:r>
      <w:r w:rsidRPr="00001BC8">
        <w:rPr>
          <w:rStyle w:val="libAlaemChar"/>
          <w:rtl/>
        </w:rPr>
        <w:t xml:space="preserve">عليه‌السلام </w:t>
      </w:r>
      <w:r>
        <w:rPr>
          <w:rtl/>
        </w:rPr>
        <w:t xml:space="preserve">از پدرانش </w:t>
      </w:r>
      <w:r w:rsidR="00DC5255" w:rsidRPr="00001BC8">
        <w:rPr>
          <w:rStyle w:val="libAlaemChar"/>
          <w:rtl/>
        </w:rPr>
        <w:t xml:space="preserve">عليهم‌السلام </w:t>
      </w:r>
      <w:r>
        <w:rPr>
          <w:rtl/>
        </w:rPr>
        <w:t xml:space="preserve">نقل مى نمايد كه رسول خدا </w:t>
      </w:r>
      <w:r w:rsidR="00E60DFB" w:rsidRPr="00001BC8">
        <w:rPr>
          <w:rStyle w:val="libAlaemChar"/>
          <w:rtl/>
        </w:rPr>
        <w:t>صلى‌الله‌عليه‌وآله</w:t>
      </w:r>
      <w:r w:rsidR="00E60DFB">
        <w:rPr>
          <w:rtl/>
        </w:rPr>
        <w:t xml:space="preserve"> </w:t>
      </w:r>
      <w:r>
        <w:rPr>
          <w:rtl/>
        </w:rPr>
        <w:t>فرمودند: كوهى بر كوه ديگر ستم كند، بدون ترديد خداوند كوه ستمكار را با خاك يكسان مى نمايد.</w:t>
      </w:r>
    </w:p>
    <w:p w:rsidR="00A679DB" w:rsidRDefault="00A679DB" w:rsidP="00A679DB">
      <w:pPr>
        <w:pStyle w:val="libNormal"/>
        <w:rPr>
          <w:rtl/>
        </w:rPr>
      </w:pPr>
      <w:r>
        <w:rPr>
          <w:rtl/>
        </w:rPr>
        <w:t xml:space="preserve">حديث : ٤ ابى رحمه الله قال حدثنى على بن ابراهيم عن ابيه عن عبدالله بن ميومن عن جعفر بن محمد عن ابائه </w:t>
      </w:r>
      <w:r w:rsidR="00DC5255" w:rsidRPr="00001BC8">
        <w:rPr>
          <w:rStyle w:val="libAlaemChar"/>
          <w:rtl/>
        </w:rPr>
        <w:t>عليهم‌السلام</w:t>
      </w:r>
      <w:r w:rsidR="00DC5255">
        <w:rPr>
          <w:rtl/>
        </w:rPr>
        <w:t xml:space="preserve"> </w:t>
      </w:r>
      <w:r>
        <w:rPr>
          <w:rtl/>
        </w:rPr>
        <w:t xml:space="preserve">قال قال رسول الله </w:t>
      </w:r>
      <w:r w:rsidR="00E60DFB" w:rsidRPr="00001BC8">
        <w:rPr>
          <w:rStyle w:val="libAlaemChar"/>
          <w:rtl/>
        </w:rPr>
        <w:t>صلى‌الله‌عليه‌وآله</w:t>
      </w:r>
      <w:r w:rsidR="00E60DFB">
        <w:rPr>
          <w:rtl/>
        </w:rPr>
        <w:t xml:space="preserve"> </w:t>
      </w:r>
      <w:r>
        <w:rPr>
          <w:rtl/>
        </w:rPr>
        <w:t>ان اعجل الشر عقوبه البغى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٤. امام صادق </w:t>
      </w:r>
      <w:r w:rsidRPr="00001BC8">
        <w:rPr>
          <w:rStyle w:val="libAlaemChar"/>
          <w:rtl/>
        </w:rPr>
        <w:t>عليه‌السلام</w:t>
      </w:r>
      <w:r>
        <w:rPr>
          <w:rtl/>
        </w:rPr>
        <w:t xml:space="preserve"> از پدرانش </w:t>
      </w:r>
      <w:r w:rsidR="00DC5255" w:rsidRPr="00001BC8">
        <w:rPr>
          <w:rStyle w:val="libAlaemChar"/>
          <w:rtl/>
        </w:rPr>
        <w:t>عليهم‌السلام</w:t>
      </w:r>
      <w:r w:rsidR="00DC5255">
        <w:rPr>
          <w:rtl/>
        </w:rPr>
        <w:t xml:space="preserve"> </w:t>
      </w:r>
      <w:r>
        <w:rPr>
          <w:rtl/>
        </w:rPr>
        <w:t xml:space="preserve">روايت مى نمايد كه رسول خدا </w:t>
      </w:r>
      <w:r w:rsidR="00E60DFB" w:rsidRPr="00001BC8">
        <w:rPr>
          <w:rStyle w:val="libAlaemChar"/>
          <w:rtl/>
        </w:rPr>
        <w:t>صلى‌الله‌عليه‌وآله</w:t>
      </w:r>
      <w:r w:rsidR="00E60DFB">
        <w:rPr>
          <w:rtl/>
        </w:rPr>
        <w:t xml:space="preserve"> </w:t>
      </w:r>
      <w:r>
        <w:rPr>
          <w:rtl/>
        </w:rPr>
        <w:t>فرمودند: بدون شك مجازات ستمكارى زودتر از ساير بديها است .</w:t>
      </w:r>
    </w:p>
    <w:p w:rsidR="00A679DB" w:rsidRDefault="00A679DB" w:rsidP="00A679DB">
      <w:pPr>
        <w:pStyle w:val="libNormal"/>
        <w:rPr>
          <w:rtl/>
        </w:rPr>
      </w:pPr>
      <w:r>
        <w:rPr>
          <w:rtl/>
        </w:rPr>
        <w:t xml:space="preserve">حديث : ٥ و بهذاالاسناد قال دعا رجل بعض بنى هاشم الى البراز فابى ان يبارزه فقال له على </w:t>
      </w:r>
      <w:r w:rsidRPr="00001BC8">
        <w:rPr>
          <w:rStyle w:val="libAlaemChar"/>
          <w:rtl/>
        </w:rPr>
        <w:t>عليه‌السلام</w:t>
      </w:r>
      <w:r>
        <w:rPr>
          <w:rtl/>
        </w:rPr>
        <w:t xml:space="preserve"> ما منعك ان تبارزه فقال كان فارس العرب و خشيت ان يغلبنى فقال له انه بغى عليك و لو بارزته لغلبته و لو بغى جبل على جبل لهلك الباغى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صادق </w:t>
      </w:r>
      <w:r w:rsidRPr="00001BC8">
        <w:rPr>
          <w:rStyle w:val="libAlaemChar"/>
          <w:rtl/>
        </w:rPr>
        <w:t>عليه‌السلام</w:t>
      </w:r>
      <w:r>
        <w:rPr>
          <w:rtl/>
        </w:rPr>
        <w:t xml:space="preserve"> از پدرانش </w:t>
      </w:r>
      <w:r w:rsidR="00DC5255" w:rsidRPr="00001BC8">
        <w:rPr>
          <w:rStyle w:val="libAlaemChar"/>
          <w:rtl/>
        </w:rPr>
        <w:t>عليهم‌السلام</w:t>
      </w:r>
      <w:r w:rsidR="00DC5255">
        <w:rPr>
          <w:rtl/>
        </w:rPr>
        <w:t xml:space="preserve"> </w:t>
      </w:r>
      <w:r>
        <w:rPr>
          <w:rtl/>
        </w:rPr>
        <w:t xml:space="preserve">نقل مى نمايد كه مردى يكى از بنى هاشم را به مبارزه طلبيد، ولى او از مبارزه خوددارى كرد. امير المومنين </w:t>
      </w:r>
      <w:r w:rsidRPr="00001BC8">
        <w:rPr>
          <w:rStyle w:val="libAlaemChar"/>
          <w:rtl/>
        </w:rPr>
        <w:t>عليه‌السلام</w:t>
      </w:r>
      <w:r>
        <w:rPr>
          <w:rtl/>
        </w:rPr>
        <w:t xml:space="preserve"> از او پرسيدند چرا مبارزه نكردى ؟ جواب داد: او دلاور عرب بود و ترسيدم بر من پيروز شود. آن حضرت </w:t>
      </w:r>
      <w:r w:rsidRPr="00001BC8">
        <w:rPr>
          <w:rStyle w:val="libAlaemChar"/>
          <w:rtl/>
        </w:rPr>
        <w:t>عليه‌السلام</w:t>
      </w:r>
      <w:r>
        <w:rPr>
          <w:rtl/>
        </w:rPr>
        <w:t xml:space="preserve"> فرمودند: قطعا او بر تو ستم كرده </w:t>
      </w:r>
      <w:r>
        <w:rPr>
          <w:rtl/>
        </w:rPr>
        <w:lastRenderedPageBreak/>
        <w:t xml:space="preserve">است و اگر با او مبارزه </w:t>
      </w:r>
      <w:r w:rsidR="00001BC8">
        <w:rPr>
          <w:rFonts w:hint="cs"/>
          <w:rtl/>
        </w:rPr>
        <w:t xml:space="preserve">می </w:t>
      </w:r>
      <w:r>
        <w:rPr>
          <w:rtl/>
        </w:rPr>
        <w:t>كردى ، حتما پيروز مى شدى . اگر كوهى بر كوه ديگر ستم كند، حتما كوه ستمكار هلاك خواهد شد.</w:t>
      </w:r>
    </w:p>
    <w:p w:rsidR="00A679DB" w:rsidRDefault="00A679DB" w:rsidP="00A679DB">
      <w:pPr>
        <w:pStyle w:val="libNormal"/>
        <w:rPr>
          <w:rtl/>
        </w:rPr>
      </w:pPr>
    </w:p>
    <w:p w:rsidR="00A679DB" w:rsidRDefault="00A679DB" w:rsidP="00A679DB">
      <w:pPr>
        <w:pStyle w:val="libNormal"/>
        <w:rPr>
          <w:rtl/>
        </w:rPr>
      </w:pPr>
      <w:r>
        <w:rPr>
          <w:rtl/>
        </w:rPr>
        <w:t>عقاب من سال الناس و عنده قوت ثلاثه ايام</w:t>
      </w:r>
    </w:p>
    <w:p w:rsidR="00A679DB" w:rsidRDefault="00001BC8" w:rsidP="00A679DB">
      <w:pPr>
        <w:pStyle w:val="libNormal"/>
        <w:rPr>
          <w:rtl/>
        </w:rPr>
      </w:pPr>
      <w:r>
        <w:rPr>
          <w:rtl/>
        </w:rPr>
        <w:br w:type="page"/>
      </w:r>
    </w:p>
    <w:p w:rsidR="00A679DB" w:rsidRDefault="00A679DB" w:rsidP="00001BC8">
      <w:pPr>
        <w:pStyle w:val="Heading2"/>
        <w:rPr>
          <w:rtl/>
        </w:rPr>
      </w:pPr>
      <w:bookmarkStart w:id="556" w:name="_Toc449617613"/>
      <w:r>
        <w:rPr>
          <w:rtl/>
        </w:rPr>
        <w:t>مجازات گدايى كردن با وجود داشتن غذاى سه روز</w:t>
      </w:r>
      <w:bookmarkEnd w:id="556"/>
    </w:p>
    <w:p w:rsidR="00A679DB" w:rsidRDefault="00A679DB" w:rsidP="00A679DB">
      <w:pPr>
        <w:pStyle w:val="libNormal"/>
        <w:rPr>
          <w:rtl/>
        </w:rPr>
      </w:pPr>
      <w:r>
        <w:rPr>
          <w:rtl/>
        </w:rPr>
        <w:t xml:space="preserve">حديث : ١ حدثنى محمد بن الحسن رضى الله عنه قال حدثنى محمد بن الحسن الصفار عن يعقوب بن يزيد عن ابن ابى عمير عن ابى المغرا عن عنبسه بن مصعب عن ابى عبدالله </w:t>
      </w:r>
      <w:r w:rsidRPr="00001BC8">
        <w:rPr>
          <w:rStyle w:val="libAlaemChar"/>
          <w:rtl/>
        </w:rPr>
        <w:t>عليه‌السلام</w:t>
      </w:r>
      <w:r>
        <w:rPr>
          <w:rtl/>
        </w:rPr>
        <w:t xml:space="preserve"> قال من سال الناس و عنده قوت ثلاثه ايام لقى الله تعالى يوم يلقاه و ليس فى وجهه لحم .</w:t>
      </w:r>
    </w:p>
    <w:p w:rsidR="00A679DB" w:rsidRDefault="00A679DB" w:rsidP="00A679DB">
      <w:pPr>
        <w:pStyle w:val="libNormal"/>
        <w:rPr>
          <w:rtl/>
        </w:rPr>
      </w:pPr>
      <w:r>
        <w:rPr>
          <w:rtl/>
        </w:rPr>
        <w:t>ترجمه :</w:t>
      </w:r>
    </w:p>
    <w:p w:rsidR="00A679DB" w:rsidRDefault="00A679DB" w:rsidP="00001BC8">
      <w:pPr>
        <w:pStyle w:val="libNormal"/>
        <w:rPr>
          <w:rtl/>
        </w:rPr>
      </w:pPr>
      <w:r>
        <w:rPr>
          <w:rtl/>
        </w:rPr>
        <w:t xml:space="preserve">١. امام صادق </w:t>
      </w:r>
      <w:r w:rsidRPr="00001BC8">
        <w:rPr>
          <w:rStyle w:val="libAlaemChar"/>
          <w:rtl/>
        </w:rPr>
        <w:t>عليه‌السلام</w:t>
      </w:r>
      <w:r>
        <w:rPr>
          <w:rtl/>
        </w:rPr>
        <w:t xml:space="preserve"> فرمودند: كسى كه غذاى سه روز را داشته باشد و گدايى كند، در روزى كه با خداوند ملاقات كند، د</w:t>
      </w:r>
      <w:r w:rsidR="00001BC8">
        <w:rPr>
          <w:rFonts w:hint="cs"/>
          <w:rtl/>
        </w:rPr>
        <w:t>ر</w:t>
      </w:r>
      <w:r>
        <w:rPr>
          <w:rtl/>
        </w:rPr>
        <w:t xml:space="preserve"> حالى او را ملاقات خواهد كرد، كه در صورتش گوشتى نيست .</w:t>
      </w:r>
    </w:p>
    <w:p w:rsidR="00A679DB" w:rsidRDefault="00A679DB" w:rsidP="00A679DB">
      <w:pPr>
        <w:pStyle w:val="libNormal"/>
        <w:rPr>
          <w:rtl/>
        </w:rPr>
      </w:pPr>
    </w:p>
    <w:p w:rsidR="00A679DB" w:rsidRDefault="00A679DB" w:rsidP="00A679DB">
      <w:pPr>
        <w:pStyle w:val="libNormal"/>
        <w:rPr>
          <w:rtl/>
        </w:rPr>
      </w:pPr>
      <w:r>
        <w:rPr>
          <w:rtl/>
        </w:rPr>
        <w:t>عقاب من سال الناس من غير حاجه</w:t>
      </w:r>
    </w:p>
    <w:p w:rsidR="00A679DB" w:rsidRDefault="00001BC8" w:rsidP="00A679DB">
      <w:pPr>
        <w:pStyle w:val="libNormal"/>
        <w:rPr>
          <w:rtl/>
        </w:rPr>
      </w:pPr>
      <w:r>
        <w:rPr>
          <w:rtl/>
        </w:rPr>
        <w:br w:type="page"/>
      </w:r>
    </w:p>
    <w:p w:rsidR="00A679DB" w:rsidRDefault="00A679DB" w:rsidP="00001BC8">
      <w:pPr>
        <w:pStyle w:val="Heading2"/>
        <w:rPr>
          <w:rtl/>
        </w:rPr>
      </w:pPr>
      <w:bookmarkStart w:id="557" w:name="_Toc449617614"/>
      <w:r>
        <w:rPr>
          <w:rtl/>
        </w:rPr>
        <w:t>مجازات گدايى بدون نياز</w:t>
      </w:r>
      <w:bookmarkEnd w:id="557"/>
    </w:p>
    <w:p w:rsidR="00A679DB" w:rsidRDefault="00A679DB" w:rsidP="00A679DB">
      <w:pPr>
        <w:pStyle w:val="libNormal"/>
        <w:rPr>
          <w:rtl/>
        </w:rPr>
      </w:pPr>
      <w:r>
        <w:rPr>
          <w:rtl/>
        </w:rPr>
        <w:t xml:space="preserve">حديث : ١ ابى رحمه الله قال حدثنى سعد بن عبدالله عن احمد بن محمد بن خالد عن يعقوب بن يزيد عن ابن سنان عن مالك بن حصين السلولى قال قال ابو عبدالله </w:t>
      </w:r>
      <w:r w:rsidRPr="00001BC8">
        <w:rPr>
          <w:rStyle w:val="libAlaemChar"/>
          <w:rtl/>
        </w:rPr>
        <w:t>عليه‌السلام</w:t>
      </w:r>
      <w:r>
        <w:rPr>
          <w:rtl/>
        </w:rPr>
        <w:t xml:space="preserve"> ما من عبد يسال من غير حاجه فيموت حتى يحوجه الله اليها و يثبت له بها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001BC8">
        <w:rPr>
          <w:rStyle w:val="libAlaemChar"/>
          <w:rtl/>
        </w:rPr>
        <w:t>عليه‌السلام</w:t>
      </w:r>
      <w:r>
        <w:rPr>
          <w:rtl/>
        </w:rPr>
        <w:t xml:space="preserve"> فرمودند: بنده اى نيست كه بدون نياز گدايى كند، مگر اين كه خداوند پيش از مرگ او را نيازمند آن مى گرداند و بخاطر گدايى او را به جهنم مى برد.</w:t>
      </w:r>
    </w:p>
    <w:p w:rsidR="00A679DB" w:rsidRDefault="00A679DB" w:rsidP="00A679DB">
      <w:pPr>
        <w:pStyle w:val="libNormal"/>
        <w:rPr>
          <w:rtl/>
        </w:rPr>
      </w:pPr>
    </w:p>
    <w:p w:rsidR="00A679DB" w:rsidRDefault="00A679DB" w:rsidP="00A679DB">
      <w:pPr>
        <w:pStyle w:val="libNormal"/>
        <w:rPr>
          <w:rtl/>
        </w:rPr>
      </w:pPr>
      <w:r>
        <w:rPr>
          <w:rtl/>
        </w:rPr>
        <w:t>عقاب من قتل نفسه متعمدا</w:t>
      </w:r>
    </w:p>
    <w:p w:rsidR="00A679DB" w:rsidRDefault="00001BC8" w:rsidP="00A679DB">
      <w:pPr>
        <w:pStyle w:val="libNormal"/>
        <w:rPr>
          <w:rtl/>
        </w:rPr>
      </w:pPr>
      <w:r>
        <w:rPr>
          <w:rtl/>
        </w:rPr>
        <w:br w:type="page"/>
      </w:r>
    </w:p>
    <w:p w:rsidR="00A679DB" w:rsidRDefault="00A679DB" w:rsidP="00001BC8">
      <w:pPr>
        <w:pStyle w:val="Heading2"/>
        <w:rPr>
          <w:rtl/>
        </w:rPr>
      </w:pPr>
      <w:bookmarkStart w:id="558" w:name="_Toc449617615"/>
      <w:r>
        <w:rPr>
          <w:rtl/>
        </w:rPr>
        <w:t>مجازات خودكشى</w:t>
      </w:r>
      <w:bookmarkEnd w:id="558"/>
    </w:p>
    <w:p w:rsidR="00A679DB" w:rsidRDefault="00A679DB" w:rsidP="00A679DB">
      <w:pPr>
        <w:pStyle w:val="libNormal"/>
        <w:rPr>
          <w:rtl/>
        </w:rPr>
      </w:pPr>
      <w:r>
        <w:rPr>
          <w:rtl/>
        </w:rPr>
        <w:t xml:space="preserve">حديث : ١ حدثنى محمد بن موسى بن المتوكل رضى الله عنه قال حدثنى عبدالله بن جعفر الحميرى عن احمد بن محمد عن الحسن بن محبوب عن ابى ولاد الحناط قال سمعت ابا عبدالله </w:t>
      </w:r>
      <w:r w:rsidRPr="00001BC8">
        <w:rPr>
          <w:rStyle w:val="libAlaemChar"/>
          <w:rtl/>
        </w:rPr>
        <w:t>عليه‌السلام</w:t>
      </w:r>
      <w:r>
        <w:rPr>
          <w:rtl/>
        </w:rPr>
        <w:t xml:space="preserve"> يقول من قتل نفسه متعمدا فهو فى نار جهنم خالدا فيها.</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001BC8">
        <w:rPr>
          <w:rStyle w:val="libAlaemChar"/>
          <w:rtl/>
        </w:rPr>
        <w:t>عليه‌السلام</w:t>
      </w:r>
      <w:r>
        <w:rPr>
          <w:rtl/>
        </w:rPr>
        <w:t xml:space="preserve"> شنيدم كه فرمودند: كسى كه خودكشى كند، براى هميشه در جهنم خواهد بود.</w:t>
      </w:r>
    </w:p>
    <w:p w:rsidR="00A679DB" w:rsidRDefault="00A679DB" w:rsidP="00A679DB">
      <w:pPr>
        <w:pStyle w:val="libNormal"/>
        <w:rPr>
          <w:rtl/>
        </w:rPr>
      </w:pPr>
    </w:p>
    <w:p w:rsidR="00A679DB" w:rsidRDefault="00A679DB" w:rsidP="00A679DB">
      <w:pPr>
        <w:pStyle w:val="libNormal"/>
        <w:rPr>
          <w:rtl/>
        </w:rPr>
      </w:pPr>
      <w:r>
        <w:rPr>
          <w:rtl/>
        </w:rPr>
        <w:t>عقاب من اعان على قتل مومن بشطر كلمه</w:t>
      </w:r>
    </w:p>
    <w:p w:rsidR="00A679DB" w:rsidRDefault="00001BC8" w:rsidP="00A679DB">
      <w:pPr>
        <w:pStyle w:val="libNormal"/>
        <w:rPr>
          <w:rtl/>
        </w:rPr>
      </w:pPr>
      <w:r>
        <w:rPr>
          <w:rtl/>
        </w:rPr>
        <w:br w:type="page"/>
      </w:r>
    </w:p>
    <w:p w:rsidR="00A679DB" w:rsidRDefault="00A679DB" w:rsidP="00001BC8">
      <w:pPr>
        <w:pStyle w:val="Heading2"/>
        <w:rPr>
          <w:rtl/>
        </w:rPr>
      </w:pPr>
      <w:bookmarkStart w:id="559" w:name="_Toc449617616"/>
      <w:r>
        <w:rPr>
          <w:rtl/>
        </w:rPr>
        <w:t>مجازات شركت در قتل مومن با نيم سخنى</w:t>
      </w:r>
      <w:bookmarkEnd w:id="559"/>
    </w:p>
    <w:p w:rsidR="00A679DB" w:rsidRDefault="00A679DB" w:rsidP="00A679DB">
      <w:pPr>
        <w:pStyle w:val="libNormal"/>
        <w:rPr>
          <w:rtl/>
        </w:rPr>
      </w:pPr>
      <w:r>
        <w:rPr>
          <w:rtl/>
        </w:rPr>
        <w:t xml:space="preserve">حديث : ١ حدثنى محمد بن الحسن رضى الله عنه قال حدثنى محمد بن الحسن الصفار عن احمد بن محمد عن الحسين بن سعيد عن محمد بن ابى عمير قال حدثنى غير واحد عن ابيث عبدالله </w:t>
      </w:r>
      <w:r w:rsidRPr="00001BC8">
        <w:rPr>
          <w:rStyle w:val="libAlaemChar"/>
          <w:rtl/>
        </w:rPr>
        <w:t>عليه‌السلام</w:t>
      </w:r>
      <w:r>
        <w:rPr>
          <w:rtl/>
        </w:rPr>
        <w:t xml:space="preserve"> قال من اعان على قتل مومن بشطر كلمه جاء يوم القيامه بين عينيه مكتوب ايس من رحمه الله عزوجل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001BC8">
        <w:rPr>
          <w:rStyle w:val="libAlaemChar"/>
          <w:rtl/>
        </w:rPr>
        <w:t>عليه‌السلام</w:t>
      </w:r>
      <w:r>
        <w:rPr>
          <w:rtl/>
        </w:rPr>
        <w:t xml:space="preserve"> فرمودند: كسى كه با نيم سخنى در قتل مومنى كمك كند، روز قيامت در حالى مى آيد كه بر پيشانيش نوشته شده است : «ماءيوس از رحمت خداوند عزوجل»</w:t>
      </w:r>
    </w:p>
    <w:p w:rsidR="00A679DB" w:rsidRDefault="00A679DB" w:rsidP="00A679DB">
      <w:pPr>
        <w:pStyle w:val="libNormal"/>
        <w:rPr>
          <w:rtl/>
        </w:rPr>
      </w:pPr>
      <w:r>
        <w:rPr>
          <w:rtl/>
        </w:rPr>
        <w:t xml:space="preserve">حديث : ٢ ابى رحمه الله قال حدثنى سعد بن عبدالله عن احمد بن محمد عن الحسين بنسعيد بعن محمد بن ابى عمير عن حماد بن عثمان عن ابى عبدالله </w:t>
      </w:r>
      <w:r w:rsidRPr="00001BC8">
        <w:rPr>
          <w:rStyle w:val="libAlaemChar"/>
          <w:rtl/>
        </w:rPr>
        <w:t>عليه‌السلام</w:t>
      </w:r>
      <w:r>
        <w:rPr>
          <w:rtl/>
        </w:rPr>
        <w:t xml:space="preserve"> او عمن ذكره عنه </w:t>
      </w:r>
      <w:r w:rsidRPr="00001BC8">
        <w:rPr>
          <w:rStyle w:val="libAlaemChar"/>
          <w:rtl/>
        </w:rPr>
        <w:t>عليه‌السلام</w:t>
      </w:r>
      <w:r>
        <w:rPr>
          <w:rtl/>
        </w:rPr>
        <w:t xml:space="preserve"> قال يجى يوم القيامه رجل الى رجل حتى يلطخه بدم و الناس فى الحساب فيقول : يا عبدالله ما لى و لك فيقول اعنت على يوم كذا و كذا بكلمه كذا فقتلت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صادق </w:t>
      </w:r>
      <w:r w:rsidRPr="00001BC8">
        <w:rPr>
          <w:rStyle w:val="libAlaemChar"/>
          <w:rtl/>
        </w:rPr>
        <w:t>عليه‌السلام</w:t>
      </w:r>
      <w:r>
        <w:rPr>
          <w:rtl/>
        </w:rPr>
        <w:t xml:space="preserve"> فرمودند: در روز قيامت مردى پيش مرد ديگرى مى آيد و او را با خون آلوده مى كند، در حالى كه مردم مشغول حساب هستند. مى پرسد اى بنده خدا! چرا چنين كردى ؟ مى گويد در فلان روز سخنى گفتى كه موجب مرگ من شد.</w:t>
      </w:r>
    </w:p>
    <w:p w:rsidR="00A679DB" w:rsidRDefault="00A679DB" w:rsidP="00A679DB">
      <w:pPr>
        <w:pStyle w:val="libNormal"/>
        <w:rPr>
          <w:rtl/>
        </w:rPr>
      </w:pPr>
    </w:p>
    <w:p w:rsidR="00001BC8" w:rsidRDefault="00A679DB" w:rsidP="00001BC8">
      <w:pPr>
        <w:pStyle w:val="libNormal"/>
        <w:rPr>
          <w:rtl/>
        </w:rPr>
      </w:pPr>
      <w:r>
        <w:rPr>
          <w:rtl/>
        </w:rPr>
        <w:t>عقاب من قتل نفسا متعمدا</w:t>
      </w:r>
    </w:p>
    <w:p w:rsidR="00A679DB" w:rsidRDefault="00001BC8" w:rsidP="00001BC8">
      <w:pPr>
        <w:pStyle w:val="Heading2"/>
        <w:rPr>
          <w:rtl/>
        </w:rPr>
      </w:pPr>
      <w:r>
        <w:rPr>
          <w:rtl/>
        </w:rPr>
        <w:br w:type="page"/>
      </w:r>
      <w:bookmarkStart w:id="560" w:name="_Toc449617617"/>
      <w:r w:rsidR="00A679DB">
        <w:rPr>
          <w:rtl/>
        </w:rPr>
        <w:lastRenderedPageBreak/>
        <w:t>مجازات آدم كشى عمدى</w:t>
      </w:r>
      <w:bookmarkEnd w:id="560"/>
    </w:p>
    <w:p w:rsidR="00A679DB" w:rsidRDefault="00A679DB" w:rsidP="00A679DB">
      <w:pPr>
        <w:pStyle w:val="libNormal"/>
        <w:rPr>
          <w:rtl/>
        </w:rPr>
      </w:pPr>
      <w:r>
        <w:rPr>
          <w:rtl/>
        </w:rPr>
        <w:t xml:space="preserve">حديث : ١ ابى رحمه الله قال حدثنى عبدالله بن جعفر الحميرى عن احمد بن محمد عن الحسين بن سعيد عن فضاله عن ابان عمن اخبره عن ابى عبدالله </w:t>
      </w:r>
      <w:r w:rsidRPr="00001BC8">
        <w:rPr>
          <w:rStyle w:val="libAlaemChar"/>
          <w:rtl/>
        </w:rPr>
        <w:t>عليه‌السلام</w:t>
      </w:r>
      <w:r>
        <w:rPr>
          <w:rtl/>
        </w:rPr>
        <w:t xml:space="preserve"> انه سئل عمت قتل نفسا متعمدا قال جزاوه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از امام صادق </w:t>
      </w:r>
      <w:r w:rsidRPr="00001BC8">
        <w:rPr>
          <w:rStyle w:val="libAlaemChar"/>
          <w:rtl/>
        </w:rPr>
        <w:t>عليه‌السلام</w:t>
      </w:r>
      <w:r>
        <w:rPr>
          <w:rtl/>
        </w:rPr>
        <w:t xml:space="preserve"> پرسيدند: مجازات كسى كه عمدا كسى را بكشد چيست ؟ فرمودند: جهنم .</w:t>
      </w:r>
    </w:p>
    <w:p w:rsidR="00A679DB" w:rsidRDefault="00A679DB" w:rsidP="00A679DB">
      <w:pPr>
        <w:pStyle w:val="libNormal"/>
        <w:rPr>
          <w:rtl/>
        </w:rPr>
      </w:pPr>
      <w:r>
        <w:rPr>
          <w:rtl/>
        </w:rPr>
        <w:t xml:space="preserve">حديث : ٢ و بهذاالاسناد عن الحسين بن سعيد عن محمدبن ابى عمير، عن على بن عقبه عن ابى خالد القماط عن حمران قال قلت لابى جعفر </w:t>
      </w:r>
      <w:r w:rsidRPr="00001BC8">
        <w:rPr>
          <w:rStyle w:val="libAlaemChar"/>
          <w:rtl/>
        </w:rPr>
        <w:t>عليه‌السلام</w:t>
      </w:r>
      <w:r>
        <w:rPr>
          <w:rtl/>
        </w:rPr>
        <w:t xml:space="preserve"> قول الله عزوجل «من اجل ذلك كتبنا على بنى اسرائيل انه من قتل نفسا بغير نفس او فساد فى الارض فكانما قتل الناس جميعا» و انما قتل واحدا فقالف يوضع فى موضع من جهنم اليه تنتهى شده عذاب اهلها لو قتل الناس جميعا كان انما يدخل ذلك المكان قلت فان قتل آخر قال يضاعف عليه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راوى مى گويد به امام باقر </w:t>
      </w:r>
      <w:r w:rsidRPr="00001BC8">
        <w:rPr>
          <w:rStyle w:val="libAlaemChar"/>
          <w:rtl/>
        </w:rPr>
        <w:t>عليه‌السلام</w:t>
      </w:r>
      <w:r>
        <w:rPr>
          <w:rtl/>
        </w:rPr>
        <w:t xml:space="preserve"> عرض كردم خداوند عزوجل مى فرمايد: «به</w:t>
      </w:r>
      <w:r w:rsidR="00001BC8">
        <w:rPr>
          <w:rFonts w:hint="cs"/>
          <w:rtl/>
        </w:rPr>
        <w:t xml:space="preserve"> ه</w:t>
      </w:r>
      <w:r>
        <w:rPr>
          <w:rtl/>
        </w:rPr>
        <w:t xml:space="preserve">مين جهت بر بنى اسرائيل نوشتيم كه بدون ترديد كسى كه شخصى را بكشد، بدون آن كه آن شخص كسى را كشته باشد يا در زمين فساد كرده باشد، مانند اين است كه همه مردم را كشته است .» </w:t>
      </w:r>
      <w:r w:rsidRPr="00001BC8">
        <w:rPr>
          <w:rStyle w:val="libFootnotenumChar"/>
          <w:rtl/>
        </w:rPr>
        <w:t>(١٦٧)</w:t>
      </w:r>
      <w:r>
        <w:rPr>
          <w:rtl/>
        </w:rPr>
        <w:t xml:space="preserve"> در حالى كه او فقط يك نفر را كشته است .</w:t>
      </w:r>
    </w:p>
    <w:p w:rsidR="00A679DB" w:rsidRDefault="00A679DB" w:rsidP="00A679DB">
      <w:pPr>
        <w:pStyle w:val="libNormal"/>
        <w:rPr>
          <w:rtl/>
        </w:rPr>
      </w:pPr>
      <w:r>
        <w:rPr>
          <w:rtl/>
        </w:rPr>
        <w:t xml:space="preserve">آن حضرت </w:t>
      </w:r>
      <w:r w:rsidRPr="00001BC8">
        <w:rPr>
          <w:rStyle w:val="libAlaemChar"/>
          <w:rtl/>
        </w:rPr>
        <w:t>عليه‌السلام</w:t>
      </w:r>
      <w:r>
        <w:rPr>
          <w:rtl/>
        </w:rPr>
        <w:t xml:space="preserve"> فرمودند: او را در جايى از جهنم مى گذارند كه سخت ترين عذابها را دارد و اگر همه مردم را مى كشت او را در همين مكان مى گذاشتند. </w:t>
      </w:r>
      <w:r>
        <w:rPr>
          <w:rtl/>
        </w:rPr>
        <w:lastRenderedPageBreak/>
        <w:t>عرض كردم : اگر ديگرى را نيز بكشد چطور؟ فرمودند: عذابش ‍ دو برابر مى شود.</w:t>
      </w:r>
    </w:p>
    <w:p w:rsidR="00A679DB" w:rsidRDefault="00A679DB" w:rsidP="00A679DB">
      <w:pPr>
        <w:pStyle w:val="libNormal"/>
        <w:rPr>
          <w:rtl/>
        </w:rPr>
      </w:pPr>
      <w:r>
        <w:rPr>
          <w:rtl/>
        </w:rPr>
        <w:t xml:space="preserve">حديث : ٣ ابى رحمه الله قال حدثنى محمد بن ابى القاسم عن محمد بن على الكوفى عن المفضل بن صالح عن جابرن يزيد عن ابى جعفر </w:t>
      </w:r>
      <w:r w:rsidRPr="00001BC8">
        <w:rPr>
          <w:rStyle w:val="libAlaemChar"/>
          <w:rtl/>
        </w:rPr>
        <w:t>عليه‌السلام</w:t>
      </w:r>
      <w:r>
        <w:rPr>
          <w:rtl/>
        </w:rPr>
        <w:t xml:space="preserve"> قال اول ما يحكم الله تعالى فيه يوم القيامه الدماء فيوقف ابنى آدم فيفصل بينهما ثم الذين يلونهما من اصحاب الدماء حتى لا يبقى مهم احد ثم الناس بعد ذلك فياتى المقتول قاتله فيشخب دمه فى وجهه فيقول هذه قتلنى فيقول انت قتلته فلا يستطيع ان يكتم الله حديثا.</w:t>
      </w:r>
    </w:p>
    <w:p w:rsidR="00A679DB" w:rsidRDefault="00A679DB" w:rsidP="00A679DB">
      <w:pPr>
        <w:pStyle w:val="libNormal"/>
        <w:rPr>
          <w:rtl/>
        </w:rPr>
      </w:pPr>
      <w:r>
        <w:rPr>
          <w:rtl/>
        </w:rPr>
        <w:t>ترجمه :</w:t>
      </w:r>
    </w:p>
    <w:p w:rsidR="00A679DB" w:rsidRDefault="00A679DB" w:rsidP="00001BC8">
      <w:pPr>
        <w:pStyle w:val="libNormal"/>
        <w:rPr>
          <w:rtl/>
        </w:rPr>
      </w:pPr>
      <w:r>
        <w:rPr>
          <w:rtl/>
        </w:rPr>
        <w:t xml:space="preserve">٣. امام باقر </w:t>
      </w:r>
      <w:r w:rsidRPr="00001BC8">
        <w:rPr>
          <w:rStyle w:val="libAlaemChar"/>
          <w:rtl/>
        </w:rPr>
        <w:t>عليه‌السلام</w:t>
      </w:r>
      <w:r>
        <w:rPr>
          <w:rtl/>
        </w:rPr>
        <w:t xml:space="preserve"> فرمودند: اولين چيزى كه خداوند در روز قيامت درباره آن حكم مى نمايد، خونهاى ريخته شده است . ابتدا فرزندان حضرت آدم </w:t>
      </w:r>
      <w:r w:rsidRPr="00001BC8">
        <w:rPr>
          <w:rStyle w:val="libAlaemChar"/>
          <w:rtl/>
        </w:rPr>
        <w:t>عليه‌السلام</w:t>
      </w:r>
      <w:r>
        <w:rPr>
          <w:rtl/>
        </w:rPr>
        <w:t xml:space="preserve"> را حاضر كرده و در ميان آنها قضاوت مى نمايد، سپس ساير قاتلها و مقتلولها را حاضر مى كند تا ديگر كسى از آنان باقى نمى ماند، بدين گونه كه مقتول نزد قاتل خود ايستاده و در حالى كه خو</w:t>
      </w:r>
      <w:r w:rsidR="00001BC8">
        <w:rPr>
          <w:rFonts w:hint="cs"/>
          <w:rtl/>
        </w:rPr>
        <w:t>ن</w:t>
      </w:r>
      <w:r>
        <w:rPr>
          <w:rtl/>
        </w:rPr>
        <w:t xml:space="preserve"> روى صورتش ‍ جارى است عرضه مى دارد: اين شخص مرا كشته است . خداوند از او مى پرسد: آيا تو او را كشته اى ؟ و او هيچ چيزى را نمى تواند از خداوند پنهان كند.</w:t>
      </w:r>
    </w:p>
    <w:p w:rsidR="00A679DB" w:rsidRDefault="00A679DB" w:rsidP="00A679DB">
      <w:pPr>
        <w:pStyle w:val="libNormal"/>
        <w:rPr>
          <w:rtl/>
        </w:rPr>
      </w:pPr>
      <w:r>
        <w:rPr>
          <w:rtl/>
        </w:rPr>
        <w:t xml:space="preserve">حديث : ٤ حدثنى محمد بن على ماجيلويه رضى الله عنه عن عمه محمد بن ابى القاسم عن احمد بن محمد عن الحسين بن سعيد عن ابن ابى عمير عن صسعيد الازرق عن ابى عبدالله </w:t>
      </w:r>
      <w:r w:rsidRPr="00001BC8">
        <w:rPr>
          <w:rStyle w:val="libAlaemChar"/>
          <w:rtl/>
        </w:rPr>
        <w:t>عليه‌السلام</w:t>
      </w:r>
      <w:r>
        <w:rPr>
          <w:rtl/>
        </w:rPr>
        <w:t xml:space="preserve"> فى رجل قتل رجلا مومنا قال يقال له مت اى ميته شئت ان شئت يهوديا و ان شئت نصرانيا و ان شئت مجوسيا.</w:t>
      </w:r>
    </w:p>
    <w:p w:rsidR="00A679DB" w:rsidRDefault="00A679DB" w:rsidP="00A679DB">
      <w:pPr>
        <w:pStyle w:val="libNormal"/>
        <w:rPr>
          <w:rtl/>
        </w:rPr>
      </w:pPr>
      <w:r>
        <w:rPr>
          <w:rtl/>
        </w:rPr>
        <w:t>ترجمه :</w:t>
      </w:r>
    </w:p>
    <w:p w:rsidR="00A679DB" w:rsidRDefault="00A679DB" w:rsidP="00A679DB">
      <w:pPr>
        <w:pStyle w:val="libNormal"/>
        <w:rPr>
          <w:rtl/>
        </w:rPr>
      </w:pPr>
      <w:r>
        <w:rPr>
          <w:rtl/>
        </w:rPr>
        <w:lastRenderedPageBreak/>
        <w:t xml:space="preserve">٤. امام صادق </w:t>
      </w:r>
      <w:r w:rsidRPr="00001BC8">
        <w:rPr>
          <w:rStyle w:val="libAlaemChar"/>
          <w:rtl/>
        </w:rPr>
        <w:t>عليه‌السلام</w:t>
      </w:r>
      <w:r>
        <w:rPr>
          <w:rtl/>
        </w:rPr>
        <w:t xml:space="preserve"> درباره قاتل مومن فرمودند: به او مى گويند هر طور كه مى خواهى بمير؛ يهويد بمير يا مسيحى يا مجوسى «و نمى تواند با مسلمانى بميرد»</w:t>
      </w:r>
    </w:p>
    <w:p w:rsidR="00A679DB" w:rsidRDefault="00A679DB" w:rsidP="00A679DB">
      <w:pPr>
        <w:pStyle w:val="libNormal"/>
        <w:rPr>
          <w:rtl/>
        </w:rPr>
      </w:pPr>
      <w:r>
        <w:rPr>
          <w:rtl/>
        </w:rPr>
        <w:t>حديث : ٥ حدثنى محمد بن موسى بن المتوكل رضى الله عنه قال حدثنى محمد بن يحيى عن احمد بن محمد عن الحسين بن سعيد عن عبدالرحمن بن ابى نجران عن محمد بن سنان عن ابى الجارود عن محمد بن على</w:t>
      </w:r>
      <w:r w:rsidR="00001BC8">
        <w:rPr>
          <w:rFonts w:hint="cs"/>
          <w:rtl/>
        </w:rPr>
        <w:t xml:space="preserve"> </w:t>
      </w:r>
      <w:r w:rsidR="00DC5255" w:rsidRPr="00001BC8">
        <w:rPr>
          <w:rStyle w:val="libAlaemChar"/>
          <w:rtl/>
        </w:rPr>
        <w:t>عليهم‌السلام</w:t>
      </w:r>
      <w:r w:rsidR="00DC5255">
        <w:rPr>
          <w:rtl/>
        </w:rPr>
        <w:t xml:space="preserve"> </w:t>
      </w:r>
      <w:r>
        <w:rPr>
          <w:rtl/>
        </w:rPr>
        <w:t>قال ما من نفس تقتل بره و لا فاجره الا وهى تحشر يوم القيامه متعلقا بقاتله بيده اليمنى و راسه بيده اليسرى و اوادجه تشخب دما يقول يا رب سل هذا فيم قتلنى فان كان قتله فى طاعه الله عزوجل اثيب القاتل الجنه و ذهب بالمقتول الى النار و ان كان فى طاعه فلان قيل له اقتله كما قتلك ثم يفعل الله فيهما بعد مشيته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٥. امام باقر </w:t>
      </w:r>
      <w:r w:rsidRPr="00001BC8">
        <w:rPr>
          <w:rStyle w:val="libAlaemChar"/>
          <w:rtl/>
        </w:rPr>
        <w:t>عليه‌السلام</w:t>
      </w:r>
      <w:r>
        <w:rPr>
          <w:rtl/>
        </w:rPr>
        <w:t xml:space="preserve"> فرمودند: مقتول خوب يا بدى نيست ، مگر اين كه در روز قيامت در حالى كه خون از شاهرگهاى او فواره مى زند و قاتلش را با دست راست و سرش را در دست گرفته محشور مى شود. عرضه مى دارد. پروردگارا! از اين بپرس چرا مرا كشت ؟ و آنگاه اگر در راه طاعت خداوند عزوجل او را كشته باشد، ق</w:t>
      </w:r>
      <w:r w:rsidR="0051150D">
        <w:rPr>
          <w:rFonts w:hint="cs"/>
          <w:rtl/>
        </w:rPr>
        <w:t>ا</w:t>
      </w:r>
      <w:r>
        <w:rPr>
          <w:rtl/>
        </w:rPr>
        <w:t>تل را به بهشت و مقتول را به جهنم مى برند. و اگر بخاطر اطاعت از فلان شخص او را كشته باشد، به او مى گويند: همانگونه كه تو را كشت ، او را بكش ، آنگاه خداوند طبق خواست خود با آنها رفتار مى نمايد.</w:t>
      </w:r>
    </w:p>
    <w:p w:rsidR="00A679DB" w:rsidRDefault="00A679DB" w:rsidP="00A679DB">
      <w:pPr>
        <w:pStyle w:val="libNormal"/>
        <w:rPr>
          <w:rtl/>
        </w:rPr>
      </w:pPr>
      <w:r>
        <w:rPr>
          <w:rtl/>
        </w:rPr>
        <w:t xml:space="preserve">حديث : ٦ حدثنى جعفر بن محمد بن مسرور رضى الله عنه قال حدثنى الحسين بن محمدبن عامر عن عمه عبدالله بن عامر عن ابن ابى عمير عن حفس بن البخترى عن ابى عبدالله </w:t>
      </w:r>
      <w:r w:rsidRPr="0051150D">
        <w:rPr>
          <w:rStyle w:val="libAlaemChar"/>
          <w:rtl/>
        </w:rPr>
        <w:t>عليه‌السلام</w:t>
      </w:r>
      <w:r>
        <w:rPr>
          <w:rtl/>
        </w:rPr>
        <w:t xml:space="preserve"> قال ان امراه غذبت فى هر ربطتها حتى ماتت عطشا.</w:t>
      </w:r>
    </w:p>
    <w:p w:rsidR="00A679DB" w:rsidRDefault="00A679DB" w:rsidP="00A679DB">
      <w:pPr>
        <w:pStyle w:val="libNormal"/>
        <w:rPr>
          <w:rtl/>
        </w:rPr>
      </w:pPr>
      <w:r>
        <w:rPr>
          <w:rtl/>
        </w:rPr>
        <w:lastRenderedPageBreak/>
        <w:t>ترجمه :</w:t>
      </w:r>
    </w:p>
    <w:p w:rsidR="00A679DB" w:rsidRDefault="00A679DB" w:rsidP="00A679DB">
      <w:pPr>
        <w:pStyle w:val="libNormal"/>
        <w:rPr>
          <w:rtl/>
        </w:rPr>
      </w:pPr>
      <w:r>
        <w:rPr>
          <w:rtl/>
        </w:rPr>
        <w:t xml:space="preserve">٦. امام صادق </w:t>
      </w:r>
      <w:r w:rsidRPr="0051150D">
        <w:rPr>
          <w:rStyle w:val="libAlaemChar"/>
          <w:rtl/>
        </w:rPr>
        <w:t>عليه‌السلام</w:t>
      </w:r>
      <w:r>
        <w:rPr>
          <w:rtl/>
        </w:rPr>
        <w:t xml:space="preserve"> فرمودند: همانا زنى را بخاطر اين كه گربه اى را بسته بود تا از تشنگى مرد، عذاب نمودند.</w:t>
      </w:r>
    </w:p>
    <w:p w:rsidR="00A679DB" w:rsidRDefault="00A679DB" w:rsidP="00A679DB">
      <w:pPr>
        <w:pStyle w:val="libNormal"/>
        <w:rPr>
          <w:rtl/>
        </w:rPr>
      </w:pPr>
      <w:r>
        <w:rPr>
          <w:rtl/>
        </w:rPr>
        <w:t xml:space="preserve">حديث : ٧ و بهذاالاسناد عن ابن ابى عمير عن حماد عن الحلبى عن ابى عبدالله </w:t>
      </w:r>
      <w:r w:rsidRPr="0051150D">
        <w:rPr>
          <w:rStyle w:val="libAlaemChar"/>
          <w:rtl/>
        </w:rPr>
        <w:t>عليه‌السلام</w:t>
      </w:r>
      <w:r>
        <w:rPr>
          <w:rtl/>
        </w:rPr>
        <w:t xml:space="preserve"> قال قال رسول الله </w:t>
      </w:r>
      <w:r w:rsidR="00E60DFB" w:rsidRPr="0051150D">
        <w:rPr>
          <w:rStyle w:val="libAlaemChar"/>
          <w:rtl/>
        </w:rPr>
        <w:t>صلى‌الله‌عليه‌وآله</w:t>
      </w:r>
      <w:r w:rsidR="00E60DFB">
        <w:rPr>
          <w:rtl/>
        </w:rPr>
        <w:t xml:space="preserve"> </w:t>
      </w:r>
      <w:r>
        <w:rPr>
          <w:rtl/>
        </w:rPr>
        <w:t>ان اعتا الناس ‍ على الله تعالى من قتل غير قاتله و من ضرب من لم يضربه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٧. امام صادق </w:t>
      </w:r>
      <w:r w:rsidRPr="0051150D">
        <w:rPr>
          <w:rStyle w:val="libAlaemChar"/>
          <w:rtl/>
        </w:rPr>
        <w:t>عليه‌السلام</w:t>
      </w:r>
      <w:r>
        <w:rPr>
          <w:rtl/>
        </w:rPr>
        <w:t xml:space="preserve"> نقل مى نمايند كه رسول خدا </w:t>
      </w:r>
      <w:r w:rsidR="00E60DFB" w:rsidRPr="0051150D">
        <w:rPr>
          <w:rStyle w:val="libAlaemChar"/>
          <w:rtl/>
        </w:rPr>
        <w:t>صلى‌الله‌عليه‌وآله</w:t>
      </w:r>
      <w:r w:rsidR="00E60DFB">
        <w:rPr>
          <w:rtl/>
        </w:rPr>
        <w:t xml:space="preserve"> </w:t>
      </w:r>
      <w:r>
        <w:rPr>
          <w:rtl/>
        </w:rPr>
        <w:t>فرمودند: بدون شك ستمكارترين مردم بر خداى متعال ، كسى است كه غير قاتل خود را بكشد، يا كسى كه او را نزده است ، بزند.</w:t>
      </w:r>
    </w:p>
    <w:p w:rsidR="00A679DB" w:rsidRDefault="00A679DB" w:rsidP="00A679DB">
      <w:pPr>
        <w:pStyle w:val="libNormal"/>
        <w:rPr>
          <w:rtl/>
        </w:rPr>
      </w:pPr>
      <w:r>
        <w:rPr>
          <w:rtl/>
        </w:rPr>
        <w:t xml:space="preserve">حديث : ٨ ابى رحمه الله قال حدثنى سعد بن عبدالله عن احمد بن محمد عن على بن الحكم عن هشام عن سليمان بن خالد قال سمعت ابا عبدالله </w:t>
      </w:r>
      <w:r w:rsidRPr="0051150D">
        <w:rPr>
          <w:rStyle w:val="libAlaemChar"/>
          <w:rtl/>
        </w:rPr>
        <w:t>عليه‌السلام</w:t>
      </w:r>
      <w:r>
        <w:rPr>
          <w:rtl/>
        </w:rPr>
        <w:t xml:space="preserve"> يقول اوحى الله تعالى الى موسى بن عمران ان يا موسى قل للمائ من بنى اسرائيل آياكم و قتل النفس الحرام بغير حق فان من قتل منكم نفسا فى الدنيا قتلته فى النار مائه الف قتله مثل قتله صاحبه .</w:t>
      </w:r>
    </w:p>
    <w:p w:rsidR="00A679DB" w:rsidRDefault="00A679DB" w:rsidP="00A679DB">
      <w:pPr>
        <w:pStyle w:val="libNormal"/>
        <w:rPr>
          <w:rtl/>
        </w:rPr>
      </w:pPr>
      <w:r>
        <w:rPr>
          <w:rtl/>
        </w:rPr>
        <w:t>ترجمه :</w:t>
      </w:r>
    </w:p>
    <w:p w:rsidR="00A679DB" w:rsidRDefault="00A679DB" w:rsidP="0051150D">
      <w:pPr>
        <w:pStyle w:val="libNormal"/>
        <w:rPr>
          <w:rtl/>
        </w:rPr>
      </w:pPr>
      <w:r>
        <w:rPr>
          <w:rtl/>
        </w:rPr>
        <w:t xml:space="preserve">٨. راوى مى گويد از امام صادق </w:t>
      </w:r>
      <w:r w:rsidRPr="0051150D">
        <w:rPr>
          <w:rStyle w:val="libAlaemChar"/>
          <w:rtl/>
        </w:rPr>
        <w:t>عليه‌السلام</w:t>
      </w:r>
      <w:r>
        <w:rPr>
          <w:rtl/>
        </w:rPr>
        <w:t xml:space="preserve"> شنيدم كه فرمودند: خداوند متعال به حضرت موسى </w:t>
      </w:r>
      <w:r w:rsidRPr="0051150D">
        <w:rPr>
          <w:rStyle w:val="libAlaemChar"/>
          <w:rtl/>
        </w:rPr>
        <w:t>عليه‌السلام</w:t>
      </w:r>
      <w:r>
        <w:rPr>
          <w:rtl/>
        </w:rPr>
        <w:t xml:space="preserve"> وحى نمود كه به بنى اسرائيل بگو: از آدمكشى حرام و بناحق بپرهيزيد. ق</w:t>
      </w:r>
      <w:r w:rsidR="0051150D">
        <w:rPr>
          <w:rFonts w:hint="cs"/>
          <w:rtl/>
        </w:rPr>
        <w:t>طع</w:t>
      </w:r>
      <w:r>
        <w:rPr>
          <w:rtl/>
        </w:rPr>
        <w:t>ا هر كدام از شما كه كسى را بكشد، من نيز در جهنم صد هزار بار قاتل را مى كشم ، با همان روشى كه قاتل مقتول را كشته بود.</w:t>
      </w:r>
    </w:p>
    <w:p w:rsidR="00A679DB" w:rsidRDefault="00A679DB" w:rsidP="00A679DB">
      <w:pPr>
        <w:pStyle w:val="libNormal"/>
        <w:rPr>
          <w:rtl/>
        </w:rPr>
      </w:pPr>
      <w:r>
        <w:rPr>
          <w:rtl/>
        </w:rPr>
        <w:t xml:space="preserve">حديث : ٩ ابى رحمه الله قال حدثنى محمد بن ابى القاسم عن محمد بن على الكوفى عن محمد بن اسلم الجبلى عن عبدالرحمن بن اسلم عن ابيه قال قال ابو </w:t>
      </w:r>
      <w:r>
        <w:rPr>
          <w:rtl/>
        </w:rPr>
        <w:lastRenderedPageBreak/>
        <w:t xml:space="preserve">جعفر </w:t>
      </w:r>
      <w:r w:rsidRPr="0051150D">
        <w:rPr>
          <w:rStyle w:val="libAlaemChar"/>
          <w:rtl/>
        </w:rPr>
        <w:t>عليه‌السلام</w:t>
      </w:r>
      <w:r>
        <w:rPr>
          <w:rtl/>
        </w:rPr>
        <w:t xml:space="preserve"> من قتل مومنا متعمدا اثبت الله تعالى عليه جميع الذنوب و برى المقتول منها و ذلك قول الله تعالى «اريد ان تبوء ياثمى و اثمك فتكون من اصحاب النار.»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٩. امام باقر </w:t>
      </w:r>
      <w:r w:rsidRPr="0051150D">
        <w:rPr>
          <w:rStyle w:val="libAlaemChar"/>
          <w:rtl/>
        </w:rPr>
        <w:t>عليه‌السلام</w:t>
      </w:r>
      <w:r>
        <w:rPr>
          <w:rtl/>
        </w:rPr>
        <w:t xml:space="preserve"> فرمودند: كسى كه عمدا مومنى را بكشد، خداى متعال همه گناهان را براى قاتل نوشته و مقتول را از تمام گناهانش پاك مى نمايد و خداى متعال در آين آيه نيز همين را مى فرمايند: «مى خواهم گناهان من و تو، به تو بازگردد تا جهنمى شوى» </w:t>
      </w:r>
      <w:r w:rsidRPr="0051150D">
        <w:rPr>
          <w:rStyle w:val="libFootnotenumChar"/>
          <w:rtl/>
        </w:rPr>
        <w:t>(١٦٨)</w:t>
      </w:r>
    </w:p>
    <w:p w:rsidR="00A679DB" w:rsidRDefault="00A679DB" w:rsidP="00A679DB">
      <w:pPr>
        <w:pStyle w:val="libNormal"/>
        <w:rPr>
          <w:rtl/>
        </w:rPr>
      </w:pPr>
    </w:p>
    <w:p w:rsidR="00A679DB" w:rsidRDefault="00A679DB" w:rsidP="00A679DB">
      <w:pPr>
        <w:pStyle w:val="libNormal"/>
        <w:rPr>
          <w:rtl/>
        </w:rPr>
      </w:pPr>
      <w:r>
        <w:rPr>
          <w:rtl/>
        </w:rPr>
        <w:t>عقاب من شرك فى دم امرء مسلم او رضى به</w:t>
      </w:r>
    </w:p>
    <w:p w:rsidR="00A679DB" w:rsidRDefault="0051150D" w:rsidP="00A679DB">
      <w:pPr>
        <w:pStyle w:val="libNormal"/>
        <w:rPr>
          <w:rtl/>
        </w:rPr>
      </w:pPr>
      <w:r>
        <w:rPr>
          <w:rtl/>
        </w:rPr>
        <w:br w:type="page"/>
      </w:r>
    </w:p>
    <w:p w:rsidR="00A679DB" w:rsidRDefault="00A679DB" w:rsidP="0051150D">
      <w:pPr>
        <w:pStyle w:val="Heading2"/>
        <w:rPr>
          <w:rtl/>
        </w:rPr>
      </w:pPr>
      <w:bookmarkStart w:id="561" w:name="_Toc449617618"/>
      <w:r>
        <w:rPr>
          <w:rtl/>
        </w:rPr>
        <w:t>مجازات شركت در قتل مسلمان يا رضايت به آن</w:t>
      </w:r>
      <w:bookmarkEnd w:id="561"/>
    </w:p>
    <w:p w:rsidR="00A679DB" w:rsidRDefault="00A679DB" w:rsidP="00A679DB">
      <w:pPr>
        <w:pStyle w:val="libNormal"/>
        <w:rPr>
          <w:rtl/>
        </w:rPr>
      </w:pPr>
      <w:r>
        <w:rPr>
          <w:rtl/>
        </w:rPr>
        <w:t xml:space="preserve">حديث : ١ ابى رحمه الله قال حدثنى سعد بن عبدالله عن احمد بن محمد عن الحسين بن سعيد عن محمد بن ابى عمير عن منصور بن يونس ‍ عن ابى حمزه عن </w:t>
      </w:r>
      <w:r w:rsidRPr="0051150D">
        <w:rPr>
          <w:rtl/>
        </w:rPr>
        <w:t>احدهما</w:t>
      </w:r>
      <w:r w:rsidR="00DC5255" w:rsidRPr="0051150D">
        <w:rPr>
          <w:rStyle w:val="libAlaemChar"/>
          <w:rtl/>
        </w:rPr>
        <w:t>عليهم‌السلام</w:t>
      </w:r>
      <w:r w:rsidR="00DC5255">
        <w:rPr>
          <w:rtl/>
        </w:rPr>
        <w:t xml:space="preserve"> </w:t>
      </w:r>
      <w:r>
        <w:rPr>
          <w:rtl/>
        </w:rPr>
        <w:t xml:space="preserve">قال اتى رسول الله </w:t>
      </w:r>
      <w:r w:rsidR="00E60DFB" w:rsidRPr="0051150D">
        <w:rPr>
          <w:rStyle w:val="libAlaemChar"/>
          <w:rtl/>
        </w:rPr>
        <w:t>صلى‌الله‌عليه‌وآله</w:t>
      </w:r>
      <w:r w:rsidR="00E60DFB">
        <w:rPr>
          <w:rtl/>
        </w:rPr>
        <w:t xml:space="preserve"> </w:t>
      </w:r>
      <w:r>
        <w:rPr>
          <w:rtl/>
        </w:rPr>
        <w:t xml:space="preserve">فقيل له يا رسول الله </w:t>
      </w:r>
      <w:r w:rsidR="00E60DFB" w:rsidRPr="0051150D">
        <w:rPr>
          <w:rStyle w:val="libAlaemChar"/>
          <w:rtl/>
        </w:rPr>
        <w:t>صلى‌الله‌عليه‌وآله</w:t>
      </w:r>
      <w:r w:rsidR="00E60DFB">
        <w:rPr>
          <w:rtl/>
        </w:rPr>
        <w:t xml:space="preserve"> </w:t>
      </w:r>
      <w:r>
        <w:rPr>
          <w:rtl/>
        </w:rPr>
        <w:t xml:space="preserve">قتيل فى مسجد جهينه فقام رسول الله </w:t>
      </w:r>
      <w:r w:rsidR="00E60DFB" w:rsidRPr="0051150D">
        <w:rPr>
          <w:rStyle w:val="libAlaemChar"/>
          <w:rtl/>
        </w:rPr>
        <w:t>صلى‌الله‌عليه‌وآله</w:t>
      </w:r>
      <w:r w:rsidR="00E60DFB">
        <w:rPr>
          <w:rtl/>
        </w:rPr>
        <w:t xml:space="preserve"> </w:t>
      </w:r>
      <w:r>
        <w:rPr>
          <w:rtl/>
        </w:rPr>
        <w:t>يمشى حتى انتهى الى مسجدهم قال و تسامع الناس فاتوه عليه‌السلام فقال من قتل ذا فقالوا يا رسول الله ماندرى من قتله فقال قتيل من المسلمين بين ظهرانى المسلمين لا يدرى من قتله و الله الذى بعثنى بالحق لو ان اهل السماوات و الارض شركوا فى دم امر مسلم اورضوا به لا كبهم الله على مناخرهم فى النار - او قال على وجوههم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باقر </w:t>
      </w:r>
      <w:r w:rsidRPr="0051150D">
        <w:rPr>
          <w:rStyle w:val="libAlaemChar"/>
          <w:rtl/>
        </w:rPr>
        <w:t>عليه‌السلام</w:t>
      </w:r>
      <w:r>
        <w:rPr>
          <w:rtl/>
        </w:rPr>
        <w:t xml:space="preserve"> يا امام صادق </w:t>
      </w:r>
      <w:r w:rsidRPr="0051150D">
        <w:rPr>
          <w:rStyle w:val="libAlaemChar"/>
          <w:rtl/>
        </w:rPr>
        <w:t>عليه‌السلام</w:t>
      </w:r>
      <w:r>
        <w:rPr>
          <w:rtl/>
        </w:rPr>
        <w:t xml:space="preserve"> فرمودند: «كسانى» نزد رسول خدا </w:t>
      </w:r>
      <w:r w:rsidR="00E60DFB" w:rsidRPr="0051150D">
        <w:rPr>
          <w:rStyle w:val="libAlaemChar"/>
          <w:rtl/>
        </w:rPr>
        <w:t>صلى‌الله‌عليه‌وآله</w:t>
      </w:r>
      <w:r w:rsidR="00E60DFB">
        <w:rPr>
          <w:rtl/>
        </w:rPr>
        <w:t xml:space="preserve"> </w:t>
      </w:r>
      <w:r>
        <w:rPr>
          <w:rtl/>
        </w:rPr>
        <w:t xml:space="preserve">عرضه داشتند: اى رسول خدا!كشته اى در مسجد «جهينه» پيدا شده است آن حضرت </w:t>
      </w:r>
      <w:r w:rsidR="00E60DFB" w:rsidRPr="0051150D">
        <w:rPr>
          <w:rStyle w:val="libAlaemChar"/>
          <w:rtl/>
        </w:rPr>
        <w:t>صلى‌الله‌عليه‌وآله</w:t>
      </w:r>
      <w:r w:rsidR="00E60DFB">
        <w:rPr>
          <w:rtl/>
        </w:rPr>
        <w:t xml:space="preserve"> </w:t>
      </w:r>
      <w:r>
        <w:rPr>
          <w:rtl/>
        </w:rPr>
        <w:t xml:space="preserve">برخاسته و پياده تا آن مسجد آمد ند. مردم نيز با شنيدن اين خبر به مسجد آمدند. آن حضرت </w:t>
      </w:r>
      <w:r w:rsidR="00E60DFB" w:rsidRPr="0051150D">
        <w:rPr>
          <w:rStyle w:val="libAlaemChar"/>
          <w:rtl/>
        </w:rPr>
        <w:t>صلى‌الله‌عليه‌وآله</w:t>
      </w:r>
      <w:r w:rsidR="00E60DFB">
        <w:rPr>
          <w:rtl/>
        </w:rPr>
        <w:t xml:space="preserve"> </w:t>
      </w:r>
      <w:r>
        <w:rPr>
          <w:rtl/>
        </w:rPr>
        <w:t xml:space="preserve">پرسيد: چه كسى اين شخص را كشته است ؟ جواب دادند: اى رسول خدا </w:t>
      </w:r>
      <w:r w:rsidR="00E60DFB" w:rsidRPr="0051150D">
        <w:rPr>
          <w:rStyle w:val="libAlaemChar"/>
          <w:rtl/>
        </w:rPr>
        <w:t>صلى‌الله‌عليه‌وآله</w:t>
      </w:r>
      <w:r w:rsidR="00E60DFB">
        <w:rPr>
          <w:rtl/>
        </w:rPr>
        <w:t xml:space="preserve"> </w:t>
      </w:r>
      <w:r>
        <w:rPr>
          <w:rtl/>
        </w:rPr>
        <w:t xml:space="preserve">! نمى دانيم چه كسى او را كشته است . آن حضرت </w:t>
      </w:r>
      <w:r w:rsidR="00E60DFB" w:rsidRPr="0051150D">
        <w:rPr>
          <w:rStyle w:val="libAlaemChar"/>
          <w:rtl/>
        </w:rPr>
        <w:t>صلى‌الله‌عليه‌وآله</w:t>
      </w:r>
      <w:r w:rsidR="00E60DFB">
        <w:rPr>
          <w:rtl/>
        </w:rPr>
        <w:t xml:space="preserve"> </w:t>
      </w:r>
      <w:r>
        <w:rPr>
          <w:rtl/>
        </w:rPr>
        <w:t>فرمودند: كشته اى از مسلمانان در ميان مسلمانان است ، ولى معلوم نيست چه كسى او را كشته است ! سوگند بخدايى كه مرا بحق پيامبرى برانگيخت ! اگر اهل آسمانها و زمين در قتل شخص مسلمانى شركت كنند يا به آن راضى باشند، بدون شك و قطعا خداوند همه آنها را به رو در جهنم واژگون مى سازد.</w:t>
      </w:r>
    </w:p>
    <w:p w:rsidR="00A679DB" w:rsidRDefault="00A679DB" w:rsidP="00A679DB">
      <w:pPr>
        <w:pStyle w:val="libNormal"/>
        <w:rPr>
          <w:rtl/>
        </w:rPr>
      </w:pPr>
      <w:r>
        <w:rPr>
          <w:rtl/>
        </w:rPr>
        <w:lastRenderedPageBreak/>
        <w:t xml:space="preserve">حديث : ٢ ابى رحمه الله قال حدثنى سعد بن عبدالله عن محمد بن الحسين عن صفوان بن يحيى عن عاصم بن حميد عن ابى عبيده عن ابى جعفر </w:t>
      </w:r>
      <w:r w:rsidRPr="0051150D">
        <w:rPr>
          <w:rStyle w:val="libAlaemChar"/>
          <w:rtl/>
        </w:rPr>
        <w:t>عليه‌السلام</w:t>
      </w:r>
      <w:r>
        <w:rPr>
          <w:rtl/>
        </w:rPr>
        <w:t xml:space="preserve"> قال قال رسول الله </w:t>
      </w:r>
      <w:r w:rsidR="00E60DFB" w:rsidRPr="0051150D">
        <w:rPr>
          <w:rStyle w:val="libAlaemChar"/>
          <w:rtl/>
        </w:rPr>
        <w:t>صلى‌الله‌عليه‌وآله</w:t>
      </w:r>
      <w:r w:rsidR="00E60DFB">
        <w:rPr>
          <w:rtl/>
        </w:rPr>
        <w:t xml:space="preserve"> </w:t>
      </w:r>
      <w:r>
        <w:rPr>
          <w:rtl/>
        </w:rPr>
        <w:t>الا لا يعجبنك رحب الذراعين بالدم فان له عندالله قاتلا لا يموت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٢. امام باقر </w:t>
      </w:r>
      <w:r w:rsidRPr="0051150D">
        <w:rPr>
          <w:rStyle w:val="libAlaemChar"/>
          <w:rtl/>
        </w:rPr>
        <w:t>عليه‌السلام</w:t>
      </w:r>
      <w:r>
        <w:rPr>
          <w:rtl/>
        </w:rPr>
        <w:t xml:space="preserve"> روايت مى نمايند كه رسول خدا </w:t>
      </w:r>
      <w:r w:rsidR="00E60DFB" w:rsidRPr="0051150D">
        <w:rPr>
          <w:rStyle w:val="libAlaemChar"/>
          <w:rtl/>
        </w:rPr>
        <w:t>صلى‌الله‌عليه‌وآله</w:t>
      </w:r>
      <w:r w:rsidR="00E60DFB">
        <w:rPr>
          <w:rtl/>
        </w:rPr>
        <w:t xml:space="preserve"> </w:t>
      </w:r>
      <w:r>
        <w:rPr>
          <w:rtl/>
        </w:rPr>
        <w:t>فرمودند: از كسى كه زياد آدم مى كشد، اصلا تعجب نكن ( كه چقدر خدا به او مهلت مى دهد) چون قطعا قاتلى پيش خداوند دارد كه نمى ميرد.</w:t>
      </w:r>
    </w:p>
    <w:p w:rsidR="00A679DB" w:rsidRDefault="00A679DB" w:rsidP="00A679DB">
      <w:pPr>
        <w:pStyle w:val="libNormal"/>
        <w:rPr>
          <w:rtl/>
        </w:rPr>
      </w:pPr>
    </w:p>
    <w:p w:rsidR="00A679DB" w:rsidRDefault="00A679DB" w:rsidP="00A679DB">
      <w:pPr>
        <w:pStyle w:val="libNormal"/>
        <w:rPr>
          <w:rtl/>
        </w:rPr>
      </w:pPr>
      <w:r>
        <w:rPr>
          <w:rtl/>
        </w:rPr>
        <w:t>عقاب من احدث او آوى محدثا</w:t>
      </w:r>
    </w:p>
    <w:p w:rsidR="00A679DB" w:rsidRDefault="0051150D" w:rsidP="0051150D">
      <w:pPr>
        <w:pStyle w:val="Heading2"/>
        <w:rPr>
          <w:rtl/>
        </w:rPr>
      </w:pPr>
      <w:r>
        <w:rPr>
          <w:rtl/>
        </w:rPr>
        <w:br w:type="page"/>
      </w:r>
      <w:bookmarkStart w:id="562" w:name="_Toc449617619"/>
      <w:r w:rsidR="00A679DB">
        <w:rPr>
          <w:rtl/>
        </w:rPr>
        <w:lastRenderedPageBreak/>
        <w:t>مجازات قاتل و پناه دهنده او</w:t>
      </w:r>
      <w:bookmarkEnd w:id="562"/>
    </w:p>
    <w:p w:rsidR="00A679DB" w:rsidRDefault="00A679DB" w:rsidP="00A679DB">
      <w:pPr>
        <w:pStyle w:val="libNormal"/>
        <w:rPr>
          <w:rtl/>
        </w:rPr>
      </w:pPr>
      <w:r>
        <w:rPr>
          <w:rtl/>
        </w:rPr>
        <w:t xml:space="preserve">حديث : ١ ابى رحمه الله قال حدثنى سعد بن عبدالله عن احمد بن محمد عن الحسن بن على بن بنت الياس قال سمعت الرضا </w:t>
      </w:r>
      <w:r w:rsidRPr="0051150D">
        <w:rPr>
          <w:rStyle w:val="libAlaemChar"/>
          <w:rtl/>
        </w:rPr>
        <w:t>عليه‌السلام</w:t>
      </w:r>
      <w:r>
        <w:rPr>
          <w:rtl/>
        </w:rPr>
        <w:t xml:space="preserve"> يقول قال رسول الله </w:t>
      </w:r>
      <w:r w:rsidR="00E60DFB" w:rsidRPr="0051150D">
        <w:rPr>
          <w:rStyle w:val="libAlaemChar"/>
          <w:rtl/>
        </w:rPr>
        <w:t>صلى‌الله‌عليه‌وآله</w:t>
      </w:r>
      <w:r w:rsidR="00E60DFB">
        <w:rPr>
          <w:rtl/>
        </w:rPr>
        <w:t xml:space="preserve"> </w:t>
      </w:r>
      <w:r>
        <w:rPr>
          <w:rtl/>
        </w:rPr>
        <w:t>لعن الله من احدث حدثنا او آوى محدثنا قلت و ما المحدث قال من قتل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راوى مى گويد از امام صادق </w:t>
      </w:r>
      <w:r w:rsidRPr="0051150D">
        <w:rPr>
          <w:rStyle w:val="libAlaemChar"/>
          <w:rtl/>
        </w:rPr>
        <w:t>عليه‌السلام</w:t>
      </w:r>
      <w:r>
        <w:rPr>
          <w:rtl/>
        </w:rPr>
        <w:t xml:space="preserve"> شنيدم كه روايت نمودند: رسول خدا </w:t>
      </w:r>
      <w:r w:rsidR="00E60DFB" w:rsidRPr="0051150D">
        <w:rPr>
          <w:rStyle w:val="libAlaemChar"/>
          <w:rtl/>
        </w:rPr>
        <w:t>صلى‌الله‌عليه‌وآله</w:t>
      </w:r>
      <w:r w:rsidR="00E60DFB">
        <w:rPr>
          <w:rtl/>
        </w:rPr>
        <w:t xml:space="preserve"> </w:t>
      </w:r>
      <w:r>
        <w:rPr>
          <w:rtl/>
        </w:rPr>
        <w:t>مى فرمايند: قاتل و پناه دهنده قاتل را لعنت مى نمايد.</w:t>
      </w:r>
    </w:p>
    <w:p w:rsidR="00A679DB" w:rsidRDefault="00A679DB" w:rsidP="00A679DB">
      <w:pPr>
        <w:pStyle w:val="libNormal"/>
        <w:rPr>
          <w:rtl/>
        </w:rPr>
      </w:pPr>
    </w:p>
    <w:p w:rsidR="00A679DB" w:rsidRDefault="00A679DB" w:rsidP="00A679DB">
      <w:pPr>
        <w:pStyle w:val="libNormal"/>
        <w:rPr>
          <w:rtl/>
        </w:rPr>
      </w:pPr>
      <w:r>
        <w:rPr>
          <w:rtl/>
        </w:rPr>
        <w:t>عقاب المستاكل بالقرآن .</w:t>
      </w:r>
    </w:p>
    <w:p w:rsidR="00A679DB" w:rsidRDefault="0051150D" w:rsidP="00A679DB">
      <w:pPr>
        <w:pStyle w:val="libNormal"/>
        <w:rPr>
          <w:rtl/>
        </w:rPr>
      </w:pPr>
      <w:r>
        <w:rPr>
          <w:rtl/>
        </w:rPr>
        <w:br w:type="page"/>
      </w:r>
    </w:p>
    <w:p w:rsidR="00A679DB" w:rsidRDefault="00A679DB" w:rsidP="0051150D">
      <w:pPr>
        <w:pStyle w:val="Heading2"/>
        <w:rPr>
          <w:rtl/>
        </w:rPr>
      </w:pPr>
      <w:bookmarkStart w:id="563" w:name="_Toc449617620"/>
      <w:r>
        <w:rPr>
          <w:rtl/>
        </w:rPr>
        <w:t>مجازات كسب در آمد از راه قرآن</w:t>
      </w:r>
      <w:bookmarkEnd w:id="563"/>
    </w:p>
    <w:p w:rsidR="00A679DB" w:rsidRDefault="00A679DB" w:rsidP="00A679DB">
      <w:pPr>
        <w:pStyle w:val="libNormal"/>
        <w:rPr>
          <w:rtl/>
        </w:rPr>
      </w:pPr>
      <w:r>
        <w:rPr>
          <w:rtl/>
        </w:rPr>
        <w:t xml:space="preserve">حديث : ١ حدثنى حمزه بن محمد العلوى قال : اخبرنى على بن ابراهيم عن ابيه عن النوفلى عن السكونى عن جعفر بن محمد عن ابيه عن ابائه </w:t>
      </w:r>
      <w:r w:rsidR="00DC5255" w:rsidRPr="0051150D">
        <w:rPr>
          <w:rStyle w:val="libAlaemChar"/>
          <w:rtl/>
        </w:rPr>
        <w:t>عليهم‌السلام</w:t>
      </w:r>
      <w:r w:rsidR="00DC5255">
        <w:rPr>
          <w:rtl/>
        </w:rPr>
        <w:t xml:space="preserve"> </w:t>
      </w:r>
      <w:r>
        <w:rPr>
          <w:rtl/>
        </w:rPr>
        <w:t>قال من قرا القران لياكل به الناس جاء يوم القيامه و وجهه عظم لا لحم فيه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1150D">
        <w:rPr>
          <w:rStyle w:val="libAlaemChar"/>
          <w:rtl/>
        </w:rPr>
        <w:t>عليه‌السلام</w:t>
      </w:r>
      <w:r>
        <w:rPr>
          <w:rtl/>
        </w:rPr>
        <w:t xml:space="preserve"> از پدرانش </w:t>
      </w:r>
      <w:r w:rsidRPr="0051150D">
        <w:rPr>
          <w:rStyle w:val="libAlaemChar"/>
          <w:rtl/>
        </w:rPr>
        <w:t>عليه‌السلام</w:t>
      </w:r>
      <w:r>
        <w:rPr>
          <w:rtl/>
        </w:rPr>
        <w:t xml:space="preserve"> روايت مى نمايد كه فرمودند: كسى كه بخاطر كسب در آمد، قرآن بخواند، روز قيامت در حالى مى آيد كه صورتش استخوانى و بدون گوشت است .</w:t>
      </w:r>
    </w:p>
    <w:p w:rsidR="00A679DB" w:rsidRDefault="00A679DB" w:rsidP="00A679DB">
      <w:pPr>
        <w:pStyle w:val="libNormal"/>
        <w:rPr>
          <w:rtl/>
        </w:rPr>
      </w:pPr>
    </w:p>
    <w:p w:rsidR="00A679DB" w:rsidRDefault="00A679DB" w:rsidP="00A679DB">
      <w:pPr>
        <w:pStyle w:val="libNormal"/>
        <w:rPr>
          <w:rtl/>
        </w:rPr>
      </w:pPr>
      <w:r>
        <w:rPr>
          <w:rtl/>
        </w:rPr>
        <w:t>عقاب من ضرب القرآن بعضه ببعض</w:t>
      </w:r>
    </w:p>
    <w:p w:rsidR="00A679DB" w:rsidRDefault="0051150D" w:rsidP="00A679DB">
      <w:pPr>
        <w:pStyle w:val="libNormal"/>
        <w:rPr>
          <w:rtl/>
        </w:rPr>
      </w:pPr>
      <w:r>
        <w:rPr>
          <w:rtl/>
        </w:rPr>
        <w:br w:type="page"/>
      </w:r>
    </w:p>
    <w:p w:rsidR="00A679DB" w:rsidRDefault="00A679DB" w:rsidP="0051150D">
      <w:pPr>
        <w:pStyle w:val="Heading2"/>
        <w:rPr>
          <w:rtl/>
        </w:rPr>
      </w:pPr>
      <w:bookmarkStart w:id="564" w:name="_Toc449617621"/>
      <w:r>
        <w:rPr>
          <w:rtl/>
        </w:rPr>
        <w:t>مجازات زدن قسمتى از قرآن به قسمت ديگر</w:t>
      </w:r>
      <w:bookmarkEnd w:id="564"/>
    </w:p>
    <w:p w:rsidR="00A679DB" w:rsidRDefault="00A679DB" w:rsidP="00A679DB">
      <w:pPr>
        <w:pStyle w:val="libNormal"/>
        <w:rPr>
          <w:rtl/>
        </w:rPr>
      </w:pPr>
      <w:r>
        <w:rPr>
          <w:rtl/>
        </w:rPr>
        <w:t xml:space="preserve">حديث : ١ حدثنى محمد بن الحسن رضى الله عنه عن الحسين بن الحسن بن ابان عن الحسين بن سعيد عن النضربن سويد عن القاسم بن سليمان عن ابى عبدالله </w:t>
      </w:r>
      <w:r w:rsidRPr="0051150D">
        <w:rPr>
          <w:rStyle w:val="libAlaemChar"/>
          <w:rtl/>
        </w:rPr>
        <w:t>عليه‌السلام</w:t>
      </w:r>
      <w:r>
        <w:rPr>
          <w:rtl/>
        </w:rPr>
        <w:t xml:space="preserve"> قال قال ابى </w:t>
      </w:r>
      <w:r w:rsidRPr="0051150D">
        <w:rPr>
          <w:rStyle w:val="libAlaemChar"/>
          <w:rtl/>
        </w:rPr>
        <w:t>عليه‌السلام</w:t>
      </w:r>
      <w:r>
        <w:rPr>
          <w:rtl/>
        </w:rPr>
        <w:t xml:space="preserve"> ما ضرب رجل القرآن بعضه ببعض الاكفر.</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1150D">
        <w:rPr>
          <w:rStyle w:val="libAlaemChar"/>
          <w:rtl/>
        </w:rPr>
        <w:t>عليه‌السلام</w:t>
      </w:r>
      <w:r>
        <w:rPr>
          <w:rtl/>
        </w:rPr>
        <w:t xml:space="preserve"> نقل مى نمايند كه پدرشان </w:t>
      </w:r>
      <w:r w:rsidRPr="0051150D">
        <w:rPr>
          <w:rStyle w:val="libAlaemChar"/>
          <w:rtl/>
        </w:rPr>
        <w:t>عليه‌السلام</w:t>
      </w:r>
      <w:r>
        <w:rPr>
          <w:rtl/>
        </w:rPr>
        <w:t xml:space="preserve"> فرمودند: هيچ مردى قسمتى از قرآن را به قسمت ديگرش نزده مگراين كه كافر گشته است . </w:t>
      </w:r>
      <w:r w:rsidRPr="0051150D">
        <w:rPr>
          <w:rStyle w:val="libFootnotenumChar"/>
          <w:rtl/>
        </w:rPr>
        <w:t>(١٦٩)</w:t>
      </w:r>
    </w:p>
    <w:p w:rsidR="00A679DB" w:rsidRDefault="00A679DB" w:rsidP="00A679DB">
      <w:pPr>
        <w:pStyle w:val="libNormal"/>
        <w:rPr>
          <w:rtl/>
        </w:rPr>
      </w:pPr>
    </w:p>
    <w:p w:rsidR="00A679DB" w:rsidRDefault="00A679DB" w:rsidP="00A679DB">
      <w:pPr>
        <w:pStyle w:val="libNormal"/>
        <w:rPr>
          <w:rtl/>
        </w:rPr>
      </w:pPr>
      <w:r>
        <w:rPr>
          <w:rtl/>
        </w:rPr>
        <w:t>عقاب من صلى فى السفر اربع ركعات متعمدا</w:t>
      </w:r>
    </w:p>
    <w:p w:rsidR="00A679DB" w:rsidRDefault="0051150D" w:rsidP="00A679DB">
      <w:pPr>
        <w:pStyle w:val="libNormal"/>
        <w:rPr>
          <w:rtl/>
        </w:rPr>
      </w:pPr>
      <w:r>
        <w:rPr>
          <w:rtl/>
        </w:rPr>
        <w:br w:type="page"/>
      </w:r>
    </w:p>
    <w:p w:rsidR="00A679DB" w:rsidRDefault="00A679DB" w:rsidP="0051150D">
      <w:pPr>
        <w:pStyle w:val="Heading2"/>
        <w:rPr>
          <w:rtl/>
        </w:rPr>
      </w:pPr>
      <w:bookmarkStart w:id="565" w:name="_Toc449617622"/>
      <w:r>
        <w:rPr>
          <w:rtl/>
        </w:rPr>
        <w:t>مجازات خواندن عمدى نماز چهار ركعتى در سفر</w:t>
      </w:r>
      <w:bookmarkEnd w:id="565"/>
    </w:p>
    <w:p w:rsidR="00A679DB" w:rsidRDefault="00A679DB" w:rsidP="00A679DB">
      <w:pPr>
        <w:pStyle w:val="libNormal"/>
        <w:rPr>
          <w:rtl/>
        </w:rPr>
      </w:pPr>
      <w:r>
        <w:rPr>
          <w:rtl/>
        </w:rPr>
        <w:t xml:space="preserve">حديث : ١ حدثنى محمد بن الحسن رضى الله عنه قال حدثنى محمد بن يحيى العطار عن محمد بن احمد بن يحيى رفعه الى ابى عبدالله </w:t>
      </w:r>
      <w:r w:rsidRPr="0051150D">
        <w:rPr>
          <w:rStyle w:val="libAlaemChar"/>
          <w:rtl/>
        </w:rPr>
        <w:t>عليه‌السلام</w:t>
      </w:r>
      <w:r>
        <w:rPr>
          <w:rtl/>
        </w:rPr>
        <w:t xml:space="preserve"> قال من صلى فى سفر اربع ركعات متعمدا فانا الى الله تعالى منه برى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امام صادق </w:t>
      </w:r>
      <w:r w:rsidRPr="0051150D">
        <w:rPr>
          <w:rStyle w:val="libAlaemChar"/>
          <w:rtl/>
        </w:rPr>
        <w:t>عليه‌السلام</w:t>
      </w:r>
      <w:r>
        <w:rPr>
          <w:rtl/>
        </w:rPr>
        <w:t xml:space="preserve"> فرمودند: كسى كه در سفر عمدا نماز چهار ركعتى بخواند، من به بسوى خدا از او بيزارم .</w:t>
      </w:r>
    </w:p>
    <w:p w:rsidR="00A679DB" w:rsidRDefault="00A679DB" w:rsidP="00A679DB">
      <w:pPr>
        <w:pStyle w:val="libNormal"/>
        <w:rPr>
          <w:rtl/>
        </w:rPr>
      </w:pPr>
      <w:r>
        <w:rPr>
          <w:rtl/>
        </w:rPr>
        <w:t>باب يجمع عقوبات الاعمال</w:t>
      </w:r>
    </w:p>
    <w:p w:rsidR="00A679DB" w:rsidRDefault="0051150D" w:rsidP="00A679DB">
      <w:pPr>
        <w:pStyle w:val="libNormal"/>
        <w:rPr>
          <w:rtl/>
        </w:rPr>
      </w:pPr>
      <w:r>
        <w:rPr>
          <w:rtl/>
        </w:rPr>
        <w:br w:type="page"/>
      </w:r>
    </w:p>
    <w:p w:rsidR="00A679DB" w:rsidRDefault="00A679DB" w:rsidP="0051150D">
      <w:pPr>
        <w:pStyle w:val="Heading2"/>
        <w:rPr>
          <w:rtl/>
        </w:rPr>
      </w:pPr>
      <w:bookmarkStart w:id="566" w:name="_Toc449617623"/>
      <w:r>
        <w:rPr>
          <w:rtl/>
        </w:rPr>
        <w:t>مجازات پاره اى از اعمال</w:t>
      </w:r>
      <w:bookmarkEnd w:id="566"/>
    </w:p>
    <w:p w:rsidR="00A679DB" w:rsidRDefault="00A679DB" w:rsidP="00A679DB">
      <w:pPr>
        <w:pStyle w:val="libNormal"/>
        <w:rPr>
          <w:rtl/>
        </w:rPr>
      </w:pPr>
      <w:r>
        <w:rPr>
          <w:rtl/>
        </w:rPr>
        <w:t xml:space="preserve">حديث : ١ حدثنى محمد بن موسى بن المتوكل رضى الله عنه قال حدثنى محمد بن جعفر قال حدثنى موسى بن عمران قال حدثنى عمى الحسين بن يزيد عن حماد بن عمرو النصيبى عن ابى الحسن الخراسانى عن ميسره بن عبدالله عن ابى عائشه السعد عن يزيد بن عمر بن عبدالعزيز عن ابى سلمه بن عبدالرحمن عن ابى هريره و عبدالله بن عباس قالا خطبنا رسول الله </w:t>
      </w:r>
      <w:r w:rsidR="00E60DFB" w:rsidRPr="0051150D">
        <w:rPr>
          <w:rStyle w:val="libAlaemChar"/>
          <w:rtl/>
        </w:rPr>
        <w:t>صلى‌الله‌عليه‌وآله</w:t>
      </w:r>
      <w:r w:rsidR="00E60DFB">
        <w:rPr>
          <w:rtl/>
        </w:rPr>
        <w:t xml:space="preserve"> </w:t>
      </w:r>
      <w:r>
        <w:rPr>
          <w:rtl/>
        </w:rPr>
        <w:t xml:space="preserve">قبل وفاته و هى آخر خطبه خطبها بالمدينه حتى لحق بالله عزوجل فوعظ بمواعظ ذرفت منها العيون و وجلت منها القلوب و اقشعرت منها الجلود و تقلقلت منها الاحشاء امر بلالا فنادى الصلاه جامعه فاجتمع الناس و خرج رسول الله </w:t>
      </w:r>
      <w:r w:rsidR="00E60DFB" w:rsidRPr="0051150D">
        <w:rPr>
          <w:rStyle w:val="libAlaemChar"/>
          <w:rtl/>
        </w:rPr>
        <w:t>صلى‌الله‌عليه‌وآله</w:t>
      </w:r>
      <w:r w:rsidR="00E60DFB">
        <w:rPr>
          <w:rtl/>
        </w:rPr>
        <w:t xml:space="preserve"> </w:t>
      </w:r>
      <w:r>
        <w:rPr>
          <w:rtl/>
        </w:rPr>
        <w:t>حتى ارتقى المنبر فقال ايها الناس ادنوا و وسعوا لمن خلفكم فدنا الناس و انضم بعضهم الى بعض فالتفتوا فلم يروا خلفهم احدا ثم قال .</w:t>
      </w:r>
    </w:p>
    <w:p w:rsidR="00A679DB" w:rsidRDefault="00A679DB" w:rsidP="00A679DB">
      <w:pPr>
        <w:pStyle w:val="libNormal"/>
        <w:rPr>
          <w:rtl/>
        </w:rPr>
      </w:pPr>
      <w:r>
        <w:rPr>
          <w:rtl/>
        </w:rPr>
        <w:t xml:space="preserve">يا ايها الناس ادنوا و سعوا لمن خلفكم فقال رجل يا رسول الله لمن نوسع قال للملائكه فقال انهم اذا كانوا معكم لم يكونوا من بين ايديكم و لا من خلفكم و لكن يكونون عن ايمانكم و عن شمائلم فقال رجل يا رسول الله </w:t>
      </w:r>
      <w:r w:rsidR="00E60DFB">
        <w:rPr>
          <w:rtl/>
        </w:rPr>
        <w:t xml:space="preserve">صلى‌الله‌عليه‌وآله </w:t>
      </w:r>
      <w:r>
        <w:rPr>
          <w:rtl/>
        </w:rPr>
        <w:t xml:space="preserve">لم لا يكونون من بين ايدينا و لا من خلفنا امن فضلنا عليهم ام فضلهم علينا قال انتم افضل من الملائكه اجلس فجلس الرجل فخطب رسول الله </w:t>
      </w:r>
      <w:r w:rsidR="00E60DFB" w:rsidRPr="0051150D">
        <w:rPr>
          <w:rStyle w:val="libAlaemChar"/>
          <w:rtl/>
        </w:rPr>
        <w:t>صلى‌الله‌عليه‌وآله</w:t>
      </w:r>
      <w:r w:rsidR="00E60DFB">
        <w:rPr>
          <w:rtl/>
        </w:rPr>
        <w:t xml:space="preserve"> </w:t>
      </w:r>
      <w:r>
        <w:rPr>
          <w:rtl/>
        </w:rPr>
        <w:t>فقال :</w:t>
      </w:r>
    </w:p>
    <w:p w:rsidR="00A679DB" w:rsidRDefault="00A679DB" w:rsidP="00A679DB">
      <w:pPr>
        <w:pStyle w:val="libNormal"/>
        <w:rPr>
          <w:rtl/>
        </w:rPr>
      </w:pPr>
      <w:r>
        <w:rPr>
          <w:rtl/>
        </w:rPr>
        <w:t>الحمدلله نحمده و نستعينه و نومن به و نتوكل عليه و نشهد ان لا اله الا الله وحده لا شريك له و ان محمدا عبده و رسوله و نعوذ بالله و من شرور انفسنا و من سيئات اعمالنا من يهدى الله فلا مضل له و من يضلل فلا هادى له ايها الناس انه كائن فى هذه الامه ثلاثون كذابا اول من يكون منهم صاحب صنعا و صاحب اليمامه .</w:t>
      </w:r>
    </w:p>
    <w:p w:rsidR="00A679DB" w:rsidRDefault="00A679DB" w:rsidP="00A679DB">
      <w:pPr>
        <w:pStyle w:val="libNormal"/>
        <w:rPr>
          <w:rtl/>
        </w:rPr>
      </w:pPr>
      <w:r>
        <w:rPr>
          <w:rtl/>
        </w:rPr>
        <w:lastRenderedPageBreak/>
        <w:t xml:space="preserve">يا ايها الناس انه من لقى الله عزوجل يشهد آن لا اله الا الله مخلصا لم يخلط معها غيرها دخل الجنه فقام على بن ابى طالب عليه‌السلام فقال يا رسول الله </w:t>
      </w:r>
      <w:r w:rsidR="00E60DFB" w:rsidRPr="0051150D">
        <w:rPr>
          <w:rStyle w:val="libAlaemChar"/>
          <w:rtl/>
        </w:rPr>
        <w:t>صلى‌الله‌عليه‌وآله</w:t>
      </w:r>
      <w:r w:rsidR="00E60DFB">
        <w:rPr>
          <w:rtl/>
        </w:rPr>
        <w:t xml:space="preserve"> </w:t>
      </w:r>
      <w:r>
        <w:rPr>
          <w:rtl/>
        </w:rPr>
        <w:t>بابى انت و امى كيف يقولها مخلصا لا يخلط معها غيرها فسر لنا هذا حتى نعرفه فقال نعم حرصا على الدنيا و جمعا لها من غير حلها و رضى بها و اقوام يقولون اقاويل الاخيار و يعملون عمل الجبابره فمن لقى الله عزوجل و ليس فيه شى من هذه الخصال و هو يقول لا اله الا الله فله الجنه فان اخذ الدنيا و ترك الاخره فله النار.</w:t>
      </w:r>
    </w:p>
    <w:p w:rsidR="00A679DB" w:rsidRDefault="00A679DB" w:rsidP="00A679DB">
      <w:pPr>
        <w:pStyle w:val="libNormal"/>
        <w:rPr>
          <w:rtl/>
        </w:rPr>
      </w:pPr>
      <w:r>
        <w:rPr>
          <w:rtl/>
        </w:rPr>
        <w:t>و من تولى خصومه ظالم او اعانه عليها نزل به ملك الموت بالبشرى بلعنه الله و نار جهنم خالدا فيها و بئس المصير.</w:t>
      </w:r>
    </w:p>
    <w:p w:rsidR="00A679DB" w:rsidRDefault="00A679DB" w:rsidP="00A679DB">
      <w:pPr>
        <w:pStyle w:val="libNormal"/>
        <w:rPr>
          <w:rtl/>
        </w:rPr>
      </w:pPr>
      <w:r>
        <w:rPr>
          <w:rtl/>
        </w:rPr>
        <w:t>و من خف لسلطان جائر فى حاجه كان قرينه فى النار.</w:t>
      </w:r>
    </w:p>
    <w:p w:rsidR="00A679DB" w:rsidRDefault="00A679DB" w:rsidP="00A679DB">
      <w:pPr>
        <w:pStyle w:val="libNormal"/>
        <w:rPr>
          <w:rtl/>
        </w:rPr>
      </w:pPr>
      <w:r>
        <w:rPr>
          <w:rtl/>
        </w:rPr>
        <w:t>و من دل سلطانا على الجور قرن مع هامان و كان هو و السلطان من اشد اهل النار عذابا.</w:t>
      </w:r>
    </w:p>
    <w:p w:rsidR="00A679DB" w:rsidRDefault="00A679DB" w:rsidP="00A679DB">
      <w:pPr>
        <w:pStyle w:val="libNormal"/>
        <w:rPr>
          <w:rtl/>
        </w:rPr>
      </w:pPr>
      <w:r>
        <w:rPr>
          <w:rtl/>
        </w:rPr>
        <w:t>و من عظم صاحب دنيا و احبه لطمع دنياه سخط الله عليه و كان فى درجه مع قارون فى التابوت الاسفل من النار.</w:t>
      </w:r>
    </w:p>
    <w:p w:rsidR="00A679DB" w:rsidRDefault="00A679DB" w:rsidP="00A679DB">
      <w:pPr>
        <w:pStyle w:val="libNormal"/>
        <w:rPr>
          <w:rtl/>
        </w:rPr>
      </w:pPr>
      <w:r>
        <w:rPr>
          <w:rtl/>
        </w:rPr>
        <w:t xml:space="preserve">و من بنى بنيانا ريه و سمعنه حمله يوم القيامه الى سبع ارضين ثم يطوقه نارا توقد فى عنقه ثم يرمى به فى النار فقلنا يا رسول الله </w:t>
      </w:r>
      <w:r w:rsidR="00E60DFB">
        <w:rPr>
          <w:rtl/>
        </w:rPr>
        <w:t xml:space="preserve">صلى‌الله‌عليه‌وآله </w:t>
      </w:r>
      <w:r>
        <w:rPr>
          <w:rtl/>
        </w:rPr>
        <w:t>كيف يبنى رياء و سمعه قال يبنى فضلا على ما يكفيه او يبنى مباهاه .</w:t>
      </w:r>
    </w:p>
    <w:p w:rsidR="00A679DB" w:rsidRDefault="00A679DB" w:rsidP="00A679DB">
      <w:pPr>
        <w:pStyle w:val="libNormal"/>
        <w:rPr>
          <w:rtl/>
        </w:rPr>
      </w:pPr>
      <w:r>
        <w:rPr>
          <w:rtl/>
        </w:rPr>
        <w:t>و من ظلم اجيرا احبط الله عمله و حرم عليه ريح الجنه و ريحها يوجد من مسيره خمسمائه عام .</w:t>
      </w:r>
    </w:p>
    <w:p w:rsidR="00A679DB" w:rsidRDefault="00A679DB" w:rsidP="00A679DB">
      <w:pPr>
        <w:pStyle w:val="libNormal"/>
        <w:rPr>
          <w:rtl/>
        </w:rPr>
      </w:pPr>
      <w:r>
        <w:rPr>
          <w:rtl/>
        </w:rPr>
        <w:t>و من خان جاره شبرا من الارض طوقه الله تعالى يوم القيامه الى سبع ارضين نارا حتى يدخله نار جهنم .</w:t>
      </w:r>
    </w:p>
    <w:p w:rsidR="00A679DB" w:rsidRDefault="00A679DB" w:rsidP="00A679DB">
      <w:pPr>
        <w:pStyle w:val="libNormal"/>
        <w:rPr>
          <w:rtl/>
        </w:rPr>
      </w:pPr>
      <w:r>
        <w:rPr>
          <w:rtl/>
        </w:rPr>
        <w:lastRenderedPageBreak/>
        <w:t>و من تعلم القرآن ثم نسيه متعمدا لقى الله يوم القيامه مجذوما مغلولا و يسلط الله عليه بكل آيه حيه موكله به .</w:t>
      </w:r>
    </w:p>
    <w:p w:rsidR="00A679DB" w:rsidRDefault="00A679DB" w:rsidP="00A679DB">
      <w:pPr>
        <w:pStyle w:val="libNormal"/>
        <w:rPr>
          <w:rtl/>
        </w:rPr>
      </w:pPr>
      <w:r>
        <w:rPr>
          <w:rtl/>
        </w:rPr>
        <w:t>و من تعلم القرآن فلم يعمل به و آثر عليه حب الدنيا و زينتها استوجب سخط الله تعالى و كان فى الدرجه مع اليهود و النصارى الذين ينبذون كتاب الله وراء ظهورهم .</w:t>
      </w:r>
    </w:p>
    <w:p w:rsidR="00A679DB" w:rsidRDefault="00A679DB" w:rsidP="00A679DB">
      <w:pPr>
        <w:pStyle w:val="libNormal"/>
        <w:rPr>
          <w:rtl/>
        </w:rPr>
      </w:pPr>
      <w:r>
        <w:rPr>
          <w:rtl/>
        </w:rPr>
        <w:t>و من نكح امراه حراما فى دبرها او رجلا او غلاما حشره الله تعالى يوم القيامه انتن من الجيفه يتاذى به الناس حتى يدخل جهنم و لا يقبل الله منه صرفا و لا عدلا و احبط الله عمله و يدعه فى تابوت مشدودا بمسامير من حديد و يضرب عليه فى التابوت بصفايح حتى يتشبك فى تلك المسامير فلو وضع عرق من عروقه على اربعمائه امه لماتوا جميعا و هو من اشد الناس عذابا.</w:t>
      </w:r>
    </w:p>
    <w:p w:rsidR="00A679DB" w:rsidRDefault="00A679DB" w:rsidP="00A679DB">
      <w:pPr>
        <w:pStyle w:val="libNormal"/>
        <w:rPr>
          <w:rtl/>
        </w:rPr>
      </w:pPr>
      <w:r>
        <w:rPr>
          <w:rtl/>
        </w:rPr>
        <w:t>و من زنى بامراه يهوديه او نصرانيه او مجوسيه او مسلمه حره او امه او من كانت من الناس فتح الله عليه فى قبره ثلاثمائه الف باب من النار تخرج منها حيات و عقارب و شهب من نار فهو يحترق الى يوم القيامه و يتاذى الناس ‍ من نتن فرجه فيعرف به الى يوم القيامه حتى يومر به الى النار فيتاذى به اهل الجمع مع ما هم فيه من شده العذاب لان الله حرم المحارم و ما احد اغير من الله تعالى و من غيرته انه حرم الفواحش و حد الحدود.</w:t>
      </w:r>
    </w:p>
    <w:p w:rsidR="00A679DB" w:rsidRDefault="00A679DB" w:rsidP="00A679DB">
      <w:pPr>
        <w:pStyle w:val="libNormal"/>
        <w:rPr>
          <w:rtl/>
        </w:rPr>
      </w:pPr>
      <w:r>
        <w:rPr>
          <w:rtl/>
        </w:rPr>
        <w:t>و من اطلع فى بيت جاره فنظر الى عوره رجل او شعر امراه او شى من جسدها كان حقا على الله آن يدخله النار مع المنافقين الذين كانوا يتبعون عوارت الناس فى الدنيا و لا يخرج من الدنيا حتى يفضحه الله و يبدى للناس ‍ عورته فى الاخره .</w:t>
      </w:r>
    </w:p>
    <w:p w:rsidR="00A679DB" w:rsidRDefault="00A679DB" w:rsidP="00A679DB">
      <w:pPr>
        <w:pStyle w:val="libNormal"/>
        <w:rPr>
          <w:rtl/>
        </w:rPr>
      </w:pPr>
      <w:r>
        <w:rPr>
          <w:rtl/>
        </w:rPr>
        <w:t>و من سخط الله برزقه و بث شكواه و لم يصبر لم ترفع له الى الله حسنه و لقى الله تعالى و هو عليه غضبان .</w:t>
      </w:r>
    </w:p>
    <w:p w:rsidR="00A679DB" w:rsidRDefault="00A679DB" w:rsidP="00A679DB">
      <w:pPr>
        <w:pStyle w:val="libNormal"/>
        <w:rPr>
          <w:rtl/>
        </w:rPr>
      </w:pPr>
      <w:r>
        <w:rPr>
          <w:rtl/>
        </w:rPr>
        <w:lastRenderedPageBreak/>
        <w:t>و من لبس ثوبا فاختال فيه خسف الله به قبره من شفير جهنم يتجلجل فيها مادامت السماوات و الارض و آن قارون لبس حله فاختال فيها فخسف به فهو يتجلجل فيها الى يوم القيامه .</w:t>
      </w:r>
    </w:p>
    <w:p w:rsidR="00A679DB" w:rsidRDefault="00A679DB" w:rsidP="00A679DB">
      <w:pPr>
        <w:pStyle w:val="libNormal"/>
        <w:rPr>
          <w:rtl/>
        </w:rPr>
      </w:pPr>
      <w:r>
        <w:rPr>
          <w:rtl/>
        </w:rPr>
        <w:t>و من نكح امراه حلالا بمال حلال غير انه اراد بها فخرا او رياء لم يزده الله عزوجل بذلك الا ذلا و هوانا و اقامه الله بقدر ما استمتع منها على شفير جهنم ثم يهوى فيها سبعين خريفا.</w:t>
      </w:r>
    </w:p>
    <w:p w:rsidR="00A679DB" w:rsidRDefault="00A679DB" w:rsidP="00A679DB">
      <w:pPr>
        <w:pStyle w:val="libNormal"/>
        <w:rPr>
          <w:rtl/>
        </w:rPr>
      </w:pPr>
      <w:r>
        <w:rPr>
          <w:rtl/>
        </w:rPr>
        <w:t>و من ظلم امراه مهرها فهو عندالله زان و يقول الله لم يوم القيامه عبدى زوجتك امتى على عهدى فلم تف لى بالعهد فيتولى الله عزوجل طلب حقها فيستوعب حسناته كلها فلا يفى بحقها فيومر به الى النار.</w:t>
      </w:r>
    </w:p>
    <w:p w:rsidR="00A679DB" w:rsidRDefault="00A679DB" w:rsidP="00A679DB">
      <w:pPr>
        <w:pStyle w:val="libNormal"/>
        <w:rPr>
          <w:rtl/>
        </w:rPr>
      </w:pPr>
      <w:r>
        <w:rPr>
          <w:rtl/>
        </w:rPr>
        <w:t>و من رجع عن شهادته و كتمها اطعمه اله لحمه على رووس اخلائق و يدخل النار و هو يلوك لسانه .</w:t>
      </w:r>
    </w:p>
    <w:p w:rsidR="00A679DB" w:rsidRDefault="00A679DB" w:rsidP="00A679DB">
      <w:pPr>
        <w:pStyle w:val="libNormal"/>
        <w:rPr>
          <w:rtl/>
        </w:rPr>
      </w:pPr>
      <w:r>
        <w:rPr>
          <w:rtl/>
        </w:rPr>
        <w:t>و من كانت له امراتان فلم يعدل بينهما فى القسم من نفسه و ماله جاء يوم القيامه مغلولا مائلا شقه حتى يدخل النار.</w:t>
      </w:r>
    </w:p>
    <w:p w:rsidR="00A679DB" w:rsidRDefault="00A679DB" w:rsidP="00A679DB">
      <w:pPr>
        <w:pStyle w:val="libNormal"/>
        <w:rPr>
          <w:rtl/>
        </w:rPr>
      </w:pPr>
      <w:r>
        <w:rPr>
          <w:rtl/>
        </w:rPr>
        <w:t>و من كان موذيا لجاره من غير حق حرمه الله ريح الجنه و ماواه النار الا و آن الله عزوجل يسال الرجل عن حق جاره و من ضيع حق جاره فليس منا.</w:t>
      </w:r>
    </w:p>
    <w:p w:rsidR="00A679DB" w:rsidRDefault="00A679DB" w:rsidP="00A679DB">
      <w:pPr>
        <w:pStyle w:val="libNormal"/>
        <w:rPr>
          <w:rtl/>
        </w:rPr>
      </w:pPr>
      <w:r>
        <w:rPr>
          <w:rtl/>
        </w:rPr>
        <w:t>و من اهان فقيرا مسلما من اجل فقره و استخفف به فقد استخف بحق الله و لم يزل فى مقت الله عزوجل و سخطه حتى يرضيه و من اكرم فقيرا مسلما لقى الله يوم القيامه و هو يضحك اليه .</w:t>
      </w:r>
    </w:p>
    <w:p w:rsidR="00A679DB" w:rsidRDefault="00A679DB" w:rsidP="00A679DB">
      <w:pPr>
        <w:pStyle w:val="libNormal"/>
        <w:rPr>
          <w:rtl/>
        </w:rPr>
      </w:pPr>
      <w:r>
        <w:rPr>
          <w:rtl/>
        </w:rPr>
        <w:t>و من عرضت له دنيا و آخره فاختار الدنيا على لقى الله تعالى و ليست له حسنه يتقى بها النار و من اخذ الاخره و ترك الدنيا لقى الله عزوجل يوم القيامه و هو راض عنه .</w:t>
      </w:r>
    </w:p>
    <w:p w:rsidR="00A679DB" w:rsidRDefault="00A679DB" w:rsidP="00A679DB">
      <w:pPr>
        <w:pStyle w:val="libNormal"/>
        <w:rPr>
          <w:rtl/>
        </w:rPr>
      </w:pPr>
      <w:r>
        <w:rPr>
          <w:rtl/>
        </w:rPr>
        <w:lastRenderedPageBreak/>
        <w:t>و من قدر على امراه او جاريه حراما فتركها مخافه الله حرم الله عزوجل عليه النار و آمنه الله تعالى من الفزع الاكبر و ادخله الله الجنه و آن اصابها حراما حرم الله عليه الجنه و ادخله النار.</w:t>
      </w:r>
    </w:p>
    <w:p w:rsidR="00A679DB" w:rsidRDefault="00A679DB" w:rsidP="00A679DB">
      <w:pPr>
        <w:pStyle w:val="libNormal"/>
        <w:rPr>
          <w:rtl/>
        </w:rPr>
      </w:pPr>
      <w:r>
        <w:rPr>
          <w:rtl/>
        </w:rPr>
        <w:t>و من اكتسب مالا حراما لم يقبل الله منه صدقه و لا عتقا و لا حجا و لا اعتمارا و كتب الله عزوجل بعدد اجر ذلك اوزارا و ما بقى منه بعد موته كان زاده الى النار و من قدر عليها و تركها مخافه الله كان فى محبه الله و رحمته و يومر به الى الجنه .</w:t>
      </w:r>
    </w:p>
    <w:p w:rsidR="00A679DB" w:rsidRDefault="00A679DB" w:rsidP="00A679DB">
      <w:pPr>
        <w:pStyle w:val="libNormal"/>
        <w:rPr>
          <w:rtl/>
        </w:rPr>
      </w:pPr>
      <w:r>
        <w:rPr>
          <w:rtl/>
        </w:rPr>
        <w:t>و من صافح امراه حراما جاء يوم القيامه مغلولا ثم يومر به الى النار.</w:t>
      </w:r>
    </w:p>
    <w:p w:rsidR="00A679DB" w:rsidRDefault="00A679DB" w:rsidP="00A679DB">
      <w:pPr>
        <w:pStyle w:val="libNormal"/>
        <w:rPr>
          <w:rtl/>
        </w:rPr>
      </w:pPr>
      <w:r>
        <w:rPr>
          <w:rtl/>
        </w:rPr>
        <w:t>و من فا كه امراه لا يملكها حبس بكل كلمه كلمها فى الدنيا الف عام و المراه اذا طاوعت الرجل فالتزمها او قبلها او باشرها حراما او فاكهها و اصاب منها فاحشه فعليها من الوزر ما على الرجل فان غلبها على نفسها كان على الرجل وزره وزرها.</w:t>
      </w:r>
    </w:p>
    <w:p w:rsidR="00A679DB" w:rsidRDefault="00A679DB" w:rsidP="00A679DB">
      <w:pPr>
        <w:pStyle w:val="libNormal"/>
        <w:rPr>
          <w:rtl/>
        </w:rPr>
      </w:pPr>
      <w:r>
        <w:rPr>
          <w:rtl/>
        </w:rPr>
        <w:t>و من غش مسلما فى بيع او شراء فليس منا و يحشر مع اليهود يوم القيامه لانه من غش الناس فليس بمسلم .</w:t>
      </w:r>
    </w:p>
    <w:p w:rsidR="00A679DB" w:rsidRDefault="00A679DB" w:rsidP="00A679DB">
      <w:pPr>
        <w:pStyle w:val="libNormal"/>
        <w:rPr>
          <w:rtl/>
        </w:rPr>
      </w:pPr>
      <w:r>
        <w:rPr>
          <w:rtl/>
        </w:rPr>
        <w:t>و من منع الماعون من جاره اذا احتاج اليه منعه الله فضله يوم القيامه و وكله الى نفسه و من وكله الله عزوجل الى نفسه هلك و لا يقبل الله عزوجل له عذرا.</w:t>
      </w:r>
    </w:p>
    <w:p w:rsidR="00A679DB" w:rsidRDefault="00A679DB" w:rsidP="00A679DB">
      <w:pPr>
        <w:pStyle w:val="libNormal"/>
        <w:rPr>
          <w:rtl/>
        </w:rPr>
      </w:pPr>
      <w:r>
        <w:rPr>
          <w:rtl/>
        </w:rPr>
        <w:t xml:space="preserve">و من كانت له امراه توذيه لم يقبل الله صلاتها و لا حسنه من عملها حتى تعينه و ترضيه و آن صامت الدهر و قامت الليل و اعتقت الرقاب و انفقت الاموال فى سبيل الله و كانت اول من يرد النار ثم قال رسول خدا </w:t>
      </w:r>
      <w:r w:rsidR="00E60DFB">
        <w:rPr>
          <w:rtl/>
        </w:rPr>
        <w:t xml:space="preserve">صلى‌الله‌عليه‌وآله </w:t>
      </w:r>
      <w:r>
        <w:rPr>
          <w:rtl/>
        </w:rPr>
        <w:t>و على الرجل مثل ذلك الوزر و العذاب اذا كان لها موذيا ظالما.</w:t>
      </w:r>
    </w:p>
    <w:p w:rsidR="00A679DB" w:rsidRDefault="00A679DB" w:rsidP="00A679DB">
      <w:pPr>
        <w:pStyle w:val="libNormal"/>
        <w:rPr>
          <w:rtl/>
        </w:rPr>
      </w:pPr>
      <w:r>
        <w:rPr>
          <w:rtl/>
        </w:rPr>
        <w:t>و من لطم خد مسلم لطمه بدد الله عظامه يوم القيامه ثم سلط الله عليه النار و حشر مغلولا حتى يدخل النار.</w:t>
      </w:r>
    </w:p>
    <w:p w:rsidR="00A679DB" w:rsidRDefault="00A679DB" w:rsidP="00A679DB">
      <w:pPr>
        <w:pStyle w:val="libNormal"/>
        <w:rPr>
          <w:rtl/>
        </w:rPr>
      </w:pPr>
      <w:r>
        <w:rPr>
          <w:rtl/>
        </w:rPr>
        <w:lastRenderedPageBreak/>
        <w:t xml:space="preserve">و من بات و فى قلبه غش لاخيه المسلم بات فى سخط الله تعالى و اصبح كذلك و هو فى سخط الله حتى يتوب و يرجع و آن مات كذلك مات على غير دين الاسلام ثم قال رسول الله </w:t>
      </w:r>
      <w:r w:rsidR="00E60DFB">
        <w:rPr>
          <w:rtl/>
        </w:rPr>
        <w:t xml:space="preserve">صلى‌الله‌عليه‌وآله </w:t>
      </w:r>
      <w:r>
        <w:rPr>
          <w:rtl/>
        </w:rPr>
        <w:t>الا و من غش مسلما فليس منا - قالها ثلاث مرات .</w:t>
      </w:r>
    </w:p>
    <w:p w:rsidR="00A679DB" w:rsidRDefault="00A679DB" w:rsidP="00A679DB">
      <w:pPr>
        <w:pStyle w:val="libNormal"/>
        <w:rPr>
          <w:rtl/>
        </w:rPr>
      </w:pPr>
      <w:r>
        <w:rPr>
          <w:rtl/>
        </w:rPr>
        <w:t>و من تعلق سوطا بين يدى سلطان جائر جعله الله حيه طولها ستون الف ذراع فتسلط عليه فى النار خالدا فيها مخلدا.</w:t>
      </w:r>
    </w:p>
    <w:p w:rsidR="00A679DB" w:rsidRDefault="00A679DB" w:rsidP="00A679DB">
      <w:pPr>
        <w:pStyle w:val="libNormal"/>
        <w:rPr>
          <w:rtl/>
        </w:rPr>
      </w:pPr>
      <w:r>
        <w:rPr>
          <w:rtl/>
        </w:rPr>
        <w:t>و من اغتاب اخاه المسلم بطل صومه و انتقض و ضووه فان مات و هو كذلك مات و هو مستحل لما حرم الله .</w:t>
      </w:r>
    </w:p>
    <w:p w:rsidR="00A679DB" w:rsidRDefault="00A679DB" w:rsidP="00A679DB">
      <w:pPr>
        <w:pStyle w:val="libNormal"/>
        <w:rPr>
          <w:rtl/>
        </w:rPr>
      </w:pPr>
      <w:r>
        <w:rPr>
          <w:rtl/>
        </w:rPr>
        <w:t>و من مشى فى نميمه بين اثنين سلط الله عليه فى قبره نارا تحرقه الى يوم القيامه و اذا خرج من قبره سلط الله عليه تنينا اسود ينهش لحمه حتى يدخل النار.</w:t>
      </w:r>
    </w:p>
    <w:p w:rsidR="00A679DB" w:rsidRDefault="00A679DB" w:rsidP="00A679DB">
      <w:pPr>
        <w:pStyle w:val="libNormal"/>
        <w:rPr>
          <w:rtl/>
        </w:rPr>
      </w:pPr>
      <w:r>
        <w:rPr>
          <w:rtl/>
        </w:rPr>
        <w:t>و من كظم غيظه و عفا عن اخيه المسلم و حلم عن اخيه المسلم اعطاه الله تعالى اجر شهيد.</w:t>
      </w:r>
    </w:p>
    <w:p w:rsidR="00A679DB" w:rsidRDefault="00A679DB" w:rsidP="00A679DB">
      <w:pPr>
        <w:pStyle w:val="libNormal"/>
        <w:rPr>
          <w:rtl/>
        </w:rPr>
      </w:pPr>
      <w:r>
        <w:rPr>
          <w:rtl/>
        </w:rPr>
        <w:t>و من بغى على فقير او تطاول عليه و استحقره حشره الله يوم القيامه مثل الذره فى صوره رجل حتى يدخل النار.</w:t>
      </w:r>
    </w:p>
    <w:p w:rsidR="00A679DB" w:rsidRDefault="00A679DB" w:rsidP="00A679DB">
      <w:pPr>
        <w:pStyle w:val="libNormal"/>
        <w:rPr>
          <w:rtl/>
        </w:rPr>
      </w:pPr>
      <w:r>
        <w:rPr>
          <w:rtl/>
        </w:rPr>
        <w:t>و من رد عن اخيه غيبه سمعها فى مجلس رد الله عزوجل عنه الف باب من الشر فى الدنيا و الاخره فان لم يرد عنه و اجبه كان عليه كوزر من اغتاب .</w:t>
      </w:r>
    </w:p>
    <w:p w:rsidR="00A679DB" w:rsidRDefault="00A679DB" w:rsidP="00A679DB">
      <w:pPr>
        <w:pStyle w:val="libNormal"/>
        <w:rPr>
          <w:rtl/>
        </w:rPr>
      </w:pPr>
      <w:r>
        <w:rPr>
          <w:rtl/>
        </w:rPr>
        <w:t>و من رمى محصنا او محصنه احبط الله عمله و جلده يوم القيامه سبعون الف ملك من بين يديه و من خلفه و تنهش لححمه حيات و عقارب ثم يومر به الى النار</w:t>
      </w:r>
    </w:p>
    <w:p w:rsidR="00A679DB" w:rsidRDefault="00A679DB" w:rsidP="00A679DB">
      <w:pPr>
        <w:pStyle w:val="libNormal"/>
        <w:rPr>
          <w:rtl/>
        </w:rPr>
      </w:pPr>
      <w:r>
        <w:rPr>
          <w:rtl/>
        </w:rPr>
        <w:t xml:space="preserve">و من شرب الخمر فى الدنيا سقاه الله من سم الافاعى و من سم العقارب شربه يتساقط لحم وجهه فى الاناء قبل ان يشربها فاذا شربها تفسخ لحمه و جلده </w:t>
      </w:r>
      <w:r>
        <w:rPr>
          <w:rtl/>
        </w:rPr>
        <w:lastRenderedPageBreak/>
        <w:t xml:space="preserve">كالجيفه يتاذى به اهل الجمع حتى يومر به الى النار و شاربها و عاصرها و معتصرها و بايعها و مبتاعها و حاملها و المحموله اليه و آكل ثمنها سواء فى عارها و اثمها الا و من سقاها يهويديا او نصرانيا او صابيا او من كان من الناس فعليه كوزر من شربها الا و من باعها او اشتراها لغيره لم يقبل الله تعالى منه صلاه و لا صياما و لا حجا و لا اعتمارا حتى يتوب منها و ان مات قبل ان يتوب كان حقا على الله تعالى ان يسقيه بكل جرعه شرب منها فى الدنيا شربه من صديد جهنم ثم قال رسول الله </w:t>
      </w:r>
      <w:r w:rsidR="00E60DFB">
        <w:rPr>
          <w:rtl/>
        </w:rPr>
        <w:t xml:space="preserve">صلى‌الله‌عليه‌وآله </w:t>
      </w:r>
      <w:r>
        <w:rPr>
          <w:rtl/>
        </w:rPr>
        <w:t>الا و ان الله حرم الخمر بعينها و المسكر و من كل شراب الا و كل مسكر حرام .</w:t>
      </w:r>
    </w:p>
    <w:p w:rsidR="00A679DB" w:rsidRDefault="00A679DB" w:rsidP="00A679DB">
      <w:pPr>
        <w:pStyle w:val="libNormal"/>
        <w:rPr>
          <w:rtl/>
        </w:rPr>
      </w:pPr>
      <w:r>
        <w:rPr>
          <w:rtl/>
        </w:rPr>
        <w:t>و من اكل الربا ملا الله بطنه من نار جهنم بقدر ما اكل و ان اكتسب منه مالا لا يقبل الله تعالى منه شيئا من عمله و لم يزل فى لعنه الله و الملائكه ما كان عنده منه قيراط.</w:t>
      </w:r>
    </w:p>
    <w:p w:rsidR="00A679DB" w:rsidRDefault="00A679DB" w:rsidP="00A679DB">
      <w:pPr>
        <w:pStyle w:val="libNormal"/>
        <w:rPr>
          <w:rtl/>
        </w:rPr>
      </w:pPr>
      <w:r>
        <w:rPr>
          <w:rtl/>
        </w:rPr>
        <w:t>و من خان امانه فى الدنيا و لم يردها على اربابها مات على غير دين الاسلام و لقى الله عزوجل و هو عليه غضبان فيومر به الى النار فيهوى به فى شفير جهنم ابدا الابدين .</w:t>
      </w:r>
    </w:p>
    <w:p w:rsidR="00A679DB" w:rsidRDefault="00A679DB" w:rsidP="00A679DB">
      <w:pPr>
        <w:pStyle w:val="libNormal"/>
        <w:rPr>
          <w:rtl/>
        </w:rPr>
      </w:pPr>
      <w:r>
        <w:rPr>
          <w:rtl/>
        </w:rPr>
        <w:t>و من شهد شهاده زور على رجل مسلم او ذمى و من كان من الناس علق بلسانه يوم القيامه و هو مع المنافقين فى الدرك الاسفل من النار.</w:t>
      </w:r>
    </w:p>
    <w:p w:rsidR="00A679DB" w:rsidRDefault="00A679DB" w:rsidP="00A679DB">
      <w:pPr>
        <w:pStyle w:val="libNormal"/>
        <w:rPr>
          <w:rtl/>
        </w:rPr>
      </w:pPr>
      <w:r>
        <w:rPr>
          <w:rtl/>
        </w:rPr>
        <w:t>و من قال لخادمه او مملوكه و من كان من الناس لا لبيك و لا سعديك قال الله عزوجل له يوم القثيامه لا لبيك و لا سعد يك اتعس فى النار.</w:t>
      </w:r>
    </w:p>
    <w:p w:rsidR="00A679DB" w:rsidRDefault="00A679DB" w:rsidP="00A679DB">
      <w:pPr>
        <w:pStyle w:val="libNormal"/>
        <w:rPr>
          <w:rtl/>
        </w:rPr>
      </w:pPr>
      <w:r>
        <w:rPr>
          <w:rtl/>
        </w:rPr>
        <w:t>و من اضر بامراه حتى تفتدى منه نفسها لم يرض الله تعالى له بعقوبه دون النار لان الله تعالى يغضب للمراه كما يغضب لليتيم .</w:t>
      </w:r>
    </w:p>
    <w:p w:rsidR="00A679DB" w:rsidRDefault="00A679DB" w:rsidP="00A679DB">
      <w:pPr>
        <w:pStyle w:val="libNormal"/>
        <w:rPr>
          <w:rtl/>
        </w:rPr>
      </w:pPr>
      <w:r>
        <w:rPr>
          <w:rtl/>
        </w:rPr>
        <w:t>و من سعى باخيه الى سلطان لم يبد له منه سوء و لا مكروه احبط الله عزوجل</w:t>
      </w:r>
    </w:p>
    <w:p w:rsidR="00A679DB" w:rsidRDefault="00A679DB" w:rsidP="00A679DB">
      <w:pPr>
        <w:pStyle w:val="libNormal"/>
        <w:rPr>
          <w:rtl/>
        </w:rPr>
      </w:pPr>
      <w:r>
        <w:rPr>
          <w:rtl/>
        </w:rPr>
        <w:lastRenderedPageBreak/>
        <w:t>كل عمل عمله فان وصل اليه منه سوء او مكروه او اذى جعله الله فى طبقه مع هامان فى جهنم .</w:t>
      </w:r>
    </w:p>
    <w:p w:rsidR="00A679DB" w:rsidRDefault="00A679DB" w:rsidP="00A679DB">
      <w:pPr>
        <w:pStyle w:val="libNormal"/>
        <w:rPr>
          <w:rtl/>
        </w:rPr>
      </w:pPr>
      <w:r>
        <w:rPr>
          <w:rtl/>
        </w:rPr>
        <w:t>و من قراء القرآن يريد به السمعه و التماس شى ء لقى الله عزوجل يوم القيامه و وجهه عظم ليس عليه لحم و زج القرآن فى قفاه حتى يدخله النار و يهودى فيها مع من يهوى .</w:t>
      </w:r>
    </w:p>
    <w:p w:rsidR="00A679DB" w:rsidRDefault="00A679DB" w:rsidP="00A679DB">
      <w:pPr>
        <w:pStyle w:val="libNormal"/>
        <w:rPr>
          <w:rtl/>
        </w:rPr>
      </w:pPr>
      <w:r>
        <w:rPr>
          <w:rtl/>
        </w:rPr>
        <w:t>و من قرا القرآن و لم يعمل به حشره الله يوم القيامه اعمى فيقول رب لم حشرتنى اعمى و قد كنت بصيرا قال كذلك اتتك آياتنا فنسيتها و كذلك اليوم تنسى فيومر به الى النار.</w:t>
      </w:r>
    </w:p>
    <w:p w:rsidR="00A679DB" w:rsidRDefault="00A679DB" w:rsidP="00A679DB">
      <w:pPr>
        <w:pStyle w:val="libNormal"/>
        <w:rPr>
          <w:rtl/>
        </w:rPr>
      </w:pPr>
      <w:r>
        <w:rPr>
          <w:rtl/>
        </w:rPr>
        <w:t>و من اشترى خيانه و هو يعمل آنهاخيانه فهو كمن خانها فى عارها و اثمها.</w:t>
      </w:r>
    </w:p>
    <w:p w:rsidR="00A679DB" w:rsidRDefault="00A679DB" w:rsidP="00A679DB">
      <w:pPr>
        <w:pStyle w:val="libNormal"/>
        <w:rPr>
          <w:rtl/>
        </w:rPr>
      </w:pPr>
      <w:r>
        <w:rPr>
          <w:rtl/>
        </w:rPr>
        <w:t>و من قاد بين رجل و امراه حراما حرم الله عليه الجنه و ماواه جهنم و ساء، مصيرا و لم يزل فى سخط الله حتى يموت .</w:t>
      </w:r>
    </w:p>
    <w:p w:rsidR="00A679DB" w:rsidRDefault="00A679DB" w:rsidP="00A679DB">
      <w:pPr>
        <w:pStyle w:val="libNormal"/>
        <w:rPr>
          <w:rtl/>
        </w:rPr>
      </w:pPr>
      <w:r>
        <w:rPr>
          <w:rtl/>
        </w:rPr>
        <w:t>و من غش اخاه المسلم نزع الله منه بركه رزقه و افسد عليه معيشته و وكله الى نفسه .</w:t>
      </w:r>
    </w:p>
    <w:p w:rsidR="00A679DB" w:rsidRDefault="00A679DB" w:rsidP="00A679DB">
      <w:pPr>
        <w:pStyle w:val="libNormal"/>
        <w:rPr>
          <w:rtl/>
        </w:rPr>
      </w:pPr>
      <w:r>
        <w:rPr>
          <w:rtl/>
        </w:rPr>
        <w:t>و من اشترى سرقه و هو يعملم آنهاسرقه فهو كمن سرقها فى عارها و اثمها.</w:t>
      </w:r>
    </w:p>
    <w:p w:rsidR="00A679DB" w:rsidRDefault="00A679DB" w:rsidP="00A679DB">
      <w:pPr>
        <w:pStyle w:val="libNormal"/>
        <w:rPr>
          <w:rtl/>
        </w:rPr>
      </w:pPr>
      <w:r>
        <w:rPr>
          <w:rtl/>
        </w:rPr>
        <w:t>و من خان مسلما فليس منا و لسنا منه فى الدنيا و الاخره .</w:t>
      </w:r>
    </w:p>
    <w:p w:rsidR="00A679DB" w:rsidRDefault="00A679DB" w:rsidP="00A679DB">
      <w:pPr>
        <w:pStyle w:val="libNormal"/>
        <w:rPr>
          <w:rtl/>
        </w:rPr>
      </w:pPr>
      <w:r>
        <w:rPr>
          <w:rtl/>
        </w:rPr>
        <w:t>الا و من سمع فاحشه فافشاها فهو كمن اتاها و من سمع خيرا فافشاه فهو كمن عمله .</w:t>
      </w:r>
    </w:p>
    <w:p w:rsidR="00A679DB" w:rsidRDefault="00A679DB" w:rsidP="00A679DB">
      <w:pPr>
        <w:pStyle w:val="libNormal"/>
        <w:rPr>
          <w:rtl/>
        </w:rPr>
      </w:pPr>
      <w:r>
        <w:rPr>
          <w:rtl/>
        </w:rPr>
        <w:t xml:space="preserve">و من وصف امراه لرجل و ذكر جمالها له فافتتن بها الرجل فاصاب منها فاحشه لم يخرج من الدنيا حتى يغضب الله عليه و من غضب الله عليه غضبت عليه السماوات السبع و الارضون السبع و كان عليه من الوزر مثل الذى اصابها قيل يا رسول الله </w:t>
      </w:r>
      <w:r w:rsidR="00E60DFB">
        <w:rPr>
          <w:rtl/>
        </w:rPr>
        <w:t xml:space="preserve">صلى‌الله‌عليه‌وآله </w:t>
      </w:r>
      <w:r>
        <w:rPr>
          <w:rtl/>
        </w:rPr>
        <w:t>فان تابا و اصلحا قال يتوب الله تعالى عليهما و لم يقبل توبه الذى يخطبها بعد الذى و صفها.</w:t>
      </w:r>
    </w:p>
    <w:p w:rsidR="00A679DB" w:rsidRDefault="00A679DB" w:rsidP="00A679DB">
      <w:pPr>
        <w:pStyle w:val="libNormal"/>
        <w:rPr>
          <w:rtl/>
        </w:rPr>
      </w:pPr>
      <w:r>
        <w:rPr>
          <w:rtl/>
        </w:rPr>
        <w:lastRenderedPageBreak/>
        <w:t>و من ملا عينيه من امراه حراما حشاهما الله عزوجل يوم القيامه بمسامير من نار و حشاهما نارا حتى يقضى بين الناس ثم يومر به الى النار.</w:t>
      </w:r>
    </w:p>
    <w:p w:rsidR="00A679DB" w:rsidRDefault="00A679DB" w:rsidP="00A679DB">
      <w:pPr>
        <w:pStyle w:val="libNormal"/>
        <w:rPr>
          <w:rtl/>
        </w:rPr>
      </w:pPr>
      <w:r>
        <w:rPr>
          <w:rtl/>
        </w:rPr>
        <w:t>و من اطعم طعاما رياء و سمعه اطعمه الله تعالى من صديد جهنم و جعل ذلك الطعام نارا فى بطنه حتى يقضى بين الناس .</w:t>
      </w:r>
    </w:p>
    <w:p w:rsidR="00A679DB" w:rsidRDefault="00A679DB" w:rsidP="00A679DB">
      <w:pPr>
        <w:pStyle w:val="libNormal"/>
        <w:rPr>
          <w:rtl/>
        </w:rPr>
      </w:pPr>
      <w:r>
        <w:rPr>
          <w:rtl/>
        </w:rPr>
        <w:t>و من فجر بامراه و لها بعل تفجر من فرجهما من صديد واد مسيره خمسمائه عام يتاذى به اهل النار من نتن ريحهما و كانا من اشد الناس عذابا.</w:t>
      </w:r>
    </w:p>
    <w:p w:rsidR="00A679DB" w:rsidRDefault="00A679DB" w:rsidP="00A679DB">
      <w:pPr>
        <w:pStyle w:val="libNormal"/>
        <w:rPr>
          <w:rtl/>
        </w:rPr>
      </w:pPr>
      <w:r>
        <w:rPr>
          <w:rtl/>
        </w:rPr>
        <w:t>و اشتد غضب الله عزوجل على امراه ذات بعل ملات عينها من غير زوجها او غير ذى محرم منها فانها ان فعلت ذلك احبط الله كل عمل عملته فان او طات فراش غيره كان حقا على الله تعالى ان يحرقها بالنار بعد ان يعذبها فى قبرها.</w:t>
      </w:r>
    </w:p>
    <w:p w:rsidR="00A679DB" w:rsidRDefault="00A679DB" w:rsidP="00A679DB">
      <w:pPr>
        <w:pStyle w:val="libNormal"/>
        <w:rPr>
          <w:rtl/>
        </w:rPr>
      </w:pPr>
      <w:r>
        <w:rPr>
          <w:rtl/>
        </w:rPr>
        <w:t>و ايما امراه اختلعت من زوجها لم تزل فى لعنه الله و ملائكه و رسله و الناس ‍ اجمعين حتى اذا نزل بها ملك الموت قال لها ابشرى بالنار و اذا كان يوم القيامه قيل لها ادخلى النار مع الداخين الا و ان الله تعالى و رسول بريئان من الختلعات بغير حق الا و ان الله عزوجل و رسوله برئيان ممن اضر بامراه حتى تختلع منه .</w:t>
      </w:r>
    </w:p>
    <w:p w:rsidR="00A679DB" w:rsidRDefault="00A679DB" w:rsidP="00A679DB">
      <w:pPr>
        <w:pStyle w:val="libNormal"/>
        <w:rPr>
          <w:rtl/>
        </w:rPr>
      </w:pPr>
      <w:r>
        <w:rPr>
          <w:rtl/>
        </w:rPr>
        <w:t>و من ام قوما باذنهم و هم عنه راضون فاقتصد بهم فى حضروه و قراء ته و ركوعه و سجوده و قعوده و قيامه فله مثل اجرهم .</w:t>
      </w:r>
    </w:p>
    <w:p w:rsidR="00A679DB" w:rsidRDefault="00A679DB" w:rsidP="00A679DB">
      <w:pPr>
        <w:pStyle w:val="libNormal"/>
        <w:rPr>
          <w:rtl/>
        </w:rPr>
      </w:pPr>
      <w:r>
        <w:rPr>
          <w:rtl/>
        </w:rPr>
        <w:t>و من ام قوما فلم يقتصد بهم فى حضوره و قراء ته و ركوعه و سجوده و قعوده و قيامه ردت عليه صلاته و لم تجاوز تراقيه و كانت منزلته عندالله تعالى كمنزله امام جائر معتد لم يصلح لر عيته و لم يقم فيهم بامر الله عزوجل فقام اميرالمومنين على بن ابى طالب عليه‌السلام فقال يا رسول الله بابى انت و امى و ما منزله امام جائر معتد لم يصلح لرعيته و لم يقم فيهم بامر الله تعالى قال هو رابع اربعه من اشد الناس عذابا يوم القيامه ابليس و فرعون و قاتل النفس و رابعهم سلطان جائر.</w:t>
      </w:r>
    </w:p>
    <w:p w:rsidR="00A679DB" w:rsidRDefault="00A679DB" w:rsidP="00A679DB">
      <w:pPr>
        <w:pStyle w:val="libNormal"/>
        <w:rPr>
          <w:rtl/>
        </w:rPr>
      </w:pPr>
      <w:r>
        <w:rPr>
          <w:rtl/>
        </w:rPr>
        <w:lastRenderedPageBreak/>
        <w:t>و من احتاج اليه اخوه المسلم فى قرض فلم يقرضه حرم الله عليه الجنه يوم يجزى المحسنين .</w:t>
      </w:r>
    </w:p>
    <w:p w:rsidR="00A679DB" w:rsidRDefault="00A679DB" w:rsidP="00A679DB">
      <w:pPr>
        <w:pStyle w:val="libNormal"/>
        <w:rPr>
          <w:rtl/>
        </w:rPr>
      </w:pPr>
      <w:r>
        <w:rPr>
          <w:rtl/>
        </w:rPr>
        <w:t>و من صبر على سوء خلق امراته و احتسبه اعطاه الله تعالى بكل يوم و ليله يصبر عليها من الثواب ما اعطى ايوب عليه‌السلام على بلائه و كان عليها من الوزر فى كل يوم و ليله مثل رمل عالج فان ماتت قبل ان تعينه و قبل ان يرضى عنها حشرت يوم القيامه منكوسه مع المنافقين فى الدرك الاسفل من النار.</w:t>
      </w:r>
    </w:p>
    <w:p w:rsidR="00A679DB" w:rsidRDefault="00A679DB" w:rsidP="00A679DB">
      <w:pPr>
        <w:pStyle w:val="libNormal"/>
        <w:rPr>
          <w:rtl/>
        </w:rPr>
      </w:pPr>
      <w:r>
        <w:rPr>
          <w:rtl/>
        </w:rPr>
        <w:t>و من كانت له امراه لم توفقه و لم بصبر على ما رزقه الله تعالى و شقت عليه و حملته ما لم يقدر عليه لم يقبل الله منها حسنه تتقى بها حر النار و غضب الله عليها مادامت كذلك .</w:t>
      </w:r>
    </w:p>
    <w:p w:rsidR="00A679DB" w:rsidRDefault="00A679DB" w:rsidP="00A679DB">
      <w:pPr>
        <w:pStyle w:val="libNormal"/>
        <w:rPr>
          <w:rtl/>
        </w:rPr>
      </w:pPr>
      <w:r>
        <w:rPr>
          <w:rtl/>
        </w:rPr>
        <w:t>و من اكرم اخاه فانما يكرم الله فما ظنكم بمن يكرم الله بان يفعل به .</w:t>
      </w:r>
    </w:p>
    <w:p w:rsidR="00A679DB" w:rsidRDefault="00A679DB" w:rsidP="00A679DB">
      <w:pPr>
        <w:pStyle w:val="libNormal"/>
        <w:rPr>
          <w:rtl/>
        </w:rPr>
      </w:pPr>
      <w:r>
        <w:rPr>
          <w:rtl/>
        </w:rPr>
        <w:t>و من تولى عرافه قوم و لم يحسن فيهم حبس على شفير جهنم بكل يوم الف سنه و حشر و يده مغلوله الى عنقه فان كان قام فيهم بامر الله تعالى اطلقه الله تعالى و ان كان ظالما هوى به فى نار جهنم سبعين خريفا.</w:t>
      </w:r>
    </w:p>
    <w:p w:rsidR="00A679DB" w:rsidRDefault="00A679DB" w:rsidP="00A679DB">
      <w:pPr>
        <w:pStyle w:val="libNormal"/>
        <w:rPr>
          <w:rtl/>
        </w:rPr>
      </w:pPr>
      <w:r>
        <w:rPr>
          <w:rtl/>
        </w:rPr>
        <w:t>و من لم يحكم بما انزل الله كان كمن شهد شهاده زور و يعذف به فى النار يعذب بعذاب شاهد الزور.</w:t>
      </w:r>
    </w:p>
    <w:p w:rsidR="00A679DB" w:rsidRDefault="00A679DB" w:rsidP="00A679DB">
      <w:pPr>
        <w:pStyle w:val="libNormal"/>
        <w:rPr>
          <w:rtl/>
        </w:rPr>
      </w:pPr>
      <w:r>
        <w:rPr>
          <w:rtl/>
        </w:rPr>
        <w:t>و من كان ذا و جهين و ذالسانين كان ذواجهين و ذالسانين يوم القيامه .</w:t>
      </w:r>
    </w:p>
    <w:p w:rsidR="00A679DB" w:rsidRDefault="00A679DB" w:rsidP="00A679DB">
      <w:pPr>
        <w:pStyle w:val="libNormal"/>
        <w:rPr>
          <w:rtl/>
        </w:rPr>
      </w:pPr>
      <w:r>
        <w:rPr>
          <w:rtl/>
        </w:rPr>
        <w:t>و من مشى فى صلح بين اثنين صلى عليه ملائكه الله حتى يرجع و اعطى اجر ليله القدر.</w:t>
      </w:r>
    </w:p>
    <w:p w:rsidR="00A679DB" w:rsidRDefault="00A679DB" w:rsidP="00A679DB">
      <w:pPr>
        <w:pStyle w:val="libNormal"/>
        <w:rPr>
          <w:rtl/>
        </w:rPr>
      </w:pPr>
      <w:r>
        <w:rPr>
          <w:rtl/>
        </w:rPr>
        <w:t>و من مشى فى قطيعه بين اثنين كان عليه من الوزر بقدر ما لمن اصلح بين اثنين من الاجر مكتوب عليه لعنه الله حتى يدخل جهنم فيضاعف له العذاب .</w:t>
      </w:r>
    </w:p>
    <w:p w:rsidR="00A679DB" w:rsidRDefault="00A679DB" w:rsidP="00A679DB">
      <w:pPr>
        <w:pStyle w:val="libNormal"/>
        <w:rPr>
          <w:rtl/>
        </w:rPr>
      </w:pPr>
      <w:r>
        <w:rPr>
          <w:rtl/>
        </w:rPr>
        <w:t>و من مشى فى عون اخيه و منفعته فله ثواب المجاهدين فى سبيل الله .</w:t>
      </w:r>
    </w:p>
    <w:p w:rsidR="00A679DB" w:rsidRDefault="00A679DB" w:rsidP="00A679DB">
      <w:pPr>
        <w:pStyle w:val="libNormal"/>
        <w:rPr>
          <w:rtl/>
        </w:rPr>
      </w:pPr>
      <w:r>
        <w:rPr>
          <w:rtl/>
        </w:rPr>
        <w:lastRenderedPageBreak/>
        <w:t>و من مشى فى عيب اخيه و كشف عورته كان اول خطوه خطاها و وضعها فى جهنم و كشف الله عورته على رووس الخلائق .</w:t>
      </w:r>
    </w:p>
    <w:p w:rsidR="00A679DB" w:rsidRDefault="00A679DB" w:rsidP="00A679DB">
      <w:pPr>
        <w:pStyle w:val="libNormal"/>
        <w:rPr>
          <w:rtl/>
        </w:rPr>
      </w:pPr>
      <w:r>
        <w:rPr>
          <w:rtl/>
        </w:rPr>
        <w:t>و من مشى الى ذى قرابه و ذى رحم يسال به اعطاه الله اجر مائه شهيد و ان سال به و وصله بماله و نفسه جميعا كان له بكل خطوه اربعون الف الف حسنه و رفع له اربعون الف الف درجه و كانما عبدالله عزوجل مائه سنه و من مشى فى فساد ما بينهما و قطيعه ما بينهما غضب الله تعالى و لعنه فى الدنيا و الاخره و كان عليه من الوزر كعدل قاطع الرحم .</w:t>
      </w:r>
    </w:p>
    <w:p w:rsidR="00A679DB" w:rsidRDefault="00A679DB" w:rsidP="00A679DB">
      <w:pPr>
        <w:pStyle w:val="libNormal"/>
        <w:rPr>
          <w:rtl/>
        </w:rPr>
      </w:pPr>
      <w:r>
        <w:rPr>
          <w:rtl/>
        </w:rPr>
        <w:t>و من عمل فى تزويج بين مومنين حتى يجمع بينهما زوجه الله الف امراه من الحور العين كل امراه فى قصر من در و ياقوت و كان له بكل خطوه خطاها فى ذلك او كلمه تكلم بها فى ذلك عمل سنه قيام ليلها و صيام نهارها.</w:t>
      </w:r>
    </w:p>
    <w:p w:rsidR="00A679DB" w:rsidRDefault="00A679DB" w:rsidP="00A679DB">
      <w:pPr>
        <w:pStyle w:val="libNormal"/>
        <w:rPr>
          <w:rtl/>
        </w:rPr>
      </w:pPr>
      <w:r>
        <w:rPr>
          <w:rtl/>
        </w:rPr>
        <w:t>و من عمل فى فرقه بين امراه و زوجها كان عليه غضب الله و لعنته فى الدنيا و الاخره و كان حقا على الله ان يرضخه بالف صخره من نار و من مشى فى فساد ما بينهما و لم يفرق كان فى سخط الله و لعنته فى الدنيا و الاخره و حرم النظر الى وجهه .</w:t>
      </w:r>
    </w:p>
    <w:p w:rsidR="00A679DB" w:rsidRDefault="00A679DB" w:rsidP="00A679DB">
      <w:pPr>
        <w:pStyle w:val="libNormal"/>
        <w:rPr>
          <w:rtl/>
        </w:rPr>
      </w:pPr>
      <w:r>
        <w:rPr>
          <w:rtl/>
        </w:rPr>
        <w:t>و من قاد ضريرا الى مسجد او الى منزله او لحاجه من حوائجه كتب الله له بكل قدم رفعها و وضعها عتق رقبه و صلت عليه الملائكه حتى يفارقه .</w:t>
      </w:r>
    </w:p>
    <w:p w:rsidR="00A679DB" w:rsidRDefault="00A679DB" w:rsidP="00A679DB">
      <w:pPr>
        <w:pStyle w:val="libNormal"/>
        <w:rPr>
          <w:rtl/>
        </w:rPr>
      </w:pPr>
      <w:r>
        <w:rPr>
          <w:rtl/>
        </w:rPr>
        <w:t>و من كفى ضريرا حاجه من حوائجه فمشى فيها حتى يقضيها اعطاه الله تعالى براء تين براءه من النار و براء ه من النفاق و قضى له سبعين الف حاجه فى عاجل الدنيا و لم يزل يخوض فى رحمه الله تعالى حتى يرجع .</w:t>
      </w:r>
    </w:p>
    <w:p w:rsidR="00A679DB" w:rsidRDefault="00A679DB" w:rsidP="00A679DB">
      <w:pPr>
        <w:pStyle w:val="libNormal"/>
        <w:rPr>
          <w:rtl/>
        </w:rPr>
      </w:pPr>
      <w:r>
        <w:rPr>
          <w:rtl/>
        </w:rPr>
        <w:t>و من قام على مريض يوما و ليله بعثه الله تعالى مع ابراهيم الخليل عليه‌السلام فجاز على الصراط كالبرق اللامع .</w:t>
      </w:r>
    </w:p>
    <w:p w:rsidR="00A679DB" w:rsidRDefault="00A679DB" w:rsidP="00A679DB">
      <w:pPr>
        <w:pStyle w:val="libNormal"/>
        <w:rPr>
          <w:rtl/>
        </w:rPr>
      </w:pPr>
      <w:r>
        <w:rPr>
          <w:rtl/>
        </w:rPr>
        <w:lastRenderedPageBreak/>
        <w:t xml:space="preserve">و من سعى لمريض فى حاجته فقضاها خرج من ذنوبه عليه كيوم ولدته امه فقال رجل من الانصار يا رسول الله فان كان المريض من اهله فقال رسول الله </w:t>
      </w:r>
      <w:r w:rsidR="00E60DFB">
        <w:rPr>
          <w:rtl/>
        </w:rPr>
        <w:t xml:space="preserve">صلى‌الله‌عليه‌وآله </w:t>
      </w:r>
      <w:r>
        <w:rPr>
          <w:rtl/>
        </w:rPr>
        <w:t>من اعظم الناس اجرا من سعى فى حاجه اهله .</w:t>
      </w:r>
    </w:p>
    <w:p w:rsidR="00A679DB" w:rsidRDefault="00A679DB" w:rsidP="00A679DB">
      <w:pPr>
        <w:pStyle w:val="libNormal"/>
        <w:rPr>
          <w:rtl/>
        </w:rPr>
      </w:pPr>
      <w:r>
        <w:rPr>
          <w:rtl/>
        </w:rPr>
        <w:t>و من ضيع اهله و قطع رحمه حرمه الله تعالى حسن الجزاء يوم يجزى المحسنين و ضيعه و من يضيعه الله تعالى فى الاخره فهو يردد مع الهالكين حتى ياتى بالمخروج و لم يات به .</w:t>
      </w:r>
    </w:p>
    <w:p w:rsidR="00A679DB" w:rsidRDefault="00A679DB" w:rsidP="00A679DB">
      <w:pPr>
        <w:pStyle w:val="libNormal"/>
        <w:rPr>
          <w:rtl/>
        </w:rPr>
      </w:pPr>
      <w:r>
        <w:rPr>
          <w:rtl/>
        </w:rPr>
        <w:t>و من اقرض ملهوفا فاحسن طلبته العمل و اعطاه الله بكل درهم الف قنطار من الجنه .</w:t>
      </w:r>
    </w:p>
    <w:p w:rsidR="00A679DB" w:rsidRDefault="00A679DB" w:rsidP="00A679DB">
      <w:pPr>
        <w:pStyle w:val="libNormal"/>
        <w:rPr>
          <w:rtl/>
        </w:rPr>
      </w:pPr>
      <w:r>
        <w:rPr>
          <w:rtl/>
        </w:rPr>
        <w:t>و من فرج عن اخيه كربه من كرب الدنيا نظر الله اليه برحمته فنال بها الجنه و فرج الله عنه كربه فى الدنيا و الاخره .</w:t>
      </w:r>
    </w:p>
    <w:p w:rsidR="00A679DB" w:rsidRDefault="00A679DB" w:rsidP="00A679DB">
      <w:pPr>
        <w:pStyle w:val="libNormal"/>
        <w:rPr>
          <w:rtl/>
        </w:rPr>
      </w:pPr>
      <w:r>
        <w:rPr>
          <w:rtl/>
        </w:rPr>
        <w:t>و من مشى فى اصلاح بين امراه و زوجها اعطاه الله تعالى اجر الف شهيد قتلوا فى سبيل الله حقا و كان له بكل خطوه يخطوها و كلمه فى ذلك عباده سنه قيام ليلها و صيام نهارا.</w:t>
      </w:r>
    </w:p>
    <w:p w:rsidR="00A679DB" w:rsidRDefault="00A679DB" w:rsidP="00A679DB">
      <w:pPr>
        <w:pStyle w:val="libNormal"/>
        <w:rPr>
          <w:rtl/>
        </w:rPr>
      </w:pPr>
      <w:r>
        <w:rPr>
          <w:rtl/>
        </w:rPr>
        <w:t>و من اقرض اخاه المسلم كان له بكل درهم اقرضه وزن جبل احد و جبال رضوى و طور سيناء حسنات فان رفق به فى طلبه بعد اجله جاز على الصراط كالبرق الخاطف اللامع بغير حساب و لا عذاب .</w:t>
      </w:r>
    </w:p>
    <w:p w:rsidR="00A679DB" w:rsidRDefault="00A679DB" w:rsidP="00A679DB">
      <w:pPr>
        <w:pStyle w:val="libNormal"/>
        <w:rPr>
          <w:rtl/>
        </w:rPr>
      </w:pPr>
      <w:r>
        <w:rPr>
          <w:rtl/>
        </w:rPr>
        <w:t>و من شكا اليه اخوه المسلم فلم يقرضه حرم الله عليه الجنه يوم يجزى المحسنين .</w:t>
      </w:r>
    </w:p>
    <w:p w:rsidR="00A679DB" w:rsidRDefault="00A679DB" w:rsidP="00A679DB">
      <w:pPr>
        <w:pStyle w:val="libNormal"/>
        <w:rPr>
          <w:rtl/>
        </w:rPr>
      </w:pPr>
      <w:r>
        <w:rPr>
          <w:rtl/>
        </w:rPr>
        <w:t>و من منع طالبا حاجته و هو قادر على قضائها فعليه مث خطيئه عشار فقام اليه يعرف بن مالك فقال ما يبلغ خطيئه عشار يا رسول الله فقال على العشار كل يوم و ليله لعنه الله و الملائكه و الناس اجمعين و من يلعنه الله فلن تجد له نصيرا.</w:t>
      </w:r>
    </w:p>
    <w:p w:rsidR="00A679DB" w:rsidRDefault="00A679DB" w:rsidP="00A679DB">
      <w:pPr>
        <w:pStyle w:val="libNormal"/>
        <w:rPr>
          <w:rtl/>
        </w:rPr>
      </w:pPr>
      <w:r>
        <w:rPr>
          <w:rtl/>
        </w:rPr>
        <w:lastRenderedPageBreak/>
        <w:t>و من اصطنع الى اخيه معروفا فمن به عليه حبط عمله و خاب سعيه ثم قال الا و ان الله عزوجل حرم على المنان و المختال و القتات و مدمن الخمر و الجواظ و الجعظرى و العتل الزنيم الجنه .</w:t>
      </w:r>
    </w:p>
    <w:p w:rsidR="00A679DB" w:rsidRDefault="00A679DB" w:rsidP="00A679DB">
      <w:pPr>
        <w:pStyle w:val="libNormal"/>
        <w:rPr>
          <w:rtl/>
        </w:rPr>
      </w:pPr>
      <w:r>
        <w:rPr>
          <w:rtl/>
        </w:rPr>
        <w:t>و من تصدق بصدقه على رجل مسكين كان له مثل اجر و لو تداولها اربعون الف انسان ثم وصلت الى مسكين فان لهم اجرا كاملا و ما عندالله خير و ابقى للذين اتقوا و احسنوا لو كنتم تعلمون .</w:t>
      </w:r>
    </w:p>
    <w:p w:rsidR="00A679DB" w:rsidRDefault="00A679DB" w:rsidP="00A679DB">
      <w:pPr>
        <w:pStyle w:val="libNormal"/>
        <w:rPr>
          <w:rtl/>
        </w:rPr>
      </w:pPr>
      <w:r>
        <w:rPr>
          <w:rtl/>
        </w:rPr>
        <w:t>و من بنى مسجدا فى الدنيا بنى الله له بكل شبر منه - او قال بكل ذراع منه - مسيره اربعين الف عام مدينه من ذهب و فضه و در و ياقوت و زمرد و زبرجد و لولو و فى كل ميدنه اربعون الف الف قصر و فى كل فصر اربعون الف الف دار و فى كل دار اربعون الف الف بيت و فى كل بيت و اربعون الف الف سرير على كل سرير زوجه من الحور العين و فى كل بيت اربعون الف الف و صيف و اربعون الف الف وصيفه و فى كل بيت اربعون الف الف مائده على كل مائده اربعون الف الف قصعه و فى كل قصعه اربعون الف الف لون من الطعام و يعطى الله وليه من القوه ما ياتى به على تلك الازدواج و على ذلك العطام و ذلك الشراب فى يوم واحد.</w:t>
      </w:r>
    </w:p>
    <w:p w:rsidR="00A679DB" w:rsidRDefault="00A679DB" w:rsidP="00A679DB">
      <w:pPr>
        <w:pStyle w:val="libNormal"/>
        <w:rPr>
          <w:rtl/>
        </w:rPr>
      </w:pPr>
      <w:r>
        <w:rPr>
          <w:rtl/>
        </w:rPr>
        <w:t xml:space="preserve">و من تولى اذان مسجد من مساجد الله فاذن فيه و هو يريد وجه الله تعالى اعطاه الله ثواب اربعين الف الف نبى و اربعين الف الف صديق و اربعين الف الف شهيد و ادخل فى شفاعته اربعين الف الف امه كل امه اربعون الف الف رجل و كان له فى كل جنه من الجنان اربعون الف الف مدينه و فى كل مدينه اربعون الف الف فى كل قصر اربعون الف الف و فى كل دار اربعون الف الف بيت و فى اربعون الف الف سرير على كل سرير زوجه من الحور العين كل بيت منها مثل الدنيا اربعون الف الف مره بين يدى كل زوجه اربعون الف الف مائده على كل مائده </w:t>
      </w:r>
      <w:r>
        <w:rPr>
          <w:rtl/>
        </w:rPr>
        <w:lastRenderedPageBreak/>
        <w:t>اربعون الف الف قصعه و فى كل قصعه اربعون الف الف لون من الطعام لو نزل به الثقلان لادخلهم فى ادنى بيت من بيوتها ما شاووا من الطعام و الشراب و الطيب و الباس و الثمار و الوان التحف و الطرائف من الحلى و الحلل كل بيت منها يكتفى بمافيه من هذه الاشياء عما فى البيت الاخر فاذا اذن الموذن فقال اشهد ان لا اله الا الله اكتنفه اربعون الف الف ملك يصلون عليه و يستغفرون له و كان فى ظل الله حتى يفرغ و كتب ثوابه اربعون الف الف ملك ثم صعدوا به الى الله عزوجل .</w:t>
      </w:r>
    </w:p>
    <w:p w:rsidR="00A679DB" w:rsidRDefault="00A679DB" w:rsidP="00A679DB">
      <w:pPr>
        <w:pStyle w:val="libNormal"/>
        <w:rPr>
          <w:rtl/>
        </w:rPr>
      </w:pPr>
      <w:r>
        <w:rPr>
          <w:rtl/>
        </w:rPr>
        <w:t>و من مشى الى مسجد من مساجد الله فله بكل خطوه خطاها حتى يرجع الى منزله عشر حسنات و يمحى عنه عشر سيئات و رفع له عشر درجات .</w:t>
      </w:r>
    </w:p>
    <w:p w:rsidR="00A679DB" w:rsidRDefault="00A679DB" w:rsidP="00A679DB">
      <w:pPr>
        <w:pStyle w:val="libNormal"/>
        <w:rPr>
          <w:rtl/>
        </w:rPr>
      </w:pPr>
      <w:r>
        <w:rPr>
          <w:rtl/>
        </w:rPr>
        <w:t>و من حافظ على الجماعه حيث ما كان مر على الصراط كالبرق الخاطف اللامع فى اول زمره مع السابقين و وجهه اضوء من القمر ليله البدر و كان له بكل يوم و ليله يحافظ عليها ثواب الشهيد.</w:t>
      </w:r>
    </w:p>
    <w:p w:rsidR="00A679DB" w:rsidRDefault="00A679DB" w:rsidP="00A679DB">
      <w:pPr>
        <w:pStyle w:val="libNormal"/>
        <w:rPr>
          <w:rtl/>
        </w:rPr>
      </w:pPr>
      <w:r>
        <w:rPr>
          <w:rtl/>
        </w:rPr>
        <w:t>و من حافظ على الصف المقدم فيدرك التكبيره الاولى و لا يوذى فيه مومنا اعطاه الله من الاجر مثل ما للموذن و اعطاه الله عزوجل فى الجچنه مثل ثواب الموذن .</w:t>
      </w:r>
    </w:p>
    <w:p w:rsidR="00A679DB" w:rsidRDefault="00A679DB" w:rsidP="00A679DB">
      <w:pPr>
        <w:pStyle w:val="libNormal"/>
        <w:rPr>
          <w:rtl/>
        </w:rPr>
      </w:pPr>
      <w:r>
        <w:rPr>
          <w:rtl/>
        </w:rPr>
        <w:t>و من بنى على ظهر الطريق ما ياوى عابر سبيل بعثه الله يوم القيامه على نجيب من در و وجهه يضى لا هل الجنه نورا حتى يزاحم ابراهيم خليل الرحمن عليه‌السلام فى قبته فيقول اهل الجمع هذا ملك من الملائكه لم ير مثله قط و دخل فى شفاعته الجنه اربعونه الف الف رجل .</w:t>
      </w:r>
    </w:p>
    <w:p w:rsidR="00A679DB" w:rsidRDefault="00A679DB" w:rsidP="00A679DB">
      <w:pPr>
        <w:pStyle w:val="libNormal"/>
        <w:rPr>
          <w:rtl/>
        </w:rPr>
      </w:pPr>
      <w:r>
        <w:rPr>
          <w:rtl/>
        </w:rPr>
        <w:t>و من شفع لاخيه شفاعه طلبها اليه نظر الله عزوجل اليه و كان حقا على الله ان لا يعذبه ابدا فان هو شفع لاخيه من غير ان يطلبها كان له اجر سبعين شهيدا.</w:t>
      </w:r>
    </w:p>
    <w:p w:rsidR="00A679DB" w:rsidRDefault="00A679DB" w:rsidP="00A679DB">
      <w:pPr>
        <w:pStyle w:val="libNormal"/>
        <w:rPr>
          <w:rtl/>
        </w:rPr>
      </w:pPr>
      <w:r>
        <w:rPr>
          <w:rtl/>
        </w:rPr>
        <w:lastRenderedPageBreak/>
        <w:t>و من صام شهر رمضان فى انصات و سكوت و كف سمعه و بصره و فرجه و جوارحه من الكذب و الحرام و الغيبه تقربا الى الله تعالى قربه الله تعالى حتى يمس ركبتى ابراهيم الخليل عليه‌السلام .</w:t>
      </w:r>
    </w:p>
    <w:p w:rsidR="00A679DB" w:rsidRDefault="00A679DB" w:rsidP="00A679DB">
      <w:pPr>
        <w:pStyle w:val="libNormal"/>
        <w:rPr>
          <w:rtl/>
        </w:rPr>
      </w:pPr>
      <w:r>
        <w:rPr>
          <w:rtl/>
        </w:rPr>
        <w:t>و من احتفر بئرا للماء حتى استنبط ماءها فبذلها للمسلمين كان له كاجر من توضا منها و صلى و كان له بعدد كل شعره من شعر انسان او بهيمه او سبع او طائر عتق الف رقبه و ورد يوم القيامه بشفاعته عدد النجوم حوض القدس ‍ قلنا يا رسول الله ما حوض القدس قال حوضى حوضى حوضى - ثلاث مرات .</w:t>
      </w:r>
    </w:p>
    <w:p w:rsidR="00A679DB" w:rsidRDefault="00A679DB" w:rsidP="00A679DB">
      <w:pPr>
        <w:pStyle w:val="libNormal"/>
        <w:rPr>
          <w:rtl/>
        </w:rPr>
      </w:pPr>
      <w:r>
        <w:rPr>
          <w:rtl/>
        </w:rPr>
        <w:t>و من احتفر لمسلم قرا محتسبا حرمه الله تعالى على النار و وهبه بيتا فى الجنه و اورده حوضا فيه من الاباريق عدد النجوم عرضه ما بين ايليه و صنعاء</w:t>
      </w:r>
    </w:p>
    <w:p w:rsidR="00A679DB" w:rsidRDefault="00A679DB" w:rsidP="00A679DB">
      <w:pPr>
        <w:pStyle w:val="libNormal"/>
        <w:rPr>
          <w:rtl/>
        </w:rPr>
      </w:pPr>
      <w:r>
        <w:rPr>
          <w:rtl/>
        </w:rPr>
        <w:t>و من غسل ميتا فادى فيه الامانه كان له بكل شعره عتق رقبه و رفع له له مائه درجه فقال عمر بن الخطاب يا رسول الله كيف يودى فيه الامانه قال يستر عورته و يستر شينه و ان لم يستر عورته و لا يستر حبط اجره و كشف عورته فى الدنيا و الاخره .</w:t>
      </w:r>
    </w:p>
    <w:p w:rsidR="00A679DB" w:rsidRDefault="00A679DB" w:rsidP="00A679DB">
      <w:pPr>
        <w:pStyle w:val="libNormal"/>
        <w:rPr>
          <w:rtl/>
        </w:rPr>
      </w:pPr>
      <w:r>
        <w:rPr>
          <w:rtl/>
        </w:rPr>
        <w:t>و من صلى على ميت صلى عليه جبرئيل و سبعون الف الف ملك و غفر له ما تقدم من ذنبه و ما تاخر و ان اقام عليه حتى يدفه و حثا عليه من التراب انقلب من الجنازه و له بكل قدم من حيث شيعها حتى يرجع الى منزله قيراط من الاجر و القيراط مثل جبل احد يكون فى ميزانه من الاجر.</w:t>
      </w:r>
    </w:p>
    <w:p w:rsidR="00A679DB" w:rsidRDefault="00A679DB" w:rsidP="00A679DB">
      <w:pPr>
        <w:pStyle w:val="libNormal"/>
        <w:rPr>
          <w:rtl/>
        </w:rPr>
      </w:pPr>
      <w:r>
        <w:rPr>
          <w:rtl/>
        </w:rPr>
        <w:t>و من ذرفت عيناه من خشيه الله كان له بكل قطره من دموعه مثل جبل احد يكون فى ميزانه و كان له من الاجر بكل قطره عين من الجنه على حافتيها من المدائن و القصور مالا عين رات و لا اذن سمعت و لا خطر على قلب بشر.</w:t>
      </w:r>
    </w:p>
    <w:p w:rsidR="00A679DB" w:rsidRDefault="00A679DB" w:rsidP="00A679DB">
      <w:pPr>
        <w:pStyle w:val="libNormal"/>
        <w:rPr>
          <w:rtl/>
        </w:rPr>
      </w:pPr>
      <w:r>
        <w:rPr>
          <w:rtl/>
        </w:rPr>
        <w:lastRenderedPageBreak/>
        <w:t>و من عاد مريضا فله بكل خطوه خطاها حتى يرجع الى منزله سبعون الف الف حسنه و محى عنه سبعون الف الف سيئه و يرفع له سبعون الف الف درجه و وكل به سبعون الف الف يعودونه فى قبره و يستغفرون له الى يوم القيامه .</w:t>
      </w:r>
    </w:p>
    <w:p w:rsidR="00A679DB" w:rsidRDefault="00A679DB" w:rsidP="00A679DB">
      <w:pPr>
        <w:pStyle w:val="libNormal"/>
        <w:rPr>
          <w:rtl/>
        </w:rPr>
      </w:pPr>
      <w:r>
        <w:rPr>
          <w:rtl/>
        </w:rPr>
        <w:t>و من شيع جنازه فله بكل خطوه حتى يرجع الى منزله مائه الف الف حسنه و يمحى عنه مائه الف الف سيئه و يرفع له مائه الف الف دره فان صلى عليها شيعه فى جنازته مائه الف كلهم يستغفرون له حتى يرجع فان شهد دفنها و كل الله به الف ملك كلهم يستغفرون له حتى يبعث من قبره .</w:t>
      </w:r>
      <w:r>
        <w:rPr>
          <w:rtl/>
        </w:rPr>
        <w:cr/>
      </w:r>
    </w:p>
    <w:p w:rsidR="00A679DB" w:rsidRDefault="00A679DB" w:rsidP="00A679DB">
      <w:pPr>
        <w:pStyle w:val="libNormal"/>
        <w:rPr>
          <w:rtl/>
        </w:rPr>
      </w:pPr>
      <w:r>
        <w:rPr>
          <w:rtl/>
        </w:rPr>
        <w:t>و من خرج حاجا او معتمرا فله بكل خطوه حتى يرجع الف الف حسنه و يمحى عنه الف الف سيئه و يرفع له الف الف درجه و كان له عند ربه بكل درهم يحملها فى وجهه ذلك الف الف درهم و بكل دينار الف الف دينار و بكل حسنه عملها فى وجهه ذلك الف الف حسنه حتى يرجع و كان فى ضمان الله تعالى فان توفاه ادخله الجنه و ان رجع رجع منصورا مغفورا له مستجابا له فاغتنموا دعوته فان الله لا يرد دعائه فانه يشفع فى مائه الف رجل يوم القيامه .</w:t>
      </w:r>
    </w:p>
    <w:p w:rsidR="00A679DB" w:rsidRDefault="00A679DB" w:rsidP="00A679DB">
      <w:pPr>
        <w:pStyle w:val="libNormal"/>
        <w:rPr>
          <w:rtl/>
        </w:rPr>
      </w:pPr>
      <w:r>
        <w:rPr>
          <w:rtl/>
        </w:rPr>
        <w:t>و من خلف حاجا او معتمرا فى اهله بخير بعده كان له اجر مثل اجره من غير ان ينقص من اجر شى .</w:t>
      </w:r>
    </w:p>
    <w:p w:rsidR="00A679DB" w:rsidRDefault="00A679DB" w:rsidP="00A679DB">
      <w:pPr>
        <w:pStyle w:val="libNormal"/>
        <w:rPr>
          <w:rtl/>
        </w:rPr>
      </w:pPr>
      <w:r>
        <w:rPr>
          <w:rtl/>
        </w:rPr>
        <w:t>و من خرج مرا بطا فى سبيل الله تعالى او مجاهدا فله بكل خطوه سبعمائه الف حسنه و يمحى عنه سبعمائه الف سيئه و يرفع له سبعمائه الف درجه و كان فى ضمان الله تعالى حتى يتوفاه باى حتف كان كان شهيدا فان رجع رجع مغفورا مستجابا له دعاه .</w:t>
      </w:r>
    </w:p>
    <w:p w:rsidR="00A679DB" w:rsidRDefault="00A679DB" w:rsidP="00A679DB">
      <w:pPr>
        <w:pStyle w:val="libNormal"/>
        <w:rPr>
          <w:rtl/>
        </w:rPr>
      </w:pPr>
      <w:r>
        <w:rPr>
          <w:rtl/>
        </w:rPr>
        <w:t xml:space="preserve">و من مشى زائرا لاخيه فله بكل خطوه حتى يرجع الى منزله عتق مائه الف رقبه و يرفع له مائه الف درجه و يمحى عنه مائه الف سيئه و يكتب له مائه الف </w:t>
      </w:r>
      <w:r>
        <w:rPr>
          <w:rtl/>
        </w:rPr>
        <w:lastRenderedPageBreak/>
        <w:t xml:space="preserve">حسنه فقيل لابى هريره اليس قال رسول الله </w:t>
      </w:r>
      <w:r w:rsidR="00E60DFB">
        <w:rPr>
          <w:rtl/>
        </w:rPr>
        <w:t xml:space="preserve">صلى‌الله‌عليه‌وآله </w:t>
      </w:r>
      <w:r>
        <w:rPr>
          <w:rtl/>
        </w:rPr>
        <w:t xml:space="preserve">من اعتق رقبه فهو فداوه من النار قال كذلك قلنا لرسول الله </w:t>
      </w:r>
      <w:r w:rsidR="00E60DFB">
        <w:rPr>
          <w:rtl/>
        </w:rPr>
        <w:t xml:space="preserve">صلى‌الله‌عليه‌وآله </w:t>
      </w:r>
      <w:r>
        <w:rPr>
          <w:rtl/>
        </w:rPr>
        <w:t>فقال نعم و لكن يرفع له درجات عندالله فى كنوز عرشه .</w:t>
      </w:r>
    </w:p>
    <w:p w:rsidR="00A679DB" w:rsidRDefault="00A679DB" w:rsidP="00A679DB">
      <w:pPr>
        <w:pStyle w:val="libNormal"/>
        <w:rPr>
          <w:rtl/>
        </w:rPr>
      </w:pPr>
      <w:r>
        <w:rPr>
          <w:rtl/>
        </w:rPr>
        <w:t>و من تعلم القرآن ابتغاء وجه الله و تفقها فى الدين كان له من الثواب مثل جميع ما يعطى الملائكه و الانبياء و المرسلون .</w:t>
      </w:r>
    </w:p>
    <w:p w:rsidR="00A679DB" w:rsidRDefault="00A679DB" w:rsidP="00A679DB">
      <w:pPr>
        <w:pStyle w:val="libNormal"/>
        <w:rPr>
          <w:rtl/>
        </w:rPr>
      </w:pPr>
      <w:r>
        <w:rPr>
          <w:rtl/>
        </w:rPr>
        <w:t>و من تعلم القرآن يريد به رياء و سمعه ليمارى به السفهاء و يباهى به العلماء و يلطب به الدنيا بدد الله عزوجل عظامه يوم القيامه و لم يكن فى النار اشد عذابا منه و ليس من انواع العذاب الا و يعذب به من شده غضب الله عليه و سخطه .</w:t>
      </w:r>
    </w:p>
    <w:p w:rsidR="00A679DB" w:rsidRDefault="00A679DB" w:rsidP="00A679DB">
      <w:pPr>
        <w:pStyle w:val="libNormal"/>
        <w:rPr>
          <w:rtl/>
        </w:rPr>
      </w:pPr>
      <w:r>
        <w:rPr>
          <w:rtl/>
        </w:rPr>
        <w:t>و من تعلم القرآن و تواضع فى العلم و علم عباد الله و هو يريد ما عند الله لم يكن فى الجنه احد اعظم ثوابا منه و لا اعظم منزله منه و لم يكن فى الجنه منزل و لا درجه رفيعه و لا نفيسه الا كان له فيها اوفر النصيب و اشرف المنازل .</w:t>
      </w:r>
    </w:p>
    <w:p w:rsidR="00A679DB" w:rsidRDefault="00A679DB" w:rsidP="00A679DB">
      <w:pPr>
        <w:pStyle w:val="libNormal"/>
        <w:rPr>
          <w:rtl/>
        </w:rPr>
      </w:pPr>
      <w:r>
        <w:rPr>
          <w:rtl/>
        </w:rPr>
        <w:t>الا و ان العلم خير من العمل و ملاك الدين الورع الا و ان العالم من يعمل بالعلم و ان كان قليل العمل الا و لا تحقرن شيئا و ان صغر فى اعينكم فانه لا صغيره بصغيره مع الاصرار و لا كبيره بكبيره مع الاستغفار الا و ان الله عزوجل سائلكم عن اعمالكم حتى عن مس احدكم ثوب اخيه باصبعه فاعلموا عباد الله ان العبد يبعث يوم القيامه على ما مات .</w:t>
      </w:r>
    </w:p>
    <w:p w:rsidR="00A679DB" w:rsidRDefault="00A679DB" w:rsidP="00A679DB">
      <w:pPr>
        <w:pStyle w:val="libNormal"/>
        <w:rPr>
          <w:rtl/>
        </w:rPr>
      </w:pPr>
      <w:r>
        <w:rPr>
          <w:rtl/>
        </w:rPr>
        <w:t>و قد خلق الله عزوجل الجنه و النار فمن اختار النار على الجنه انقلب بالخيبه و من اختار الجنه فقد فاز و انقلب بالفوز لقول الله عزوجل «فمن ز حزح عن النار و ادخل الجنه فقد فاز» الا و ان ربى امرنى ان اقاتبل الناس ‍ حتى يقولوا لا اله الا الله فاذا قالوها اعتصموا منى دماء هم و اموالهم الا بحقها و حسابهم على الله عزوجل .</w:t>
      </w:r>
    </w:p>
    <w:p w:rsidR="00A679DB" w:rsidRDefault="00A679DB" w:rsidP="00A679DB">
      <w:pPr>
        <w:pStyle w:val="libNormal"/>
        <w:rPr>
          <w:rtl/>
        </w:rPr>
      </w:pPr>
      <w:r>
        <w:rPr>
          <w:rtl/>
        </w:rPr>
        <w:lastRenderedPageBreak/>
        <w:t>الا و ان الله جل اسمه لم يدع شيئا مما يحبه الا و قد بينه لعباده و لم يدع شيئا مما يكره الا و قد بينه لعباده و نهاهم عنه ليهلك من هلك عن بينه و يحيى من حى عن بينه .</w:t>
      </w:r>
    </w:p>
    <w:p w:rsidR="00A679DB" w:rsidRDefault="00A679DB" w:rsidP="00A679DB">
      <w:pPr>
        <w:pStyle w:val="libNormal"/>
        <w:rPr>
          <w:rtl/>
        </w:rPr>
      </w:pPr>
      <w:r>
        <w:rPr>
          <w:rtl/>
        </w:rPr>
        <w:t>الا و ان الله عزوجل لا يظلم و لا يجاوزه ظلم و هو بالمرصاد ليجزى الذين اساوا بما عملوا و يجزى الذين احسنوا بالحسنى من احسن فلنفسه و من اساء فعليها و ما ربك بظلام للعبيد.</w:t>
      </w:r>
    </w:p>
    <w:p w:rsidR="00A679DB" w:rsidRDefault="00A679DB" w:rsidP="00A679DB">
      <w:pPr>
        <w:pStyle w:val="libNormal"/>
        <w:rPr>
          <w:rtl/>
        </w:rPr>
      </w:pPr>
      <w:r>
        <w:rPr>
          <w:rtl/>
        </w:rPr>
        <w:t>يا ايها الناس انه قد كبر سنى و دق عظمى و انهدم جسمى و نعيت الى نفسى و اقترب اجلى و اشتد منى الشوق الى لقاء ربى و لا اظن الا و ان هذا آخر العهد منى و منكم فما دمت حيا فقد ترونى فاذا مت فالله خليفتى على كل مومن و مومنه و السلام عليكم و رحمه الله و بركاته .</w:t>
      </w:r>
    </w:p>
    <w:p w:rsidR="00A679DB" w:rsidRDefault="00A679DB" w:rsidP="00A679DB">
      <w:pPr>
        <w:pStyle w:val="libNormal"/>
        <w:rPr>
          <w:rtl/>
        </w:rPr>
      </w:pPr>
      <w:r>
        <w:rPr>
          <w:rtl/>
        </w:rPr>
        <w:t xml:space="preserve">فابتدر اليه رهط من الانصار قبل ان ينزل و كلهم قالوا يا رسول الله و نحن جعلنا الله فداك بابى و امى و نفسى لك الفداء يا رسول الله من يقوم لهذه الشدائد و كيف العيش بعد هذا اليوم قال رسول الله </w:t>
      </w:r>
      <w:r w:rsidR="00E60DFB">
        <w:rPr>
          <w:rtl/>
        </w:rPr>
        <w:t xml:space="preserve">صلى‌الله‌عليه‌وآله </w:t>
      </w:r>
      <w:r>
        <w:rPr>
          <w:rtl/>
        </w:rPr>
        <w:t>و انتم فداكم ابى و امى انى قد نازلت ربى عزوجل فى امتى فقال لى باب التوبه متفوح حتى ينفخ فى الصور.</w:t>
      </w:r>
    </w:p>
    <w:p w:rsidR="00A679DB" w:rsidRDefault="00A679DB" w:rsidP="00A679DB">
      <w:pPr>
        <w:pStyle w:val="libNormal"/>
        <w:rPr>
          <w:rtl/>
        </w:rPr>
      </w:pPr>
      <w:r>
        <w:rPr>
          <w:rtl/>
        </w:rPr>
        <w:t xml:space="preserve">ثم اقبل علينا رسول الله </w:t>
      </w:r>
      <w:r w:rsidR="00E60DFB" w:rsidRPr="0051150D">
        <w:rPr>
          <w:rStyle w:val="libAlaemChar"/>
          <w:rtl/>
        </w:rPr>
        <w:t>صلى‌الله‌عليه‌وآله</w:t>
      </w:r>
      <w:r w:rsidR="00E60DFB">
        <w:rPr>
          <w:rtl/>
        </w:rPr>
        <w:t xml:space="preserve"> </w:t>
      </w:r>
      <w:r>
        <w:rPr>
          <w:rtl/>
        </w:rPr>
        <w:t xml:space="preserve">فقال انه من تاب قبل مته بسنه تاب الله عليه ثم قال و ان السنه لكثيره من تاب قبل ان يموت بشهر تاب الله عليه ثم قال و ان الشهر لكثير من تاب قبل موته بجمعه تاب الله عليه ثم قال و جمعه كثيره من تاب قبل ان يموت بساعه تاب الله عليه ثم قال و ان الساعه لكثيره من تاب و قد بلغت نفسه هذه و او ما بيده الى حلقه تاب الله عزوجل عليه قال ثم نزل فكانت آخر خطبه خطبها رسول الله </w:t>
      </w:r>
      <w:r w:rsidR="00E60DFB" w:rsidRPr="0051150D">
        <w:rPr>
          <w:rStyle w:val="libAlaemChar"/>
          <w:rtl/>
        </w:rPr>
        <w:t>صلى‌الله‌عليه‌وآله</w:t>
      </w:r>
      <w:r w:rsidR="00E60DFB">
        <w:rPr>
          <w:rtl/>
        </w:rPr>
        <w:t xml:space="preserve"> </w:t>
      </w:r>
      <w:r>
        <w:rPr>
          <w:rtl/>
        </w:rPr>
        <w:t>حتى لحق بالله عزوجل .</w:t>
      </w:r>
    </w:p>
    <w:p w:rsidR="00A679DB" w:rsidRDefault="00A679DB" w:rsidP="00A679DB">
      <w:pPr>
        <w:pStyle w:val="libNormal"/>
        <w:rPr>
          <w:rtl/>
        </w:rPr>
      </w:pPr>
      <w:r>
        <w:rPr>
          <w:rtl/>
        </w:rPr>
        <w:lastRenderedPageBreak/>
        <w:t>تم كتاب عقاب الاعمال بعون الملك الوهاب و صلى الله على محمد و آله الطاهرين .</w:t>
      </w:r>
    </w:p>
    <w:p w:rsidR="00A679DB" w:rsidRDefault="00A679DB" w:rsidP="00A679DB">
      <w:pPr>
        <w:pStyle w:val="libNormal"/>
        <w:rPr>
          <w:rtl/>
        </w:rPr>
      </w:pPr>
      <w:r>
        <w:rPr>
          <w:rtl/>
        </w:rPr>
        <w:t>ترجمه :</w:t>
      </w:r>
    </w:p>
    <w:p w:rsidR="00A679DB" w:rsidRDefault="00A679DB" w:rsidP="00A679DB">
      <w:pPr>
        <w:pStyle w:val="libNormal"/>
        <w:rPr>
          <w:rtl/>
        </w:rPr>
      </w:pPr>
      <w:r>
        <w:rPr>
          <w:rtl/>
        </w:rPr>
        <w:t xml:space="preserve">١. ابوهريره و عبدالله بن عباس مى گويند: رسول خدا </w:t>
      </w:r>
      <w:r w:rsidR="00E60DFB" w:rsidRPr="0051150D">
        <w:rPr>
          <w:rStyle w:val="libAlaemChar"/>
          <w:rtl/>
        </w:rPr>
        <w:t>صلى‌الله‌عليه‌وآله</w:t>
      </w:r>
      <w:r w:rsidR="00E60DFB">
        <w:rPr>
          <w:rtl/>
        </w:rPr>
        <w:t xml:space="preserve"> </w:t>
      </w:r>
      <w:r>
        <w:rPr>
          <w:rtl/>
        </w:rPr>
        <w:t xml:space="preserve">پيش از وفات خود سخنرانى نمود كه آخرين سخنرانى او در مدينه بود. مواعظى فرمودند كه از آن ديدگان اشك ريختند، قلبها ترسيدند، بدنها لرزيدند، و حال مردم دگرگون شد. به بلال دستور دادم كه مردم را صدا بزند. وقتى مردم جمع شدند. رسول خدا </w:t>
      </w:r>
      <w:r w:rsidR="00E60DFB" w:rsidRPr="0051150D">
        <w:rPr>
          <w:rStyle w:val="libAlaemChar"/>
          <w:rtl/>
        </w:rPr>
        <w:t>صلى‌الله‌عليه‌وآله</w:t>
      </w:r>
      <w:r w:rsidR="00E60DFB">
        <w:rPr>
          <w:rtl/>
        </w:rPr>
        <w:t xml:space="preserve"> </w:t>
      </w:r>
      <w:r>
        <w:rPr>
          <w:rtl/>
        </w:rPr>
        <w:t xml:space="preserve">بالاى منبر رفته و فرمودند: اى مردم ! نزديك هم بنشينيد و جا را براى كسانى كه پشت سر شما هستند، باز كنيد. مردم نزديك به هم نشستند و آنگاه به پشت سر خود نگاه كردند، ولى كسى را نديدند. سپس بار ديگر فرمودند: اى مردم ! نزديك هم بنشينيد و جا را براى كسانى كه پشت سر شما هستند، باز كنيد. مردى عرضه داشت : اى رسول خدا! براى چه كسى جا باز كنيم ؟ فرمودند: براى ملائكه . آنان هنگامى كه با شما هستند، جلو يا پشت سر شما نيستند و سمت راست يا چپ شما مى باشند مردى عرضه داشت : اى رسول خدا چرا جلو ما يا پشت سر ما نمى باشند؟ آيا بخاطر اين است كه ما از آنان برتريم يا بدليل برترى آنان بر ماست ؟ فرمودند: شما برتر از فرشتگان هستيد. بنشين . آن مرد نيز نشست . آنگاه رسول خدا </w:t>
      </w:r>
      <w:r w:rsidR="00E60DFB" w:rsidRPr="0051150D">
        <w:rPr>
          <w:rStyle w:val="libAlaemChar"/>
          <w:rtl/>
        </w:rPr>
        <w:t>صلى‌الله‌عليه‌وآله</w:t>
      </w:r>
      <w:r w:rsidR="00E60DFB">
        <w:rPr>
          <w:rtl/>
        </w:rPr>
        <w:t xml:space="preserve"> </w:t>
      </w:r>
      <w:r>
        <w:rPr>
          <w:rtl/>
        </w:rPr>
        <w:t>سخنان خود را آغاز نموده و فرمودند: ثنا مخصوص خداوندى است كه او را ثنا گفته و از او آرى مى جوييم ، به او ايمان داشته و بر او توكل مى نماييم . شهادت مى دهيم كه هيچ خدايى جز خداى يگانه نيست ؛ شريكى ندارد و محمد بنده و فرستاده اوست . از بديها و گناهان خود به خداوند پناه مى بريم . كسى كه خداوند او را هدايت كند، هيچ گمراه كننده اى نخواهد داشت .</w:t>
      </w:r>
    </w:p>
    <w:p w:rsidR="00A679DB" w:rsidRDefault="00A679DB" w:rsidP="00A679DB">
      <w:pPr>
        <w:pStyle w:val="libNormal"/>
        <w:rPr>
          <w:rtl/>
        </w:rPr>
      </w:pPr>
      <w:r>
        <w:rPr>
          <w:rtl/>
        </w:rPr>
        <w:lastRenderedPageBreak/>
        <w:t>اى مردم ! سى دروغگو در اين امت وجود دارند كه اولين آنها «صاحب صنعا» و «صاحب يمامه» است .</w:t>
      </w:r>
    </w:p>
    <w:p w:rsidR="00A679DB" w:rsidRDefault="00A679DB" w:rsidP="00A679DB">
      <w:pPr>
        <w:pStyle w:val="libNormal"/>
        <w:rPr>
          <w:rtl/>
        </w:rPr>
      </w:pPr>
      <w:r>
        <w:rPr>
          <w:rtl/>
        </w:rPr>
        <w:t xml:space="preserve">اى مردم ! بدون ترديد كسى كه با اخلاص شهادت دهد كه خدايى جز خداى يگانه نيست و با اين عقيده چيز ديگرى ننمايد، به بهشت مى رود در اين هنگام امام على </w:t>
      </w:r>
      <w:r w:rsidRPr="0051150D">
        <w:rPr>
          <w:rStyle w:val="libAlaemChar"/>
          <w:rtl/>
        </w:rPr>
        <w:t>عليه‌السلام</w:t>
      </w:r>
      <w:r>
        <w:rPr>
          <w:rtl/>
        </w:rPr>
        <w:t xml:space="preserve"> برخاست و عرضه داشت : اى رسول خدا! پدرم و مادرم فداى تو باد. انسان چگونه مى تواند با اخلاص شهادت بدهد و چيز ديگرى را با آن مخلوط ننمايد؟ آن را توضيح بدهيد تا براى ما روشن شود. فرمودند: منظور اين است كه بر دنيا حريص نباشد، از راه حرام آن را جمع نكرده و به آن راضى نشود. عده اى مانند نيكوكاران سخن مى گويند، ولى عمل گردنكشان را انجام مى دهند. بنابراين ، كسى كه خداوند را در حالى كه ملاقات كند كه هيچ كدام از اين خصوصيات را نداشته باشد و «لا اله الا الله» بگويد، بهشت از آن اوست . و كسى كه دنيا را بگيرد و آخرت را ترك كند، جهنم از آن اوست . و كسى كه از طرف ظالمى دشمنى كند يا او را در دشمنى يارى دهد، فرشته مرگ با بشارت به لعنت خدا، ماندن هميشگى در آتش جهنم و عاقبت بد، به سراغ او خواهد آمد.</w:t>
      </w:r>
    </w:p>
    <w:p w:rsidR="00A679DB" w:rsidRDefault="00A679DB" w:rsidP="00A679DB">
      <w:pPr>
        <w:pStyle w:val="libNormal"/>
        <w:rPr>
          <w:rtl/>
        </w:rPr>
      </w:pPr>
      <w:r>
        <w:rPr>
          <w:rtl/>
        </w:rPr>
        <w:t>و كسى كه براى حاجتى خود را براى سلطان ستمكارى سبك نمايد، در جهنم همراه او خواهد بود.</w:t>
      </w:r>
    </w:p>
    <w:p w:rsidR="00A679DB" w:rsidRDefault="00A679DB" w:rsidP="0051150D">
      <w:pPr>
        <w:pStyle w:val="libNormal"/>
        <w:rPr>
          <w:rtl/>
        </w:rPr>
      </w:pPr>
      <w:r>
        <w:rPr>
          <w:rtl/>
        </w:rPr>
        <w:t>و كسى كه سلطانى را در ستمگرى راهنمايى كند، با «</w:t>
      </w:r>
      <w:r w:rsidR="0051150D">
        <w:rPr>
          <w:rFonts w:hint="cs"/>
          <w:rtl/>
        </w:rPr>
        <w:t>هاما</w:t>
      </w:r>
      <w:r>
        <w:rPr>
          <w:rtl/>
        </w:rPr>
        <w:t>ن» همراه شده و عذاب او و آن سلطان از سخت ترين عذابهاى اهل جهنم است .</w:t>
      </w:r>
    </w:p>
    <w:p w:rsidR="00A679DB" w:rsidRDefault="00A679DB" w:rsidP="00A679DB">
      <w:pPr>
        <w:pStyle w:val="libNormal"/>
        <w:rPr>
          <w:rtl/>
        </w:rPr>
      </w:pPr>
      <w:r>
        <w:rPr>
          <w:rtl/>
        </w:rPr>
        <w:t>و كسى كه دنيادار را به طمع دنيا بزرگ داشته و او را دوست بدارد، خداوند بر او خشم گرفته و با «قارون» در تابوت زيرين جهنم در يك درجه خواهد بود.</w:t>
      </w:r>
    </w:p>
    <w:p w:rsidR="00A679DB" w:rsidRDefault="00A679DB" w:rsidP="00A679DB">
      <w:pPr>
        <w:pStyle w:val="libNormal"/>
        <w:rPr>
          <w:rtl/>
        </w:rPr>
      </w:pPr>
      <w:r>
        <w:rPr>
          <w:rtl/>
        </w:rPr>
        <w:lastRenderedPageBreak/>
        <w:t>و كسى كه بخاطر خود نمايى ساختمانى بسازد در روز قيامت آن ساختمان را تا هفت طبقه زمين زيرا آن حمل مى نمايد. آنگاه چون گردنبندى آتشين آن را به گردنش آويخته و سپس او را در جهنم مى اندازند. عرض كرديم : از كجا بفهميم كه براى خود نمايى است ؟ فرمودند: از آنجا كه بيش از احتياج خود يا براى فخر فروشى مى سازد.</w:t>
      </w:r>
    </w:p>
    <w:p w:rsidR="00A679DB" w:rsidRDefault="00A679DB" w:rsidP="00A679DB">
      <w:pPr>
        <w:pStyle w:val="libNormal"/>
        <w:rPr>
          <w:rtl/>
        </w:rPr>
      </w:pPr>
      <w:r>
        <w:rPr>
          <w:rtl/>
        </w:rPr>
        <w:t>و كسى كه به اجيرى در مورد مزد او ظلم كند مزدش را ندهد يا ناتمام بدهد، خداوند عمل او را نابود كرده و بوى بهشت را بر او حرام مى نمايد، در حالى كه بوى بهشت از مسافت پانصد سال راه احساس مى شود.</w:t>
      </w:r>
    </w:p>
    <w:p w:rsidR="00A679DB" w:rsidRDefault="00A679DB" w:rsidP="00A679DB">
      <w:pPr>
        <w:pStyle w:val="libNormal"/>
        <w:rPr>
          <w:rtl/>
        </w:rPr>
      </w:pPr>
      <w:r>
        <w:rPr>
          <w:rtl/>
        </w:rPr>
        <w:t>و كسى كه يك وجب از زمين همسايه اش را غصب كند، خداوند آن يك وجب را تا هفت طبقه زير آن تبديل به آتش نموده ، بصورت طوقى در آورده و در گردنه او مى اندازد تا زمانى كه او را وارد جهنم نمايد.</w:t>
      </w:r>
    </w:p>
    <w:p w:rsidR="00A679DB" w:rsidRDefault="00A679DB" w:rsidP="00A679DB">
      <w:pPr>
        <w:pStyle w:val="libNormal"/>
        <w:rPr>
          <w:rtl/>
        </w:rPr>
      </w:pPr>
      <w:r>
        <w:rPr>
          <w:rtl/>
        </w:rPr>
        <w:t>و كسى كه قرآن را بياموزد و عمدا آن را فراموش كند، در روز قيامت در حالى كه جذامى و تشنه است ، خدا را ملاقات مى كند و خداوند در مقابل هر آيه اى مارى را بر او مى گمارد.</w:t>
      </w:r>
    </w:p>
    <w:p w:rsidR="00A679DB" w:rsidRDefault="00A679DB" w:rsidP="00A679DB">
      <w:pPr>
        <w:pStyle w:val="libNormal"/>
        <w:rPr>
          <w:rtl/>
        </w:rPr>
      </w:pPr>
      <w:r>
        <w:rPr>
          <w:rtl/>
        </w:rPr>
        <w:t>و كسى كه قرآن را بياموزد و به آن عمل نكند و دوستى دنيا و زيباييهاى آن را انتخاب كند، سزاوار خشم خداى متعال شده و همرديف يهود و نصارى مى شود كه كتاب خدا را دور انداخته و به آن توجه نكردند.</w:t>
      </w:r>
    </w:p>
    <w:p w:rsidR="00A679DB" w:rsidRDefault="00A679DB" w:rsidP="00A679DB">
      <w:pPr>
        <w:pStyle w:val="libNormal"/>
        <w:rPr>
          <w:rtl/>
        </w:rPr>
      </w:pPr>
      <w:r>
        <w:rPr>
          <w:rtl/>
        </w:rPr>
        <w:t xml:space="preserve">و كسى كه از پشت زنى بحرام با او نزديكى كند يا با پسر بچه يا مردى نزديكى كند، خداى متعال در روز قيامت او را بدبوتر از مردار محشور مى نمايد كه مردم از بوى او اذيت مى شوند تا زمانى كه او را به جهنمى ببرد و خداوند بهيچ وجه عذاب را از او بر طرف نمى كند و اين عذاب با هيچ فديه اى بر طرف نمى شود. و نيز عمل او را نابود كرده و او را در تابوتى كه با ميخهاى آهنين </w:t>
      </w:r>
      <w:r>
        <w:rPr>
          <w:rtl/>
        </w:rPr>
        <w:lastRenderedPageBreak/>
        <w:t>بسته شده است ، مى گذارند و با سنگهاى پهن آن قدر روب آن تابوت مى زنند كه ميخهايش آهنين بسته شده است ، مى گذارند و با سنگهاى پهن آن قدر روى آن تابوت مى زنند كه ميخهايش به بدنيش فرو رود. و اگر چهار صد امت گرفتار گوشه اى از گوشه هاى اين عذاب شوند، بدون شك همه آنها مى ميرند. و او از كسانى است كه سخت ترين عذابها را دارند.</w:t>
      </w:r>
    </w:p>
    <w:p w:rsidR="00A679DB" w:rsidRDefault="00A679DB" w:rsidP="00A679DB">
      <w:pPr>
        <w:pStyle w:val="libNormal"/>
        <w:rPr>
          <w:rtl/>
        </w:rPr>
      </w:pPr>
      <w:r>
        <w:rPr>
          <w:rtl/>
        </w:rPr>
        <w:t>و كسى كه با زدن يهودى ، مسيحى ، مجوسى ، مسلمان - آزاد باشد يا كنيز - يا غيز اينها زنا كند، خداوند سيصد هزار در از جهنم در قبرش مى گشايد كه مارها، عقربها و شعله هاى آتش از آن خارج مى شود؛ او تا روز قيامت مى سوزد؛ مردم از بوى بد فرج او آزار مى بينند و او را تا روز قيامت به همين خصوصيت مى شناسند تا زمانى كه دستور برسد او را به جهنم ببريد. و اهل محشر با وجود عذابهاى سختى كه خود دارند از آن اذيت مى شوند. زيرا خداوند حرامها را حرام نموده است و كسى با غيرت تر از خداى متعال نيست . بخاطر غيرتى كه دارد، هرزگيها را قطعا حرام نموده و حدود شرعى را تعيين نموده است .</w:t>
      </w:r>
    </w:p>
    <w:p w:rsidR="00A679DB" w:rsidRDefault="00A679DB" w:rsidP="00A679DB">
      <w:pPr>
        <w:pStyle w:val="libNormal"/>
        <w:rPr>
          <w:rtl/>
        </w:rPr>
      </w:pPr>
      <w:r>
        <w:rPr>
          <w:rtl/>
        </w:rPr>
        <w:t>و هر كس به داخل خانه همسايه اش نگاه كرده و عورت مرد يا موى زن يامقدارى از بدنش را ببيند، سزاوار است كه خدا او را همراه با منافقينى كه در پى عيوب مردم بودند، به جهنم برد؛ و تا خداوند او را رسوا ننمايد؛ از دنيا خارج نخواهد شد و در آخرت نيز عورتش را براى مردم نمايان خواهد نمود.</w:t>
      </w:r>
    </w:p>
    <w:p w:rsidR="00A679DB" w:rsidRDefault="00A679DB" w:rsidP="00A679DB">
      <w:pPr>
        <w:pStyle w:val="libNormal"/>
        <w:rPr>
          <w:rtl/>
        </w:rPr>
      </w:pPr>
      <w:r>
        <w:rPr>
          <w:rtl/>
        </w:rPr>
        <w:t>و كسى كه بخاطر (كمى) رزق خود از خداوند خشمگين باشد و از اين مطلب نزد غير خدا گله كند و صبر نكند، كار نيكى از او به خداوند نرسيده و در حالى كه خداوند متعال از او خشمگين است ، او را ملاقات مى نمايد.</w:t>
      </w:r>
    </w:p>
    <w:p w:rsidR="00A679DB" w:rsidRDefault="00A679DB" w:rsidP="00A679DB">
      <w:pPr>
        <w:pStyle w:val="libNormal"/>
        <w:rPr>
          <w:rtl/>
        </w:rPr>
      </w:pPr>
      <w:r>
        <w:rPr>
          <w:rtl/>
        </w:rPr>
        <w:lastRenderedPageBreak/>
        <w:t>و كسى كه لباسى بپوشد و با آن تكبر كند، خداوند قبرش را در كناره جهنم فرو مى برد و تا آسمانها و زمين باقى است در آن فرو مى رود. و بدن ترديد قارون لباسى پوشيد و با آن تكبر كرد، به همين جهت در زمين فرو رفت و تا روز قيامت در آن فرو مى رود.</w:t>
      </w:r>
    </w:p>
    <w:p w:rsidR="00A679DB" w:rsidRDefault="00A679DB" w:rsidP="00A679DB">
      <w:pPr>
        <w:pStyle w:val="libNormal"/>
        <w:rPr>
          <w:rtl/>
        </w:rPr>
      </w:pPr>
      <w:r>
        <w:rPr>
          <w:rtl/>
        </w:rPr>
        <w:t>و كسى كه با زن حلالى با مال حلال ازدواج كند و قصدش از ازدواج با او تفاخر و خودنمايى باشد، خداوند عزوجل از اين ازدواج جز ذلت و پستى بهره اى به او نخواهد داد و باندازه اى كه از آن زن كام گرفته است او را در كناره جهنم نگه خواهد داشت ، آنگاه او را در جهنم مى اندازد و هفتاد سال طول مى كشد تا به ته جهنم برسد.</w:t>
      </w:r>
    </w:p>
    <w:p w:rsidR="00A679DB" w:rsidRDefault="00A679DB" w:rsidP="00A679DB">
      <w:pPr>
        <w:pStyle w:val="libNormal"/>
        <w:rPr>
          <w:rtl/>
        </w:rPr>
      </w:pPr>
      <w:r>
        <w:rPr>
          <w:rtl/>
        </w:rPr>
        <w:t>و كسى كه به زنى در مورد مهرش ظلم كند (مهرش را ندهد يا كم بدهد)، خداوند او را زناكار مى داند و در روز قيامت به او مى گويد: بنده ام ! با پيمان خود كنيزم را به ازدواج تو در آوردم ، ولى تو به پيمان من وفا نكردى . و خداوند عزوجل خود عهده دار گرفتن حق آن زن مى شود. و تمام كارهاى نيك آن مرد را در مقابل حق آن زن مى گيرد، ولى چون كارهاى نيك او جوابگوى حق او نيست ، دستور مى دهد او را به جهنم ببريد.</w:t>
      </w:r>
    </w:p>
    <w:p w:rsidR="00A679DB" w:rsidRDefault="00A679DB" w:rsidP="00A679DB">
      <w:pPr>
        <w:pStyle w:val="libNormal"/>
        <w:rPr>
          <w:rtl/>
        </w:rPr>
      </w:pPr>
      <w:r>
        <w:rPr>
          <w:rtl/>
        </w:rPr>
        <w:t>و كسى كه از شهادت خود بازگردد يا شهادت ندهد، خداوند در مقابل چشم مردم گوشت او را به خودش مى خوراند و در حالى به جهنم مى رود كه زبانش را مى جود.</w:t>
      </w:r>
    </w:p>
    <w:p w:rsidR="00A679DB" w:rsidRDefault="00A679DB" w:rsidP="00A679DB">
      <w:pPr>
        <w:pStyle w:val="libNormal"/>
        <w:rPr>
          <w:rtl/>
        </w:rPr>
      </w:pPr>
      <w:r>
        <w:rPr>
          <w:rtl/>
        </w:rPr>
        <w:t>و كسى كه دو زن داشته باشد و در امور زناشويى ، بودن با آنها و امور مالى ب</w:t>
      </w:r>
      <w:r w:rsidR="00311EFB">
        <w:rPr>
          <w:rFonts w:hint="cs"/>
          <w:rtl/>
        </w:rPr>
        <w:t xml:space="preserve">ه </w:t>
      </w:r>
      <w:r>
        <w:rPr>
          <w:rtl/>
        </w:rPr>
        <w:t xml:space="preserve">عدالت با آنها رفتار نكند، در روز قيامت با تشنگى و بدن كج محشور مى شود تا وقتى كه وارد جهنم شود. و كسى كه به ناحق همسايه اش را اذيت كند، خداوند بوى بهشت را بر او حرام مى نمايد و جايگاهش جهنم خواهد بود. </w:t>
      </w:r>
      <w:r>
        <w:rPr>
          <w:rtl/>
        </w:rPr>
        <w:lastRenderedPageBreak/>
        <w:t>بدانيد كه بدون شك خداوند عزوجل از مرد در مورد حق همسايه مى پرسد و كسى كه حق همسايه اش را از بين ببرد از ما نيست .</w:t>
      </w:r>
    </w:p>
    <w:p w:rsidR="00A679DB" w:rsidRDefault="00A679DB" w:rsidP="00A679DB">
      <w:pPr>
        <w:pStyle w:val="libNormal"/>
        <w:rPr>
          <w:rtl/>
        </w:rPr>
      </w:pPr>
      <w:r>
        <w:rPr>
          <w:rtl/>
        </w:rPr>
        <w:t>و كسى كه مسلمان فقيرى را بخاطر فقرش خوار كرده و به او توهين نمايد، به حق خداوند توهين نموده است و تا زمانى كه او را راضى كند، پيوسته خداوند عزوجل از او خشمگين بوده و با او سخت دشمن خواهد بود و كسى كه به مسلمان فقيرى احترام بگذارد، در روز قيامت در حالى كه خداوند در صورت او مى خن</w:t>
      </w:r>
      <w:r w:rsidR="00311EFB">
        <w:rPr>
          <w:rFonts w:hint="cs"/>
          <w:rtl/>
        </w:rPr>
        <w:t>د</w:t>
      </w:r>
      <w:r>
        <w:rPr>
          <w:rtl/>
        </w:rPr>
        <w:t>ند، او را ملاقات مى نمايد.</w:t>
      </w:r>
    </w:p>
    <w:p w:rsidR="00A679DB" w:rsidRDefault="00A679DB" w:rsidP="00311EFB">
      <w:pPr>
        <w:pStyle w:val="libNormal"/>
        <w:rPr>
          <w:rtl/>
        </w:rPr>
      </w:pPr>
      <w:r>
        <w:rPr>
          <w:rtl/>
        </w:rPr>
        <w:t>و كسى كه بتواند با زن يا كنيزى از راه حرام نزديكى كند ولى از ترس ‍ خدا اين كار را نكند، خداوند جهنم را بر او حرام مى كند؛ او را از وحشت بزرگ ايمن نموده و به بهشت مى برد. و اگر از راه حرام با او نزديكى كند، خداوند بهشت را بر او حرام نموده و او را</w:t>
      </w:r>
    </w:p>
    <w:p w:rsidR="00A679DB" w:rsidRDefault="00A679DB" w:rsidP="00A679DB">
      <w:pPr>
        <w:pStyle w:val="libNormal"/>
        <w:rPr>
          <w:rtl/>
        </w:rPr>
      </w:pPr>
      <w:r>
        <w:rPr>
          <w:rtl/>
        </w:rPr>
        <w:t>به جهنم مى برد.</w:t>
      </w:r>
    </w:p>
    <w:p w:rsidR="00A679DB" w:rsidRDefault="00A679DB" w:rsidP="00A679DB">
      <w:pPr>
        <w:pStyle w:val="libNormal"/>
        <w:rPr>
          <w:rtl/>
        </w:rPr>
      </w:pPr>
      <w:r>
        <w:rPr>
          <w:rtl/>
        </w:rPr>
        <w:t>و كسى كه مال حرامى به دست آورد، خداوند هيچ صدقه ، آزاد كردن بنده ، حج و عمره اى را از او قبول نمى كند. و خداوند عزوجل بعدد پاداش اين اعمالش براى او گناه مى نويسد و اگر پس از مرگ او چيزى از آن باقى بماند، توشه او براى جهنم خواهد بود و كسى كه به آن دسترسى داشته باشد، ولى آن را از ترس خداوند ترك كند، در دوستى و رحمت خداوند به سر برده و دستور مى رسد كه او را به بهشت ببريد.</w:t>
      </w:r>
    </w:p>
    <w:p w:rsidR="00A679DB" w:rsidRDefault="00A679DB" w:rsidP="00311EFB">
      <w:pPr>
        <w:pStyle w:val="libNormal"/>
        <w:rPr>
          <w:rtl/>
        </w:rPr>
      </w:pPr>
      <w:r>
        <w:rPr>
          <w:rtl/>
        </w:rPr>
        <w:t>و كسى كه با زن نامحرمى دست بدهد، در روز قيامت در حالى مى آيد كه دستهايش به گردنش بسته شده است . آنگاه دستور مى رسد او را به جهنم ببريد و كسى كه با زن نامحرمى شوخى كند، در مقابل هر كلمه اى كه در دنيا به او گفته است ، هزار سال حبس مى شود و اگر مردى زنى را با رضايت او ا</w:t>
      </w:r>
      <w:r w:rsidR="00311EFB">
        <w:rPr>
          <w:rFonts w:hint="cs"/>
          <w:rtl/>
        </w:rPr>
        <w:t>ز</w:t>
      </w:r>
      <w:r>
        <w:rPr>
          <w:rtl/>
        </w:rPr>
        <w:t xml:space="preserve"> راه </w:t>
      </w:r>
      <w:r>
        <w:rPr>
          <w:rtl/>
        </w:rPr>
        <w:lastRenderedPageBreak/>
        <w:t>حرام در آغوش بكشد، ببوسد، يا با او نزديكى يا شوخى كند و در اين بين گناهى اتفاق بيفتد، آن زن همان قدر گناهكار است كه مرد گناه كرده و اگر مرد بزور اين كارها را انجام دهد، گناه هر دو بعهده مرد است .</w:t>
      </w:r>
    </w:p>
    <w:p w:rsidR="00A679DB" w:rsidRDefault="00A679DB" w:rsidP="00311EFB">
      <w:pPr>
        <w:pStyle w:val="libNormal"/>
        <w:rPr>
          <w:rtl/>
        </w:rPr>
      </w:pPr>
      <w:r>
        <w:rPr>
          <w:rtl/>
        </w:rPr>
        <w:t xml:space="preserve">و كسى كه مسلمانى را در خريد و فروش فريب دهد، از ما نيست . و در روز قيامت با يهود محشور مى شود. زيرا بدون شك و ترديد كسى كه مردم را فريب دهد، مسلمان نيست . و كسى كه وسايل منزل از قبيل تبر، تيشه و بيل را از همسايه اش كه به آن احتياج دارد دريغ كند، خدا در روز قيامت او را از فضل خود محروم نموده و او را به خودش واگذار مى نمايد و كسى كه خداوند او را بخودش واگذارد، هلاك خواهد شد. و خداوند هيچ عذرى را از او قبول نمى كند </w:t>
      </w:r>
      <w:r w:rsidRPr="00311EFB">
        <w:rPr>
          <w:rStyle w:val="libFootnotenumChar"/>
          <w:rtl/>
        </w:rPr>
        <w:t>(١٧٠).</w:t>
      </w:r>
    </w:p>
    <w:p w:rsidR="00A679DB" w:rsidRDefault="00A679DB" w:rsidP="00A679DB">
      <w:pPr>
        <w:pStyle w:val="libNormal"/>
        <w:rPr>
          <w:rtl/>
        </w:rPr>
      </w:pPr>
      <w:r>
        <w:rPr>
          <w:rtl/>
        </w:rPr>
        <w:t>و زنى كه شوهرش را اذيت كند، تا زمانى كه او را يارى نكرده و راضيش ‍ ننمايد، خداوند نماز و هيچ عمل نيكى را از او قبول نمى كند؛ گرچه همه عمرش را روزه گرفته ، شبها را با عبادت سپرى كند، چندين برده در راه خدا آزاد كند و اموالش را در راه خدا خرج كند، اولين كسى است كه به جهنم مى رود و اگر مرد نيز زن خود را اذيت كرده و به او ظلم كند، همين مقدار مرتكب گناه شده و به همين اندازه عذاب مى شود.</w:t>
      </w:r>
    </w:p>
    <w:p w:rsidR="00A679DB" w:rsidRDefault="00A679DB" w:rsidP="00A679DB">
      <w:pPr>
        <w:pStyle w:val="libNormal"/>
        <w:rPr>
          <w:rtl/>
        </w:rPr>
      </w:pPr>
      <w:r>
        <w:rPr>
          <w:rtl/>
        </w:rPr>
        <w:t>و كسى كه به صورت مسلمانى سيلى بزند، خداوند در روز قيامت استخوانهاى او را پراكنده مى سازد، سپس آتش را بر او مسلط مى نمايد. نيز در حالى كه محشور مى شود كه دستانش به گردنش بسته است و تا زمانى كه وارد جهنم شود، به همين حال خواهد بود.</w:t>
      </w:r>
    </w:p>
    <w:p w:rsidR="00A679DB" w:rsidRDefault="00A679DB" w:rsidP="00A679DB">
      <w:pPr>
        <w:pStyle w:val="libNormal"/>
        <w:rPr>
          <w:rtl/>
        </w:rPr>
      </w:pPr>
      <w:r>
        <w:rPr>
          <w:rtl/>
        </w:rPr>
        <w:t xml:space="preserve">و اگر كسى در شب يا روز به فكر فريب برادر مسلمانش باشد، در همه آن روز يا شب خداوند از او خشمگين است ، تا زمانى كه باز نگردد و توبه نكند، </w:t>
      </w:r>
      <w:r>
        <w:rPr>
          <w:rtl/>
        </w:rPr>
        <w:lastRenderedPageBreak/>
        <w:t xml:space="preserve">خداوند همچنان از او خشمگين خواهد بود. اگر در اين حال بميرد، با دينى غير از اسلام از دنيا رفته است . آنگاه رسول خدا </w:t>
      </w:r>
      <w:r w:rsidR="00E60DFB" w:rsidRPr="00311EFB">
        <w:rPr>
          <w:rStyle w:val="libAlaemChar"/>
          <w:rtl/>
        </w:rPr>
        <w:t>صلى‌الله‌عليه‌وآله</w:t>
      </w:r>
      <w:r w:rsidR="00E60DFB">
        <w:rPr>
          <w:rtl/>
        </w:rPr>
        <w:t xml:space="preserve"> </w:t>
      </w:r>
      <w:r>
        <w:rPr>
          <w:rtl/>
        </w:rPr>
        <w:t>فرمودند: بدانيد كسى كه مسلمانى را فريب دهد، از ما نيست . و سه بار اين جمله را تكرار فرمودند.</w:t>
      </w:r>
    </w:p>
    <w:p w:rsidR="00A679DB" w:rsidRDefault="00A679DB" w:rsidP="00A679DB">
      <w:pPr>
        <w:pStyle w:val="libNormal"/>
        <w:rPr>
          <w:rtl/>
        </w:rPr>
      </w:pPr>
      <w:r>
        <w:rPr>
          <w:rtl/>
        </w:rPr>
        <w:t>و كسى كه تازيانه اى را در برابر سلطانى آويزان كند، خداوند آن تازيانه را تبديل به مارى به طول شصت هزار ذراع مى نمايد. در آتش جهنم آن مار را براى هميشه هميشه بر او مسلط مى سازد.</w:t>
      </w:r>
    </w:p>
    <w:p w:rsidR="00A679DB" w:rsidRDefault="00A679DB" w:rsidP="00A679DB">
      <w:pPr>
        <w:pStyle w:val="libNormal"/>
        <w:rPr>
          <w:rtl/>
        </w:rPr>
      </w:pPr>
      <w:r>
        <w:rPr>
          <w:rtl/>
        </w:rPr>
        <w:t>و كسى كه از مسلمانى غيبت كند، روزه و وضويش باطل است و اگر در اين حال بميرد، در حالى مرده است كه حرام خدا را حلال دانسته است .</w:t>
      </w:r>
    </w:p>
    <w:p w:rsidR="00A679DB" w:rsidRDefault="00A679DB" w:rsidP="00A679DB">
      <w:pPr>
        <w:pStyle w:val="libNormal"/>
        <w:rPr>
          <w:rtl/>
        </w:rPr>
      </w:pPr>
      <w:r>
        <w:rPr>
          <w:rtl/>
        </w:rPr>
        <w:t>و كسى كه براى سخن چينى بين دو نفر گام بردارد، خداوند در قبرش آتشى بر او مسلط مى نمايد كه تا روز قيامت او را بسوزاند؛ و هنگامى كه از قبرش ‍ بيرون مى آيد، خداوند اژدهاى سياهى را بر او مسلط مى نمايد كه گوشتش ‍ را نيش بزند تا زمانى كه به جهنم برود. و كسى كه خشمش را فرو برده ، برادر مسلمانش را ببخشد و در برابر برادر مسلمانش بردبارى ورزد، خداى متعال اجر شهيد را به او عطا مى فرمايد.</w:t>
      </w:r>
    </w:p>
    <w:p w:rsidR="00A679DB" w:rsidRDefault="00A679DB" w:rsidP="00A679DB">
      <w:pPr>
        <w:pStyle w:val="libNormal"/>
        <w:rPr>
          <w:rtl/>
        </w:rPr>
      </w:pPr>
      <w:r>
        <w:rPr>
          <w:rtl/>
        </w:rPr>
        <w:t>و كسى كه به فقيرى ظلم كند يا براى او تكبر كند و او را پست شمارد، خداوند در روز قيامت او را مانند مو</w:t>
      </w:r>
      <w:r w:rsidR="00311EFB">
        <w:rPr>
          <w:rFonts w:hint="cs"/>
          <w:rtl/>
        </w:rPr>
        <w:t>ر</w:t>
      </w:r>
      <w:r>
        <w:rPr>
          <w:rtl/>
        </w:rPr>
        <w:t>چه ولى بشكل مرد محشور مى نمايد، تا زمانى كه به جهنم برود.</w:t>
      </w:r>
    </w:p>
    <w:p w:rsidR="00A679DB" w:rsidRDefault="00A679DB" w:rsidP="00311EFB">
      <w:pPr>
        <w:pStyle w:val="libNormal"/>
        <w:rPr>
          <w:rtl/>
        </w:rPr>
      </w:pPr>
      <w:r>
        <w:rPr>
          <w:rtl/>
        </w:rPr>
        <w:t>و كسى كه در مجلسى از برادرش غيبت شود و او آن غيبت را از او رد كند، خداوند عزوجل هزار شر را در دنيا و آخرت به روى او مى بندد؛ و اگر بر عكس نه تنها آن غيبت را رد نكند بلكه خوشش هم بيايد، گناهش باندازه گناه كسى است كه غيبت كرده است .</w:t>
      </w:r>
    </w:p>
    <w:p w:rsidR="00A679DB" w:rsidRDefault="00A679DB" w:rsidP="00A679DB">
      <w:pPr>
        <w:pStyle w:val="libNormal"/>
        <w:rPr>
          <w:rtl/>
        </w:rPr>
      </w:pPr>
      <w:r>
        <w:rPr>
          <w:rtl/>
        </w:rPr>
        <w:lastRenderedPageBreak/>
        <w:t>و كسى كه به مرد يا زن پاكدامنى تهمت بزند، خداوند عملش را از بين برده ، هفتاد هزار فرشته او را از روبرو و پشت سر تازيانه مى زنند و مارها و عقربها گوشتش را نيش مى زنند؛ آنگاه دستور مى رسد او را به جهنم ببريد.</w:t>
      </w:r>
    </w:p>
    <w:p w:rsidR="00A679DB" w:rsidRDefault="00A679DB" w:rsidP="00A679DB">
      <w:pPr>
        <w:pStyle w:val="libNormal"/>
        <w:rPr>
          <w:rtl/>
        </w:rPr>
      </w:pPr>
      <w:r>
        <w:rPr>
          <w:rtl/>
        </w:rPr>
        <w:t>و كسى كه در دنيا باده بنوشد، خداوند شربتى از سم افعى و عقرب به او مى نوشاند؛ شربتى كه هنگام خوردن آن «و قبل از اين كه آن را بخورد» گوشت صورتش را در ظرف مى ريزد و هنگامى كه آن را بنوشد، گوشت و پوستش مانند مردار بو گرفته تكه تكه مى شود؛ بگونه اى كه اهل محشر از بوى آن اذيت مى شوند و اين وضع ادامه دارد تا دستور برسد او را به جهنم ببريد و خورنده ، سازنده ، فروشنده ، خريدار، حمل كننده ، تحويل گيرنده و كسى كه از آن سودى مى برد، همگى در زشتى و گناه برابرند.</w:t>
      </w:r>
    </w:p>
    <w:p w:rsidR="00A679DB" w:rsidRDefault="00A679DB" w:rsidP="00A679DB">
      <w:pPr>
        <w:pStyle w:val="libNormal"/>
        <w:rPr>
          <w:rtl/>
        </w:rPr>
      </w:pPr>
      <w:r>
        <w:rPr>
          <w:rtl/>
        </w:rPr>
        <w:t xml:space="preserve">بدانيد كسى كه آن را به يهودى ، مسيحى ، صائبى يا ساير مردم بنوشاند، گناه او مانند كسى است كه آن را مى خورد. بدانيد كسى كه آن را براى ديگرى بخرد يا بفروشد، تا زمانى كه توبه نكند، خداوند متعال نماز،، روزه ، حج و عمره او را قبول نمى كند و اگر قبل از توبه بميرد، بعهده خداوند است كه در مقابل هر جرعه اى كه در دنيا از آن نوشيده است ، شربتى از چرك آلوده به خون جهنم به او بنوشاند. بدانيد كه </w:t>
      </w:r>
      <w:r w:rsidR="00311EFB">
        <w:rPr>
          <w:rFonts w:hint="cs"/>
          <w:rtl/>
        </w:rPr>
        <w:t>ه</w:t>
      </w:r>
      <w:r>
        <w:rPr>
          <w:rtl/>
        </w:rPr>
        <w:t>مانا خداوند باده را بخصوص ، و هر مست كننده اى را بطور عموم حرام نموده است . بدانيد كه هر مست كننده اى حرام است .</w:t>
      </w:r>
    </w:p>
    <w:p w:rsidR="00A679DB" w:rsidRDefault="00A679DB" w:rsidP="00A679DB">
      <w:pPr>
        <w:pStyle w:val="libNormal"/>
        <w:rPr>
          <w:rtl/>
        </w:rPr>
      </w:pPr>
      <w:r>
        <w:rPr>
          <w:rtl/>
        </w:rPr>
        <w:t xml:space="preserve">و كسى كه ربا بخورد، باندازه اى كه ربا خورده است ، خداوند شكمش را پر از آتش جهنم مى نمايد و اگر از اين راه مالى به دست آورد، خداوند هيچ عملى را از او قبول نمى كند. و تا زمانى كه قيراطى از آن مال را در اختيار دارد، پيوسته مورد لعنت خدا و فرشتگان اوست </w:t>
      </w:r>
      <w:r w:rsidRPr="00311EFB">
        <w:rPr>
          <w:rStyle w:val="libFootnotenumChar"/>
          <w:rtl/>
        </w:rPr>
        <w:t>(١٧١).</w:t>
      </w:r>
      <w:r>
        <w:rPr>
          <w:rtl/>
        </w:rPr>
        <w:cr/>
      </w:r>
    </w:p>
    <w:p w:rsidR="00A679DB" w:rsidRDefault="00A679DB" w:rsidP="00A679DB">
      <w:pPr>
        <w:pStyle w:val="libNormal"/>
        <w:rPr>
          <w:rtl/>
        </w:rPr>
      </w:pPr>
      <w:r>
        <w:rPr>
          <w:rtl/>
        </w:rPr>
        <w:lastRenderedPageBreak/>
        <w:t>و كسى كه در امانت خيانت كرده و آن را به صاحبش باز نگرداند، با دينى غير از اسلام از دنيا مى رود و در حالى كه خداوند عزوجل از او خشمگين است ، او را ملاقات نمايد. و دستور مى رسد او را به جهنم ببريد؛ او براى هميشه به كناره جهنم سقوط كرده و هيچ گاه از آن جا بيرون نخواهد آمد.</w:t>
      </w:r>
    </w:p>
    <w:p w:rsidR="00A679DB" w:rsidRDefault="00A679DB" w:rsidP="00A679DB">
      <w:pPr>
        <w:pStyle w:val="libNormal"/>
        <w:rPr>
          <w:rtl/>
        </w:rPr>
      </w:pPr>
      <w:r>
        <w:rPr>
          <w:rtl/>
        </w:rPr>
        <w:t>و كسى كه بر عليه مرد مسلمانى يا ذمى يا كس ديگرى شهادت دروغ بدهد، در روز قيامت او را را از زبانش آويزان مى كنند و همراه با منافقين در طبقه پايين جهنم خواهد بود.</w:t>
      </w:r>
    </w:p>
    <w:p w:rsidR="00A679DB" w:rsidRDefault="00A679DB" w:rsidP="00A679DB">
      <w:pPr>
        <w:pStyle w:val="libNormal"/>
        <w:rPr>
          <w:rtl/>
        </w:rPr>
      </w:pPr>
      <w:r>
        <w:rPr>
          <w:rtl/>
        </w:rPr>
        <w:t>و كسى كه به خادم يا برده خود يا شخص ديگرى (كه از او يارى بخواهد): «نه ، ياريت نمى كنم»، خداوند عزوجل در روز قيامت به او مى گويد: «نه ، ياريت نمى كنم . خودت را با صورت در جهنم بينداز».</w:t>
      </w:r>
    </w:p>
    <w:p w:rsidR="00A679DB" w:rsidRDefault="00A679DB" w:rsidP="00A679DB">
      <w:pPr>
        <w:pStyle w:val="libNormal"/>
        <w:rPr>
          <w:rtl/>
        </w:rPr>
      </w:pPr>
      <w:r>
        <w:rPr>
          <w:rtl/>
        </w:rPr>
        <w:t>و كسى كه زنش را اذيت كند تا مالى بدهد و خود را از دست شوهرش ‍ برهاند، خداى متعال به مجازاتى كمتر از جهنم براى او راضى نمى شود. زيرا بدون ترديد خداى متعال همانگونه كه براى يتيم به خشم مى آيد، براى زن هم خشمگين مى شود.</w:t>
      </w:r>
    </w:p>
    <w:p w:rsidR="00A679DB" w:rsidRDefault="00A679DB" w:rsidP="00A679DB">
      <w:pPr>
        <w:pStyle w:val="libNormal"/>
        <w:rPr>
          <w:rtl/>
        </w:rPr>
      </w:pPr>
      <w:r>
        <w:rPr>
          <w:rtl/>
        </w:rPr>
        <w:t>و كسى كه نزد سلطان از برادرش بدگويى و سخن چينى نمايد، اگر آن سلطان هيچ آزار و آسيبى به او نرساند، خداوند عزوجل همه اعمالى را كه انجام داده است ، از بين مى برد. واگر آزار و آسيبى به او برساند، خداوند او را در جهنم در طبقه اى همراه با هامان (وزير فرعون) خواهد گذاشت .</w:t>
      </w:r>
    </w:p>
    <w:p w:rsidR="00A679DB" w:rsidRDefault="00A679DB" w:rsidP="00A679DB">
      <w:pPr>
        <w:pStyle w:val="libNormal"/>
        <w:rPr>
          <w:rtl/>
        </w:rPr>
      </w:pPr>
      <w:r>
        <w:rPr>
          <w:rtl/>
        </w:rPr>
        <w:t>و كسى كه براى خودنمايى و يا رسيدن به چيزى قرآن بخواند، در روز قيامت در حالى خداوند عزوجل را ملاقات خواهد نمود كه صورتش ‍ استخوانى بيش نيست و گوشت ندارد؛ و قرآن با آهن نوك تيز به پشت او نيزه مى زند تا او را وارد جهنم نمايد و با كسانى كه در جهنم مى افتند، به جهنم سقوط مى كند.</w:t>
      </w:r>
    </w:p>
    <w:p w:rsidR="00A679DB" w:rsidRDefault="00A679DB" w:rsidP="00A679DB">
      <w:pPr>
        <w:pStyle w:val="libNormal"/>
        <w:rPr>
          <w:rtl/>
        </w:rPr>
      </w:pPr>
      <w:r>
        <w:rPr>
          <w:rtl/>
        </w:rPr>
        <w:lastRenderedPageBreak/>
        <w:t>و كسى كه قرآن بخواند و به آن عمل نكند، خداوند در روز قيامت او را كور محشور مى نمايد. او عرضه مى دارد: خدايا! من بينا بودم . چرا مرا كور محشور نمودى ؟ و خداوند مى فرمايد: آيات ما به تو رسيد و تو را آن گونه تكر كردى ، امروز نيز تو را اين گونه ترك مى كنند. آنگاه دستور مى رسد كه او را به جهنم ببريد.</w:t>
      </w:r>
    </w:p>
    <w:p w:rsidR="00A679DB" w:rsidRDefault="00A679DB" w:rsidP="00A679DB">
      <w:pPr>
        <w:pStyle w:val="libNormal"/>
        <w:rPr>
          <w:rtl/>
        </w:rPr>
      </w:pPr>
      <w:r>
        <w:rPr>
          <w:rtl/>
        </w:rPr>
        <w:t>و كسى كه مالى را بخرد كه از راه خيانت بدست آمده است و بداند كه از راه خيانت بدست آمده ، گناه و ننگ او مانند همان كسى است كه خيانت نموده است .</w:t>
      </w:r>
    </w:p>
    <w:p w:rsidR="00A679DB" w:rsidRDefault="00A679DB" w:rsidP="00A679DB">
      <w:pPr>
        <w:pStyle w:val="libNormal"/>
        <w:rPr>
          <w:rtl/>
        </w:rPr>
      </w:pPr>
      <w:r>
        <w:rPr>
          <w:rtl/>
        </w:rPr>
        <w:t>و كسى كه واسطه شود و مرد و زنى را از راه حرام به هم براسند، خداوند بهشت را بر او حرام مى گرادند و جايگاه او جهنم است كه جايگاه بدى است . و پيوسته خداوند از او خشمگين است تا بميرد.</w:t>
      </w:r>
    </w:p>
    <w:p w:rsidR="00A679DB" w:rsidRDefault="00A679DB" w:rsidP="00A679DB">
      <w:pPr>
        <w:pStyle w:val="libNormal"/>
        <w:rPr>
          <w:rtl/>
        </w:rPr>
      </w:pPr>
      <w:r>
        <w:rPr>
          <w:rtl/>
        </w:rPr>
        <w:t>و كسى كه برادر مسلمانش را بفريبد، خداوند بركت روزيش را مى گيرد، زندگى او را تباه كرده و او را به خودش وا مى گذارد.</w:t>
      </w:r>
    </w:p>
    <w:p w:rsidR="00A679DB" w:rsidRDefault="00A679DB" w:rsidP="00A679DB">
      <w:pPr>
        <w:pStyle w:val="libNormal"/>
        <w:rPr>
          <w:rtl/>
        </w:rPr>
      </w:pPr>
      <w:r>
        <w:rPr>
          <w:rtl/>
        </w:rPr>
        <w:t>و كسى كه مال دزدى را بخرد و بداند كه مال دزدى است ، كار او همانقدر گناه داشته و زشت است كه كار آن دزد گناه دارد و ننگين است .</w:t>
      </w:r>
    </w:p>
    <w:p w:rsidR="00A679DB" w:rsidRDefault="00A679DB" w:rsidP="00A679DB">
      <w:pPr>
        <w:pStyle w:val="libNormal"/>
        <w:rPr>
          <w:rtl/>
        </w:rPr>
      </w:pPr>
      <w:r>
        <w:rPr>
          <w:rtl/>
        </w:rPr>
        <w:t>و كسى كه به مسلمانى خيانت كند، در دنيا و آخرت نه او از ماست و نه ما از اويين .</w:t>
      </w:r>
    </w:p>
    <w:p w:rsidR="00A679DB" w:rsidRDefault="00A679DB" w:rsidP="00A679DB">
      <w:pPr>
        <w:pStyle w:val="libNormal"/>
        <w:rPr>
          <w:rtl/>
        </w:rPr>
      </w:pPr>
      <w:r>
        <w:rPr>
          <w:rtl/>
        </w:rPr>
        <w:t xml:space="preserve">و بدانيد كسى كه ارتكاب گناهى را بشنود و خبر آن را پخش كند، مانند انجام دهنده گناه است و كسى كه انجام كار خوبى را بشنود و خبر آن را پخش كند، مانند انجام دهنده آن است . و كسى كه زيباييهاى زنى را براى مردى بگويد و آن مرد شيفته او شده و با او گناهى انجام دهد، از دنيا نمى رود مگر اين كه خداوند بر او خشم مى گيرد و كسى كه خداوند بر او خشم بگيرد، آسمانهاى </w:t>
      </w:r>
      <w:r>
        <w:rPr>
          <w:rtl/>
        </w:rPr>
        <w:lastRenderedPageBreak/>
        <w:t>هفتگانه و زمينهاى هفتگانه نيز بر او خشم مى گيرند و گناهى همانند گناه آن مرد خواهد داشت . عرض كردند: اى رسول خدا! اگر آنان توبه كرده و اصلاح شوند، چطور؟ فرمودند: خدا توبه آن زن و مرد را قبول مى كند، ولى توبه كسى را كه باعث اين گناه شده است ، قبول نمى كند.</w:t>
      </w:r>
    </w:p>
    <w:p w:rsidR="00A679DB" w:rsidRDefault="00A679DB" w:rsidP="00A679DB">
      <w:pPr>
        <w:pStyle w:val="libNormal"/>
        <w:rPr>
          <w:rtl/>
        </w:rPr>
      </w:pPr>
      <w:r>
        <w:rPr>
          <w:rtl/>
        </w:rPr>
        <w:t>و كسى كه چشمانش را از نگاه حرام به زنى پر كند، خداوند در روز قيامت چشمانش را با ميخهايى آتشين و آتش پر مى نمايد و تا زمانى كه خداوند بين مردم حكمى مى نمايد، بدين حالت خواهد بود. آنگاه دستور مى رسد كه او را به جهنم ببريد.</w:t>
      </w:r>
    </w:p>
    <w:p w:rsidR="00A679DB" w:rsidRDefault="00A679DB" w:rsidP="00A679DB">
      <w:pPr>
        <w:pStyle w:val="libNormal"/>
        <w:rPr>
          <w:rtl/>
        </w:rPr>
      </w:pPr>
      <w:r>
        <w:rPr>
          <w:rtl/>
        </w:rPr>
        <w:t>و كسى كه براى ريا و خود نمايى غذايى بدهد، خداى متعال از چرك آلوده به خون جهنم به او خواهد داد و اين غذا را در شكم او تبديل به آتش ‍ مى نمايد و به همين حال خواهد بود تا خداوند بين مردم حكم نمايد.</w:t>
      </w:r>
    </w:p>
    <w:p w:rsidR="00A679DB" w:rsidRDefault="00A679DB" w:rsidP="00A679DB">
      <w:pPr>
        <w:pStyle w:val="libNormal"/>
        <w:rPr>
          <w:rtl/>
        </w:rPr>
      </w:pPr>
      <w:r>
        <w:rPr>
          <w:rtl/>
        </w:rPr>
        <w:t>و كسى كه با زن شوهردارى مرتكب گناه شود، از فرج آن دو آن قدر چرك خون آلوده به خون بيرون مى آيد كه دره اى بطول راه پانصد سال بوجود مى ايد و جهنمايان از بدبويى آن دو اذيت مى شوند و عذاب آن دو از سخت ترين عذابهاى مردم خواهد بود.</w:t>
      </w:r>
    </w:p>
    <w:p w:rsidR="00A679DB" w:rsidRDefault="00A679DB" w:rsidP="00A679DB">
      <w:pPr>
        <w:pStyle w:val="libNormal"/>
        <w:rPr>
          <w:rtl/>
        </w:rPr>
      </w:pPr>
      <w:r>
        <w:rPr>
          <w:rtl/>
        </w:rPr>
        <w:t>و خداوند عزوجل از زنى كه چشم خود را از غير شوهر يا محرم خود پر كند، بشدت خشمگين مى گردد و بدون ترديد اگر چنين كند، خداوند تمام كارهاى نيك او را از بين مى برد و اگر در بستر غير شوهرش بخوابد، به عهده خداى متعال است كه پس از عذاب نمودن او در قبرش ، با آتش او را بسوزاند.</w:t>
      </w:r>
    </w:p>
    <w:p w:rsidR="00A679DB" w:rsidRDefault="00A679DB" w:rsidP="00A679DB">
      <w:pPr>
        <w:pStyle w:val="libNormal"/>
        <w:rPr>
          <w:rtl/>
        </w:rPr>
      </w:pPr>
      <w:r>
        <w:rPr>
          <w:rtl/>
        </w:rPr>
        <w:t xml:space="preserve">و هر زنى كه (بى جهت و از روى هوى و هوس) و از شوهرش طلاق خلع </w:t>
      </w:r>
      <w:r w:rsidRPr="00311EFB">
        <w:rPr>
          <w:rStyle w:val="libFootnotenumChar"/>
          <w:rtl/>
        </w:rPr>
        <w:t>(١٧٢)</w:t>
      </w:r>
      <w:r>
        <w:rPr>
          <w:rtl/>
        </w:rPr>
        <w:t xml:space="preserve"> بگيرد، خدا، فرشتگان او، پيامبرش و همه مردم او را لعنت مى كنند. و زمانى </w:t>
      </w:r>
      <w:r>
        <w:rPr>
          <w:rtl/>
        </w:rPr>
        <w:lastRenderedPageBreak/>
        <w:t>كه فرشته مرگ سراغ او بيايد، به او مى گويد: «به جهنم مژده بده». در روز قيامت به او مى گويند: «همراه با كسانى كه به جهنم مى روند، به جهنم برو»</w:t>
      </w:r>
    </w:p>
    <w:p w:rsidR="00A679DB" w:rsidRDefault="00A679DB" w:rsidP="00A679DB">
      <w:pPr>
        <w:pStyle w:val="libNormal"/>
        <w:rPr>
          <w:rtl/>
        </w:rPr>
      </w:pPr>
      <w:r>
        <w:rPr>
          <w:rtl/>
        </w:rPr>
        <w:t>و بدانيد كه بدون ترديد خداى متعال و رسولش از زنانى كه بى جهت از شوهرانشان طلاق مى گيرند، بيزار هستند و نيز بدانيد كه بدون ترديد خداوند عزوجل و رسول او از مردى كه زنش را اذيت كند تا طلاق خلع بگيرد، بيزار هستند.</w:t>
      </w:r>
    </w:p>
    <w:p w:rsidR="00A679DB" w:rsidRDefault="00A679DB" w:rsidP="00A679DB">
      <w:pPr>
        <w:pStyle w:val="libNormal"/>
        <w:rPr>
          <w:rtl/>
        </w:rPr>
      </w:pPr>
      <w:r>
        <w:rPr>
          <w:rtl/>
        </w:rPr>
        <w:t>و كسى كه با اجازه عده اى امام جماعت آنها شود و در حضور، قرائت ، ركوع ، سجود، قعود و قيام خود ميانه روى نمايد، پاداشى مانند پاداش انان خواهد داشت .</w:t>
      </w:r>
    </w:p>
    <w:p w:rsidR="00A679DB" w:rsidRDefault="00A679DB" w:rsidP="00A679DB">
      <w:pPr>
        <w:pStyle w:val="libNormal"/>
        <w:rPr>
          <w:rtl/>
        </w:rPr>
      </w:pPr>
      <w:r>
        <w:rPr>
          <w:rtl/>
        </w:rPr>
        <w:t>و كسى كه امام جماعت عده اى شود و در حضور، قرائت ، ركوع ، سجود، قعود و قيام خود ميانه روى نمايد، نمازش را به او باز مى گردانند، و از ترقوه او بالاتر نمى رود (نمازش اصلا قبول مى شود) و خداى متعال او را مانند پيشواى ستمگر و تجاوزكارى مى داند كه صلاح پيروانش را نمى خواهد و بدستور خداوند عزوجل حاكم آنان نشده است .</w:t>
      </w:r>
    </w:p>
    <w:p w:rsidR="00A679DB" w:rsidRDefault="00A679DB" w:rsidP="00311EFB">
      <w:pPr>
        <w:pStyle w:val="libNormal"/>
        <w:tabs>
          <w:tab w:val="right" w:pos="3141"/>
        </w:tabs>
        <w:rPr>
          <w:rtl/>
        </w:rPr>
      </w:pPr>
      <w:r>
        <w:rPr>
          <w:rtl/>
        </w:rPr>
        <w:t xml:space="preserve">در اين جا امير المومنين </w:t>
      </w:r>
      <w:r w:rsidRPr="00311EFB">
        <w:rPr>
          <w:rStyle w:val="libAlaemChar"/>
          <w:rtl/>
        </w:rPr>
        <w:t>عليه‌السلام</w:t>
      </w:r>
      <w:r>
        <w:rPr>
          <w:rtl/>
        </w:rPr>
        <w:t xml:space="preserve"> برخاست و عرض كردند: پدر و مادرم فداى تو باد اى رسول خدا </w:t>
      </w:r>
      <w:r w:rsidR="00E60DFB" w:rsidRPr="00311EFB">
        <w:rPr>
          <w:rStyle w:val="libAlaemChar"/>
          <w:rtl/>
        </w:rPr>
        <w:t>صلى‌الله‌عليه‌وآله</w:t>
      </w:r>
      <w:r w:rsidR="00E60DFB">
        <w:rPr>
          <w:rtl/>
        </w:rPr>
        <w:t xml:space="preserve"> </w:t>
      </w:r>
      <w:r>
        <w:rPr>
          <w:rtl/>
        </w:rPr>
        <w:t xml:space="preserve">! پيشواى ستمگر تجاوزكارى كه صلاح پيروانش را نمى خواهد و بدستور خداوند عزوجل حاكم آنان نگرديده است ، چه حالى دارد؟ آن حضرت </w:t>
      </w:r>
      <w:r w:rsidR="00E60DFB" w:rsidRPr="00311EFB">
        <w:rPr>
          <w:rStyle w:val="libAlaemChar"/>
          <w:rtl/>
        </w:rPr>
        <w:t>صلى‌الله‌عليه‌وآله</w:t>
      </w:r>
      <w:r w:rsidR="00E60DFB">
        <w:rPr>
          <w:rtl/>
        </w:rPr>
        <w:t xml:space="preserve"> </w:t>
      </w:r>
      <w:r>
        <w:rPr>
          <w:rtl/>
        </w:rPr>
        <w:t>فرمودند: او آخرين نفر از چهار نفرى كه در روز قيامت عذاب آنها از همه مردم سخت تر است و عبارتند از: ابليس ، فرعون ، آدمكش و سلطان ستمگر.</w:t>
      </w:r>
    </w:p>
    <w:p w:rsidR="00A679DB" w:rsidRDefault="00A679DB" w:rsidP="00A679DB">
      <w:pPr>
        <w:pStyle w:val="libNormal"/>
        <w:rPr>
          <w:rtl/>
        </w:rPr>
      </w:pPr>
      <w:r>
        <w:rPr>
          <w:rtl/>
        </w:rPr>
        <w:lastRenderedPageBreak/>
        <w:t>و كسى كه برادر مسلمانش احتياج به قرض او داشته باشد، ولى به او قرض ‍ ندهد، خداوند در روزى كه به نيكوكاران پاداش مى دهد، بهشت را بر او حرام مى گرداند.</w:t>
      </w:r>
    </w:p>
    <w:p w:rsidR="00A679DB" w:rsidRDefault="00A679DB" w:rsidP="00A679DB">
      <w:pPr>
        <w:pStyle w:val="libNormal"/>
        <w:rPr>
          <w:rtl/>
        </w:rPr>
      </w:pPr>
      <w:r>
        <w:rPr>
          <w:rtl/>
        </w:rPr>
        <w:t xml:space="preserve">و كسى كه در برابر بد اخلاقى زن خود صبر پيشه نموده و ثواب آن را از خداوند اميدوار باشد، خداى متعال در برابر هر روز و شبى كه صبر مى كند، همانند آنچه به حضرت ايوب </w:t>
      </w:r>
      <w:r w:rsidRPr="00311EFB">
        <w:rPr>
          <w:rStyle w:val="libAlaemChar"/>
          <w:rtl/>
        </w:rPr>
        <w:t>عليه‌السلام</w:t>
      </w:r>
      <w:r>
        <w:rPr>
          <w:rtl/>
        </w:rPr>
        <w:t xml:space="preserve"> عطا فرمود، به او عطا مى فرمايد: و آن زن هر روز و هر شب همانند تپه اى شن متراكم گناه خواهد داشت . و اگر پيش از آن كه شوهرش را يارى كرده و او را راضى كند، از اين دنيا برود، در روز قيامت بصورت وارونه همراه با منافقين در طبقه زيرين جهنم محشور خواهد شد.</w:t>
      </w:r>
    </w:p>
    <w:p w:rsidR="00A679DB" w:rsidRDefault="00A679DB" w:rsidP="00ED74AF">
      <w:pPr>
        <w:pStyle w:val="libNormal"/>
        <w:rPr>
          <w:rtl/>
        </w:rPr>
      </w:pPr>
      <w:r>
        <w:rPr>
          <w:rtl/>
        </w:rPr>
        <w:t xml:space="preserve">و كسى كه زنى داشته باشد كه با او سازگار نباشد و بر آنچه خداوند روزى آنها نموده است ، صبر نكند و بر شوهرش سخت گرفته و او را وادار به كارهايى بنمايد كه نمى تواند </w:t>
      </w:r>
      <w:r w:rsidR="00ED74AF">
        <w:rPr>
          <w:rFonts w:hint="cs"/>
          <w:rtl/>
        </w:rPr>
        <w:t>ا</w:t>
      </w:r>
      <w:r>
        <w:rPr>
          <w:rtl/>
        </w:rPr>
        <w:t>نجام دهد، تا زمانى كه چنين است خداوند هيچ كار نيكى كه او را از آتش جهنم حفظ كند، از آن زن قبول ننموده و بر او خشم مى گيرد.</w:t>
      </w:r>
    </w:p>
    <w:p w:rsidR="00A679DB" w:rsidRDefault="00A679DB" w:rsidP="00ED74AF">
      <w:pPr>
        <w:pStyle w:val="libNormal"/>
        <w:rPr>
          <w:rtl/>
        </w:rPr>
      </w:pPr>
      <w:r>
        <w:rPr>
          <w:rtl/>
        </w:rPr>
        <w:t>و كسى كه به برادرش احترا</w:t>
      </w:r>
      <w:r w:rsidR="00ED74AF">
        <w:rPr>
          <w:rFonts w:hint="cs"/>
          <w:rtl/>
        </w:rPr>
        <w:t>م</w:t>
      </w:r>
      <w:r>
        <w:rPr>
          <w:rtl/>
        </w:rPr>
        <w:t xml:space="preserve"> بگذارد، به خداوند احترام گذاشته است . فكر مى كنيد خداوند به كسى كه به او احترام بگذارد، چه پاداشى خواهد داد؟</w:t>
      </w:r>
    </w:p>
    <w:p w:rsidR="00A679DB" w:rsidRDefault="00A679DB" w:rsidP="00A679DB">
      <w:pPr>
        <w:pStyle w:val="libNormal"/>
        <w:rPr>
          <w:rtl/>
        </w:rPr>
      </w:pPr>
      <w:r>
        <w:rPr>
          <w:rtl/>
        </w:rPr>
        <w:t>و كسى كه رياست اجتماعى را به عهده بگيرد و به آنان خوبى نكند، در مقابل هر روزى كه بر آنان حكومت كرده است ، هزار سال در لبه جهنم زندانى مى شود، اگر ب</w:t>
      </w:r>
      <w:r w:rsidR="00ED74AF">
        <w:rPr>
          <w:rFonts w:hint="cs"/>
          <w:rtl/>
        </w:rPr>
        <w:t xml:space="preserve">ه </w:t>
      </w:r>
      <w:r>
        <w:rPr>
          <w:rtl/>
        </w:rPr>
        <w:t>دستور خداى متعال بر آنان حكومت كرده باشد، خداى متعال او را آزاد مى نمايد. و اگر ظالم باشد (و بغير دستور الهى بر آنان حاكم بوده است)، او را در جهنم مى اندازد و هفتاد سال طول مى كشد تا او به ته جهنم برسد.</w:t>
      </w:r>
    </w:p>
    <w:p w:rsidR="00A679DB" w:rsidRDefault="00A679DB" w:rsidP="00A679DB">
      <w:pPr>
        <w:pStyle w:val="libNormal"/>
        <w:rPr>
          <w:rtl/>
        </w:rPr>
      </w:pPr>
      <w:r>
        <w:rPr>
          <w:rtl/>
        </w:rPr>
        <w:lastRenderedPageBreak/>
        <w:t>و كسى كه بر اساس احكامى كه خداوند نازل فرموده است ، حكم نكند، مانند كسى است كه شهادت دروغ داده باشد، او را در جهنم مى اندازند و همانند شاهد دروغگو او را عذاب مى كنند.</w:t>
      </w:r>
    </w:p>
    <w:p w:rsidR="00A679DB" w:rsidRDefault="00A679DB" w:rsidP="00A679DB">
      <w:pPr>
        <w:pStyle w:val="libNormal"/>
        <w:rPr>
          <w:rtl/>
        </w:rPr>
      </w:pPr>
      <w:r>
        <w:rPr>
          <w:rtl/>
        </w:rPr>
        <w:t>و كسى كه دو رو و دو زبان باشد، در روز قيامت نيز دو رو و دو زبان خواهد بود.</w:t>
      </w:r>
    </w:p>
    <w:p w:rsidR="00A679DB" w:rsidRDefault="00A679DB" w:rsidP="00A679DB">
      <w:pPr>
        <w:pStyle w:val="libNormal"/>
        <w:rPr>
          <w:rtl/>
        </w:rPr>
      </w:pPr>
      <w:r>
        <w:rPr>
          <w:rtl/>
        </w:rPr>
        <w:t>و كسى كه براى آشتى دادن دو نفر گام بردارد، تا زمانى كه باز گردد، فرشتگان خداوند بر او دورد مى فرستند و نيز پاداش شب قدر را به او مى دهند و كسى كه براى به هم زدن ميانه دو نفر گام بردارد، باندازه پاداش ‍ كسى كه دو نفر را آشتى بدهد، گناه خواهد داشت ، بر او مى نويسند: «لعنت خداوند» و تا ورود به جهنم اين حال را خواهد داشت . زمانى كه به جهنم برود، عذابش دو چندان خواهد شد.</w:t>
      </w:r>
    </w:p>
    <w:p w:rsidR="00A679DB" w:rsidRDefault="00A679DB" w:rsidP="00A679DB">
      <w:pPr>
        <w:pStyle w:val="libNormal"/>
        <w:rPr>
          <w:rtl/>
        </w:rPr>
      </w:pPr>
      <w:r>
        <w:rPr>
          <w:rtl/>
        </w:rPr>
        <w:t>و كسى كه براى يارى و رسانيدن فايده اى به برادرش گام بردارد، ثواب مجاهدين در راه خدا را خواهد داشت .</w:t>
      </w:r>
    </w:p>
    <w:p w:rsidR="00A679DB" w:rsidRDefault="00A679DB" w:rsidP="00A679DB">
      <w:pPr>
        <w:pStyle w:val="libNormal"/>
        <w:rPr>
          <w:rtl/>
        </w:rPr>
      </w:pPr>
      <w:r>
        <w:rPr>
          <w:rtl/>
        </w:rPr>
        <w:t>و كسى كه براى عيب جويى از برادرش و افشارى عيب او گام بردارد، با اولين قدمى كه بر مى دارد، وارد جهنم شده و خداوند عيب او را براى مردم فاش مى سازد.</w:t>
      </w:r>
    </w:p>
    <w:p w:rsidR="00A679DB" w:rsidRDefault="00A679DB" w:rsidP="00A679DB">
      <w:pPr>
        <w:pStyle w:val="libNormal"/>
        <w:rPr>
          <w:rtl/>
        </w:rPr>
      </w:pPr>
      <w:r>
        <w:rPr>
          <w:rtl/>
        </w:rPr>
        <w:t>و كسى كه براى احوالپرسى از يكى از خويشاوندان خود گام بردارد، خداوند پاداش صد شهيد را به او عطا مى فرمايد. و اگر هم احوالپرسى كند، هم مالى به او بدهد و هم به او كمك غير مالى نمايد، در مقابل هر گامى كه بر مى دارد، چهل ميليون حسنه برايش ثبت شده و چهل ميليون درجه بالا مى رود؛ گويا صد سال خداوند عزوجل را عبادت كرده است .</w:t>
      </w:r>
    </w:p>
    <w:p w:rsidR="00A679DB" w:rsidRDefault="00A679DB" w:rsidP="00A679DB">
      <w:pPr>
        <w:pStyle w:val="libNormal"/>
        <w:rPr>
          <w:rtl/>
        </w:rPr>
      </w:pPr>
      <w:r>
        <w:rPr>
          <w:rtl/>
        </w:rPr>
        <w:lastRenderedPageBreak/>
        <w:t>و كسى كه براى بهم زدن ميانه دو خويشاوند يا دوست قدمى بردارد، خداى متعال از او خشمگين شده و در دنيا و آخرت او را لعنت مى نمايد و گناهى مانند گناه قاطع رحم «كسى كه با خويشاوند نسبى خود قطع رابطه نموده يا آزارى به او برساند» خواهد داشت .</w:t>
      </w:r>
    </w:p>
    <w:p w:rsidR="00A679DB" w:rsidRDefault="00A679DB" w:rsidP="00A679DB">
      <w:pPr>
        <w:pStyle w:val="libNormal"/>
        <w:rPr>
          <w:rtl/>
        </w:rPr>
      </w:pPr>
      <w:r>
        <w:rPr>
          <w:rtl/>
        </w:rPr>
        <w:t>و كسى كه براى ازدواج دو مومن تلاش كند، تا زمانى كه آنها با هم ازدواج كنند، خداوند صد زن از حورالعين هاى بهشت به ازدواج او در مى آورد كه هر كدم در قصرى از در و ياقوت هستند و در مقابل هر گامى كه در اين راه برداشته يا كلمه اى كه در اين مسير گفته است ، عمل يك سال را براى او مى نويسد كه شبهايش را عبادت كرده است و روزهايش را روزه گرفته باشد.</w:t>
      </w:r>
    </w:p>
    <w:p w:rsidR="00A679DB" w:rsidRDefault="00A679DB" w:rsidP="00A679DB">
      <w:pPr>
        <w:pStyle w:val="libNormal"/>
        <w:rPr>
          <w:rtl/>
        </w:rPr>
      </w:pPr>
      <w:r>
        <w:rPr>
          <w:rtl/>
        </w:rPr>
        <w:t>و كسى كه براى جدايى زنى از شوهرش تلاش كند، خداوند از او خشمگين شده و در دنيا و آخرت او را لعنت مى نمايد. و بعهده خداوند است كه هزار صخره آتشين به او بزند. و كسى كه براى به بهم زدن رابطه آنها تلاش كند، ولى آنان را از يكديگر جدا نكند، خداوند از او خشمگين شده و در دنيا و آخرت او را لعنت نموده و او را از نگاه به سيماى خود محروم مى نمايد.</w:t>
      </w:r>
    </w:p>
    <w:p w:rsidR="00A679DB" w:rsidRDefault="00A679DB" w:rsidP="00A679DB">
      <w:pPr>
        <w:pStyle w:val="libNormal"/>
        <w:rPr>
          <w:rtl/>
        </w:rPr>
      </w:pPr>
      <w:r>
        <w:rPr>
          <w:rtl/>
        </w:rPr>
        <w:t>و كسى كه نابينايى را به مسجد يا منزلش ببرد يا براى انجام كارى از كارهايش او را به جايى ببرد، تا زمانى كه از او جدا شود خداوند در مقابل هر گامى كه برداشته و گذاشته است ، ازاد كردن يك بنده را براى او مى نويسد و فرشتگان بر او درود مى فرستند.</w:t>
      </w:r>
    </w:p>
    <w:p w:rsidR="00A679DB" w:rsidRDefault="00A679DB" w:rsidP="00A679DB">
      <w:pPr>
        <w:pStyle w:val="libNormal"/>
        <w:rPr>
          <w:rtl/>
        </w:rPr>
      </w:pPr>
      <w:r>
        <w:rPr>
          <w:rtl/>
        </w:rPr>
        <w:t>و كسى كه كار نابينايى را انجام دهد و در راه انجام شدن آن گام بردارد، خداى متعال او را از دو چيز رهايى مى دهد: جهنم و نفاق و نيز هفتاد هزار حاجت او را در همين دنيا بر آورده نموده و تا زمانى كه باز گردد، پيوسته غرق در رحمت خداى متعال است .</w:t>
      </w:r>
    </w:p>
    <w:p w:rsidR="00A679DB" w:rsidRDefault="00A679DB" w:rsidP="00A679DB">
      <w:pPr>
        <w:pStyle w:val="libNormal"/>
        <w:rPr>
          <w:rtl/>
        </w:rPr>
      </w:pPr>
      <w:r>
        <w:rPr>
          <w:rtl/>
        </w:rPr>
        <w:lastRenderedPageBreak/>
        <w:t xml:space="preserve">و كسى كه يك شبانه روز از مريضى پرستارى كند، خداى متعال او را با حضرت ابراهيم خليل </w:t>
      </w:r>
      <w:r w:rsidRPr="00ED74AF">
        <w:rPr>
          <w:rStyle w:val="libAlaemChar"/>
          <w:rtl/>
        </w:rPr>
        <w:t>عليه‌السلام</w:t>
      </w:r>
      <w:r>
        <w:rPr>
          <w:rtl/>
        </w:rPr>
        <w:t xml:space="preserve"> بر مى انگيزد و چون باد از پل صراط عبور مى كند.</w:t>
      </w:r>
    </w:p>
    <w:p w:rsidR="00A679DB" w:rsidRDefault="00A679DB" w:rsidP="00A679DB">
      <w:pPr>
        <w:pStyle w:val="libNormal"/>
        <w:rPr>
          <w:rtl/>
        </w:rPr>
      </w:pPr>
      <w:r>
        <w:rPr>
          <w:rtl/>
        </w:rPr>
        <w:t>و كسى كه براى انجام كار مريضى سعى كند و آن را انجام دهد، همانند روزى كه از مادر متولد گرديده است ، از گناهانش خارج مى شود.</w:t>
      </w:r>
    </w:p>
    <w:p w:rsidR="00A679DB" w:rsidRDefault="00A679DB" w:rsidP="00A679DB">
      <w:pPr>
        <w:pStyle w:val="libNormal"/>
        <w:rPr>
          <w:rtl/>
        </w:rPr>
      </w:pPr>
      <w:r>
        <w:rPr>
          <w:rtl/>
        </w:rPr>
        <w:t xml:space="preserve">در اينجا مردى از انصار عرض كرد: اى رسول خدا! اگر اين مريض از خانواده اش بود، چطور؟ رسول خدا </w:t>
      </w:r>
      <w:r w:rsidR="00E60DFB">
        <w:rPr>
          <w:rtl/>
        </w:rPr>
        <w:t xml:space="preserve">صلى‌الله‌عليه‌وآله </w:t>
      </w:r>
      <w:r>
        <w:rPr>
          <w:rtl/>
        </w:rPr>
        <w:t xml:space="preserve">فرمودند: كسى كه كارى براى خانواده اش انجام دهد از كسانى است كه بيشترين پاداش را دارند و كسى كه خانواده اش را ضايع كرده و رحم خود را قطع نمايد </w:t>
      </w:r>
      <w:r w:rsidRPr="00ED74AF">
        <w:rPr>
          <w:rStyle w:val="libFootnotenumChar"/>
          <w:rtl/>
        </w:rPr>
        <w:t>(١٧٣).</w:t>
      </w:r>
      <w:r>
        <w:rPr>
          <w:rtl/>
        </w:rPr>
        <w:t xml:space="preserve"> خداى متعال در روزى كه پاداش نيكوكاران را عطا مى فرمايد، او را از پاداش ‍ نيكوكاران محروم نموده و ضايع مى نمايد.</w:t>
      </w:r>
    </w:p>
    <w:p w:rsidR="00A679DB" w:rsidRDefault="00A679DB" w:rsidP="00A679DB">
      <w:pPr>
        <w:pStyle w:val="libNormal"/>
        <w:rPr>
          <w:rtl/>
        </w:rPr>
      </w:pPr>
      <w:r>
        <w:rPr>
          <w:rtl/>
        </w:rPr>
        <w:t>و كسى كه خداوند متعال در آخرت او را ضايع نمايد، همراه با هلاك شدگان سرگردان است و بدنبال راهى مى گردد كه از اين وضع بيرون بيايد، ولى پيدا نمى كند.</w:t>
      </w:r>
    </w:p>
    <w:p w:rsidR="00A679DB" w:rsidRDefault="00A679DB" w:rsidP="00A679DB">
      <w:pPr>
        <w:pStyle w:val="libNormal"/>
        <w:rPr>
          <w:rtl/>
        </w:rPr>
      </w:pPr>
      <w:r>
        <w:rPr>
          <w:rtl/>
        </w:rPr>
        <w:t>و كسى كه به «مال از دست داده اى» قرض دهد و به هنگام پس گرفتن آن به او خوبى كند، خداوند در مقابل هر درهم هزار پوست گاو كه پر از طلا و نقره بوده و از بهشت باشد، به او عطا مى فرمايد.</w:t>
      </w:r>
    </w:p>
    <w:p w:rsidR="00A679DB" w:rsidRDefault="00A679DB" w:rsidP="00A679DB">
      <w:pPr>
        <w:pStyle w:val="libNormal"/>
        <w:rPr>
          <w:rtl/>
        </w:rPr>
      </w:pPr>
      <w:r>
        <w:rPr>
          <w:rtl/>
        </w:rPr>
        <w:t>و كسى كه يك گرفتارى دنيوى برادرش را رفع كند، خداوند با رحمت خود به او مى نگرد به همين جهت به بهشت مى رود و خداوند گرفتاريهاى او را در دنيا و آخرت رفع مى نمايد</w:t>
      </w:r>
    </w:p>
    <w:p w:rsidR="00A679DB" w:rsidRDefault="00A679DB" w:rsidP="00A679DB">
      <w:pPr>
        <w:pStyle w:val="libNormal"/>
        <w:rPr>
          <w:rtl/>
        </w:rPr>
      </w:pPr>
      <w:r>
        <w:rPr>
          <w:rtl/>
        </w:rPr>
        <w:t xml:space="preserve">و كسى كه براى اصلاح ميان زن و شوهرى گام بردارد، خداى متعال پاداش ‍ هزار شهيد را كه حقيقتا در راه خداى متعال كشته شده اند، به او عطا فرموده و در برابر هر گامى كه در اين راه بر مى دارد يا كلمه اى كه مى گويد، عبادت يك </w:t>
      </w:r>
      <w:r>
        <w:rPr>
          <w:rtl/>
        </w:rPr>
        <w:lastRenderedPageBreak/>
        <w:t>سال كه شبهايش را عبادت كرده و روزهايش را روزه گرفته است ، خواهد داشت .</w:t>
      </w:r>
    </w:p>
    <w:p w:rsidR="00A679DB" w:rsidRDefault="00A679DB" w:rsidP="00A679DB">
      <w:pPr>
        <w:pStyle w:val="libNormal"/>
        <w:rPr>
          <w:rtl/>
        </w:rPr>
      </w:pPr>
      <w:r>
        <w:rPr>
          <w:rtl/>
        </w:rPr>
        <w:t>و كسى كه به برادر مسلمانش قرض دهد، در مقابل هر درهمى كه به او قرض داده هموزن كوه احد، سينا و كوههاى رضوى حسنه خواهد داشت . اگر پس از سر آمدن مهلت آن ، در مطالبه اش با او مدارا نمايد، مانند تندبادى بدون حساب و عذاب از پل صراط عبور</w:t>
      </w:r>
    </w:p>
    <w:p w:rsidR="00A679DB" w:rsidRDefault="00A679DB" w:rsidP="00A679DB">
      <w:pPr>
        <w:pStyle w:val="libNormal"/>
        <w:rPr>
          <w:rtl/>
        </w:rPr>
      </w:pPr>
      <w:r>
        <w:rPr>
          <w:rtl/>
        </w:rPr>
        <w:t>خواهد نمود.</w:t>
      </w:r>
    </w:p>
    <w:p w:rsidR="00A679DB" w:rsidRDefault="00A679DB" w:rsidP="00A679DB">
      <w:pPr>
        <w:pStyle w:val="libNormal"/>
        <w:rPr>
          <w:rtl/>
        </w:rPr>
      </w:pPr>
      <w:r>
        <w:rPr>
          <w:rtl/>
        </w:rPr>
        <w:t>و كسى كه برادر مسلمانش پيش او از ندارى شكايت كند، ولى او قرضى به وى ندهد، خداوند در روزى كه به نيكوكاران پاداش مى دهد، بهشت را بر او حرام مى نمايد.</w:t>
      </w:r>
    </w:p>
    <w:p w:rsidR="00A679DB" w:rsidRDefault="00A679DB" w:rsidP="00A679DB">
      <w:pPr>
        <w:pStyle w:val="libNormal"/>
        <w:rPr>
          <w:rtl/>
        </w:rPr>
      </w:pPr>
      <w:r>
        <w:rPr>
          <w:rtl/>
        </w:rPr>
        <w:t xml:space="preserve">و كسى كه حاجت خواهش كننده اى را در حالى كه مى تواند، بر نياورد، گناهى مانند گناه عشار </w:t>
      </w:r>
      <w:r w:rsidRPr="00ED74AF">
        <w:rPr>
          <w:rStyle w:val="libFootnotenumChar"/>
          <w:rtl/>
        </w:rPr>
        <w:t>(١٧٤)</w:t>
      </w:r>
      <w:r>
        <w:rPr>
          <w:rtl/>
        </w:rPr>
        <w:t xml:space="preserve"> خواهد داشت .</w:t>
      </w:r>
    </w:p>
    <w:p w:rsidR="00A679DB" w:rsidRDefault="00A679DB" w:rsidP="00A679DB">
      <w:pPr>
        <w:pStyle w:val="libNormal"/>
        <w:rPr>
          <w:rtl/>
        </w:rPr>
      </w:pPr>
      <w:r>
        <w:rPr>
          <w:rtl/>
        </w:rPr>
        <w:t xml:space="preserve">در اينجا «عوف بن مالك» برخواست و عرض كردن اى رسول خدا! گناه عشار چقدر است ؟ آن حضرت </w:t>
      </w:r>
      <w:r w:rsidR="00E60DFB">
        <w:rPr>
          <w:rtl/>
        </w:rPr>
        <w:t xml:space="preserve">صلى‌الله‌عليه‌وآله </w:t>
      </w:r>
      <w:r>
        <w:rPr>
          <w:rtl/>
        </w:rPr>
        <w:t>فرمودند: گناه او باندازه اى است كه در هر روز و شبى خدا، همه فرشتگانش و همه مردم او را لعنت مى نمايند و و كسى كه خدا او را لعنت كند، ياورى نخواهد داشت .</w:t>
      </w:r>
      <w:r>
        <w:rPr>
          <w:rtl/>
        </w:rPr>
        <w:cr/>
      </w:r>
    </w:p>
    <w:p w:rsidR="00A679DB" w:rsidRDefault="00A679DB" w:rsidP="00A679DB">
      <w:pPr>
        <w:pStyle w:val="libNormal"/>
        <w:rPr>
          <w:rtl/>
        </w:rPr>
      </w:pPr>
      <w:r>
        <w:rPr>
          <w:rtl/>
        </w:rPr>
        <w:t>و كسى كه به برادرش خوبى كند، و آنگاه بر او منت گذارد عملش از بين رفته و سعى اش به نتيجه نمى رسد و بدانيد كه خداوند عزوجل بهشت را بر منت گذار، متكبر، سخن چين ، شرابخوار، برخور، و سركش و بداخلاق بسيار ناكس ، حرام نموده است .</w:t>
      </w:r>
    </w:p>
    <w:p w:rsidR="00A679DB" w:rsidRDefault="00A679DB" w:rsidP="00A679DB">
      <w:pPr>
        <w:pStyle w:val="libNormal"/>
        <w:rPr>
          <w:rtl/>
        </w:rPr>
      </w:pPr>
      <w:r>
        <w:rPr>
          <w:rtl/>
        </w:rPr>
        <w:lastRenderedPageBreak/>
        <w:t>و كسى كه صدقه اى را به مرد مسكينى برساند، ثوابى مانند ثواب صدقه دهنده خواهد داشت و اگر چهل هزار نفر صدقه اى را دست به دست كنند تا به دست فقيرى برسد، هر كدام از آنان اجر كاملى دارند و اگر بدانيد، پاداشهاى خداوند براى تقوا پيشگان و نيكوكاران بهتر و ماندگارتر است .</w:t>
      </w:r>
    </w:p>
    <w:p w:rsidR="00A679DB" w:rsidRDefault="00A679DB" w:rsidP="00A679DB">
      <w:pPr>
        <w:pStyle w:val="libNormal"/>
        <w:rPr>
          <w:rtl/>
        </w:rPr>
      </w:pPr>
      <w:r>
        <w:rPr>
          <w:rtl/>
        </w:rPr>
        <w:t xml:space="preserve">و كسى كه مسجدى در دنيا بسازد، خداوند در برابر هر وجب - و شايد هم فرمودند: در برابر هر ذراع - از آن ، شهرى از طلا، نقره ، در، ياقوت ، زمرد، زبرجد و مرواريد براى او مى سازد كه وسعت آن باندازه اى است كه براى پيمودن آن چهل هزار سال وقت لازم است ؛ در هر شهرى چهل ميليون قصر؛ در هر قصرى چهل هزار خانه ؛ در هر خانه اى چهل ميليون اتاق ؛ در هر اتاقى چهل ميليون تخت ؛ بر هرتختى چهل ميليون همسر از حورالعين وجود دارد. و نيز در هر اتاقى چهل ميليون پسر نابالغ خدمتگذار، چهل ميليون دختر نابالغ خدمتگزار و چهل ميليون سفره غذا وجود دارد؛ بر هر سفره اى چهل ميليون سينى بزرگ و در هر سينى چهل ميليون نوع غذا هست و خداوند چنان قدرتى به او عطا مى فرمايد كه بتواند در يك روز از همه اين همسران و غذاها استفاده كند </w:t>
      </w:r>
      <w:r w:rsidRPr="00ED74AF">
        <w:rPr>
          <w:rStyle w:val="libFootnotenumChar"/>
          <w:rtl/>
        </w:rPr>
        <w:t>(١٧٥).</w:t>
      </w:r>
    </w:p>
    <w:p w:rsidR="00A679DB" w:rsidRDefault="00A679DB" w:rsidP="00A679DB">
      <w:pPr>
        <w:pStyle w:val="libNormal"/>
        <w:rPr>
          <w:rtl/>
        </w:rPr>
      </w:pPr>
      <w:r>
        <w:rPr>
          <w:rtl/>
        </w:rPr>
        <w:t xml:space="preserve">و كسى كه موذن مسجدى شود و بخاطر رضاى خداى متعال در آن اذان بگويد، خداوند ثواب چهل ميليون پيامبر، چهل ميليون صديق و چهل ميليون شهيد را به او عطا نموده و شفاعت او را در مورد چهل ميليون امت كه هر امتى چهل ميليون مرد دارد، قبول مى نمايد؛ و در هر بهشتى از بهشت ها چهل ميليون شهر كه در هر شهرى چهل ميليون قصر؛ در هر قصرى چهل هزار خانه ؛ در هر خانه اى چهل ميليون اتاق ؛ در هر اتاقى چهل ميليون تخت ؛ بر هر تختى همسرى از حورالعين مى باشد، به او عطا مى نمايد. هر اتاق آن چهل ميليون </w:t>
      </w:r>
      <w:r>
        <w:rPr>
          <w:rtl/>
        </w:rPr>
        <w:lastRenderedPageBreak/>
        <w:t>برابر اين دنياس است . در برابر هر كدام از ان همسران ، چهل ميليون خدمتگذار پسر نابالغ و چهل ميليون خدمتگذار دختر نابالغ وجود دارد. نيز در هر اتاقى چهل ميليون سفره است و بر هر سفره اى چهل ميليون سينى بزرگ و در هر سينى چهل ميليون نوع غذا كه اگر جن و انس مهمان او شوند، بدون ترديد مى توانند آنها را در كوچكترين اتاقهاى آن جا بدهد و هر نوع غذا، نوشيدنى ، عطر، لباس ، ميوه و انواع تحفه ها و اشياء كمياب را كه بخواهند، در آن وجود دارد. و در هر كدام از اتاقها آن ، بقدرى از چيزهايى كه گفتيم وجود دارد كه از اتاق ديگر بى نياز است . و هنگامى كه موذن در اذان بگويد: «اشهد ان لا اله الا الله»، چهل ميليون فرشته گرداگرد او را گرفته ، بر او درود فرستاده و برايش استغفار مى كنند و تا زمانى كه اذان را تمام كند، زيرا سايه خداوند خواهد بود. ثواب او را چهل ميليون فرشته مى نويسند؛ آنگاه بسوى خداوند عزوجل بالا مى روند.</w:t>
      </w:r>
    </w:p>
    <w:p w:rsidR="00A679DB" w:rsidRDefault="00A679DB" w:rsidP="00A679DB">
      <w:pPr>
        <w:pStyle w:val="libNormal"/>
        <w:rPr>
          <w:rtl/>
        </w:rPr>
      </w:pPr>
      <w:r>
        <w:rPr>
          <w:rtl/>
        </w:rPr>
        <w:t>و كسى كه بطرف مسجدى از مساجد خداوند گام بردارد، در برابر هر گامى كه بر مى دارد تا زمانى كه به منزلش باز گردد، ده كار نيك به دست مى آورد، ده گناه از او پاك مى شود و ده درجه بالا مى رود.</w:t>
      </w:r>
    </w:p>
    <w:p w:rsidR="00A679DB" w:rsidRDefault="00A679DB" w:rsidP="00A679DB">
      <w:pPr>
        <w:pStyle w:val="libNormal"/>
        <w:rPr>
          <w:rtl/>
        </w:rPr>
      </w:pPr>
      <w:r>
        <w:rPr>
          <w:rtl/>
        </w:rPr>
        <w:t>و كسى كه مواظب باشد هر جايى كه هست خود را به نماز جماعت برساند، در حالى كه سيمايش نورانى تر از ماه شب چهارده است ، مانند تند بادى همراه با اولين گروه و پيشى گيرندگان از پل صراط عبور مى كند. و در برابر هر روز و شبى كه اين چنين در نماز جماعت شركت كرده است ، ثواب يك شهيد خواهد داشت .</w:t>
      </w:r>
    </w:p>
    <w:p w:rsidR="00A679DB" w:rsidRDefault="00A679DB" w:rsidP="00A679DB">
      <w:pPr>
        <w:pStyle w:val="libNormal"/>
        <w:rPr>
          <w:rtl/>
        </w:rPr>
      </w:pPr>
      <w:r>
        <w:rPr>
          <w:rtl/>
        </w:rPr>
        <w:t xml:space="preserve">و كسى كه مواظب باشد هميشه در صف اول جماعت حاضر شود و به اولين تكبير امام جماعت برسد و مومنى را در نماز اذيت نكند، خداوند پاداشى </w:t>
      </w:r>
      <w:r>
        <w:rPr>
          <w:rtl/>
        </w:rPr>
        <w:lastRenderedPageBreak/>
        <w:t>همچون پاداش موذن به او عطا فرموده و در بهشت نيز ثوابى مانند ثواب موذن به او عطا مى فرمايد.</w:t>
      </w:r>
    </w:p>
    <w:p w:rsidR="00A679DB" w:rsidRDefault="00A679DB" w:rsidP="00A679DB">
      <w:pPr>
        <w:pStyle w:val="libNormal"/>
        <w:rPr>
          <w:rtl/>
        </w:rPr>
      </w:pPr>
      <w:r>
        <w:rPr>
          <w:rtl/>
        </w:rPr>
        <w:t xml:space="preserve">و كسى كه در كناره راه پناهگاهى براى رهگذران بسازد، خداوند در روز قيامت او را سوار بر شترى برگزيده از در و در حالى كه صورتش براى اهل بهشت مى درخشد بر مى انگيزاند و در گنبد ابراهيم خليل </w:t>
      </w:r>
      <w:r w:rsidRPr="00ED74AF">
        <w:rPr>
          <w:rStyle w:val="libAlaemChar"/>
          <w:rtl/>
        </w:rPr>
        <w:t>عليه‌السلام</w:t>
      </w:r>
      <w:r>
        <w:rPr>
          <w:rtl/>
        </w:rPr>
        <w:t xml:space="preserve"> همدم او خواهد بود. اهل محشر مى گويند: اين فرشته اى از فرشتگان خداست كه تاكنون كسى مانندش را نديده است ؛ و با شفاعت او چهل ميليون مرد به بهشت مى روند.</w:t>
      </w:r>
    </w:p>
    <w:p w:rsidR="00A679DB" w:rsidRDefault="00A679DB" w:rsidP="00A679DB">
      <w:pPr>
        <w:pStyle w:val="libNormal"/>
        <w:rPr>
          <w:rtl/>
        </w:rPr>
      </w:pPr>
      <w:r>
        <w:rPr>
          <w:rtl/>
        </w:rPr>
        <w:t>و كسى كه به خواهش برادرش براى او وساطت و ميانجيگرى كند، خداوند عزوجل به او «با نظر رحمت» مى نگرد و به عهده خداوند است كه هيچ گاه او را عذا نكند. و اگر بدون خواهش برادرش براى او وساطت كند، پاداش هفتاد شهيد خواهد داشت .</w:t>
      </w:r>
    </w:p>
    <w:p w:rsidR="00A679DB" w:rsidRDefault="00A679DB" w:rsidP="00A679DB">
      <w:pPr>
        <w:pStyle w:val="libNormal"/>
        <w:rPr>
          <w:rtl/>
        </w:rPr>
      </w:pPr>
      <w:r>
        <w:rPr>
          <w:rtl/>
        </w:rPr>
        <w:t xml:space="preserve">و كسى كه براى نزديك شدن به خداى متعال ماه رمضان را در خاموشى و سكوت روزه بگيرد و گوش ، چشم ، فرج ، و ساير اعضاى بدنش را از دروغ ، حرام و غيبت باز دارد، خداى متعال آن قدر او را به خود نزديك مى نمايد كه مى تواند زانوهاى ابراهيم خليل </w:t>
      </w:r>
      <w:r w:rsidRPr="00ED74AF">
        <w:rPr>
          <w:rStyle w:val="libAlaemChar"/>
          <w:rtl/>
        </w:rPr>
        <w:t>عليه‌السلام</w:t>
      </w:r>
      <w:r>
        <w:rPr>
          <w:rtl/>
        </w:rPr>
        <w:t xml:space="preserve"> را لمس كند «تقريبا به اندازه ابراهيم خليل </w:t>
      </w:r>
      <w:r w:rsidRPr="00ED74AF">
        <w:rPr>
          <w:rStyle w:val="libAlaemChar"/>
          <w:rtl/>
        </w:rPr>
        <w:t>عليه‌السلام</w:t>
      </w:r>
      <w:r>
        <w:rPr>
          <w:rtl/>
        </w:rPr>
        <w:t xml:space="preserve"> به خداوند نزديك مى شود»</w:t>
      </w:r>
    </w:p>
    <w:p w:rsidR="00A679DB" w:rsidRDefault="00A679DB" w:rsidP="00A679DB">
      <w:pPr>
        <w:pStyle w:val="libNormal"/>
        <w:rPr>
          <w:rtl/>
        </w:rPr>
      </w:pPr>
      <w:r>
        <w:rPr>
          <w:rtl/>
        </w:rPr>
        <w:t>و كسى كه چاه آبى بكند و هنگامى كه به آب رسيد، آن را به مسلمانان ببخشد پاداشى خواهد داشت همانند پاداش كسانى كه از وضو مى گيرند و نيز در مقابل هر مويى از موهاى انسان ، حيوان ، درنده يا پرنده اى ثواب آزاد كردن هزار بنده را خواهد داشت . و در روز قيامت با شفاعت او به تعداد ستارگان ، مردم به حوض قدس وارد مى شوند. عرض كرديم : اى رسول خدا! حوض قدس چه حوضى است ؟ سه بار فرمودند: حوض من .</w:t>
      </w:r>
    </w:p>
    <w:p w:rsidR="00A679DB" w:rsidRDefault="00A679DB" w:rsidP="00A679DB">
      <w:pPr>
        <w:pStyle w:val="libNormal"/>
        <w:rPr>
          <w:rtl/>
        </w:rPr>
      </w:pPr>
      <w:r>
        <w:rPr>
          <w:rtl/>
        </w:rPr>
        <w:lastRenderedPageBreak/>
        <w:t xml:space="preserve">و كسى كه براى رسيدن به پاداش خداوند قبرى براى مسلمانى بكند، خداى متعال جهنم را بر او حرام نموده و خانه اى در بهشت به او مى بخشد و او را وارد حوضى مى نمايد كه به تعداد ستارگان كوزه در آن هست . و عرض آن ما بين «ايله» و صنعاء است </w:t>
      </w:r>
      <w:r w:rsidRPr="00ED74AF">
        <w:rPr>
          <w:rStyle w:val="libFootnotenumChar"/>
          <w:rtl/>
        </w:rPr>
        <w:t>(١٧٦).</w:t>
      </w:r>
    </w:p>
    <w:p w:rsidR="00A679DB" w:rsidRDefault="00A679DB" w:rsidP="00A679DB">
      <w:pPr>
        <w:pStyle w:val="libNormal"/>
        <w:rPr>
          <w:rtl/>
        </w:rPr>
      </w:pPr>
      <w:r>
        <w:rPr>
          <w:rtl/>
        </w:rPr>
        <w:t>و كسى ميت مومنى را غسل دهد و در مورد او امانت دار باشد، در برابر هر مويى ثواب آزاد كردن برده اى داشته و صد درجه بالا مى رود و در اين جا عمر به خطاب برخاست . و عرض كرد: اى رسول خدا! چگونه مى تواند نسبت به او امانتدار باشد؟ فرمودند: با پوشايندن عورت و زشتيهاى بدنش . و اگر عورت و زشتيهاى او را نپوشاند، پاداشش از بين مى رود و عيبش در دنيا و آخرت آشكار مى گردد.</w:t>
      </w:r>
    </w:p>
    <w:p w:rsidR="00A679DB" w:rsidRDefault="00A679DB" w:rsidP="00A679DB">
      <w:pPr>
        <w:pStyle w:val="libNormal"/>
        <w:rPr>
          <w:rtl/>
        </w:rPr>
      </w:pPr>
      <w:r>
        <w:rPr>
          <w:rtl/>
        </w:rPr>
        <w:t>و كسى كه بر ميتى نماز بخواند، جبرئيل و هفتاد ميليون فرشته بر او درود فرستاده و همه گناهان او، از اول تا آخر، آمرزيده مى شوند.</w:t>
      </w:r>
    </w:p>
    <w:p w:rsidR="00A679DB" w:rsidRDefault="00A679DB" w:rsidP="00A679DB">
      <w:pPr>
        <w:pStyle w:val="libNormal"/>
        <w:rPr>
          <w:rtl/>
        </w:rPr>
      </w:pPr>
      <w:r>
        <w:rPr>
          <w:rtl/>
        </w:rPr>
        <w:t>و اگر هنگامى كه او را دفن كرده و رويش خاك مى ريزند نيز در آن جام حاضر باشد و به هنگام بازگشت در برابر هر قدمى كه از زمان تشييع جنازه تا منزل بر مى دارد، قيراطى از</w:t>
      </w:r>
    </w:p>
    <w:p w:rsidR="00A679DB" w:rsidRDefault="00A679DB" w:rsidP="00A679DB">
      <w:pPr>
        <w:pStyle w:val="libNormal"/>
        <w:rPr>
          <w:rtl/>
        </w:rPr>
      </w:pPr>
      <w:r>
        <w:rPr>
          <w:rtl/>
        </w:rPr>
        <w:t>پاداش خواهد داشت كه هر قيراط آن در ترازوى اعمال هموزن كوه احد است .</w:t>
      </w:r>
    </w:p>
    <w:p w:rsidR="00A679DB" w:rsidRDefault="00A679DB" w:rsidP="00A679DB">
      <w:pPr>
        <w:pStyle w:val="libNormal"/>
        <w:rPr>
          <w:rtl/>
        </w:rPr>
      </w:pPr>
      <w:r>
        <w:rPr>
          <w:rtl/>
        </w:rPr>
        <w:t>و كسى كه از خشيت خداوند «از ترسى كه ناشى از عظمت و بزرگى اوست ، نه ترسى كه به خاطر گناهان پيدا مى شود» بگريد، هر قطره اشكى كه مى ريزد همانند كوه احد در ترازوى اعمال او خواهد بود «يعنى هر قطره اشك برابر با حسناتى هموزن كوه احد است»</w:t>
      </w:r>
    </w:p>
    <w:p w:rsidR="00A679DB" w:rsidRDefault="00A679DB" w:rsidP="00A679DB">
      <w:pPr>
        <w:pStyle w:val="libNormal"/>
        <w:rPr>
          <w:rtl/>
        </w:rPr>
      </w:pPr>
      <w:r>
        <w:rPr>
          <w:rtl/>
        </w:rPr>
        <w:lastRenderedPageBreak/>
        <w:t>و پاداش هر قطره از اشكهايش چشمه اى در بهشت است كه هر دو طرف آن شهرها و قصرهايى هست كه نه چشمى ديده ، نه گوشى شنيده و نه به دل هيچ بشرى امده است .</w:t>
      </w:r>
    </w:p>
    <w:p w:rsidR="00A679DB" w:rsidRDefault="00A679DB" w:rsidP="00A679DB">
      <w:pPr>
        <w:pStyle w:val="libNormal"/>
        <w:rPr>
          <w:rtl/>
        </w:rPr>
      </w:pPr>
      <w:r>
        <w:rPr>
          <w:rtl/>
        </w:rPr>
        <w:t>و كسى كه از مريضى عيادت كند، تا زمانى كه به منزلش باز گردد، در برابر هر گامى كه بر مى دارد، هفتاد ميليون حسنه عيادت كند، تا زمانى كه به منزلش ‍ باز گردد. در برابر هر گامى كه بر مى دارد، هفتاد ميليون حسنه خواهد داشت . هفتاد ميليون گناه او پاك شده ، هفتاد ميليون درجه بالا مى رود و هفتاد ميليون فرشته را مى گمارند كه تا روز قيامت در قبرش از او ديدن كرده و براى او استغفار نمايند.</w:t>
      </w:r>
    </w:p>
    <w:p w:rsidR="00A679DB" w:rsidRDefault="00A679DB" w:rsidP="00A679DB">
      <w:pPr>
        <w:pStyle w:val="libNormal"/>
        <w:rPr>
          <w:rtl/>
        </w:rPr>
      </w:pPr>
      <w:r>
        <w:rPr>
          <w:rtl/>
        </w:rPr>
        <w:t>و كسى كه جنازه اى را تشييع كند، تا زمانى كه به منزلش باز گردد، در برابر هر قدمى كه بر مى دارد، صد ميليون كار نيك خواهد داشت ؛ صد ميليون گناه از او پاك شده و صد ميليون درجه بالا مى رود و اگر بر او نماز بخواند، تا زمانى كه باز گردد، صد هزار فرشته به هنگام تشييع جنازه پشت سر او حركت كرده و برايش استغفار مى كنند و اگر هنگام دفن او حاضر باشد، خداوند هزار فرشته را مى گمارد كه تا زمانى كه از قبرش بر انگيخته مى شود، همگى برايش استغفار كنند.</w:t>
      </w:r>
    </w:p>
    <w:p w:rsidR="00A679DB" w:rsidRDefault="00A679DB" w:rsidP="00A679DB">
      <w:pPr>
        <w:pStyle w:val="libNormal"/>
        <w:rPr>
          <w:rtl/>
        </w:rPr>
      </w:pPr>
      <w:r>
        <w:rPr>
          <w:rtl/>
        </w:rPr>
        <w:t xml:space="preserve">و كسى كه به قصد حج يا عمره از منزل خارج شود، تا زمانى كه باز گردد، در مقابل هر گامى كه بر مى دارد، يك ميليون حسنه خواهد داشت . هزار گناه او پاك شده و يك ميليون درجه بالا مى رود و تا زمانى كه باز گردد، در مقابل هر درهمى كه در اين راه با خود بردارد، يك ميليون درهم ، در برابر هر دينار يك ميليون دينار و در برابر هر حسنه اى كه در اين راه انجام دهد، يك ميليون حسنه نزد خداوند خواهد داشت . و نيز در ضمانت خداى متعال خواهد بود. اگر </w:t>
      </w:r>
      <w:r>
        <w:rPr>
          <w:rtl/>
        </w:rPr>
        <w:lastRenderedPageBreak/>
        <w:t>بميرد وارد بهشت مى شود و اگر باز گردد، يارى شده ، آمرزيده و با دعاى مستجاب باز مى گردد. پس دعاى او را غنيمت شماريد «و از او بخواهيد براى شما دعا كند». زيرا همانا خداوند دعاى او را رد نمى نمايد و بدون ترديد در روز قيامت صد هزار مرد را شفاعت مى كند.</w:t>
      </w:r>
    </w:p>
    <w:p w:rsidR="00A679DB" w:rsidRDefault="00A679DB" w:rsidP="00A679DB">
      <w:pPr>
        <w:pStyle w:val="libNormal"/>
        <w:rPr>
          <w:rtl/>
        </w:rPr>
      </w:pPr>
      <w:r>
        <w:rPr>
          <w:rtl/>
        </w:rPr>
        <w:t>و كسى كه در نبودن زائر خانه خدا كه براى حج يا عمره رفته است ، به خانواده اش نيكى كند، او نيز اجر كاملى همچون اجر زائر خانه خدا خواهد داشت ، بدون اين كه چيزى از اجر او كم شود.</w:t>
      </w:r>
    </w:p>
    <w:p w:rsidR="00A679DB" w:rsidRDefault="00A679DB" w:rsidP="00A679DB">
      <w:pPr>
        <w:pStyle w:val="libNormal"/>
        <w:rPr>
          <w:rtl/>
        </w:rPr>
      </w:pPr>
      <w:r>
        <w:rPr>
          <w:rtl/>
        </w:rPr>
        <w:t>كسى كه براى جهاد يا مرزدارى در راه خداى متعال از منزل خارج شود، در برابر هر گامى كه بر مى دارد، هفتصد ميليون حسنه براى او خواهد بود؛ هفتصد ميليون گناه او پاك مى شود و هفتصد ميليون درجه بالا مى رود و در ضمانت خداى متعال خواهد بود، به گونه اى كه اگر با هر مرگى بميرد، شهيد است . و اگر باز گردد، آمرزيده و مستجاب الدعوه باز مى گردد.</w:t>
      </w:r>
    </w:p>
    <w:p w:rsidR="00A679DB" w:rsidRDefault="00A679DB" w:rsidP="00A679DB">
      <w:pPr>
        <w:pStyle w:val="libNormal"/>
        <w:rPr>
          <w:rtl/>
        </w:rPr>
      </w:pPr>
      <w:r>
        <w:rPr>
          <w:rtl/>
        </w:rPr>
        <w:t xml:space="preserve">و كسى كه براى ديدار برادرش گام بردارد، تا وقتى كه به منزلش باز گردد در برابر هر گامى كه بر مى دارد، پاداش آزاد كردن صد هزار بنده برايش خواهد بود. صد هزار درجه بال مى رود، صد هزار گناهش پاك مى شود و صد هزار كار نيك برايش نوشته مى شود . از «ابى هريره» پرسيدند آيا رسول خدا </w:t>
      </w:r>
      <w:r w:rsidR="00E60DFB" w:rsidRPr="00ED74AF">
        <w:rPr>
          <w:rStyle w:val="libAlaemChar"/>
          <w:rtl/>
        </w:rPr>
        <w:t>صلى‌الله‌عليه‌وآله</w:t>
      </w:r>
      <w:r w:rsidR="00E60DFB">
        <w:rPr>
          <w:rtl/>
        </w:rPr>
        <w:t xml:space="preserve"> </w:t>
      </w:r>
      <w:r>
        <w:rPr>
          <w:rtl/>
        </w:rPr>
        <w:t xml:space="preserve">نفرمودند: كسى كه بنده اى را آزاد كند، همين بهاى آزادى او از جهنم است ؟ «ابى هريره» پاسخ داد: ما نيز همين مطلب از رسول خدا </w:t>
      </w:r>
      <w:r w:rsidRPr="00ED74AF">
        <w:rPr>
          <w:rStyle w:val="libAlaemChar"/>
          <w:rtl/>
        </w:rPr>
        <w:t>صلى‌الله‌عليه‌وآله</w:t>
      </w:r>
      <w:r>
        <w:rPr>
          <w:rtl/>
        </w:rPr>
        <w:t xml:space="preserve">   و آله</w:t>
      </w:r>
    </w:p>
    <w:p w:rsidR="00A679DB" w:rsidRDefault="00A679DB" w:rsidP="00A679DB">
      <w:pPr>
        <w:pStyle w:val="libNormal"/>
        <w:rPr>
          <w:rtl/>
        </w:rPr>
      </w:pPr>
      <w:r>
        <w:rPr>
          <w:rtl/>
        </w:rPr>
        <w:t xml:space="preserve">پرسيدم . آن حضرت </w:t>
      </w:r>
      <w:r w:rsidR="00E60DFB" w:rsidRPr="00ED74AF">
        <w:rPr>
          <w:rStyle w:val="libAlaemChar"/>
          <w:rtl/>
        </w:rPr>
        <w:t>صلى‌الله‌عليه‌وآله</w:t>
      </w:r>
      <w:r w:rsidR="00E60DFB">
        <w:rPr>
          <w:rtl/>
        </w:rPr>
        <w:t xml:space="preserve"> </w:t>
      </w:r>
      <w:r>
        <w:rPr>
          <w:rtl/>
        </w:rPr>
        <w:t>فرمودند: بله «اين سخن از من است» و علاوه بر اين ، درجات او نزد خداوند در گنجهاى عرشش بالا مى رود.</w:t>
      </w:r>
    </w:p>
    <w:p w:rsidR="00A679DB" w:rsidRDefault="00A679DB" w:rsidP="00A679DB">
      <w:pPr>
        <w:pStyle w:val="libNormal"/>
        <w:rPr>
          <w:rtl/>
        </w:rPr>
      </w:pPr>
      <w:r>
        <w:rPr>
          <w:rtl/>
        </w:rPr>
        <w:t>و كسى كه به خاطر رضايت خدا و فهم دين ، قرآن بياموزد، ثوابى به اندازه تمام آنچه به فرشتگان ، پيامبران و رسولان مى دهند، خواهد داشت .</w:t>
      </w:r>
    </w:p>
    <w:p w:rsidR="00A679DB" w:rsidRDefault="00A679DB" w:rsidP="00A679DB">
      <w:pPr>
        <w:pStyle w:val="libNormal"/>
        <w:rPr>
          <w:rtl/>
        </w:rPr>
      </w:pPr>
      <w:r>
        <w:rPr>
          <w:rtl/>
        </w:rPr>
        <w:lastRenderedPageBreak/>
        <w:t>و كسى كه به خاطر ريا و خودنمايى و به جهت اين كه با كم خردان مجادله نموده ، به علماء فخر فروشى كند و به دنيا برسد، قرآن را بياموزد، خداوند عزوجل در روز قيامت استخوانهايش را پراكنده مى نمايد و عذاب كسى در جهنم سخت تر از او نيست و خداوند آن قدر از او خشمگين و بر او غضبناك است كه با همه انواع عذابهاى جهنم عذاب خواهد شد.</w:t>
      </w:r>
    </w:p>
    <w:p w:rsidR="00A679DB" w:rsidRDefault="00A679DB" w:rsidP="00A679DB">
      <w:pPr>
        <w:pStyle w:val="libNormal"/>
        <w:rPr>
          <w:rtl/>
        </w:rPr>
      </w:pPr>
      <w:r>
        <w:rPr>
          <w:rtl/>
        </w:rPr>
        <w:t>و كسى كه براى رسيدن به پاداش خداوند قرآن بياموزد، در علم تواضع نمايد و به بندگان خدا بياموزد، كسى در بهشت نخواهد بود كه ثوابش بيش ‍ از او بوده و موقعيتى بهتر از او داشته باشد؛ و در بهشت درجه بالا و موقعيت با ارزشى نخواهد بود، مگر اين كه كاملترين ، تمامترين و بى نقص ترين نصيبها و بهترين موقعيتها از آن او خواهد بود.</w:t>
      </w:r>
    </w:p>
    <w:p w:rsidR="00A679DB" w:rsidRDefault="00A679DB" w:rsidP="00A679DB">
      <w:pPr>
        <w:pStyle w:val="libNormal"/>
        <w:rPr>
          <w:rtl/>
        </w:rPr>
      </w:pPr>
      <w:r>
        <w:rPr>
          <w:rtl/>
        </w:rPr>
        <w:t>و بدانيد كه علم بهتر از عمل است و ملاك دين ، ورع (پرهيز از محرمات و شبهات) مى باشد و بدانيد كه بدون شك عالم كسى است كه به علم خود عمل كند، گرچه عملش كم باشد،. و مبادا گناهى را كوچك شماريد. گرچه بنظر شما كوچك باشد. زيرا بدون ترديد هيچ گناه كوچكى با تكرار آن كوچك نبوده و هيچ گناهى بزرگى با استغفار بزرگ نمى باشد. بدانيد كه بدون شك خداوند از همه اعمال شما مى پرسد؛ حتى اين كه اگر شما با انگشت به لباس برادر خود دست زده باشيد و بدانيد خداوند شما را با همان عقايدى كه با آن از اين دنيا رفته ايد، از قبر بر مى انگيزاند.</w:t>
      </w:r>
    </w:p>
    <w:p w:rsidR="00A679DB" w:rsidRDefault="00A679DB" w:rsidP="00A679DB">
      <w:pPr>
        <w:pStyle w:val="libNormal"/>
        <w:rPr>
          <w:rtl/>
        </w:rPr>
      </w:pPr>
      <w:r>
        <w:rPr>
          <w:rtl/>
        </w:rPr>
        <w:t xml:space="preserve">خداوند عزوجل بهشت و جهنم را آفريده است . كسى كه بهشت را ترك و جهنم را برگزيند، به آرزويش نمى رسد و كسى كه بهشت را انتخاب كند، رستگار مى شود. زيرا خداوند عزوجل مى فرمايند: «كسى كه از جهنم دور شده و به بهشت برود، قطعا رستگار شده است » </w:t>
      </w:r>
      <w:r w:rsidRPr="00ED74AF">
        <w:rPr>
          <w:rStyle w:val="libFootnotenumChar"/>
          <w:rtl/>
        </w:rPr>
        <w:t>(١٧٧).</w:t>
      </w:r>
    </w:p>
    <w:p w:rsidR="00A679DB" w:rsidRDefault="00A679DB" w:rsidP="00A679DB">
      <w:pPr>
        <w:pStyle w:val="libNormal"/>
        <w:rPr>
          <w:rtl/>
        </w:rPr>
      </w:pPr>
      <w:r>
        <w:rPr>
          <w:rtl/>
        </w:rPr>
        <w:lastRenderedPageBreak/>
        <w:t>و بدانيد خداوند به من دستور داده است كه با مردم نبرد نمايم تا بگويند «لا اله الا الله ». و هنگامى كه اين سخن را گفتند، جان و مالشان از جانب من حفظ مى شود، مگر بحق ؛ و حساب آنها با خداوند عزوجل است .</w:t>
      </w:r>
    </w:p>
    <w:p w:rsidR="00A679DB" w:rsidRDefault="00A679DB" w:rsidP="00A679DB">
      <w:pPr>
        <w:pStyle w:val="libNormal"/>
        <w:rPr>
          <w:rtl/>
        </w:rPr>
      </w:pPr>
      <w:r>
        <w:rPr>
          <w:rtl/>
        </w:rPr>
        <w:t>و بدانيد خدايى كه نامش بزرگ باد، تمام چيزهايى را كه دوست داشته است ، براى بندگانش بيان نموده و تمام چيزهايى را كه از آنها متنفر بوده است ، براى مردم اعلام نموده است و مردم را از آنها نهى نموده است ، تا كسانى كه هلاك مى شوند، با شناخت هلاك شوند و كسانى كه زنده مى شوند، نيز از روى شناخت باشد.</w:t>
      </w:r>
    </w:p>
    <w:p w:rsidR="00A679DB" w:rsidRDefault="00A679DB" w:rsidP="00A679DB">
      <w:pPr>
        <w:pStyle w:val="libNormal"/>
        <w:rPr>
          <w:rtl/>
        </w:rPr>
      </w:pPr>
      <w:r>
        <w:rPr>
          <w:rtl/>
        </w:rPr>
        <w:t>و بدانيد كه خداوند ظلم ننموده و از هيچ ظلمى هم نمى گذرد و در كمينگاه است تا كسانى را كه بدى مى كنند، بخاطر اعمالشان مجازات نموده و نيكوكاران را با نيكى پاداش دهد و كسى كه خوبى كند، بنفع خودش است و كسى كه بدى كند به زيان خود اوست و خداوند هيچ ظلمى نسبت به بندگانش روا نمى دارد.</w:t>
      </w:r>
    </w:p>
    <w:p w:rsidR="00A679DB" w:rsidRDefault="00A679DB" w:rsidP="00A679DB">
      <w:pPr>
        <w:pStyle w:val="libNormal"/>
        <w:rPr>
          <w:rtl/>
        </w:rPr>
      </w:pPr>
      <w:r>
        <w:rPr>
          <w:rtl/>
        </w:rPr>
        <w:t>اى مردم ! سن من بالا رفته ، استخوانم نازك شده ، بدنم از بين رفته و خبر وفاتم را شنيده ام . اجلم نزديك شده و شوق من به ملاقات پروردگارم افزون شده است . گمان مى كنم اين آخرين ديدار عمومى من و شما باشد. تا زنده ام مرا مى بينيد و هنگامى كه از اين دنيا رفتم ، خداوند ياور هر مرد و زن مومنى است . والسلام عليكم و رحمه الله و بركاته .</w:t>
      </w:r>
    </w:p>
    <w:p w:rsidR="00A679DB" w:rsidRDefault="00A679DB" w:rsidP="00A679DB">
      <w:pPr>
        <w:pStyle w:val="libNormal"/>
        <w:rPr>
          <w:rtl/>
        </w:rPr>
      </w:pPr>
      <w:r>
        <w:rPr>
          <w:rtl/>
        </w:rPr>
        <w:t xml:space="preserve">در اين هنگام عده اى از انصار پيشدستى كرده و قبل از اينكه پيامبر </w:t>
      </w:r>
      <w:r w:rsidR="00E60DFB" w:rsidRPr="00ED74AF">
        <w:rPr>
          <w:rStyle w:val="libAlaemChar"/>
          <w:rtl/>
        </w:rPr>
        <w:t>صلى‌الله‌عليه‌وآله</w:t>
      </w:r>
      <w:r w:rsidR="00E60DFB">
        <w:rPr>
          <w:rtl/>
        </w:rPr>
        <w:t xml:space="preserve"> </w:t>
      </w:r>
      <w:r>
        <w:rPr>
          <w:rtl/>
        </w:rPr>
        <w:t xml:space="preserve">(از منبر) پايين بيايد، همگى عرضه داشتند: اى رسول خدا! خداوند ما را فداى تو گرداند، پدر و مادرمان فداى تو باد اى رسول خدا </w:t>
      </w:r>
      <w:r w:rsidR="00E60DFB" w:rsidRPr="00ED74AF">
        <w:rPr>
          <w:rStyle w:val="libAlaemChar"/>
          <w:rtl/>
        </w:rPr>
        <w:t>صلى‌الله‌عليه‌وآله</w:t>
      </w:r>
      <w:r w:rsidR="00E60DFB">
        <w:rPr>
          <w:rtl/>
        </w:rPr>
        <w:t xml:space="preserve"> </w:t>
      </w:r>
      <w:r>
        <w:rPr>
          <w:rtl/>
        </w:rPr>
        <w:t>فرمودند: پدر و مادرم فداى شما. از خداوند عزوجل براى امتم تخفيف خواستم خداى متعال به من فرمودند: در توبه تا زمانى كه در صور دميده شود (روز قيامت) باز است .</w:t>
      </w:r>
    </w:p>
    <w:p w:rsidR="00A679DB" w:rsidRDefault="00A679DB" w:rsidP="00A679DB">
      <w:pPr>
        <w:pStyle w:val="libNormal"/>
        <w:rPr>
          <w:rtl/>
        </w:rPr>
      </w:pPr>
      <w:r>
        <w:rPr>
          <w:rtl/>
        </w:rPr>
        <w:lastRenderedPageBreak/>
        <w:t xml:space="preserve">آنگاه رسول خدا </w:t>
      </w:r>
      <w:r w:rsidR="00E60DFB">
        <w:rPr>
          <w:rtl/>
        </w:rPr>
        <w:t xml:space="preserve">صلى‌الله‌عليه‌وآله </w:t>
      </w:r>
      <w:r>
        <w:rPr>
          <w:rtl/>
        </w:rPr>
        <w:t>به ما رو كرده و فرمودند: كسى كه يكسال پيش از مرگش توبه كند، خداوند توبه او را مى پذيرد.</w:t>
      </w:r>
    </w:p>
    <w:p w:rsidR="00A679DB" w:rsidRDefault="00A679DB" w:rsidP="00A679DB">
      <w:pPr>
        <w:pStyle w:val="libNormal"/>
        <w:rPr>
          <w:rtl/>
        </w:rPr>
      </w:pPr>
      <w:r>
        <w:rPr>
          <w:rtl/>
        </w:rPr>
        <w:t>سپس فرمودند: يك سال زياد است . كسى كه يك ماه پيش از مرگ توبه كند، خداوند توبه او را مى پذيرد. آنگاه فرمودند: يك ماه زياد است . كسى كه يك جمعه پيش از مرگ توبه كند، خداوند توبه اش را مى پذيرد. سپس فرمودند: يك جمعه بسيار است . كسى كه يك ساعت پيش از مرگش توبه كند، خداوند توبه اش را مى پذيرد. سپس فرمودند: يك ساعت زياد است . كسى كه نفسش به اين جا - و به گلوى خود اشاره نمودند: برسد و توبه كند، خداوند توبه اش را مى پذيرد.</w:t>
      </w:r>
    </w:p>
    <w:p w:rsidR="00A679DB" w:rsidRDefault="00A679DB" w:rsidP="00A679DB">
      <w:pPr>
        <w:pStyle w:val="libNormal"/>
        <w:rPr>
          <w:rtl/>
        </w:rPr>
      </w:pPr>
      <w:r>
        <w:rPr>
          <w:rtl/>
        </w:rPr>
        <w:t xml:space="preserve">راوى مى گويد: در اين جا رسول خدا </w:t>
      </w:r>
      <w:r w:rsidR="00E60DFB">
        <w:rPr>
          <w:rtl/>
        </w:rPr>
        <w:t xml:space="preserve">صلى‌الله‌عليه‌وآله </w:t>
      </w:r>
      <w:r>
        <w:rPr>
          <w:rtl/>
        </w:rPr>
        <w:t xml:space="preserve">(از منبر) پايين آمدند. و اين آخرين سخنرانى رسول خدا </w:t>
      </w:r>
      <w:r w:rsidR="00E60DFB">
        <w:rPr>
          <w:rtl/>
        </w:rPr>
        <w:t xml:space="preserve">صلى‌الله‌عليه‌وآله </w:t>
      </w:r>
      <w:r>
        <w:rPr>
          <w:rtl/>
        </w:rPr>
        <w:t>قبل از پيوستن به خداوند عزوجل بود.</w:t>
      </w:r>
    </w:p>
    <w:p w:rsidR="00A679DB" w:rsidRDefault="00A679DB" w:rsidP="00A679DB">
      <w:pPr>
        <w:pStyle w:val="libNormal"/>
        <w:rPr>
          <w:rtl/>
        </w:rPr>
      </w:pPr>
    </w:p>
    <w:p w:rsidR="00A679DB" w:rsidRDefault="00A679DB" w:rsidP="00A679DB">
      <w:pPr>
        <w:pStyle w:val="libNormal"/>
        <w:rPr>
          <w:rtl/>
        </w:rPr>
      </w:pPr>
    </w:p>
    <w:p w:rsidR="00A679DB" w:rsidRDefault="00ED74AF" w:rsidP="00A679DB">
      <w:pPr>
        <w:pStyle w:val="libNormal"/>
        <w:rPr>
          <w:rtl/>
        </w:rPr>
      </w:pPr>
      <w:r>
        <w:rPr>
          <w:rtl/>
        </w:rPr>
        <w:br w:type="page"/>
      </w:r>
    </w:p>
    <w:p w:rsidR="00A679DB" w:rsidRDefault="00A679DB" w:rsidP="00ED74AF">
      <w:pPr>
        <w:pStyle w:val="libFootnote0"/>
        <w:rPr>
          <w:rtl/>
        </w:rPr>
      </w:pPr>
      <w:r>
        <w:rPr>
          <w:rtl/>
        </w:rPr>
        <w:t>پى نوشت ها</w:t>
      </w:r>
    </w:p>
    <w:p w:rsidR="00A679DB" w:rsidRDefault="00A679DB" w:rsidP="00ED74AF">
      <w:pPr>
        <w:pStyle w:val="libFootnote0"/>
        <w:rPr>
          <w:rtl/>
        </w:rPr>
      </w:pPr>
      <w:r>
        <w:rPr>
          <w:rtl/>
          <w:lang w:bidi="fa-IR"/>
        </w:rPr>
        <w:t xml:space="preserve">۱- </w:t>
      </w:r>
      <w:r>
        <w:rPr>
          <w:rtl/>
        </w:rPr>
        <w:t xml:space="preserve">همه پى نوشتها و آنچه كه در ميان دو هلال () مى باشد، از مترجم است . لازم به گفتن است كه سه نقطه «...» پس از شماره هر حديث ، به جاى سند حديث است . معمولا در كتابهاى حديث ، سند آن ترجمه نمى شود و كسانى كه توان تحقيق در مورد صحت يا عدم صحت روايت را دارند، معمولا مى توانند به اصل حديث مراجعه نمايند و اصولا در احاديثى كه متضمن ثوابهايى براى اعمال مستحبى است ، همين كه ندانيم آن روايت ساختگى است مى توانيم به اميد رسيدن به آن ثواب به آن روايت عمل كنيم . البته جايى كه در سند حديث امام معصوم عليه‌السلام باشد به جهت تيمن و تبرك نام آن امام يا امامان </w:t>
      </w:r>
      <w:r w:rsidR="00DC5255">
        <w:rPr>
          <w:rtl/>
        </w:rPr>
        <w:t xml:space="preserve">عليهم‌السلام </w:t>
      </w:r>
      <w:r>
        <w:rPr>
          <w:rtl/>
        </w:rPr>
        <w:t>را آورده ايم .</w:t>
      </w:r>
    </w:p>
    <w:p w:rsidR="00A679DB" w:rsidRDefault="00A679DB" w:rsidP="00ED74AF">
      <w:pPr>
        <w:pStyle w:val="libFootnote0"/>
        <w:rPr>
          <w:rtl/>
        </w:rPr>
      </w:pPr>
      <w:r>
        <w:rPr>
          <w:rtl/>
          <w:lang w:bidi="fa-IR"/>
        </w:rPr>
        <w:t xml:space="preserve">۲- </w:t>
      </w:r>
      <w:r>
        <w:rPr>
          <w:rtl/>
        </w:rPr>
        <w:t>ترجمه : هيچ خدايى جز خداى يگانه نيست .</w:t>
      </w:r>
    </w:p>
    <w:p w:rsidR="00A679DB" w:rsidRDefault="00A679DB" w:rsidP="00ED74AF">
      <w:pPr>
        <w:pStyle w:val="libFootnote0"/>
        <w:rPr>
          <w:rtl/>
        </w:rPr>
      </w:pPr>
      <w:r>
        <w:rPr>
          <w:rtl/>
          <w:lang w:bidi="fa-IR"/>
        </w:rPr>
        <w:t xml:space="preserve">۳- </w:t>
      </w:r>
      <w:r>
        <w:rPr>
          <w:rtl/>
        </w:rPr>
        <w:t>ترجمه : خداوند بزرگتر از آن است كه توصيف شود.</w:t>
      </w:r>
    </w:p>
    <w:p w:rsidR="00A679DB" w:rsidRDefault="00A679DB" w:rsidP="00ED74AF">
      <w:pPr>
        <w:pStyle w:val="libFootnote0"/>
        <w:rPr>
          <w:rtl/>
        </w:rPr>
      </w:pPr>
      <w:r>
        <w:rPr>
          <w:rtl/>
          <w:lang w:bidi="fa-IR"/>
        </w:rPr>
        <w:t xml:space="preserve">۴- </w:t>
      </w:r>
      <w:r>
        <w:rPr>
          <w:rtl/>
        </w:rPr>
        <w:t>ترجمه : هيچ خدايى جز خداى يكتاى يگانه يگانه يگانه نيست .</w:t>
      </w:r>
    </w:p>
    <w:p w:rsidR="00A679DB" w:rsidRDefault="00A679DB" w:rsidP="00ED74AF">
      <w:pPr>
        <w:pStyle w:val="libFootnote0"/>
        <w:rPr>
          <w:rtl/>
        </w:rPr>
      </w:pPr>
      <w:r>
        <w:rPr>
          <w:rtl/>
          <w:lang w:bidi="fa-IR"/>
        </w:rPr>
        <w:t xml:space="preserve">۵- </w:t>
      </w:r>
      <w:r>
        <w:rPr>
          <w:rtl/>
        </w:rPr>
        <w:t>ترجمه : هيچ خدايى نيست ، جز خداى يكتاى فرمانروا كه وجودش ثابت و روشن و آشكار است .</w:t>
      </w:r>
    </w:p>
    <w:p w:rsidR="00A679DB" w:rsidRDefault="00A679DB" w:rsidP="00ED74AF">
      <w:pPr>
        <w:pStyle w:val="libFootnote0"/>
        <w:rPr>
          <w:rtl/>
        </w:rPr>
      </w:pPr>
      <w:r>
        <w:rPr>
          <w:rtl/>
          <w:lang w:bidi="fa-IR"/>
        </w:rPr>
        <w:t xml:space="preserve">۶- </w:t>
      </w:r>
      <w:r>
        <w:rPr>
          <w:rtl/>
        </w:rPr>
        <w:t>شهادت مى دهم كه هيچ خدايى جز خداى يگانه يكتاى بدون شريك نيست ؛ خداى يگانه اى كه بى نياز بوده و همسر و فرزندى ندارد.</w:t>
      </w:r>
    </w:p>
    <w:p w:rsidR="00A679DB" w:rsidRDefault="00A679DB" w:rsidP="00ED74AF">
      <w:pPr>
        <w:pStyle w:val="libFootnote0"/>
        <w:rPr>
          <w:rtl/>
        </w:rPr>
      </w:pPr>
      <w:r>
        <w:rPr>
          <w:rtl/>
          <w:lang w:bidi="fa-IR"/>
        </w:rPr>
        <w:t xml:space="preserve">۷- </w:t>
      </w:r>
      <w:r>
        <w:rPr>
          <w:rtl/>
        </w:rPr>
        <w:t>ترجمه : خداى يكتا را منزه مى دانم . تمام ثناها مخصوص اوست . هيچ خدايى جز خداى يگانه نيست . و خداوند يكتا بالاتر از آن است كه توصيف شود.</w:t>
      </w:r>
    </w:p>
    <w:p w:rsidR="00A679DB" w:rsidRDefault="00A679DB" w:rsidP="00ED74AF">
      <w:pPr>
        <w:pStyle w:val="libFootnote0"/>
        <w:rPr>
          <w:rtl/>
        </w:rPr>
      </w:pPr>
      <w:r>
        <w:rPr>
          <w:rtl/>
          <w:lang w:bidi="fa-IR"/>
        </w:rPr>
        <w:t xml:space="preserve">۸- </w:t>
      </w:r>
      <w:r>
        <w:rPr>
          <w:rtl/>
        </w:rPr>
        <w:t xml:space="preserve">ترجمه : با جزم و حتم مى گويم خدايى جز خداى يگانه نيست . با ايمان و تصديق پيامبر </w:t>
      </w:r>
      <w:r w:rsidR="00E60DFB">
        <w:rPr>
          <w:rtl/>
        </w:rPr>
        <w:t xml:space="preserve">صلى‌الله‌عليه‌وآله </w:t>
      </w:r>
      <w:r>
        <w:rPr>
          <w:rtl/>
        </w:rPr>
        <w:t>مى گويم خدايى جز خداى يگانه نيست . با زندگى و بردگى مى گويم خدايى جز خداى يگانه نيست .</w:t>
      </w:r>
    </w:p>
    <w:p w:rsidR="00A679DB" w:rsidRDefault="00A679DB" w:rsidP="00ED74AF">
      <w:pPr>
        <w:pStyle w:val="libFootnote0"/>
        <w:rPr>
          <w:rtl/>
        </w:rPr>
      </w:pPr>
      <w:r>
        <w:rPr>
          <w:rtl/>
          <w:lang w:bidi="fa-IR"/>
        </w:rPr>
        <w:t xml:space="preserve">۹- </w:t>
      </w:r>
      <w:r>
        <w:rPr>
          <w:rtl/>
        </w:rPr>
        <w:t>ترجمه : آنچه خداوند بخواهد، خواهد شد و هيچ نيرو و توانى جز با كمك او نخواهد بود.</w:t>
      </w:r>
    </w:p>
    <w:p w:rsidR="00A679DB" w:rsidRDefault="00A679DB" w:rsidP="00ED74AF">
      <w:pPr>
        <w:pStyle w:val="libFootnote0"/>
        <w:rPr>
          <w:rtl/>
        </w:rPr>
      </w:pPr>
      <w:r>
        <w:rPr>
          <w:rtl/>
          <w:lang w:bidi="fa-IR"/>
        </w:rPr>
        <w:t xml:space="preserve">۱۰- </w:t>
      </w:r>
      <w:r>
        <w:rPr>
          <w:rtl/>
        </w:rPr>
        <w:t>ترجمه : تمامى ثناها مخصوص خداوند است ؛ بخاطر همه نعمتهايى كه بوده يا خواهد بود.</w:t>
      </w:r>
    </w:p>
    <w:p w:rsidR="00A679DB" w:rsidRDefault="00A679DB" w:rsidP="00ED74AF">
      <w:pPr>
        <w:pStyle w:val="libFootnote0"/>
        <w:rPr>
          <w:rtl/>
        </w:rPr>
      </w:pPr>
      <w:r>
        <w:rPr>
          <w:rtl/>
          <w:lang w:bidi="fa-IR"/>
        </w:rPr>
        <w:t xml:space="preserve">۱۱- </w:t>
      </w:r>
      <w:r>
        <w:rPr>
          <w:rtl/>
        </w:rPr>
        <w:t>سوره قصص (</w:t>
      </w:r>
      <w:r>
        <w:rPr>
          <w:rtl/>
          <w:lang w:bidi="fa-IR"/>
        </w:rPr>
        <w:t xml:space="preserve">۲۸): </w:t>
      </w:r>
      <w:r>
        <w:rPr>
          <w:rtl/>
        </w:rPr>
        <w:t xml:space="preserve">آيه </w:t>
      </w:r>
      <w:r>
        <w:rPr>
          <w:rtl/>
          <w:lang w:bidi="fa-IR"/>
        </w:rPr>
        <w:t>۴۶.</w:t>
      </w:r>
    </w:p>
    <w:p w:rsidR="00A679DB" w:rsidRDefault="00A679DB" w:rsidP="00ED74AF">
      <w:pPr>
        <w:pStyle w:val="libFootnote0"/>
        <w:rPr>
          <w:rtl/>
        </w:rPr>
      </w:pPr>
      <w:r>
        <w:rPr>
          <w:rtl/>
          <w:lang w:bidi="fa-IR"/>
        </w:rPr>
        <w:t xml:space="preserve">۱۲- </w:t>
      </w:r>
      <w:r>
        <w:rPr>
          <w:rtl/>
        </w:rPr>
        <w:t>ترجمه : خدا را منزه مى دانم . همه ثناها مخصوص خداست . هيچ خدايى جز خداى يگانه نيست . و خدا بزرگتر از آن است كه توصيف شود.</w:t>
      </w:r>
    </w:p>
    <w:p w:rsidR="00A679DB" w:rsidRDefault="00A679DB" w:rsidP="00ED74AF">
      <w:pPr>
        <w:pStyle w:val="libFootnote0"/>
        <w:rPr>
          <w:rtl/>
        </w:rPr>
      </w:pPr>
      <w:r>
        <w:rPr>
          <w:rtl/>
          <w:lang w:bidi="fa-IR"/>
        </w:rPr>
        <w:t xml:space="preserve">۱۳- </w:t>
      </w:r>
      <w:r>
        <w:rPr>
          <w:rtl/>
        </w:rPr>
        <w:t xml:space="preserve">سوره محمد </w:t>
      </w:r>
      <w:r w:rsidR="00E60DFB">
        <w:rPr>
          <w:rtl/>
        </w:rPr>
        <w:t xml:space="preserve">صلى‌الله‌عليه‌وآله </w:t>
      </w:r>
      <w:r>
        <w:rPr>
          <w:rtl/>
        </w:rPr>
        <w:t>(</w:t>
      </w:r>
      <w:r>
        <w:rPr>
          <w:rtl/>
          <w:lang w:bidi="fa-IR"/>
        </w:rPr>
        <w:t xml:space="preserve">۴۷): </w:t>
      </w:r>
      <w:r>
        <w:rPr>
          <w:rtl/>
        </w:rPr>
        <w:t xml:space="preserve">آيه </w:t>
      </w:r>
      <w:r>
        <w:rPr>
          <w:rtl/>
          <w:lang w:bidi="fa-IR"/>
        </w:rPr>
        <w:t>۳۳.</w:t>
      </w:r>
    </w:p>
    <w:p w:rsidR="00A679DB" w:rsidRDefault="00A679DB" w:rsidP="00ED74AF">
      <w:pPr>
        <w:pStyle w:val="libFootnote0"/>
        <w:rPr>
          <w:rtl/>
        </w:rPr>
      </w:pPr>
      <w:r>
        <w:rPr>
          <w:rtl/>
          <w:lang w:bidi="fa-IR"/>
        </w:rPr>
        <w:t xml:space="preserve">۱۴- </w:t>
      </w:r>
      <w:r>
        <w:rPr>
          <w:rtl/>
        </w:rPr>
        <w:t xml:space="preserve">ترجمه تسبيحات قبلا آمده است (شماره </w:t>
      </w:r>
      <w:r>
        <w:rPr>
          <w:rtl/>
          <w:lang w:bidi="fa-IR"/>
        </w:rPr>
        <w:t>۸).</w:t>
      </w:r>
    </w:p>
    <w:p w:rsidR="00A679DB" w:rsidRDefault="00A679DB" w:rsidP="00ED74AF">
      <w:pPr>
        <w:pStyle w:val="libFootnote0"/>
        <w:rPr>
          <w:rtl/>
        </w:rPr>
      </w:pPr>
      <w:r>
        <w:rPr>
          <w:rtl/>
          <w:lang w:bidi="fa-IR"/>
        </w:rPr>
        <w:lastRenderedPageBreak/>
        <w:t xml:space="preserve">۱۵- </w:t>
      </w:r>
      <w:r>
        <w:rPr>
          <w:rtl/>
        </w:rPr>
        <w:t>ترجمه : خداوند را منزله مى دانم و مشغول ثناى او هستم . خداى بزرگ را تنزيه نموده و مشغول ثناى او هستم .</w:t>
      </w:r>
    </w:p>
    <w:p w:rsidR="00A679DB" w:rsidRDefault="00A679DB" w:rsidP="00ED74AF">
      <w:pPr>
        <w:pStyle w:val="libFootnote0"/>
        <w:rPr>
          <w:rtl/>
        </w:rPr>
      </w:pPr>
      <w:r>
        <w:rPr>
          <w:rtl/>
          <w:lang w:bidi="fa-IR"/>
        </w:rPr>
        <w:t xml:space="preserve">۱۶- </w:t>
      </w:r>
      <w:r>
        <w:rPr>
          <w:rtl/>
        </w:rPr>
        <w:t>ترجمه : همه ثناها مخصوص خداوند است . هيچ خدايى جز خدايى يگانه نيست . خداوند برتر از آن است كه توصيف شود.</w:t>
      </w:r>
    </w:p>
    <w:p w:rsidR="00A679DB" w:rsidRDefault="00A679DB" w:rsidP="00ED74AF">
      <w:pPr>
        <w:pStyle w:val="libFootnote0"/>
        <w:rPr>
          <w:rtl/>
        </w:rPr>
      </w:pPr>
      <w:r>
        <w:rPr>
          <w:rtl/>
          <w:lang w:bidi="fa-IR"/>
        </w:rPr>
        <w:t>۱۷-</w:t>
      </w:r>
      <w:r>
        <w:rPr>
          <w:rtl/>
        </w:rPr>
        <w:t>ترجمه : همه ثناها مخصوص خداوند است ؛ همانگونه كه شايسته آن است .</w:t>
      </w:r>
    </w:p>
    <w:p w:rsidR="00A679DB" w:rsidRDefault="00A679DB" w:rsidP="00ED74AF">
      <w:pPr>
        <w:pStyle w:val="libFootnote0"/>
        <w:rPr>
          <w:rtl/>
        </w:rPr>
      </w:pPr>
      <w:r>
        <w:rPr>
          <w:rtl/>
          <w:lang w:bidi="fa-IR"/>
        </w:rPr>
        <w:t xml:space="preserve">۱۸- </w:t>
      </w:r>
      <w:r>
        <w:rPr>
          <w:rtl/>
        </w:rPr>
        <w:t>ترجمه : همه ثناها مخصوص خداوند پروردگار جهانيان است .</w:t>
      </w:r>
    </w:p>
    <w:p w:rsidR="00A679DB" w:rsidRDefault="00A679DB" w:rsidP="00ED74AF">
      <w:pPr>
        <w:pStyle w:val="libFootnote0"/>
        <w:rPr>
          <w:rtl/>
        </w:rPr>
      </w:pPr>
      <w:r>
        <w:rPr>
          <w:rtl/>
          <w:lang w:bidi="fa-IR"/>
        </w:rPr>
        <w:t>۱۹- «</w:t>
      </w:r>
      <w:r>
        <w:rPr>
          <w:rtl/>
        </w:rPr>
        <w:t>خداوند تويى . هيچ خدايى جز تو كه پروردگار جهانيان هستى . نيست . خداوند تويى . هيچ خدايى جز تو كه بخشنده دنيا و آخرت هستى . خداوند تويى . هيچ خدايى جز تو كه والا مقام و بزرگى ، نيست . خداوند تويى . هيچ خدايى جز تو كه مالك روز جزا هستى ، نيست . خداوند تويى . هيچ خدايى جز تو كه عزيز و دانشمندى ، نيست . خداوند تويى . هيچ خدايى جز تو وجود ندارد. آغاز هر چيزى فقط از تو است و بازگشت همه چيز فقط بسوى تو است . خداوند تويى . هيچ خدايى جز تو كه هميشه بوده و خواهى بود، نيست . خداوند تويى . هيچ خدايى جز تو كه آفريننده خير و شرى ، نيست . خداوند تويى . هيچ خدايى جز تو كه آفريننده بهشت و آشتى ، نيست . خداوند تويى . هيچ خدايى جز تو كه يگانه و بى نيازى ، نيست . نه زاده اى و نه زائيده شده اى و هيچ همتايى ندارى . خداوند تويى . هيچ خدايى جز تو كه فرمانروا، منزه از هر عيب و نقص ، سالم ، ايمنى دهنده ، حافظ و روزى دهنده بندگان خود، عزيز، غالب و بزرگ هستى ، نيست . منزه است خداوند از شريكهايى كه براى او مى دانند.، خداى آفريننده پديد آورنده تصويرگر. نامهاى نيكو از آن تو است . آنچه در آسمانها و زمين است ، تو را تسبيح مى گويند. و تو عزيز و دانشمندى . خداوند تويى . هيچ خدايى جز تو كه بزرگى ، نيست و بزرگى لباس تو است .</w:t>
      </w:r>
    </w:p>
    <w:p w:rsidR="00A679DB" w:rsidRDefault="00A679DB" w:rsidP="00ED74AF">
      <w:pPr>
        <w:pStyle w:val="libFootnote0"/>
        <w:rPr>
          <w:rtl/>
        </w:rPr>
      </w:pPr>
      <w:r>
        <w:rPr>
          <w:rtl/>
          <w:lang w:bidi="fa-IR"/>
        </w:rPr>
        <w:t xml:space="preserve">۲۰- </w:t>
      </w:r>
      <w:r>
        <w:rPr>
          <w:rtl/>
        </w:rPr>
        <w:t>به نام خدا. همه ثناها مخصوص خدايى است كه آب را پاك كننده آفريد نه نجس .</w:t>
      </w:r>
    </w:p>
    <w:p w:rsidR="00A679DB" w:rsidRDefault="00A679DB" w:rsidP="00ED74AF">
      <w:pPr>
        <w:pStyle w:val="libFootnote0"/>
        <w:rPr>
          <w:rtl/>
        </w:rPr>
      </w:pPr>
      <w:r>
        <w:rPr>
          <w:rtl/>
          <w:lang w:bidi="fa-IR"/>
        </w:rPr>
        <w:t xml:space="preserve">۲۱- </w:t>
      </w:r>
      <w:r>
        <w:rPr>
          <w:rtl/>
        </w:rPr>
        <w:t>خداوندا! دامنم را از آلودگيها نگهداشته و آن را عفيف نما و عورتم را بپوشان و مرا بر آتش حرام گردان .</w:t>
      </w:r>
    </w:p>
    <w:p w:rsidR="00A679DB" w:rsidRDefault="00A679DB" w:rsidP="00ED74AF">
      <w:pPr>
        <w:pStyle w:val="libFootnote0"/>
        <w:rPr>
          <w:rtl/>
        </w:rPr>
      </w:pPr>
      <w:r>
        <w:rPr>
          <w:rtl/>
          <w:lang w:bidi="fa-IR"/>
        </w:rPr>
        <w:t xml:space="preserve">۲۲- </w:t>
      </w:r>
      <w:r>
        <w:rPr>
          <w:rtl/>
        </w:rPr>
        <w:t>خداوندا! دليلم را به من ياد بده در روزى كه تو را ملاقات مى كنم و زبانم را به ذكر خودت باز كن .</w:t>
      </w:r>
    </w:p>
    <w:p w:rsidR="00A679DB" w:rsidRDefault="00A679DB" w:rsidP="00ED74AF">
      <w:pPr>
        <w:pStyle w:val="libFootnote0"/>
        <w:rPr>
          <w:rtl/>
        </w:rPr>
      </w:pPr>
      <w:r>
        <w:rPr>
          <w:rtl/>
          <w:lang w:bidi="fa-IR"/>
        </w:rPr>
        <w:t>۲۳-</w:t>
      </w:r>
      <w:r>
        <w:rPr>
          <w:rtl/>
        </w:rPr>
        <w:t>خداوندا! بوى بهشت را بر من حرام نكن و مرا از كسانى قرار بده كه بهشت ، آسايش ، گياهان خوشبو و عطرهاى آن را مى بويند.</w:t>
      </w:r>
    </w:p>
    <w:p w:rsidR="00A679DB" w:rsidRDefault="00A679DB" w:rsidP="00ED74AF">
      <w:pPr>
        <w:pStyle w:val="libFootnote0"/>
        <w:rPr>
          <w:rtl/>
        </w:rPr>
      </w:pPr>
      <w:r>
        <w:rPr>
          <w:rtl/>
          <w:lang w:bidi="fa-IR"/>
        </w:rPr>
        <w:lastRenderedPageBreak/>
        <w:t xml:space="preserve">۲۴- </w:t>
      </w:r>
      <w:r>
        <w:rPr>
          <w:rtl/>
        </w:rPr>
        <w:t>خداوندا رويم را سفيد گردان در روزى كه رويها سياه مى گردند و رويم را سياه نكن در روزى كه رويها سفيد ميگردند.</w:t>
      </w:r>
    </w:p>
    <w:p w:rsidR="00A679DB" w:rsidRDefault="00A679DB" w:rsidP="00ED74AF">
      <w:pPr>
        <w:pStyle w:val="libFootnote0"/>
        <w:rPr>
          <w:rtl/>
        </w:rPr>
      </w:pPr>
      <w:r>
        <w:rPr>
          <w:rtl/>
          <w:lang w:bidi="fa-IR"/>
        </w:rPr>
        <w:t xml:space="preserve">۲۵- </w:t>
      </w:r>
      <w:r>
        <w:rPr>
          <w:rtl/>
        </w:rPr>
        <w:t>خداوندا! نامه عملم را به دست راستم و جاويدانى در بهشتها را به دست چپم بده و در حساب بر من آسان گير.</w:t>
      </w:r>
    </w:p>
    <w:p w:rsidR="00A679DB" w:rsidRDefault="00A679DB" w:rsidP="00ED74AF">
      <w:pPr>
        <w:pStyle w:val="libFootnote0"/>
        <w:rPr>
          <w:rtl/>
        </w:rPr>
      </w:pPr>
      <w:r>
        <w:rPr>
          <w:rtl/>
          <w:lang w:bidi="fa-IR"/>
        </w:rPr>
        <w:t xml:space="preserve">۲۶- </w:t>
      </w:r>
      <w:r>
        <w:rPr>
          <w:rtl/>
        </w:rPr>
        <w:t>خداوندا! نامه عملم را به دست چپم و از پشت سرم عطا نكن .</w:t>
      </w:r>
    </w:p>
    <w:p w:rsidR="00A679DB" w:rsidRDefault="00A679DB" w:rsidP="00ED74AF">
      <w:pPr>
        <w:pStyle w:val="libFootnote0"/>
        <w:rPr>
          <w:rtl/>
        </w:rPr>
      </w:pPr>
      <w:r>
        <w:rPr>
          <w:rtl/>
        </w:rPr>
        <w:t>دست چپم را به گردنم نبند. و پناه مى برم به تو از لباسهاى آتشين .</w:t>
      </w:r>
    </w:p>
    <w:p w:rsidR="00A679DB" w:rsidRDefault="00A679DB" w:rsidP="00ED74AF">
      <w:pPr>
        <w:pStyle w:val="libFootnote0"/>
        <w:rPr>
          <w:rtl/>
        </w:rPr>
      </w:pPr>
      <w:r>
        <w:rPr>
          <w:rtl/>
          <w:lang w:bidi="fa-IR"/>
        </w:rPr>
        <w:t xml:space="preserve">۲۷- </w:t>
      </w:r>
      <w:r>
        <w:rPr>
          <w:rtl/>
        </w:rPr>
        <w:t>خداوندا! مرا با رحمت ، بركتها و عفوت بپوشان .</w:t>
      </w:r>
    </w:p>
    <w:p w:rsidR="00A679DB" w:rsidRDefault="00A679DB" w:rsidP="00ED74AF">
      <w:pPr>
        <w:pStyle w:val="libFootnote0"/>
        <w:rPr>
          <w:rtl/>
        </w:rPr>
      </w:pPr>
      <w:r>
        <w:rPr>
          <w:rtl/>
          <w:lang w:bidi="fa-IR"/>
        </w:rPr>
        <w:t xml:space="preserve">۲۸- </w:t>
      </w:r>
      <w:r>
        <w:rPr>
          <w:rtl/>
        </w:rPr>
        <w:t>خدايا مرا به صراط ثابت بدار روزى كه پاها مى لغزند و سعى مرا در چيزهايى كه تو را از من راضى مى كنند، قرار بده اى مهربانترين مهربانان .</w:t>
      </w:r>
    </w:p>
    <w:p w:rsidR="00A679DB" w:rsidRDefault="00A679DB" w:rsidP="00ED74AF">
      <w:pPr>
        <w:pStyle w:val="libFootnote0"/>
        <w:rPr>
          <w:rtl/>
        </w:rPr>
      </w:pPr>
      <w:r>
        <w:rPr>
          <w:rtl/>
          <w:lang w:bidi="fa-IR"/>
        </w:rPr>
        <w:t xml:space="preserve">۲۹- </w:t>
      </w:r>
      <w:r>
        <w:rPr>
          <w:rtl/>
        </w:rPr>
        <w:t>خضاب : آنچه با آن موى سر و صورت يا پوست بدن را رنگ مى كنند.</w:t>
      </w:r>
    </w:p>
    <w:p w:rsidR="00A679DB" w:rsidRDefault="00A679DB" w:rsidP="00ED74AF">
      <w:pPr>
        <w:pStyle w:val="libFootnote0"/>
        <w:rPr>
          <w:rtl/>
        </w:rPr>
      </w:pPr>
      <w:r>
        <w:rPr>
          <w:rtl/>
          <w:lang w:bidi="fa-IR"/>
        </w:rPr>
        <w:t xml:space="preserve">۳۰- </w:t>
      </w:r>
      <w:r>
        <w:rPr>
          <w:rtl/>
        </w:rPr>
        <w:t>ترجمه : بنام خدا و با يارى او بر دين رسول خدا صلى‌الله‌عليه‌وآله   و آله</w:t>
      </w:r>
    </w:p>
    <w:p w:rsidR="00A679DB" w:rsidRDefault="00A679DB" w:rsidP="00ED74AF">
      <w:pPr>
        <w:pStyle w:val="libFootnote0"/>
        <w:rPr>
          <w:rtl/>
        </w:rPr>
      </w:pPr>
      <w:r>
        <w:rPr>
          <w:rtl/>
          <w:lang w:bidi="fa-IR"/>
        </w:rPr>
        <w:t>۳۱-</w:t>
      </w:r>
      <w:r>
        <w:rPr>
          <w:rtl/>
        </w:rPr>
        <w:t>همان .</w:t>
      </w:r>
    </w:p>
    <w:p w:rsidR="00A679DB" w:rsidRDefault="00A679DB" w:rsidP="00ED74AF">
      <w:pPr>
        <w:pStyle w:val="libFootnote0"/>
        <w:rPr>
          <w:rtl/>
        </w:rPr>
      </w:pPr>
      <w:r>
        <w:rPr>
          <w:rtl/>
          <w:lang w:bidi="fa-IR"/>
        </w:rPr>
        <w:t xml:space="preserve">۳۲- </w:t>
      </w:r>
      <w:r>
        <w:rPr>
          <w:rtl/>
        </w:rPr>
        <w:t>ستايش فقط از آن خدايى است كه لباسى به من داد تا در ميان مردم مايه زيباييم باشد، عورت خود را با آن بپوشانم ، در آن براى پروردگارم نماز بگذارم و خدا را ستايش كنم .</w:t>
      </w:r>
    </w:p>
    <w:p w:rsidR="00A679DB" w:rsidRDefault="00A679DB" w:rsidP="00ED74AF">
      <w:pPr>
        <w:pStyle w:val="libFootnote0"/>
        <w:rPr>
          <w:rtl/>
        </w:rPr>
      </w:pPr>
      <w:r>
        <w:rPr>
          <w:rtl/>
          <w:lang w:bidi="fa-IR"/>
        </w:rPr>
        <w:t xml:space="preserve">۳۳- </w:t>
      </w:r>
      <w:r>
        <w:rPr>
          <w:rtl/>
        </w:rPr>
        <w:t xml:space="preserve">ترجمه : ستايش فقط خداوندى را سزاست كه از نظر دين با اسلام و از نظر كتاب با قرآن و از نظر پيامبر با حضرت محمد </w:t>
      </w:r>
      <w:r w:rsidR="00E60DFB">
        <w:rPr>
          <w:rtl/>
        </w:rPr>
        <w:t xml:space="preserve">صلى‌الله‌عليه‌وآله </w:t>
      </w:r>
      <w:r>
        <w:rPr>
          <w:rtl/>
        </w:rPr>
        <w:t>و از نظر امام با حضرت على عليه‌السلام و از نظر برادران با مومنين و از نظر قبله با كعبه مرا بر تو برترى داد.</w:t>
      </w:r>
    </w:p>
    <w:p w:rsidR="00A679DB" w:rsidRDefault="00A679DB" w:rsidP="00ED74AF">
      <w:pPr>
        <w:pStyle w:val="libFootnote0"/>
        <w:rPr>
          <w:rtl/>
        </w:rPr>
      </w:pPr>
      <w:r>
        <w:rPr>
          <w:rtl/>
          <w:lang w:bidi="fa-IR"/>
        </w:rPr>
        <w:t xml:space="preserve">۳۴- </w:t>
      </w:r>
      <w:r>
        <w:rPr>
          <w:rtl/>
        </w:rPr>
        <w:t xml:space="preserve">از نظر پروردگارى به خدا و از نظر دين به اسلام و از نظر فرستاده شدگان به حضرت محمد </w:t>
      </w:r>
      <w:r w:rsidR="00E60DFB">
        <w:rPr>
          <w:rtl/>
        </w:rPr>
        <w:t xml:space="preserve">صلى‌الله‌عليه‌وآله </w:t>
      </w:r>
      <w:r>
        <w:rPr>
          <w:rtl/>
        </w:rPr>
        <w:t>و از نظر سرپرستى به اهل بيت او</w:t>
      </w:r>
      <w:r w:rsidR="00DC5255">
        <w:rPr>
          <w:rtl/>
        </w:rPr>
        <w:t xml:space="preserve">عليهم‌السلام </w:t>
      </w:r>
      <w:r>
        <w:rPr>
          <w:rtl/>
        </w:rPr>
        <w:t>راضى شدم .</w:t>
      </w:r>
    </w:p>
    <w:p w:rsidR="00A679DB" w:rsidRDefault="00A679DB" w:rsidP="00ED74AF">
      <w:pPr>
        <w:pStyle w:val="libFootnote0"/>
        <w:rPr>
          <w:rtl/>
        </w:rPr>
      </w:pPr>
      <w:r>
        <w:rPr>
          <w:rtl/>
          <w:lang w:bidi="fa-IR"/>
        </w:rPr>
        <w:t xml:space="preserve">۳۵- </w:t>
      </w:r>
      <w:r>
        <w:rPr>
          <w:rtl/>
        </w:rPr>
        <w:t xml:space="preserve">گواهى مى دهم كه هيچ خدايى ، جز خداى يگانه نيست و گواهى مى دهم كه بى شك محمد </w:t>
      </w:r>
      <w:r w:rsidR="00E60DFB">
        <w:rPr>
          <w:rtl/>
        </w:rPr>
        <w:t xml:space="preserve">صلى‌الله‌عليه‌وآله </w:t>
      </w:r>
      <w:r>
        <w:rPr>
          <w:rtl/>
        </w:rPr>
        <w:t>رسول خداست .</w:t>
      </w:r>
    </w:p>
    <w:p w:rsidR="00A679DB" w:rsidRDefault="00A679DB" w:rsidP="00ED74AF">
      <w:pPr>
        <w:pStyle w:val="libFootnote0"/>
        <w:rPr>
          <w:rtl/>
        </w:rPr>
      </w:pPr>
      <w:r>
        <w:rPr>
          <w:rtl/>
          <w:lang w:bidi="fa-IR"/>
        </w:rPr>
        <w:t xml:space="preserve">۳۶- </w:t>
      </w:r>
      <w:r>
        <w:rPr>
          <w:rtl/>
        </w:rPr>
        <w:t xml:space="preserve">و من گواهى مى دهم كه خدايى جز خداى يگانه نيست و بى شك محمد </w:t>
      </w:r>
      <w:r w:rsidR="00E60DFB">
        <w:rPr>
          <w:rtl/>
        </w:rPr>
        <w:t xml:space="preserve">صلى‌الله‌عليه‌وآله </w:t>
      </w:r>
      <w:r>
        <w:rPr>
          <w:rtl/>
        </w:rPr>
        <w:t xml:space="preserve">رسول خداست . با اين دو گواهى بى نيازى مى جويم از هر كسى كه (از گفتن اين شهادتها) امتناع كرد و (وجود خدا و رسالت پيامبر </w:t>
      </w:r>
      <w:r w:rsidR="00E60DFB">
        <w:rPr>
          <w:rtl/>
        </w:rPr>
        <w:t xml:space="preserve">صلى‌الله‌عليه‌وآله </w:t>
      </w:r>
      <w:r>
        <w:rPr>
          <w:rtl/>
        </w:rPr>
        <w:t>را) انكار كرد و يارى مى كنم با اين دو گواهى كسانى را كه اقرار كردند و گواهى دادند.</w:t>
      </w:r>
    </w:p>
    <w:p w:rsidR="00A679DB" w:rsidRDefault="00A679DB" w:rsidP="00ED74AF">
      <w:pPr>
        <w:pStyle w:val="libFootnote0"/>
        <w:rPr>
          <w:rtl/>
        </w:rPr>
      </w:pPr>
      <w:r>
        <w:rPr>
          <w:rtl/>
          <w:lang w:bidi="fa-IR"/>
        </w:rPr>
        <w:t xml:space="preserve">۳۷- </w:t>
      </w:r>
      <w:r>
        <w:rPr>
          <w:rtl/>
        </w:rPr>
        <w:t>خداوندا بر محمد و آل او درود فرست .</w:t>
      </w:r>
    </w:p>
    <w:p w:rsidR="00A679DB" w:rsidRDefault="00A679DB" w:rsidP="00ED74AF">
      <w:pPr>
        <w:pStyle w:val="libFootnote0"/>
        <w:rPr>
          <w:rtl/>
        </w:rPr>
      </w:pPr>
      <w:r>
        <w:rPr>
          <w:rtl/>
          <w:lang w:bidi="fa-IR"/>
        </w:rPr>
        <w:t xml:space="preserve">۳۸- </w:t>
      </w:r>
      <w:r>
        <w:rPr>
          <w:rtl/>
        </w:rPr>
        <w:t>سوره اسراء (</w:t>
      </w:r>
      <w:r>
        <w:rPr>
          <w:rtl/>
          <w:lang w:bidi="fa-IR"/>
        </w:rPr>
        <w:t xml:space="preserve">۱۷): </w:t>
      </w:r>
      <w:r>
        <w:rPr>
          <w:rtl/>
        </w:rPr>
        <w:t xml:space="preserve">آيه </w:t>
      </w:r>
      <w:r>
        <w:rPr>
          <w:rtl/>
          <w:lang w:bidi="fa-IR"/>
        </w:rPr>
        <w:t>۷۸.</w:t>
      </w:r>
    </w:p>
    <w:p w:rsidR="00A679DB" w:rsidRDefault="00A679DB" w:rsidP="00ED74AF">
      <w:pPr>
        <w:pStyle w:val="libFootnote0"/>
        <w:rPr>
          <w:rtl/>
        </w:rPr>
      </w:pPr>
      <w:r>
        <w:rPr>
          <w:rtl/>
          <w:lang w:bidi="fa-IR"/>
        </w:rPr>
        <w:lastRenderedPageBreak/>
        <w:t xml:space="preserve">۳۹- </w:t>
      </w:r>
      <w:r>
        <w:rPr>
          <w:rtl/>
        </w:rPr>
        <w:t>خداوندا! بر محمد و خاندان پاك او كه از انان راضى هستى با بهترين درودهاى خود درود فرستاده و با برترين بركتهاى خود آنان را مبارك فرما. همه سلامها و رحمت و بركتهاى خداوند بر آنان و ارواحشان و اجسادشان .</w:t>
      </w:r>
    </w:p>
    <w:p w:rsidR="00A679DB" w:rsidRDefault="00A679DB" w:rsidP="00ED74AF">
      <w:pPr>
        <w:pStyle w:val="libFootnote0"/>
        <w:rPr>
          <w:rtl/>
        </w:rPr>
      </w:pPr>
      <w:r>
        <w:rPr>
          <w:rtl/>
          <w:lang w:bidi="fa-IR"/>
        </w:rPr>
        <w:t xml:space="preserve">۴۰- ( </w:t>
      </w:r>
      <w:r>
        <w:rPr>
          <w:rtl/>
        </w:rPr>
        <w:t>ان ربكم الله الذى خلق السموات ...). تا آخر آيه (مجمع البحرين). سوره اعراف (</w:t>
      </w:r>
      <w:r>
        <w:rPr>
          <w:rtl/>
          <w:lang w:bidi="fa-IR"/>
        </w:rPr>
        <w:t xml:space="preserve">۷): </w:t>
      </w:r>
      <w:r>
        <w:rPr>
          <w:rtl/>
        </w:rPr>
        <w:t>آيه .</w:t>
      </w:r>
    </w:p>
    <w:p w:rsidR="00A679DB" w:rsidRDefault="00A679DB" w:rsidP="00ED74AF">
      <w:pPr>
        <w:pStyle w:val="libFootnote0"/>
        <w:rPr>
          <w:rtl/>
        </w:rPr>
      </w:pPr>
      <w:r>
        <w:rPr>
          <w:rtl/>
          <w:lang w:bidi="fa-IR"/>
        </w:rPr>
        <w:t xml:space="preserve">۴۱- </w:t>
      </w:r>
      <w:r>
        <w:rPr>
          <w:rtl/>
        </w:rPr>
        <w:t xml:space="preserve">خداوندا! مرا با بهشتيان قرار بده بهشت پر بركتى كه ساكنان آن فرشتگانند؛ همراه با پيامبرمان محمد </w:t>
      </w:r>
      <w:r w:rsidR="00E60DFB">
        <w:rPr>
          <w:rtl/>
        </w:rPr>
        <w:t xml:space="preserve">صلى‌الله‌عليه‌وآله </w:t>
      </w:r>
      <w:r>
        <w:rPr>
          <w:rtl/>
        </w:rPr>
        <w:t>و پدرمان ابراهيم عليه‌السلام .</w:t>
      </w:r>
    </w:p>
    <w:p w:rsidR="00A679DB" w:rsidRDefault="00A679DB" w:rsidP="00ED74AF">
      <w:pPr>
        <w:pStyle w:val="libFootnote0"/>
        <w:rPr>
          <w:rtl/>
        </w:rPr>
      </w:pPr>
      <w:r>
        <w:rPr>
          <w:rtl/>
          <w:lang w:bidi="fa-IR"/>
        </w:rPr>
        <w:t xml:space="preserve">۴۲- ( </w:t>
      </w:r>
      <w:r>
        <w:rPr>
          <w:rtl/>
        </w:rPr>
        <w:t>المال و البنون زينه الحياه الدنيا). سوره كهف (</w:t>
      </w:r>
      <w:r>
        <w:rPr>
          <w:rtl/>
          <w:lang w:bidi="fa-IR"/>
        </w:rPr>
        <w:t xml:space="preserve">۱۸): </w:t>
      </w:r>
      <w:r>
        <w:rPr>
          <w:rtl/>
        </w:rPr>
        <w:t xml:space="preserve">آيه </w:t>
      </w:r>
      <w:r>
        <w:rPr>
          <w:rtl/>
          <w:lang w:bidi="fa-IR"/>
        </w:rPr>
        <w:t>۶</w:t>
      </w:r>
    </w:p>
    <w:p w:rsidR="00A679DB" w:rsidRDefault="00A679DB" w:rsidP="00ED74AF">
      <w:pPr>
        <w:pStyle w:val="libFootnote0"/>
        <w:rPr>
          <w:rtl/>
        </w:rPr>
      </w:pPr>
      <w:r>
        <w:rPr>
          <w:rtl/>
          <w:lang w:bidi="fa-IR"/>
        </w:rPr>
        <w:t>۴۳- (</w:t>
      </w:r>
      <w:r>
        <w:rPr>
          <w:rtl/>
        </w:rPr>
        <w:t>ان الحسنات يذهبن السيئات). سوره هود (</w:t>
      </w:r>
      <w:r>
        <w:rPr>
          <w:rtl/>
          <w:lang w:bidi="fa-IR"/>
        </w:rPr>
        <w:t xml:space="preserve">۱۱): </w:t>
      </w:r>
      <w:r>
        <w:rPr>
          <w:rtl/>
        </w:rPr>
        <w:t xml:space="preserve">آيه </w:t>
      </w:r>
      <w:r>
        <w:rPr>
          <w:rtl/>
          <w:lang w:bidi="fa-IR"/>
        </w:rPr>
        <w:t>۱.</w:t>
      </w:r>
    </w:p>
    <w:p w:rsidR="00A679DB" w:rsidRDefault="00A679DB" w:rsidP="00ED74AF">
      <w:pPr>
        <w:pStyle w:val="libFootnote0"/>
        <w:rPr>
          <w:rtl/>
        </w:rPr>
      </w:pPr>
      <w:r>
        <w:rPr>
          <w:rtl/>
          <w:lang w:bidi="fa-IR"/>
        </w:rPr>
        <w:t xml:space="preserve">۴۴- </w:t>
      </w:r>
      <w:r>
        <w:rPr>
          <w:rtl/>
        </w:rPr>
        <w:t>هر ذراع بين پنجاه تا هفتاد سانتيمتر است .</w:t>
      </w:r>
    </w:p>
    <w:p w:rsidR="00A679DB" w:rsidRDefault="00A679DB" w:rsidP="00ED74AF">
      <w:pPr>
        <w:pStyle w:val="libFootnote0"/>
        <w:rPr>
          <w:rtl/>
        </w:rPr>
      </w:pPr>
      <w:r>
        <w:rPr>
          <w:rtl/>
          <w:lang w:bidi="fa-IR"/>
        </w:rPr>
        <w:t xml:space="preserve">۴۵- </w:t>
      </w:r>
      <w:r>
        <w:rPr>
          <w:rtl/>
        </w:rPr>
        <w:t>ترجمه : خداى بزرگ را منزه مى دانم . كسى را كه منزه مى دانم . عزيزترين و گراميترين را منزه مى دانم . كسى را كه لباس عزت پوشيده و تنها او شايسته اين لباس است را منزه مى دانم .</w:t>
      </w:r>
    </w:p>
    <w:p w:rsidR="00A679DB" w:rsidRDefault="00A679DB" w:rsidP="00ED74AF">
      <w:pPr>
        <w:pStyle w:val="libFootnote0"/>
        <w:rPr>
          <w:rtl/>
        </w:rPr>
      </w:pPr>
      <w:r>
        <w:rPr>
          <w:rtl/>
          <w:lang w:bidi="fa-IR"/>
        </w:rPr>
        <w:t xml:space="preserve">۴۶- </w:t>
      </w:r>
      <w:r>
        <w:rPr>
          <w:rtl/>
        </w:rPr>
        <w:t>ترجمه : خداوندا! هلال اين ماه را همراه با امنيت ، ايمان ، سلامتى ، اسلام ، تندرستى كامل ، رزق گسترده برطرف نمودن بيماريها، تلاوت قرآن و كمك براى نماز و روزه به ما بنمايان . خدايا! ما را براى ماه رمضان سالم نگهدار و اين ماه را نيز براى ما سالم بدار و آن را از جانب ما نيز سالم بدار تا اين كه ماه رمضان پايان پذيرد و تو حتما و قطعا ما را آمرزيده باشى .</w:t>
      </w:r>
    </w:p>
    <w:p w:rsidR="00A679DB" w:rsidRDefault="00A679DB" w:rsidP="00ED74AF">
      <w:pPr>
        <w:pStyle w:val="libFootnote0"/>
        <w:rPr>
          <w:rtl/>
        </w:rPr>
      </w:pPr>
      <w:r>
        <w:rPr>
          <w:rtl/>
          <w:lang w:bidi="fa-IR"/>
        </w:rPr>
        <w:t>۴۷- (</w:t>
      </w:r>
      <w:r>
        <w:rPr>
          <w:rtl/>
        </w:rPr>
        <w:t>ادعونى استجب لكم). سوره غافر (</w:t>
      </w:r>
      <w:r>
        <w:rPr>
          <w:rtl/>
          <w:lang w:bidi="fa-IR"/>
        </w:rPr>
        <w:t xml:space="preserve">۰: </w:t>
      </w:r>
      <w:r>
        <w:rPr>
          <w:rtl/>
        </w:rPr>
        <w:t xml:space="preserve">آيه </w:t>
      </w:r>
      <w:r>
        <w:rPr>
          <w:rtl/>
          <w:lang w:bidi="fa-IR"/>
        </w:rPr>
        <w:t>۶۰.</w:t>
      </w:r>
    </w:p>
    <w:p w:rsidR="00A679DB" w:rsidRDefault="00A679DB" w:rsidP="00ED74AF">
      <w:pPr>
        <w:pStyle w:val="libFootnote0"/>
        <w:rPr>
          <w:rtl/>
        </w:rPr>
      </w:pPr>
      <w:r>
        <w:rPr>
          <w:rtl/>
          <w:lang w:bidi="fa-IR"/>
        </w:rPr>
        <w:t>۴۸- (</w:t>
      </w:r>
      <w:r>
        <w:rPr>
          <w:rtl/>
        </w:rPr>
        <w:t xml:space="preserve">انا انزلناه فى ليله مباركه). سوره دخان (). آيه </w:t>
      </w:r>
      <w:r>
        <w:rPr>
          <w:rtl/>
          <w:lang w:bidi="fa-IR"/>
        </w:rPr>
        <w:t>۳.</w:t>
      </w:r>
    </w:p>
    <w:p w:rsidR="00A679DB" w:rsidRDefault="00A679DB" w:rsidP="00ED74AF">
      <w:pPr>
        <w:pStyle w:val="libFootnote0"/>
        <w:rPr>
          <w:rtl/>
        </w:rPr>
      </w:pPr>
      <w:r>
        <w:rPr>
          <w:rtl/>
          <w:lang w:bidi="fa-IR"/>
        </w:rPr>
        <w:t>۴۹- (</w:t>
      </w:r>
      <w:r>
        <w:rPr>
          <w:rtl/>
        </w:rPr>
        <w:t>فيها يفرق كل امر حكيم). سوره دخان (): آيه</w:t>
      </w:r>
    </w:p>
    <w:p w:rsidR="00A679DB" w:rsidRDefault="00A679DB" w:rsidP="00ED74AF">
      <w:pPr>
        <w:pStyle w:val="libFootnote0"/>
        <w:rPr>
          <w:rtl/>
        </w:rPr>
      </w:pPr>
      <w:r>
        <w:rPr>
          <w:rtl/>
          <w:lang w:bidi="fa-IR"/>
        </w:rPr>
        <w:t>۵۰- (</w:t>
      </w:r>
      <w:r>
        <w:rPr>
          <w:rtl/>
        </w:rPr>
        <w:t>ليله القدر خير من الف شهر). سوره قدر (</w:t>
      </w:r>
      <w:r>
        <w:rPr>
          <w:rtl/>
          <w:lang w:bidi="fa-IR"/>
        </w:rPr>
        <w:t xml:space="preserve">۹۷). </w:t>
      </w:r>
      <w:r>
        <w:rPr>
          <w:rtl/>
        </w:rPr>
        <w:t xml:space="preserve">آيه </w:t>
      </w:r>
      <w:r>
        <w:rPr>
          <w:rtl/>
          <w:lang w:bidi="fa-IR"/>
        </w:rPr>
        <w:t>۳.</w:t>
      </w:r>
    </w:p>
    <w:p w:rsidR="00A679DB" w:rsidRDefault="00A679DB" w:rsidP="00ED74AF">
      <w:pPr>
        <w:pStyle w:val="libFootnote0"/>
        <w:rPr>
          <w:rtl/>
        </w:rPr>
      </w:pPr>
      <w:r>
        <w:rPr>
          <w:rtl/>
          <w:lang w:bidi="fa-IR"/>
        </w:rPr>
        <w:t xml:space="preserve">۵۱- </w:t>
      </w:r>
      <w:r>
        <w:rPr>
          <w:rtl/>
        </w:rPr>
        <w:t>ترجمه : لا اله الا الله به تعداد شبها و روزگاران * لا اله الا الله به تعداد موجهاى درياها * لا اله الا الله و رحمت خداوند از آنچه (اموالى كه مردم) جمع مى كنند. بهتر مى باشد * لا اله الا الله به تعداد خارهاى گياهان و به تعداد درختان * لا اله الا الله موها و كركهاى حيوانات * لا اله الا الله به تعداد سنگها و گلها * لا اله الا الله به تعداد بادها در بيابانها و صخره ها * لا اله الا الله از امروز تا روزى كه در (صور) دميده شود.</w:t>
      </w:r>
    </w:p>
    <w:p w:rsidR="00A679DB" w:rsidRDefault="00A679DB" w:rsidP="00ED74AF">
      <w:pPr>
        <w:pStyle w:val="libFootnote0"/>
        <w:rPr>
          <w:rtl/>
        </w:rPr>
      </w:pPr>
      <w:r>
        <w:rPr>
          <w:rtl/>
          <w:lang w:bidi="fa-IR"/>
        </w:rPr>
        <w:t xml:space="preserve">۵۲- </w:t>
      </w:r>
      <w:r>
        <w:rPr>
          <w:rtl/>
        </w:rPr>
        <w:t>ترجمه : خدا را منزه مى دانم . همه ثناها مخصوص خداوند است . هيچ خدايى نيست ، جز خداى يكتا. خداوند بزرگتر از آن است كه توصيف شود.</w:t>
      </w:r>
    </w:p>
    <w:p w:rsidR="00A679DB" w:rsidRDefault="00A679DB" w:rsidP="00ED74AF">
      <w:pPr>
        <w:pStyle w:val="libFootnote0"/>
        <w:rPr>
          <w:rtl/>
        </w:rPr>
      </w:pPr>
      <w:r>
        <w:rPr>
          <w:rtl/>
          <w:lang w:bidi="fa-IR"/>
        </w:rPr>
        <w:t xml:space="preserve">۵۳- </w:t>
      </w:r>
      <w:r>
        <w:rPr>
          <w:rtl/>
        </w:rPr>
        <w:t>ترجمه : از خداوند آمرزش خواسته و به سوى او باز مى گردم .</w:t>
      </w:r>
    </w:p>
    <w:p w:rsidR="00A679DB" w:rsidRDefault="00A679DB" w:rsidP="00ED74AF">
      <w:pPr>
        <w:pStyle w:val="libFootnote0"/>
        <w:rPr>
          <w:rtl/>
        </w:rPr>
      </w:pPr>
      <w:r>
        <w:rPr>
          <w:rtl/>
          <w:lang w:bidi="fa-IR"/>
        </w:rPr>
        <w:lastRenderedPageBreak/>
        <w:t xml:space="preserve">۵۴- </w:t>
      </w:r>
      <w:r>
        <w:rPr>
          <w:rtl/>
        </w:rPr>
        <w:t>ترجمه : اى زنده ! اى قيوم (ازلى و قائم به ذات خويش)! اى صاحب جلال و اكرام ! اى رحمن دنيا و آخرت و رحيم اين دو! گراميترين گراميتران ! اى مهربانترين مهربانان ! اى خدا اولين و آخرين ! گناهانم را ببخش ‍ و روزه ، نماز و عبادتم را قبول فرما.</w:t>
      </w:r>
    </w:p>
    <w:p w:rsidR="00A679DB" w:rsidRDefault="00A679DB" w:rsidP="00ED74AF">
      <w:pPr>
        <w:pStyle w:val="libFootnote0"/>
        <w:rPr>
          <w:rtl/>
        </w:rPr>
      </w:pPr>
      <w:r>
        <w:rPr>
          <w:rtl/>
          <w:lang w:bidi="fa-IR"/>
        </w:rPr>
        <w:t xml:space="preserve">۵۵- </w:t>
      </w:r>
      <w:r>
        <w:rPr>
          <w:rtl/>
        </w:rPr>
        <w:t>و ان استغفروا ربكم ثم توبوا اليه . سوره هود (</w:t>
      </w:r>
      <w:r>
        <w:rPr>
          <w:rtl/>
          <w:lang w:bidi="fa-IR"/>
        </w:rPr>
        <w:t xml:space="preserve">۱۱). </w:t>
      </w:r>
      <w:r>
        <w:rPr>
          <w:rtl/>
        </w:rPr>
        <w:t xml:space="preserve">آيه </w:t>
      </w:r>
      <w:r>
        <w:rPr>
          <w:rtl/>
          <w:lang w:bidi="fa-IR"/>
        </w:rPr>
        <w:t>۳.</w:t>
      </w:r>
    </w:p>
    <w:p w:rsidR="00A679DB" w:rsidRDefault="00A679DB" w:rsidP="00ED74AF">
      <w:pPr>
        <w:pStyle w:val="libFootnote0"/>
        <w:rPr>
          <w:rtl/>
        </w:rPr>
      </w:pPr>
      <w:r>
        <w:rPr>
          <w:rtl/>
          <w:lang w:bidi="fa-IR"/>
        </w:rPr>
        <w:t xml:space="preserve">۵۶- </w:t>
      </w:r>
      <w:r>
        <w:rPr>
          <w:rtl/>
        </w:rPr>
        <w:t>و الذين و اذا فعلوا فاحشه او ضلموا انفسهم ذكروا الله فاستغفروا لذنوبهم . و من يغفر الذنوب الا الله . سوره آل عمران (</w:t>
      </w:r>
      <w:r>
        <w:rPr>
          <w:rtl/>
          <w:lang w:bidi="fa-IR"/>
        </w:rPr>
        <w:t xml:space="preserve">۳) </w:t>
      </w:r>
      <w:r>
        <w:rPr>
          <w:rtl/>
        </w:rPr>
        <w:t xml:space="preserve">آيه </w:t>
      </w:r>
      <w:r>
        <w:rPr>
          <w:rtl/>
          <w:lang w:bidi="fa-IR"/>
        </w:rPr>
        <w:t>۱۳۵.</w:t>
      </w:r>
    </w:p>
    <w:p w:rsidR="00A679DB" w:rsidRDefault="00A679DB" w:rsidP="00ED74AF">
      <w:pPr>
        <w:pStyle w:val="libFootnote0"/>
        <w:rPr>
          <w:rtl/>
        </w:rPr>
      </w:pPr>
      <w:r>
        <w:rPr>
          <w:rtl/>
          <w:lang w:bidi="fa-IR"/>
        </w:rPr>
        <w:t>۵۷- (</w:t>
      </w:r>
      <w:r>
        <w:rPr>
          <w:rtl/>
        </w:rPr>
        <w:t>و استغفروا الله ان الله غفور رحيم). سوره مزمل (</w:t>
      </w:r>
      <w:r>
        <w:rPr>
          <w:rtl/>
          <w:lang w:bidi="fa-IR"/>
        </w:rPr>
        <w:t xml:space="preserve">۷۳): </w:t>
      </w:r>
      <w:r>
        <w:rPr>
          <w:rtl/>
        </w:rPr>
        <w:t xml:space="preserve">آيه </w:t>
      </w:r>
      <w:r>
        <w:rPr>
          <w:rtl/>
          <w:lang w:bidi="fa-IR"/>
        </w:rPr>
        <w:t>۲۰.</w:t>
      </w:r>
    </w:p>
    <w:p w:rsidR="00A679DB" w:rsidRDefault="00A679DB" w:rsidP="00ED74AF">
      <w:pPr>
        <w:pStyle w:val="libFootnote0"/>
        <w:rPr>
          <w:rtl/>
        </w:rPr>
      </w:pPr>
      <w:r>
        <w:rPr>
          <w:rtl/>
          <w:lang w:bidi="fa-IR"/>
        </w:rPr>
        <w:t xml:space="preserve">۵۸- ( </w:t>
      </w:r>
      <w:r>
        <w:rPr>
          <w:rtl/>
        </w:rPr>
        <w:t>و استغفروا انه كان توابا). سوره نصر (</w:t>
      </w:r>
      <w:r>
        <w:rPr>
          <w:rtl/>
          <w:lang w:bidi="fa-IR"/>
        </w:rPr>
        <w:t xml:space="preserve">۱۱۰): </w:t>
      </w:r>
      <w:r>
        <w:rPr>
          <w:rtl/>
        </w:rPr>
        <w:t xml:space="preserve">آيه </w:t>
      </w:r>
      <w:r>
        <w:rPr>
          <w:rtl/>
          <w:lang w:bidi="fa-IR"/>
        </w:rPr>
        <w:t>۳.</w:t>
      </w:r>
    </w:p>
    <w:p w:rsidR="00A679DB" w:rsidRDefault="00A679DB" w:rsidP="00ED74AF">
      <w:pPr>
        <w:pStyle w:val="libFootnote0"/>
        <w:rPr>
          <w:rtl/>
        </w:rPr>
      </w:pPr>
      <w:r>
        <w:rPr>
          <w:rtl/>
          <w:lang w:bidi="fa-IR"/>
        </w:rPr>
        <w:t xml:space="preserve">۵۹- </w:t>
      </w:r>
      <w:r>
        <w:rPr>
          <w:rtl/>
        </w:rPr>
        <w:t xml:space="preserve">سوره اعلى ، سوره </w:t>
      </w:r>
      <w:r>
        <w:rPr>
          <w:rtl/>
          <w:lang w:bidi="fa-IR"/>
        </w:rPr>
        <w:t>۷۸</w:t>
      </w:r>
      <w:r>
        <w:rPr>
          <w:rtl/>
        </w:rPr>
        <w:t xml:space="preserve"> قرآن .</w:t>
      </w:r>
    </w:p>
    <w:p w:rsidR="00A679DB" w:rsidRDefault="00A679DB" w:rsidP="00ED74AF">
      <w:pPr>
        <w:pStyle w:val="libFootnote0"/>
        <w:rPr>
          <w:rtl/>
        </w:rPr>
      </w:pPr>
      <w:r>
        <w:rPr>
          <w:rtl/>
          <w:lang w:bidi="fa-IR"/>
        </w:rPr>
        <w:t xml:space="preserve">۶۰- </w:t>
      </w:r>
      <w:r>
        <w:rPr>
          <w:rtl/>
        </w:rPr>
        <w:t xml:space="preserve">سوره شمش ، سوره </w:t>
      </w:r>
      <w:r>
        <w:rPr>
          <w:rtl/>
          <w:lang w:bidi="fa-IR"/>
        </w:rPr>
        <w:t>۹۱</w:t>
      </w:r>
      <w:r>
        <w:rPr>
          <w:rtl/>
        </w:rPr>
        <w:t xml:space="preserve"> قرآن .</w:t>
      </w:r>
    </w:p>
    <w:p w:rsidR="00A679DB" w:rsidRDefault="00A679DB" w:rsidP="00ED74AF">
      <w:pPr>
        <w:pStyle w:val="libFootnote0"/>
        <w:rPr>
          <w:rtl/>
        </w:rPr>
      </w:pPr>
      <w:r>
        <w:rPr>
          <w:rtl/>
          <w:lang w:bidi="fa-IR"/>
        </w:rPr>
        <w:t xml:space="preserve">۶۱- </w:t>
      </w:r>
      <w:r>
        <w:rPr>
          <w:rtl/>
        </w:rPr>
        <w:t xml:space="preserve">سوره ضحى ، سوره </w:t>
      </w:r>
      <w:r>
        <w:rPr>
          <w:rtl/>
          <w:lang w:bidi="fa-IR"/>
        </w:rPr>
        <w:t>۹۳</w:t>
      </w:r>
      <w:r>
        <w:rPr>
          <w:rtl/>
        </w:rPr>
        <w:t xml:space="preserve"> قرآن .</w:t>
      </w:r>
    </w:p>
    <w:p w:rsidR="00A679DB" w:rsidRDefault="00A679DB" w:rsidP="00ED74AF">
      <w:pPr>
        <w:pStyle w:val="libFootnote0"/>
        <w:rPr>
          <w:rtl/>
        </w:rPr>
      </w:pPr>
      <w:r>
        <w:rPr>
          <w:rtl/>
          <w:lang w:bidi="fa-IR"/>
        </w:rPr>
        <w:t>۶۲- (</w:t>
      </w:r>
      <w:r>
        <w:rPr>
          <w:rtl/>
        </w:rPr>
        <w:t>من جاء بالحسنه فله عشر امثالها). سوره انعام (</w:t>
      </w:r>
      <w:r>
        <w:rPr>
          <w:rtl/>
          <w:lang w:bidi="fa-IR"/>
        </w:rPr>
        <w:t xml:space="preserve">۶): </w:t>
      </w:r>
      <w:r>
        <w:rPr>
          <w:rtl/>
        </w:rPr>
        <w:t xml:space="preserve">آيه </w:t>
      </w:r>
      <w:r>
        <w:rPr>
          <w:rtl/>
          <w:lang w:bidi="fa-IR"/>
        </w:rPr>
        <w:t xml:space="preserve">۱۶۰. </w:t>
      </w:r>
      <w:r>
        <w:rPr>
          <w:rtl/>
        </w:rPr>
        <w:t>به موجب اين آيه سه روز روزه پاداش سى روز دارد: يعنى گويا سى روز روزه گرفته و همه ماه را روزه بوده است . و كسى كه در هر ماه و هميشه اين طور روزه بگيرد، گويا هميشه و در تمام عمر و روزگارى كه زندگى مى كرده ، روزه بوده و به همين جهت چنين روزه اى روزه روزگار است .</w:t>
      </w:r>
    </w:p>
    <w:p w:rsidR="00A679DB" w:rsidRDefault="00A679DB" w:rsidP="00ED74AF">
      <w:pPr>
        <w:pStyle w:val="libFootnote0"/>
        <w:rPr>
          <w:rtl/>
        </w:rPr>
      </w:pPr>
      <w:r>
        <w:rPr>
          <w:rtl/>
          <w:lang w:bidi="fa-IR"/>
        </w:rPr>
        <w:t>۶۳- (</w:t>
      </w:r>
      <w:r>
        <w:rPr>
          <w:rtl/>
        </w:rPr>
        <w:t>من جاء بالحسنه فله عشر امثالها). سوره انعام (</w:t>
      </w:r>
      <w:r>
        <w:rPr>
          <w:rtl/>
          <w:lang w:bidi="fa-IR"/>
        </w:rPr>
        <w:t xml:space="preserve">۶): </w:t>
      </w:r>
      <w:r>
        <w:rPr>
          <w:rtl/>
        </w:rPr>
        <w:t xml:space="preserve">آيه </w:t>
      </w:r>
      <w:r>
        <w:rPr>
          <w:rtl/>
          <w:lang w:bidi="fa-IR"/>
        </w:rPr>
        <w:t>۱۶۰.</w:t>
      </w:r>
    </w:p>
    <w:p w:rsidR="00A679DB" w:rsidRDefault="00A679DB" w:rsidP="00ED74AF">
      <w:pPr>
        <w:pStyle w:val="libFootnote0"/>
        <w:rPr>
          <w:rtl/>
        </w:rPr>
      </w:pPr>
      <w:r>
        <w:rPr>
          <w:rtl/>
          <w:lang w:bidi="fa-IR"/>
        </w:rPr>
        <w:t xml:space="preserve">۶۴- </w:t>
      </w:r>
      <w:r>
        <w:rPr>
          <w:rtl/>
        </w:rPr>
        <w:t>ترجمه : بر قبر حسين عليه‌السلام گذر كن و به استخوانهاى پاك او بگو.</w:t>
      </w:r>
    </w:p>
    <w:p w:rsidR="00A679DB" w:rsidRDefault="00A679DB" w:rsidP="00ED74AF">
      <w:pPr>
        <w:pStyle w:val="libFootnote0"/>
        <w:rPr>
          <w:rtl/>
        </w:rPr>
      </w:pPr>
      <w:r>
        <w:rPr>
          <w:rtl/>
          <w:lang w:bidi="fa-IR"/>
        </w:rPr>
        <w:t xml:space="preserve">۶۵- </w:t>
      </w:r>
      <w:r>
        <w:rPr>
          <w:rtl/>
        </w:rPr>
        <w:t>من ذا الذى يقرض الله قرضا حسنا فيضاعفه اضعافا كثيره . سوره حديد (</w:t>
      </w:r>
      <w:r>
        <w:rPr>
          <w:rtl/>
          <w:lang w:bidi="fa-IR"/>
        </w:rPr>
        <w:t xml:space="preserve">۵۷). </w:t>
      </w:r>
      <w:r>
        <w:rPr>
          <w:rtl/>
        </w:rPr>
        <w:t xml:space="preserve">آيه </w:t>
      </w:r>
      <w:r>
        <w:rPr>
          <w:rtl/>
          <w:lang w:bidi="fa-IR"/>
        </w:rPr>
        <w:t>۱۱.</w:t>
      </w:r>
    </w:p>
    <w:p w:rsidR="00A679DB" w:rsidRDefault="00A679DB" w:rsidP="00ED74AF">
      <w:pPr>
        <w:pStyle w:val="libFootnote0"/>
        <w:rPr>
          <w:rtl/>
        </w:rPr>
      </w:pPr>
      <w:r>
        <w:rPr>
          <w:rtl/>
          <w:lang w:bidi="fa-IR"/>
        </w:rPr>
        <w:t xml:space="preserve">۶۶- </w:t>
      </w:r>
      <w:r>
        <w:rPr>
          <w:rtl/>
        </w:rPr>
        <w:t>يعنى در يك نماز دو ركعتى در ركعت اول يكى از اين دو سوره و در ركعت دوم سوره ديگر را بخواند.</w:t>
      </w:r>
    </w:p>
    <w:p w:rsidR="00A679DB" w:rsidRDefault="00A679DB" w:rsidP="00ED74AF">
      <w:pPr>
        <w:pStyle w:val="libFootnote0"/>
        <w:rPr>
          <w:rtl/>
        </w:rPr>
      </w:pPr>
      <w:r>
        <w:rPr>
          <w:rtl/>
          <w:lang w:bidi="fa-IR"/>
        </w:rPr>
        <w:t xml:space="preserve">۶۷- </w:t>
      </w:r>
      <w:r>
        <w:rPr>
          <w:rtl/>
        </w:rPr>
        <w:t>اخبارى كه مربوط به ثواب سوره هاى قرآن است بخاطر وجود اشخاصى كه در سند آنها وجود دارد و در روايات اين افراد را ملعون و دروغگو دانسته اند. اطمينانى به صدور اين روايات از ائمه نيست .</w:t>
      </w:r>
    </w:p>
    <w:p w:rsidR="00A679DB" w:rsidRDefault="00A679DB" w:rsidP="00ED74AF">
      <w:pPr>
        <w:pStyle w:val="libFootnote0"/>
        <w:rPr>
          <w:rtl/>
        </w:rPr>
      </w:pPr>
      <w:r>
        <w:rPr>
          <w:rtl/>
          <w:lang w:bidi="fa-IR"/>
        </w:rPr>
        <w:t xml:space="preserve">۶۸- </w:t>
      </w:r>
      <w:r>
        <w:rPr>
          <w:rtl/>
        </w:rPr>
        <w:t>سوره كهف (</w:t>
      </w:r>
      <w:r>
        <w:rPr>
          <w:rtl/>
          <w:lang w:bidi="fa-IR"/>
        </w:rPr>
        <w:t xml:space="preserve">۱۸): </w:t>
      </w:r>
      <w:r>
        <w:rPr>
          <w:rtl/>
        </w:rPr>
        <w:t xml:space="preserve">آيه </w:t>
      </w:r>
      <w:r>
        <w:rPr>
          <w:rtl/>
          <w:lang w:bidi="fa-IR"/>
        </w:rPr>
        <w:t>۱۱۰.</w:t>
      </w:r>
    </w:p>
    <w:p w:rsidR="00A679DB" w:rsidRDefault="00A679DB" w:rsidP="00ED74AF">
      <w:pPr>
        <w:pStyle w:val="libFootnote0"/>
        <w:rPr>
          <w:rtl/>
        </w:rPr>
      </w:pPr>
      <w:r>
        <w:rPr>
          <w:rtl/>
          <w:lang w:bidi="fa-IR"/>
        </w:rPr>
        <w:t xml:space="preserve">۶۹- </w:t>
      </w:r>
      <w:r>
        <w:rPr>
          <w:rtl/>
        </w:rPr>
        <w:t>اخبارى كه مربوط به ثواب سوره هاى قرآن است . بخاطر وجود اشخاصى كه در سند آنها وجود دارد و در روايات اين افراد را ملعون و دروغگو دانسته اند، اطمينانى به صدور اين روايات از ائمه نيست .</w:t>
      </w:r>
    </w:p>
    <w:p w:rsidR="00A679DB" w:rsidRDefault="00A679DB" w:rsidP="00ED74AF">
      <w:pPr>
        <w:pStyle w:val="libFootnote0"/>
        <w:rPr>
          <w:rtl/>
        </w:rPr>
      </w:pPr>
      <w:r>
        <w:rPr>
          <w:rtl/>
          <w:lang w:bidi="fa-IR"/>
        </w:rPr>
        <w:t xml:space="preserve">۷۰- </w:t>
      </w:r>
      <w:r>
        <w:rPr>
          <w:rtl/>
        </w:rPr>
        <w:t>از روى تعجب سبحان الله مى گويند.</w:t>
      </w:r>
    </w:p>
    <w:p w:rsidR="00A679DB" w:rsidRDefault="00A679DB" w:rsidP="00ED74AF">
      <w:pPr>
        <w:pStyle w:val="libFootnote0"/>
        <w:rPr>
          <w:rtl/>
        </w:rPr>
      </w:pPr>
      <w:r>
        <w:rPr>
          <w:rtl/>
          <w:lang w:bidi="fa-IR"/>
        </w:rPr>
        <w:lastRenderedPageBreak/>
        <w:t xml:space="preserve">۷۱- </w:t>
      </w:r>
      <w:r>
        <w:rPr>
          <w:rtl/>
        </w:rPr>
        <w:t>اين سوره ها عبارتند از: غافر، فصلت ، شورى ، زخرف ، دخان ، جاثيه و احقاف .</w:t>
      </w:r>
    </w:p>
    <w:p w:rsidR="00A679DB" w:rsidRDefault="00A679DB" w:rsidP="00ED74AF">
      <w:pPr>
        <w:pStyle w:val="libFootnote0"/>
        <w:rPr>
          <w:rtl/>
        </w:rPr>
      </w:pPr>
      <w:r>
        <w:rPr>
          <w:rtl/>
          <w:lang w:bidi="fa-IR"/>
        </w:rPr>
        <w:t xml:space="preserve">۷۲- </w:t>
      </w:r>
      <w:r>
        <w:rPr>
          <w:rtl/>
        </w:rPr>
        <w:t>ترجمه : هيچ يك از نعمتهايت را انكار نمى كنم .</w:t>
      </w:r>
    </w:p>
    <w:p w:rsidR="00A679DB" w:rsidRDefault="00A679DB" w:rsidP="00ED74AF">
      <w:pPr>
        <w:pStyle w:val="libFootnote0"/>
        <w:rPr>
          <w:rtl/>
        </w:rPr>
      </w:pPr>
      <w:r>
        <w:rPr>
          <w:rtl/>
          <w:lang w:bidi="fa-IR"/>
        </w:rPr>
        <w:t xml:space="preserve">۷۳- </w:t>
      </w:r>
      <w:r>
        <w:rPr>
          <w:rtl/>
        </w:rPr>
        <w:t>مراد از مسبحات همه سوره هايى است كه با تسبيح پروردگار آغاز مى شوند، مثلا كلمه «يسبح» يا «سبح» در اول آن آمده است .</w:t>
      </w:r>
    </w:p>
    <w:p w:rsidR="00A679DB" w:rsidRDefault="00A679DB" w:rsidP="00ED74AF">
      <w:pPr>
        <w:pStyle w:val="libFootnote0"/>
        <w:rPr>
          <w:rtl/>
        </w:rPr>
      </w:pPr>
      <w:r>
        <w:rPr>
          <w:rtl/>
          <w:lang w:bidi="fa-IR"/>
        </w:rPr>
        <w:t xml:space="preserve">۷۴- </w:t>
      </w:r>
      <w:r>
        <w:rPr>
          <w:rtl/>
        </w:rPr>
        <w:t xml:space="preserve">ان تجتتبوا كبائر ما تنهون عنه نكفر عنكم سيئاتكم . سوره نساء (. آيه </w:t>
      </w:r>
      <w:r>
        <w:rPr>
          <w:rtl/>
          <w:lang w:bidi="fa-IR"/>
        </w:rPr>
        <w:t>۳۱.</w:t>
      </w:r>
    </w:p>
    <w:p w:rsidR="00A679DB" w:rsidRDefault="00A679DB" w:rsidP="00ED74AF">
      <w:pPr>
        <w:pStyle w:val="libFootnote0"/>
        <w:rPr>
          <w:rtl/>
        </w:rPr>
      </w:pPr>
      <w:r>
        <w:rPr>
          <w:rtl/>
          <w:lang w:bidi="fa-IR"/>
        </w:rPr>
        <w:t xml:space="preserve">۷۵- </w:t>
      </w:r>
      <w:r>
        <w:rPr>
          <w:rtl/>
        </w:rPr>
        <w:t xml:space="preserve">ان تجتتبوا كبائر ما تنهون عنه نكفر عنكم سيئاتكم . سوره نساء (. آيه </w:t>
      </w:r>
      <w:r>
        <w:rPr>
          <w:rtl/>
          <w:lang w:bidi="fa-IR"/>
        </w:rPr>
        <w:t>۳۱.</w:t>
      </w:r>
    </w:p>
    <w:p w:rsidR="00A679DB" w:rsidRDefault="00A679DB" w:rsidP="00ED74AF">
      <w:pPr>
        <w:pStyle w:val="libFootnote0"/>
        <w:rPr>
          <w:rtl/>
        </w:rPr>
      </w:pPr>
      <w:r>
        <w:rPr>
          <w:rtl/>
          <w:lang w:bidi="fa-IR"/>
        </w:rPr>
        <w:t>۷۶- (</w:t>
      </w:r>
      <w:r>
        <w:rPr>
          <w:rtl/>
        </w:rPr>
        <w:t>ان الحسنات يذهبن السيئات ذلك ذكرى للذاكرين). سوره هود (</w:t>
      </w:r>
      <w:r>
        <w:rPr>
          <w:rtl/>
          <w:lang w:bidi="fa-IR"/>
        </w:rPr>
        <w:t xml:space="preserve">۱۱): </w:t>
      </w:r>
      <w:r>
        <w:rPr>
          <w:rtl/>
        </w:rPr>
        <w:t xml:space="preserve">آيه </w:t>
      </w:r>
      <w:r>
        <w:rPr>
          <w:rtl/>
          <w:lang w:bidi="fa-IR"/>
        </w:rPr>
        <w:t>۱.</w:t>
      </w:r>
    </w:p>
    <w:p w:rsidR="00A679DB" w:rsidRDefault="00A679DB" w:rsidP="00ED74AF">
      <w:pPr>
        <w:pStyle w:val="libFootnote0"/>
        <w:rPr>
          <w:rtl/>
        </w:rPr>
      </w:pPr>
      <w:r>
        <w:rPr>
          <w:rtl/>
          <w:lang w:bidi="fa-IR"/>
        </w:rPr>
        <w:t>۷۷- (</w:t>
      </w:r>
      <w:r>
        <w:rPr>
          <w:rtl/>
        </w:rPr>
        <w:t>او اطعام فى يوم ذى مسغبه يتيما ذامقربه او مسكينا ذامتربه). سوره بلد (</w:t>
      </w:r>
      <w:r>
        <w:rPr>
          <w:rtl/>
          <w:lang w:bidi="fa-IR"/>
        </w:rPr>
        <w:t xml:space="preserve">۹۰): </w:t>
      </w:r>
      <w:r>
        <w:rPr>
          <w:rtl/>
        </w:rPr>
        <w:t>آيه .</w:t>
      </w:r>
    </w:p>
    <w:p w:rsidR="00A679DB" w:rsidRDefault="00A679DB" w:rsidP="00ED74AF">
      <w:pPr>
        <w:pStyle w:val="libFootnote0"/>
        <w:rPr>
          <w:rtl/>
        </w:rPr>
      </w:pPr>
      <w:r>
        <w:rPr>
          <w:rtl/>
          <w:lang w:bidi="fa-IR"/>
        </w:rPr>
        <w:t xml:space="preserve">۷۸- </w:t>
      </w:r>
      <w:r>
        <w:rPr>
          <w:rtl/>
        </w:rPr>
        <w:t>مرگ بد مثل زير آوار ماندن ، تصادف و... است .</w:t>
      </w:r>
    </w:p>
    <w:p w:rsidR="00A679DB" w:rsidRDefault="00A679DB" w:rsidP="00ED74AF">
      <w:pPr>
        <w:pStyle w:val="libFootnote0"/>
        <w:rPr>
          <w:rtl/>
        </w:rPr>
      </w:pPr>
      <w:r>
        <w:rPr>
          <w:rtl/>
          <w:lang w:bidi="fa-IR"/>
        </w:rPr>
        <w:t>۷۹- (</w:t>
      </w:r>
      <w:r>
        <w:rPr>
          <w:rtl/>
        </w:rPr>
        <w:t>الم يعلموا ان الله هو يقبل التوبه عن عباده و ياخذ الصدقات . و ان الله هو التواب الرحيم) سوره توبه (</w:t>
      </w:r>
      <w:r>
        <w:rPr>
          <w:rtl/>
          <w:lang w:bidi="fa-IR"/>
        </w:rPr>
        <w:t xml:space="preserve">۹): </w:t>
      </w:r>
      <w:r>
        <w:rPr>
          <w:rtl/>
        </w:rPr>
        <w:t xml:space="preserve">آيه </w:t>
      </w:r>
      <w:r>
        <w:rPr>
          <w:rtl/>
          <w:lang w:bidi="fa-IR"/>
        </w:rPr>
        <w:t>۱.</w:t>
      </w:r>
    </w:p>
    <w:p w:rsidR="00A679DB" w:rsidRDefault="00A679DB" w:rsidP="00ED74AF">
      <w:pPr>
        <w:pStyle w:val="libFootnote0"/>
        <w:rPr>
          <w:rtl/>
        </w:rPr>
      </w:pPr>
      <w:r>
        <w:rPr>
          <w:rtl/>
          <w:lang w:bidi="fa-IR"/>
        </w:rPr>
        <w:t xml:space="preserve">۸۰- </w:t>
      </w:r>
      <w:r>
        <w:rPr>
          <w:rtl/>
        </w:rPr>
        <w:t>و يوثرون على انفسهم و لو كان بهم خصاصه). سوره حشر (</w:t>
      </w:r>
      <w:r>
        <w:rPr>
          <w:rtl/>
          <w:lang w:bidi="fa-IR"/>
        </w:rPr>
        <w:t xml:space="preserve">۵۹): </w:t>
      </w:r>
      <w:r>
        <w:rPr>
          <w:rtl/>
        </w:rPr>
        <w:t xml:space="preserve">آيه </w:t>
      </w:r>
      <w:r>
        <w:rPr>
          <w:rtl/>
          <w:lang w:bidi="fa-IR"/>
        </w:rPr>
        <w:t>۹</w:t>
      </w:r>
    </w:p>
    <w:p w:rsidR="00A679DB" w:rsidRDefault="00A679DB" w:rsidP="00ED74AF">
      <w:pPr>
        <w:pStyle w:val="libFootnote0"/>
        <w:rPr>
          <w:rtl/>
        </w:rPr>
      </w:pPr>
      <w:r>
        <w:rPr>
          <w:rtl/>
          <w:lang w:bidi="fa-IR"/>
        </w:rPr>
        <w:t xml:space="preserve">۸۱- </w:t>
      </w:r>
      <w:r>
        <w:rPr>
          <w:rtl/>
        </w:rPr>
        <w:t>و ما يلفظ من قول الا و لديه رقيب عتيد). سوره ق (</w:t>
      </w:r>
      <w:r>
        <w:rPr>
          <w:rtl/>
          <w:lang w:bidi="fa-IR"/>
        </w:rPr>
        <w:t xml:space="preserve">۵۰): </w:t>
      </w:r>
      <w:r>
        <w:rPr>
          <w:rtl/>
        </w:rPr>
        <w:t xml:space="preserve">آيه </w:t>
      </w:r>
      <w:r>
        <w:rPr>
          <w:rtl/>
          <w:lang w:bidi="fa-IR"/>
        </w:rPr>
        <w:t>۱۸.</w:t>
      </w:r>
    </w:p>
    <w:p w:rsidR="00A679DB" w:rsidRDefault="00A679DB" w:rsidP="00ED74AF">
      <w:pPr>
        <w:pStyle w:val="libFootnote0"/>
        <w:rPr>
          <w:rtl/>
        </w:rPr>
      </w:pPr>
      <w:r>
        <w:rPr>
          <w:rtl/>
          <w:lang w:bidi="fa-IR"/>
        </w:rPr>
        <w:t xml:space="preserve">۸۲- </w:t>
      </w:r>
      <w:r>
        <w:rPr>
          <w:rtl/>
        </w:rPr>
        <w:t xml:space="preserve">ترجمه : همانا خداوند آسمانها و زمين را از نابودى حفظ نمايد. همانا كه او بسيار بردبار و آمرزنده است . سوره فاطر: آيه </w:t>
      </w:r>
      <w:r>
        <w:rPr>
          <w:rtl/>
          <w:lang w:bidi="fa-IR"/>
        </w:rPr>
        <w:t>۱</w:t>
      </w:r>
    </w:p>
    <w:p w:rsidR="00A679DB" w:rsidRDefault="00A679DB" w:rsidP="00ED74AF">
      <w:pPr>
        <w:pStyle w:val="libFootnote0"/>
        <w:rPr>
          <w:rtl/>
        </w:rPr>
      </w:pPr>
      <w:r>
        <w:rPr>
          <w:rtl/>
          <w:lang w:bidi="fa-IR"/>
        </w:rPr>
        <w:t xml:space="preserve">۸۳- </w:t>
      </w:r>
      <w:r>
        <w:rPr>
          <w:rtl/>
        </w:rPr>
        <w:t>ترجمه : خدايا! به روى آوردن روز و پشت كردن شبت ، حضور نمازها و دعا كنندگانت ، از تو مى خواهم كه مرا ببخشى . كه همانا فقط تو بسيار بخشنده و مهربانى .</w:t>
      </w:r>
    </w:p>
    <w:p w:rsidR="00A679DB" w:rsidRDefault="00A679DB" w:rsidP="00ED74AF">
      <w:pPr>
        <w:pStyle w:val="libFootnote0"/>
        <w:rPr>
          <w:rtl/>
        </w:rPr>
      </w:pPr>
      <w:r>
        <w:rPr>
          <w:rtl/>
          <w:lang w:bidi="fa-IR"/>
        </w:rPr>
        <w:t xml:space="preserve">۸۴- </w:t>
      </w:r>
      <w:r>
        <w:rPr>
          <w:rtl/>
        </w:rPr>
        <w:t>ترجمه : همه ثناها مخصوص خداوندى است كه پيروز و غالب است . همه ثناها مخصوص خداوندى است كه دانا به نهان و آشكار همه چيز است . همه ثناها مخصوص خداوندى است كه مالك و تواناست . همه ثناها مخصوص خداوندى است كه مردگان را زنده نموده و زندگان را مى ميراند. و او بر هر چيزى تواناست .</w:t>
      </w:r>
    </w:p>
    <w:p w:rsidR="00A679DB" w:rsidRDefault="00A679DB" w:rsidP="00ED74AF">
      <w:pPr>
        <w:pStyle w:val="libFootnote0"/>
        <w:rPr>
          <w:rtl/>
        </w:rPr>
      </w:pPr>
      <w:r>
        <w:rPr>
          <w:rtl/>
          <w:lang w:bidi="fa-IR"/>
        </w:rPr>
        <w:t xml:space="preserve">۸۵- </w:t>
      </w:r>
      <w:r>
        <w:rPr>
          <w:rtl/>
        </w:rPr>
        <w:t>نه گناهانى كه مربوط به حق الناس است و حق مردم در بين است .</w:t>
      </w:r>
    </w:p>
    <w:p w:rsidR="00A679DB" w:rsidRDefault="00A679DB" w:rsidP="00ED74AF">
      <w:pPr>
        <w:pStyle w:val="libFootnote0"/>
        <w:rPr>
          <w:rtl/>
        </w:rPr>
      </w:pPr>
      <w:r>
        <w:rPr>
          <w:rtl/>
          <w:lang w:bidi="fa-IR"/>
        </w:rPr>
        <w:t xml:space="preserve">۸۶- </w:t>
      </w:r>
      <w:r>
        <w:rPr>
          <w:rtl/>
        </w:rPr>
        <w:t>ترجمه : همانا خداوند و فرشتگانش بر پيامبر صلوات مى فرستند. پس اى كسانى كه ايمان آورده ايد بر او صلوات فرستاده و بر او زياد سلام كنيد؛ سلامى نيكو. خداوندا! بر محمد پيامبر و دودمان او صلوات فرست .</w:t>
      </w:r>
    </w:p>
    <w:p w:rsidR="00A679DB" w:rsidRDefault="00A679DB" w:rsidP="00ED74AF">
      <w:pPr>
        <w:pStyle w:val="libFootnote0"/>
        <w:rPr>
          <w:rtl/>
        </w:rPr>
      </w:pPr>
      <w:r>
        <w:rPr>
          <w:rtl/>
          <w:lang w:bidi="fa-IR"/>
        </w:rPr>
        <w:t xml:space="preserve">۸۷- </w:t>
      </w:r>
      <w:r>
        <w:rPr>
          <w:rtl/>
        </w:rPr>
        <w:t xml:space="preserve">ترجمه : خدايا بر محمد و آل محمد در «اولين» صلوات فرست . و بر محمد و آل محمد در آخرين صلوات فرست . و در ميان فرشتگان بر محمد و ال محمد صلوات فرست و در ميان رسولان بر محمد و آل محمد صلوات فرست و خدايا به محمد، وسيله ، شرف ، برترى ، و درجه </w:t>
      </w:r>
      <w:r>
        <w:rPr>
          <w:rtl/>
        </w:rPr>
        <w:lastRenderedPageBreak/>
        <w:t>بالا عطا بفرما. خدايا همانا بدون آن كه محمد را ببينيم به او ايمان آوردم . پس در روز قيامت مرا از ديدن او محروم نگردان ، همراهى با او را نصيبم گردان ، مرا بر دين او بميران و از حوض او شربتى گوارا و خوشمزه نصيبم ساز كه سيراب شده و پس از آن هيچ گاه تشنه نشوم . همانا تو بر هر چيز توانايى . خدايا! بدون آن كه محمد را ببينم به او ايمان آوردم . پس روى او را در بهشتها به من بنمايان . خدايا از جانب من به روح محمد درود و سلام فراوان برسان .</w:t>
      </w:r>
    </w:p>
    <w:p w:rsidR="00A679DB" w:rsidRDefault="00A679DB" w:rsidP="00ED74AF">
      <w:pPr>
        <w:pStyle w:val="libFootnote0"/>
        <w:rPr>
          <w:rtl/>
        </w:rPr>
      </w:pPr>
      <w:r>
        <w:rPr>
          <w:rtl/>
          <w:lang w:bidi="fa-IR"/>
        </w:rPr>
        <w:t xml:space="preserve">۸۸- </w:t>
      </w:r>
      <w:r>
        <w:rPr>
          <w:rtl/>
        </w:rPr>
        <w:t>ترجمه : خدايا! بر محمد و آل محمد، كه اوصياى (پيامبرت بوده و) مورد رضايت تو هستند، بهترين رحمتهاى خود را فرو فرست و برترين بركتهاى خود را بر آنان فرو ريز. سلام و رحمت خدا و بركات او بر پيامبر و آل او و بر روحها و بدنهايشان .</w:t>
      </w:r>
    </w:p>
    <w:p w:rsidR="00A679DB" w:rsidRDefault="00A679DB" w:rsidP="00ED74AF">
      <w:pPr>
        <w:pStyle w:val="libFootnote0"/>
        <w:rPr>
          <w:rtl/>
        </w:rPr>
      </w:pPr>
      <w:r>
        <w:rPr>
          <w:rtl/>
          <w:lang w:bidi="fa-IR"/>
        </w:rPr>
        <w:t xml:space="preserve">۸۹- </w:t>
      </w:r>
      <w:r>
        <w:rPr>
          <w:rtl/>
        </w:rPr>
        <w:t>ترجمه : خدايا بر محمد و اهل بيت او درود فرست .</w:t>
      </w:r>
    </w:p>
    <w:p w:rsidR="00A679DB" w:rsidRDefault="00A679DB" w:rsidP="00ED74AF">
      <w:pPr>
        <w:pStyle w:val="libFootnote0"/>
        <w:rPr>
          <w:rtl/>
        </w:rPr>
      </w:pPr>
      <w:r>
        <w:rPr>
          <w:rtl/>
          <w:lang w:bidi="fa-IR"/>
        </w:rPr>
        <w:t xml:space="preserve">۹۰- </w:t>
      </w:r>
      <w:r>
        <w:rPr>
          <w:rtl/>
        </w:rPr>
        <w:t>ترجمه : خداى بزرگ را منزه مى دانم و به ثناى او مشغولم و هيچ توان و نيرويى جز با يارى خداى بلند مرتبه بزرگ ، نيست .</w:t>
      </w:r>
    </w:p>
    <w:p w:rsidR="00A679DB" w:rsidRDefault="00A679DB" w:rsidP="00ED74AF">
      <w:pPr>
        <w:pStyle w:val="libFootnote0"/>
        <w:rPr>
          <w:rtl/>
        </w:rPr>
      </w:pPr>
      <w:r>
        <w:rPr>
          <w:rtl/>
          <w:lang w:bidi="fa-IR"/>
        </w:rPr>
        <w:t xml:space="preserve">۹۱- </w:t>
      </w:r>
      <w:r>
        <w:rPr>
          <w:rtl/>
        </w:rPr>
        <w:t>ترجمه : خدايا! مرا از جانب خود راهنمايى نما و از فضلت بهره مند ساز، از رحمت خود بر من فرو ريز و از بركات خود بر من نازل فرما.</w:t>
      </w:r>
    </w:p>
    <w:p w:rsidR="00A679DB" w:rsidRDefault="00A679DB" w:rsidP="00ED74AF">
      <w:pPr>
        <w:pStyle w:val="libFootnote0"/>
        <w:rPr>
          <w:rtl/>
        </w:rPr>
      </w:pPr>
      <w:r>
        <w:rPr>
          <w:rtl/>
          <w:lang w:bidi="fa-IR"/>
        </w:rPr>
        <w:t xml:space="preserve">۹۲- </w:t>
      </w:r>
      <w:r>
        <w:rPr>
          <w:rtl/>
        </w:rPr>
        <w:t>ترجمه : خدايا مردان و زنان مومن و مسلمان را بيامرز.</w:t>
      </w:r>
    </w:p>
    <w:p w:rsidR="00A679DB" w:rsidRDefault="00A679DB" w:rsidP="00ED74AF">
      <w:pPr>
        <w:pStyle w:val="libFootnote0"/>
        <w:rPr>
          <w:rtl/>
        </w:rPr>
      </w:pPr>
      <w:r>
        <w:rPr>
          <w:rtl/>
          <w:lang w:bidi="fa-IR"/>
        </w:rPr>
        <w:t xml:space="preserve">۹۳- </w:t>
      </w:r>
      <w:r>
        <w:rPr>
          <w:rtl/>
        </w:rPr>
        <w:t>هيچ توان و نيرويى جز با يارى خداوند بلند مرتبه بزرگ نيست .</w:t>
      </w:r>
    </w:p>
    <w:p w:rsidR="00A679DB" w:rsidRDefault="00A679DB" w:rsidP="00ED74AF">
      <w:pPr>
        <w:pStyle w:val="libFootnote0"/>
        <w:rPr>
          <w:rtl/>
        </w:rPr>
      </w:pPr>
      <w:r>
        <w:rPr>
          <w:rtl/>
          <w:lang w:bidi="fa-IR"/>
        </w:rPr>
        <w:t xml:space="preserve">۹۴- </w:t>
      </w:r>
      <w:r>
        <w:rPr>
          <w:rtl/>
        </w:rPr>
        <w:t>هيچ توان و نيرويى جز با يارى خداوند نيست .</w:t>
      </w:r>
    </w:p>
    <w:p w:rsidR="00A679DB" w:rsidRDefault="00A679DB" w:rsidP="00ED74AF">
      <w:pPr>
        <w:pStyle w:val="libFootnote0"/>
        <w:rPr>
          <w:rtl/>
        </w:rPr>
      </w:pPr>
      <w:r>
        <w:rPr>
          <w:rtl/>
          <w:lang w:bidi="fa-IR"/>
        </w:rPr>
        <w:t xml:space="preserve">۹۵- </w:t>
      </w:r>
      <w:r>
        <w:rPr>
          <w:rtl/>
        </w:rPr>
        <w:t>ترجمه : به نام خدا.</w:t>
      </w:r>
    </w:p>
    <w:p w:rsidR="00A679DB" w:rsidRDefault="00A679DB" w:rsidP="00ED74AF">
      <w:pPr>
        <w:pStyle w:val="libFootnote0"/>
        <w:rPr>
          <w:rtl/>
        </w:rPr>
      </w:pPr>
      <w:r>
        <w:rPr>
          <w:rtl/>
          <w:lang w:bidi="fa-IR"/>
        </w:rPr>
        <w:t xml:space="preserve">۹۶- </w:t>
      </w:r>
      <w:r>
        <w:rPr>
          <w:rtl/>
        </w:rPr>
        <w:t>ترجمه : هيچ توان و نيرويى جز با يارى خداوند نيست .</w:t>
      </w:r>
    </w:p>
    <w:p w:rsidR="00A679DB" w:rsidRDefault="00A679DB" w:rsidP="00ED74AF">
      <w:pPr>
        <w:pStyle w:val="libFootnote0"/>
        <w:rPr>
          <w:rtl/>
        </w:rPr>
      </w:pPr>
      <w:r>
        <w:rPr>
          <w:rtl/>
          <w:lang w:bidi="fa-IR"/>
        </w:rPr>
        <w:t xml:space="preserve">۹۷- </w:t>
      </w:r>
      <w:r>
        <w:rPr>
          <w:rtl/>
        </w:rPr>
        <w:t>ترجمه : بر خداوند توكل كردم .</w:t>
      </w:r>
    </w:p>
    <w:p w:rsidR="00A679DB" w:rsidRDefault="00A679DB" w:rsidP="00ED74AF">
      <w:pPr>
        <w:pStyle w:val="libFootnote0"/>
        <w:rPr>
          <w:rtl/>
        </w:rPr>
      </w:pPr>
      <w:r>
        <w:rPr>
          <w:rtl/>
          <w:lang w:bidi="fa-IR"/>
        </w:rPr>
        <w:t xml:space="preserve">۹۸- </w:t>
      </w:r>
      <w:r>
        <w:rPr>
          <w:rtl/>
        </w:rPr>
        <w:t>ترجمه : خداوند بزرگتر از آن است كه توصيف شود.</w:t>
      </w:r>
    </w:p>
    <w:p w:rsidR="00A679DB" w:rsidRDefault="00A679DB" w:rsidP="00ED74AF">
      <w:pPr>
        <w:pStyle w:val="libFootnote0"/>
        <w:rPr>
          <w:rtl/>
        </w:rPr>
      </w:pPr>
      <w:r>
        <w:rPr>
          <w:rtl/>
          <w:lang w:bidi="fa-IR"/>
        </w:rPr>
        <w:t>۹۹- (</w:t>
      </w:r>
      <w:r>
        <w:rPr>
          <w:rtl/>
        </w:rPr>
        <w:t>و ما كان الله ليعذبهم و انت فيهم و ما كان الله معذبهم و هم يستغفرون). سوره انفال (</w:t>
      </w:r>
      <w:r>
        <w:rPr>
          <w:rtl/>
          <w:lang w:bidi="fa-IR"/>
        </w:rPr>
        <w:t xml:space="preserve">۸): </w:t>
      </w:r>
      <w:r>
        <w:rPr>
          <w:rtl/>
        </w:rPr>
        <w:t xml:space="preserve">آيه </w:t>
      </w:r>
      <w:r>
        <w:rPr>
          <w:rtl/>
          <w:lang w:bidi="fa-IR"/>
        </w:rPr>
        <w:t>۳۳.</w:t>
      </w:r>
    </w:p>
    <w:p w:rsidR="00A679DB" w:rsidRDefault="00A679DB" w:rsidP="00ED74AF">
      <w:pPr>
        <w:pStyle w:val="libFootnote0"/>
        <w:rPr>
          <w:rtl/>
        </w:rPr>
      </w:pPr>
      <w:r>
        <w:rPr>
          <w:rtl/>
          <w:lang w:bidi="fa-IR"/>
        </w:rPr>
        <w:t xml:space="preserve">۱۰۰- </w:t>
      </w:r>
      <w:r>
        <w:rPr>
          <w:rtl/>
        </w:rPr>
        <w:t>ترجمه : از خداوند آمرزش مى خواهم .</w:t>
      </w:r>
    </w:p>
    <w:p w:rsidR="00A679DB" w:rsidRDefault="00A679DB" w:rsidP="00ED74AF">
      <w:pPr>
        <w:pStyle w:val="libFootnote0"/>
        <w:rPr>
          <w:rtl/>
        </w:rPr>
      </w:pPr>
      <w:r>
        <w:rPr>
          <w:rtl/>
          <w:lang w:bidi="fa-IR"/>
        </w:rPr>
        <w:t xml:space="preserve">۱۰۱- </w:t>
      </w:r>
      <w:r>
        <w:rPr>
          <w:rtl/>
        </w:rPr>
        <w:t>ترجمه : از خداوندى كه هيچ خدايى جز او نيست ، بخشنده و مهربان است ، زنده و قيوم (ازلى و قائم به ذات خويش) است ، آمرزش ‍ مى طلبم و به درگاه او توبه مى كنم .</w:t>
      </w:r>
    </w:p>
    <w:p w:rsidR="00A679DB" w:rsidRDefault="00A679DB" w:rsidP="00ED74AF">
      <w:pPr>
        <w:pStyle w:val="libFootnote0"/>
        <w:rPr>
          <w:rtl/>
        </w:rPr>
      </w:pPr>
      <w:r>
        <w:rPr>
          <w:rtl/>
          <w:lang w:bidi="fa-IR"/>
        </w:rPr>
        <w:t xml:space="preserve">۱۰۲- </w:t>
      </w:r>
      <w:r>
        <w:rPr>
          <w:rtl/>
        </w:rPr>
        <w:t>ترجمه : خدايا مردان و زنان مومن و مسلمان را بيامرز.</w:t>
      </w:r>
    </w:p>
    <w:p w:rsidR="00A679DB" w:rsidRDefault="00A679DB" w:rsidP="00ED74AF">
      <w:pPr>
        <w:pStyle w:val="libFootnote0"/>
        <w:rPr>
          <w:rtl/>
        </w:rPr>
      </w:pPr>
      <w:r>
        <w:rPr>
          <w:rtl/>
          <w:lang w:bidi="fa-IR"/>
        </w:rPr>
        <w:t xml:space="preserve">۱۰۳- </w:t>
      </w:r>
      <w:r>
        <w:rPr>
          <w:rtl/>
        </w:rPr>
        <w:t>هيچ توان و نيرويى جز با يارى خداوند بلند مرتبه بزرگ نيست .</w:t>
      </w:r>
    </w:p>
    <w:p w:rsidR="00A679DB" w:rsidRDefault="00A679DB" w:rsidP="00ED74AF">
      <w:pPr>
        <w:pStyle w:val="libFootnote0"/>
        <w:rPr>
          <w:rtl/>
        </w:rPr>
      </w:pPr>
      <w:r>
        <w:rPr>
          <w:rtl/>
          <w:lang w:bidi="fa-IR"/>
        </w:rPr>
        <w:t xml:space="preserve">۱۰۴- </w:t>
      </w:r>
      <w:r>
        <w:rPr>
          <w:rtl/>
        </w:rPr>
        <w:t>ترجمه : از خداوند آمرزش خواسته و بسوى او باز مى گردم .</w:t>
      </w:r>
    </w:p>
    <w:p w:rsidR="00A679DB" w:rsidRDefault="00A679DB" w:rsidP="00ED74AF">
      <w:pPr>
        <w:pStyle w:val="libFootnote0"/>
        <w:rPr>
          <w:rtl/>
        </w:rPr>
      </w:pPr>
      <w:r>
        <w:rPr>
          <w:rtl/>
          <w:lang w:bidi="fa-IR"/>
        </w:rPr>
        <w:lastRenderedPageBreak/>
        <w:t xml:space="preserve">۱۰۵- </w:t>
      </w:r>
      <w:r>
        <w:rPr>
          <w:rtl/>
        </w:rPr>
        <w:t>ترجمه : خدا را در شام و صبح تسبيح گوييد و ستايش كنيد. و تمامى ستايشها در آسمانها و زمين و شب و روز مخصوص اوست . سوره رم (</w:t>
      </w:r>
      <w:r>
        <w:rPr>
          <w:rtl/>
          <w:lang w:bidi="fa-IR"/>
        </w:rPr>
        <w:t xml:space="preserve">۳۰): </w:t>
      </w:r>
      <w:r>
        <w:rPr>
          <w:rtl/>
        </w:rPr>
        <w:t xml:space="preserve">آيه </w:t>
      </w:r>
      <w:r>
        <w:rPr>
          <w:rtl/>
          <w:lang w:bidi="fa-IR"/>
        </w:rPr>
        <w:t>۱۷</w:t>
      </w:r>
      <w:r>
        <w:rPr>
          <w:rtl/>
        </w:rPr>
        <w:t xml:space="preserve"> و </w:t>
      </w:r>
      <w:r>
        <w:rPr>
          <w:rtl/>
          <w:lang w:bidi="fa-IR"/>
        </w:rPr>
        <w:t>۱۸.</w:t>
      </w:r>
    </w:p>
    <w:p w:rsidR="00A679DB" w:rsidRDefault="00A679DB" w:rsidP="00ED74AF">
      <w:pPr>
        <w:pStyle w:val="libFootnote0"/>
        <w:rPr>
          <w:rtl/>
        </w:rPr>
      </w:pPr>
      <w:r>
        <w:rPr>
          <w:rtl/>
          <w:lang w:bidi="fa-IR"/>
        </w:rPr>
        <w:t>۱۰۶- (</w:t>
      </w:r>
      <w:r>
        <w:rPr>
          <w:rtl/>
        </w:rPr>
        <w:t>اذكرونى اذكركم). سوره بقره (</w:t>
      </w:r>
      <w:r>
        <w:rPr>
          <w:rtl/>
          <w:lang w:bidi="fa-IR"/>
        </w:rPr>
        <w:t xml:space="preserve">۲): </w:t>
      </w:r>
      <w:r>
        <w:rPr>
          <w:rtl/>
        </w:rPr>
        <w:t xml:space="preserve">آيه </w:t>
      </w:r>
      <w:r>
        <w:rPr>
          <w:rtl/>
          <w:lang w:bidi="fa-IR"/>
        </w:rPr>
        <w:t>۱۵۲.</w:t>
      </w:r>
    </w:p>
    <w:p w:rsidR="00A679DB" w:rsidRDefault="00A679DB" w:rsidP="00ED74AF">
      <w:pPr>
        <w:pStyle w:val="libFootnote0"/>
        <w:rPr>
          <w:rtl/>
        </w:rPr>
      </w:pPr>
      <w:r>
        <w:rPr>
          <w:rtl/>
          <w:lang w:bidi="fa-IR"/>
        </w:rPr>
        <w:t xml:space="preserve">۱۰۷- </w:t>
      </w:r>
      <w:r>
        <w:rPr>
          <w:rtl/>
        </w:rPr>
        <w:t>و لذكر الله اكبر. عنكبوت (</w:t>
      </w:r>
      <w:r>
        <w:rPr>
          <w:rtl/>
          <w:lang w:bidi="fa-IR"/>
        </w:rPr>
        <w:t xml:space="preserve">۲۹). </w:t>
      </w:r>
      <w:r>
        <w:rPr>
          <w:rtl/>
        </w:rPr>
        <w:t xml:space="preserve">آيه </w:t>
      </w:r>
      <w:r>
        <w:rPr>
          <w:rtl/>
          <w:lang w:bidi="fa-IR"/>
        </w:rPr>
        <w:t>۴۵.</w:t>
      </w:r>
    </w:p>
    <w:p w:rsidR="00A679DB" w:rsidRDefault="00A679DB" w:rsidP="00ED74AF">
      <w:pPr>
        <w:pStyle w:val="libFootnote0"/>
        <w:rPr>
          <w:rtl/>
        </w:rPr>
      </w:pPr>
      <w:r>
        <w:rPr>
          <w:rtl/>
          <w:lang w:bidi="fa-IR"/>
        </w:rPr>
        <w:t>۱۰۸- (</w:t>
      </w:r>
      <w:r>
        <w:rPr>
          <w:rtl/>
        </w:rPr>
        <w:t>و الله يضاعف لمن يشاء). سوره بقره (</w:t>
      </w:r>
      <w:r>
        <w:rPr>
          <w:rtl/>
          <w:lang w:bidi="fa-IR"/>
        </w:rPr>
        <w:t xml:space="preserve">۲): </w:t>
      </w:r>
      <w:r>
        <w:rPr>
          <w:rtl/>
        </w:rPr>
        <w:t xml:space="preserve">آيه </w:t>
      </w:r>
      <w:r>
        <w:rPr>
          <w:rtl/>
          <w:lang w:bidi="fa-IR"/>
        </w:rPr>
        <w:t>۲۶۱.</w:t>
      </w:r>
    </w:p>
    <w:p w:rsidR="00A679DB" w:rsidRDefault="00A679DB" w:rsidP="00ED74AF">
      <w:pPr>
        <w:pStyle w:val="libFootnote0"/>
        <w:rPr>
          <w:rtl/>
        </w:rPr>
      </w:pPr>
      <w:r>
        <w:rPr>
          <w:rtl/>
          <w:lang w:bidi="fa-IR"/>
        </w:rPr>
        <w:t xml:space="preserve">۱۰۹- </w:t>
      </w:r>
      <w:r>
        <w:rPr>
          <w:rtl/>
        </w:rPr>
        <w:t>ترجمه : از خداوندى كه جز او خدايى نيست ، زنده و قيوم (ازلى و قائم به ذات خويش) پديد آورنده آسمانها و زمين بزرگ و عزيز است ، آمرزش خواسته و از او مى خواهم مرا ببخشد.</w:t>
      </w:r>
    </w:p>
    <w:p w:rsidR="00A679DB" w:rsidRDefault="00A679DB" w:rsidP="00ED74AF">
      <w:pPr>
        <w:pStyle w:val="libFootnote0"/>
        <w:rPr>
          <w:rtl/>
        </w:rPr>
      </w:pPr>
      <w:r>
        <w:rPr>
          <w:rtl/>
          <w:lang w:bidi="fa-IR"/>
        </w:rPr>
        <w:t xml:space="preserve">۱۱۰- </w:t>
      </w:r>
      <w:r>
        <w:rPr>
          <w:rtl/>
        </w:rPr>
        <w:t>ترجمه : از خداوند آمرزش خواسته و به سوى او باز مى گردم .</w:t>
      </w:r>
    </w:p>
    <w:p w:rsidR="00A679DB" w:rsidRDefault="00A679DB" w:rsidP="00ED74AF">
      <w:pPr>
        <w:pStyle w:val="libFootnote0"/>
        <w:rPr>
          <w:rtl/>
        </w:rPr>
      </w:pPr>
      <w:r>
        <w:rPr>
          <w:rtl/>
          <w:lang w:bidi="fa-IR"/>
        </w:rPr>
        <w:t xml:space="preserve">۱۱۱- </w:t>
      </w:r>
      <w:r>
        <w:rPr>
          <w:rtl/>
        </w:rPr>
        <w:t>توبه نصوح توبه اى حقيقى است كه هيچ گاه شكسته نشود.</w:t>
      </w:r>
    </w:p>
    <w:p w:rsidR="00A679DB" w:rsidRDefault="00A679DB" w:rsidP="00ED74AF">
      <w:pPr>
        <w:pStyle w:val="libFootnote0"/>
        <w:rPr>
          <w:rtl/>
        </w:rPr>
      </w:pPr>
      <w:r>
        <w:rPr>
          <w:rtl/>
          <w:lang w:bidi="fa-IR"/>
        </w:rPr>
        <w:t xml:space="preserve">۱۱۲- </w:t>
      </w:r>
      <w:r>
        <w:rPr>
          <w:rtl/>
        </w:rPr>
        <w:t>و ذلكم ظنكم الذى ظننتم بربكم اردائكم فاصبحتم من الخاسرين). سوره فصلت (</w:t>
      </w:r>
      <w:r>
        <w:rPr>
          <w:rtl/>
          <w:lang w:bidi="fa-IR"/>
        </w:rPr>
        <w:t xml:space="preserve">۴۱): </w:t>
      </w:r>
      <w:r>
        <w:rPr>
          <w:rtl/>
        </w:rPr>
        <w:t xml:space="preserve">آيه </w:t>
      </w:r>
      <w:r>
        <w:rPr>
          <w:rtl/>
          <w:lang w:bidi="fa-IR"/>
        </w:rPr>
        <w:t>۲۳.</w:t>
      </w:r>
    </w:p>
    <w:p w:rsidR="00A679DB" w:rsidRDefault="00A679DB" w:rsidP="00ED74AF">
      <w:pPr>
        <w:pStyle w:val="libFootnote0"/>
        <w:rPr>
          <w:rtl/>
        </w:rPr>
      </w:pPr>
      <w:r>
        <w:rPr>
          <w:rtl/>
          <w:lang w:bidi="fa-IR"/>
        </w:rPr>
        <w:t xml:space="preserve">۱۱۳- </w:t>
      </w:r>
      <w:r>
        <w:rPr>
          <w:rtl/>
        </w:rPr>
        <w:t>حرز دعايى است كه مى نويسند و با خود نگه مى دارند. و در اين روايت براى انگشتر عقيق نيز خاصيت حزر شمرده شده است .</w:t>
      </w:r>
    </w:p>
    <w:p w:rsidR="00A679DB" w:rsidRDefault="00A679DB" w:rsidP="00ED74AF">
      <w:pPr>
        <w:pStyle w:val="libFootnote0"/>
        <w:rPr>
          <w:rtl/>
        </w:rPr>
      </w:pPr>
      <w:r>
        <w:rPr>
          <w:rtl/>
          <w:lang w:bidi="fa-IR"/>
        </w:rPr>
        <w:t xml:space="preserve">۱۱۴- </w:t>
      </w:r>
      <w:r>
        <w:rPr>
          <w:rtl/>
        </w:rPr>
        <w:t xml:space="preserve">ترجمه : حضرت محمد </w:t>
      </w:r>
      <w:r w:rsidR="00E60DFB">
        <w:rPr>
          <w:rtl/>
        </w:rPr>
        <w:t xml:space="preserve">صلى‌الله‌عليه‌وآله </w:t>
      </w:r>
      <w:r>
        <w:rPr>
          <w:rtl/>
        </w:rPr>
        <w:t>پيامبر خدا و حضرت على عليه‌السلام ولى خداست .</w:t>
      </w:r>
    </w:p>
    <w:p w:rsidR="00A679DB" w:rsidRDefault="00A679DB" w:rsidP="00ED74AF">
      <w:pPr>
        <w:pStyle w:val="libFootnote0"/>
        <w:rPr>
          <w:rtl/>
        </w:rPr>
      </w:pPr>
      <w:r>
        <w:rPr>
          <w:rtl/>
          <w:lang w:bidi="fa-IR"/>
        </w:rPr>
        <w:t xml:space="preserve">۱۱۵- </w:t>
      </w:r>
      <w:r>
        <w:rPr>
          <w:rtl/>
        </w:rPr>
        <w:t>ترجمه : آنچه خدا بخواهد، همان خواهد شد. هيچ نيرويى نيست ، مگر با يارى خداوند. از خداوند آمرزش مى خواهم .</w:t>
      </w:r>
    </w:p>
    <w:p w:rsidR="00A679DB" w:rsidRDefault="00A679DB" w:rsidP="00ED74AF">
      <w:pPr>
        <w:pStyle w:val="libFootnote0"/>
        <w:rPr>
          <w:rtl/>
        </w:rPr>
      </w:pPr>
      <w:r>
        <w:rPr>
          <w:rtl/>
          <w:lang w:bidi="fa-IR"/>
        </w:rPr>
        <w:t xml:space="preserve">۱۱۶- </w:t>
      </w:r>
      <w:r>
        <w:rPr>
          <w:rtl/>
        </w:rPr>
        <w:t>ترجمه : خدايا! جنها، انسانها، و شياطين رانده شده را از من دور، و بنايم را مبارك گردان .</w:t>
      </w:r>
    </w:p>
    <w:p w:rsidR="00A679DB" w:rsidRDefault="00A679DB" w:rsidP="00ED74AF">
      <w:pPr>
        <w:pStyle w:val="libFootnote0"/>
        <w:rPr>
          <w:rtl/>
        </w:rPr>
      </w:pPr>
      <w:r>
        <w:rPr>
          <w:rtl/>
          <w:lang w:bidi="fa-IR"/>
        </w:rPr>
        <w:t xml:space="preserve">۱۱۷- </w:t>
      </w:r>
      <w:r>
        <w:rPr>
          <w:rtl/>
        </w:rPr>
        <w:t>سوره قصص (</w:t>
      </w:r>
      <w:r>
        <w:rPr>
          <w:rtl/>
          <w:lang w:bidi="fa-IR"/>
        </w:rPr>
        <w:t xml:space="preserve">۲۸): </w:t>
      </w:r>
      <w:r>
        <w:rPr>
          <w:rtl/>
        </w:rPr>
        <w:t xml:space="preserve">آيه </w:t>
      </w:r>
      <w:r>
        <w:rPr>
          <w:rtl/>
          <w:lang w:bidi="fa-IR"/>
        </w:rPr>
        <w:t>۲۲.</w:t>
      </w:r>
    </w:p>
    <w:p w:rsidR="00A679DB" w:rsidRDefault="00A679DB" w:rsidP="00ED74AF">
      <w:pPr>
        <w:pStyle w:val="libFootnote0"/>
        <w:rPr>
          <w:rtl/>
        </w:rPr>
      </w:pPr>
      <w:r>
        <w:rPr>
          <w:rtl/>
          <w:lang w:bidi="fa-IR"/>
        </w:rPr>
        <w:t xml:space="preserve">۱۱۸- </w:t>
      </w:r>
      <w:r>
        <w:rPr>
          <w:rtl/>
        </w:rPr>
        <w:t>سوره قصص (</w:t>
      </w:r>
      <w:r>
        <w:rPr>
          <w:rtl/>
          <w:lang w:bidi="fa-IR"/>
        </w:rPr>
        <w:t xml:space="preserve">۲۸): </w:t>
      </w:r>
      <w:r>
        <w:rPr>
          <w:rtl/>
        </w:rPr>
        <w:t xml:space="preserve">آيه </w:t>
      </w:r>
      <w:r>
        <w:rPr>
          <w:rtl/>
          <w:lang w:bidi="fa-IR"/>
        </w:rPr>
        <w:t>۲۲.</w:t>
      </w:r>
    </w:p>
    <w:p w:rsidR="00A679DB" w:rsidRDefault="00A679DB" w:rsidP="00ED74AF">
      <w:pPr>
        <w:pStyle w:val="libFootnote0"/>
        <w:rPr>
          <w:rtl/>
        </w:rPr>
      </w:pPr>
      <w:r>
        <w:rPr>
          <w:rtl/>
          <w:lang w:bidi="fa-IR"/>
        </w:rPr>
        <w:t xml:space="preserve">۱۱۹- </w:t>
      </w:r>
      <w:r>
        <w:rPr>
          <w:rtl/>
        </w:rPr>
        <w:t>ترجمه : بنام خدا. هيچ توان و نيرويى جز با يارى خداوند نيست . همه سپاسها مخصوص خداوندى است كه اين كار را به ما آموخت و منزه است كسى كه آن (چهارپا) را در اختيار ما قرار داد. و ما نمى توانستيم خودمان اين كار را انجام دهيم .</w:t>
      </w:r>
    </w:p>
    <w:p w:rsidR="00A679DB" w:rsidRDefault="00A679DB" w:rsidP="00ED74AF">
      <w:pPr>
        <w:pStyle w:val="libFootnote0"/>
        <w:rPr>
          <w:rtl/>
        </w:rPr>
      </w:pPr>
      <w:r>
        <w:rPr>
          <w:rtl/>
          <w:lang w:bidi="fa-IR"/>
        </w:rPr>
        <w:t xml:space="preserve">۱۲۰- </w:t>
      </w:r>
      <w:r>
        <w:rPr>
          <w:rtl/>
        </w:rPr>
        <w:t>ترجمه : هيچ خدايى جز خداى يگانه نيست .</w:t>
      </w:r>
    </w:p>
    <w:p w:rsidR="00A679DB" w:rsidRDefault="00A679DB" w:rsidP="00ED74AF">
      <w:pPr>
        <w:pStyle w:val="libFootnote0"/>
        <w:rPr>
          <w:rtl/>
        </w:rPr>
      </w:pPr>
      <w:r>
        <w:rPr>
          <w:rtl/>
          <w:lang w:bidi="fa-IR"/>
        </w:rPr>
        <w:t xml:space="preserve">۱۲۱- </w:t>
      </w:r>
      <w:r>
        <w:rPr>
          <w:rtl/>
        </w:rPr>
        <w:t>ترجمه : هيچ خدايى جز خداى يگانه نيست .</w:t>
      </w:r>
    </w:p>
    <w:p w:rsidR="00A679DB" w:rsidRDefault="00A679DB" w:rsidP="00ED74AF">
      <w:pPr>
        <w:pStyle w:val="libFootnote0"/>
        <w:rPr>
          <w:rtl/>
        </w:rPr>
      </w:pPr>
      <w:r>
        <w:rPr>
          <w:rtl/>
          <w:lang w:bidi="fa-IR"/>
        </w:rPr>
        <w:t xml:space="preserve">۱۲۲- </w:t>
      </w:r>
      <w:r>
        <w:rPr>
          <w:rtl/>
        </w:rPr>
        <w:t>ترجمه : خدايا اين بدن بنده مومن تو است كه روحش از خارج نموده و بين روح و بدن او جدايى انداخته اى . پس او را ببخش . او را ببخش .</w:t>
      </w:r>
    </w:p>
    <w:p w:rsidR="00A679DB" w:rsidRDefault="00A679DB" w:rsidP="00ED74AF">
      <w:pPr>
        <w:pStyle w:val="libFootnote0"/>
        <w:rPr>
          <w:rtl/>
        </w:rPr>
      </w:pPr>
      <w:r>
        <w:rPr>
          <w:rtl/>
          <w:lang w:bidi="fa-IR"/>
        </w:rPr>
        <w:lastRenderedPageBreak/>
        <w:t xml:space="preserve">۱۲۳- </w:t>
      </w:r>
      <w:r>
        <w:rPr>
          <w:rtl/>
        </w:rPr>
        <w:t>تحميد مثل گفتن الحمدلله رب العالمين . تسبيح ، مثل گفتن سبحان الله تهليل ، مثل گفتن لا اله الا الله . تكبير. مثل گفتن الله اكبر.</w:t>
      </w:r>
    </w:p>
    <w:p w:rsidR="00A679DB" w:rsidRDefault="00A679DB" w:rsidP="00ED74AF">
      <w:pPr>
        <w:pStyle w:val="libFootnote0"/>
        <w:rPr>
          <w:rtl/>
        </w:rPr>
      </w:pPr>
      <w:r>
        <w:rPr>
          <w:rtl/>
          <w:lang w:bidi="fa-IR"/>
        </w:rPr>
        <w:t>۱۲۴- (</w:t>
      </w:r>
      <w:r>
        <w:rPr>
          <w:rtl/>
        </w:rPr>
        <w:t>عامله ناصبه * تصلى نارا حاميه) سوره غاشيه (</w:t>
      </w:r>
      <w:r>
        <w:rPr>
          <w:rtl/>
          <w:lang w:bidi="fa-IR"/>
        </w:rPr>
        <w:t xml:space="preserve">۸۸): </w:t>
      </w:r>
      <w:r>
        <w:rPr>
          <w:rtl/>
        </w:rPr>
        <w:t xml:space="preserve">آيه </w:t>
      </w:r>
      <w:r>
        <w:rPr>
          <w:rtl/>
          <w:lang w:bidi="fa-IR"/>
        </w:rPr>
        <w:t>۳.</w:t>
      </w:r>
    </w:p>
    <w:p w:rsidR="00A679DB" w:rsidRDefault="00A679DB" w:rsidP="00ED74AF">
      <w:pPr>
        <w:pStyle w:val="libFootnote0"/>
        <w:rPr>
          <w:rtl/>
        </w:rPr>
      </w:pPr>
      <w:r>
        <w:rPr>
          <w:rtl/>
          <w:lang w:bidi="fa-IR"/>
        </w:rPr>
        <w:t>۱۲۵- (</w:t>
      </w:r>
      <w:r>
        <w:rPr>
          <w:rtl/>
        </w:rPr>
        <w:t>ما كثين فيه ابدا). سوره كهف (</w:t>
      </w:r>
      <w:r>
        <w:rPr>
          <w:rtl/>
          <w:lang w:bidi="fa-IR"/>
        </w:rPr>
        <w:t xml:space="preserve">۱۸): </w:t>
      </w:r>
      <w:r>
        <w:rPr>
          <w:rtl/>
        </w:rPr>
        <w:t xml:space="preserve">آيه </w:t>
      </w:r>
      <w:r>
        <w:rPr>
          <w:rtl/>
          <w:lang w:bidi="fa-IR"/>
        </w:rPr>
        <w:t>۳.</w:t>
      </w:r>
    </w:p>
    <w:p w:rsidR="00A679DB" w:rsidRDefault="00A679DB" w:rsidP="00ED74AF">
      <w:pPr>
        <w:pStyle w:val="libFootnote0"/>
        <w:rPr>
          <w:rtl/>
        </w:rPr>
      </w:pPr>
      <w:r>
        <w:rPr>
          <w:rtl/>
          <w:lang w:bidi="fa-IR"/>
        </w:rPr>
        <w:t xml:space="preserve">۱۲۶- </w:t>
      </w:r>
      <w:r>
        <w:rPr>
          <w:rtl/>
        </w:rPr>
        <w:t>مرجئه عده اى از مسلمانان بودند كه عقايد انحرافى داشتند.</w:t>
      </w:r>
    </w:p>
    <w:p w:rsidR="00A679DB" w:rsidRDefault="00A679DB" w:rsidP="00ED74AF">
      <w:pPr>
        <w:pStyle w:val="libFootnote0"/>
        <w:rPr>
          <w:rtl/>
        </w:rPr>
      </w:pPr>
      <w:r>
        <w:rPr>
          <w:rtl/>
          <w:lang w:bidi="fa-IR"/>
        </w:rPr>
        <w:t xml:space="preserve">۱۲۷- </w:t>
      </w:r>
      <w:r>
        <w:rPr>
          <w:rtl/>
        </w:rPr>
        <w:t>سوره غاشيه (</w:t>
      </w:r>
      <w:r>
        <w:rPr>
          <w:rtl/>
          <w:lang w:bidi="fa-IR"/>
        </w:rPr>
        <w:t xml:space="preserve">۸۸): </w:t>
      </w:r>
      <w:r>
        <w:rPr>
          <w:rtl/>
        </w:rPr>
        <w:t xml:space="preserve">آيه </w:t>
      </w:r>
      <w:r>
        <w:rPr>
          <w:rtl/>
          <w:lang w:bidi="fa-IR"/>
        </w:rPr>
        <w:t>۱.</w:t>
      </w:r>
    </w:p>
    <w:p w:rsidR="00A679DB" w:rsidRDefault="00A679DB" w:rsidP="00ED74AF">
      <w:pPr>
        <w:pStyle w:val="libFootnote0"/>
        <w:rPr>
          <w:rtl/>
        </w:rPr>
      </w:pPr>
      <w:r>
        <w:rPr>
          <w:rtl/>
          <w:lang w:bidi="fa-IR"/>
        </w:rPr>
        <w:t xml:space="preserve">۱۲۸- </w:t>
      </w:r>
      <w:r>
        <w:rPr>
          <w:rtl/>
        </w:rPr>
        <w:t xml:space="preserve">همان آيه : </w:t>
      </w:r>
      <w:r>
        <w:rPr>
          <w:rtl/>
          <w:lang w:bidi="fa-IR"/>
        </w:rPr>
        <w:t>۲</w:t>
      </w:r>
    </w:p>
    <w:p w:rsidR="00A679DB" w:rsidRDefault="00A679DB" w:rsidP="00ED74AF">
      <w:pPr>
        <w:pStyle w:val="libFootnote0"/>
        <w:rPr>
          <w:rtl/>
        </w:rPr>
      </w:pPr>
      <w:r>
        <w:rPr>
          <w:rtl/>
          <w:lang w:bidi="fa-IR"/>
        </w:rPr>
        <w:t xml:space="preserve">۱۲۹- </w:t>
      </w:r>
      <w:r>
        <w:rPr>
          <w:rtl/>
        </w:rPr>
        <w:t xml:space="preserve">همان آيه : </w:t>
      </w:r>
      <w:r>
        <w:rPr>
          <w:rtl/>
          <w:lang w:bidi="fa-IR"/>
        </w:rPr>
        <w:t>۳.</w:t>
      </w:r>
    </w:p>
    <w:p w:rsidR="00A679DB" w:rsidRDefault="00A679DB" w:rsidP="00ED74AF">
      <w:pPr>
        <w:pStyle w:val="libFootnote0"/>
        <w:rPr>
          <w:rtl/>
        </w:rPr>
      </w:pPr>
      <w:r>
        <w:rPr>
          <w:rtl/>
          <w:lang w:bidi="fa-IR"/>
        </w:rPr>
        <w:t xml:space="preserve">۱۳۰- </w:t>
      </w:r>
      <w:r>
        <w:rPr>
          <w:rtl/>
        </w:rPr>
        <w:t xml:space="preserve">همان : آيه </w:t>
      </w:r>
      <w:r>
        <w:rPr>
          <w:rtl/>
          <w:lang w:bidi="fa-IR"/>
        </w:rPr>
        <w:t>۳.</w:t>
      </w:r>
    </w:p>
    <w:p w:rsidR="00A679DB" w:rsidRDefault="00A679DB" w:rsidP="00ED74AF">
      <w:pPr>
        <w:pStyle w:val="libFootnote0"/>
        <w:rPr>
          <w:rtl/>
        </w:rPr>
      </w:pPr>
      <w:r>
        <w:rPr>
          <w:rtl/>
          <w:lang w:bidi="fa-IR"/>
        </w:rPr>
        <w:t xml:space="preserve">۱۳۱- </w:t>
      </w:r>
      <w:r>
        <w:rPr>
          <w:rtl/>
        </w:rPr>
        <w:t xml:space="preserve">همان : آيه </w:t>
      </w:r>
      <w:r>
        <w:rPr>
          <w:rtl/>
          <w:lang w:bidi="fa-IR"/>
        </w:rPr>
        <w:t>۴.</w:t>
      </w:r>
    </w:p>
    <w:p w:rsidR="00A679DB" w:rsidRDefault="00A679DB" w:rsidP="00ED74AF">
      <w:pPr>
        <w:pStyle w:val="libFootnote0"/>
        <w:rPr>
          <w:rtl/>
        </w:rPr>
      </w:pPr>
      <w:r>
        <w:rPr>
          <w:rtl/>
          <w:lang w:bidi="fa-IR"/>
        </w:rPr>
        <w:t xml:space="preserve">۱۳۲- </w:t>
      </w:r>
      <w:r>
        <w:rPr>
          <w:rtl/>
        </w:rPr>
        <w:t>مراد از شهر نشين همه كسانى است كه با فرهنگ بوده و از احكام اسلام آگاهى دارند.</w:t>
      </w:r>
    </w:p>
    <w:p w:rsidR="00A679DB" w:rsidRDefault="00A679DB" w:rsidP="00ED74AF">
      <w:pPr>
        <w:pStyle w:val="libFootnote0"/>
        <w:rPr>
          <w:rtl/>
        </w:rPr>
      </w:pPr>
      <w:r>
        <w:rPr>
          <w:rtl/>
          <w:lang w:bidi="fa-IR"/>
        </w:rPr>
        <w:t>۱۳۳- (</w:t>
      </w:r>
      <w:r>
        <w:rPr>
          <w:rtl/>
        </w:rPr>
        <w:t>بئس مثوى المتكبرين). سوره غافر (</w:t>
      </w:r>
      <w:r>
        <w:rPr>
          <w:rtl/>
          <w:lang w:bidi="fa-IR"/>
        </w:rPr>
        <w:t xml:space="preserve">۴۰): </w:t>
      </w:r>
      <w:r>
        <w:rPr>
          <w:rtl/>
        </w:rPr>
        <w:t xml:space="preserve">آيه </w:t>
      </w:r>
      <w:r>
        <w:rPr>
          <w:rtl/>
          <w:lang w:bidi="fa-IR"/>
        </w:rPr>
        <w:t>۷۶.</w:t>
      </w:r>
    </w:p>
    <w:p w:rsidR="00A679DB" w:rsidRDefault="00A679DB" w:rsidP="00ED74AF">
      <w:pPr>
        <w:pStyle w:val="libFootnote0"/>
        <w:rPr>
          <w:rtl/>
        </w:rPr>
      </w:pPr>
      <w:r>
        <w:rPr>
          <w:rtl/>
          <w:lang w:bidi="fa-IR"/>
        </w:rPr>
        <w:t xml:space="preserve">۱۳۴- </w:t>
      </w:r>
      <w:r>
        <w:rPr>
          <w:rtl/>
        </w:rPr>
        <w:t>قدريه گروهى از مسلمانان بودند كه عقيده انحرافى داشتند.</w:t>
      </w:r>
    </w:p>
    <w:p w:rsidR="00A679DB" w:rsidRDefault="00A679DB" w:rsidP="00ED74AF">
      <w:pPr>
        <w:pStyle w:val="libFootnote0"/>
        <w:rPr>
          <w:rtl/>
        </w:rPr>
      </w:pPr>
      <w:r>
        <w:rPr>
          <w:rtl/>
          <w:lang w:bidi="fa-IR"/>
        </w:rPr>
        <w:t xml:space="preserve">۱۳۵- ( </w:t>
      </w:r>
      <w:r>
        <w:rPr>
          <w:rtl/>
        </w:rPr>
        <w:t>ذوقوا مس سقر * انا كل شيى خلقناه بقدر). سوره قمر (</w:t>
      </w:r>
      <w:r>
        <w:rPr>
          <w:rtl/>
          <w:lang w:bidi="fa-IR"/>
        </w:rPr>
        <w:t xml:space="preserve">۵۴): </w:t>
      </w:r>
      <w:r>
        <w:rPr>
          <w:rtl/>
        </w:rPr>
        <w:t xml:space="preserve">آيه </w:t>
      </w:r>
      <w:r>
        <w:rPr>
          <w:rtl/>
          <w:lang w:bidi="fa-IR"/>
        </w:rPr>
        <w:t>۴۸</w:t>
      </w:r>
      <w:r>
        <w:rPr>
          <w:rtl/>
        </w:rPr>
        <w:t xml:space="preserve"> و </w:t>
      </w:r>
      <w:r>
        <w:rPr>
          <w:rtl/>
          <w:lang w:bidi="fa-IR"/>
        </w:rPr>
        <w:t>۴۹.</w:t>
      </w:r>
    </w:p>
    <w:p w:rsidR="00A679DB" w:rsidRDefault="00A679DB" w:rsidP="00ED74AF">
      <w:pPr>
        <w:pStyle w:val="libFootnote0"/>
        <w:rPr>
          <w:rtl/>
        </w:rPr>
      </w:pPr>
      <w:r>
        <w:rPr>
          <w:rtl/>
          <w:lang w:bidi="fa-IR"/>
        </w:rPr>
        <w:t>۱۳۶- (</w:t>
      </w:r>
      <w:r>
        <w:rPr>
          <w:rtl/>
        </w:rPr>
        <w:t>ان المجرمين فى ضلال و سعر * يوم يسحبون فى النار على وجوههم ذوقوا مس سقر * انا كل شيى خلقناه بقدر) سوره قمر (</w:t>
      </w:r>
      <w:r>
        <w:rPr>
          <w:rtl/>
          <w:lang w:bidi="fa-IR"/>
        </w:rPr>
        <w:t xml:space="preserve">۵۴): </w:t>
      </w:r>
      <w:r>
        <w:rPr>
          <w:rtl/>
        </w:rPr>
        <w:t xml:space="preserve">آيه </w:t>
      </w:r>
      <w:r>
        <w:rPr>
          <w:rtl/>
          <w:lang w:bidi="fa-IR"/>
        </w:rPr>
        <w:t>۴۷</w:t>
      </w:r>
      <w:r>
        <w:rPr>
          <w:rtl/>
        </w:rPr>
        <w:t xml:space="preserve">، </w:t>
      </w:r>
      <w:r>
        <w:rPr>
          <w:rtl/>
          <w:lang w:bidi="fa-IR"/>
        </w:rPr>
        <w:t>۴۸</w:t>
      </w:r>
      <w:r>
        <w:rPr>
          <w:rtl/>
        </w:rPr>
        <w:t xml:space="preserve">، </w:t>
      </w:r>
      <w:r>
        <w:rPr>
          <w:rtl/>
          <w:lang w:bidi="fa-IR"/>
        </w:rPr>
        <w:t>۴۹.</w:t>
      </w:r>
    </w:p>
    <w:p w:rsidR="00A679DB" w:rsidRDefault="00A679DB" w:rsidP="00ED74AF">
      <w:pPr>
        <w:pStyle w:val="libFootnote0"/>
        <w:rPr>
          <w:rtl/>
        </w:rPr>
      </w:pPr>
      <w:r>
        <w:rPr>
          <w:rtl/>
          <w:lang w:bidi="fa-IR"/>
        </w:rPr>
        <w:t>۱۳۷- (</w:t>
      </w:r>
      <w:r>
        <w:rPr>
          <w:rtl/>
        </w:rPr>
        <w:t xml:space="preserve">ذوقوا مس سقر * انا كل شيى خلقناه بقدر) همان : آيه </w:t>
      </w:r>
      <w:r>
        <w:rPr>
          <w:rtl/>
          <w:lang w:bidi="fa-IR"/>
        </w:rPr>
        <w:t>۴۸</w:t>
      </w:r>
      <w:r>
        <w:rPr>
          <w:rtl/>
        </w:rPr>
        <w:t xml:space="preserve"> و </w:t>
      </w:r>
      <w:r>
        <w:rPr>
          <w:rtl/>
          <w:lang w:bidi="fa-IR"/>
        </w:rPr>
        <w:t>۴۹.</w:t>
      </w:r>
    </w:p>
    <w:p w:rsidR="00A679DB" w:rsidRDefault="00A679DB" w:rsidP="00ED74AF">
      <w:pPr>
        <w:pStyle w:val="libFootnote0"/>
        <w:rPr>
          <w:rtl/>
        </w:rPr>
      </w:pPr>
      <w:r>
        <w:rPr>
          <w:rtl/>
          <w:lang w:bidi="fa-IR"/>
        </w:rPr>
        <w:t>۱۳۸- (</w:t>
      </w:r>
      <w:r>
        <w:rPr>
          <w:rtl/>
        </w:rPr>
        <w:t>و يوم القيامه ترى الذين كذبوا على الله وجوههم مسوده). سوره زمر (</w:t>
      </w:r>
      <w:r>
        <w:rPr>
          <w:rtl/>
          <w:lang w:bidi="fa-IR"/>
        </w:rPr>
        <w:t xml:space="preserve">۳۹): </w:t>
      </w:r>
      <w:r>
        <w:rPr>
          <w:rtl/>
        </w:rPr>
        <w:t xml:space="preserve">آيه </w:t>
      </w:r>
      <w:r>
        <w:rPr>
          <w:rtl/>
          <w:lang w:bidi="fa-IR"/>
        </w:rPr>
        <w:t>۶۰.</w:t>
      </w:r>
    </w:p>
    <w:p w:rsidR="00A679DB" w:rsidRDefault="00A679DB" w:rsidP="00ED74AF">
      <w:pPr>
        <w:pStyle w:val="libFootnote0"/>
        <w:rPr>
          <w:rtl/>
        </w:rPr>
      </w:pPr>
      <w:r>
        <w:rPr>
          <w:rtl/>
          <w:lang w:bidi="fa-IR"/>
        </w:rPr>
        <w:t xml:space="preserve">۱۳۹- </w:t>
      </w:r>
      <w:r>
        <w:rPr>
          <w:rtl/>
        </w:rPr>
        <w:t>روغنى به نام نفت كه در آن زمان وجود داشته است .</w:t>
      </w:r>
    </w:p>
    <w:p w:rsidR="00A679DB" w:rsidRDefault="00A679DB" w:rsidP="00ED74AF">
      <w:pPr>
        <w:pStyle w:val="libFootnote0"/>
        <w:rPr>
          <w:rtl/>
        </w:rPr>
      </w:pPr>
      <w:r>
        <w:rPr>
          <w:rtl/>
          <w:lang w:bidi="fa-IR"/>
        </w:rPr>
        <w:t xml:space="preserve">۱۴۰- </w:t>
      </w:r>
      <w:r>
        <w:rPr>
          <w:rtl/>
        </w:rPr>
        <w:t>مراد از تعصب در اين احاديث زير بار حق نرفتن است . و الا دفاع از دين ، حق و مظلموم نه تنها شرعا مذموم نيست بلكه ممدوح است .</w:t>
      </w:r>
    </w:p>
    <w:p w:rsidR="00A679DB" w:rsidRDefault="00A679DB" w:rsidP="00ED74AF">
      <w:pPr>
        <w:pStyle w:val="libFootnote0"/>
        <w:rPr>
          <w:rtl/>
        </w:rPr>
      </w:pPr>
      <w:r>
        <w:rPr>
          <w:rtl/>
          <w:lang w:bidi="fa-IR"/>
        </w:rPr>
        <w:t xml:space="preserve">۱۴۱- </w:t>
      </w:r>
      <w:r>
        <w:rPr>
          <w:rtl/>
        </w:rPr>
        <w:t>خردل گياهى است با دانه هاى ريز.</w:t>
      </w:r>
    </w:p>
    <w:p w:rsidR="00A679DB" w:rsidRDefault="00A679DB" w:rsidP="00ED74AF">
      <w:pPr>
        <w:pStyle w:val="libFootnote0"/>
        <w:rPr>
          <w:rtl/>
        </w:rPr>
      </w:pPr>
      <w:r>
        <w:rPr>
          <w:rtl/>
          <w:lang w:bidi="fa-IR"/>
        </w:rPr>
        <w:t>۱۴۲- (</w:t>
      </w:r>
      <w:r>
        <w:rPr>
          <w:rtl/>
        </w:rPr>
        <w:t>و اقيموا الشهاده لله). سوره طلاق (</w:t>
      </w:r>
      <w:r>
        <w:rPr>
          <w:rtl/>
          <w:lang w:bidi="fa-IR"/>
        </w:rPr>
        <w:t xml:space="preserve">۶۵): </w:t>
      </w:r>
      <w:r>
        <w:rPr>
          <w:rtl/>
        </w:rPr>
        <w:t xml:space="preserve">آيه </w:t>
      </w:r>
      <w:r>
        <w:rPr>
          <w:rtl/>
          <w:lang w:bidi="fa-IR"/>
        </w:rPr>
        <w:t>۲.</w:t>
      </w:r>
    </w:p>
    <w:p w:rsidR="00A679DB" w:rsidRDefault="00A679DB" w:rsidP="00ED74AF">
      <w:pPr>
        <w:pStyle w:val="libFootnote0"/>
        <w:rPr>
          <w:rtl/>
        </w:rPr>
      </w:pPr>
      <w:r>
        <w:rPr>
          <w:rtl/>
          <w:lang w:bidi="fa-IR"/>
        </w:rPr>
        <w:t xml:space="preserve">۱۴۳- </w:t>
      </w:r>
      <w:r>
        <w:rPr>
          <w:rtl/>
        </w:rPr>
        <w:t>ترجمه : منزه است خداوند. منزه است خداوند بزرگى كه هيچ مانندى ندارد.</w:t>
      </w:r>
    </w:p>
    <w:p w:rsidR="00A679DB" w:rsidRDefault="00A679DB" w:rsidP="00ED74AF">
      <w:pPr>
        <w:pStyle w:val="libFootnote0"/>
        <w:rPr>
          <w:rtl/>
        </w:rPr>
      </w:pPr>
      <w:r>
        <w:rPr>
          <w:rtl/>
          <w:lang w:bidi="fa-IR"/>
        </w:rPr>
        <w:t>۱۴۴- (</w:t>
      </w:r>
      <w:r>
        <w:rPr>
          <w:rtl/>
        </w:rPr>
        <w:t>ان الله لا يغفر ان يشرك به). سوره نساء (</w:t>
      </w:r>
      <w:r>
        <w:rPr>
          <w:rtl/>
          <w:lang w:bidi="fa-IR"/>
        </w:rPr>
        <w:t xml:space="preserve">۴): </w:t>
      </w:r>
      <w:r>
        <w:rPr>
          <w:rtl/>
        </w:rPr>
        <w:t xml:space="preserve">آيه </w:t>
      </w:r>
      <w:r>
        <w:rPr>
          <w:rtl/>
          <w:lang w:bidi="fa-IR"/>
        </w:rPr>
        <w:t>۴۸.</w:t>
      </w:r>
    </w:p>
    <w:p w:rsidR="00A679DB" w:rsidRDefault="00A679DB" w:rsidP="00ED74AF">
      <w:pPr>
        <w:pStyle w:val="libFootnote0"/>
        <w:rPr>
          <w:rtl/>
        </w:rPr>
      </w:pPr>
      <w:r>
        <w:rPr>
          <w:rtl/>
          <w:lang w:bidi="fa-IR"/>
        </w:rPr>
        <w:t>۱۴۵- (</w:t>
      </w:r>
      <w:r>
        <w:rPr>
          <w:rtl/>
        </w:rPr>
        <w:t>ان الذين ياكلون اموال اليتامى ظلما انما ياكلون فى بطونهم نارا و سيصلون سعيرا). سوره نساء (</w:t>
      </w:r>
      <w:r>
        <w:rPr>
          <w:rtl/>
          <w:lang w:bidi="fa-IR"/>
        </w:rPr>
        <w:t xml:space="preserve">۴): </w:t>
      </w:r>
      <w:r>
        <w:rPr>
          <w:rtl/>
        </w:rPr>
        <w:t xml:space="preserve">آيه </w:t>
      </w:r>
      <w:r>
        <w:rPr>
          <w:rtl/>
          <w:lang w:bidi="fa-IR"/>
        </w:rPr>
        <w:t>۱۰.</w:t>
      </w:r>
    </w:p>
    <w:p w:rsidR="00A679DB" w:rsidRDefault="00A679DB" w:rsidP="00ED74AF">
      <w:pPr>
        <w:pStyle w:val="libFootnote0"/>
        <w:rPr>
          <w:rtl/>
        </w:rPr>
      </w:pPr>
      <w:r>
        <w:rPr>
          <w:rtl/>
          <w:lang w:bidi="fa-IR"/>
        </w:rPr>
        <w:lastRenderedPageBreak/>
        <w:t>۱۴۶- (</w:t>
      </w:r>
      <w:r>
        <w:rPr>
          <w:rtl/>
        </w:rPr>
        <w:t>يا ايها الذين آمنوا اذا لقيتم الذين كفروا زحفا فلا تولوهم الا دبار...) سوره انفال (</w:t>
      </w:r>
      <w:r>
        <w:rPr>
          <w:rtl/>
          <w:lang w:bidi="fa-IR"/>
        </w:rPr>
        <w:t xml:space="preserve">۸): </w:t>
      </w:r>
      <w:r>
        <w:rPr>
          <w:rtl/>
        </w:rPr>
        <w:t xml:space="preserve">آيه </w:t>
      </w:r>
      <w:r>
        <w:rPr>
          <w:rtl/>
          <w:lang w:bidi="fa-IR"/>
        </w:rPr>
        <w:t>۱۵</w:t>
      </w:r>
      <w:r>
        <w:rPr>
          <w:rtl/>
        </w:rPr>
        <w:t xml:space="preserve"> و </w:t>
      </w:r>
      <w:r>
        <w:rPr>
          <w:rtl/>
          <w:lang w:bidi="fa-IR"/>
        </w:rPr>
        <w:t>۱۶.</w:t>
      </w:r>
    </w:p>
    <w:p w:rsidR="00A679DB" w:rsidRDefault="00A679DB" w:rsidP="00ED74AF">
      <w:pPr>
        <w:pStyle w:val="libFootnote0"/>
        <w:rPr>
          <w:rtl/>
        </w:rPr>
      </w:pPr>
      <w:r>
        <w:rPr>
          <w:rtl/>
          <w:lang w:bidi="fa-IR"/>
        </w:rPr>
        <w:t xml:space="preserve">۱۴۷- </w:t>
      </w:r>
      <w:r>
        <w:rPr>
          <w:rtl/>
        </w:rPr>
        <w:t>و ليخش الذين لوتر كوا من خلفهم ذريه ضعافا خافوا عليهم فليتقوا الله و ليقولوا قولا سديدا). سوره نساء (</w:t>
      </w:r>
      <w:r>
        <w:rPr>
          <w:rtl/>
          <w:lang w:bidi="fa-IR"/>
        </w:rPr>
        <w:t xml:space="preserve">۴): </w:t>
      </w:r>
      <w:r>
        <w:rPr>
          <w:rtl/>
        </w:rPr>
        <w:t xml:space="preserve">آيه </w:t>
      </w:r>
      <w:r>
        <w:rPr>
          <w:rtl/>
          <w:lang w:bidi="fa-IR"/>
        </w:rPr>
        <w:t>۹</w:t>
      </w:r>
    </w:p>
    <w:p w:rsidR="00A679DB" w:rsidRDefault="00A679DB" w:rsidP="00ED74AF">
      <w:pPr>
        <w:pStyle w:val="libFootnote0"/>
        <w:rPr>
          <w:rtl/>
        </w:rPr>
      </w:pPr>
      <w:r>
        <w:rPr>
          <w:rtl/>
          <w:lang w:bidi="fa-IR"/>
        </w:rPr>
        <w:t>۱۴۸- (</w:t>
      </w:r>
      <w:r>
        <w:rPr>
          <w:rtl/>
        </w:rPr>
        <w:t>ان الذين ياككلون اموال اليتامى ظلما انما ياكلون فى بطونهم نارا و سيصلون سعيرا). سوره نساء (</w:t>
      </w:r>
      <w:r>
        <w:rPr>
          <w:rtl/>
          <w:lang w:bidi="fa-IR"/>
        </w:rPr>
        <w:t xml:space="preserve">۴): </w:t>
      </w:r>
      <w:r>
        <w:rPr>
          <w:rtl/>
        </w:rPr>
        <w:t xml:space="preserve">آيه </w:t>
      </w:r>
      <w:r>
        <w:rPr>
          <w:rtl/>
          <w:lang w:bidi="fa-IR"/>
        </w:rPr>
        <w:t>۱۰.</w:t>
      </w:r>
    </w:p>
    <w:p w:rsidR="00A679DB" w:rsidRDefault="00A679DB" w:rsidP="00ED74AF">
      <w:pPr>
        <w:pStyle w:val="libFootnote0"/>
        <w:rPr>
          <w:rtl/>
        </w:rPr>
      </w:pPr>
      <w:r>
        <w:rPr>
          <w:rtl/>
          <w:lang w:bidi="fa-IR"/>
        </w:rPr>
        <w:t>۱۴۹- (</w:t>
      </w:r>
      <w:r>
        <w:rPr>
          <w:rtl/>
        </w:rPr>
        <w:t>و ليخش الذين لوتر كوا من خلفهم ذريه ضعافا خافوا عليهم فليتقوا الله و ليقولو قولا سديدا). سوره نساء (</w:t>
      </w:r>
      <w:r>
        <w:rPr>
          <w:rtl/>
          <w:lang w:bidi="fa-IR"/>
        </w:rPr>
        <w:t xml:space="preserve">۴): </w:t>
      </w:r>
      <w:r>
        <w:rPr>
          <w:rtl/>
        </w:rPr>
        <w:t xml:space="preserve">آيه </w:t>
      </w:r>
      <w:r>
        <w:rPr>
          <w:rtl/>
          <w:lang w:bidi="fa-IR"/>
        </w:rPr>
        <w:t>۹</w:t>
      </w:r>
    </w:p>
    <w:p w:rsidR="00A679DB" w:rsidRDefault="00A679DB" w:rsidP="00ED74AF">
      <w:pPr>
        <w:pStyle w:val="libFootnote0"/>
        <w:rPr>
          <w:rtl/>
        </w:rPr>
      </w:pPr>
      <w:r>
        <w:rPr>
          <w:rtl/>
          <w:lang w:bidi="fa-IR"/>
        </w:rPr>
        <w:t xml:space="preserve">۱۵۰- </w:t>
      </w:r>
      <w:r>
        <w:rPr>
          <w:rtl/>
        </w:rPr>
        <w:t>همان .</w:t>
      </w:r>
    </w:p>
    <w:p w:rsidR="00A679DB" w:rsidRDefault="00A679DB" w:rsidP="00ED74AF">
      <w:pPr>
        <w:pStyle w:val="libFootnote0"/>
        <w:rPr>
          <w:rtl/>
        </w:rPr>
      </w:pPr>
      <w:r>
        <w:rPr>
          <w:rtl/>
          <w:lang w:bidi="fa-IR"/>
        </w:rPr>
        <w:t>۱۵۱- (</w:t>
      </w:r>
      <w:r>
        <w:rPr>
          <w:rtl/>
        </w:rPr>
        <w:t>سيطوقون ما بخلوا به يوم القيامه). سوره آل عمران (</w:t>
      </w:r>
      <w:r>
        <w:rPr>
          <w:rtl/>
          <w:lang w:bidi="fa-IR"/>
        </w:rPr>
        <w:t xml:space="preserve">۳): </w:t>
      </w:r>
      <w:r>
        <w:rPr>
          <w:rtl/>
        </w:rPr>
        <w:t xml:space="preserve">آيه </w:t>
      </w:r>
      <w:r>
        <w:rPr>
          <w:rtl/>
          <w:lang w:bidi="fa-IR"/>
        </w:rPr>
        <w:t>۱۸۰.</w:t>
      </w:r>
    </w:p>
    <w:p w:rsidR="00A679DB" w:rsidRDefault="00A679DB" w:rsidP="00ED74AF">
      <w:pPr>
        <w:pStyle w:val="libFootnote0"/>
        <w:rPr>
          <w:rtl/>
        </w:rPr>
      </w:pPr>
      <w:r>
        <w:rPr>
          <w:rtl/>
          <w:lang w:bidi="fa-IR"/>
        </w:rPr>
        <w:t xml:space="preserve">۱۵۲- </w:t>
      </w:r>
      <w:r>
        <w:rPr>
          <w:rtl/>
        </w:rPr>
        <w:t>همان .</w:t>
      </w:r>
    </w:p>
    <w:p w:rsidR="00A679DB" w:rsidRDefault="00A679DB" w:rsidP="00ED74AF">
      <w:pPr>
        <w:pStyle w:val="libFootnote0"/>
        <w:rPr>
          <w:rtl/>
        </w:rPr>
      </w:pPr>
      <w:r>
        <w:rPr>
          <w:rtl/>
          <w:lang w:bidi="fa-IR"/>
        </w:rPr>
        <w:t xml:space="preserve">۱۵۳- </w:t>
      </w:r>
      <w:r>
        <w:rPr>
          <w:rtl/>
        </w:rPr>
        <w:t>همان .</w:t>
      </w:r>
    </w:p>
    <w:p w:rsidR="00A679DB" w:rsidRDefault="00A679DB" w:rsidP="00ED74AF">
      <w:pPr>
        <w:pStyle w:val="libFootnote0"/>
        <w:rPr>
          <w:rtl/>
        </w:rPr>
      </w:pPr>
      <w:r>
        <w:rPr>
          <w:rtl/>
          <w:lang w:bidi="fa-IR"/>
        </w:rPr>
        <w:t>۱۵۴- (</w:t>
      </w:r>
      <w:r>
        <w:rPr>
          <w:rtl/>
        </w:rPr>
        <w:t>حتى اذا جاء احدهم الموت قال رب ارجعون لعلى اعمل صالحا فيما تركت). سوره مومنون (</w:t>
      </w:r>
      <w:r>
        <w:rPr>
          <w:rtl/>
          <w:lang w:bidi="fa-IR"/>
        </w:rPr>
        <w:t xml:space="preserve">۲۳): </w:t>
      </w:r>
      <w:r>
        <w:rPr>
          <w:rtl/>
        </w:rPr>
        <w:t xml:space="preserve">آيه </w:t>
      </w:r>
      <w:r>
        <w:rPr>
          <w:rtl/>
          <w:lang w:bidi="fa-IR"/>
        </w:rPr>
        <w:t>۹۹</w:t>
      </w:r>
      <w:r>
        <w:rPr>
          <w:rtl/>
        </w:rPr>
        <w:t xml:space="preserve"> و </w:t>
      </w:r>
      <w:r>
        <w:rPr>
          <w:rtl/>
          <w:lang w:bidi="fa-IR"/>
        </w:rPr>
        <w:t>۱۰۰.</w:t>
      </w:r>
    </w:p>
    <w:p w:rsidR="00A679DB" w:rsidRDefault="00A679DB" w:rsidP="00ED74AF">
      <w:pPr>
        <w:pStyle w:val="libFootnote0"/>
        <w:rPr>
          <w:rtl/>
        </w:rPr>
      </w:pPr>
      <w:r>
        <w:rPr>
          <w:rtl/>
          <w:lang w:bidi="fa-IR"/>
        </w:rPr>
        <w:t xml:space="preserve">۱۵۵- </w:t>
      </w:r>
      <w:r>
        <w:rPr>
          <w:rtl/>
        </w:rPr>
        <w:t>ظاهرا اين حديث حكم سود گرفتن را به هنگام حكومت قائم آل محمد عليه‌السلام مى گويد، نه زمان ما.</w:t>
      </w:r>
    </w:p>
    <w:p w:rsidR="00A679DB" w:rsidRDefault="00A679DB" w:rsidP="00ED74AF">
      <w:pPr>
        <w:pStyle w:val="libFootnote0"/>
        <w:rPr>
          <w:rtl/>
        </w:rPr>
      </w:pPr>
      <w:r>
        <w:rPr>
          <w:rtl/>
          <w:lang w:bidi="fa-IR"/>
        </w:rPr>
        <w:t>۱۵۶- (</w:t>
      </w:r>
      <w:r>
        <w:rPr>
          <w:rtl/>
        </w:rPr>
        <w:t>ان الذين يحبون ان تشيع الفاحشه فى الذين آمنوا لهم عذاب اليم فى الدنيا و الاخره). سوره نور (</w:t>
      </w:r>
      <w:r>
        <w:rPr>
          <w:rtl/>
          <w:lang w:bidi="fa-IR"/>
        </w:rPr>
        <w:t xml:space="preserve">۴۲): </w:t>
      </w:r>
      <w:r>
        <w:rPr>
          <w:rtl/>
        </w:rPr>
        <w:t xml:space="preserve">آيه </w:t>
      </w:r>
      <w:r>
        <w:rPr>
          <w:rtl/>
          <w:lang w:bidi="fa-IR"/>
        </w:rPr>
        <w:t>۱۹.</w:t>
      </w:r>
    </w:p>
    <w:p w:rsidR="00A679DB" w:rsidRDefault="00A679DB" w:rsidP="00ED74AF">
      <w:pPr>
        <w:pStyle w:val="libFootnote0"/>
        <w:rPr>
          <w:rtl/>
        </w:rPr>
      </w:pPr>
      <w:r>
        <w:rPr>
          <w:rtl/>
          <w:lang w:bidi="fa-IR"/>
        </w:rPr>
        <w:t xml:space="preserve">۱۵۷- </w:t>
      </w:r>
      <w:r>
        <w:rPr>
          <w:rtl/>
        </w:rPr>
        <w:t>اولك هم الوارثون الذين يرثون الفردوس هم فيها خالدون). سوره مومنون (</w:t>
      </w:r>
      <w:r>
        <w:rPr>
          <w:rtl/>
          <w:lang w:bidi="fa-IR"/>
        </w:rPr>
        <w:t xml:space="preserve">۲۳): </w:t>
      </w:r>
      <w:r>
        <w:rPr>
          <w:rtl/>
        </w:rPr>
        <w:t xml:space="preserve">آيه </w:t>
      </w:r>
      <w:r>
        <w:rPr>
          <w:rtl/>
          <w:lang w:bidi="fa-IR"/>
        </w:rPr>
        <w:t>۱۰</w:t>
      </w:r>
      <w:r>
        <w:rPr>
          <w:rtl/>
        </w:rPr>
        <w:t xml:space="preserve"> و </w:t>
      </w:r>
      <w:r>
        <w:rPr>
          <w:rtl/>
          <w:lang w:bidi="fa-IR"/>
        </w:rPr>
        <w:t>۱۱.</w:t>
      </w:r>
    </w:p>
    <w:p w:rsidR="00A679DB" w:rsidRDefault="00A679DB" w:rsidP="00ED74AF">
      <w:pPr>
        <w:pStyle w:val="libFootnote0"/>
        <w:rPr>
          <w:rtl/>
        </w:rPr>
      </w:pPr>
      <w:r>
        <w:rPr>
          <w:rtl/>
          <w:lang w:bidi="fa-IR"/>
        </w:rPr>
        <w:t xml:space="preserve">۱۵۸- </w:t>
      </w:r>
      <w:r>
        <w:rPr>
          <w:rtl/>
        </w:rPr>
        <w:t>يعنى دستها، پاها و سر او را در سوراخ تيشه اى فرو مى كنند و با اين كيفر بسيار سخت مجازات مى شود.</w:t>
      </w:r>
    </w:p>
    <w:p w:rsidR="00A679DB" w:rsidRDefault="00A679DB" w:rsidP="00ED74AF">
      <w:pPr>
        <w:pStyle w:val="libFootnote0"/>
        <w:rPr>
          <w:rtl/>
        </w:rPr>
      </w:pPr>
      <w:r>
        <w:rPr>
          <w:rtl/>
          <w:lang w:bidi="fa-IR"/>
        </w:rPr>
        <w:t>۱۵۹- (</w:t>
      </w:r>
      <w:r>
        <w:rPr>
          <w:rtl/>
        </w:rPr>
        <w:t>لعن الذين كفروا من بنى اسرائيل على لسان داود و عيسى بن مريم ذلك بما عصوا و كانوا يعتدون كانوا لا يتناهون عن منكر فعلوه ...) سوره مائده (</w:t>
      </w:r>
      <w:r>
        <w:rPr>
          <w:rtl/>
          <w:lang w:bidi="fa-IR"/>
        </w:rPr>
        <w:t xml:space="preserve">۵): </w:t>
      </w:r>
      <w:r>
        <w:rPr>
          <w:rtl/>
        </w:rPr>
        <w:t xml:space="preserve">آيه </w:t>
      </w:r>
      <w:r>
        <w:rPr>
          <w:rtl/>
          <w:lang w:bidi="fa-IR"/>
        </w:rPr>
        <w:t>۷۸</w:t>
      </w:r>
      <w:r>
        <w:rPr>
          <w:rtl/>
        </w:rPr>
        <w:t xml:space="preserve"> و </w:t>
      </w:r>
      <w:r>
        <w:rPr>
          <w:rtl/>
          <w:lang w:bidi="fa-IR"/>
        </w:rPr>
        <w:t>۷۹.</w:t>
      </w:r>
    </w:p>
    <w:p w:rsidR="00A679DB" w:rsidRDefault="00A679DB" w:rsidP="00ED74AF">
      <w:pPr>
        <w:pStyle w:val="libFootnote0"/>
        <w:rPr>
          <w:rtl/>
        </w:rPr>
      </w:pPr>
      <w:r>
        <w:rPr>
          <w:rtl/>
          <w:lang w:bidi="fa-IR"/>
        </w:rPr>
        <w:t>۱۶۰- (</w:t>
      </w:r>
      <w:r>
        <w:rPr>
          <w:rtl/>
        </w:rPr>
        <w:t>و ايده بروح منه). سوره مجادله (</w:t>
      </w:r>
      <w:r>
        <w:rPr>
          <w:rtl/>
          <w:lang w:bidi="fa-IR"/>
        </w:rPr>
        <w:t xml:space="preserve">۵۸): </w:t>
      </w:r>
      <w:r>
        <w:rPr>
          <w:rtl/>
        </w:rPr>
        <w:t xml:space="preserve">آيه </w:t>
      </w:r>
      <w:r>
        <w:rPr>
          <w:rtl/>
          <w:lang w:bidi="fa-IR"/>
        </w:rPr>
        <w:t>۲۲.</w:t>
      </w:r>
    </w:p>
    <w:p w:rsidR="00A679DB" w:rsidRDefault="00A679DB" w:rsidP="00ED74AF">
      <w:pPr>
        <w:pStyle w:val="libFootnote0"/>
        <w:rPr>
          <w:rtl/>
        </w:rPr>
      </w:pPr>
      <w:r>
        <w:rPr>
          <w:rtl/>
          <w:lang w:bidi="fa-IR"/>
        </w:rPr>
        <w:t xml:space="preserve">۱۶۱- </w:t>
      </w:r>
      <w:r>
        <w:rPr>
          <w:rtl/>
        </w:rPr>
        <w:t xml:space="preserve">البته روايت ديگرى نيز داريم كه تصريح مى كند كار نيك حرامزاده پاداش دارد. و در هر حال احاديثى را كه قول آن براى ما مشكل است ، بايد به خود معصومين </w:t>
      </w:r>
      <w:r w:rsidR="00DC5255">
        <w:rPr>
          <w:rtl/>
        </w:rPr>
        <w:t xml:space="preserve">عليهم‌السلام </w:t>
      </w:r>
      <w:r>
        <w:rPr>
          <w:rtl/>
        </w:rPr>
        <w:t>واگذاشت ، همانگونه كه خود آنان نيز به اين مطلب تصريح نموده اند.</w:t>
      </w:r>
    </w:p>
    <w:p w:rsidR="00A679DB" w:rsidRDefault="00A679DB" w:rsidP="00ED74AF">
      <w:pPr>
        <w:pStyle w:val="libFootnote0"/>
        <w:rPr>
          <w:rtl/>
        </w:rPr>
      </w:pPr>
      <w:r>
        <w:rPr>
          <w:rtl/>
          <w:lang w:bidi="fa-IR"/>
        </w:rPr>
        <w:lastRenderedPageBreak/>
        <w:t xml:space="preserve">۱۶۲- </w:t>
      </w:r>
      <w:r>
        <w:rPr>
          <w:rtl/>
        </w:rPr>
        <w:t xml:space="preserve">البته روايت ديگرى نيز داريم كه تصريح مى كند كار نيك حرامزاده پاداش دارد. و در هر حال احاديثى را كه قول آن براى ما مشكل است ، بايد به خود معصومين </w:t>
      </w:r>
      <w:r w:rsidR="00DC5255">
        <w:rPr>
          <w:rtl/>
        </w:rPr>
        <w:t xml:space="preserve">عليهم‌السلام </w:t>
      </w:r>
      <w:r>
        <w:rPr>
          <w:rtl/>
        </w:rPr>
        <w:t>واگذاشت ، همانگونه كه خود آنان نيز به اين مطلب تصريح نموده اند.</w:t>
      </w:r>
    </w:p>
    <w:p w:rsidR="00A679DB" w:rsidRDefault="00A679DB" w:rsidP="00ED74AF">
      <w:pPr>
        <w:pStyle w:val="libFootnote0"/>
        <w:rPr>
          <w:rtl/>
        </w:rPr>
      </w:pPr>
      <w:r>
        <w:rPr>
          <w:rtl/>
          <w:lang w:bidi="fa-IR"/>
        </w:rPr>
        <w:t>۱۶۳- (</w:t>
      </w:r>
      <w:r>
        <w:rPr>
          <w:rtl/>
        </w:rPr>
        <w:t>و ما هى من الظالمين ببعيد). سوره هود (</w:t>
      </w:r>
      <w:r>
        <w:rPr>
          <w:rtl/>
          <w:lang w:bidi="fa-IR"/>
        </w:rPr>
        <w:t xml:space="preserve">۱۱): </w:t>
      </w:r>
      <w:r>
        <w:rPr>
          <w:rtl/>
        </w:rPr>
        <w:t xml:space="preserve">آيه </w:t>
      </w:r>
      <w:r>
        <w:rPr>
          <w:rtl/>
          <w:lang w:bidi="fa-IR"/>
        </w:rPr>
        <w:t>۸۳.</w:t>
      </w:r>
    </w:p>
    <w:p w:rsidR="00A679DB" w:rsidRDefault="00A679DB" w:rsidP="00ED74AF">
      <w:pPr>
        <w:pStyle w:val="libFootnote0"/>
        <w:rPr>
          <w:rtl/>
        </w:rPr>
      </w:pPr>
      <w:r>
        <w:rPr>
          <w:rtl/>
          <w:lang w:bidi="fa-IR"/>
        </w:rPr>
        <w:t xml:space="preserve">۱۶۴- </w:t>
      </w:r>
      <w:r>
        <w:rPr>
          <w:rtl/>
        </w:rPr>
        <w:t>چون روميها كه زاغ چشم بودند و مردم ديگرى كه سبزه بودند، با عربها جنگ داشتند، زاغ چشم و سبزه معنى ديگرى پيدا كرده بود و بمعنى دشمن عرب بخاطر عرب بودن در آمده بود. و وقتى به كسى زاغ چشم يا سبزه مى گفتند، منظورشان اين بود كه او دشمن عرب ، بخاطر عرب بودن آنهاست .</w:t>
      </w:r>
    </w:p>
    <w:p w:rsidR="00A679DB" w:rsidRDefault="00A679DB" w:rsidP="00ED74AF">
      <w:pPr>
        <w:pStyle w:val="libFootnote0"/>
        <w:rPr>
          <w:rtl/>
        </w:rPr>
      </w:pPr>
      <w:r>
        <w:rPr>
          <w:rtl/>
          <w:lang w:bidi="fa-IR"/>
        </w:rPr>
        <w:t>۱۶۵- (</w:t>
      </w:r>
      <w:r>
        <w:rPr>
          <w:rtl/>
        </w:rPr>
        <w:t>ان ربك لبالمرصاد). سوره فجر (</w:t>
      </w:r>
      <w:r>
        <w:rPr>
          <w:rtl/>
          <w:lang w:bidi="fa-IR"/>
        </w:rPr>
        <w:t xml:space="preserve">۸۹): </w:t>
      </w:r>
      <w:r>
        <w:rPr>
          <w:rtl/>
        </w:rPr>
        <w:t xml:space="preserve">آيه </w:t>
      </w:r>
      <w:r>
        <w:rPr>
          <w:rtl/>
          <w:lang w:bidi="fa-IR"/>
        </w:rPr>
        <w:t>۱۴.</w:t>
      </w:r>
    </w:p>
    <w:p w:rsidR="00A679DB" w:rsidRDefault="00A679DB" w:rsidP="00ED74AF">
      <w:pPr>
        <w:pStyle w:val="libFootnote0"/>
        <w:rPr>
          <w:rtl/>
        </w:rPr>
      </w:pPr>
      <w:r>
        <w:rPr>
          <w:rtl/>
          <w:lang w:bidi="fa-IR"/>
        </w:rPr>
        <w:t>۱۶۶- (</w:t>
      </w:r>
      <w:r>
        <w:rPr>
          <w:rtl/>
        </w:rPr>
        <w:t>و كذلك نولى بعض الظالمين بعضا) سوره انعام (</w:t>
      </w:r>
      <w:r>
        <w:rPr>
          <w:rtl/>
          <w:lang w:bidi="fa-IR"/>
        </w:rPr>
        <w:t xml:space="preserve">۶): </w:t>
      </w:r>
      <w:r>
        <w:rPr>
          <w:rtl/>
        </w:rPr>
        <w:t xml:space="preserve">آيه </w:t>
      </w:r>
      <w:r>
        <w:rPr>
          <w:rtl/>
          <w:lang w:bidi="fa-IR"/>
        </w:rPr>
        <w:t>۱۲۹.</w:t>
      </w:r>
    </w:p>
    <w:p w:rsidR="00A679DB" w:rsidRDefault="00A679DB" w:rsidP="00ED74AF">
      <w:pPr>
        <w:pStyle w:val="libFootnote0"/>
        <w:rPr>
          <w:rtl/>
        </w:rPr>
      </w:pPr>
      <w:r>
        <w:rPr>
          <w:rtl/>
          <w:lang w:bidi="fa-IR"/>
        </w:rPr>
        <w:t>۱۶۷- (</w:t>
      </w:r>
      <w:r>
        <w:rPr>
          <w:rtl/>
        </w:rPr>
        <w:t>من اجل ذلك كتبنا على بنى اسرائيل انه من قتل نفسا بغير نفس ‍ او فساد فى الارض فكانما قتل الناس جميعا). سوره مائده (</w:t>
      </w:r>
      <w:r>
        <w:rPr>
          <w:rtl/>
          <w:lang w:bidi="fa-IR"/>
        </w:rPr>
        <w:t xml:space="preserve">۵): </w:t>
      </w:r>
      <w:r>
        <w:rPr>
          <w:rtl/>
        </w:rPr>
        <w:t xml:space="preserve">آيه </w:t>
      </w:r>
      <w:r>
        <w:rPr>
          <w:rtl/>
          <w:lang w:bidi="fa-IR"/>
        </w:rPr>
        <w:t>۳۲.</w:t>
      </w:r>
    </w:p>
    <w:p w:rsidR="00A679DB" w:rsidRDefault="00A679DB" w:rsidP="00ED74AF">
      <w:pPr>
        <w:pStyle w:val="libFootnote0"/>
        <w:rPr>
          <w:rtl/>
        </w:rPr>
      </w:pPr>
      <w:r>
        <w:rPr>
          <w:rtl/>
          <w:lang w:bidi="fa-IR"/>
        </w:rPr>
        <w:t>۱۶۸- (</w:t>
      </w:r>
      <w:r>
        <w:rPr>
          <w:rtl/>
        </w:rPr>
        <w:t>اريد ان تبوء باثمى و اثمك فتكون من اصحاب النار). سوره مائده (</w:t>
      </w:r>
      <w:r>
        <w:rPr>
          <w:rtl/>
          <w:lang w:bidi="fa-IR"/>
        </w:rPr>
        <w:t xml:space="preserve">۵): </w:t>
      </w:r>
      <w:r>
        <w:rPr>
          <w:rtl/>
        </w:rPr>
        <w:t xml:space="preserve">آيه </w:t>
      </w:r>
      <w:r>
        <w:rPr>
          <w:rtl/>
          <w:lang w:bidi="fa-IR"/>
        </w:rPr>
        <w:t>۲۹.</w:t>
      </w:r>
    </w:p>
    <w:p w:rsidR="00A679DB" w:rsidRDefault="00A679DB" w:rsidP="00ED74AF">
      <w:pPr>
        <w:pStyle w:val="libFootnote0"/>
        <w:rPr>
          <w:rtl/>
        </w:rPr>
      </w:pPr>
      <w:r>
        <w:rPr>
          <w:rtl/>
          <w:lang w:bidi="fa-IR"/>
        </w:rPr>
        <w:t xml:space="preserve">۱۶۹- </w:t>
      </w:r>
      <w:r>
        <w:rPr>
          <w:rtl/>
        </w:rPr>
        <w:t>ظاهرا مراد از زدن قسمتى از قرآن به قسمت ديگرش اين است كه : قرآن را بر خلاف آنچه بايد، معنى كنند.</w:t>
      </w:r>
    </w:p>
    <w:p w:rsidR="00A679DB" w:rsidRDefault="00A679DB" w:rsidP="00ED74AF">
      <w:pPr>
        <w:pStyle w:val="libFootnote0"/>
        <w:rPr>
          <w:rtl/>
        </w:rPr>
      </w:pPr>
      <w:r>
        <w:rPr>
          <w:rtl/>
          <w:lang w:bidi="fa-IR"/>
        </w:rPr>
        <w:t xml:space="preserve">۱۷۰- </w:t>
      </w:r>
      <w:r>
        <w:rPr>
          <w:rtl/>
        </w:rPr>
        <w:t>البته بنابر روايتى اگر همسايه محتاج ، همسايه اى باشد كه وسايلى را كه مى گيرد سالم بر نمى گرداند، اشكالى ندارد كه آن وسايل را به او ندهيم .</w:t>
      </w:r>
    </w:p>
    <w:p w:rsidR="00A679DB" w:rsidRDefault="00A679DB" w:rsidP="00ED74AF">
      <w:pPr>
        <w:pStyle w:val="libFootnote0"/>
        <w:rPr>
          <w:rtl/>
        </w:rPr>
      </w:pPr>
      <w:r>
        <w:rPr>
          <w:rtl/>
          <w:lang w:bidi="fa-IR"/>
        </w:rPr>
        <w:t xml:space="preserve">۱۷۱- </w:t>
      </w:r>
      <w:r>
        <w:rPr>
          <w:rtl/>
        </w:rPr>
        <w:t xml:space="preserve">قيراط معادل </w:t>
      </w:r>
      <w:r>
        <w:rPr>
          <w:rtl/>
          <w:lang w:bidi="fa-IR"/>
        </w:rPr>
        <w:t>۲۴/۱</w:t>
      </w:r>
      <w:r>
        <w:rPr>
          <w:rtl/>
        </w:rPr>
        <w:t xml:space="preserve"> دينار است .</w:t>
      </w:r>
    </w:p>
    <w:p w:rsidR="00A679DB" w:rsidRDefault="00A679DB" w:rsidP="00ED74AF">
      <w:pPr>
        <w:pStyle w:val="libFootnote0"/>
        <w:rPr>
          <w:rtl/>
        </w:rPr>
      </w:pPr>
      <w:r>
        <w:rPr>
          <w:rtl/>
          <w:lang w:bidi="fa-IR"/>
        </w:rPr>
        <w:t xml:space="preserve">۱۷۲- </w:t>
      </w:r>
      <w:r>
        <w:rPr>
          <w:rtl/>
        </w:rPr>
        <w:t>طلاق خلع ، طلاقى است كه زن با دادن مالى يا بخشيدن مهر خود از شوهرش طلاق مى گيرد.</w:t>
      </w:r>
    </w:p>
    <w:p w:rsidR="00A679DB" w:rsidRDefault="00A679DB" w:rsidP="00ED74AF">
      <w:pPr>
        <w:pStyle w:val="libFootnote0"/>
        <w:rPr>
          <w:rtl/>
        </w:rPr>
      </w:pPr>
      <w:r>
        <w:rPr>
          <w:rtl/>
          <w:lang w:bidi="fa-IR"/>
        </w:rPr>
        <w:t xml:space="preserve">۱۷۳- </w:t>
      </w:r>
      <w:r>
        <w:rPr>
          <w:rtl/>
        </w:rPr>
        <w:t>منظور از قطع رحم ، قطع رابطه با خويشاوند يا آزار رساندن به او است .</w:t>
      </w:r>
    </w:p>
    <w:p w:rsidR="00A679DB" w:rsidRDefault="00A679DB" w:rsidP="00ED74AF">
      <w:pPr>
        <w:pStyle w:val="libFootnote0"/>
        <w:rPr>
          <w:rtl/>
        </w:rPr>
      </w:pPr>
      <w:r>
        <w:rPr>
          <w:rtl/>
          <w:lang w:bidi="fa-IR"/>
        </w:rPr>
        <w:t xml:space="preserve">۱۷۴- </w:t>
      </w:r>
      <w:r>
        <w:rPr>
          <w:rtl/>
        </w:rPr>
        <w:t>ماليات گير حكومت هاى ظالم .</w:t>
      </w:r>
    </w:p>
    <w:p w:rsidR="00A679DB" w:rsidRDefault="00A679DB" w:rsidP="00ED74AF">
      <w:pPr>
        <w:pStyle w:val="libFootnote0"/>
        <w:rPr>
          <w:rtl/>
        </w:rPr>
      </w:pPr>
      <w:r>
        <w:rPr>
          <w:rtl/>
          <w:lang w:bidi="fa-IR"/>
        </w:rPr>
        <w:t xml:space="preserve">۱۷۵- </w:t>
      </w:r>
      <w:r>
        <w:rPr>
          <w:rtl/>
        </w:rPr>
        <w:t>اين روايت در كتابهاى معتبرى مانند اصول كافى و كتب اربعه يافت نشد.</w:t>
      </w:r>
    </w:p>
    <w:p w:rsidR="00A679DB" w:rsidRDefault="00A679DB" w:rsidP="00ED74AF">
      <w:pPr>
        <w:pStyle w:val="libFootnote0"/>
        <w:rPr>
          <w:rtl/>
        </w:rPr>
      </w:pPr>
      <w:r>
        <w:rPr>
          <w:rtl/>
          <w:lang w:bidi="fa-IR"/>
        </w:rPr>
        <w:t xml:space="preserve">۱۷۶- </w:t>
      </w:r>
      <w:r>
        <w:rPr>
          <w:rtl/>
        </w:rPr>
        <w:t>ايله و صنعاء دو شهر با فاصله بسيار زياد هستند.</w:t>
      </w:r>
    </w:p>
    <w:p w:rsidR="00A679DB" w:rsidRDefault="00A679DB" w:rsidP="00ED74AF">
      <w:pPr>
        <w:pStyle w:val="libFootnote0"/>
        <w:rPr>
          <w:rtl/>
        </w:rPr>
      </w:pPr>
      <w:r>
        <w:rPr>
          <w:rtl/>
          <w:lang w:bidi="fa-IR"/>
        </w:rPr>
        <w:t>۱۷۷- (</w:t>
      </w:r>
      <w:r>
        <w:rPr>
          <w:rtl/>
        </w:rPr>
        <w:t>فمن ز حزح عن النار و ادخل الجنه فقد فاز). سوره آل عمران (</w:t>
      </w:r>
      <w:r>
        <w:rPr>
          <w:rtl/>
          <w:lang w:bidi="fa-IR"/>
        </w:rPr>
        <w:t xml:space="preserve">۳): </w:t>
      </w:r>
      <w:r>
        <w:rPr>
          <w:rtl/>
        </w:rPr>
        <w:t xml:space="preserve">آيه </w:t>
      </w:r>
      <w:r>
        <w:rPr>
          <w:rtl/>
          <w:lang w:bidi="fa-IR"/>
        </w:rPr>
        <w:t>۱۸۵.</w:t>
      </w:r>
    </w:p>
    <w:p w:rsidR="00A679DB" w:rsidRDefault="00A679DB" w:rsidP="00ED74AF">
      <w:pPr>
        <w:pStyle w:val="libFootnote0"/>
        <w:rPr>
          <w:rtl/>
        </w:rPr>
      </w:pPr>
    </w:p>
    <w:p w:rsidR="00A679DB" w:rsidRDefault="00A679DB" w:rsidP="00ED74AF">
      <w:pPr>
        <w:pStyle w:val="libFootnote0"/>
        <w:rPr>
          <w:rtl/>
        </w:rPr>
      </w:pPr>
    </w:p>
    <w:p w:rsidR="00ED74AF" w:rsidRDefault="00ED74AF" w:rsidP="00ED74AF">
      <w:pPr>
        <w:pStyle w:val="Heading2Center"/>
        <w:rPr>
          <w:rFonts w:hint="cs"/>
          <w:rtl/>
        </w:rPr>
      </w:pPr>
      <w:r>
        <w:rPr>
          <w:rtl/>
        </w:rPr>
        <w:br w:type="page"/>
      </w:r>
      <w:bookmarkStart w:id="567" w:name="_Toc449617624"/>
      <w:r>
        <w:rPr>
          <w:rFonts w:hint="cs"/>
          <w:rtl/>
        </w:rPr>
        <w:lastRenderedPageBreak/>
        <w:t>فهرست مطالب</w:t>
      </w:r>
      <w:bookmarkEnd w:id="567"/>
    </w:p>
    <w:sdt>
      <w:sdtPr>
        <w:id w:val="1404644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4B5EAE" w:rsidRDefault="004B5EAE" w:rsidP="004B5EAE">
          <w:pPr>
            <w:pStyle w:val="TOCHeading"/>
          </w:pPr>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49617057" w:history="1">
            <w:r w:rsidRPr="00662DF7">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Toc449617057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5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اله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Toc449617058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5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صد</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اله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Toc449617059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6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اله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وحده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حده</w:t>
            </w:r>
            <w:r w:rsidRPr="00662DF7">
              <w:rPr>
                <w:rStyle w:val="Hyperlink"/>
                <w:noProof/>
                <w:rtl/>
              </w:rPr>
              <w:t xml:space="preserve"> </w:t>
            </w:r>
            <w:r w:rsidRPr="00662DF7">
              <w:rPr>
                <w:rStyle w:val="Hyperlink"/>
                <w:rFonts w:hint="eastAsia"/>
                <w:noProof/>
                <w:rtl/>
              </w:rPr>
              <w:t>وحده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Toc449617060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6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اله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صداى</w:t>
            </w:r>
            <w:r w:rsidRPr="00662DF7">
              <w:rPr>
                <w:rStyle w:val="Hyperlink"/>
                <w:noProof/>
                <w:rtl/>
              </w:rPr>
              <w:t xml:space="preserve"> </w:t>
            </w:r>
            <w:r w:rsidRPr="00662DF7">
              <w:rPr>
                <w:rStyle w:val="Hyperlink"/>
                <w:rFonts w:hint="eastAsia"/>
                <w:noProof/>
                <w:rtl/>
              </w:rPr>
              <w:t>بلند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Toc449617061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6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اله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شرايط</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Toc449617062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6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پذيرفته</w:t>
            </w:r>
            <w:r w:rsidRPr="00662DF7">
              <w:rPr>
                <w:rStyle w:val="Hyperlink"/>
                <w:noProof/>
                <w:rtl/>
              </w:rPr>
              <w:t xml:space="preserve"> </w:t>
            </w:r>
            <w:r w:rsidRPr="00662DF7">
              <w:rPr>
                <w:rStyle w:val="Hyperlink"/>
                <w:rFonts w:hint="eastAsia"/>
                <w:noProof/>
                <w:rtl/>
              </w:rPr>
              <w:t>شدن</w:t>
            </w:r>
            <w:r w:rsidRPr="00662DF7">
              <w:rPr>
                <w:rStyle w:val="Hyperlink"/>
                <w:noProof/>
                <w:rtl/>
              </w:rPr>
              <w:t xml:space="preserve"> </w:t>
            </w:r>
            <w:r w:rsidRPr="00662DF7">
              <w:rPr>
                <w:rStyle w:val="Hyperlink"/>
                <w:rFonts w:hint="eastAsia"/>
                <w:noProof/>
                <w:rtl/>
              </w:rPr>
              <w:t>گواهى</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اله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Toc449617063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6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اله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الملك</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Toc449617064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6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اله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بدون</w:t>
            </w:r>
            <w:r w:rsidRPr="00662DF7">
              <w:rPr>
                <w:rStyle w:val="Hyperlink"/>
                <w:noProof/>
                <w:rtl/>
              </w:rPr>
              <w:t xml:space="preserve"> </w:t>
            </w:r>
            <w:r w:rsidRPr="00662DF7">
              <w:rPr>
                <w:rStyle w:val="Hyperlink"/>
                <w:rFonts w:hint="eastAsia"/>
                <w:noProof/>
                <w:rtl/>
              </w:rPr>
              <w:t>تعجب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Toc449617065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6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اشهد</w:t>
            </w:r>
            <w:r w:rsidRPr="00662DF7">
              <w:rPr>
                <w:rStyle w:val="Hyperlink"/>
                <w:noProof/>
                <w:rtl/>
              </w:rPr>
              <w:t xml:space="preserve"> </w:t>
            </w:r>
            <w:r w:rsidRPr="00662DF7">
              <w:rPr>
                <w:rStyle w:val="Hyperlink"/>
                <w:rFonts w:hint="eastAsia"/>
                <w:noProof/>
                <w:rtl/>
              </w:rPr>
              <w:t>ان</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اله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Toc449617066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6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سى</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اله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هر</w:t>
            </w:r>
            <w:r w:rsidRPr="00662DF7">
              <w:rPr>
                <w:rStyle w:val="Hyperlink"/>
                <w:noProof/>
                <w:rtl/>
              </w:rPr>
              <w:t xml:space="preserve"> </w:t>
            </w:r>
            <w:r w:rsidRPr="00662DF7">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Toc449617067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6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زياد</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تسبيحات</w:t>
            </w:r>
            <w:r w:rsidRPr="00662DF7">
              <w:rPr>
                <w:rStyle w:val="Hyperlink"/>
                <w:noProof/>
                <w:rtl/>
              </w:rPr>
              <w:t xml:space="preserve"> </w:t>
            </w:r>
            <w:r w:rsidRPr="00662DF7">
              <w:rPr>
                <w:rStyle w:val="Hyperlink"/>
                <w:rFonts w:hint="eastAsia"/>
                <w:noProof/>
                <w:rtl/>
              </w:rPr>
              <w:t>اربعه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Toc449617068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6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اله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حقا</w:t>
            </w:r>
            <w:r w:rsidRPr="00662DF7">
              <w:rPr>
                <w:rStyle w:val="Hyperlink"/>
                <w:noProof/>
                <w:rtl/>
              </w:rPr>
              <w:t xml:space="preserve"> </w:t>
            </w:r>
            <w:r w:rsidRPr="00662DF7">
              <w:rPr>
                <w:rStyle w:val="Hyperlink"/>
                <w:rFonts w:hint="eastAsia"/>
                <w:noProof/>
                <w:rtl/>
              </w:rPr>
              <w:t>حقا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Toc449617069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7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دعا</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تمام</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آن</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ما</w:t>
            </w:r>
            <w:r w:rsidRPr="00662DF7">
              <w:rPr>
                <w:rStyle w:val="Hyperlink"/>
                <w:noProof/>
                <w:rtl/>
              </w:rPr>
              <w:t xml:space="preserve"> </w:t>
            </w:r>
            <w:r w:rsidRPr="00662DF7">
              <w:rPr>
                <w:rStyle w:val="Hyperlink"/>
                <w:rFonts w:hint="eastAsia"/>
                <w:noProof/>
                <w:rtl/>
              </w:rPr>
              <w:t>شاء</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Toc449617070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7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الحمدالله</w:t>
            </w:r>
            <w:r w:rsidRPr="00662DF7">
              <w:rPr>
                <w:rStyle w:val="Hyperlink"/>
                <w:noProof/>
                <w:rtl/>
              </w:rPr>
              <w:t xml:space="preserve"> </w:t>
            </w:r>
            <w:r w:rsidRPr="00662DF7">
              <w:rPr>
                <w:rStyle w:val="Hyperlink"/>
                <w:rFonts w:hint="eastAsia"/>
                <w:noProof/>
                <w:rtl/>
              </w:rPr>
              <w:t>على</w:t>
            </w:r>
            <w:r w:rsidRPr="00662DF7">
              <w:rPr>
                <w:rStyle w:val="Hyperlink"/>
                <w:noProof/>
                <w:rtl/>
              </w:rPr>
              <w:t xml:space="preserve"> ...» </w:t>
            </w:r>
            <w:r w:rsidRPr="00662DF7">
              <w:rPr>
                <w:rStyle w:val="Hyperlink"/>
                <w:rFonts w:hint="eastAsia"/>
                <w:noProof/>
                <w:rtl/>
              </w:rPr>
              <w:t>هفت</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Toc449617071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7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شهادت</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يگانگى</w:t>
            </w:r>
            <w:r w:rsidRPr="00662DF7">
              <w:rPr>
                <w:rStyle w:val="Hyperlink"/>
                <w:noProof/>
                <w:rtl/>
              </w:rPr>
              <w:t xml:space="preserve"> </w:t>
            </w:r>
            <w:r w:rsidRPr="00662DF7">
              <w:rPr>
                <w:rStyle w:val="Hyperlink"/>
                <w:rFonts w:hint="eastAsia"/>
                <w:noProof/>
                <w:rtl/>
              </w:rPr>
              <w:t>خداى</w:t>
            </w:r>
            <w:r w:rsidRPr="00662DF7">
              <w:rPr>
                <w:rStyle w:val="Hyperlink"/>
                <w:noProof/>
                <w:rtl/>
              </w:rPr>
              <w:t xml:space="preserve"> </w:t>
            </w:r>
            <w:r w:rsidRPr="00662DF7">
              <w:rPr>
                <w:rStyle w:val="Hyperlink"/>
                <w:rFonts w:hint="eastAsia"/>
                <w:noProof/>
                <w:rtl/>
              </w:rPr>
              <w:t>متعال</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رسالت</w:t>
            </w:r>
            <w:r w:rsidRPr="00662DF7">
              <w:rPr>
                <w:rStyle w:val="Hyperlink"/>
                <w:noProof/>
                <w:rtl/>
              </w:rPr>
              <w:t xml:space="preserve"> </w:t>
            </w:r>
            <w:r w:rsidRPr="00662DF7">
              <w:rPr>
                <w:rStyle w:val="Hyperlink"/>
                <w:rFonts w:hint="eastAsia"/>
                <w:noProof/>
                <w:rtl/>
              </w:rPr>
              <w:t>حضرت</w:t>
            </w:r>
            <w:r w:rsidRPr="00662DF7">
              <w:rPr>
                <w:rStyle w:val="Hyperlink"/>
                <w:noProof/>
                <w:rtl/>
              </w:rPr>
              <w:t xml:space="preserve"> </w:t>
            </w:r>
            <w:r w:rsidRPr="00662DF7">
              <w:rPr>
                <w:rStyle w:val="Hyperlink"/>
                <w:rFonts w:hint="eastAsia"/>
                <w:noProof/>
                <w:rtl/>
              </w:rPr>
              <w:t>محمد</w:t>
            </w:r>
            <w:r w:rsidRPr="00662DF7">
              <w:rPr>
                <w:rStyle w:val="Hyperlink"/>
                <w:noProof/>
                <w:rtl/>
              </w:rPr>
              <w:t xml:space="preserve"> </w:t>
            </w:r>
            <w:r w:rsidRPr="00662DF7">
              <w:rPr>
                <w:rStyle w:val="Hyperlink"/>
                <w:rFonts w:eastAsiaTheme="minorHAnsi"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Toc449617072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7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تكبير،</w:t>
            </w:r>
            <w:r w:rsidRPr="00662DF7">
              <w:rPr>
                <w:rStyle w:val="Hyperlink"/>
                <w:noProof/>
                <w:rtl/>
              </w:rPr>
              <w:t xml:space="preserve"> </w:t>
            </w:r>
            <w:r w:rsidRPr="00662DF7">
              <w:rPr>
                <w:rStyle w:val="Hyperlink"/>
                <w:rFonts w:hint="eastAsia"/>
                <w:noProof/>
                <w:rtl/>
              </w:rPr>
              <w:t>تسبيح</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تحميد</w:t>
            </w:r>
            <w:r w:rsidRPr="00662DF7">
              <w:rPr>
                <w:rStyle w:val="Hyperlink"/>
                <w:noProof/>
                <w:rtl/>
              </w:rPr>
              <w:t xml:space="preserve"> </w:t>
            </w:r>
            <w:r w:rsidRPr="00662DF7">
              <w:rPr>
                <w:rStyle w:val="Hyperlink"/>
                <w:rFonts w:hint="eastAsia"/>
                <w:noProof/>
                <w:rtl/>
              </w:rPr>
              <w:t>وتهليل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Toc449617073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7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تسبيحات</w:t>
            </w:r>
            <w:r w:rsidRPr="00662DF7">
              <w:rPr>
                <w:rStyle w:val="Hyperlink"/>
                <w:noProof/>
                <w:rtl/>
              </w:rPr>
              <w:t xml:space="preserve"> </w:t>
            </w:r>
            <w:r w:rsidRPr="00662DF7">
              <w:rPr>
                <w:rStyle w:val="Hyperlink"/>
                <w:rFonts w:hint="eastAsia"/>
                <w:noProof/>
                <w:rtl/>
              </w:rPr>
              <w:t>اربعه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Toc449617074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7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سبحان</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و</w:t>
            </w:r>
            <w:r w:rsidRPr="00662DF7">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Toc449617075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7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تسبيح</w:t>
            </w:r>
            <w:r w:rsidRPr="00662DF7">
              <w:rPr>
                <w:rStyle w:val="Hyperlink"/>
                <w:noProof/>
                <w:rtl/>
              </w:rPr>
              <w:t xml:space="preserve"> </w:t>
            </w:r>
            <w:r w:rsidRPr="00662DF7">
              <w:rPr>
                <w:rStyle w:val="Hyperlink"/>
                <w:rFonts w:hint="eastAsia"/>
                <w:noProof/>
                <w:rtl/>
              </w:rPr>
              <w:t>بدون</w:t>
            </w:r>
            <w:r w:rsidRPr="00662DF7">
              <w:rPr>
                <w:rStyle w:val="Hyperlink"/>
                <w:noProof/>
                <w:rtl/>
              </w:rPr>
              <w:t xml:space="preserve"> </w:t>
            </w:r>
            <w:r w:rsidRPr="00662DF7">
              <w:rPr>
                <w:rStyle w:val="Hyperlink"/>
                <w:rFonts w:hint="eastAsia"/>
                <w:noProof/>
                <w:rtl/>
              </w:rPr>
              <w:t>تعجب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Toc449617076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7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صد</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سبحان</w:t>
            </w:r>
            <w:r w:rsidRPr="00662DF7">
              <w:rPr>
                <w:rStyle w:val="Hyperlink"/>
                <w:noProof/>
                <w:rtl/>
              </w:rPr>
              <w:t xml:space="preserve"> </w:t>
            </w:r>
            <w:r w:rsidRPr="00662DF7">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Toc449617077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7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الحمدلله</w:t>
            </w:r>
            <w:r w:rsidRPr="00662DF7">
              <w:rPr>
                <w:rStyle w:val="Hyperlink"/>
                <w:noProof/>
                <w:rtl/>
              </w:rPr>
              <w:t xml:space="preserve"> </w:t>
            </w:r>
            <w:r w:rsidRPr="00662DF7">
              <w:rPr>
                <w:rStyle w:val="Hyperlink"/>
                <w:rFonts w:hint="eastAsia"/>
                <w:noProof/>
                <w:rtl/>
              </w:rPr>
              <w:t>كما</w:t>
            </w:r>
            <w:r w:rsidRPr="00662DF7">
              <w:rPr>
                <w:rStyle w:val="Hyperlink"/>
                <w:noProof/>
                <w:rtl/>
              </w:rPr>
              <w:t xml:space="preserve"> </w:t>
            </w:r>
            <w:r w:rsidRPr="00662DF7">
              <w:rPr>
                <w:rStyle w:val="Hyperlink"/>
                <w:rFonts w:hint="eastAsia"/>
                <w:noProof/>
                <w:rtl/>
              </w:rPr>
              <w:t>هو</w:t>
            </w:r>
            <w:r w:rsidRPr="00662DF7">
              <w:rPr>
                <w:rStyle w:val="Hyperlink"/>
                <w:noProof/>
                <w:rtl/>
              </w:rPr>
              <w:t xml:space="preserve"> </w:t>
            </w:r>
            <w:r w:rsidRPr="00662DF7">
              <w:rPr>
                <w:rStyle w:val="Hyperlink"/>
                <w:rFonts w:hint="eastAsia"/>
                <w:noProof/>
                <w:rtl/>
              </w:rPr>
              <w:t>اهله»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Toc449617078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7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چهار</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الحمدلله</w:t>
            </w:r>
            <w:r w:rsidRPr="00662DF7">
              <w:rPr>
                <w:rStyle w:val="Hyperlink"/>
                <w:noProof/>
                <w:rtl/>
              </w:rPr>
              <w:t xml:space="preserve"> </w:t>
            </w:r>
            <w:r w:rsidRPr="00662DF7">
              <w:rPr>
                <w:rStyle w:val="Hyperlink"/>
                <w:rFonts w:hint="eastAsia"/>
                <w:noProof/>
                <w:rtl/>
              </w:rPr>
              <w:t>رب</w:t>
            </w:r>
            <w:r w:rsidRPr="00662DF7">
              <w:rPr>
                <w:rStyle w:val="Hyperlink"/>
                <w:noProof/>
                <w:rtl/>
              </w:rPr>
              <w:t xml:space="preserve"> </w:t>
            </w:r>
            <w:r w:rsidRPr="00662DF7">
              <w:rPr>
                <w:rStyle w:val="Hyperlink"/>
                <w:rFonts w:hint="eastAsia"/>
                <w:noProof/>
                <w:rtl/>
              </w:rPr>
              <w:t>العالمين»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صبح</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Toc449617079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8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تمجيد</w:t>
            </w:r>
            <w:r w:rsidRPr="00662DF7">
              <w:rPr>
                <w:rStyle w:val="Hyperlink"/>
                <w:noProof/>
                <w:rtl/>
              </w:rPr>
              <w:t xml:space="preserve"> </w:t>
            </w:r>
            <w:r w:rsidRPr="00662DF7">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Toc449617080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8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تمجيد</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مانند</w:t>
            </w:r>
            <w:r w:rsidRPr="00662DF7">
              <w:rPr>
                <w:rStyle w:val="Hyperlink"/>
                <w:noProof/>
                <w:rtl/>
              </w:rPr>
              <w:t xml:space="preserve"> </w:t>
            </w:r>
            <w:r w:rsidRPr="00662DF7">
              <w:rPr>
                <w:rStyle w:val="Hyperlink"/>
                <w:rFonts w:hint="eastAsia"/>
                <w:noProof/>
                <w:rtl/>
              </w:rPr>
              <w:t>تمجيد</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Toc449617081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8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عاقل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Toc449617082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8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ده</w:t>
            </w:r>
            <w:r w:rsidRPr="00662DF7">
              <w:rPr>
                <w:rStyle w:val="Hyperlink"/>
                <w:noProof/>
                <w:rtl/>
              </w:rPr>
              <w:t xml:space="preserve"> </w:t>
            </w:r>
            <w:r w:rsidRPr="00662DF7">
              <w:rPr>
                <w:rStyle w:val="Hyperlink"/>
                <w:rFonts w:hint="eastAsia"/>
                <w:noProof/>
                <w:rtl/>
              </w:rPr>
              <w:t>خصلت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Toc449617083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8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اقرار</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وجود</w:t>
            </w:r>
            <w:r w:rsidRPr="00662DF7">
              <w:rPr>
                <w:rStyle w:val="Hyperlink"/>
                <w:noProof/>
                <w:rtl/>
              </w:rPr>
              <w:t xml:space="preserve"> </w:t>
            </w:r>
            <w:r w:rsidRPr="00662DF7">
              <w:rPr>
                <w:rStyle w:val="Hyperlink"/>
                <w:rFonts w:hint="eastAsia"/>
                <w:noProof/>
                <w:rtl/>
              </w:rPr>
              <w:t>خدا،</w:t>
            </w:r>
            <w:r w:rsidRPr="00662DF7">
              <w:rPr>
                <w:rStyle w:val="Hyperlink"/>
                <w:noProof/>
                <w:rtl/>
              </w:rPr>
              <w:t xml:space="preserve"> </w:t>
            </w:r>
            <w:r w:rsidRPr="00662DF7">
              <w:rPr>
                <w:rStyle w:val="Hyperlink"/>
                <w:rFonts w:hint="eastAsia"/>
                <w:noProof/>
                <w:rtl/>
              </w:rPr>
              <w:t>پيامبرى</w:t>
            </w:r>
            <w:r w:rsidRPr="00662DF7">
              <w:rPr>
                <w:rStyle w:val="Hyperlink"/>
                <w:noProof/>
                <w:rtl/>
              </w:rPr>
              <w:t xml:space="preserve"> </w:t>
            </w:r>
            <w:r w:rsidRPr="00662DF7">
              <w:rPr>
                <w:rStyle w:val="Hyperlink"/>
                <w:rFonts w:hint="eastAsia"/>
                <w:noProof/>
                <w:rtl/>
              </w:rPr>
              <w:t>حضرت</w:t>
            </w:r>
            <w:r w:rsidRPr="00662DF7">
              <w:rPr>
                <w:rStyle w:val="Hyperlink"/>
                <w:noProof/>
                <w:rtl/>
              </w:rPr>
              <w:t xml:space="preserve"> </w:t>
            </w:r>
            <w:r w:rsidRPr="00662DF7">
              <w:rPr>
                <w:rStyle w:val="Hyperlink"/>
                <w:rFonts w:hint="eastAsia"/>
                <w:noProof/>
                <w:rtl/>
              </w:rPr>
              <w:t>محمد</w:t>
            </w:r>
            <w:r w:rsidRPr="00662DF7">
              <w:rPr>
                <w:rStyle w:val="Hyperlink"/>
                <w:noProof/>
                <w:rtl/>
              </w:rPr>
              <w:t xml:space="preserve"> </w:t>
            </w:r>
            <w:r w:rsidRPr="00662DF7">
              <w:rPr>
                <w:rStyle w:val="Hyperlink"/>
                <w:rFonts w:cs="Rafed Alaem" w:hint="eastAsia"/>
                <w:noProof/>
                <w:rtl/>
              </w:rPr>
              <w:t>صلى‌الله‌عليه‌وآله</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امامت</w:t>
            </w:r>
            <w:r w:rsidRPr="00662DF7">
              <w:rPr>
                <w:rStyle w:val="Hyperlink"/>
                <w:noProof/>
                <w:rtl/>
              </w:rPr>
              <w:t xml:space="preserve"> </w:t>
            </w:r>
            <w:r w:rsidRPr="00662DF7">
              <w:rPr>
                <w:rStyle w:val="Hyperlink"/>
                <w:rFonts w:hint="eastAsia"/>
                <w:noProof/>
                <w:rtl/>
              </w:rPr>
              <w:t>على</w:t>
            </w:r>
            <w:r w:rsidRPr="00662DF7">
              <w:rPr>
                <w:rStyle w:val="Hyperlink"/>
                <w:noProof/>
                <w:rtl/>
              </w:rPr>
              <w:t xml:space="preserve"> </w:t>
            </w:r>
            <w:r w:rsidRPr="00662DF7">
              <w:rPr>
                <w:rStyle w:val="Hyperlink"/>
                <w:rFonts w:cs="Rafed Alaem" w:hint="eastAsia"/>
                <w:noProof/>
                <w:rtl/>
              </w:rPr>
              <w:t>عليه‌السلام</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انجام</w:t>
            </w:r>
            <w:r w:rsidRPr="00662DF7">
              <w:rPr>
                <w:rStyle w:val="Hyperlink"/>
                <w:noProof/>
                <w:rtl/>
              </w:rPr>
              <w:t xml:space="preserve"> </w:t>
            </w:r>
            <w:r w:rsidRPr="00662DF7">
              <w:rPr>
                <w:rStyle w:val="Hyperlink"/>
                <w:rFonts w:hint="eastAsia"/>
                <w:noProof/>
                <w:rtl/>
              </w:rPr>
              <w:t>واجبات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Toc449617084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85" w:history="1">
            <w:r w:rsidRPr="00662DF7">
              <w:rPr>
                <w:rStyle w:val="Hyperlink"/>
                <w:noProof/>
                <w:rtl/>
              </w:rPr>
              <w:t>«</w:t>
            </w:r>
            <w:r w:rsidRPr="00662DF7">
              <w:rPr>
                <w:rStyle w:val="Hyperlink"/>
                <w:rFonts w:hint="eastAsia"/>
                <w:noProof/>
                <w:rtl/>
              </w:rPr>
              <w:t>بسم</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ورود</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مستراح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Toc449617085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8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بردن</w:t>
            </w:r>
            <w:r w:rsidRPr="00662DF7">
              <w:rPr>
                <w:rStyle w:val="Hyperlink"/>
                <w:noProof/>
                <w:rtl/>
              </w:rPr>
              <w:t xml:space="preserve"> </w:t>
            </w:r>
            <w:r w:rsidRPr="00662DF7">
              <w:rPr>
                <w:rStyle w:val="Hyperlink"/>
                <w:rFonts w:hint="eastAsia"/>
                <w:noProof/>
                <w:rtl/>
              </w:rPr>
              <w:t>نام</w:t>
            </w:r>
            <w:r w:rsidRPr="00662DF7">
              <w:rPr>
                <w:rStyle w:val="Hyperlink"/>
                <w:noProof/>
                <w:rtl/>
              </w:rPr>
              <w:t xml:space="preserve"> </w:t>
            </w:r>
            <w:r w:rsidRPr="00662DF7">
              <w:rPr>
                <w:rStyle w:val="Hyperlink"/>
                <w:rFonts w:hint="eastAsia"/>
                <w:noProof/>
                <w:rtl/>
              </w:rPr>
              <w:t>خدا</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Toc449617086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8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وضو</w:t>
            </w:r>
            <w:r w:rsidRPr="00662DF7">
              <w:rPr>
                <w:rStyle w:val="Hyperlink"/>
                <w:noProof/>
                <w:rtl/>
              </w:rPr>
              <w:t xml:space="preserve"> </w:t>
            </w:r>
            <w:r w:rsidRPr="00662DF7">
              <w:rPr>
                <w:rStyle w:val="Hyperlink"/>
                <w:rFonts w:hint="eastAsia"/>
                <w:noProof/>
                <w:rtl/>
              </w:rPr>
              <w:t>گرفتن</w:t>
            </w:r>
            <w:r w:rsidRPr="00662DF7">
              <w:rPr>
                <w:rStyle w:val="Hyperlink"/>
                <w:noProof/>
                <w:rtl/>
              </w:rPr>
              <w:t xml:space="preserve"> </w:t>
            </w:r>
            <w:r w:rsidRPr="00662DF7">
              <w:rPr>
                <w:rStyle w:val="Hyperlink"/>
                <w:rFonts w:hint="eastAsia"/>
                <w:noProof/>
                <w:rtl/>
              </w:rPr>
              <w:t>مانند</w:t>
            </w:r>
            <w:r w:rsidRPr="00662DF7">
              <w:rPr>
                <w:rStyle w:val="Hyperlink"/>
                <w:noProof/>
                <w:rtl/>
              </w:rPr>
              <w:t xml:space="preserve"> </w:t>
            </w:r>
            <w:r w:rsidRPr="00662DF7">
              <w:rPr>
                <w:rStyle w:val="Hyperlink"/>
                <w:rFonts w:hint="eastAsia"/>
                <w:noProof/>
                <w:rtl/>
              </w:rPr>
              <w:t>اميرالمؤ</w:t>
            </w:r>
            <w:r w:rsidRPr="00662DF7">
              <w:rPr>
                <w:rStyle w:val="Hyperlink"/>
                <w:noProof/>
                <w:rtl/>
              </w:rPr>
              <w:t xml:space="preserve"> </w:t>
            </w:r>
            <w:r w:rsidRPr="00662DF7">
              <w:rPr>
                <w:rStyle w:val="Hyperlink"/>
                <w:rFonts w:hint="eastAsia"/>
                <w:noProof/>
                <w:rtl/>
              </w:rPr>
              <w:t>منين</w:t>
            </w:r>
            <w:r w:rsidRPr="00662DF7">
              <w:rPr>
                <w:rStyle w:val="Hyperlink"/>
                <w:noProof/>
                <w:rtl/>
              </w:rPr>
              <w:t xml:space="preserve"> </w:t>
            </w:r>
            <w:r w:rsidRPr="00662DF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Toc449617087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8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خشك</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آب</w:t>
            </w:r>
            <w:r w:rsidRPr="00662DF7">
              <w:rPr>
                <w:rStyle w:val="Hyperlink"/>
                <w:noProof/>
                <w:rtl/>
              </w:rPr>
              <w:t xml:space="preserve"> </w:t>
            </w:r>
            <w:r w:rsidRPr="00662DF7">
              <w:rPr>
                <w:rStyle w:val="Hyperlink"/>
                <w:rFonts w:hint="eastAsia"/>
                <w:noProof/>
                <w:rtl/>
              </w:rPr>
              <w:t>وضو</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حوله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ترك</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Toc449617088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8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وضوى</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مغرب</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صبح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Toc449617089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9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باز</w:t>
            </w:r>
            <w:r w:rsidRPr="00662DF7">
              <w:rPr>
                <w:rStyle w:val="Hyperlink"/>
                <w:noProof/>
                <w:rtl/>
              </w:rPr>
              <w:t xml:space="preserve"> </w:t>
            </w:r>
            <w:r w:rsidRPr="00662DF7">
              <w:rPr>
                <w:rStyle w:val="Hyperlink"/>
                <w:rFonts w:hint="eastAsia"/>
                <w:noProof/>
                <w:rtl/>
              </w:rPr>
              <w:t>گذاشتن</w:t>
            </w:r>
            <w:r w:rsidRPr="00662DF7">
              <w:rPr>
                <w:rStyle w:val="Hyperlink"/>
                <w:noProof/>
                <w:rtl/>
              </w:rPr>
              <w:t xml:space="preserve"> </w:t>
            </w:r>
            <w:r w:rsidRPr="00662DF7">
              <w:rPr>
                <w:rStyle w:val="Hyperlink"/>
                <w:rFonts w:hint="eastAsia"/>
                <w:noProof/>
                <w:rtl/>
              </w:rPr>
              <w:t>چشمان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Toc449617090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9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تجديد</w:t>
            </w:r>
            <w:r w:rsidRPr="00662DF7">
              <w:rPr>
                <w:rStyle w:val="Hyperlink"/>
                <w:noProof/>
                <w:rtl/>
              </w:rPr>
              <w:t xml:space="preserve"> </w:t>
            </w:r>
            <w:r w:rsidRPr="00662DF7">
              <w:rPr>
                <w:rStyle w:val="Hyperlink"/>
                <w:rFonts w:hint="eastAsia"/>
                <w:noProof/>
                <w:rtl/>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Toc449617091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9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مسواك</w:t>
            </w:r>
            <w:r w:rsidRPr="00662DF7">
              <w:rPr>
                <w:rStyle w:val="Hyperlink"/>
                <w:noProof/>
                <w:rtl/>
              </w:rPr>
              <w:t xml:space="preserve"> </w:t>
            </w:r>
            <w:r w:rsidRPr="00662DF7">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Toc449617092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9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فرو</w:t>
            </w:r>
            <w:r w:rsidRPr="00662DF7">
              <w:rPr>
                <w:rStyle w:val="Hyperlink"/>
                <w:noProof/>
                <w:rtl/>
              </w:rPr>
              <w:t xml:space="preserve"> </w:t>
            </w:r>
            <w:r w:rsidRPr="00662DF7">
              <w:rPr>
                <w:rStyle w:val="Hyperlink"/>
                <w:rFonts w:hint="eastAsia"/>
                <w:noProof/>
                <w:rtl/>
              </w:rPr>
              <w:t>بردن</w:t>
            </w:r>
            <w:r w:rsidRPr="00662DF7">
              <w:rPr>
                <w:rStyle w:val="Hyperlink"/>
                <w:noProof/>
                <w:rtl/>
              </w:rPr>
              <w:t xml:space="preserve"> </w:t>
            </w:r>
            <w:r w:rsidRPr="00662DF7">
              <w:rPr>
                <w:rStyle w:val="Hyperlink"/>
                <w:rFonts w:hint="eastAsia"/>
                <w:noProof/>
                <w:rtl/>
              </w:rPr>
              <w:t>آب</w:t>
            </w:r>
            <w:r w:rsidRPr="00662DF7">
              <w:rPr>
                <w:rStyle w:val="Hyperlink"/>
                <w:noProof/>
                <w:rtl/>
              </w:rPr>
              <w:t xml:space="preserve"> </w:t>
            </w:r>
            <w:r w:rsidRPr="00662DF7">
              <w:rPr>
                <w:rStyle w:val="Hyperlink"/>
                <w:rFonts w:hint="eastAsia"/>
                <w:noProof/>
                <w:rtl/>
              </w:rPr>
              <w:t>دهان</w:t>
            </w:r>
            <w:r w:rsidRPr="00662DF7">
              <w:rPr>
                <w:rStyle w:val="Hyperlink"/>
                <w:noProof/>
                <w:rtl/>
              </w:rPr>
              <w:t xml:space="preserve"> </w:t>
            </w:r>
            <w:r w:rsidRPr="00662DF7">
              <w:rPr>
                <w:rStyle w:val="Hyperlink"/>
                <w:rFonts w:hint="eastAsia"/>
                <w:noProof/>
                <w:rtl/>
              </w:rPr>
              <w:t>باحترام</w:t>
            </w:r>
            <w:r w:rsidRPr="00662DF7">
              <w:rPr>
                <w:rStyle w:val="Hyperlink"/>
                <w:noProof/>
                <w:rtl/>
              </w:rPr>
              <w:t xml:space="preserve"> </w:t>
            </w:r>
            <w:r w:rsidRPr="00662DF7">
              <w:rPr>
                <w:rStyle w:val="Hyperlink"/>
                <w:rFonts w:hint="eastAsia"/>
                <w:noProof/>
                <w:rtl/>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Toc449617093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9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وضو</w:t>
            </w:r>
            <w:r w:rsidRPr="00662DF7">
              <w:rPr>
                <w:rStyle w:val="Hyperlink"/>
                <w:noProof/>
                <w:rtl/>
              </w:rPr>
              <w:t xml:space="preserve"> </w:t>
            </w:r>
            <w:r w:rsidRPr="00662DF7">
              <w:rPr>
                <w:rStyle w:val="Hyperlink"/>
                <w:rFonts w:hint="eastAsia"/>
                <w:noProof/>
                <w:rtl/>
              </w:rPr>
              <w:t>خوابيدن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Toc449617094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9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مضمضمه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استنشاق</w:t>
            </w:r>
            <w:r w:rsidRPr="00662DF7">
              <w:rPr>
                <w:rStyle w:val="Hyperlink"/>
                <w:noProof/>
                <w:rtl/>
              </w:rPr>
              <w:t xml:space="preserve"> </w:t>
            </w:r>
            <w:r w:rsidRPr="00662DF7">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Toc449617095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9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لنگ</w:t>
            </w:r>
            <w:r w:rsidRPr="00662DF7">
              <w:rPr>
                <w:rStyle w:val="Hyperlink"/>
                <w:noProof/>
                <w:rtl/>
              </w:rPr>
              <w:t xml:space="preserve"> </w:t>
            </w:r>
            <w:r w:rsidRPr="00662DF7">
              <w:rPr>
                <w:rStyle w:val="Hyperlink"/>
                <w:rFonts w:hint="eastAsia"/>
                <w:noProof/>
                <w:rtl/>
              </w:rPr>
              <w:t>وارد</w:t>
            </w:r>
            <w:r w:rsidRPr="00662DF7">
              <w:rPr>
                <w:rStyle w:val="Hyperlink"/>
                <w:noProof/>
                <w:rtl/>
              </w:rPr>
              <w:t xml:space="preserve"> </w:t>
            </w:r>
            <w:r w:rsidRPr="00662DF7">
              <w:rPr>
                <w:rStyle w:val="Hyperlink"/>
                <w:rFonts w:hint="eastAsia"/>
                <w:noProof/>
                <w:rtl/>
              </w:rPr>
              <w:t>حمام</w:t>
            </w:r>
            <w:r w:rsidRPr="00662DF7">
              <w:rPr>
                <w:rStyle w:val="Hyperlink"/>
                <w:noProof/>
                <w:rtl/>
              </w:rPr>
              <w:t xml:space="preserve"> </w:t>
            </w:r>
            <w:r w:rsidRPr="00662DF7">
              <w:rPr>
                <w:rStyle w:val="Hyperlink"/>
                <w:rFonts w:hint="eastAsia"/>
                <w:noProof/>
                <w:rtl/>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Toc449617096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9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نگاه</w:t>
            </w:r>
            <w:r w:rsidRPr="00662DF7">
              <w:rPr>
                <w:rStyle w:val="Hyperlink"/>
                <w:noProof/>
                <w:rtl/>
              </w:rPr>
              <w:t xml:space="preserve"> </w:t>
            </w:r>
            <w:r w:rsidRPr="00662DF7">
              <w:rPr>
                <w:rStyle w:val="Hyperlink"/>
                <w:rFonts w:hint="eastAsia"/>
                <w:noProof/>
                <w:rtl/>
              </w:rPr>
              <w:t>نكردن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عورت</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Toc449617097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9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شستن</w:t>
            </w:r>
            <w:r w:rsidRPr="00662DF7">
              <w:rPr>
                <w:rStyle w:val="Hyperlink"/>
                <w:noProof/>
                <w:rtl/>
              </w:rPr>
              <w:t xml:space="preserve"> </w:t>
            </w:r>
            <w:r w:rsidRPr="00662DF7">
              <w:rPr>
                <w:rStyle w:val="Hyperlink"/>
                <w:rFonts w:hint="eastAsia"/>
                <w:noProof/>
                <w:rtl/>
              </w:rPr>
              <w:t>سر</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خطمى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Toc449617098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09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شستن</w:t>
            </w:r>
            <w:r w:rsidRPr="00662DF7">
              <w:rPr>
                <w:rStyle w:val="Hyperlink"/>
                <w:noProof/>
                <w:rtl/>
              </w:rPr>
              <w:t xml:space="preserve"> </w:t>
            </w:r>
            <w:r w:rsidRPr="00662DF7">
              <w:rPr>
                <w:rStyle w:val="Hyperlink"/>
                <w:rFonts w:hint="eastAsia"/>
                <w:noProof/>
                <w:rtl/>
              </w:rPr>
              <w:t>سر</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سدر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Toc449617099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0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خضاب</w:t>
            </w:r>
            <w:r w:rsidRPr="00662DF7">
              <w:rPr>
                <w:rStyle w:val="Hyperlink"/>
                <w:noProof/>
                <w:rtl/>
              </w:rPr>
              <w:t xml:space="preserve"> </w:t>
            </w:r>
            <w:r w:rsidRPr="00662DF7">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Toc449617100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0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نوره</w:t>
            </w:r>
            <w:r w:rsidRPr="00662DF7">
              <w:rPr>
                <w:rStyle w:val="Hyperlink"/>
                <w:noProof/>
                <w:rtl/>
              </w:rPr>
              <w:t xml:space="preserve"> </w:t>
            </w:r>
            <w:r w:rsidRPr="00662DF7">
              <w:rPr>
                <w:rStyle w:val="Hyperlink"/>
                <w:rFonts w:hint="eastAsia"/>
                <w:noProof/>
                <w:rtl/>
              </w:rPr>
              <w:t>كشيدن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Toc449617101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0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شانه</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Toc449617102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0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هفتاد</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شانه</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موى</w:t>
            </w:r>
            <w:r w:rsidRPr="00662DF7">
              <w:rPr>
                <w:rStyle w:val="Hyperlink"/>
                <w:noProof/>
                <w:rtl/>
              </w:rPr>
              <w:t xml:space="preserve"> </w:t>
            </w:r>
            <w:r w:rsidRPr="00662DF7">
              <w:rPr>
                <w:rStyle w:val="Hyperlink"/>
                <w:rFonts w:hint="eastAsia"/>
                <w:noProof/>
                <w:rtl/>
              </w:rPr>
              <w:t>صورت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Toc449617103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0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سرمه</w:t>
            </w:r>
            <w:r w:rsidRPr="00662DF7">
              <w:rPr>
                <w:rStyle w:val="Hyperlink"/>
                <w:noProof/>
                <w:rtl/>
              </w:rPr>
              <w:t xml:space="preserve"> </w:t>
            </w:r>
            <w:r w:rsidRPr="00662DF7">
              <w:rPr>
                <w:rStyle w:val="Hyperlink"/>
                <w:rFonts w:hint="eastAsia"/>
                <w:noProof/>
                <w:rtl/>
              </w:rPr>
              <w:t>كشيدن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Toc449617104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0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تراشيدن</w:t>
            </w:r>
            <w:r w:rsidRPr="00662DF7">
              <w:rPr>
                <w:rStyle w:val="Hyperlink"/>
                <w:noProof/>
                <w:rtl/>
              </w:rPr>
              <w:t xml:space="preserve"> </w:t>
            </w:r>
            <w:r w:rsidRPr="00662DF7">
              <w:rPr>
                <w:rStyle w:val="Hyperlink"/>
                <w:rFonts w:hint="eastAsia"/>
                <w:noProof/>
                <w:rtl/>
              </w:rPr>
              <w:t>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Toc449617105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0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ناخن</w:t>
            </w:r>
            <w:r w:rsidRPr="00662DF7">
              <w:rPr>
                <w:rStyle w:val="Hyperlink"/>
                <w:noProof/>
                <w:rtl/>
              </w:rPr>
              <w:t xml:space="preserve"> </w:t>
            </w:r>
            <w:r w:rsidRPr="00662DF7">
              <w:rPr>
                <w:rStyle w:val="Hyperlink"/>
                <w:rFonts w:hint="eastAsia"/>
                <w:noProof/>
                <w:rtl/>
              </w:rPr>
              <w:t>گرفتن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كوتاه</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سبيل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Toc449617106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0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پوشيدن</w:t>
            </w:r>
            <w:r w:rsidRPr="00662DF7">
              <w:rPr>
                <w:rStyle w:val="Hyperlink"/>
                <w:noProof/>
                <w:rtl/>
              </w:rPr>
              <w:t xml:space="preserve"> </w:t>
            </w:r>
            <w:r w:rsidRPr="00662DF7">
              <w:rPr>
                <w:rStyle w:val="Hyperlink"/>
                <w:rFonts w:hint="eastAsia"/>
                <w:noProof/>
                <w:rtl/>
              </w:rPr>
              <w:t>كفش</w:t>
            </w:r>
            <w:r w:rsidRPr="00662DF7">
              <w:rPr>
                <w:rStyle w:val="Hyperlink"/>
                <w:noProof/>
                <w:rtl/>
              </w:rPr>
              <w:t xml:space="preserve"> </w:t>
            </w:r>
            <w:r w:rsidRPr="00662DF7">
              <w:rPr>
                <w:rStyle w:val="Hyperlink"/>
                <w:rFonts w:hint="eastAsia"/>
                <w:noProof/>
                <w:rtl/>
              </w:rPr>
              <w:t>سفيد</w:t>
            </w:r>
            <w:r w:rsidRPr="00662D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Toc449617107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0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پوشيدن</w:t>
            </w:r>
            <w:r w:rsidRPr="00662DF7">
              <w:rPr>
                <w:rStyle w:val="Hyperlink"/>
                <w:noProof/>
                <w:rtl/>
              </w:rPr>
              <w:t xml:space="preserve"> </w:t>
            </w:r>
            <w:r w:rsidRPr="00662DF7">
              <w:rPr>
                <w:rStyle w:val="Hyperlink"/>
                <w:rFonts w:hint="eastAsia"/>
                <w:noProof/>
                <w:rtl/>
              </w:rPr>
              <w:t>كفش</w:t>
            </w:r>
            <w:r w:rsidRPr="00662DF7">
              <w:rPr>
                <w:rStyle w:val="Hyperlink"/>
                <w:noProof/>
                <w:rtl/>
              </w:rPr>
              <w:t xml:space="preserve"> </w:t>
            </w:r>
            <w:r w:rsidRPr="00662DF7">
              <w:rPr>
                <w:rStyle w:val="Hyperlink"/>
                <w:rFonts w:hint="eastAsia"/>
                <w:noProof/>
                <w:rtl/>
              </w:rPr>
              <w:t>زرد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Toc449617108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0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كفش</w:t>
            </w:r>
            <w:r w:rsidRPr="00662DF7">
              <w:rPr>
                <w:rStyle w:val="Hyperlink"/>
                <w:noProof/>
                <w:rtl/>
              </w:rPr>
              <w:t xml:space="preserve"> </w:t>
            </w:r>
            <w:r w:rsidRPr="00662DF7">
              <w:rPr>
                <w:rStyle w:val="Hyperlink"/>
                <w:rFonts w:hint="eastAsia"/>
                <w:noProof/>
                <w:rtl/>
              </w:rPr>
              <w:t>پوشيدن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Toc449617109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1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انا</w:t>
            </w:r>
            <w:r w:rsidRPr="00662DF7">
              <w:rPr>
                <w:rStyle w:val="Hyperlink"/>
                <w:noProof/>
                <w:rtl/>
              </w:rPr>
              <w:t xml:space="preserve"> </w:t>
            </w:r>
            <w:r w:rsidRPr="00662DF7">
              <w:rPr>
                <w:rStyle w:val="Hyperlink"/>
                <w:rFonts w:hint="eastAsia"/>
                <w:noProof/>
                <w:rtl/>
              </w:rPr>
              <w:t>انزلناه»</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لباس</w:t>
            </w:r>
            <w:r w:rsidRPr="00662DF7">
              <w:rPr>
                <w:rStyle w:val="Hyperlink"/>
                <w:noProof/>
                <w:rtl/>
              </w:rPr>
              <w:t xml:space="preserve"> </w:t>
            </w:r>
            <w:r w:rsidRPr="00662DF7">
              <w:rPr>
                <w:rStyle w:val="Hyperlink"/>
                <w:rFonts w:hint="eastAsia"/>
                <w:noProof/>
                <w:rtl/>
              </w:rPr>
              <w:t>نو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Toc449617110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1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زياد</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آينه</w:t>
            </w:r>
            <w:r w:rsidRPr="00662DF7">
              <w:rPr>
                <w:rStyle w:val="Hyperlink"/>
                <w:noProof/>
                <w:rtl/>
              </w:rPr>
              <w:t xml:space="preserve"> </w:t>
            </w:r>
            <w:r w:rsidRPr="00662DF7">
              <w:rPr>
                <w:rStyle w:val="Hyperlink"/>
                <w:rFonts w:hint="eastAsia"/>
                <w:noProof/>
                <w:rtl/>
              </w:rPr>
              <w:t>نگريستن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خدا</w:t>
            </w:r>
            <w:r w:rsidRPr="00662DF7">
              <w:rPr>
                <w:rStyle w:val="Hyperlink"/>
                <w:noProof/>
                <w:rtl/>
              </w:rPr>
              <w:t xml:space="preserve"> </w:t>
            </w:r>
            <w:r w:rsidRPr="00662DF7">
              <w:rPr>
                <w:rStyle w:val="Hyperlink"/>
                <w:rFonts w:hint="eastAsia"/>
                <w:noProof/>
                <w:rtl/>
              </w:rPr>
              <w:t>را</w:t>
            </w:r>
            <w:r w:rsidRPr="00662DF7">
              <w:rPr>
                <w:rStyle w:val="Hyperlink"/>
                <w:noProof/>
                <w:rtl/>
              </w:rPr>
              <w:t xml:space="preserve"> </w:t>
            </w:r>
            <w:r w:rsidRPr="00662DF7">
              <w:rPr>
                <w:rStyle w:val="Hyperlink"/>
                <w:rFonts w:hint="eastAsia"/>
                <w:noProof/>
                <w:rtl/>
              </w:rPr>
              <w:t>بسيار</w:t>
            </w:r>
            <w:r w:rsidRPr="00662DF7">
              <w:rPr>
                <w:rStyle w:val="Hyperlink"/>
                <w:noProof/>
                <w:rtl/>
              </w:rPr>
              <w:t xml:space="preserve"> </w:t>
            </w:r>
            <w:r w:rsidRPr="00662DF7">
              <w:rPr>
                <w:rStyle w:val="Hyperlink"/>
                <w:rFonts w:hint="eastAsia"/>
                <w:noProof/>
                <w:rtl/>
              </w:rPr>
              <w:t>ستايش</w:t>
            </w:r>
            <w:r w:rsidRPr="00662DF7">
              <w:rPr>
                <w:rStyle w:val="Hyperlink"/>
                <w:noProof/>
                <w:rtl/>
              </w:rPr>
              <w:t xml:space="preserve"> </w:t>
            </w:r>
            <w:r w:rsidRPr="00662DF7">
              <w:rPr>
                <w:rStyle w:val="Hyperlink"/>
                <w:rFonts w:hint="eastAsia"/>
                <w:noProof/>
                <w:rtl/>
              </w:rPr>
              <w:t>نمودن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Toc449617111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1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اين</w:t>
            </w:r>
            <w:r w:rsidRPr="00662DF7">
              <w:rPr>
                <w:rStyle w:val="Hyperlink"/>
                <w:noProof/>
                <w:rtl/>
              </w:rPr>
              <w:t xml:space="preserve"> </w:t>
            </w:r>
            <w:r w:rsidRPr="00662DF7">
              <w:rPr>
                <w:rStyle w:val="Hyperlink"/>
                <w:rFonts w:hint="eastAsia"/>
                <w:noProof/>
                <w:rtl/>
              </w:rPr>
              <w:t>ذكر</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ديدن</w:t>
            </w:r>
            <w:r w:rsidRPr="00662DF7">
              <w:rPr>
                <w:rStyle w:val="Hyperlink"/>
                <w:noProof/>
                <w:rtl/>
              </w:rPr>
              <w:t xml:space="preserve"> </w:t>
            </w:r>
            <w:r w:rsidRPr="00662DF7">
              <w:rPr>
                <w:rStyle w:val="Hyperlink"/>
                <w:rFonts w:hint="eastAsia"/>
                <w:noProof/>
                <w:rtl/>
              </w:rPr>
              <w:t>يهودى</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مسيحى</w:t>
            </w:r>
            <w:r w:rsidRPr="00662DF7">
              <w:rPr>
                <w:rStyle w:val="Hyperlink"/>
                <w:noProof/>
                <w:rtl/>
              </w:rPr>
              <w:t xml:space="preserve"> </w:t>
            </w:r>
            <w:r w:rsidRPr="00662DF7">
              <w:rPr>
                <w:rStyle w:val="Hyperlink"/>
                <w:rFonts w:hint="eastAsia"/>
                <w:noProof/>
                <w:rtl/>
              </w:rPr>
              <w:t>يا</w:t>
            </w:r>
            <w:r w:rsidRPr="00662DF7">
              <w:rPr>
                <w:rStyle w:val="Hyperlink"/>
                <w:noProof/>
                <w:rtl/>
              </w:rPr>
              <w:t xml:space="preserve"> </w:t>
            </w:r>
            <w:r w:rsidRPr="00662DF7">
              <w:rPr>
                <w:rStyle w:val="Hyperlink"/>
                <w:rFonts w:hint="eastAsia"/>
                <w:noProof/>
                <w:rtl/>
              </w:rPr>
              <w:t>مجوسى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Toc449617112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1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وضوى</w:t>
            </w:r>
            <w:r w:rsidRPr="00662DF7">
              <w:rPr>
                <w:rStyle w:val="Hyperlink"/>
                <w:noProof/>
                <w:rtl/>
              </w:rPr>
              <w:t xml:space="preserve"> </w:t>
            </w:r>
            <w:r w:rsidRPr="00662DF7">
              <w:rPr>
                <w:rStyle w:val="Hyperlink"/>
                <w:rFonts w:hint="eastAsia"/>
                <w:noProof/>
                <w:rtl/>
              </w:rPr>
              <w:t>كامل</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خوب</w:t>
            </w:r>
            <w:r w:rsidRPr="00662DF7">
              <w:rPr>
                <w:rStyle w:val="Hyperlink"/>
                <w:noProof/>
                <w:rtl/>
              </w:rPr>
              <w:t xml:space="preserve"> </w:t>
            </w:r>
            <w:r w:rsidRPr="00662DF7">
              <w:rPr>
                <w:rStyle w:val="Hyperlink"/>
                <w:rFonts w:hint="eastAsia"/>
                <w:noProof/>
                <w:rtl/>
              </w:rPr>
              <w:t>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Toc449617113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1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دعا</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شب</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Toc449617114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1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رفتن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Toc449617115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1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رفت</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آمد</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Toc449617116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1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پياده</w:t>
            </w:r>
            <w:r w:rsidRPr="00662DF7">
              <w:rPr>
                <w:rStyle w:val="Hyperlink"/>
                <w:noProof/>
                <w:rtl/>
              </w:rPr>
              <w:t xml:space="preserve"> </w:t>
            </w:r>
            <w:r w:rsidRPr="00662DF7">
              <w:rPr>
                <w:rStyle w:val="Hyperlink"/>
                <w:rFonts w:hint="eastAsia"/>
                <w:noProof/>
                <w:rtl/>
              </w:rPr>
              <w:t>رفتن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مساجد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Toc449617117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1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اين</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سخن</w:t>
            </w:r>
            <w:r w:rsidRPr="00662DF7">
              <w:rPr>
                <w:rStyle w:val="Hyperlink"/>
                <w:noProof/>
                <w:rtl/>
              </w:rPr>
              <w:t xml:space="preserve"> </w:t>
            </w:r>
            <w:r w:rsidRPr="00662DF7">
              <w:rPr>
                <w:rStyle w:val="Hyperlink"/>
                <w:rFonts w:hint="eastAsia"/>
                <w:noProof/>
                <w:rtl/>
              </w:rPr>
              <w:t>انسان</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قرآن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خانه</w:t>
            </w:r>
            <w:r w:rsidRPr="00662DF7">
              <w:rPr>
                <w:rStyle w:val="Hyperlink"/>
                <w:noProof/>
                <w:rtl/>
              </w:rPr>
              <w:t xml:space="preserve"> </w:t>
            </w:r>
            <w:r w:rsidRPr="00662DF7">
              <w:rPr>
                <w:rStyle w:val="Hyperlink"/>
                <w:rFonts w:hint="eastAsia"/>
                <w:noProof/>
                <w:rtl/>
              </w:rPr>
              <w:t>او</w:t>
            </w:r>
            <w:r w:rsidRPr="00662DF7">
              <w:rPr>
                <w:rStyle w:val="Hyperlink"/>
                <w:noProof/>
                <w:rtl/>
              </w:rPr>
              <w:t xml:space="preserve"> </w:t>
            </w:r>
            <w:r w:rsidRPr="00662DF7">
              <w:rPr>
                <w:rStyle w:val="Hyperlink"/>
                <w:rFonts w:hint="eastAsia"/>
                <w:noProof/>
                <w:rtl/>
              </w:rPr>
              <w:t>مسجد</w:t>
            </w:r>
            <w:r w:rsidRPr="00662DF7">
              <w:rPr>
                <w:rStyle w:val="Hyperlink"/>
                <w:noProof/>
                <w:rtl/>
              </w:rPr>
              <w:t xml:space="preserve"> </w:t>
            </w:r>
            <w:r w:rsidRPr="00662DF7">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Toc449617118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1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وضو</w:t>
            </w:r>
            <w:r w:rsidRPr="00662DF7">
              <w:rPr>
                <w:rStyle w:val="Hyperlink"/>
                <w:noProof/>
                <w:rtl/>
              </w:rPr>
              <w:t xml:space="preserve"> </w:t>
            </w:r>
            <w:r w:rsidRPr="00662DF7">
              <w:rPr>
                <w:rStyle w:val="Hyperlink"/>
                <w:rFonts w:hint="eastAsia"/>
                <w:noProof/>
                <w:rtl/>
              </w:rPr>
              <w:t>گرفتن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آنگاه</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مسجد</w:t>
            </w:r>
            <w:r w:rsidRPr="00662DF7">
              <w:rPr>
                <w:rStyle w:val="Hyperlink"/>
                <w:noProof/>
                <w:rtl/>
              </w:rPr>
              <w:t xml:space="preserve"> </w:t>
            </w:r>
            <w:r w:rsidRPr="00662DF7">
              <w:rPr>
                <w:rStyle w:val="Hyperlink"/>
                <w:rFonts w:hint="eastAsia"/>
                <w:noProof/>
                <w:rtl/>
              </w:rPr>
              <w:t>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Toc449617119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2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نمازهاى</w:t>
            </w:r>
            <w:r w:rsidRPr="00662DF7">
              <w:rPr>
                <w:rStyle w:val="Hyperlink"/>
                <w:noProof/>
                <w:rtl/>
              </w:rPr>
              <w:t xml:space="preserve"> </w:t>
            </w:r>
            <w:r w:rsidRPr="00662DF7">
              <w:rPr>
                <w:rStyle w:val="Hyperlink"/>
                <w:rFonts w:hint="eastAsia"/>
                <w:noProof/>
                <w:rtl/>
              </w:rPr>
              <w:t>پنجگانه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وقتشان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Toc449617120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2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نمازهاى</w:t>
            </w:r>
            <w:r w:rsidRPr="00662DF7">
              <w:rPr>
                <w:rStyle w:val="Hyperlink"/>
                <w:noProof/>
                <w:rtl/>
              </w:rPr>
              <w:t xml:space="preserve"> </w:t>
            </w:r>
            <w:r w:rsidRPr="00662DF7">
              <w:rPr>
                <w:rStyle w:val="Hyperlink"/>
                <w:rFonts w:hint="eastAsia"/>
                <w:noProof/>
                <w:rtl/>
              </w:rPr>
              <w:t>نافله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Toc449617121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2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روشن</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چراغ</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Toc449617122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2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نگهداشتن</w:t>
            </w:r>
            <w:r w:rsidRPr="00662DF7">
              <w:rPr>
                <w:rStyle w:val="Hyperlink"/>
                <w:noProof/>
                <w:rtl/>
              </w:rPr>
              <w:t xml:space="preserve"> </w:t>
            </w:r>
            <w:r w:rsidRPr="00662DF7">
              <w:rPr>
                <w:rStyle w:val="Hyperlink"/>
                <w:rFonts w:hint="eastAsia"/>
                <w:noProof/>
                <w:rtl/>
              </w:rPr>
              <w:t>آب</w:t>
            </w:r>
            <w:r w:rsidRPr="00662DF7">
              <w:rPr>
                <w:rStyle w:val="Hyperlink"/>
                <w:noProof/>
                <w:rtl/>
              </w:rPr>
              <w:t xml:space="preserve"> </w:t>
            </w:r>
            <w:r w:rsidRPr="00662DF7">
              <w:rPr>
                <w:rStyle w:val="Hyperlink"/>
                <w:rFonts w:hint="eastAsia"/>
                <w:noProof/>
                <w:rtl/>
              </w:rPr>
              <w:t>دهان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بخاطر</w:t>
            </w:r>
            <w:r w:rsidRPr="00662DF7">
              <w:rPr>
                <w:rStyle w:val="Hyperlink"/>
                <w:noProof/>
                <w:rtl/>
              </w:rPr>
              <w:t xml:space="preserve"> </w:t>
            </w:r>
            <w:r w:rsidRPr="00662DF7">
              <w:rPr>
                <w:rStyle w:val="Hyperlink"/>
                <w:rFonts w:hint="eastAsia"/>
                <w:noProof/>
                <w:rtl/>
              </w:rPr>
              <w:t>بزرگداشت</w:t>
            </w:r>
            <w:r w:rsidRPr="00662DF7">
              <w:rPr>
                <w:rStyle w:val="Hyperlink"/>
                <w:noProof/>
                <w:rtl/>
              </w:rPr>
              <w:t xml:space="preserve"> </w:t>
            </w:r>
            <w:r w:rsidRPr="00662DF7">
              <w:rPr>
                <w:rStyle w:val="Hyperlink"/>
                <w:rFonts w:hint="eastAsia"/>
                <w:noProof/>
                <w:rtl/>
              </w:rPr>
              <w:t>خداىمتعال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Toc449617123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2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مسجد</w:t>
            </w:r>
            <w:r w:rsidRPr="00662DF7">
              <w:rPr>
                <w:rStyle w:val="Hyperlink"/>
                <w:noProof/>
                <w:rtl/>
              </w:rPr>
              <w:t xml:space="preserve"> </w:t>
            </w:r>
            <w:r w:rsidRPr="00662DF7">
              <w:rPr>
                <w:rStyle w:val="Hyperlink"/>
                <w:rFonts w:hint="eastAsia"/>
                <w:noProof/>
                <w:rtl/>
              </w:rPr>
              <w:t>الحرام</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Toc449617124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2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مسجد</w:t>
            </w:r>
            <w:r w:rsidRPr="00662DF7">
              <w:rPr>
                <w:rStyle w:val="Hyperlink"/>
                <w:noProof/>
                <w:rtl/>
              </w:rPr>
              <w:t xml:space="preserve"> </w:t>
            </w:r>
            <w:r w:rsidRPr="00662DF7">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Toc449617125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2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بيت</w:t>
            </w:r>
            <w:r w:rsidRPr="00662DF7">
              <w:rPr>
                <w:rStyle w:val="Hyperlink"/>
                <w:noProof/>
                <w:rtl/>
              </w:rPr>
              <w:t xml:space="preserve"> </w:t>
            </w:r>
            <w:r w:rsidRPr="00662DF7">
              <w:rPr>
                <w:rStyle w:val="Hyperlink"/>
                <w:rFonts w:hint="eastAsia"/>
                <w:noProof/>
                <w:rtl/>
              </w:rPr>
              <w:t>المقدس</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مسجد</w:t>
            </w:r>
            <w:r w:rsidRPr="00662DF7">
              <w:rPr>
                <w:rStyle w:val="Hyperlink"/>
                <w:noProof/>
                <w:rtl/>
              </w:rPr>
              <w:t xml:space="preserve"> </w:t>
            </w:r>
            <w:r w:rsidRPr="00662DF7">
              <w:rPr>
                <w:rStyle w:val="Hyperlink"/>
                <w:rFonts w:hint="eastAsia"/>
                <w:noProof/>
                <w:rtl/>
              </w:rPr>
              <w:t>اعظم</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مسجد</w:t>
            </w:r>
            <w:r w:rsidRPr="00662DF7">
              <w:rPr>
                <w:rStyle w:val="Hyperlink"/>
                <w:noProof/>
                <w:rtl/>
              </w:rPr>
              <w:t xml:space="preserve"> </w:t>
            </w:r>
            <w:r w:rsidRPr="00662DF7">
              <w:rPr>
                <w:rStyle w:val="Hyperlink"/>
                <w:rFonts w:hint="eastAsia"/>
                <w:noProof/>
                <w:rtl/>
              </w:rPr>
              <w:t>قبيله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مسجد</w:t>
            </w:r>
            <w:r w:rsidRPr="00662DF7">
              <w:rPr>
                <w:rStyle w:val="Hyperlink"/>
                <w:noProof/>
                <w:rtl/>
              </w:rPr>
              <w:t xml:space="preserve"> </w:t>
            </w:r>
            <w:r w:rsidRPr="00662DF7">
              <w:rPr>
                <w:rStyle w:val="Hyperlink"/>
                <w:rFonts w:hint="eastAsia"/>
                <w:noProof/>
                <w:rtl/>
              </w:rPr>
              <w:t>بازار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Toc449617126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2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جارو</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Toc449617127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2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اذان</w:t>
            </w:r>
            <w:r w:rsidRPr="00662DF7">
              <w:rPr>
                <w:rStyle w:val="Hyperlink"/>
                <w:noProof/>
                <w:rtl/>
              </w:rPr>
              <w:t xml:space="preserve"> </w:t>
            </w:r>
            <w:r w:rsidRPr="00662DF7">
              <w:rPr>
                <w:rStyle w:val="Hyperlink"/>
                <w:rFonts w:hint="eastAsia"/>
                <w:noProof/>
                <w:rtl/>
              </w:rPr>
              <w:t>گويان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Toc449617128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2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هفت</w:t>
            </w:r>
            <w:r w:rsidRPr="00662DF7">
              <w:rPr>
                <w:rStyle w:val="Hyperlink"/>
                <w:noProof/>
                <w:rtl/>
              </w:rPr>
              <w:t xml:space="preserve"> </w:t>
            </w:r>
            <w:r w:rsidRPr="00662DF7">
              <w:rPr>
                <w:rStyle w:val="Hyperlink"/>
                <w:rFonts w:hint="eastAsia"/>
                <w:noProof/>
                <w:rtl/>
              </w:rPr>
              <w:t>سال</w:t>
            </w:r>
            <w:r w:rsidRPr="00662DF7">
              <w:rPr>
                <w:rStyle w:val="Hyperlink"/>
                <w:noProof/>
                <w:rtl/>
              </w:rPr>
              <w:t xml:space="preserve"> </w:t>
            </w:r>
            <w:r w:rsidRPr="00662DF7">
              <w:rPr>
                <w:rStyle w:val="Hyperlink"/>
                <w:rFonts w:hint="eastAsia"/>
                <w:noProof/>
                <w:rtl/>
              </w:rPr>
              <w:t>اذان</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نيت</w:t>
            </w:r>
            <w:r w:rsidRPr="00662DF7">
              <w:rPr>
                <w:rStyle w:val="Hyperlink"/>
                <w:noProof/>
                <w:rtl/>
              </w:rPr>
              <w:t xml:space="preserve"> </w:t>
            </w:r>
            <w:r w:rsidRPr="00662DF7">
              <w:rPr>
                <w:rStyle w:val="Hyperlink"/>
                <w:rFonts w:hint="eastAsia"/>
                <w:noProof/>
                <w:rtl/>
              </w:rPr>
              <w:t>پاداش</w:t>
            </w:r>
            <w:r w:rsidRPr="00662DF7">
              <w:rPr>
                <w:rStyle w:val="Hyperlink"/>
                <w:noProof/>
                <w:rtl/>
              </w:rPr>
              <w:t xml:space="preserve"> </w:t>
            </w:r>
            <w:r w:rsidRPr="00662DF7">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Toc449617129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3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سال</w:t>
            </w:r>
            <w:r w:rsidRPr="00662DF7">
              <w:rPr>
                <w:rStyle w:val="Hyperlink"/>
                <w:noProof/>
                <w:rtl/>
              </w:rPr>
              <w:t xml:space="preserve"> </w:t>
            </w:r>
            <w:r w:rsidRPr="00662DF7">
              <w:rPr>
                <w:rStyle w:val="Hyperlink"/>
                <w:rFonts w:hint="eastAsia"/>
                <w:noProof/>
                <w:rtl/>
              </w:rPr>
              <w:t>اذان</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شهرى</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شهرهاى</w:t>
            </w:r>
            <w:r w:rsidRPr="00662DF7">
              <w:rPr>
                <w:rStyle w:val="Hyperlink"/>
                <w:noProof/>
                <w:rtl/>
              </w:rPr>
              <w:t xml:space="preserve"> </w:t>
            </w:r>
            <w:r w:rsidRPr="00662DF7">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Toc449617130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3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تكرار</w:t>
            </w:r>
            <w:r w:rsidRPr="00662DF7">
              <w:rPr>
                <w:rStyle w:val="Hyperlink"/>
                <w:noProof/>
                <w:rtl/>
              </w:rPr>
              <w:t xml:space="preserve"> </w:t>
            </w:r>
            <w:r w:rsidRPr="00662DF7">
              <w:rPr>
                <w:rStyle w:val="Hyperlink"/>
                <w:rFonts w:hint="eastAsia"/>
                <w:noProof/>
                <w:rtl/>
              </w:rPr>
              <w:t>اذان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Toc449617131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3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ده</w:t>
            </w:r>
            <w:r w:rsidRPr="00662DF7">
              <w:rPr>
                <w:rStyle w:val="Hyperlink"/>
                <w:noProof/>
                <w:rtl/>
              </w:rPr>
              <w:t xml:space="preserve"> </w:t>
            </w:r>
            <w:r w:rsidRPr="00662DF7">
              <w:rPr>
                <w:rStyle w:val="Hyperlink"/>
                <w:rFonts w:hint="eastAsia"/>
                <w:noProof/>
                <w:rtl/>
              </w:rPr>
              <w:t>سال</w:t>
            </w:r>
            <w:r w:rsidRPr="00662DF7">
              <w:rPr>
                <w:rStyle w:val="Hyperlink"/>
                <w:noProof/>
                <w:rtl/>
              </w:rPr>
              <w:t xml:space="preserve"> </w:t>
            </w:r>
            <w:r w:rsidRPr="00662DF7">
              <w:rPr>
                <w:rStyle w:val="Hyperlink"/>
                <w:rFonts w:hint="eastAsia"/>
                <w:noProof/>
                <w:rtl/>
              </w:rPr>
              <w:t>اذان</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پاداش</w:t>
            </w:r>
            <w:r w:rsidRPr="00662DF7">
              <w:rPr>
                <w:rStyle w:val="Hyperlink"/>
                <w:noProof/>
                <w:rtl/>
              </w:rPr>
              <w:t xml:space="preserve"> </w:t>
            </w:r>
            <w:r w:rsidRPr="00662DF7">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Toc449617132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3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موذن</w:t>
            </w:r>
            <w:r w:rsidRPr="00662DF7">
              <w:rPr>
                <w:rStyle w:val="Hyperlink"/>
                <w:noProof/>
                <w:rtl/>
              </w:rPr>
              <w:t xml:space="preserve"> </w:t>
            </w:r>
            <w:r w:rsidRPr="00662DF7">
              <w:rPr>
                <w:rStyle w:val="Hyperlink"/>
                <w:rFonts w:hint="eastAsia"/>
                <w:noProof/>
                <w:rtl/>
              </w:rPr>
              <w:t>بين</w:t>
            </w:r>
            <w:r w:rsidRPr="00662DF7">
              <w:rPr>
                <w:rStyle w:val="Hyperlink"/>
                <w:noProof/>
                <w:rtl/>
              </w:rPr>
              <w:t xml:space="preserve"> </w:t>
            </w:r>
            <w:r w:rsidRPr="00662DF7">
              <w:rPr>
                <w:rStyle w:val="Hyperlink"/>
                <w:rFonts w:hint="eastAsia"/>
                <w:noProof/>
                <w:rtl/>
              </w:rPr>
              <w:t>اذان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Toc449617133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3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اذان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Toc449617134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3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قل</w:t>
            </w:r>
            <w:r w:rsidRPr="00662DF7">
              <w:rPr>
                <w:rStyle w:val="Hyperlink"/>
                <w:noProof/>
                <w:rtl/>
              </w:rPr>
              <w:t xml:space="preserve"> </w:t>
            </w:r>
            <w:r w:rsidRPr="00662DF7">
              <w:rPr>
                <w:rStyle w:val="Hyperlink"/>
                <w:rFonts w:hint="eastAsia"/>
                <w:noProof/>
                <w:rtl/>
              </w:rPr>
              <w:t>هو</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احد»،</w:t>
            </w:r>
            <w:r w:rsidRPr="00662DF7">
              <w:rPr>
                <w:rStyle w:val="Hyperlink"/>
                <w:noProof/>
                <w:rtl/>
              </w:rPr>
              <w:t xml:space="preserve"> «</w:t>
            </w:r>
            <w:r w:rsidRPr="00662DF7">
              <w:rPr>
                <w:rStyle w:val="Hyperlink"/>
                <w:rFonts w:hint="eastAsia"/>
                <w:noProof/>
                <w:rtl/>
              </w:rPr>
              <w:t>انا</w:t>
            </w:r>
            <w:r w:rsidRPr="00662DF7">
              <w:rPr>
                <w:rStyle w:val="Hyperlink"/>
                <w:noProof/>
                <w:rtl/>
              </w:rPr>
              <w:t xml:space="preserve"> </w:t>
            </w:r>
            <w:r w:rsidRPr="00662DF7">
              <w:rPr>
                <w:rStyle w:val="Hyperlink"/>
                <w:rFonts w:hint="eastAsia"/>
                <w:noProof/>
                <w:rtl/>
              </w:rPr>
              <w:t>انزلناه»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آيه</w:t>
            </w:r>
            <w:r w:rsidRPr="00662DF7">
              <w:rPr>
                <w:rStyle w:val="Hyperlink"/>
                <w:noProof/>
                <w:rtl/>
              </w:rPr>
              <w:t xml:space="preserve"> </w:t>
            </w:r>
            <w:r w:rsidRPr="00662DF7">
              <w:rPr>
                <w:rStyle w:val="Hyperlink"/>
                <w:rFonts w:hint="eastAsia"/>
                <w:noProof/>
                <w:rtl/>
              </w:rPr>
              <w:t>الكرسى»</w:t>
            </w:r>
            <w:r w:rsidRPr="00662DF7">
              <w:rPr>
                <w:rStyle w:val="Hyperlink"/>
                <w:noProof/>
                <w:rtl/>
              </w:rPr>
              <w:t xml:space="preserve"> </w:t>
            </w:r>
            <w:r w:rsidRPr="00662DF7">
              <w:rPr>
                <w:rStyle w:val="Hyperlink"/>
                <w:rFonts w:hint="eastAsia"/>
                <w:noProof/>
                <w:rtl/>
              </w:rPr>
              <w:t>درهر</w:t>
            </w:r>
            <w:r w:rsidRPr="00662DF7">
              <w:rPr>
                <w:rStyle w:val="Hyperlink"/>
                <w:noProof/>
                <w:rtl/>
              </w:rPr>
              <w:t xml:space="preserve"> </w:t>
            </w:r>
            <w:r w:rsidRPr="00662DF7">
              <w:rPr>
                <w:rStyle w:val="Hyperlink"/>
                <w:rFonts w:hint="eastAsia"/>
                <w:noProof/>
                <w:rtl/>
              </w:rPr>
              <w:t>ركعت</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Toc449617135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3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فضيلت</w:t>
            </w:r>
            <w:r w:rsidRPr="00662DF7">
              <w:rPr>
                <w:rStyle w:val="Hyperlink"/>
                <w:noProof/>
                <w:rtl/>
              </w:rPr>
              <w:t xml:space="preserve"> </w:t>
            </w:r>
            <w:r w:rsidRPr="00662DF7">
              <w:rPr>
                <w:rStyle w:val="Hyperlink"/>
                <w:rFonts w:hint="eastAsia"/>
                <w:noProof/>
                <w:rtl/>
              </w:rPr>
              <w:t>قنوت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Toc449617136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3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كامل</w:t>
            </w:r>
            <w:r w:rsidRPr="00662DF7">
              <w:rPr>
                <w:rStyle w:val="Hyperlink"/>
                <w:noProof/>
                <w:rtl/>
              </w:rPr>
              <w:t xml:space="preserve"> </w:t>
            </w:r>
            <w:r w:rsidRPr="00662DF7">
              <w:rPr>
                <w:rStyle w:val="Hyperlink"/>
                <w:rFonts w:hint="eastAsia"/>
                <w:noProof/>
                <w:rtl/>
              </w:rPr>
              <w:t>بجا</w:t>
            </w:r>
            <w:r w:rsidRPr="00662DF7">
              <w:rPr>
                <w:rStyle w:val="Hyperlink"/>
                <w:noProof/>
                <w:rtl/>
              </w:rPr>
              <w:t xml:space="preserve"> </w:t>
            </w:r>
            <w:r w:rsidRPr="00662DF7">
              <w:rPr>
                <w:rStyle w:val="Hyperlink"/>
                <w:rFonts w:hint="eastAsia"/>
                <w:noProof/>
                <w:rtl/>
              </w:rPr>
              <w:t>آوردن</w:t>
            </w:r>
            <w:r w:rsidRPr="00662DF7">
              <w:rPr>
                <w:rStyle w:val="Hyperlink"/>
                <w:noProof/>
                <w:rtl/>
              </w:rPr>
              <w:t xml:space="preserve"> </w:t>
            </w:r>
            <w:r w:rsidRPr="00662DF7">
              <w:rPr>
                <w:rStyle w:val="Hyperlink"/>
                <w:rFonts w:hint="eastAsia"/>
                <w:noProof/>
                <w:rtl/>
              </w:rPr>
              <w:t>ركوع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Toc449617137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3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Toc449617138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3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گذاردن</w:t>
            </w:r>
            <w:r w:rsidRPr="00662DF7">
              <w:rPr>
                <w:rStyle w:val="Hyperlink"/>
                <w:noProof/>
                <w:rtl/>
              </w:rPr>
              <w:t xml:space="preserve"> </w:t>
            </w:r>
            <w:r w:rsidRPr="00662DF7">
              <w:rPr>
                <w:rStyle w:val="Hyperlink"/>
                <w:rFonts w:hint="eastAsia"/>
                <w:noProof/>
                <w:rtl/>
              </w:rPr>
              <w:t>كف</w:t>
            </w:r>
            <w:r w:rsidRPr="00662DF7">
              <w:rPr>
                <w:rStyle w:val="Hyperlink"/>
                <w:noProof/>
                <w:rtl/>
              </w:rPr>
              <w:t xml:space="preserve"> </w:t>
            </w:r>
            <w:r w:rsidRPr="00662DF7">
              <w:rPr>
                <w:rStyle w:val="Hyperlink"/>
                <w:rFonts w:hint="eastAsia"/>
                <w:noProof/>
                <w:rtl/>
              </w:rPr>
              <w:t>دستها</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زمين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Toc449617139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4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طولانى</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Toc449617140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4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اللهم</w:t>
            </w:r>
            <w:r w:rsidRPr="00662DF7">
              <w:rPr>
                <w:rStyle w:val="Hyperlink"/>
                <w:noProof/>
                <w:rtl/>
              </w:rPr>
              <w:t xml:space="preserve"> </w:t>
            </w:r>
            <w:r w:rsidRPr="00662DF7">
              <w:rPr>
                <w:rStyle w:val="Hyperlink"/>
                <w:rFonts w:hint="eastAsia"/>
                <w:noProof/>
                <w:rtl/>
              </w:rPr>
              <w:t>صلى</w:t>
            </w:r>
            <w:r w:rsidRPr="00662DF7">
              <w:rPr>
                <w:rStyle w:val="Hyperlink"/>
                <w:noProof/>
                <w:rtl/>
              </w:rPr>
              <w:t xml:space="preserve"> </w:t>
            </w:r>
            <w:r w:rsidRPr="00662DF7">
              <w:rPr>
                <w:rStyle w:val="Hyperlink"/>
                <w:rFonts w:hint="eastAsia"/>
                <w:noProof/>
                <w:rtl/>
              </w:rPr>
              <w:t>على</w:t>
            </w:r>
            <w:r w:rsidRPr="00662DF7">
              <w:rPr>
                <w:rStyle w:val="Hyperlink"/>
                <w:noProof/>
                <w:rtl/>
              </w:rPr>
              <w:t xml:space="preserve"> </w:t>
            </w:r>
            <w:r w:rsidRPr="00662DF7">
              <w:rPr>
                <w:rStyle w:val="Hyperlink"/>
                <w:rFonts w:hint="eastAsia"/>
                <w:noProof/>
                <w:rtl/>
              </w:rPr>
              <w:t>محمد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ال</w:t>
            </w:r>
            <w:r w:rsidRPr="00662DF7">
              <w:rPr>
                <w:rStyle w:val="Hyperlink"/>
                <w:noProof/>
                <w:rtl/>
              </w:rPr>
              <w:t xml:space="preserve"> </w:t>
            </w:r>
            <w:r w:rsidRPr="00662DF7">
              <w:rPr>
                <w:rStyle w:val="Hyperlink"/>
                <w:rFonts w:hint="eastAsia"/>
                <w:noProof/>
                <w:rtl/>
              </w:rPr>
              <w:t>محمد»</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ركوع</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سجده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Toc449617141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4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سجده</w:t>
            </w:r>
            <w:r w:rsidRPr="00662DF7">
              <w:rPr>
                <w:rStyle w:val="Hyperlink"/>
                <w:noProof/>
                <w:rtl/>
              </w:rPr>
              <w:t xml:space="preserve"> </w:t>
            </w:r>
            <w:r w:rsidRPr="00662DF7">
              <w:rPr>
                <w:rStyle w:val="Hyperlink"/>
                <w:rFonts w:hint="eastAsia"/>
                <w:noProof/>
                <w:rtl/>
              </w:rPr>
              <w:t>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Toc449617142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4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Toc449617143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4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صبح</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اول</w:t>
            </w:r>
            <w:r w:rsidRPr="00662DF7">
              <w:rPr>
                <w:rStyle w:val="Hyperlink"/>
                <w:noProof/>
                <w:rtl/>
              </w:rPr>
              <w:t xml:space="preserve"> </w:t>
            </w:r>
            <w:r w:rsidRPr="00662DF7">
              <w:rPr>
                <w:rStyle w:val="Hyperlink"/>
                <w:rFonts w:hint="eastAsia"/>
                <w:noProof/>
                <w:rtl/>
              </w:rPr>
              <w:t>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Toc449617144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45" w:history="1">
            <w:r w:rsidRPr="00662DF7">
              <w:rPr>
                <w:rStyle w:val="Hyperlink"/>
                <w:rFonts w:hint="eastAsia"/>
                <w:noProof/>
                <w:rtl/>
              </w:rPr>
              <w:t>برترى</w:t>
            </w:r>
            <w:r w:rsidRPr="00662DF7">
              <w:rPr>
                <w:rStyle w:val="Hyperlink"/>
                <w:noProof/>
                <w:rtl/>
              </w:rPr>
              <w:t xml:space="preserve"> </w:t>
            </w:r>
            <w:r w:rsidRPr="00662DF7">
              <w:rPr>
                <w:rStyle w:val="Hyperlink"/>
                <w:rFonts w:hint="eastAsia"/>
                <w:noProof/>
                <w:rtl/>
              </w:rPr>
              <w:t>اول</w:t>
            </w:r>
            <w:r w:rsidRPr="00662DF7">
              <w:rPr>
                <w:rStyle w:val="Hyperlink"/>
                <w:noProof/>
                <w:rtl/>
              </w:rPr>
              <w:t xml:space="preserve"> </w:t>
            </w:r>
            <w:r w:rsidRPr="00662DF7">
              <w:rPr>
                <w:rStyle w:val="Hyperlink"/>
                <w:rFonts w:hint="eastAsia"/>
                <w:noProof/>
                <w:rtl/>
              </w:rPr>
              <w:t>وقت</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آخر</w:t>
            </w:r>
            <w:r w:rsidRPr="00662DF7">
              <w:rPr>
                <w:rStyle w:val="Hyperlink"/>
                <w:noProof/>
                <w:rtl/>
              </w:rPr>
              <w:t xml:space="preserve"> </w:t>
            </w:r>
            <w:r w:rsidRPr="00662DF7">
              <w:rPr>
                <w:rStyle w:val="Hyperlink"/>
                <w:rFonts w:hint="eastAsia"/>
                <w:noProof/>
                <w:rtl/>
              </w:rPr>
              <w:t>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Toc449617145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4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نمازهاى</w:t>
            </w:r>
            <w:r w:rsidRPr="00662DF7">
              <w:rPr>
                <w:rStyle w:val="Hyperlink"/>
                <w:noProof/>
                <w:rtl/>
              </w:rPr>
              <w:t xml:space="preserve"> </w:t>
            </w:r>
            <w:r w:rsidRPr="00662DF7">
              <w:rPr>
                <w:rStyle w:val="Hyperlink"/>
                <w:rFonts w:hint="eastAsia"/>
                <w:noProof/>
                <w:rtl/>
              </w:rPr>
              <w:t>واجب</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اول</w:t>
            </w:r>
            <w:r w:rsidRPr="00662DF7">
              <w:rPr>
                <w:rStyle w:val="Hyperlink"/>
                <w:noProof/>
                <w:rtl/>
              </w:rPr>
              <w:t xml:space="preserve"> </w:t>
            </w:r>
            <w:r w:rsidRPr="00662DF7">
              <w:rPr>
                <w:rStyle w:val="Hyperlink"/>
                <w:rFonts w:hint="eastAsia"/>
                <w:noProof/>
                <w:rtl/>
              </w:rPr>
              <w:t>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Toc449617146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4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شكسته</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Toc449617147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4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جمعه</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مسافر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Toc449617148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4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جماعت</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Toc449617149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5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برخاستن</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Toc449617150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5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صلوات</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پيامبر</w:t>
            </w:r>
            <w:r w:rsidRPr="00662DF7">
              <w:rPr>
                <w:rStyle w:val="Hyperlink"/>
                <w:noProof/>
                <w:rtl/>
              </w:rPr>
              <w:t xml:space="preserve"> </w:t>
            </w:r>
            <w:r w:rsidRPr="00662DF7">
              <w:rPr>
                <w:rStyle w:val="Hyperlink"/>
                <w:rFonts w:hint="eastAsia"/>
                <w:noProof/>
                <w:rtl/>
              </w:rPr>
              <w:t>صلى‌الله‌عليه‌وآله</w:t>
            </w:r>
            <w:r w:rsidRPr="00662DF7">
              <w:rPr>
                <w:rStyle w:val="Hyperlink"/>
                <w:noProof/>
                <w:rtl/>
              </w:rPr>
              <w:t xml:space="preserve"> </w:t>
            </w:r>
            <w:r w:rsidRPr="00662DF7">
              <w:rPr>
                <w:rStyle w:val="Hyperlink"/>
                <w:rFonts w:hint="eastAsia"/>
                <w:noProof/>
                <w:rtl/>
              </w:rPr>
              <w:t>وآل</w:t>
            </w:r>
            <w:r w:rsidRPr="00662DF7">
              <w:rPr>
                <w:rStyle w:val="Hyperlink"/>
                <w:noProof/>
                <w:rtl/>
              </w:rPr>
              <w:t xml:space="preserve"> </w:t>
            </w:r>
            <w:r w:rsidRPr="00662DF7">
              <w:rPr>
                <w:rStyle w:val="Hyperlink"/>
                <w:rFonts w:hint="eastAsia"/>
                <w:noProof/>
                <w:rtl/>
              </w:rPr>
              <w:t>اوعليهم‌السلام</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جمعه</w:t>
            </w:r>
            <w:r w:rsidRPr="00662DF7">
              <w:rPr>
                <w:rStyle w:val="Hyperlink"/>
                <w:noProof/>
                <w:rtl/>
              </w:rPr>
              <w:t xml:space="preserve"> </w:t>
            </w:r>
            <w:r w:rsidRPr="00662DF7">
              <w:rPr>
                <w:rStyle w:val="Hyperlink"/>
                <w:rFonts w:hint="eastAsia"/>
                <w:noProof/>
                <w:rtl/>
              </w:rPr>
              <w:t>پس</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Toc449617151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5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حمد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هفت</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قل</w:t>
            </w:r>
            <w:r w:rsidRPr="00662DF7">
              <w:rPr>
                <w:rStyle w:val="Hyperlink"/>
                <w:noProof/>
                <w:rtl/>
              </w:rPr>
              <w:t xml:space="preserve"> </w:t>
            </w:r>
            <w:r w:rsidRPr="00662DF7">
              <w:rPr>
                <w:rStyle w:val="Hyperlink"/>
                <w:rFonts w:hint="eastAsia"/>
                <w:noProof/>
                <w:rtl/>
              </w:rPr>
              <w:t>هو</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احد»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هفت</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معوذتين»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ايتالكرسى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آيه</w:t>
            </w:r>
            <w:r w:rsidRPr="00662DF7">
              <w:rPr>
                <w:rStyle w:val="Hyperlink"/>
                <w:noProof/>
                <w:rtl/>
              </w:rPr>
              <w:t xml:space="preserve"> </w:t>
            </w:r>
            <w:r w:rsidRPr="00662DF7">
              <w:rPr>
                <w:rStyle w:val="Hyperlink"/>
                <w:rFonts w:hint="eastAsia"/>
                <w:noProof/>
                <w:rtl/>
              </w:rPr>
              <w:t>سخره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اخر</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برائت</w:t>
            </w:r>
            <w:r w:rsidRPr="00662DF7">
              <w:rPr>
                <w:rStyle w:val="Hyperlink"/>
                <w:noProof/>
                <w:rtl/>
              </w:rPr>
              <w:t xml:space="preserve"> </w:t>
            </w:r>
            <w:r w:rsidRPr="00662DF7">
              <w:rPr>
                <w:rStyle w:val="Hyperlink"/>
                <w:rFonts w:hint="eastAsia"/>
                <w:noProof/>
                <w:rtl/>
              </w:rPr>
              <w:t>پس</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Toc449617152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5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ديگرى</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همين</w:t>
            </w:r>
            <w:r w:rsidRPr="00662DF7">
              <w:rPr>
                <w:rStyle w:val="Hyperlink"/>
                <w:noProof/>
                <w:rtl/>
              </w:rPr>
              <w:t xml:space="preserve"> </w:t>
            </w:r>
            <w:r w:rsidRPr="00662DF7">
              <w:rPr>
                <w:rStyle w:val="Hyperlink"/>
                <w:rFonts w:hint="eastAsia"/>
                <w:noProof/>
                <w:rtl/>
              </w:rPr>
              <w:t>مورد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Toc449617153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5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قدم</w:t>
            </w:r>
            <w:r w:rsidRPr="00662DF7">
              <w:rPr>
                <w:rStyle w:val="Hyperlink"/>
                <w:noProof/>
                <w:rtl/>
              </w:rPr>
              <w:t xml:space="preserve"> </w:t>
            </w:r>
            <w:r w:rsidRPr="00662DF7">
              <w:rPr>
                <w:rStyle w:val="Hyperlink"/>
                <w:rFonts w:hint="eastAsia"/>
                <w:noProof/>
                <w:rtl/>
              </w:rPr>
              <w:t>برداشتن</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فراگرفتن</w:t>
            </w:r>
            <w:r w:rsidRPr="00662DF7">
              <w:rPr>
                <w:rStyle w:val="Hyperlink"/>
                <w:noProof/>
                <w:rtl/>
              </w:rPr>
              <w:t xml:space="preserve"> </w:t>
            </w:r>
            <w:r w:rsidRPr="00662DF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Toc449617154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5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نابينايى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صبر،</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اميد</w:t>
            </w:r>
            <w:r w:rsidRPr="00662DF7">
              <w:rPr>
                <w:rStyle w:val="Hyperlink"/>
                <w:noProof/>
                <w:rtl/>
              </w:rPr>
              <w:t xml:space="preserve"> </w:t>
            </w:r>
            <w:r w:rsidRPr="00662DF7">
              <w:rPr>
                <w:rStyle w:val="Hyperlink"/>
                <w:rFonts w:hint="eastAsia"/>
                <w:noProof/>
                <w:rtl/>
              </w:rPr>
              <w:t>پاداش</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ملاقات</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همراه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دوستىال</w:t>
            </w:r>
            <w:r w:rsidRPr="00662DF7">
              <w:rPr>
                <w:rStyle w:val="Hyperlink"/>
                <w:noProof/>
                <w:rtl/>
              </w:rPr>
              <w:t xml:space="preserve"> </w:t>
            </w:r>
            <w:r w:rsidRPr="00662DF7">
              <w:rPr>
                <w:rStyle w:val="Hyperlink"/>
                <w:rFonts w:hint="eastAsia"/>
                <w:noProof/>
                <w:rtl/>
              </w:rPr>
              <w:t>محمد</w:t>
            </w:r>
            <w:r w:rsidRPr="00662DF7">
              <w:rPr>
                <w:rStyle w:val="Hyperlink"/>
                <w:noProof/>
                <w:rtl/>
              </w:rPr>
              <w:t xml:space="preserve"> </w:t>
            </w:r>
            <w:r w:rsidRPr="00662DF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Toc449617155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5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دو</w:t>
            </w:r>
            <w:r w:rsidRPr="00662DF7">
              <w:rPr>
                <w:rStyle w:val="Hyperlink"/>
                <w:noProof/>
                <w:rtl/>
              </w:rPr>
              <w:t xml:space="preserve"> </w:t>
            </w:r>
            <w:r w:rsidRPr="00662DF7">
              <w:rPr>
                <w:rStyle w:val="Hyperlink"/>
                <w:rFonts w:hint="eastAsia"/>
                <w:noProof/>
                <w:rtl/>
              </w:rPr>
              <w:t>ركعت</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مستحبى</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درهم</w:t>
            </w:r>
            <w:r w:rsidRPr="00662DF7">
              <w:rPr>
                <w:rStyle w:val="Hyperlink"/>
                <w:noProof/>
                <w:rtl/>
              </w:rPr>
              <w:t xml:space="preserve"> </w:t>
            </w:r>
            <w:r w:rsidRPr="00662DF7">
              <w:rPr>
                <w:rStyle w:val="Hyperlink"/>
                <w:rFonts w:hint="eastAsia"/>
                <w:noProof/>
                <w:rtl/>
              </w:rPr>
              <w:t>صدقه</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يا</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گرفتن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Toc449617156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57" w:history="1">
            <w:r w:rsidRPr="00662DF7">
              <w:rPr>
                <w:rStyle w:val="Hyperlink"/>
                <w:rFonts w:hint="eastAsia"/>
                <w:noProof/>
                <w:rtl/>
              </w:rPr>
              <w:t>برترى</w:t>
            </w:r>
            <w:r w:rsidRPr="00662DF7">
              <w:rPr>
                <w:rStyle w:val="Hyperlink"/>
                <w:noProof/>
                <w:rtl/>
              </w:rPr>
              <w:t xml:space="preserve"> </w:t>
            </w:r>
            <w:r w:rsidRPr="00662DF7">
              <w:rPr>
                <w:rStyle w:val="Hyperlink"/>
                <w:rFonts w:hint="eastAsia"/>
                <w:noProof/>
                <w:rtl/>
              </w:rPr>
              <w:t>جمعه</w:t>
            </w:r>
            <w:r w:rsidRPr="00662DF7">
              <w:rPr>
                <w:rStyle w:val="Hyperlink"/>
                <w:noProof/>
                <w:rtl/>
              </w:rPr>
              <w:t xml:space="preserve"> </w:t>
            </w:r>
            <w:r w:rsidRPr="00662DF7">
              <w:rPr>
                <w:rStyle w:val="Hyperlink"/>
                <w:rFonts w:hint="eastAsia"/>
                <w:noProof/>
                <w:rtl/>
              </w:rPr>
              <w:t>هاى</w:t>
            </w:r>
            <w:r w:rsidRPr="00662DF7">
              <w:rPr>
                <w:rStyle w:val="Hyperlink"/>
                <w:noProof/>
                <w:rtl/>
              </w:rPr>
              <w:t xml:space="preserve"> </w:t>
            </w:r>
            <w:r w:rsidRPr="00662DF7">
              <w:rPr>
                <w:rStyle w:val="Hyperlink"/>
                <w:rFonts w:hint="eastAsia"/>
                <w:noProof/>
                <w:rtl/>
              </w:rPr>
              <w:t>ماه</w:t>
            </w:r>
            <w:r w:rsidRPr="00662DF7">
              <w:rPr>
                <w:rStyle w:val="Hyperlink"/>
                <w:noProof/>
                <w:rtl/>
              </w:rPr>
              <w:t xml:space="preserve"> </w:t>
            </w:r>
            <w:r w:rsidRPr="00662DF7">
              <w:rPr>
                <w:rStyle w:val="Hyperlink"/>
                <w:rFonts w:hint="eastAsia"/>
                <w:noProof/>
                <w:rtl/>
              </w:rPr>
              <w:t>رمضان</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ساير</w:t>
            </w:r>
            <w:r w:rsidRPr="00662DF7">
              <w:rPr>
                <w:rStyle w:val="Hyperlink"/>
                <w:noProof/>
                <w:rtl/>
              </w:rPr>
              <w:t xml:space="preserve"> </w:t>
            </w:r>
            <w:r w:rsidRPr="00662DF7">
              <w:rPr>
                <w:rStyle w:val="Hyperlink"/>
                <w:rFonts w:hint="eastAsia"/>
                <w:noProof/>
                <w:rtl/>
              </w:rPr>
              <w:t>جمعه</w:t>
            </w:r>
            <w:r w:rsidRPr="00662DF7">
              <w:rPr>
                <w:rStyle w:val="Hyperlink"/>
                <w:noProof/>
                <w:rtl/>
              </w:rPr>
              <w:t xml:space="preserve"> </w:t>
            </w:r>
            <w:r w:rsidRPr="00662DF7">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Toc449617157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5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كسى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عطر</w:t>
            </w:r>
            <w:r w:rsidRPr="00662DF7">
              <w:rPr>
                <w:rStyle w:val="Hyperlink"/>
                <w:noProof/>
                <w:rtl/>
              </w:rPr>
              <w:t xml:space="preserve"> </w:t>
            </w:r>
            <w:r w:rsidRPr="00662DF7">
              <w:rPr>
                <w:rStyle w:val="Hyperlink"/>
                <w:rFonts w:hint="eastAsia"/>
                <w:noProof/>
                <w:rtl/>
              </w:rPr>
              <w:t>بزند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Toc449617158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5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متاهل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Toc449617159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6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چهار</w:t>
            </w:r>
            <w:r w:rsidRPr="00662DF7">
              <w:rPr>
                <w:rStyle w:val="Hyperlink"/>
                <w:noProof/>
                <w:rtl/>
              </w:rPr>
              <w:t xml:space="preserve"> </w:t>
            </w:r>
            <w:r w:rsidRPr="00662DF7">
              <w:rPr>
                <w:rStyle w:val="Hyperlink"/>
                <w:rFonts w:hint="eastAsia"/>
                <w:noProof/>
                <w:rtl/>
              </w:rPr>
              <w:t>ركعت</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پنجاه</w:t>
            </w:r>
            <w:r w:rsidRPr="00662DF7">
              <w:rPr>
                <w:rStyle w:val="Hyperlink"/>
                <w:noProof/>
                <w:rtl/>
              </w:rPr>
              <w:t xml:space="preserve"> </w:t>
            </w:r>
            <w:r w:rsidRPr="00662DF7">
              <w:rPr>
                <w:rStyle w:val="Hyperlink"/>
                <w:rFonts w:hint="eastAsia"/>
                <w:noProof/>
                <w:rtl/>
              </w:rPr>
              <w:t>بار«قل</w:t>
            </w:r>
            <w:r w:rsidRPr="00662DF7">
              <w:rPr>
                <w:rStyle w:val="Hyperlink"/>
                <w:noProof/>
                <w:rtl/>
              </w:rPr>
              <w:t xml:space="preserve"> </w:t>
            </w:r>
            <w:r w:rsidRPr="00662DF7">
              <w:rPr>
                <w:rStyle w:val="Hyperlink"/>
                <w:rFonts w:hint="eastAsia"/>
                <w:noProof/>
                <w:rtl/>
              </w:rPr>
              <w:t>هو</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احد»</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هر</w:t>
            </w:r>
            <w:r w:rsidRPr="00662DF7">
              <w:rPr>
                <w:rStyle w:val="Hyperlink"/>
                <w:noProof/>
                <w:rtl/>
              </w:rPr>
              <w:t xml:space="preserve"> </w:t>
            </w:r>
            <w:r w:rsidRPr="00662DF7">
              <w:rPr>
                <w:rStyle w:val="Hyperlink"/>
                <w:rFonts w:hint="eastAsia"/>
                <w:noProof/>
                <w:rtl/>
              </w:rPr>
              <w:t>ركعت</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Toc449617160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6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جعفر</w:t>
            </w:r>
            <w:r w:rsidRPr="00662DF7">
              <w:rPr>
                <w:rStyle w:val="Hyperlink"/>
                <w:noProof/>
                <w:rtl/>
              </w:rPr>
              <w:t xml:space="preserve"> </w:t>
            </w:r>
            <w:r w:rsidRPr="00662DF7">
              <w:rPr>
                <w:rStyle w:val="Hyperlink"/>
                <w:rFonts w:hint="eastAsia"/>
                <w:noProof/>
                <w:rtl/>
              </w:rPr>
              <w:t>بن</w:t>
            </w:r>
            <w:r w:rsidRPr="00662DF7">
              <w:rPr>
                <w:rStyle w:val="Hyperlink"/>
                <w:noProof/>
                <w:rtl/>
              </w:rPr>
              <w:t xml:space="preserve"> </w:t>
            </w:r>
            <w:r w:rsidRPr="00662DF7">
              <w:rPr>
                <w:rStyle w:val="Hyperlink"/>
                <w:rFonts w:hint="eastAsia"/>
                <w:noProof/>
                <w:rtl/>
              </w:rPr>
              <w:t>ابى</w:t>
            </w:r>
            <w:r w:rsidRPr="00662DF7">
              <w:rPr>
                <w:rStyle w:val="Hyperlink"/>
                <w:noProof/>
                <w:rtl/>
              </w:rPr>
              <w:t xml:space="preserve"> </w:t>
            </w:r>
            <w:r w:rsidRPr="00662DF7">
              <w:rPr>
                <w:rStyle w:val="Hyperlink"/>
                <w:rFonts w:hint="eastAsia"/>
                <w:noProof/>
                <w:rtl/>
              </w:rPr>
              <w:t>طالب</w:t>
            </w:r>
            <w:r w:rsidRPr="00662DF7">
              <w:rPr>
                <w:rStyle w:val="Hyperlink"/>
                <w:noProof/>
                <w:rtl/>
              </w:rPr>
              <w:t xml:space="preserve"> </w:t>
            </w:r>
            <w:r w:rsidRPr="00662DF7">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Toc449617161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6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Toc449617162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6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شب</w:t>
            </w:r>
            <w:r w:rsidRPr="00662DF7">
              <w:rPr>
                <w:rStyle w:val="Hyperlink"/>
                <w:noProof/>
                <w:rtl/>
              </w:rPr>
              <w:t xml:space="preserve"> </w:t>
            </w:r>
            <w:r w:rsidRPr="00662DF7">
              <w:rPr>
                <w:rStyle w:val="Hyperlink"/>
                <w:rFonts w:hint="eastAsia"/>
                <w:noProof/>
                <w:rtl/>
              </w:rPr>
              <w:t>زنده</w:t>
            </w:r>
            <w:r w:rsidRPr="00662DF7">
              <w:rPr>
                <w:rStyle w:val="Hyperlink"/>
                <w:noProof/>
                <w:rtl/>
              </w:rPr>
              <w:t xml:space="preserve"> </w:t>
            </w:r>
            <w:r w:rsidRPr="00662DF7">
              <w:rPr>
                <w:rStyle w:val="Hyperlink"/>
                <w:rFonts w:hint="eastAsia"/>
                <w:noProof/>
                <w:rtl/>
              </w:rPr>
              <w:t>دارى</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Toc449617163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6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دو</w:t>
            </w:r>
            <w:r w:rsidRPr="00662DF7">
              <w:rPr>
                <w:rStyle w:val="Hyperlink"/>
                <w:noProof/>
                <w:rtl/>
              </w:rPr>
              <w:t xml:space="preserve"> </w:t>
            </w:r>
            <w:r w:rsidRPr="00662DF7">
              <w:rPr>
                <w:rStyle w:val="Hyperlink"/>
                <w:rFonts w:hint="eastAsia"/>
                <w:noProof/>
                <w:rtl/>
              </w:rPr>
              <w:t>ركعت</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فهم</w:t>
            </w:r>
            <w:r w:rsidRPr="00662DF7">
              <w:rPr>
                <w:rStyle w:val="Hyperlink"/>
                <w:noProof/>
                <w:rtl/>
              </w:rPr>
              <w:t xml:space="preserve"> </w:t>
            </w:r>
            <w:r w:rsidRPr="00662DF7">
              <w:rPr>
                <w:rStyle w:val="Hyperlink"/>
                <w:rFonts w:hint="eastAsia"/>
                <w:noProof/>
                <w:rtl/>
              </w:rPr>
              <w:t>آنچه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آن</w:t>
            </w:r>
            <w:r w:rsidRPr="00662DF7">
              <w:rPr>
                <w:rStyle w:val="Hyperlink"/>
                <w:noProof/>
                <w:rtl/>
              </w:rPr>
              <w:t xml:space="preserve"> </w:t>
            </w:r>
            <w:r w:rsidRPr="00662DF7">
              <w:rPr>
                <w:rStyle w:val="Hyperlink"/>
                <w:rFonts w:hint="eastAsia"/>
                <w:noProof/>
                <w:rtl/>
              </w:rPr>
              <w:t>مى</w:t>
            </w:r>
            <w:r w:rsidRPr="00662DF7">
              <w:rPr>
                <w:rStyle w:val="Hyperlink"/>
                <w:noProof/>
                <w:rtl/>
              </w:rPr>
              <w:t xml:space="preserve"> </w:t>
            </w:r>
            <w:r w:rsidRPr="00662DF7">
              <w:rPr>
                <w:rStyle w:val="Hyperlink"/>
                <w:rFonts w:hint="eastAsia"/>
                <w:noProof/>
                <w:rtl/>
              </w:rPr>
              <w:t>گويد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Toc449617164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6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دو</w:t>
            </w:r>
            <w:r w:rsidRPr="00662DF7">
              <w:rPr>
                <w:rStyle w:val="Hyperlink"/>
                <w:noProof/>
                <w:rtl/>
              </w:rPr>
              <w:t xml:space="preserve"> </w:t>
            </w:r>
            <w:r w:rsidRPr="00662DF7">
              <w:rPr>
                <w:rStyle w:val="Hyperlink"/>
                <w:rFonts w:hint="eastAsia"/>
                <w:noProof/>
                <w:rtl/>
              </w:rPr>
              <w:t>ركعت</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ساده</w:t>
            </w:r>
            <w:r w:rsidRPr="00662DF7">
              <w:rPr>
                <w:rStyle w:val="Hyperlink"/>
                <w:noProof/>
                <w:rtl/>
              </w:rPr>
              <w:t xml:space="preserve"> </w:t>
            </w:r>
            <w:r w:rsidRPr="00662DF7">
              <w:rPr>
                <w:rStyle w:val="Hyperlink"/>
                <w:rFonts w:hint="eastAsia"/>
                <w:noProof/>
                <w:rtl/>
              </w:rPr>
              <w:t>همراه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تفكر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Toc449617165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6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نافله</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ساعت</w:t>
            </w:r>
            <w:r w:rsidRPr="00662DF7">
              <w:rPr>
                <w:rStyle w:val="Hyperlink"/>
                <w:noProof/>
                <w:rtl/>
              </w:rPr>
              <w:t xml:space="preserve"> </w:t>
            </w:r>
            <w:r w:rsidRPr="00662DF7">
              <w:rPr>
                <w:rStyle w:val="Hyperlink"/>
                <w:rFonts w:hint="eastAsia"/>
                <w:noProof/>
                <w:rtl/>
              </w:rPr>
              <w:t>غفلت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Toc449617166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6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پانصد</w:t>
            </w:r>
            <w:r w:rsidRPr="00662DF7">
              <w:rPr>
                <w:rStyle w:val="Hyperlink"/>
                <w:noProof/>
                <w:rtl/>
              </w:rPr>
              <w:t xml:space="preserve"> </w:t>
            </w:r>
            <w:r w:rsidRPr="00662DF7">
              <w:rPr>
                <w:rStyle w:val="Hyperlink"/>
                <w:rFonts w:hint="eastAsia"/>
                <w:noProof/>
                <w:rtl/>
              </w:rPr>
              <w:t>ركعت</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بين</w:t>
            </w:r>
            <w:r w:rsidRPr="00662DF7">
              <w:rPr>
                <w:rStyle w:val="Hyperlink"/>
                <w:noProof/>
                <w:rtl/>
              </w:rPr>
              <w:t xml:space="preserve"> </w:t>
            </w:r>
            <w:r w:rsidRPr="00662DF7">
              <w:rPr>
                <w:rStyle w:val="Hyperlink"/>
                <w:rFonts w:hint="eastAsia"/>
                <w:noProof/>
                <w:rtl/>
              </w:rPr>
              <w:t>دو</w:t>
            </w:r>
            <w:r w:rsidRPr="00662DF7">
              <w:rPr>
                <w:rStyle w:val="Hyperlink"/>
                <w:noProof/>
                <w:rtl/>
              </w:rPr>
              <w:t xml:space="preserve"> </w:t>
            </w:r>
            <w:r w:rsidRPr="00662DF7">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Toc449617167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6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يازده</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قل</w:t>
            </w:r>
            <w:r w:rsidRPr="00662DF7">
              <w:rPr>
                <w:rStyle w:val="Hyperlink"/>
                <w:noProof/>
                <w:rtl/>
              </w:rPr>
              <w:t xml:space="preserve"> </w:t>
            </w:r>
            <w:r w:rsidRPr="00662DF7">
              <w:rPr>
                <w:rStyle w:val="Hyperlink"/>
                <w:rFonts w:hint="eastAsia"/>
                <w:noProof/>
                <w:rtl/>
              </w:rPr>
              <w:t>هو</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احد»</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پس</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صبح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Toc449617168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6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تعقيبات</w:t>
            </w:r>
            <w:r w:rsidRPr="00662DF7">
              <w:rPr>
                <w:rStyle w:val="Hyperlink"/>
                <w:noProof/>
                <w:rtl/>
              </w:rPr>
              <w:t xml:space="preserve"> </w:t>
            </w:r>
            <w:r w:rsidRPr="00662DF7">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Toc449617169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7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جدا</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زكات</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قرار</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آن</w:t>
            </w:r>
            <w:r w:rsidRPr="00662DF7">
              <w:rPr>
                <w:rStyle w:val="Hyperlink"/>
                <w:noProof/>
                <w:rtl/>
              </w:rPr>
              <w:t xml:space="preserve"> </w:t>
            </w:r>
            <w:r w:rsidRPr="00662DF7">
              <w:rPr>
                <w:rStyle w:val="Hyperlink"/>
                <w:rFonts w:hint="eastAsia"/>
                <w:noProof/>
                <w:rtl/>
              </w:rPr>
              <w:t>درمحل</w:t>
            </w:r>
            <w:r w:rsidRPr="00662DF7">
              <w:rPr>
                <w:rStyle w:val="Hyperlink"/>
                <w:noProof/>
                <w:rtl/>
              </w:rPr>
              <w:t xml:space="preserve"> </w:t>
            </w:r>
            <w:r w:rsidRPr="00662DF7">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Toc449617170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7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ديدن</w:t>
            </w:r>
            <w:r w:rsidRPr="00662DF7">
              <w:rPr>
                <w:rStyle w:val="Hyperlink"/>
                <w:noProof/>
                <w:rtl/>
              </w:rPr>
              <w:t xml:space="preserve"> </w:t>
            </w:r>
            <w:r w:rsidRPr="00662DF7">
              <w:rPr>
                <w:rStyle w:val="Hyperlink"/>
                <w:rFonts w:hint="eastAsia"/>
                <w:noProof/>
                <w:rtl/>
              </w:rPr>
              <w:t>حاجى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مصافحه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Toc449617171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72" w:history="1">
            <w:r w:rsidRPr="00662DF7">
              <w:rPr>
                <w:rStyle w:val="Hyperlink"/>
                <w:rFonts w:hint="eastAsia"/>
                <w:noProof/>
                <w:rtl/>
              </w:rPr>
              <w:t>حديث</w:t>
            </w:r>
            <w:r w:rsidRPr="00662DF7">
              <w:rPr>
                <w:rStyle w:val="Hyperlink"/>
                <w:noProof/>
                <w:rtl/>
              </w:rPr>
              <w:t xml:space="preserve"> </w:t>
            </w:r>
            <w:r w:rsidRPr="00662DF7">
              <w:rPr>
                <w:rStyle w:val="Hyperlink"/>
                <w:rFonts w:hint="eastAsia"/>
                <w:noProof/>
                <w:rtl/>
              </w:rPr>
              <w:t>ديگرى</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ارتباط</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Toc449617172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7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Toc449617173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7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ناسزا</w:t>
            </w:r>
            <w:r w:rsidRPr="00662DF7">
              <w:rPr>
                <w:rStyle w:val="Hyperlink"/>
                <w:noProof/>
                <w:rtl/>
              </w:rPr>
              <w:t xml:space="preserve"> </w:t>
            </w:r>
            <w:r w:rsidRPr="00662DF7">
              <w:rPr>
                <w:rStyle w:val="Hyperlink"/>
                <w:rFonts w:hint="eastAsia"/>
                <w:noProof/>
                <w:rtl/>
              </w:rPr>
              <w:t>شنيدن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حال</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من</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دارم</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سلام</w:t>
            </w:r>
            <w:r w:rsidRPr="00662DF7">
              <w:rPr>
                <w:rStyle w:val="Hyperlink"/>
                <w:noProof/>
                <w:rtl/>
              </w:rPr>
              <w:t xml:space="preserve"> </w:t>
            </w:r>
            <w:r w:rsidRPr="00662DF7">
              <w:rPr>
                <w:rStyle w:val="Hyperlink"/>
                <w:rFonts w:hint="eastAsia"/>
                <w:noProof/>
                <w:rtl/>
              </w:rPr>
              <w:t>عليك»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Toc449617174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7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راه</w:t>
            </w:r>
            <w:r w:rsidRPr="00662DF7">
              <w:rPr>
                <w:rStyle w:val="Hyperlink"/>
                <w:noProof/>
                <w:rtl/>
              </w:rPr>
              <w:t xml:space="preserve"> </w:t>
            </w:r>
            <w:r w:rsidRPr="00662DF7">
              <w:rPr>
                <w:rStyle w:val="Hyperlink"/>
                <w:rFonts w:hint="eastAsia"/>
                <w:noProof/>
                <w:rtl/>
              </w:rPr>
              <w:t>خداى</w:t>
            </w:r>
            <w:r w:rsidRPr="00662DF7">
              <w:rPr>
                <w:rStyle w:val="Hyperlink"/>
                <w:noProof/>
                <w:rtl/>
              </w:rPr>
              <w:t xml:space="preserve"> </w:t>
            </w:r>
            <w:r w:rsidRPr="00662DF7">
              <w:rPr>
                <w:rStyle w:val="Hyperlink"/>
                <w:rFonts w:hint="eastAsia"/>
                <w:noProof/>
                <w:rtl/>
              </w:rPr>
              <w:t>عزوجل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Toc449617175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7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گرما</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تشنگى</w:t>
            </w:r>
            <w:r w:rsidRPr="00662DF7">
              <w:rPr>
                <w:rStyle w:val="Hyperlink"/>
                <w:noProof/>
                <w:rtl/>
              </w:rPr>
              <w:t xml:space="preserve"> </w:t>
            </w:r>
            <w:r w:rsidRPr="00662DF7">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Toc449617176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7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مستحبى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Toc449617177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7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پايان</w:t>
            </w:r>
            <w:r w:rsidRPr="00662DF7">
              <w:rPr>
                <w:rStyle w:val="Hyperlink"/>
                <w:noProof/>
                <w:rtl/>
              </w:rPr>
              <w:t xml:space="preserve"> </w:t>
            </w:r>
            <w:r w:rsidRPr="00662DF7">
              <w:rPr>
                <w:rStyle w:val="Hyperlink"/>
                <w:rFonts w:hint="eastAsia"/>
                <w:noProof/>
                <w:rtl/>
              </w:rPr>
              <w:t>بردن</w:t>
            </w:r>
            <w:r w:rsidRPr="00662DF7">
              <w:rPr>
                <w:rStyle w:val="Hyperlink"/>
                <w:noProof/>
                <w:rtl/>
              </w:rPr>
              <w:t xml:space="preserve"> </w:t>
            </w:r>
            <w:r w:rsidRPr="00662DF7">
              <w:rPr>
                <w:rStyle w:val="Hyperlink"/>
                <w:rFonts w:hint="eastAsia"/>
                <w:noProof/>
                <w:rtl/>
              </w:rPr>
              <w:t>عمر</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مستحبى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Toc449617178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7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عطر</w:t>
            </w:r>
            <w:r w:rsidRPr="00662DF7">
              <w:rPr>
                <w:rStyle w:val="Hyperlink"/>
                <w:noProof/>
                <w:rtl/>
              </w:rPr>
              <w:t xml:space="preserve"> </w:t>
            </w:r>
            <w:r w:rsidRPr="00662DF7">
              <w:rPr>
                <w:rStyle w:val="Hyperlink"/>
                <w:rFonts w:hint="eastAsia"/>
                <w:noProof/>
                <w:rtl/>
              </w:rPr>
              <w:t>زدن</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دار</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اول</w:t>
            </w:r>
            <w:r w:rsidRPr="00662DF7">
              <w:rPr>
                <w:rStyle w:val="Hyperlink"/>
                <w:noProof/>
                <w:rtl/>
              </w:rPr>
              <w:t xml:space="preserve"> </w:t>
            </w:r>
            <w:r w:rsidRPr="00662DF7">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Toc449617179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8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Toc449617180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8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شعبان</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Toc449617181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82" w:history="1">
            <w:r w:rsidRPr="00662DF7">
              <w:rPr>
                <w:rStyle w:val="Hyperlink"/>
                <w:rFonts w:hint="eastAsia"/>
                <w:noProof/>
                <w:rtl/>
              </w:rPr>
              <w:t>برترى</w:t>
            </w:r>
            <w:r w:rsidRPr="00662DF7">
              <w:rPr>
                <w:rStyle w:val="Hyperlink"/>
                <w:noProof/>
                <w:rtl/>
              </w:rPr>
              <w:t xml:space="preserve"> </w:t>
            </w:r>
            <w:r w:rsidRPr="00662DF7">
              <w:rPr>
                <w:rStyle w:val="Hyperlink"/>
                <w:rFonts w:hint="eastAsia"/>
                <w:noProof/>
                <w:rtl/>
              </w:rPr>
              <w:t>ماه</w:t>
            </w:r>
            <w:r w:rsidRPr="00662DF7">
              <w:rPr>
                <w:rStyle w:val="Hyperlink"/>
                <w:noProof/>
                <w:rtl/>
              </w:rPr>
              <w:t xml:space="preserve"> </w:t>
            </w:r>
            <w:r w:rsidRPr="00662DF7">
              <w:rPr>
                <w:rStyle w:val="Hyperlink"/>
                <w:rFonts w:hint="eastAsia"/>
                <w:noProof/>
                <w:rtl/>
              </w:rPr>
              <w:t>رمضان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Toc449617182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8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دعاى</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دهم</w:t>
            </w:r>
            <w:r w:rsidRPr="00662DF7">
              <w:rPr>
                <w:rStyle w:val="Hyperlink"/>
                <w:noProof/>
                <w:rtl/>
              </w:rPr>
              <w:t xml:space="preserve"> </w:t>
            </w:r>
            <w:r w:rsidRPr="00662DF7">
              <w:rPr>
                <w:rStyle w:val="Hyperlink"/>
                <w:rFonts w:hint="eastAsia"/>
                <w:noProof/>
                <w:rtl/>
              </w:rPr>
              <w:t>اول</w:t>
            </w:r>
            <w:r w:rsidRPr="00662DF7">
              <w:rPr>
                <w:rStyle w:val="Hyperlink"/>
                <w:noProof/>
                <w:rtl/>
              </w:rPr>
              <w:t xml:space="preserve"> </w:t>
            </w:r>
            <w:r w:rsidRPr="00662DF7">
              <w:rPr>
                <w:rStyle w:val="Hyperlink"/>
                <w:rFonts w:hint="eastAsia"/>
                <w:noProof/>
                <w:rtl/>
              </w:rPr>
              <w:t>ذيحجه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Toc449617183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8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دهه</w:t>
            </w:r>
            <w:r w:rsidRPr="00662DF7">
              <w:rPr>
                <w:rStyle w:val="Hyperlink"/>
                <w:noProof/>
                <w:rtl/>
              </w:rPr>
              <w:t xml:space="preserve"> </w:t>
            </w:r>
            <w:r w:rsidRPr="00662DF7">
              <w:rPr>
                <w:rStyle w:val="Hyperlink"/>
                <w:rFonts w:hint="eastAsia"/>
                <w:noProof/>
                <w:rtl/>
              </w:rPr>
              <w:t>اول</w:t>
            </w:r>
            <w:r w:rsidRPr="00662DF7">
              <w:rPr>
                <w:rStyle w:val="Hyperlink"/>
                <w:noProof/>
                <w:rtl/>
              </w:rPr>
              <w:t xml:space="preserve"> </w:t>
            </w:r>
            <w:r w:rsidRPr="00662DF7">
              <w:rPr>
                <w:rStyle w:val="Hyperlink"/>
                <w:rFonts w:hint="eastAsia"/>
                <w:noProof/>
                <w:rtl/>
              </w:rPr>
              <w:t>ذى</w:t>
            </w:r>
            <w:r w:rsidRPr="00662DF7">
              <w:rPr>
                <w:rStyle w:val="Hyperlink"/>
                <w:noProof/>
                <w:rtl/>
              </w:rPr>
              <w:t xml:space="preserve"> </w:t>
            </w:r>
            <w:r w:rsidRPr="00662DF7">
              <w:rPr>
                <w:rStyle w:val="Hyperlink"/>
                <w:rFonts w:hint="eastAsia"/>
                <w:noProof/>
                <w:rtl/>
              </w:rPr>
              <w:t>الحجه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Toc449617184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8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غدير</w:t>
            </w:r>
            <w:r w:rsidRPr="00662DF7">
              <w:rPr>
                <w:rStyle w:val="Hyperlink"/>
                <w:noProof/>
                <w:rtl/>
              </w:rPr>
              <w:t xml:space="preserve"> </w:t>
            </w:r>
            <w:r w:rsidRPr="00662DF7">
              <w:rPr>
                <w:rStyle w:val="Hyperlink"/>
                <w:rFonts w:hint="eastAsia"/>
                <w:noProof/>
                <w:rtl/>
              </w:rPr>
              <w:t>خم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Toc449617185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8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عبادت</w:t>
            </w:r>
            <w:r w:rsidRPr="00662DF7">
              <w:rPr>
                <w:rStyle w:val="Hyperlink"/>
                <w:noProof/>
                <w:rtl/>
              </w:rPr>
              <w:t xml:space="preserve"> </w:t>
            </w:r>
            <w:r w:rsidRPr="00662DF7">
              <w:rPr>
                <w:rStyle w:val="Hyperlink"/>
                <w:rFonts w:hint="eastAsia"/>
                <w:noProof/>
                <w:rtl/>
              </w:rPr>
              <w:t>مستحبى</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شب</w:t>
            </w:r>
            <w:r w:rsidRPr="00662DF7">
              <w:rPr>
                <w:rStyle w:val="Hyperlink"/>
                <w:noProof/>
                <w:rtl/>
              </w:rPr>
              <w:t xml:space="preserve"> </w:t>
            </w:r>
            <w:r w:rsidRPr="00662DF7">
              <w:rPr>
                <w:rStyle w:val="Hyperlink"/>
                <w:rFonts w:hint="eastAsia"/>
                <w:noProof/>
                <w:rtl/>
              </w:rPr>
              <w:t>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Toc449617186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8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شب</w:t>
            </w:r>
            <w:r w:rsidRPr="00662DF7">
              <w:rPr>
                <w:rStyle w:val="Hyperlink"/>
                <w:noProof/>
                <w:rtl/>
              </w:rPr>
              <w:t xml:space="preserve"> </w:t>
            </w:r>
            <w:r w:rsidRPr="00662DF7">
              <w:rPr>
                <w:rStyle w:val="Hyperlink"/>
                <w:rFonts w:hint="eastAsia"/>
                <w:noProof/>
                <w:rtl/>
              </w:rPr>
              <w:t>زنده</w:t>
            </w:r>
            <w:r w:rsidRPr="00662DF7">
              <w:rPr>
                <w:rStyle w:val="Hyperlink"/>
                <w:noProof/>
                <w:rtl/>
              </w:rPr>
              <w:t xml:space="preserve"> </w:t>
            </w:r>
            <w:r w:rsidRPr="00662DF7">
              <w:rPr>
                <w:rStyle w:val="Hyperlink"/>
                <w:rFonts w:hint="eastAsia"/>
                <w:noProof/>
                <w:rtl/>
              </w:rPr>
              <w:t>دارى</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شب</w:t>
            </w:r>
            <w:r w:rsidRPr="00662DF7">
              <w:rPr>
                <w:rStyle w:val="Hyperlink"/>
                <w:noProof/>
                <w:rtl/>
              </w:rPr>
              <w:t xml:space="preserve"> </w:t>
            </w:r>
            <w:r w:rsidRPr="00662DF7">
              <w:rPr>
                <w:rStyle w:val="Hyperlink"/>
                <w:rFonts w:hint="eastAsia"/>
                <w:noProof/>
                <w:rtl/>
              </w:rPr>
              <w:t>عيد</w:t>
            </w:r>
            <w:r w:rsidRPr="00662DF7">
              <w:rPr>
                <w:rStyle w:val="Hyperlink"/>
                <w:noProof/>
                <w:rtl/>
              </w:rPr>
              <w:t xml:space="preserve"> </w:t>
            </w:r>
            <w:r w:rsidRPr="00662DF7">
              <w:rPr>
                <w:rStyle w:val="Hyperlink"/>
                <w:rFonts w:hint="eastAsia"/>
                <w:noProof/>
                <w:rtl/>
              </w:rPr>
              <w:t>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Toc449617187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8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گرفتن</w:t>
            </w:r>
            <w:r w:rsidRPr="00662DF7">
              <w:rPr>
                <w:rStyle w:val="Hyperlink"/>
                <w:noProof/>
                <w:rtl/>
              </w:rPr>
              <w:t xml:space="preserve"> </w:t>
            </w:r>
            <w:r w:rsidRPr="00662DF7">
              <w:rPr>
                <w:rStyle w:val="Hyperlink"/>
                <w:rFonts w:hint="eastAsia"/>
                <w:noProof/>
                <w:rtl/>
              </w:rPr>
              <w:t>ماه</w:t>
            </w:r>
            <w:r w:rsidRPr="00662DF7">
              <w:rPr>
                <w:rStyle w:val="Hyperlink"/>
                <w:noProof/>
                <w:rtl/>
              </w:rPr>
              <w:t xml:space="preserve"> </w:t>
            </w:r>
            <w:r w:rsidRPr="00662DF7">
              <w:rPr>
                <w:rStyle w:val="Hyperlink"/>
                <w:rFonts w:hint="eastAsia"/>
                <w:noProof/>
                <w:rtl/>
              </w:rPr>
              <w:t>رمضان</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صدقه</w:t>
            </w:r>
            <w:r w:rsidRPr="00662DF7">
              <w:rPr>
                <w:rStyle w:val="Hyperlink"/>
                <w:noProof/>
                <w:rtl/>
              </w:rPr>
              <w:t xml:space="preserve"> </w:t>
            </w:r>
            <w:r w:rsidRPr="00662DF7">
              <w:rPr>
                <w:rStyle w:val="Hyperlink"/>
                <w:rFonts w:hint="eastAsia"/>
                <w:noProof/>
                <w:rtl/>
              </w:rPr>
              <w:t>آن</w:t>
            </w:r>
            <w:r w:rsidRPr="00662DF7">
              <w:rPr>
                <w:rStyle w:val="Hyperlink"/>
                <w:noProof/>
                <w:rtl/>
              </w:rPr>
              <w:t xml:space="preserve"> </w:t>
            </w:r>
            <w:r w:rsidRPr="00662DF7">
              <w:rPr>
                <w:rStyle w:val="Hyperlink"/>
                <w:rFonts w:hint="eastAsia"/>
                <w:noProof/>
                <w:rtl/>
              </w:rPr>
              <w:t>را</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پايان</w:t>
            </w:r>
            <w:r w:rsidRPr="00662DF7">
              <w:rPr>
                <w:rStyle w:val="Hyperlink"/>
                <w:noProof/>
                <w:rtl/>
              </w:rPr>
              <w:t xml:space="preserve"> </w:t>
            </w:r>
            <w:r w:rsidRPr="00662DF7">
              <w:rPr>
                <w:rStyle w:val="Hyperlink"/>
                <w:rFonts w:hint="eastAsia"/>
                <w:noProof/>
                <w:rtl/>
              </w:rPr>
              <w:t>بردن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باغسل</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مصلى</w:t>
            </w:r>
            <w:r w:rsidRPr="00662DF7">
              <w:rPr>
                <w:rStyle w:val="Hyperlink"/>
                <w:noProof/>
                <w:rtl/>
              </w:rPr>
              <w:t xml:space="preserve"> </w:t>
            </w:r>
            <w:r w:rsidRPr="00662DF7">
              <w:rPr>
                <w:rStyle w:val="Hyperlink"/>
                <w:rFonts w:hint="eastAsia"/>
                <w:noProof/>
                <w:rtl/>
              </w:rPr>
              <w:t>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Toc449617188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8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چهار</w:t>
            </w:r>
            <w:r w:rsidRPr="00662DF7">
              <w:rPr>
                <w:rStyle w:val="Hyperlink"/>
                <w:noProof/>
                <w:rtl/>
              </w:rPr>
              <w:t xml:space="preserve"> </w:t>
            </w:r>
            <w:r w:rsidRPr="00662DF7">
              <w:rPr>
                <w:rStyle w:val="Hyperlink"/>
                <w:rFonts w:hint="eastAsia"/>
                <w:noProof/>
                <w:rtl/>
              </w:rPr>
              <w:t>ركعت</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عيد</w:t>
            </w:r>
            <w:r w:rsidRPr="00662DF7">
              <w:rPr>
                <w:rStyle w:val="Hyperlink"/>
                <w:noProof/>
                <w:rtl/>
              </w:rPr>
              <w:t xml:space="preserve"> </w:t>
            </w:r>
            <w:r w:rsidRPr="00662DF7">
              <w:rPr>
                <w:rStyle w:val="Hyperlink"/>
                <w:rFonts w:hint="eastAsia"/>
                <w:noProof/>
                <w:rtl/>
              </w:rPr>
              <w:t>فطر</w:t>
            </w:r>
            <w:r w:rsidRPr="00662DF7">
              <w:rPr>
                <w:rStyle w:val="Hyperlink"/>
                <w:noProof/>
                <w:rtl/>
              </w:rPr>
              <w:t xml:space="preserve"> </w:t>
            </w:r>
            <w:r w:rsidRPr="00662DF7">
              <w:rPr>
                <w:rStyle w:val="Hyperlink"/>
                <w:rFonts w:hint="eastAsia"/>
                <w:noProof/>
                <w:rtl/>
              </w:rPr>
              <w:t>پس</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امام</w:t>
            </w:r>
            <w:r w:rsidRPr="00662DF7">
              <w:rPr>
                <w:rStyle w:val="Hyperlink"/>
                <w:noProof/>
                <w:rtl/>
              </w:rPr>
              <w:t xml:space="preserve"> </w:t>
            </w:r>
            <w:r w:rsidRPr="00662DF7">
              <w:rPr>
                <w:rStyle w:val="Hyperlink"/>
                <w:rFonts w:hint="eastAsia"/>
                <w:noProof/>
                <w:rtl/>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Toc449617189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9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بيست</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پنجم</w:t>
            </w:r>
            <w:r w:rsidRPr="00662DF7">
              <w:rPr>
                <w:rStyle w:val="Hyperlink"/>
                <w:noProof/>
                <w:rtl/>
              </w:rPr>
              <w:t xml:space="preserve"> </w:t>
            </w:r>
            <w:r w:rsidRPr="00662DF7">
              <w:rPr>
                <w:rStyle w:val="Hyperlink"/>
                <w:rFonts w:hint="eastAsia"/>
                <w:noProof/>
                <w:rtl/>
              </w:rPr>
              <w:t>ذ</w:t>
            </w:r>
            <w:r w:rsidRPr="00662DF7">
              <w:rPr>
                <w:rStyle w:val="Hyperlink"/>
                <w:rFonts w:hint="cs"/>
                <w:noProof/>
                <w:rtl/>
              </w:rPr>
              <w:t>ی</w:t>
            </w:r>
            <w:r w:rsidRPr="00662DF7">
              <w:rPr>
                <w:rStyle w:val="Hyperlink"/>
                <w:rFonts w:hint="eastAsia"/>
                <w:noProof/>
                <w:rtl/>
              </w:rPr>
              <w:t>قعده</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Toc449617190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9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افطار</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Toc449617191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9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سه</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درماه</w:t>
            </w:r>
            <w:r w:rsidRPr="00662DF7">
              <w:rPr>
                <w:rStyle w:val="Hyperlink"/>
                <w:noProof/>
                <w:rtl/>
              </w:rPr>
              <w:t xml:space="preserve"> : </w:t>
            </w:r>
            <w:r w:rsidRPr="00662DF7">
              <w:rPr>
                <w:rStyle w:val="Hyperlink"/>
                <w:rFonts w:hint="eastAsia"/>
                <w:noProof/>
                <w:rtl/>
              </w:rPr>
              <w:t>پنج</w:t>
            </w:r>
            <w:r w:rsidRPr="00662DF7">
              <w:rPr>
                <w:rStyle w:val="Hyperlink"/>
                <w:noProof/>
                <w:rtl/>
              </w:rPr>
              <w:t xml:space="preserve"> </w:t>
            </w:r>
            <w:r w:rsidRPr="00662DF7">
              <w:rPr>
                <w:rStyle w:val="Hyperlink"/>
                <w:rFonts w:hint="eastAsia"/>
                <w:noProof/>
                <w:rtl/>
              </w:rPr>
              <w:t>شنبه</w:t>
            </w:r>
            <w:r w:rsidRPr="00662DF7">
              <w:rPr>
                <w:rStyle w:val="Hyperlink"/>
                <w:noProof/>
                <w:rtl/>
              </w:rPr>
              <w:t xml:space="preserve"> </w:t>
            </w:r>
            <w:r w:rsidRPr="00662DF7">
              <w:rPr>
                <w:rStyle w:val="Hyperlink"/>
                <w:rFonts w:hint="eastAsia"/>
                <w:noProof/>
                <w:rtl/>
              </w:rPr>
              <w:t>اول</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چهارشنبه</w:t>
            </w:r>
            <w:r w:rsidRPr="00662DF7">
              <w:rPr>
                <w:rStyle w:val="Hyperlink"/>
                <w:noProof/>
                <w:rtl/>
              </w:rPr>
              <w:t xml:space="preserve"> </w:t>
            </w:r>
            <w:r w:rsidRPr="00662DF7">
              <w:rPr>
                <w:rStyle w:val="Hyperlink"/>
                <w:rFonts w:hint="eastAsia"/>
                <w:noProof/>
                <w:rtl/>
              </w:rPr>
              <w:t>وسط</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پنج</w:t>
            </w:r>
            <w:r w:rsidRPr="00662DF7">
              <w:rPr>
                <w:rStyle w:val="Hyperlink"/>
                <w:noProof/>
                <w:rtl/>
              </w:rPr>
              <w:t xml:space="preserve"> </w:t>
            </w:r>
            <w:r w:rsidRPr="00662DF7">
              <w:rPr>
                <w:rStyle w:val="Hyperlink"/>
                <w:rFonts w:hint="eastAsia"/>
                <w:noProof/>
                <w:rtl/>
              </w:rPr>
              <w:t>شنبه</w:t>
            </w:r>
            <w:r w:rsidRPr="00662DF7">
              <w:rPr>
                <w:rStyle w:val="Hyperlink"/>
                <w:noProof/>
                <w:rtl/>
              </w:rPr>
              <w:t xml:space="preserve"> </w:t>
            </w:r>
            <w:r w:rsidRPr="00662DF7">
              <w:rPr>
                <w:rStyle w:val="Hyperlink"/>
                <w:rFonts w:hint="eastAsia"/>
                <w:noProof/>
                <w:rtl/>
              </w:rPr>
              <w:t>آخر</w:t>
            </w:r>
            <w:r w:rsidRPr="00662D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Toc449617192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9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درهم</w:t>
            </w:r>
            <w:r w:rsidRPr="00662DF7">
              <w:rPr>
                <w:rStyle w:val="Hyperlink"/>
                <w:noProof/>
                <w:rtl/>
              </w:rPr>
              <w:t xml:space="preserve"> </w:t>
            </w:r>
            <w:r w:rsidRPr="00662DF7">
              <w:rPr>
                <w:rStyle w:val="Hyperlink"/>
                <w:rFonts w:hint="eastAsia"/>
                <w:noProof/>
                <w:rtl/>
              </w:rPr>
              <w:t>صدقه</w:t>
            </w:r>
            <w:r w:rsidRPr="00662DF7">
              <w:rPr>
                <w:rStyle w:val="Hyperlink"/>
                <w:noProof/>
                <w:rtl/>
              </w:rPr>
              <w:t xml:space="preserve"> </w:t>
            </w:r>
            <w:r w:rsidRPr="00662DF7">
              <w:rPr>
                <w:rStyle w:val="Hyperlink"/>
                <w:rFonts w:hint="eastAsia"/>
                <w:noProof/>
                <w:rtl/>
              </w:rPr>
              <w:t>بجاى</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كسى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نمى</w:t>
            </w:r>
            <w:r w:rsidRPr="00662DF7">
              <w:rPr>
                <w:rStyle w:val="Hyperlink"/>
                <w:noProof/>
                <w:rtl/>
              </w:rPr>
              <w:t xml:space="preserve"> </w:t>
            </w:r>
            <w:r w:rsidRPr="00662DF7">
              <w:rPr>
                <w:rStyle w:val="Hyperlink"/>
                <w:rFonts w:hint="eastAsia"/>
                <w:noProof/>
                <w:rtl/>
              </w:rPr>
              <w:t>تواند</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هر</w:t>
            </w:r>
            <w:r w:rsidRPr="00662DF7">
              <w:rPr>
                <w:rStyle w:val="Hyperlink"/>
                <w:noProof/>
                <w:rtl/>
              </w:rPr>
              <w:t xml:space="preserve"> </w:t>
            </w:r>
            <w:r w:rsidRPr="00662DF7">
              <w:rPr>
                <w:rStyle w:val="Hyperlink"/>
                <w:rFonts w:hint="eastAsia"/>
                <w:noProof/>
                <w:rtl/>
              </w:rPr>
              <w:t>ماه</w:t>
            </w:r>
            <w:r w:rsidRPr="00662DF7">
              <w:rPr>
                <w:rStyle w:val="Hyperlink"/>
                <w:noProof/>
                <w:rtl/>
              </w:rPr>
              <w:t xml:space="preserve"> </w:t>
            </w:r>
            <w:r w:rsidRPr="00662DF7">
              <w:rPr>
                <w:rStyle w:val="Hyperlink"/>
                <w:rFonts w:hint="eastAsia"/>
                <w:noProof/>
                <w:rtl/>
              </w:rPr>
              <w:t>سه</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بگيرد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Toc449617193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9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افطار</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منزل</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Toc449617194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9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شعر</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درباره</w:t>
            </w:r>
            <w:r w:rsidRPr="00662DF7">
              <w:rPr>
                <w:rStyle w:val="Hyperlink"/>
                <w:noProof/>
                <w:rtl/>
              </w:rPr>
              <w:t xml:space="preserve"> </w:t>
            </w:r>
            <w:r w:rsidRPr="00662DF7">
              <w:rPr>
                <w:rStyle w:val="Hyperlink"/>
                <w:rFonts w:hint="eastAsia"/>
                <w:noProof/>
                <w:rtl/>
              </w:rPr>
              <w:t>امام</w:t>
            </w:r>
            <w:r w:rsidRPr="00662DF7">
              <w:rPr>
                <w:rStyle w:val="Hyperlink"/>
                <w:noProof/>
                <w:rtl/>
              </w:rPr>
              <w:t xml:space="preserve"> </w:t>
            </w:r>
            <w:r w:rsidRPr="00662DF7">
              <w:rPr>
                <w:rStyle w:val="Hyperlink"/>
                <w:rFonts w:hint="eastAsia"/>
                <w:noProof/>
                <w:rtl/>
              </w:rPr>
              <w:t>حسين</w:t>
            </w:r>
            <w:r w:rsidRPr="00662DF7">
              <w:rPr>
                <w:rStyle w:val="Hyperlink"/>
                <w:noProof/>
                <w:rtl/>
              </w:rPr>
              <w:t xml:space="preserve"> </w:t>
            </w:r>
            <w:r w:rsidRPr="00662DF7">
              <w:rPr>
                <w:rStyle w:val="Hyperlink"/>
                <w:rFonts w:hint="eastAsia"/>
                <w:noProof/>
                <w:rtl/>
              </w:rPr>
              <w:t>عليه‌السلام</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گريه</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گرياندن</w:t>
            </w:r>
            <w:r w:rsidRPr="00662DF7">
              <w:rPr>
                <w:rStyle w:val="Hyperlink"/>
                <w:noProof/>
                <w:rtl/>
              </w:rPr>
              <w:t xml:space="preserve"> </w:t>
            </w:r>
            <w:r w:rsidRPr="00662DF7">
              <w:rPr>
                <w:rStyle w:val="Hyperlink"/>
                <w:rFonts w:hint="eastAsia"/>
                <w:noProof/>
                <w:rtl/>
              </w:rPr>
              <w:t>ياخود</w:t>
            </w:r>
            <w:r w:rsidRPr="00662DF7">
              <w:rPr>
                <w:rStyle w:val="Hyperlink"/>
                <w:noProof/>
                <w:rtl/>
              </w:rPr>
              <w:t xml:space="preserve"> </w:t>
            </w:r>
            <w:r w:rsidRPr="00662DF7">
              <w:rPr>
                <w:rStyle w:val="Hyperlink"/>
                <w:rFonts w:hint="eastAsia"/>
                <w:noProof/>
                <w:rtl/>
              </w:rPr>
              <w:t>را</w:t>
            </w:r>
            <w:r w:rsidRPr="00662DF7">
              <w:rPr>
                <w:rStyle w:val="Hyperlink"/>
                <w:noProof/>
                <w:rtl/>
              </w:rPr>
              <w:t xml:space="preserve"> </w:t>
            </w:r>
            <w:r w:rsidRPr="00662DF7">
              <w:rPr>
                <w:rStyle w:val="Hyperlink"/>
                <w:rFonts w:hint="eastAsia"/>
                <w:noProof/>
                <w:rtl/>
              </w:rPr>
              <w:t>شبيه</w:t>
            </w:r>
            <w:r w:rsidRPr="00662DF7">
              <w:rPr>
                <w:rStyle w:val="Hyperlink"/>
                <w:noProof/>
                <w:rtl/>
              </w:rPr>
              <w:t xml:space="preserve"> </w:t>
            </w:r>
            <w:r w:rsidRPr="00662DF7">
              <w:rPr>
                <w:rStyle w:val="Hyperlink"/>
                <w:rFonts w:hint="eastAsia"/>
                <w:noProof/>
                <w:rtl/>
              </w:rPr>
              <w:t>گريه</w:t>
            </w:r>
            <w:r w:rsidRPr="00662DF7">
              <w:rPr>
                <w:rStyle w:val="Hyperlink"/>
                <w:noProof/>
                <w:rtl/>
              </w:rPr>
              <w:t xml:space="preserve"> </w:t>
            </w:r>
            <w:r w:rsidRPr="00662DF7">
              <w:rPr>
                <w:rStyle w:val="Hyperlink"/>
                <w:rFonts w:hint="eastAsia"/>
                <w:noProof/>
                <w:rtl/>
              </w:rPr>
              <w:t>كنندگان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اوردن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Toc449617195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9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زيارت</w:t>
            </w:r>
            <w:r w:rsidRPr="00662DF7">
              <w:rPr>
                <w:rStyle w:val="Hyperlink"/>
                <w:noProof/>
                <w:rtl/>
              </w:rPr>
              <w:t xml:space="preserve"> </w:t>
            </w:r>
            <w:r w:rsidRPr="00662DF7">
              <w:rPr>
                <w:rStyle w:val="Hyperlink"/>
                <w:rFonts w:hint="eastAsia"/>
                <w:noProof/>
                <w:rtl/>
              </w:rPr>
              <w:t>امام</w:t>
            </w:r>
            <w:r w:rsidRPr="00662DF7">
              <w:rPr>
                <w:rStyle w:val="Hyperlink"/>
                <w:noProof/>
                <w:rtl/>
              </w:rPr>
              <w:t xml:space="preserve"> </w:t>
            </w:r>
            <w:r w:rsidRPr="00662DF7">
              <w:rPr>
                <w:rStyle w:val="Hyperlink"/>
                <w:rFonts w:hint="eastAsia"/>
                <w:noProof/>
                <w:rtl/>
              </w:rPr>
              <w:t>حسين</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Toc449617196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9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زيارت</w:t>
            </w:r>
            <w:r w:rsidRPr="00662DF7">
              <w:rPr>
                <w:rStyle w:val="Hyperlink"/>
                <w:noProof/>
                <w:rtl/>
              </w:rPr>
              <w:t xml:space="preserve"> </w:t>
            </w:r>
            <w:r w:rsidRPr="00662DF7">
              <w:rPr>
                <w:rStyle w:val="Hyperlink"/>
                <w:rFonts w:hint="eastAsia"/>
                <w:noProof/>
                <w:rtl/>
              </w:rPr>
              <w:t>قبور</w:t>
            </w:r>
            <w:r w:rsidRPr="00662DF7">
              <w:rPr>
                <w:rStyle w:val="Hyperlink"/>
                <w:noProof/>
                <w:rtl/>
              </w:rPr>
              <w:t xml:space="preserve"> </w:t>
            </w:r>
            <w:r w:rsidRPr="00662DF7">
              <w:rPr>
                <w:rStyle w:val="Hyperlink"/>
                <w:rFonts w:hint="eastAsia"/>
                <w:noProof/>
                <w:rtl/>
              </w:rPr>
              <w:t>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Toc449617197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19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من</w:t>
            </w:r>
            <w:r w:rsidRPr="00662DF7">
              <w:rPr>
                <w:rStyle w:val="Hyperlink"/>
                <w:noProof/>
                <w:rtl/>
              </w:rPr>
              <w:t xml:space="preserve"> </w:t>
            </w:r>
            <w:r w:rsidRPr="00662DF7">
              <w:rPr>
                <w:rStyle w:val="Hyperlink"/>
                <w:rFonts w:hint="eastAsia"/>
                <w:noProof/>
                <w:rtl/>
              </w:rPr>
              <w:t>زار</w:t>
            </w:r>
            <w:r w:rsidRPr="00662DF7">
              <w:rPr>
                <w:rStyle w:val="Hyperlink"/>
                <w:noProof/>
                <w:rtl/>
              </w:rPr>
              <w:t xml:space="preserve"> </w:t>
            </w:r>
            <w:r w:rsidRPr="00662DF7">
              <w:rPr>
                <w:rStyle w:val="Hyperlink"/>
                <w:rFonts w:hint="eastAsia"/>
                <w:noProof/>
                <w:rtl/>
              </w:rPr>
              <w:t>قبر</w:t>
            </w:r>
            <w:r w:rsidRPr="00662DF7">
              <w:rPr>
                <w:rStyle w:val="Hyperlink"/>
                <w:noProof/>
                <w:rtl/>
              </w:rPr>
              <w:t xml:space="preserve"> </w:t>
            </w:r>
            <w:r w:rsidRPr="00662DF7">
              <w:rPr>
                <w:rStyle w:val="Hyperlink"/>
                <w:rFonts w:hint="eastAsia"/>
                <w:noProof/>
                <w:rtl/>
              </w:rPr>
              <w:t>فاطمه</w:t>
            </w:r>
            <w:r w:rsidRPr="00662DF7">
              <w:rPr>
                <w:rStyle w:val="Hyperlink"/>
                <w:noProof/>
                <w:rtl/>
              </w:rPr>
              <w:t xml:space="preserve"> </w:t>
            </w:r>
            <w:r w:rsidRPr="00662DF7">
              <w:rPr>
                <w:rStyle w:val="Hyperlink"/>
                <w:rFonts w:hint="eastAsia"/>
                <w:noProof/>
                <w:rtl/>
              </w:rPr>
              <w:t>بنت</w:t>
            </w:r>
            <w:r w:rsidRPr="00662DF7">
              <w:rPr>
                <w:rStyle w:val="Hyperlink"/>
                <w:noProof/>
                <w:rtl/>
              </w:rPr>
              <w:t xml:space="preserve"> </w:t>
            </w:r>
            <w:r w:rsidRPr="00662DF7">
              <w:rPr>
                <w:rStyle w:val="Hyperlink"/>
                <w:rFonts w:hint="eastAsia"/>
                <w:noProof/>
                <w:rtl/>
              </w:rPr>
              <w:t>موسى</w:t>
            </w:r>
            <w:r w:rsidRPr="00662DF7">
              <w:rPr>
                <w:rStyle w:val="Hyperlink"/>
                <w:noProof/>
                <w:rtl/>
              </w:rPr>
              <w:t xml:space="preserve"> </w:t>
            </w:r>
            <w:r w:rsidRPr="00662DF7">
              <w:rPr>
                <w:rStyle w:val="Hyperlink"/>
                <w:rFonts w:hint="eastAsia"/>
                <w:noProof/>
                <w:rtl/>
              </w:rPr>
              <w:t>بن</w:t>
            </w:r>
            <w:r w:rsidRPr="00662DF7">
              <w:rPr>
                <w:rStyle w:val="Hyperlink"/>
                <w:noProof/>
                <w:rtl/>
              </w:rPr>
              <w:t xml:space="preserve"> </w:t>
            </w:r>
            <w:r w:rsidRPr="00662DF7">
              <w:rPr>
                <w:rStyle w:val="Hyperlink"/>
                <w:rFonts w:hint="eastAsia"/>
                <w:noProof/>
                <w:rtl/>
              </w:rPr>
              <w:t>جعفرعليهم‌السلام</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Toc449617198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4B5EAE" w:rsidRDefault="004B5EAE">
          <w:pPr>
            <w:pStyle w:val="TOC3"/>
            <w:rPr>
              <w:rFonts w:asciiTheme="minorHAnsi" w:eastAsiaTheme="minorEastAsia" w:hAnsiTheme="minorHAnsi" w:cstheme="minorBidi"/>
              <w:noProof/>
              <w:color w:val="auto"/>
              <w:sz w:val="22"/>
              <w:szCs w:val="22"/>
              <w:rtl/>
            </w:rPr>
          </w:pPr>
          <w:hyperlink w:anchor="_Toc44961719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زيارت</w:t>
            </w:r>
            <w:r w:rsidRPr="00662DF7">
              <w:rPr>
                <w:rStyle w:val="Hyperlink"/>
                <w:noProof/>
                <w:rtl/>
              </w:rPr>
              <w:t xml:space="preserve"> </w:t>
            </w:r>
            <w:r w:rsidRPr="00662DF7">
              <w:rPr>
                <w:rStyle w:val="Hyperlink"/>
                <w:rFonts w:hint="eastAsia"/>
                <w:noProof/>
                <w:rtl/>
              </w:rPr>
              <w:t>حضرت</w:t>
            </w:r>
            <w:r w:rsidRPr="00662DF7">
              <w:rPr>
                <w:rStyle w:val="Hyperlink"/>
                <w:noProof/>
                <w:rtl/>
              </w:rPr>
              <w:t xml:space="preserve"> </w:t>
            </w:r>
            <w:r w:rsidRPr="00662DF7">
              <w:rPr>
                <w:rStyle w:val="Hyperlink"/>
                <w:rFonts w:hint="eastAsia"/>
                <w:noProof/>
                <w:rtl/>
              </w:rPr>
              <w:t>معصومه</w:t>
            </w:r>
            <w:r w:rsidRPr="00662DF7">
              <w:rPr>
                <w:rStyle w:val="Hyperlink"/>
                <w:noProof/>
                <w:rtl/>
              </w:rPr>
              <w:t xml:space="preserve"> </w:t>
            </w:r>
            <w:r w:rsidRPr="00662DF7">
              <w:rPr>
                <w:rStyle w:val="Hyperlink"/>
                <w:rFonts w:cs="Rafed Alaem" w:hint="eastAsia"/>
                <w:noProof/>
                <w:rtl/>
              </w:rPr>
              <w:t>عليه‌السلام</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قم</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Toc449617199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0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زيارت</w:t>
            </w:r>
            <w:r w:rsidRPr="00662DF7">
              <w:rPr>
                <w:rStyle w:val="Hyperlink"/>
                <w:noProof/>
                <w:rtl/>
              </w:rPr>
              <w:t xml:space="preserve"> </w:t>
            </w:r>
            <w:r w:rsidRPr="00662DF7">
              <w:rPr>
                <w:rStyle w:val="Hyperlink"/>
                <w:rFonts w:hint="eastAsia"/>
                <w:noProof/>
                <w:rtl/>
              </w:rPr>
              <w:t>حضرت</w:t>
            </w:r>
            <w:r w:rsidRPr="00662DF7">
              <w:rPr>
                <w:rStyle w:val="Hyperlink"/>
                <w:noProof/>
                <w:rtl/>
              </w:rPr>
              <w:t xml:space="preserve"> </w:t>
            </w:r>
            <w:r w:rsidRPr="00662DF7">
              <w:rPr>
                <w:rStyle w:val="Hyperlink"/>
                <w:rFonts w:hint="eastAsia"/>
                <w:noProof/>
                <w:rtl/>
              </w:rPr>
              <w:t>عبدالعظيم</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Toc449617200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0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نيكى</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امام</w:t>
            </w:r>
            <w:r w:rsidRPr="00662DF7">
              <w:rPr>
                <w:rStyle w:val="Hyperlink"/>
                <w:noProof/>
                <w:rtl/>
              </w:rPr>
              <w:t xml:space="preserve"> </w:t>
            </w:r>
            <w:r w:rsidRPr="00662DF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Toc449617201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0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اهل</w:t>
            </w:r>
            <w:r w:rsidRPr="00662DF7">
              <w:rPr>
                <w:rStyle w:val="Hyperlink"/>
                <w:noProof/>
                <w:rtl/>
              </w:rPr>
              <w:t xml:space="preserve"> </w:t>
            </w:r>
            <w:r w:rsidRPr="00662DF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Toc449617202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0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ختم</w:t>
            </w:r>
            <w:r w:rsidRPr="00662DF7">
              <w:rPr>
                <w:rStyle w:val="Hyperlink"/>
                <w:noProof/>
                <w:rtl/>
              </w:rPr>
              <w:t xml:space="preserve"> </w:t>
            </w:r>
            <w:r w:rsidRPr="00662DF7">
              <w:rPr>
                <w:rStyle w:val="Hyperlink"/>
                <w:rFonts w:hint="eastAsia"/>
                <w:noProof/>
                <w:rtl/>
              </w:rPr>
              <w:t>قرآن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Toc449617203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0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فراگيرى</w:t>
            </w:r>
            <w:r w:rsidRPr="00662DF7">
              <w:rPr>
                <w:rStyle w:val="Hyperlink"/>
                <w:noProof/>
                <w:rtl/>
              </w:rPr>
              <w:t xml:space="preserve"> </w:t>
            </w:r>
            <w:r w:rsidRPr="00662DF7">
              <w:rPr>
                <w:rStyle w:val="Hyperlink"/>
                <w:rFonts w:hint="eastAsia"/>
                <w:noProof/>
                <w:rtl/>
              </w:rPr>
              <w:t>قرآن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سختى</w:t>
            </w:r>
            <w:r w:rsidRPr="00662DF7">
              <w:rPr>
                <w:rStyle w:val="Hyperlink"/>
                <w:noProof/>
                <w:rtl/>
              </w:rPr>
              <w:t xml:space="preserve"> </w:t>
            </w:r>
            <w:r w:rsidRPr="00662DF7">
              <w:rPr>
                <w:rStyle w:val="Hyperlink"/>
                <w:rFonts w:hint="eastAsia"/>
                <w:noProof/>
                <w:rtl/>
              </w:rPr>
              <w:t>يا</w:t>
            </w:r>
            <w:r w:rsidRPr="00662DF7">
              <w:rPr>
                <w:rStyle w:val="Hyperlink"/>
                <w:noProof/>
                <w:rtl/>
              </w:rPr>
              <w:t xml:space="preserve"> </w:t>
            </w:r>
            <w:r w:rsidRPr="00662DF7">
              <w:rPr>
                <w:rStyle w:val="Hyperlink"/>
                <w:rFonts w:hint="eastAsia"/>
                <w:noProof/>
                <w:rtl/>
              </w:rPr>
              <w:t>آسانى</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Toc449617204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0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قرآن</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جوان</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Toc449617205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0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صد</w:t>
            </w:r>
            <w:r w:rsidRPr="00662DF7">
              <w:rPr>
                <w:rStyle w:val="Hyperlink"/>
                <w:noProof/>
                <w:rtl/>
              </w:rPr>
              <w:t xml:space="preserve"> </w:t>
            </w:r>
            <w:r w:rsidRPr="00662DF7">
              <w:rPr>
                <w:rStyle w:val="Hyperlink"/>
                <w:rFonts w:hint="eastAsia"/>
                <w:noProof/>
                <w:rtl/>
              </w:rPr>
              <w:t>آيه</w:t>
            </w:r>
            <w:r w:rsidRPr="00662DF7">
              <w:rPr>
                <w:rStyle w:val="Hyperlink"/>
                <w:noProof/>
                <w:rtl/>
              </w:rPr>
              <w:t xml:space="preserve"> </w:t>
            </w:r>
            <w:r w:rsidRPr="00662DF7">
              <w:rPr>
                <w:rStyle w:val="Hyperlink"/>
                <w:rFonts w:hint="eastAsia"/>
                <w:noProof/>
                <w:rtl/>
              </w:rPr>
              <w:t>تا</w:t>
            </w:r>
            <w:r w:rsidRPr="00662DF7">
              <w:rPr>
                <w:rStyle w:val="Hyperlink"/>
                <w:noProof/>
                <w:rtl/>
              </w:rPr>
              <w:t xml:space="preserve"> </w:t>
            </w:r>
            <w:r w:rsidRPr="00662DF7">
              <w:rPr>
                <w:rStyle w:val="Hyperlink"/>
                <w:rFonts w:hint="eastAsia"/>
                <w:noProof/>
                <w:rtl/>
              </w:rPr>
              <w:t>پانصد</w:t>
            </w:r>
            <w:r w:rsidRPr="00662DF7">
              <w:rPr>
                <w:rStyle w:val="Hyperlink"/>
                <w:noProof/>
                <w:rtl/>
              </w:rPr>
              <w:t xml:space="preserve"> </w:t>
            </w:r>
            <w:r w:rsidRPr="00662DF7">
              <w:rPr>
                <w:rStyle w:val="Hyperlink"/>
                <w:rFonts w:hint="eastAsia"/>
                <w:noProof/>
                <w:rtl/>
              </w:rPr>
              <w:t>آيه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Toc449617206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0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حافظ</w:t>
            </w:r>
            <w:r w:rsidRPr="00662DF7">
              <w:rPr>
                <w:rStyle w:val="Hyperlink"/>
                <w:noProof/>
                <w:rtl/>
              </w:rPr>
              <w:t xml:space="preserve"> </w:t>
            </w:r>
            <w:r w:rsidRPr="00662DF7">
              <w:rPr>
                <w:rStyle w:val="Hyperlink"/>
                <w:rFonts w:hint="eastAsia"/>
                <w:noProof/>
                <w:rtl/>
              </w:rPr>
              <w:t>قرآن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عمل</w:t>
            </w:r>
            <w:r w:rsidRPr="00662DF7">
              <w:rPr>
                <w:rStyle w:val="Hyperlink"/>
                <w:noProof/>
                <w:rtl/>
              </w:rPr>
              <w:t xml:space="preserve"> </w:t>
            </w:r>
            <w:r w:rsidRPr="00662DF7">
              <w:rPr>
                <w:rStyle w:val="Hyperlink"/>
                <w:rFonts w:hint="eastAsia"/>
                <w:noProof/>
                <w:rtl/>
              </w:rPr>
              <w:t>كننده</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Toc449617207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0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حفظ</w:t>
            </w:r>
            <w:r w:rsidRPr="00662DF7">
              <w:rPr>
                <w:rStyle w:val="Hyperlink"/>
                <w:noProof/>
                <w:rtl/>
              </w:rPr>
              <w:t xml:space="preserve"> </w:t>
            </w:r>
            <w:r w:rsidRPr="00662DF7">
              <w:rPr>
                <w:rStyle w:val="Hyperlink"/>
                <w:rFonts w:hint="eastAsia"/>
                <w:noProof/>
                <w:rtl/>
              </w:rPr>
              <w:t>قرآن</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مشقت</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آن</w:t>
            </w:r>
            <w:r w:rsidRPr="00662DF7">
              <w:rPr>
                <w:rStyle w:val="Hyperlink"/>
                <w:noProof/>
                <w:rtl/>
              </w:rPr>
              <w:t xml:space="preserve"> </w:t>
            </w:r>
            <w:r w:rsidRPr="00662DF7">
              <w:rPr>
                <w:rStyle w:val="Hyperlink"/>
                <w:rFonts w:hint="eastAsia"/>
                <w:noProof/>
                <w:rtl/>
              </w:rPr>
              <w:t>پيش</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Toc449617208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0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فرود</w:t>
            </w:r>
            <w:r w:rsidRPr="00662DF7">
              <w:rPr>
                <w:rStyle w:val="Hyperlink"/>
                <w:noProof/>
                <w:rtl/>
              </w:rPr>
              <w:t xml:space="preserve"> </w:t>
            </w:r>
            <w:r w:rsidRPr="00662DF7">
              <w:rPr>
                <w:rStyle w:val="Hyperlink"/>
                <w:rFonts w:hint="eastAsia"/>
                <w:noProof/>
                <w:rtl/>
              </w:rPr>
              <w:t>آينده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كوچ</w:t>
            </w:r>
            <w:r w:rsidRPr="00662DF7">
              <w:rPr>
                <w:rStyle w:val="Hyperlink"/>
                <w:noProof/>
                <w:rtl/>
              </w:rPr>
              <w:t xml:space="preserve"> </w:t>
            </w:r>
            <w:r w:rsidRPr="00662DF7">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Toc449617209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1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قارى</w:t>
            </w:r>
            <w:r w:rsidRPr="00662DF7">
              <w:rPr>
                <w:rStyle w:val="Hyperlink"/>
                <w:noProof/>
                <w:rtl/>
              </w:rPr>
              <w:t xml:space="preserve"> </w:t>
            </w:r>
            <w:r w:rsidRPr="00662DF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Toc449617210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1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قرآن</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روى</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Toc449617211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1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بودن</w:t>
            </w:r>
            <w:r w:rsidRPr="00662DF7">
              <w:rPr>
                <w:rStyle w:val="Hyperlink"/>
                <w:noProof/>
                <w:rtl/>
              </w:rPr>
              <w:t xml:space="preserve"> </w:t>
            </w:r>
            <w:r w:rsidRPr="00662DF7">
              <w:rPr>
                <w:rStyle w:val="Hyperlink"/>
                <w:rFonts w:hint="eastAsia"/>
                <w:noProof/>
                <w:rtl/>
              </w:rPr>
              <w:t>قرآن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Toc449617212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1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بهار</w:t>
            </w:r>
            <w:r w:rsidRPr="00662DF7">
              <w:rPr>
                <w:rStyle w:val="Hyperlink"/>
                <w:noProof/>
                <w:rtl/>
              </w:rPr>
              <w:t xml:space="preserve"> </w:t>
            </w:r>
            <w:r w:rsidRPr="00662DF7">
              <w:rPr>
                <w:rStyle w:val="Hyperlink"/>
                <w:rFonts w:hint="eastAsia"/>
                <w:noProof/>
                <w:rtl/>
              </w:rPr>
              <w:t>قرآن</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Toc449617213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1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Toc449617214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1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ايت</w:t>
            </w:r>
            <w:r w:rsidRPr="00662DF7">
              <w:rPr>
                <w:rStyle w:val="Hyperlink"/>
                <w:noProof/>
                <w:rtl/>
              </w:rPr>
              <w:t xml:space="preserve"> </w:t>
            </w:r>
            <w:r w:rsidRPr="00662DF7">
              <w:rPr>
                <w:rStyle w:val="Hyperlink"/>
                <w:rFonts w:hint="eastAsia"/>
                <w:noProof/>
                <w:rtl/>
              </w:rPr>
              <w:t>الكرسى»</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خواب</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پس</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هر</w:t>
            </w:r>
            <w:r w:rsidRPr="00662DF7">
              <w:rPr>
                <w:rStyle w:val="Hyperlink"/>
                <w:noProof/>
                <w:rtl/>
              </w:rPr>
              <w:t xml:space="preserve"> </w:t>
            </w:r>
            <w:r w:rsidRPr="00662DF7">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Toc449617215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1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نساء</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هر</w:t>
            </w:r>
            <w:r w:rsidRPr="00662DF7">
              <w:rPr>
                <w:rStyle w:val="Hyperlink"/>
                <w:noProof/>
                <w:rtl/>
              </w:rPr>
              <w:t xml:space="preserve"> </w:t>
            </w:r>
            <w:r w:rsidRPr="00662DF7">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Toc449617216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1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مائده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Toc449617217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1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انفال</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Toc449617218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1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يونس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Toc449617219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2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هود</w:t>
            </w:r>
            <w:r w:rsidRPr="00662D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Toc449617220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2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يوسف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Toc449617221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2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رعد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Toc449617222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2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ابراهيم</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Toc449617223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2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نحل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Toc449617224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2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بنى</w:t>
            </w:r>
            <w:r w:rsidRPr="00662DF7">
              <w:rPr>
                <w:rStyle w:val="Hyperlink"/>
                <w:noProof/>
                <w:rtl/>
              </w:rPr>
              <w:t xml:space="preserve"> </w:t>
            </w:r>
            <w:r w:rsidRPr="00662DF7">
              <w:rPr>
                <w:rStyle w:val="Hyperlink"/>
                <w:rFonts w:hint="eastAsia"/>
                <w:noProof/>
                <w:rtl/>
              </w:rPr>
              <w:t>اسرائيل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Toc449617225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2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كهف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Toc449617226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2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مريم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Toc449617227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2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Toc449617228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2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Toc449617229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3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Toc449617230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3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Toc449617231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3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فرقان</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Toc449617232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3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نمل</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شعرا</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قصص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Toc449617233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3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عنكبوت</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روم</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Toc449617234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3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لقمان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Toc449617235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3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Toc449617236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3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احزاب</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Toc449617237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3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سبا</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فاطر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Toc449617238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3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Toc449617239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40" w:history="1">
            <w:r w:rsidRPr="00662DF7">
              <w:rPr>
                <w:rStyle w:val="Hyperlink"/>
                <w:rFonts w:ascii="Times New Roman" w:hAnsi="Times New Roman" w:hint="eastAsia"/>
                <w:noProof/>
                <w:rtl/>
              </w:rPr>
              <w:t>ثواب</w:t>
            </w:r>
            <w:r w:rsidRPr="00662DF7">
              <w:rPr>
                <w:rStyle w:val="Hyperlink"/>
                <w:rFonts w:ascii="Times New Roman" w:hAnsi="Times New Roman"/>
                <w:noProof/>
                <w:rtl/>
              </w:rPr>
              <w:t xml:space="preserve"> </w:t>
            </w:r>
            <w:r w:rsidRPr="00662DF7">
              <w:rPr>
                <w:rStyle w:val="Hyperlink"/>
                <w:rFonts w:ascii="Times New Roman" w:hAnsi="Times New Roman" w:hint="eastAsia"/>
                <w:noProof/>
                <w:rtl/>
              </w:rPr>
              <w:t>قرائت</w:t>
            </w:r>
            <w:r w:rsidRPr="00662DF7">
              <w:rPr>
                <w:rStyle w:val="Hyperlink"/>
                <w:rFonts w:ascii="Times New Roman" w:hAnsi="Times New Roman"/>
                <w:noProof/>
                <w:rtl/>
              </w:rPr>
              <w:t xml:space="preserve"> </w:t>
            </w:r>
            <w:r w:rsidRPr="00662DF7">
              <w:rPr>
                <w:rStyle w:val="Hyperlink"/>
                <w:rFonts w:ascii="Times New Roman" w:hAnsi="Times New Roman" w:hint="eastAsia"/>
                <w:noProof/>
                <w:rtl/>
              </w:rPr>
              <w:t>سوره</w:t>
            </w:r>
            <w:r w:rsidRPr="00662DF7">
              <w:rPr>
                <w:rStyle w:val="Hyperlink"/>
                <w:rFonts w:ascii="Times New Roman" w:hAnsi="Times New Roman"/>
                <w:noProof/>
                <w:rtl/>
              </w:rPr>
              <w:t xml:space="preserve"> </w:t>
            </w:r>
            <w:r w:rsidRPr="00662DF7">
              <w:rPr>
                <w:rStyle w:val="Hyperlink"/>
                <w:rFonts w:ascii="Times New Roman" w:hAnsi="Times New Roman" w:hint="eastAsia"/>
                <w:noProof/>
                <w:rtl/>
              </w:rPr>
              <w:t>صافات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Toc449617240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4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Toc449617241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4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زمر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Toc449617242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4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تلاوت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غافر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Toc449617243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4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فصلت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Toc449617244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4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شورى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Toc449617245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4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زخرف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Toc449617246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4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دخان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Toc449617247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4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جاثيه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Toc449617248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4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احقاف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Toc449617249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5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هايى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حم</w:t>
            </w:r>
            <w:r w:rsidRPr="00662DF7">
              <w:rPr>
                <w:rStyle w:val="Hyperlink"/>
                <w:noProof/>
                <w:rtl/>
              </w:rPr>
              <w:t xml:space="preserve"> </w:t>
            </w:r>
            <w:r w:rsidRPr="00662DF7">
              <w:rPr>
                <w:rStyle w:val="Hyperlink"/>
                <w:rFonts w:hint="eastAsia"/>
                <w:noProof/>
                <w:rtl/>
              </w:rPr>
              <w:t>آغاز</w:t>
            </w:r>
            <w:r w:rsidRPr="00662DF7">
              <w:rPr>
                <w:rStyle w:val="Hyperlink"/>
                <w:noProof/>
                <w:rtl/>
              </w:rPr>
              <w:t xml:space="preserve"> </w:t>
            </w:r>
            <w:r w:rsidRPr="00662DF7">
              <w:rPr>
                <w:rStyle w:val="Hyperlink"/>
                <w:rFonts w:hint="eastAsia"/>
                <w:noProof/>
                <w:rtl/>
              </w:rPr>
              <w:t>مى</w:t>
            </w:r>
            <w:r w:rsidRPr="00662DF7">
              <w:rPr>
                <w:rStyle w:val="Hyperlink"/>
                <w:noProof/>
                <w:rtl/>
              </w:rPr>
              <w:t xml:space="preserve"> </w:t>
            </w:r>
            <w:r w:rsidRPr="00662DF7">
              <w:rPr>
                <w:rStyle w:val="Hyperlink"/>
                <w:rFonts w:hint="eastAsia"/>
                <w:noProof/>
                <w:rtl/>
              </w:rPr>
              <w:t>شوند</w:t>
            </w:r>
            <w:r w:rsidRPr="00662D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Toc449617250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5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محمد</w:t>
            </w:r>
            <w:r w:rsidRPr="00662DF7">
              <w:rPr>
                <w:rStyle w:val="Hyperlink"/>
                <w:noProof/>
                <w:rtl/>
              </w:rPr>
              <w:t xml:space="preserve"> </w:t>
            </w:r>
            <w:r w:rsidRPr="00662DF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Toc449617251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5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فتح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Toc449617252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5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حجرات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Toc449617253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5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Toc449617254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5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ذاريات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Toc449617255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5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Toc449617256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5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Toc449617257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5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قمر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Toc449617258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5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الرحمن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Toc449617259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6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واقعه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Toc449617260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6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حديد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مجادله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Toc449617261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6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حشر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Toc449617262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6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ممتحنه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Toc449617263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6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صف</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Toc449617264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6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جمعه</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منافقين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Toc449617265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6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تغابن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Toc449617266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6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طلاق</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تحريم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Toc449617267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6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Toc449617268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6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الحاقه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Toc449617269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7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معارج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Toc449617270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7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نوح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Toc449617271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7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جن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Toc449617272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7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مزمل</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عشا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Toc449617273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7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مدثر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Toc449617274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7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Toc449617275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7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Toc449617276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7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قراءه</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المرسلات</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عم</w:t>
            </w:r>
            <w:r w:rsidRPr="00662DF7">
              <w:rPr>
                <w:rStyle w:val="Hyperlink"/>
                <w:noProof/>
                <w:rtl/>
              </w:rPr>
              <w:t xml:space="preserve"> </w:t>
            </w:r>
            <w:r w:rsidRPr="00662DF7">
              <w:rPr>
                <w:rStyle w:val="Hyperlink"/>
                <w:rFonts w:hint="eastAsia"/>
                <w:noProof/>
                <w:rtl/>
              </w:rPr>
              <w:t>يتساء</w:t>
            </w:r>
            <w:r w:rsidRPr="00662DF7">
              <w:rPr>
                <w:rStyle w:val="Hyperlink"/>
                <w:noProof/>
                <w:rtl/>
              </w:rPr>
              <w:t xml:space="preserve"> </w:t>
            </w:r>
            <w:r w:rsidRPr="00662DF7">
              <w:rPr>
                <w:rStyle w:val="Hyperlink"/>
                <w:rFonts w:hint="eastAsia"/>
                <w:noProof/>
                <w:rtl/>
              </w:rPr>
              <w:t>لون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النازعات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Toc449617277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7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عبس</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تكوير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Toc449617278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7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انفطار</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انشقاق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Toc449617279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8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مطففين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Toc449617280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8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بروج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Toc449617281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8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Toc449617282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8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اعلى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Toc449617283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8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غاشيه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Toc449617284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8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فجر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Toc449617285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8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بلد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Toc449617286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8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شمش</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ليل</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ضحى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شرح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Toc449617287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8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Toc449617288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8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Toc449617289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9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Toc449617290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9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بينه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Toc449617291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9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زلزه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Toc449617292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9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عاديات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Toc449617293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9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قارعه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Toc449617294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9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تكاثر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Toc449617295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9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Toc449617296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9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همزه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Toc449617297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9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فيل</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Toc449617298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29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ماعون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Toc449617299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0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كوثر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Toc449617300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0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كافرون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Toc449617301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0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نصر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Toc449617302 \h</w:instrText>
            </w:r>
            <w:r>
              <w:rPr>
                <w:noProof/>
                <w:webHidden/>
                <w:rtl/>
              </w:rPr>
              <w:instrText xml:space="preserve"> </w:instrText>
            </w:r>
            <w:r>
              <w:rPr>
                <w:noProof/>
                <w:webHidden/>
                <w:rtl/>
              </w:rPr>
            </w:r>
            <w:r>
              <w:rPr>
                <w:noProof/>
                <w:webHidden/>
                <w:rtl/>
              </w:rPr>
              <w:fldChar w:fldCharType="separate"/>
            </w:r>
            <w:r>
              <w:rPr>
                <w:noProof/>
                <w:webHidden/>
                <w:rtl/>
              </w:rPr>
              <w:t>409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0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مسد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Toc449617303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0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قرائت</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ناس</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فلق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Toc449617304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0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اجتناب</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گناهان</w:t>
            </w:r>
            <w:r w:rsidRPr="00662DF7">
              <w:rPr>
                <w:rStyle w:val="Hyperlink"/>
                <w:noProof/>
                <w:rtl/>
              </w:rPr>
              <w:t xml:space="preserve"> </w:t>
            </w:r>
            <w:r w:rsidRPr="00662DF7">
              <w:rPr>
                <w:rStyle w:val="Hyperlink"/>
                <w:rFonts w:hint="eastAsia"/>
                <w:noProof/>
                <w:rtl/>
              </w:rPr>
              <w:t>كبيره</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Toc449617305 \h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0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پشيمانى</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توبه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خجالت</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Toc449617306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0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رها</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بدهكار</w:t>
            </w:r>
            <w:r w:rsidRPr="00662DF7">
              <w:rPr>
                <w:rStyle w:val="Hyperlink"/>
                <w:noProof/>
                <w:rtl/>
              </w:rPr>
              <w:t xml:space="preserve"> </w:t>
            </w:r>
            <w:r w:rsidRPr="00662DF7">
              <w:rPr>
                <w:rStyle w:val="Hyperlink"/>
                <w:rFonts w:hint="eastAsia"/>
                <w:noProof/>
                <w:rtl/>
              </w:rPr>
              <w:t>بخاطر</w:t>
            </w:r>
            <w:r w:rsidRPr="00662DF7">
              <w:rPr>
                <w:rStyle w:val="Hyperlink"/>
                <w:noProof/>
                <w:rtl/>
              </w:rPr>
              <w:t xml:space="preserve"> </w:t>
            </w:r>
            <w:r w:rsidRPr="00662DF7">
              <w:rPr>
                <w:rStyle w:val="Hyperlink"/>
                <w:rFonts w:hint="eastAsia"/>
                <w:noProof/>
                <w:rtl/>
              </w:rPr>
              <w:t>بزرگداشت</w:t>
            </w:r>
            <w:r w:rsidRPr="00662DF7">
              <w:rPr>
                <w:rStyle w:val="Hyperlink"/>
                <w:noProof/>
                <w:rtl/>
              </w:rPr>
              <w:t xml:space="preserve"> </w:t>
            </w:r>
            <w:r w:rsidRPr="00662DF7">
              <w:rPr>
                <w:rStyle w:val="Hyperlink"/>
                <w:rFonts w:hint="eastAsia"/>
                <w:noProof/>
                <w:rtl/>
              </w:rPr>
              <w:t>خداىعزوجل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Toc449617307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0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معلم</w:t>
            </w:r>
            <w:r w:rsidRPr="00662DF7">
              <w:rPr>
                <w:rStyle w:val="Hyperlink"/>
                <w:noProof/>
                <w:rtl/>
              </w:rPr>
              <w:t xml:space="preserve"> </w:t>
            </w:r>
            <w:r w:rsidRPr="00662DF7">
              <w:rPr>
                <w:rStyle w:val="Hyperlink"/>
                <w:rFonts w:hint="eastAsia"/>
                <w:noProof/>
                <w:rtl/>
              </w:rPr>
              <w:t>خوب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Toc449617308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0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جوينده</w:t>
            </w:r>
            <w:r w:rsidRPr="00662DF7">
              <w:rPr>
                <w:rStyle w:val="Hyperlink"/>
                <w:noProof/>
                <w:rtl/>
              </w:rPr>
              <w:t xml:space="preserve"> </w:t>
            </w:r>
            <w:r w:rsidRPr="00662DF7">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Toc449617309 \h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1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همنشينى</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اهل</w:t>
            </w:r>
            <w:r w:rsidRPr="00662DF7">
              <w:rPr>
                <w:rStyle w:val="Hyperlink"/>
                <w:noProof/>
                <w:rtl/>
              </w:rPr>
              <w:t xml:space="preserve"> </w:t>
            </w:r>
            <w:r w:rsidRPr="00662DF7">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Toc449617310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1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انجام</w:t>
            </w:r>
            <w:r w:rsidRPr="00662DF7">
              <w:rPr>
                <w:rStyle w:val="Hyperlink"/>
                <w:noProof/>
                <w:rtl/>
              </w:rPr>
              <w:t xml:space="preserve"> </w:t>
            </w:r>
            <w:r w:rsidRPr="00662DF7">
              <w:rPr>
                <w:rStyle w:val="Hyperlink"/>
                <w:rFonts w:hint="eastAsia"/>
                <w:noProof/>
                <w:rtl/>
              </w:rPr>
              <w:t>عمل</w:t>
            </w:r>
            <w:r w:rsidRPr="00662DF7">
              <w:rPr>
                <w:rStyle w:val="Hyperlink"/>
                <w:noProof/>
                <w:rtl/>
              </w:rPr>
              <w:t xml:space="preserve"> </w:t>
            </w:r>
            <w:r w:rsidRPr="00662DF7">
              <w:rPr>
                <w:rStyle w:val="Hyperlink"/>
                <w:rFonts w:hint="eastAsia"/>
                <w:noProof/>
                <w:rtl/>
              </w:rPr>
              <w:t>پس</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شنيدن</w:t>
            </w:r>
            <w:r w:rsidRPr="00662DF7">
              <w:rPr>
                <w:rStyle w:val="Hyperlink"/>
                <w:noProof/>
                <w:rtl/>
              </w:rPr>
              <w:t xml:space="preserve"> </w:t>
            </w:r>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Toc449617311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1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سخن</w:t>
            </w:r>
            <w:r w:rsidRPr="00662DF7">
              <w:rPr>
                <w:rStyle w:val="Hyperlink"/>
                <w:noProof/>
                <w:rtl/>
              </w:rPr>
              <w:t xml:space="preserve"> </w:t>
            </w:r>
            <w:r w:rsidRPr="00662DF7">
              <w:rPr>
                <w:rStyle w:val="Hyperlink"/>
                <w:rFonts w:hint="eastAsia"/>
                <w:noProof/>
                <w:rtl/>
              </w:rPr>
              <w:t>حقى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مردم</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آن</w:t>
            </w:r>
            <w:r w:rsidRPr="00662DF7">
              <w:rPr>
                <w:rStyle w:val="Hyperlink"/>
                <w:noProof/>
                <w:rtl/>
              </w:rPr>
              <w:t xml:space="preserve"> </w:t>
            </w:r>
            <w:r w:rsidRPr="00662DF7">
              <w:rPr>
                <w:rStyle w:val="Hyperlink"/>
                <w:rFonts w:hint="eastAsia"/>
                <w:noProof/>
                <w:rtl/>
              </w:rPr>
              <w:t>عمل</w:t>
            </w:r>
            <w:r w:rsidRPr="00662DF7">
              <w:rPr>
                <w:rStyle w:val="Hyperlink"/>
                <w:noProof/>
                <w:rtl/>
              </w:rPr>
              <w:t xml:space="preserve"> </w:t>
            </w:r>
            <w:r w:rsidRPr="00662DF7">
              <w:rPr>
                <w:rStyle w:val="Hyperlink"/>
                <w:rFonts w:hint="eastAsia"/>
                <w:noProof/>
                <w:rtl/>
              </w:rPr>
              <w:t>كنند</w:t>
            </w:r>
            <w:r w:rsidRPr="00662D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Toc449617312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1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ايجاد</w:t>
            </w:r>
            <w:r w:rsidRPr="00662DF7">
              <w:rPr>
                <w:rStyle w:val="Hyperlink"/>
                <w:noProof/>
                <w:rtl/>
              </w:rPr>
              <w:t xml:space="preserve"> </w:t>
            </w:r>
            <w:r w:rsidRPr="00662DF7">
              <w:rPr>
                <w:rStyle w:val="Hyperlink"/>
                <w:rFonts w:hint="eastAsia"/>
                <w:noProof/>
                <w:rtl/>
              </w:rPr>
              <w:t>رسم</w:t>
            </w:r>
            <w:r w:rsidRPr="00662DF7">
              <w:rPr>
                <w:rStyle w:val="Hyperlink"/>
                <w:noProof/>
                <w:rtl/>
              </w:rPr>
              <w:t xml:space="preserve"> </w:t>
            </w:r>
            <w:r w:rsidRPr="00662DF7">
              <w:rPr>
                <w:rStyle w:val="Hyperlink"/>
                <w:rFonts w:hint="eastAsia"/>
                <w:noProof/>
                <w:rtl/>
              </w:rPr>
              <w:t>خوب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Toc449617313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1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عمل</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دانسته</w:t>
            </w:r>
            <w:r w:rsidRPr="00662DF7">
              <w:rPr>
                <w:rStyle w:val="Hyperlink"/>
                <w:noProof/>
                <w:rtl/>
              </w:rPr>
              <w:t xml:space="preserve"> </w:t>
            </w:r>
            <w:r w:rsidRPr="00662DF7">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Toc449617314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1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پناه</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يتيم</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ترحم</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ضعيف</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مهربانى</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پدر</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مادر</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خوبى</w:t>
            </w:r>
            <w:r w:rsidRPr="00662DF7">
              <w:rPr>
                <w:rStyle w:val="Hyperlink"/>
                <w:noProof/>
                <w:rtl/>
              </w:rPr>
              <w:t xml:space="preserve"> </w:t>
            </w:r>
            <w:r w:rsidRPr="00662DF7">
              <w:rPr>
                <w:rStyle w:val="Hyperlink"/>
                <w:rFonts w:hint="eastAsia"/>
                <w:noProof/>
                <w:rtl/>
              </w:rPr>
              <w:t>بهبرده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Toc449617315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1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حفظ</w:t>
            </w:r>
            <w:r w:rsidRPr="00662DF7">
              <w:rPr>
                <w:rStyle w:val="Hyperlink"/>
                <w:noProof/>
                <w:rtl/>
              </w:rPr>
              <w:t xml:space="preserve"> </w:t>
            </w:r>
            <w:r w:rsidRPr="00662DF7">
              <w:rPr>
                <w:rStyle w:val="Hyperlink"/>
                <w:rFonts w:hint="eastAsia"/>
                <w:noProof/>
                <w:rtl/>
              </w:rPr>
              <w:t>آبروى</w:t>
            </w:r>
            <w:r w:rsidRPr="00662DF7">
              <w:rPr>
                <w:rStyle w:val="Hyperlink"/>
                <w:noProof/>
                <w:rtl/>
              </w:rPr>
              <w:t xml:space="preserve"> </w:t>
            </w:r>
            <w:r w:rsidRPr="00662DF7">
              <w:rPr>
                <w:rStyle w:val="Hyperlink"/>
                <w:rFonts w:hint="eastAsia"/>
                <w:noProof/>
                <w:rtl/>
              </w:rPr>
              <w:t>مردم</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بازداشتن</w:t>
            </w:r>
            <w:r w:rsidRPr="00662DF7">
              <w:rPr>
                <w:rStyle w:val="Hyperlink"/>
                <w:noProof/>
                <w:rtl/>
              </w:rPr>
              <w:t xml:space="preserve"> </w:t>
            </w:r>
            <w:r w:rsidRPr="00662DF7">
              <w:rPr>
                <w:rStyle w:val="Hyperlink"/>
                <w:rFonts w:hint="eastAsia"/>
                <w:noProof/>
                <w:rtl/>
              </w:rPr>
              <w:t>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Toc449617316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1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پيشواى</w:t>
            </w:r>
            <w:r w:rsidRPr="00662DF7">
              <w:rPr>
                <w:rStyle w:val="Hyperlink"/>
                <w:noProof/>
                <w:rtl/>
              </w:rPr>
              <w:t xml:space="preserve"> </w:t>
            </w:r>
            <w:r w:rsidRPr="00662DF7">
              <w:rPr>
                <w:rStyle w:val="Hyperlink"/>
                <w:rFonts w:hint="eastAsia"/>
                <w:noProof/>
                <w:rtl/>
              </w:rPr>
              <w:t>عادل</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تاجر</w:t>
            </w:r>
            <w:r w:rsidRPr="00662DF7">
              <w:rPr>
                <w:rStyle w:val="Hyperlink"/>
                <w:noProof/>
                <w:rtl/>
              </w:rPr>
              <w:t xml:space="preserve"> </w:t>
            </w:r>
            <w:r w:rsidRPr="00662DF7">
              <w:rPr>
                <w:rStyle w:val="Hyperlink"/>
                <w:rFonts w:hint="eastAsia"/>
                <w:noProof/>
                <w:rtl/>
              </w:rPr>
              <w:t>راستگو</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پيرى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عمر</w:t>
            </w:r>
            <w:r w:rsidRPr="00662DF7">
              <w:rPr>
                <w:rStyle w:val="Hyperlink"/>
                <w:noProof/>
                <w:rtl/>
              </w:rPr>
              <w:t xml:space="preserve"> </w:t>
            </w:r>
            <w:r w:rsidRPr="00662DF7">
              <w:rPr>
                <w:rStyle w:val="Hyperlink"/>
                <w:rFonts w:hint="eastAsia"/>
                <w:noProof/>
                <w:rtl/>
              </w:rPr>
              <w:t>خود</w:t>
            </w:r>
            <w:r w:rsidRPr="00662DF7">
              <w:rPr>
                <w:rStyle w:val="Hyperlink"/>
                <w:noProof/>
                <w:rtl/>
              </w:rPr>
              <w:t xml:space="preserve"> </w:t>
            </w:r>
            <w:r w:rsidRPr="00662DF7">
              <w:rPr>
                <w:rStyle w:val="Hyperlink"/>
                <w:rFonts w:hint="eastAsia"/>
                <w:noProof/>
                <w:rtl/>
              </w:rPr>
              <w:t>را</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طاعت</w:t>
            </w:r>
            <w:r w:rsidRPr="00662DF7">
              <w:rPr>
                <w:rStyle w:val="Hyperlink"/>
                <w:noProof/>
                <w:rtl/>
              </w:rPr>
              <w:t xml:space="preserve"> </w:t>
            </w:r>
            <w:r w:rsidRPr="00662DF7">
              <w:rPr>
                <w:rStyle w:val="Hyperlink"/>
                <w:rFonts w:hint="eastAsia"/>
                <w:noProof/>
                <w:rtl/>
              </w:rPr>
              <w:t>خدا</w:t>
            </w:r>
            <w:r w:rsidRPr="00662DF7">
              <w:rPr>
                <w:rStyle w:val="Hyperlink"/>
                <w:noProof/>
                <w:rtl/>
              </w:rPr>
              <w:t xml:space="preserve"> </w:t>
            </w:r>
            <w:r w:rsidRPr="00662DF7">
              <w:rPr>
                <w:rStyle w:val="Hyperlink"/>
                <w:rFonts w:hint="eastAsia"/>
                <w:noProof/>
                <w:rtl/>
              </w:rPr>
              <w:t>سپرى</w:t>
            </w:r>
            <w:r w:rsidRPr="00662DF7">
              <w:rPr>
                <w:rStyle w:val="Hyperlink"/>
                <w:noProof/>
                <w:rtl/>
              </w:rPr>
              <w:t xml:space="preserve"> </w:t>
            </w:r>
            <w:r w:rsidRPr="00662DF7">
              <w:rPr>
                <w:rStyle w:val="Hyperlink"/>
                <w:rFonts w:hint="eastAsia"/>
                <w:noProof/>
                <w:rtl/>
              </w:rPr>
              <w:t>كرده</w:t>
            </w:r>
            <w:r w:rsidRPr="00662DF7">
              <w:rPr>
                <w:rStyle w:val="Hyperlink"/>
                <w:noProof/>
                <w:rtl/>
              </w:rPr>
              <w:t xml:space="preserve"> </w:t>
            </w:r>
            <w:r w:rsidRPr="00662DF7">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Toc449617317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1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حسنه</w:t>
            </w:r>
            <w:r w:rsidRPr="00662DF7">
              <w:rPr>
                <w:rStyle w:val="Hyperlink"/>
                <w:noProof/>
                <w:rtl/>
              </w:rPr>
              <w:t xml:space="preserve"> </w:t>
            </w:r>
            <w:r w:rsidRPr="00662DF7">
              <w:rPr>
                <w:rStyle w:val="Hyperlink"/>
                <w:rFonts w:hint="eastAsia"/>
                <w:noProof/>
                <w:rtl/>
              </w:rPr>
              <w:t>جديد</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رابطه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گناه</w:t>
            </w:r>
            <w:r w:rsidRPr="00662DF7">
              <w:rPr>
                <w:rStyle w:val="Hyperlink"/>
                <w:noProof/>
                <w:rtl/>
              </w:rPr>
              <w:t xml:space="preserve"> </w:t>
            </w:r>
            <w:r w:rsidRPr="00662DF7">
              <w:rPr>
                <w:rStyle w:val="Hyperlink"/>
                <w:rFonts w:hint="eastAsia"/>
                <w:noProof/>
                <w:rtl/>
              </w:rPr>
              <w:t>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Toc449617318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1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حفظ</w:t>
            </w:r>
            <w:r w:rsidRPr="00662DF7">
              <w:rPr>
                <w:rStyle w:val="Hyperlink"/>
                <w:noProof/>
                <w:rtl/>
              </w:rPr>
              <w:t xml:space="preserve"> </w:t>
            </w:r>
            <w:r w:rsidRPr="00662DF7">
              <w:rPr>
                <w:rStyle w:val="Hyperlink"/>
                <w:rFonts w:hint="eastAsia"/>
                <w:noProof/>
                <w:rtl/>
              </w:rPr>
              <w:t>چهل</w:t>
            </w:r>
            <w:r w:rsidRPr="00662DF7">
              <w:rPr>
                <w:rStyle w:val="Hyperlink"/>
                <w:noProof/>
                <w:rtl/>
              </w:rPr>
              <w:t xml:space="preserve"> </w:t>
            </w:r>
            <w:r w:rsidRPr="00662DF7">
              <w:rPr>
                <w:rStyle w:val="Hyperlink"/>
                <w:rFonts w:hint="eastAsia"/>
                <w:noProof/>
                <w:rtl/>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Toc449617319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2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ترك</w:t>
            </w:r>
            <w:r w:rsidRPr="00662DF7">
              <w:rPr>
                <w:rStyle w:val="Hyperlink"/>
                <w:noProof/>
                <w:rtl/>
              </w:rPr>
              <w:t xml:space="preserve"> </w:t>
            </w:r>
            <w:r w:rsidRPr="00662DF7">
              <w:rPr>
                <w:rStyle w:val="Hyperlink"/>
                <w:rFonts w:hint="eastAsia"/>
                <w:noProof/>
                <w:rtl/>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Toc449617320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2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خوشحال</w:t>
            </w:r>
            <w:r w:rsidRPr="00662DF7">
              <w:rPr>
                <w:rStyle w:val="Hyperlink"/>
                <w:noProof/>
                <w:rtl/>
              </w:rPr>
              <w:t xml:space="preserve"> </w:t>
            </w:r>
            <w:r w:rsidRPr="00662DF7">
              <w:rPr>
                <w:rStyle w:val="Hyperlink"/>
                <w:rFonts w:hint="eastAsia"/>
                <w:noProof/>
                <w:rtl/>
              </w:rPr>
              <w:t>نمودن</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Toc449617321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2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ورع</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زهد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توجه</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عزوجل</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Toc449617322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2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آب</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غذا</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پوشانيدن</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Toc449617323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2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غذا</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راه</w:t>
            </w:r>
            <w:r w:rsidRPr="00662DF7">
              <w:rPr>
                <w:rStyle w:val="Hyperlink"/>
                <w:noProof/>
                <w:rtl/>
              </w:rPr>
              <w:t xml:space="preserve"> </w:t>
            </w:r>
            <w:r w:rsidRPr="00662DF7">
              <w:rPr>
                <w:rStyle w:val="Hyperlink"/>
                <w:rFonts w:hint="eastAsia"/>
                <w:noProof/>
                <w:rtl/>
              </w:rPr>
              <w:t>خداىعزوجل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Toc449617324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2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غذا</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سه</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Toc449617325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2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غذا</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سير</w:t>
            </w:r>
            <w:r w:rsidRPr="00662DF7">
              <w:rPr>
                <w:rStyle w:val="Hyperlink"/>
                <w:noProof/>
                <w:rtl/>
              </w:rPr>
              <w:t xml:space="preserve"> </w:t>
            </w:r>
            <w:r w:rsidRPr="00662DF7">
              <w:rPr>
                <w:rStyle w:val="Hyperlink"/>
                <w:rFonts w:hint="eastAsia"/>
                <w:noProof/>
                <w:rtl/>
              </w:rPr>
              <w:t>نمودن</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Toc449617326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2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سير</w:t>
            </w:r>
            <w:r w:rsidRPr="00662DF7">
              <w:rPr>
                <w:rStyle w:val="Hyperlink"/>
                <w:noProof/>
                <w:rtl/>
              </w:rPr>
              <w:t xml:space="preserve"> </w:t>
            </w:r>
            <w:r w:rsidRPr="00662DF7">
              <w:rPr>
                <w:rStyle w:val="Hyperlink"/>
                <w:rFonts w:hint="eastAsia"/>
                <w:noProof/>
                <w:rtl/>
              </w:rPr>
              <w:t>نمودن</w:t>
            </w:r>
            <w:r w:rsidRPr="00662DF7">
              <w:rPr>
                <w:rStyle w:val="Hyperlink"/>
                <w:noProof/>
                <w:rtl/>
              </w:rPr>
              <w:t xml:space="preserve"> </w:t>
            </w:r>
            <w:r w:rsidRPr="00662DF7">
              <w:rPr>
                <w:rStyle w:val="Hyperlink"/>
                <w:rFonts w:hint="eastAsia"/>
                <w:noProof/>
                <w:rtl/>
              </w:rPr>
              <w:t>چهار</w:t>
            </w:r>
            <w:r w:rsidRPr="00662DF7">
              <w:rPr>
                <w:rStyle w:val="Hyperlink"/>
                <w:noProof/>
                <w:rtl/>
              </w:rPr>
              <w:t xml:space="preserve"> </w:t>
            </w:r>
            <w:r w:rsidRPr="00662DF7">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Toc449617327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2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سيراب</w:t>
            </w:r>
            <w:r w:rsidRPr="00662DF7">
              <w:rPr>
                <w:rStyle w:val="Hyperlink"/>
                <w:noProof/>
                <w:rtl/>
              </w:rPr>
              <w:t xml:space="preserve"> </w:t>
            </w:r>
            <w:r w:rsidRPr="00662DF7">
              <w:rPr>
                <w:rStyle w:val="Hyperlink"/>
                <w:rFonts w:hint="eastAsia"/>
                <w:noProof/>
                <w:rtl/>
              </w:rPr>
              <w:t>نمودن</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sidRPr="00662DF7">
              <w:rPr>
                <w:rStyle w:val="Hyperlink"/>
                <w:noProof/>
                <w:rtl/>
              </w:rPr>
              <w:t xml:space="preserve"> </w:t>
            </w:r>
            <w:r w:rsidRPr="00662DF7">
              <w:rPr>
                <w:rStyle w:val="Hyperlink"/>
                <w:rFonts w:hint="eastAsia"/>
                <w:noProof/>
                <w:rtl/>
              </w:rPr>
              <w:t>گرسنه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Toc449617328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2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آزاد</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بنده</w:t>
            </w:r>
            <w:r w:rsidRPr="00662DF7">
              <w:rPr>
                <w:rStyle w:val="Hyperlink"/>
                <w:noProof/>
                <w:rtl/>
              </w:rPr>
              <w:t xml:space="preserve"> </w:t>
            </w:r>
            <w:r w:rsidRPr="00662DF7">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Toc449617329 \h</w:instrText>
            </w:r>
            <w:r>
              <w:rPr>
                <w:noProof/>
                <w:webHidden/>
                <w:rtl/>
              </w:rPr>
              <w:instrText xml:space="preserve"> </w:instrText>
            </w:r>
            <w:r>
              <w:rPr>
                <w:noProof/>
                <w:webHidden/>
                <w:rtl/>
              </w:rPr>
            </w:r>
            <w:r>
              <w:rPr>
                <w:noProof/>
                <w:webHidden/>
                <w:rtl/>
              </w:rPr>
              <w:fldChar w:fldCharType="separate"/>
            </w:r>
            <w:r>
              <w:rPr>
                <w:noProof/>
                <w:webHidden/>
                <w:rtl/>
              </w:rPr>
              <w:t>444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3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آزاد</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بنده</w:t>
            </w:r>
            <w:r w:rsidRPr="00662DF7">
              <w:rPr>
                <w:rStyle w:val="Hyperlink"/>
                <w:noProof/>
                <w:rtl/>
              </w:rPr>
              <w:t xml:space="preserve"> </w:t>
            </w:r>
            <w:r w:rsidRPr="00662DF7">
              <w:rPr>
                <w:rStyle w:val="Hyperlink"/>
                <w:rFonts w:hint="eastAsia"/>
                <w:noProof/>
                <w:rtl/>
              </w:rPr>
              <w:t>صالح</w:t>
            </w:r>
            <w:r w:rsidRPr="00662DF7">
              <w:rPr>
                <w:rStyle w:val="Hyperlink"/>
                <w:noProof/>
                <w:rtl/>
              </w:rPr>
              <w:t xml:space="preserve"> </w:t>
            </w:r>
            <w:r w:rsidRPr="00662DF7">
              <w:rPr>
                <w:rStyle w:val="Hyperlink"/>
                <w:rFonts w:hint="eastAsia"/>
                <w:noProof/>
                <w:rtl/>
              </w:rPr>
              <w:t>بخاطر</w:t>
            </w:r>
            <w:r w:rsidRPr="00662DF7">
              <w:rPr>
                <w:rStyle w:val="Hyperlink"/>
                <w:noProof/>
                <w:rtl/>
              </w:rPr>
              <w:t xml:space="preserve"> </w:t>
            </w:r>
            <w:r w:rsidRPr="00662DF7">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Toc449617330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3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آزاد</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بنده</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Toc449617331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3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قرض</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Toc449617332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3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Toc449617333 \h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3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صدقه</w:t>
            </w:r>
            <w:r w:rsidRPr="00662DF7">
              <w:rPr>
                <w:rStyle w:val="Hyperlink"/>
                <w:noProof/>
                <w:rtl/>
              </w:rPr>
              <w:t xml:space="preserve"> </w:t>
            </w:r>
            <w:r w:rsidRPr="00662DF7">
              <w:rPr>
                <w:rStyle w:val="Hyperlink"/>
                <w:rFonts w:hint="eastAsia"/>
                <w:noProof/>
                <w:rtl/>
              </w:rPr>
              <w:t>پنهانى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Toc449617334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3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صدقه</w:t>
            </w:r>
            <w:r w:rsidRPr="00662DF7">
              <w:rPr>
                <w:rStyle w:val="Hyperlink"/>
                <w:noProof/>
                <w:rtl/>
              </w:rPr>
              <w:t xml:space="preserve"> </w:t>
            </w:r>
            <w:r w:rsidRPr="00662DF7">
              <w:rPr>
                <w:rStyle w:val="Hyperlink"/>
                <w:rFonts w:hint="eastAsia"/>
                <w:noProof/>
                <w:rtl/>
              </w:rPr>
              <w:t>آشكار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Toc449617335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3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صدقه</w:t>
            </w:r>
            <w:r w:rsidRPr="00662DF7">
              <w:rPr>
                <w:rStyle w:val="Hyperlink"/>
                <w:noProof/>
                <w:rtl/>
              </w:rPr>
              <w:t xml:space="preserve"> </w:t>
            </w:r>
            <w:r w:rsidRPr="00662DF7">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Toc449617336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3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صدقه</w:t>
            </w:r>
            <w:r w:rsidRPr="00662DF7">
              <w:rPr>
                <w:rStyle w:val="Hyperlink"/>
                <w:noProof/>
                <w:rtl/>
              </w:rPr>
              <w:t xml:space="preserve"> </w:t>
            </w:r>
            <w:r w:rsidRPr="00662DF7">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Toc449617337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3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دعاى</w:t>
            </w:r>
            <w:r w:rsidRPr="00662DF7">
              <w:rPr>
                <w:rStyle w:val="Hyperlink"/>
                <w:noProof/>
                <w:rtl/>
              </w:rPr>
              <w:t xml:space="preserve"> </w:t>
            </w:r>
            <w:r w:rsidRPr="00662DF7">
              <w:rPr>
                <w:rStyle w:val="Hyperlink"/>
                <w:rFonts w:hint="eastAsia"/>
                <w:noProof/>
                <w:rtl/>
              </w:rPr>
              <w:t>سائل</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صدقه</w:t>
            </w:r>
            <w:r w:rsidRPr="00662DF7">
              <w:rPr>
                <w:rStyle w:val="Hyperlink"/>
                <w:noProof/>
                <w:rtl/>
              </w:rPr>
              <w:t xml:space="preserve"> </w:t>
            </w:r>
            <w:r w:rsidRPr="00662DF7">
              <w:rPr>
                <w:rStyle w:val="Hyperlink"/>
                <w:rFonts w:hint="eastAsia"/>
                <w:noProof/>
                <w:rtl/>
              </w:rPr>
              <w:t>دهنده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Toc449617338 \h</w:instrText>
            </w:r>
            <w:r>
              <w:rPr>
                <w:noProof/>
                <w:webHidden/>
                <w:rtl/>
              </w:rPr>
              <w:instrText xml:space="preserve"> </w:instrText>
            </w:r>
            <w:r>
              <w:rPr>
                <w:noProof/>
                <w:webHidden/>
                <w:rtl/>
              </w:rPr>
            </w:r>
            <w:r>
              <w:rPr>
                <w:noProof/>
                <w:webHidden/>
                <w:rtl/>
              </w:rPr>
              <w:fldChar w:fldCharType="separate"/>
            </w:r>
            <w:r>
              <w:rPr>
                <w:noProof/>
                <w:webHidden/>
                <w:rtl/>
              </w:rPr>
              <w:t>466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3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مهلت</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تنگدست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Toc449617339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4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حلال</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بدهكار</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Toc449617340 \h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4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حفظ</w:t>
            </w:r>
            <w:r w:rsidRPr="00662DF7">
              <w:rPr>
                <w:rStyle w:val="Hyperlink"/>
                <w:noProof/>
                <w:rtl/>
              </w:rPr>
              <w:t xml:space="preserve"> </w:t>
            </w:r>
            <w:r w:rsidRPr="00662DF7">
              <w:rPr>
                <w:rStyle w:val="Hyperlink"/>
                <w:rFonts w:hint="eastAsia"/>
                <w:noProof/>
                <w:rtl/>
              </w:rPr>
              <w:t>آبروى</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Toc449617341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4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ديدار</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برادران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دست</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معانقه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Toc449617342 \h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4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كمك</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يارى</w:t>
            </w:r>
            <w:r w:rsidRPr="00662DF7">
              <w:rPr>
                <w:rStyle w:val="Hyperlink"/>
                <w:noProof/>
                <w:rtl/>
              </w:rPr>
              <w:t xml:space="preserve"> </w:t>
            </w:r>
            <w:r w:rsidRPr="00662DF7">
              <w:rPr>
                <w:rStyle w:val="Hyperlink"/>
                <w:rFonts w:hint="eastAsia"/>
                <w:noProof/>
                <w:rtl/>
              </w:rPr>
              <w:t>رساندن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Toc449617343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4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آشتى</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دو</w:t>
            </w:r>
            <w:r w:rsidRPr="00662DF7">
              <w:rPr>
                <w:rStyle w:val="Hyperlink"/>
                <w:noProof/>
                <w:rtl/>
              </w:rPr>
              <w:t xml:space="preserve"> </w:t>
            </w:r>
            <w:r w:rsidRPr="00662DF7">
              <w:rPr>
                <w:rStyle w:val="Hyperlink"/>
                <w:rFonts w:hint="eastAsia"/>
                <w:noProof/>
                <w:rtl/>
              </w:rPr>
              <w:t>نفر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Toc449617344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4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فرياد</w:t>
            </w:r>
            <w:r w:rsidRPr="00662DF7">
              <w:rPr>
                <w:rStyle w:val="Hyperlink"/>
                <w:noProof/>
                <w:rtl/>
              </w:rPr>
              <w:t xml:space="preserve"> </w:t>
            </w:r>
            <w:r w:rsidRPr="00662DF7">
              <w:rPr>
                <w:rStyle w:val="Hyperlink"/>
                <w:rFonts w:hint="eastAsia"/>
                <w:noProof/>
                <w:rtl/>
              </w:rPr>
              <w:t>مسلمان</w:t>
            </w:r>
            <w:r w:rsidRPr="00662DF7">
              <w:rPr>
                <w:rStyle w:val="Hyperlink"/>
                <w:noProof/>
                <w:rtl/>
              </w:rPr>
              <w:t xml:space="preserve"> </w:t>
            </w:r>
            <w:r w:rsidRPr="00662DF7">
              <w:rPr>
                <w:rStyle w:val="Hyperlink"/>
                <w:rFonts w:hint="eastAsia"/>
                <w:noProof/>
                <w:rtl/>
              </w:rPr>
              <w:t>رسيدن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Toc449617345 \h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4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خوبى</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سخنى</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مسلمان</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سخنى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Toc449617346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4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طرف</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گرفتارى</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Toc449617347 \h</w:instrText>
            </w:r>
            <w:r>
              <w:rPr>
                <w:noProof/>
                <w:webHidden/>
                <w:rtl/>
              </w:rPr>
              <w:instrText xml:space="preserve"> </w:instrText>
            </w:r>
            <w:r>
              <w:rPr>
                <w:noProof/>
                <w:webHidden/>
                <w:rtl/>
              </w:rPr>
            </w:r>
            <w:r>
              <w:rPr>
                <w:noProof/>
                <w:webHidden/>
                <w:rtl/>
              </w:rPr>
              <w:fldChar w:fldCharType="separate"/>
            </w:r>
            <w:r>
              <w:rPr>
                <w:noProof/>
                <w:webHidden/>
                <w:rtl/>
              </w:rPr>
              <w:t>481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4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خوشحال</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Toc449617348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4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خوشحال</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خانواده</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Toc449617349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5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خوشحال</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Toc449617350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5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صدقه</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sidRPr="00662DF7">
              <w:rPr>
                <w:rStyle w:val="Hyperlink"/>
                <w:noProof/>
                <w:rtl/>
              </w:rPr>
              <w:t xml:space="preserve"> </w:t>
            </w:r>
            <w:r w:rsidRPr="00662DF7">
              <w:rPr>
                <w:rStyle w:val="Hyperlink"/>
                <w:rFonts w:hint="eastAsia"/>
                <w:noProof/>
                <w:rtl/>
              </w:rPr>
              <w:t>باندازه</w:t>
            </w:r>
            <w:r w:rsidRPr="00662DF7">
              <w:rPr>
                <w:rStyle w:val="Hyperlink"/>
                <w:noProof/>
                <w:rtl/>
              </w:rPr>
              <w:t xml:space="preserve"> </w:t>
            </w:r>
            <w:r w:rsidRPr="00662DF7">
              <w:rPr>
                <w:rStyle w:val="Hyperlink"/>
                <w:rFonts w:hint="eastAsia"/>
                <w:noProof/>
                <w:rtl/>
              </w:rPr>
              <w:t>سير</w:t>
            </w:r>
            <w:r w:rsidRPr="00662DF7">
              <w:rPr>
                <w:rStyle w:val="Hyperlink"/>
                <w:noProof/>
                <w:rtl/>
              </w:rPr>
              <w:t xml:space="preserve"> </w:t>
            </w:r>
            <w:r w:rsidRPr="00662DF7">
              <w:rPr>
                <w:rStyle w:val="Hyperlink"/>
                <w:rFonts w:hint="eastAsia"/>
                <w:noProof/>
                <w:rtl/>
              </w:rPr>
              <w:t>شدن</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Toc449617351 \h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5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شيرينى</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Toc449617352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5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آشاميدن</w:t>
            </w:r>
            <w:r w:rsidRPr="00662DF7">
              <w:rPr>
                <w:rStyle w:val="Hyperlink"/>
                <w:noProof/>
                <w:rtl/>
              </w:rPr>
              <w:t xml:space="preserve"> </w:t>
            </w:r>
            <w:r w:rsidRPr="00662DF7">
              <w:rPr>
                <w:rStyle w:val="Hyperlink"/>
                <w:rFonts w:hint="eastAsia"/>
                <w:noProof/>
                <w:rtl/>
              </w:rPr>
              <w:t>نيم</w:t>
            </w:r>
            <w:r w:rsidRPr="00662DF7">
              <w:rPr>
                <w:rStyle w:val="Hyperlink"/>
                <w:noProof/>
                <w:rtl/>
              </w:rPr>
              <w:t xml:space="preserve"> </w:t>
            </w:r>
            <w:r w:rsidRPr="00662DF7">
              <w:rPr>
                <w:rStyle w:val="Hyperlink"/>
                <w:rFonts w:hint="eastAsia"/>
                <w:noProof/>
                <w:rtl/>
              </w:rPr>
              <w:t>خورده</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Toc449617353 \h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5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لطف</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محبت</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Toc449617354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5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انتخاب</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بخاطر</w:t>
            </w:r>
            <w:r w:rsidRPr="00662DF7">
              <w:rPr>
                <w:rStyle w:val="Hyperlink"/>
                <w:noProof/>
                <w:rtl/>
              </w:rPr>
              <w:t xml:space="preserve"> </w:t>
            </w:r>
            <w:r w:rsidRPr="00662DF7">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Toc449617355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5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ديدار</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خوشحال</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Toc449617356 \h</w:instrText>
            </w:r>
            <w:r>
              <w:rPr>
                <w:noProof/>
                <w:webHidden/>
                <w:rtl/>
              </w:rPr>
              <w:instrText xml:space="preserve"> </w:instrText>
            </w:r>
            <w:r>
              <w:rPr>
                <w:noProof/>
                <w:webHidden/>
                <w:rtl/>
              </w:rPr>
            </w:r>
            <w:r>
              <w:rPr>
                <w:noProof/>
                <w:webHidden/>
                <w:rtl/>
              </w:rPr>
              <w:fldChar w:fldCharType="separate"/>
            </w:r>
            <w:r>
              <w:rPr>
                <w:noProof/>
                <w:webHidden/>
                <w:rtl/>
              </w:rPr>
              <w:t>491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5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عطر</w:t>
            </w:r>
            <w:r w:rsidRPr="00662DF7">
              <w:rPr>
                <w:rStyle w:val="Hyperlink"/>
                <w:noProof/>
                <w:rtl/>
              </w:rPr>
              <w:t xml:space="preserve"> </w:t>
            </w:r>
            <w:r w:rsidRPr="00662DF7">
              <w:rPr>
                <w:rStyle w:val="Hyperlink"/>
                <w:rFonts w:hint="eastAsia"/>
                <w:noProof/>
                <w:rtl/>
              </w:rPr>
              <w:t>زدن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سر</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روى</w:t>
            </w:r>
            <w:r w:rsidRPr="00662DF7">
              <w:rPr>
                <w:rStyle w:val="Hyperlink"/>
                <w:noProof/>
                <w:rtl/>
              </w:rPr>
              <w:t xml:space="preserve"> </w:t>
            </w:r>
            <w:r w:rsidRPr="00662DF7">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Toc449617357 \h</w:instrText>
            </w:r>
            <w:r>
              <w:rPr>
                <w:noProof/>
                <w:webHidden/>
                <w:rtl/>
              </w:rPr>
              <w:instrText xml:space="preserve"> </w:instrText>
            </w:r>
            <w:r>
              <w:rPr>
                <w:noProof/>
                <w:webHidden/>
                <w:rtl/>
              </w:rPr>
            </w:r>
            <w:r>
              <w:rPr>
                <w:noProof/>
                <w:webHidden/>
                <w:rtl/>
              </w:rPr>
              <w:fldChar w:fldCharType="separate"/>
            </w:r>
            <w:r>
              <w:rPr>
                <w:noProof/>
                <w:webHidden/>
                <w:rtl/>
              </w:rPr>
              <w:t>492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5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دوست</w:t>
            </w:r>
            <w:r w:rsidRPr="00662DF7">
              <w:rPr>
                <w:rStyle w:val="Hyperlink"/>
                <w:noProof/>
                <w:rtl/>
              </w:rPr>
              <w:t xml:space="preserve"> </w:t>
            </w:r>
            <w:r w:rsidRPr="00662DF7">
              <w:rPr>
                <w:rStyle w:val="Hyperlink"/>
                <w:rFonts w:hint="eastAsia"/>
                <w:noProof/>
                <w:rtl/>
              </w:rPr>
              <w:t>داشتن</w:t>
            </w:r>
            <w:r w:rsidRPr="00662DF7">
              <w:rPr>
                <w:rStyle w:val="Hyperlink"/>
                <w:noProof/>
                <w:rtl/>
              </w:rPr>
              <w:t xml:space="preserve"> </w:t>
            </w:r>
            <w:r w:rsidRPr="00662DF7">
              <w:rPr>
                <w:rStyle w:val="Hyperlink"/>
                <w:rFonts w:hint="eastAsia"/>
                <w:noProof/>
                <w:rtl/>
              </w:rPr>
              <w:t>يكديگر</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Toc449617358 \h</w:instrText>
            </w:r>
            <w:r>
              <w:rPr>
                <w:noProof/>
                <w:webHidden/>
                <w:rtl/>
              </w:rPr>
              <w:instrText xml:space="preserve"> </w:instrText>
            </w:r>
            <w:r>
              <w:rPr>
                <w:noProof/>
                <w:webHidden/>
                <w:rtl/>
              </w:rPr>
            </w:r>
            <w:r>
              <w:rPr>
                <w:noProof/>
                <w:webHidden/>
                <w:rtl/>
              </w:rPr>
              <w:fldChar w:fldCharType="separate"/>
            </w:r>
            <w:r>
              <w:rPr>
                <w:noProof/>
                <w:webHidden/>
                <w:rtl/>
              </w:rPr>
              <w:t>493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5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تمجيد</w:t>
            </w:r>
            <w:r w:rsidRPr="00662DF7">
              <w:rPr>
                <w:rStyle w:val="Hyperlink"/>
                <w:noProof/>
                <w:rtl/>
              </w:rPr>
              <w:t xml:space="preserve"> </w:t>
            </w:r>
            <w:r w:rsidRPr="00662DF7">
              <w:rPr>
                <w:rStyle w:val="Hyperlink"/>
                <w:rFonts w:hint="eastAsia"/>
                <w:noProof/>
                <w:rtl/>
              </w:rPr>
              <w:t>خدا</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دره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Toc449617359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6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آيه</w:t>
            </w:r>
            <w:r w:rsidRPr="00662DF7">
              <w:rPr>
                <w:rStyle w:val="Hyperlink"/>
                <w:noProof/>
                <w:rtl/>
              </w:rPr>
              <w:t xml:space="preserve"> «</w:t>
            </w:r>
            <w:r w:rsidRPr="00662DF7">
              <w:rPr>
                <w:rStyle w:val="Hyperlink"/>
                <w:rFonts w:hint="eastAsia"/>
                <w:noProof/>
                <w:rtl/>
              </w:rPr>
              <w:t>ان</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يمسك</w:t>
            </w:r>
            <w:r w:rsidRPr="00662DF7">
              <w:rPr>
                <w:rStyle w:val="Hyperlink"/>
                <w:noProof/>
                <w:rtl/>
              </w:rPr>
              <w:t xml:space="preserve"> </w:t>
            </w:r>
            <w:r w:rsidRPr="00662DF7">
              <w:rPr>
                <w:rStyle w:val="Hyperlink"/>
                <w:rFonts w:hint="eastAsia"/>
                <w:noProof/>
                <w:rtl/>
              </w:rPr>
              <w:t>السموات</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الارض</w:t>
            </w:r>
            <w:r w:rsidRPr="00662DF7">
              <w:rPr>
                <w:rStyle w:val="Hyperlink"/>
                <w:noProof/>
                <w:rtl/>
              </w:rPr>
              <w:t xml:space="preserve"> </w:t>
            </w:r>
            <w:r w:rsidRPr="00662DF7">
              <w:rPr>
                <w:rStyle w:val="Hyperlink"/>
                <w:rFonts w:hint="eastAsia"/>
                <w:noProof/>
                <w:rtl/>
              </w:rPr>
              <w:t>ان</w:t>
            </w:r>
            <w:r w:rsidRPr="00662DF7">
              <w:rPr>
                <w:rStyle w:val="Hyperlink"/>
                <w:noProof/>
                <w:rtl/>
              </w:rPr>
              <w:t xml:space="preserve"> </w:t>
            </w:r>
            <w:r w:rsidRPr="00662DF7">
              <w:rPr>
                <w:rStyle w:val="Hyperlink"/>
                <w:rFonts w:hint="eastAsia"/>
                <w:noProof/>
                <w:rtl/>
              </w:rPr>
              <w:t>تزولا»</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Toc449617360 \h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6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اين</w:t>
            </w:r>
            <w:r w:rsidRPr="00662DF7">
              <w:rPr>
                <w:rStyle w:val="Hyperlink"/>
                <w:noProof/>
                <w:rtl/>
              </w:rPr>
              <w:t xml:space="preserve"> </w:t>
            </w:r>
            <w:r w:rsidRPr="00662DF7">
              <w:rPr>
                <w:rStyle w:val="Hyperlink"/>
                <w:rFonts w:hint="eastAsia"/>
                <w:noProof/>
                <w:rtl/>
              </w:rPr>
              <w:t>دعا</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اذان</w:t>
            </w:r>
            <w:r w:rsidRPr="00662DF7">
              <w:rPr>
                <w:rStyle w:val="Hyperlink"/>
                <w:noProof/>
                <w:rtl/>
              </w:rPr>
              <w:t xml:space="preserve"> </w:t>
            </w:r>
            <w:r w:rsidRPr="00662DF7">
              <w:rPr>
                <w:rStyle w:val="Hyperlink"/>
                <w:rFonts w:hint="eastAsia"/>
                <w:noProof/>
                <w:rtl/>
              </w:rPr>
              <w:t>صبح</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Toc449617361 \h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6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خواستن</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خدا</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دانستن</w:t>
            </w:r>
            <w:r w:rsidRPr="00662DF7">
              <w:rPr>
                <w:rStyle w:val="Hyperlink"/>
                <w:noProof/>
                <w:rtl/>
              </w:rPr>
              <w:t xml:space="preserve"> </w:t>
            </w:r>
            <w:r w:rsidRPr="00662DF7">
              <w:rPr>
                <w:rStyle w:val="Hyperlink"/>
                <w:rFonts w:hint="eastAsia"/>
                <w:noProof/>
                <w:rtl/>
              </w:rPr>
              <w:t>اين</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ضرر</w:t>
            </w:r>
            <w:r w:rsidRPr="00662DF7">
              <w:rPr>
                <w:rStyle w:val="Hyperlink"/>
                <w:noProof/>
                <w:rtl/>
              </w:rPr>
              <w:t xml:space="preserve"> </w:t>
            </w:r>
            <w:r w:rsidRPr="00662DF7">
              <w:rPr>
                <w:rStyle w:val="Hyperlink"/>
                <w:rFonts w:hint="eastAsia"/>
                <w:noProof/>
                <w:rtl/>
              </w:rPr>
              <w:t>رسان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سود</w:t>
            </w:r>
            <w:r w:rsidRPr="00662DF7">
              <w:rPr>
                <w:rStyle w:val="Hyperlink"/>
                <w:noProof/>
                <w:rtl/>
              </w:rPr>
              <w:t xml:space="preserve"> </w:t>
            </w:r>
            <w:r w:rsidRPr="00662DF7">
              <w:rPr>
                <w:rStyle w:val="Hyperlink"/>
                <w:rFonts w:hint="eastAsia"/>
                <w:noProof/>
                <w:rtl/>
              </w:rPr>
              <w:t>بخش</w:t>
            </w:r>
            <w:r w:rsidRPr="00662DF7">
              <w:rPr>
                <w:rStyle w:val="Hyperlink"/>
                <w:noProof/>
                <w:rtl/>
              </w:rPr>
              <w:t xml:space="preserve"> </w:t>
            </w:r>
            <w:r w:rsidRPr="00662DF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Toc449617362 \h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6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اين</w:t>
            </w:r>
            <w:r w:rsidRPr="00662DF7">
              <w:rPr>
                <w:rStyle w:val="Hyperlink"/>
                <w:noProof/>
                <w:rtl/>
              </w:rPr>
              <w:t xml:space="preserve"> </w:t>
            </w:r>
            <w:r w:rsidRPr="00662DF7">
              <w:rPr>
                <w:rStyle w:val="Hyperlink"/>
                <w:rFonts w:hint="eastAsia"/>
                <w:noProof/>
                <w:rtl/>
              </w:rPr>
              <w:t>ذكر</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Toc449617363 \h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6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دعاى</w:t>
            </w:r>
            <w:r w:rsidRPr="00662DF7">
              <w:rPr>
                <w:rStyle w:val="Hyperlink"/>
                <w:noProof/>
                <w:rtl/>
              </w:rPr>
              <w:t xml:space="preserve"> </w:t>
            </w:r>
            <w:r w:rsidRPr="00662DF7">
              <w:rPr>
                <w:rStyle w:val="Hyperlink"/>
                <w:rFonts w:hint="eastAsia"/>
                <w:noProof/>
                <w:rtl/>
              </w:rPr>
              <w:t>پنهان</w:t>
            </w:r>
            <w:r w:rsidRPr="00662DF7">
              <w:rPr>
                <w:rStyle w:val="Hyperlink"/>
                <w:noProof/>
                <w:rtl/>
              </w:rPr>
              <w:t xml:space="preserve"> </w:t>
            </w:r>
            <w:r w:rsidRPr="00662DF7">
              <w:rPr>
                <w:rStyle w:val="Hyperlink"/>
                <w:rFonts w:hint="eastAsia"/>
                <w:noProof/>
                <w:rtl/>
              </w:rPr>
              <w:t>مسلمان</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مسلمانش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Toc449617364 \h</w:instrText>
            </w:r>
            <w:r>
              <w:rPr>
                <w:noProof/>
                <w:webHidden/>
                <w:rtl/>
              </w:rPr>
              <w:instrText xml:space="preserve"> </w:instrText>
            </w:r>
            <w:r>
              <w:rPr>
                <w:noProof/>
                <w:webHidden/>
                <w:rtl/>
              </w:rPr>
            </w:r>
            <w:r>
              <w:rPr>
                <w:noProof/>
                <w:webHidden/>
                <w:rtl/>
              </w:rPr>
              <w:fldChar w:fldCharType="separate"/>
            </w:r>
            <w:r>
              <w:rPr>
                <w:noProof/>
                <w:webHidden/>
                <w:rtl/>
              </w:rPr>
              <w:t>499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6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صلوات</w:t>
            </w:r>
            <w:r w:rsidRPr="00662DF7">
              <w:rPr>
                <w:rStyle w:val="Hyperlink"/>
                <w:noProof/>
                <w:rtl/>
              </w:rPr>
              <w:t xml:space="preserve"> </w:t>
            </w:r>
            <w:r w:rsidRPr="00662DF7">
              <w:rPr>
                <w:rStyle w:val="Hyperlink"/>
                <w:rFonts w:hint="eastAsia"/>
                <w:noProof/>
                <w:rtl/>
              </w:rPr>
              <w:t>فرستادن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سلام</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پيامبر</w:t>
            </w:r>
            <w:r w:rsidRPr="00662DF7">
              <w:rPr>
                <w:rStyle w:val="Hyperlink"/>
                <w:noProof/>
                <w:rtl/>
              </w:rPr>
              <w:t xml:space="preserve"> </w:t>
            </w:r>
            <w:r w:rsidRPr="00662DF7">
              <w:rPr>
                <w:rStyle w:val="Hyperlink"/>
                <w:rFonts w:cs="Rafed Alaem" w:hint="eastAsia"/>
                <w:noProof/>
                <w:rtl/>
              </w:rPr>
              <w:t>صلى‌الله‌عليه‌وآله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دوستى</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Toc449617365 \h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6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پيامبر</w:t>
            </w:r>
            <w:r w:rsidRPr="00662DF7">
              <w:rPr>
                <w:rStyle w:val="Hyperlink"/>
                <w:noProof/>
                <w:rtl/>
              </w:rPr>
              <w:t xml:space="preserve"> </w:t>
            </w:r>
            <w:r w:rsidRPr="00662DF7">
              <w:rPr>
                <w:rStyle w:val="Hyperlink"/>
                <w:rFonts w:cs="Rafed Alaem" w:hint="eastAsia"/>
                <w:noProof/>
                <w:rtl/>
              </w:rPr>
              <w:t>صلى‌الله‌عليه‌وآله</w:t>
            </w:r>
            <w:r w:rsidRPr="00662DF7">
              <w:rPr>
                <w:rStyle w:val="Hyperlink"/>
                <w:noProof/>
                <w:rtl/>
              </w:rPr>
              <w:t xml:space="preserve"> </w:t>
            </w:r>
            <w:r w:rsidRPr="00662DF7">
              <w:rPr>
                <w:rStyle w:val="Hyperlink"/>
                <w:rFonts w:hint="eastAsia"/>
                <w:noProof/>
                <w:rtl/>
              </w:rPr>
              <w:t>صلوات</w:t>
            </w:r>
            <w:r w:rsidRPr="00662DF7">
              <w:rPr>
                <w:rStyle w:val="Hyperlink"/>
                <w:noProof/>
                <w:rtl/>
              </w:rPr>
              <w:t xml:space="preserve"> </w:t>
            </w:r>
            <w:r w:rsidRPr="00662DF7">
              <w:rPr>
                <w:rStyle w:val="Hyperlink"/>
                <w:rFonts w:hint="eastAsia"/>
                <w:noProof/>
                <w:rtl/>
              </w:rPr>
              <w:t>فرستادن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Toc449617366 \h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6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صلوات</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Toc449617367 \h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6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صلوات</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محمد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آل</w:t>
            </w:r>
            <w:r w:rsidRPr="00662DF7">
              <w:rPr>
                <w:rStyle w:val="Hyperlink"/>
                <w:noProof/>
                <w:rtl/>
              </w:rPr>
              <w:t xml:space="preserve"> </w:t>
            </w:r>
            <w:r w:rsidRPr="00662DF7">
              <w:rPr>
                <w:rStyle w:val="Hyperlink"/>
                <w:rFonts w:hint="eastAsia"/>
                <w:noProof/>
                <w:rtl/>
              </w:rPr>
              <w:t>او</w:t>
            </w:r>
            <w:r w:rsidRPr="00662DF7">
              <w:rPr>
                <w:rStyle w:val="Hyperlink"/>
                <w:noProof/>
                <w:rtl/>
              </w:rPr>
              <w:t xml:space="preserve"> </w:t>
            </w:r>
            <w:r w:rsidRPr="00662DF7">
              <w:rPr>
                <w:rStyle w:val="Hyperlink"/>
                <w:rFonts w:hint="eastAsia"/>
                <w:noProof/>
                <w:rtl/>
              </w:rPr>
              <w:t>پس</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صبح</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Toc449617368 \h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6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صلوات</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پيامبر</w:t>
            </w:r>
            <w:r w:rsidRPr="00662DF7">
              <w:rPr>
                <w:rStyle w:val="Hyperlink"/>
                <w:noProof/>
                <w:rtl/>
              </w:rPr>
              <w:t xml:space="preserve"> </w:t>
            </w:r>
            <w:r w:rsidRPr="00662DF7">
              <w:rPr>
                <w:rStyle w:val="Hyperlink"/>
                <w:rFonts w:cs="Rafed Alaem" w:hint="eastAsia"/>
                <w:noProof/>
                <w:rtl/>
              </w:rPr>
              <w:t>صلى‌الله‌عليه‌وآله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Toc449617369 \h</w:instrText>
            </w:r>
            <w:r>
              <w:rPr>
                <w:noProof/>
                <w:webHidden/>
                <w:rtl/>
              </w:rPr>
              <w:instrText xml:space="preserve"> </w:instrText>
            </w:r>
            <w:r>
              <w:rPr>
                <w:noProof/>
                <w:webHidden/>
                <w:rtl/>
              </w:rPr>
            </w:r>
            <w:r>
              <w:rPr>
                <w:noProof/>
                <w:webHidden/>
                <w:rtl/>
              </w:rPr>
              <w:fldChar w:fldCharType="separate"/>
            </w:r>
            <w:r>
              <w:rPr>
                <w:noProof/>
                <w:webHidden/>
                <w:rtl/>
              </w:rPr>
              <w:t>508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7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ان</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پس</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صبح</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مغرب</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Toc449617370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7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اختصاص</w:t>
            </w:r>
            <w:r w:rsidRPr="00662DF7">
              <w:rPr>
                <w:rStyle w:val="Hyperlink"/>
                <w:noProof/>
                <w:rtl/>
              </w:rPr>
              <w:t xml:space="preserve"> </w:t>
            </w:r>
            <w:r w:rsidRPr="00662DF7">
              <w:rPr>
                <w:rStyle w:val="Hyperlink"/>
                <w:rFonts w:hint="eastAsia"/>
                <w:noProof/>
                <w:rtl/>
              </w:rPr>
              <w:t>ثلث</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نصف</w:t>
            </w:r>
            <w:r w:rsidRPr="00662DF7">
              <w:rPr>
                <w:rStyle w:val="Hyperlink"/>
                <w:noProof/>
                <w:rtl/>
              </w:rPr>
              <w:t xml:space="preserve"> </w:t>
            </w:r>
            <w:r w:rsidRPr="00662DF7">
              <w:rPr>
                <w:rStyle w:val="Hyperlink"/>
                <w:rFonts w:hint="eastAsia"/>
                <w:noProof/>
                <w:rtl/>
              </w:rPr>
              <w:t>يا</w:t>
            </w:r>
            <w:r w:rsidRPr="00662DF7">
              <w:rPr>
                <w:rStyle w:val="Hyperlink"/>
                <w:noProof/>
                <w:rtl/>
              </w:rPr>
              <w:t xml:space="preserve"> </w:t>
            </w:r>
            <w:r w:rsidRPr="00662DF7">
              <w:rPr>
                <w:rStyle w:val="Hyperlink"/>
                <w:rFonts w:hint="eastAsia"/>
                <w:noProof/>
                <w:rtl/>
              </w:rPr>
              <w:t>همه</w:t>
            </w:r>
            <w:r w:rsidRPr="00662DF7">
              <w:rPr>
                <w:rStyle w:val="Hyperlink"/>
                <w:noProof/>
                <w:rtl/>
              </w:rPr>
              <w:t xml:space="preserve"> </w:t>
            </w:r>
            <w:r w:rsidRPr="00662DF7">
              <w:rPr>
                <w:rStyle w:val="Hyperlink"/>
                <w:rFonts w:hint="eastAsia"/>
                <w:noProof/>
                <w:rtl/>
              </w:rPr>
              <w:t>دعا</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پيامبر</w:t>
            </w:r>
            <w:r w:rsidRPr="00662DF7">
              <w:rPr>
                <w:rStyle w:val="Hyperlink"/>
                <w:noProof/>
                <w:rtl/>
              </w:rPr>
              <w:t xml:space="preserve"> </w:t>
            </w:r>
            <w:r w:rsidRPr="00662DF7">
              <w:rPr>
                <w:rStyle w:val="Hyperlink"/>
                <w:rFonts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Toc449617371 \h</w:instrText>
            </w:r>
            <w:r>
              <w:rPr>
                <w:noProof/>
                <w:webHidden/>
                <w:rtl/>
              </w:rPr>
              <w:instrText xml:space="preserve"> </w:instrText>
            </w:r>
            <w:r>
              <w:rPr>
                <w:noProof/>
                <w:webHidden/>
                <w:rtl/>
              </w:rPr>
            </w:r>
            <w:r>
              <w:rPr>
                <w:noProof/>
                <w:webHidden/>
                <w:rtl/>
              </w:rPr>
              <w:fldChar w:fldCharType="separate"/>
            </w:r>
            <w:r>
              <w:rPr>
                <w:noProof/>
                <w:webHidden/>
                <w:rtl/>
              </w:rPr>
              <w:t>511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7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صلوات</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اهل</w:t>
            </w:r>
            <w:r w:rsidRPr="00662DF7">
              <w:rPr>
                <w:rStyle w:val="Hyperlink"/>
                <w:noProof/>
                <w:rtl/>
              </w:rPr>
              <w:t xml:space="preserve"> </w:t>
            </w:r>
            <w:r w:rsidRPr="00662DF7">
              <w:rPr>
                <w:rStyle w:val="Hyperlink"/>
                <w:rFonts w:hint="eastAsia"/>
                <w:noProof/>
                <w:rtl/>
              </w:rPr>
              <w:t>بيت</w:t>
            </w:r>
            <w:r w:rsidRPr="00662DF7">
              <w:rPr>
                <w:rStyle w:val="Hyperlink"/>
                <w:noProof/>
                <w:rtl/>
              </w:rPr>
              <w:t xml:space="preserve"> </w:t>
            </w:r>
            <w:r w:rsidRPr="00662DF7">
              <w:rPr>
                <w:rStyle w:val="Hyperlink"/>
                <w:rFonts w:hint="eastAsia"/>
                <w:noProof/>
                <w:rtl/>
              </w:rPr>
              <w:t>پس</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صلوات</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پيامبر</w:t>
            </w:r>
            <w:r w:rsidRPr="00662DF7">
              <w:rPr>
                <w:rStyle w:val="Hyperlink"/>
                <w:noProof/>
                <w:rtl/>
              </w:rPr>
              <w:t xml:space="preserve"> </w:t>
            </w:r>
            <w:r w:rsidRPr="00662DF7">
              <w:rPr>
                <w:rStyle w:val="Hyperlink"/>
                <w:rFonts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Toc449617372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7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صلوات</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پيامبر</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اوصياى</w:t>
            </w:r>
            <w:r w:rsidRPr="00662DF7">
              <w:rPr>
                <w:rStyle w:val="Hyperlink"/>
                <w:noProof/>
                <w:rtl/>
              </w:rPr>
              <w:t xml:space="preserve"> </w:t>
            </w:r>
            <w:r w:rsidRPr="00662DF7">
              <w:rPr>
                <w:rStyle w:val="Hyperlink"/>
                <w:rFonts w:hint="eastAsia"/>
                <w:noProof/>
                <w:rtl/>
              </w:rPr>
              <w:t>او</w:t>
            </w:r>
            <w:r w:rsidRPr="00662DF7">
              <w:rPr>
                <w:rStyle w:val="Hyperlink"/>
                <w:noProof/>
                <w:rtl/>
              </w:rPr>
              <w:t xml:space="preserve"> </w:t>
            </w:r>
            <w:r w:rsidRPr="00662DF7">
              <w:rPr>
                <w:rStyle w:val="Hyperlink"/>
                <w:rFonts w:hint="eastAsia"/>
                <w:noProof/>
                <w:rtl/>
              </w:rPr>
              <w:t>پس</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Toc449617373 \h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7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رب</w:t>
            </w:r>
            <w:r w:rsidRPr="00662DF7">
              <w:rPr>
                <w:rStyle w:val="Hyperlink"/>
                <w:noProof/>
                <w:rtl/>
              </w:rPr>
              <w:t xml:space="preserve"> </w:t>
            </w:r>
            <w:r w:rsidRPr="00662DF7">
              <w:rPr>
                <w:rStyle w:val="Hyperlink"/>
                <w:rFonts w:hint="eastAsia"/>
                <w:noProof/>
                <w:rtl/>
              </w:rPr>
              <w:t>صل</w:t>
            </w:r>
            <w:r w:rsidRPr="00662DF7">
              <w:rPr>
                <w:rStyle w:val="Hyperlink"/>
                <w:noProof/>
                <w:rtl/>
              </w:rPr>
              <w:t xml:space="preserve"> </w:t>
            </w:r>
            <w:r w:rsidRPr="00662DF7">
              <w:rPr>
                <w:rStyle w:val="Hyperlink"/>
                <w:rFonts w:hint="eastAsia"/>
                <w:noProof/>
                <w:rtl/>
              </w:rPr>
              <w:t>على</w:t>
            </w:r>
            <w:r w:rsidRPr="00662DF7">
              <w:rPr>
                <w:rStyle w:val="Hyperlink"/>
                <w:noProof/>
                <w:rtl/>
              </w:rPr>
              <w:t xml:space="preserve"> </w:t>
            </w:r>
            <w:r w:rsidRPr="00662DF7">
              <w:rPr>
                <w:rStyle w:val="Hyperlink"/>
                <w:rFonts w:hint="eastAsia"/>
                <w:noProof/>
                <w:rtl/>
              </w:rPr>
              <w:t>محمد</w:t>
            </w:r>
            <w:r w:rsidRPr="00662DF7">
              <w:rPr>
                <w:rStyle w:val="Hyperlink"/>
                <w:noProof/>
                <w:rtl/>
              </w:rPr>
              <w:t xml:space="preserve"> </w:t>
            </w:r>
            <w:r w:rsidRPr="00662DF7">
              <w:rPr>
                <w:rStyle w:val="Hyperlink"/>
                <w:rFonts w:hint="eastAsia"/>
                <w:noProof/>
                <w:rtl/>
              </w:rPr>
              <w:t>واهل</w:t>
            </w:r>
            <w:r w:rsidRPr="00662DF7">
              <w:rPr>
                <w:rStyle w:val="Hyperlink"/>
                <w:noProof/>
                <w:rtl/>
              </w:rPr>
              <w:t xml:space="preserve"> </w:t>
            </w:r>
            <w:r w:rsidRPr="00662DF7">
              <w:rPr>
                <w:rStyle w:val="Hyperlink"/>
                <w:rFonts w:hint="eastAsia"/>
                <w:noProof/>
                <w:rtl/>
              </w:rPr>
              <w:t>بيته»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Toc449617374 \h</w:instrText>
            </w:r>
            <w:r>
              <w:rPr>
                <w:noProof/>
                <w:webHidden/>
                <w:rtl/>
              </w:rPr>
              <w:instrText xml:space="preserve"> </w:instrText>
            </w:r>
            <w:r>
              <w:rPr>
                <w:noProof/>
                <w:webHidden/>
                <w:rtl/>
              </w:rPr>
            </w:r>
            <w:r>
              <w:rPr>
                <w:noProof/>
                <w:webHidden/>
                <w:rtl/>
              </w:rPr>
              <w:fldChar w:fldCharType="separate"/>
            </w:r>
            <w:r>
              <w:rPr>
                <w:noProof/>
                <w:webHidden/>
                <w:rtl/>
              </w:rPr>
              <w:t>516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7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صلوات</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پيامبر</w:t>
            </w:r>
            <w:r w:rsidRPr="00662DF7">
              <w:rPr>
                <w:rStyle w:val="Hyperlink"/>
                <w:noProof/>
                <w:rtl/>
              </w:rPr>
              <w:t xml:space="preserve"> </w:t>
            </w:r>
            <w:r w:rsidRPr="00662DF7">
              <w:rPr>
                <w:rStyle w:val="Hyperlink"/>
                <w:rFonts w:cs="Rafed Alaem" w:hint="eastAsia"/>
                <w:noProof/>
                <w:rtl/>
              </w:rPr>
              <w:t>صلى‌الله‌عليه‌وآله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صداى</w:t>
            </w:r>
            <w:r w:rsidRPr="00662DF7">
              <w:rPr>
                <w:rStyle w:val="Hyperlink"/>
                <w:noProof/>
                <w:rtl/>
              </w:rPr>
              <w:t xml:space="preserve"> </w:t>
            </w:r>
            <w:r w:rsidRPr="00662DF7">
              <w:rPr>
                <w:rStyle w:val="Hyperlink"/>
                <w:rFonts w:hint="eastAsia"/>
                <w:noProof/>
                <w:rtl/>
              </w:rPr>
              <w:t>بلند</w:t>
            </w:r>
            <w:r w:rsidRPr="00662D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Toc449617375 \h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7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مالك</w:t>
            </w:r>
            <w:r w:rsidRPr="00662DF7">
              <w:rPr>
                <w:rStyle w:val="Hyperlink"/>
                <w:noProof/>
                <w:rtl/>
              </w:rPr>
              <w:t xml:space="preserve"> </w:t>
            </w:r>
            <w:r w:rsidRPr="00662DF7">
              <w:rPr>
                <w:rStyle w:val="Hyperlink"/>
                <w:rFonts w:hint="eastAsia"/>
                <w:noProof/>
                <w:rtl/>
              </w:rPr>
              <w:t>نفس</w:t>
            </w:r>
            <w:r w:rsidRPr="00662DF7">
              <w:rPr>
                <w:rStyle w:val="Hyperlink"/>
                <w:noProof/>
                <w:rtl/>
              </w:rPr>
              <w:t xml:space="preserve"> </w:t>
            </w:r>
            <w:r w:rsidRPr="00662DF7">
              <w:rPr>
                <w:rStyle w:val="Hyperlink"/>
                <w:rFonts w:hint="eastAsia"/>
                <w:noProof/>
                <w:rtl/>
              </w:rPr>
              <w:t>بودن</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علاقه</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ترس</w:t>
            </w:r>
            <w:r w:rsidRPr="00662DF7">
              <w:rPr>
                <w:rStyle w:val="Hyperlink"/>
                <w:noProof/>
                <w:rtl/>
              </w:rPr>
              <w:t xml:space="preserve"> </w:t>
            </w:r>
            <w:r w:rsidRPr="00662DF7">
              <w:rPr>
                <w:rStyle w:val="Hyperlink"/>
                <w:rFonts w:hint="eastAsia"/>
                <w:noProof/>
                <w:rtl/>
              </w:rPr>
              <w:t>،ميل</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Toc449617376 \h</w:instrText>
            </w:r>
            <w:r>
              <w:rPr>
                <w:noProof/>
                <w:webHidden/>
                <w:rtl/>
              </w:rPr>
              <w:instrText xml:space="preserve"> </w:instrText>
            </w:r>
            <w:r>
              <w:rPr>
                <w:noProof/>
                <w:webHidden/>
                <w:rtl/>
              </w:rPr>
            </w:r>
            <w:r>
              <w:rPr>
                <w:noProof/>
                <w:webHidden/>
                <w:rtl/>
              </w:rPr>
              <w:fldChar w:fldCharType="separate"/>
            </w:r>
            <w:r>
              <w:rPr>
                <w:noProof/>
                <w:webHidden/>
                <w:rtl/>
              </w:rPr>
              <w:t>520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7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يارى</w:t>
            </w:r>
            <w:r w:rsidRPr="00662DF7">
              <w:rPr>
                <w:rStyle w:val="Hyperlink"/>
                <w:noProof/>
                <w:rtl/>
              </w:rPr>
              <w:t xml:space="preserve"> </w:t>
            </w:r>
            <w:r w:rsidRPr="00662DF7">
              <w:rPr>
                <w:rStyle w:val="Hyperlink"/>
                <w:rFonts w:hint="eastAsia"/>
                <w:noProof/>
                <w:rtl/>
              </w:rPr>
              <w:t>امر</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معروف</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نهى</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Toc449617377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7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گريستن</w:t>
            </w:r>
            <w:r w:rsidRPr="00662DF7">
              <w:rPr>
                <w:rStyle w:val="Hyperlink"/>
                <w:noProof/>
                <w:rtl/>
              </w:rPr>
              <w:t xml:space="preserve"> </w:t>
            </w:r>
            <w:r w:rsidRPr="00662DF7">
              <w:rPr>
                <w:rStyle w:val="Hyperlink"/>
                <w:rFonts w:hint="eastAsia"/>
                <w:noProof/>
                <w:rtl/>
              </w:rPr>
              <w:t>يا</w:t>
            </w:r>
            <w:r w:rsidRPr="00662DF7">
              <w:rPr>
                <w:rStyle w:val="Hyperlink"/>
                <w:noProof/>
                <w:rtl/>
              </w:rPr>
              <w:t xml:space="preserve"> </w:t>
            </w:r>
            <w:r w:rsidRPr="00662DF7">
              <w:rPr>
                <w:rStyle w:val="Hyperlink"/>
                <w:rFonts w:hint="eastAsia"/>
                <w:noProof/>
                <w:rtl/>
              </w:rPr>
              <w:t>خود</w:t>
            </w:r>
            <w:r w:rsidRPr="00662DF7">
              <w:rPr>
                <w:rStyle w:val="Hyperlink"/>
                <w:noProof/>
                <w:rtl/>
              </w:rPr>
              <w:t xml:space="preserve"> </w:t>
            </w:r>
            <w:r w:rsidRPr="00662DF7">
              <w:rPr>
                <w:rStyle w:val="Hyperlink"/>
                <w:rFonts w:hint="eastAsia"/>
                <w:noProof/>
                <w:rtl/>
              </w:rPr>
              <w:t>را</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شبيه</w:t>
            </w:r>
            <w:r w:rsidRPr="00662DF7">
              <w:rPr>
                <w:rStyle w:val="Hyperlink"/>
                <w:noProof/>
                <w:rtl/>
              </w:rPr>
              <w:t xml:space="preserve"> </w:t>
            </w:r>
            <w:r w:rsidRPr="00662DF7">
              <w:rPr>
                <w:rStyle w:val="Hyperlink"/>
                <w:rFonts w:hint="eastAsia"/>
                <w:noProof/>
                <w:rtl/>
              </w:rPr>
              <w:t>گريه</w:t>
            </w:r>
            <w:r w:rsidRPr="00662DF7">
              <w:rPr>
                <w:rStyle w:val="Hyperlink"/>
                <w:noProof/>
                <w:rtl/>
              </w:rPr>
              <w:t xml:space="preserve"> </w:t>
            </w:r>
            <w:r w:rsidRPr="00662DF7">
              <w:rPr>
                <w:rStyle w:val="Hyperlink"/>
                <w:rFonts w:hint="eastAsia"/>
                <w:noProof/>
                <w:rtl/>
              </w:rPr>
              <w:t>كنندگان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آوردن</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شنيدن</w:t>
            </w:r>
            <w:r w:rsidRPr="00662DF7">
              <w:rPr>
                <w:rStyle w:val="Hyperlink"/>
                <w:noProof/>
                <w:rtl/>
              </w:rPr>
              <w:t xml:space="preserve"> </w:t>
            </w:r>
            <w:r w:rsidRPr="00662DF7">
              <w:rPr>
                <w:rStyle w:val="Hyperlink"/>
                <w:rFonts w:hint="eastAsia"/>
                <w:noProof/>
                <w:rtl/>
              </w:rPr>
              <w:t>آخر</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زمر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Toc449617378 \h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7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اجتماع</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Toc449617379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8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دعاى</w:t>
            </w:r>
            <w:r w:rsidRPr="00662DF7">
              <w:rPr>
                <w:rStyle w:val="Hyperlink"/>
                <w:noProof/>
                <w:rtl/>
              </w:rPr>
              <w:t xml:space="preserve"> </w:t>
            </w:r>
            <w:r w:rsidRPr="00662DF7">
              <w:rPr>
                <w:rStyle w:val="Hyperlink"/>
                <w:rFonts w:hint="eastAsia"/>
                <w:noProof/>
                <w:rtl/>
              </w:rPr>
              <w:t>پنهانى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Toc449617380 \h</w:instrText>
            </w:r>
            <w:r>
              <w:rPr>
                <w:noProof/>
                <w:webHidden/>
                <w:rtl/>
              </w:rPr>
              <w:instrText xml:space="preserve"> </w:instrText>
            </w:r>
            <w:r>
              <w:rPr>
                <w:noProof/>
                <w:webHidden/>
                <w:rtl/>
              </w:rPr>
            </w:r>
            <w:r>
              <w:rPr>
                <w:noProof/>
                <w:webHidden/>
                <w:rtl/>
              </w:rPr>
              <w:fldChar w:fldCharType="separate"/>
            </w:r>
            <w:r>
              <w:rPr>
                <w:noProof/>
                <w:webHidden/>
                <w:rtl/>
              </w:rPr>
              <w:t>524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8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دعا</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سحر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Toc449617381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8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دعا</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مردان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زنان</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Toc449617382 \h</w:instrText>
            </w:r>
            <w:r>
              <w:rPr>
                <w:noProof/>
                <w:webHidden/>
                <w:rtl/>
              </w:rPr>
              <w:instrText xml:space="preserve"> </w:instrText>
            </w:r>
            <w:r>
              <w:rPr>
                <w:noProof/>
                <w:webHidden/>
                <w:rtl/>
              </w:rPr>
            </w:r>
            <w:r>
              <w:rPr>
                <w:noProof/>
                <w:webHidden/>
                <w:rtl/>
              </w:rPr>
              <w:fldChar w:fldCharType="separate"/>
            </w:r>
            <w:r>
              <w:rPr>
                <w:noProof/>
                <w:webHidden/>
                <w:rtl/>
              </w:rPr>
              <w:t>526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8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حول</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قوه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بالله</w:t>
            </w:r>
            <w:r w:rsidRPr="00662DF7">
              <w:rPr>
                <w:rStyle w:val="Hyperlink"/>
                <w:noProof/>
                <w:rtl/>
              </w:rPr>
              <w:t xml:space="preserve"> </w:t>
            </w:r>
            <w:r w:rsidRPr="00662DF7">
              <w:rPr>
                <w:rStyle w:val="Hyperlink"/>
                <w:rFonts w:hint="eastAsia"/>
                <w:noProof/>
                <w:rtl/>
              </w:rPr>
              <w:t>العلى</w:t>
            </w:r>
            <w:r w:rsidRPr="00662DF7">
              <w:rPr>
                <w:rStyle w:val="Hyperlink"/>
                <w:noProof/>
                <w:rtl/>
              </w:rPr>
              <w:t xml:space="preserve"> </w:t>
            </w:r>
            <w:r w:rsidRPr="00662DF7">
              <w:rPr>
                <w:rStyle w:val="Hyperlink"/>
                <w:rFonts w:hint="eastAsia"/>
                <w:noProof/>
                <w:rtl/>
              </w:rPr>
              <w:t>العظيم</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Toc449617383 \h</w:instrText>
            </w:r>
            <w:r>
              <w:rPr>
                <w:noProof/>
                <w:webHidden/>
                <w:rtl/>
              </w:rPr>
              <w:instrText xml:space="preserve"> </w:instrText>
            </w:r>
            <w:r>
              <w:rPr>
                <w:noProof/>
                <w:webHidden/>
                <w:rtl/>
              </w:rPr>
            </w:r>
            <w:r>
              <w:rPr>
                <w:noProof/>
                <w:webHidden/>
                <w:rtl/>
              </w:rPr>
              <w:fldChar w:fldCharType="separate"/>
            </w:r>
            <w:r>
              <w:rPr>
                <w:noProof/>
                <w:webHidden/>
                <w:rtl/>
              </w:rPr>
              <w:t>529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8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حول</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قوه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بالله</w:t>
            </w:r>
            <w:r w:rsidRPr="00662DF7">
              <w:rPr>
                <w:rStyle w:val="Hyperlink"/>
                <w:noProof/>
                <w:rtl/>
              </w:rPr>
              <w:t xml:space="preserve"> .»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هر</w:t>
            </w:r>
            <w:r w:rsidRPr="00662DF7">
              <w:rPr>
                <w:rStyle w:val="Hyperlink"/>
                <w:noProof/>
                <w:rtl/>
              </w:rPr>
              <w:t xml:space="preserve"> </w:t>
            </w:r>
            <w:r w:rsidRPr="00662DF7">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Toc449617384 \h</w:instrText>
            </w:r>
            <w:r>
              <w:rPr>
                <w:noProof/>
                <w:webHidden/>
                <w:rtl/>
              </w:rPr>
              <w:instrText xml:space="preserve"> </w:instrText>
            </w:r>
            <w:r>
              <w:rPr>
                <w:noProof/>
                <w:webHidden/>
                <w:rtl/>
              </w:rPr>
            </w:r>
            <w:r>
              <w:rPr>
                <w:noProof/>
                <w:webHidden/>
                <w:rtl/>
              </w:rPr>
              <w:fldChar w:fldCharType="separate"/>
            </w:r>
            <w:r>
              <w:rPr>
                <w:noProof/>
                <w:webHidden/>
                <w:rtl/>
              </w:rPr>
              <w:t>530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8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تكبير</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Toc449617385 \h</w:instrText>
            </w:r>
            <w:r>
              <w:rPr>
                <w:noProof/>
                <w:webHidden/>
                <w:rtl/>
              </w:rPr>
              <w:instrText xml:space="preserve"> </w:instrText>
            </w:r>
            <w:r>
              <w:rPr>
                <w:noProof/>
                <w:webHidden/>
                <w:rtl/>
              </w:rPr>
            </w:r>
            <w:r>
              <w:rPr>
                <w:noProof/>
                <w:webHidden/>
                <w:rtl/>
              </w:rPr>
              <w:fldChar w:fldCharType="separate"/>
            </w:r>
            <w:r>
              <w:rPr>
                <w:noProof/>
                <w:webHidden/>
                <w:rtl/>
              </w:rPr>
              <w:t>532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8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سكوت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Toc449617386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8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Toc449617387 \h</w:instrText>
            </w:r>
            <w:r>
              <w:rPr>
                <w:noProof/>
                <w:webHidden/>
                <w:rtl/>
              </w:rPr>
              <w:instrText xml:space="preserve"> </w:instrText>
            </w:r>
            <w:r>
              <w:rPr>
                <w:noProof/>
                <w:webHidden/>
                <w:rtl/>
              </w:rPr>
            </w:r>
            <w:r>
              <w:rPr>
                <w:noProof/>
                <w:webHidden/>
                <w:rtl/>
              </w:rPr>
              <w:fldChar w:fldCharType="separate"/>
            </w:r>
            <w:r>
              <w:rPr>
                <w:noProof/>
                <w:webHidden/>
                <w:rtl/>
              </w:rPr>
              <w:t>536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8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هفتاد</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استغفار</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هر</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Toc449617388 \h</w:instrText>
            </w:r>
            <w:r>
              <w:rPr>
                <w:noProof/>
                <w:webHidden/>
                <w:rtl/>
              </w:rPr>
              <w:instrText xml:space="preserve"> </w:instrText>
            </w:r>
            <w:r>
              <w:rPr>
                <w:noProof/>
                <w:webHidden/>
                <w:rtl/>
              </w:rPr>
            </w:r>
            <w:r>
              <w:rPr>
                <w:noProof/>
                <w:webHidden/>
                <w:rtl/>
              </w:rPr>
              <w:fldChar w:fldCharType="separate"/>
            </w:r>
            <w:r>
              <w:rPr>
                <w:noProof/>
                <w:webHidden/>
                <w:rtl/>
              </w:rPr>
              <w:t>539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8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هفتاد</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استغفار</w:t>
            </w:r>
            <w:r w:rsidRPr="00662DF7">
              <w:rPr>
                <w:rStyle w:val="Hyperlink"/>
                <w:noProof/>
                <w:rtl/>
              </w:rPr>
              <w:t xml:space="preserve"> </w:t>
            </w:r>
            <w:r w:rsidRPr="00662DF7">
              <w:rPr>
                <w:rStyle w:val="Hyperlink"/>
                <w:rFonts w:hint="eastAsia"/>
                <w:noProof/>
                <w:rtl/>
              </w:rPr>
              <w:t>پس</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صبح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Toc449617389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9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اين</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نگهدار</w:t>
            </w:r>
            <w:r w:rsidRPr="00662DF7">
              <w:rPr>
                <w:rStyle w:val="Hyperlink"/>
                <w:noProof/>
                <w:rtl/>
              </w:rPr>
              <w:t xml:space="preserve"> </w:t>
            </w:r>
            <w:r w:rsidRPr="00662DF7">
              <w:rPr>
                <w:rStyle w:val="Hyperlink"/>
                <w:rFonts w:hint="eastAsia"/>
                <w:noProof/>
                <w:rtl/>
              </w:rPr>
              <w:t>امر</w:t>
            </w:r>
            <w:r w:rsidRPr="00662DF7">
              <w:rPr>
                <w:rStyle w:val="Hyperlink"/>
                <w:noProof/>
                <w:rtl/>
              </w:rPr>
              <w:t xml:space="preserve"> </w:t>
            </w:r>
            <w:r w:rsidRPr="00662DF7">
              <w:rPr>
                <w:rStyle w:val="Hyperlink"/>
                <w:rFonts w:hint="eastAsia"/>
                <w:noProof/>
                <w:rtl/>
              </w:rPr>
              <w:t>انسان</w:t>
            </w:r>
            <w:r w:rsidRPr="00662DF7">
              <w:rPr>
                <w:rStyle w:val="Hyperlink"/>
                <w:noProof/>
                <w:rtl/>
              </w:rPr>
              <w:t xml:space="preserve"> </w:t>
            </w:r>
            <w:r w:rsidRPr="00662DF7">
              <w:rPr>
                <w:rStyle w:val="Hyperlink"/>
                <w:rFonts w:hint="eastAsia"/>
                <w:noProof/>
                <w:rtl/>
              </w:rPr>
              <w:t>شهادت</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يگانگى</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رسالت</w:t>
            </w:r>
            <w:r w:rsidRPr="00662DF7">
              <w:rPr>
                <w:rStyle w:val="Hyperlink"/>
                <w:noProof/>
                <w:rtl/>
              </w:rPr>
              <w:t xml:space="preserve"> </w:t>
            </w:r>
            <w:r w:rsidRPr="00662DF7">
              <w:rPr>
                <w:rStyle w:val="Hyperlink"/>
                <w:rFonts w:hint="eastAsia"/>
                <w:noProof/>
                <w:rtl/>
              </w:rPr>
              <w:t>محمد،رسول</w:t>
            </w:r>
            <w:r w:rsidRPr="00662DF7">
              <w:rPr>
                <w:rStyle w:val="Hyperlink"/>
                <w:noProof/>
                <w:rtl/>
              </w:rPr>
              <w:t xml:space="preserve"> </w:t>
            </w:r>
            <w:r w:rsidRPr="00662DF7">
              <w:rPr>
                <w:rStyle w:val="Hyperlink"/>
                <w:rFonts w:hint="eastAsia"/>
                <w:noProof/>
                <w:rtl/>
              </w:rPr>
              <w:t>خدا</w:t>
            </w:r>
            <w:r w:rsidRPr="00662DF7">
              <w:rPr>
                <w:rStyle w:val="Hyperlink"/>
                <w:noProof/>
                <w:rtl/>
              </w:rPr>
              <w:t xml:space="preserve"> </w:t>
            </w:r>
            <w:r w:rsidRPr="00662DF7">
              <w:rPr>
                <w:rStyle w:val="Hyperlink"/>
                <w:rFonts w:hint="eastAsia"/>
                <w:noProof/>
                <w:rtl/>
              </w:rPr>
              <w:t>باشد،</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مصيبت</w:t>
            </w:r>
            <w:r w:rsidRPr="00662DF7">
              <w:rPr>
                <w:rStyle w:val="Hyperlink"/>
                <w:noProof/>
                <w:rtl/>
              </w:rPr>
              <w:t xml:space="preserve"> </w:t>
            </w:r>
            <w:r w:rsidRPr="00662DF7">
              <w:rPr>
                <w:rStyle w:val="Hyperlink"/>
                <w:rFonts w:hint="eastAsia"/>
                <w:noProof/>
                <w:rtl/>
              </w:rPr>
              <w:t>بگويد</w:t>
            </w:r>
            <w:r w:rsidRPr="00662DF7">
              <w:rPr>
                <w:rStyle w:val="Hyperlink"/>
                <w:noProof/>
                <w:rtl/>
              </w:rPr>
              <w:t xml:space="preserve"> «</w:t>
            </w:r>
            <w:r w:rsidRPr="00662DF7">
              <w:rPr>
                <w:rStyle w:val="Hyperlink"/>
                <w:rFonts w:hint="eastAsia"/>
                <w:noProof/>
                <w:rtl/>
              </w:rPr>
              <w:t>انا</w:t>
            </w:r>
            <w:r w:rsidRPr="00662DF7">
              <w:rPr>
                <w:rStyle w:val="Hyperlink"/>
                <w:noProof/>
                <w:rtl/>
              </w:rPr>
              <w:t xml:space="preserve"> </w:t>
            </w:r>
            <w:r w:rsidRPr="00662DF7">
              <w:rPr>
                <w:rStyle w:val="Hyperlink"/>
                <w:rFonts w:hint="eastAsia"/>
                <w:noProof/>
                <w:rtl/>
              </w:rPr>
              <w:t>لله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انا</w:t>
            </w:r>
            <w:r w:rsidRPr="00662DF7">
              <w:rPr>
                <w:rStyle w:val="Hyperlink"/>
                <w:noProof/>
                <w:rtl/>
              </w:rPr>
              <w:t xml:space="preserve"> </w:t>
            </w:r>
            <w:r w:rsidRPr="00662DF7">
              <w:rPr>
                <w:rStyle w:val="Hyperlink"/>
                <w:rFonts w:hint="eastAsia"/>
                <w:noProof/>
                <w:rtl/>
              </w:rPr>
              <w:t>ليه</w:t>
            </w:r>
            <w:r w:rsidRPr="00662DF7">
              <w:rPr>
                <w:rStyle w:val="Hyperlink"/>
                <w:noProof/>
                <w:rtl/>
              </w:rPr>
              <w:t xml:space="preserve"> </w:t>
            </w:r>
            <w:r w:rsidRPr="00662DF7">
              <w:rPr>
                <w:rStyle w:val="Hyperlink"/>
                <w:rFonts w:hint="eastAsia"/>
                <w:noProof/>
                <w:rtl/>
              </w:rPr>
              <w:t>راجعون»،</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رسيدن</w:t>
            </w:r>
            <w:r w:rsidRPr="00662DF7">
              <w:rPr>
                <w:rStyle w:val="Hyperlink"/>
                <w:noProof/>
                <w:rtl/>
              </w:rPr>
              <w:t xml:space="preserve"> </w:t>
            </w:r>
            <w:r w:rsidRPr="00662DF7">
              <w:rPr>
                <w:rStyle w:val="Hyperlink"/>
                <w:rFonts w:hint="eastAsia"/>
                <w:noProof/>
                <w:rtl/>
              </w:rPr>
              <w:t>خيربگويد</w:t>
            </w:r>
            <w:r w:rsidRPr="00662DF7">
              <w:rPr>
                <w:rStyle w:val="Hyperlink"/>
                <w:noProof/>
                <w:rtl/>
              </w:rPr>
              <w:t xml:space="preserve"> «</w:t>
            </w:r>
            <w:r w:rsidRPr="00662DF7">
              <w:rPr>
                <w:rStyle w:val="Hyperlink"/>
                <w:rFonts w:hint="eastAsia"/>
                <w:noProof/>
                <w:rtl/>
              </w:rPr>
              <w:t>الحمدالله»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ارتكاب</w:t>
            </w:r>
            <w:r w:rsidRPr="00662DF7">
              <w:rPr>
                <w:rStyle w:val="Hyperlink"/>
                <w:noProof/>
                <w:rtl/>
              </w:rPr>
              <w:t xml:space="preserve"> </w:t>
            </w:r>
            <w:r w:rsidRPr="00662DF7">
              <w:rPr>
                <w:rStyle w:val="Hyperlink"/>
                <w:rFonts w:hint="eastAsia"/>
                <w:noProof/>
                <w:rtl/>
              </w:rPr>
              <w:t>گناه</w:t>
            </w:r>
            <w:r w:rsidRPr="00662DF7">
              <w:rPr>
                <w:rStyle w:val="Hyperlink"/>
                <w:noProof/>
                <w:rtl/>
              </w:rPr>
              <w:t xml:space="preserve"> </w:t>
            </w:r>
            <w:r w:rsidRPr="00662DF7">
              <w:rPr>
                <w:rStyle w:val="Hyperlink"/>
                <w:rFonts w:hint="eastAsia"/>
                <w:noProof/>
                <w:rtl/>
              </w:rPr>
              <w:t>بگويد</w:t>
            </w:r>
            <w:r w:rsidRPr="00662DF7">
              <w:rPr>
                <w:rStyle w:val="Hyperlink"/>
                <w:noProof/>
                <w:rtl/>
              </w:rPr>
              <w:t xml:space="preserve"> «</w:t>
            </w:r>
            <w:r w:rsidRPr="00662DF7">
              <w:rPr>
                <w:rStyle w:val="Hyperlink"/>
                <w:rFonts w:hint="eastAsia"/>
                <w:noProof/>
                <w:rtl/>
              </w:rPr>
              <w:t>استغفرالله»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Toc449617390 \h</w:instrText>
            </w:r>
            <w:r>
              <w:rPr>
                <w:noProof/>
                <w:webHidden/>
                <w:rtl/>
              </w:rPr>
              <w:instrText xml:space="preserve"> </w:instrText>
            </w:r>
            <w:r>
              <w:rPr>
                <w:noProof/>
                <w:webHidden/>
                <w:rtl/>
              </w:rPr>
            </w:r>
            <w:r>
              <w:rPr>
                <w:noProof/>
                <w:webHidden/>
                <w:rtl/>
              </w:rPr>
              <w:fldChar w:fldCharType="separate"/>
            </w:r>
            <w:r>
              <w:rPr>
                <w:noProof/>
                <w:webHidden/>
                <w:rtl/>
              </w:rPr>
              <w:t>541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91" w:history="1">
            <w:r w:rsidRPr="00662DF7">
              <w:rPr>
                <w:rStyle w:val="Hyperlink"/>
                <w:rFonts w:hint="eastAsia"/>
                <w:noProof/>
                <w:rtl/>
              </w:rPr>
              <w:t>كارهايى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آن</w:t>
            </w:r>
            <w:r w:rsidRPr="00662DF7">
              <w:rPr>
                <w:rStyle w:val="Hyperlink"/>
                <w:noProof/>
                <w:rtl/>
              </w:rPr>
              <w:t xml:space="preserve"> </w:t>
            </w:r>
            <w:r w:rsidRPr="00662DF7">
              <w:rPr>
                <w:rStyle w:val="Hyperlink"/>
                <w:rFonts w:hint="eastAsia"/>
                <w:noProof/>
                <w:rtl/>
              </w:rPr>
              <w:t>زودتر</w:t>
            </w:r>
            <w:r w:rsidRPr="00662DF7">
              <w:rPr>
                <w:rStyle w:val="Hyperlink"/>
                <w:noProof/>
                <w:rtl/>
              </w:rPr>
              <w:t xml:space="preserve"> </w:t>
            </w:r>
            <w:r w:rsidRPr="00662DF7">
              <w:rPr>
                <w:rStyle w:val="Hyperlink"/>
                <w:rFonts w:hint="eastAsia"/>
                <w:noProof/>
                <w:rtl/>
              </w:rPr>
              <w:t>مى</w:t>
            </w:r>
            <w:r w:rsidRPr="00662DF7">
              <w:rPr>
                <w:rStyle w:val="Hyperlink"/>
                <w:noProof/>
                <w:rtl/>
              </w:rPr>
              <w:t xml:space="preserve"> </w:t>
            </w:r>
            <w:r w:rsidRPr="00662DF7">
              <w:rPr>
                <w:rStyle w:val="Hyperlink"/>
                <w:rFonts w:hint="eastAsia"/>
                <w:noProof/>
                <w:rtl/>
              </w:rPr>
              <w:t>رسد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Toc449617391 \h</w:instrText>
            </w:r>
            <w:r>
              <w:rPr>
                <w:noProof/>
                <w:webHidden/>
                <w:rtl/>
              </w:rPr>
              <w:instrText xml:space="preserve"> </w:instrText>
            </w:r>
            <w:r>
              <w:rPr>
                <w:noProof/>
                <w:webHidden/>
                <w:rtl/>
              </w:rPr>
            </w:r>
            <w:r>
              <w:rPr>
                <w:noProof/>
                <w:webHidden/>
                <w:rtl/>
              </w:rPr>
              <w:fldChar w:fldCharType="separate"/>
            </w:r>
            <w:r>
              <w:rPr>
                <w:noProof/>
                <w:webHidden/>
                <w:rtl/>
              </w:rPr>
              <w:t>542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9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سه</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فسبحان</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حين</w:t>
            </w:r>
            <w:r w:rsidRPr="00662DF7">
              <w:rPr>
                <w:rStyle w:val="Hyperlink"/>
                <w:noProof/>
                <w:rtl/>
              </w:rPr>
              <w:t xml:space="preserve"> </w:t>
            </w:r>
            <w:r w:rsidRPr="00662DF7">
              <w:rPr>
                <w:rStyle w:val="Hyperlink"/>
                <w:rFonts w:hint="eastAsia"/>
                <w:noProof/>
                <w:rtl/>
              </w:rPr>
              <w:t>تمسون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حين</w:t>
            </w:r>
            <w:r w:rsidRPr="00662DF7">
              <w:rPr>
                <w:rStyle w:val="Hyperlink"/>
                <w:noProof/>
                <w:rtl/>
              </w:rPr>
              <w:t xml:space="preserve"> </w:t>
            </w:r>
            <w:r w:rsidRPr="00662DF7">
              <w:rPr>
                <w:rStyle w:val="Hyperlink"/>
                <w:rFonts w:hint="eastAsia"/>
                <w:noProof/>
                <w:rtl/>
              </w:rPr>
              <w:t>تصبحون»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آغاز</w:t>
            </w:r>
            <w:r w:rsidRPr="00662DF7">
              <w:rPr>
                <w:rStyle w:val="Hyperlink"/>
                <w:noProof/>
                <w:rtl/>
              </w:rPr>
              <w:t xml:space="preserve"> </w:t>
            </w:r>
            <w:r w:rsidRPr="00662DF7">
              <w:rPr>
                <w:rStyle w:val="Hyperlink"/>
                <w:rFonts w:hint="eastAsia"/>
                <w:noProof/>
                <w:rtl/>
              </w:rPr>
              <w:t>شب</w:t>
            </w:r>
            <w:r w:rsidRPr="00662DF7">
              <w:rPr>
                <w:rStyle w:val="Hyperlink"/>
                <w:noProof/>
                <w:rtl/>
              </w:rPr>
              <w:t xml:space="preserve"> </w:t>
            </w:r>
            <w:r w:rsidRPr="00662DF7">
              <w:rPr>
                <w:rStyle w:val="Hyperlink"/>
                <w:rFonts w:hint="eastAsia"/>
                <w:noProof/>
                <w:rtl/>
              </w:rPr>
              <w:t>وصبح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Toc449617392 \h</w:instrText>
            </w:r>
            <w:r>
              <w:rPr>
                <w:noProof/>
                <w:webHidden/>
                <w:rtl/>
              </w:rPr>
              <w:instrText xml:space="preserve"> </w:instrText>
            </w:r>
            <w:r>
              <w:rPr>
                <w:noProof/>
                <w:webHidden/>
                <w:rtl/>
              </w:rPr>
            </w:r>
            <w:r>
              <w:rPr>
                <w:noProof/>
                <w:webHidden/>
                <w:rtl/>
              </w:rPr>
              <w:fldChar w:fldCharType="separate"/>
            </w:r>
            <w:r>
              <w:rPr>
                <w:noProof/>
                <w:webHidden/>
                <w:rtl/>
              </w:rPr>
              <w:t>543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9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زهد</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Toc449617393 \h</w:instrText>
            </w:r>
            <w:r>
              <w:rPr>
                <w:noProof/>
                <w:webHidden/>
                <w:rtl/>
              </w:rPr>
              <w:instrText xml:space="preserve"> </w:instrText>
            </w:r>
            <w:r>
              <w:rPr>
                <w:noProof/>
                <w:webHidden/>
                <w:rtl/>
              </w:rPr>
            </w:r>
            <w:r>
              <w:rPr>
                <w:noProof/>
                <w:webHidden/>
                <w:rtl/>
              </w:rPr>
              <w:fldChar w:fldCharType="separate"/>
            </w:r>
            <w:r>
              <w:rPr>
                <w:noProof/>
                <w:webHidden/>
                <w:rtl/>
              </w:rPr>
              <w:t>544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9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انجام</w:t>
            </w:r>
            <w:r w:rsidRPr="00662DF7">
              <w:rPr>
                <w:rStyle w:val="Hyperlink"/>
                <w:noProof/>
                <w:rtl/>
              </w:rPr>
              <w:t xml:space="preserve"> </w:t>
            </w:r>
            <w:r w:rsidRPr="00662DF7">
              <w:rPr>
                <w:rStyle w:val="Hyperlink"/>
                <w:rFonts w:hint="eastAsia"/>
                <w:noProof/>
                <w:rtl/>
              </w:rPr>
              <w:t>كار</w:t>
            </w:r>
            <w:r w:rsidRPr="00662DF7">
              <w:rPr>
                <w:rStyle w:val="Hyperlink"/>
                <w:noProof/>
                <w:rtl/>
              </w:rPr>
              <w:t xml:space="preserve"> </w:t>
            </w:r>
            <w:r w:rsidRPr="00662DF7">
              <w:rPr>
                <w:rStyle w:val="Hyperlink"/>
                <w:rFonts w:hint="eastAsia"/>
                <w:noProof/>
                <w:rtl/>
              </w:rPr>
              <w:t>خوب</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اول</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آخر</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Toc449617394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9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گريستن</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عظمت</w:t>
            </w:r>
            <w:r w:rsidRPr="00662DF7">
              <w:rPr>
                <w:rStyle w:val="Hyperlink"/>
                <w:noProof/>
                <w:rtl/>
              </w:rPr>
              <w:t xml:space="preserve"> </w:t>
            </w:r>
            <w:r w:rsidRPr="00662DF7">
              <w:rPr>
                <w:rStyle w:val="Hyperlink"/>
                <w:rFonts w:hint="eastAsia"/>
                <w:noProof/>
                <w:rtl/>
              </w:rPr>
              <w:t>خداى</w:t>
            </w:r>
            <w:r w:rsidRPr="00662DF7">
              <w:rPr>
                <w:rStyle w:val="Hyperlink"/>
                <w:noProof/>
                <w:rtl/>
              </w:rPr>
              <w:t xml:space="preserve"> </w:t>
            </w:r>
            <w:r w:rsidRPr="00662DF7">
              <w:rPr>
                <w:rStyle w:val="Hyperlink"/>
                <w:rFonts w:hint="eastAsia"/>
                <w:noProof/>
                <w:rtl/>
              </w:rPr>
              <w:t>عزوجل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Toc449617395 \h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9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مقدم</w:t>
            </w:r>
            <w:r w:rsidRPr="00662DF7">
              <w:rPr>
                <w:rStyle w:val="Hyperlink"/>
                <w:noProof/>
                <w:rtl/>
              </w:rPr>
              <w:t xml:space="preserve"> </w:t>
            </w:r>
            <w:r w:rsidRPr="00662DF7">
              <w:rPr>
                <w:rStyle w:val="Hyperlink"/>
                <w:rFonts w:hint="eastAsia"/>
                <w:noProof/>
                <w:rtl/>
              </w:rPr>
              <w:t>داشتن</w:t>
            </w:r>
            <w:r w:rsidRPr="00662DF7">
              <w:rPr>
                <w:rStyle w:val="Hyperlink"/>
                <w:noProof/>
                <w:rtl/>
              </w:rPr>
              <w:t xml:space="preserve"> </w:t>
            </w:r>
            <w:r w:rsidRPr="00662DF7">
              <w:rPr>
                <w:rStyle w:val="Hyperlink"/>
                <w:rFonts w:hint="eastAsia"/>
                <w:noProof/>
                <w:rtl/>
              </w:rPr>
              <w:t>رضايت</w:t>
            </w:r>
            <w:r w:rsidRPr="00662DF7">
              <w:rPr>
                <w:rStyle w:val="Hyperlink"/>
                <w:noProof/>
                <w:rtl/>
              </w:rPr>
              <w:t xml:space="preserve"> </w:t>
            </w:r>
            <w:r w:rsidRPr="00662DF7">
              <w:rPr>
                <w:rStyle w:val="Hyperlink"/>
                <w:rFonts w:hint="eastAsia"/>
                <w:noProof/>
                <w:rtl/>
              </w:rPr>
              <w:t>خداى</w:t>
            </w:r>
            <w:r w:rsidRPr="00662DF7">
              <w:rPr>
                <w:rStyle w:val="Hyperlink"/>
                <w:noProof/>
                <w:rtl/>
              </w:rPr>
              <w:t xml:space="preserve"> </w:t>
            </w:r>
            <w:r w:rsidRPr="00662DF7">
              <w:rPr>
                <w:rStyle w:val="Hyperlink"/>
                <w:rFonts w:hint="eastAsia"/>
                <w:noProof/>
                <w:rtl/>
              </w:rPr>
              <w:t>عزوجل</w:t>
            </w:r>
            <w:r w:rsidRPr="00662DF7">
              <w:rPr>
                <w:rStyle w:val="Hyperlink"/>
                <w:noProof/>
                <w:rtl/>
              </w:rPr>
              <w:t xml:space="preserve"> </w:t>
            </w:r>
            <w:r w:rsidRPr="00662DF7">
              <w:rPr>
                <w:rStyle w:val="Hyperlink"/>
                <w:rFonts w:hint="eastAsia"/>
                <w:noProof/>
                <w:rtl/>
              </w:rPr>
              <w:t>برميل</w:t>
            </w:r>
            <w:r w:rsidRPr="00662DF7">
              <w:rPr>
                <w:rStyle w:val="Hyperlink"/>
                <w:noProof/>
                <w:rtl/>
              </w:rPr>
              <w:t xml:space="preserve"> </w:t>
            </w:r>
            <w:r w:rsidRPr="00662DF7">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Toc449617396 \h</w:instrText>
            </w:r>
            <w:r>
              <w:rPr>
                <w:noProof/>
                <w:webHidden/>
                <w:rtl/>
              </w:rPr>
              <w:instrText xml:space="preserve"> </w:instrText>
            </w:r>
            <w:r>
              <w:rPr>
                <w:noProof/>
                <w:webHidden/>
                <w:rtl/>
              </w:rPr>
            </w:r>
            <w:r>
              <w:rPr>
                <w:noProof/>
                <w:webHidden/>
                <w:rtl/>
              </w:rPr>
              <w:fldChar w:fldCharType="separate"/>
            </w:r>
            <w:r>
              <w:rPr>
                <w:noProof/>
                <w:webHidden/>
                <w:rtl/>
              </w:rPr>
              <w:t>547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9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اين</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شب</w:t>
            </w:r>
            <w:r w:rsidRPr="00662DF7">
              <w:rPr>
                <w:rStyle w:val="Hyperlink"/>
                <w:noProof/>
                <w:rtl/>
              </w:rPr>
              <w:t xml:space="preserve"> </w:t>
            </w:r>
            <w:r w:rsidRPr="00662DF7">
              <w:rPr>
                <w:rStyle w:val="Hyperlink"/>
                <w:rFonts w:hint="eastAsia"/>
                <w:noProof/>
                <w:rtl/>
              </w:rPr>
              <w:t>بزرگترين</w:t>
            </w:r>
            <w:r w:rsidRPr="00662DF7">
              <w:rPr>
                <w:rStyle w:val="Hyperlink"/>
                <w:noProof/>
                <w:rtl/>
              </w:rPr>
              <w:t xml:space="preserve"> </w:t>
            </w:r>
            <w:r w:rsidRPr="00662DF7">
              <w:rPr>
                <w:rStyle w:val="Hyperlink"/>
                <w:rFonts w:hint="eastAsia"/>
                <w:noProof/>
                <w:rtl/>
              </w:rPr>
              <w:t>هدف</w:t>
            </w:r>
            <w:r w:rsidRPr="00662DF7">
              <w:rPr>
                <w:rStyle w:val="Hyperlink"/>
                <w:noProof/>
                <w:rtl/>
              </w:rPr>
              <w:t xml:space="preserve"> </w:t>
            </w:r>
            <w:r w:rsidRPr="00662DF7">
              <w:rPr>
                <w:rStyle w:val="Hyperlink"/>
                <w:rFonts w:hint="eastAsia"/>
                <w:noProof/>
                <w:rtl/>
              </w:rPr>
              <w:t>انسان</w:t>
            </w:r>
            <w:r w:rsidRPr="00662DF7">
              <w:rPr>
                <w:rStyle w:val="Hyperlink"/>
                <w:noProof/>
                <w:rtl/>
              </w:rPr>
              <w:t xml:space="preserve"> </w:t>
            </w:r>
            <w:r w:rsidRPr="00662DF7">
              <w:rPr>
                <w:rStyle w:val="Hyperlink"/>
                <w:rFonts w:hint="eastAsia"/>
                <w:noProof/>
                <w:rtl/>
              </w:rPr>
              <w:t>آخرت</w:t>
            </w:r>
            <w:r w:rsidRPr="00662DF7">
              <w:rPr>
                <w:rStyle w:val="Hyperlink"/>
                <w:noProof/>
                <w:rtl/>
              </w:rPr>
              <w:t xml:space="preserve"> </w:t>
            </w:r>
            <w:r w:rsidRPr="00662DF7">
              <w:rPr>
                <w:rStyle w:val="Hyperlink"/>
                <w:rFonts w:hint="eastAsia"/>
                <w:noProof/>
                <w:rtl/>
              </w:rPr>
              <w:t>باشد</w:t>
            </w:r>
            <w:r w:rsidRPr="00662D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Toc449617397 \h</w:instrText>
            </w:r>
            <w:r>
              <w:rPr>
                <w:noProof/>
                <w:webHidden/>
                <w:rtl/>
              </w:rPr>
              <w:instrText xml:space="preserve"> </w:instrText>
            </w:r>
            <w:r>
              <w:rPr>
                <w:noProof/>
                <w:webHidden/>
                <w:rtl/>
              </w:rPr>
            </w:r>
            <w:r>
              <w:rPr>
                <w:noProof/>
                <w:webHidden/>
                <w:rtl/>
              </w:rPr>
              <w:fldChar w:fldCharType="separate"/>
            </w:r>
            <w:r>
              <w:rPr>
                <w:noProof/>
                <w:webHidden/>
                <w:rtl/>
              </w:rPr>
              <w:t>548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9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نيكوكارى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Toc449617398 \h</w:instrText>
            </w:r>
            <w:r>
              <w:rPr>
                <w:noProof/>
                <w:webHidden/>
                <w:rtl/>
              </w:rPr>
              <w:instrText xml:space="preserve"> </w:instrText>
            </w:r>
            <w:r>
              <w:rPr>
                <w:noProof/>
                <w:webHidden/>
                <w:rtl/>
              </w:rPr>
            </w:r>
            <w:r>
              <w:rPr>
                <w:noProof/>
                <w:webHidden/>
                <w:rtl/>
              </w:rPr>
              <w:fldChar w:fldCharType="separate"/>
            </w:r>
            <w:r>
              <w:rPr>
                <w:noProof/>
                <w:webHidden/>
                <w:rtl/>
              </w:rPr>
              <w:t>549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39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دوستى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دشمنى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عطا</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محروم</w:t>
            </w:r>
            <w:r w:rsidRPr="00662DF7">
              <w:rPr>
                <w:rStyle w:val="Hyperlink"/>
                <w:noProof/>
                <w:rtl/>
              </w:rPr>
              <w:t xml:space="preserve"> </w:t>
            </w:r>
            <w:r w:rsidRPr="00662DF7">
              <w:rPr>
                <w:rStyle w:val="Hyperlink"/>
                <w:rFonts w:hint="eastAsia"/>
                <w:noProof/>
                <w:rtl/>
              </w:rPr>
              <w:t>نمودن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راه</w:t>
            </w:r>
            <w:r w:rsidRPr="00662DF7">
              <w:rPr>
                <w:rStyle w:val="Hyperlink"/>
                <w:noProof/>
                <w:rtl/>
              </w:rPr>
              <w:t xml:space="preserve"> </w:t>
            </w:r>
            <w:r w:rsidRPr="00662DF7">
              <w:rPr>
                <w:rStyle w:val="Hyperlink"/>
                <w:rFonts w:hint="eastAsia"/>
                <w:noProof/>
                <w:rtl/>
              </w:rPr>
              <w:t>خداىعزوجل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Toc449617399 \h</w:instrText>
            </w:r>
            <w:r>
              <w:rPr>
                <w:noProof/>
                <w:webHidden/>
                <w:rtl/>
              </w:rPr>
              <w:instrText xml:space="preserve"> </w:instrText>
            </w:r>
            <w:r>
              <w:rPr>
                <w:noProof/>
                <w:webHidden/>
                <w:rtl/>
              </w:rPr>
            </w:r>
            <w:r>
              <w:rPr>
                <w:noProof/>
                <w:webHidden/>
                <w:rtl/>
              </w:rPr>
              <w:fldChar w:fldCharType="separate"/>
            </w:r>
            <w:r>
              <w:rPr>
                <w:noProof/>
                <w:webHidden/>
                <w:rtl/>
              </w:rPr>
              <w:t>550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0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پشيمانى</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گناه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آمرزش</w:t>
            </w:r>
            <w:r w:rsidRPr="00662DF7">
              <w:rPr>
                <w:rStyle w:val="Hyperlink"/>
                <w:noProof/>
                <w:rtl/>
              </w:rPr>
              <w:t xml:space="preserve"> </w:t>
            </w:r>
            <w:r w:rsidRPr="00662DF7">
              <w:rPr>
                <w:rStyle w:val="Hyperlink"/>
                <w:rFonts w:hint="eastAsia"/>
                <w:noProof/>
                <w:rtl/>
              </w:rPr>
              <w:t>خواستن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Toc449617400 \h</w:instrText>
            </w:r>
            <w:r>
              <w:rPr>
                <w:noProof/>
                <w:webHidden/>
                <w:rtl/>
              </w:rPr>
              <w:instrText xml:space="preserve"> </w:instrText>
            </w:r>
            <w:r>
              <w:rPr>
                <w:noProof/>
                <w:webHidden/>
                <w:rtl/>
              </w:rPr>
            </w:r>
            <w:r>
              <w:rPr>
                <w:noProof/>
                <w:webHidden/>
                <w:rtl/>
              </w:rPr>
              <w:fldChar w:fldCharType="separate"/>
            </w:r>
            <w:r>
              <w:rPr>
                <w:noProof/>
                <w:webHidden/>
                <w:rtl/>
              </w:rPr>
              <w:t>551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0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مرگ</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ديار</w:t>
            </w:r>
            <w:r w:rsidRPr="00662DF7">
              <w:rPr>
                <w:rStyle w:val="Hyperlink"/>
                <w:noProof/>
                <w:rtl/>
              </w:rPr>
              <w:t xml:space="preserve"> </w:t>
            </w:r>
            <w:r w:rsidRPr="00662DF7">
              <w:rPr>
                <w:rStyle w:val="Hyperlink"/>
                <w:rFonts w:hint="eastAsia"/>
                <w:noProof/>
                <w:rtl/>
              </w:rPr>
              <w:t>غربت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Toc449617401 \h</w:instrText>
            </w:r>
            <w:r>
              <w:rPr>
                <w:noProof/>
                <w:webHidden/>
                <w:rtl/>
              </w:rPr>
              <w:instrText xml:space="preserve"> </w:instrText>
            </w:r>
            <w:r>
              <w:rPr>
                <w:noProof/>
                <w:webHidden/>
                <w:rtl/>
              </w:rPr>
            </w:r>
            <w:r>
              <w:rPr>
                <w:noProof/>
                <w:webHidden/>
                <w:rtl/>
              </w:rPr>
              <w:fldChar w:fldCharType="separate"/>
            </w:r>
            <w:r>
              <w:rPr>
                <w:noProof/>
                <w:webHidden/>
                <w:rtl/>
              </w:rPr>
              <w:t>552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0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خوبى</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كافر</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Toc449617402 \h</w:instrText>
            </w:r>
            <w:r>
              <w:rPr>
                <w:noProof/>
                <w:webHidden/>
                <w:rtl/>
              </w:rPr>
              <w:instrText xml:space="preserve"> </w:instrText>
            </w:r>
            <w:r>
              <w:rPr>
                <w:noProof/>
                <w:webHidden/>
                <w:rtl/>
              </w:rPr>
            </w:r>
            <w:r>
              <w:rPr>
                <w:noProof/>
                <w:webHidden/>
                <w:rtl/>
              </w:rPr>
              <w:fldChar w:fldCharType="separate"/>
            </w:r>
            <w:r>
              <w:rPr>
                <w:noProof/>
                <w:webHidden/>
                <w:rtl/>
              </w:rPr>
              <w:t>553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0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خوبى</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مؤ</w:t>
            </w:r>
            <w:r w:rsidRPr="00662DF7">
              <w:rPr>
                <w:rStyle w:val="Hyperlink"/>
                <w:noProof/>
                <w:rtl/>
              </w:rPr>
              <w:t xml:space="preserve"> </w:t>
            </w:r>
            <w:r w:rsidRPr="00662DF7">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Toc449617403 \h</w:instrText>
            </w:r>
            <w:r>
              <w:rPr>
                <w:noProof/>
                <w:webHidden/>
                <w:rtl/>
              </w:rPr>
              <w:instrText xml:space="preserve"> </w:instrText>
            </w:r>
            <w:r>
              <w:rPr>
                <w:noProof/>
                <w:webHidden/>
                <w:rtl/>
              </w:rPr>
            </w:r>
            <w:r>
              <w:rPr>
                <w:noProof/>
                <w:webHidden/>
                <w:rtl/>
              </w:rPr>
              <w:fldChar w:fldCharType="separate"/>
            </w:r>
            <w:r>
              <w:rPr>
                <w:noProof/>
                <w:webHidden/>
                <w:rtl/>
              </w:rPr>
              <w:t>554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0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نگهدارى</w:t>
            </w:r>
            <w:r w:rsidRPr="00662DF7">
              <w:rPr>
                <w:rStyle w:val="Hyperlink"/>
                <w:noProof/>
                <w:rtl/>
              </w:rPr>
              <w:t xml:space="preserve"> </w:t>
            </w:r>
            <w:r w:rsidRPr="00662DF7">
              <w:rPr>
                <w:rStyle w:val="Hyperlink"/>
                <w:rFonts w:hint="eastAsia"/>
                <w:noProof/>
                <w:rtl/>
              </w:rPr>
              <w:t>بز</w:t>
            </w:r>
            <w:r w:rsidRPr="00662DF7">
              <w:rPr>
                <w:rStyle w:val="Hyperlink"/>
                <w:noProof/>
                <w:rtl/>
              </w:rPr>
              <w:t xml:space="preserve"> </w:t>
            </w:r>
            <w:r w:rsidRPr="00662DF7">
              <w:rPr>
                <w:rStyle w:val="Hyperlink"/>
                <w:rFonts w:hint="eastAsia"/>
                <w:noProof/>
                <w:rtl/>
              </w:rPr>
              <w:t>شيرده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Toc449617404 \h</w:instrText>
            </w:r>
            <w:r>
              <w:rPr>
                <w:noProof/>
                <w:webHidden/>
                <w:rtl/>
              </w:rPr>
              <w:instrText xml:space="preserve"> </w:instrText>
            </w:r>
            <w:r>
              <w:rPr>
                <w:noProof/>
                <w:webHidden/>
                <w:rtl/>
              </w:rPr>
            </w:r>
            <w:r>
              <w:rPr>
                <w:noProof/>
                <w:webHidden/>
                <w:rtl/>
              </w:rPr>
              <w:fldChar w:fldCharType="separate"/>
            </w:r>
            <w:r>
              <w:rPr>
                <w:noProof/>
                <w:webHidden/>
                <w:rtl/>
              </w:rPr>
              <w:t>555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0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زكات</w:t>
            </w:r>
            <w:r w:rsidRPr="00662DF7">
              <w:rPr>
                <w:rStyle w:val="Hyperlink"/>
                <w:noProof/>
                <w:rtl/>
              </w:rPr>
              <w:t xml:space="preserve"> </w:t>
            </w:r>
            <w:r w:rsidRPr="00662DF7">
              <w:rPr>
                <w:rStyle w:val="Hyperlink"/>
                <w:rFonts w:hint="eastAsia"/>
                <w:noProof/>
                <w:rtl/>
              </w:rPr>
              <w:t>نيكوكارى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Toc449617405 \h</w:instrText>
            </w:r>
            <w:r>
              <w:rPr>
                <w:noProof/>
                <w:webHidden/>
                <w:rtl/>
              </w:rPr>
              <w:instrText xml:space="preserve"> </w:instrText>
            </w:r>
            <w:r>
              <w:rPr>
                <w:noProof/>
                <w:webHidden/>
                <w:rtl/>
              </w:rPr>
            </w:r>
            <w:r>
              <w:rPr>
                <w:noProof/>
                <w:webHidden/>
                <w:rtl/>
              </w:rPr>
              <w:fldChar w:fldCharType="separate"/>
            </w:r>
            <w:r>
              <w:rPr>
                <w:noProof/>
                <w:webHidden/>
                <w:rtl/>
              </w:rPr>
              <w:t>556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0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دوست</w:t>
            </w:r>
            <w:r w:rsidRPr="00662DF7">
              <w:rPr>
                <w:rStyle w:val="Hyperlink"/>
                <w:noProof/>
                <w:rtl/>
              </w:rPr>
              <w:t xml:space="preserve"> </w:t>
            </w:r>
            <w:r w:rsidRPr="00662DF7">
              <w:rPr>
                <w:rStyle w:val="Hyperlink"/>
                <w:rFonts w:hint="eastAsia"/>
                <w:noProof/>
                <w:rtl/>
              </w:rPr>
              <w:t>داشتن</w:t>
            </w:r>
            <w:r w:rsidRPr="00662DF7">
              <w:rPr>
                <w:rStyle w:val="Hyperlink"/>
                <w:noProof/>
                <w:rtl/>
              </w:rPr>
              <w:t xml:space="preserve"> </w:t>
            </w:r>
            <w:r w:rsidRPr="00662DF7">
              <w:rPr>
                <w:rStyle w:val="Hyperlink"/>
                <w:rFonts w:hint="eastAsia"/>
                <w:noProof/>
                <w:rtl/>
              </w:rPr>
              <w:t>آل</w:t>
            </w:r>
            <w:r w:rsidRPr="00662DF7">
              <w:rPr>
                <w:rStyle w:val="Hyperlink"/>
                <w:noProof/>
                <w:rtl/>
              </w:rPr>
              <w:t xml:space="preserve"> </w:t>
            </w:r>
            <w:r w:rsidRPr="00662DF7">
              <w:rPr>
                <w:rStyle w:val="Hyperlink"/>
                <w:rFonts w:hint="eastAsia"/>
                <w:noProof/>
                <w:rtl/>
              </w:rPr>
              <w:t>محمد</w:t>
            </w:r>
            <w:r w:rsidRPr="00662DF7">
              <w:rPr>
                <w:rStyle w:val="Hyperlink"/>
                <w:noProof/>
                <w:rtl/>
              </w:rPr>
              <w:t xml:space="preserve"> </w:t>
            </w:r>
            <w:r w:rsidRPr="00662DF7">
              <w:rPr>
                <w:rStyle w:val="Hyperlink"/>
                <w:rFonts w:eastAsiaTheme="minorHAnsi" w:cs="Rafed Alaem" w:hint="eastAsia"/>
                <w:noProof/>
                <w:rtl/>
              </w:rPr>
              <w:t>عليهم‌السلام</w:t>
            </w:r>
            <w:r w:rsidRPr="00662DF7">
              <w:rPr>
                <w:rStyle w:val="Hyperlink"/>
                <w:rFonts w:eastAsiaTheme="minorHAnsi"/>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دشمن</w:t>
            </w:r>
            <w:r w:rsidRPr="00662DF7">
              <w:rPr>
                <w:rStyle w:val="Hyperlink"/>
                <w:noProof/>
                <w:rtl/>
              </w:rPr>
              <w:t xml:space="preserve"> </w:t>
            </w:r>
            <w:r w:rsidRPr="00662DF7">
              <w:rPr>
                <w:rStyle w:val="Hyperlink"/>
                <w:rFonts w:hint="eastAsia"/>
                <w:noProof/>
                <w:rtl/>
              </w:rPr>
              <w:t>داشتن</w:t>
            </w:r>
            <w:r w:rsidRPr="00662DF7">
              <w:rPr>
                <w:rStyle w:val="Hyperlink"/>
                <w:noProof/>
                <w:rtl/>
              </w:rPr>
              <w:t xml:space="preserve"> </w:t>
            </w:r>
            <w:r w:rsidRPr="00662DF7">
              <w:rPr>
                <w:rStyle w:val="Hyperlink"/>
                <w:rFonts w:hint="eastAsia"/>
                <w:noProof/>
                <w:rtl/>
              </w:rPr>
              <w:t>دشمنان</w:t>
            </w:r>
            <w:r w:rsidRPr="00662DF7">
              <w:rPr>
                <w:rStyle w:val="Hyperlink"/>
                <w:noProof/>
                <w:rtl/>
              </w:rPr>
              <w:t xml:space="preserve"> </w:t>
            </w:r>
            <w:r w:rsidRPr="00662DF7">
              <w:rPr>
                <w:rStyle w:val="Hyperlink"/>
                <w:rFonts w:hint="eastAsia"/>
                <w:noProof/>
                <w:rtl/>
              </w:rPr>
              <w:t>آنان</w:t>
            </w:r>
            <w:r w:rsidRPr="00662DF7">
              <w:rPr>
                <w:rStyle w:val="Hyperlink"/>
                <w:noProof/>
                <w:rtl/>
              </w:rPr>
              <w:t xml:space="preserve"> </w:t>
            </w:r>
            <w:r w:rsidRPr="00662DF7">
              <w:rPr>
                <w:rStyle w:val="Hyperlink"/>
                <w:rFonts w:hint="eastAsia"/>
                <w:noProof/>
                <w:rtl/>
              </w:rPr>
              <w:t>بخاطرخدا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Toc449617406 \h</w:instrText>
            </w:r>
            <w:r>
              <w:rPr>
                <w:noProof/>
                <w:webHidden/>
                <w:rtl/>
              </w:rPr>
              <w:instrText xml:space="preserve"> </w:instrText>
            </w:r>
            <w:r>
              <w:rPr>
                <w:noProof/>
                <w:webHidden/>
                <w:rtl/>
              </w:rPr>
            </w:r>
            <w:r>
              <w:rPr>
                <w:noProof/>
                <w:webHidden/>
                <w:rtl/>
              </w:rPr>
              <w:fldChar w:fldCharType="separate"/>
            </w:r>
            <w:r>
              <w:rPr>
                <w:noProof/>
                <w:webHidden/>
                <w:rtl/>
              </w:rPr>
              <w:t>557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0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هفتاد</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استغفرالله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وتر</w:t>
            </w:r>
            <w:r w:rsidRPr="00662DF7">
              <w:rPr>
                <w:rStyle w:val="Hyperlink"/>
                <w:noProof/>
                <w:rtl/>
              </w:rPr>
              <w:t xml:space="preserve"> </w:t>
            </w:r>
            <w:r w:rsidRPr="00662DF7">
              <w:rPr>
                <w:rStyle w:val="Hyperlink"/>
                <w:rFonts w:hint="eastAsia"/>
                <w:noProof/>
                <w:rtl/>
              </w:rPr>
              <w:t>درحال</w:t>
            </w:r>
            <w:r w:rsidRPr="00662DF7">
              <w:rPr>
                <w:rStyle w:val="Hyperlink"/>
                <w:noProof/>
                <w:rtl/>
              </w:rPr>
              <w:t xml:space="preserve"> </w:t>
            </w:r>
            <w:r w:rsidRPr="00662DF7">
              <w:rPr>
                <w:rStyle w:val="Hyperlink"/>
                <w:rFonts w:hint="eastAsia"/>
                <w:noProof/>
                <w:rtl/>
              </w:rPr>
              <w:t>ايستاده</w:t>
            </w:r>
            <w:r w:rsidRPr="00662DF7">
              <w:rPr>
                <w:rStyle w:val="Hyperlink"/>
                <w:noProof/>
                <w:rtl/>
              </w:rPr>
              <w:t xml:space="preserve"> </w:t>
            </w:r>
            <w:r w:rsidRPr="00662DF7">
              <w:rPr>
                <w:rStyle w:val="Hyperlink"/>
                <w:rFonts w:hint="eastAsia"/>
                <w:noProof/>
                <w:rtl/>
              </w:rPr>
              <w:t>بمدت</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Toc449617407 \h</w:instrText>
            </w:r>
            <w:r>
              <w:rPr>
                <w:noProof/>
                <w:webHidden/>
                <w:rtl/>
              </w:rPr>
              <w:instrText xml:space="preserve"> </w:instrText>
            </w:r>
            <w:r>
              <w:rPr>
                <w:noProof/>
                <w:webHidden/>
                <w:rtl/>
              </w:rPr>
            </w:r>
            <w:r>
              <w:rPr>
                <w:noProof/>
                <w:webHidden/>
                <w:rtl/>
              </w:rPr>
              <w:fldChar w:fldCharType="separate"/>
            </w:r>
            <w:r>
              <w:rPr>
                <w:noProof/>
                <w:webHidden/>
                <w:rtl/>
              </w:rPr>
              <w:t>558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0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سلام</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مومن</w:t>
            </w:r>
            <w:r w:rsidRPr="00662DF7">
              <w:rPr>
                <w:rStyle w:val="Hyperlink"/>
                <w:noProof/>
                <w:rtl/>
              </w:rPr>
              <w:t xml:space="preserve"> </w:t>
            </w:r>
            <w:r w:rsidRPr="00662DF7">
              <w:rPr>
                <w:rStyle w:val="Hyperlink"/>
                <w:rFonts w:hint="eastAsia"/>
                <w:noProof/>
                <w:rtl/>
              </w:rPr>
              <w:t>بخاطر</w:t>
            </w:r>
            <w:r w:rsidRPr="00662DF7">
              <w:rPr>
                <w:rStyle w:val="Hyperlink"/>
                <w:noProof/>
                <w:rtl/>
              </w:rPr>
              <w:t xml:space="preserve"> </w:t>
            </w:r>
            <w:r w:rsidRPr="00662DF7">
              <w:rPr>
                <w:rStyle w:val="Hyperlink"/>
                <w:rFonts w:hint="eastAsia"/>
                <w:noProof/>
                <w:rtl/>
              </w:rPr>
              <w:t>خداىعزوجل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Toc449617408 \h</w:instrText>
            </w:r>
            <w:r>
              <w:rPr>
                <w:noProof/>
                <w:webHidden/>
                <w:rtl/>
              </w:rPr>
              <w:instrText xml:space="preserve"> </w:instrText>
            </w:r>
            <w:r>
              <w:rPr>
                <w:noProof/>
                <w:webHidden/>
                <w:rtl/>
              </w:rPr>
            </w:r>
            <w:r>
              <w:rPr>
                <w:noProof/>
                <w:webHidden/>
                <w:rtl/>
              </w:rPr>
              <w:fldChar w:fldCharType="separate"/>
            </w:r>
            <w:r>
              <w:rPr>
                <w:noProof/>
                <w:webHidden/>
                <w:rtl/>
              </w:rPr>
              <w:t>559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0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توبه</w:t>
            </w:r>
            <w:r w:rsidRPr="00662DF7">
              <w:rPr>
                <w:rStyle w:val="Hyperlink"/>
                <w:noProof/>
                <w:rtl/>
              </w:rPr>
              <w:t xml:space="preserve"> </w:t>
            </w:r>
            <w:r w:rsidRPr="00662DF7">
              <w:rPr>
                <w:rStyle w:val="Hyperlink"/>
                <w:rFonts w:hint="eastAsia"/>
                <w:noProof/>
                <w:rtl/>
              </w:rPr>
              <w:t>نصوح</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Toc449617409 \h</w:instrText>
            </w:r>
            <w:r>
              <w:rPr>
                <w:noProof/>
                <w:webHidden/>
                <w:rtl/>
              </w:rPr>
              <w:instrText xml:space="preserve"> </w:instrText>
            </w:r>
            <w:r>
              <w:rPr>
                <w:noProof/>
                <w:webHidden/>
                <w:rtl/>
              </w:rPr>
            </w:r>
            <w:r>
              <w:rPr>
                <w:noProof/>
                <w:webHidden/>
                <w:rtl/>
              </w:rPr>
              <w:fldChar w:fldCharType="separate"/>
            </w:r>
            <w:r>
              <w:rPr>
                <w:noProof/>
                <w:webHidden/>
                <w:rtl/>
              </w:rPr>
              <w:t>560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1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كم</w:t>
            </w:r>
            <w:r w:rsidRPr="00662DF7">
              <w:rPr>
                <w:rStyle w:val="Hyperlink"/>
                <w:noProof/>
                <w:rtl/>
              </w:rPr>
              <w:t xml:space="preserve"> </w:t>
            </w:r>
            <w:r w:rsidRPr="00662DF7">
              <w:rPr>
                <w:rStyle w:val="Hyperlink"/>
                <w:rFonts w:hint="eastAsia"/>
                <w:noProof/>
                <w:rtl/>
              </w:rPr>
              <w:t>توقع</w:t>
            </w:r>
            <w:r w:rsidRPr="00662DF7">
              <w:rPr>
                <w:rStyle w:val="Hyperlink"/>
                <w:noProof/>
                <w:rtl/>
              </w:rPr>
              <w:t xml:space="preserve"> </w:t>
            </w:r>
            <w:r w:rsidRPr="00662DF7">
              <w:rPr>
                <w:rStyle w:val="Hyperlink"/>
                <w:rFonts w:hint="eastAsia"/>
                <w:noProof/>
                <w:rtl/>
              </w:rPr>
              <w:t>خوش</w:t>
            </w:r>
            <w:r w:rsidRPr="00662DF7">
              <w:rPr>
                <w:rStyle w:val="Hyperlink"/>
                <w:noProof/>
                <w:rtl/>
              </w:rPr>
              <w:t xml:space="preserve"> </w:t>
            </w:r>
            <w:r w:rsidRPr="00662DF7">
              <w:rPr>
                <w:rStyle w:val="Hyperlink"/>
                <w:rFonts w:hint="eastAsia"/>
                <w:noProof/>
                <w:rtl/>
              </w:rPr>
              <w:t>اخلاق</w:t>
            </w:r>
            <w:r w:rsidRPr="00662DF7">
              <w:rPr>
                <w:rStyle w:val="Hyperlink"/>
                <w:noProof/>
                <w:rtl/>
              </w:rPr>
              <w:t xml:space="preserve"> </w:t>
            </w:r>
            <w:r w:rsidRPr="00662DF7">
              <w:rPr>
                <w:rStyle w:val="Hyperlink"/>
                <w:rFonts w:hint="eastAsia"/>
                <w:noProof/>
                <w:rtl/>
              </w:rPr>
              <w:t>نرم</w:t>
            </w:r>
            <w:r w:rsidRPr="00662DF7">
              <w:rPr>
                <w:rStyle w:val="Hyperlink"/>
                <w:noProof/>
                <w:rtl/>
              </w:rPr>
              <w:t xml:space="preserve"> </w:t>
            </w:r>
            <w:r w:rsidRPr="00662DF7">
              <w:rPr>
                <w:rStyle w:val="Hyperlink"/>
                <w:rFonts w:hint="eastAsia"/>
                <w:noProof/>
                <w:rtl/>
              </w:rPr>
              <w:t>آسان</w:t>
            </w:r>
            <w:r w:rsidRPr="00662DF7">
              <w:rPr>
                <w:rStyle w:val="Hyperlink"/>
                <w:noProof/>
                <w:rtl/>
              </w:rPr>
              <w:t xml:space="preserve"> </w:t>
            </w:r>
            <w:r w:rsidRPr="00662DF7">
              <w:rPr>
                <w:rStyle w:val="Hyperlink"/>
                <w:rFonts w:hint="eastAsia"/>
                <w:noProof/>
                <w:rtl/>
              </w:rPr>
              <w:t>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Toc449617410 \h</w:instrText>
            </w:r>
            <w:r>
              <w:rPr>
                <w:noProof/>
                <w:webHidden/>
                <w:rtl/>
              </w:rPr>
              <w:instrText xml:space="preserve"> </w:instrText>
            </w:r>
            <w:r>
              <w:rPr>
                <w:noProof/>
                <w:webHidden/>
                <w:rtl/>
              </w:rPr>
            </w:r>
            <w:r>
              <w:rPr>
                <w:noProof/>
                <w:webHidden/>
                <w:rtl/>
              </w:rPr>
              <w:fldChar w:fldCharType="separate"/>
            </w:r>
            <w:r>
              <w:rPr>
                <w:noProof/>
                <w:webHidden/>
                <w:rtl/>
              </w:rPr>
              <w:t>561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1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تقرب</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گريستن</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عظمت</w:t>
            </w:r>
            <w:r w:rsidRPr="00662DF7">
              <w:rPr>
                <w:rStyle w:val="Hyperlink"/>
                <w:noProof/>
                <w:rtl/>
              </w:rPr>
              <w:t xml:space="preserve"> </w:t>
            </w:r>
            <w:r w:rsidRPr="00662DF7">
              <w:rPr>
                <w:rStyle w:val="Hyperlink"/>
                <w:rFonts w:hint="eastAsia"/>
                <w:noProof/>
                <w:rtl/>
              </w:rPr>
              <w:t>او،</w:t>
            </w:r>
            <w:r w:rsidRPr="00662DF7">
              <w:rPr>
                <w:rStyle w:val="Hyperlink"/>
                <w:noProof/>
                <w:rtl/>
              </w:rPr>
              <w:t xml:space="preserve"> </w:t>
            </w:r>
            <w:r w:rsidRPr="00662DF7">
              <w:rPr>
                <w:rStyle w:val="Hyperlink"/>
                <w:rFonts w:hint="eastAsia"/>
                <w:noProof/>
                <w:rtl/>
              </w:rPr>
              <w:t>عبادت</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پرهيز</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حرامهاىاو</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آرايش</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زهد</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Toc449617411 \h</w:instrText>
            </w:r>
            <w:r>
              <w:rPr>
                <w:noProof/>
                <w:webHidden/>
                <w:rtl/>
              </w:rPr>
              <w:instrText xml:space="preserve"> </w:instrText>
            </w:r>
            <w:r>
              <w:rPr>
                <w:noProof/>
                <w:webHidden/>
                <w:rtl/>
              </w:rPr>
            </w:r>
            <w:r>
              <w:rPr>
                <w:noProof/>
                <w:webHidden/>
                <w:rtl/>
              </w:rPr>
              <w:fldChar w:fldCharType="separate"/>
            </w:r>
            <w:r>
              <w:rPr>
                <w:noProof/>
                <w:webHidden/>
                <w:rtl/>
              </w:rPr>
              <w:t>562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1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خوبى</w:t>
            </w:r>
            <w:r w:rsidRPr="00662DF7">
              <w:rPr>
                <w:rStyle w:val="Hyperlink"/>
                <w:noProof/>
                <w:rtl/>
              </w:rPr>
              <w:t xml:space="preserve"> </w:t>
            </w:r>
            <w:r w:rsidRPr="00662DF7">
              <w:rPr>
                <w:rStyle w:val="Hyperlink"/>
                <w:rFonts w:hint="eastAsia"/>
                <w:noProof/>
                <w:rtl/>
              </w:rPr>
              <w:t>نمودن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Toc449617412 \h</w:instrText>
            </w:r>
            <w:r>
              <w:rPr>
                <w:noProof/>
                <w:webHidden/>
                <w:rtl/>
              </w:rPr>
              <w:instrText xml:space="preserve"> </w:instrText>
            </w:r>
            <w:r>
              <w:rPr>
                <w:noProof/>
                <w:webHidden/>
                <w:rtl/>
              </w:rPr>
            </w:r>
            <w:r>
              <w:rPr>
                <w:noProof/>
                <w:webHidden/>
                <w:rtl/>
              </w:rPr>
              <w:fldChar w:fldCharType="separate"/>
            </w:r>
            <w:r>
              <w:rPr>
                <w:noProof/>
                <w:webHidden/>
                <w:rtl/>
              </w:rPr>
              <w:t>564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1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خوش</w:t>
            </w:r>
            <w:r w:rsidRPr="00662DF7">
              <w:rPr>
                <w:rStyle w:val="Hyperlink"/>
                <w:noProof/>
                <w:rtl/>
              </w:rPr>
              <w:t xml:space="preserve"> </w:t>
            </w:r>
            <w:r w:rsidRPr="00662DF7">
              <w:rPr>
                <w:rStyle w:val="Hyperlink"/>
                <w:rFonts w:hint="eastAsia"/>
                <w:noProof/>
                <w:rtl/>
              </w:rPr>
              <w:t>گمانى</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خداى</w:t>
            </w:r>
            <w:r w:rsidRPr="00662DF7">
              <w:rPr>
                <w:rStyle w:val="Hyperlink"/>
                <w:noProof/>
                <w:rtl/>
              </w:rPr>
              <w:t xml:space="preserve"> </w:t>
            </w:r>
            <w:r w:rsidRPr="00662DF7">
              <w:rPr>
                <w:rStyle w:val="Hyperlink"/>
                <w:rFonts w:hint="eastAsia"/>
                <w:noProof/>
                <w:rtl/>
              </w:rPr>
              <w:t>متعال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Toc449617413 \h</w:instrText>
            </w:r>
            <w:r>
              <w:rPr>
                <w:noProof/>
                <w:webHidden/>
                <w:rtl/>
              </w:rPr>
              <w:instrText xml:space="preserve"> </w:instrText>
            </w:r>
            <w:r>
              <w:rPr>
                <w:noProof/>
                <w:webHidden/>
                <w:rtl/>
              </w:rPr>
            </w:r>
            <w:r>
              <w:rPr>
                <w:noProof/>
                <w:webHidden/>
                <w:rtl/>
              </w:rPr>
              <w:fldChar w:fldCharType="separate"/>
            </w:r>
            <w:r>
              <w:rPr>
                <w:noProof/>
                <w:webHidden/>
                <w:rtl/>
              </w:rPr>
              <w:t>565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1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اخلاص</w:t>
            </w:r>
            <w:r w:rsidRPr="00662DF7">
              <w:rPr>
                <w:rStyle w:val="Hyperlink"/>
                <w:noProof/>
                <w:rtl/>
              </w:rPr>
              <w:t xml:space="preserve"> </w:t>
            </w:r>
            <w:r w:rsidRPr="00662DF7">
              <w:rPr>
                <w:rStyle w:val="Hyperlink"/>
                <w:rFonts w:hint="eastAsia"/>
                <w:noProof/>
                <w:rtl/>
              </w:rPr>
              <w:t>ورزيدن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خداى</w:t>
            </w:r>
            <w:r w:rsidRPr="00662DF7">
              <w:rPr>
                <w:rStyle w:val="Hyperlink"/>
                <w:noProof/>
                <w:rtl/>
              </w:rPr>
              <w:t xml:space="preserve"> </w:t>
            </w:r>
            <w:r w:rsidRPr="00662DF7">
              <w:rPr>
                <w:rStyle w:val="Hyperlink"/>
                <w:rFonts w:hint="eastAsia"/>
                <w:noProof/>
                <w:rtl/>
              </w:rPr>
              <w:t>عزوجل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Toc449617414 \h</w:instrText>
            </w:r>
            <w:r>
              <w:rPr>
                <w:noProof/>
                <w:webHidden/>
                <w:rtl/>
              </w:rPr>
              <w:instrText xml:space="preserve"> </w:instrText>
            </w:r>
            <w:r>
              <w:rPr>
                <w:noProof/>
                <w:webHidden/>
                <w:rtl/>
              </w:rPr>
            </w:r>
            <w:r>
              <w:rPr>
                <w:noProof/>
                <w:webHidden/>
                <w:rtl/>
              </w:rPr>
              <w:fldChar w:fldCharType="separate"/>
            </w:r>
            <w:r>
              <w:rPr>
                <w:noProof/>
                <w:webHidden/>
                <w:rtl/>
              </w:rPr>
              <w:t>567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1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پوشيدن</w:t>
            </w:r>
            <w:r w:rsidRPr="00662DF7">
              <w:rPr>
                <w:rStyle w:val="Hyperlink"/>
                <w:noProof/>
                <w:rtl/>
              </w:rPr>
              <w:t xml:space="preserve"> </w:t>
            </w:r>
            <w:r w:rsidRPr="00662DF7">
              <w:rPr>
                <w:rStyle w:val="Hyperlink"/>
                <w:rFonts w:hint="eastAsia"/>
                <w:noProof/>
                <w:rtl/>
              </w:rPr>
              <w:t>انگشتر</w:t>
            </w:r>
            <w:r w:rsidRPr="00662DF7">
              <w:rPr>
                <w:rStyle w:val="Hyperlink"/>
                <w:noProof/>
                <w:rtl/>
              </w:rPr>
              <w:t xml:space="preserve"> </w:t>
            </w:r>
            <w:r w:rsidRPr="00662DF7">
              <w:rPr>
                <w:rStyle w:val="Hyperlink"/>
                <w:rFonts w:hint="eastAsia"/>
                <w:noProof/>
                <w:rtl/>
              </w:rPr>
              <w:t>عقيق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Toc449617415 \h</w:instrText>
            </w:r>
            <w:r>
              <w:rPr>
                <w:noProof/>
                <w:webHidden/>
                <w:rtl/>
              </w:rPr>
              <w:instrText xml:space="preserve"> </w:instrText>
            </w:r>
            <w:r>
              <w:rPr>
                <w:noProof/>
                <w:webHidden/>
                <w:rtl/>
              </w:rPr>
            </w:r>
            <w:r>
              <w:rPr>
                <w:noProof/>
                <w:webHidden/>
                <w:rtl/>
              </w:rPr>
              <w:fldChar w:fldCharType="separate"/>
            </w:r>
            <w:r>
              <w:rPr>
                <w:noProof/>
                <w:webHidden/>
                <w:rtl/>
              </w:rPr>
              <w:t>568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1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پوشيدن</w:t>
            </w:r>
            <w:r w:rsidRPr="00662DF7">
              <w:rPr>
                <w:rStyle w:val="Hyperlink"/>
                <w:noProof/>
                <w:rtl/>
              </w:rPr>
              <w:t xml:space="preserve"> </w:t>
            </w:r>
            <w:r w:rsidRPr="00662DF7">
              <w:rPr>
                <w:rStyle w:val="Hyperlink"/>
                <w:rFonts w:hint="eastAsia"/>
                <w:noProof/>
                <w:rtl/>
              </w:rPr>
              <w:t>انگشتر</w:t>
            </w:r>
            <w:r w:rsidRPr="00662DF7">
              <w:rPr>
                <w:rStyle w:val="Hyperlink"/>
                <w:noProof/>
                <w:rtl/>
              </w:rPr>
              <w:t xml:space="preserve"> </w:t>
            </w:r>
            <w:r w:rsidRPr="00662DF7">
              <w:rPr>
                <w:rStyle w:val="Hyperlink"/>
                <w:rFonts w:hint="eastAsia"/>
                <w:noProof/>
                <w:rtl/>
              </w:rPr>
              <w:t>فيروزه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Toc449617416 \h</w:instrText>
            </w:r>
            <w:r>
              <w:rPr>
                <w:noProof/>
                <w:webHidden/>
                <w:rtl/>
              </w:rPr>
              <w:instrText xml:space="preserve"> </w:instrText>
            </w:r>
            <w:r>
              <w:rPr>
                <w:noProof/>
                <w:webHidden/>
                <w:rtl/>
              </w:rPr>
            </w:r>
            <w:r>
              <w:rPr>
                <w:noProof/>
                <w:webHidden/>
                <w:rtl/>
              </w:rPr>
              <w:fldChar w:fldCharType="separate"/>
            </w:r>
            <w:r>
              <w:rPr>
                <w:noProof/>
                <w:webHidden/>
                <w:rtl/>
              </w:rPr>
              <w:t>572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1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پوشيدن</w:t>
            </w:r>
            <w:r w:rsidRPr="00662DF7">
              <w:rPr>
                <w:rStyle w:val="Hyperlink"/>
                <w:noProof/>
                <w:rtl/>
              </w:rPr>
              <w:t xml:space="preserve"> </w:t>
            </w:r>
            <w:r w:rsidRPr="00662DF7">
              <w:rPr>
                <w:rStyle w:val="Hyperlink"/>
                <w:rFonts w:hint="eastAsia"/>
                <w:noProof/>
                <w:rtl/>
              </w:rPr>
              <w:t>انگشتر</w:t>
            </w:r>
            <w:r w:rsidRPr="00662DF7">
              <w:rPr>
                <w:rStyle w:val="Hyperlink"/>
                <w:noProof/>
                <w:rtl/>
              </w:rPr>
              <w:t xml:space="preserve"> </w:t>
            </w:r>
            <w:r w:rsidRPr="00662DF7">
              <w:rPr>
                <w:rStyle w:val="Hyperlink"/>
                <w:rFonts w:hint="eastAsia"/>
                <w:noProof/>
                <w:rtl/>
              </w:rPr>
              <w:t>جزع</w:t>
            </w:r>
            <w:r w:rsidRPr="00662DF7">
              <w:rPr>
                <w:rStyle w:val="Hyperlink"/>
                <w:noProof/>
                <w:rtl/>
              </w:rPr>
              <w:t xml:space="preserve"> </w:t>
            </w:r>
            <w:r w:rsidRPr="00662DF7">
              <w:rPr>
                <w:rStyle w:val="Hyperlink"/>
                <w:rFonts w:hint="eastAsia"/>
                <w:noProof/>
                <w:rtl/>
              </w:rPr>
              <w:t>يمانى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Toc449617417 \h</w:instrText>
            </w:r>
            <w:r>
              <w:rPr>
                <w:noProof/>
                <w:webHidden/>
                <w:rtl/>
              </w:rPr>
              <w:instrText xml:space="preserve"> </w:instrText>
            </w:r>
            <w:r>
              <w:rPr>
                <w:noProof/>
                <w:webHidden/>
                <w:rtl/>
              </w:rPr>
            </w:r>
            <w:r>
              <w:rPr>
                <w:noProof/>
                <w:webHidden/>
                <w:rtl/>
              </w:rPr>
              <w:fldChar w:fldCharType="separate"/>
            </w:r>
            <w:r>
              <w:rPr>
                <w:noProof/>
                <w:webHidden/>
                <w:rtl/>
              </w:rPr>
              <w:t>573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1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پوشيدن</w:t>
            </w:r>
            <w:r w:rsidRPr="00662DF7">
              <w:rPr>
                <w:rStyle w:val="Hyperlink"/>
                <w:noProof/>
                <w:rtl/>
              </w:rPr>
              <w:t xml:space="preserve"> </w:t>
            </w:r>
            <w:r w:rsidRPr="00662DF7">
              <w:rPr>
                <w:rStyle w:val="Hyperlink"/>
                <w:rFonts w:hint="eastAsia"/>
                <w:noProof/>
                <w:rtl/>
              </w:rPr>
              <w:t>انگشتر</w:t>
            </w:r>
            <w:r w:rsidRPr="00662DF7">
              <w:rPr>
                <w:rStyle w:val="Hyperlink"/>
                <w:noProof/>
                <w:rtl/>
              </w:rPr>
              <w:t xml:space="preserve"> </w:t>
            </w:r>
            <w:r w:rsidRPr="00662DF7">
              <w:rPr>
                <w:rStyle w:val="Hyperlink"/>
                <w:rFonts w:hint="eastAsia"/>
                <w:noProof/>
                <w:rtl/>
              </w:rPr>
              <w:t>زمرد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Toc449617418 \h</w:instrText>
            </w:r>
            <w:r>
              <w:rPr>
                <w:noProof/>
                <w:webHidden/>
                <w:rtl/>
              </w:rPr>
              <w:instrText xml:space="preserve"> </w:instrText>
            </w:r>
            <w:r>
              <w:rPr>
                <w:noProof/>
                <w:webHidden/>
                <w:rtl/>
              </w:rPr>
            </w:r>
            <w:r>
              <w:rPr>
                <w:noProof/>
                <w:webHidden/>
                <w:rtl/>
              </w:rPr>
              <w:fldChar w:fldCharType="separate"/>
            </w:r>
            <w:r>
              <w:rPr>
                <w:noProof/>
                <w:webHidden/>
                <w:rtl/>
              </w:rPr>
              <w:t>574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1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پوشيدن</w:t>
            </w:r>
            <w:r w:rsidRPr="00662DF7">
              <w:rPr>
                <w:rStyle w:val="Hyperlink"/>
                <w:noProof/>
                <w:rtl/>
              </w:rPr>
              <w:t xml:space="preserve"> </w:t>
            </w:r>
            <w:r w:rsidRPr="00662DF7">
              <w:rPr>
                <w:rStyle w:val="Hyperlink"/>
                <w:rFonts w:hint="eastAsia"/>
                <w:noProof/>
                <w:rtl/>
              </w:rPr>
              <w:t>انگشتر</w:t>
            </w:r>
            <w:r w:rsidRPr="00662DF7">
              <w:rPr>
                <w:rStyle w:val="Hyperlink"/>
                <w:noProof/>
                <w:rtl/>
              </w:rPr>
              <w:t xml:space="preserve"> </w:t>
            </w:r>
            <w:r w:rsidRPr="00662DF7">
              <w:rPr>
                <w:rStyle w:val="Hyperlink"/>
                <w:rFonts w:hint="eastAsia"/>
                <w:noProof/>
                <w:rtl/>
              </w:rPr>
              <w:t>ياقوت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Toc449617419 \h</w:instrText>
            </w:r>
            <w:r>
              <w:rPr>
                <w:noProof/>
                <w:webHidden/>
                <w:rtl/>
              </w:rPr>
              <w:instrText xml:space="preserve"> </w:instrText>
            </w:r>
            <w:r>
              <w:rPr>
                <w:noProof/>
                <w:webHidden/>
                <w:rtl/>
              </w:rPr>
            </w:r>
            <w:r>
              <w:rPr>
                <w:noProof/>
                <w:webHidden/>
                <w:rtl/>
              </w:rPr>
              <w:fldChar w:fldCharType="separate"/>
            </w:r>
            <w:r>
              <w:rPr>
                <w:noProof/>
                <w:webHidden/>
                <w:rtl/>
              </w:rPr>
              <w:t>575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2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پوشيدن</w:t>
            </w:r>
            <w:r w:rsidRPr="00662DF7">
              <w:rPr>
                <w:rStyle w:val="Hyperlink"/>
                <w:noProof/>
                <w:rtl/>
              </w:rPr>
              <w:t xml:space="preserve"> </w:t>
            </w:r>
            <w:r w:rsidRPr="00662DF7">
              <w:rPr>
                <w:rStyle w:val="Hyperlink"/>
                <w:rFonts w:hint="eastAsia"/>
                <w:noProof/>
                <w:rtl/>
              </w:rPr>
              <w:t>انگشتر</w:t>
            </w:r>
            <w:r w:rsidRPr="00662DF7">
              <w:rPr>
                <w:rStyle w:val="Hyperlink"/>
                <w:noProof/>
                <w:rtl/>
              </w:rPr>
              <w:t xml:space="preserve"> </w:t>
            </w:r>
            <w:r w:rsidRPr="00662DF7">
              <w:rPr>
                <w:rStyle w:val="Hyperlink"/>
                <w:rFonts w:hint="eastAsia"/>
                <w:noProof/>
                <w:rtl/>
              </w:rPr>
              <w:t>بلور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Toc449617420 \h</w:instrText>
            </w:r>
            <w:r>
              <w:rPr>
                <w:noProof/>
                <w:webHidden/>
                <w:rtl/>
              </w:rPr>
              <w:instrText xml:space="preserve"> </w:instrText>
            </w:r>
            <w:r>
              <w:rPr>
                <w:noProof/>
                <w:webHidden/>
                <w:rtl/>
              </w:rPr>
            </w:r>
            <w:r>
              <w:rPr>
                <w:noProof/>
                <w:webHidden/>
                <w:rtl/>
              </w:rPr>
              <w:fldChar w:fldCharType="separate"/>
            </w:r>
            <w:r>
              <w:rPr>
                <w:noProof/>
                <w:webHidden/>
                <w:rtl/>
              </w:rPr>
              <w:t>576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2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Toc449617421 \h</w:instrText>
            </w:r>
            <w:r>
              <w:rPr>
                <w:noProof/>
                <w:webHidden/>
                <w:rtl/>
              </w:rPr>
              <w:instrText xml:space="preserve"> </w:instrText>
            </w:r>
            <w:r>
              <w:rPr>
                <w:noProof/>
                <w:webHidden/>
                <w:rtl/>
              </w:rPr>
            </w:r>
            <w:r>
              <w:rPr>
                <w:noProof/>
                <w:webHidden/>
                <w:rtl/>
              </w:rPr>
              <w:fldChar w:fldCharType="separate"/>
            </w:r>
            <w:r>
              <w:rPr>
                <w:noProof/>
                <w:webHidden/>
                <w:rtl/>
              </w:rPr>
              <w:t>577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2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گريه</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عظمت</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چشم</w:t>
            </w:r>
            <w:r w:rsidRPr="00662DF7">
              <w:rPr>
                <w:rStyle w:val="Hyperlink"/>
                <w:noProof/>
                <w:rtl/>
              </w:rPr>
              <w:t xml:space="preserve"> </w:t>
            </w:r>
            <w:r w:rsidRPr="00662DF7">
              <w:rPr>
                <w:rStyle w:val="Hyperlink"/>
                <w:rFonts w:hint="eastAsia"/>
                <w:noProof/>
                <w:rtl/>
              </w:rPr>
              <w:t>پوشى</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حرامهاى</w:t>
            </w:r>
            <w:r w:rsidRPr="00662DF7">
              <w:rPr>
                <w:rStyle w:val="Hyperlink"/>
                <w:noProof/>
                <w:rtl/>
              </w:rPr>
              <w:t xml:space="preserve"> </w:t>
            </w:r>
            <w:r w:rsidRPr="00662DF7">
              <w:rPr>
                <w:rStyle w:val="Hyperlink"/>
                <w:rFonts w:hint="eastAsia"/>
                <w:noProof/>
                <w:rtl/>
              </w:rPr>
              <w:t>او</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شب</w:t>
            </w:r>
            <w:r w:rsidRPr="00662DF7">
              <w:rPr>
                <w:rStyle w:val="Hyperlink"/>
                <w:noProof/>
                <w:rtl/>
              </w:rPr>
              <w:t xml:space="preserve"> </w:t>
            </w:r>
            <w:r w:rsidRPr="00662DF7">
              <w:rPr>
                <w:rStyle w:val="Hyperlink"/>
                <w:rFonts w:hint="eastAsia"/>
                <w:noProof/>
                <w:rtl/>
              </w:rPr>
              <w:t>زنده</w:t>
            </w:r>
            <w:r w:rsidRPr="00662DF7">
              <w:rPr>
                <w:rStyle w:val="Hyperlink"/>
                <w:noProof/>
                <w:rtl/>
              </w:rPr>
              <w:t xml:space="preserve"> </w:t>
            </w:r>
            <w:r w:rsidRPr="00662DF7">
              <w:rPr>
                <w:rStyle w:val="Hyperlink"/>
                <w:rFonts w:hint="eastAsia"/>
                <w:noProof/>
                <w:rtl/>
              </w:rPr>
              <w:t>دارى</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راه</w:t>
            </w:r>
            <w:r w:rsidRPr="00662DF7">
              <w:rPr>
                <w:rStyle w:val="Hyperlink"/>
                <w:noProof/>
                <w:rtl/>
              </w:rPr>
              <w:t xml:space="preserve"> </w:t>
            </w:r>
            <w:r w:rsidRPr="00662DF7">
              <w:rPr>
                <w:rStyle w:val="Hyperlink"/>
                <w:rFonts w:hint="eastAsia"/>
                <w:noProof/>
                <w:rtl/>
              </w:rPr>
              <w:t>خداى</w:t>
            </w:r>
            <w:r w:rsidRPr="00662DF7">
              <w:rPr>
                <w:rStyle w:val="Hyperlink"/>
                <w:noProof/>
                <w:rtl/>
              </w:rPr>
              <w:t xml:space="preserve"> </w:t>
            </w:r>
            <w:r w:rsidRPr="00662DF7">
              <w:rPr>
                <w:rStyle w:val="Hyperlink"/>
                <w:rFonts w:hint="eastAsia"/>
                <w:noProof/>
                <w:rtl/>
              </w:rPr>
              <w:t>عزوجل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Toc449617422 \h</w:instrText>
            </w:r>
            <w:r>
              <w:rPr>
                <w:noProof/>
                <w:webHidden/>
                <w:rtl/>
              </w:rPr>
              <w:instrText xml:space="preserve"> </w:instrText>
            </w:r>
            <w:r>
              <w:rPr>
                <w:noProof/>
                <w:webHidden/>
                <w:rtl/>
              </w:rPr>
            </w:r>
            <w:r>
              <w:rPr>
                <w:noProof/>
                <w:webHidden/>
                <w:rtl/>
              </w:rPr>
              <w:fldChar w:fldCharType="separate"/>
            </w:r>
            <w:r>
              <w:rPr>
                <w:noProof/>
                <w:webHidden/>
                <w:rtl/>
              </w:rPr>
              <w:t>578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2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ترك</w:t>
            </w:r>
            <w:r w:rsidRPr="00662DF7">
              <w:rPr>
                <w:rStyle w:val="Hyperlink"/>
                <w:noProof/>
                <w:rtl/>
              </w:rPr>
              <w:t xml:space="preserve"> </w:t>
            </w:r>
            <w:r w:rsidRPr="00662DF7">
              <w:rPr>
                <w:rStyle w:val="Hyperlink"/>
                <w:rFonts w:hint="eastAsia"/>
                <w:noProof/>
                <w:rtl/>
              </w:rPr>
              <w:t>كاميابى</w:t>
            </w:r>
            <w:r w:rsidRPr="00662DF7">
              <w:rPr>
                <w:rStyle w:val="Hyperlink"/>
                <w:noProof/>
                <w:rtl/>
              </w:rPr>
              <w:t xml:space="preserve"> </w:t>
            </w:r>
            <w:r w:rsidRPr="00662DF7">
              <w:rPr>
                <w:rStyle w:val="Hyperlink"/>
                <w:rFonts w:hint="eastAsia"/>
                <w:noProof/>
                <w:rtl/>
              </w:rPr>
              <w:t>آماده</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رسيدن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موعود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Toc449617423 \h</w:instrText>
            </w:r>
            <w:r>
              <w:rPr>
                <w:noProof/>
                <w:webHidden/>
                <w:rtl/>
              </w:rPr>
              <w:instrText xml:space="preserve"> </w:instrText>
            </w:r>
            <w:r>
              <w:rPr>
                <w:noProof/>
                <w:webHidden/>
                <w:rtl/>
              </w:rPr>
            </w:r>
            <w:r>
              <w:rPr>
                <w:noProof/>
                <w:webHidden/>
                <w:rtl/>
              </w:rPr>
              <w:fldChar w:fldCharType="separate"/>
            </w:r>
            <w:r>
              <w:rPr>
                <w:noProof/>
                <w:webHidden/>
                <w:rtl/>
              </w:rPr>
              <w:t>579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2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دوست</w:t>
            </w:r>
            <w:r w:rsidRPr="00662DF7">
              <w:rPr>
                <w:rStyle w:val="Hyperlink"/>
                <w:noProof/>
                <w:rtl/>
              </w:rPr>
              <w:t xml:space="preserve"> </w:t>
            </w:r>
            <w:r w:rsidRPr="00662DF7">
              <w:rPr>
                <w:rStyle w:val="Hyperlink"/>
                <w:rFonts w:hint="eastAsia"/>
                <w:noProof/>
                <w:rtl/>
              </w:rPr>
              <w:t>داشتن</w:t>
            </w:r>
            <w:r w:rsidRPr="00662DF7">
              <w:rPr>
                <w:rStyle w:val="Hyperlink"/>
                <w:noProof/>
                <w:rtl/>
              </w:rPr>
              <w:t xml:space="preserve"> </w:t>
            </w:r>
            <w:r w:rsidRPr="00662DF7">
              <w:rPr>
                <w:rStyle w:val="Hyperlink"/>
                <w:rFonts w:hint="eastAsia"/>
                <w:noProof/>
                <w:rtl/>
              </w:rPr>
              <w:t>يكديگر</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راه</w:t>
            </w:r>
            <w:r w:rsidRPr="00662DF7">
              <w:rPr>
                <w:rStyle w:val="Hyperlink"/>
                <w:noProof/>
                <w:rtl/>
              </w:rPr>
              <w:t xml:space="preserve"> </w:t>
            </w:r>
            <w:r w:rsidRPr="00662DF7">
              <w:rPr>
                <w:rStyle w:val="Hyperlink"/>
                <w:rFonts w:hint="eastAsia"/>
                <w:noProof/>
                <w:rtl/>
              </w:rPr>
              <w:t>خداى</w:t>
            </w:r>
            <w:r w:rsidRPr="00662DF7">
              <w:rPr>
                <w:rStyle w:val="Hyperlink"/>
                <w:noProof/>
                <w:rtl/>
              </w:rPr>
              <w:t xml:space="preserve"> </w:t>
            </w:r>
            <w:r w:rsidRPr="00662DF7">
              <w:rPr>
                <w:rStyle w:val="Hyperlink"/>
                <w:rFonts w:hint="eastAsia"/>
                <w:noProof/>
                <w:rtl/>
              </w:rPr>
              <w:t>عزوجل</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عمران</w:t>
            </w:r>
            <w:r w:rsidRPr="00662DF7">
              <w:rPr>
                <w:rStyle w:val="Hyperlink"/>
                <w:noProof/>
                <w:rtl/>
              </w:rPr>
              <w:t xml:space="preserve"> </w:t>
            </w:r>
            <w:r w:rsidRPr="00662DF7">
              <w:rPr>
                <w:rStyle w:val="Hyperlink"/>
                <w:rFonts w:hint="eastAsia"/>
                <w:noProof/>
                <w:rtl/>
              </w:rPr>
              <w:t>مساجد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استغفار</w:t>
            </w:r>
            <w:r w:rsidRPr="00662DF7">
              <w:rPr>
                <w:rStyle w:val="Hyperlink"/>
                <w:noProof/>
                <w:rtl/>
              </w:rPr>
              <w:t xml:space="preserve"> </w:t>
            </w:r>
            <w:r w:rsidRPr="00662DF7">
              <w:rPr>
                <w:rStyle w:val="Hyperlink"/>
                <w:rFonts w:hint="eastAsia"/>
                <w:noProof/>
                <w:rtl/>
              </w:rPr>
              <w:t>سحر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Toc449617424 \h</w:instrText>
            </w:r>
            <w:r>
              <w:rPr>
                <w:noProof/>
                <w:webHidden/>
                <w:rtl/>
              </w:rPr>
              <w:instrText xml:space="preserve"> </w:instrText>
            </w:r>
            <w:r>
              <w:rPr>
                <w:noProof/>
                <w:webHidden/>
                <w:rtl/>
              </w:rPr>
            </w:r>
            <w:r>
              <w:rPr>
                <w:noProof/>
                <w:webHidden/>
                <w:rtl/>
              </w:rPr>
              <w:fldChar w:fldCharType="separate"/>
            </w:r>
            <w:r>
              <w:rPr>
                <w:noProof/>
                <w:webHidden/>
                <w:rtl/>
              </w:rPr>
              <w:t>580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2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نگاه</w:t>
            </w:r>
            <w:r w:rsidRPr="00662DF7">
              <w:rPr>
                <w:rStyle w:val="Hyperlink"/>
                <w:noProof/>
                <w:rtl/>
              </w:rPr>
              <w:t xml:space="preserve"> </w:t>
            </w:r>
            <w:r w:rsidRPr="00662DF7">
              <w:rPr>
                <w:rStyle w:val="Hyperlink"/>
                <w:rFonts w:hint="eastAsia"/>
                <w:noProof/>
                <w:rtl/>
              </w:rPr>
              <w:t>همراه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پند،</w:t>
            </w:r>
            <w:r w:rsidRPr="00662DF7">
              <w:rPr>
                <w:rStyle w:val="Hyperlink"/>
                <w:noProof/>
                <w:rtl/>
              </w:rPr>
              <w:t xml:space="preserve"> </w:t>
            </w:r>
            <w:r w:rsidRPr="00662DF7">
              <w:rPr>
                <w:rStyle w:val="Hyperlink"/>
                <w:rFonts w:hint="eastAsia"/>
                <w:noProof/>
                <w:rtl/>
              </w:rPr>
              <w:t>سكوت</w:t>
            </w:r>
            <w:r w:rsidRPr="00662DF7">
              <w:rPr>
                <w:rStyle w:val="Hyperlink"/>
                <w:noProof/>
                <w:rtl/>
              </w:rPr>
              <w:t xml:space="preserve"> </w:t>
            </w:r>
            <w:r w:rsidRPr="00662DF7">
              <w:rPr>
                <w:rStyle w:val="Hyperlink"/>
                <w:rFonts w:hint="eastAsia"/>
                <w:noProof/>
                <w:rtl/>
              </w:rPr>
              <w:t>همراه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انديشه</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سخن</w:t>
            </w:r>
            <w:r w:rsidRPr="00662DF7">
              <w:rPr>
                <w:rStyle w:val="Hyperlink"/>
                <w:noProof/>
                <w:rtl/>
              </w:rPr>
              <w:t xml:space="preserve"> </w:t>
            </w:r>
            <w:r w:rsidRPr="00662DF7">
              <w:rPr>
                <w:rStyle w:val="Hyperlink"/>
                <w:rFonts w:hint="eastAsia"/>
                <w:noProof/>
                <w:rtl/>
              </w:rPr>
              <w:t>همراه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ذكر،</w:t>
            </w:r>
            <w:r w:rsidRPr="00662DF7">
              <w:rPr>
                <w:rStyle w:val="Hyperlink"/>
                <w:noProof/>
                <w:rtl/>
              </w:rPr>
              <w:t xml:space="preserve"> </w:t>
            </w:r>
            <w:r w:rsidRPr="00662DF7">
              <w:rPr>
                <w:rStyle w:val="Hyperlink"/>
                <w:rFonts w:hint="eastAsia"/>
                <w:noProof/>
                <w:rtl/>
              </w:rPr>
              <w:t>گريستن</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گناه</w:t>
            </w:r>
            <w:r w:rsidRPr="00662DF7">
              <w:rPr>
                <w:rStyle w:val="Hyperlink"/>
                <w:noProof/>
                <w:rtl/>
              </w:rPr>
              <w:t xml:space="preserve"> </w:t>
            </w:r>
            <w:r w:rsidRPr="00662DF7">
              <w:rPr>
                <w:rStyle w:val="Hyperlink"/>
                <w:rFonts w:hint="eastAsia"/>
                <w:noProof/>
                <w:rtl/>
              </w:rPr>
              <w:t>او</w:t>
            </w:r>
            <w:r w:rsidRPr="00662DF7">
              <w:rPr>
                <w:rStyle w:val="Hyperlink"/>
                <w:noProof/>
                <w:rtl/>
              </w:rPr>
              <w:t xml:space="preserve"> </w:t>
            </w:r>
            <w:r w:rsidRPr="00662DF7">
              <w:rPr>
                <w:rStyle w:val="Hyperlink"/>
                <w:rFonts w:hint="eastAsia"/>
                <w:noProof/>
                <w:rtl/>
              </w:rPr>
              <w:t>ايمنى</w:t>
            </w:r>
            <w:r w:rsidRPr="00662DF7">
              <w:rPr>
                <w:rStyle w:val="Hyperlink"/>
                <w:noProof/>
                <w:rtl/>
              </w:rPr>
              <w:t xml:space="preserve"> </w:t>
            </w:r>
            <w:r w:rsidRPr="00662DF7">
              <w:rPr>
                <w:rStyle w:val="Hyperlink"/>
                <w:rFonts w:hint="eastAsia"/>
                <w:noProof/>
                <w:rtl/>
              </w:rPr>
              <w:t>مردم</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شر</w:t>
            </w:r>
            <w:r w:rsidRPr="00662DF7">
              <w:rPr>
                <w:rStyle w:val="Hyperlink"/>
                <w:noProof/>
                <w:rtl/>
              </w:rPr>
              <w:t xml:space="preserve"> </w:t>
            </w:r>
            <w:r w:rsidRPr="00662DF7">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Toc449617425 \h</w:instrText>
            </w:r>
            <w:r>
              <w:rPr>
                <w:noProof/>
                <w:webHidden/>
                <w:rtl/>
              </w:rPr>
              <w:instrText xml:space="preserve"> </w:instrText>
            </w:r>
            <w:r>
              <w:rPr>
                <w:noProof/>
                <w:webHidden/>
                <w:rtl/>
              </w:rPr>
            </w:r>
            <w:r>
              <w:rPr>
                <w:noProof/>
                <w:webHidden/>
                <w:rtl/>
              </w:rPr>
              <w:fldChar w:fldCharType="separate"/>
            </w:r>
            <w:r>
              <w:rPr>
                <w:noProof/>
                <w:webHidden/>
                <w:rtl/>
              </w:rPr>
              <w:t>581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2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خاموشى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پياده</w:t>
            </w:r>
            <w:r w:rsidRPr="00662DF7">
              <w:rPr>
                <w:rStyle w:val="Hyperlink"/>
                <w:noProof/>
                <w:rtl/>
              </w:rPr>
              <w:t xml:space="preserve"> </w:t>
            </w:r>
            <w:r w:rsidRPr="00662DF7">
              <w:rPr>
                <w:rStyle w:val="Hyperlink"/>
                <w:rFonts w:hint="eastAsia"/>
                <w:noProof/>
                <w:rtl/>
              </w:rPr>
              <w:t>رفتن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خانه</w:t>
            </w:r>
            <w:r w:rsidRPr="00662DF7">
              <w:rPr>
                <w:rStyle w:val="Hyperlink"/>
                <w:noProof/>
                <w:rtl/>
              </w:rPr>
              <w:t xml:space="preserve"> </w:t>
            </w:r>
            <w:r w:rsidRPr="00662DF7">
              <w:rPr>
                <w:rStyle w:val="Hyperlink"/>
                <w:rFonts w:hint="eastAsia"/>
                <w:noProof/>
                <w:rtl/>
              </w:rPr>
              <w:t>ى</w:t>
            </w:r>
            <w:r w:rsidRPr="00662DF7">
              <w:rPr>
                <w:rStyle w:val="Hyperlink"/>
                <w:noProof/>
                <w:rtl/>
              </w:rPr>
              <w:t xml:space="preserve"> </w:t>
            </w:r>
            <w:r w:rsidRPr="00662DF7">
              <w:rPr>
                <w:rStyle w:val="Hyperlink"/>
                <w:rFonts w:hint="eastAsia"/>
                <w:noProof/>
                <w:rtl/>
              </w:rPr>
              <w:t>خداىعزوجل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Toc449617426 \h</w:instrText>
            </w:r>
            <w:r>
              <w:rPr>
                <w:noProof/>
                <w:webHidden/>
                <w:rtl/>
              </w:rPr>
              <w:instrText xml:space="preserve"> </w:instrText>
            </w:r>
            <w:r>
              <w:rPr>
                <w:noProof/>
                <w:webHidden/>
                <w:rtl/>
              </w:rPr>
            </w:r>
            <w:r>
              <w:rPr>
                <w:noProof/>
                <w:webHidden/>
                <w:rtl/>
              </w:rPr>
              <w:fldChar w:fldCharType="separate"/>
            </w:r>
            <w:r>
              <w:rPr>
                <w:noProof/>
                <w:webHidden/>
                <w:rtl/>
              </w:rPr>
              <w:t>582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2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وصله</w:t>
            </w:r>
            <w:r w:rsidRPr="00662DF7">
              <w:rPr>
                <w:rStyle w:val="Hyperlink"/>
                <w:noProof/>
                <w:rtl/>
              </w:rPr>
              <w:t xml:space="preserve"> </w:t>
            </w:r>
            <w:r w:rsidRPr="00662DF7">
              <w:rPr>
                <w:rStyle w:val="Hyperlink"/>
                <w:rFonts w:hint="eastAsia"/>
                <w:noProof/>
                <w:rtl/>
              </w:rPr>
              <w:t>زدن</w:t>
            </w:r>
            <w:r w:rsidRPr="00662DF7">
              <w:rPr>
                <w:rStyle w:val="Hyperlink"/>
                <w:noProof/>
                <w:rtl/>
              </w:rPr>
              <w:t xml:space="preserve"> </w:t>
            </w:r>
            <w:r w:rsidRPr="00662DF7">
              <w:rPr>
                <w:rStyle w:val="Hyperlink"/>
                <w:rFonts w:hint="eastAsia"/>
                <w:noProof/>
                <w:rtl/>
              </w:rPr>
              <w:t>كفش</w:t>
            </w:r>
            <w:r w:rsidRPr="00662DF7">
              <w:rPr>
                <w:rStyle w:val="Hyperlink"/>
                <w:noProof/>
                <w:rtl/>
              </w:rPr>
              <w:t xml:space="preserve"> </w:t>
            </w:r>
            <w:r w:rsidRPr="00662DF7">
              <w:rPr>
                <w:rStyle w:val="Hyperlink"/>
                <w:rFonts w:hint="eastAsia"/>
                <w:noProof/>
                <w:rtl/>
              </w:rPr>
              <w:t>ويقه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حمل</w:t>
            </w:r>
            <w:r w:rsidRPr="00662DF7">
              <w:rPr>
                <w:rStyle w:val="Hyperlink"/>
                <w:noProof/>
                <w:rtl/>
              </w:rPr>
              <w:t xml:space="preserve"> </w:t>
            </w:r>
            <w:r w:rsidRPr="00662DF7">
              <w:rPr>
                <w:rStyle w:val="Hyperlink"/>
                <w:rFonts w:hint="eastAsia"/>
                <w:noProof/>
                <w:rtl/>
              </w:rPr>
              <w:t>كالاى</w:t>
            </w:r>
            <w:r w:rsidRPr="00662DF7">
              <w:rPr>
                <w:rStyle w:val="Hyperlink"/>
                <w:noProof/>
                <w:rtl/>
              </w:rPr>
              <w:t xml:space="preserve"> </w:t>
            </w:r>
            <w:r w:rsidRPr="00662DF7">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Toc449617427 \h</w:instrText>
            </w:r>
            <w:r>
              <w:rPr>
                <w:noProof/>
                <w:webHidden/>
                <w:rtl/>
              </w:rPr>
              <w:instrText xml:space="preserve"> </w:instrText>
            </w:r>
            <w:r>
              <w:rPr>
                <w:noProof/>
                <w:webHidden/>
                <w:rtl/>
              </w:rPr>
            </w:r>
            <w:r>
              <w:rPr>
                <w:noProof/>
                <w:webHidden/>
                <w:rtl/>
              </w:rPr>
              <w:fldChar w:fldCharType="separate"/>
            </w:r>
            <w:r>
              <w:rPr>
                <w:noProof/>
                <w:webHidden/>
                <w:rtl/>
              </w:rPr>
              <w:t>584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2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راستگويى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Toc449617428 \h</w:instrText>
            </w:r>
            <w:r>
              <w:rPr>
                <w:noProof/>
                <w:webHidden/>
                <w:rtl/>
              </w:rPr>
              <w:instrText xml:space="preserve"> </w:instrText>
            </w:r>
            <w:r>
              <w:rPr>
                <w:noProof/>
                <w:webHidden/>
                <w:rtl/>
              </w:rPr>
            </w:r>
            <w:r>
              <w:rPr>
                <w:noProof/>
                <w:webHidden/>
                <w:rtl/>
              </w:rPr>
              <w:fldChar w:fldCharType="separate"/>
            </w:r>
            <w:r>
              <w:rPr>
                <w:noProof/>
                <w:webHidden/>
                <w:rtl/>
              </w:rPr>
              <w:t>585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2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پنهانى</w:t>
            </w:r>
            <w:r w:rsidRPr="00662DF7">
              <w:rPr>
                <w:rStyle w:val="Hyperlink"/>
                <w:noProof/>
                <w:rtl/>
              </w:rPr>
              <w:t xml:space="preserve"> </w:t>
            </w:r>
            <w:r w:rsidRPr="00662DF7">
              <w:rPr>
                <w:rStyle w:val="Hyperlink"/>
                <w:rFonts w:hint="eastAsia"/>
                <w:noProof/>
                <w:rtl/>
              </w:rPr>
              <w:t>انجام</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كار</w:t>
            </w:r>
            <w:r w:rsidRPr="00662DF7">
              <w:rPr>
                <w:rStyle w:val="Hyperlink"/>
                <w:noProof/>
                <w:rtl/>
              </w:rPr>
              <w:t xml:space="preserve"> </w:t>
            </w:r>
            <w:r w:rsidRPr="00662DF7">
              <w:rPr>
                <w:rStyle w:val="Hyperlink"/>
                <w:rFonts w:hint="eastAsia"/>
                <w:noProof/>
                <w:rtl/>
              </w:rPr>
              <w:t>خوب</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Toc449617429 \h</w:instrText>
            </w:r>
            <w:r>
              <w:rPr>
                <w:noProof/>
                <w:webHidden/>
                <w:rtl/>
              </w:rPr>
              <w:instrText xml:space="preserve"> </w:instrText>
            </w:r>
            <w:r>
              <w:rPr>
                <w:noProof/>
                <w:webHidden/>
                <w:rtl/>
              </w:rPr>
            </w:r>
            <w:r>
              <w:rPr>
                <w:noProof/>
                <w:webHidden/>
                <w:rtl/>
              </w:rPr>
              <w:fldChar w:fldCharType="separate"/>
            </w:r>
            <w:r>
              <w:rPr>
                <w:noProof/>
                <w:webHidden/>
                <w:rtl/>
              </w:rPr>
              <w:t>586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3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كسى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گناهى</w:t>
            </w:r>
            <w:r w:rsidRPr="00662DF7">
              <w:rPr>
                <w:rStyle w:val="Hyperlink"/>
                <w:noProof/>
                <w:rtl/>
              </w:rPr>
              <w:t xml:space="preserve"> </w:t>
            </w:r>
            <w:r w:rsidRPr="00662DF7">
              <w:rPr>
                <w:rStyle w:val="Hyperlink"/>
                <w:rFonts w:hint="eastAsia"/>
                <w:noProof/>
                <w:rtl/>
              </w:rPr>
              <w:t>مرتكب</w:t>
            </w:r>
            <w:r w:rsidRPr="00662DF7">
              <w:rPr>
                <w:rStyle w:val="Hyperlink"/>
                <w:noProof/>
                <w:rtl/>
              </w:rPr>
              <w:t xml:space="preserve"> </w:t>
            </w:r>
            <w:r w:rsidRPr="00662DF7">
              <w:rPr>
                <w:rStyle w:val="Hyperlink"/>
                <w:rFonts w:hint="eastAsia"/>
                <w:noProof/>
                <w:rtl/>
              </w:rPr>
              <w:t>شود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بداند</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مى</w:t>
            </w:r>
            <w:r w:rsidRPr="00662DF7">
              <w:rPr>
                <w:rStyle w:val="Hyperlink"/>
                <w:noProof/>
                <w:rtl/>
              </w:rPr>
              <w:t xml:space="preserve"> </w:t>
            </w:r>
            <w:r w:rsidRPr="00662DF7">
              <w:rPr>
                <w:rStyle w:val="Hyperlink"/>
                <w:rFonts w:hint="eastAsia"/>
                <w:noProof/>
                <w:rtl/>
              </w:rPr>
              <w:t>تواند</w:t>
            </w:r>
            <w:r w:rsidRPr="00662DF7">
              <w:rPr>
                <w:rStyle w:val="Hyperlink"/>
                <w:noProof/>
                <w:rtl/>
              </w:rPr>
              <w:t xml:space="preserve"> </w:t>
            </w:r>
            <w:r w:rsidRPr="00662DF7">
              <w:rPr>
                <w:rStyle w:val="Hyperlink"/>
                <w:rFonts w:hint="eastAsia"/>
                <w:noProof/>
                <w:rtl/>
              </w:rPr>
              <w:t>او</w:t>
            </w:r>
            <w:r w:rsidRPr="00662DF7">
              <w:rPr>
                <w:rStyle w:val="Hyperlink"/>
                <w:noProof/>
                <w:rtl/>
              </w:rPr>
              <w:t xml:space="preserve"> </w:t>
            </w:r>
            <w:r w:rsidRPr="00662DF7">
              <w:rPr>
                <w:rStyle w:val="Hyperlink"/>
                <w:rFonts w:hint="eastAsia"/>
                <w:noProof/>
                <w:rtl/>
              </w:rPr>
              <w:t>را</w:t>
            </w:r>
            <w:r w:rsidRPr="00662DF7">
              <w:rPr>
                <w:rStyle w:val="Hyperlink"/>
                <w:noProof/>
                <w:rtl/>
              </w:rPr>
              <w:t xml:space="preserve"> </w:t>
            </w:r>
            <w:r w:rsidRPr="00662DF7">
              <w:rPr>
                <w:rStyle w:val="Hyperlink"/>
                <w:rFonts w:hint="eastAsia"/>
                <w:noProof/>
                <w:rtl/>
              </w:rPr>
              <w:t>عذاب</w:t>
            </w:r>
            <w:r w:rsidRPr="00662DF7">
              <w:rPr>
                <w:rStyle w:val="Hyperlink"/>
                <w:noProof/>
                <w:rtl/>
              </w:rPr>
              <w:t xml:space="preserve"> </w:t>
            </w:r>
            <w:r w:rsidRPr="00662DF7">
              <w:rPr>
                <w:rStyle w:val="Hyperlink"/>
                <w:rFonts w:hint="eastAsia"/>
                <w:noProof/>
                <w:rtl/>
              </w:rPr>
              <w:t>كند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مىتواند</w:t>
            </w:r>
            <w:r w:rsidRPr="00662DF7">
              <w:rPr>
                <w:rStyle w:val="Hyperlink"/>
                <w:noProof/>
                <w:rtl/>
              </w:rPr>
              <w:t xml:space="preserve"> </w:t>
            </w:r>
            <w:r w:rsidRPr="00662DF7">
              <w:rPr>
                <w:rStyle w:val="Hyperlink"/>
                <w:rFonts w:hint="eastAsia"/>
                <w:noProof/>
                <w:rtl/>
              </w:rPr>
              <w:t>او</w:t>
            </w:r>
            <w:r w:rsidRPr="00662DF7">
              <w:rPr>
                <w:rStyle w:val="Hyperlink"/>
                <w:noProof/>
                <w:rtl/>
              </w:rPr>
              <w:t xml:space="preserve"> </w:t>
            </w:r>
            <w:r w:rsidRPr="00662DF7">
              <w:rPr>
                <w:rStyle w:val="Hyperlink"/>
                <w:rFonts w:hint="eastAsia"/>
                <w:noProof/>
                <w:rtl/>
              </w:rPr>
              <w:t>را</w:t>
            </w:r>
            <w:r w:rsidRPr="00662DF7">
              <w:rPr>
                <w:rStyle w:val="Hyperlink"/>
                <w:noProof/>
                <w:rtl/>
              </w:rPr>
              <w:t xml:space="preserve"> </w:t>
            </w:r>
            <w:r w:rsidRPr="00662DF7">
              <w:rPr>
                <w:rStyle w:val="Hyperlink"/>
                <w:rFonts w:hint="eastAsia"/>
                <w:noProof/>
                <w:rtl/>
              </w:rPr>
              <w:t>ببخشد</w:t>
            </w:r>
            <w:r w:rsidRPr="00662D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Toc449617430 \h</w:instrText>
            </w:r>
            <w:r>
              <w:rPr>
                <w:noProof/>
                <w:webHidden/>
                <w:rtl/>
              </w:rPr>
              <w:instrText xml:space="preserve"> </w:instrText>
            </w:r>
            <w:r>
              <w:rPr>
                <w:noProof/>
                <w:webHidden/>
                <w:rtl/>
              </w:rPr>
            </w:r>
            <w:r>
              <w:rPr>
                <w:noProof/>
                <w:webHidden/>
                <w:rtl/>
              </w:rPr>
              <w:fldChar w:fldCharType="separate"/>
            </w:r>
            <w:r>
              <w:rPr>
                <w:noProof/>
                <w:webHidden/>
                <w:rtl/>
              </w:rPr>
              <w:t>587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3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Toc449617431 \h</w:instrText>
            </w:r>
            <w:r>
              <w:rPr>
                <w:noProof/>
                <w:webHidden/>
                <w:rtl/>
              </w:rPr>
              <w:instrText xml:space="preserve"> </w:instrText>
            </w:r>
            <w:r>
              <w:rPr>
                <w:noProof/>
                <w:webHidden/>
                <w:rtl/>
              </w:rPr>
            </w:r>
            <w:r>
              <w:rPr>
                <w:noProof/>
                <w:webHidden/>
                <w:rtl/>
              </w:rPr>
              <w:fldChar w:fldCharType="separate"/>
            </w:r>
            <w:r>
              <w:rPr>
                <w:noProof/>
                <w:webHidden/>
                <w:rtl/>
              </w:rPr>
              <w:t>588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3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نوشتن</w:t>
            </w:r>
            <w:r w:rsidRPr="00662DF7">
              <w:rPr>
                <w:rStyle w:val="Hyperlink"/>
                <w:noProof/>
                <w:rtl/>
              </w:rPr>
              <w:t xml:space="preserve"> «</w:t>
            </w:r>
            <w:r w:rsidRPr="00662DF7">
              <w:rPr>
                <w:rStyle w:val="Hyperlink"/>
                <w:rFonts w:hint="eastAsia"/>
                <w:noProof/>
                <w:rtl/>
              </w:rPr>
              <w:t>ماشاء</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قوه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بالله</w:t>
            </w:r>
            <w:r w:rsidRPr="00662DF7">
              <w:rPr>
                <w:rStyle w:val="Hyperlink"/>
                <w:noProof/>
                <w:rtl/>
              </w:rPr>
              <w:t xml:space="preserve"> . </w:t>
            </w:r>
            <w:r w:rsidRPr="00662DF7">
              <w:rPr>
                <w:rStyle w:val="Hyperlink"/>
                <w:rFonts w:hint="eastAsia"/>
                <w:noProof/>
                <w:rtl/>
              </w:rPr>
              <w:t>استغفر</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 </w:t>
            </w:r>
            <w:r w:rsidRPr="00662DF7">
              <w:rPr>
                <w:rStyle w:val="Hyperlink"/>
                <w:rFonts w:hint="eastAsia"/>
                <w:noProof/>
                <w:rtl/>
              </w:rPr>
              <w:t>روى</w:t>
            </w:r>
            <w:r w:rsidRPr="00662DF7">
              <w:rPr>
                <w:rStyle w:val="Hyperlink"/>
                <w:noProof/>
                <w:rtl/>
              </w:rPr>
              <w:t xml:space="preserve"> </w:t>
            </w:r>
            <w:r w:rsidRPr="00662DF7">
              <w:rPr>
                <w:rStyle w:val="Hyperlink"/>
                <w:rFonts w:hint="eastAsia"/>
                <w:noProof/>
                <w:rtl/>
              </w:rPr>
              <w:t>انگشتر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Toc449617432 \h</w:instrText>
            </w:r>
            <w:r>
              <w:rPr>
                <w:noProof/>
                <w:webHidden/>
                <w:rtl/>
              </w:rPr>
              <w:instrText xml:space="preserve"> </w:instrText>
            </w:r>
            <w:r>
              <w:rPr>
                <w:noProof/>
                <w:webHidden/>
                <w:rtl/>
              </w:rPr>
            </w:r>
            <w:r>
              <w:rPr>
                <w:noProof/>
                <w:webHidden/>
                <w:rtl/>
              </w:rPr>
              <w:fldChar w:fldCharType="separate"/>
            </w:r>
            <w:r>
              <w:rPr>
                <w:noProof/>
                <w:webHidden/>
                <w:rtl/>
              </w:rPr>
              <w:t>590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3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ديدن</w:t>
            </w:r>
            <w:r w:rsidRPr="00662DF7">
              <w:rPr>
                <w:rStyle w:val="Hyperlink"/>
                <w:noProof/>
                <w:rtl/>
              </w:rPr>
              <w:t xml:space="preserve"> </w:t>
            </w:r>
            <w:r w:rsidRPr="00662DF7">
              <w:rPr>
                <w:rStyle w:val="Hyperlink"/>
                <w:rFonts w:hint="eastAsia"/>
                <w:noProof/>
                <w:rtl/>
              </w:rPr>
              <w:t>ميوه</w:t>
            </w:r>
            <w:r w:rsidRPr="00662DF7">
              <w:rPr>
                <w:rStyle w:val="Hyperlink"/>
                <w:noProof/>
                <w:rtl/>
              </w:rPr>
              <w:t xml:space="preserve"> </w:t>
            </w:r>
            <w:r w:rsidRPr="00662DF7">
              <w:rPr>
                <w:rStyle w:val="Hyperlink"/>
                <w:rFonts w:hint="eastAsia"/>
                <w:noProof/>
                <w:rtl/>
              </w:rPr>
              <w:t>يا</w:t>
            </w:r>
            <w:r w:rsidRPr="00662DF7">
              <w:rPr>
                <w:rStyle w:val="Hyperlink"/>
                <w:noProof/>
                <w:rtl/>
              </w:rPr>
              <w:t xml:space="preserve"> </w:t>
            </w:r>
            <w:r w:rsidRPr="00662DF7">
              <w:rPr>
                <w:rStyle w:val="Hyperlink"/>
                <w:rFonts w:hint="eastAsia"/>
                <w:noProof/>
                <w:rtl/>
              </w:rPr>
              <w:t>چيزى</w:t>
            </w:r>
            <w:r w:rsidRPr="00662DF7">
              <w:rPr>
                <w:rStyle w:val="Hyperlink"/>
                <w:noProof/>
                <w:rtl/>
              </w:rPr>
              <w:t xml:space="preserve"> </w:t>
            </w:r>
            <w:r w:rsidRPr="00662DF7">
              <w:rPr>
                <w:rStyle w:val="Hyperlink"/>
                <w:rFonts w:hint="eastAsia"/>
                <w:noProof/>
                <w:rtl/>
              </w:rPr>
              <w:t>ديگر،</w:t>
            </w:r>
            <w:r w:rsidRPr="00662DF7">
              <w:rPr>
                <w:rStyle w:val="Hyperlink"/>
                <w:noProof/>
                <w:rtl/>
              </w:rPr>
              <w:t xml:space="preserve"> </w:t>
            </w:r>
            <w:r w:rsidRPr="00662DF7">
              <w:rPr>
                <w:rStyle w:val="Hyperlink"/>
                <w:rFonts w:hint="eastAsia"/>
                <w:noProof/>
                <w:rtl/>
              </w:rPr>
              <w:t>ميل</w:t>
            </w:r>
            <w:r w:rsidRPr="00662DF7">
              <w:rPr>
                <w:rStyle w:val="Hyperlink"/>
                <w:noProof/>
                <w:rtl/>
              </w:rPr>
              <w:t xml:space="preserve"> </w:t>
            </w:r>
            <w:r w:rsidRPr="00662DF7">
              <w:rPr>
                <w:rStyle w:val="Hyperlink"/>
                <w:rFonts w:hint="eastAsia"/>
                <w:noProof/>
                <w:rtl/>
              </w:rPr>
              <w:t>پيدا</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آن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نداشتن</w:t>
            </w:r>
            <w:r w:rsidRPr="00662DF7">
              <w:rPr>
                <w:rStyle w:val="Hyperlink"/>
                <w:noProof/>
                <w:rtl/>
              </w:rPr>
              <w:t xml:space="preserve"> </w:t>
            </w:r>
            <w:r w:rsidRPr="00662DF7">
              <w:rPr>
                <w:rStyle w:val="Hyperlink"/>
                <w:rFonts w:hint="eastAsia"/>
                <w:noProof/>
                <w:rtl/>
              </w:rPr>
              <w:t>قدرت</w:t>
            </w:r>
            <w:r w:rsidRPr="00662DF7">
              <w:rPr>
                <w:rStyle w:val="Hyperlink"/>
                <w:noProof/>
                <w:rtl/>
              </w:rPr>
              <w:t xml:space="preserve"> </w:t>
            </w:r>
            <w:r w:rsidRPr="00662DF7">
              <w:rPr>
                <w:rStyle w:val="Hyperlink"/>
                <w:rFonts w:hint="eastAsia"/>
                <w:noProof/>
                <w:rtl/>
              </w:rPr>
              <w:t>خريد</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Toc449617433 \h</w:instrText>
            </w:r>
            <w:r>
              <w:rPr>
                <w:noProof/>
                <w:webHidden/>
                <w:rtl/>
              </w:rPr>
              <w:instrText xml:space="preserve"> </w:instrText>
            </w:r>
            <w:r>
              <w:rPr>
                <w:noProof/>
                <w:webHidden/>
                <w:rtl/>
              </w:rPr>
            </w:r>
            <w:r>
              <w:rPr>
                <w:noProof/>
                <w:webHidden/>
                <w:rtl/>
              </w:rPr>
              <w:fldChar w:fldCharType="separate"/>
            </w:r>
            <w:r>
              <w:rPr>
                <w:noProof/>
                <w:webHidden/>
                <w:rtl/>
              </w:rPr>
              <w:t>591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3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كسب</w:t>
            </w:r>
            <w:r w:rsidRPr="00662DF7">
              <w:rPr>
                <w:rStyle w:val="Hyperlink"/>
                <w:noProof/>
                <w:rtl/>
              </w:rPr>
              <w:t xml:space="preserve"> </w:t>
            </w:r>
            <w:r w:rsidRPr="00662DF7">
              <w:rPr>
                <w:rStyle w:val="Hyperlink"/>
                <w:rFonts w:hint="eastAsia"/>
                <w:noProof/>
                <w:rtl/>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Toc449617434 \h</w:instrText>
            </w:r>
            <w:r>
              <w:rPr>
                <w:noProof/>
                <w:webHidden/>
                <w:rtl/>
              </w:rPr>
              <w:instrText xml:space="preserve"> </w:instrText>
            </w:r>
            <w:r>
              <w:rPr>
                <w:noProof/>
                <w:webHidden/>
                <w:rtl/>
              </w:rPr>
            </w:r>
            <w:r>
              <w:rPr>
                <w:noProof/>
                <w:webHidden/>
                <w:rtl/>
              </w:rPr>
              <w:fldChar w:fldCharType="separate"/>
            </w:r>
            <w:r>
              <w:rPr>
                <w:noProof/>
                <w:webHidden/>
                <w:rtl/>
              </w:rPr>
              <w:t>592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3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پى</w:t>
            </w:r>
            <w:r w:rsidRPr="00662DF7">
              <w:rPr>
                <w:rStyle w:val="Hyperlink"/>
                <w:noProof/>
                <w:rtl/>
              </w:rPr>
              <w:t xml:space="preserve"> </w:t>
            </w:r>
            <w:r w:rsidRPr="00662DF7">
              <w:rPr>
                <w:rStyle w:val="Hyperlink"/>
                <w:rFonts w:hint="eastAsia"/>
                <w:noProof/>
                <w:rtl/>
              </w:rPr>
              <w:t>دنيا</w:t>
            </w:r>
            <w:r w:rsidRPr="00662DF7">
              <w:rPr>
                <w:rStyle w:val="Hyperlink"/>
                <w:noProof/>
                <w:rtl/>
              </w:rPr>
              <w:t xml:space="preserve"> </w:t>
            </w:r>
            <w:r w:rsidRPr="00662DF7">
              <w:rPr>
                <w:rStyle w:val="Hyperlink"/>
                <w:rFonts w:hint="eastAsia"/>
                <w:noProof/>
                <w:rtl/>
              </w:rPr>
              <w:t>رفتن</w:t>
            </w:r>
            <w:r w:rsidRPr="00662DF7">
              <w:rPr>
                <w:rStyle w:val="Hyperlink"/>
                <w:noProof/>
                <w:rtl/>
              </w:rPr>
              <w:t xml:space="preserve"> </w:t>
            </w:r>
            <w:r w:rsidRPr="00662DF7">
              <w:rPr>
                <w:rStyle w:val="Hyperlink"/>
                <w:rFonts w:hint="eastAsia"/>
                <w:noProof/>
                <w:rtl/>
              </w:rPr>
              <w:t>رخاطر</w:t>
            </w:r>
            <w:r w:rsidRPr="00662DF7">
              <w:rPr>
                <w:rStyle w:val="Hyperlink"/>
                <w:noProof/>
                <w:rtl/>
              </w:rPr>
              <w:t xml:space="preserve"> </w:t>
            </w:r>
            <w:r w:rsidRPr="00662DF7">
              <w:rPr>
                <w:rStyle w:val="Hyperlink"/>
                <w:rFonts w:hint="eastAsia"/>
                <w:noProof/>
                <w:rtl/>
              </w:rPr>
              <w:t>بى</w:t>
            </w:r>
            <w:r w:rsidRPr="00662DF7">
              <w:rPr>
                <w:rStyle w:val="Hyperlink"/>
                <w:noProof/>
                <w:rtl/>
              </w:rPr>
              <w:t xml:space="preserve"> </w:t>
            </w:r>
            <w:r w:rsidRPr="00662DF7">
              <w:rPr>
                <w:rStyle w:val="Hyperlink"/>
                <w:rFonts w:hint="eastAsia"/>
                <w:noProof/>
                <w:rtl/>
              </w:rPr>
              <w:t>نيازى</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Toc449617435 \h</w:instrText>
            </w:r>
            <w:r>
              <w:rPr>
                <w:noProof/>
                <w:webHidden/>
                <w:rtl/>
              </w:rPr>
              <w:instrText xml:space="preserve"> </w:instrText>
            </w:r>
            <w:r>
              <w:rPr>
                <w:noProof/>
                <w:webHidden/>
                <w:rtl/>
              </w:rPr>
            </w:r>
            <w:r>
              <w:rPr>
                <w:noProof/>
                <w:webHidden/>
                <w:rtl/>
              </w:rPr>
              <w:fldChar w:fldCharType="separate"/>
            </w:r>
            <w:r>
              <w:rPr>
                <w:noProof/>
                <w:webHidden/>
                <w:rtl/>
              </w:rPr>
              <w:t>593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3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خوش</w:t>
            </w:r>
            <w:r w:rsidRPr="00662DF7">
              <w:rPr>
                <w:rStyle w:val="Hyperlink"/>
                <w:noProof/>
                <w:rtl/>
              </w:rPr>
              <w:t xml:space="preserve"> </w:t>
            </w:r>
            <w:r w:rsidRPr="00662DF7">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Toc449617436 \h</w:instrText>
            </w:r>
            <w:r>
              <w:rPr>
                <w:noProof/>
                <w:webHidden/>
                <w:rtl/>
              </w:rPr>
              <w:instrText xml:space="preserve"> </w:instrText>
            </w:r>
            <w:r>
              <w:rPr>
                <w:noProof/>
                <w:webHidden/>
                <w:rtl/>
              </w:rPr>
            </w:r>
            <w:r>
              <w:rPr>
                <w:noProof/>
                <w:webHidden/>
                <w:rtl/>
              </w:rPr>
              <w:fldChar w:fldCharType="separate"/>
            </w:r>
            <w:r>
              <w:rPr>
                <w:noProof/>
                <w:webHidden/>
                <w:rtl/>
              </w:rPr>
              <w:t>594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3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هدف</w:t>
            </w:r>
            <w:r w:rsidRPr="00662DF7">
              <w:rPr>
                <w:rStyle w:val="Hyperlink"/>
                <w:noProof/>
                <w:rtl/>
              </w:rPr>
              <w:t xml:space="preserve"> </w:t>
            </w:r>
            <w:r w:rsidRPr="00662DF7">
              <w:rPr>
                <w:rStyle w:val="Hyperlink"/>
                <w:rFonts w:hint="eastAsia"/>
                <w:noProof/>
                <w:rtl/>
              </w:rPr>
              <w:t>بودن</w:t>
            </w:r>
            <w:r w:rsidRPr="00662DF7">
              <w:rPr>
                <w:rStyle w:val="Hyperlink"/>
                <w:noProof/>
                <w:rtl/>
              </w:rPr>
              <w:t xml:space="preserve"> </w:t>
            </w:r>
            <w:r w:rsidRPr="00662DF7">
              <w:rPr>
                <w:rStyle w:val="Hyperlink"/>
                <w:rFonts w:hint="eastAsia"/>
                <w:noProof/>
                <w:rtl/>
              </w:rPr>
              <w:t>اخرت</w:t>
            </w:r>
            <w:r w:rsidRPr="00662DF7">
              <w:rPr>
                <w:rStyle w:val="Hyperlink"/>
                <w:noProof/>
                <w:rtl/>
              </w:rPr>
              <w:t xml:space="preserve"> </w:t>
            </w:r>
            <w:r w:rsidRPr="00662DF7">
              <w:rPr>
                <w:rStyle w:val="Hyperlink"/>
                <w:rFonts w:hint="eastAsia"/>
                <w:noProof/>
                <w:rtl/>
              </w:rPr>
              <w:t>اصلاح</w:t>
            </w:r>
            <w:r w:rsidRPr="00662DF7">
              <w:rPr>
                <w:rStyle w:val="Hyperlink"/>
                <w:noProof/>
                <w:rtl/>
              </w:rPr>
              <w:t xml:space="preserve"> </w:t>
            </w:r>
            <w:r w:rsidRPr="00662DF7">
              <w:rPr>
                <w:rStyle w:val="Hyperlink"/>
                <w:rFonts w:hint="eastAsia"/>
                <w:noProof/>
                <w:rtl/>
              </w:rPr>
              <w:t>باطن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اصلاح</w:t>
            </w:r>
            <w:r w:rsidRPr="00662DF7">
              <w:rPr>
                <w:rStyle w:val="Hyperlink"/>
                <w:noProof/>
                <w:rtl/>
              </w:rPr>
              <w:t xml:space="preserve"> </w:t>
            </w:r>
            <w:r w:rsidRPr="00662DF7">
              <w:rPr>
                <w:rStyle w:val="Hyperlink"/>
                <w:rFonts w:hint="eastAsia"/>
                <w:noProof/>
                <w:rtl/>
              </w:rPr>
              <w:t>بين</w:t>
            </w:r>
            <w:r w:rsidRPr="00662DF7">
              <w:rPr>
                <w:rStyle w:val="Hyperlink"/>
                <w:noProof/>
                <w:rtl/>
              </w:rPr>
              <w:t xml:space="preserve"> </w:t>
            </w:r>
            <w:r w:rsidRPr="00662DF7">
              <w:rPr>
                <w:rStyle w:val="Hyperlink"/>
                <w:rFonts w:hint="eastAsia"/>
                <w:noProof/>
                <w:rtl/>
              </w:rPr>
              <w:t>خود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خداىعزوجل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Toc449617437 \h</w:instrText>
            </w:r>
            <w:r>
              <w:rPr>
                <w:noProof/>
                <w:webHidden/>
                <w:rtl/>
              </w:rPr>
              <w:instrText xml:space="preserve"> </w:instrText>
            </w:r>
            <w:r>
              <w:rPr>
                <w:noProof/>
                <w:webHidden/>
                <w:rtl/>
              </w:rPr>
            </w:r>
            <w:r>
              <w:rPr>
                <w:noProof/>
                <w:webHidden/>
                <w:rtl/>
              </w:rPr>
              <w:fldChar w:fldCharType="separate"/>
            </w:r>
            <w:r>
              <w:rPr>
                <w:noProof/>
                <w:webHidden/>
                <w:rtl/>
              </w:rPr>
              <w:t>595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3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دشمنى</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نفس</w:t>
            </w:r>
            <w:r w:rsidRPr="00662DF7">
              <w:rPr>
                <w:rStyle w:val="Hyperlink"/>
                <w:noProof/>
                <w:rtl/>
              </w:rPr>
              <w:t xml:space="preserve"> </w:t>
            </w:r>
            <w:r w:rsidRPr="00662DF7">
              <w:rPr>
                <w:rStyle w:val="Hyperlink"/>
                <w:rFonts w:hint="eastAsia"/>
                <w:noProof/>
                <w:rtl/>
              </w:rPr>
              <w:t>نه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Toc449617438 \h</w:instrText>
            </w:r>
            <w:r>
              <w:rPr>
                <w:noProof/>
                <w:webHidden/>
                <w:rtl/>
              </w:rPr>
              <w:instrText xml:space="preserve"> </w:instrText>
            </w:r>
            <w:r>
              <w:rPr>
                <w:noProof/>
                <w:webHidden/>
                <w:rtl/>
              </w:rPr>
            </w:r>
            <w:r>
              <w:rPr>
                <w:noProof/>
                <w:webHidden/>
                <w:rtl/>
              </w:rPr>
              <w:fldChar w:fldCharType="separate"/>
            </w:r>
            <w:r>
              <w:rPr>
                <w:noProof/>
                <w:webHidden/>
                <w:rtl/>
              </w:rPr>
              <w:t>596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3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حمد</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نعمتى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عطا</w:t>
            </w:r>
            <w:r w:rsidRPr="00662DF7">
              <w:rPr>
                <w:rStyle w:val="Hyperlink"/>
                <w:noProof/>
                <w:rtl/>
              </w:rPr>
              <w:t xml:space="preserve"> </w:t>
            </w:r>
            <w:r w:rsidRPr="00662DF7">
              <w:rPr>
                <w:rStyle w:val="Hyperlink"/>
                <w:rFonts w:hint="eastAsia"/>
                <w:noProof/>
                <w:rtl/>
              </w:rPr>
              <w:t>فرموده</w:t>
            </w:r>
            <w:r w:rsidRPr="00662DF7">
              <w:rPr>
                <w:rStyle w:val="Hyperlink"/>
                <w:noProof/>
                <w:rtl/>
              </w:rPr>
              <w:t xml:space="preserve"> </w:t>
            </w:r>
            <w:r w:rsidRPr="00662DF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Toc449617439 \h</w:instrText>
            </w:r>
            <w:r>
              <w:rPr>
                <w:noProof/>
                <w:webHidden/>
                <w:rtl/>
              </w:rPr>
              <w:instrText xml:space="preserve"> </w:instrText>
            </w:r>
            <w:r>
              <w:rPr>
                <w:noProof/>
                <w:webHidden/>
                <w:rtl/>
              </w:rPr>
            </w:r>
            <w:r>
              <w:rPr>
                <w:noProof/>
                <w:webHidden/>
                <w:rtl/>
              </w:rPr>
              <w:fldChar w:fldCharType="separate"/>
            </w:r>
            <w:r>
              <w:rPr>
                <w:noProof/>
                <w:webHidden/>
                <w:rtl/>
              </w:rPr>
              <w:t>597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4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خورنده</w:t>
            </w:r>
            <w:r w:rsidRPr="00662DF7">
              <w:rPr>
                <w:rStyle w:val="Hyperlink"/>
                <w:noProof/>
                <w:rtl/>
              </w:rPr>
              <w:t xml:space="preserve"> </w:t>
            </w:r>
            <w:r w:rsidRPr="00662DF7">
              <w:rPr>
                <w:rStyle w:val="Hyperlink"/>
                <w:rFonts w:hint="eastAsia"/>
                <w:noProof/>
                <w:rtl/>
              </w:rPr>
              <w:t>سپاسگذار</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غير</w:t>
            </w:r>
            <w:r w:rsidRPr="00662DF7">
              <w:rPr>
                <w:rStyle w:val="Hyperlink"/>
                <w:noProof/>
                <w:rtl/>
              </w:rPr>
              <w:t xml:space="preserve"> </w:t>
            </w:r>
            <w:r w:rsidRPr="00662DF7">
              <w:rPr>
                <w:rStyle w:val="Hyperlink"/>
                <w:rFonts w:hint="eastAsia"/>
                <w:noProof/>
                <w:rtl/>
              </w:rPr>
              <w:t>مبتلاى</w:t>
            </w:r>
            <w:r w:rsidRPr="00662DF7">
              <w:rPr>
                <w:rStyle w:val="Hyperlink"/>
                <w:noProof/>
                <w:rtl/>
              </w:rPr>
              <w:t xml:space="preserve"> </w:t>
            </w:r>
            <w:r w:rsidRPr="00662DF7">
              <w:rPr>
                <w:rStyle w:val="Hyperlink"/>
                <w:rFonts w:hint="eastAsia"/>
                <w:noProof/>
                <w:rtl/>
              </w:rPr>
              <w:t>شكرگزار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Toc449617440 \h</w:instrText>
            </w:r>
            <w:r>
              <w:rPr>
                <w:noProof/>
                <w:webHidden/>
                <w:rtl/>
              </w:rPr>
              <w:instrText xml:space="preserve"> </w:instrText>
            </w:r>
            <w:r>
              <w:rPr>
                <w:noProof/>
                <w:webHidden/>
                <w:rtl/>
              </w:rPr>
            </w:r>
            <w:r>
              <w:rPr>
                <w:noProof/>
                <w:webHidden/>
                <w:rtl/>
              </w:rPr>
              <w:fldChar w:fldCharType="separate"/>
            </w:r>
            <w:r>
              <w:rPr>
                <w:noProof/>
                <w:webHidden/>
                <w:rtl/>
              </w:rPr>
              <w:t>598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4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خوبى</w:t>
            </w:r>
            <w:r w:rsidRPr="00662DF7">
              <w:rPr>
                <w:rStyle w:val="Hyperlink"/>
                <w:noProof/>
                <w:rtl/>
              </w:rPr>
              <w:t xml:space="preserve"> </w:t>
            </w:r>
            <w:r w:rsidRPr="00662DF7">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Toc449617441 \h</w:instrText>
            </w:r>
            <w:r>
              <w:rPr>
                <w:noProof/>
                <w:webHidden/>
                <w:rtl/>
              </w:rPr>
              <w:instrText xml:space="preserve"> </w:instrText>
            </w:r>
            <w:r>
              <w:rPr>
                <w:noProof/>
                <w:webHidden/>
                <w:rtl/>
              </w:rPr>
            </w:r>
            <w:r>
              <w:rPr>
                <w:noProof/>
                <w:webHidden/>
                <w:rtl/>
              </w:rPr>
              <w:fldChar w:fldCharType="separate"/>
            </w:r>
            <w:r>
              <w:rPr>
                <w:noProof/>
                <w:webHidden/>
                <w:rtl/>
              </w:rPr>
              <w:t>599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4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ميل</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آنچه</w:t>
            </w:r>
            <w:r w:rsidRPr="00662DF7">
              <w:rPr>
                <w:rStyle w:val="Hyperlink"/>
                <w:noProof/>
                <w:rtl/>
              </w:rPr>
              <w:t xml:space="preserve"> </w:t>
            </w:r>
            <w:r w:rsidRPr="00662DF7">
              <w:rPr>
                <w:rStyle w:val="Hyperlink"/>
                <w:rFonts w:hint="eastAsia"/>
                <w:noProof/>
                <w:rtl/>
              </w:rPr>
              <w:t>نزد</w:t>
            </w:r>
            <w:r w:rsidRPr="00662DF7">
              <w:rPr>
                <w:rStyle w:val="Hyperlink"/>
                <w:noProof/>
                <w:rtl/>
              </w:rPr>
              <w:t xml:space="preserve"> </w:t>
            </w:r>
            <w:r w:rsidRPr="00662DF7">
              <w:rPr>
                <w:rStyle w:val="Hyperlink"/>
                <w:rFonts w:hint="eastAsia"/>
                <w:noProof/>
                <w:rtl/>
              </w:rPr>
              <w:t>خداى</w:t>
            </w:r>
            <w:r w:rsidRPr="00662DF7">
              <w:rPr>
                <w:rStyle w:val="Hyperlink"/>
                <w:noProof/>
                <w:rtl/>
              </w:rPr>
              <w:t xml:space="preserve"> </w:t>
            </w:r>
            <w:r w:rsidRPr="00662DF7">
              <w:rPr>
                <w:rStyle w:val="Hyperlink"/>
                <w:rFonts w:hint="eastAsia"/>
                <w:noProof/>
                <w:rtl/>
              </w:rPr>
              <w:t>عزوجل</w:t>
            </w:r>
            <w:r w:rsidRPr="00662DF7">
              <w:rPr>
                <w:rStyle w:val="Hyperlink"/>
                <w:noProof/>
                <w:rtl/>
              </w:rPr>
              <w:t xml:space="preserve"> </w:t>
            </w:r>
            <w:r w:rsidRPr="00662DF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Toc449617442 \h</w:instrText>
            </w:r>
            <w:r>
              <w:rPr>
                <w:noProof/>
                <w:webHidden/>
                <w:rtl/>
              </w:rPr>
              <w:instrText xml:space="preserve"> </w:instrText>
            </w:r>
            <w:r>
              <w:rPr>
                <w:noProof/>
                <w:webHidden/>
                <w:rtl/>
              </w:rPr>
            </w:r>
            <w:r>
              <w:rPr>
                <w:noProof/>
                <w:webHidden/>
                <w:rtl/>
              </w:rPr>
              <w:fldChar w:fldCharType="separate"/>
            </w:r>
            <w:r>
              <w:rPr>
                <w:noProof/>
                <w:webHidden/>
                <w:rtl/>
              </w:rPr>
              <w:t>600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4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حفظ</w:t>
            </w:r>
            <w:r w:rsidRPr="00662DF7">
              <w:rPr>
                <w:rStyle w:val="Hyperlink"/>
                <w:noProof/>
                <w:rtl/>
              </w:rPr>
              <w:t xml:space="preserve"> </w:t>
            </w:r>
            <w:r w:rsidRPr="00662DF7">
              <w:rPr>
                <w:rStyle w:val="Hyperlink"/>
                <w:rFonts w:hint="eastAsia"/>
                <w:noProof/>
                <w:rtl/>
              </w:rPr>
              <w:t>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Toc449617443 \h</w:instrText>
            </w:r>
            <w:r>
              <w:rPr>
                <w:noProof/>
                <w:webHidden/>
                <w:rtl/>
              </w:rPr>
              <w:instrText xml:space="preserve"> </w:instrText>
            </w:r>
            <w:r>
              <w:rPr>
                <w:noProof/>
                <w:webHidden/>
                <w:rtl/>
              </w:rPr>
            </w:r>
            <w:r>
              <w:rPr>
                <w:noProof/>
                <w:webHidden/>
                <w:rtl/>
              </w:rPr>
              <w:fldChar w:fldCharType="separate"/>
            </w:r>
            <w:r>
              <w:rPr>
                <w:noProof/>
                <w:webHidden/>
                <w:rtl/>
              </w:rPr>
              <w:t>601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4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پنهان</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فقر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Toc449617444 \h</w:instrText>
            </w:r>
            <w:r>
              <w:rPr>
                <w:noProof/>
                <w:webHidden/>
                <w:rtl/>
              </w:rPr>
              <w:instrText xml:space="preserve"> </w:instrText>
            </w:r>
            <w:r>
              <w:rPr>
                <w:noProof/>
                <w:webHidden/>
                <w:rtl/>
              </w:rPr>
            </w:r>
            <w:r>
              <w:rPr>
                <w:noProof/>
                <w:webHidden/>
                <w:rtl/>
              </w:rPr>
              <w:fldChar w:fldCharType="separate"/>
            </w:r>
            <w:r>
              <w:rPr>
                <w:noProof/>
                <w:webHidden/>
                <w:rtl/>
              </w:rPr>
              <w:t>602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4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فقرا</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خوبى</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Toc449617445 \h</w:instrText>
            </w:r>
            <w:r>
              <w:rPr>
                <w:noProof/>
                <w:webHidden/>
                <w:rtl/>
              </w:rPr>
              <w:instrText xml:space="preserve"> </w:instrText>
            </w:r>
            <w:r>
              <w:rPr>
                <w:noProof/>
                <w:webHidden/>
                <w:rtl/>
              </w:rPr>
            </w:r>
            <w:r>
              <w:rPr>
                <w:noProof/>
                <w:webHidden/>
                <w:rtl/>
              </w:rPr>
              <w:fldChar w:fldCharType="separate"/>
            </w:r>
            <w:r>
              <w:rPr>
                <w:noProof/>
                <w:webHidden/>
                <w:rtl/>
              </w:rPr>
              <w:t>603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4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چيز</w:t>
            </w:r>
            <w:r w:rsidRPr="00662DF7">
              <w:rPr>
                <w:rStyle w:val="Hyperlink"/>
                <w:noProof/>
                <w:rtl/>
              </w:rPr>
              <w:t xml:space="preserve"> </w:t>
            </w:r>
            <w:r w:rsidRPr="00662DF7">
              <w:rPr>
                <w:rStyle w:val="Hyperlink"/>
                <w:rFonts w:hint="eastAsia"/>
                <w:noProof/>
                <w:rtl/>
              </w:rPr>
              <w:t>نخواستن</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Toc449617446 \h</w:instrText>
            </w:r>
            <w:r>
              <w:rPr>
                <w:noProof/>
                <w:webHidden/>
                <w:rtl/>
              </w:rPr>
              <w:instrText xml:space="preserve"> </w:instrText>
            </w:r>
            <w:r>
              <w:rPr>
                <w:noProof/>
                <w:webHidden/>
                <w:rtl/>
              </w:rPr>
            </w:r>
            <w:r>
              <w:rPr>
                <w:noProof/>
                <w:webHidden/>
                <w:rtl/>
              </w:rPr>
              <w:fldChar w:fldCharType="separate"/>
            </w:r>
            <w:r>
              <w:rPr>
                <w:noProof/>
                <w:webHidden/>
                <w:rtl/>
              </w:rPr>
              <w:t>605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4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دست</w:t>
            </w:r>
            <w:r w:rsidRPr="00662DF7">
              <w:rPr>
                <w:rStyle w:val="Hyperlink"/>
                <w:noProof/>
                <w:rtl/>
              </w:rPr>
              <w:t xml:space="preserve"> </w:t>
            </w:r>
            <w:r w:rsidRPr="00662DF7">
              <w:rPr>
                <w:rStyle w:val="Hyperlink"/>
                <w:rFonts w:hint="eastAsia"/>
                <w:noProof/>
                <w:rtl/>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Toc449617447 \h</w:instrText>
            </w:r>
            <w:r>
              <w:rPr>
                <w:noProof/>
                <w:webHidden/>
                <w:rtl/>
              </w:rPr>
              <w:instrText xml:space="preserve"> </w:instrText>
            </w:r>
            <w:r>
              <w:rPr>
                <w:noProof/>
                <w:webHidden/>
                <w:rtl/>
              </w:rPr>
            </w:r>
            <w:r>
              <w:rPr>
                <w:noProof/>
                <w:webHidden/>
                <w:rtl/>
              </w:rPr>
              <w:fldChar w:fldCharType="separate"/>
            </w:r>
            <w:r>
              <w:rPr>
                <w:noProof/>
                <w:webHidden/>
                <w:rtl/>
              </w:rPr>
              <w:t>606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4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بردن</w:t>
            </w:r>
            <w:r w:rsidRPr="00662DF7">
              <w:rPr>
                <w:rStyle w:val="Hyperlink"/>
                <w:noProof/>
                <w:rtl/>
              </w:rPr>
              <w:t xml:space="preserve"> </w:t>
            </w:r>
            <w:r w:rsidRPr="00662DF7">
              <w:rPr>
                <w:rStyle w:val="Hyperlink"/>
                <w:rFonts w:hint="eastAsia"/>
                <w:noProof/>
                <w:rtl/>
              </w:rPr>
              <w:t>نام</w:t>
            </w:r>
            <w:r w:rsidRPr="00662DF7">
              <w:rPr>
                <w:rStyle w:val="Hyperlink"/>
                <w:noProof/>
                <w:rtl/>
              </w:rPr>
              <w:t xml:space="preserve"> </w:t>
            </w:r>
            <w:r w:rsidRPr="00662DF7">
              <w:rPr>
                <w:rStyle w:val="Hyperlink"/>
                <w:rFonts w:hint="eastAsia"/>
                <w:noProof/>
                <w:rtl/>
              </w:rPr>
              <w:t>خدا</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غذا</w:t>
            </w:r>
            <w:r w:rsidRPr="00662DF7">
              <w:rPr>
                <w:rStyle w:val="Hyperlink"/>
                <w:noProof/>
                <w:rtl/>
              </w:rPr>
              <w:t xml:space="preserve"> </w:t>
            </w:r>
            <w:r w:rsidRPr="00662DF7">
              <w:rPr>
                <w:rStyle w:val="Hyperlink"/>
                <w:rFonts w:hint="eastAsia"/>
                <w:noProof/>
                <w:rtl/>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Toc449617448 \h</w:instrText>
            </w:r>
            <w:r>
              <w:rPr>
                <w:noProof/>
                <w:webHidden/>
                <w:rtl/>
              </w:rPr>
              <w:instrText xml:space="preserve"> </w:instrText>
            </w:r>
            <w:r>
              <w:rPr>
                <w:noProof/>
                <w:webHidden/>
                <w:rtl/>
              </w:rPr>
            </w:r>
            <w:r>
              <w:rPr>
                <w:noProof/>
                <w:webHidden/>
                <w:rtl/>
              </w:rPr>
              <w:fldChar w:fldCharType="separate"/>
            </w:r>
            <w:r>
              <w:rPr>
                <w:noProof/>
                <w:webHidden/>
                <w:rtl/>
              </w:rPr>
              <w:t>607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4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سير</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گرسنه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Toc449617449 \h</w:instrText>
            </w:r>
            <w:r>
              <w:rPr>
                <w:noProof/>
                <w:webHidden/>
                <w:rtl/>
              </w:rPr>
              <w:instrText xml:space="preserve"> </w:instrText>
            </w:r>
            <w:r>
              <w:rPr>
                <w:noProof/>
                <w:webHidden/>
                <w:rtl/>
              </w:rPr>
            </w:r>
            <w:r>
              <w:rPr>
                <w:noProof/>
                <w:webHidden/>
                <w:rtl/>
              </w:rPr>
              <w:fldChar w:fldCharType="separate"/>
            </w:r>
            <w:r>
              <w:rPr>
                <w:noProof/>
                <w:webHidden/>
                <w:rtl/>
              </w:rPr>
              <w:t>608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5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لذت</w:t>
            </w:r>
            <w:r w:rsidRPr="00662DF7">
              <w:rPr>
                <w:rStyle w:val="Hyperlink"/>
                <w:noProof/>
                <w:rtl/>
              </w:rPr>
              <w:t xml:space="preserve"> </w:t>
            </w:r>
            <w:r w:rsidRPr="00662DF7">
              <w:rPr>
                <w:rStyle w:val="Hyperlink"/>
                <w:rFonts w:hint="eastAsia"/>
                <w:noProof/>
                <w:rtl/>
              </w:rPr>
              <w:t>بردن</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Toc449617450 \h</w:instrText>
            </w:r>
            <w:r>
              <w:rPr>
                <w:noProof/>
                <w:webHidden/>
                <w:rtl/>
              </w:rPr>
              <w:instrText xml:space="preserve"> </w:instrText>
            </w:r>
            <w:r>
              <w:rPr>
                <w:noProof/>
                <w:webHidden/>
                <w:rtl/>
              </w:rPr>
            </w:r>
            <w:r>
              <w:rPr>
                <w:noProof/>
                <w:webHidden/>
                <w:rtl/>
              </w:rPr>
              <w:fldChar w:fldCharType="separate"/>
            </w:r>
            <w:r>
              <w:rPr>
                <w:noProof/>
                <w:webHidden/>
                <w:rtl/>
              </w:rPr>
              <w:t>609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5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صدقه</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Toc449617451 \h</w:instrText>
            </w:r>
            <w:r>
              <w:rPr>
                <w:noProof/>
                <w:webHidden/>
                <w:rtl/>
              </w:rPr>
              <w:instrText xml:space="preserve"> </w:instrText>
            </w:r>
            <w:r>
              <w:rPr>
                <w:noProof/>
                <w:webHidden/>
                <w:rtl/>
              </w:rPr>
            </w:r>
            <w:r>
              <w:rPr>
                <w:noProof/>
                <w:webHidden/>
                <w:rtl/>
              </w:rPr>
              <w:fldChar w:fldCharType="separate"/>
            </w:r>
            <w:r>
              <w:rPr>
                <w:noProof/>
                <w:webHidden/>
                <w:rtl/>
              </w:rPr>
              <w:t>610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5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يارى</w:t>
            </w:r>
            <w:r w:rsidRPr="00662DF7">
              <w:rPr>
                <w:rStyle w:val="Hyperlink"/>
                <w:noProof/>
                <w:rtl/>
              </w:rPr>
              <w:t xml:space="preserve"> </w:t>
            </w:r>
            <w:r w:rsidRPr="00662DF7">
              <w:rPr>
                <w:rStyle w:val="Hyperlink"/>
                <w:rFonts w:hint="eastAsia"/>
                <w:noProof/>
                <w:rtl/>
              </w:rPr>
              <w:t>اندوهگين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Toc449617452 \h</w:instrText>
            </w:r>
            <w:r>
              <w:rPr>
                <w:noProof/>
                <w:webHidden/>
                <w:rtl/>
              </w:rPr>
              <w:instrText xml:space="preserve"> </w:instrText>
            </w:r>
            <w:r>
              <w:rPr>
                <w:noProof/>
                <w:webHidden/>
                <w:rtl/>
              </w:rPr>
            </w:r>
            <w:r>
              <w:rPr>
                <w:noProof/>
                <w:webHidden/>
                <w:rtl/>
              </w:rPr>
              <w:fldChar w:fldCharType="separate"/>
            </w:r>
            <w:r>
              <w:rPr>
                <w:noProof/>
                <w:webHidden/>
                <w:rtl/>
              </w:rPr>
              <w:t>611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5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محبت</w:t>
            </w:r>
            <w:r w:rsidRPr="00662DF7">
              <w:rPr>
                <w:rStyle w:val="Hyperlink"/>
                <w:noProof/>
                <w:rtl/>
              </w:rPr>
              <w:t xml:space="preserve"> </w:t>
            </w:r>
            <w:r w:rsidRPr="00662DF7">
              <w:rPr>
                <w:rStyle w:val="Hyperlink"/>
                <w:rFonts w:hint="eastAsia"/>
                <w:noProof/>
                <w:rtl/>
              </w:rPr>
              <w:t>برادران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Toc449617453 \h</w:instrText>
            </w:r>
            <w:r>
              <w:rPr>
                <w:noProof/>
                <w:webHidden/>
                <w:rtl/>
              </w:rPr>
              <w:instrText xml:space="preserve"> </w:instrText>
            </w:r>
            <w:r>
              <w:rPr>
                <w:noProof/>
                <w:webHidden/>
                <w:rtl/>
              </w:rPr>
            </w:r>
            <w:r>
              <w:rPr>
                <w:noProof/>
                <w:webHidden/>
                <w:rtl/>
              </w:rPr>
              <w:fldChar w:fldCharType="separate"/>
            </w:r>
            <w:r>
              <w:rPr>
                <w:noProof/>
                <w:webHidden/>
                <w:rtl/>
              </w:rPr>
              <w:t>612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5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ارزوى</w:t>
            </w:r>
            <w:r w:rsidRPr="00662DF7">
              <w:rPr>
                <w:rStyle w:val="Hyperlink"/>
                <w:noProof/>
                <w:rtl/>
              </w:rPr>
              <w:t xml:space="preserve"> </w:t>
            </w:r>
            <w:r w:rsidRPr="00662DF7">
              <w:rPr>
                <w:rStyle w:val="Hyperlink"/>
                <w:rFonts w:hint="eastAsia"/>
                <w:noProof/>
                <w:rtl/>
              </w:rPr>
              <w:t>چيزى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آن</w:t>
            </w:r>
            <w:r w:rsidRPr="00662DF7">
              <w:rPr>
                <w:rStyle w:val="Hyperlink"/>
                <w:noProof/>
                <w:rtl/>
              </w:rPr>
              <w:t xml:space="preserve"> </w:t>
            </w:r>
            <w:r w:rsidRPr="00662DF7">
              <w:rPr>
                <w:rStyle w:val="Hyperlink"/>
                <w:rFonts w:hint="eastAsia"/>
                <w:noProof/>
                <w:rtl/>
              </w:rPr>
              <w:t>راضى</w:t>
            </w:r>
            <w:r w:rsidRPr="00662DF7">
              <w:rPr>
                <w:rStyle w:val="Hyperlink"/>
                <w:noProof/>
                <w:rtl/>
              </w:rPr>
              <w:t xml:space="preserve"> </w:t>
            </w:r>
            <w:r w:rsidRPr="00662DF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Toc449617454 \h</w:instrText>
            </w:r>
            <w:r>
              <w:rPr>
                <w:noProof/>
                <w:webHidden/>
                <w:rtl/>
              </w:rPr>
              <w:instrText xml:space="preserve"> </w:instrText>
            </w:r>
            <w:r>
              <w:rPr>
                <w:noProof/>
                <w:webHidden/>
                <w:rtl/>
              </w:rPr>
            </w:r>
            <w:r>
              <w:rPr>
                <w:noProof/>
                <w:webHidden/>
                <w:rtl/>
              </w:rPr>
              <w:fldChar w:fldCharType="separate"/>
            </w:r>
            <w:r>
              <w:rPr>
                <w:noProof/>
                <w:webHidden/>
                <w:rtl/>
              </w:rPr>
              <w:t>613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5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ديدار</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Toc449617455 \h</w:instrText>
            </w:r>
            <w:r>
              <w:rPr>
                <w:noProof/>
                <w:webHidden/>
                <w:rtl/>
              </w:rPr>
              <w:instrText xml:space="preserve"> </w:instrText>
            </w:r>
            <w:r>
              <w:rPr>
                <w:noProof/>
                <w:webHidden/>
                <w:rtl/>
              </w:rPr>
            </w:r>
            <w:r>
              <w:rPr>
                <w:noProof/>
                <w:webHidden/>
                <w:rtl/>
              </w:rPr>
              <w:fldChar w:fldCharType="separate"/>
            </w:r>
            <w:r>
              <w:rPr>
                <w:noProof/>
                <w:webHidden/>
                <w:rtl/>
              </w:rPr>
              <w:t>614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5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كمك</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يكديگر</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كارهاى</w:t>
            </w:r>
            <w:r w:rsidRPr="00662DF7">
              <w:rPr>
                <w:rStyle w:val="Hyperlink"/>
                <w:noProof/>
                <w:rtl/>
              </w:rPr>
              <w:t xml:space="preserve"> </w:t>
            </w:r>
            <w:r w:rsidRPr="00662DF7">
              <w:rPr>
                <w:rStyle w:val="Hyperlink"/>
                <w:rFonts w:hint="eastAsia"/>
                <w:noProof/>
                <w:rtl/>
              </w:rPr>
              <w:t>خوب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Toc449617456 \h</w:instrText>
            </w:r>
            <w:r>
              <w:rPr>
                <w:noProof/>
                <w:webHidden/>
                <w:rtl/>
              </w:rPr>
              <w:instrText xml:space="preserve"> </w:instrText>
            </w:r>
            <w:r>
              <w:rPr>
                <w:noProof/>
                <w:webHidden/>
                <w:rtl/>
              </w:rPr>
            </w:r>
            <w:r>
              <w:rPr>
                <w:noProof/>
                <w:webHidden/>
                <w:rtl/>
              </w:rPr>
              <w:fldChar w:fldCharType="separate"/>
            </w:r>
            <w:r>
              <w:rPr>
                <w:noProof/>
                <w:webHidden/>
                <w:rtl/>
              </w:rPr>
              <w:t>616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5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ميانه</w:t>
            </w:r>
            <w:r w:rsidRPr="00662DF7">
              <w:rPr>
                <w:rStyle w:val="Hyperlink"/>
                <w:noProof/>
                <w:rtl/>
              </w:rPr>
              <w:t xml:space="preserve"> </w:t>
            </w:r>
            <w:r w:rsidRPr="00662DF7">
              <w:rPr>
                <w:rStyle w:val="Hyperlink"/>
                <w:rFonts w:hint="eastAsia"/>
                <w:noProof/>
                <w:rtl/>
              </w:rPr>
              <w:t>روى</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مخارج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Toc449617457 \h</w:instrText>
            </w:r>
            <w:r>
              <w:rPr>
                <w:noProof/>
                <w:webHidden/>
                <w:rtl/>
              </w:rPr>
              <w:instrText xml:space="preserve"> </w:instrText>
            </w:r>
            <w:r>
              <w:rPr>
                <w:noProof/>
                <w:webHidden/>
                <w:rtl/>
              </w:rPr>
            </w:r>
            <w:r>
              <w:rPr>
                <w:noProof/>
                <w:webHidden/>
                <w:rtl/>
              </w:rPr>
              <w:fldChar w:fldCharType="separate"/>
            </w:r>
            <w:r>
              <w:rPr>
                <w:noProof/>
                <w:webHidden/>
                <w:rtl/>
              </w:rPr>
              <w:t>617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5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خارج</w:t>
            </w:r>
            <w:r w:rsidRPr="00662DF7">
              <w:rPr>
                <w:rStyle w:val="Hyperlink"/>
                <w:noProof/>
                <w:rtl/>
              </w:rPr>
              <w:t xml:space="preserve"> </w:t>
            </w:r>
            <w:r w:rsidRPr="00662DF7">
              <w:rPr>
                <w:rStyle w:val="Hyperlink"/>
                <w:rFonts w:hint="eastAsia"/>
                <w:noProof/>
                <w:rtl/>
              </w:rPr>
              <w:t>شدن</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منزل</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عمامه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Toc449617458 \h</w:instrText>
            </w:r>
            <w:r>
              <w:rPr>
                <w:noProof/>
                <w:webHidden/>
                <w:rtl/>
              </w:rPr>
              <w:instrText xml:space="preserve"> </w:instrText>
            </w:r>
            <w:r>
              <w:rPr>
                <w:noProof/>
                <w:webHidden/>
                <w:rtl/>
              </w:rPr>
            </w:r>
            <w:r>
              <w:rPr>
                <w:noProof/>
                <w:webHidden/>
                <w:rtl/>
              </w:rPr>
              <w:fldChar w:fldCharType="separate"/>
            </w:r>
            <w:r>
              <w:rPr>
                <w:noProof/>
                <w:webHidden/>
                <w:rtl/>
              </w:rPr>
              <w:t>620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5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اشك</w:t>
            </w:r>
            <w:r w:rsidRPr="00662DF7">
              <w:rPr>
                <w:rStyle w:val="Hyperlink"/>
                <w:noProof/>
                <w:rtl/>
              </w:rPr>
              <w:t xml:space="preserve"> </w:t>
            </w:r>
            <w:r w:rsidRPr="00662DF7">
              <w:rPr>
                <w:rStyle w:val="Hyperlink"/>
                <w:rFonts w:hint="eastAsia"/>
                <w:noProof/>
                <w:rtl/>
              </w:rPr>
              <w:t>ريختن</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اهل</w:t>
            </w:r>
            <w:r w:rsidRPr="00662DF7">
              <w:rPr>
                <w:rStyle w:val="Hyperlink"/>
                <w:noProof/>
                <w:rtl/>
              </w:rPr>
              <w:t xml:space="preserve"> </w:t>
            </w:r>
            <w:r w:rsidRPr="00662DF7">
              <w:rPr>
                <w:rStyle w:val="Hyperlink"/>
                <w:rFonts w:hint="eastAsia"/>
                <w:noProof/>
                <w:rtl/>
              </w:rPr>
              <w:t>بيت</w:t>
            </w:r>
            <w:r w:rsidRPr="00662DF7">
              <w:rPr>
                <w:rStyle w:val="Hyperlink"/>
                <w:noProof/>
                <w:rtl/>
              </w:rPr>
              <w:t xml:space="preserve"> </w:t>
            </w:r>
            <w:r w:rsidRPr="00662DF7">
              <w:rPr>
                <w:rStyle w:val="Hyperlink"/>
                <w:rFonts w:cs="Rafed Alaem" w:hint="eastAsia"/>
                <w:noProof/>
                <w:rtl/>
              </w:rPr>
              <w:t>عليه‌السلام</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ذكر</w:t>
            </w:r>
            <w:r w:rsidRPr="00662DF7">
              <w:rPr>
                <w:rStyle w:val="Hyperlink"/>
                <w:noProof/>
                <w:rtl/>
              </w:rPr>
              <w:t xml:space="preserve"> </w:t>
            </w:r>
            <w:r w:rsidRPr="00662DF7">
              <w:rPr>
                <w:rStyle w:val="Hyperlink"/>
                <w:rFonts w:hint="eastAsia"/>
                <w:noProof/>
                <w:rtl/>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Toc449617459 \h</w:instrText>
            </w:r>
            <w:r>
              <w:rPr>
                <w:noProof/>
                <w:webHidden/>
                <w:rtl/>
              </w:rPr>
              <w:instrText xml:space="preserve"> </w:instrText>
            </w:r>
            <w:r>
              <w:rPr>
                <w:noProof/>
                <w:webHidden/>
                <w:rtl/>
              </w:rPr>
            </w:r>
            <w:r>
              <w:rPr>
                <w:noProof/>
                <w:webHidden/>
                <w:rtl/>
              </w:rPr>
              <w:fldChar w:fldCharType="separate"/>
            </w:r>
            <w:r>
              <w:rPr>
                <w:noProof/>
                <w:webHidden/>
                <w:rtl/>
              </w:rPr>
              <w:t>621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6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آوردن</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حاجت</w:t>
            </w:r>
            <w:r w:rsidRPr="00662DF7">
              <w:rPr>
                <w:rStyle w:val="Hyperlink"/>
                <w:noProof/>
                <w:rtl/>
              </w:rPr>
              <w:t xml:space="preserve"> </w:t>
            </w:r>
            <w:r w:rsidRPr="00662DF7">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Toc449617460 \h</w:instrText>
            </w:r>
            <w:r>
              <w:rPr>
                <w:noProof/>
                <w:webHidden/>
                <w:rtl/>
              </w:rPr>
              <w:instrText xml:space="preserve"> </w:instrText>
            </w:r>
            <w:r>
              <w:rPr>
                <w:noProof/>
                <w:webHidden/>
                <w:rtl/>
              </w:rPr>
            </w:r>
            <w:r>
              <w:rPr>
                <w:noProof/>
                <w:webHidden/>
                <w:rtl/>
              </w:rPr>
              <w:fldChar w:fldCharType="separate"/>
            </w:r>
            <w:r>
              <w:rPr>
                <w:noProof/>
                <w:webHidden/>
                <w:rtl/>
              </w:rPr>
              <w:t>623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6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دست</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مسلمان</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مسلمانش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Toc449617461 \h</w:instrText>
            </w:r>
            <w:r>
              <w:rPr>
                <w:noProof/>
                <w:webHidden/>
                <w:rtl/>
              </w:rPr>
              <w:instrText xml:space="preserve"> </w:instrText>
            </w:r>
            <w:r>
              <w:rPr>
                <w:noProof/>
                <w:webHidden/>
                <w:rtl/>
              </w:rPr>
            </w:r>
            <w:r>
              <w:rPr>
                <w:noProof/>
                <w:webHidden/>
                <w:rtl/>
              </w:rPr>
              <w:fldChar w:fldCharType="separate"/>
            </w:r>
            <w:r>
              <w:rPr>
                <w:noProof/>
                <w:webHidden/>
                <w:rtl/>
              </w:rPr>
              <w:t>624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6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درك</w:t>
            </w:r>
            <w:r w:rsidRPr="00662DF7">
              <w:rPr>
                <w:rStyle w:val="Hyperlink"/>
                <w:noProof/>
                <w:rtl/>
              </w:rPr>
              <w:t xml:space="preserve"> </w:t>
            </w:r>
            <w:r w:rsidRPr="00662DF7">
              <w:rPr>
                <w:rStyle w:val="Hyperlink"/>
                <w:rFonts w:hint="eastAsia"/>
                <w:noProof/>
                <w:rtl/>
              </w:rPr>
              <w:t>نعمت</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حمد</w:t>
            </w:r>
            <w:r w:rsidRPr="00662DF7">
              <w:rPr>
                <w:rStyle w:val="Hyperlink"/>
                <w:noProof/>
                <w:rtl/>
              </w:rPr>
              <w:t xml:space="preserve"> </w:t>
            </w:r>
            <w:r w:rsidRPr="00662DF7">
              <w:rPr>
                <w:rStyle w:val="Hyperlink"/>
                <w:rFonts w:hint="eastAsia"/>
                <w:noProof/>
                <w:rtl/>
              </w:rPr>
              <w:t>نمودن</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بخاطر</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Toc449617462 \h</w:instrText>
            </w:r>
            <w:r>
              <w:rPr>
                <w:noProof/>
                <w:webHidden/>
                <w:rtl/>
              </w:rPr>
              <w:instrText xml:space="preserve"> </w:instrText>
            </w:r>
            <w:r>
              <w:rPr>
                <w:noProof/>
                <w:webHidden/>
                <w:rtl/>
              </w:rPr>
            </w:r>
            <w:r>
              <w:rPr>
                <w:noProof/>
                <w:webHidden/>
                <w:rtl/>
              </w:rPr>
              <w:fldChar w:fldCharType="separate"/>
            </w:r>
            <w:r>
              <w:rPr>
                <w:noProof/>
                <w:webHidden/>
                <w:rtl/>
              </w:rPr>
              <w:t>625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6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رسيدن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سن</w:t>
            </w:r>
            <w:r w:rsidRPr="00662DF7">
              <w:rPr>
                <w:rStyle w:val="Hyperlink"/>
                <w:noProof/>
                <w:rtl/>
              </w:rPr>
              <w:t xml:space="preserve"> </w:t>
            </w:r>
            <w:r w:rsidRPr="00662DF7">
              <w:rPr>
                <w:rStyle w:val="Hyperlink"/>
                <w:rFonts w:hint="eastAsia"/>
                <w:noProof/>
                <w:rtl/>
              </w:rPr>
              <w:t>چهل</w:t>
            </w:r>
            <w:r w:rsidRPr="00662DF7">
              <w:rPr>
                <w:rStyle w:val="Hyperlink"/>
                <w:noProof/>
                <w:rtl/>
              </w:rPr>
              <w:t xml:space="preserve"> </w:t>
            </w:r>
            <w:r w:rsidRPr="00662DF7">
              <w:rPr>
                <w:rStyle w:val="Hyperlink"/>
                <w:rFonts w:hint="eastAsia"/>
                <w:noProof/>
                <w:rtl/>
              </w:rPr>
              <w:t>تا</w:t>
            </w:r>
            <w:r w:rsidRPr="00662DF7">
              <w:rPr>
                <w:rStyle w:val="Hyperlink"/>
                <w:noProof/>
                <w:rtl/>
              </w:rPr>
              <w:t xml:space="preserve"> </w:t>
            </w:r>
            <w:r w:rsidRPr="00662DF7">
              <w:rPr>
                <w:rStyle w:val="Hyperlink"/>
                <w:rFonts w:hint="eastAsia"/>
                <w:noProof/>
                <w:rtl/>
              </w:rPr>
              <w:t>نود</w:t>
            </w:r>
            <w:r w:rsidRPr="00662DF7">
              <w:rPr>
                <w:rStyle w:val="Hyperlink"/>
                <w:noProof/>
                <w:rtl/>
              </w:rPr>
              <w:t xml:space="preserve"> </w:t>
            </w:r>
            <w:r w:rsidRPr="00662DF7">
              <w:rPr>
                <w:rStyle w:val="Hyperlink"/>
                <w:rFonts w:hint="eastAsia"/>
                <w:noProof/>
                <w:rtl/>
              </w:rPr>
              <w:t>سالگى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Toc449617463 \h</w:instrText>
            </w:r>
            <w:r>
              <w:rPr>
                <w:noProof/>
                <w:webHidden/>
                <w:rtl/>
              </w:rPr>
              <w:instrText xml:space="preserve"> </w:instrText>
            </w:r>
            <w:r>
              <w:rPr>
                <w:noProof/>
                <w:webHidden/>
                <w:rtl/>
              </w:rPr>
            </w:r>
            <w:r>
              <w:rPr>
                <w:noProof/>
                <w:webHidden/>
                <w:rtl/>
              </w:rPr>
              <w:fldChar w:fldCharType="separate"/>
            </w:r>
            <w:r>
              <w:rPr>
                <w:noProof/>
                <w:webHidden/>
                <w:rtl/>
              </w:rPr>
              <w:t>626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6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دانستن</w:t>
            </w:r>
            <w:r w:rsidRPr="00662DF7">
              <w:rPr>
                <w:rStyle w:val="Hyperlink"/>
                <w:noProof/>
                <w:rtl/>
              </w:rPr>
              <w:t xml:space="preserve"> </w:t>
            </w:r>
            <w:r w:rsidRPr="00662DF7">
              <w:rPr>
                <w:rStyle w:val="Hyperlink"/>
                <w:rFonts w:hint="eastAsia"/>
                <w:noProof/>
                <w:rtl/>
              </w:rPr>
              <w:t>برترى</w:t>
            </w:r>
            <w:r w:rsidRPr="00662DF7">
              <w:rPr>
                <w:rStyle w:val="Hyperlink"/>
                <w:noProof/>
                <w:rtl/>
              </w:rPr>
              <w:t xml:space="preserve"> </w:t>
            </w:r>
            <w:r w:rsidRPr="00662DF7">
              <w:rPr>
                <w:rStyle w:val="Hyperlink"/>
                <w:rFonts w:hint="eastAsia"/>
                <w:noProof/>
                <w:rtl/>
              </w:rPr>
              <w:t>پيرمرد</w:t>
            </w:r>
            <w:r w:rsidRPr="00662DF7">
              <w:rPr>
                <w:rStyle w:val="Hyperlink"/>
                <w:noProof/>
                <w:rtl/>
              </w:rPr>
              <w:t xml:space="preserve"> </w:t>
            </w:r>
            <w:r w:rsidRPr="00662DF7">
              <w:rPr>
                <w:rStyle w:val="Hyperlink"/>
                <w:rFonts w:hint="eastAsia"/>
                <w:noProof/>
                <w:rtl/>
              </w:rPr>
              <w:t>سالمند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احترام</w:t>
            </w:r>
            <w:r w:rsidRPr="00662DF7">
              <w:rPr>
                <w:rStyle w:val="Hyperlink"/>
                <w:noProof/>
                <w:rtl/>
              </w:rPr>
              <w:t xml:space="preserve"> </w:t>
            </w:r>
            <w:r w:rsidRPr="00662DF7">
              <w:rPr>
                <w:rStyle w:val="Hyperlink"/>
                <w:rFonts w:hint="eastAsia"/>
                <w:noProof/>
                <w:rtl/>
              </w:rPr>
              <w:t>گذاشته</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Toc449617464 \h</w:instrText>
            </w:r>
            <w:r>
              <w:rPr>
                <w:noProof/>
                <w:webHidden/>
                <w:rtl/>
              </w:rPr>
              <w:instrText xml:space="preserve"> </w:instrText>
            </w:r>
            <w:r>
              <w:rPr>
                <w:noProof/>
                <w:webHidden/>
                <w:rtl/>
              </w:rPr>
            </w:r>
            <w:r>
              <w:rPr>
                <w:noProof/>
                <w:webHidden/>
                <w:rtl/>
              </w:rPr>
              <w:fldChar w:fldCharType="separate"/>
            </w:r>
            <w:r>
              <w:rPr>
                <w:noProof/>
                <w:webHidden/>
                <w:rtl/>
              </w:rPr>
              <w:t>628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6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جهاد</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راه</w:t>
            </w:r>
            <w:r w:rsidRPr="00662DF7">
              <w:rPr>
                <w:rStyle w:val="Hyperlink"/>
                <w:noProof/>
                <w:rtl/>
              </w:rPr>
              <w:t xml:space="preserve"> </w:t>
            </w:r>
            <w:r w:rsidRPr="00662DF7">
              <w:rPr>
                <w:rStyle w:val="Hyperlink"/>
                <w:rFonts w:hint="eastAsia"/>
                <w:noProof/>
                <w:rtl/>
              </w:rPr>
              <w:t>خدا</w:t>
            </w:r>
            <w:r w:rsidRPr="00662DF7">
              <w:rPr>
                <w:rStyle w:val="Hyperlink"/>
                <w:noProof/>
                <w:rtl/>
              </w:rPr>
              <w:t xml:space="preserve"> </w:t>
            </w:r>
            <w:r w:rsidRPr="00662DF7">
              <w:rPr>
                <w:rStyle w:val="Hyperlink"/>
                <w:rFonts w:hint="eastAsia"/>
                <w:noProof/>
                <w:rtl/>
              </w:rPr>
              <w:t>همراه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امام</w:t>
            </w:r>
            <w:r w:rsidRPr="00662DF7">
              <w:rPr>
                <w:rStyle w:val="Hyperlink"/>
                <w:noProof/>
                <w:rtl/>
              </w:rPr>
              <w:t xml:space="preserve"> </w:t>
            </w:r>
            <w:r w:rsidRPr="00662DF7">
              <w:rPr>
                <w:rStyle w:val="Hyperlink"/>
                <w:rFonts w:hint="eastAsia"/>
                <w:noProof/>
                <w:rtl/>
              </w:rPr>
              <w:t>عادل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Toc449617465 \h</w:instrText>
            </w:r>
            <w:r>
              <w:rPr>
                <w:noProof/>
                <w:webHidden/>
                <w:rtl/>
              </w:rPr>
              <w:instrText xml:space="preserve"> </w:instrText>
            </w:r>
            <w:r>
              <w:rPr>
                <w:noProof/>
                <w:webHidden/>
                <w:rtl/>
              </w:rPr>
            </w:r>
            <w:r>
              <w:rPr>
                <w:noProof/>
                <w:webHidden/>
                <w:rtl/>
              </w:rPr>
              <w:fldChar w:fldCharType="separate"/>
            </w:r>
            <w:r>
              <w:rPr>
                <w:noProof/>
                <w:webHidden/>
                <w:rtl/>
              </w:rPr>
              <w:t>629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6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نگهدارى</w:t>
            </w:r>
            <w:r w:rsidRPr="00662DF7">
              <w:rPr>
                <w:rStyle w:val="Hyperlink"/>
                <w:noProof/>
                <w:rtl/>
              </w:rPr>
              <w:t xml:space="preserve"> </w:t>
            </w:r>
            <w:r w:rsidRPr="00662DF7">
              <w:rPr>
                <w:rStyle w:val="Hyperlink"/>
                <w:rFonts w:hint="eastAsia"/>
                <w:noProof/>
                <w:rtl/>
              </w:rPr>
              <w:t>اسب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Toc449617466 \h</w:instrText>
            </w:r>
            <w:r>
              <w:rPr>
                <w:noProof/>
                <w:webHidden/>
                <w:rtl/>
              </w:rPr>
              <w:instrText xml:space="preserve"> </w:instrText>
            </w:r>
            <w:r>
              <w:rPr>
                <w:noProof/>
                <w:webHidden/>
                <w:rtl/>
              </w:rPr>
            </w:r>
            <w:r>
              <w:rPr>
                <w:noProof/>
                <w:webHidden/>
                <w:rtl/>
              </w:rPr>
              <w:fldChar w:fldCharType="separate"/>
            </w:r>
            <w:r>
              <w:rPr>
                <w:noProof/>
                <w:webHidden/>
                <w:rtl/>
              </w:rPr>
              <w:t>632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6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بردن</w:t>
            </w:r>
            <w:r w:rsidRPr="00662DF7">
              <w:rPr>
                <w:rStyle w:val="Hyperlink"/>
                <w:noProof/>
                <w:rtl/>
              </w:rPr>
              <w:t xml:space="preserve"> </w:t>
            </w:r>
            <w:r w:rsidRPr="00662DF7">
              <w:rPr>
                <w:rStyle w:val="Hyperlink"/>
                <w:rFonts w:hint="eastAsia"/>
                <w:noProof/>
                <w:rtl/>
              </w:rPr>
              <w:t>نام</w:t>
            </w:r>
            <w:r w:rsidRPr="00662DF7">
              <w:rPr>
                <w:rStyle w:val="Hyperlink"/>
                <w:noProof/>
                <w:rtl/>
              </w:rPr>
              <w:t xml:space="preserve"> </w:t>
            </w:r>
            <w:r w:rsidRPr="00662DF7">
              <w:rPr>
                <w:rStyle w:val="Hyperlink"/>
                <w:rFonts w:hint="eastAsia"/>
                <w:noProof/>
                <w:rtl/>
              </w:rPr>
              <w:t>خدا</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سوارى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Toc449617467 \h</w:instrText>
            </w:r>
            <w:r>
              <w:rPr>
                <w:noProof/>
                <w:webHidden/>
                <w:rtl/>
              </w:rPr>
              <w:instrText xml:space="preserve"> </w:instrText>
            </w:r>
            <w:r>
              <w:rPr>
                <w:noProof/>
                <w:webHidden/>
                <w:rtl/>
              </w:rPr>
            </w:r>
            <w:r>
              <w:rPr>
                <w:noProof/>
                <w:webHidden/>
                <w:rtl/>
              </w:rPr>
              <w:fldChar w:fldCharType="separate"/>
            </w:r>
            <w:r>
              <w:rPr>
                <w:noProof/>
                <w:webHidden/>
                <w:rtl/>
              </w:rPr>
              <w:t>635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68" w:history="1">
            <w:r w:rsidRPr="00662DF7">
              <w:rPr>
                <w:rStyle w:val="Hyperlink"/>
                <w:rFonts w:hint="eastAsia"/>
                <w:noProof/>
                <w:rtl/>
              </w:rPr>
              <w:t>حديثى</w:t>
            </w:r>
            <w:r w:rsidRPr="00662DF7">
              <w:rPr>
                <w:rStyle w:val="Hyperlink"/>
                <w:noProof/>
                <w:rtl/>
              </w:rPr>
              <w:t xml:space="preserve"> </w:t>
            </w:r>
            <w:r w:rsidRPr="00662DF7">
              <w:rPr>
                <w:rStyle w:val="Hyperlink"/>
                <w:rFonts w:hint="eastAsia"/>
                <w:noProof/>
                <w:rtl/>
              </w:rPr>
              <w:t>درباره</w:t>
            </w:r>
            <w:r w:rsidRPr="00662DF7">
              <w:rPr>
                <w:rStyle w:val="Hyperlink"/>
                <w:noProof/>
                <w:rtl/>
              </w:rPr>
              <w:t xml:space="preserve"> </w:t>
            </w:r>
            <w:r w:rsidRPr="00662DF7">
              <w:rPr>
                <w:rStyle w:val="Hyperlink"/>
                <w:rFonts w:hint="eastAsia"/>
                <w:noProof/>
                <w:rtl/>
              </w:rPr>
              <w:t>چهارپا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Toc449617468 \h</w:instrText>
            </w:r>
            <w:r>
              <w:rPr>
                <w:noProof/>
                <w:webHidden/>
                <w:rtl/>
              </w:rPr>
              <w:instrText xml:space="preserve"> </w:instrText>
            </w:r>
            <w:r>
              <w:rPr>
                <w:noProof/>
                <w:webHidden/>
                <w:rtl/>
              </w:rPr>
            </w:r>
            <w:r>
              <w:rPr>
                <w:noProof/>
                <w:webHidden/>
                <w:rtl/>
              </w:rPr>
              <w:fldChar w:fldCharType="separate"/>
            </w:r>
            <w:r>
              <w:rPr>
                <w:noProof/>
                <w:webHidden/>
                <w:rtl/>
              </w:rPr>
              <w:t>636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6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Toc449617469 \h</w:instrText>
            </w:r>
            <w:r>
              <w:rPr>
                <w:noProof/>
                <w:webHidden/>
                <w:rtl/>
              </w:rPr>
              <w:instrText xml:space="preserve"> </w:instrText>
            </w:r>
            <w:r>
              <w:rPr>
                <w:noProof/>
                <w:webHidden/>
                <w:rtl/>
              </w:rPr>
            </w:r>
            <w:r>
              <w:rPr>
                <w:noProof/>
                <w:webHidden/>
                <w:rtl/>
              </w:rPr>
              <w:fldChar w:fldCharType="separate"/>
            </w:r>
            <w:r>
              <w:rPr>
                <w:noProof/>
                <w:webHidden/>
                <w:rtl/>
              </w:rPr>
              <w:t>637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7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تب</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Toc449617470 \h</w:instrText>
            </w:r>
            <w:r>
              <w:rPr>
                <w:noProof/>
                <w:webHidden/>
                <w:rtl/>
              </w:rPr>
              <w:instrText xml:space="preserve"> </w:instrText>
            </w:r>
            <w:r>
              <w:rPr>
                <w:noProof/>
                <w:webHidden/>
                <w:rtl/>
              </w:rPr>
            </w:r>
            <w:r>
              <w:rPr>
                <w:noProof/>
                <w:webHidden/>
                <w:rtl/>
              </w:rPr>
              <w:fldChar w:fldCharType="separate"/>
            </w:r>
            <w:r>
              <w:rPr>
                <w:noProof/>
                <w:webHidden/>
                <w:rtl/>
              </w:rPr>
              <w:t>639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7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پذيرفتن</w:t>
            </w:r>
            <w:r w:rsidRPr="00662DF7">
              <w:rPr>
                <w:rStyle w:val="Hyperlink"/>
                <w:noProof/>
                <w:rtl/>
              </w:rPr>
              <w:t xml:space="preserve"> </w:t>
            </w:r>
            <w:r w:rsidRPr="00662DF7">
              <w:rPr>
                <w:rStyle w:val="Hyperlink"/>
                <w:rFonts w:hint="eastAsia"/>
                <w:noProof/>
                <w:rtl/>
              </w:rPr>
              <w:t>مرض</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شب</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آن</w:t>
            </w:r>
            <w:r w:rsidRPr="00662DF7">
              <w:rPr>
                <w:rStyle w:val="Hyperlink"/>
                <w:noProof/>
                <w:rtl/>
              </w:rPr>
              <w:t xml:space="preserve"> </w:t>
            </w:r>
            <w:r w:rsidRPr="00662DF7">
              <w:rPr>
                <w:rStyle w:val="Hyperlink"/>
                <w:rFonts w:hint="eastAsia"/>
                <w:noProof/>
                <w:rtl/>
              </w:rPr>
              <w:t>گونه</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بايد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بجا</w:t>
            </w:r>
            <w:r w:rsidRPr="00662DF7">
              <w:rPr>
                <w:rStyle w:val="Hyperlink"/>
                <w:noProof/>
                <w:rtl/>
              </w:rPr>
              <w:t xml:space="preserve"> </w:t>
            </w:r>
            <w:r w:rsidRPr="00662DF7">
              <w:rPr>
                <w:rStyle w:val="Hyperlink"/>
                <w:rFonts w:hint="eastAsia"/>
                <w:noProof/>
                <w:rtl/>
              </w:rPr>
              <w:t>آوردن</w:t>
            </w:r>
            <w:r w:rsidRPr="00662DF7">
              <w:rPr>
                <w:rStyle w:val="Hyperlink"/>
                <w:noProof/>
                <w:rtl/>
              </w:rPr>
              <w:t xml:space="preserve"> </w:t>
            </w:r>
            <w:r w:rsidRPr="00662DF7">
              <w:rPr>
                <w:rStyle w:val="Hyperlink"/>
                <w:rFonts w:hint="eastAsia"/>
                <w:noProof/>
                <w:rtl/>
              </w:rPr>
              <w:t>شكر</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Toc449617471 \h</w:instrText>
            </w:r>
            <w:r>
              <w:rPr>
                <w:noProof/>
                <w:webHidden/>
                <w:rtl/>
              </w:rPr>
              <w:instrText xml:space="preserve"> </w:instrText>
            </w:r>
            <w:r>
              <w:rPr>
                <w:noProof/>
                <w:webHidden/>
                <w:rtl/>
              </w:rPr>
            </w:r>
            <w:r>
              <w:rPr>
                <w:noProof/>
                <w:webHidden/>
                <w:rtl/>
              </w:rPr>
              <w:fldChar w:fldCharType="separate"/>
            </w:r>
            <w:r>
              <w:rPr>
                <w:noProof/>
                <w:webHidden/>
                <w:rtl/>
              </w:rPr>
              <w:t>640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7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بيمارى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Toc449617472 \h</w:instrText>
            </w:r>
            <w:r>
              <w:rPr>
                <w:noProof/>
                <w:webHidden/>
                <w:rtl/>
              </w:rPr>
              <w:instrText xml:space="preserve"> </w:instrText>
            </w:r>
            <w:r>
              <w:rPr>
                <w:noProof/>
                <w:webHidden/>
                <w:rtl/>
              </w:rPr>
            </w:r>
            <w:r>
              <w:rPr>
                <w:noProof/>
                <w:webHidden/>
                <w:rtl/>
              </w:rPr>
              <w:fldChar w:fldCharType="separate"/>
            </w:r>
            <w:r>
              <w:rPr>
                <w:noProof/>
                <w:webHidden/>
                <w:rtl/>
              </w:rPr>
              <w:t>641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7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سردرد</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Toc449617473 \h</w:instrText>
            </w:r>
            <w:r>
              <w:rPr>
                <w:noProof/>
                <w:webHidden/>
                <w:rtl/>
              </w:rPr>
              <w:instrText xml:space="preserve"> </w:instrText>
            </w:r>
            <w:r>
              <w:rPr>
                <w:noProof/>
                <w:webHidden/>
                <w:rtl/>
              </w:rPr>
            </w:r>
            <w:r>
              <w:rPr>
                <w:noProof/>
                <w:webHidden/>
                <w:rtl/>
              </w:rPr>
              <w:fldChar w:fldCharType="separate"/>
            </w:r>
            <w:r>
              <w:rPr>
                <w:noProof/>
                <w:webHidden/>
                <w:rtl/>
              </w:rPr>
              <w:t>642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7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بيمار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Toc449617474 \h</w:instrText>
            </w:r>
            <w:r>
              <w:rPr>
                <w:noProof/>
                <w:webHidden/>
                <w:rtl/>
              </w:rPr>
              <w:instrText xml:space="preserve"> </w:instrText>
            </w:r>
            <w:r>
              <w:rPr>
                <w:noProof/>
                <w:webHidden/>
                <w:rtl/>
              </w:rPr>
            </w:r>
            <w:r>
              <w:rPr>
                <w:noProof/>
                <w:webHidden/>
                <w:rtl/>
              </w:rPr>
              <w:fldChar w:fldCharType="separate"/>
            </w:r>
            <w:r>
              <w:rPr>
                <w:noProof/>
                <w:webHidden/>
                <w:rtl/>
              </w:rPr>
              <w:t>643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7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بيمارى</w:t>
            </w:r>
            <w:r w:rsidRPr="00662DF7">
              <w:rPr>
                <w:rStyle w:val="Hyperlink"/>
                <w:noProof/>
                <w:rtl/>
              </w:rPr>
              <w:t xml:space="preserve"> </w:t>
            </w:r>
            <w:r w:rsidRPr="00662DF7">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Toc449617475 \h</w:instrText>
            </w:r>
            <w:r>
              <w:rPr>
                <w:noProof/>
                <w:webHidden/>
                <w:rtl/>
              </w:rPr>
              <w:instrText xml:space="preserve"> </w:instrText>
            </w:r>
            <w:r>
              <w:rPr>
                <w:noProof/>
                <w:webHidden/>
                <w:rtl/>
              </w:rPr>
            </w:r>
            <w:r>
              <w:rPr>
                <w:noProof/>
                <w:webHidden/>
                <w:rtl/>
              </w:rPr>
              <w:fldChar w:fldCharType="separate"/>
            </w:r>
            <w:r>
              <w:rPr>
                <w:noProof/>
                <w:webHidden/>
                <w:rtl/>
              </w:rPr>
              <w:t>645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7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عيادت</w:t>
            </w:r>
            <w:r w:rsidRPr="00662DF7">
              <w:rPr>
                <w:rStyle w:val="Hyperlink"/>
                <w:noProof/>
                <w:rtl/>
              </w:rPr>
              <w:t xml:space="preserve"> </w:t>
            </w:r>
            <w:r w:rsidRPr="00662DF7">
              <w:rPr>
                <w:rStyle w:val="Hyperlink"/>
                <w:rFonts w:hint="eastAsia"/>
                <w:noProof/>
                <w:rtl/>
              </w:rPr>
              <w:t>مريض</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غسل</w:t>
            </w:r>
            <w:r w:rsidRPr="00662DF7">
              <w:rPr>
                <w:rStyle w:val="Hyperlink"/>
                <w:noProof/>
                <w:rtl/>
              </w:rPr>
              <w:t xml:space="preserve"> </w:t>
            </w:r>
            <w:r w:rsidRPr="00662DF7">
              <w:rPr>
                <w:rStyle w:val="Hyperlink"/>
                <w:rFonts w:hint="eastAsia"/>
                <w:noProof/>
                <w:rtl/>
              </w:rPr>
              <w:t>مردگان</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تشييع</w:t>
            </w:r>
            <w:r w:rsidRPr="00662DF7">
              <w:rPr>
                <w:rStyle w:val="Hyperlink"/>
                <w:noProof/>
                <w:rtl/>
              </w:rPr>
              <w:t xml:space="preserve"> </w:t>
            </w:r>
            <w:r w:rsidRPr="00662DF7">
              <w:rPr>
                <w:rStyle w:val="Hyperlink"/>
                <w:rFonts w:hint="eastAsia"/>
                <w:noProof/>
                <w:rtl/>
              </w:rPr>
              <w:t>جنازه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تسليت</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زن</w:t>
            </w:r>
            <w:r w:rsidRPr="00662DF7">
              <w:rPr>
                <w:rStyle w:val="Hyperlink"/>
                <w:noProof/>
                <w:rtl/>
              </w:rPr>
              <w:t xml:space="preserve"> </w:t>
            </w:r>
            <w:r w:rsidRPr="00662DF7">
              <w:rPr>
                <w:rStyle w:val="Hyperlink"/>
                <w:rFonts w:hint="eastAsia"/>
                <w:noProof/>
                <w:rtl/>
              </w:rPr>
              <w:t>پسر</w:t>
            </w:r>
            <w:r w:rsidRPr="00662DF7">
              <w:rPr>
                <w:rStyle w:val="Hyperlink"/>
                <w:noProof/>
                <w:rtl/>
              </w:rPr>
              <w:t xml:space="preserve"> </w:t>
            </w:r>
            <w:r w:rsidRPr="00662DF7">
              <w:rPr>
                <w:rStyle w:val="Hyperlink"/>
                <w:rFonts w:hint="eastAsia"/>
                <w:noProof/>
                <w:rtl/>
              </w:rPr>
              <w:t>مرده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Toc449617476 \h</w:instrText>
            </w:r>
            <w:r>
              <w:rPr>
                <w:noProof/>
                <w:webHidden/>
                <w:rtl/>
              </w:rPr>
              <w:instrText xml:space="preserve"> </w:instrText>
            </w:r>
            <w:r>
              <w:rPr>
                <w:noProof/>
                <w:webHidden/>
                <w:rtl/>
              </w:rPr>
            </w:r>
            <w:r>
              <w:rPr>
                <w:noProof/>
                <w:webHidden/>
                <w:rtl/>
              </w:rPr>
              <w:fldChar w:fldCharType="separate"/>
            </w:r>
            <w:r>
              <w:rPr>
                <w:noProof/>
                <w:webHidden/>
                <w:rtl/>
              </w:rPr>
              <w:t>646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7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دنيا</w:t>
            </w:r>
            <w:r w:rsidRPr="00662DF7">
              <w:rPr>
                <w:rStyle w:val="Hyperlink"/>
                <w:noProof/>
                <w:rtl/>
              </w:rPr>
              <w:t xml:space="preserve"> </w:t>
            </w:r>
            <w:r w:rsidRPr="00662DF7">
              <w:rPr>
                <w:rStyle w:val="Hyperlink"/>
                <w:rFonts w:hint="eastAsia"/>
                <w:noProof/>
                <w:rtl/>
              </w:rPr>
              <w:t>رفتن</w:t>
            </w:r>
            <w:r w:rsidRPr="00662DF7">
              <w:rPr>
                <w:rStyle w:val="Hyperlink"/>
                <w:noProof/>
                <w:rtl/>
              </w:rPr>
              <w:t xml:space="preserve"> </w:t>
            </w:r>
            <w:r w:rsidRPr="00662DF7">
              <w:rPr>
                <w:rStyle w:val="Hyperlink"/>
                <w:rFonts w:hint="eastAsia"/>
                <w:noProof/>
                <w:rtl/>
              </w:rPr>
              <w:t>بين</w:t>
            </w:r>
            <w:r w:rsidRPr="00662DF7">
              <w:rPr>
                <w:rStyle w:val="Hyperlink"/>
                <w:noProof/>
                <w:rtl/>
              </w:rPr>
              <w:t xml:space="preserve"> </w:t>
            </w:r>
            <w:r w:rsidRPr="00662DF7">
              <w:rPr>
                <w:rStyle w:val="Hyperlink"/>
                <w:rFonts w:hint="eastAsia"/>
                <w:noProof/>
                <w:rtl/>
              </w:rPr>
              <w:t>ظهر</w:t>
            </w:r>
            <w:r w:rsidRPr="00662DF7">
              <w:rPr>
                <w:rStyle w:val="Hyperlink"/>
                <w:noProof/>
                <w:rtl/>
              </w:rPr>
              <w:t xml:space="preserve"> </w:t>
            </w:r>
            <w:r w:rsidRPr="00662DF7">
              <w:rPr>
                <w:rStyle w:val="Hyperlink"/>
                <w:rFonts w:hint="eastAsia"/>
                <w:noProof/>
                <w:rtl/>
              </w:rPr>
              <w:t>پنج</w:t>
            </w:r>
            <w:r w:rsidRPr="00662DF7">
              <w:rPr>
                <w:rStyle w:val="Hyperlink"/>
                <w:noProof/>
                <w:rtl/>
              </w:rPr>
              <w:t xml:space="preserve"> </w:t>
            </w:r>
            <w:r w:rsidRPr="00662DF7">
              <w:rPr>
                <w:rStyle w:val="Hyperlink"/>
                <w:rFonts w:hint="eastAsia"/>
                <w:noProof/>
                <w:rtl/>
              </w:rPr>
              <w:t>شنبه</w:t>
            </w:r>
            <w:r w:rsidRPr="00662DF7">
              <w:rPr>
                <w:rStyle w:val="Hyperlink"/>
                <w:noProof/>
                <w:rtl/>
              </w:rPr>
              <w:t xml:space="preserve"> </w:t>
            </w:r>
            <w:r w:rsidRPr="00662DF7">
              <w:rPr>
                <w:rStyle w:val="Hyperlink"/>
                <w:rFonts w:hint="eastAsia"/>
                <w:noProof/>
                <w:rtl/>
              </w:rPr>
              <w:t>تا</w:t>
            </w:r>
            <w:r w:rsidRPr="00662DF7">
              <w:rPr>
                <w:rStyle w:val="Hyperlink"/>
                <w:noProof/>
                <w:rtl/>
              </w:rPr>
              <w:t xml:space="preserve"> </w:t>
            </w:r>
            <w:r w:rsidRPr="00662DF7">
              <w:rPr>
                <w:rStyle w:val="Hyperlink"/>
                <w:rFonts w:hint="eastAsia"/>
                <w:noProof/>
                <w:rtl/>
              </w:rPr>
              <w:t>ظهر</w:t>
            </w:r>
            <w:r w:rsidRPr="00662DF7">
              <w:rPr>
                <w:rStyle w:val="Hyperlink"/>
                <w:noProof/>
                <w:rtl/>
              </w:rPr>
              <w:t xml:space="preserve"> </w:t>
            </w:r>
            <w:r w:rsidRPr="00662DF7">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Toc449617477 \h</w:instrText>
            </w:r>
            <w:r>
              <w:rPr>
                <w:noProof/>
                <w:webHidden/>
                <w:rtl/>
              </w:rPr>
              <w:instrText xml:space="preserve"> </w:instrText>
            </w:r>
            <w:r>
              <w:rPr>
                <w:noProof/>
                <w:webHidden/>
                <w:rtl/>
              </w:rPr>
            </w:r>
            <w:r>
              <w:rPr>
                <w:noProof/>
                <w:webHidden/>
                <w:rtl/>
              </w:rPr>
              <w:fldChar w:fldCharType="separate"/>
            </w:r>
            <w:r>
              <w:rPr>
                <w:noProof/>
                <w:webHidden/>
                <w:rtl/>
              </w:rPr>
              <w:t>647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7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گردانيدن</w:t>
            </w:r>
            <w:r w:rsidRPr="00662DF7">
              <w:rPr>
                <w:rStyle w:val="Hyperlink"/>
                <w:noProof/>
                <w:rtl/>
              </w:rPr>
              <w:t xml:space="preserve"> </w:t>
            </w:r>
            <w:r w:rsidRPr="00662DF7">
              <w:rPr>
                <w:rStyle w:val="Hyperlink"/>
                <w:rFonts w:hint="eastAsia"/>
                <w:noProof/>
                <w:rtl/>
              </w:rPr>
              <w:t>روى</w:t>
            </w:r>
            <w:r w:rsidRPr="00662DF7">
              <w:rPr>
                <w:rStyle w:val="Hyperlink"/>
                <w:noProof/>
                <w:rtl/>
              </w:rPr>
              <w:t xml:space="preserve"> </w:t>
            </w:r>
            <w:r w:rsidRPr="00662DF7">
              <w:rPr>
                <w:rStyle w:val="Hyperlink"/>
                <w:rFonts w:hint="eastAsia"/>
                <w:noProof/>
                <w:rtl/>
              </w:rPr>
              <w:t>مومن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قبله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Toc449617478 \h</w:instrText>
            </w:r>
            <w:r>
              <w:rPr>
                <w:noProof/>
                <w:webHidden/>
                <w:rtl/>
              </w:rPr>
              <w:instrText xml:space="preserve"> </w:instrText>
            </w:r>
            <w:r>
              <w:rPr>
                <w:noProof/>
                <w:webHidden/>
                <w:rtl/>
              </w:rPr>
            </w:r>
            <w:r>
              <w:rPr>
                <w:noProof/>
                <w:webHidden/>
                <w:rtl/>
              </w:rPr>
              <w:fldChar w:fldCharType="separate"/>
            </w:r>
            <w:r>
              <w:rPr>
                <w:noProof/>
                <w:webHidden/>
                <w:rtl/>
              </w:rPr>
              <w:t>648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7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تلقين</w:t>
            </w:r>
            <w:r w:rsidRPr="00662DF7">
              <w:rPr>
                <w:rStyle w:val="Hyperlink"/>
                <w:noProof/>
                <w:rtl/>
              </w:rPr>
              <w:t xml:space="preserve"> </w:t>
            </w:r>
            <w:r w:rsidRPr="00662DF7">
              <w:rPr>
                <w:rStyle w:val="Hyperlink"/>
                <w:rFonts w:hint="eastAsia"/>
                <w:noProof/>
                <w:rtl/>
              </w:rPr>
              <w:t>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Toc449617479 \h</w:instrText>
            </w:r>
            <w:r>
              <w:rPr>
                <w:noProof/>
                <w:webHidden/>
                <w:rtl/>
              </w:rPr>
              <w:instrText xml:space="preserve"> </w:instrText>
            </w:r>
            <w:r>
              <w:rPr>
                <w:noProof/>
                <w:webHidden/>
                <w:rtl/>
              </w:rPr>
            </w:r>
            <w:r>
              <w:rPr>
                <w:noProof/>
                <w:webHidden/>
                <w:rtl/>
              </w:rPr>
              <w:fldChar w:fldCharType="separate"/>
            </w:r>
            <w:r>
              <w:rPr>
                <w:noProof/>
                <w:webHidden/>
                <w:rtl/>
              </w:rPr>
              <w:t>649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8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غسل</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ميت</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Toc449617480 \h</w:instrText>
            </w:r>
            <w:r>
              <w:rPr>
                <w:noProof/>
                <w:webHidden/>
                <w:rtl/>
              </w:rPr>
              <w:instrText xml:space="preserve"> </w:instrText>
            </w:r>
            <w:r>
              <w:rPr>
                <w:noProof/>
                <w:webHidden/>
                <w:rtl/>
              </w:rPr>
            </w:r>
            <w:r>
              <w:rPr>
                <w:noProof/>
                <w:webHidden/>
                <w:rtl/>
              </w:rPr>
              <w:fldChar w:fldCharType="separate"/>
            </w:r>
            <w:r>
              <w:rPr>
                <w:noProof/>
                <w:webHidden/>
                <w:rtl/>
              </w:rPr>
              <w:t>650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8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دست</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چند</w:t>
            </w:r>
            <w:r w:rsidRPr="00662DF7">
              <w:rPr>
                <w:rStyle w:val="Hyperlink"/>
                <w:noProof/>
                <w:rtl/>
              </w:rPr>
              <w:t xml:space="preserve"> </w:t>
            </w:r>
            <w:r w:rsidRPr="00662DF7">
              <w:rPr>
                <w:rStyle w:val="Hyperlink"/>
                <w:rFonts w:hint="eastAsia"/>
                <w:noProof/>
                <w:rtl/>
              </w:rPr>
              <w:t>فرزند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اميداورى</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پاداش</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درمقابل</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Toc449617481 \h</w:instrText>
            </w:r>
            <w:r>
              <w:rPr>
                <w:noProof/>
                <w:webHidden/>
                <w:rtl/>
              </w:rPr>
              <w:instrText xml:space="preserve"> </w:instrText>
            </w:r>
            <w:r>
              <w:rPr>
                <w:noProof/>
                <w:webHidden/>
                <w:rtl/>
              </w:rPr>
            </w:r>
            <w:r>
              <w:rPr>
                <w:noProof/>
                <w:webHidden/>
                <w:rtl/>
              </w:rPr>
              <w:fldChar w:fldCharType="separate"/>
            </w:r>
            <w:r>
              <w:rPr>
                <w:noProof/>
                <w:webHidden/>
                <w:rtl/>
              </w:rPr>
              <w:t>651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8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دوش</w:t>
            </w:r>
            <w:r w:rsidRPr="00662DF7">
              <w:rPr>
                <w:rStyle w:val="Hyperlink"/>
                <w:noProof/>
                <w:rtl/>
              </w:rPr>
              <w:t xml:space="preserve"> </w:t>
            </w:r>
            <w:r w:rsidRPr="00662DF7">
              <w:rPr>
                <w:rStyle w:val="Hyperlink"/>
                <w:rFonts w:hint="eastAsia"/>
                <w:noProof/>
                <w:rtl/>
              </w:rPr>
              <w:t>گرفتن</w:t>
            </w:r>
            <w:r w:rsidRPr="00662DF7">
              <w:rPr>
                <w:rStyle w:val="Hyperlink"/>
                <w:noProof/>
                <w:rtl/>
              </w:rPr>
              <w:t xml:space="preserve"> </w:t>
            </w:r>
            <w:r w:rsidRPr="00662DF7">
              <w:rPr>
                <w:rStyle w:val="Hyperlink"/>
                <w:rFonts w:hint="eastAsia"/>
                <w:noProof/>
                <w:rtl/>
              </w:rPr>
              <w:t>چهار</w:t>
            </w:r>
            <w:r w:rsidRPr="00662DF7">
              <w:rPr>
                <w:rStyle w:val="Hyperlink"/>
                <w:noProof/>
                <w:rtl/>
              </w:rPr>
              <w:t xml:space="preserve"> </w:t>
            </w:r>
            <w:r w:rsidRPr="00662DF7">
              <w:rPr>
                <w:rStyle w:val="Hyperlink"/>
                <w:rFonts w:hint="eastAsia"/>
                <w:noProof/>
                <w:rtl/>
              </w:rPr>
              <w:t>گوشه</w:t>
            </w:r>
            <w:r w:rsidRPr="00662DF7">
              <w:rPr>
                <w:rStyle w:val="Hyperlink"/>
                <w:noProof/>
                <w:rtl/>
              </w:rPr>
              <w:t xml:space="preserve"> </w:t>
            </w:r>
            <w:r w:rsidRPr="00662DF7">
              <w:rPr>
                <w:rStyle w:val="Hyperlink"/>
                <w:rFonts w:hint="eastAsia"/>
                <w:noProof/>
                <w:rtl/>
              </w:rPr>
              <w:t>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Toc449617482 \h</w:instrText>
            </w:r>
            <w:r>
              <w:rPr>
                <w:noProof/>
                <w:webHidden/>
                <w:rtl/>
              </w:rPr>
              <w:instrText xml:space="preserve"> </w:instrText>
            </w:r>
            <w:r>
              <w:rPr>
                <w:noProof/>
                <w:webHidden/>
                <w:rtl/>
              </w:rPr>
            </w:r>
            <w:r>
              <w:rPr>
                <w:noProof/>
                <w:webHidden/>
                <w:rtl/>
              </w:rPr>
              <w:fldChar w:fldCharType="separate"/>
            </w:r>
            <w:r>
              <w:rPr>
                <w:noProof/>
                <w:webHidden/>
                <w:rtl/>
              </w:rPr>
              <w:t>653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8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انتخاب</w:t>
            </w:r>
            <w:r w:rsidRPr="00662DF7">
              <w:rPr>
                <w:rStyle w:val="Hyperlink"/>
                <w:noProof/>
                <w:rtl/>
              </w:rPr>
              <w:t xml:space="preserve"> </w:t>
            </w:r>
            <w:r w:rsidRPr="00662DF7">
              <w:rPr>
                <w:rStyle w:val="Hyperlink"/>
                <w:rFonts w:hint="eastAsia"/>
                <w:noProof/>
                <w:rtl/>
              </w:rPr>
              <w:t>كفن</w:t>
            </w:r>
            <w:r w:rsidRPr="00662DF7">
              <w:rPr>
                <w:rStyle w:val="Hyperlink"/>
                <w:noProof/>
                <w:rtl/>
              </w:rPr>
              <w:t xml:space="preserve"> </w:t>
            </w:r>
            <w:r w:rsidRPr="00662DF7">
              <w:rPr>
                <w:rStyle w:val="Hyperlink"/>
                <w:rFonts w:hint="eastAsia"/>
                <w:noProof/>
                <w:rtl/>
              </w:rPr>
              <w:t>خوب</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درست</w:t>
            </w:r>
            <w:r w:rsidRPr="00662DF7">
              <w:rPr>
                <w:rStyle w:val="Hyperlink"/>
                <w:noProof/>
                <w:rtl/>
              </w:rPr>
              <w:t xml:space="preserve"> </w:t>
            </w:r>
            <w:r w:rsidRPr="00662DF7">
              <w:rPr>
                <w:rStyle w:val="Hyperlink"/>
                <w:rFonts w:hint="eastAsia"/>
                <w:noProof/>
                <w:rtl/>
              </w:rPr>
              <w:t>كفن</w:t>
            </w:r>
            <w:r w:rsidRPr="00662DF7">
              <w:rPr>
                <w:rStyle w:val="Hyperlink"/>
                <w:noProof/>
                <w:rtl/>
              </w:rPr>
              <w:t xml:space="preserve"> </w:t>
            </w:r>
            <w:r w:rsidRPr="00662DF7">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Toc449617483 \h</w:instrText>
            </w:r>
            <w:r>
              <w:rPr>
                <w:noProof/>
                <w:webHidden/>
                <w:rtl/>
              </w:rPr>
              <w:instrText xml:space="preserve"> </w:instrText>
            </w:r>
            <w:r>
              <w:rPr>
                <w:noProof/>
                <w:webHidden/>
                <w:rtl/>
              </w:rPr>
            </w:r>
            <w:r>
              <w:rPr>
                <w:noProof/>
                <w:webHidden/>
                <w:rtl/>
              </w:rPr>
              <w:fldChar w:fldCharType="separate"/>
            </w:r>
            <w:r>
              <w:rPr>
                <w:noProof/>
                <w:webHidden/>
                <w:rtl/>
              </w:rPr>
              <w:t>654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8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اميداور</w:t>
            </w:r>
            <w:r w:rsidRPr="00662DF7">
              <w:rPr>
                <w:rStyle w:val="Hyperlink"/>
                <w:noProof/>
                <w:rtl/>
              </w:rPr>
              <w:t xml:space="preserve"> </w:t>
            </w:r>
            <w:r w:rsidRPr="00662DF7">
              <w:rPr>
                <w:rStyle w:val="Hyperlink"/>
                <w:rFonts w:hint="eastAsia"/>
                <w:noProof/>
                <w:rtl/>
              </w:rPr>
              <w:t>بودن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پاداش</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درمقابل</w:t>
            </w:r>
            <w:r w:rsidRPr="00662DF7">
              <w:rPr>
                <w:rStyle w:val="Hyperlink"/>
                <w:noProof/>
                <w:rtl/>
              </w:rPr>
              <w:t xml:space="preserve"> </w:t>
            </w:r>
            <w:r w:rsidRPr="00662DF7">
              <w:rPr>
                <w:rStyle w:val="Hyperlink"/>
                <w:rFonts w:hint="eastAsia"/>
                <w:noProof/>
                <w:rtl/>
              </w:rPr>
              <w:t>نابينايى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دوستدار</w:t>
            </w:r>
            <w:r w:rsidRPr="00662DF7">
              <w:rPr>
                <w:rStyle w:val="Hyperlink"/>
                <w:noProof/>
                <w:rtl/>
              </w:rPr>
              <w:t xml:space="preserve"> </w:t>
            </w:r>
            <w:r w:rsidRPr="00662DF7">
              <w:rPr>
                <w:rStyle w:val="Hyperlink"/>
                <w:rFonts w:hint="eastAsia"/>
                <w:noProof/>
                <w:rtl/>
              </w:rPr>
              <w:t>آل</w:t>
            </w:r>
            <w:r w:rsidRPr="00662DF7">
              <w:rPr>
                <w:rStyle w:val="Hyperlink"/>
                <w:noProof/>
                <w:rtl/>
              </w:rPr>
              <w:t xml:space="preserve"> </w:t>
            </w:r>
            <w:r w:rsidRPr="00662DF7">
              <w:rPr>
                <w:rStyle w:val="Hyperlink"/>
                <w:rFonts w:hint="eastAsia"/>
                <w:noProof/>
                <w:rtl/>
              </w:rPr>
              <w:t>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Toc449617484 \h</w:instrText>
            </w:r>
            <w:r>
              <w:rPr>
                <w:noProof/>
                <w:webHidden/>
                <w:rtl/>
              </w:rPr>
              <w:instrText xml:space="preserve"> </w:instrText>
            </w:r>
            <w:r>
              <w:rPr>
                <w:noProof/>
                <w:webHidden/>
                <w:rtl/>
              </w:rPr>
            </w:r>
            <w:r>
              <w:rPr>
                <w:noProof/>
                <w:webHidden/>
                <w:rtl/>
              </w:rPr>
              <w:fldChar w:fldCharType="separate"/>
            </w:r>
            <w:r>
              <w:rPr>
                <w:noProof/>
                <w:webHidden/>
                <w:rtl/>
              </w:rPr>
              <w:t>655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85"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لا</w:t>
            </w:r>
            <w:r w:rsidRPr="00662DF7">
              <w:rPr>
                <w:rStyle w:val="Hyperlink"/>
                <w:noProof/>
                <w:rtl/>
              </w:rPr>
              <w:t xml:space="preserve"> </w:t>
            </w:r>
            <w:r w:rsidRPr="00662DF7">
              <w:rPr>
                <w:rStyle w:val="Hyperlink"/>
                <w:rFonts w:hint="eastAsia"/>
                <w:noProof/>
                <w:rtl/>
              </w:rPr>
              <w:t>اله</w:t>
            </w:r>
            <w:r w:rsidRPr="00662DF7">
              <w:rPr>
                <w:rStyle w:val="Hyperlink"/>
                <w:noProof/>
                <w:rtl/>
              </w:rPr>
              <w:t xml:space="preserve"> </w:t>
            </w:r>
            <w:r w:rsidRPr="00662DF7">
              <w:rPr>
                <w:rStyle w:val="Hyperlink"/>
                <w:rFonts w:hint="eastAsia"/>
                <w:noProof/>
                <w:rtl/>
              </w:rPr>
              <w:t>الا</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هنگام</w:t>
            </w:r>
            <w:r w:rsidRPr="00662DF7">
              <w:rPr>
                <w:rStyle w:val="Hyperlink"/>
                <w:noProof/>
                <w:rtl/>
              </w:rPr>
              <w:t xml:space="preserve"> </w:t>
            </w:r>
            <w:r w:rsidRPr="00662DF7">
              <w:rPr>
                <w:rStyle w:val="Hyperlink"/>
                <w:rFonts w:hint="eastAsia"/>
                <w:noProof/>
                <w:rtl/>
              </w:rPr>
              <w:t>مصيبت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Toc449617485 \h</w:instrText>
            </w:r>
            <w:r>
              <w:rPr>
                <w:noProof/>
                <w:webHidden/>
                <w:rtl/>
              </w:rPr>
              <w:instrText xml:space="preserve"> </w:instrText>
            </w:r>
            <w:r>
              <w:rPr>
                <w:noProof/>
                <w:webHidden/>
                <w:rtl/>
              </w:rPr>
            </w:r>
            <w:r>
              <w:rPr>
                <w:noProof/>
                <w:webHidden/>
                <w:rtl/>
              </w:rPr>
              <w:fldChar w:fldCharType="separate"/>
            </w:r>
            <w:r>
              <w:rPr>
                <w:noProof/>
                <w:webHidden/>
                <w:rtl/>
              </w:rPr>
              <w:t>656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86"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Toc449617486 \h</w:instrText>
            </w:r>
            <w:r>
              <w:rPr>
                <w:noProof/>
                <w:webHidden/>
                <w:rtl/>
              </w:rPr>
              <w:instrText xml:space="preserve"> </w:instrText>
            </w:r>
            <w:r>
              <w:rPr>
                <w:noProof/>
                <w:webHidden/>
                <w:rtl/>
              </w:rPr>
            </w:r>
            <w:r>
              <w:rPr>
                <w:noProof/>
                <w:webHidden/>
                <w:rtl/>
              </w:rPr>
              <w:fldChar w:fldCharType="separate"/>
            </w:r>
            <w:r>
              <w:rPr>
                <w:noProof/>
                <w:webHidden/>
                <w:rtl/>
              </w:rPr>
              <w:t>657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87"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تسليت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Toc449617487 \h</w:instrText>
            </w:r>
            <w:r>
              <w:rPr>
                <w:noProof/>
                <w:webHidden/>
                <w:rtl/>
              </w:rPr>
              <w:instrText xml:space="preserve"> </w:instrText>
            </w:r>
            <w:r>
              <w:rPr>
                <w:noProof/>
                <w:webHidden/>
                <w:rtl/>
              </w:rPr>
            </w:r>
            <w:r>
              <w:rPr>
                <w:noProof/>
                <w:webHidden/>
                <w:rtl/>
              </w:rPr>
              <w:fldChar w:fldCharType="separate"/>
            </w:r>
            <w:r>
              <w:rPr>
                <w:noProof/>
                <w:webHidden/>
                <w:rtl/>
              </w:rPr>
              <w:t>658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88"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ز</w:t>
            </w:r>
            <w:r w:rsidRPr="00662DF7">
              <w:rPr>
                <w:rStyle w:val="Hyperlink"/>
                <w:rFonts w:hint="cs"/>
                <w:noProof/>
                <w:rtl/>
              </w:rPr>
              <w:t>ی</w:t>
            </w:r>
            <w:r w:rsidRPr="00662DF7">
              <w:rPr>
                <w:rStyle w:val="Hyperlink"/>
                <w:rFonts w:hint="eastAsia"/>
                <w:noProof/>
                <w:rtl/>
              </w:rPr>
              <w:t>ارت</w:t>
            </w:r>
            <w:r w:rsidRPr="00662DF7">
              <w:rPr>
                <w:rStyle w:val="Hyperlink"/>
                <w:noProof/>
                <w:rtl/>
              </w:rPr>
              <w:t xml:space="preserve"> </w:t>
            </w:r>
            <w:r w:rsidRPr="00662DF7">
              <w:rPr>
                <w:rStyle w:val="Hyperlink"/>
                <w:rFonts w:hint="eastAsia"/>
                <w:noProof/>
                <w:rtl/>
              </w:rPr>
              <w:t>قبر</w:t>
            </w:r>
            <w:r w:rsidRPr="00662DF7">
              <w:rPr>
                <w:rStyle w:val="Hyperlink"/>
                <w:noProof/>
                <w:rtl/>
              </w:rPr>
              <w:t xml:space="preserve"> </w:t>
            </w:r>
            <w:r w:rsidRPr="00662DF7">
              <w:rPr>
                <w:rStyle w:val="Hyperlink"/>
                <w:rFonts w:hint="eastAsia"/>
                <w:noProof/>
                <w:rtl/>
              </w:rPr>
              <w:t>المومن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Toc449617488 \h</w:instrText>
            </w:r>
            <w:r>
              <w:rPr>
                <w:noProof/>
                <w:webHidden/>
                <w:rtl/>
              </w:rPr>
              <w:instrText xml:space="preserve"> </w:instrText>
            </w:r>
            <w:r>
              <w:rPr>
                <w:noProof/>
                <w:webHidden/>
                <w:rtl/>
              </w:rPr>
            </w:r>
            <w:r>
              <w:rPr>
                <w:noProof/>
                <w:webHidden/>
                <w:rtl/>
              </w:rPr>
              <w:fldChar w:fldCharType="separate"/>
            </w:r>
            <w:r>
              <w:rPr>
                <w:noProof/>
                <w:webHidden/>
                <w:rtl/>
              </w:rPr>
              <w:t>659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89"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دست</w:t>
            </w:r>
            <w:r w:rsidRPr="00662DF7">
              <w:rPr>
                <w:rStyle w:val="Hyperlink"/>
                <w:noProof/>
                <w:rtl/>
              </w:rPr>
              <w:t xml:space="preserve"> </w:t>
            </w:r>
            <w:r w:rsidRPr="00662DF7">
              <w:rPr>
                <w:rStyle w:val="Hyperlink"/>
                <w:rFonts w:hint="eastAsia"/>
                <w:noProof/>
                <w:rtl/>
              </w:rPr>
              <w:t>كشيدن</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سر</w:t>
            </w:r>
            <w:r w:rsidRPr="00662DF7">
              <w:rPr>
                <w:rStyle w:val="Hyperlink"/>
                <w:noProof/>
                <w:rtl/>
              </w:rPr>
              <w:t xml:space="preserve"> </w:t>
            </w:r>
            <w:r w:rsidRPr="00662DF7">
              <w:rPr>
                <w:rStyle w:val="Hyperlink"/>
                <w:rFonts w:hint="eastAsia"/>
                <w:noProof/>
                <w:rtl/>
              </w:rPr>
              <w:t>يتيم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Toc449617489 \h</w:instrText>
            </w:r>
            <w:r>
              <w:rPr>
                <w:noProof/>
                <w:webHidden/>
                <w:rtl/>
              </w:rPr>
              <w:instrText xml:space="preserve"> </w:instrText>
            </w:r>
            <w:r>
              <w:rPr>
                <w:noProof/>
                <w:webHidden/>
                <w:rtl/>
              </w:rPr>
            </w:r>
            <w:r>
              <w:rPr>
                <w:noProof/>
                <w:webHidden/>
                <w:rtl/>
              </w:rPr>
              <w:fldChar w:fldCharType="separate"/>
            </w:r>
            <w:r>
              <w:rPr>
                <w:noProof/>
                <w:webHidden/>
                <w:rtl/>
              </w:rPr>
              <w:t>661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90"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ساكت</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گريه</w:t>
            </w:r>
            <w:r w:rsidRPr="00662DF7">
              <w:rPr>
                <w:rStyle w:val="Hyperlink"/>
                <w:noProof/>
                <w:rtl/>
              </w:rPr>
              <w:t xml:space="preserve"> </w:t>
            </w:r>
            <w:r w:rsidRPr="00662DF7">
              <w:rPr>
                <w:rStyle w:val="Hyperlink"/>
                <w:rFonts w:hint="eastAsia"/>
                <w:noProof/>
                <w:rtl/>
              </w:rPr>
              <w:t>يتيم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Toc449617490 \h</w:instrText>
            </w:r>
            <w:r>
              <w:rPr>
                <w:noProof/>
                <w:webHidden/>
                <w:rtl/>
              </w:rPr>
              <w:instrText xml:space="preserve"> </w:instrText>
            </w:r>
            <w:r>
              <w:rPr>
                <w:noProof/>
                <w:webHidden/>
                <w:rtl/>
              </w:rPr>
            </w:r>
            <w:r>
              <w:rPr>
                <w:noProof/>
                <w:webHidden/>
                <w:rtl/>
              </w:rPr>
              <w:fldChar w:fldCharType="separate"/>
            </w:r>
            <w:r>
              <w:rPr>
                <w:noProof/>
                <w:webHidden/>
                <w:rtl/>
              </w:rPr>
              <w:t>663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91"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مومن</w:t>
            </w:r>
            <w:r w:rsidRPr="00662DF7">
              <w:rPr>
                <w:rStyle w:val="Hyperlink"/>
                <w:noProof/>
                <w:rtl/>
              </w:rPr>
              <w:t xml:space="preserve"> </w:t>
            </w:r>
            <w:r w:rsidRPr="00662DF7">
              <w:rPr>
                <w:rStyle w:val="Hyperlink"/>
                <w:rFonts w:hint="eastAsia"/>
                <w:noProof/>
                <w:rtl/>
              </w:rPr>
              <w:t>پس</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مرگ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خوشحال</w:t>
            </w:r>
            <w:r w:rsidRPr="00662DF7">
              <w:rPr>
                <w:rStyle w:val="Hyperlink"/>
                <w:noProof/>
                <w:rtl/>
              </w:rPr>
              <w:t xml:space="preserve"> </w:t>
            </w:r>
            <w:r w:rsidRPr="00662DF7">
              <w:rPr>
                <w:rStyle w:val="Hyperlink"/>
                <w:rFonts w:hint="eastAsia"/>
                <w:noProof/>
                <w:rtl/>
              </w:rPr>
              <w:t>نمودن</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Toc449617491 \h</w:instrText>
            </w:r>
            <w:r>
              <w:rPr>
                <w:noProof/>
                <w:webHidden/>
                <w:rtl/>
              </w:rPr>
              <w:instrText xml:space="preserve"> </w:instrText>
            </w:r>
            <w:r>
              <w:rPr>
                <w:noProof/>
                <w:webHidden/>
                <w:rtl/>
              </w:rPr>
            </w:r>
            <w:r>
              <w:rPr>
                <w:noProof/>
                <w:webHidden/>
                <w:rtl/>
              </w:rPr>
              <w:fldChar w:fldCharType="separate"/>
            </w:r>
            <w:r>
              <w:rPr>
                <w:noProof/>
                <w:webHidden/>
                <w:rtl/>
              </w:rPr>
              <w:t>664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92"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دوست</w:t>
            </w:r>
            <w:r w:rsidRPr="00662DF7">
              <w:rPr>
                <w:rStyle w:val="Hyperlink"/>
                <w:noProof/>
                <w:rtl/>
              </w:rPr>
              <w:t xml:space="preserve"> </w:t>
            </w:r>
            <w:r w:rsidRPr="00662DF7">
              <w:rPr>
                <w:rStyle w:val="Hyperlink"/>
                <w:rFonts w:hint="eastAsia"/>
                <w:noProof/>
                <w:rtl/>
              </w:rPr>
              <w:t>داشتن</w:t>
            </w:r>
            <w:r w:rsidRPr="00662DF7">
              <w:rPr>
                <w:rStyle w:val="Hyperlink"/>
                <w:noProof/>
                <w:rtl/>
              </w:rPr>
              <w:t xml:space="preserve"> </w:t>
            </w:r>
            <w:r w:rsidRPr="00662DF7">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Toc449617492 \h</w:instrText>
            </w:r>
            <w:r>
              <w:rPr>
                <w:noProof/>
                <w:webHidden/>
                <w:rtl/>
              </w:rPr>
              <w:instrText xml:space="preserve"> </w:instrText>
            </w:r>
            <w:r>
              <w:rPr>
                <w:noProof/>
                <w:webHidden/>
                <w:rtl/>
              </w:rPr>
            </w:r>
            <w:r>
              <w:rPr>
                <w:noProof/>
                <w:webHidden/>
                <w:rtl/>
              </w:rPr>
              <w:fldChar w:fldCharType="separate"/>
            </w:r>
            <w:r>
              <w:rPr>
                <w:noProof/>
                <w:webHidden/>
                <w:rtl/>
              </w:rPr>
              <w:t>666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93"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بردن</w:t>
            </w:r>
            <w:r w:rsidRPr="00662DF7">
              <w:rPr>
                <w:rStyle w:val="Hyperlink"/>
                <w:noProof/>
                <w:rtl/>
              </w:rPr>
              <w:t xml:space="preserve"> </w:t>
            </w:r>
            <w:r w:rsidRPr="00662DF7">
              <w:rPr>
                <w:rStyle w:val="Hyperlink"/>
                <w:rFonts w:hint="eastAsia"/>
                <w:noProof/>
                <w:rtl/>
              </w:rPr>
              <w:t>تحفه</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خانواده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خوشحال</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دختر</w:t>
            </w:r>
            <w:r w:rsidRPr="00662DF7">
              <w:rPr>
                <w:rStyle w:val="Hyperlink"/>
                <w:noProof/>
                <w:rtl/>
              </w:rPr>
              <w:t xml:space="preserve"> </w:t>
            </w:r>
            <w:r w:rsidRPr="00662DF7">
              <w:rPr>
                <w:rStyle w:val="Hyperlink"/>
                <w:rFonts w:hint="eastAsia"/>
                <w:noProof/>
                <w:rtl/>
              </w:rPr>
              <w:t>يا</w:t>
            </w:r>
            <w:r w:rsidRPr="00662DF7">
              <w:rPr>
                <w:rStyle w:val="Hyperlink"/>
                <w:noProof/>
                <w:rtl/>
              </w:rPr>
              <w:t xml:space="preserve"> </w:t>
            </w:r>
            <w:r w:rsidRPr="00662DF7">
              <w:rPr>
                <w:rStyle w:val="Hyperlink"/>
                <w:rFonts w:hint="eastAsia"/>
                <w:noProof/>
                <w:rtl/>
              </w:rPr>
              <w:t>پسر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Toc449617493 \h</w:instrText>
            </w:r>
            <w:r>
              <w:rPr>
                <w:noProof/>
                <w:webHidden/>
                <w:rtl/>
              </w:rPr>
              <w:instrText xml:space="preserve"> </w:instrText>
            </w:r>
            <w:r>
              <w:rPr>
                <w:noProof/>
                <w:webHidden/>
                <w:rtl/>
              </w:rPr>
            </w:r>
            <w:r>
              <w:rPr>
                <w:noProof/>
                <w:webHidden/>
                <w:rtl/>
              </w:rPr>
              <w:fldChar w:fldCharType="separate"/>
            </w:r>
            <w:r>
              <w:rPr>
                <w:noProof/>
                <w:webHidden/>
                <w:rtl/>
              </w:rPr>
              <w:t>667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94" w:history="1">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پدر</w:t>
            </w:r>
            <w:r w:rsidRPr="00662DF7">
              <w:rPr>
                <w:rStyle w:val="Hyperlink"/>
                <w:noProof/>
                <w:rtl/>
              </w:rPr>
              <w:t xml:space="preserve"> </w:t>
            </w:r>
            <w:r w:rsidRPr="00662DF7">
              <w:rPr>
                <w:rStyle w:val="Hyperlink"/>
                <w:rFonts w:hint="eastAsia"/>
                <w:noProof/>
                <w:rtl/>
              </w:rPr>
              <w:t>دختران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Toc449617494 \h</w:instrText>
            </w:r>
            <w:r>
              <w:rPr>
                <w:noProof/>
                <w:webHidden/>
                <w:rtl/>
              </w:rPr>
              <w:instrText xml:space="preserve"> </w:instrText>
            </w:r>
            <w:r>
              <w:rPr>
                <w:noProof/>
                <w:webHidden/>
                <w:rtl/>
              </w:rPr>
            </w:r>
            <w:r>
              <w:rPr>
                <w:noProof/>
                <w:webHidden/>
                <w:rtl/>
              </w:rPr>
              <w:fldChar w:fldCharType="separate"/>
            </w:r>
            <w:r>
              <w:rPr>
                <w:noProof/>
                <w:webHidden/>
                <w:rtl/>
              </w:rPr>
              <w:t>668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9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عبادت</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روشى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دستور</w:t>
            </w:r>
            <w:r w:rsidRPr="00662DF7">
              <w:rPr>
                <w:rStyle w:val="Hyperlink"/>
                <w:noProof/>
                <w:rtl/>
              </w:rPr>
              <w:t xml:space="preserve"> </w:t>
            </w:r>
            <w:r w:rsidRPr="00662DF7">
              <w:rPr>
                <w:rStyle w:val="Hyperlink"/>
                <w:rFonts w:hint="eastAsia"/>
                <w:noProof/>
                <w:rtl/>
              </w:rPr>
              <w:t>نداده</w:t>
            </w:r>
            <w:r w:rsidRPr="00662DF7">
              <w:rPr>
                <w:rStyle w:val="Hyperlink"/>
                <w:noProof/>
                <w:rtl/>
              </w:rPr>
              <w:t xml:space="preserve"> </w:t>
            </w:r>
            <w:r w:rsidRPr="00662DF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Toc449617495 \h</w:instrText>
            </w:r>
            <w:r>
              <w:rPr>
                <w:noProof/>
                <w:webHidden/>
                <w:rtl/>
              </w:rPr>
              <w:instrText xml:space="preserve"> </w:instrText>
            </w:r>
            <w:r>
              <w:rPr>
                <w:noProof/>
                <w:webHidden/>
                <w:rtl/>
              </w:rPr>
            </w:r>
            <w:r>
              <w:rPr>
                <w:noProof/>
                <w:webHidden/>
                <w:rtl/>
              </w:rPr>
              <w:fldChar w:fldCharType="separate"/>
            </w:r>
            <w:r>
              <w:rPr>
                <w:noProof/>
                <w:webHidden/>
                <w:rtl/>
              </w:rPr>
              <w:t>671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9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سكب</w:t>
            </w:r>
            <w:r w:rsidRPr="00662DF7">
              <w:rPr>
                <w:rStyle w:val="Hyperlink"/>
                <w:noProof/>
                <w:rtl/>
              </w:rPr>
              <w:t xml:space="preserve"> </w:t>
            </w:r>
            <w:r w:rsidRPr="00662DF7">
              <w:rPr>
                <w:rStyle w:val="Hyperlink"/>
                <w:rFonts w:hint="eastAsia"/>
                <w:noProof/>
                <w:rtl/>
              </w:rPr>
              <w:t>شمردن</w:t>
            </w:r>
            <w:r w:rsidRPr="00662DF7">
              <w:rPr>
                <w:rStyle w:val="Hyperlink"/>
                <w:noProof/>
                <w:rtl/>
              </w:rPr>
              <w:t xml:space="preserve"> </w:t>
            </w:r>
            <w:r w:rsidRPr="00662DF7">
              <w:rPr>
                <w:rStyle w:val="Hyperlink"/>
                <w:rFonts w:hint="eastAsia"/>
                <w:noProof/>
                <w:rtl/>
              </w:rPr>
              <w:t>امر</w:t>
            </w:r>
            <w:r w:rsidRPr="00662DF7">
              <w:rPr>
                <w:rStyle w:val="Hyperlink"/>
                <w:noProof/>
                <w:rtl/>
              </w:rPr>
              <w:t xml:space="preserve"> </w:t>
            </w:r>
            <w:r w:rsidRPr="00662DF7">
              <w:rPr>
                <w:rStyle w:val="Hyperlink"/>
                <w:rFonts w:hint="eastAsia"/>
                <w:noProof/>
                <w:rtl/>
              </w:rPr>
              <w:t>خداى</w:t>
            </w:r>
            <w:r w:rsidRPr="00662DF7">
              <w:rPr>
                <w:rStyle w:val="Hyperlink"/>
                <w:noProof/>
                <w:rtl/>
              </w:rPr>
              <w:t xml:space="preserve"> </w:t>
            </w:r>
            <w:r w:rsidRPr="00662DF7">
              <w:rPr>
                <w:rStyle w:val="Hyperlink"/>
                <w:rFonts w:hint="eastAsia"/>
                <w:noProof/>
                <w:rtl/>
              </w:rPr>
              <w:t>متعال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Toc449617496 \h</w:instrText>
            </w:r>
            <w:r>
              <w:rPr>
                <w:noProof/>
                <w:webHidden/>
                <w:rtl/>
              </w:rPr>
              <w:instrText xml:space="preserve"> </w:instrText>
            </w:r>
            <w:r>
              <w:rPr>
                <w:noProof/>
                <w:webHidden/>
                <w:rtl/>
              </w:rPr>
            </w:r>
            <w:r>
              <w:rPr>
                <w:noProof/>
                <w:webHidden/>
                <w:rtl/>
              </w:rPr>
              <w:fldChar w:fldCharType="separate"/>
            </w:r>
            <w:r>
              <w:rPr>
                <w:noProof/>
                <w:webHidden/>
                <w:rtl/>
              </w:rPr>
              <w:t>672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9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دشمنى</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اهل</w:t>
            </w:r>
            <w:r w:rsidRPr="00662DF7">
              <w:rPr>
                <w:rStyle w:val="Hyperlink"/>
                <w:noProof/>
                <w:rtl/>
              </w:rPr>
              <w:t xml:space="preserve"> </w:t>
            </w:r>
            <w:r w:rsidRPr="00662DF7">
              <w:rPr>
                <w:rStyle w:val="Hyperlink"/>
                <w:rFonts w:hint="eastAsia"/>
                <w:noProof/>
                <w:rtl/>
              </w:rPr>
              <w:t>بيت</w:t>
            </w:r>
            <w:r w:rsidRPr="00662DF7">
              <w:rPr>
                <w:rStyle w:val="Hyperlink"/>
                <w:noProof/>
                <w:rtl/>
              </w:rPr>
              <w:t xml:space="preserve"> </w:t>
            </w:r>
            <w:r w:rsidRPr="00662DF7">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Toc449617497 \h</w:instrText>
            </w:r>
            <w:r>
              <w:rPr>
                <w:noProof/>
                <w:webHidden/>
                <w:rtl/>
              </w:rPr>
              <w:instrText xml:space="preserve"> </w:instrText>
            </w:r>
            <w:r>
              <w:rPr>
                <w:noProof/>
                <w:webHidden/>
                <w:rtl/>
              </w:rPr>
            </w:r>
            <w:r>
              <w:rPr>
                <w:noProof/>
                <w:webHidden/>
                <w:rtl/>
              </w:rPr>
              <w:fldChar w:fldCharType="separate"/>
            </w:r>
            <w:r>
              <w:rPr>
                <w:noProof/>
                <w:webHidden/>
                <w:rtl/>
              </w:rPr>
              <w:t>673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9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نداستن</w:t>
            </w:r>
            <w:r w:rsidRPr="00662DF7">
              <w:rPr>
                <w:rStyle w:val="Hyperlink"/>
                <w:noProof/>
                <w:rtl/>
              </w:rPr>
              <w:t xml:space="preserve"> </w:t>
            </w:r>
            <w:r w:rsidRPr="00662DF7">
              <w:rPr>
                <w:rStyle w:val="Hyperlink"/>
                <w:rFonts w:hint="eastAsia"/>
                <w:noProof/>
                <w:rtl/>
              </w:rPr>
              <w:t>حق</w:t>
            </w:r>
            <w:r w:rsidRPr="00662DF7">
              <w:rPr>
                <w:rStyle w:val="Hyperlink"/>
                <w:noProof/>
                <w:rtl/>
              </w:rPr>
              <w:t xml:space="preserve"> </w:t>
            </w:r>
            <w:r w:rsidRPr="00662DF7">
              <w:rPr>
                <w:rStyle w:val="Hyperlink"/>
                <w:rFonts w:hint="eastAsia"/>
                <w:noProof/>
                <w:rtl/>
              </w:rPr>
              <w:t>اهل</w:t>
            </w:r>
            <w:r w:rsidRPr="00662DF7">
              <w:rPr>
                <w:rStyle w:val="Hyperlink"/>
                <w:noProof/>
                <w:rtl/>
              </w:rPr>
              <w:t xml:space="preserve"> </w:t>
            </w:r>
            <w:r w:rsidRPr="00662DF7">
              <w:rPr>
                <w:rStyle w:val="Hyperlink"/>
                <w:rFonts w:hint="eastAsia"/>
                <w:noProof/>
                <w:rtl/>
              </w:rPr>
              <w:t>بيت</w:t>
            </w:r>
            <w:r w:rsidRPr="00662DF7">
              <w:rPr>
                <w:rStyle w:val="Hyperlink"/>
                <w:noProof/>
                <w:rtl/>
              </w:rPr>
              <w:t xml:space="preserve"> </w:t>
            </w:r>
            <w:r w:rsidRPr="00662DF7">
              <w:rPr>
                <w:rStyle w:val="Hyperlink"/>
                <w:rFonts w:cs="Rafed Alaem" w:hint="eastAsia"/>
                <w:noProof/>
                <w:rtl/>
              </w:rPr>
              <w:t>عليهم‌السلام</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Toc449617498 \h</w:instrText>
            </w:r>
            <w:r>
              <w:rPr>
                <w:noProof/>
                <w:webHidden/>
                <w:rtl/>
              </w:rPr>
              <w:instrText xml:space="preserve"> </w:instrText>
            </w:r>
            <w:r>
              <w:rPr>
                <w:noProof/>
                <w:webHidden/>
                <w:rtl/>
              </w:rPr>
            </w:r>
            <w:r>
              <w:rPr>
                <w:noProof/>
                <w:webHidden/>
                <w:rtl/>
              </w:rPr>
              <w:fldChar w:fldCharType="separate"/>
            </w:r>
            <w:r>
              <w:rPr>
                <w:noProof/>
                <w:webHidden/>
                <w:rtl/>
              </w:rPr>
              <w:t>675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49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مرگ</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حال</w:t>
            </w:r>
            <w:r w:rsidRPr="00662DF7">
              <w:rPr>
                <w:rStyle w:val="Hyperlink"/>
                <w:noProof/>
                <w:rtl/>
              </w:rPr>
              <w:t xml:space="preserve"> </w:t>
            </w:r>
            <w:r w:rsidRPr="00662DF7">
              <w:rPr>
                <w:rStyle w:val="Hyperlink"/>
                <w:rFonts w:hint="eastAsia"/>
                <w:noProof/>
                <w:rtl/>
              </w:rPr>
              <w:t>نشناختن</w:t>
            </w:r>
            <w:r w:rsidRPr="00662DF7">
              <w:rPr>
                <w:rStyle w:val="Hyperlink"/>
                <w:noProof/>
                <w:rtl/>
              </w:rPr>
              <w:t xml:space="preserve"> </w:t>
            </w:r>
            <w:r w:rsidRPr="00662DF7">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Toc449617499 \h</w:instrText>
            </w:r>
            <w:r>
              <w:rPr>
                <w:noProof/>
                <w:webHidden/>
                <w:rtl/>
              </w:rPr>
              <w:instrText xml:space="preserve"> </w:instrText>
            </w:r>
            <w:r>
              <w:rPr>
                <w:noProof/>
                <w:webHidden/>
                <w:rtl/>
              </w:rPr>
            </w:r>
            <w:r>
              <w:rPr>
                <w:noProof/>
                <w:webHidden/>
                <w:rtl/>
              </w:rPr>
              <w:fldChar w:fldCharType="separate"/>
            </w:r>
            <w:r>
              <w:rPr>
                <w:noProof/>
                <w:webHidden/>
                <w:rtl/>
              </w:rPr>
              <w:t>678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0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اطاعت</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پيشواى</w:t>
            </w:r>
            <w:r w:rsidRPr="00662DF7">
              <w:rPr>
                <w:rStyle w:val="Hyperlink"/>
                <w:noProof/>
                <w:rtl/>
              </w:rPr>
              <w:t xml:space="preserve"> </w:t>
            </w:r>
            <w:r w:rsidRPr="00662DF7">
              <w:rPr>
                <w:rStyle w:val="Hyperlink"/>
                <w:rFonts w:hint="eastAsia"/>
                <w:noProof/>
                <w:rtl/>
              </w:rPr>
              <w:t>ظالمى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جانب</w:t>
            </w:r>
            <w:r w:rsidRPr="00662DF7">
              <w:rPr>
                <w:rStyle w:val="Hyperlink"/>
                <w:noProof/>
                <w:rtl/>
              </w:rPr>
              <w:t xml:space="preserve"> </w:t>
            </w:r>
            <w:r w:rsidRPr="00662DF7">
              <w:rPr>
                <w:rStyle w:val="Hyperlink"/>
                <w:rFonts w:hint="eastAsia"/>
                <w:noProof/>
                <w:rtl/>
              </w:rPr>
              <w:t>خداوندعزوجل</w:t>
            </w:r>
            <w:r w:rsidRPr="00662DF7">
              <w:rPr>
                <w:rStyle w:val="Hyperlink"/>
                <w:noProof/>
                <w:rtl/>
              </w:rPr>
              <w:t xml:space="preserve"> </w:t>
            </w:r>
            <w:r w:rsidRPr="00662DF7">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Toc449617500 \h</w:instrText>
            </w:r>
            <w:r>
              <w:rPr>
                <w:noProof/>
                <w:webHidden/>
                <w:rtl/>
              </w:rPr>
              <w:instrText xml:space="preserve"> </w:instrText>
            </w:r>
            <w:r>
              <w:rPr>
                <w:noProof/>
                <w:webHidden/>
                <w:rtl/>
              </w:rPr>
            </w:r>
            <w:r>
              <w:rPr>
                <w:noProof/>
                <w:webHidden/>
                <w:rtl/>
              </w:rPr>
              <w:fldChar w:fldCharType="separate"/>
            </w:r>
            <w:r>
              <w:rPr>
                <w:noProof/>
                <w:webHidden/>
                <w:rtl/>
              </w:rPr>
              <w:t>680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01"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عهده</w:t>
            </w:r>
            <w:r w:rsidRPr="00662DF7">
              <w:rPr>
                <w:rStyle w:val="Hyperlink"/>
                <w:noProof/>
                <w:rtl/>
              </w:rPr>
              <w:t xml:space="preserve"> </w:t>
            </w:r>
            <w:r w:rsidRPr="00662DF7">
              <w:rPr>
                <w:rStyle w:val="Hyperlink"/>
                <w:rFonts w:hint="eastAsia"/>
                <w:noProof/>
                <w:rtl/>
              </w:rPr>
              <w:t>گرفتن</w:t>
            </w:r>
            <w:r w:rsidRPr="00662DF7">
              <w:rPr>
                <w:rStyle w:val="Hyperlink"/>
                <w:noProof/>
                <w:rtl/>
              </w:rPr>
              <w:t xml:space="preserve"> </w:t>
            </w:r>
            <w:r w:rsidRPr="00662DF7">
              <w:rPr>
                <w:rStyle w:val="Hyperlink"/>
                <w:rFonts w:hint="eastAsia"/>
                <w:noProof/>
                <w:rtl/>
              </w:rPr>
              <w:t>رهبرى</w:t>
            </w:r>
            <w:r w:rsidRPr="00662DF7">
              <w:rPr>
                <w:rStyle w:val="Hyperlink"/>
                <w:noProof/>
                <w:rtl/>
              </w:rPr>
              <w:t xml:space="preserve"> </w:t>
            </w:r>
            <w:r w:rsidRPr="00662DF7">
              <w:rPr>
                <w:rStyle w:val="Hyperlink"/>
                <w:rFonts w:hint="eastAsia"/>
                <w:noProof/>
                <w:rtl/>
              </w:rPr>
              <w:t>جامعه</w:t>
            </w:r>
            <w:r w:rsidRPr="00662DF7">
              <w:rPr>
                <w:rStyle w:val="Hyperlink"/>
                <w:noProof/>
                <w:rtl/>
              </w:rPr>
              <w:t xml:space="preserve"> </w:t>
            </w:r>
            <w:r w:rsidRPr="00662DF7">
              <w:rPr>
                <w:rStyle w:val="Hyperlink"/>
                <w:rFonts w:hint="eastAsia"/>
                <w:noProof/>
                <w:rtl/>
              </w:rPr>
              <w:t>اى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آن</w:t>
            </w:r>
            <w:r w:rsidRPr="00662DF7">
              <w:rPr>
                <w:rStyle w:val="Hyperlink"/>
                <w:noProof/>
                <w:rtl/>
              </w:rPr>
              <w:t xml:space="preserve"> </w:t>
            </w:r>
            <w:r w:rsidRPr="00662DF7">
              <w:rPr>
                <w:rStyle w:val="Hyperlink"/>
                <w:rFonts w:hint="eastAsia"/>
                <w:noProof/>
                <w:rtl/>
              </w:rPr>
              <w:t>جامعه</w:t>
            </w:r>
            <w:r w:rsidRPr="00662DF7">
              <w:rPr>
                <w:rStyle w:val="Hyperlink"/>
                <w:noProof/>
                <w:rtl/>
              </w:rPr>
              <w:t xml:space="preserve"> </w:t>
            </w:r>
            <w:r w:rsidRPr="00662DF7">
              <w:rPr>
                <w:rStyle w:val="Hyperlink"/>
                <w:rFonts w:hint="eastAsia"/>
                <w:noProof/>
                <w:rtl/>
              </w:rPr>
              <w:t>عالمتر</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فقيهتر</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اوباشد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Toc449617501 \h</w:instrText>
            </w:r>
            <w:r>
              <w:rPr>
                <w:noProof/>
                <w:webHidden/>
                <w:rtl/>
              </w:rPr>
              <w:instrText xml:space="preserve"> </w:instrText>
            </w:r>
            <w:r>
              <w:rPr>
                <w:noProof/>
                <w:webHidden/>
                <w:rtl/>
              </w:rPr>
            </w:r>
            <w:r>
              <w:rPr>
                <w:noProof/>
                <w:webHidden/>
                <w:rtl/>
              </w:rPr>
              <w:fldChar w:fldCharType="separate"/>
            </w:r>
            <w:r>
              <w:rPr>
                <w:noProof/>
                <w:webHidden/>
                <w:rtl/>
              </w:rPr>
              <w:t>681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0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صلوات</w:t>
            </w:r>
            <w:r w:rsidRPr="00662DF7">
              <w:rPr>
                <w:rStyle w:val="Hyperlink"/>
                <w:noProof/>
                <w:rtl/>
              </w:rPr>
              <w:t xml:space="preserve"> </w:t>
            </w:r>
            <w:r w:rsidRPr="00662DF7">
              <w:rPr>
                <w:rStyle w:val="Hyperlink"/>
                <w:rFonts w:hint="eastAsia"/>
                <w:noProof/>
                <w:rtl/>
              </w:rPr>
              <w:t>نفرستادن</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پيامبر</w:t>
            </w:r>
            <w:r w:rsidRPr="00662DF7">
              <w:rPr>
                <w:rStyle w:val="Hyperlink"/>
                <w:noProof/>
                <w:rtl/>
              </w:rPr>
              <w:t xml:space="preserve"> </w:t>
            </w:r>
            <w:r w:rsidRPr="00662DF7">
              <w:rPr>
                <w:rStyle w:val="Hyperlink"/>
                <w:rFonts w:hint="eastAsia"/>
                <w:noProof/>
                <w:rtl/>
              </w:rPr>
              <w:t>صلى‌الله‌عليه‌وآله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هنگامى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ناماو</w:t>
            </w:r>
            <w:r w:rsidRPr="00662DF7">
              <w:rPr>
                <w:rStyle w:val="Hyperlink"/>
                <w:noProof/>
                <w:rtl/>
              </w:rPr>
              <w:t xml:space="preserve"> </w:t>
            </w:r>
            <w:r w:rsidRPr="00662DF7">
              <w:rPr>
                <w:rStyle w:val="Hyperlink"/>
                <w:rFonts w:hint="eastAsia"/>
                <w:noProof/>
                <w:rtl/>
              </w:rPr>
              <w:t>را</w:t>
            </w:r>
            <w:r w:rsidRPr="00662DF7">
              <w:rPr>
                <w:rStyle w:val="Hyperlink"/>
                <w:noProof/>
                <w:rtl/>
              </w:rPr>
              <w:t xml:space="preserve"> </w:t>
            </w:r>
            <w:r w:rsidRPr="00662DF7">
              <w:rPr>
                <w:rStyle w:val="Hyperlink"/>
                <w:rFonts w:hint="eastAsia"/>
                <w:noProof/>
                <w:rtl/>
              </w:rPr>
              <w:t>مى</w:t>
            </w:r>
            <w:r w:rsidRPr="00662DF7">
              <w:rPr>
                <w:rStyle w:val="Hyperlink"/>
                <w:noProof/>
                <w:rtl/>
              </w:rPr>
              <w:t xml:space="preserve"> </w:t>
            </w:r>
            <w:r w:rsidRPr="00662DF7">
              <w:rPr>
                <w:rStyle w:val="Hyperlink"/>
                <w:rFonts w:hint="eastAsia"/>
                <w:noProof/>
                <w:rtl/>
              </w:rPr>
              <w:t>برند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Toc449617502 \h</w:instrText>
            </w:r>
            <w:r>
              <w:rPr>
                <w:noProof/>
                <w:webHidden/>
                <w:rtl/>
              </w:rPr>
              <w:instrText xml:space="preserve"> </w:instrText>
            </w:r>
            <w:r>
              <w:rPr>
                <w:noProof/>
                <w:webHidden/>
                <w:rtl/>
              </w:rPr>
            </w:r>
            <w:r>
              <w:rPr>
                <w:noProof/>
                <w:webHidden/>
                <w:rtl/>
              </w:rPr>
              <w:fldChar w:fldCharType="separate"/>
            </w:r>
            <w:r>
              <w:rPr>
                <w:noProof/>
                <w:webHidden/>
                <w:rtl/>
              </w:rPr>
              <w:t>682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0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دشمن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منكر</w:t>
            </w:r>
            <w:r w:rsidRPr="00662DF7">
              <w:rPr>
                <w:rStyle w:val="Hyperlink"/>
                <w:noProof/>
                <w:rtl/>
              </w:rPr>
              <w:t xml:space="preserve"> </w:t>
            </w:r>
            <w:r w:rsidRPr="00662DF7">
              <w:rPr>
                <w:rStyle w:val="Hyperlink"/>
                <w:rFonts w:hint="eastAsia"/>
                <w:noProof/>
                <w:rtl/>
              </w:rPr>
              <w:t>ولايت</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جانشينى</w:t>
            </w:r>
            <w:r w:rsidRPr="00662DF7">
              <w:rPr>
                <w:rStyle w:val="Hyperlink"/>
                <w:noProof/>
                <w:rtl/>
              </w:rPr>
              <w:t xml:space="preserve"> </w:t>
            </w:r>
            <w:r w:rsidRPr="00662DF7">
              <w:rPr>
                <w:rStyle w:val="Hyperlink"/>
                <w:rFonts w:hint="eastAsia"/>
                <w:noProof/>
                <w:rtl/>
              </w:rPr>
              <w:t>امير</w:t>
            </w:r>
            <w:r w:rsidRPr="00662DF7">
              <w:rPr>
                <w:rStyle w:val="Hyperlink"/>
                <w:noProof/>
                <w:rtl/>
              </w:rPr>
              <w:t xml:space="preserve"> </w:t>
            </w:r>
            <w:r w:rsidRPr="00662DF7">
              <w:rPr>
                <w:rStyle w:val="Hyperlink"/>
                <w:rFonts w:hint="eastAsia"/>
                <w:noProof/>
                <w:rtl/>
              </w:rPr>
              <w:t>المومنين</w:t>
            </w:r>
            <w:r w:rsidRPr="00662DF7">
              <w:rPr>
                <w:rStyle w:val="Hyperlink"/>
                <w:noProof/>
                <w:rtl/>
              </w:rPr>
              <w:t xml:space="preserve"> </w:t>
            </w:r>
            <w:r w:rsidRPr="00662DF7">
              <w:rPr>
                <w:rStyle w:val="Hyperlink"/>
                <w:rFonts w:hint="eastAsia"/>
                <w:noProof/>
                <w:rtl/>
              </w:rPr>
              <w:t>عليه‌السلام</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شك</w:t>
            </w:r>
            <w:r w:rsidRPr="00662DF7">
              <w:rPr>
                <w:rStyle w:val="Hyperlink"/>
                <w:noProof/>
                <w:rtl/>
              </w:rPr>
              <w:t xml:space="preserve"> </w:t>
            </w:r>
            <w:r w:rsidRPr="00662DF7">
              <w:rPr>
                <w:rStyle w:val="Hyperlink"/>
                <w:rFonts w:hint="eastAsia"/>
                <w:noProof/>
                <w:rtl/>
              </w:rPr>
              <w:t>كننده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اين</w:t>
            </w:r>
            <w:r w:rsidRPr="00662DF7">
              <w:rPr>
                <w:rStyle w:val="Hyperlink"/>
                <w:noProof/>
                <w:rtl/>
              </w:rPr>
              <w:t xml:space="preserve"> </w:t>
            </w:r>
            <w:r w:rsidRPr="00662DF7">
              <w:rPr>
                <w:rStyle w:val="Hyperlink"/>
                <w:rFonts w:hint="eastAsia"/>
                <w:noProof/>
                <w:rtl/>
              </w:rPr>
              <w:t>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Toc449617503 \h</w:instrText>
            </w:r>
            <w:r>
              <w:rPr>
                <w:noProof/>
                <w:webHidden/>
                <w:rtl/>
              </w:rPr>
              <w:instrText xml:space="preserve"> </w:instrText>
            </w:r>
            <w:r>
              <w:rPr>
                <w:noProof/>
                <w:webHidden/>
                <w:rtl/>
              </w:rPr>
            </w:r>
            <w:r>
              <w:rPr>
                <w:noProof/>
                <w:webHidden/>
                <w:rtl/>
              </w:rPr>
              <w:fldChar w:fldCharType="separate"/>
            </w:r>
            <w:r>
              <w:rPr>
                <w:noProof/>
                <w:webHidden/>
                <w:rtl/>
              </w:rPr>
              <w:t>683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04"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قدريه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Toc449617504 \h</w:instrText>
            </w:r>
            <w:r>
              <w:rPr>
                <w:noProof/>
                <w:webHidden/>
                <w:rtl/>
              </w:rPr>
              <w:instrText xml:space="preserve"> </w:instrText>
            </w:r>
            <w:r>
              <w:rPr>
                <w:noProof/>
                <w:webHidden/>
                <w:rtl/>
              </w:rPr>
            </w:r>
            <w:r>
              <w:rPr>
                <w:noProof/>
                <w:webHidden/>
                <w:rtl/>
              </w:rPr>
              <w:fldChar w:fldCharType="separate"/>
            </w:r>
            <w:r>
              <w:rPr>
                <w:noProof/>
                <w:webHidden/>
                <w:rtl/>
              </w:rPr>
              <w:t>695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0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مدعى</w:t>
            </w:r>
            <w:r w:rsidRPr="00662DF7">
              <w:rPr>
                <w:rStyle w:val="Hyperlink"/>
                <w:noProof/>
                <w:rtl/>
              </w:rPr>
              <w:t xml:space="preserve"> </w:t>
            </w:r>
            <w:r w:rsidRPr="00662DF7">
              <w:rPr>
                <w:rStyle w:val="Hyperlink"/>
                <w:rFonts w:hint="eastAsia"/>
                <w:noProof/>
                <w:rtl/>
              </w:rPr>
              <w:t>امامت</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صورتى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امام</w:t>
            </w:r>
            <w:r w:rsidRPr="00662DF7">
              <w:rPr>
                <w:rStyle w:val="Hyperlink"/>
                <w:noProof/>
                <w:rtl/>
              </w:rPr>
              <w:t xml:space="preserve"> </w:t>
            </w:r>
            <w:r w:rsidRPr="00662DF7">
              <w:rPr>
                <w:rStyle w:val="Hyperlink"/>
                <w:rFonts w:hint="eastAsia"/>
                <w:noProof/>
                <w:rtl/>
              </w:rPr>
              <w:t>نباشد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Toc449617505 \h</w:instrText>
            </w:r>
            <w:r>
              <w:rPr>
                <w:noProof/>
                <w:webHidden/>
                <w:rtl/>
              </w:rPr>
              <w:instrText xml:space="preserve"> </w:instrText>
            </w:r>
            <w:r>
              <w:rPr>
                <w:noProof/>
                <w:webHidden/>
                <w:rtl/>
              </w:rPr>
            </w:r>
            <w:r>
              <w:rPr>
                <w:noProof/>
                <w:webHidden/>
                <w:rtl/>
              </w:rPr>
              <w:fldChar w:fldCharType="separate"/>
            </w:r>
            <w:r>
              <w:rPr>
                <w:noProof/>
                <w:webHidden/>
                <w:rtl/>
              </w:rPr>
              <w:t>700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0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قابيل</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نمرود،</w:t>
            </w:r>
            <w:r w:rsidRPr="00662DF7">
              <w:rPr>
                <w:rStyle w:val="Hyperlink"/>
                <w:noProof/>
                <w:rtl/>
              </w:rPr>
              <w:t xml:space="preserve"> </w:t>
            </w:r>
            <w:r w:rsidRPr="00662DF7">
              <w:rPr>
                <w:rStyle w:val="Hyperlink"/>
                <w:rFonts w:hint="eastAsia"/>
                <w:noProof/>
                <w:rtl/>
              </w:rPr>
              <w:t>دو</w:t>
            </w:r>
            <w:r w:rsidRPr="00662DF7">
              <w:rPr>
                <w:rStyle w:val="Hyperlink"/>
                <w:noProof/>
                <w:rtl/>
              </w:rPr>
              <w:t xml:space="preserve"> </w:t>
            </w:r>
            <w:r w:rsidRPr="00662DF7">
              <w:rPr>
                <w:rStyle w:val="Hyperlink"/>
                <w:rFonts w:hint="eastAsia"/>
                <w:noProof/>
                <w:rtl/>
              </w:rPr>
              <w:t>نفر</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بنى</w:t>
            </w:r>
            <w:r w:rsidRPr="00662DF7">
              <w:rPr>
                <w:rStyle w:val="Hyperlink"/>
                <w:noProof/>
                <w:rtl/>
              </w:rPr>
              <w:t xml:space="preserve"> </w:t>
            </w:r>
            <w:r w:rsidRPr="00662DF7">
              <w:rPr>
                <w:rStyle w:val="Hyperlink"/>
                <w:rFonts w:hint="eastAsia"/>
                <w:noProof/>
                <w:rtl/>
              </w:rPr>
              <w:t>اسرائيل</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قوم</w:t>
            </w:r>
            <w:r w:rsidRPr="00662DF7">
              <w:rPr>
                <w:rStyle w:val="Hyperlink"/>
                <w:noProof/>
                <w:rtl/>
              </w:rPr>
              <w:t xml:space="preserve"> </w:t>
            </w:r>
            <w:r w:rsidRPr="00662DF7">
              <w:rPr>
                <w:rStyle w:val="Hyperlink"/>
                <w:rFonts w:hint="eastAsia"/>
                <w:noProof/>
                <w:rtl/>
              </w:rPr>
              <w:t>خود</w:t>
            </w:r>
            <w:r w:rsidRPr="00662DF7">
              <w:rPr>
                <w:rStyle w:val="Hyperlink"/>
                <w:noProof/>
                <w:rtl/>
              </w:rPr>
              <w:t xml:space="preserve"> </w:t>
            </w:r>
            <w:r w:rsidRPr="00662DF7">
              <w:rPr>
                <w:rStyle w:val="Hyperlink"/>
                <w:rFonts w:hint="eastAsia"/>
                <w:noProof/>
                <w:rtl/>
              </w:rPr>
              <w:t>را</w:t>
            </w:r>
            <w:r w:rsidRPr="00662DF7">
              <w:rPr>
                <w:rStyle w:val="Hyperlink"/>
                <w:noProof/>
                <w:rtl/>
              </w:rPr>
              <w:t xml:space="preserve"> </w:t>
            </w:r>
            <w:r w:rsidRPr="00662DF7">
              <w:rPr>
                <w:rStyle w:val="Hyperlink"/>
                <w:rFonts w:hint="eastAsia"/>
                <w:noProof/>
                <w:rtl/>
              </w:rPr>
              <w:t>يهودى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مسيحى</w:t>
            </w:r>
            <w:r w:rsidRPr="00662DF7">
              <w:rPr>
                <w:rStyle w:val="Hyperlink"/>
                <w:noProof/>
                <w:rtl/>
              </w:rPr>
              <w:t xml:space="preserve"> </w:t>
            </w:r>
            <w:r w:rsidRPr="00662DF7">
              <w:rPr>
                <w:rStyle w:val="Hyperlink"/>
                <w:rFonts w:hint="eastAsia"/>
                <w:noProof/>
                <w:rtl/>
              </w:rPr>
              <w:t>كردند،</w:t>
            </w:r>
            <w:r w:rsidRPr="00662DF7">
              <w:rPr>
                <w:rStyle w:val="Hyperlink"/>
                <w:noProof/>
                <w:rtl/>
              </w:rPr>
              <w:t xml:space="preserve"> </w:t>
            </w:r>
            <w:r w:rsidRPr="00662DF7">
              <w:rPr>
                <w:rStyle w:val="Hyperlink"/>
                <w:rFonts w:hint="eastAsia"/>
                <w:noProof/>
                <w:rtl/>
              </w:rPr>
              <w:t>فرعون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دو</w:t>
            </w:r>
            <w:r w:rsidRPr="00662DF7">
              <w:rPr>
                <w:rStyle w:val="Hyperlink"/>
                <w:noProof/>
                <w:rtl/>
              </w:rPr>
              <w:t xml:space="preserve"> </w:t>
            </w:r>
            <w:r w:rsidRPr="00662DF7">
              <w:rPr>
                <w:rStyle w:val="Hyperlink"/>
                <w:rFonts w:hint="eastAsia"/>
                <w:noProof/>
                <w:rtl/>
              </w:rPr>
              <w:t>نفر</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اين</w:t>
            </w:r>
            <w:r w:rsidRPr="00662DF7">
              <w:rPr>
                <w:rStyle w:val="Hyperlink"/>
                <w:noProof/>
                <w:rtl/>
              </w:rPr>
              <w:t xml:space="preserve"> </w:t>
            </w:r>
            <w:r w:rsidRPr="00662DF7">
              <w:rPr>
                <w:rStyle w:val="Hyperlink"/>
                <w:rFonts w:hint="eastAsia"/>
                <w:noProof/>
                <w:rtl/>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Toc449617506 \h</w:instrText>
            </w:r>
            <w:r>
              <w:rPr>
                <w:noProof/>
                <w:webHidden/>
                <w:rtl/>
              </w:rPr>
              <w:instrText xml:space="preserve"> </w:instrText>
            </w:r>
            <w:r>
              <w:rPr>
                <w:noProof/>
                <w:webHidden/>
                <w:rtl/>
              </w:rPr>
            </w:r>
            <w:r>
              <w:rPr>
                <w:noProof/>
                <w:webHidden/>
                <w:rtl/>
              </w:rPr>
              <w:fldChar w:fldCharType="separate"/>
            </w:r>
            <w:r>
              <w:rPr>
                <w:noProof/>
                <w:webHidden/>
                <w:rtl/>
              </w:rPr>
              <w:t>702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0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قاتل</w:t>
            </w:r>
            <w:r w:rsidRPr="00662DF7">
              <w:rPr>
                <w:rStyle w:val="Hyperlink"/>
                <w:noProof/>
                <w:rtl/>
              </w:rPr>
              <w:t xml:space="preserve"> </w:t>
            </w:r>
            <w:r w:rsidRPr="00662DF7">
              <w:rPr>
                <w:rStyle w:val="Hyperlink"/>
                <w:rFonts w:hint="eastAsia"/>
                <w:noProof/>
                <w:rtl/>
              </w:rPr>
              <w:t>امام</w:t>
            </w:r>
            <w:r w:rsidRPr="00662DF7">
              <w:rPr>
                <w:rStyle w:val="Hyperlink"/>
                <w:noProof/>
                <w:rtl/>
              </w:rPr>
              <w:t xml:space="preserve"> </w:t>
            </w:r>
            <w:r w:rsidRPr="00662DF7">
              <w:rPr>
                <w:rStyle w:val="Hyperlink"/>
                <w:rFonts w:hint="eastAsia"/>
                <w:noProof/>
                <w:rtl/>
              </w:rPr>
              <w:t>حسين</w:t>
            </w:r>
            <w:r w:rsidRPr="00662DF7">
              <w:rPr>
                <w:rStyle w:val="Hyperlink"/>
                <w:noProof/>
                <w:rtl/>
              </w:rPr>
              <w:t xml:space="preserve"> </w:t>
            </w:r>
            <w:r w:rsidRPr="00662DF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Toc449617507 \h</w:instrText>
            </w:r>
            <w:r>
              <w:rPr>
                <w:noProof/>
                <w:webHidden/>
                <w:rtl/>
              </w:rPr>
              <w:instrText xml:space="preserve"> </w:instrText>
            </w:r>
            <w:r>
              <w:rPr>
                <w:noProof/>
                <w:webHidden/>
                <w:rtl/>
              </w:rPr>
            </w:r>
            <w:r>
              <w:rPr>
                <w:noProof/>
                <w:webHidden/>
                <w:rtl/>
              </w:rPr>
              <w:fldChar w:fldCharType="separate"/>
            </w:r>
            <w:r>
              <w:rPr>
                <w:noProof/>
                <w:webHidden/>
                <w:rtl/>
              </w:rPr>
              <w:t>706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0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ظلم</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قطع</w:t>
            </w:r>
            <w:r w:rsidRPr="00662DF7">
              <w:rPr>
                <w:rStyle w:val="Hyperlink"/>
                <w:noProof/>
                <w:rtl/>
              </w:rPr>
              <w:t xml:space="preserve"> </w:t>
            </w:r>
            <w:r w:rsidRPr="00662DF7">
              <w:rPr>
                <w:rStyle w:val="Hyperlink"/>
                <w:rFonts w:hint="eastAsia"/>
                <w:noProof/>
                <w:rtl/>
              </w:rPr>
              <w:t>رحم</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قسم</w:t>
            </w:r>
            <w:r w:rsidRPr="00662DF7">
              <w:rPr>
                <w:rStyle w:val="Hyperlink"/>
                <w:noProof/>
                <w:rtl/>
              </w:rPr>
              <w:t xml:space="preserve"> </w:t>
            </w:r>
            <w:r w:rsidRPr="00662DF7">
              <w:rPr>
                <w:rStyle w:val="Hyperlink"/>
                <w:rFonts w:hint="eastAsia"/>
                <w:noProof/>
                <w:rtl/>
              </w:rPr>
              <w:t>دروغ</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زنا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Toc449617508 \h</w:instrText>
            </w:r>
            <w:r>
              <w:rPr>
                <w:noProof/>
                <w:webHidden/>
                <w:rtl/>
              </w:rPr>
              <w:instrText xml:space="preserve"> </w:instrText>
            </w:r>
            <w:r>
              <w:rPr>
                <w:noProof/>
                <w:webHidden/>
                <w:rtl/>
              </w:rPr>
            </w:r>
            <w:r>
              <w:rPr>
                <w:noProof/>
                <w:webHidden/>
                <w:rtl/>
              </w:rPr>
              <w:fldChar w:fldCharType="separate"/>
            </w:r>
            <w:r>
              <w:rPr>
                <w:noProof/>
                <w:webHidden/>
                <w:rtl/>
              </w:rPr>
              <w:t>716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0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نيرنگ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فريب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Toc449617509 \h</w:instrText>
            </w:r>
            <w:r>
              <w:rPr>
                <w:noProof/>
                <w:webHidden/>
                <w:rtl/>
              </w:rPr>
              <w:instrText xml:space="preserve"> </w:instrText>
            </w:r>
            <w:r>
              <w:rPr>
                <w:noProof/>
                <w:webHidden/>
                <w:rtl/>
              </w:rPr>
            </w:r>
            <w:r>
              <w:rPr>
                <w:noProof/>
                <w:webHidden/>
                <w:rtl/>
              </w:rPr>
              <w:fldChar w:fldCharType="separate"/>
            </w:r>
            <w:r>
              <w:rPr>
                <w:noProof/>
                <w:webHidden/>
                <w:rtl/>
              </w:rPr>
              <w:t>717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1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خونريزى</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شرابخوارى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سخن</w:t>
            </w:r>
            <w:r w:rsidRPr="00662DF7">
              <w:rPr>
                <w:rStyle w:val="Hyperlink"/>
                <w:noProof/>
                <w:rtl/>
              </w:rPr>
              <w:t xml:space="preserve"> </w:t>
            </w:r>
            <w:r w:rsidRPr="00662DF7">
              <w:rPr>
                <w:rStyle w:val="Hyperlink"/>
                <w:rFonts w:hint="eastAsia"/>
                <w:noProof/>
                <w:rtl/>
              </w:rPr>
              <w:t>چينى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Toc449617510 \h</w:instrText>
            </w:r>
            <w:r>
              <w:rPr>
                <w:noProof/>
                <w:webHidden/>
                <w:rtl/>
              </w:rPr>
              <w:instrText xml:space="preserve"> </w:instrText>
            </w:r>
            <w:r>
              <w:rPr>
                <w:noProof/>
                <w:webHidden/>
                <w:rtl/>
              </w:rPr>
            </w:r>
            <w:r>
              <w:rPr>
                <w:noProof/>
                <w:webHidden/>
                <w:rtl/>
              </w:rPr>
              <w:fldChar w:fldCharType="separate"/>
            </w:r>
            <w:r>
              <w:rPr>
                <w:noProof/>
                <w:webHidden/>
                <w:rtl/>
              </w:rPr>
              <w:t>718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11" w:history="1">
            <w:r w:rsidRPr="00662DF7">
              <w:rPr>
                <w:rStyle w:val="Hyperlink"/>
                <w:rFonts w:hint="eastAsia"/>
                <w:noProof/>
                <w:rtl/>
              </w:rPr>
              <w:t>دنيا،</w:t>
            </w:r>
            <w:r w:rsidRPr="00662DF7">
              <w:rPr>
                <w:rStyle w:val="Hyperlink"/>
                <w:noProof/>
                <w:rtl/>
              </w:rPr>
              <w:t xml:space="preserve"> </w:t>
            </w:r>
            <w:r w:rsidRPr="00662DF7">
              <w:rPr>
                <w:rStyle w:val="Hyperlink"/>
                <w:rFonts w:hint="eastAsia"/>
                <w:noProof/>
                <w:rtl/>
              </w:rPr>
              <w:t>سراى</w:t>
            </w:r>
            <w:r w:rsidRPr="00662DF7">
              <w:rPr>
                <w:rStyle w:val="Hyperlink"/>
                <w:noProof/>
                <w:rtl/>
              </w:rPr>
              <w:t xml:space="preserve"> </w:t>
            </w:r>
            <w:r w:rsidRPr="00662DF7">
              <w:rPr>
                <w:rStyle w:val="Hyperlink"/>
                <w:rFonts w:hint="eastAsia"/>
                <w:noProof/>
                <w:rtl/>
              </w:rPr>
              <w:t>كيفر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Toc449617511 \h</w:instrText>
            </w:r>
            <w:r>
              <w:rPr>
                <w:noProof/>
                <w:webHidden/>
                <w:rtl/>
              </w:rPr>
              <w:instrText xml:space="preserve"> </w:instrText>
            </w:r>
            <w:r>
              <w:rPr>
                <w:noProof/>
                <w:webHidden/>
                <w:rtl/>
              </w:rPr>
            </w:r>
            <w:r>
              <w:rPr>
                <w:noProof/>
                <w:webHidden/>
                <w:rtl/>
              </w:rPr>
              <w:fldChar w:fldCharType="separate"/>
            </w:r>
            <w:r>
              <w:rPr>
                <w:noProof/>
                <w:webHidden/>
                <w:rtl/>
              </w:rPr>
              <w:t>720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1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تعصب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Toc449617512 \h</w:instrText>
            </w:r>
            <w:r>
              <w:rPr>
                <w:noProof/>
                <w:webHidden/>
                <w:rtl/>
              </w:rPr>
              <w:instrText xml:space="preserve"> </w:instrText>
            </w:r>
            <w:r>
              <w:rPr>
                <w:noProof/>
                <w:webHidden/>
                <w:rtl/>
              </w:rPr>
            </w:r>
            <w:r>
              <w:rPr>
                <w:noProof/>
                <w:webHidden/>
                <w:rtl/>
              </w:rPr>
              <w:fldChar w:fldCharType="separate"/>
            </w:r>
            <w:r>
              <w:rPr>
                <w:noProof/>
                <w:webHidden/>
                <w:rtl/>
              </w:rPr>
              <w:t>721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1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متكبران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Toc449617513 \h</w:instrText>
            </w:r>
            <w:r>
              <w:rPr>
                <w:noProof/>
                <w:webHidden/>
                <w:rtl/>
              </w:rPr>
              <w:instrText xml:space="preserve"> </w:instrText>
            </w:r>
            <w:r>
              <w:rPr>
                <w:noProof/>
                <w:webHidden/>
                <w:rtl/>
              </w:rPr>
            </w:r>
            <w:r>
              <w:rPr>
                <w:noProof/>
                <w:webHidden/>
                <w:rtl/>
              </w:rPr>
              <w:fldChar w:fldCharType="separate"/>
            </w:r>
            <w:r>
              <w:rPr>
                <w:noProof/>
                <w:webHidden/>
                <w:rtl/>
              </w:rPr>
              <w:t>723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14"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ادب</w:t>
            </w:r>
            <w:r w:rsidRPr="00662DF7">
              <w:rPr>
                <w:rStyle w:val="Hyperlink"/>
                <w:noProof/>
                <w:rtl/>
              </w:rPr>
              <w:t xml:space="preserve"> </w:t>
            </w:r>
            <w:r w:rsidRPr="00662DF7">
              <w:rPr>
                <w:rStyle w:val="Hyperlink"/>
                <w:rFonts w:hint="eastAsia"/>
                <w:noProof/>
                <w:rtl/>
              </w:rPr>
              <w:t>نكردن</w:t>
            </w:r>
            <w:r w:rsidRPr="00662DF7">
              <w:rPr>
                <w:rStyle w:val="Hyperlink"/>
                <w:noProof/>
                <w:rtl/>
              </w:rPr>
              <w:t xml:space="preserve"> </w:t>
            </w:r>
            <w:r w:rsidRPr="00662DF7">
              <w:rPr>
                <w:rStyle w:val="Hyperlink"/>
                <w:rFonts w:hint="eastAsia"/>
                <w:noProof/>
                <w:rtl/>
              </w:rPr>
              <w:t>گناهكار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Toc449617514 \h</w:instrText>
            </w:r>
            <w:r>
              <w:rPr>
                <w:noProof/>
                <w:webHidden/>
                <w:rtl/>
              </w:rPr>
              <w:instrText xml:space="preserve"> </w:instrText>
            </w:r>
            <w:r>
              <w:rPr>
                <w:noProof/>
                <w:webHidden/>
                <w:rtl/>
              </w:rPr>
            </w:r>
            <w:r>
              <w:rPr>
                <w:noProof/>
                <w:webHidden/>
                <w:rtl/>
              </w:rPr>
              <w:fldChar w:fldCharType="separate"/>
            </w:r>
            <w:r>
              <w:rPr>
                <w:noProof/>
                <w:webHidden/>
                <w:rtl/>
              </w:rPr>
              <w:t>728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1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تصوير</w:t>
            </w:r>
            <w:r w:rsidRPr="00662DF7">
              <w:rPr>
                <w:rStyle w:val="Hyperlink"/>
                <w:noProof/>
                <w:rtl/>
              </w:rPr>
              <w:t xml:space="preserve"> </w:t>
            </w:r>
            <w:r w:rsidRPr="00662DF7">
              <w:rPr>
                <w:rStyle w:val="Hyperlink"/>
                <w:rFonts w:hint="eastAsia"/>
                <w:noProof/>
                <w:rtl/>
              </w:rPr>
              <w:t>كشيدن</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گفتن</w:t>
            </w:r>
            <w:r w:rsidRPr="00662DF7">
              <w:rPr>
                <w:rStyle w:val="Hyperlink"/>
                <w:noProof/>
                <w:rtl/>
              </w:rPr>
              <w:t xml:space="preserve"> </w:t>
            </w:r>
            <w:r w:rsidRPr="00662DF7">
              <w:rPr>
                <w:rStyle w:val="Hyperlink"/>
                <w:rFonts w:hint="eastAsia"/>
                <w:noProof/>
                <w:rtl/>
              </w:rPr>
              <w:t>خواب</w:t>
            </w:r>
            <w:r w:rsidRPr="00662DF7">
              <w:rPr>
                <w:rStyle w:val="Hyperlink"/>
                <w:noProof/>
                <w:rtl/>
              </w:rPr>
              <w:t xml:space="preserve"> </w:t>
            </w:r>
            <w:r w:rsidRPr="00662DF7">
              <w:rPr>
                <w:rStyle w:val="Hyperlink"/>
                <w:rFonts w:hint="eastAsia"/>
                <w:noProof/>
                <w:rtl/>
              </w:rPr>
              <w:t>دروغ</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گوش</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سخن</w:t>
            </w:r>
            <w:r w:rsidRPr="00662DF7">
              <w:rPr>
                <w:rStyle w:val="Hyperlink"/>
                <w:noProof/>
                <w:rtl/>
              </w:rPr>
              <w:t xml:space="preserve"> </w:t>
            </w:r>
            <w:r w:rsidRPr="00662DF7">
              <w:rPr>
                <w:rStyle w:val="Hyperlink"/>
                <w:rFonts w:hint="eastAsia"/>
                <w:noProof/>
                <w:rtl/>
              </w:rPr>
              <w:t>كسى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نمى</w:t>
            </w:r>
            <w:r w:rsidRPr="00662DF7">
              <w:rPr>
                <w:rStyle w:val="Hyperlink"/>
                <w:noProof/>
                <w:rtl/>
              </w:rPr>
              <w:t xml:space="preserve"> </w:t>
            </w:r>
            <w:r w:rsidRPr="00662DF7">
              <w:rPr>
                <w:rStyle w:val="Hyperlink"/>
                <w:rFonts w:hint="eastAsia"/>
                <w:noProof/>
                <w:rtl/>
              </w:rPr>
              <w:t>خواهد</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سخنش</w:t>
            </w:r>
            <w:r w:rsidRPr="00662DF7">
              <w:rPr>
                <w:rStyle w:val="Hyperlink"/>
                <w:noProof/>
                <w:rtl/>
              </w:rPr>
              <w:t xml:space="preserve"> </w:t>
            </w:r>
            <w:r w:rsidRPr="00662DF7">
              <w:rPr>
                <w:rStyle w:val="Hyperlink"/>
                <w:rFonts w:hint="eastAsia"/>
                <w:noProof/>
                <w:rtl/>
              </w:rPr>
              <w:t>گوش</w:t>
            </w:r>
            <w:r w:rsidRPr="00662DF7">
              <w:rPr>
                <w:rStyle w:val="Hyperlink"/>
                <w:noProof/>
                <w:rtl/>
              </w:rPr>
              <w:t xml:space="preserve"> </w:t>
            </w:r>
            <w:r w:rsidRPr="00662DF7">
              <w:rPr>
                <w:rStyle w:val="Hyperlink"/>
                <w:rFonts w:hint="eastAsia"/>
                <w:noProof/>
                <w:rtl/>
              </w:rPr>
              <w:t>دهند</w:t>
            </w:r>
            <w:r w:rsidRPr="00662D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Toc449617515 \h</w:instrText>
            </w:r>
            <w:r>
              <w:rPr>
                <w:noProof/>
                <w:webHidden/>
                <w:rtl/>
              </w:rPr>
              <w:instrText xml:space="preserve"> </w:instrText>
            </w:r>
            <w:r>
              <w:rPr>
                <w:noProof/>
                <w:webHidden/>
                <w:rtl/>
              </w:rPr>
            </w:r>
            <w:r>
              <w:rPr>
                <w:noProof/>
                <w:webHidden/>
                <w:rtl/>
              </w:rPr>
              <w:fldChar w:fldCharType="separate"/>
            </w:r>
            <w:r>
              <w:rPr>
                <w:noProof/>
                <w:webHidden/>
                <w:rtl/>
              </w:rPr>
              <w:t>729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1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خنديدن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حال</w:t>
            </w:r>
            <w:r w:rsidRPr="00662DF7">
              <w:rPr>
                <w:rStyle w:val="Hyperlink"/>
                <w:noProof/>
                <w:rtl/>
              </w:rPr>
              <w:t xml:space="preserve"> </w:t>
            </w:r>
            <w:r w:rsidRPr="00662DF7">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Toc449617516 \h</w:instrText>
            </w:r>
            <w:r>
              <w:rPr>
                <w:noProof/>
                <w:webHidden/>
                <w:rtl/>
              </w:rPr>
              <w:instrText xml:space="preserve"> </w:instrText>
            </w:r>
            <w:r>
              <w:rPr>
                <w:noProof/>
                <w:webHidden/>
                <w:rtl/>
              </w:rPr>
            </w:r>
            <w:r>
              <w:rPr>
                <w:noProof/>
                <w:webHidden/>
                <w:rtl/>
              </w:rPr>
              <w:fldChar w:fldCharType="separate"/>
            </w:r>
            <w:r>
              <w:rPr>
                <w:noProof/>
                <w:webHidden/>
                <w:rtl/>
              </w:rPr>
              <w:t>730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1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عمل</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غير</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عزوجل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Toc449617517 \h</w:instrText>
            </w:r>
            <w:r>
              <w:rPr>
                <w:noProof/>
                <w:webHidden/>
                <w:rtl/>
              </w:rPr>
              <w:instrText xml:space="preserve"> </w:instrText>
            </w:r>
            <w:r>
              <w:rPr>
                <w:noProof/>
                <w:webHidden/>
                <w:rtl/>
              </w:rPr>
            </w:r>
            <w:r>
              <w:rPr>
                <w:noProof/>
                <w:webHidden/>
                <w:rtl/>
              </w:rPr>
              <w:fldChar w:fldCharType="separate"/>
            </w:r>
            <w:r>
              <w:rPr>
                <w:noProof/>
                <w:webHidden/>
                <w:rtl/>
              </w:rPr>
              <w:t>731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1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گوش</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حرف</w:t>
            </w:r>
            <w:r w:rsidRPr="00662DF7">
              <w:rPr>
                <w:rStyle w:val="Hyperlink"/>
                <w:noProof/>
                <w:rtl/>
              </w:rPr>
              <w:t xml:space="preserve"> </w:t>
            </w:r>
            <w:r w:rsidRPr="00662DF7">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Toc449617518 \h</w:instrText>
            </w:r>
            <w:r>
              <w:rPr>
                <w:noProof/>
                <w:webHidden/>
                <w:rtl/>
              </w:rPr>
              <w:instrText xml:space="preserve"> </w:instrText>
            </w:r>
            <w:r>
              <w:rPr>
                <w:noProof/>
                <w:webHidden/>
                <w:rtl/>
              </w:rPr>
            </w:r>
            <w:r>
              <w:rPr>
                <w:noProof/>
                <w:webHidden/>
                <w:rtl/>
              </w:rPr>
              <w:fldChar w:fldCharType="separate"/>
            </w:r>
            <w:r>
              <w:rPr>
                <w:noProof/>
                <w:webHidden/>
                <w:rtl/>
              </w:rPr>
              <w:t>732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1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بدون</w:t>
            </w:r>
            <w:r w:rsidRPr="00662DF7">
              <w:rPr>
                <w:rStyle w:val="Hyperlink"/>
                <w:noProof/>
                <w:rtl/>
              </w:rPr>
              <w:t xml:space="preserve"> </w:t>
            </w:r>
            <w:r w:rsidRPr="00662DF7">
              <w:rPr>
                <w:rStyle w:val="Hyperlink"/>
                <w:rFonts w:hint="eastAsia"/>
                <w:noProof/>
                <w:rtl/>
              </w:rPr>
              <w:t>وضو</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يارى</w:t>
            </w:r>
            <w:r w:rsidRPr="00662DF7">
              <w:rPr>
                <w:rStyle w:val="Hyperlink"/>
                <w:noProof/>
                <w:rtl/>
              </w:rPr>
              <w:t xml:space="preserve"> </w:t>
            </w:r>
            <w:r w:rsidRPr="00662DF7">
              <w:rPr>
                <w:rStyle w:val="Hyperlink"/>
                <w:rFonts w:hint="eastAsia"/>
                <w:noProof/>
                <w:rtl/>
              </w:rPr>
              <w:t>نكردن</w:t>
            </w:r>
            <w:r w:rsidRPr="00662DF7">
              <w:rPr>
                <w:rStyle w:val="Hyperlink"/>
                <w:noProof/>
                <w:rtl/>
              </w:rPr>
              <w:t xml:space="preserve"> </w:t>
            </w:r>
            <w:r w:rsidRPr="00662DF7">
              <w:rPr>
                <w:rStyle w:val="Hyperlink"/>
                <w:rFonts w:hint="eastAsia"/>
                <w:noProof/>
                <w:rtl/>
              </w:rPr>
              <w:t>ضعيف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Toc449617519 \h</w:instrText>
            </w:r>
            <w:r>
              <w:rPr>
                <w:noProof/>
                <w:webHidden/>
                <w:rtl/>
              </w:rPr>
              <w:instrText xml:space="preserve"> </w:instrText>
            </w:r>
            <w:r>
              <w:rPr>
                <w:noProof/>
                <w:webHidden/>
                <w:rtl/>
              </w:rPr>
            </w:r>
            <w:r>
              <w:rPr>
                <w:noProof/>
                <w:webHidden/>
                <w:rtl/>
              </w:rPr>
              <w:fldChar w:fldCharType="separate"/>
            </w:r>
            <w:r>
              <w:rPr>
                <w:noProof/>
                <w:webHidden/>
                <w:rtl/>
              </w:rPr>
              <w:t>733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2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قربانى</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بتها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Toc449617520 \h</w:instrText>
            </w:r>
            <w:r>
              <w:rPr>
                <w:noProof/>
                <w:webHidden/>
                <w:rtl/>
              </w:rPr>
              <w:instrText xml:space="preserve"> </w:instrText>
            </w:r>
            <w:r>
              <w:rPr>
                <w:noProof/>
                <w:webHidden/>
                <w:rtl/>
              </w:rPr>
            </w:r>
            <w:r>
              <w:rPr>
                <w:noProof/>
                <w:webHidden/>
                <w:rtl/>
              </w:rPr>
              <w:fldChar w:fldCharType="separate"/>
            </w:r>
            <w:r>
              <w:rPr>
                <w:noProof/>
                <w:webHidden/>
                <w:rtl/>
              </w:rPr>
              <w:t>734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21"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شهادت</w:t>
            </w:r>
            <w:r w:rsidRPr="00662DF7">
              <w:rPr>
                <w:rStyle w:val="Hyperlink"/>
                <w:noProof/>
                <w:rtl/>
              </w:rPr>
              <w:t xml:space="preserve"> </w:t>
            </w:r>
            <w:r w:rsidRPr="00662DF7">
              <w:rPr>
                <w:rStyle w:val="Hyperlink"/>
                <w:rFonts w:hint="eastAsia"/>
                <w:noProof/>
                <w:rtl/>
              </w:rPr>
              <w:t>دروغ</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كتمان</w:t>
            </w:r>
            <w:r w:rsidRPr="00662DF7">
              <w:rPr>
                <w:rStyle w:val="Hyperlink"/>
                <w:noProof/>
                <w:rtl/>
              </w:rPr>
              <w:t xml:space="preserve"> </w:t>
            </w:r>
            <w:r w:rsidRPr="00662DF7">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Toc449617521 \h</w:instrText>
            </w:r>
            <w:r>
              <w:rPr>
                <w:noProof/>
                <w:webHidden/>
                <w:rtl/>
              </w:rPr>
              <w:instrText xml:space="preserve"> </w:instrText>
            </w:r>
            <w:r>
              <w:rPr>
                <w:noProof/>
                <w:webHidden/>
                <w:rtl/>
              </w:rPr>
            </w:r>
            <w:r>
              <w:rPr>
                <w:noProof/>
                <w:webHidden/>
                <w:rtl/>
              </w:rPr>
              <w:fldChar w:fldCharType="separate"/>
            </w:r>
            <w:r>
              <w:rPr>
                <w:noProof/>
                <w:webHidden/>
                <w:rtl/>
              </w:rPr>
              <w:t>735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2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سوگند</w:t>
            </w:r>
            <w:r w:rsidRPr="00662DF7">
              <w:rPr>
                <w:rStyle w:val="Hyperlink"/>
                <w:noProof/>
                <w:rtl/>
              </w:rPr>
              <w:t xml:space="preserve"> </w:t>
            </w:r>
            <w:r w:rsidRPr="00662DF7">
              <w:rPr>
                <w:rStyle w:val="Hyperlink"/>
                <w:rFonts w:hint="eastAsia"/>
                <w:noProof/>
                <w:rtl/>
              </w:rPr>
              <w:t>دروغ</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خدا</w:t>
            </w:r>
            <w:r w:rsidRPr="00662DF7">
              <w:rPr>
                <w:rStyle w:val="Hyperlink"/>
                <w:noProof/>
                <w:rtl/>
              </w:rPr>
              <w:t xml:space="preserve"> </w:t>
            </w:r>
            <w:r w:rsidRPr="00662DF7">
              <w:rPr>
                <w:rStyle w:val="Hyperlink"/>
                <w:rFonts w:hint="eastAsia"/>
                <w:noProof/>
                <w:rtl/>
              </w:rPr>
              <w:t>ياد</w:t>
            </w:r>
            <w:r w:rsidRPr="00662DF7">
              <w:rPr>
                <w:rStyle w:val="Hyperlink"/>
                <w:noProof/>
                <w:rtl/>
              </w:rPr>
              <w:t xml:space="preserve"> </w:t>
            </w:r>
            <w:r w:rsidRPr="00662DF7">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Toc449617522 \h</w:instrText>
            </w:r>
            <w:r>
              <w:rPr>
                <w:noProof/>
                <w:webHidden/>
                <w:rtl/>
              </w:rPr>
              <w:instrText xml:space="preserve"> </w:instrText>
            </w:r>
            <w:r>
              <w:rPr>
                <w:noProof/>
                <w:webHidden/>
                <w:rtl/>
              </w:rPr>
            </w:r>
            <w:r>
              <w:rPr>
                <w:noProof/>
                <w:webHidden/>
                <w:rtl/>
              </w:rPr>
              <w:fldChar w:fldCharType="separate"/>
            </w:r>
            <w:r>
              <w:rPr>
                <w:noProof/>
                <w:webHidden/>
                <w:rtl/>
              </w:rPr>
              <w:t>738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2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احتراز</w:t>
            </w:r>
            <w:r w:rsidRPr="00662DF7">
              <w:rPr>
                <w:rStyle w:val="Hyperlink"/>
                <w:noProof/>
                <w:rtl/>
              </w:rPr>
              <w:t xml:space="preserve"> </w:t>
            </w:r>
            <w:r w:rsidRPr="00662DF7">
              <w:rPr>
                <w:rStyle w:val="Hyperlink"/>
                <w:rFonts w:hint="eastAsia"/>
                <w:noProof/>
                <w:rtl/>
              </w:rPr>
              <w:t>نكردن</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بول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Toc449617523 \h</w:instrText>
            </w:r>
            <w:r>
              <w:rPr>
                <w:noProof/>
                <w:webHidden/>
                <w:rtl/>
              </w:rPr>
              <w:instrText xml:space="preserve"> </w:instrText>
            </w:r>
            <w:r>
              <w:rPr>
                <w:noProof/>
                <w:webHidden/>
                <w:rtl/>
              </w:rPr>
            </w:r>
            <w:r>
              <w:rPr>
                <w:noProof/>
                <w:webHidden/>
                <w:rtl/>
              </w:rPr>
              <w:fldChar w:fldCharType="separate"/>
            </w:r>
            <w:r>
              <w:rPr>
                <w:noProof/>
                <w:webHidden/>
                <w:rtl/>
              </w:rPr>
              <w:t>743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24"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اهميت</w:t>
            </w:r>
            <w:r w:rsidRPr="00662DF7">
              <w:rPr>
                <w:rStyle w:val="Hyperlink"/>
                <w:noProof/>
                <w:rtl/>
              </w:rPr>
              <w:t xml:space="preserve"> </w:t>
            </w:r>
            <w:r w:rsidRPr="00662DF7">
              <w:rPr>
                <w:rStyle w:val="Hyperlink"/>
                <w:rFonts w:hint="eastAsia"/>
                <w:noProof/>
                <w:rtl/>
              </w:rPr>
              <w:t>ندادن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Toc449617524 \h</w:instrText>
            </w:r>
            <w:r>
              <w:rPr>
                <w:noProof/>
                <w:webHidden/>
                <w:rtl/>
              </w:rPr>
              <w:instrText xml:space="preserve"> </w:instrText>
            </w:r>
            <w:r>
              <w:rPr>
                <w:noProof/>
                <w:webHidden/>
                <w:rtl/>
              </w:rPr>
            </w:r>
            <w:r>
              <w:rPr>
                <w:noProof/>
                <w:webHidden/>
                <w:rtl/>
              </w:rPr>
              <w:fldChar w:fldCharType="separate"/>
            </w:r>
            <w:r>
              <w:rPr>
                <w:noProof/>
                <w:webHidden/>
                <w:rtl/>
              </w:rPr>
              <w:t>744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2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غسل</w:t>
            </w:r>
            <w:r w:rsidRPr="00662DF7">
              <w:rPr>
                <w:rStyle w:val="Hyperlink"/>
                <w:noProof/>
                <w:rtl/>
              </w:rPr>
              <w:t xml:space="preserve"> </w:t>
            </w:r>
            <w:r w:rsidRPr="00662DF7">
              <w:rPr>
                <w:rStyle w:val="Hyperlink"/>
                <w:rFonts w:hint="eastAsia"/>
                <w:noProof/>
                <w:rtl/>
              </w:rPr>
              <w:t>جنابت</w:t>
            </w:r>
            <w:r w:rsidRPr="00662DF7">
              <w:rPr>
                <w:rStyle w:val="Hyperlink"/>
                <w:noProof/>
                <w:rtl/>
              </w:rPr>
              <w:t xml:space="preserve"> </w:t>
            </w:r>
            <w:r w:rsidRPr="00662DF7">
              <w:rPr>
                <w:rStyle w:val="Hyperlink"/>
                <w:rFonts w:hint="eastAsia"/>
                <w:noProof/>
                <w:rtl/>
              </w:rPr>
              <w:t>نكردن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Toc449617525 \h</w:instrText>
            </w:r>
            <w:r>
              <w:rPr>
                <w:noProof/>
                <w:webHidden/>
                <w:rtl/>
              </w:rPr>
              <w:instrText xml:space="preserve"> </w:instrText>
            </w:r>
            <w:r>
              <w:rPr>
                <w:noProof/>
                <w:webHidden/>
                <w:rtl/>
              </w:rPr>
            </w:r>
            <w:r>
              <w:rPr>
                <w:noProof/>
                <w:webHidden/>
                <w:rtl/>
              </w:rPr>
              <w:fldChar w:fldCharType="separate"/>
            </w:r>
            <w:r>
              <w:rPr>
                <w:noProof/>
                <w:webHidden/>
                <w:rtl/>
              </w:rPr>
              <w:t>745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2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كوتاه</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Toc449617526 \h</w:instrText>
            </w:r>
            <w:r>
              <w:rPr>
                <w:noProof/>
                <w:webHidden/>
                <w:rtl/>
              </w:rPr>
              <w:instrText xml:space="preserve"> </w:instrText>
            </w:r>
            <w:r>
              <w:rPr>
                <w:noProof/>
                <w:webHidden/>
                <w:rtl/>
              </w:rPr>
            </w:r>
            <w:r>
              <w:rPr>
                <w:noProof/>
                <w:webHidden/>
                <w:rtl/>
              </w:rPr>
              <w:fldChar w:fldCharType="separate"/>
            </w:r>
            <w:r>
              <w:rPr>
                <w:noProof/>
                <w:webHidden/>
                <w:rtl/>
              </w:rPr>
              <w:t>746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2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سه</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رو</w:t>
            </w:r>
            <w:r w:rsidRPr="00662DF7">
              <w:rPr>
                <w:rStyle w:val="Hyperlink"/>
                <w:noProof/>
                <w:rtl/>
              </w:rPr>
              <w:t xml:space="preserve"> </w:t>
            </w:r>
            <w:r w:rsidRPr="00662DF7">
              <w:rPr>
                <w:rStyle w:val="Hyperlink"/>
                <w:rFonts w:hint="eastAsia"/>
                <w:noProof/>
                <w:rtl/>
              </w:rPr>
              <w:t>گردانيدن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Toc449617527 \h</w:instrText>
            </w:r>
            <w:r>
              <w:rPr>
                <w:noProof/>
                <w:webHidden/>
                <w:rtl/>
              </w:rPr>
              <w:instrText xml:space="preserve"> </w:instrText>
            </w:r>
            <w:r>
              <w:rPr>
                <w:noProof/>
                <w:webHidden/>
                <w:rtl/>
              </w:rPr>
            </w:r>
            <w:r>
              <w:rPr>
                <w:noProof/>
                <w:webHidden/>
                <w:rtl/>
              </w:rPr>
              <w:fldChar w:fldCharType="separate"/>
            </w:r>
            <w:r>
              <w:rPr>
                <w:noProof/>
                <w:webHidden/>
                <w:rtl/>
              </w:rPr>
              <w:t>747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2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غير</w:t>
            </w:r>
            <w:r w:rsidRPr="00662DF7">
              <w:rPr>
                <w:rStyle w:val="Hyperlink"/>
                <w:noProof/>
                <w:rtl/>
              </w:rPr>
              <w:t xml:space="preserve"> </w:t>
            </w:r>
            <w:r w:rsidRPr="00662DF7">
              <w:rPr>
                <w:rStyle w:val="Hyperlink"/>
                <w:rFonts w:hint="eastAsia"/>
                <w:noProof/>
                <w:rtl/>
              </w:rPr>
              <w:t>وقت</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Toc449617528 \h</w:instrText>
            </w:r>
            <w:r>
              <w:rPr>
                <w:noProof/>
                <w:webHidden/>
                <w:rtl/>
              </w:rPr>
              <w:instrText xml:space="preserve"> </w:instrText>
            </w:r>
            <w:r>
              <w:rPr>
                <w:noProof/>
                <w:webHidden/>
                <w:rtl/>
              </w:rPr>
            </w:r>
            <w:r>
              <w:rPr>
                <w:noProof/>
                <w:webHidden/>
                <w:rtl/>
              </w:rPr>
              <w:fldChar w:fldCharType="separate"/>
            </w:r>
            <w:r>
              <w:rPr>
                <w:noProof/>
                <w:webHidden/>
                <w:rtl/>
              </w:rPr>
              <w:t>748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2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حمد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حال</w:t>
            </w:r>
            <w:r w:rsidRPr="00662DF7">
              <w:rPr>
                <w:rStyle w:val="Hyperlink"/>
                <w:noProof/>
                <w:rtl/>
              </w:rPr>
              <w:t xml:space="preserve"> </w:t>
            </w:r>
            <w:r w:rsidRPr="00662DF7">
              <w:rPr>
                <w:rStyle w:val="Hyperlink"/>
                <w:rFonts w:hint="eastAsia"/>
                <w:noProof/>
                <w:rtl/>
              </w:rPr>
              <w:t>اقتدا</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امام</w:t>
            </w:r>
            <w:r w:rsidRPr="00662DF7">
              <w:rPr>
                <w:rStyle w:val="Hyperlink"/>
                <w:noProof/>
                <w:rtl/>
              </w:rPr>
              <w:t xml:space="preserve"> </w:t>
            </w:r>
            <w:r w:rsidRPr="00662DF7">
              <w:rPr>
                <w:rStyle w:val="Hyperlink"/>
                <w:rFonts w:hint="eastAsia"/>
                <w:noProof/>
                <w:rtl/>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Toc449617529 \h</w:instrText>
            </w:r>
            <w:r>
              <w:rPr>
                <w:noProof/>
                <w:webHidden/>
                <w:rtl/>
              </w:rPr>
              <w:instrText xml:space="preserve"> </w:instrText>
            </w:r>
            <w:r>
              <w:rPr>
                <w:noProof/>
                <w:webHidden/>
                <w:rtl/>
              </w:rPr>
            </w:r>
            <w:r>
              <w:rPr>
                <w:noProof/>
                <w:webHidden/>
                <w:rtl/>
              </w:rPr>
              <w:fldChar w:fldCharType="separate"/>
            </w:r>
            <w:r>
              <w:rPr>
                <w:noProof/>
                <w:webHidden/>
                <w:rtl/>
              </w:rPr>
              <w:t>750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3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درست</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صف</w:t>
            </w:r>
            <w:r w:rsidRPr="00662DF7">
              <w:rPr>
                <w:rStyle w:val="Hyperlink"/>
                <w:noProof/>
                <w:rtl/>
              </w:rPr>
              <w:t xml:space="preserve"> </w:t>
            </w:r>
            <w:r w:rsidRPr="00662DF7">
              <w:rPr>
                <w:rStyle w:val="Hyperlink"/>
                <w:rFonts w:hint="eastAsia"/>
                <w:noProof/>
                <w:rtl/>
              </w:rPr>
              <w:t>نايستادن</w:t>
            </w:r>
            <w:r w:rsidRPr="00662DF7">
              <w:rPr>
                <w:rStyle w:val="Hyperlink"/>
                <w:noProof/>
                <w:rtl/>
              </w:rPr>
              <w:t xml:space="preserve"> </w:t>
            </w:r>
            <w:r w:rsidRPr="00662DF7">
              <w:rPr>
                <w:rStyle w:val="Hyperlink"/>
                <w:rFonts w:hint="eastAsia"/>
                <w:noProof/>
                <w:rtl/>
              </w:rPr>
              <w:t>پشت</w:t>
            </w:r>
            <w:r w:rsidRPr="00662DF7">
              <w:rPr>
                <w:rStyle w:val="Hyperlink"/>
                <w:noProof/>
                <w:rtl/>
              </w:rPr>
              <w:t xml:space="preserve"> </w:t>
            </w:r>
            <w:r w:rsidRPr="00662DF7">
              <w:rPr>
                <w:rStyle w:val="Hyperlink"/>
                <w:rFonts w:hint="eastAsia"/>
                <w:noProof/>
                <w:rtl/>
              </w:rPr>
              <w:t>سر</w:t>
            </w:r>
            <w:r w:rsidRPr="00662DF7">
              <w:rPr>
                <w:rStyle w:val="Hyperlink"/>
                <w:noProof/>
                <w:rtl/>
              </w:rPr>
              <w:t xml:space="preserve"> </w:t>
            </w:r>
            <w:r w:rsidRPr="00662DF7">
              <w:rPr>
                <w:rStyle w:val="Hyperlink"/>
                <w:rFonts w:hint="eastAsia"/>
                <w:noProof/>
                <w:rtl/>
              </w:rPr>
              <w:t>امام</w:t>
            </w:r>
            <w:r w:rsidRPr="00662DF7">
              <w:rPr>
                <w:rStyle w:val="Hyperlink"/>
                <w:noProof/>
                <w:rtl/>
              </w:rPr>
              <w:t xml:space="preserve"> </w:t>
            </w:r>
            <w:r w:rsidRPr="00662DF7">
              <w:rPr>
                <w:rStyle w:val="Hyperlink"/>
                <w:rFonts w:hint="eastAsia"/>
                <w:noProof/>
                <w:rtl/>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Toc449617530 \h</w:instrText>
            </w:r>
            <w:r>
              <w:rPr>
                <w:noProof/>
                <w:webHidden/>
                <w:rtl/>
              </w:rPr>
              <w:instrText xml:space="preserve"> </w:instrText>
            </w:r>
            <w:r>
              <w:rPr>
                <w:noProof/>
                <w:webHidden/>
                <w:rtl/>
              </w:rPr>
            </w:r>
            <w:r>
              <w:rPr>
                <w:noProof/>
                <w:webHidden/>
                <w:rtl/>
              </w:rPr>
              <w:fldChar w:fldCharType="separate"/>
            </w:r>
            <w:r>
              <w:rPr>
                <w:noProof/>
                <w:webHidden/>
                <w:rtl/>
              </w:rPr>
              <w:t>751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31"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ترك</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واجب</w:t>
            </w:r>
            <w:r w:rsidRPr="00662DF7">
              <w:rPr>
                <w:rStyle w:val="Hyperlink"/>
                <w:noProof/>
                <w:rtl/>
              </w:rPr>
              <w:t xml:space="preserve"> </w:t>
            </w:r>
            <w:r w:rsidRPr="00662DF7">
              <w:rPr>
                <w:rStyle w:val="Hyperlink"/>
                <w:rFonts w:hint="eastAsia"/>
                <w:noProof/>
                <w:rtl/>
              </w:rPr>
              <w:t>يا</w:t>
            </w:r>
            <w:r w:rsidRPr="00662DF7">
              <w:rPr>
                <w:rStyle w:val="Hyperlink"/>
                <w:noProof/>
                <w:rtl/>
              </w:rPr>
              <w:t xml:space="preserve"> </w:t>
            </w:r>
            <w:r w:rsidRPr="00662DF7">
              <w:rPr>
                <w:rStyle w:val="Hyperlink"/>
                <w:rFonts w:hint="eastAsia"/>
                <w:noProof/>
                <w:rtl/>
              </w:rPr>
              <w:t>بى</w:t>
            </w:r>
            <w:r w:rsidRPr="00662DF7">
              <w:rPr>
                <w:rStyle w:val="Hyperlink"/>
                <w:noProof/>
                <w:rtl/>
              </w:rPr>
              <w:t xml:space="preserve"> </w:t>
            </w:r>
            <w:r w:rsidRPr="00662DF7">
              <w:rPr>
                <w:rStyle w:val="Hyperlink"/>
                <w:rFonts w:hint="eastAsia"/>
                <w:noProof/>
                <w:rtl/>
              </w:rPr>
              <w:t>اهميتى</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Toc449617531 \h</w:instrText>
            </w:r>
            <w:r>
              <w:rPr>
                <w:noProof/>
                <w:webHidden/>
                <w:rtl/>
              </w:rPr>
              <w:instrText xml:space="preserve"> </w:instrText>
            </w:r>
            <w:r>
              <w:rPr>
                <w:noProof/>
                <w:webHidden/>
                <w:rtl/>
              </w:rPr>
            </w:r>
            <w:r>
              <w:rPr>
                <w:noProof/>
                <w:webHidden/>
                <w:rtl/>
              </w:rPr>
              <w:fldChar w:fldCharType="separate"/>
            </w:r>
            <w:r>
              <w:rPr>
                <w:noProof/>
                <w:webHidden/>
                <w:rtl/>
              </w:rPr>
              <w:t>752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3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تاخير</w:t>
            </w:r>
            <w:r w:rsidRPr="00662DF7">
              <w:rPr>
                <w:rStyle w:val="Hyperlink"/>
                <w:noProof/>
                <w:rtl/>
              </w:rPr>
              <w:t xml:space="preserve"> </w:t>
            </w:r>
            <w:r w:rsidRPr="00662DF7">
              <w:rPr>
                <w:rStyle w:val="Hyperlink"/>
                <w:rFonts w:hint="eastAsia"/>
                <w:noProof/>
                <w:rtl/>
              </w:rPr>
              <w:t>انداختن</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Toc449617532 \h</w:instrText>
            </w:r>
            <w:r>
              <w:rPr>
                <w:noProof/>
                <w:webHidden/>
                <w:rtl/>
              </w:rPr>
              <w:instrText xml:space="preserve"> </w:instrText>
            </w:r>
            <w:r>
              <w:rPr>
                <w:noProof/>
                <w:webHidden/>
                <w:rtl/>
              </w:rPr>
            </w:r>
            <w:r>
              <w:rPr>
                <w:noProof/>
                <w:webHidden/>
                <w:rtl/>
              </w:rPr>
              <w:fldChar w:fldCharType="separate"/>
            </w:r>
            <w:r>
              <w:rPr>
                <w:noProof/>
                <w:webHidden/>
                <w:rtl/>
              </w:rPr>
              <w:t>753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3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نخواندن</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عشا</w:t>
            </w:r>
            <w:r w:rsidRPr="00662DF7">
              <w:rPr>
                <w:rStyle w:val="Hyperlink"/>
                <w:noProof/>
                <w:rtl/>
              </w:rPr>
              <w:t xml:space="preserve"> </w:t>
            </w:r>
            <w:r w:rsidRPr="00662DF7">
              <w:rPr>
                <w:rStyle w:val="Hyperlink"/>
                <w:rFonts w:hint="eastAsia"/>
                <w:noProof/>
                <w:rtl/>
              </w:rPr>
              <w:t>تا</w:t>
            </w:r>
            <w:r w:rsidRPr="00662DF7">
              <w:rPr>
                <w:rStyle w:val="Hyperlink"/>
                <w:noProof/>
                <w:rtl/>
              </w:rPr>
              <w:t xml:space="preserve"> </w:t>
            </w:r>
            <w:r w:rsidRPr="00662DF7">
              <w:rPr>
                <w:rStyle w:val="Hyperlink"/>
                <w:rFonts w:hint="eastAsia"/>
                <w:noProof/>
                <w:rtl/>
              </w:rPr>
              <w:t>نيمه</w:t>
            </w:r>
            <w:r w:rsidRPr="00662DF7">
              <w:rPr>
                <w:rStyle w:val="Hyperlink"/>
                <w:noProof/>
                <w:rtl/>
              </w:rPr>
              <w:t xml:space="preserve"> </w:t>
            </w:r>
            <w:r w:rsidRPr="00662DF7">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Toc449617533 \h</w:instrText>
            </w:r>
            <w:r>
              <w:rPr>
                <w:noProof/>
                <w:webHidden/>
                <w:rtl/>
              </w:rPr>
              <w:instrText xml:space="preserve"> </w:instrText>
            </w:r>
            <w:r>
              <w:rPr>
                <w:noProof/>
                <w:webHidden/>
                <w:rtl/>
              </w:rPr>
            </w:r>
            <w:r>
              <w:rPr>
                <w:noProof/>
                <w:webHidden/>
                <w:rtl/>
              </w:rPr>
              <w:fldChar w:fldCharType="separate"/>
            </w:r>
            <w:r>
              <w:rPr>
                <w:noProof/>
                <w:webHidden/>
                <w:rtl/>
              </w:rPr>
              <w:t>755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34"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ترك</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جماعت</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Toc449617534 \h</w:instrText>
            </w:r>
            <w:r>
              <w:rPr>
                <w:noProof/>
                <w:webHidden/>
                <w:rtl/>
              </w:rPr>
              <w:instrText xml:space="preserve"> </w:instrText>
            </w:r>
            <w:r>
              <w:rPr>
                <w:noProof/>
                <w:webHidden/>
                <w:rtl/>
              </w:rPr>
            </w:r>
            <w:r>
              <w:rPr>
                <w:noProof/>
                <w:webHidden/>
                <w:rtl/>
              </w:rPr>
              <w:fldChar w:fldCharType="separate"/>
            </w:r>
            <w:r>
              <w:rPr>
                <w:noProof/>
                <w:webHidden/>
                <w:rtl/>
              </w:rPr>
              <w:t>756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3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گناهان</w:t>
            </w:r>
            <w:r w:rsidRPr="00662DF7">
              <w:rPr>
                <w:rStyle w:val="Hyperlink"/>
                <w:noProof/>
                <w:rtl/>
              </w:rPr>
              <w:t xml:space="preserve"> </w:t>
            </w:r>
            <w:r w:rsidRPr="00662DF7">
              <w:rPr>
                <w:rStyle w:val="Hyperlink"/>
                <w:rFonts w:hint="eastAsia"/>
                <w:noProof/>
                <w:rtl/>
              </w:rPr>
              <w:t>كبيره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Toc449617535 \h</w:instrText>
            </w:r>
            <w:r>
              <w:rPr>
                <w:noProof/>
                <w:webHidden/>
                <w:rtl/>
              </w:rPr>
              <w:instrText xml:space="preserve"> </w:instrText>
            </w:r>
            <w:r>
              <w:rPr>
                <w:noProof/>
                <w:webHidden/>
                <w:rtl/>
              </w:rPr>
            </w:r>
            <w:r>
              <w:rPr>
                <w:noProof/>
                <w:webHidden/>
                <w:rtl/>
              </w:rPr>
              <w:fldChar w:fldCharType="separate"/>
            </w:r>
            <w:r>
              <w:rPr>
                <w:noProof/>
                <w:webHidden/>
                <w:rtl/>
              </w:rPr>
              <w:t>758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3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خوردن</w:t>
            </w:r>
            <w:r w:rsidRPr="00662DF7">
              <w:rPr>
                <w:rStyle w:val="Hyperlink"/>
                <w:noProof/>
                <w:rtl/>
              </w:rPr>
              <w:t xml:space="preserve"> </w:t>
            </w:r>
            <w:r w:rsidRPr="00662DF7">
              <w:rPr>
                <w:rStyle w:val="Hyperlink"/>
                <w:rFonts w:hint="eastAsia"/>
                <w:noProof/>
                <w:rtl/>
              </w:rPr>
              <w:t>مال</w:t>
            </w:r>
            <w:r w:rsidRPr="00662DF7">
              <w:rPr>
                <w:rStyle w:val="Hyperlink"/>
                <w:noProof/>
                <w:rtl/>
              </w:rPr>
              <w:t xml:space="preserve"> </w:t>
            </w:r>
            <w:r w:rsidRPr="00662DF7">
              <w:rPr>
                <w:rStyle w:val="Hyperlink"/>
                <w:rFonts w:hint="eastAsia"/>
                <w:noProof/>
                <w:rtl/>
              </w:rPr>
              <w:t>يتيم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Toc449617536 \h</w:instrText>
            </w:r>
            <w:r>
              <w:rPr>
                <w:noProof/>
                <w:webHidden/>
                <w:rtl/>
              </w:rPr>
              <w:instrText xml:space="preserve"> </w:instrText>
            </w:r>
            <w:r>
              <w:rPr>
                <w:noProof/>
                <w:webHidden/>
                <w:rtl/>
              </w:rPr>
            </w:r>
            <w:r>
              <w:rPr>
                <w:noProof/>
                <w:webHidden/>
                <w:rtl/>
              </w:rPr>
              <w:fldChar w:fldCharType="separate"/>
            </w:r>
            <w:r>
              <w:rPr>
                <w:noProof/>
                <w:webHidden/>
                <w:rtl/>
              </w:rPr>
              <w:t>760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3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زكات</w:t>
            </w:r>
            <w:r w:rsidRPr="00662DF7">
              <w:rPr>
                <w:rStyle w:val="Hyperlink"/>
                <w:noProof/>
                <w:rtl/>
              </w:rPr>
              <w:t xml:space="preserve"> </w:t>
            </w:r>
            <w:r w:rsidRPr="00662DF7">
              <w:rPr>
                <w:rStyle w:val="Hyperlink"/>
                <w:rFonts w:hint="eastAsia"/>
                <w:noProof/>
                <w:rtl/>
              </w:rPr>
              <w:t>ندادن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Toc449617537 \h</w:instrText>
            </w:r>
            <w:r>
              <w:rPr>
                <w:noProof/>
                <w:webHidden/>
                <w:rtl/>
              </w:rPr>
              <w:instrText xml:space="preserve"> </w:instrText>
            </w:r>
            <w:r>
              <w:rPr>
                <w:noProof/>
                <w:webHidden/>
                <w:rtl/>
              </w:rPr>
            </w:r>
            <w:r>
              <w:rPr>
                <w:noProof/>
                <w:webHidden/>
                <w:rtl/>
              </w:rPr>
              <w:fldChar w:fldCharType="separate"/>
            </w:r>
            <w:r>
              <w:rPr>
                <w:noProof/>
                <w:webHidden/>
                <w:rtl/>
              </w:rPr>
              <w:t>763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3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زكات</w:t>
            </w:r>
            <w:r w:rsidRPr="00662DF7">
              <w:rPr>
                <w:rStyle w:val="Hyperlink"/>
                <w:noProof/>
                <w:rtl/>
              </w:rPr>
              <w:t xml:space="preserve"> </w:t>
            </w:r>
            <w:r w:rsidRPr="00662DF7">
              <w:rPr>
                <w:rStyle w:val="Hyperlink"/>
                <w:rFonts w:hint="eastAsia"/>
                <w:noProof/>
                <w:rtl/>
              </w:rPr>
              <w:t>نگرفتن</w:t>
            </w:r>
            <w:r w:rsidRPr="00662DF7">
              <w:rPr>
                <w:rStyle w:val="Hyperlink"/>
                <w:noProof/>
                <w:rtl/>
              </w:rPr>
              <w:t xml:space="preserve"> </w:t>
            </w:r>
            <w:r w:rsidRPr="00662DF7">
              <w:rPr>
                <w:rStyle w:val="Hyperlink"/>
                <w:rFonts w:hint="eastAsia"/>
                <w:noProof/>
                <w:rtl/>
              </w:rPr>
              <w:t>مستحق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Toc449617538 \h</w:instrText>
            </w:r>
            <w:r>
              <w:rPr>
                <w:noProof/>
                <w:webHidden/>
                <w:rtl/>
              </w:rPr>
              <w:instrText xml:space="preserve"> </w:instrText>
            </w:r>
            <w:r>
              <w:rPr>
                <w:noProof/>
                <w:webHidden/>
                <w:rtl/>
              </w:rPr>
            </w:r>
            <w:r>
              <w:rPr>
                <w:noProof/>
                <w:webHidden/>
                <w:rtl/>
              </w:rPr>
              <w:fldChar w:fldCharType="separate"/>
            </w:r>
            <w:r>
              <w:rPr>
                <w:noProof/>
                <w:webHidden/>
                <w:rtl/>
              </w:rPr>
              <w:t>768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3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خوردن</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روزه</w:t>
            </w:r>
            <w:r w:rsidRPr="00662DF7">
              <w:rPr>
                <w:rStyle w:val="Hyperlink"/>
                <w:noProof/>
                <w:rtl/>
              </w:rPr>
              <w:t xml:space="preserve"> </w:t>
            </w:r>
            <w:r w:rsidRPr="00662DF7">
              <w:rPr>
                <w:rStyle w:val="Hyperlink"/>
                <w:rFonts w:hint="eastAsia"/>
                <w:noProof/>
                <w:rtl/>
              </w:rPr>
              <w:t>ماه</w:t>
            </w:r>
            <w:r w:rsidRPr="00662DF7">
              <w:rPr>
                <w:rStyle w:val="Hyperlink"/>
                <w:noProof/>
                <w:rtl/>
              </w:rPr>
              <w:t xml:space="preserve"> </w:t>
            </w:r>
            <w:r w:rsidRPr="00662DF7">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Toc449617539 \h</w:instrText>
            </w:r>
            <w:r>
              <w:rPr>
                <w:noProof/>
                <w:webHidden/>
                <w:rtl/>
              </w:rPr>
              <w:instrText xml:space="preserve"> </w:instrText>
            </w:r>
            <w:r>
              <w:rPr>
                <w:noProof/>
                <w:webHidden/>
                <w:rtl/>
              </w:rPr>
            </w:r>
            <w:r>
              <w:rPr>
                <w:noProof/>
                <w:webHidden/>
                <w:rtl/>
              </w:rPr>
              <w:fldChar w:fldCharType="separate"/>
            </w:r>
            <w:r>
              <w:rPr>
                <w:noProof/>
                <w:webHidden/>
                <w:rtl/>
              </w:rPr>
              <w:t>769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4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ترك</w:t>
            </w:r>
            <w:r w:rsidRPr="00662DF7">
              <w:rPr>
                <w:rStyle w:val="Hyperlink"/>
                <w:noProof/>
                <w:rtl/>
              </w:rPr>
              <w:t xml:space="preserve"> </w:t>
            </w:r>
            <w:r w:rsidRPr="00662DF7">
              <w:rPr>
                <w:rStyle w:val="Hyperlink"/>
                <w:rFonts w:hint="eastAsia"/>
                <w:noProof/>
                <w:rtl/>
              </w:rPr>
              <w:t>حج</w:t>
            </w:r>
            <w:r w:rsidRPr="00662DF7">
              <w:rPr>
                <w:rStyle w:val="Hyperlink"/>
                <w:noProof/>
                <w:rtl/>
              </w:rPr>
              <w:t xml:space="preserve"> </w:t>
            </w:r>
            <w:r w:rsidRPr="00662DF7">
              <w:rPr>
                <w:rStyle w:val="Hyperlink"/>
                <w:rFonts w:hint="eastAsia"/>
                <w:noProof/>
                <w:rtl/>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Toc449617540 \h</w:instrText>
            </w:r>
            <w:r>
              <w:rPr>
                <w:noProof/>
                <w:webHidden/>
                <w:rtl/>
              </w:rPr>
              <w:instrText xml:space="preserve"> </w:instrText>
            </w:r>
            <w:r>
              <w:rPr>
                <w:noProof/>
                <w:webHidden/>
                <w:rtl/>
              </w:rPr>
            </w:r>
            <w:r>
              <w:rPr>
                <w:noProof/>
                <w:webHidden/>
                <w:rtl/>
              </w:rPr>
              <w:fldChar w:fldCharType="separate"/>
            </w:r>
            <w:r>
              <w:rPr>
                <w:noProof/>
                <w:webHidden/>
                <w:rtl/>
              </w:rPr>
              <w:t>770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41" w:history="1">
            <w:r w:rsidRPr="00662DF7">
              <w:rPr>
                <w:rStyle w:val="Hyperlink"/>
                <w:rFonts w:hint="eastAsia"/>
                <w:noProof/>
                <w:rtl/>
              </w:rPr>
              <w:t>نقش</w:t>
            </w:r>
            <w:r w:rsidRPr="00662DF7">
              <w:rPr>
                <w:rStyle w:val="Hyperlink"/>
                <w:noProof/>
                <w:rtl/>
              </w:rPr>
              <w:t xml:space="preserve"> </w:t>
            </w:r>
            <w:r w:rsidRPr="00662DF7">
              <w:rPr>
                <w:rStyle w:val="Hyperlink"/>
                <w:rFonts w:hint="eastAsia"/>
                <w:noProof/>
                <w:rtl/>
              </w:rPr>
              <w:t>زبان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مجازات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Toc449617541 \h</w:instrText>
            </w:r>
            <w:r>
              <w:rPr>
                <w:noProof/>
                <w:webHidden/>
                <w:rtl/>
              </w:rPr>
              <w:instrText xml:space="preserve"> </w:instrText>
            </w:r>
            <w:r>
              <w:rPr>
                <w:noProof/>
                <w:webHidden/>
                <w:rtl/>
              </w:rPr>
            </w:r>
            <w:r>
              <w:rPr>
                <w:noProof/>
                <w:webHidden/>
                <w:rtl/>
              </w:rPr>
              <w:fldChar w:fldCharType="separate"/>
            </w:r>
            <w:r>
              <w:rPr>
                <w:noProof/>
                <w:webHidden/>
                <w:rtl/>
              </w:rPr>
              <w:t>772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4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يك</w:t>
            </w:r>
            <w:r w:rsidRPr="00662DF7">
              <w:rPr>
                <w:rStyle w:val="Hyperlink"/>
                <w:noProof/>
                <w:rtl/>
              </w:rPr>
              <w:t xml:space="preserve"> </w:t>
            </w:r>
            <w:r w:rsidRPr="00662DF7">
              <w:rPr>
                <w:rStyle w:val="Hyperlink"/>
                <w:rFonts w:hint="eastAsia"/>
                <w:noProof/>
                <w:rtl/>
              </w:rPr>
              <w:t>بار</w:t>
            </w:r>
            <w:r w:rsidRPr="00662DF7">
              <w:rPr>
                <w:rStyle w:val="Hyperlink"/>
                <w:noProof/>
                <w:rtl/>
              </w:rPr>
              <w:t xml:space="preserve"> «</w:t>
            </w:r>
            <w:r w:rsidRPr="00662DF7">
              <w:rPr>
                <w:rStyle w:val="Hyperlink"/>
                <w:rFonts w:hint="eastAsia"/>
                <w:noProof/>
                <w:rtl/>
              </w:rPr>
              <w:t>قل</w:t>
            </w:r>
            <w:r w:rsidRPr="00662DF7">
              <w:rPr>
                <w:rStyle w:val="Hyperlink"/>
                <w:noProof/>
                <w:rtl/>
              </w:rPr>
              <w:t xml:space="preserve"> </w:t>
            </w:r>
            <w:r w:rsidRPr="00662DF7">
              <w:rPr>
                <w:rStyle w:val="Hyperlink"/>
                <w:rFonts w:hint="eastAsia"/>
                <w:noProof/>
                <w:rtl/>
              </w:rPr>
              <w:t>هو</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احد»</w:t>
            </w:r>
            <w:r w:rsidRPr="00662DF7">
              <w:rPr>
                <w:rStyle w:val="Hyperlink"/>
                <w:noProof/>
                <w:rtl/>
              </w:rPr>
              <w:t xml:space="preserve"> </w:t>
            </w:r>
            <w:r w:rsidRPr="00662DF7">
              <w:rPr>
                <w:rStyle w:val="Hyperlink"/>
                <w:rFonts w:hint="eastAsia"/>
                <w:noProof/>
                <w:rtl/>
              </w:rPr>
              <w:t>نخواندن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سه</w:t>
            </w:r>
            <w:r w:rsidRPr="00662DF7">
              <w:rPr>
                <w:rStyle w:val="Hyperlink"/>
                <w:noProof/>
                <w:rtl/>
              </w:rPr>
              <w:t xml:space="preserve"> </w:t>
            </w:r>
            <w:r w:rsidRPr="00662DF7">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Toc449617542 \h</w:instrText>
            </w:r>
            <w:r>
              <w:rPr>
                <w:noProof/>
                <w:webHidden/>
                <w:rtl/>
              </w:rPr>
              <w:instrText xml:space="preserve"> </w:instrText>
            </w:r>
            <w:r>
              <w:rPr>
                <w:noProof/>
                <w:webHidden/>
                <w:rtl/>
              </w:rPr>
            </w:r>
            <w:r>
              <w:rPr>
                <w:noProof/>
                <w:webHidden/>
                <w:rtl/>
              </w:rPr>
              <w:fldChar w:fldCharType="separate"/>
            </w:r>
            <w:r>
              <w:rPr>
                <w:noProof/>
                <w:webHidden/>
                <w:rtl/>
              </w:rPr>
              <w:t>773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4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قل</w:t>
            </w:r>
            <w:r w:rsidRPr="00662DF7">
              <w:rPr>
                <w:rStyle w:val="Hyperlink"/>
                <w:noProof/>
                <w:rtl/>
              </w:rPr>
              <w:t xml:space="preserve"> </w:t>
            </w:r>
            <w:r w:rsidRPr="00662DF7">
              <w:rPr>
                <w:rStyle w:val="Hyperlink"/>
                <w:rFonts w:hint="eastAsia"/>
                <w:noProof/>
                <w:rtl/>
              </w:rPr>
              <w:t>هو</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احد»</w:t>
            </w:r>
            <w:r w:rsidRPr="00662DF7">
              <w:rPr>
                <w:rStyle w:val="Hyperlink"/>
                <w:noProof/>
                <w:rtl/>
              </w:rPr>
              <w:t xml:space="preserve"> </w:t>
            </w:r>
            <w:r w:rsidRPr="00662DF7">
              <w:rPr>
                <w:rStyle w:val="Hyperlink"/>
                <w:rFonts w:hint="eastAsia"/>
                <w:noProof/>
                <w:rtl/>
              </w:rPr>
              <w:t>نخواندن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روز</w:t>
            </w:r>
            <w:r w:rsidRPr="00662DF7">
              <w:rPr>
                <w:rStyle w:val="Hyperlink"/>
                <w:noProof/>
                <w:rtl/>
              </w:rPr>
              <w:t xml:space="preserve"> </w:t>
            </w:r>
            <w:r w:rsidRPr="00662DF7">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Toc449617543 \h</w:instrText>
            </w:r>
            <w:r>
              <w:rPr>
                <w:noProof/>
                <w:webHidden/>
                <w:rtl/>
              </w:rPr>
              <w:instrText xml:space="preserve"> </w:instrText>
            </w:r>
            <w:r>
              <w:rPr>
                <w:noProof/>
                <w:webHidden/>
                <w:rtl/>
              </w:rPr>
            </w:r>
            <w:r>
              <w:rPr>
                <w:noProof/>
                <w:webHidden/>
                <w:rtl/>
              </w:rPr>
              <w:fldChar w:fldCharType="separate"/>
            </w:r>
            <w:r>
              <w:rPr>
                <w:noProof/>
                <w:webHidden/>
                <w:rtl/>
              </w:rPr>
              <w:t>774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44"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نخواندن</w:t>
            </w:r>
            <w:r w:rsidRPr="00662DF7">
              <w:rPr>
                <w:rStyle w:val="Hyperlink"/>
                <w:noProof/>
                <w:rtl/>
              </w:rPr>
              <w:t xml:space="preserve"> «</w:t>
            </w:r>
            <w:r w:rsidRPr="00662DF7">
              <w:rPr>
                <w:rStyle w:val="Hyperlink"/>
                <w:rFonts w:hint="eastAsia"/>
                <w:noProof/>
                <w:rtl/>
              </w:rPr>
              <w:t>قل</w:t>
            </w:r>
            <w:r w:rsidRPr="00662DF7">
              <w:rPr>
                <w:rStyle w:val="Hyperlink"/>
                <w:noProof/>
                <w:rtl/>
              </w:rPr>
              <w:t xml:space="preserve"> </w:t>
            </w:r>
            <w:r w:rsidRPr="00662DF7">
              <w:rPr>
                <w:rStyle w:val="Hyperlink"/>
                <w:rFonts w:hint="eastAsia"/>
                <w:noProof/>
                <w:rtl/>
              </w:rPr>
              <w:t>هو</w:t>
            </w:r>
            <w:r w:rsidRPr="00662DF7">
              <w:rPr>
                <w:rStyle w:val="Hyperlink"/>
                <w:noProof/>
                <w:rtl/>
              </w:rPr>
              <w:t xml:space="preserve"> </w:t>
            </w:r>
            <w:r w:rsidRPr="00662DF7">
              <w:rPr>
                <w:rStyle w:val="Hyperlink"/>
                <w:rFonts w:hint="eastAsia"/>
                <w:noProof/>
                <w:rtl/>
              </w:rPr>
              <w:t>الله</w:t>
            </w:r>
            <w:r w:rsidRPr="00662DF7">
              <w:rPr>
                <w:rStyle w:val="Hyperlink"/>
                <w:noProof/>
                <w:rtl/>
              </w:rPr>
              <w:t xml:space="preserve"> </w:t>
            </w:r>
            <w:r w:rsidRPr="00662DF7">
              <w:rPr>
                <w:rStyle w:val="Hyperlink"/>
                <w:rFonts w:hint="eastAsia"/>
                <w:noProof/>
                <w:rtl/>
              </w:rPr>
              <w:t>احد»</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بيمارى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گرفتارى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Toc449617544 \h</w:instrText>
            </w:r>
            <w:r>
              <w:rPr>
                <w:noProof/>
                <w:webHidden/>
                <w:rtl/>
              </w:rPr>
              <w:instrText xml:space="preserve"> </w:instrText>
            </w:r>
            <w:r>
              <w:rPr>
                <w:noProof/>
                <w:webHidden/>
                <w:rtl/>
              </w:rPr>
            </w:r>
            <w:r>
              <w:rPr>
                <w:noProof/>
                <w:webHidden/>
                <w:rtl/>
              </w:rPr>
              <w:fldChar w:fldCharType="separate"/>
            </w:r>
            <w:r>
              <w:rPr>
                <w:noProof/>
                <w:webHidden/>
                <w:rtl/>
              </w:rPr>
              <w:t>775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4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فراموش</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سوره</w:t>
            </w:r>
            <w:r w:rsidRPr="00662DF7">
              <w:rPr>
                <w:rStyle w:val="Hyperlink"/>
                <w:noProof/>
                <w:rtl/>
              </w:rPr>
              <w:t xml:space="preserve"> </w:t>
            </w:r>
            <w:r w:rsidRPr="00662DF7">
              <w:rPr>
                <w:rStyle w:val="Hyperlink"/>
                <w:rFonts w:hint="eastAsia"/>
                <w:noProof/>
                <w:rtl/>
              </w:rPr>
              <w:t>اى</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Toc449617545 \h</w:instrText>
            </w:r>
            <w:r>
              <w:rPr>
                <w:noProof/>
                <w:webHidden/>
                <w:rtl/>
              </w:rPr>
              <w:instrText xml:space="preserve"> </w:instrText>
            </w:r>
            <w:r>
              <w:rPr>
                <w:noProof/>
                <w:webHidden/>
                <w:rtl/>
              </w:rPr>
            </w:r>
            <w:r>
              <w:rPr>
                <w:noProof/>
                <w:webHidden/>
                <w:rtl/>
              </w:rPr>
              <w:fldChar w:fldCharType="separate"/>
            </w:r>
            <w:r>
              <w:rPr>
                <w:noProof/>
                <w:webHidden/>
                <w:rtl/>
              </w:rPr>
              <w:t>777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4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ذليل</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Toc449617546 \h</w:instrText>
            </w:r>
            <w:r>
              <w:rPr>
                <w:noProof/>
                <w:webHidden/>
                <w:rtl/>
              </w:rPr>
              <w:instrText xml:space="preserve"> </w:instrText>
            </w:r>
            <w:r>
              <w:rPr>
                <w:noProof/>
                <w:webHidden/>
                <w:rtl/>
              </w:rPr>
            </w:r>
            <w:r>
              <w:rPr>
                <w:noProof/>
                <w:webHidden/>
                <w:rtl/>
              </w:rPr>
              <w:fldChar w:fldCharType="separate"/>
            </w:r>
            <w:r>
              <w:rPr>
                <w:noProof/>
                <w:webHidden/>
                <w:rtl/>
              </w:rPr>
              <w:t>778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4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يارى</w:t>
            </w:r>
            <w:r w:rsidRPr="00662DF7">
              <w:rPr>
                <w:rStyle w:val="Hyperlink"/>
                <w:noProof/>
                <w:rtl/>
              </w:rPr>
              <w:t xml:space="preserve"> </w:t>
            </w:r>
            <w:r w:rsidRPr="00662DF7">
              <w:rPr>
                <w:rStyle w:val="Hyperlink"/>
                <w:rFonts w:hint="eastAsia"/>
                <w:noProof/>
                <w:rtl/>
              </w:rPr>
              <w:t>نكردن</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Toc449617547 \h</w:instrText>
            </w:r>
            <w:r>
              <w:rPr>
                <w:noProof/>
                <w:webHidden/>
                <w:rtl/>
              </w:rPr>
              <w:instrText xml:space="preserve"> </w:instrText>
            </w:r>
            <w:r>
              <w:rPr>
                <w:noProof/>
                <w:webHidden/>
                <w:rtl/>
              </w:rPr>
            </w:r>
            <w:r>
              <w:rPr>
                <w:noProof/>
                <w:webHidden/>
                <w:rtl/>
              </w:rPr>
              <w:fldChar w:fldCharType="separate"/>
            </w:r>
            <w:r>
              <w:rPr>
                <w:noProof/>
                <w:webHidden/>
                <w:rtl/>
              </w:rPr>
              <w:t>779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4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بدنام</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مومنين</w:t>
            </w:r>
            <w:r w:rsidRPr="00662DF7">
              <w:rPr>
                <w:rStyle w:val="Hyperlink"/>
                <w:noProof/>
                <w:rtl/>
              </w:rPr>
              <w:t xml:space="preserve"> </w:t>
            </w:r>
            <w:r w:rsidRPr="00662DF7">
              <w:rPr>
                <w:rStyle w:val="Hyperlink"/>
                <w:rFonts w:hint="eastAsia"/>
                <w:noProof/>
                <w:rtl/>
              </w:rPr>
              <w:t>ورد</w:t>
            </w:r>
            <w:r w:rsidRPr="00662DF7">
              <w:rPr>
                <w:rStyle w:val="Hyperlink"/>
                <w:noProof/>
                <w:rtl/>
              </w:rPr>
              <w:t xml:space="preserve"> </w:t>
            </w:r>
            <w:r w:rsidRPr="00662DF7">
              <w:rPr>
                <w:rStyle w:val="Hyperlink"/>
                <w:rFonts w:hint="eastAsia"/>
                <w:noProof/>
                <w:rtl/>
              </w:rPr>
              <w:t>سخن</w:t>
            </w:r>
            <w:r w:rsidRPr="00662DF7">
              <w:rPr>
                <w:rStyle w:val="Hyperlink"/>
                <w:noProof/>
                <w:rtl/>
              </w:rPr>
              <w:t xml:space="preserve"> </w:t>
            </w:r>
            <w:r w:rsidRPr="00662DF7">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Toc449617548 \h</w:instrText>
            </w:r>
            <w:r>
              <w:rPr>
                <w:noProof/>
                <w:webHidden/>
                <w:rtl/>
              </w:rPr>
              <w:instrText xml:space="preserve"> </w:instrText>
            </w:r>
            <w:r>
              <w:rPr>
                <w:noProof/>
                <w:webHidden/>
                <w:rtl/>
              </w:rPr>
            </w:r>
            <w:r>
              <w:rPr>
                <w:noProof/>
                <w:webHidden/>
                <w:rtl/>
              </w:rPr>
              <w:fldChar w:fldCharType="separate"/>
            </w:r>
            <w:r>
              <w:rPr>
                <w:noProof/>
                <w:webHidden/>
                <w:rtl/>
              </w:rPr>
              <w:t>780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4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عيب</w:t>
            </w:r>
            <w:r w:rsidRPr="00662DF7">
              <w:rPr>
                <w:rStyle w:val="Hyperlink"/>
                <w:noProof/>
                <w:rtl/>
              </w:rPr>
              <w:t xml:space="preserve"> </w:t>
            </w:r>
            <w:r w:rsidRPr="00662DF7">
              <w:rPr>
                <w:rStyle w:val="Hyperlink"/>
                <w:rFonts w:hint="eastAsia"/>
                <w:noProof/>
                <w:rtl/>
              </w:rPr>
              <w:t>جويى</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مومن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بردن</w:t>
            </w:r>
            <w:r w:rsidRPr="00662DF7">
              <w:rPr>
                <w:rStyle w:val="Hyperlink"/>
                <w:noProof/>
                <w:rtl/>
              </w:rPr>
              <w:t xml:space="preserve"> </w:t>
            </w:r>
            <w:r w:rsidRPr="00662DF7">
              <w:rPr>
                <w:rStyle w:val="Hyperlink"/>
                <w:rFonts w:hint="eastAsia"/>
                <w:noProof/>
                <w:rtl/>
              </w:rPr>
              <w:t>آبروى</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Toc449617549 \h</w:instrText>
            </w:r>
            <w:r>
              <w:rPr>
                <w:noProof/>
                <w:webHidden/>
                <w:rtl/>
              </w:rPr>
              <w:instrText xml:space="preserve"> </w:instrText>
            </w:r>
            <w:r>
              <w:rPr>
                <w:noProof/>
                <w:webHidden/>
                <w:rtl/>
              </w:rPr>
            </w:r>
            <w:r>
              <w:rPr>
                <w:noProof/>
                <w:webHidden/>
                <w:rtl/>
              </w:rPr>
              <w:fldChar w:fldCharType="separate"/>
            </w:r>
            <w:r>
              <w:rPr>
                <w:noProof/>
                <w:webHidden/>
                <w:rtl/>
              </w:rPr>
              <w:t>781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5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پوشانيدن</w:t>
            </w:r>
            <w:r w:rsidRPr="00662DF7">
              <w:rPr>
                <w:rStyle w:val="Hyperlink"/>
                <w:noProof/>
                <w:rtl/>
              </w:rPr>
              <w:t xml:space="preserve"> </w:t>
            </w:r>
            <w:r w:rsidRPr="00662DF7">
              <w:rPr>
                <w:rStyle w:val="Hyperlink"/>
                <w:rFonts w:hint="eastAsia"/>
                <w:noProof/>
                <w:rtl/>
              </w:rPr>
              <w:t>خود</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Toc449617550 \h</w:instrText>
            </w:r>
            <w:r>
              <w:rPr>
                <w:noProof/>
                <w:webHidden/>
                <w:rtl/>
              </w:rPr>
              <w:instrText xml:space="preserve"> </w:instrText>
            </w:r>
            <w:r>
              <w:rPr>
                <w:noProof/>
                <w:webHidden/>
                <w:rtl/>
              </w:rPr>
            </w:r>
            <w:r>
              <w:rPr>
                <w:noProof/>
                <w:webHidden/>
                <w:rtl/>
              </w:rPr>
              <w:fldChar w:fldCharType="separate"/>
            </w:r>
            <w:r>
              <w:rPr>
                <w:noProof/>
                <w:webHidden/>
                <w:rtl/>
              </w:rPr>
              <w:t>782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51"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سود</w:t>
            </w:r>
            <w:r w:rsidRPr="00662DF7">
              <w:rPr>
                <w:rStyle w:val="Hyperlink"/>
                <w:noProof/>
                <w:rtl/>
              </w:rPr>
              <w:t xml:space="preserve"> </w:t>
            </w:r>
            <w:r w:rsidRPr="00662DF7">
              <w:rPr>
                <w:rStyle w:val="Hyperlink"/>
                <w:rFonts w:hint="eastAsia"/>
                <w:noProof/>
                <w:rtl/>
              </w:rPr>
              <w:t>گرفتن</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Toc449617551 \h</w:instrText>
            </w:r>
            <w:r>
              <w:rPr>
                <w:noProof/>
                <w:webHidden/>
                <w:rtl/>
              </w:rPr>
              <w:instrText xml:space="preserve"> </w:instrText>
            </w:r>
            <w:r>
              <w:rPr>
                <w:noProof/>
                <w:webHidden/>
                <w:rtl/>
              </w:rPr>
            </w:r>
            <w:r>
              <w:rPr>
                <w:noProof/>
                <w:webHidden/>
                <w:rtl/>
              </w:rPr>
              <w:fldChar w:fldCharType="separate"/>
            </w:r>
            <w:r>
              <w:rPr>
                <w:noProof/>
                <w:webHidden/>
                <w:rtl/>
              </w:rPr>
              <w:t>783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5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معتبرتر</w:t>
            </w:r>
            <w:r w:rsidRPr="00662DF7">
              <w:rPr>
                <w:rStyle w:val="Hyperlink"/>
                <w:noProof/>
                <w:rtl/>
              </w:rPr>
              <w:t xml:space="preserve"> </w:t>
            </w:r>
            <w:r w:rsidRPr="00662DF7">
              <w:rPr>
                <w:rStyle w:val="Hyperlink"/>
                <w:rFonts w:hint="eastAsia"/>
                <w:noProof/>
                <w:rtl/>
              </w:rPr>
              <w:t>دانستن</w:t>
            </w:r>
            <w:r w:rsidRPr="00662DF7">
              <w:rPr>
                <w:rStyle w:val="Hyperlink"/>
                <w:noProof/>
                <w:rtl/>
              </w:rPr>
              <w:t xml:space="preserve"> (</w:t>
            </w:r>
            <w:r w:rsidRPr="00662DF7">
              <w:rPr>
                <w:rStyle w:val="Hyperlink"/>
                <w:rFonts w:hint="eastAsia"/>
                <w:noProof/>
                <w:rtl/>
              </w:rPr>
              <w:t>گرو</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Toc449617552 \h</w:instrText>
            </w:r>
            <w:r>
              <w:rPr>
                <w:noProof/>
                <w:webHidden/>
                <w:rtl/>
              </w:rPr>
              <w:instrText xml:space="preserve"> </w:instrText>
            </w:r>
            <w:r>
              <w:rPr>
                <w:noProof/>
                <w:webHidden/>
                <w:rtl/>
              </w:rPr>
            </w:r>
            <w:r>
              <w:rPr>
                <w:noProof/>
                <w:webHidden/>
                <w:rtl/>
              </w:rPr>
              <w:fldChar w:fldCharType="separate"/>
            </w:r>
            <w:r>
              <w:rPr>
                <w:noProof/>
                <w:webHidden/>
                <w:rtl/>
              </w:rPr>
              <w:t>784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5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محروم</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Toc449617553 \h</w:instrText>
            </w:r>
            <w:r>
              <w:rPr>
                <w:noProof/>
                <w:webHidden/>
                <w:rtl/>
              </w:rPr>
              <w:instrText xml:space="preserve"> </w:instrText>
            </w:r>
            <w:r>
              <w:rPr>
                <w:noProof/>
                <w:webHidden/>
                <w:rtl/>
              </w:rPr>
            </w:r>
            <w:r>
              <w:rPr>
                <w:noProof/>
                <w:webHidden/>
                <w:rtl/>
              </w:rPr>
              <w:fldChar w:fldCharType="separate"/>
            </w:r>
            <w:r>
              <w:rPr>
                <w:noProof/>
                <w:webHidden/>
                <w:rtl/>
              </w:rPr>
              <w:t>785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54"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حبس</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حق</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Toc449617554 \h</w:instrText>
            </w:r>
            <w:r>
              <w:rPr>
                <w:noProof/>
                <w:webHidden/>
                <w:rtl/>
              </w:rPr>
              <w:instrText xml:space="preserve"> </w:instrText>
            </w:r>
            <w:r>
              <w:rPr>
                <w:noProof/>
                <w:webHidden/>
                <w:rtl/>
              </w:rPr>
            </w:r>
            <w:r>
              <w:rPr>
                <w:noProof/>
                <w:webHidden/>
                <w:rtl/>
              </w:rPr>
              <w:fldChar w:fldCharType="separate"/>
            </w:r>
            <w:r>
              <w:rPr>
                <w:noProof/>
                <w:webHidden/>
                <w:rtl/>
              </w:rPr>
              <w:t>786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5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تهمت</w:t>
            </w:r>
            <w:r w:rsidRPr="00662DF7">
              <w:rPr>
                <w:rStyle w:val="Hyperlink"/>
                <w:noProof/>
                <w:rtl/>
              </w:rPr>
              <w:t xml:space="preserve"> </w:t>
            </w:r>
            <w:r w:rsidRPr="00662DF7">
              <w:rPr>
                <w:rStyle w:val="Hyperlink"/>
                <w:rFonts w:hint="eastAsia"/>
                <w:noProof/>
                <w:rtl/>
              </w:rPr>
              <w:t>زدن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Toc449617555 \h</w:instrText>
            </w:r>
            <w:r>
              <w:rPr>
                <w:noProof/>
                <w:webHidden/>
                <w:rtl/>
              </w:rPr>
              <w:instrText xml:space="preserve"> </w:instrText>
            </w:r>
            <w:r>
              <w:rPr>
                <w:noProof/>
                <w:webHidden/>
                <w:rtl/>
              </w:rPr>
            </w:r>
            <w:r>
              <w:rPr>
                <w:noProof/>
                <w:webHidden/>
                <w:rtl/>
              </w:rPr>
              <w:fldChar w:fldCharType="separate"/>
            </w:r>
            <w:r>
              <w:rPr>
                <w:noProof/>
                <w:webHidden/>
                <w:rtl/>
              </w:rPr>
              <w:t>787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5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نقل</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مطلبى</w:t>
            </w:r>
            <w:r w:rsidRPr="00662DF7">
              <w:rPr>
                <w:rStyle w:val="Hyperlink"/>
                <w:noProof/>
                <w:rtl/>
              </w:rPr>
              <w:t xml:space="preserve"> </w:t>
            </w:r>
            <w:r w:rsidRPr="00662DF7">
              <w:rPr>
                <w:rStyle w:val="Hyperlink"/>
                <w:rFonts w:hint="eastAsia"/>
                <w:noProof/>
                <w:rtl/>
              </w:rPr>
              <w:t>درباره</w:t>
            </w:r>
            <w:r w:rsidRPr="00662DF7">
              <w:rPr>
                <w:rStyle w:val="Hyperlink"/>
                <w:noProof/>
                <w:rtl/>
              </w:rPr>
              <w:t xml:space="preserve"> </w:t>
            </w:r>
            <w:r w:rsidRPr="00662DF7">
              <w:rPr>
                <w:rStyle w:val="Hyperlink"/>
                <w:rFonts w:hint="eastAsia"/>
                <w:noProof/>
                <w:rtl/>
              </w:rPr>
              <w:t>مومن</w:t>
            </w:r>
            <w:r w:rsidRPr="00662DF7">
              <w:rPr>
                <w:rStyle w:val="Hyperlink"/>
                <w:noProof/>
                <w:rtl/>
              </w:rPr>
              <w:t xml:space="preserve"> </w:t>
            </w:r>
            <w:r w:rsidRPr="00662DF7">
              <w:rPr>
                <w:rStyle w:val="Hyperlink"/>
                <w:rFonts w:hint="eastAsia"/>
                <w:noProof/>
                <w:rtl/>
              </w:rPr>
              <w:t>بقصد</w:t>
            </w:r>
            <w:r w:rsidRPr="00662DF7">
              <w:rPr>
                <w:rStyle w:val="Hyperlink"/>
                <w:noProof/>
                <w:rtl/>
              </w:rPr>
              <w:t xml:space="preserve"> </w:t>
            </w:r>
            <w:r w:rsidRPr="00662DF7">
              <w:rPr>
                <w:rStyle w:val="Hyperlink"/>
                <w:rFonts w:hint="eastAsia"/>
                <w:noProof/>
                <w:rtl/>
              </w:rPr>
              <w:t>رسوا</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Toc449617556 \h</w:instrText>
            </w:r>
            <w:r>
              <w:rPr>
                <w:noProof/>
                <w:webHidden/>
                <w:rtl/>
              </w:rPr>
              <w:instrText xml:space="preserve"> </w:instrText>
            </w:r>
            <w:r>
              <w:rPr>
                <w:noProof/>
                <w:webHidden/>
                <w:rtl/>
              </w:rPr>
            </w:r>
            <w:r>
              <w:rPr>
                <w:noProof/>
                <w:webHidden/>
                <w:rtl/>
              </w:rPr>
              <w:fldChar w:fldCharType="separate"/>
            </w:r>
            <w:r>
              <w:rPr>
                <w:noProof/>
                <w:webHidden/>
                <w:rtl/>
              </w:rPr>
              <w:t>788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5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ممانعت</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سكونت</w:t>
            </w:r>
            <w:r w:rsidRPr="00662DF7">
              <w:rPr>
                <w:rStyle w:val="Hyperlink"/>
                <w:noProof/>
                <w:rtl/>
              </w:rPr>
              <w:t xml:space="preserve"> </w:t>
            </w:r>
            <w:r w:rsidRPr="00662DF7">
              <w:rPr>
                <w:rStyle w:val="Hyperlink"/>
                <w:rFonts w:hint="eastAsia"/>
                <w:noProof/>
                <w:rtl/>
              </w:rPr>
              <w:t>مومنى</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خانه</w:t>
            </w:r>
            <w:r w:rsidRPr="00662DF7">
              <w:rPr>
                <w:rStyle w:val="Hyperlink"/>
                <w:noProof/>
                <w:rtl/>
              </w:rPr>
              <w:t xml:space="preserve"> </w:t>
            </w:r>
            <w:r w:rsidRPr="00662DF7">
              <w:rPr>
                <w:rStyle w:val="Hyperlink"/>
                <w:rFonts w:hint="eastAsia"/>
                <w:noProof/>
                <w:rtl/>
              </w:rPr>
              <w:t>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Toc449617557 \h</w:instrText>
            </w:r>
            <w:r>
              <w:rPr>
                <w:noProof/>
                <w:webHidden/>
                <w:rtl/>
              </w:rPr>
              <w:instrText xml:space="preserve"> </w:instrText>
            </w:r>
            <w:r>
              <w:rPr>
                <w:noProof/>
                <w:webHidden/>
                <w:rtl/>
              </w:rPr>
            </w:r>
            <w:r>
              <w:rPr>
                <w:noProof/>
                <w:webHidden/>
                <w:rtl/>
              </w:rPr>
              <w:fldChar w:fldCharType="separate"/>
            </w:r>
            <w:r>
              <w:rPr>
                <w:noProof/>
                <w:webHidden/>
                <w:rtl/>
              </w:rPr>
              <w:t>789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5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عيبجويى</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Toc449617558 \h</w:instrText>
            </w:r>
            <w:r>
              <w:rPr>
                <w:noProof/>
                <w:webHidden/>
                <w:rtl/>
              </w:rPr>
              <w:instrText xml:space="preserve"> </w:instrText>
            </w:r>
            <w:r>
              <w:rPr>
                <w:noProof/>
                <w:webHidden/>
                <w:rtl/>
              </w:rPr>
            </w:r>
            <w:r>
              <w:rPr>
                <w:noProof/>
                <w:webHidden/>
                <w:rtl/>
              </w:rPr>
              <w:fldChar w:fldCharType="separate"/>
            </w:r>
            <w:r>
              <w:rPr>
                <w:noProof/>
                <w:webHidden/>
                <w:rtl/>
              </w:rPr>
              <w:t>790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5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جرات</w:t>
            </w:r>
            <w:r w:rsidRPr="00662DF7">
              <w:rPr>
                <w:rStyle w:val="Hyperlink"/>
                <w:noProof/>
                <w:rtl/>
              </w:rPr>
              <w:t xml:space="preserve"> </w:t>
            </w:r>
            <w:r w:rsidRPr="00662DF7">
              <w:rPr>
                <w:rStyle w:val="Hyperlink"/>
                <w:rFonts w:hint="eastAsia"/>
                <w:noProof/>
                <w:rtl/>
              </w:rPr>
              <w:t>پيدا</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Toc449617559 \h</w:instrText>
            </w:r>
            <w:r>
              <w:rPr>
                <w:noProof/>
                <w:webHidden/>
                <w:rtl/>
              </w:rPr>
              <w:instrText xml:space="preserve"> </w:instrText>
            </w:r>
            <w:r>
              <w:rPr>
                <w:noProof/>
                <w:webHidden/>
                <w:rtl/>
              </w:rPr>
            </w:r>
            <w:r>
              <w:rPr>
                <w:noProof/>
                <w:webHidden/>
                <w:rtl/>
              </w:rPr>
              <w:fldChar w:fldCharType="separate"/>
            </w:r>
            <w:r>
              <w:rPr>
                <w:noProof/>
                <w:webHidden/>
                <w:rtl/>
              </w:rPr>
              <w:t>791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6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قصد</w:t>
            </w:r>
            <w:r w:rsidRPr="00662DF7">
              <w:rPr>
                <w:rStyle w:val="Hyperlink"/>
                <w:noProof/>
                <w:rtl/>
              </w:rPr>
              <w:t xml:space="preserve"> </w:t>
            </w:r>
            <w:r w:rsidRPr="00662DF7">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Toc449617560 \h</w:instrText>
            </w:r>
            <w:r>
              <w:rPr>
                <w:noProof/>
                <w:webHidden/>
                <w:rtl/>
              </w:rPr>
              <w:instrText xml:space="preserve"> </w:instrText>
            </w:r>
            <w:r>
              <w:rPr>
                <w:noProof/>
                <w:webHidden/>
                <w:rtl/>
              </w:rPr>
            </w:r>
            <w:r>
              <w:rPr>
                <w:noProof/>
                <w:webHidden/>
                <w:rtl/>
              </w:rPr>
              <w:fldChar w:fldCharType="separate"/>
            </w:r>
            <w:r>
              <w:rPr>
                <w:noProof/>
                <w:webHidden/>
                <w:rtl/>
              </w:rPr>
              <w:t>792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61"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Toc449617561 \h</w:instrText>
            </w:r>
            <w:r>
              <w:rPr>
                <w:noProof/>
                <w:webHidden/>
                <w:rtl/>
              </w:rPr>
              <w:instrText xml:space="preserve"> </w:instrText>
            </w:r>
            <w:r>
              <w:rPr>
                <w:noProof/>
                <w:webHidden/>
                <w:rtl/>
              </w:rPr>
            </w:r>
            <w:r>
              <w:rPr>
                <w:noProof/>
                <w:webHidden/>
                <w:rtl/>
              </w:rPr>
              <w:fldChar w:fldCharType="separate"/>
            </w:r>
            <w:r>
              <w:rPr>
                <w:noProof/>
                <w:webHidden/>
                <w:rtl/>
              </w:rPr>
              <w:t>793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6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انجام</w:t>
            </w:r>
            <w:r w:rsidRPr="00662DF7">
              <w:rPr>
                <w:rStyle w:val="Hyperlink"/>
                <w:noProof/>
                <w:rtl/>
              </w:rPr>
              <w:t xml:space="preserve"> </w:t>
            </w:r>
            <w:r w:rsidRPr="00662DF7">
              <w:rPr>
                <w:rStyle w:val="Hyperlink"/>
                <w:rFonts w:hint="eastAsia"/>
                <w:noProof/>
                <w:rtl/>
              </w:rPr>
              <w:t>عمل</w:t>
            </w:r>
            <w:r w:rsidRPr="00662DF7">
              <w:rPr>
                <w:rStyle w:val="Hyperlink"/>
                <w:noProof/>
                <w:rtl/>
              </w:rPr>
              <w:t xml:space="preserve"> </w:t>
            </w:r>
            <w:r w:rsidRPr="00662DF7">
              <w:rPr>
                <w:rStyle w:val="Hyperlink"/>
                <w:rFonts w:hint="eastAsia"/>
                <w:noProof/>
                <w:rtl/>
              </w:rPr>
              <w:t>بقصد</w:t>
            </w:r>
            <w:r w:rsidRPr="00662DF7">
              <w:rPr>
                <w:rStyle w:val="Hyperlink"/>
                <w:noProof/>
                <w:rtl/>
              </w:rPr>
              <w:t xml:space="preserve"> </w:t>
            </w:r>
            <w:r w:rsidRPr="00662DF7">
              <w:rPr>
                <w:rStyle w:val="Hyperlink"/>
                <w:rFonts w:hint="eastAsia"/>
                <w:noProof/>
                <w:rtl/>
              </w:rPr>
              <w:t>رضايت</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Toc449617562 \h</w:instrText>
            </w:r>
            <w:r>
              <w:rPr>
                <w:noProof/>
                <w:webHidden/>
                <w:rtl/>
              </w:rPr>
              <w:instrText xml:space="preserve"> </w:instrText>
            </w:r>
            <w:r>
              <w:rPr>
                <w:noProof/>
                <w:webHidden/>
                <w:rtl/>
              </w:rPr>
            </w:r>
            <w:r>
              <w:rPr>
                <w:noProof/>
                <w:webHidden/>
                <w:rtl/>
              </w:rPr>
              <w:fldChar w:fldCharType="separate"/>
            </w:r>
            <w:r>
              <w:rPr>
                <w:noProof/>
                <w:webHidden/>
                <w:rtl/>
              </w:rPr>
              <w:t>794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6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قطع</w:t>
            </w:r>
            <w:r w:rsidRPr="00662DF7">
              <w:rPr>
                <w:rStyle w:val="Hyperlink"/>
                <w:noProof/>
                <w:rtl/>
              </w:rPr>
              <w:t xml:space="preserve"> </w:t>
            </w:r>
            <w:r w:rsidRPr="00662DF7">
              <w:rPr>
                <w:rStyle w:val="Hyperlink"/>
                <w:rFonts w:hint="eastAsia"/>
                <w:noProof/>
                <w:rtl/>
              </w:rPr>
              <w:t>رحم</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پراكندگى</w:t>
            </w:r>
            <w:r w:rsidRPr="00662DF7">
              <w:rPr>
                <w:rStyle w:val="Hyperlink"/>
                <w:noProof/>
                <w:rtl/>
              </w:rPr>
              <w:t xml:space="preserve"> </w:t>
            </w:r>
            <w:r w:rsidRPr="00662DF7">
              <w:rPr>
                <w:rStyle w:val="Hyperlink"/>
                <w:rFonts w:hint="eastAsia"/>
                <w:noProof/>
                <w:rtl/>
              </w:rPr>
              <w:t>دلها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Toc449617563 \h</w:instrText>
            </w:r>
            <w:r>
              <w:rPr>
                <w:noProof/>
                <w:webHidden/>
                <w:rtl/>
              </w:rPr>
              <w:instrText xml:space="preserve"> </w:instrText>
            </w:r>
            <w:r>
              <w:rPr>
                <w:noProof/>
                <w:webHidden/>
                <w:rtl/>
              </w:rPr>
            </w:r>
            <w:r>
              <w:rPr>
                <w:noProof/>
                <w:webHidden/>
                <w:rtl/>
              </w:rPr>
              <w:fldChar w:fldCharType="separate"/>
            </w:r>
            <w:r>
              <w:rPr>
                <w:noProof/>
                <w:webHidden/>
                <w:rtl/>
              </w:rPr>
              <w:t>795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64"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خيانت</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سرقت</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شراب</w:t>
            </w:r>
            <w:r w:rsidRPr="00662DF7">
              <w:rPr>
                <w:rStyle w:val="Hyperlink"/>
                <w:noProof/>
                <w:rtl/>
              </w:rPr>
              <w:t xml:space="preserve"> </w:t>
            </w:r>
            <w:r w:rsidRPr="00662DF7">
              <w:rPr>
                <w:rStyle w:val="Hyperlink"/>
                <w:rFonts w:hint="eastAsia"/>
                <w:noProof/>
                <w:rtl/>
              </w:rPr>
              <w:t>خوردن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زنا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Toc449617564 \h</w:instrText>
            </w:r>
            <w:r>
              <w:rPr>
                <w:noProof/>
                <w:webHidden/>
                <w:rtl/>
              </w:rPr>
              <w:instrText xml:space="preserve"> </w:instrText>
            </w:r>
            <w:r>
              <w:rPr>
                <w:noProof/>
                <w:webHidden/>
                <w:rtl/>
              </w:rPr>
            </w:r>
            <w:r>
              <w:rPr>
                <w:noProof/>
                <w:webHidden/>
                <w:rtl/>
              </w:rPr>
              <w:fldChar w:fldCharType="separate"/>
            </w:r>
            <w:r>
              <w:rPr>
                <w:noProof/>
                <w:webHidden/>
                <w:rtl/>
              </w:rPr>
              <w:t>796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6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ترك</w:t>
            </w:r>
            <w:r w:rsidRPr="00662DF7">
              <w:rPr>
                <w:rStyle w:val="Hyperlink"/>
                <w:noProof/>
                <w:rtl/>
              </w:rPr>
              <w:t xml:space="preserve"> </w:t>
            </w:r>
            <w:r w:rsidRPr="00662DF7">
              <w:rPr>
                <w:rStyle w:val="Hyperlink"/>
                <w:rFonts w:hint="eastAsia"/>
                <w:noProof/>
                <w:rtl/>
              </w:rPr>
              <w:t>واجب</w:t>
            </w:r>
            <w:r w:rsidRPr="00662DF7">
              <w:rPr>
                <w:rStyle w:val="Hyperlink"/>
                <w:noProof/>
                <w:rtl/>
              </w:rPr>
              <w:t xml:space="preserve"> </w:t>
            </w:r>
            <w:r w:rsidRPr="00662DF7">
              <w:rPr>
                <w:rStyle w:val="Hyperlink"/>
                <w:rFonts w:hint="eastAsia"/>
                <w:noProof/>
                <w:rtl/>
              </w:rPr>
              <w:t>يا</w:t>
            </w:r>
            <w:r w:rsidRPr="00662DF7">
              <w:rPr>
                <w:rStyle w:val="Hyperlink"/>
                <w:noProof/>
                <w:rtl/>
              </w:rPr>
              <w:t xml:space="preserve"> </w:t>
            </w:r>
            <w:r w:rsidRPr="00662DF7">
              <w:rPr>
                <w:rStyle w:val="Hyperlink"/>
                <w:rFonts w:hint="eastAsia"/>
                <w:noProof/>
                <w:rtl/>
              </w:rPr>
              <w:t>ارتكاب</w:t>
            </w:r>
            <w:r w:rsidRPr="00662DF7">
              <w:rPr>
                <w:rStyle w:val="Hyperlink"/>
                <w:noProof/>
                <w:rtl/>
              </w:rPr>
              <w:t xml:space="preserve"> </w:t>
            </w:r>
            <w:r w:rsidRPr="00662DF7">
              <w:rPr>
                <w:rStyle w:val="Hyperlink"/>
                <w:rFonts w:hint="eastAsia"/>
                <w:noProof/>
                <w:rtl/>
              </w:rPr>
              <w:t>گناه</w:t>
            </w:r>
            <w:r w:rsidRPr="00662DF7">
              <w:rPr>
                <w:rStyle w:val="Hyperlink"/>
                <w:noProof/>
                <w:rtl/>
              </w:rPr>
              <w:t xml:space="preserve"> </w:t>
            </w:r>
            <w:r w:rsidRPr="00662DF7">
              <w:rPr>
                <w:rStyle w:val="Hyperlink"/>
                <w:rFonts w:hint="eastAsia"/>
                <w:noProof/>
                <w:rtl/>
              </w:rPr>
              <w:t>كبيره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Toc449617565 \h</w:instrText>
            </w:r>
            <w:r>
              <w:rPr>
                <w:noProof/>
                <w:webHidden/>
                <w:rtl/>
              </w:rPr>
              <w:instrText xml:space="preserve"> </w:instrText>
            </w:r>
            <w:r>
              <w:rPr>
                <w:noProof/>
                <w:webHidden/>
                <w:rtl/>
              </w:rPr>
            </w:r>
            <w:r>
              <w:rPr>
                <w:noProof/>
                <w:webHidden/>
                <w:rtl/>
              </w:rPr>
              <w:fldChar w:fldCharType="separate"/>
            </w:r>
            <w:r>
              <w:rPr>
                <w:noProof/>
                <w:webHidden/>
                <w:rtl/>
              </w:rPr>
              <w:t>803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6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دوستداران</w:t>
            </w:r>
            <w:r w:rsidRPr="00662DF7">
              <w:rPr>
                <w:rStyle w:val="Hyperlink"/>
                <w:noProof/>
                <w:rtl/>
              </w:rPr>
              <w:t xml:space="preserve"> </w:t>
            </w:r>
            <w:r w:rsidRPr="00662DF7">
              <w:rPr>
                <w:rStyle w:val="Hyperlink"/>
                <w:rFonts w:hint="eastAsia"/>
                <w:noProof/>
                <w:rtl/>
              </w:rPr>
              <w:t>رواج</w:t>
            </w:r>
            <w:r w:rsidRPr="00662DF7">
              <w:rPr>
                <w:rStyle w:val="Hyperlink"/>
                <w:noProof/>
                <w:rtl/>
              </w:rPr>
              <w:t xml:space="preserve"> </w:t>
            </w:r>
            <w:r w:rsidRPr="00662DF7">
              <w:rPr>
                <w:rStyle w:val="Hyperlink"/>
                <w:rFonts w:hint="eastAsia"/>
                <w:noProof/>
                <w:rtl/>
              </w:rPr>
              <w:t>گناه</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ميان</w:t>
            </w:r>
            <w:r w:rsidRPr="00662DF7">
              <w:rPr>
                <w:rStyle w:val="Hyperlink"/>
                <w:noProof/>
                <w:rtl/>
              </w:rPr>
              <w:t xml:space="preserve"> </w:t>
            </w:r>
            <w:r w:rsidRPr="00662DF7">
              <w:rPr>
                <w:rStyle w:val="Hyperlink"/>
                <w:rFonts w:hint="eastAsia"/>
                <w:noProof/>
                <w:rtl/>
              </w:rPr>
              <w:t>مومنين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Toc449617566 \h</w:instrText>
            </w:r>
            <w:r>
              <w:rPr>
                <w:noProof/>
                <w:webHidden/>
                <w:rtl/>
              </w:rPr>
              <w:instrText xml:space="preserve"> </w:instrText>
            </w:r>
            <w:r>
              <w:rPr>
                <w:noProof/>
                <w:webHidden/>
                <w:rtl/>
              </w:rPr>
            </w:r>
            <w:r>
              <w:rPr>
                <w:noProof/>
                <w:webHidden/>
                <w:rtl/>
              </w:rPr>
              <w:fldChar w:fldCharType="separate"/>
            </w:r>
            <w:r>
              <w:rPr>
                <w:noProof/>
                <w:webHidden/>
                <w:rtl/>
              </w:rPr>
              <w:t>805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6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بدهكارى</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مردم</w:t>
            </w:r>
            <w:r w:rsidRPr="00662DF7">
              <w:rPr>
                <w:rStyle w:val="Hyperlink"/>
                <w:noProof/>
                <w:rtl/>
              </w:rPr>
              <w:t xml:space="preserve"> </w:t>
            </w:r>
            <w:r w:rsidRPr="00662DF7">
              <w:rPr>
                <w:rStyle w:val="Hyperlink"/>
                <w:rFonts w:hint="eastAsia"/>
                <w:noProof/>
                <w:rtl/>
              </w:rPr>
              <w:t>مردن</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بى</w:t>
            </w:r>
            <w:r w:rsidRPr="00662DF7">
              <w:rPr>
                <w:rStyle w:val="Hyperlink"/>
                <w:noProof/>
                <w:rtl/>
              </w:rPr>
              <w:t xml:space="preserve"> </w:t>
            </w:r>
            <w:r w:rsidRPr="00662DF7">
              <w:rPr>
                <w:rStyle w:val="Hyperlink"/>
                <w:rFonts w:hint="eastAsia"/>
                <w:noProof/>
                <w:rtl/>
              </w:rPr>
              <w:t>اهميتى</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نجس</w:t>
            </w:r>
            <w:r w:rsidRPr="00662DF7">
              <w:rPr>
                <w:rStyle w:val="Hyperlink"/>
                <w:noProof/>
                <w:rtl/>
              </w:rPr>
              <w:t xml:space="preserve"> </w:t>
            </w:r>
            <w:r w:rsidRPr="00662DF7">
              <w:rPr>
                <w:rStyle w:val="Hyperlink"/>
                <w:rFonts w:hint="eastAsia"/>
                <w:noProof/>
                <w:rtl/>
              </w:rPr>
              <w:t>شدنبول</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بول</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نقل</w:t>
            </w:r>
            <w:r w:rsidRPr="00662DF7">
              <w:rPr>
                <w:rStyle w:val="Hyperlink"/>
                <w:noProof/>
                <w:rtl/>
              </w:rPr>
              <w:t xml:space="preserve"> </w:t>
            </w:r>
            <w:r w:rsidRPr="00662DF7">
              <w:rPr>
                <w:rStyle w:val="Hyperlink"/>
                <w:rFonts w:hint="eastAsia"/>
                <w:noProof/>
                <w:rtl/>
              </w:rPr>
              <w:t>كلام</w:t>
            </w:r>
            <w:r w:rsidRPr="00662DF7">
              <w:rPr>
                <w:rStyle w:val="Hyperlink"/>
                <w:noProof/>
                <w:rtl/>
              </w:rPr>
              <w:t xml:space="preserve"> </w:t>
            </w:r>
            <w:r w:rsidRPr="00662DF7">
              <w:rPr>
                <w:rStyle w:val="Hyperlink"/>
                <w:rFonts w:hint="eastAsia"/>
                <w:noProof/>
                <w:rtl/>
              </w:rPr>
              <w:t>بد،</w:t>
            </w:r>
            <w:r w:rsidRPr="00662DF7">
              <w:rPr>
                <w:rStyle w:val="Hyperlink"/>
                <w:noProof/>
                <w:rtl/>
              </w:rPr>
              <w:t xml:space="preserve"> </w:t>
            </w:r>
            <w:r w:rsidRPr="00662DF7">
              <w:rPr>
                <w:rStyle w:val="Hyperlink"/>
                <w:rFonts w:hint="eastAsia"/>
                <w:noProof/>
                <w:rtl/>
              </w:rPr>
              <w:t>غيبت</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سخن</w:t>
            </w:r>
            <w:r w:rsidRPr="00662DF7">
              <w:rPr>
                <w:rStyle w:val="Hyperlink"/>
                <w:noProof/>
                <w:rtl/>
              </w:rPr>
              <w:t xml:space="preserve"> </w:t>
            </w:r>
            <w:r w:rsidRPr="00662DF7">
              <w:rPr>
                <w:rStyle w:val="Hyperlink"/>
                <w:rFonts w:hint="eastAsia"/>
                <w:noProof/>
                <w:rtl/>
              </w:rPr>
              <w:t>چينى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Toc449617567 \h</w:instrText>
            </w:r>
            <w:r>
              <w:rPr>
                <w:noProof/>
                <w:webHidden/>
                <w:rtl/>
              </w:rPr>
              <w:instrText xml:space="preserve"> </w:instrText>
            </w:r>
            <w:r>
              <w:rPr>
                <w:noProof/>
                <w:webHidden/>
                <w:rtl/>
              </w:rPr>
            </w:r>
            <w:r>
              <w:rPr>
                <w:noProof/>
                <w:webHidden/>
                <w:rtl/>
              </w:rPr>
              <w:fldChar w:fldCharType="separate"/>
            </w:r>
            <w:r>
              <w:rPr>
                <w:noProof/>
                <w:webHidden/>
                <w:rtl/>
              </w:rPr>
              <w:t>807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6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كسى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متعرض</w:t>
            </w:r>
            <w:r w:rsidRPr="00662DF7">
              <w:rPr>
                <w:rStyle w:val="Hyperlink"/>
                <w:noProof/>
                <w:rtl/>
              </w:rPr>
              <w:t xml:space="preserve"> </w:t>
            </w:r>
            <w:r w:rsidRPr="00662DF7">
              <w:rPr>
                <w:rStyle w:val="Hyperlink"/>
                <w:rFonts w:hint="eastAsia"/>
                <w:noProof/>
                <w:rtl/>
              </w:rPr>
              <w:t>سلطان</w:t>
            </w:r>
            <w:r w:rsidRPr="00662DF7">
              <w:rPr>
                <w:rStyle w:val="Hyperlink"/>
                <w:noProof/>
                <w:rtl/>
              </w:rPr>
              <w:t xml:space="preserve"> </w:t>
            </w:r>
            <w:r w:rsidRPr="00662DF7">
              <w:rPr>
                <w:rStyle w:val="Hyperlink"/>
                <w:rFonts w:hint="eastAsia"/>
                <w:noProof/>
                <w:rtl/>
              </w:rPr>
              <w:t>ستمكارى</w:t>
            </w:r>
            <w:r w:rsidRPr="00662DF7">
              <w:rPr>
                <w:rStyle w:val="Hyperlink"/>
                <w:noProof/>
                <w:rtl/>
              </w:rPr>
              <w:t xml:space="preserve"> </w:t>
            </w:r>
            <w:r w:rsidRPr="00662DF7">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Toc449617568 \h</w:instrText>
            </w:r>
            <w:r>
              <w:rPr>
                <w:noProof/>
                <w:webHidden/>
                <w:rtl/>
              </w:rPr>
              <w:instrText xml:space="preserve"> </w:instrText>
            </w:r>
            <w:r>
              <w:rPr>
                <w:noProof/>
                <w:webHidden/>
                <w:rtl/>
              </w:rPr>
            </w:r>
            <w:r>
              <w:rPr>
                <w:noProof/>
                <w:webHidden/>
                <w:rtl/>
              </w:rPr>
              <w:fldChar w:fldCharType="separate"/>
            </w:r>
            <w:r>
              <w:rPr>
                <w:noProof/>
                <w:webHidden/>
                <w:rtl/>
              </w:rPr>
              <w:t>809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6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انجام</w:t>
            </w:r>
            <w:r w:rsidRPr="00662DF7">
              <w:rPr>
                <w:rStyle w:val="Hyperlink"/>
                <w:noProof/>
                <w:rtl/>
              </w:rPr>
              <w:t xml:space="preserve"> </w:t>
            </w:r>
            <w:r w:rsidRPr="00662DF7">
              <w:rPr>
                <w:rStyle w:val="Hyperlink"/>
                <w:rFonts w:hint="eastAsia"/>
                <w:noProof/>
                <w:rtl/>
              </w:rPr>
              <w:t>ندادن</w:t>
            </w:r>
            <w:r w:rsidRPr="00662DF7">
              <w:rPr>
                <w:rStyle w:val="Hyperlink"/>
                <w:noProof/>
                <w:rtl/>
              </w:rPr>
              <w:t xml:space="preserve"> </w:t>
            </w:r>
            <w:r w:rsidRPr="00662DF7">
              <w:rPr>
                <w:rStyle w:val="Hyperlink"/>
                <w:rFonts w:hint="eastAsia"/>
                <w:noProof/>
                <w:rtl/>
              </w:rPr>
              <w:t>كار</w:t>
            </w:r>
            <w:r w:rsidRPr="00662DF7">
              <w:rPr>
                <w:rStyle w:val="Hyperlink"/>
                <w:noProof/>
                <w:rtl/>
              </w:rPr>
              <w:t xml:space="preserve"> </w:t>
            </w:r>
            <w:r w:rsidRPr="00662DF7">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Toc449617569 \h</w:instrText>
            </w:r>
            <w:r>
              <w:rPr>
                <w:noProof/>
                <w:webHidden/>
                <w:rtl/>
              </w:rPr>
              <w:instrText xml:space="preserve"> </w:instrText>
            </w:r>
            <w:r>
              <w:rPr>
                <w:noProof/>
                <w:webHidden/>
                <w:rtl/>
              </w:rPr>
            </w:r>
            <w:r>
              <w:rPr>
                <w:noProof/>
                <w:webHidden/>
                <w:rtl/>
              </w:rPr>
              <w:fldChar w:fldCharType="separate"/>
            </w:r>
            <w:r>
              <w:rPr>
                <w:noProof/>
                <w:webHidden/>
                <w:rtl/>
              </w:rPr>
              <w:t>810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7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كار</w:t>
            </w:r>
            <w:r w:rsidRPr="00662DF7">
              <w:rPr>
                <w:rStyle w:val="Hyperlink"/>
                <w:noProof/>
                <w:rtl/>
              </w:rPr>
              <w:t xml:space="preserve"> </w:t>
            </w:r>
            <w:r w:rsidRPr="00662DF7">
              <w:rPr>
                <w:rStyle w:val="Hyperlink"/>
                <w:rFonts w:hint="eastAsia"/>
                <w:noProof/>
                <w:rtl/>
              </w:rPr>
              <w:t>نگرفتن</w:t>
            </w:r>
            <w:r w:rsidRPr="00662DF7">
              <w:rPr>
                <w:rStyle w:val="Hyperlink"/>
                <w:noProof/>
                <w:rtl/>
              </w:rPr>
              <w:t xml:space="preserve"> </w:t>
            </w:r>
            <w:r w:rsidRPr="00662DF7">
              <w:rPr>
                <w:rStyle w:val="Hyperlink"/>
                <w:rFonts w:hint="eastAsia"/>
                <w:noProof/>
                <w:rtl/>
              </w:rPr>
              <w:t>تمام</w:t>
            </w:r>
            <w:r w:rsidRPr="00662DF7">
              <w:rPr>
                <w:rStyle w:val="Hyperlink"/>
                <w:noProof/>
                <w:rtl/>
              </w:rPr>
              <w:t xml:space="preserve"> </w:t>
            </w:r>
            <w:r w:rsidRPr="00662DF7">
              <w:rPr>
                <w:rStyle w:val="Hyperlink"/>
                <w:rFonts w:hint="eastAsia"/>
                <w:noProof/>
                <w:rtl/>
              </w:rPr>
              <w:t>توان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انجام</w:t>
            </w:r>
            <w:r w:rsidRPr="00662DF7">
              <w:rPr>
                <w:rStyle w:val="Hyperlink"/>
                <w:noProof/>
                <w:rtl/>
              </w:rPr>
              <w:t xml:space="preserve"> </w:t>
            </w:r>
            <w:r w:rsidRPr="00662DF7">
              <w:rPr>
                <w:rStyle w:val="Hyperlink"/>
                <w:rFonts w:hint="eastAsia"/>
                <w:noProof/>
                <w:rtl/>
              </w:rPr>
              <w:t>كار</w:t>
            </w:r>
            <w:r w:rsidRPr="00662DF7">
              <w:rPr>
                <w:rStyle w:val="Hyperlink"/>
                <w:noProof/>
                <w:rtl/>
              </w:rPr>
              <w:t xml:space="preserve"> </w:t>
            </w:r>
            <w:r w:rsidRPr="00662DF7">
              <w:rPr>
                <w:rStyle w:val="Hyperlink"/>
                <w:rFonts w:hint="eastAsia"/>
                <w:noProof/>
                <w:rtl/>
              </w:rPr>
              <w:t>برادر</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Toc449617570 \h</w:instrText>
            </w:r>
            <w:r>
              <w:rPr>
                <w:noProof/>
                <w:webHidden/>
                <w:rtl/>
              </w:rPr>
              <w:instrText xml:space="preserve"> </w:instrText>
            </w:r>
            <w:r>
              <w:rPr>
                <w:noProof/>
                <w:webHidden/>
                <w:rtl/>
              </w:rPr>
            </w:r>
            <w:r>
              <w:rPr>
                <w:noProof/>
                <w:webHidden/>
                <w:rtl/>
              </w:rPr>
              <w:fldChar w:fldCharType="separate"/>
            </w:r>
            <w:r>
              <w:rPr>
                <w:noProof/>
                <w:webHidden/>
                <w:rtl/>
              </w:rPr>
              <w:t>812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71"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يارى</w:t>
            </w:r>
            <w:r w:rsidRPr="00662DF7">
              <w:rPr>
                <w:rStyle w:val="Hyperlink"/>
                <w:noProof/>
                <w:rtl/>
              </w:rPr>
              <w:t xml:space="preserve"> </w:t>
            </w:r>
            <w:r w:rsidRPr="00662DF7">
              <w:rPr>
                <w:rStyle w:val="Hyperlink"/>
                <w:rFonts w:hint="eastAsia"/>
                <w:noProof/>
                <w:rtl/>
              </w:rPr>
              <w:t>نكردن</w:t>
            </w:r>
            <w:r w:rsidRPr="00662DF7">
              <w:rPr>
                <w:rStyle w:val="Hyperlink"/>
                <w:noProof/>
                <w:rtl/>
              </w:rPr>
              <w:t xml:space="preserve"> </w:t>
            </w:r>
            <w:r w:rsidRPr="00662DF7">
              <w:rPr>
                <w:rStyle w:val="Hyperlink"/>
                <w:rFonts w:hint="eastAsia"/>
                <w:noProof/>
                <w:rtl/>
              </w:rPr>
              <w:t>مومن</w:t>
            </w:r>
            <w:r w:rsidRPr="00662DF7">
              <w:rPr>
                <w:rStyle w:val="Hyperlink"/>
                <w:noProof/>
                <w:rtl/>
              </w:rPr>
              <w:t xml:space="preserve"> </w:t>
            </w:r>
            <w:r w:rsidRPr="00662DF7">
              <w:rPr>
                <w:rStyle w:val="Hyperlink"/>
                <w:rFonts w:hint="eastAsia"/>
                <w:noProof/>
                <w:rtl/>
              </w:rPr>
              <w:t>بهنگام</w:t>
            </w:r>
            <w:r w:rsidRPr="00662DF7">
              <w:rPr>
                <w:rStyle w:val="Hyperlink"/>
                <w:noProof/>
                <w:rtl/>
              </w:rPr>
              <w:t xml:space="preserve"> </w:t>
            </w:r>
            <w:r w:rsidRPr="00662DF7">
              <w:rPr>
                <w:rStyle w:val="Hyperlink"/>
                <w:rFonts w:hint="eastAsia"/>
                <w:noProof/>
                <w:rtl/>
              </w:rPr>
              <w:t>درخواست</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Toc449617571 \h</w:instrText>
            </w:r>
            <w:r>
              <w:rPr>
                <w:noProof/>
                <w:webHidden/>
                <w:rtl/>
              </w:rPr>
              <w:instrText xml:space="preserve"> </w:instrText>
            </w:r>
            <w:r>
              <w:rPr>
                <w:noProof/>
                <w:webHidden/>
                <w:rtl/>
              </w:rPr>
            </w:r>
            <w:r>
              <w:rPr>
                <w:noProof/>
                <w:webHidden/>
                <w:rtl/>
              </w:rPr>
              <w:fldChar w:fldCharType="separate"/>
            </w:r>
            <w:r>
              <w:rPr>
                <w:noProof/>
                <w:webHidden/>
                <w:rtl/>
              </w:rPr>
              <w:t>813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7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پوشيدن</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برهنگى</w:t>
            </w:r>
            <w:r w:rsidRPr="00662DF7">
              <w:rPr>
                <w:rStyle w:val="Hyperlink"/>
                <w:noProof/>
                <w:rtl/>
              </w:rPr>
              <w:t xml:space="preserve"> </w:t>
            </w:r>
            <w:r w:rsidRPr="00662DF7">
              <w:rPr>
                <w:rStyle w:val="Hyperlink"/>
                <w:rFonts w:hint="eastAsia"/>
                <w:noProof/>
                <w:rtl/>
              </w:rPr>
              <w:t>مومنى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Toc449617572 \h</w:instrText>
            </w:r>
            <w:r>
              <w:rPr>
                <w:noProof/>
                <w:webHidden/>
                <w:rtl/>
              </w:rPr>
              <w:instrText xml:space="preserve"> </w:instrText>
            </w:r>
            <w:r>
              <w:rPr>
                <w:noProof/>
                <w:webHidden/>
                <w:rtl/>
              </w:rPr>
            </w:r>
            <w:r>
              <w:rPr>
                <w:noProof/>
                <w:webHidden/>
                <w:rtl/>
              </w:rPr>
              <w:fldChar w:fldCharType="separate"/>
            </w:r>
            <w:r>
              <w:rPr>
                <w:noProof/>
                <w:webHidden/>
                <w:rtl/>
              </w:rPr>
              <w:t>814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7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سير</w:t>
            </w:r>
            <w:r w:rsidRPr="00662DF7">
              <w:rPr>
                <w:rStyle w:val="Hyperlink"/>
                <w:noProof/>
                <w:rtl/>
              </w:rPr>
              <w:t xml:space="preserve"> </w:t>
            </w:r>
            <w:r w:rsidRPr="00662DF7">
              <w:rPr>
                <w:rStyle w:val="Hyperlink"/>
                <w:rFonts w:hint="eastAsia"/>
                <w:noProof/>
                <w:rtl/>
              </w:rPr>
              <w:t>شدن</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كنار</w:t>
            </w:r>
            <w:r w:rsidRPr="00662DF7">
              <w:rPr>
                <w:rStyle w:val="Hyperlink"/>
                <w:noProof/>
                <w:rtl/>
              </w:rPr>
              <w:t xml:space="preserve"> </w:t>
            </w:r>
            <w:r w:rsidRPr="00662DF7">
              <w:rPr>
                <w:rStyle w:val="Hyperlink"/>
                <w:rFonts w:hint="eastAsia"/>
                <w:noProof/>
                <w:rtl/>
              </w:rPr>
              <w:t>مومن</w:t>
            </w:r>
            <w:r w:rsidRPr="00662DF7">
              <w:rPr>
                <w:rStyle w:val="Hyperlink"/>
                <w:noProof/>
                <w:rtl/>
              </w:rPr>
              <w:t xml:space="preserve"> </w:t>
            </w:r>
            <w:r w:rsidRPr="00662DF7">
              <w:rPr>
                <w:rStyle w:val="Hyperlink"/>
                <w:rFonts w:hint="eastAsia"/>
                <w:noProof/>
                <w:rtl/>
              </w:rPr>
              <w:t>گرسنه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Toc449617573 \h</w:instrText>
            </w:r>
            <w:r>
              <w:rPr>
                <w:noProof/>
                <w:webHidden/>
                <w:rtl/>
              </w:rPr>
              <w:instrText xml:space="preserve"> </w:instrText>
            </w:r>
            <w:r>
              <w:rPr>
                <w:noProof/>
                <w:webHidden/>
                <w:rtl/>
              </w:rPr>
            </w:r>
            <w:r>
              <w:rPr>
                <w:noProof/>
                <w:webHidden/>
                <w:rtl/>
              </w:rPr>
              <w:fldChar w:fldCharType="separate"/>
            </w:r>
            <w:r>
              <w:rPr>
                <w:noProof/>
                <w:webHidden/>
                <w:rtl/>
              </w:rPr>
              <w:t>815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74"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فقير</w:t>
            </w:r>
            <w:r w:rsidRPr="00662DF7">
              <w:rPr>
                <w:rStyle w:val="Hyperlink"/>
                <w:noProof/>
                <w:rtl/>
              </w:rPr>
              <w:t xml:space="preserve"> </w:t>
            </w:r>
            <w:r w:rsidRPr="00662DF7">
              <w:rPr>
                <w:rStyle w:val="Hyperlink"/>
                <w:rFonts w:hint="eastAsia"/>
                <w:noProof/>
                <w:rtl/>
              </w:rPr>
              <w:t>مومن</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توهين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او،</w:t>
            </w:r>
            <w:r w:rsidRPr="00662DF7">
              <w:rPr>
                <w:rStyle w:val="Hyperlink"/>
                <w:noProof/>
                <w:rtl/>
              </w:rPr>
              <w:t xml:space="preserve"> </w:t>
            </w:r>
            <w:r w:rsidRPr="00662DF7">
              <w:rPr>
                <w:rStyle w:val="Hyperlink"/>
                <w:rFonts w:hint="eastAsia"/>
                <w:noProof/>
                <w:rtl/>
              </w:rPr>
              <w:t>ذليل</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Toc449617574 \h</w:instrText>
            </w:r>
            <w:r>
              <w:rPr>
                <w:noProof/>
                <w:webHidden/>
                <w:rtl/>
              </w:rPr>
              <w:instrText xml:space="preserve"> </w:instrText>
            </w:r>
            <w:r>
              <w:rPr>
                <w:noProof/>
                <w:webHidden/>
                <w:rtl/>
              </w:rPr>
            </w:r>
            <w:r>
              <w:rPr>
                <w:noProof/>
                <w:webHidden/>
                <w:rtl/>
              </w:rPr>
              <w:fldChar w:fldCharType="separate"/>
            </w:r>
            <w:r>
              <w:rPr>
                <w:noProof/>
                <w:webHidden/>
                <w:rtl/>
              </w:rPr>
              <w:t>816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7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يارى</w:t>
            </w:r>
            <w:r w:rsidRPr="00662DF7">
              <w:rPr>
                <w:rStyle w:val="Hyperlink"/>
                <w:noProof/>
                <w:rtl/>
              </w:rPr>
              <w:t xml:space="preserve"> </w:t>
            </w:r>
            <w:r w:rsidRPr="00662DF7">
              <w:rPr>
                <w:rStyle w:val="Hyperlink"/>
                <w:rFonts w:hint="eastAsia"/>
                <w:noProof/>
                <w:rtl/>
              </w:rPr>
              <w:t>نكردن</w:t>
            </w:r>
            <w:r w:rsidRPr="00662DF7">
              <w:rPr>
                <w:rStyle w:val="Hyperlink"/>
                <w:noProof/>
                <w:rtl/>
              </w:rPr>
              <w:t xml:space="preserve"> </w:t>
            </w:r>
            <w:r w:rsidRPr="00662DF7">
              <w:rPr>
                <w:rStyle w:val="Hyperlink"/>
                <w:rFonts w:hint="eastAsia"/>
                <w:noProof/>
                <w:rtl/>
              </w:rPr>
              <w:t>مومن</w:t>
            </w:r>
            <w:r w:rsidRPr="00662DF7">
              <w:rPr>
                <w:rStyle w:val="Hyperlink"/>
                <w:noProof/>
                <w:rtl/>
              </w:rPr>
              <w:t xml:space="preserve"> </w:t>
            </w:r>
            <w:r w:rsidRPr="00662DF7">
              <w:rPr>
                <w:rStyle w:val="Hyperlink"/>
                <w:rFonts w:hint="eastAsia"/>
                <w:noProof/>
                <w:rtl/>
              </w:rPr>
              <w:t>بهنگام</w:t>
            </w:r>
            <w:r w:rsidRPr="00662DF7">
              <w:rPr>
                <w:rStyle w:val="Hyperlink"/>
                <w:noProof/>
                <w:rtl/>
              </w:rPr>
              <w:t xml:space="preserve"> </w:t>
            </w:r>
            <w:r w:rsidRPr="00662DF7">
              <w:rPr>
                <w:rStyle w:val="Hyperlink"/>
                <w:rFonts w:hint="eastAsia"/>
                <w:noProof/>
                <w:rtl/>
              </w:rPr>
              <w:t>غيبت</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Toc449617575 \h</w:instrText>
            </w:r>
            <w:r>
              <w:rPr>
                <w:noProof/>
                <w:webHidden/>
                <w:rtl/>
              </w:rPr>
              <w:instrText xml:space="preserve"> </w:instrText>
            </w:r>
            <w:r>
              <w:rPr>
                <w:noProof/>
                <w:webHidden/>
                <w:rtl/>
              </w:rPr>
            </w:r>
            <w:r>
              <w:rPr>
                <w:noProof/>
                <w:webHidden/>
                <w:rtl/>
              </w:rPr>
              <w:fldChar w:fldCharType="separate"/>
            </w:r>
            <w:r>
              <w:rPr>
                <w:noProof/>
                <w:webHidden/>
                <w:rtl/>
              </w:rPr>
              <w:t>817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7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خود</w:t>
            </w:r>
            <w:r w:rsidRPr="00662DF7">
              <w:rPr>
                <w:rStyle w:val="Hyperlink"/>
                <w:noProof/>
                <w:rtl/>
              </w:rPr>
              <w:t xml:space="preserve"> </w:t>
            </w:r>
            <w:r w:rsidRPr="00662DF7">
              <w:rPr>
                <w:rStyle w:val="Hyperlink"/>
                <w:rFonts w:hint="eastAsia"/>
                <w:noProof/>
                <w:rtl/>
              </w:rPr>
              <w:t>راضى</w:t>
            </w:r>
            <w:r w:rsidRPr="00662DF7">
              <w:rPr>
                <w:rStyle w:val="Hyperlink"/>
                <w:noProof/>
                <w:rtl/>
              </w:rPr>
              <w:t xml:space="preserve"> </w:t>
            </w:r>
            <w:r w:rsidRPr="00662DF7">
              <w:rPr>
                <w:rStyle w:val="Hyperlink"/>
                <w:rFonts w:hint="eastAsia"/>
                <w:noProof/>
                <w:rtl/>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Toc449617576 \h</w:instrText>
            </w:r>
            <w:r>
              <w:rPr>
                <w:noProof/>
                <w:webHidden/>
                <w:rtl/>
              </w:rPr>
              <w:instrText xml:space="preserve"> </w:instrText>
            </w:r>
            <w:r>
              <w:rPr>
                <w:noProof/>
                <w:webHidden/>
                <w:rtl/>
              </w:rPr>
            </w:r>
            <w:r>
              <w:rPr>
                <w:noProof/>
                <w:webHidden/>
                <w:rtl/>
              </w:rPr>
              <w:fldChar w:fldCharType="separate"/>
            </w:r>
            <w:r>
              <w:rPr>
                <w:noProof/>
                <w:webHidden/>
                <w:rtl/>
              </w:rPr>
              <w:t>818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7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كرى</w:t>
            </w:r>
            <w:r w:rsidRPr="00662DF7">
              <w:rPr>
                <w:rStyle w:val="Hyperlink"/>
                <w:noProof/>
                <w:rtl/>
              </w:rPr>
              <w:t xml:space="preserve"> </w:t>
            </w:r>
            <w:r w:rsidRPr="00662DF7">
              <w:rPr>
                <w:rStyle w:val="Hyperlink"/>
                <w:rFonts w:hint="eastAsia"/>
                <w:noProof/>
                <w:rtl/>
              </w:rPr>
              <w:t>زدن</w:t>
            </w:r>
            <w:r w:rsidRPr="00662DF7">
              <w:rPr>
                <w:rStyle w:val="Hyperlink"/>
                <w:noProof/>
                <w:rtl/>
              </w:rPr>
              <w:t xml:space="preserve"> </w:t>
            </w:r>
            <w:r w:rsidRPr="00662DF7">
              <w:rPr>
                <w:rStyle w:val="Hyperlink"/>
                <w:rFonts w:hint="eastAsia"/>
                <w:noProof/>
                <w:rtl/>
              </w:rPr>
              <w:t>خود</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مقابل</w:t>
            </w:r>
            <w:r w:rsidRPr="00662DF7">
              <w:rPr>
                <w:rStyle w:val="Hyperlink"/>
                <w:noProof/>
                <w:rtl/>
              </w:rPr>
              <w:t xml:space="preserve"> </w:t>
            </w:r>
            <w:r w:rsidRPr="00662DF7">
              <w:rPr>
                <w:rStyle w:val="Hyperlink"/>
                <w:rFonts w:hint="eastAsia"/>
                <w:noProof/>
                <w:rtl/>
              </w:rPr>
              <w:t>سائل</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راه</w:t>
            </w:r>
            <w:r w:rsidRPr="00662DF7">
              <w:rPr>
                <w:rStyle w:val="Hyperlink"/>
                <w:noProof/>
                <w:rtl/>
              </w:rPr>
              <w:t xml:space="preserve"> </w:t>
            </w:r>
            <w:r w:rsidRPr="00662DF7">
              <w:rPr>
                <w:rStyle w:val="Hyperlink"/>
                <w:rFonts w:hint="eastAsia"/>
                <w:noProof/>
                <w:rtl/>
              </w:rPr>
              <w:t>رفتن</w:t>
            </w:r>
            <w:r w:rsidRPr="00662DF7">
              <w:rPr>
                <w:rStyle w:val="Hyperlink"/>
                <w:noProof/>
                <w:rtl/>
              </w:rPr>
              <w:t xml:space="preserve"> </w:t>
            </w:r>
            <w:r w:rsidRPr="00662DF7">
              <w:rPr>
                <w:rStyle w:val="Hyperlink"/>
                <w:rFonts w:hint="eastAsia"/>
                <w:noProof/>
                <w:rtl/>
              </w:rPr>
              <w:t>متكبرانه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Toc449617577 \h</w:instrText>
            </w:r>
            <w:r>
              <w:rPr>
                <w:noProof/>
                <w:webHidden/>
                <w:rtl/>
              </w:rPr>
              <w:instrText xml:space="preserve"> </w:instrText>
            </w:r>
            <w:r>
              <w:rPr>
                <w:noProof/>
                <w:webHidden/>
                <w:rtl/>
              </w:rPr>
            </w:r>
            <w:r>
              <w:rPr>
                <w:noProof/>
                <w:webHidden/>
                <w:rtl/>
              </w:rPr>
              <w:fldChar w:fldCharType="separate"/>
            </w:r>
            <w:r>
              <w:rPr>
                <w:noProof/>
                <w:webHidden/>
                <w:rtl/>
              </w:rPr>
              <w:t>819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7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دشمنى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خيانت</w:t>
            </w:r>
            <w:r w:rsidRPr="00662DF7">
              <w:rPr>
                <w:rStyle w:val="Hyperlink"/>
                <w:noProof/>
                <w:rtl/>
              </w:rPr>
              <w:t xml:space="preserve"> </w:t>
            </w:r>
            <w:r w:rsidRPr="00662DF7">
              <w:rPr>
                <w:rStyle w:val="Hyperlink"/>
                <w:rFonts w:hint="eastAsia"/>
                <w:noProof/>
                <w:rtl/>
              </w:rPr>
              <w:t>نسبت</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يكديگر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Toc449617578 \h</w:instrText>
            </w:r>
            <w:r>
              <w:rPr>
                <w:noProof/>
                <w:webHidden/>
                <w:rtl/>
              </w:rPr>
              <w:instrText xml:space="preserve"> </w:instrText>
            </w:r>
            <w:r>
              <w:rPr>
                <w:noProof/>
                <w:webHidden/>
                <w:rtl/>
              </w:rPr>
            </w:r>
            <w:r>
              <w:rPr>
                <w:noProof/>
                <w:webHidden/>
                <w:rtl/>
              </w:rPr>
              <w:fldChar w:fldCharType="separate"/>
            </w:r>
            <w:r>
              <w:rPr>
                <w:noProof/>
                <w:webHidden/>
                <w:rtl/>
              </w:rPr>
              <w:t>820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7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Toc449617579 \h</w:instrText>
            </w:r>
            <w:r>
              <w:rPr>
                <w:noProof/>
                <w:webHidden/>
                <w:rtl/>
              </w:rPr>
              <w:instrText xml:space="preserve"> </w:instrText>
            </w:r>
            <w:r>
              <w:rPr>
                <w:noProof/>
                <w:webHidden/>
                <w:rtl/>
              </w:rPr>
            </w:r>
            <w:r>
              <w:rPr>
                <w:noProof/>
                <w:webHidden/>
                <w:rtl/>
              </w:rPr>
              <w:fldChar w:fldCharType="separate"/>
            </w:r>
            <w:r>
              <w:rPr>
                <w:noProof/>
                <w:webHidden/>
                <w:rtl/>
              </w:rPr>
              <w:t>821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8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علماى</w:t>
            </w:r>
            <w:r w:rsidRPr="00662DF7">
              <w:rPr>
                <w:rStyle w:val="Hyperlink"/>
                <w:noProof/>
                <w:rtl/>
              </w:rPr>
              <w:t xml:space="preserve"> </w:t>
            </w:r>
            <w:r w:rsidRPr="00662DF7">
              <w:rPr>
                <w:rStyle w:val="Hyperlink"/>
                <w:rFonts w:hint="eastAsia"/>
                <w:noProof/>
                <w:rtl/>
              </w:rPr>
              <w:t>فاسد،</w:t>
            </w:r>
            <w:r w:rsidRPr="00662DF7">
              <w:rPr>
                <w:rStyle w:val="Hyperlink"/>
                <w:noProof/>
                <w:rtl/>
              </w:rPr>
              <w:t xml:space="preserve"> </w:t>
            </w:r>
            <w:r w:rsidRPr="00662DF7">
              <w:rPr>
                <w:rStyle w:val="Hyperlink"/>
                <w:rFonts w:hint="eastAsia"/>
                <w:noProof/>
                <w:rtl/>
              </w:rPr>
              <w:t>قاريان</w:t>
            </w:r>
            <w:r w:rsidRPr="00662DF7">
              <w:rPr>
                <w:rStyle w:val="Hyperlink"/>
                <w:noProof/>
                <w:rtl/>
              </w:rPr>
              <w:t xml:space="preserve"> </w:t>
            </w:r>
            <w:r w:rsidRPr="00662DF7">
              <w:rPr>
                <w:rStyle w:val="Hyperlink"/>
                <w:rFonts w:hint="eastAsia"/>
                <w:noProof/>
                <w:rtl/>
              </w:rPr>
              <w:t>فاسق</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گردنكشان</w:t>
            </w:r>
            <w:r w:rsidRPr="00662DF7">
              <w:rPr>
                <w:rStyle w:val="Hyperlink"/>
                <w:noProof/>
                <w:rtl/>
              </w:rPr>
              <w:t xml:space="preserve"> </w:t>
            </w:r>
            <w:r w:rsidRPr="00662DF7">
              <w:rPr>
                <w:rStyle w:val="Hyperlink"/>
                <w:rFonts w:hint="eastAsia"/>
                <w:noProof/>
                <w:rtl/>
              </w:rPr>
              <w:t>ستمگر،</w:t>
            </w:r>
            <w:r w:rsidRPr="00662DF7">
              <w:rPr>
                <w:rStyle w:val="Hyperlink"/>
                <w:noProof/>
                <w:rtl/>
              </w:rPr>
              <w:t xml:space="preserve"> </w:t>
            </w:r>
            <w:r w:rsidRPr="00662DF7">
              <w:rPr>
                <w:rStyle w:val="Hyperlink"/>
                <w:rFonts w:hint="eastAsia"/>
                <w:noProof/>
                <w:rtl/>
              </w:rPr>
              <w:t>وزيران</w:t>
            </w:r>
            <w:r w:rsidRPr="00662DF7">
              <w:rPr>
                <w:rStyle w:val="Hyperlink"/>
                <w:noProof/>
                <w:rtl/>
              </w:rPr>
              <w:t xml:space="preserve"> </w:t>
            </w:r>
            <w:r w:rsidRPr="00662DF7">
              <w:rPr>
                <w:rStyle w:val="Hyperlink"/>
                <w:rFonts w:hint="eastAsia"/>
                <w:noProof/>
                <w:rtl/>
              </w:rPr>
              <w:t>خيانتكار،</w:t>
            </w:r>
            <w:r w:rsidRPr="00662DF7">
              <w:rPr>
                <w:rStyle w:val="Hyperlink"/>
                <w:noProof/>
                <w:rtl/>
              </w:rPr>
              <w:t xml:space="preserve"> </w:t>
            </w:r>
            <w:r w:rsidRPr="00662DF7">
              <w:rPr>
                <w:rStyle w:val="Hyperlink"/>
                <w:rFonts w:hint="eastAsia"/>
                <w:noProof/>
                <w:rtl/>
              </w:rPr>
              <w:t>دانايان</w:t>
            </w:r>
            <w:r w:rsidRPr="00662DF7">
              <w:rPr>
                <w:rStyle w:val="Hyperlink"/>
                <w:noProof/>
                <w:rtl/>
              </w:rPr>
              <w:t xml:space="preserve"> </w:t>
            </w:r>
            <w:r w:rsidRPr="00662DF7">
              <w:rPr>
                <w:rStyle w:val="Hyperlink"/>
                <w:rFonts w:hint="eastAsia"/>
                <w:noProof/>
                <w:rtl/>
              </w:rPr>
              <w:t>دروغگو</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پيمان</w:t>
            </w:r>
            <w:r w:rsidRPr="00662DF7">
              <w:rPr>
                <w:rStyle w:val="Hyperlink"/>
                <w:noProof/>
                <w:rtl/>
              </w:rPr>
              <w:t xml:space="preserve"> </w:t>
            </w:r>
            <w:r w:rsidRPr="00662DF7">
              <w:rPr>
                <w:rStyle w:val="Hyperlink"/>
                <w:rFonts w:hint="eastAsia"/>
                <w:noProof/>
                <w:rtl/>
              </w:rPr>
              <w:t>شكنان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Toc449617580 \h</w:instrText>
            </w:r>
            <w:r>
              <w:rPr>
                <w:noProof/>
                <w:webHidden/>
                <w:rtl/>
              </w:rPr>
              <w:instrText xml:space="preserve"> </w:instrText>
            </w:r>
            <w:r>
              <w:rPr>
                <w:noProof/>
                <w:webHidden/>
                <w:rtl/>
              </w:rPr>
            </w:r>
            <w:r>
              <w:rPr>
                <w:noProof/>
                <w:webHidden/>
                <w:rtl/>
              </w:rPr>
              <w:fldChar w:fldCharType="separate"/>
            </w:r>
            <w:r>
              <w:rPr>
                <w:noProof/>
                <w:webHidden/>
                <w:rtl/>
              </w:rPr>
              <w:t>826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81"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دوستى</w:t>
            </w:r>
            <w:r w:rsidRPr="00662DF7">
              <w:rPr>
                <w:rStyle w:val="Hyperlink"/>
                <w:noProof/>
                <w:rtl/>
              </w:rPr>
              <w:t xml:space="preserve"> </w:t>
            </w:r>
            <w:r w:rsidRPr="00662DF7">
              <w:rPr>
                <w:rStyle w:val="Hyperlink"/>
                <w:rFonts w:hint="eastAsia"/>
                <w:noProof/>
                <w:rtl/>
              </w:rPr>
              <w:t>دنيا</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عبادت</w:t>
            </w:r>
            <w:r w:rsidRPr="00662DF7">
              <w:rPr>
                <w:rStyle w:val="Hyperlink"/>
                <w:noProof/>
                <w:rtl/>
              </w:rPr>
              <w:t xml:space="preserve"> </w:t>
            </w:r>
            <w:r w:rsidRPr="00662DF7">
              <w:rPr>
                <w:rStyle w:val="Hyperlink"/>
                <w:rFonts w:hint="eastAsia"/>
                <w:noProof/>
                <w:rtl/>
              </w:rPr>
              <w:t>طاغوت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Toc449617581 \h</w:instrText>
            </w:r>
            <w:r>
              <w:rPr>
                <w:noProof/>
                <w:webHidden/>
                <w:rtl/>
              </w:rPr>
              <w:instrText xml:space="preserve"> </w:instrText>
            </w:r>
            <w:r>
              <w:rPr>
                <w:noProof/>
                <w:webHidden/>
                <w:rtl/>
              </w:rPr>
            </w:r>
            <w:r>
              <w:rPr>
                <w:noProof/>
                <w:webHidden/>
                <w:rtl/>
              </w:rPr>
              <w:fldChar w:fldCharType="separate"/>
            </w:r>
            <w:r>
              <w:rPr>
                <w:noProof/>
                <w:webHidden/>
                <w:rtl/>
              </w:rPr>
              <w:t>827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8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رياكار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Toc449617582 \h</w:instrText>
            </w:r>
            <w:r>
              <w:rPr>
                <w:noProof/>
                <w:webHidden/>
                <w:rtl/>
              </w:rPr>
              <w:instrText xml:space="preserve"> </w:instrText>
            </w:r>
            <w:r>
              <w:rPr>
                <w:noProof/>
                <w:webHidden/>
                <w:rtl/>
              </w:rPr>
            </w:r>
            <w:r>
              <w:rPr>
                <w:noProof/>
                <w:webHidden/>
                <w:rtl/>
              </w:rPr>
              <w:fldChar w:fldCharType="separate"/>
            </w:r>
            <w:r>
              <w:rPr>
                <w:noProof/>
                <w:webHidden/>
                <w:rtl/>
              </w:rPr>
              <w:t>829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8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چيزى</w:t>
            </w:r>
            <w:r w:rsidRPr="00662DF7">
              <w:rPr>
                <w:rStyle w:val="Hyperlink"/>
                <w:noProof/>
                <w:rtl/>
              </w:rPr>
              <w:t xml:space="preserve"> </w:t>
            </w:r>
            <w:r w:rsidRPr="00662DF7">
              <w:rPr>
                <w:rStyle w:val="Hyperlink"/>
                <w:rFonts w:hint="eastAsia"/>
                <w:noProof/>
                <w:rtl/>
              </w:rPr>
              <w:t>ساختن</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رقابت</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تفاخر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Toc449617583 \h</w:instrText>
            </w:r>
            <w:r>
              <w:rPr>
                <w:noProof/>
                <w:webHidden/>
                <w:rtl/>
              </w:rPr>
              <w:instrText xml:space="preserve"> </w:instrText>
            </w:r>
            <w:r>
              <w:rPr>
                <w:noProof/>
                <w:webHidden/>
                <w:rtl/>
              </w:rPr>
            </w:r>
            <w:r>
              <w:rPr>
                <w:noProof/>
                <w:webHidden/>
                <w:rtl/>
              </w:rPr>
              <w:fldChar w:fldCharType="separate"/>
            </w:r>
            <w:r>
              <w:rPr>
                <w:noProof/>
                <w:webHidden/>
                <w:rtl/>
              </w:rPr>
              <w:t>831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84"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ترك</w:t>
            </w:r>
            <w:r w:rsidRPr="00662DF7">
              <w:rPr>
                <w:rStyle w:val="Hyperlink"/>
                <w:noProof/>
                <w:rtl/>
              </w:rPr>
              <w:t xml:space="preserve"> </w:t>
            </w:r>
            <w:r w:rsidRPr="00662DF7">
              <w:rPr>
                <w:rStyle w:val="Hyperlink"/>
                <w:rFonts w:hint="eastAsia"/>
                <w:noProof/>
                <w:rtl/>
              </w:rPr>
              <w:t>امر</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معروف</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نهى</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Toc449617584 \h</w:instrText>
            </w:r>
            <w:r>
              <w:rPr>
                <w:noProof/>
                <w:webHidden/>
                <w:rtl/>
              </w:rPr>
              <w:instrText xml:space="preserve"> </w:instrText>
            </w:r>
            <w:r>
              <w:rPr>
                <w:noProof/>
                <w:webHidden/>
                <w:rtl/>
              </w:rPr>
            </w:r>
            <w:r>
              <w:rPr>
                <w:noProof/>
                <w:webHidden/>
                <w:rtl/>
              </w:rPr>
              <w:fldChar w:fldCharType="separate"/>
            </w:r>
            <w:r>
              <w:rPr>
                <w:noProof/>
                <w:webHidden/>
                <w:rtl/>
              </w:rPr>
              <w:t>832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8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خشم</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آوردن</w:t>
            </w:r>
            <w:r w:rsidRPr="00662DF7">
              <w:rPr>
                <w:rStyle w:val="Hyperlink"/>
                <w:noProof/>
                <w:rtl/>
              </w:rPr>
              <w:t xml:space="preserve"> </w:t>
            </w:r>
            <w:r w:rsidRPr="00662DF7">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Toc449617585 \h</w:instrText>
            </w:r>
            <w:r>
              <w:rPr>
                <w:noProof/>
                <w:webHidden/>
                <w:rtl/>
              </w:rPr>
              <w:instrText xml:space="preserve"> </w:instrText>
            </w:r>
            <w:r>
              <w:rPr>
                <w:noProof/>
                <w:webHidden/>
                <w:rtl/>
              </w:rPr>
            </w:r>
            <w:r>
              <w:rPr>
                <w:noProof/>
                <w:webHidden/>
                <w:rtl/>
              </w:rPr>
              <w:fldChar w:fldCharType="separate"/>
            </w:r>
            <w:r>
              <w:rPr>
                <w:noProof/>
                <w:webHidden/>
                <w:rtl/>
              </w:rPr>
              <w:t>833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8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غيبت</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جنگجوى</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راه</w:t>
            </w:r>
            <w:r w:rsidRPr="00662DF7">
              <w:rPr>
                <w:rStyle w:val="Hyperlink"/>
                <w:noProof/>
                <w:rtl/>
              </w:rPr>
              <w:t xml:space="preserve"> </w:t>
            </w:r>
            <w:r w:rsidRPr="00662DF7">
              <w:rPr>
                <w:rStyle w:val="Hyperlink"/>
                <w:rFonts w:hint="eastAsia"/>
                <w:noProof/>
                <w:rtl/>
              </w:rPr>
              <w:t>خدا،</w:t>
            </w:r>
            <w:r w:rsidRPr="00662DF7">
              <w:rPr>
                <w:rStyle w:val="Hyperlink"/>
                <w:noProof/>
                <w:rtl/>
              </w:rPr>
              <w:t xml:space="preserve"> </w:t>
            </w:r>
            <w:r w:rsidRPr="00662DF7">
              <w:rPr>
                <w:rStyle w:val="Hyperlink"/>
                <w:rFonts w:hint="eastAsia"/>
                <w:noProof/>
                <w:rtl/>
              </w:rPr>
              <w:t>اذيت</w:t>
            </w:r>
            <w:r w:rsidRPr="00662DF7">
              <w:rPr>
                <w:rStyle w:val="Hyperlink"/>
                <w:noProof/>
                <w:rtl/>
              </w:rPr>
              <w:t xml:space="preserve"> </w:t>
            </w:r>
            <w:r w:rsidRPr="00662DF7">
              <w:rPr>
                <w:rStyle w:val="Hyperlink"/>
                <w:rFonts w:hint="eastAsia"/>
                <w:noProof/>
                <w:rtl/>
              </w:rPr>
              <w:t>او</w:t>
            </w:r>
            <w:r w:rsidRPr="00662DF7">
              <w:rPr>
                <w:rStyle w:val="Hyperlink"/>
                <w:noProof/>
                <w:rtl/>
              </w:rPr>
              <w:t xml:space="preserve"> </w:t>
            </w:r>
            <w:r w:rsidRPr="00662DF7">
              <w:rPr>
                <w:rStyle w:val="Hyperlink"/>
                <w:rFonts w:hint="eastAsia"/>
                <w:noProof/>
                <w:rtl/>
              </w:rPr>
              <w:t>يا</w:t>
            </w:r>
            <w:r w:rsidRPr="00662DF7">
              <w:rPr>
                <w:rStyle w:val="Hyperlink"/>
                <w:noProof/>
                <w:rtl/>
              </w:rPr>
              <w:t xml:space="preserve"> </w:t>
            </w:r>
            <w:r w:rsidRPr="00662DF7">
              <w:rPr>
                <w:rStyle w:val="Hyperlink"/>
                <w:rFonts w:hint="eastAsia"/>
                <w:noProof/>
                <w:rtl/>
              </w:rPr>
              <w:t>بدرفتارى</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خانواده</w:t>
            </w:r>
            <w:r w:rsidRPr="00662DF7">
              <w:rPr>
                <w:rStyle w:val="Hyperlink"/>
                <w:noProof/>
                <w:rtl/>
              </w:rPr>
              <w:t xml:space="preserve"> </w:t>
            </w:r>
            <w:r w:rsidRPr="00662DF7">
              <w:rPr>
                <w:rStyle w:val="Hyperlink"/>
                <w:rFonts w:hint="eastAsia"/>
                <w:noProof/>
                <w:rtl/>
              </w:rPr>
              <w:t>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Toc449617586 \h</w:instrText>
            </w:r>
            <w:r>
              <w:rPr>
                <w:noProof/>
                <w:webHidden/>
                <w:rtl/>
              </w:rPr>
              <w:instrText xml:space="preserve"> </w:instrText>
            </w:r>
            <w:r>
              <w:rPr>
                <w:noProof/>
                <w:webHidden/>
                <w:rtl/>
              </w:rPr>
            </w:r>
            <w:r>
              <w:rPr>
                <w:noProof/>
                <w:webHidden/>
                <w:rtl/>
              </w:rPr>
              <w:fldChar w:fldCharType="separate"/>
            </w:r>
            <w:r>
              <w:rPr>
                <w:noProof/>
                <w:webHidden/>
                <w:rtl/>
              </w:rPr>
              <w:t>835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8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ترسانيدن</w:t>
            </w:r>
            <w:r w:rsidRPr="00662DF7">
              <w:rPr>
                <w:rStyle w:val="Hyperlink"/>
                <w:noProof/>
                <w:rtl/>
              </w:rPr>
              <w:t xml:space="preserve"> </w:t>
            </w:r>
            <w:r w:rsidRPr="00662DF7">
              <w:rPr>
                <w:rStyle w:val="Hyperlink"/>
                <w:rFonts w:hint="eastAsia"/>
                <w:noProof/>
                <w:rtl/>
              </w:rPr>
              <w:t>مومن</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سلطان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Toc449617587 \h</w:instrText>
            </w:r>
            <w:r>
              <w:rPr>
                <w:noProof/>
                <w:webHidden/>
                <w:rtl/>
              </w:rPr>
              <w:instrText xml:space="preserve"> </w:instrText>
            </w:r>
            <w:r>
              <w:rPr>
                <w:noProof/>
                <w:webHidden/>
                <w:rtl/>
              </w:rPr>
            </w:r>
            <w:r>
              <w:rPr>
                <w:noProof/>
                <w:webHidden/>
                <w:rtl/>
              </w:rPr>
              <w:fldChar w:fldCharType="separate"/>
            </w:r>
            <w:r>
              <w:rPr>
                <w:noProof/>
                <w:webHidden/>
                <w:rtl/>
              </w:rPr>
              <w:t>836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8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اذيت</w:t>
            </w:r>
            <w:r w:rsidRPr="00662DF7">
              <w:rPr>
                <w:rStyle w:val="Hyperlink"/>
                <w:noProof/>
                <w:rtl/>
              </w:rPr>
              <w:t xml:space="preserve"> </w:t>
            </w:r>
            <w:r w:rsidRPr="00662DF7">
              <w:rPr>
                <w:rStyle w:val="Hyperlink"/>
                <w:rFonts w:hint="eastAsia"/>
                <w:noProof/>
                <w:rtl/>
              </w:rPr>
              <w:t>مومنين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دشمنى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ستيزه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Toc449617588 \h</w:instrText>
            </w:r>
            <w:r>
              <w:rPr>
                <w:noProof/>
                <w:webHidden/>
                <w:rtl/>
              </w:rPr>
              <w:instrText xml:space="preserve"> </w:instrText>
            </w:r>
            <w:r>
              <w:rPr>
                <w:noProof/>
                <w:webHidden/>
                <w:rtl/>
              </w:rPr>
            </w:r>
            <w:r>
              <w:rPr>
                <w:noProof/>
                <w:webHidden/>
                <w:rtl/>
              </w:rPr>
              <w:fldChar w:fldCharType="separate"/>
            </w:r>
            <w:r>
              <w:rPr>
                <w:noProof/>
                <w:webHidden/>
                <w:rtl/>
              </w:rPr>
              <w:t>837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8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بوجود</w:t>
            </w:r>
            <w:r w:rsidRPr="00662DF7">
              <w:rPr>
                <w:rStyle w:val="Hyperlink"/>
                <w:noProof/>
                <w:rtl/>
              </w:rPr>
              <w:t xml:space="preserve"> </w:t>
            </w:r>
            <w:r w:rsidRPr="00662DF7">
              <w:rPr>
                <w:rStyle w:val="Hyperlink"/>
                <w:rFonts w:hint="eastAsia"/>
                <w:noProof/>
                <w:rtl/>
              </w:rPr>
              <w:t>آوردن</w:t>
            </w:r>
            <w:r w:rsidRPr="00662DF7">
              <w:rPr>
                <w:rStyle w:val="Hyperlink"/>
                <w:noProof/>
                <w:rtl/>
              </w:rPr>
              <w:t xml:space="preserve"> </w:t>
            </w:r>
            <w:r w:rsidRPr="00662DF7">
              <w:rPr>
                <w:rStyle w:val="Hyperlink"/>
                <w:rFonts w:hint="eastAsia"/>
                <w:noProof/>
                <w:rtl/>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Toc449617589 \h</w:instrText>
            </w:r>
            <w:r>
              <w:rPr>
                <w:noProof/>
                <w:webHidden/>
                <w:rtl/>
              </w:rPr>
              <w:instrText xml:space="preserve"> </w:instrText>
            </w:r>
            <w:r>
              <w:rPr>
                <w:noProof/>
                <w:webHidden/>
                <w:rtl/>
              </w:rPr>
            </w:r>
            <w:r>
              <w:rPr>
                <w:noProof/>
                <w:webHidden/>
                <w:rtl/>
              </w:rPr>
              <w:fldChar w:fldCharType="separate"/>
            </w:r>
            <w:r>
              <w:rPr>
                <w:noProof/>
                <w:webHidden/>
                <w:rtl/>
              </w:rPr>
              <w:t>838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9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نافرمانى</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ثواب</w:t>
            </w:r>
            <w:r w:rsidRPr="00662DF7">
              <w:rPr>
                <w:rStyle w:val="Hyperlink"/>
                <w:noProof/>
                <w:rtl/>
              </w:rPr>
              <w:t xml:space="preserve"> </w:t>
            </w:r>
            <w:r w:rsidRPr="00662DF7">
              <w:rPr>
                <w:rStyle w:val="Hyperlink"/>
                <w:rFonts w:hint="eastAsia"/>
                <w:noProof/>
                <w:rtl/>
              </w:rPr>
              <w:t>فرمانبردارى</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Toc449617590 \h</w:instrText>
            </w:r>
            <w:r>
              <w:rPr>
                <w:noProof/>
                <w:webHidden/>
                <w:rtl/>
              </w:rPr>
              <w:instrText xml:space="preserve"> </w:instrText>
            </w:r>
            <w:r>
              <w:rPr>
                <w:noProof/>
                <w:webHidden/>
                <w:rtl/>
              </w:rPr>
            </w:r>
            <w:r>
              <w:rPr>
                <w:noProof/>
                <w:webHidden/>
                <w:rtl/>
              </w:rPr>
              <w:fldChar w:fldCharType="separate"/>
            </w:r>
            <w:r>
              <w:rPr>
                <w:noProof/>
                <w:webHidden/>
                <w:rtl/>
              </w:rPr>
              <w:t>842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91"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شك</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Toc449617591 \h</w:instrText>
            </w:r>
            <w:r>
              <w:rPr>
                <w:noProof/>
                <w:webHidden/>
                <w:rtl/>
              </w:rPr>
              <w:instrText xml:space="preserve"> </w:instrText>
            </w:r>
            <w:r>
              <w:rPr>
                <w:noProof/>
                <w:webHidden/>
                <w:rtl/>
              </w:rPr>
            </w:r>
            <w:r>
              <w:rPr>
                <w:noProof/>
                <w:webHidden/>
                <w:rtl/>
              </w:rPr>
              <w:fldChar w:fldCharType="separate"/>
            </w:r>
            <w:r>
              <w:rPr>
                <w:noProof/>
                <w:webHidden/>
                <w:rtl/>
              </w:rPr>
              <w:t>844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9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عطر</w:t>
            </w:r>
            <w:r w:rsidRPr="00662DF7">
              <w:rPr>
                <w:rStyle w:val="Hyperlink"/>
                <w:noProof/>
                <w:rtl/>
              </w:rPr>
              <w:t xml:space="preserve"> </w:t>
            </w:r>
            <w:r w:rsidRPr="00662DF7">
              <w:rPr>
                <w:rStyle w:val="Hyperlink"/>
                <w:rFonts w:hint="eastAsia"/>
                <w:noProof/>
                <w:rtl/>
              </w:rPr>
              <w:t>زدن</w:t>
            </w:r>
            <w:r w:rsidRPr="00662DF7">
              <w:rPr>
                <w:rStyle w:val="Hyperlink"/>
                <w:noProof/>
                <w:rtl/>
              </w:rPr>
              <w:t xml:space="preserve"> </w:t>
            </w:r>
            <w:r w:rsidRPr="00662DF7">
              <w:rPr>
                <w:rStyle w:val="Hyperlink"/>
                <w:rFonts w:hint="eastAsia"/>
                <w:noProof/>
                <w:rtl/>
              </w:rPr>
              <w:t>زن</w:t>
            </w:r>
            <w:r w:rsidRPr="00662DF7">
              <w:rPr>
                <w:rStyle w:val="Hyperlink"/>
                <w:noProof/>
                <w:rtl/>
              </w:rPr>
              <w:t xml:space="preserve"> </w:t>
            </w:r>
            <w:r w:rsidRPr="00662DF7">
              <w:rPr>
                <w:rStyle w:val="Hyperlink"/>
                <w:rFonts w:hint="eastAsia"/>
                <w:noProof/>
                <w:rtl/>
              </w:rPr>
              <w:t>براى</w:t>
            </w:r>
            <w:r w:rsidRPr="00662DF7">
              <w:rPr>
                <w:rStyle w:val="Hyperlink"/>
                <w:noProof/>
                <w:rtl/>
              </w:rPr>
              <w:t xml:space="preserve"> </w:t>
            </w:r>
            <w:r w:rsidRPr="00662DF7">
              <w:rPr>
                <w:rStyle w:val="Hyperlink"/>
                <w:rFonts w:hint="eastAsia"/>
                <w:noProof/>
                <w:rtl/>
              </w:rPr>
              <w:t>غير</w:t>
            </w:r>
            <w:r w:rsidRPr="00662DF7">
              <w:rPr>
                <w:rStyle w:val="Hyperlink"/>
                <w:noProof/>
                <w:rtl/>
              </w:rPr>
              <w:t xml:space="preserve"> </w:t>
            </w:r>
            <w:r w:rsidRPr="00662DF7">
              <w:rPr>
                <w:rStyle w:val="Hyperlink"/>
                <w:rFonts w:hint="eastAsia"/>
                <w:noProof/>
                <w:rtl/>
              </w:rPr>
              <w:t>شوهر</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خروج</w:t>
            </w:r>
            <w:r w:rsidRPr="00662DF7">
              <w:rPr>
                <w:rStyle w:val="Hyperlink"/>
                <w:noProof/>
                <w:rtl/>
              </w:rPr>
              <w:t xml:space="preserve"> </w:t>
            </w:r>
            <w:r w:rsidRPr="00662DF7">
              <w:rPr>
                <w:rStyle w:val="Hyperlink"/>
                <w:rFonts w:hint="eastAsia"/>
                <w:noProof/>
                <w:rtl/>
              </w:rPr>
              <w:t>او</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خانه</w:t>
            </w:r>
            <w:r w:rsidRPr="00662DF7">
              <w:rPr>
                <w:rStyle w:val="Hyperlink"/>
                <w:noProof/>
                <w:rtl/>
              </w:rPr>
              <w:t xml:space="preserve"> </w:t>
            </w:r>
            <w:r w:rsidRPr="00662DF7">
              <w:rPr>
                <w:rStyle w:val="Hyperlink"/>
                <w:rFonts w:hint="eastAsia"/>
                <w:noProof/>
                <w:rtl/>
              </w:rPr>
              <w:t>بدون</w:t>
            </w:r>
            <w:r w:rsidRPr="00662DF7">
              <w:rPr>
                <w:rStyle w:val="Hyperlink"/>
                <w:noProof/>
                <w:rtl/>
              </w:rPr>
              <w:t xml:space="preserve"> </w:t>
            </w:r>
            <w:r w:rsidRPr="00662DF7">
              <w:rPr>
                <w:rStyle w:val="Hyperlink"/>
                <w:rFonts w:hint="eastAsia"/>
                <w:noProof/>
                <w:rtl/>
              </w:rPr>
              <w:t>اجازه</w:t>
            </w:r>
            <w:r w:rsidRPr="00662DF7">
              <w:rPr>
                <w:rStyle w:val="Hyperlink"/>
                <w:noProof/>
                <w:rtl/>
              </w:rPr>
              <w:t xml:space="preserve"> </w:t>
            </w:r>
            <w:r w:rsidRPr="00662DF7">
              <w:rPr>
                <w:rStyle w:val="Hyperlink"/>
                <w:rFonts w:hint="eastAsia"/>
                <w:noProof/>
                <w:rtl/>
              </w:rPr>
              <w:t>شوهرش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Toc449617592 \h</w:instrText>
            </w:r>
            <w:r>
              <w:rPr>
                <w:noProof/>
                <w:webHidden/>
                <w:rtl/>
              </w:rPr>
              <w:instrText xml:space="preserve"> </w:instrText>
            </w:r>
            <w:r>
              <w:rPr>
                <w:noProof/>
                <w:webHidden/>
                <w:rtl/>
              </w:rPr>
            </w:r>
            <w:r>
              <w:rPr>
                <w:noProof/>
                <w:webHidden/>
                <w:rtl/>
              </w:rPr>
              <w:fldChar w:fldCharType="separate"/>
            </w:r>
            <w:r>
              <w:rPr>
                <w:noProof/>
                <w:webHidden/>
                <w:rtl/>
              </w:rPr>
              <w:t>845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9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شنيدن</w:t>
            </w:r>
            <w:r w:rsidRPr="00662DF7">
              <w:rPr>
                <w:rStyle w:val="Hyperlink"/>
                <w:noProof/>
                <w:rtl/>
              </w:rPr>
              <w:t xml:space="preserve"> </w:t>
            </w:r>
            <w:r w:rsidRPr="00662DF7">
              <w:rPr>
                <w:rStyle w:val="Hyperlink"/>
                <w:rFonts w:hint="eastAsia"/>
                <w:noProof/>
                <w:rtl/>
              </w:rPr>
              <w:t>فرياد</w:t>
            </w:r>
            <w:r w:rsidRPr="00662DF7">
              <w:rPr>
                <w:rStyle w:val="Hyperlink"/>
                <w:noProof/>
                <w:rtl/>
              </w:rPr>
              <w:t xml:space="preserve"> </w:t>
            </w:r>
            <w:r w:rsidRPr="00662DF7">
              <w:rPr>
                <w:rStyle w:val="Hyperlink"/>
                <w:rFonts w:hint="eastAsia"/>
                <w:noProof/>
                <w:rtl/>
              </w:rPr>
              <w:t>اهل</w:t>
            </w:r>
            <w:r w:rsidRPr="00662DF7">
              <w:rPr>
                <w:rStyle w:val="Hyperlink"/>
                <w:noProof/>
                <w:rtl/>
              </w:rPr>
              <w:t xml:space="preserve"> </w:t>
            </w:r>
            <w:r w:rsidRPr="00662DF7">
              <w:rPr>
                <w:rStyle w:val="Hyperlink"/>
                <w:rFonts w:hint="eastAsia"/>
                <w:noProof/>
                <w:rtl/>
              </w:rPr>
              <w:t>بيت</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ديدن</w:t>
            </w:r>
            <w:r w:rsidRPr="00662DF7">
              <w:rPr>
                <w:rStyle w:val="Hyperlink"/>
                <w:noProof/>
                <w:rtl/>
              </w:rPr>
              <w:t xml:space="preserve"> </w:t>
            </w:r>
            <w:r w:rsidRPr="00662DF7">
              <w:rPr>
                <w:rStyle w:val="Hyperlink"/>
                <w:rFonts w:hint="eastAsia"/>
                <w:noProof/>
                <w:rtl/>
              </w:rPr>
              <w:t>آنان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كمك</w:t>
            </w:r>
            <w:r w:rsidRPr="00662DF7">
              <w:rPr>
                <w:rStyle w:val="Hyperlink"/>
                <w:noProof/>
                <w:rtl/>
              </w:rPr>
              <w:t xml:space="preserve"> </w:t>
            </w:r>
            <w:r w:rsidRPr="00662DF7">
              <w:rPr>
                <w:rStyle w:val="Hyperlink"/>
                <w:rFonts w:hint="eastAsia"/>
                <w:noProof/>
                <w:rtl/>
              </w:rPr>
              <w:t>آنان</w:t>
            </w:r>
            <w:r w:rsidRPr="00662DF7">
              <w:rPr>
                <w:rStyle w:val="Hyperlink"/>
                <w:noProof/>
                <w:rtl/>
              </w:rPr>
              <w:t xml:space="preserve"> </w:t>
            </w:r>
            <w:r w:rsidRPr="00662DF7">
              <w:rPr>
                <w:rStyle w:val="Hyperlink"/>
                <w:rFonts w:hint="eastAsia"/>
                <w:noProof/>
                <w:rtl/>
              </w:rPr>
              <w:t>نشتافتن</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Toc449617593 \h</w:instrText>
            </w:r>
            <w:r>
              <w:rPr>
                <w:noProof/>
                <w:webHidden/>
                <w:rtl/>
              </w:rPr>
              <w:instrText xml:space="preserve"> </w:instrText>
            </w:r>
            <w:r>
              <w:rPr>
                <w:noProof/>
                <w:webHidden/>
                <w:rtl/>
              </w:rPr>
            </w:r>
            <w:r>
              <w:rPr>
                <w:noProof/>
                <w:webHidden/>
                <w:rtl/>
              </w:rPr>
              <w:fldChar w:fldCharType="separate"/>
            </w:r>
            <w:r>
              <w:rPr>
                <w:noProof/>
                <w:webHidden/>
                <w:rtl/>
              </w:rPr>
              <w:t>846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94"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بعهده</w:t>
            </w:r>
            <w:r w:rsidRPr="00662DF7">
              <w:rPr>
                <w:rStyle w:val="Hyperlink"/>
                <w:noProof/>
                <w:rtl/>
              </w:rPr>
              <w:t xml:space="preserve"> </w:t>
            </w:r>
            <w:r w:rsidRPr="00662DF7">
              <w:rPr>
                <w:rStyle w:val="Hyperlink"/>
                <w:rFonts w:hint="eastAsia"/>
                <w:noProof/>
                <w:rtl/>
              </w:rPr>
              <w:t>گرفتن</w:t>
            </w:r>
            <w:r w:rsidRPr="00662DF7">
              <w:rPr>
                <w:rStyle w:val="Hyperlink"/>
                <w:noProof/>
                <w:rtl/>
              </w:rPr>
              <w:t xml:space="preserve"> </w:t>
            </w:r>
            <w:r w:rsidRPr="00662DF7">
              <w:rPr>
                <w:rStyle w:val="Hyperlink"/>
                <w:rFonts w:hint="eastAsia"/>
                <w:noProof/>
                <w:rtl/>
              </w:rPr>
              <w:t>سرپرستى</w:t>
            </w:r>
            <w:r w:rsidRPr="00662DF7">
              <w:rPr>
                <w:rStyle w:val="Hyperlink"/>
                <w:noProof/>
                <w:rtl/>
              </w:rPr>
              <w:t xml:space="preserve"> </w:t>
            </w:r>
            <w:r w:rsidRPr="00662DF7">
              <w:rPr>
                <w:rStyle w:val="Hyperlink"/>
                <w:rFonts w:hint="eastAsia"/>
                <w:noProof/>
                <w:rtl/>
              </w:rPr>
              <w:t>ده</w:t>
            </w:r>
            <w:r w:rsidRPr="00662DF7">
              <w:rPr>
                <w:rStyle w:val="Hyperlink"/>
                <w:noProof/>
                <w:rtl/>
              </w:rPr>
              <w:t xml:space="preserve"> </w:t>
            </w:r>
            <w:r w:rsidRPr="00662DF7">
              <w:rPr>
                <w:rStyle w:val="Hyperlink"/>
                <w:rFonts w:hint="eastAsia"/>
                <w:noProof/>
                <w:rtl/>
              </w:rPr>
              <w:t>نفر</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عدالت</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آنان</w:t>
            </w:r>
            <w:r w:rsidRPr="00662DF7">
              <w:rPr>
                <w:rStyle w:val="Hyperlink"/>
                <w:noProof/>
                <w:rtl/>
              </w:rPr>
              <w:t xml:space="preserve"> </w:t>
            </w:r>
            <w:r w:rsidRPr="00662DF7">
              <w:rPr>
                <w:rStyle w:val="Hyperlink"/>
                <w:rFonts w:hint="eastAsia"/>
                <w:noProof/>
                <w:rtl/>
              </w:rPr>
              <w:t>رفتار</w:t>
            </w:r>
            <w:r w:rsidRPr="00662DF7">
              <w:rPr>
                <w:rStyle w:val="Hyperlink"/>
                <w:noProof/>
                <w:rtl/>
              </w:rPr>
              <w:t xml:space="preserve"> </w:t>
            </w:r>
            <w:r w:rsidRPr="00662DF7">
              <w:rPr>
                <w:rStyle w:val="Hyperlink"/>
                <w:rFonts w:hint="eastAsia"/>
                <w:noProof/>
                <w:rtl/>
              </w:rPr>
              <w:t>نكردن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Toc449617594 \h</w:instrText>
            </w:r>
            <w:r>
              <w:rPr>
                <w:noProof/>
                <w:webHidden/>
                <w:rtl/>
              </w:rPr>
              <w:instrText xml:space="preserve"> </w:instrText>
            </w:r>
            <w:r>
              <w:rPr>
                <w:noProof/>
                <w:webHidden/>
                <w:rtl/>
              </w:rPr>
            </w:r>
            <w:r>
              <w:rPr>
                <w:noProof/>
                <w:webHidden/>
                <w:rtl/>
              </w:rPr>
              <w:fldChar w:fldCharType="separate"/>
            </w:r>
            <w:r>
              <w:rPr>
                <w:noProof/>
                <w:webHidden/>
                <w:rtl/>
              </w:rPr>
              <w:t>847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9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عهده</w:t>
            </w:r>
            <w:r w:rsidRPr="00662DF7">
              <w:rPr>
                <w:rStyle w:val="Hyperlink"/>
                <w:noProof/>
                <w:rtl/>
              </w:rPr>
              <w:t xml:space="preserve"> </w:t>
            </w:r>
            <w:r w:rsidRPr="00662DF7">
              <w:rPr>
                <w:rStyle w:val="Hyperlink"/>
                <w:rFonts w:hint="eastAsia"/>
                <w:noProof/>
                <w:rtl/>
              </w:rPr>
              <w:t>گرفتن</w:t>
            </w:r>
            <w:r w:rsidRPr="00662DF7">
              <w:rPr>
                <w:rStyle w:val="Hyperlink"/>
                <w:noProof/>
                <w:rtl/>
              </w:rPr>
              <w:t xml:space="preserve"> </w:t>
            </w:r>
            <w:r w:rsidRPr="00662DF7">
              <w:rPr>
                <w:rStyle w:val="Hyperlink"/>
                <w:rFonts w:hint="eastAsia"/>
                <w:noProof/>
                <w:rtl/>
              </w:rPr>
              <w:t>كارى</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كارهاى</w:t>
            </w:r>
            <w:r w:rsidRPr="00662DF7">
              <w:rPr>
                <w:rStyle w:val="Hyperlink"/>
                <w:noProof/>
                <w:rtl/>
              </w:rPr>
              <w:t xml:space="preserve"> </w:t>
            </w:r>
            <w:r w:rsidRPr="00662DF7">
              <w:rPr>
                <w:rStyle w:val="Hyperlink"/>
                <w:rFonts w:hint="eastAsia"/>
                <w:noProof/>
                <w:rtl/>
              </w:rPr>
              <w:t>مسلمانان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تباه</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Toc449617595 \h</w:instrText>
            </w:r>
            <w:r>
              <w:rPr>
                <w:noProof/>
                <w:webHidden/>
                <w:rtl/>
              </w:rPr>
              <w:instrText xml:space="preserve"> </w:instrText>
            </w:r>
            <w:r>
              <w:rPr>
                <w:noProof/>
                <w:webHidden/>
                <w:rtl/>
              </w:rPr>
            </w:r>
            <w:r>
              <w:rPr>
                <w:noProof/>
                <w:webHidden/>
                <w:rtl/>
              </w:rPr>
              <w:fldChar w:fldCharType="separate"/>
            </w:r>
            <w:r>
              <w:rPr>
                <w:noProof/>
                <w:webHidden/>
                <w:rtl/>
              </w:rPr>
              <w:t>848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9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ظالمين</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ياران</w:t>
            </w:r>
            <w:r w:rsidRPr="00662DF7">
              <w:rPr>
                <w:rStyle w:val="Hyperlink"/>
                <w:noProof/>
                <w:rtl/>
              </w:rPr>
              <w:t xml:space="preserve"> </w:t>
            </w:r>
            <w:r w:rsidRPr="00662DF7">
              <w:rPr>
                <w:rStyle w:val="Hyperlink"/>
                <w:rFonts w:hint="eastAsia"/>
                <w:noProof/>
                <w:rtl/>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Toc449617596 \h</w:instrText>
            </w:r>
            <w:r>
              <w:rPr>
                <w:noProof/>
                <w:webHidden/>
                <w:rtl/>
              </w:rPr>
              <w:instrText xml:space="preserve"> </w:instrText>
            </w:r>
            <w:r>
              <w:rPr>
                <w:noProof/>
                <w:webHidden/>
                <w:rtl/>
              </w:rPr>
            </w:r>
            <w:r>
              <w:rPr>
                <w:noProof/>
                <w:webHidden/>
                <w:rtl/>
              </w:rPr>
              <w:fldChar w:fldCharType="separate"/>
            </w:r>
            <w:r>
              <w:rPr>
                <w:noProof/>
                <w:webHidden/>
                <w:rtl/>
              </w:rPr>
              <w:t>849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9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نزديك</w:t>
            </w:r>
            <w:r w:rsidRPr="00662DF7">
              <w:rPr>
                <w:rStyle w:val="Hyperlink"/>
                <w:noProof/>
                <w:rtl/>
              </w:rPr>
              <w:t xml:space="preserve"> </w:t>
            </w:r>
            <w:r w:rsidRPr="00662DF7">
              <w:rPr>
                <w:rStyle w:val="Hyperlink"/>
                <w:rFonts w:hint="eastAsia"/>
                <w:noProof/>
                <w:rtl/>
              </w:rPr>
              <w:t>شدن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سلطان</w:t>
            </w:r>
            <w:r w:rsidRPr="00662DF7">
              <w:rPr>
                <w:rStyle w:val="Hyperlink"/>
                <w:noProof/>
                <w:rtl/>
              </w:rPr>
              <w:t xml:space="preserve"> </w:t>
            </w:r>
            <w:r w:rsidRPr="00662DF7">
              <w:rPr>
                <w:rStyle w:val="Hyperlink"/>
                <w:rFonts w:hint="eastAsia"/>
                <w:noProof/>
                <w:rtl/>
              </w:rPr>
              <w:t>ستمگر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Toc449617597 \h</w:instrText>
            </w:r>
            <w:r>
              <w:rPr>
                <w:noProof/>
                <w:webHidden/>
                <w:rtl/>
              </w:rPr>
              <w:instrText xml:space="preserve"> </w:instrText>
            </w:r>
            <w:r>
              <w:rPr>
                <w:noProof/>
                <w:webHidden/>
                <w:rtl/>
              </w:rPr>
            </w:r>
            <w:r>
              <w:rPr>
                <w:noProof/>
                <w:webHidden/>
                <w:rtl/>
              </w:rPr>
              <w:fldChar w:fldCharType="separate"/>
            </w:r>
            <w:r>
              <w:rPr>
                <w:noProof/>
                <w:webHidden/>
                <w:rtl/>
              </w:rPr>
              <w:t>850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9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ثبت</w:t>
            </w:r>
            <w:r w:rsidRPr="00662DF7">
              <w:rPr>
                <w:rStyle w:val="Hyperlink"/>
                <w:noProof/>
                <w:rtl/>
              </w:rPr>
              <w:t xml:space="preserve"> </w:t>
            </w:r>
            <w:r w:rsidRPr="00662DF7">
              <w:rPr>
                <w:rStyle w:val="Hyperlink"/>
                <w:rFonts w:hint="eastAsia"/>
                <w:noProof/>
                <w:rtl/>
              </w:rPr>
              <w:t>نام</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دفتر</w:t>
            </w:r>
            <w:r w:rsidRPr="00662DF7">
              <w:rPr>
                <w:rStyle w:val="Hyperlink"/>
                <w:noProof/>
                <w:rtl/>
              </w:rPr>
              <w:t xml:space="preserve"> </w:t>
            </w:r>
            <w:r w:rsidRPr="00662DF7">
              <w:rPr>
                <w:rStyle w:val="Hyperlink"/>
                <w:rFonts w:hint="eastAsia"/>
                <w:noProof/>
                <w:rtl/>
              </w:rPr>
              <w:t>ستمگران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Toc449617598 \h</w:instrText>
            </w:r>
            <w:r>
              <w:rPr>
                <w:noProof/>
                <w:webHidden/>
                <w:rtl/>
              </w:rPr>
              <w:instrText xml:space="preserve"> </w:instrText>
            </w:r>
            <w:r>
              <w:rPr>
                <w:noProof/>
                <w:webHidden/>
                <w:rtl/>
              </w:rPr>
            </w:r>
            <w:r>
              <w:rPr>
                <w:noProof/>
                <w:webHidden/>
                <w:rtl/>
              </w:rPr>
              <w:fldChar w:fldCharType="separate"/>
            </w:r>
            <w:r>
              <w:rPr>
                <w:noProof/>
                <w:webHidden/>
                <w:rtl/>
              </w:rPr>
              <w:t>851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59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حاكمى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كارهاى</w:t>
            </w:r>
            <w:r w:rsidRPr="00662DF7">
              <w:rPr>
                <w:rStyle w:val="Hyperlink"/>
                <w:noProof/>
                <w:rtl/>
              </w:rPr>
              <w:t xml:space="preserve"> </w:t>
            </w:r>
            <w:r w:rsidRPr="00662DF7">
              <w:rPr>
                <w:rStyle w:val="Hyperlink"/>
                <w:rFonts w:hint="eastAsia"/>
                <w:noProof/>
                <w:rtl/>
              </w:rPr>
              <w:t>مردم</w:t>
            </w:r>
            <w:r w:rsidRPr="00662DF7">
              <w:rPr>
                <w:rStyle w:val="Hyperlink"/>
                <w:noProof/>
                <w:rtl/>
              </w:rPr>
              <w:t xml:space="preserve"> </w:t>
            </w:r>
            <w:r w:rsidRPr="00662DF7">
              <w:rPr>
                <w:rStyle w:val="Hyperlink"/>
                <w:rFonts w:hint="eastAsia"/>
                <w:noProof/>
                <w:rtl/>
              </w:rPr>
              <w:t>را</w:t>
            </w:r>
            <w:r w:rsidRPr="00662DF7">
              <w:rPr>
                <w:rStyle w:val="Hyperlink"/>
                <w:noProof/>
                <w:rtl/>
              </w:rPr>
              <w:t xml:space="preserve"> </w:t>
            </w:r>
            <w:r w:rsidRPr="00662DF7">
              <w:rPr>
                <w:rStyle w:val="Hyperlink"/>
                <w:rFonts w:hint="eastAsia"/>
                <w:noProof/>
                <w:rtl/>
              </w:rPr>
              <w:t>انجام</w:t>
            </w:r>
            <w:r w:rsidRPr="00662DF7">
              <w:rPr>
                <w:rStyle w:val="Hyperlink"/>
                <w:noProof/>
                <w:rtl/>
              </w:rPr>
              <w:t xml:space="preserve"> </w:t>
            </w:r>
            <w:r w:rsidRPr="00662DF7">
              <w:rPr>
                <w:rStyle w:val="Hyperlink"/>
                <w:rFonts w:hint="eastAsia"/>
                <w:noProof/>
                <w:rtl/>
              </w:rPr>
              <w:t>ندهد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Toc449617599 \h</w:instrText>
            </w:r>
            <w:r>
              <w:rPr>
                <w:noProof/>
                <w:webHidden/>
                <w:rtl/>
              </w:rPr>
              <w:instrText xml:space="preserve"> </w:instrText>
            </w:r>
            <w:r>
              <w:rPr>
                <w:noProof/>
                <w:webHidden/>
                <w:rtl/>
              </w:rPr>
            </w:r>
            <w:r>
              <w:rPr>
                <w:noProof/>
                <w:webHidden/>
                <w:rtl/>
              </w:rPr>
              <w:fldChar w:fldCharType="separate"/>
            </w:r>
            <w:r>
              <w:rPr>
                <w:noProof/>
                <w:webHidden/>
                <w:rtl/>
              </w:rPr>
              <w:t>852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0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سكوت</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برابر</w:t>
            </w:r>
            <w:r w:rsidRPr="00662DF7">
              <w:rPr>
                <w:rStyle w:val="Hyperlink"/>
                <w:noProof/>
                <w:rtl/>
              </w:rPr>
              <w:t xml:space="preserve"> </w:t>
            </w:r>
            <w:r w:rsidRPr="00662DF7">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Toc449617600 \h</w:instrText>
            </w:r>
            <w:r>
              <w:rPr>
                <w:noProof/>
                <w:webHidden/>
                <w:rtl/>
              </w:rPr>
              <w:instrText xml:space="preserve"> </w:instrText>
            </w:r>
            <w:r>
              <w:rPr>
                <w:noProof/>
                <w:webHidden/>
                <w:rtl/>
              </w:rPr>
            </w:r>
            <w:r>
              <w:rPr>
                <w:noProof/>
                <w:webHidden/>
                <w:rtl/>
              </w:rPr>
              <w:fldChar w:fldCharType="separate"/>
            </w:r>
            <w:r>
              <w:rPr>
                <w:noProof/>
                <w:webHidden/>
                <w:rtl/>
              </w:rPr>
              <w:t>853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01"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مرد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زن</w:t>
            </w:r>
            <w:r w:rsidRPr="00662DF7">
              <w:rPr>
                <w:rStyle w:val="Hyperlink"/>
                <w:noProof/>
                <w:rtl/>
              </w:rPr>
              <w:t xml:space="preserve"> </w:t>
            </w:r>
            <w:r w:rsidRPr="00662DF7">
              <w:rPr>
                <w:rStyle w:val="Hyperlink"/>
                <w:rFonts w:hint="eastAsia"/>
                <w:noProof/>
                <w:rtl/>
              </w:rPr>
              <w:t>زناكار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Toc449617601 \h</w:instrText>
            </w:r>
            <w:r>
              <w:rPr>
                <w:noProof/>
                <w:webHidden/>
                <w:rtl/>
              </w:rPr>
              <w:instrText xml:space="preserve"> </w:instrText>
            </w:r>
            <w:r>
              <w:rPr>
                <w:noProof/>
                <w:webHidden/>
                <w:rtl/>
              </w:rPr>
            </w:r>
            <w:r>
              <w:rPr>
                <w:noProof/>
                <w:webHidden/>
                <w:rtl/>
              </w:rPr>
              <w:fldChar w:fldCharType="separate"/>
            </w:r>
            <w:r>
              <w:rPr>
                <w:noProof/>
                <w:webHidden/>
                <w:rtl/>
              </w:rPr>
              <w:t>856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0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نگاه</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Toc449617602 \h</w:instrText>
            </w:r>
            <w:r>
              <w:rPr>
                <w:noProof/>
                <w:webHidden/>
                <w:rtl/>
              </w:rPr>
              <w:instrText xml:space="preserve"> </w:instrText>
            </w:r>
            <w:r>
              <w:rPr>
                <w:noProof/>
                <w:webHidden/>
                <w:rtl/>
              </w:rPr>
            </w:r>
            <w:r>
              <w:rPr>
                <w:noProof/>
                <w:webHidden/>
                <w:rtl/>
              </w:rPr>
              <w:fldChar w:fldCharType="separate"/>
            </w:r>
            <w:r>
              <w:rPr>
                <w:noProof/>
                <w:webHidden/>
                <w:rtl/>
              </w:rPr>
              <w:t>861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0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لواط</w:t>
            </w:r>
            <w:r w:rsidRPr="00662DF7">
              <w:rPr>
                <w:rStyle w:val="Hyperlink"/>
                <w:noProof/>
                <w:rtl/>
              </w:rPr>
              <w:t xml:space="preserve"> </w:t>
            </w:r>
            <w:r w:rsidRPr="00662DF7">
              <w:rPr>
                <w:rStyle w:val="Hyperlink"/>
                <w:rFonts w:hint="eastAsia"/>
                <w:noProof/>
                <w:rtl/>
              </w:rPr>
              <w:t>كننده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لواط</w:t>
            </w:r>
            <w:r w:rsidRPr="00662DF7">
              <w:rPr>
                <w:rStyle w:val="Hyperlink"/>
                <w:noProof/>
                <w:rtl/>
              </w:rPr>
              <w:t xml:space="preserve"> </w:t>
            </w:r>
            <w:r w:rsidRPr="00662DF7">
              <w:rPr>
                <w:rStyle w:val="Hyperlink"/>
                <w:rFonts w:hint="eastAsia"/>
                <w:noProof/>
                <w:rtl/>
              </w:rPr>
              <w:t>شونده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زنانى</w:t>
            </w:r>
            <w:r w:rsidRPr="00662DF7">
              <w:rPr>
                <w:rStyle w:val="Hyperlink"/>
                <w:noProof/>
                <w:rtl/>
              </w:rPr>
              <w:t xml:space="preserve"> </w:t>
            </w:r>
            <w:r w:rsidRPr="00662DF7">
              <w:rPr>
                <w:rStyle w:val="Hyperlink"/>
                <w:rFonts w:hint="eastAsia"/>
                <w:noProof/>
                <w:rtl/>
              </w:rPr>
              <w:t>كه</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يكديگرعمل</w:t>
            </w:r>
            <w:r w:rsidRPr="00662DF7">
              <w:rPr>
                <w:rStyle w:val="Hyperlink"/>
                <w:noProof/>
                <w:rtl/>
              </w:rPr>
              <w:t xml:space="preserve"> </w:t>
            </w:r>
            <w:r w:rsidRPr="00662DF7">
              <w:rPr>
                <w:rStyle w:val="Hyperlink"/>
                <w:rFonts w:hint="eastAsia"/>
                <w:noProof/>
                <w:rtl/>
              </w:rPr>
              <w:t>جنسى</w:t>
            </w:r>
            <w:r w:rsidRPr="00662DF7">
              <w:rPr>
                <w:rStyle w:val="Hyperlink"/>
                <w:noProof/>
                <w:rtl/>
              </w:rPr>
              <w:t xml:space="preserve"> </w:t>
            </w:r>
            <w:r w:rsidRPr="00662DF7">
              <w:rPr>
                <w:rStyle w:val="Hyperlink"/>
                <w:rFonts w:hint="eastAsia"/>
                <w:noProof/>
                <w:rtl/>
              </w:rPr>
              <w:t>انجام</w:t>
            </w:r>
            <w:r w:rsidRPr="00662DF7">
              <w:rPr>
                <w:rStyle w:val="Hyperlink"/>
                <w:noProof/>
                <w:rtl/>
              </w:rPr>
              <w:t xml:space="preserve"> </w:t>
            </w:r>
            <w:r w:rsidRPr="00662DF7">
              <w:rPr>
                <w:rStyle w:val="Hyperlink"/>
                <w:rFonts w:hint="eastAsia"/>
                <w:noProof/>
                <w:rtl/>
              </w:rPr>
              <w:t>مى</w:t>
            </w:r>
            <w:r w:rsidRPr="00662DF7">
              <w:rPr>
                <w:rStyle w:val="Hyperlink"/>
                <w:noProof/>
                <w:rtl/>
              </w:rPr>
              <w:t xml:space="preserve"> </w:t>
            </w:r>
            <w:r w:rsidRPr="00662DF7">
              <w:rPr>
                <w:rStyle w:val="Hyperlink"/>
                <w:rFonts w:hint="eastAsia"/>
                <w:noProof/>
                <w:rtl/>
              </w:rPr>
              <w:t>دهند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Toc449617603 \h</w:instrText>
            </w:r>
            <w:r>
              <w:rPr>
                <w:noProof/>
                <w:webHidden/>
                <w:rtl/>
              </w:rPr>
              <w:instrText xml:space="preserve"> </w:instrText>
            </w:r>
            <w:r>
              <w:rPr>
                <w:noProof/>
                <w:webHidden/>
                <w:rtl/>
              </w:rPr>
            </w:r>
            <w:r>
              <w:rPr>
                <w:noProof/>
                <w:webHidden/>
                <w:rtl/>
              </w:rPr>
              <w:fldChar w:fldCharType="separate"/>
            </w:r>
            <w:r>
              <w:rPr>
                <w:noProof/>
                <w:webHidden/>
                <w:rtl/>
              </w:rPr>
              <w:t>862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04"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دروغ</w:t>
            </w:r>
            <w:r w:rsidRPr="00662DF7">
              <w:rPr>
                <w:rStyle w:val="Hyperlink"/>
                <w:noProof/>
                <w:rtl/>
              </w:rPr>
              <w:t xml:space="preserve"> </w:t>
            </w:r>
            <w:r w:rsidRPr="00662DF7">
              <w:rPr>
                <w:rStyle w:val="Hyperlink"/>
                <w:rFonts w:hint="eastAsia"/>
                <w:noProof/>
                <w:rtl/>
              </w:rPr>
              <w:t>بستن</w:t>
            </w:r>
            <w:r w:rsidRPr="00662DF7">
              <w:rPr>
                <w:rStyle w:val="Hyperlink"/>
                <w:noProof/>
                <w:rtl/>
              </w:rPr>
              <w:t xml:space="preserve"> </w:t>
            </w:r>
            <w:r w:rsidRPr="00662DF7">
              <w:rPr>
                <w:rStyle w:val="Hyperlink"/>
                <w:rFonts w:hint="eastAsia"/>
                <w:noProof/>
                <w:rtl/>
              </w:rPr>
              <w:t>بر</w:t>
            </w:r>
            <w:r w:rsidRPr="00662DF7">
              <w:rPr>
                <w:rStyle w:val="Hyperlink"/>
                <w:noProof/>
                <w:rtl/>
              </w:rPr>
              <w:t xml:space="preserve"> </w:t>
            </w:r>
            <w:r w:rsidRPr="00662DF7">
              <w:rPr>
                <w:rStyle w:val="Hyperlink"/>
                <w:rFonts w:hint="eastAsia"/>
                <w:noProof/>
                <w:rtl/>
              </w:rPr>
              <w:t>خداوند</w:t>
            </w:r>
            <w:r w:rsidRPr="00662DF7">
              <w:rPr>
                <w:rStyle w:val="Hyperlink"/>
                <w:noProof/>
                <w:rtl/>
              </w:rPr>
              <w:t xml:space="preserve"> </w:t>
            </w:r>
            <w:r w:rsidRPr="00662DF7">
              <w:rPr>
                <w:rStyle w:val="Hyperlink"/>
                <w:rFonts w:hint="eastAsia"/>
                <w:noProof/>
                <w:rtl/>
              </w:rPr>
              <w:t>عزوجل</w:t>
            </w:r>
            <w:r w:rsidRPr="00662DF7">
              <w:rPr>
                <w:rStyle w:val="Hyperlink"/>
                <w:noProof/>
                <w:rtl/>
              </w:rPr>
              <w:t xml:space="preserve"> </w:t>
            </w:r>
            <w:r w:rsidRPr="00662DF7">
              <w:rPr>
                <w:rStyle w:val="Hyperlink"/>
                <w:rFonts w:hint="eastAsia"/>
                <w:noProof/>
                <w:rtl/>
              </w:rPr>
              <w:t>،</w:t>
            </w:r>
            <w:r w:rsidRPr="00662DF7">
              <w:rPr>
                <w:rStyle w:val="Hyperlink"/>
                <w:noProof/>
                <w:rtl/>
              </w:rPr>
              <w:t xml:space="preserve"> </w:t>
            </w:r>
            <w:r w:rsidRPr="00662DF7">
              <w:rPr>
                <w:rStyle w:val="Hyperlink"/>
                <w:rFonts w:hint="eastAsia"/>
                <w:noProof/>
                <w:rtl/>
              </w:rPr>
              <w:t>پيامبر</w:t>
            </w:r>
            <w:r w:rsidRPr="00662DF7">
              <w:rPr>
                <w:rStyle w:val="Hyperlink"/>
                <w:noProof/>
                <w:rtl/>
              </w:rPr>
              <w:t xml:space="preserve"> </w:t>
            </w:r>
            <w:r w:rsidRPr="00662DF7">
              <w:rPr>
                <w:rStyle w:val="Hyperlink"/>
                <w:rFonts w:cs="Rafed Alaem" w:hint="eastAsia"/>
                <w:noProof/>
                <w:rtl/>
              </w:rPr>
              <w:t>صلى‌الله‌عليه‌وآله</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ائمه</w:t>
            </w:r>
            <w:r w:rsidRPr="00662DF7">
              <w:rPr>
                <w:rStyle w:val="Hyperlink"/>
                <w:noProof/>
                <w:rtl/>
              </w:rPr>
              <w:t xml:space="preserve"> </w:t>
            </w:r>
            <w:r w:rsidRPr="00662DF7">
              <w:rPr>
                <w:rStyle w:val="Hyperlink"/>
                <w:rFonts w:cs="Rafed Alaem" w:hint="eastAsia"/>
                <w:noProof/>
                <w:rtl/>
              </w:rPr>
              <w:t>عليه‌السلام</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Toc449617604 \h</w:instrText>
            </w:r>
            <w:r>
              <w:rPr>
                <w:noProof/>
                <w:webHidden/>
                <w:rtl/>
              </w:rPr>
              <w:instrText xml:space="preserve"> </w:instrText>
            </w:r>
            <w:r>
              <w:rPr>
                <w:noProof/>
                <w:webHidden/>
                <w:rtl/>
              </w:rPr>
            </w:r>
            <w:r>
              <w:rPr>
                <w:noProof/>
                <w:webHidden/>
                <w:rtl/>
              </w:rPr>
              <w:fldChar w:fldCharType="separate"/>
            </w:r>
            <w:r>
              <w:rPr>
                <w:noProof/>
                <w:webHidden/>
                <w:rtl/>
              </w:rPr>
              <w:t>873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0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دو</w:t>
            </w:r>
            <w:r w:rsidRPr="00662DF7">
              <w:rPr>
                <w:rStyle w:val="Hyperlink"/>
                <w:noProof/>
                <w:rtl/>
              </w:rPr>
              <w:t xml:space="preserve"> </w:t>
            </w:r>
            <w:r w:rsidRPr="00662DF7">
              <w:rPr>
                <w:rStyle w:val="Hyperlink"/>
                <w:rFonts w:hint="eastAsia"/>
                <w:noProof/>
                <w:rtl/>
              </w:rPr>
              <w:t>رويى</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دو</w:t>
            </w:r>
            <w:r w:rsidRPr="00662DF7">
              <w:rPr>
                <w:rStyle w:val="Hyperlink"/>
                <w:noProof/>
                <w:rtl/>
              </w:rPr>
              <w:t xml:space="preserve"> </w:t>
            </w:r>
            <w:r w:rsidRPr="00662DF7">
              <w:rPr>
                <w:rStyle w:val="Hyperlink"/>
                <w:rFonts w:hint="eastAsia"/>
                <w:noProof/>
                <w:rtl/>
              </w:rPr>
              <w:t>زبانى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Toc449617605 \h</w:instrText>
            </w:r>
            <w:r>
              <w:rPr>
                <w:noProof/>
                <w:webHidden/>
                <w:rtl/>
              </w:rPr>
              <w:instrText xml:space="preserve"> </w:instrText>
            </w:r>
            <w:r>
              <w:rPr>
                <w:noProof/>
                <w:webHidden/>
                <w:rtl/>
              </w:rPr>
            </w:r>
            <w:r>
              <w:rPr>
                <w:noProof/>
                <w:webHidden/>
                <w:rtl/>
              </w:rPr>
              <w:fldChar w:fldCharType="separate"/>
            </w:r>
            <w:r>
              <w:rPr>
                <w:noProof/>
                <w:webHidden/>
                <w:rtl/>
              </w:rPr>
              <w:t>874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0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لعنت</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غير</w:t>
            </w:r>
            <w:r w:rsidRPr="00662DF7">
              <w:rPr>
                <w:rStyle w:val="Hyperlink"/>
                <w:noProof/>
                <w:rtl/>
              </w:rPr>
              <w:t xml:space="preserve"> </w:t>
            </w:r>
            <w:r w:rsidRPr="00662DF7">
              <w:rPr>
                <w:rStyle w:val="Hyperlink"/>
                <w:rFonts w:hint="eastAsia"/>
                <w:noProof/>
                <w:rtl/>
              </w:rPr>
              <w:t>مستحق</w:t>
            </w:r>
            <w:r w:rsidRPr="00662DF7">
              <w:rPr>
                <w:rStyle w:val="Hyperlink"/>
                <w:noProof/>
                <w:rtl/>
              </w:rPr>
              <w:t xml:space="preserve"> </w:t>
            </w:r>
            <w:r w:rsidRPr="00662DF7">
              <w:rPr>
                <w:rStyle w:val="Hyperlink"/>
                <w:rFonts w:hint="eastAsia"/>
                <w:noProof/>
                <w:rtl/>
              </w:rPr>
              <w:t>لعنت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Toc449617606 \h</w:instrText>
            </w:r>
            <w:r>
              <w:rPr>
                <w:noProof/>
                <w:webHidden/>
                <w:rtl/>
              </w:rPr>
              <w:instrText xml:space="preserve"> </w:instrText>
            </w:r>
            <w:r>
              <w:rPr>
                <w:noProof/>
                <w:webHidden/>
                <w:rtl/>
              </w:rPr>
            </w:r>
            <w:r>
              <w:rPr>
                <w:noProof/>
                <w:webHidden/>
                <w:rtl/>
              </w:rPr>
              <w:fldChar w:fldCharType="separate"/>
            </w:r>
            <w:r>
              <w:rPr>
                <w:noProof/>
                <w:webHidden/>
                <w:rtl/>
              </w:rPr>
              <w:t>877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0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شهادت</w:t>
            </w:r>
            <w:r w:rsidRPr="00662DF7">
              <w:rPr>
                <w:rStyle w:val="Hyperlink"/>
                <w:noProof/>
                <w:rtl/>
              </w:rPr>
              <w:t xml:space="preserve"> </w:t>
            </w:r>
            <w:r w:rsidRPr="00662DF7">
              <w:rPr>
                <w:rStyle w:val="Hyperlink"/>
                <w:rFonts w:hint="eastAsia"/>
                <w:noProof/>
                <w:rtl/>
              </w:rPr>
              <w:t>دادن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كفر</w:t>
            </w:r>
            <w:r w:rsidRPr="00662DF7">
              <w:rPr>
                <w:rStyle w:val="Hyperlink"/>
                <w:noProof/>
                <w:rtl/>
              </w:rPr>
              <w:t xml:space="preserve"> </w:t>
            </w:r>
            <w:r w:rsidRPr="00662DF7">
              <w:rPr>
                <w:rStyle w:val="Hyperlink"/>
                <w:rFonts w:hint="eastAsia"/>
                <w:noProof/>
                <w:rtl/>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Toc449617607 \h</w:instrText>
            </w:r>
            <w:r>
              <w:rPr>
                <w:noProof/>
                <w:webHidden/>
                <w:rtl/>
              </w:rPr>
              <w:instrText xml:space="preserve"> </w:instrText>
            </w:r>
            <w:r>
              <w:rPr>
                <w:noProof/>
                <w:webHidden/>
                <w:rtl/>
              </w:rPr>
            </w:r>
            <w:r>
              <w:rPr>
                <w:noProof/>
                <w:webHidden/>
                <w:rtl/>
              </w:rPr>
              <w:fldChar w:fldCharType="separate"/>
            </w:r>
            <w:r>
              <w:rPr>
                <w:noProof/>
                <w:webHidden/>
                <w:rtl/>
              </w:rPr>
              <w:t>878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0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نيرنگ</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فريب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Toc449617608 \h</w:instrText>
            </w:r>
            <w:r>
              <w:rPr>
                <w:noProof/>
                <w:webHidden/>
                <w:rtl/>
              </w:rPr>
              <w:instrText xml:space="preserve"> </w:instrText>
            </w:r>
            <w:r>
              <w:rPr>
                <w:noProof/>
                <w:webHidden/>
                <w:rtl/>
              </w:rPr>
            </w:r>
            <w:r>
              <w:rPr>
                <w:noProof/>
                <w:webHidden/>
                <w:rtl/>
              </w:rPr>
              <w:fldChar w:fldCharType="separate"/>
            </w:r>
            <w:r>
              <w:rPr>
                <w:noProof/>
                <w:webHidden/>
                <w:rtl/>
              </w:rPr>
              <w:t>879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0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ظلم</w:t>
            </w:r>
            <w:r w:rsidRPr="00662DF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Toc449617609 \h</w:instrText>
            </w:r>
            <w:r>
              <w:rPr>
                <w:noProof/>
                <w:webHidden/>
                <w:rtl/>
              </w:rPr>
              <w:instrText xml:space="preserve"> </w:instrText>
            </w:r>
            <w:r>
              <w:rPr>
                <w:noProof/>
                <w:webHidden/>
                <w:rtl/>
              </w:rPr>
            </w:r>
            <w:r>
              <w:rPr>
                <w:noProof/>
                <w:webHidden/>
                <w:rtl/>
              </w:rPr>
              <w:fldChar w:fldCharType="separate"/>
            </w:r>
            <w:r>
              <w:rPr>
                <w:noProof/>
                <w:webHidden/>
                <w:rtl/>
              </w:rPr>
              <w:t>880</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1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گردنكشان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Toc449617610 \h</w:instrText>
            </w:r>
            <w:r>
              <w:rPr>
                <w:noProof/>
                <w:webHidden/>
                <w:rtl/>
              </w:rPr>
              <w:instrText xml:space="preserve"> </w:instrText>
            </w:r>
            <w:r>
              <w:rPr>
                <w:noProof/>
                <w:webHidden/>
                <w:rtl/>
              </w:rPr>
            </w:r>
            <w:r>
              <w:rPr>
                <w:noProof/>
                <w:webHidden/>
                <w:rtl/>
              </w:rPr>
              <w:fldChar w:fldCharType="separate"/>
            </w:r>
            <w:r>
              <w:rPr>
                <w:noProof/>
                <w:webHidden/>
                <w:rtl/>
              </w:rPr>
              <w:t>887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11"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تكبر</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تبختر</w:t>
            </w:r>
            <w:r w:rsidRPr="00662DF7">
              <w:rPr>
                <w:rStyle w:val="Hyperlink"/>
                <w:noProof/>
                <w:rtl/>
              </w:rPr>
              <w:t xml:space="preserve"> </w:t>
            </w:r>
            <w:r w:rsidRPr="00662DF7">
              <w:rPr>
                <w:rStyle w:val="Hyperlink"/>
                <w:rFonts w:hint="eastAsia"/>
                <w:noProof/>
                <w:rtl/>
              </w:rPr>
              <w:t>راه</w:t>
            </w:r>
            <w:r w:rsidRPr="00662DF7">
              <w:rPr>
                <w:rStyle w:val="Hyperlink"/>
                <w:noProof/>
                <w:rtl/>
              </w:rPr>
              <w:t xml:space="preserve"> </w:t>
            </w:r>
            <w:r w:rsidRPr="00662DF7">
              <w:rPr>
                <w:rStyle w:val="Hyperlink"/>
                <w:rFonts w:hint="eastAsia"/>
                <w:noProof/>
                <w:rtl/>
              </w:rPr>
              <w:t>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Toc449617611 \h</w:instrText>
            </w:r>
            <w:r>
              <w:rPr>
                <w:noProof/>
                <w:webHidden/>
                <w:rtl/>
              </w:rPr>
              <w:instrText xml:space="preserve"> </w:instrText>
            </w:r>
            <w:r>
              <w:rPr>
                <w:noProof/>
                <w:webHidden/>
                <w:rtl/>
              </w:rPr>
            </w:r>
            <w:r>
              <w:rPr>
                <w:noProof/>
                <w:webHidden/>
                <w:rtl/>
              </w:rPr>
              <w:fldChar w:fldCharType="separate"/>
            </w:r>
            <w:r>
              <w:rPr>
                <w:noProof/>
                <w:webHidden/>
                <w:rtl/>
              </w:rPr>
              <w:t>888</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1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Toc449617612 \h</w:instrText>
            </w:r>
            <w:r>
              <w:rPr>
                <w:noProof/>
                <w:webHidden/>
                <w:rtl/>
              </w:rPr>
              <w:instrText xml:space="preserve"> </w:instrText>
            </w:r>
            <w:r>
              <w:rPr>
                <w:noProof/>
                <w:webHidden/>
                <w:rtl/>
              </w:rPr>
            </w:r>
            <w:r>
              <w:rPr>
                <w:noProof/>
                <w:webHidden/>
                <w:rtl/>
              </w:rPr>
              <w:fldChar w:fldCharType="separate"/>
            </w:r>
            <w:r>
              <w:rPr>
                <w:noProof/>
                <w:webHidden/>
                <w:rtl/>
              </w:rPr>
              <w:t>889</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1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گدايى</w:t>
            </w:r>
            <w:r w:rsidRPr="00662DF7">
              <w:rPr>
                <w:rStyle w:val="Hyperlink"/>
                <w:noProof/>
                <w:rtl/>
              </w:rPr>
              <w:t xml:space="preserve"> </w:t>
            </w:r>
            <w:r w:rsidRPr="00662DF7">
              <w:rPr>
                <w:rStyle w:val="Hyperlink"/>
                <w:rFonts w:hint="eastAsia"/>
                <w:noProof/>
                <w:rtl/>
              </w:rPr>
              <w:t>كردن</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وجود</w:t>
            </w:r>
            <w:r w:rsidRPr="00662DF7">
              <w:rPr>
                <w:rStyle w:val="Hyperlink"/>
                <w:noProof/>
                <w:rtl/>
              </w:rPr>
              <w:t xml:space="preserve"> </w:t>
            </w:r>
            <w:r w:rsidRPr="00662DF7">
              <w:rPr>
                <w:rStyle w:val="Hyperlink"/>
                <w:rFonts w:hint="eastAsia"/>
                <w:noProof/>
                <w:rtl/>
              </w:rPr>
              <w:t>داشتن</w:t>
            </w:r>
            <w:r w:rsidRPr="00662DF7">
              <w:rPr>
                <w:rStyle w:val="Hyperlink"/>
                <w:noProof/>
                <w:rtl/>
              </w:rPr>
              <w:t xml:space="preserve"> </w:t>
            </w:r>
            <w:r w:rsidRPr="00662DF7">
              <w:rPr>
                <w:rStyle w:val="Hyperlink"/>
                <w:rFonts w:hint="eastAsia"/>
                <w:noProof/>
                <w:rtl/>
              </w:rPr>
              <w:t>غذاى</w:t>
            </w:r>
            <w:r w:rsidRPr="00662DF7">
              <w:rPr>
                <w:rStyle w:val="Hyperlink"/>
                <w:noProof/>
                <w:rtl/>
              </w:rPr>
              <w:t xml:space="preserve"> </w:t>
            </w:r>
            <w:r w:rsidRPr="00662DF7">
              <w:rPr>
                <w:rStyle w:val="Hyperlink"/>
                <w:rFonts w:hint="eastAsia"/>
                <w:noProof/>
                <w:rtl/>
              </w:rPr>
              <w:t>سه</w:t>
            </w:r>
            <w:r w:rsidRPr="00662DF7">
              <w:rPr>
                <w:rStyle w:val="Hyperlink"/>
                <w:noProof/>
                <w:rtl/>
              </w:rPr>
              <w:t xml:space="preserve"> </w:t>
            </w:r>
            <w:r w:rsidRPr="00662DF7">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Toc449617613 \h</w:instrText>
            </w:r>
            <w:r>
              <w:rPr>
                <w:noProof/>
                <w:webHidden/>
                <w:rtl/>
              </w:rPr>
              <w:instrText xml:space="preserve"> </w:instrText>
            </w:r>
            <w:r>
              <w:rPr>
                <w:noProof/>
                <w:webHidden/>
                <w:rtl/>
              </w:rPr>
            </w:r>
            <w:r>
              <w:rPr>
                <w:noProof/>
                <w:webHidden/>
                <w:rtl/>
              </w:rPr>
              <w:fldChar w:fldCharType="separate"/>
            </w:r>
            <w:r>
              <w:rPr>
                <w:noProof/>
                <w:webHidden/>
                <w:rtl/>
              </w:rPr>
              <w:t>892</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14"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گدايى</w:t>
            </w:r>
            <w:r w:rsidRPr="00662DF7">
              <w:rPr>
                <w:rStyle w:val="Hyperlink"/>
                <w:noProof/>
                <w:rtl/>
              </w:rPr>
              <w:t xml:space="preserve"> </w:t>
            </w:r>
            <w:r w:rsidRPr="00662DF7">
              <w:rPr>
                <w:rStyle w:val="Hyperlink"/>
                <w:rFonts w:hint="eastAsia"/>
                <w:noProof/>
                <w:rtl/>
              </w:rPr>
              <w:t>بدون</w:t>
            </w:r>
            <w:r w:rsidRPr="00662DF7">
              <w:rPr>
                <w:rStyle w:val="Hyperlink"/>
                <w:noProof/>
                <w:rtl/>
              </w:rPr>
              <w:t xml:space="preserve"> </w:t>
            </w:r>
            <w:r w:rsidRPr="00662DF7">
              <w:rPr>
                <w:rStyle w:val="Hyperlink"/>
                <w:rFonts w:hint="eastAsia"/>
                <w:noProof/>
                <w:rtl/>
              </w:rPr>
              <w:t>نياز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Toc449617614 \h</w:instrText>
            </w:r>
            <w:r>
              <w:rPr>
                <w:noProof/>
                <w:webHidden/>
                <w:rtl/>
              </w:rPr>
              <w:instrText xml:space="preserve"> </w:instrText>
            </w:r>
            <w:r>
              <w:rPr>
                <w:noProof/>
                <w:webHidden/>
                <w:rtl/>
              </w:rPr>
            </w:r>
            <w:r>
              <w:rPr>
                <w:noProof/>
                <w:webHidden/>
                <w:rtl/>
              </w:rPr>
              <w:fldChar w:fldCharType="separate"/>
            </w:r>
            <w:r>
              <w:rPr>
                <w:noProof/>
                <w:webHidden/>
                <w:rtl/>
              </w:rPr>
              <w:t>893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15"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خودكشى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Toc449617615 \h</w:instrText>
            </w:r>
            <w:r>
              <w:rPr>
                <w:noProof/>
                <w:webHidden/>
                <w:rtl/>
              </w:rPr>
              <w:instrText xml:space="preserve"> </w:instrText>
            </w:r>
            <w:r>
              <w:rPr>
                <w:noProof/>
                <w:webHidden/>
                <w:rtl/>
              </w:rPr>
            </w:r>
            <w:r>
              <w:rPr>
                <w:noProof/>
                <w:webHidden/>
                <w:rtl/>
              </w:rPr>
              <w:fldChar w:fldCharType="separate"/>
            </w:r>
            <w:r>
              <w:rPr>
                <w:noProof/>
                <w:webHidden/>
                <w:rtl/>
              </w:rPr>
              <w:t>894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16"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شركت</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قتل</w:t>
            </w:r>
            <w:r w:rsidRPr="00662DF7">
              <w:rPr>
                <w:rStyle w:val="Hyperlink"/>
                <w:noProof/>
                <w:rtl/>
              </w:rPr>
              <w:t xml:space="preserve"> </w:t>
            </w:r>
            <w:r w:rsidRPr="00662DF7">
              <w:rPr>
                <w:rStyle w:val="Hyperlink"/>
                <w:rFonts w:hint="eastAsia"/>
                <w:noProof/>
                <w:rtl/>
              </w:rPr>
              <w:t>مومن</w:t>
            </w:r>
            <w:r w:rsidRPr="00662DF7">
              <w:rPr>
                <w:rStyle w:val="Hyperlink"/>
                <w:noProof/>
                <w:rtl/>
              </w:rPr>
              <w:t xml:space="preserve"> </w:t>
            </w:r>
            <w:r w:rsidRPr="00662DF7">
              <w:rPr>
                <w:rStyle w:val="Hyperlink"/>
                <w:rFonts w:hint="eastAsia"/>
                <w:noProof/>
                <w:rtl/>
              </w:rPr>
              <w:t>با</w:t>
            </w:r>
            <w:r w:rsidRPr="00662DF7">
              <w:rPr>
                <w:rStyle w:val="Hyperlink"/>
                <w:noProof/>
                <w:rtl/>
              </w:rPr>
              <w:t xml:space="preserve"> </w:t>
            </w:r>
            <w:r w:rsidRPr="00662DF7">
              <w:rPr>
                <w:rStyle w:val="Hyperlink"/>
                <w:rFonts w:hint="eastAsia"/>
                <w:noProof/>
                <w:rtl/>
              </w:rPr>
              <w:t>نيم</w:t>
            </w:r>
            <w:r w:rsidRPr="00662DF7">
              <w:rPr>
                <w:rStyle w:val="Hyperlink"/>
                <w:noProof/>
                <w:rtl/>
              </w:rPr>
              <w:t xml:space="preserve"> </w:t>
            </w:r>
            <w:r w:rsidRPr="00662DF7">
              <w:rPr>
                <w:rStyle w:val="Hyperlink"/>
                <w:rFonts w:hint="eastAsia"/>
                <w:noProof/>
                <w:rtl/>
              </w:rPr>
              <w:t>سخنى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Toc449617616 \h</w:instrText>
            </w:r>
            <w:r>
              <w:rPr>
                <w:noProof/>
                <w:webHidden/>
                <w:rtl/>
              </w:rPr>
              <w:instrText xml:space="preserve"> </w:instrText>
            </w:r>
            <w:r>
              <w:rPr>
                <w:noProof/>
                <w:webHidden/>
                <w:rtl/>
              </w:rPr>
            </w:r>
            <w:r>
              <w:rPr>
                <w:noProof/>
                <w:webHidden/>
                <w:rtl/>
              </w:rPr>
              <w:fldChar w:fldCharType="separate"/>
            </w:r>
            <w:r>
              <w:rPr>
                <w:noProof/>
                <w:webHidden/>
                <w:rtl/>
              </w:rPr>
              <w:t>895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17"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آدم</w:t>
            </w:r>
            <w:r w:rsidRPr="00662DF7">
              <w:rPr>
                <w:rStyle w:val="Hyperlink"/>
                <w:noProof/>
                <w:rtl/>
              </w:rPr>
              <w:t xml:space="preserve"> </w:t>
            </w:r>
            <w:r w:rsidRPr="00662DF7">
              <w:rPr>
                <w:rStyle w:val="Hyperlink"/>
                <w:rFonts w:hint="eastAsia"/>
                <w:noProof/>
                <w:rtl/>
              </w:rPr>
              <w:t>كشى</w:t>
            </w:r>
            <w:r w:rsidRPr="00662DF7">
              <w:rPr>
                <w:rStyle w:val="Hyperlink"/>
                <w:noProof/>
                <w:rtl/>
              </w:rPr>
              <w:t xml:space="preserve"> </w:t>
            </w:r>
            <w:r w:rsidRPr="00662DF7">
              <w:rPr>
                <w:rStyle w:val="Hyperlink"/>
                <w:rFonts w:hint="eastAsia"/>
                <w:noProof/>
                <w:rtl/>
              </w:rPr>
              <w:t>عمدى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Toc449617617 \h</w:instrText>
            </w:r>
            <w:r>
              <w:rPr>
                <w:noProof/>
                <w:webHidden/>
                <w:rtl/>
              </w:rPr>
              <w:instrText xml:space="preserve"> </w:instrText>
            </w:r>
            <w:r>
              <w:rPr>
                <w:noProof/>
                <w:webHidden/>
                <w:rtl/>
              </w:rPr>
            </w:r>
            <w:r>
              <w:rPr>
                <w:noProof/>
                <w:webHidden/>
                <w:rtl/>
              </w:rPr>
              <w:fldChar w:fldCharType="separate"/>
            </w:r>
            <w:r>
              <w:rPr>
                <w:noProof/>
                <w:webHidden/>
                <w:rtl/>
              </w:rPr>
              <w:t>896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18"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شركت</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قتل</w:t>
            </w:r>
            <w:r w:rsidRPr="00662DF7">
              <w:rPr>
                <w:rStyle w:val="Hyperlink"/>
                <w:noProof/>
                <w:rtl/>
              </w:rPr>
              <w:t xml:space="preserve"> </w:t>
            </w:r>
            <w:r w:rsidRPr="00662DF7">
              <w:rPr>
                <w:rStyle w:val="Hyperlink"/>
                <w:rFonts w:hint="eastAsia"/>
                <w:noProof/>
                <w:rtl/>
              </w:rPr>
              <w:t>مسلمان</w:t>
            </w:r>
            <w:r w:rsidRPr="00662DF7">
              <w:rPr>
                <w:rStyle w:val="Hyperlink"/>
                <w:noProof/>
                <w:rtl/>
              </w:rPr>
              <w:t xml:space="preserve"> </w:t>
            </w:r>
            <w:r w:rsidRPr="00662DF7">
              <w:rPr>
                <w:rStyle w:val="Hyperlink"/>
                <w:rFonts w:hint="eastAsia"/>
                <w:noProof/>
                <w:rtl/>
              </w:rPr>
              <w:t>يا</w:t>
            </w:r>
            <w:r w:rsidRPr="00662DF7">
              <w:rPr>
                <w:rStyle w:val="Hyperlink"/>
                <w:noProof/>
                <w:rtl/>
              </w:rPr>
              <w:t xml:space="preserve"> </w:t>
            </w:r>
            <w:r w:rsidRPr="00662DF7">
              <w:rPr>
                <w:rStyle w:val="Hyperlink"/>
                <w:rFonts w:hint="eastAsia"/>
                <w:noProof/>
                <w:rtl/>
              </w:rPr>
              <w:t>رضايت</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Toc449617618 \h</w:instrText>
            </w:r>
            <w:r>
              <w:rPr>
                <w:noProof/>
                <w:webHidden/>
                <w:rtl/>
              </w:rPr>
              <w:instrText xml:space="preserve"> </w:instrText>
            </w:r>
            <w:r>
              <w:rPr>
                <w:noProof/>
                <w:webHidden/>
                <w:rtl/>
              </w:rPr>
            </w:r>
            <w:r>
              <w:rPr>
                <w:noProof/>
                <w:webHidden/>
                <w:rtl/>
              </w:rPr>
              <w:fldChar w:fldCharType="separate"/>
            </w:r>
            <w:r>
              <w:rPr>
                <w:noProof/>
                <w:webHidden/>
                <w:rtl/>
              </w:rPr>
              <w:t>901</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19"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قاتل</w:t>
            </w:r>
            <w:r w:rsidRPr="00662DF7">
              <w:rPr>
                <w:rStyle w:val="Hyperlink"/>
                <w:noProof/>
                <w:rtl/>
              </w:rPr>
              <w:t xml:space="preserve"> </w:t>
            </w:r>
            <w:r w:rsidRPr="00662DF7">
              <w:rPr>
                <w:rStyle w:val="Hyperlink"/>
                <w:rFonts w:hint="eastAsia"/>
                <w:noProof/>
                <w:rtl/>
              </w:rPr>
              <w:t>و</w:t>
            </w:r>
            <w:r w:rsidRPr="00662DF7">
              <w:rPr>
                <w:rStyle w:val="Hyperlink"/>
                <w:noProof/>
                <w:rtl/>
              </w:rPr>
              <w:t xml:space="preserve"> </w:t>
            </w:r>
            <w:r w:rsidRPr="00662DF7">
              <w:rPr>
                <w:rStyle w:val="Hyperlink"/>
                <w:rFonts w:hint="eastAsia"/>
                <w:noProof/>
                <w:rtl/>
              </w:rPr>
              <w:t>پناه</w:t>
            </w:r>
            <w:r w:rsidRPr="00662DF7">
              <w:rPr>
                <w:rStyle w:val="Hyperlink"/>
                <w:noProof/>
                <w:rtl/>
              </w:rPr>
              <w:t xml:space="preserve"> </w:t>
            </w:r>
            <w:r w:rsidRPr="00662DF7">
              <w:rPr>
                <w:rStyle w:val="Hyperlink"/>
                <w:rFonts w:hint="eastAsia"/>
                <w:noProof/>
                <w:rtl/>
              </w:rPr>
              <w:t>دهنده</w:t>
            </w:r>
            <w:r w:rsidRPr="00662DF7">
              <w:rPr>
                <w:rStyle w:val="Hyperlink"/>
                <w:noProof/>
                <w:rtl/>
              </w:rPr>
              <w:t xml:space="preserve"> </w:t>
            </w:r>
            <w:r w:rsidRPr="00662DF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Toc449617619 \h</w:instrText>
            </w:r>
            <w:r>
              <w:rPr>
                <w:noProof/>
                <w:webHidden/>
                <w:rtl/>
              </w:rPr>
              <w:instrText xml:space="preserve"> </w:instrText>
            </w:r>
            <w:r>
              <w:rPr>
                <w:noProof/>
                <w:webHidden/>
                <w:rtl/>
              </w:rPr>
            </w:r>
            <w:r>
              <w:rPr>
                <w:noProof/>
                <w:webHidden/>
                <w:rtl/>
              </w:rPr>
              <w:fldChar w:fldCharType="separate"/>
            </w:r>
            <w:r>
              <w:rPr>
                <w:noProof/>
                <w:webHidden/>
                <w:rtl/>
              </w:rPr>
              <w:t>903</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20"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كسب</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آمد</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راه</w:t>
            </w:r>
            <w:r w:rsidRPr="00662DF7">
              <w:rPr>
                <w:rStyle w:val="Hyperlink"/>
                <w:noProof/>
                <w:rtl/>
              </w:rPr>
              <w:t xml:space="preserve"> </w:t>
            </w:r>
            <w:r w:rsidRPr="00662DF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Toc449617620 \h</w:instrText>
            </w:r>
            <w:r>
              <w:rPr>
                <w:noProof/>
                <w:webHidden/>
                <w:rtl/>
              </w:rPr>
              <w:instrText xml:space="preserve"> </w:instrText>
            </w:r>
            <w:r>
              <w:rPr>
                <w:noProof/>
                <w:webHidden/>
                <w:rtl/>
              </w:rPr>
            </w:r>
            <w:r>
              <w:rPr>
                <w:noProof/>
                <w:webHidden/>
                <w:rtl/>
              </w:rPr>
              <w:fldChar w:fldCharType="separate"/>
            </w:r>
            <w:r>
              <w:rPr>
                <w:noProof/>
                <w:webHidden/>
                <w:rtl/>
              </w:rPr>
              <w:t>904</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21"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زدن</w:t>
            </w:r>
            <w:r w:rsidRPr="00662DF7">
              <w:rPr>
                <w:rStyle w:val="Hyperlink"/>
                <w:noProof/>
                <w:rtl/>
              </w:rPr>
              <w:t xml:space="preserve"> </w:t>
            </w:r>
            <w:r w:rsidRPr="00662DF7">
              <w:rPr>
                <w:rStyle w:val="Hyperlink"/>
                <w:rFonts w:hint="eastAsia"/>
                <w:noProof/>
                <w:rtl/>
              </w:rPr>
              <w:t>قسمتى</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قرآن</w:t>
            </w:r>
            <w:r w:rsidRPr="00662DF7">
              <w:rPr>
                <w:rStyle w:val="Hyperlink"/>
                <w:noProof/>
                <w:rtl/>
              </w:rPr>
              <w:t xml:space="preserve"> </w:t>
            </w:r>
            <w:r w:rsidRPr="00662DF7">
              <w:rPr>
                <w:rStyle w:val="Hyperlink"/>
                <w:rFonts w:hint="eastAsia"/>
                <w:noProof/>
                <w:rtl/>
              </w:rPr>
              <w:t>به</w:t>
            </w:r>
            <w:r w:rsidRPr="00662DF7">
              <w:rPr>
                <w:rStyle w:val="Hyperlink"/>
                <w:noProof/>
                <w:rtl/>
              </w:rPr>
              <w:t xml:space="preserve"> </w:t>
            </w:r>
            <w:r w:rsidRPr="00662DF7">
              <w:rPr>
                <w:rStyle w:val="Hyperlink"/>
                <w:rFonts w:hint="eastAsia"/>
                <w:noProof/>
                <w:rtl/>
              </w:rPr>
              <w:t>قسمت</w:t>
            </w:r>
            <w:r w:rsidRPr="00662DF7">
              <w:rPr>
                <w:rStyle w:val="Hyperlink"/>
                <w:noProof/>
                <w:rtl/>
              </w:rPr>
              <w:t xml:space="preserve"> </w:t>
            </w:r>
            <w:r w:rsidRPr="00662DF7">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Toc449617621 \h</w:instrText>
            </w:r>
            <w:r>
              <w:rPr>
                <w:noProof/>
                <w:webHidden/>
                <w:rtl/>
              </w:rPr>
              <w:instrText xml:space="preserve"> </w:instrText>
            </w:r>
            <w:r>
              <w:rPr>
                <w:noProof/>
                <w:webHidden/>
                <w:rtl/>
              </w:rPr>
            </w:r>
            <w:r>
              <w:rPr>
                <w:noProof/>
                <w:webHidden/>
                <w:rtl/>
              </w:rPr>
              <w:fldChar w:fldCharType="separate"/>
            </w:r>
            <w:r>
              <w:rPr>
                <w:noProof/>
                <w:webHidden/>
                <w:rtl/>
              </w:rPr>
              <w:t>905</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22"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خواندن</w:t>
            </w:r>
            <w:r w:rsidRPr="00662DF7">
              <w:rPr>
                <w:rStyle w:val="Hyperlink"/>
                <w:noProof/>
                <w:rtl/>
              </w:rPr>
              <w:t xml:space="preserve"> </w:t>
            </w:r>
            <w:r w:rsidRPr="00662DF7">
              <w:rPr>
                <w:rStyle w:val="Hyperlink"/>
                <w:rFonts w:hint="eastAsia"/>
                <w:noProof/>
                <w:rtl/>
              </w:rPr>
              <w:t>عمدى</w:t>
            </w:r>
            <w:r w:rsidRPr="00662DF7">
              <w:rPr>
                <w:rStyle w:val="Hyperlink"/>
                <w:noProof/>
                <w:rtl/>
              </w:rPr>
              <w:t xml:space="preserve"> </w:t>
            </w:r>
            <w:r w:rsidRPr="00662DF7">
              <w:rPr>
                <w:rStyle w:val="Hyperlink"/>
                <w:rFonts w:hint="eastAsia"/>
                <w:noProof/>
                <w:rtl/>
              </w:rPr>
              <w:t>نماز</w:t>
            </w:r>
            <w:r w:rsidRPr="00662DF7">
              <w:rPr>
                <w:rStyle w:val="Hyperlink"/>
                <w:noProof/>
                <w:rtl/>
              </w:rPr>
              <w:t xml:space="preserve"> </w:t>
            </w:r>
            <w:r w:rsidRPr="00662DF7">
              <w:rPr>
                <w:rStyle w:val="Hyperlink"/>
                <w:rFonts w:hint="eastAsia"/>
                <w:noProof/>
                <w:rtl/>
              </w:rPr>
              <w:t>چهار</w:t>
            </w:r>
            <w:r w:rsidRPr="00662DF7">
              <w:rPr>
                <w:rStyle w:val="Hyperlink"/>
                <w:noProof/>
                <w:rtl/>
              </w:rPr>
              <w:t xml:space="preserve"> </w:t>
            </w:r>
            <w:r w:rsidRPr="00662DF7">
              <w:rPr>
                <w:rStyle w:val="Hyperlink"/>
                <w:rFonts w:hint="eastAsia"/>
                <w:noProof/>
                <w:rtl/>
              </w:rPr>
              <w:t>ركعتى</w:t>
            </w:r>
            <w:r w:rsidRPr="00662DF7">
              <w:rPr>
                <w:rStyle w:val="Hyperlink"/>
                <w:noProof/>
                <w:rtl/>
              </w:rPr>
              <w:t xml:space="preserve"> </w:t>
            </w:r>
            <w:r w:rsidRPr="00662DF7">
              <w:rPr>
                <w:rStyle w:val="Hyperlink"/>
                <w:rFonts w:hint="eastAsia"/>
                <w:noProof/>
                <w:rtl/>
              </w:rPr>
              <w:t>در</w:t>
            </w:r>
            <w:r w:rsidRPr="00662DF7">
              <w:rPr>
                <w:rStyle w:val="Hyperlink"/>
                <w:noProof/>
                <w:rtl/>
              </w:rPr>
              <w:t xml:space="preserve"> </w:t>
            </w:r>
            <w:r w:rsidRPr="00662DF7">
              <w:rPr>
                <w:rStyle w:val="Hyperlink"/>
                <w:rFonts w:hint="eastAsia"/>
                <w:noProof/>
                <w:rtl/>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Toc449617622 \h</w:instrText>
            </w:r>
            <w:r>
              <w:rPr>
                <w:noProof/>
                <w:webHidden/>
                <w:rtl/>
              </w:rPr>
              <w:instrText xml:space="preserve"> </w:instrText>
            </w:r>
            <w:r>
              <w:rPr>
                <w:noProof/>
                <w:webHidden/>
                <w:rtl/>
              </w:rPr>
            </w:r>
            <w:r>
              <w:rPr>
                <w:noProof/>
                <w:webHidden/>
                <w:rtl/>
              </w:rPr>
              <w:fldChar w:fldCharType="separate"/>
            </w:r>
            <w:r>
              <w:rPr>
                <w:noProof/>
                <w:webHidden/>
                <w:rtl/>
              </w:rPr>
              <w:t>906</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23" w:history="1">
            <w:r w:rsidRPr="00662DF7">
              <w:rPr>
                <w:rStyle w:val="Hyperlink"/>
                <w:rFonts w:hint="eastAsia"/>
                <w:noProof/>
                <w:rtl/>
              </w:rPr>
              <w:t>مجازات</w:t>
            </w:r>
            <w:r w:rsidRPr="00662DF7">
              <w:rPr>
                <w:rStyle w:val="Hyperlink"/>
                <w:noProof/>
                <w:rtl/>
              </w:rPr>
              <w:t xml:space="preserve"> </w:t>
            </w:r>
            <w:r w:rsidRPr="00662DF7">
              <w:rPr>
                <w:rStyle w:val="Hyperlink"/>
                <w:rFonts w:hint="eastAsia"/>
                <w:noProof/>
                <w:rtl/>
              </w:rPr>
              <w:t>پاره</w:t>
            </w:r>
            <w:r w:rsidRPr="00662DF7">
              <w:rPr>
                <w:rStyle w:val="Hyperlink"/>
                <w:noProof/>
                <w:rtl/>
              </w:rPr>
              <w:t xml:space="preserve"> </w:t>
            </w:r>
            <w:r w:rsidRPr="00662DF7">
              <w:rPr>
                <w:rStyle w:val="Hyperlink"/>
                <w:rFonts w:hint="eastAsia"/>
                <w:noProof/>
                <w:rtl/>
              </w:rPr>
              <w:t>اى</w:t>
            </w:r>
            <w:r w:rsidRPr="00662DF7">
              <w:rPr>
                <w:rStyle w:val="Hyperlink"/>
                <w:noProof/>
                <w:rtl/>
              </w:rPr>
              <w:t xml:space="preserve"> </w:t>
            </w:r>
            <w:r w:rsidRPr="00662DF7">
              <w:rPr>
                <w:rStyle w:val="Hyperlink"/>
                <w:rFonts w:hint="eastAsia"/>
                <w:noProof/>
                <w:rtl/>
              </w:rPr>
              <w:t>از</w:t>
            </w:r>
            <w:r w:rsidRPr="00662DF7">
              <w:rPr>
                <w:rStyle w:val="Hyperlink"/>
                <w:noProof/>
                <w:rtl/>
              </w:rPr>
              <w:t xml:space="preserve"> </w:t>
            </w:r>
            <w:r w:rsidRPr="00662DF7">
              <w:rPr>
                <w:rStyle w:val="Hyperlink"/>
                <w:rFonts w:hint="eastAsia"/>
                <w:noProof/>
                <w:rtl/>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Toc449617623 \h</w:instrText>
            </w:r>
            <w:r>
              <w:rPr>
                <w:noProof/>
                <w:webHidden/>
                <w:rtl/>
              </w:rPr>
              <w:instrText xml:space="preserve"> </w:instrText>
            </w:r>
            <w:r>
              <w:rPr>
                <w:noProof/>
                <w:webHidden/>
                <w:rtl/>
              </w:rPr>
            </w:r>
            <w:r>
              <w:rPr>
                <w:noProof/>
                <w:webHidden/>
                <w:rtl/>
              </w:rPr>
              <w:fldChar w:fldCharType="separate"/>
            </w:r>
            <w:r>
              <w:rPr>
                <w:noProof/>
                <w:webHidden/>
                <w:rtl/>
              </w:rPr>
              <w:t>907</w:t>
            </w:r>
            <w:r>
              <w:rPr>
                <w:noProof/>
                <w:webHidden/>
                <w:rtl/>
              </w:rPr>
              <w:fldChar w:fldCharType="end"/>
            </w:r>
          </w:hyperlink>
        </w:p>
        <w:p w:rsidR="004B5EAE" w:rsidRDefault="004B5EAE">
          <w:pPr>
            <w:pStyle w:val="TOC2"/>
            <w:tabs>
              <w:tab w:val="right" w:leader="dot" w:pos="7361"/>
            </w:tabs>
            <w:rPr>
              <w:rFonts w:asciiTheme="minorHAnsi" w:eastAsiaTheme="minorEastAsia" w:hAnsiTheme="minorHAnsi" w:cstheme="minorBidi"/>
              <w:noProof/>
              <w:color w:val="auto"/>
              <w:sz w:val="22"/>
              <w:szCs w:val="22"/>
              <w:rtl/>
            </w:rPr>
          </w:pPr>
          <w:hyperlink w:anchor="_Toc449617624" w:history="1">
            <w:r w:rsidRPr="00662DF7">
              <w:rPr>
                <w:rStyle w:val="Hyperlink"/>
                <w:rFonts w:hint="eastAsia"/>
                <w:noProof/>
                <w:rtl/>
              </w:rPr>
              <w:t>فهرست</w:t>
            </w:r>
            <w:r w:rsidRPr="00662DF7">
              <w:rPr>
                <w:rStyle w:val="Hyperlink"/>
                <w:noProof/>
                <w:rtl/>
              </w:rPr>
              <w:t xml:space="preserve"> </w:t>
            </w:r>
            <w:r w:rsidRPr="00662DF7">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Toc449617624 \h</w:instrText>
            </w:r>
            <w:r>
              <w:rPr>
                <w:noProof/>
                <w:webHidden/>
                <w:rtl/>
              </w:rPr>
              <w:instrText xml:space="preserve"> </w:instrText>
            </w:r>
            <w:r>
              <w:rPr>
                <w:noProof/>
                <w:webHidden/>
                <w:rtl/>
              </w:rPr>
            </w:r>
            <w:r>
              <w:rPr>
                <w:noProof/>
                <w:webHidden/>
                <w:rtl/>
              </w:rPr>
              <w:fldChar w:fldCharType="separate"/>
            </w:r>
            <w:r>
              <w:rPr>
                <w:noProof/>
                <w:webHidden/>
                <w:rtl/>
              </w:rPr>
              <w:t>963</w:t>
            </w:r>
            <w:r>
              <w:rPr>
                <w:noProof/>
                <w:webHidden/>
                <w:rtl/>
              </w:rPr>
              <w:fldChar w:fldCharType="end"/>
            </w:r>
          </w:hyperlink>
        </w:p>
        <w:p w:rsidR="004B5EAE" w:rsidRDefault="004B5EAE">
          <w:r>
            <w:fldChar w:fldCharType="end"/>
          </w:r>
        </w:p>
      </w:sdtContent>
    </w:sdt>
    <w:p w:rsidR="00ED74AF" w:rsidRPr="00ED74AF" w:rsidRDefault="00ED74AF" w:rsidP="00ED74AF">
      <w:pPr>
        <w:pStyle w:val="libNormal"/>
        <w:rPr>
          <w:rFonts w:hint="cs"/>
          <w:rtl/>
        </w:rPr>
      </w:pPr>
    </w:p>
    <w:sectPr w:rsidR="00ED74AF" w:rsidRPr="00ED74A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0B4" w:rsidRDefault="007250B4">
      <w:r>
        <w:separator/>
      </w:r>
    </w:p>
  </w:endnote>
  <w:endnote w:type="continuationSeparator" w:id="1">
    <w:p w:rsidR="007250B4" w:rsidRDefault="007250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BC8" w:rsidRDefault="00001BC8">
    <w:pPr>
      <w:pStyle w:val="Footer"/>
    </w:pPr>
    <w:fldSimple w:instr=" PAGE   \* MERGEFORMAT ">
      <w:r w:rsidR="004B5EAE">
        <w:rPr>
          <w:noProof/>
          <w:rtl/>
        </w:rPr>
        <w:t>962</w:t>
      </w:r>
    </w:fldSimple>
  </w:p>
  <w:p w:rsidR="00001BC8" w:rsidRDefault="00001B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BC8" w:rsidRDefault="00001BC8">
    <w:pPr>
      <w:pStyle w:val="Footer"/>
    </w:pPr>
    <w:fldSimple w:instr=" PAGE   \* MERGEFORMAT ">
      <w:r w:rsidR="004B5EAE">
        <w:rPr>
          <w:noProof/>
          <w:rtl/>
        </w:rPr>
        <w:t>963</w:t>
      </w:r>
    </w:fldSimple>
  </w:p>
  <w:p w:rsidR="00001BC8" w:rsidRDefault="00001BC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BC8" w:rsidRDefault="00001BC8">
    <w:pPr>
      <w:pStyle w:val="Footer"/>
    </w:pPr>
    <w:fldSimple w:instr=" PAGE   \* MERGEFORMAT ">
      <w:r w:rsidR="004B5EAE">
        <w:rPr>
          <w:noProof/>
          <w:rtl/>
        </w:rPr>
        <w:t>1</w:t>
      </w:r>
    </w:fldSimple>
  </w:p>
  <w:p w:rsidR="00001BC8" w:rsidRDefault="00001B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0B4" w:rsidRDefault="007250B4">
      <w:r>
        <w:separator/>
      </w:r>
    </w:p>
  </w:footnote>
  <w:footnote w:type="continuationSeparator" w:id="1">
    <w:p w:rsidR="007250B4" w:rsidRDefault="007250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1269014D"/>
    <w:multiLevelType w:val="hybridMultilevel"/>
    <w:tmpl w:val="1818D84A"/>
    <w:lvl w:ilvl="0" w:tplc="EACAF30E">
      <w:numFmt w:val="decimalFullWidth"/>
      <w:lvlText w:val="%1."/>
      <w:lvlJc w:val="left"/>
      <w:pPr>
        <w:ind w:left="840" w:hanging="57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5F77164D"/>
    <w:multiLevelType w:val="hybridMultilevel"/>
    <w:tmpl w:val="1EAAB1F0"/>
    <w:lvl w:ilvl="0" w:tplc="881AC3EE">
      <w:numFmt w:val="decimalFullWidth"/>
      <w:lvlText w:val="%1."/>
      <w:lvlJc w:val="left"/>
      <w:pPr>
        <w:ind w:left="858" w:hanging="57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51317"/>
    <w:rsid w:val="00001BC8"/>
    <w:rsid w:val="00003CE2"/>
    <w:rsid w:val="00005A19"/>
    <w:rsid w:val="00010942"/>
    <w:rsid w:val="00012B7E"/>
    <w:rsid w:val="00017D00"/>
    <w:rsid w:val="000217A6"/>
    <w:rsid w:val="0002303C"/>
    <w:rsid w:val="00024AA0"/>
    <w:rsid w:val="000267FE"/>
    <w:rsid w:val="00040272"/>
    <w:rsid w:val="00040798"/>
    <w:rsid w:val="00043023"/>
    <w:rsid w:val="000502E5"/>
    <w:rsid w:val="00054406"/>
    <w:rsid w:val="000615C9"/>
    <w:rsid w:val="0006216A"/>
    <w:rsid w:val="00067F84"/>
    <w:rsid w:val="00071C97"/>
    <w:rsid w:val="000761F7"/>
    <w:rsid w:val="00076A3A"/>
    <w:rsid w:val="00092805"/>
    <w:rsid w:val="00092A0C"/>
    <w:rsid w:val="000943A4"/>
    <w:rsid w:val="000A7750"/>
    <w:rsid w:val="000B3A56"/>
    <w:rsid w:val="000C0A89"/>
    <w:rsid w:val="000C7722"/>
    <w:rsid w:val="000D0932"/>
    <w:rsid w:val="000D180B"/>
    <w:rsid w:val="000D1BDF"/>
    <w:rsid w:val="000D5C14"/>
    <w:rsid w:val="000D71B7"/>
    <w:rsid w:val="000E3277"/>
    <w:rsid w:val="000E6824"/>
    <w:rsid w:val="000F690F"/>
    <w:rsid w:val="000F6B97"/>
    <w:rsid w:val="0010049D"/>
    <w:rsid w:val="00103EB4"/>
    <w:rsid w:val="00107A6B"/>
    <w:rsid w:val="001106A5"/>
    <w:rsid w:val="00111AE3"/>
    <w:rsid w:val="0011352E"/>
    <w:rsid w:val="00113B0B"/>
    <w:rsid w:val="00113CCC"/>
    <w:rsid w:val="00115473"/>
    <w:rsid w:val="0011596F"/>
    <w:rsid w:val="00115A71"/>
    <w:rsid w:val="001162C9"/>
    <w:rsid w:val="0012268F"/>
    <w:rsid w:val="001243ED"/>
    <w:rsid w:val="00126471"/>
    <w:rsid w:val="00135E90"/>
    <w:rsid w:val="00136268"/>
    <w:rsid w:val="00136E6F"/>
    <w:rsid w:val="0013727E"/>
    <w:rsid w:val="00141A2F"/>
    <w:rsid w:val="0014341C"/>
    <w:rsid w:val="001438E0"/>
    <w:rsid w:val="00143EEA"/>
    <w:rsid w:val="0014526B"/>
    <w:rsid w:val="00147ED8"/>
    <w:rsid w:val="0015176C"/>
    <w:rsid w:val="00151C03"/>
    <w:rsid w:val="00153917"/>
    <w:rsid w:val="00157306"/>
    <w:rsid w:val="00160F76"/>
    <w:rsid w:val="00161EA1"/>
    <w:rsid w:val="00163D83"/>
    <w:rsid w:val="00164767"/>
    <w:rsid w:val="00164810"/>
    <w:rsid w:val="001712E1"/>
    <w:rsid w:val="00182CD3"/>
    <w:rsid w:val="00184878"/>
    <w:rsid w:val="00184DA7"/>
    <w:rsid w:val="0018664D"/>
    <w:rsid w:val="00187017"/>
    <w:rsid w:val="00187246"/>
    <w:rsid w:val="00190630"/>
    <w:rsid w:val="001937F7"/>
    <w:rsid w:val="001A1408"/>
    <w:rsid w:val="001A185C"/>
    <w:rsid w:val="001A3110"/>
    <w:rsid w:val="001A4C37"/>
    <w:rsid w:val="001A4D9B"/>
    <w:rsid w:val="001A6EC0"/>
    <w:rsid w:val="001B07B7"/>
    <w:rsid w:val="001B16FD"/>
    <w:rsid w:val="001B577F"/>
    <w:rsid w:val="001B702D"/>
    <w:rsid w:val="001B7407"/>
    <w:rsid w:val="001C2E23"/>
    <w:rsid w:val="001C5EDB"/>
    <w:rsid w:val="001D41A1"/>
    <w:rsid w:val="001D60DA"/>
    <w:rsid w:val="001D67C0"/>
    <w:rsid w:val="001E25DC"/>
    <w:rsid w:val="001F0713"/>
    <w:rsid w:val="001F160F"/>
    <w:rsid w:val="00202C7B"/>
    <w:rsid w:val="002054C5"/>
    <w:rsid w:val="0020621E"/>
    <w:rsid w:val="00213662"/>
    <w:rsid w:val="002139CB"/>
    <w:rsid w:val="00214801"/>
    <w:rsid w:val="00224964"/>
    <w:rsid w:val="002267C7"/>
    <w:rsid w:val="00227FEE"/>
    <w:rsid w:val="00240F71"/>
    <w:rsid w:val="00241F59"/>
    <w:rsid w:val="0024265C"/>
    <w:rsid w:val="00244C2E"/>
    <w:rsid w:val="00250E0A"/>
    <w:rsid w:val="00251E02"/>
    <w:rsid w:val="00255B7F"/>
    <w:rsid w:val="00257657"/>
    <w:rsid w:val="00263F56"/>
    <w:rsid w:val="00264F12"/>
    <w:rsid w:val="0027369F"/>
    <w:rsid w:val="002818EF"/>
    <w:rsid w:val="0028271F"/>
    <w:rsid w:val="00285C32"/>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49C"/>
    <w:rsid w:val="002E4D3D"/>
    <w:rsid w:val="002E5CA1"/>
    <w:rsid w:val="002E6022"/>
    <w:rsid w:val="002F3626"/>
    <w:rsid w:val="00301EBF"/>
    <w:rsid w:val="00307056"/>
    <w:rsid w:val="00307C3A"/>
    <w:rsid w:val="00310D1D"/>
    <w:rsid w:val="00311EFB"/>
    <w:rsid w:val="00317E22"/>
    <w:rsid w:val="00322466"/>
    <w:rsid w:val="00323C2B"/>
    <w:rsid w:val="00324B78"/>
    <w:rsid w:val="00325A62"/>
    <w:rsid w:val="00330D70"/>
    <w:rsid w:val="003339D0"/>
    <w:rsid w:val="003353BB"/>
    <w:rsid w:val="0033620A"/>
    <w:rsid w:val="0034239A"/>
    <w:rsid w:val="0035368E"/>
    <w:rsid w:val="00354493"/>
    <w:rsid w:val="00357C26"/>
    <w:rsid w:val="00360A5F"/>
    <w:rsid w:val="003618AA"/>
    <w:rsid w:val="00362F97"/>
    <w:rsid w:val="00363C94"/>
    <w:rsid w:val="0036400D"/>
    <w:rsid w:val="003649A0"/>
    <w:rsid w:val="00373085"/>
    <w:rsid w:val="00377BC4"/>
    <w:rsid w:val="003854C8"/>
    <w:rsid w:val="0038683D"/>
    <w:rsid w:val="00390801"/>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062E"/>
    <w:rsid w:val="003C793F"/>
    <w:rsid w:val="003C7C08"/>
    <w:rsid w:val="003D16E5"/>
    <w:rsid w:val="003D2459"/>
    <w:rsid w:val="003D28ED"/>
    <w:rsid w:val="003D3107"/>
    <w:rsid w:val="003E148D"/>
    <w:rsid w:val="003E35A9"/>
    <w:rsid w:val="003E3600"/>
    <w:rsid w:val="003E54F9"/>
    <w:rsid w:val="003E625D"/>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2A76"/>
    <w:rsid w:val="00494861"/>
    <w:rsid w:val="004953C3"/>
    <w:rsid w:val="00497042"/>
    <w:rsid w:val="004A0866"/>
    <w:rsid w:val="004A5E75"/>
    <w:rsid w:val="004B17F4"/>
    <w:rsid w:val="004B3F28"/>
    <w:rsid w:val="004B5EAE"/>
    <w:rsid w:val="004C3E90"/>
    <w:rsid w:val="004C4336"/>
    <w:rsid w:val="004C5784"/>
    <w:rsid w:val="004C77B5"/>
    <w:rsid w:val="004D7678"/>
    <w:rsid w:val="004D7CD7"/>
    <w:rsid w:val="004E6E95"/>
    <w:rsid w:val="004F2CA2"/>
    <w:rsid w:val="004F4B1F"/>
    <w:rsid w:val="004F58BA"/>
    <w:rsid w:val="005022E5"/>
    <w:rsid w:val="00502651"/>
    <w:rsid w:val="005077E7"/>
    <w:rsid w:val="0051150D"/>
    <w:rsid w:val="0051305D"/>
    <w:rsid w:val="0051393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4020"/>
    <w:rsid w:val="0057612B"/>
    <w:rsid w:val="005772C4"/>
    <w:rsid w:val="00577577"/>
    <w:rsid w:val="0058088A"/>
    <w:rsid w:val="00584801"/>
    <w:rsid w:val="005923FF"/>
    <w:rsid w:val="00595761"/>
    <w:rsid w:val="00595F69"/>
    <w:rsid w:val="00597B34"/>
    <w:rsid w:val="005A075E"/>
    <w:rsid w:val="005A142F"/>
    <w:rsid w:val="005A1C39"/>
    <w:rsid w:val="005A41E3"/>
    <w:rsid w:val="005A43ED"/>
    <w:rsid w:val="005B19FB"/>
    <w:rsid w:val="005B2DE4"/>
    <w:rsid w:val="005B3451"/>
    <w:rsid w:val="005B4DD0"/>
    <w:rsid w:val="005B56BE"/>
    <w:rsid w:val="005B68D5"/>
    <w:rsid w:val="005C0E2F"/>
    <w:rsid w:val="005D2C72"/>
    <w:rsid w:val="005D2E22"/>
    <w:rsid w:val="005D316A"/>
    <w:rsid w:val="005E2913"/>
    <w:rsid w:val="005E4DD0"/>
    <w:rsid w:val="005E7821"/>
    <w:rsid w:val="005F5EA3"/>
    <w:rsid w:val="00607A73"/>
    <w:rsid w:val="00613E8E"/>
    <w:rsid w:val="00614301"/>
    <w:rsid w:val="006205E2"/>
    <w:rsid w:val="00620B12"/>
    <w:rsid w:val="006210F4"/>
    <w:rsid w:val="00625C71"/>
    <w:rsid w:val="00627A7B"/>
    <w:rsid w:val="00632597"/>
    <w:rsid w:val="006357C1"/>
    <w:rsid w:val="00641A2D"/>
    <w:rsid w:val="00643F5E"/>
    <w:rsid w:val="00646D08"/>
    <w:rsid w:val="00651640"/>
    <w:rsid w:val="00651ADF"/>
    <w:rsid w:val="00651F92"/>
    <w:rsid w:val="006574EA"/>
    <w:rsid w:val="00663284"/>
    <w:rsid w:val="00665B79"/>
    <w:rsid w:val="006702C6"/>
    <w:rsid w:val="006712FA"/>
    <w:rsid w:val="006726F6"/>
    <w:rsid w:val="00672E5A"/>
    <w:rsid w:val="006747DF"/>
    <w:rsid w:val="00682902"/>
    <w:rsid w:val="00684527"/>
    <w:rsid w:val="0068652E"/>
    <w:rsid w:val="00687928"/>
    <w:rsid w:val="0069163F"/>
    <w:rsid w:val="00691DBB"/>
    <w:rsid w:val="00691E71"/>
    <w:rsid w:val="00697257"/>
    <w:rsid w:val="006A3F0C"/>
    <w:rsid w:val="006A77BD"/>
    <w:rsid w:val="006A7D4D"/>
    <w:rsid w:val="006B5C71"/>
    <w:rsid w:val="006B7F0E"/>
    <w:rsid w:val="006C4B43"/>
    <w:rsid w:val="006D36EC"/>
    <w:rsid w:val="006D6831"/>
    <w:rsid w:val="006D6DC1"/>
    <w:rsid w:val="006D6F9A"/>
    <w:rsid w:val="006E2C8E"/>
    <w:rsid w:val="006E446F"/>
    <w:rsid w:val="006E6291"/>
    <w:rsid w:val="006F0D39"/>
    <w:rsid w:val="006F1104"/>
    <w:rsid w:val="006F2E14"/>
    <w:rsid w:val="006F7CE8"/>
    <w:rsid w:val="007000EB"/>
    <w:rsid w:val="00701353"/>
    <w:rsid w:val="00704C6E"/>
    <w:rsid w:val="0070524C"/>
    <w:rsid w:val="00710619"/>
    <w:rsid w:val="00713634"/>
    <w:rsid w:val="00713B2B"/>
    <w:rsid w:val="00717AB1"/>
    <w:rsid w:val="00717C64"/>
    <w:rsid w:val="00721FA0"/>
    <w:rsid w:val="00723983"/>
    <w:rsid w:val="00723D07"/>
    <w:rsid w:val="007250B4"/>
    <w:rsid w:val="00725377"/>
    <w:rsid w:val="0073042E"/>
    <w:rsid w:val="00730E45"/>
    <w:rsid w:val="00731AD7"/>
    <w:rsid w:val="007355A7"/>
    <w:rsid w:val="00740E80"/>
    <w:rsid w:val="0074517B"/>
    <w:rsid w:val="0074654C"/>
    <w:rsid w:val="007515BE"/>
    <w:rsid w:val="007571E2"/>
    <w:rsid w:val="00757A95"/>
    <w:rsid w:val="00760354"/>
    <w:rsid w:val="007657CB"/>
    <w:rsid w:val="00765BEF"/>
    <w:rsid w:val="007735AB"/>
    <w:rsid w:val="00773E4E"/>
    <w:rsid w:val="00775FFA"/>
    <w:rsid w:val="00777AC5"/>
    <w:rsid w:val="0078259F"/>
    <w:rsid w:val="00782872"/>
    <w:rsid w:val="00784287"/>
    <w:rsid w:val="007860ED"/>
    <w:rsid w:val="007944C2"/>
    <w:rsid w:val="00796AAA"/>
    <w:rsid w:val="007A6185"/>
    <w:rsid w:val="007A6F0F"/>
    <w:rsid w:val="007B10B3"/>
    <w:rsid w:val="007B1D12"/>
    <w:rsid w:val="007B28D0"/>
    <w:rsid w:val="007B2F17"/>
    <w:rsid w:val="007B46B3"/>
    <w:rsid w:val="007B5CD8"/>
    <w:rsid w:val="007B6D51"/>
    <w:rsid w:val="007C23F4"/>
    <w:rsid w:val="007C3DC9"/>
    <w:rsid w:val="007C7072"/>
    <w:rsid w:val="007D1D2B"/>
    <w:rsid w:val="007D4810"/>
    <w:rsid w:val="007D5FD1"/>
    <w:rsid w:val="007D6ED4"/>
    <w:rsid w:val="007D7946"/>
    <w:rsid w:val="007E2EBF"/>
    <w:rsid w:val="007E6DD9"/>
    <w:rsid w:val="007F4190"/>
    <w:rsid w:val="007F49AB"/>
    <w:rsid w:val="007F4E53"/>
    <w:rsid w:val="007F560E"/>
    <w:rsid w:val="007F6363"/>
    <w:rsid w:val="00806335"/>
    <w:rsid w:val="008105E2"/>
    <w:rsid w:val="008128CA"/>
    <w:rsid w:val="00813440"/>
    <w:rsid w:val="0081421C"/>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3811"/>
    <w:rsid w:val="00895362"/>
    <w:rsid w:val="00897F19"/>
    <w:rsid w:val="008A225D"/>
    <w:rsid w:val="008A4431"/>
    <w:rsid w:val="008A4630"/>
    <w:rsid w:val="008A756D"/>
    <w:rsid w:val="008A7745"/>
    <w:rsid w:val="008B5AE2"/>
    <w:rsid w:val="008B5B7E"/>
    <w:rsid w:val="008C0DB1"/>
    <w:rsid w:val="008C3327"/>
    <w:rsid w:val="008D1B93"/>
    <w:rsid w:val="008D3D72"/>
    <w:rsid w:val="008D5FE6"/>
    <w:rsid w:val="008D6657"/>
    <w:rsid w:val="008E1FA7"/>
    <w:rsid w:val="008E287E"/>
    <w:rsid w:val="008E4D2E"/>
    <w:rsid w:val="008F258C"/>
    <w:rsid w:val="008F3BB8"/>
    <w:rsid w:val="008F4513"/>
    <w:rsid w:val="008F5B45"/>
    <w:rsid w:val="009006DA"/>
    <w:rsid w:val="009036AC"/>
    <w:rsid w:val="009046DF"/>
    <w:rsid w:val="00910FC2"/>
    <w:rsid w:val="0091682D"/>
    <w:rsid w:val="00916AE0"/>
    <w:rsid w:val="00922370"/>
    <w:rsid w:val="0092388A"/>
    <w:rsid w:val="00927601"/>
    <w:rsid w:val="00927D62"/>
    <w:rsid w:val="00932192"/>
    <w:rsid w:val="0094272F"/>
    <w:rsid w:val="00943412"/>
    <w:rsid w:val="00943B2E"/>
    <w:rsid w:val="00945D11"/>
    <w:rsid w:val="009503E2"/>
    <w:rsid w:val="00950EE9"/>
    <w:rsid w:val="009523FD"/>
    <w:rsid w:val="00952FD2"/>
    <w:rsid w:val="0095736F"/>
    <w:rsid w:val="009609DA"/>
    <w:rsid w:val="00960F67"/>
    <w:rsid w:val="00961CD2"/>
    <w:rsid w:val="00962B76"/>
    <w:rsid w:val="0097061F"/>
    <w:rsid w:val="00972C70"/>
    <w:rsid w:val="009741DD"/>
    <w:rsid w:val="00974224"/>
    <w:rsid w:val="00974FF1"/>
    <w:rsid w:val="00976899"/>
    <w:rsid w:val="0098228E"/>
    <w:rsid w:val="00986588"/>
    <w:rsid w:val="00991627"/>
    <w:rsid w:val="00992E31"/>
    <w:rsid w:val="009A24B2"/>
    <w:rsid w:val="009A53CC"/>
    <w:rsid w:val="009A7001"/>
    <w:rsid w:val="009A7DA5"/>
    <w:rsid w:val="009B01D4"/>
    <w:rsid w:val="009B0C22"/>
    <w:rsid w:val="009B1EA3"/>
    <w:rsid w:val="009B5C7D"/>
    <w:rsid w:val="009B6280"/>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3898"/>
    <w:rsid w:val="00A05A22"/>
    <w:rsid w:val="00A10F83"/>
    <w:rsid w:val="00A16415"/>
    <w:rsid w:val="00A209AB"/>
    <w:rsid w:val="00A21090"/>
    <w:rsid w:val="00A22363"/>
    <w:rsid w:val="00A2310F"/>
    <w:rsid w:val="00A2642A"/>
    <w:rsid w:val="00A26AD5"/>
    <w:rsid w:val="00A30F05"/>
    <w:rsid w:val="00A33796"/>
    <w:rsid w:val="00A3483A"/>
    <w:rsid w:val="00A35A84"/>
    <w:rsid w:val="00A35EDE"/>
    <w:rsid w:val="00A36CA9"/>
    <w:rsid w:val="00A371C7"/>
    <w:rsid w:val="00A44704"/>
    <w:rsid w:val="00A478DC"/>
    <w:rsid w:val="00A50FBD"/>
    <w:rsid w:val="00A51FCA"/>
    <w:rsid w:val="00A57EAE"/>
    <w:rsid w:val="00A6076B"/>
    <w:rsid w:val="00A60B19"/>
    <w:rsid w:val="00A6115B"/>
    <w:rsid w:val="00A6486D"/>
    <w:rsid w:val="00A668D6"/>
    <w:rsid w:val="00A679DB"/>
    <w:rsid w:val="00A745EB"/>
    <w:rsid w:val="00A749A9"/>
    <w:rsid w:val="00A751DD"/>
    <w:rsid w:val="00A86979"/>
    <w:rsid w:val="00A86A9E"/>
    <w:rsid w:val="00A91F7E"/>
    <w:rsid w:val="00A9330B"/>
    <w:rsid w:val="00A93392"/>
    <w:rsid w:val="00A971B5"/>
    <w:rsid w:val="00AA378D"/>
    <w:rsid w:val="00AB0435"/>
    <w:rsid w:val="00AB1F96"/>
    <w:rsid w:val="00AB30A1"/>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4984"/>
    <w:rsid w:val="00B17010"/>
    <w:rsid w:val="00B24ABA"/>
    <w:rsid w:val="00B261D7"/>
    <w:rsid w:val="00B34984"/>
    <w:rsid w:val="00B37FEA"/>
    <w:rsid w:val="00B426ED"/>
    <w:rsid w:val="00B42E0C"/>
    <w:rsid w:val="00B47827"/>
    <w:rsid w:val="00B506FA"/>
    <w:rsid w:val="00B51BB2"/>
    <w:rsid w:val="00B629FE"/>
    <w:rsid w:val="00B65134"/>
    <w:rsid w:val="00B70AEE"/>
    <w:rsid w:val="00B71ADF"/>
    <w:rsid w:val="00B73110"/>
    <w:rsid w:val="00B731F9"/>
    <w:rsid w:val="00B7501C"/>
    <w:rsid w:val="00B75D86"/>
    <w:rsid w:val="00B76530"/>
    <w:rsid w:val="00B76B70"/>
    <w:rsid w:val="00B77EF4"/>
    <w:rsid w:val="00B81F23"/>
    <w:rsid w:val="00B82A3A"/>
    <w:rsid w:val="00B839ED"/>
    <w:rsid w:val="00B87355"/>
    <w:rsid w:val="00B90A19"/>
    <w:rsid w:val="00B931B4"/>
    <w:rsid w:val="00B936D7"/>
    <w:rsid w:val="00B955A3"/>
    <w:rsid w:val="00BA20DE"/>
    <w:rsid w:val="00BA56F4"/>
    <w:rsid w:val="00BA603C"/>
    <w:rsid w:val="00BA78DC"/>
    <w:rsid w:val="00BB5951"/>
    <w:rsid w:val="00BB5C83"/>
    <w:rsid w:val="00BB643C"/>
    <w:rsid w:val="00BB7E82"/>
    <w:rsid w:val="00BB7FC3"/>
    <w:rsid w:val="00BC23ED"/>
    <w:rsid w:val="00BC499A"/>
    <w:rsid w:val="00BC717E"/>
    <w:rsid w:val="00BD438E"/>
    <w:rsid w:val="00BD4DFE"/>
    <w:rsid w:val="00BD593F"/>
    <w:rsid w:val="00BD6706"/>
    <w:rsid w:val="00BD67F3"/>
    <w:rsid w:val="00BE0D08"/>
    <w:rsid w:val="00BE4913"/>
    <w:rsid w:val="00BE7ED8"/>
    <w:rsid w:val="00BF3B5E"/>
    <w:rsid w:val="00C005CF"/>
    <w:rsid w:val="00C1570C"/>
    <w:rsid w:val="00C22361"/>
    <w:rsid w:val="00C2416A"/>
    <w:rsid w:val="00C26D89"/>
    <w:rsid w:val="00C31833"/>
    <w:rsid w:val="00C33018"/>
    <w:rsid w:val="00C33B4D"/>
    <w:rsid w:val="00C350F9"/>
    <w:rsid w:val="00C35A49"/>
    <w:rsid w:val="00C36AF1"/>
    <w:rsid w:val="00C37458"/>
    <w:rsid w:val="00C37AF7"/>
    <w:rsid w:val="00C45E29"/>
    <w:rsid w:val="00C537D8"/>
    <w:rsid w:val="00C554CC"/>
    <w:rsid w:val="00C60935"/>
    <w:rsid w:val="00C617E5"/>
    <w:rsid w:val="00C667E4"/>
    <w:rsid w:val="00C7306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01EB"/>
    <w:rsid w:val="00CE30CD"/>
    <w:rsid w:val="00CF137D"/>
    <w:rsid w:val="00D0599C"/>
    <w:rsid w:val="00D10971"/>
    <w:rsid w:val="00D1627E"/>
    <w:rsid w:val="00D20EAE"/>
    <w:rsid w:val="00D212D5"/>
    <w:rsid w:val="00D24B24"/>
    <w:rsid w:val="00D24EB0"/>
    <w:rsid w:val="00D25987"/>
    <w:rsid w:val="00D33A32"/>
    <w:rsid w:val="00D449F0"/>
    <w:rsid w:val="00D46C32"/>
    <w:rsid w:val="00D47812"/>
    <w:rsid w:val="00D51317"/>
    <w:rsid w:val="00D52EC6"/>
    <w:rsid w:val="00D539DC"/>
    <w:rsid w:val="00D53C02"/>
    <w:rsid w:val="00D54728"/>
    <w:rsid w:val="00D6145E"/>
    <w:rsid w:val="00D66EE9"/>
    <w:rsid w:val="00D67101"/>
    <w:rsid w:val="00D70D85"/>
    <w:rsid w:val="00D718B1"/>
    <w:rsid w:val="00D7331A"/>
    <w:rsid w:val="00D7486B"/>
    <w:rsid w:val="00D7499D"/>
    <w:rsid w:val="00D7738F"/>
    <w:rsid w:val="00D84ECA"/>
    <w:rsid w:val="00D854D7"/>
    <w:rsid w:val="00D91B67"/>
    <w:rsid w:val="00D92CDF"/>
    <w:rsid w:val="00DA5931"/>
    <w:rsid w:val="00DA722B"/>
    <w:rsid w:val="00DB2424"/>
    <w:rsid w:val="00DB2708"/>
    <w:rsid w:val="00DB3E84"/>
    <w:rsid w:val="00DC02A0"/>
    <w:rsid w:val="00DC0B08"/>
    <w:rsid w:val="00DC0E27"/>
    <w:rsid w:val="00DC5255"/>
    <w:rsid w:val="00DD1BB4"/>
    <w:rsid w:val="00DD6547"/>
    <w:rsid w:val="00DD78A5"/>
    <w:rsid w:val="00DE4448"/>
    <w:rsid w:val="00DE49C9"/>
    <w:rsid w:val="00DE7035"/>
    <w:rsid w:val="00DF5E1E"/>
    <w:rsid w:val="00DF6442"/>
    <w:rsid w:val="00E014A4"/>
    <w:rsid w:val="00E022DC"/>
    <w:rsid w:val="00E024D3"/>
    <w:rsid w:val="00E07A7B"/>
    <w:rsid w:val="00E10B3C"/>
    <w:rsid w:val="00E14435"/>
    <w:rsid w:val="00E146D5"/>
    <w:rsid w:val="00E206F5"/>
    <w:rsid w:val="00E21598"/>
    <w:rsid w:val="00E220AD"/>
    <w:rsid w:val="00E259BC"/>
    <w:rsid w:val="00E264A4"/>
    <w:rsid w:val="00E37F71"/>
    <w:rsid w:val="00E40FCC"/>
    <w:rsid w:val="00E43122"/>
    <w:rsid w:val="00E44003"/>
    <w:rsid w:val="00E456A5"/>
    <w:rsid w:val="00E478FF"/>
    <w:rsid w:val="00E514CC"/>
    <w:rsid w:val="00E5512D"/>
    <w:rsid w:val="00E574E5"/>
    <w:rsid w:val="00E60DFB"/>
    <w:rsid w:val="00E6232E"/>
    <w:rsid w:val="00E63C51"/>
    <w:rsid w:val="00E71139"/>
    <w:rsid w:val="00E74F63"/>
    <w:rsid w:val="00E7602E"/>
    <w:rsid w:val="00E90664"/>
    <w:rsid w:val="00E93204"/>
    <w:rsid w:val="00E93A84"/>
    <w:rsid w:val="00E96F05"/>
    <w:rsid w:val="00EA1559"/>
    <w:rsid w:val="00EA340E"/>
    <w:rsid w:val="00EA3B1F"/>
    <w:rsid w:val="00EB55D0"/>
    <w:rsid w:val="00EB5646"/>
    <w:rsid w:val="00EB5ADB"/>
    <w:rsid w:val="00EC0F78"/>
    <w:rsid w:val="00EC1A32"/>
    <w:rsid w:val="00EC1A39"/>
    <w:rsid w:val="00EC5C01"/>
    <w:rsid w:val="00ED0DD0"/>
    <w:rsid w:val="00ED3DFD"/>
    <w:rsid w:val="00ED3F21"/>
    <w:rsid w:val="00ED4263"/>
    <w:rsid w:val="00ED74AF"/>
    <w:rsid w:val="00EE260F"/>
    <w:rsid w:val="00EE4843"/>
    <w:rsid w:val="00EE56E1"/>
    <w:rsid w:val="00EE604B"/>
    <w:rsid w:val="00EE6B33"/>
    <w:rsid w:val="00EF0462"/>
    <w:rsid w:val="00EF6505"/>
    <w:rsid w:val="00EF7A6F"/>
    <w:rsid w:val="00F02C57"/>
    <w:rsid w:val="00F070E5"/>
    <w:rsid w:val="00F07D33"/>
    <w:rsid w:val="00F1517E"/>
    <w:rsid w:val="00F15E41"/>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44BD"/>
    <w:rsid w:val="00F86132"/>
    <w:rsid w:val="00F86C5B"/>
    <w:rsid w:val="00F94147"/>
    <w:rsid w:val="00F97A32"/>
    <w:rsid w:val="00FA2603"/>
    <w:rsid w:val="00FA3B58"/>
    <w:rsid w:val="00FA5484"/>
    <w:rsid w:val="00FA6127"/>
    <w:rsid w:val="00FB1A72"/>
    <w:rsid w:val="00FB3EBB"/>
    <w:rsid w:val="00FB7CFB"/>
    <w:rsid w:val="00FC002F"/>
    <w:rsid w:val="00FC0A1A"/>
    <w:rsid w:val="00FD04E0"/>
    <w:rsid w:val="00FD2AA4"/>
    <w:rsid w:val="00FD3E49"/>
    <w:rsid w:val="00FE0BFA"/>
    <w:rsid w:val="00FE0D85"/>
    <w:rsid w:val="00FF08F6"/>
    <w:rsid w:val="00FF4DE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184878"/>
    <w:pPr>
      <w:keepNext/>
      <w:spacing w:before="240" w:after="120"/>
      <w:ind w:firstLine="289"/>
      <w:outlineLvl w:val="1"/>
    </w:pPr>
    <w:rPr>
      <w:rFonts w:ascii="Traditional Arabic" w:hAnsi="Traditional Arabic" w:cs="Traditional Arabic"/>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84878"/>
    <w:rPr>
      <w:rFonts w:ascii="Traditional Arabic" w:hAnsi="Traditional Arabic"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4B5EAE"/>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4B5EA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B5EA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B5EA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B5EAE"/>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4B5E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5111A-BDF3-4AFE-A547-22EABEB11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1015</TotalTime>
  <Pages>988</Pages>
  <Words>139546</Words>
  <Characters>795418</Characters>
  <Application>Microsoft Office Word</Application>
  <DocSecurity>0</DocSecurity>
  <Lines>6628</Lines>
  <Paragraphs>1866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933098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49</cp:revision>
  <cp:lastPrinted>1900-12-31T19:30:00Z</cp:lastPrinted>
  <dcterms:created xsi:type="dcterms:W3CDTF">2016-04-23T08:09:00Z</dcterms:created>
  <dcterms:modified xsi:type="dcterms:W3CDTF">2016-04-28T09:59:00Z</dcterms:modified>
</cp:coreProperties>
</file>