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205" w:rsidRDefault="006B7205" w:rsidP="006B7205">
      <w:pPr>
        <w:pStyle w:val="libCenterBold1"/>
        <w:rPr>
          <w:rtl/>
          <w:lang w:bidi="fa-IR"/>
        </w:rPr>
      </w:pPr>
      <w:r>
        <w:rPr>
          <w:rtl/>
          <w:lang w:bidi="fa-IR"/>
        </w:rPr>
        <w:t>در محضر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العظم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بهجت</w:t>
      </w:r>
    </w:p>
    <w:p w:rsidR="00C3509F" w:rsidRDefault="006B7205" w:rsidP="006B7205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مؤلف</w:t>
      </w:r>
      <w:r w:rsidR="0014728E">
        <w:rPr>
          <w:rFonts w:hint="cs"/>
          <w:rtl/>
          <w:lang w:bidi="fa-IR"/>
        </w:rPr>
        <w:t xml:space="preserve">: </w:t>
      </w:r>
      <w:r>
        <w:rPr>
          <w:rtl/>
          <w:lang w:bidi="fa-IR"/>
        </w:rPr>
        <w:t>محمد</w:t>
      </w:r>
      <w:r w:rsidR="00CB0A7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رخشاد</w:t>
      </w:r>
    </w:p>
    <w:p w:rsidR="00C3509F" w:rsidRDefault="00C3509F" w:rsidP="00CE0249">
      <w:pPr>
        <w:pStyle w:val="libNotice"/>
        <w:rPr>
          <w:rtl/>
        </w:rPr>
      </w:pPr>
    </w:p>
    <w:p w:rsidR="00C3509F" w:rsidRDefault="00C3509F" w:rsidP="00CE0249">
      <w:pPr>
        <w:pStyle w:val="libNotice"/>
        <w:rPr>
          <w:rtl/>
        </w:rPr>
      </w:pPr>
    </w:p>
    <w:p w:rsidR="00C3509F" w:rsidRDefault="00C3509F" w:rsidP="00CE0249">
      <w:pPr>
        <w:pStyle w:val="libNotice"/>
        <w:rPr>
          <w:rtl/>
        </w:rPr>
      </w:pPr>
    </w:p>
    <w:p w:rsidR="00CE0249" w:rsidRPr="006E7FD2" w:rsidRDefault="00CE0249" w:rsidP="00CE0249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CE0249" w:rsidRPr="00CE0249" w:rsidRDefault="00CE0249" w:rsidP="00CE0249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C3509F" w:rsidRDefault="006B7205" w:rsidP="00BF1B56">
      <w:pPr>
        <w:pStyle w:val="Heading2"/>
        <w:rPr>
          <w:rtl/>
          <w:lang w:bidi="fa-IR"/>
        </w:rPr>
      </w:pPr>
      <w:r>
        <w:rPr>
          <w:lang w:bidi="fa-IR"/>
        </w:rPr>
        <w:br w:type="page"/>
      </w:r>
      <w:bookmarkStart w:id="0" w:name="_Toc425598881"/>
      <w:r w:rsidR="00C3509F">
        <w:rPr>
          <w:rtl/>
          <w:lang w:bidi="fa-IR"/>
        </w:rPr>
        <w:lastRenderedPageBreak/>
        <w:t>مقدمه</w:t>
      </w:r>
      <w:bookmarkEnd w:id="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الرحمن الرح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الحمدلله رب العالم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الصلاة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محمد و آله الاط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اللعن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اعدائهم اجمع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کلمات قصار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هذه القلوب تمل کما تمل الابدان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فابتغوا لها طرائف الحکم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همان گونه که بدن ها خسته و کوفته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دل ها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خسته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حکمت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بجو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مجموعه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فرا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گلچ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نکات دل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جذاب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الفقها و المجتهد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عارف کامل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عالم ربان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حضرت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العظم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بهجت - مدظله - در سال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متماد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 از درس خارج فقه و اصول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بعد از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گاه در اثنا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 - که در منزل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برگزار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-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فرموده اند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نکات اگر چه انصافا نکات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حاصل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عمر مطالعه و تحق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واقع دست 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تذکرات معارف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اخلاق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عرفان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حضرت استاد - مدظله - با تمسک به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درون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افراد در بعد عقا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تخلق به اخلاق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گفتار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رفتار و کردار نظر داشتند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مشاهده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به مباحث گوناگون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مباحث کلام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ژه مساله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امامت و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الخصوص مباحث مربوط به حضرت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عصر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گرفته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مباحث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اخلاق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گوشه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حضرات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شرح حال عالمان ربان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نکات </w:t>
      </w:r>
      <w:r>
        <w:rPr>
          <w:rtl/>
          <w:lang w:bidi="fa-IR"/>
        </w:rPr>
        <w:lastRenderedPageBreak/>
        <w:t>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گاه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نکات اقتصاد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بهداشت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اشاره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خواننده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محترم انتظار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مطالب را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نکات بص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رت زا و پندآموز نگر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سته و در هنگام مطالعه به استفاده از آن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اصلاح خود در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معارف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اخلاق و کردار نظر داشته باشد و از مطالعه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معمول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و انباشتن اطلاعات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چند به محفوظات خود خوددار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نحوه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نگارش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مجموعه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بود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ناچ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غالبا مطالب را در مجلس درس به رشته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تحر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آوردم و در منزل پاک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تصم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به چاپ آن شد و کل مجموعه را در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دوستان - که خود متجاوز از ده سال در درس خارج فقه و اصول حضرت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بهجت شرکت نموده است - گذاردم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کل متن را بارها مطالعه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راستار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و 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نموده و نشان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طور 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موارد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به ذکر مدرک و منبع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استخراج کرده و متون عرب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فارس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برگرداندند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آن پس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کل مجموعه توسط بنده و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شاگردان معظم له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عز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زان مورد مطالعه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بازنگر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قرار گرفت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سته است چند نکته مورد توجه خوانندگان محترم قرار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آشنا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خوانندگان محترم با حال و هوا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حاکم بر جو جلسات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مطالب در آن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راد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توجه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نکته ضرور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نکات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دانش آموختگان سطح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حوزه که درصدد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به مقام اجتهاد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مطرح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هدف اصل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راد آن ها افزا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رت و تنبه فراگ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در بعد معارف نظر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مشاهده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نکات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اشاره وار </w:t>
      </w:r>
      <w:r>
        <w:rPr>
          <w:rtl/>
          <w:lang w:bidi="fa-IR"/>
        </w:rPr>
        <w:lastRenderedPageBreak/>
        <w:t>مطرح شده و به صورت مشروح به طرح موضوع و جوانب بحث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دگاه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مختلف و استدلال بر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دگاه مورد گز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نش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پرداخته نشده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است که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سو ذهن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مخاطبان جلسه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هدف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مطالب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قالب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فراز و فرود مطالب هم به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گاه سطح اطلاعات فراگ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اقتضا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که فقط به نکات اصل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سرفصل تحق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قات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آنان گردد - بسنده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گاه به جهت پند و موعظه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سطح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که در سعادت انسان نقش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پرداخته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حسن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روش به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وجه قابل انکار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نکات ره توشه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سطوح است و عدم استفاده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همگان از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مانع از بهره بردار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اقشار نخواهد بود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آن جا که در هر نکته به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جوانب موضوع اشاره نشده است 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قضاوت در مورد مطالب مذکور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نکات و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نظر نها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حضرت استاد در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تنها در صورت مطالعه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مجموعه امکان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چنان که گفته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نکات گلچ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فرموده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استاد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طب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عتا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قرار گرفتن نکات در کتاب به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راد آن ها توسط حضرت استاد نخواهد بود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عناو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نکته ها توسط مصحح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موارد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به صورت گز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انات حک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استاد انتخاب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چه در تقر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انات حضرت استاد نها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دقت به عمل آورده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ممکن است در نقل قول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افراد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انات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اشتباه رخ داده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خوانندگان عز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سهوها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احتمال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در صورت امکان با آدرس ناشر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ما مکاتبه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خواست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فهرست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راهنما شامل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فهرست منابع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فهرست موضوع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مطالب در جلد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مجموعه ذکر خواهد 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از هم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تمام برادران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عرضه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اثر نقش داشتند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مانه تقد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تشکر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هو الشکور المحمود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محمد و آله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رخشاد</w:t>
      </w:r>
    </w:p>
    <w:p w:rsidR="00C3509F" w:rsidRDefault="002340C5" w:rsidP="00C3509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425598882"/>
      <w:r w:rsidR="00C3509F">
        <w:rPr>
          <w:rtl/>
          <w:lang w:bidi="fa-IR"/>
        </w:rPr>
        <w:lastRenderedPageBreak/>
        <w:t>1 ذکر الله حدی ندارد</w:t>
      </w:r>
      <w:bookmarkEnd w:id="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عمل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مطلوب است که اگر از آن حد گذشت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ضدش حاصل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اگر انسان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ن تر از حد مطلوب انجام داد قاصر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مقصر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اگر بالاتر از حد مطلوب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صعوبت مبتلا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که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ممکن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مقدور بشر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مانند نماز که بدن انسان طاقت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نماز خواندن را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مزاحم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به سبب نماز از انسان فوت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انسان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آن ها را مثل گذشته انجام 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رات و طاعات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جز ذکر الله چنان که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دارد که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مقصود ذکر لسان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اثر آن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اعضا و جوارح انسان به ملالت و ضعف و عجز و سست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دچار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ذکر الله که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 اعم از ذکر قلب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لسان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اعم از ذکر بدن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تمام طاعات و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چه مرض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خداست ذکر الله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گونه با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طاعات جمع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هر نوع طاعت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واجبات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واجبات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به جا آوردن مستحبات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نزد اهلش ذکر الله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ترک مکروهات و محرمات هم ذکر الله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آن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از 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 اشد ما فرض الله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خلقه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ذکر الله کث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ثم قال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لا اعن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سبحان الله و الحمدلله و لا اله الا الله و الله اکبر و ان کان منه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لکن ذکر الله عند ما احل و حرم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سخت 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خداوند بر خلق واجب نموده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ذکر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خداوند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سپس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مقصودم سبحان الله و الحمدلله و لا اله الا الله و الله اکبر </w:t>
      </w:r>
      <w:r>
        <w:rPr>
          <w:rtl/>
          <w:lang w:bidi="fa-IR"/>
        </w:rPr>
        <w:lastRenderedPageBreak/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خداست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بلکه منظورم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خدا هنگام حلال و حرام او است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ذکر قلب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محض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واقعا سبحان الله است و اشد تذک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را</w:t>
      </w:r>
      <w:r w:rsidR="0014728E">
        <w:rPr>
          <w:rtl/>
          <w:lang w:bidi="fa-IR"/>
        </w:rPr>
        <w:t>؛ (</w:t>
      </w:r>
      <w:r w:rsidR="006B7205">
        <w:rPr>
          <w:rtl/>
          <w:lang w:bidi="fa-IR"/>
        </w:rPr>
        <w:t>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شتر انسان را به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اد خدا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آورد</w:t>
      </w:r>
      <w:r w:rsidR="0014728E">
        <w:rPr>
          <w:rtl/>
          <w:lang w:bidi="fa-IR"/>
        </w:rPr>
        <w:t xml:space="preserve">) </w:t>
      </w:r>
      <w:r w:rsidR="006B7205"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و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ن گفتار حضرت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وسف </w:t>
      </w:r>
      <w:r w:rsidR="0055251E" w:rsidRPr="0055251E">
        <w:rPr>
          <w:rStyle w:val="libAlaemChar"/>
          <w:rtl/>
        </w:rPr>
        <w:t>عليه‌السلام</w:t>
      </w:r>
      <w:r w:rsidR="006B7205">
        <w:rPr>
          <w:rtl/>
          <w:lang w:bidi="fa-IR"/>
        </w:rPr>
        <w:t xml:space="preserve"> که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معاذ الله انه، ربی احسن مثوای انه، لا یفلح الظلمون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پناه بر خدا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او پروردگار من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گاهم را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کو قرار داده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ستمکاران هرگز رستگار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بفرما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 گذشته بود که 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هم بها لولآ ان رءا برهن ربه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وسف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آهنگ او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برهان و نشانه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روشن پروردگارش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همه اش به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او بود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خدا حفظ کرد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چه کار کرد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جز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برهان رب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قطعا هزارها کار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آن انجام داده بود تا اسباب برهان رب را در اوقات خلوت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کرده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در آن موقع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حساس برهان رب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" w:name="_Toc425598883"/>
      <w:r>
        <w:rPr>
          <w:rtl/>
          <w:lang w:bidi="fa-IR"/>
        </w:rPr>
        <w:t>2 افعال انسان در عین اختیاری بودن، به توفیق الهی انجام می گیرد</w:t>
      </w:r>
      <w:bookmarkEnd w:id="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و دستگ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نباشد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از ناح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با اعمال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و اراده از ناح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انجام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تازه انجام افعال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مشروط به بقا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صحت و عدم موانع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مثلا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انجام نماز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بنده ساجد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باشد و عنوان سجود به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مبدل شود و شخص قائم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راکع و </w:t>
      </w:r>
      <w:r>
        <w:rPr>
          <w:rtl/>
          <w:lang w:bidi="fa-IR"/>
        </w:rPr>
        <w:lastRenderedPageBreak/>
        <w:t>ساجد گردد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هم همه از او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به او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وجود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چه رسد به حرکات و سکنات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او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چنان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ما رمیت اذا رمیت و لکن الله رمی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 هنگام که [سنگر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 ها را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پرتاب نمود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تو نبود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انداخت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خدا انداخت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اندازه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خداوند امر فرموده و 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و ما در فعل و ترک مضطر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افعال مضطر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مضطر فاصله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مصحح عقوبت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بالوجدان ثابت است که خود را در مورد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فاعل 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 و مختار و خالق فعل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همگ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مخلوق خداست و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بنده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بر فرض ابقا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خداست و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خدا او را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بدارد تا فعل را عن ارادة و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انجام 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انسان فاعل ما به است نه فاعل ما منه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فاعل ما منه است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فعل از او صادر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حال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چه قدر طول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آخر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نه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موفق به انجام کار تا به آخر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از اول قصد انجام فعل تا آخر آن را دارد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" w:name="_Toc425598884"/>
      <w:r>
        <w:rPr>
          <w:rtl/>
          <w:lang w:bidi="fa-IR"/>
        </w:rPr>
        <w:t>3 اگر عقرب روی دستشان بگذاری، آن ها را نمی گزد!</w:t>
      </w:r>
      <w:bookmarkEnd w:id="3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مرد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 پوست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بغداد نوکر 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نجف نزد اسات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اخلاق آن جا رفت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برگشت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ملاقات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نجف چه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آن ها چه داشتند که ما را ترک کرد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آن ها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 که اگر عقرب را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دستشان بگذار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ها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گزد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گفت اگر در دست تو بگذار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اثر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گاه دستور داد عقرب </w:t>
      </w:r>
      <w:r>
        <w:rPr>
          <w:rtl/>
          <w:lang w:bidi="fa-IR"/>
        </w:rPr>
        <w:lastRenderedPageBreak/>
        <w:t xml:space="preserve">هفت دنده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قهوه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آوردند و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 نوکر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 گذاشتند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عقرب مکرر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 او بالا و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رفت و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در او اثر نکرد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کرامات انسان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بالاتر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قرآن از زبان حضرت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ابری الاکمه و الابرص و احی الموتی باذن الله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 و شخص مبتلا 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بخشم و مردگان را به اذن خدا زنده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انبئکم بما تاکلون و ما تدخرون فی بیوتکم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شما را از آن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در خانه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تان اندوخته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مطلع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سازم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به اذن الله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آثار و منافع وجود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تا چه حد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کند گرم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باطن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انس باطن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قرآن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مقدمات و لوازم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کتاب و عترت ما را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تا حقان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نزد 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خودمان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 قابل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گران را از اهل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" w:name="_Toc425598885"/>
      <w:r>
        <w:rPr>
          <w:rtl/>
          <w:lang w:bidi="fa-IR"/>
        </w:rPr>
        <w:t>4 مقربین از شوق بهشت جان سپرده اند و ما...</w:t>
      </w:r>
      <w:bookmarkEnd w:id="4"/>
      <w:r>
        <w:rPr>
          <w:rtl/>
          <w:lang w:bidi="fa-IR"/>
        </w:rPr>
        <w:t xml:space="preserve">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قرآن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بهشت و بهشت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را در توص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بالا برده که 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شوق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وفات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استبعاد ندارد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جهنم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4D0522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لهم مقمع من حدید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گرزها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آهن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[ زدن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آنان فراهم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که اگر انسان معاص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در نظر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و بم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مستبعد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البته ما با منکر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مقرب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از شوق لقا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بهشت مرده اند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ات رحمت و نعمت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عذاب و نقمت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انسان موحد تکو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 اثر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از مشوقات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مخوفات جان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سپارد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در ما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اثر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" w:name="_Toc425598886"/>
      <w:r>
        <w:rPr>
          <w:rtl/>
          <w:lang w:bidi="fa-IR"/>
        </w:rPr>
        <w:t>5 قرآن آینه ی بهشت و جهنم</w:t>
      </w:r>
      <w:bookmarkEnd w:id="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عکس 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 نشان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کتاب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قرآن است که بهشت و جهنم را نشان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تفاوت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دل بسته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 ما به التفاوت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ارزش جدا شدن از حق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وستن به باطل را داشت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مقاماتش چه ارزش دارد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صاحبان مقامات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اوقات خلوت و مناجات چه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خاموش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فکر چگونه آن ها را در اثر مشاهده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انوار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سوزاند ولو در مدت کوتاه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6" w:name="_Toc425598887"/>
      <w:r>
        <w:rPr>
          <w:rtl/>
          <w:lang w:bidi="fa-IR"/>
        </w:rPr>
        <w:t>6 آیا می شود امام زمان - عجل الله تعالی فرجه الشریف - چهار صد میلیون یاور داشته باشد و...</w:t>
      </w:r>
      <w:bookmarkEnd w:id="6"/>
      <w:r>
        <w:rPr>
          <w:rtl/>
          <w:lang w:bidi="fa-IR"/>
        </w:rPr>
        <w:t xml:space="preserve">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قرآن چه موجود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در مراتب مختلفه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نزول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حکا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قرآن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عترت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هم حکا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نعمت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عالم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از غمخوار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ناصرها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قدردان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شکرگذار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و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که</w:t>
      </w:r>
      <w:r w:rsidR="0014728E">
        <w:rPr>
          <w:rtl/>
          <w:lang w:bidi="fa-IR"/>
        </w:rPr>
        <w:t xml:space="preserve">: </w:t>
      </w:r>
    </w:p>
    <w:p w:rsidR="006B7205" w:rsidRDefault="0055251E" w:rsidP="00862141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فعقروها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پس ناقه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و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که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نعمت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و مجار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هستند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مشاهده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هم اگر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 او همان معامله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با آبا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نش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چهارصد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 داشته باشد و ظهور نکند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7" w:name="_Toc425598888"/>
      <w:r>
        <w:rPr>
          <w:rtl/>
          <w:lang w:bidi="fa-IR"/>
        </w:rPr>
        <w:t>7 چه کنیم که معصیت نکنیم؟</w:t>
      </w:r>
      <w:bookmarkEnd w:id="7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انجام طاعت و ترک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به حسب ظاهر مشکل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سلمان شدن مشکل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کالمحال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لذا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همه به ترک طاعت و فعل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مبتلا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معصوم بودن مثل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نشدن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افراد بشر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شمر هم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 که مطلب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آسان کند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امور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سهل المؤونة و آسان است - ولو عمل بر خلاف قول باشد -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انسان ملاحظه کند و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اگر ملتزم به طاعت و تارک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حال او مثل صورت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ترک طاعت و فعل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حال مثل حالت اول است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فرض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اگر انسان نزد 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س جمهور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هر 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س مطلق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مقرب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بهتر است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نزد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 و محروم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خوب است به ذات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موت و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مرض و صحت و غنا و فقر به دست او است مراجعه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و رابطه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خود محتاج و ناتوان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چاره است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اطاعت اوامر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در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به فرمان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طان و نفس بودن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امر 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است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با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ممات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غنا و فقر و مرض و صحت و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خانه و دکتر و خزانه و ثروت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به دست او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مجالست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با </w:t>
      </w:r>
      <w:r>
        <w:rPr>
          <w:rtl/>
          <w:lang w:bidi="fa-IR"/>
        </w:rPr>
        <w:lastRenderedPageBreak/>
        <w:t>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ندارد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انسان کدام را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محبت وجدان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نه به حسب خوف نار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شوق بهشت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با کدام طرف است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حسب ظاهر بنده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بانش مثل کوه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محکم و استوار و منبع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بانش محتاج تر از او و دشمن دانا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است که از دوست نادان بدتر است و صلاحد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دش تمام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او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نزد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 تا او را از فقر و فشار و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روزگار نجات 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سته 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اقدام به مرگ و خودکش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صلاح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دش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است که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صلاح و نجات شما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است که قرص مرگ آور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خواب آور بخور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 راحت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در عزم به طاعت عازم به رفاقت و دوست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همنش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قادر و دانا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عزم بر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عازم به رفاقت و همنش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عاجز جاهل و لئ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معنا را درست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طور واضح و روشن باور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در اطاعت سود برده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و خسارت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به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افراد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و 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الموت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باذن الله</w:t>
      </w:r>
      <w:r w:rsidR="0014728E">
        <w:rPr>
          <w:rtl/>
          <w:lang w:bidi="fa-IR"/>
        </w:rPr>
        <w:t xml:space="preserve">)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مردگان را به اذن خدا زنده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و کرامات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را داشته اند و شدن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محال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اختصاص به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هم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هر که از آن ها متابعت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راه به مقامات و کمالات و کرامات آن ها دست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البته بدون تحد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نبوت و کذاب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مدع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پس اگر انسان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کند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واضح و آشکار شود که در طاعت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قادر و 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رفاقت کرده و در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با عاجزتر و محتاجتر از خود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طبعا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گاه به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تما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از قصر شاهنشاه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از کنار هرگونه ناز و نعمت و آباد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آسا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به کاروانسرا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خرابه و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 و با صاحب آن 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و همنش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خود آن صاحبخانه هم راض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او و با او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هر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محروم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تسه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طاعت و اجتناب از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متوجه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طاعت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تمام نعمت ها و 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و دارا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ها و عزت ها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عبارت است از محروم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ناخوش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ذلت و</w:t>
      </w:r>
      <w:r w:rsidR="0014728E">
        <w:rPr>
          <w:rtl/>
          <w:lang w:bidi="fa-IR"/>
        </w:rPr>
        <w:t xml:space="preserve">...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8" w:name="_Toc425598889"/>
      <w:r>
        <w:rPr>
          <w:rtl/>
          <w:lang w:bidi="fa-IR"/>
        </w:rPr>
        <w:t>8 نه، وفات نکرده است!</w:t>
      </w:r>
      <w:bookmarkEnd w:id="8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ابوطالب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اراک به مکه رفته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خبر وفاتش به مردم اراک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مسجدها و تک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ها را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 پوش کردند و عزادار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مجالس ختم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گرفته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نزد مرحوم آقا نور آمد - همان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استادش مرحوم نراق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فرموده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مجتهد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تنها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اول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است و من و تو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- و خبر وفات مرحوم ابوطالب را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دست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گذاشت و سر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انداخت و بعد از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تامل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وفات نکرده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خبر قطع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تمام شهر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 پوش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مردم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مجالس ختم و عزا برپا کرده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سر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انداخت و توجه و تامل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 و سر برداشت و دوباره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وفات نکرده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عرض شد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شما از کجا خبر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فرموده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اعاظم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فرشته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تمام جاها خبر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 و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من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اکنون خبر و صدا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ما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 علما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بلاها به سر ما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 مثل جناب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ثم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که هر چه بلا به سرش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مانش 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بدون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</w:t>
      </w:r>
      <w:r>
        <w:rPr>
          <w:rtl/>
          <w:lang w:bidi="fa-IR"/>
        </w:rPr>
        <w:lastRenderedPageBreak/>
        <w:t>دست از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بردارد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حاضر نشد که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زنده بماند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جهت هم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نکرد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بلاد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پر بود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علما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قدردان آن ها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ما لا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بدل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رفتند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زمان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اتشان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که از آن ها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مساله هم بپرسد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قدر کتوم و ناشناخته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9" w:name="_Toc425598890"/>
      <w:r>
        <w:rPr>
          <w:rtl/>
          <w:lang w:bidi="fa-IR"/>
        </w:rPr>
        <w:t>9 خواندن نامه توسط آخوند ملا فتح علی در جیب قاصد بدون نگاه کردن به آن</w:t>
      </w:r>
      <w:bookmarkEnd w:id="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اصفهان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نامه نوشته بودند و از اهال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بعض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اصفهان - ترد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بنده است - گلا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کرده بودند که از فتوا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تحر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تنباکو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استقبال نکرده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قاصد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نامه در 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بش بود به خدمت مرحوم آخوند ملا فتح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نامه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در 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قاصد بود بدون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نگاه کنند از اول تا به آخر خوانده بودند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صاحب کرامات و مقامات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لا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بدل کجا رفتند و رخت بربستند و بساط آن ها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مردم برچ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 و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خال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0" w:name="_Toc425598891"/>
      <w:r>
        <w:rPr>
          <w:rtl/>
          <w:lang w:bidi="fa-IR"/>
        </w:rPr>
        <w:t>10 ذکر خدا</w:t>
      </w:r>
      <w:bookmarkEnd w:id="10"/>
    </w:p>
    <w:p w:rsidR="006B7205" w:rsidRDefault="004D4B58" w:rsidP="004D4B58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معنا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جمله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فاذکرونی اذکرکم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؛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 w:rsidR="006B7205">
        <w:rPr>
          <w:rtl/>
          <w:lang w:bidi="fa-IR"/>
        </w:rPr>
        <w:t xml:space="preserve">پس مرا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اد کن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تا شما را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اد کنم</w:t>
      </w:r>
      <w:r w:rsidR="0014728E">
        <w:rPr>
          <w:rtl/>
          <w:lang w:bidi="fa-IR"/>
        </w:rPr>
        <w:t xml:space="preserve">.) </w:t>
      </w:r>
      <w:r w:rsidR="006B7205">
        <w:rPr>
          <w:rtl/>
          <w:lang w:bidi="fa-IR"/>
        </w:rPr>
        <w:t>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تفاس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ذکر شده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اذکرون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بالدعا اذکرکم بالاجابة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مرا با دعا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من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با اجابت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شما 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کنم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ات شارحه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انا مع عبد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اذا ذکرن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فمن ذکرن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نفسه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ذکرتة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نفس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من ذکرن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ذکرته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منه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هرگاه بنده ام مرا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 با 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کس مرا در دل خود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در نزد خود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هر کس مرا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گروه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را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گروه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بهتر از آن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خواهم نمود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ذکرن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ملا را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خدا منتفع کند و خود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به ذکر خدا منتفع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ذکرته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نافع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بذکر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له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او را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گروه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بهتر از آدم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آن ها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او 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بهره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1" w:name="_Toc425598892"/>
      <w:r>
        <w:rPr>
          <w:rtl/>
          <w:lang w:bidi="fa-IR"/>
        </w:rPr>
        <w:t>11 همان آقا که در گوش تو بسم الله خوانده...</w:t>
      </w:r>
      <w:bookmarkEnd w:id="11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اثنا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شاگردانش که همواره در درسش حاضر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و مطالب را درک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روز درس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فهمد و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اشکال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از درس از کنار او گذشت و به او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همان آقا که در گوش تو بسم الله خوانده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تا آخر حمد تلاوت نموده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2" w:name="_Toc425598893"/>
      <w:r>
        <w:rPr>
          <w:rtl/>
          <w:lang w:bidi="fa-IR"/>
        </w:rPr>
        <w:t>12 حفظ کل قرآن به عنایت امیر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bookmarkEnd w:id="12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چند کلمه در گوشم فرمود و من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دانستم که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حافظ کل قرآن هستم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3" w:name="_Toc425598894"/>
      <w:r>
        <w:rPr>
          <w:rtl/>
          <w:lang w:bidi="fa-IR"/>
        </w:rPr>
        <w:lastRenderedPageBreak/>
        <w:t>13 بابا! میان انگشتان آقا را می بینم</w:t>
      </w:r>
      <w:bookmarkEnd w:id="1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تراجم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سلف مراجعه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افراد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آن ها بوده اند که صاحب کرامات و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بوده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در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صاحب کرامت بوده اند و هم در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عبود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جمع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او دو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کرامت است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پسر ناب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را نزد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جعفر شوشتر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برده بود که به جهت استشفا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حمد بخواند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فرموده بود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جوان ها هنوز حال و نفس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رها را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نزد پدرم برو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نزد پدر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رفته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هم دست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چشم بچه گذاشته و مشغول خواندن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حمد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خوانده بود بچه گفته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بابا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انگشتان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حمد تمام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همه جا و 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را کاملا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4" w:name="_Toc425598895"/>
      <w:r>
        <w:rPr>
          <w:rtl/>
          <w:lang w:bidi="fa-IR"/>
        </w:rPr>
        <w:t>14 نمی دانم!</w:t>
      </w:r>
      <w:bookmarkEnd w:id="14"/>
      <w:r>
        <w:rPr>
          <w:rtl/>
          <w:lang w:bidi="fa-IR"/>
        </w:rPr>
        <w:t xml:space="preserve"> </w:t>
      </w:r>
    </w:p>
    <w:p w:rsidR="006B7205" w:rsidRDefault="006B7205" w:rsidP="004D4B58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از شاگردان مرحوم آخوند اردکان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که بعد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خود را اعلم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کربلا به درس آخوند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رفتم و کربلا در آن زمان مرکز علم اصول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نجف اشرف مرکز فقه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هم شهر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اردکان به کربلا آمدند و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به خدمت آخوند برس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به هر حال وقت گرفت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قرار شد وقت خاص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خدمت آخوند برس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همراه با جماعت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زوار به خدمت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ما جلو حرکت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آن ها دنبال سر 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وارد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من که شاگرد آخوند بودم به عنوان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اظهار مراحل فضل و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فقاهت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مساله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خود را در آن کاملا آماده کرده بودم مطرح نمودم و خوب آن را تقر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تقر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کردم و به آخر رساندم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البته به </w:t>
      </w:r>
      <w:r>
        <w:rPr>
          <w:rtl/>
          <w:lang w:bidi="fa-IR"/>
        </w:rPr>
        <w:lastRenderedPageBreak/>
        <w:t xml:space="preserve">صورت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کاملا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استدلال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منتظر جواب بودم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آخوند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به من اشاره کرد که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نزد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رفتم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آهسته در گوشم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سخن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من اثر کرد و رنگ و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سرخ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ساکت محض شدم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آخوند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به من بفهماند که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را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فردا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روز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زوار به مسافرخانه رفتم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پنجره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کوچه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به هم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قدر صحبت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آخوند همه را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کلمه جواب داد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بالاخره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استاد و شاگرد امت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ازات عجا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داشتند و حرف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ظاهر 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به جا و به موقع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کلماتشان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5" w:name="_Toc425598896"/>
      <w:r>
        <w:rPr>
          <w:rtl/>
          <w:lang w:bidi="fa-IR"/>
        </w:rPr>
        <w:t>15 من غیبت را اختیار می کردم!</w:t>
      </w:r>
      <w:bookmarkEnd w:id="15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خداوند اجازه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که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محرمات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انسان مرتکب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را در آن مخ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نظر شما آن کار حرام کدام است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هر کس حرام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را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آتش و سوز دلم خاموش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از غصه ها راحت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اسم طرف را در بدگو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و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ببرم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لذا اگر خدا اجازه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گناهان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را انتخاب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6" w:name="_Toc425598897"/>
      <w:r>
        <w:rPr>
          <w:rtl/>
          <w:lang w:bidi="fa-IR"/>
        </w:rPr>
        <w:t>16 دیدیم نه بابا ممکن است!</w:t>
      </w:r>
      <w:bookmarkEnd w:id="16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حاج آقا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بود که در مجلسش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نشود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معاصر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به او اعتراض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که تو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حرف بزن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فورا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نکن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عبدالهاد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حاج آقا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ترک و جلوگ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دارا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در ابتدا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محال است که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داشته باشد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او اختلاط و معاشرت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نه بابا ممکن است 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هم محال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7" w:name="_Toc425598898"/>
      <w:r>
        <w:rPr>
          <w:rtl/>
          <w:lang w:bidi="fa-IR"/>
        </w:rPr>
        <w:t>17 کراماتی از مرحوم سید بحرالعلوم</w:t>
      </w:r>
      <w:bookmarkEnd w:id="1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بحرالعلوم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مکه اقامت داشته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 آن جا اشراف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بوده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تشر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و مخارج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و رفت و آمد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توسط صاحب مفتاح الکرامة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، </w:t>
      </w:r>
      <w:r>
        <w:rPr>
          <w:rtl/>
          <w:lang w:bidi="fa-IR"/>
        </w:rPr>
        <w:t>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غذا و چند اشرف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فرستد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عمرم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غذا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نخورده بودم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خادم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به او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خرج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تمام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نامه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صورت برات و حواله به او داد و محل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در پشت صفا آدرس داد که در بازارچه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جا دکان تاجر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برو از او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خادم رفت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حواله را به او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تاجر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با احترام مقدار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پول به خادم تقد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مانند گذشته مشغول هز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کردن آن 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بعد از مدت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خادم به همان جا رفت تا تاجر و دکان او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چه گشت اثر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محله و بازارچه و دکان ها در پشت صفا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از آن تاجر گرفته بود هم چنان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و آن را خرج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8" w:name="_Toc425598899"/>
      <w:r>
        <w:rPr>
          <w:rtl/>
          <w:lang w:bidi="fa-IR"/>
        </w:rPr>
        <w:t>18 از استجابت دعای خود خبر می دهند</w:t>
      </w:r>
      <w:bookmarkEnd w:id="1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دزفول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اظهار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 که بعد از فوت</w:t>
      </w:r>
      <w:r w:rsidR="0014728E">
        <w:rPr>
          <w:rtl/>
          <w:lang w:bidi="fa-IR"/>
        </w:rPr>
        <w:t xml:space="preserve">،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نماز بخواند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خدا </w:t>
      </w:r>
      <w:r>
        <w:rPr>
          <w:rtl/>
          <w:lang w:bidi="fa-IR"/>
        </w:rPr>
        <w:lastRenderedPageBreak/>
        <w:t>خواسته ام که شما بر من نماز بخوان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مستجاب شده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همان گونه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فرموده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اتفاق افتاد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ابن طاووس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خبر استجابت دعا بعد از گذشت سه روز از وقت دعا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9" w:name="_Toc425598900"/>
      <w:r>
        <w:rPr>
          <w:rtl/>
          <w:lang w:bidi="fa-IR"/>
        </w:rPr>
        <w:t>19 دعا به نحو تعدد مطلوب</w:t>
      </w:r>
      <w:bookmarkEnd w:id="1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دعاها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وارده در امکنه و ازمنه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خاص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اختصاص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نتوان در وقت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خواند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بلکه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دستورها به نحو تعدد مطلوب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دعا را در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آن زمان و مکان خواند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0" w:name="_Toc425598901"/>
      <w:r>
        <w:rPr>
          <w:rtl/>
          <w:lang w:bidi="fa-IR"/>
        </w:rPr>
        <w:t>20 دعا کردن به زبان همه ی اهل ایمان</w:t>
      </w:r>
      <w:bookmarkEnd w:id="2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خوب است انسان دعاها را به زبان همه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اموات آنان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بخواند و مضام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آن ها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همه بخواهد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1" w:name="_Toc425598902"/>
      <w:r>
        <w:rPr>
          <w:rtl/>
          <w:lang w:bidi="fa-IR"/>
        </w:rPr>
        <w:t>21 عدم منافات حزن، دعا و گریه با تسلیم</w:t>
      </w:r>
      <w:bookmarkEnd w:id="2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انما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رحم [ الله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من عباده الرحما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بندگان مهربان خود رحم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حزن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دعا و توسل با تسل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رضا به قضا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منافات ندارد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نقل شده است که 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سوگ فرزندش 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جعفر و حمزه - سلام الله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 -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دستور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حمزه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آمده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2" w:name="_Toc425598903"/>
      <w:r>
        <w:rPr>
          <w:rtl/>
          <w:lang w:bidi="fa-IR"/>
        </w:rPr>
        <w:lastRenderedPageBreak/>
        <w:t>22 اگر کسی اهلیت داشته باشد، در و دیوار معلم او خواهند بود...</w:t>
      </w:r>
      <w:bookmarkEnd w:id="22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معرفة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اعظم العبادات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تکال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مقدمه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معرفت خدا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معرفت خدا واجب و مطلوب نفس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داشته باشد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طالب معرفت باشد و در طلب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خلوص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وار به اذن الله معلمش خواهند بود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گرنه سخن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در او اثر نخواهد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در ابوجهل اثر نکرد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3" w:name="_Toc425598904"/>
      <w:r>
        <w:rPr>
          <w:rtl/>
          <w:lang w:bidi="fa-IR"/>
        </w:rPr>
        <w:t>23 گویا به کلی از عین الله الناظرة غافل هستیم!</w:t>
      </w:r>
      <w:bookmarkEnd w:id="23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عصمت و طهارت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بندگان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 که علم و صوابشان مطرد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داشتن مقام عصمت نه خطا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نه خط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ئه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الله الناظرة السامعة و لسانه الناطق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الباسطة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چشم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گوش شنوا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زبان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دست گشاده خداوند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است و از اقوال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افعال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افکار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ما اطلاع دارد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مع ذلک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ما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به خصوص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را حاضر و ناظر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مانند عامه اصلا زنده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حضرت غافل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4" w:name="_Toc425598905"/>
      <w:r>
        <w:rPr>
          <w:rtl/>
          <w:lang w:bidi="fa-IR"/>
        </w:rPr>
        <w:t xml:space="preserve">24 راه نیل به شرح صدر در زمان غیبت امام </w:t>
      </w:r>
      <w:r w:rsidR="0055251E" w:rsidRPr="0055251E">
        <w:rPr>
          <w:rStyle w:val="libAlaemChar"/>
          <w:rtl/>
        </w:rPr>
        <w:t>عليه‌السلام</w:t>
      </w:r>
      <w:bookmarkEnd w:id="2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کند 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صدر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به واسطه 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سمان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تح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 برطرف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فرج ولو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ساعت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مرحله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بعد از آن روشنا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روشنا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هم فرج ما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فکر کرده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مطلب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مطلب را با ما اتمام حجت کرده اند </w:t>
      </w:r>
      <w:r>
        <w:rPr>
          <w:rtl/>
          <w:lang w:bidi="fa-IR"/>
        </w:rPr>
        <w:lastRenderedPageBreak/>
        <w:t>و لذا فرموده اند</w:t>
      </w:r>
      <w:r w:rsidR="0014728E">
        <w:rPr>
          <w:rtl/>
          <w:lang w:bidi="fa-IR"/>
        </w:rPr>
        <w:t>: (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دعا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البته نه لقلقه زبان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فرموده اند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تمسکوا بالامر الاول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در وقا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ع و رو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دادها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تازه آن گونه که در گذشته عمل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کرد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عمل 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 xml:space="preserve">ائمه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ما </w:t>
      </w:r>
      <w:r w:rsidR="00937235" w:rsidRPr="00937235">
        <w:rPr>
          <w:rStyle w:val="libAlaemChar"/>
          <w:rtl/>
        </w:rPr>
        <w:t>عليهم‌السلام</w:t>
      </w:r>
      <w:r w:rsidR="006B7205">
        <w:rPr>
          <w:rtl/>
          <w:lang w:bidi="fa-IR"/>
        </w:rPr>
        <w:t xml:space="preserve"> به ما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اد داده اند که به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ق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ات عمل 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و هر جا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ق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نداشت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توقف و احت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اط نما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5" w:name="_Toc425598906"/>
      <w:r>
        <w:rPr>
          <w:rtl/>
          <w:lang w:bidi="fa-IR"/>
        </w:rPr>
        <w:t>25 وجدتک اهلا للعبادة قصه ی شمع و پروانه است</w:t>
      </w:r>
      <w:bookmarkEnd w:id="2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اطهار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هم ترس از جهنم داشتند و هم طمع به بهشت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عبادت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خوف و طمع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 جمله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وجدتک اهلا للعبادة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فعبدتک</w:t>
      </w:r>
      <w:r w:rsidR="0014728E">
        <w:rPr>
          <w:rtl/>
          <w:lang w:bidi="fa-IR"/>
        </w:rPr>
        <w:t xml:space="preserve">.؛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تو را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پرستش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افتم و پرست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به دست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 که چرا عبادت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بلکه قصه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شمع و پروانه است</w:t>
      </w:r>
      <w:r w:rsidR="0014728E">
        <w:rPr>
          <w:rtl/>
          <w:lang w:bidi="fa-IR"/>
        </w:rPr>
        <w:t xml:space="preserve">؛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اهلا لان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طلب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عبد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تو را اهل عبادت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افتم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مطلوب و مراد و معبود باش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6" w:name="_Toc425598907"/>
      <w:r>
        <w:rPr>
          <w:rtl/>
          <w:lang w:bidi="fa-IR"/>
        </w:rPr>
        <w:t>26 مردوخ و جریان بیرون آوردن تیر از پای امیر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درحال نماز</w:t>
      </w:r>
      <w:bookmarkEnd w:id="2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فرماندار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کرمان در رژ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شب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مجلس جشن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برپا نمود در آن مجلس مردوخ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شرکت داشت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مداح در ضمن خواندن اشعار و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حه سرا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آوردن 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مبارک آن حضرت در حال نماز و عدم التفات و توجه آن بزرگوار به آن اشاره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جناب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مردوخ که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منبر نشسته بود رو کرد به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شهردار و با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بلند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فرماندار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افسانه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فرماندار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اعتراض او در آن مجلس و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آن 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مثل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کوه بر سر من فرود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خود 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شب 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است خوب است مستبشر و شادمان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من پاسخ او را ندهم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اگر جواب ندهم شکست اسلام و مذهب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او عالم است و من از اهل علم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جواب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او بدهم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بحث و مجادله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لحظه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به من الهام شد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مرتبه به ذهنم خطور کرد که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 شما قرآن خوانده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 که خداوند متعال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فلما راینه و اکبرنه، و قطعن ایدیهن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چون زنان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وسف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را بزرگ انگاشته و دست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. </w:t>
      </w:r>
    </w:p>
    <w:p w:rsidR="006B7205" w:rsidRDefault="006B7205" w:rsidP="00620C6F">
      <w:pPr>
        <w:pStyle w:val="libNormal"/>
        <w:rPr>
          <w:rtl/>
          <w:lang w:bidi="fa-IR"/>
        </w:rPr>
      </w:pPr>
      <w:r>
        <w:rPr>
          <w:rtl/>
          <w:lang w:bidi="fa-IR"/>
        </w:rPr>
        <w:t>زنان مصر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مجلس زل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خا جمال مخلوق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کجا و تجل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نماز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آمد کجا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آن ها با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دن جمال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وسف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محو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جمال او شدند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دست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جا داشت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در حال نماز در برابر تجل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انوار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مشاهده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جلال و جمال حضرت حق غرق شده و متوجه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آمدن 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مبارکشان نگردد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کانه القم حجرا</w:t>
      </w:r>
      <w:r w:rsidR="0014728E">
        <w:rPr>
          <w:rtl/>
          <w:lang w:bidi="fa-IR"/>
        </w:rPr>
        <w:t>. ؛ (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سنگ به دهان او انداختند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لذا سرش را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انداخت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نگفت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آوردن 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به ارشاد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حضرت امام حسن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7" w:name="_Toc425598908"/>
      <w:r>
        <w:rPr>
          <w:rtl/>
          <w:lang w:bidi="fa-IR"/>
        </w:rPr>
        <w:t>27 انسان و ظرفیت تعلیم اسما با مسمیات</w:t>
      </w:r>
      <w:bookmarkEnd w:id="2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دند معجون آدم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آب و گل ساخته شده و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و غضب و شهوت و جنگ و خونر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فساد از او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ها </w:t>
      </w:r>
      <w:r>
        <w:rPr>
          <w:rtl/>
          <w:lang w:bidi="fa-IR"/>
        </w:rPr>
        <w:lastRenderedPageBreak/>
        <w:t>مثل ما سبک و آسمان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توانند پرواز کنند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خداوند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آزما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به آن ها فهماند که بشر خاک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بالاتر از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فرمود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علم ءادم الاسما کلها ثم عرضهم علی الملئکة فقال انبؤ نی باسما هولا ان کنتم صادقین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تمام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اسما [و کمالات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خود را به آدم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آموخت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سپس آن ها را بر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عرضه نمود 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راست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د [که برتر از آدم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د]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اسما [ و کمالات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 را به من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بشر ظرف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 تعل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اسما همراه با مسم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ات را دارد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نه اسم تنها بدون مسم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را</w:t>
      </w:r>
      <w:r w:rsidR="0014728E">
        <w:rPr>
          <w:rtl/>
          <w:lang w:bidi="fa-IR"/>
        </w:rPr>
        <w:t xml:space="preserve">؛ </w:t>
      </w:r>
      <w:r w:rsidR="006B7205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افسوس که ما به همان سنگ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به همان حالت خاک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باق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مانده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چنان که خداوند در جا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گر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فرما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لکنه اخلد الی الارض و اتبع هوئه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کن به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 و از هوا و هوس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8" w:name="_Toc425598909"/>
      <w:r>
        <w:rPr>
          <w:rtl/>
          <w:lang w:bidi="fa-IR"/>
        </w:rPr>
        <w:t>28 تبعیت پیغمبر لاحق افضل از احکام پیامبر سابق</w:t>
      </w:r>
      <w:bookmarkEnd w:id="2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احکام 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در مقام انشا و جعل در لوح محفوظ به نحو قضا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مق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تحقق موضوع خارج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با تحقق موضوع در خارج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مقام فعل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توسط ملک 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وح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مردم ابلاغ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احکام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توسط حوار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حضرت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لوح محفوظ حکا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راو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احکام انشائ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هستند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تبع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سابق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تبع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خدا و احکام 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ثابته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</w:t>
      </w:r>
      <w:r>
        <w:rPr>
          <w:rtl/>
          <w:lang w:bidi="fa-IR"/>
        </w:rPr>
        <w:lastRenderedPageBreak/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مفضول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حضرت 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از لحاظ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حضرت موس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20C6F" w:rsidRPr="00620C6F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متقدم بود</w:t>
      </w:r>
      <w:r w:rsidR="0014728E">
        <w:rPr>
          <w:rtl/>
          <w:lang w:bidi="fa-IR"/>
        </w:rPr>
        <w:t xml:space="preserve">،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دو افضل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که لاحق بر همه و از همه افضل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اتفاق و اجماع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تابع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در افضل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لاحق بر سابق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افضل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در تمام جزئ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احکام شرط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بلکه مجموع من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المجموع لازم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احکام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به زمان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مکان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قوم و طا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خاص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تابع موضوع است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روم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 و 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هر عصر و زمان و هر مصر و مکان ثابت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9" w:name="_Toc425598910"/>
      <w:r>
        <w:rPr>
          <w:rtl/>
          <w:lang w:bidi="fa-IR"/>
        </w:rPr>
        <w:t>29 رؤ یت اغیار مانع از ذکر خدا است</w:t>
      </w:r>
      <w:bookmarkEnd w:id="2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به گمانم در کتاب غررالحکم - آمده است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آن 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انسان غافل از ذکر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عمر و و بکر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پس منظور از اغ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که مانع از ذکر خداست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آدم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 هستند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 که ذکر آن ها ذکر الله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شرط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دارد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الذکر تنو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به نوران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ذاکر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ممکن است مقصود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ذکرکم الله رؤ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دارش شما را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 xml:space="preserve">رؤ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الناس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لله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دن غافل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خدا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که مقابل ذکر خدا است باشد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فقهرا رؤ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ته و ذکره لله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ذکر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فالذاکر لله مذکر رؤ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لا الناس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له تعال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پس قهرا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دن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از او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موجب افزا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ذکر خدا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رؤ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ذاکر خدا است مذکر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 خلاف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خداوند متعال غافل است</w:t>
      </w:r>
      <w:r w:rsidR="0014728E">
        <w:rPr>
          <w:rtl/>
          <w:lang w:bidi="fa-IR"/>
        </w:rPr>
        <w:t xml:space="preserve">.)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0" w:name="_Toc425598911"/>
      <w:r>
        <w:rPr>
          <w:rtl/>
          <w:lang w:bidi="fa-IR"/>
        </w:rPr>
        <w:lastRenderedPageBreak/>
        <w:t>30 معلوم نیست کار ما بهتر از کار او باشد!</w:t>
      </w:r>
      <w:bookmarkEnd w:id="30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شب ها درس خارج اصول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منبر رفته بود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البته تا حد مزاحمت با درس - طول داد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شاگردان به صدا در آمدند که چرا طول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استاد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کار ما بهتر از کار او باشد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خوب است که انسان اسم خود را در هر کار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 و خود را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گرداند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فردا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امت 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کدام قبول و کدام 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لذا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سته است انسان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اکتفا نکند که عالم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مبلغ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فلان کاره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همه رد شود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اعمال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شروط و موانع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دارد که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هنگام عمل رعا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نشوند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انسان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کار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و نحوه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انجام آن فکر کند و فکرش موجب ابتکار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به هدف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1" w:name="_Toc425598912"/>
      <w:r>
        <w:rPr>
          <w:rtl/>
          <w:lang w:bidi="fa-IR"/>
        </w:rPr>
        <w:t>31 چه قدر به مرگ نزدیکیم، ولی در فکر آن نیستیم!</w:t>
      </w:r>
      <w:bookmarkEnd w:id="31"/>
      <w:r>
        <w:rPr>
          <w:rtl/>
          <w:lang w:bidi="fa-IR"/>
        </w:rPr>
        <w:t xml:space="preserve">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چه قدر به مرگ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است و 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چه قدر آن را دور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پندارد و از آن غافل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خواب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عزرا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ل به من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شما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استراحت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بلکه تنها وقت مرگ معلوم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مظمون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هر شب در عوالم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برزخ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ارش دست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قرآن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قضی علیها الموت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مرگ را به صورت حتم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آن نوشته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فیمسک التی قضی علیها الموت و یرسل الاخوی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 گاه نفس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خداوند مرگ او را حتم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نموده نگاه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رها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در سجده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نخست بعد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شدن از خواب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انجام نماز شب مستحب وارد شده است که گفته شود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الحمد لله الذ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بعد ما اماتن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سپاس خدا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که مرا بعد از مرگ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زنده گردان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از مرگ غافل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اشخاص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بودند که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مه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و منتظر و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مرگ بودند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2" w:name="_Toc425598913"/>
      <w:r>
        <w:rPr>
          <w:rtl/>
          <w:lang w:bidi="fa-IR"/>
        </w:rPr>
        <w:t>32 حالات حاج آقا حسین فاطمی - رحمة الله - درحال وفات</w:t>
      </w:r>
      <w:bookmarkEnd w:id="3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حاج آقا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فاطم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رابطه با حال وفاتش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از خدا دو حاجت دارم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اول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با حال مناسب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بروم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دوم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مناسب با من تا آخر محفوظ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وقت وفاتش مکرر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نمازم را که خوانده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شامم را هم خورده ام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که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 کان آخر کلامه لا اله الا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دخل الجنة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کس آخر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سخنش کلمه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لا اله الا الله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وارد بهشت خواهد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سپس چند بار تهل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باز دوباره مطلب را تکرار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سپس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خوب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منتظر چه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چه هستند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خوشا به سعادت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با حال خوب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برود و در آخرت خوب مورد استقبال قرار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3" w:name="_Toc425598914"/>
      <w:r>
        <w:rPr>
          <w:rtl/>
          <w:lang w:bidi="fa-IR"/>
        </w:rPr>
        <w:lastRenderedPageBreak/>
        <w:t>33 احتیاط مرحوم آقا سید عباس شاهرودی در مصرف وجوهات شرعیه</w:t>
      </w:r>
      <w:bookmarkEnd w:id="33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پدرش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که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نزد 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عباس شاهرود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آمد تا ده هزار تومان وجوهات به او بپردازد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قبول نکرد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نزد پدر من آمد که واسطه شود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قبول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عباس به پدرم فرموده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حال که اصرار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وجه را قبول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نزد شما باشد و به هر کس که حواله داده شد بپرداز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پدرم قبول کرد و پول ها نزد پدرم بود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اشخاص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پدرم حواله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 آن که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دکان پدرم آمد و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پول ها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مانده است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پدرم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تمام شده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4" w:name="_Toc425598915"/>
      <w:r>
        <w:rPr>
          <w:rtl/>
          <w:lang w:bidi="fa-IR"/>
        </w:rPr>
        <w:t>34 تا قرآن در دست مسلمانان است...</w:t>
      </w:r>
      <w:bookmarkEnd w:id="34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در مجلس شورا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نفر از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ندگان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نطق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قرآن را به دست گرفته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کتاب در دست مسلمانان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بر آن ها حکومت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مطلب آن که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صد سال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در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مان نامه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سردمداران فرقه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مصحف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نقص شود و به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عرب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ترجمه گردد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قرار است حکومت دولت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دست خود مسلمانان باشد و کفار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 نشانده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بر ما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طره داشته باشند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 روشن است که ترجمه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قرآن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مقصودشان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قرآن در دست مسلمانان نباشد تا بر آن ها حکومت کنند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تورات و انج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فعل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که به زبان فارس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ترجمه و چاپ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قرار است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برائت از مشرک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سب و لعن کفار از قرآن اسقاط گردد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فقط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مربوط به خداپرست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بماند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مثل تورات و انج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فعل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و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منتخب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چاپ شود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کل قرآن در دست ها نباشد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القرآن الا درسه [ رسمه</w:t>
      </w:r>
      <w:r w:rsidR="00A13218">
        <w:rPr>
          <w:rtl/>
          <w:lang w:bidi="fa-IR"/>
        </w:rPr>
        <w:t>]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درس قرآن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درس بعض 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تمام قرآن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مطلب را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عنوان کرد تا مسلمانان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شوند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مسلمانان را تنبه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استعمارگران و کفار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دارند از هر 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به هر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شده قرآن را از دست آن ها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حکومت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چاپ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توانند قرآن را چاپ کنند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معلوم است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خودشان به دست مسلمانان داده اند خودشان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توانند پس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تغ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ر دهند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ابتدا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ئت اجتماع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 و به صورت اجزا و جزوات به دست مسلمانان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 و کم کم آن اجزا را هم از دستشان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ابتدا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منتخبه و مجموعه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مواعظ و حکم و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و قصص قرآن و در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جه قرآن ناقص را به دست مردم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دهندت بعد همان را هم به آسان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دست آن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هم با همه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توطئه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دشمنان در 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تا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دشمن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ما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5" w:name="_Toc425598916"/>
      <w:r>
        <w:rPr>
          <w:rtl/>
          <w:lang w:bidi="fa-IR"/>
        </w:rPr>
        <w:t>35 اختلاط با کفار، آغاز تسلط کفار بر مسلمانان</w:t>
      </w:r>
      <w:bookmarkEnd w:id="3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اختلاط ما با کفار آخرش به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ابتدا از مسلمانان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به آن ها احترام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گذارند و آن ها را به بلاد خود دعوت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و در تجارت و معاملات بازرگان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داخل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رؤ سا و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استمداران مسلمانان مست پول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پول شدند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حاضر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 امضا </w:t>
      </w:r>
      <w:r>
        <w:rPr>
          <w:rtl/>
          <w:lang w:bidi="fa-IR"/>
        </w:rPr>
        <w:lastRenderedPageBreak/>
        <w:t>و امت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ازات دهند تا آن ها بر بلاد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حکومت 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 جنس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هم شکل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اختلاط با کفار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تسلط و حکومت آن ها را بر مسلمانان آسانتر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سازد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اگر مثلا کفار بر نفت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حکومت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نتوانند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و مردم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حکومت کنند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 مالک الرقاب ممالک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مسلمانان نشوند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فرانسه در سور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لبنان و الجزا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در عراق و حجاز حکومت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فعلا در دست آمر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کا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که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 کفار اختلاط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حفظ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خواستند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ما تام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کار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که کفار نفت و ثروت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ذخا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معادن ما را به غارت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به عنوان تصدق و 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عنوان وام با بهره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کلان با تلطف و مهر و عطوفت به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اکنون ما مسلمانان 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عب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آن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دست و چکمه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خوار و ذل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هنوز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شکست خورده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عملکرد خود ما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مثلا از پر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کلاغ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6" w:name="_Toc425598917"/>
      <w:r>
        <w:rPr>
          <w:rtl/>
          <w:lang w:bidi="fa-IR"/>
        </w:rPr>
        <w:t>36 اعتدال و میانه روی</w:t>
      </w:r>
      <w:bookmarkEnd w:id="3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از حد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انه و وسط به طرف افراط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تما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عکس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مطلوب را خواهد داشت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کل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ء جاوز حده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انقلب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ضده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از حدش بگذرد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ضد آن تبد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غضب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شهوت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خواب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خوراک و هر کار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نافع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دو طرف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اده و نق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صه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مضر و مهلک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مگر امر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لا حد له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7" w:name="_Toc425598918"/>
      <w:r>
        <w:rPr>
          <w:rtl/>
          <w:lang w:bidi="fa-IR"/>
        </w:rPr>
        <w:lastRenderedPageBreak/>
        <w:t xml:space="preserve">37 طواف عاشقانه بر گرد قرآن و اهل بیت </w:t>
      </w:r>
      <w:r w:rsidR="00937235" w:rsidRPr="00937235">
        <w:rPr>
          <w:rStyle w:val="libAlaemChar"/>
          <w:rtl/>
        </w:rPr>
        <w:t>عليهم‌السلام</w:t>
      </w:r>
      <w:bookmarkEnd w:id="3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کند در ما عشق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شود به مجموع قرآن و عترت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اولا بتوان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و عترت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معجون مرکب از از آن دو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ثان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مقام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توجه به آن دو و بر محور آن دو طواف عاشقانه بنما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آن ها از هر معشوق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عشق ورز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راجع به حضرت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وسف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جماله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نفسه اعل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جماله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جماله النفسان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اعظم من جماله الجسمان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کل 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جماله الروحان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اعظم من جمال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وسف الجسمان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جمال درون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باطن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جسمان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 برتر و بزرگتر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روشن است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اختصاص به حضرت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وسف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جمال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تمام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امبران و اوص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جانش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 آن ها از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جسمان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وسف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برتر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قطعن ایدیهن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زنان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وسف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،) </w:t>
      </w:r>
      <w:r>
        <w:rPr>
          <w:rtl/>
          <w:lang w:bidi="fa-IR"/>
        </w:rPr>
        <w:t xml:space="preserve">دروغ است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راست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هو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باطنه احسن منه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ظاهره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باطن او از ظاهرش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باتر بود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دروغ است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تازه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و ما اوتیتم من العلم الا قلیلا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از علم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جز اندک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شما داده نشده 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جمال واقع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وسف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اخفا شده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اعط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وسف شطر الحسن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النصف الآخر لباق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الناس</w:t>
      </w:r>
      <w:r w:rsidR="0014728E">
        <w:rPr>
          <w:rtl/>
          <w:lang w:bidi="fa-IR"/>
        </w:rPr>
        <w:t xml:space="preserve">...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حضرت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وسف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بخش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[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از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عطا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نصف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14728E">
        <w:rPr>
          <w:rtl/>
          <w:lang w:bidi="fa-IR"/>
        </w:rPr>
        <w:t xml:space="preserve">...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لو کشف الغطا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ازددت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پرده کنار 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من افزوده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لم ازدد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ق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نا کما لو کشف الغطا لکم و 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قنتم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 w:rsidR="006B7205">
        <w:rPr>
          <w:rtl/>
          <w:lang w:bidi="fa-IR"/>
        </w:rPr>
        <w:t>چنان که وقت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پرده از جلو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دگان شما کنار 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ق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پ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بر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ق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من افزوده 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.)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8" w:name="_Toc425598919"/>
      <w:r>
        <w:rPr>
          <w:rtl/>
          <w:lang w:bidi="fa-IR"/>
        </w:rPr>
        <w:t xml:space="preserve">38 قابلیت انسان برای نیل به مقامات انبیا و اوصیا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غیر از مقامات اختصاصی انبیا خاص </w:t>
      </w:r>
      <w:r w:rsidR="00937235" w:rsidRPr="00937235">
        <w:rPr>
          <w:rStyle w:val="libAlaemChar"/>
          <w:rtl/>
        </w:rPr>
        <w:t>عليهم‌السلام</w:t>
      </w:r>
      <w:bookmarkEnd w:id="3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چه قابل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 و در چه فعل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انسان 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که در تسافل تا کجا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تنزل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 کجا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گردد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انسان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مقامات مطلق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مقامات مختصه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خاص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گردد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شق القمر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تازه بشر بعد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اختراعات و اکتشافات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به کره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ماه برود و آن را استلام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 هم با آلات و ادوات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تازه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استلام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شق کردن آن عاجز است چگونه رسول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آن را با انگشت شق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کاغذ است که به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را بشکافد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9" w:name="_Toc425598920"/>
      <w:r>
        <w:rPr>
          <w:rtl/>
          <w:lang w:bidi="fa-IR"/>
        </w:rPr>
        <w:t>39 خرق عادات به توسط قرآن</w:t>
      </w:r>
      <w:bookmarkEnd w:id="3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لو ان قرءانا سیرت به الجبال او قطعت به الارض او کلم به الموتی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اگر قرآن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کوه ها با آن به گردش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موده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الارض</w:t>
      </w:r>
      <w:r w:rsidR="0014728E">
        <w:rPr>
          <w:rtl/>
          <w:lang w:bidi="fa-IR"/>
        </w:rPr>
        <w:t xml:space="preserve">) 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مردگان به سخن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جواب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لو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لکان هذا القرآن</w:t>
      </w:r>
      <w:r w:rsidR="0014728E">
        <w:rPr>
          <w:rtl/>
          <w:lang w:bidi="fa-IR"/>
        </w:rPr>
        <w:t>. (</w:t>
      </w:r>
      <w:r>
        <w:rPr>
          <w:rtl/>
          <w:lang w:bidi="fa-IR"/>
        </w:rPr>
        <w:t>قطعا خود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قرآن بود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 xml:space="preserve">و جمله 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بل لله الامر جمیعا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 xml:space="preserve">سر رشته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کارها به دست </w:t>
      </w:r>
      <w:r>
        <w:rPr>
          <w:rtl/>
          <w:lang w:bidi="fa-IR"/>
        </w:rPr>
        <w:lastRenderedPageBreak/>
        <w:t>خداست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اشاره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اعجاز قرآن اختصاص به خوارق عادات مذکور ندارد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بلکه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تبینا لکل شی ء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انگر هر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اما به چه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خرق عادات به قرآن منسوب است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به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خود قرآن که از 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خرق عادت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کل انا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نضح بما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کوزه همان تراود که در او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قرآن را به صورت واقع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گاه 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دست از ترنج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به قرآن و عترت ملتزم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عامه به قرآن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به عترت ملتزم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0" w:name="_Toc425598921"/>
      <w:r>
        <w:rPr>
          <w:rtl/>
          <w:lang w:bidi="fa-IR"/>
        </w:rPr>
        <w:t>40 مقصود از تعلیم اسما، خداشناسی است</w:t>
      </w:r>
      <w:bookmarkEnd w:id="4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منظور از اسما در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و علم ءادم الاسما کلها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و تمام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اسما را به حضرت آدم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آموخت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علم به حقا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است که موجب امت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انسان از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بلکه فرشتگان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مقصود از اسما حقا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اسما است نه تنها اسم بدون مسم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به جهت وحدت اسم و مسم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اسم بر مسم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اطلاق شده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باسما هؤ لا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به اسام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در 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بهؤ لا المسم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مسم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14728E">
        <w:rPr>
          <w:rtl/>
          <w:lang w:bidi="fa-IR"/>
        </w:rPr>
        <w:t xml:space="preserve">) 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علم به اثر تفص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علم به مؤ ثر است اجمالا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قت مطلب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خداشناس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1" w:name="_Toc425598922"/>
      <w:r>
        <w:rPr>
          <w:rtl/>
          <w:lang w:bidi="fa-IR"/>
        </w:rPr>
        <w:t xml:space="preserve">41 مناظره ی ابوحنیفه با 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هدهد</w:t>
      </w:r>
      <w:bookmarkEnd w:id="4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حضور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هدهد راهنما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لشکر 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هدهد آب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فورا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ظفرت بک</w:t>
      </w:r>
      <w:r w:rsidR="0014728E">
        <w:rPr>
          <w:rtl/>
          <w:lang w:bidi="fa-IR"/>
        </w:rPr>
        <w:t xml:space="preserve">.؛ </w:t>
      </w:r>
      <w:r>
        <w:rPr>
          <w:rtl/>
          <w:lang w:bidi="fa-IR"/>
        </w:rPr>
        <w:t>گرفتمت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ذاک</w:t>
      </w:r>
      <w:r w:rsidR="0014728E">
        <w:rPr>
          <w:rtl/>
          <w:lang w:bidi="fa-IR"/>
        </w:rPr>
        <w:t xml:space="preserve">؟ ؛ </w:t>
      </w:r>
      <w:r>
        <w:rPr>
          <w:rtl/>
          <w:lang w:bidi="fa-IR"/>
        </w:rPr>
        <w:t>چگونه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هدهد آب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چرا 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پنهان کرده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و به دام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افتد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حضرت فرمود</w:t>
      </w:r>
      <w:r w:rsidR="0014728E">
        <w:rPr>
          <w:rtl/>
          <w:lang w:bidi="fa-IR"/>
        </w:rPr>
        <w:t xml:space="preserve">: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ا نعمان</w:t>
      </w:r>
      <w:r w:rsidR="0014728E">
        <w:rPr>
          <w:rtl/>
          <w:lang w:bidi="fa-IR"/>
        </w:rPr>
        <w:t xml:space="preserve">! </w:t>
      </w:r>
      <w:r w:rsidR="006B7205">
        <w:rPr>
          <w:rtl/>
          <w:lang w:bidi="fa-IR"/>
        </w:rPr>
        <w:t>اما علمت انه اذا جا القدر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اغش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[اغش</w:t>
      </w:r>
      <w:r>
        <w:rPr>
          <w:rtl/>
          <w:lang w:bidi="fa-IR"/>
        </w:rPr>
        <w:t>ی</w:t>
      </w:r>
      <w:r w:rsidR="00A13218">
        <w:rPr>
          <w:rtl/>
          <w:lang w:bidi="fa-IR"/>
        </w:rPr>
        <w:t>]</w:t>
      </w:r>
      <w:r w:rsidR="006B7205">
        <w:rPr>
          <w:rtl/>
          <w:lang w:bidi="fa-IR"/>
        </w:rPr>
        <w:t xml:space="preserve"> البصر</w:t>
      </w:r>
      <w:r w:rsidR="0014728E">
        <w:rPr>
          <w:rtl/>
          <w:lang w:bidi="fa-IR"/>
        </w:rPr>
        <w:t xml:space="preserve">؟!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نعمان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مگر 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وقت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قدر خداوند فرا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ده ناب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! </w:t>
      </w:r>
      <w:r w:rsidR="006B7205">
        <w:rPr>
          <w:rtl/>
          <w:lang w:bidi="fa-IR"/>
        </w:rPr>
        <w:t>تصر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ح به اسم ابوحن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فه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که حضرت به او نعمان خطاب کرد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استخفاف و تحق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 او است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بهار توبه شکن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چه چاره کنم</w:t>
      </w:r>
      <w:r w:rsidR="0014728E">
        <w:rPr>
          <w:rtl/>
          <w:lang w:bidi="fa-IR"/>
        </w:rPr>
        <w:t xml:space="preserve">؟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2" w:name="_Toc425598923"/>
      <w:r>
        <w:rPr>
          <w:rtl/>
          <w:lang w:bidi="fa-IR"/>
        </w:rPr>
        <w:t>42 معنای حدیث قدسی خلقت الاشیا لاجلک، و خلقتک لاجلی</w:t>
      </w:r>
      <w:bookmarkEnd w:id="42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خلق و مخلوق در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قدس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خلقت الاش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لاجلک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خلقتک لاجل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تمام 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تو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علم و معرفت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3" w:name="_Toc425598924"/>
      <w:r>
        <w:rPr>
          <w:rtl/>
          <w:lang w:bidi="fa-IR"/>
        </w:rPr>
        <w:t>43 تلازم عبادت و معرفت</w:t>
      </w:r>
      <w:bookmarkEnd w:id="43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عبادت و معرفت و</w:t>
      </w:r>
      <w:r w:rsidR="0014728E">
        <w:rPr>
          <w:rtl/>
          <w:lang w:bidi="fa-IR"/>
        </w:rPr>
        <w:t xml:space="preserve"> </w:t>
      </w:r>
      <w:r w:rsidR="0014728E" w:rsidRPr="00F15AC5">
        <w:rPr>
          <w:rStyle w:val="libAlaemChar"/>
          <w:rtl/>
        </w:rPr>
        <w:t>(</w:t>
      </w:r>
      <w:r w:rsidRPr="00F15AC5">
        <w:rPr>
          <w:rStyle w:val="libAieChar"/>
          <w:rtl/>
        </w:rPr>
        <w:t>الا ل</w:t>
      </w:r>
      <w:r w:rsidR="00CE0249" w:rsidRPr="00F15AC5">
        <w:rPr>
          <w:rStyle w:val="libAieChar"/>
          <w:rtl/>
        </w:rPr>
        <w:t>ی</w:t>
      </w:r>
      <w:r w:rsidRPr="00F15AC5">
        <w:rPr>
          <w:rStyle w:val="libAieChar"/>
          <w:rtl/>
        </w:rPr>
        <w:t>عبدون</w:t>
      </w:r>
      <w:r w:rsidR="0014728E" w:rsidRPr="00F15AC5">
        <w:rPr>
          <w:rStyle w:val="libAlaemChar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الا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عرفون متلازم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لذا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شهودشان 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 w:rsidR="0014728E" w:rsidRPr="00F15AC5">
        <w:rPr>
          <w:rStyle w:val="libAlaemChar"/>
          <w:rtl/>
        </w:rPr>
        <w:t>(</w:t>
      </w:r>
      <w:r w:rsidR="00CE0249" w:rsidRPr="00F15AC5">
        <w:rPr>
          <w:rStyle w:val="libAieChar"/>
          <w:rtl/>
        </w:rPr>
        <w:t>ی</w:t>
      </w:r>
      <w:r w:rsidRPr="00F15AC5">
        <w:rPr>
          <w:rStyle w:val="libAieChar"/>
          <w:rtl/>
        </w:rPr>
        <w:t>سبحون ال</w:t>
      </w:r>
      <w:r w:rsidR="00CE0249" w:rsidRPr="00F15AC5">
        <w:rPr>
          <w:rStyle w:val="libAieChar"/>
          <w:rtl/>
        </w:rPr>
        <w:t>ی</w:t>
      </w:r>
      <w:r w:rsidRPr="00F15AC5">
        <w:rPr>
          <w:rStyle w:val="libAieChar"/>
          <w:rtl/>
        </w:rPr>
        <w:t xml:space="preserve">ل و النهار لا </w:t>
      </w:r>
      <w:r w:rsidR="00CE0249" w:rsidRPr="00F15AC5">
        <w:rPr>
          <w:rStyle w:val="libAieChar"/>
          <w:rtl/>
        </w:rPr>
        <w:t>ی</w:t>
      </w:r>
      <w:r w:rsidRPr="00F15AC5">
        <w:rPr>
          <w:rStyle w:val="libAieChar"/>
          <w:rtl/>
        </w:rPr>
        <w:t>فترون</w:t>
      </w:r>
      <w:r w:rsidR="0014728E" w:rsidRPr="00F15AC5">
        <w:rPr>
          <w:rStyle w:val="libAlaemChar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شب و روز 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خدا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هرگز خسته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هستند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4" w:name="_Toc425598925"/>
      <w:r>
        <w:rPr>
          <w:rtl/>
          <w:lang w:bidi="fa-IR"/>
        </w:rPr>
        <w:t xml:space="preserve">44 متابعت و عدم متابعت از انبیا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ریشه ی</w:t>
      </w:r>
      <w:r w:rsidR="0017647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کمال و نقص بشر</w:t>
      </w:r>
      <w:bookmarkEnd w:id="44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تمام نقص بشر در اثر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نفس و دور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متابعت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اثر متابعت از آن ها شب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ممثل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و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 که ما آرزو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خواب آن ها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5" w:name="_Toc425598926"/>
      <w:r>
        <w:rPr>
          <w:rtl/>
          <w:lang w:bidi="fa-IR"/>
        </w:rPr>
        <w:lastRenderedPageBreak/>
        <w:t>45 افضلیت عبادت در زمان غیبت از زمان حضور و امکان</w:t>
      </w:r>
      <w:r w:rsidR="0017647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نیل به مقامات اولیا</w:t>
      </w:r>
      <w:bookmarkEnd w:id="4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مگر همه سلمان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ابوذر </w:t>
      </w:r>
      <w:r w:rsidR="00F15AC5">
        <w:rPr>
          <w:rFonts w:cs="Times New Roman" w:hint="cs"/>
          <w:rtl/>
          <w:lang w:bidi="fa-IR"/>
        </w:rPr>
        <w:t>–</w:t>
      </w:r>
      <w:r>
        <w:rPr>
          <w:rtl/>
          <w:lang w:bidi="fa-IR"/>
        </w:rPr>
        <w:t xml:space="preserve"> رحمهم</w:t>
      </w:r>
      <w:r w:rsidR="00F15AC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االله -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 که با تمام بلاها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صبر کردند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مثل عمار که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حاضر به کشته شدن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در مقامات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آنان بدان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بسته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تمام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ماف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ها ارزش نماز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شب سلمان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را ندارد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پوست گوسفند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نشست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مصلا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اثاث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لوازم منزلش را برشمرده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پوست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سه آرد و</w:t>
      </w:r>
      <w:r w:rsidR="0014728E">
        <w:rPr>
          <w:rtl/>
          <w:lang w:bidi="fa-IR"/>
        </w:rPr>
        <w:t xml:space="preserve">...؛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باز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که فردا بارش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80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سلمان چه مقام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ضد او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چه مقام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البته چه بسا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فرموده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عبادت در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افضل از عبادت در حال حضور است بتوان استفاده کرد که مقامات بالاتر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ممکن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مقصودم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است که اگر ما در زمان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در اطراف آن حضرت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امثال سلمان هستند که 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قدر به آن مقامات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تشو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آن ها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از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آن معذور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ترد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حاصل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مقامات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حاصل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اما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از کرامات علما عجا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کرد و تعجب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چرا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 و اسمش را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 چرا باز نسبت به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آن مقامات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تفاوت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6" w:name="_Toc425598927"/>
      <w:r>
        <w:rPr>
          <w:rtl/>
          <w:lang w:bidi="fa-IR"/>
        </w:rPr>
        <w:t xml:space="preserve">46 برخی کرامات و مکارم اخلاق اهل بیت </w:t>
      </w:r>
      <w:r w:rsidR="00937235" w:rsidRPr="00937235">
        <w:rPr>
          <w:rStyle w:val="libAlaemChar"/>
          <w:rtl/>
        </w:rPr>
        <w:t>عليهم‌السلام</w:t>
      </w:r>
      <w:bookmarkEnd w:id="4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زهرا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 همان 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کرد شبانه دفن شود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81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روز شد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روز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بعد از شهادت حضرت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2514EE" w:rsidRPr="002514EE">
        <w:rPr>
          <w:rStyle w:val="libAlaemChar"/>
          <w:rtl/>
        </w:rPr>
        <w:t>عليهما‌السلام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حضرت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نب </w:t>
      </w:r>
      <w:r w:rsidR="00067758" w:rsidRPr="0006775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در اسارت آن چنان مردانه خطبه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 که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در تخت سلطنت قرار </w:t>
      </w:r>
      <w:r>
        <w:rPr>
          <w:rtl/>
          <w:lang w:bidi="fa-IR"/>
        </w:rPr>
        <w:lastRenderedPageBreak/>
        <w:t>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سجاد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حال اسارت و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غل جامعه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82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گردن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شاهانه کمک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بزرگان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مرد و زن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ما از آن هاست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آن ها را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7" w:name="_Toc425598928"/>
      <w:r>
        <w:rPr>
          <w:rtl/>
          <w:lang w:bidi="fa-IR"/>
        </w:rPr>
        <w:t>47 دیگر نیازمند نشدم!</w:t>
      </w:r>
      <w:bookmarkEnd w:id="47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اهل علم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کربلا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نجف که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قه قرار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آب و نان نداشت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خانواده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فلان آقا مرجع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برو از او بخواه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اگر اصرار بکن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گذارم و از خانه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جاست که انسان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موجه موظفند که به مستحق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افراد با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عزت نفس که نه تنها اظهار فقر و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چه بسا اظهار غنا و دارا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نفق نفقة الفقرا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تظاهر کالاغن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مانند افراد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ازمند خرج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مانند اغن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تظاهر به دارا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کمک کنند و افراد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جهت فحص و تجسس از حال آن ها قرار دهند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شخص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شب خواب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دستش را بوس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وارد خانه شدند و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نشستند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هنگام تشر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بردن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تشک گذاشتند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از تشر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بردنشان در عالم خواب نگاه کردم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نم چه گذاشته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فلس عراق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گذاشته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کوچکتر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واحد پول عراق و اقل 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باع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کمتر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مبلغ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با آن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فروخت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است که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فقرا هم آن را قبول نکنند از خواب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شدم و بعد از آن خواب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به فقر گرفتار نشدم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اصفهان حواله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هشتاد تومان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وضع ما رو به بهبود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ما که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ملاذ و ملجا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83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محال است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راه قناعت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نکنند و به آن چه دارد راض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 بر عکس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قناعت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جتاجش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سخنان 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که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ضمنت لمن اقتصد ان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فتقر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84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ضمانت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 که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ازمند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نگردد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8" w:name="_Toc425598929"/>
      <w:r>
        <w:rPr>
          <w:rtl/>
          <w:lang w:bidi="fa-IR"/>
        </w:rPr>
        <w:t xml:space="preserve">48 اشراف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اعمال بندگان</w:t>
      </w:r>
      <w:bookmarkEnd w:id="4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بنا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در عمل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 ناد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گرفته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هر شهر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نور است که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اعمال بندگان را در 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ملک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خبر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85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روح القدس مؤ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او و با او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آن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هر سال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بار در شب قدر بر او نازل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86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مثلا پرده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دور عمل بکش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ندارد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نافذتر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برابر چشمان واقع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او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مانع و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جاد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در رؤ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مقابله و محاذات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87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شرط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هر جا که نشسته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 ارض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سفل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سماوات سبع و ما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هن و 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نهن اشراف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ءاتینه الحکم صبیا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88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حال کودک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حکم را به او عطا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قال انی عبدالله اتئنی الکتب و جعلنی نبیا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89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بنده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خداوند به من کتاب عطا کرده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امبر قرار داده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مساله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 شناس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بالا 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خداشناس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بالا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چه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بالاتر از امام </w:t>
      </w:r>
      <w:r w:rsidR="0055251E" w:rsidRPr="0055251E">
        <w:rPr>
          <w:rStyle w:val="libAlaemChar"/>
          <w:rtl/>
        </w:rPr>
        <w:t>عليه‌السلام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امام آ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قت تمام عالم را نشان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9" w:name="_Toc425598930"/>
      <w:r>
        <w:rPr>
          <w:rtl/>
          <w:lang w:bidi="fa-IR"/>
        </w:rPr>
        <w:t>49 چرا چنین آقایی را رها کردی؟</w:t>
      </w:r>
      <w:bookmarkEnd w:id="49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راه مکه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انش گم شد 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افتاد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نجف اشرف برگشت به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متوسل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شب حضرت را در خواب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حضرت به او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تو در قم نزد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90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قم آمد و سراغ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رزا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را گرفت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را به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راهنما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در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 از ملاقات و باز کردن در خانه و بدون </w:t>
      </w:r>
      <w:r w:rsidR="004D4B58"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سوراخ در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را به او داد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را باز کرد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او است و به محل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بازگشت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محل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بازگشت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او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چرا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رها کرد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دوباره به قصد خدمت به 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به قم مراجعت نمود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آقا مرحوم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خادم قبرش شد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نزد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دفن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اکنون قبر او داخل مقبره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قرار گرفته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0" w:name="_Toc425598931"/>
      <w:r>
        <w:rPr>
          <w:rtl/>
          <w:lang w:bidi="fa-IR"/>
        </w:rPr>
        <w:t>50 درس خارج بدون مطالعه!</w:t>
      </w:r>
      <w:bookmarkEnd w:id="50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91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، </w:t>
      </w:r>
      <w:r>
        <w:rPr>
          <w:rtl/>
          <w:lang w:bidi="fa-IR"/>
        </w:rPr>
        <w:t>فتاوا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اصحاب و مشهور را در تمام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فقه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حفظ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بدون مطالعه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 درس را به آخر برساند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 آباد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با تعجب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نزد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بودم به من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جواب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استفتاات را بنو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برداشتم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ها را بنو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معطل شدم 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طول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ناگهان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تعداد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ها را برداشته و جوابش را نوشته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من هنوز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با زحمت جواب داده بودم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حافظه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طور است که در جواب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مستحضر است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معطل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اد دارم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مساله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خدمت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بحث 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باره در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لمعه در فلان کتاب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آن مطلب را به آخر رساند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ظاهرا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از لحاظ قوت حافظ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علما و معاصر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خود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گانه بود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خودم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 مسجد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92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بدون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درس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مطالعه کرده باشد و بداند که جان شروع درس کجا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از تعط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مفصل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کتاب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کتاب حج بود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را شروع کرد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جواهر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منبر بود 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منبر به او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و دامادش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حسن بجنورد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93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از مدرسه قوام جواهر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شروع درس معلوم نشد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مساله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عنوان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چه معلوم شد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آن را نخوانده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تدارک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مساله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مطرح نشده بود و مطالعه هم نکرده بود و اصلا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 شروع درس از کجا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شروع کرد و تا به آخر رساند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چنان در اطراف مساله با استدلال بحث نمود که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آن را مطالعه کرده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1" w:name="_Toc425598932"/>
      <w:r>
        <w:rPr>
          <w:rtl/>
          <w:lang w:bidi="fa-IR"/>
        </w:rPr>
        <w:t>51 همان روز اول جواب ها را نوشته بودم، ولی...</w:t>
      </w:r>
      <w:bookmarkEnd w:id="5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امر اجتهاد و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مشکل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آسان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بدان جهت است که مواهب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نسبت به اشخاص مختلف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مرحوم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اسدالله تستر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94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، </w:t>
      </w:r>
      <w:r>
        <w:rPr>
          <w:rtl/>
          <w:lang w:bidi="fa-IR"/>
        </w:rPr>
        <w:t>صاحب مقابس در اواخر عمرش در کاظم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ساکن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استفتا کرده بود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گرفتن جواب مرتب به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مراجعه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پاسخ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تامل شود و صبر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امثال آن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جواب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ها شش ماه خدمت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مراجعه کرد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مکرر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حاضر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صبر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اتفاقا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پسر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جعفر کاشف الغطا به کاظم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مشرف شدند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شخص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کننده همان نوشته ها و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>ات را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داد تا جواب بفرما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بر مرکب سوار بود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خادم گفت که کاغذ و دوات حاضر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همان حال فورا جواب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>ات را مرقوم فرمود و به صاحبش برگرداند</w:t>
      </w:r>
      <w:r w:rsidR="0014728E">
        <w:rPr>
          <w:rtl/>
          <w:lang w:bidi="fa-IR"/>
        </w:rPr>
        <w:t xml:space="preserve">.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6B7205">
        <w:rPr>
          <w:rtl/>
          <w:lang w:bidi="fa-IR"/>
        </w:rPr>
        <w:t xml:space="preserve"> کننده نزد صاحب مقابس - که داماد کاشف الغطا بود - رفت و جواب ها را به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شان نشان داد و به عنوان اعتراض عرض کرد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 xml:space="preserve">من شش ماه است </w:t>
      </w:r>
      <w:r>
        <w:rPr>
          <w:rtl/>
          <w:lang w:bidi="fa-IR"/>
        </w:rPr>
        <w:t>سئوال</w:t>
      </w:r>
      <w:r w:rsidR="006B7205">
        <w:rPr>
          <w:rtl/>
          <w:lang w:bidi="fa-IR"/>
        </w:rPr>
        <w:t>ات را به خدمتتان داده ام و هنوز جواب نفرموده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آقا ش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خ موس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6B7205">
        <w:rPr>
          <w:rtl/>
          <w:lang w:bidi="fa-IR"/>
        </w:rPr>
        <w:t xml:space="preserve"> فورا جواب داند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صبر کن و رفت و از اندرون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خانه جواب </w:t>
      </w:r>
      <w:r>
        <w:rPr>
          <w:rtl/>
          <w:lang w:bidi="fa-IR"/>
        </w:rPr>
        <w:t>سئوال</w:t>
      </w:r>
      <w:r w:rsidR="006B7205">
        <w:rPr>
          <w:rtl/>
          <w:lang w:bidi="fa-IR"/>
        </w:rPr>
        <w:t xml:space="preserve"> ها را آورد و به او نشان داد که مطابق جواب ها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خ موس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سپس فرمود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من هم همان روزها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اول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جواب ها را نوشته بودم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چه کار کنم</w:t>
      </w:r>
      <w:r w:rsidR="0014728E">
        <w:rPr>
          <w:rtl/>
          <w:lang w:bidi="fa-IR"/>
        </w:rPr>
        <w:t xml:space="preserve">؟ </w:t>
      </w:r>
      <w:r w:rsidR="006B7205">
        <w:rPr>
          <w:rtl/>
          <w:lang w:bidi="fa-IR"/>
        </w:rPr>
        <w:t>احت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اط نم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گذارد به دست شما بدهم و اظهار کنم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فرزند مرحوم کاشف الغطا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بزرگوار 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معروفتر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بزرگتر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اولاد مرحوم کاشف الغطا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دو برادر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احمد 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کاشف الغطا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مانند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فقاهت بارع بودند</w:t>
      </w:r>
      <w:r w:rsidR="0014728E">
        <w:rPr>
          <w:rtl/>
          <w:lang w:bidi="fa-IR"/>
        </w:rPr>
        <w:t xml:space="preserve">. </w:t>
      </w:r>
    </w:p>
    <w:p w:rsidR="00C3509F" w:rsidRDefault="0070293B" w:rsidP="00C3509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52" w:name="_Toc425598933"/>
      <w:r w:rsidR="00C3509F">
        <w:rPr>
          <w:rtl/>
          <w:lang w:bidi="fa-IR"/>
        </w:rPr>
        <w:lastRenderedPageBreak/>
        <w:t>52 برتر از خون شهیدان!</w:t>
      </w:r>
      <w:bookmarkEnd w:id="52"/>
      <w:r w:rsidR="00C3509F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95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کتاب رسائل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رزقنا الله الاجتهاد الذ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هو اشق من طول المکث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الجهاد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96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اجتهاد 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ستادگ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جهاد سخت تر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ما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فهمد اجتهاد اشق و سخت تر است که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مداد العلماافضل من دما الشهدا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97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مداد [ دانش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دانشمندان از خون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دان برتر 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را بفهمد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3" w:name="_Toc425598934"/>
      <w:r>
        <w:rPr>
          <w:rtl/>
          <w:lang w:bidi="fa-IR"/>
        </w:rPr>
        <w:t>53 همه خود را بیش از دیگران مستحق می دانند!</w:t>
      </w:r>
      <w:bookmarkEnd w:id="53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خوب است که در هر شهر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اعانه ها و کمک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جمع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شبانه به فقرا و محروم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شهر برسانند و نگو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که چه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داده است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گذرد که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همه اهل شهر 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متصد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 و کمک ها و اعانه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رسانند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خود را مستحق کمک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صرف خود و تشک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لاتشان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4" w:name="_Toc425598935"/>
      <w:r>
        <w:rPr>
          <w:rtl/>
          <w:lang w:bidi="fa-IR"/>
        </w:rPr>
        <w:t>54 هر چه بیشتر بدهند، بیشتر می رسد!</w:t>
      </w:r>
      <w:bookmarkEnd w:id="54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در نجف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مراجع که به طلاب و مستحق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کمک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پول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خاطر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سخاوت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تجربه کرده اند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 هر چه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بدهند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98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5" w:name="_Toc425598936"/>
      <w:r>
        <w:rPr>
          <w:rtl/>
          <w:lang w:bidi="fa-IR"/>
        </w:rPr>
        <w:lastRenderedPageBreak/>
        <w:t>55 زود ببر، برو تا مهدی نبیند</w:t>
      </w:r>
      <w:bookmarkEnd w:id="5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انفاق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مستحق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در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آخوند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درخواست کمک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وجه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نداشته که به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قال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اطاق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جمع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زود ببر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مهد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99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6" w:name="_Toc425598937"/>
      <w:r>
        <w:rPr>
          <w:rtl/>
          <w:lang w:bidi="fa-IR"/>
        </w:rPr>
        <w:t>56 مبادا روزی بر تو بگذرد که...</w:t>
      </w:r>
      <w:bookmarkEnd w:id="56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اول و ثان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100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رحمهما الله - بعد از شهادت به جرم تش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سوزانده شدند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ملاقات و تشرف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اهل علم به محضر حضرت حجت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در سفر حج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حضرت به او فرموده بودند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آتش و پلو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را نخوردند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 ذلک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برکت به جا گذاشتند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مبادا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تو بگذرد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را مطالعه نکرده باش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استاد - مد ظله - در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نظر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منظور حضرت از آش و پلو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مقام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زعامت باشد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7" w:name="_Toc425598938"/>
      <w:r>
        <w:rPr>
          <w:rtl/>
          <w:lang w:bidi="fa-IR"/>
        </w:rPr>
        <w:t>57 توفیق چیز دیگری است!</w:t>
      </w:r>
      <w:bookmarkEnd w:id="57"/>
      <w:r>
        <w:rPr>
          <w:rtl/>
          <w:lang w:bidi="fa-IR"/>
        </w:rPr>
        <w:t xml:space="preserve">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کرامات شه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اول و ثان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- رحمهما الله -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است که کتابشان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101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مورد پسند اهل علم واقع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چند وسطند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نه تام الاستدلال است و نه بدون استدلال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شرح لمعه کتاب پر برکت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اهل علم که فقط شرح لمعه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مثلا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زده دوره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کرده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نجف و کربلا هم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اهل علم متن لمعه را حفظ بوده اند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کتاب شرح لمعه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استدلال تام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محض هم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 ذلک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 برکت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چند صد سال است که طلاب علوم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حوزه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به درس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مباحثه و مطالعه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اشتغال دارند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صاحب جواهر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فقه روضه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102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بالاتر از کتاب مسالک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103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او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104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- رحمهماالله - عمر کم و کوتاه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داشتند و مع ذلک چه قدر عمرشان برکات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چه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نافع و سودمند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خود به جا گذاشتند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 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حجتند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عمر خود را به غفلت و بطالت نگذران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خداوند متعال نص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هر کس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8" w:name="_Toc425598939"/>
      <w:r>
        <w:rPr>
          <w:rtl/>
          <w:lang w:bidi="fa-IR"/>
        </w:rPr>
        <w:t>58 معقول را محسوس می کرد!</w:t>
      </w:r>
      <w:bookmarkEnd w:id="58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کربلا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مدرس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علم و کتاب مورد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تخصص داشتند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چون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معروف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فقط کتاب مغن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105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مجتهدانه و به صورت تحق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کتاب مطول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معالم و</w:t>
      </w:r>
      <w:r w:rsidR="0014728E">
        <w:rPr>
          <w:rtl/>
          <w:lang w:bidi="fa-IR"/>
        </w:rPr>
        <w:t xml:space="preserve">...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ما نزد او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ملا عبدالله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106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علم منطق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و اشکال چهارگانه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منطق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با توض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حاتش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طلاب و شاگردان محسوس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مطالب عقل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منطق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خوب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 و با قضا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مثال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تطب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مدرس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کربلا بود که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سراغ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9" w:name="_Toc425598940"/>
      <w:r>
        <w:rPr>
          <w:rtl/>
          <w:lang w:bidi="fa-IR"/>
        </w:rPr>
        <w:t xml:space="preserve">59 کرامتی از حاج شیخ عبدالکریم حایری </w:t>
      </w:r>
      <w:r w:rsidR="00760208" w:rsidRPr="00760208">
        <w:rPr>
          <w:rStyle w:val="libAlaemChar"/>
          <w:rtl/>
        </w:rPr>
        <w:t>رحمه‌الله</w:t>
      </w:r>
      <w:bookmarkEnd w:id="5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کرامات مرحوم حاج عبدالکر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قم در اثر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طغ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کرده و آب تا لبه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پل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پل با آب رودخانه وضو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ساختند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لذا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جلوگ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از نفوذ آب تمام فرش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مسجد امام را جمع نمودند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مرحوم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پل رفت و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تربت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107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در دست گرفت و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آن خواند و در آب انداخت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همان وقت به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آب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آمد و بعد از چند ساعت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چند متر آب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رفت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را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و 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اهل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مشکلات آمر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کا و شورو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را نجات خواهند داد که به آن ها پناه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اعتماد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ها سگ و گرگ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 که از ترس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خواب آسوده ندارند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بزرگان ما مقامات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دارا بودند و در مقام عمل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چه عبادت ها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نمازها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داشتند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آن ها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باز چرا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آن ها آن گونه خوب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خراب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60" w:name="_Toc425598941"/>
      <w:r>
        <w:rPr>
          <w:rtl/>
          <w:lang w:bidi="fa-IR"/>
        </w:rPr>
        <w:t>60 به خدمت شما هم می رسم!</w:t>
      </w:r>
      <w:bookmarkEnd w:id="60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مرعش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108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زمان رضا شاه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قم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پاسبان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مسجد بالاسر حرم حضرت معصومه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در صفوف نماز جماعت زن ها را ضرب و شتم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ذا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 که چرا محجبه هستند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عرق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مذهب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باعث شد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محکم به صوت او زدم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برگشت به من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خدمت شما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رفت تا به خدمتشان برسد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61" w:name="_Toc425598942"/>
      <w:r>
        <w:rPr>
          <w:rtl/>
          <w:lang w:bidi="fa-IR"/>
        </w:rPr>
        <w:t>61 چرا روسری به سر کرده ای؟!</w:t>
      </w:r>
      <w:bookmarkEnd w:id="61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رضا شاه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معروف به منکر تبد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خدام حضرت امام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حرم آن حضرت به 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روسر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سر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چرا روسر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سر کرده 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امام رضا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روسر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62" w:name="_Toc425598943"/>
      <w:r>
        <w:rPr>
          <w:rtl/>
          <w:lang w:bidi="fa-IR"/>
        </w:rPr>
        <w:lastRenderedPageBreak/>
        <w:t>62 حائز مقام مرجعیت بود، ولی...</w:t>
      </w:r>
      <w:bookmarkEnd w:id="6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وارد کربلا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کربلا و نجف در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مقاتل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موضوعات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مورد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نظرات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معتبر و مسموع و قابل قبول بود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چرا که نظر خود را در مطالب اختلاف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ادله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محکم و مستدل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مساله از عجا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جمله اهل منبر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طفلان مسلم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چگونگ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شهادت آن دو بزرگوار را از قول او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متاسفانه با آن همه زحمات و جمع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اسناد و دقت در گفتار 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مقام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اصلا 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مطالب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گفتارها و دست نوشته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ضبط و جمع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شده باشد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63" w:name="_Toc425598944"/>
      <w:r>
        <w:rPr>
          <w:rtl/>
          <w:lang w:bidi="fa-IR"/>
        </w:rPr>
        <w:t>63 به توفیق معنوی انجام می داد</w:t>
      </w:r>
      <w:bookmarkEnd w:id="63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چشم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و شب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 مطالعه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روز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درس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و عبادت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روز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عاشورا را با صد لعن و سلام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بالا سر مرقد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ساعت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نماز جعفر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جزء قرآن را به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64" w:name="_Toc425598945"/>
      <w:r>
        <w:rPr>
          <w:rtl/>
          <w:lang w:bidi="fa-IR"/>
        </w:rPr>
        <w:t>64 مدت تالیف کتاب جواهر الکلام</w:t>
      </w:r>
      <w:bookmarkEnd w:id="6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صاحب جواهر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جواهر را در سال 1230 - 1231 شروع کرده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اوا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کتاب طهارت از 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صاحب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اض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109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بعض المعاصر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سلمه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هنوز در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بوده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جواهر را در کتاب امر به معروف در سال 1253 ذکر کرده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سال 1266 هم وفات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بوده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جواهر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ارزش 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بوده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نقل کرده اند که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جواهر را بر سر جنازه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فرزندش نوشت و ثوابش را به او 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اندازه هم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جواهر عقب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65" w:name="_Toc425598946"/>
      <w:r>
        <w:rPr>
          <w:rtl/>
          <w:lang w:bidi="fa-IR"/>
        </w:rPr>
        <w:t>65 احساس احتیاج به دعا برای مؤمنان</w:t>
      </w:r>
      <w:bookmarkEnd w:id="6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بلاد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110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گرفتار هستند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همان گونه که به هنگام گرسنگ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تشنگ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آب و نان احساس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بلکه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از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رفع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احساس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 به دعا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آنان بکن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به اندازه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که رافع بلا و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آنان گردد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همراه با عدد و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مخصوص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تائب باشد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66" w:name="_Toc425598947"/>
      <w:r>
        <w:rPr>
          <w:rtl/>
          <w:lang w:bidi="fa-IR"/>
        </w:rPr>
        <w:t>66 اعمال ما محفوظ، و عکس برداری شده است</w:t>
      </w:r>
      <w:bookmarkEnd w:id="6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را شناخته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اعمال ما محفوظ است و عکس بردار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از زبان مجرم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مال هذا الکتب لا یغادر صغیرة و لا کبیرة الا احصئها و وجدوا ما عملوا حاضرا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111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چه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عمل خرد و بزرگ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فرو نگذاشته مگر آن که برشمرده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آن چه را انجام داده اند حاضر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شهادت دست و پا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اعضا و جوارح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112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شوخ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67" w:name="_Toc425598948"/>
      <w:r>
        <w:rPr>
          <w:rtl/>
          <w:lang w:bidi="fa-IR"/>
        </w:rPr>
        <w:t>67 تنافی نیل به مقصود با اهتمام نداشتن به امور مسلمانان</w:t>
      </w:r>
      <w:bookmarkEnd w:id="67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سالم بار به منزل ببر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حال به امور مسلمانان و 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تفاوت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امکان دارد بدون اهتمام به امور مسلمانان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مقصود برس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68" w:name="_Toc425598949"/>
      <w:r>
        <w:rPr>
          <w:rtl/>
          <w:lang w:bidi="fa-IR"/>
        </w:rPr>
        <w:lastRenderedPageBreak/>
        <w:t>68 چرا خداوند افراد بسیاری را آفرید که مستحق آتش جهنم گردند؟</w:t>
      </w:r>
      <w:bookmarkEnd w:id="68"/>
      <w:r>
        <w:rPr>
          <w:rtl/>
          <w:lang w:bidi="fa-IR"/>
        </w:rPr>
        <w:t xml:space="preserve">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چرا خداوند متعال افراد بس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را آفر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 که مستحق آتش جهنم گردند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قدس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کنت کنزا مخف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فاحببت ان اعرف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فخلقت الخلق لک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اعرف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113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من گنج نهان بودم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خواستم که شناخته شوم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مخلوقات را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تا شناخته شوم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خداوند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برگز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در جوار خود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اهل انس و هم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مظهر اسما و صفات خود قرار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که هر کدام از آن ها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کفه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ترازو و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در کفه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هستند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ارزش افراد با ترازو سنج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ارزش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کامل از هزاران افراد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برتر و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تر خواهد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امام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ماموم در جهان وجود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غرض از خلقت حاصل است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114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69" w:name="_Toc425598950"/>
      <w:r>
        <w:rPr>
          <w:rtl/>
          <w:lang w:bidi="fa-IR"/>
        </w:rPr>
        <w:t>69 امت برتر از پیغمبر!</w:t>
      </w:r>
      <w:bookmarkEnd w:id="69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فرق ما و عامه در اقرار و ادعا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جهل آنان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 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بعد از رحلت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قرآن را جمع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آن را با تنز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تاو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به آنان عرضه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بگذار و برو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115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 ها اسلام را از رسول الله گرفتند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بقا و دوامش او را نخواستند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پسر عمو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و جانش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خود کند و در نظر آنان او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 فرزندان و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تش را اداره کند و تمام زحمات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را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خواهد 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امر جلوگ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چه قدر امت با فضل تر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افضل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70" w:name="_Toc425598951"/>
      <w:r>
        <w:rPr>
          <w:rtl/>
          <w:lang w:bidi="fa-IR"/>
        </w:rPr>
        <w:lastRenderedPageBreak/>
        <w:t>70 تناقض گویی اهل تسنن درباره ی صحابه</w:t>
      </w:r>
      <w:bookmarkEnd w:id="7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عامه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امبر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لا تسبوا اصحاب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116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اران مرا ناسزا مگو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اصحاب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کذبش واضح است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خودشان در مناقب عمر آورده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کتک زد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چگونه تاد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ابدا اعتراض نکرد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قدر متادب بوده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فرموده اصحاب مرا سب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دشنام نده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کتک زدن چه طور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معذور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تقص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بوده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چون عمر اجتهاد کرده بود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هر چند خطا و اشتباه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لذا حرف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نزد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71" w:name="_Toc425598952"/>
      <w:r>
        <w:rPr>
          <w:rtl/>
          <w:lang w:bidi="fa-IR"/>
        </w:rPr>
        <w:t>71 آیا ما راه را پیدا کرده ا یم تا در راه باشیم؟!</w:t>
      </w:r>
      <w:bookmarkEnd w:id="71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راه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در راه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خودمان از روز اول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117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جه اش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شد که ما ذل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خوار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کفار عز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و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باشند و از پول نفت و ثروت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خودمان بر ما تصدق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در راه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آن ها هر وقت که بخواهند قربان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72" w:name="_Toc425598953"/>
      <w:r>
        <w:rPr>
          <w:rtl/>
          <w:lang w:bidi="fa-IR"/>
        </w:rPr>
        <w:t>72 ما به تو نظر داریم</w:t>
      </w:r>
      <w:bookmarkEnd w:id="7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بستگان دختر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جواد مجتهد رشت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 پدر و مادرم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عتبات 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آنان مرا در نجف به طلبه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تزو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کردند و رفتند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سو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مرا ناراحت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شوهرم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ظهر همراه با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گوشت و چند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همان وارد منزل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لذا من با شوهر بد اخلاق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کردم و منشا آن دور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خوب است والد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امر مواظب باشند و دخترشان را به تزو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دور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در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 خانم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شدم و تب به شدت مرا فرا گرفت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همان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حالت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زهرا </w:t>
      </w:r>
      <w:r w:rsidR="00067758" w:rsidRPr="0006775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 به دست شوهرت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به من توص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فرمود که با او خوش رفتار باشم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شوهرم از راه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عبا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انداخت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 بلافاصله شفا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افتم و به حرم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مشرف شدم و به آن حضرت اصرار کردم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مر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مرا برساند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مرا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حرم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آمدم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درست از جهت مقابل من وارد صحن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ر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دادم و به جهت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حرکت کردم تا با حضرت مواجه نگردم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تغ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ر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دادند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خدمت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خانم ما به تو نظر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شوهر خود خوب رفتار کن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برو در سرداب منزل با زغال تا چهل روز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وار علامت بگذار روز چهلم والد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برآورده شدن حوا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خود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بام برو و چند صلوات بفرست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شوهرم گوشت و لوازم طبخ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همه را 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ختم و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رفتم و چند صلوات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فرستادم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آمدم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غذا پخته و طبقه بند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و خوش طعم و 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ذ آماده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73" w:name="_Toc425598954"/>
      <w:r>
        <w:rPr>
          <w:rtl/>
          <w:lang w:bidi="fa-IR"/>
        </w:rPr>
        <w:lastRenderedPageBreak/>
        <w:t>73 قرآن آخرین برنامه ی انسان سازی</w:t>
      </w:r>
      <w:bookmarkEnd w:id="7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قرآن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- مخصوصا اگر اهل علم باشند - چه معجزه ها و کرامات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 و چه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آن خواهند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برنامه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آخر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برنامه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ساز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در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ما گذاشته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از آن قدردان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اهل تسنن قرآن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عترت را آن گونه 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نشناخت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قدر ندانست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حافظ قرآن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قرآن را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غلط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مگر کور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74" w:name="_Toc425598955"/>
      <w:r>
        <w:rPr>
          <w:rtl/>
          <w:lang w:bidi="fa-IR"/>
        </w:rPr>
        <w:t>74 خاک بر سر شیعه!</w:t>
      </w:r>
      <w:bookmarkEnd w:id="74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زن ارمن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هواپ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 در کنار همسر مرحوم علامه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118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نشسته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ارت امام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گرفتن حاجات از توسل به آن حضرت را نقل کرده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بعد از نقل قصه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روضه خوان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روضه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پنج تن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در مدرسه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شنهاد آن زن ارمن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شفا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جوانش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طباطبا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خاک بر سر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119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75" w:name="_Toc425598956"/>
      <w:r>
        <w:rPr>
          <w:rtl/>
          <w:lang w:bidi="fa-IR"/>
        </w:rPr>
        <w:t xml:space="preserve">75 تمسک به قرآن و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حیات است</w:t>
      </w:r>
      <w:bookmarkEnd w:id="7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بنابر نقل عامه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باطن نبوت را دارند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تمسک به قرآن و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خودکش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لازم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خودکش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76" w:name="_Toc425598957"/>
      <w:r>
        <w:rPr>
          <w:rtl/>
          <w:lang w:bidi="fa-IR"/>
        </w:rPr>
        <w:lastRenderedPageBreak/>
        <w:t xml:space="preserve">76 عظمت سید بن طاووس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تعبدیات و ادعیه</w:t>
      </w:r>
      <w:bookmarkEnd w:id="7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بن طاووس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تعبد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ادع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از ذخا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کتاب کشف المحجه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روز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جشن گرفتم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کتاب اقبال الاعمال ضمن اعمال 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 الاول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الثان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ادعاها را خود انشا نموده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دعاها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با عدم تصر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به انشا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ذکر نموده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120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که واقعا با دعاها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ماثوره از حضرات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سنخ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دارد و از لحاظ علو مضام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از کلام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برتر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77" w:name="_Toc425598958"/>
      <w:r>
        <w:rPr>
          <w:rtl/>
          <w:lang w:bidi="fa-IR"/>
        </w:rPr>
        <w:t>77 کوتاهی عامه و خاصه در تمسک به قرآن و عترت</w:t>
      </w:r>
      <w:bookmarkEnd w:id="77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امتحان نشان داد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قدردان جواهر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عامه در شانه خال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 از عترت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خاصه از قرآن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واقع هر دو طا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از تمسک به هر دو که مامور به آن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کوتاه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78" w:name="_Toc425598959"/>
      <w:r>
        <w:rPr>
          <w:rtl/>
          <w:lang w:bidi="fa-IR"/>
        </w:rPr>
        <w:t>78 قصد قربت در تحصیل علم</w:t>
      </w:r>
      <w:bookmarkEnd w:id="7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علم قصد قربت لازم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علم از واجبات توصل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دسته از واجبات اگر بدون قصد قربت تعبد و قربت هم انجام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اشکال ندارد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هر چند اگر واجبات توصل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هم به قصد تعبد به جا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در ارزش و ثواب چه تفاوت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بدون قصد قربت خواهد داشت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اگر تعبد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را به حساب مراتب بالا و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121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انجام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تفاوت درجات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خواهد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79" w:name="_Toc425598960"/>
      <w:r>
        <w:rPr>
          <w:rtl/>
          <w:lang w:bidi="fa-IR"/>
        </w:rPr>
        <w:lastRenderedPageBreak/>
        <w:t>79 سلاح های جنگی</w:t>
      </w:r>
      <w:bookmarkEnd w:id="7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سلاح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با واسطه از دولت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با قدرت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دوست و از طرف آن ها ماذون به فروش هستند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جهت ناچار خود آن ها تنها اجازه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فروش تجه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واسطه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 که ضد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بهتر و مدرن تر از آن را 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کرده اند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80" w:name="_Toc425598961"/>
      <w:r>
        <w:rPr>
          <w:rtl/>
          <w:lang w:bidi="fa-IR"/>
        </w:rPr>
        <w:t xml:space="preserve">80 دو مرحله ی لازم در اعتقاد به امامت ائمه </w:t>
      </w:r>
      <w:r w:rsidR="00937235" w:rsidRPr="00937235">
        <w:rPr>
          <w:rStyle w:val="libAlaemChar"/>
          <w:rtl/>
        </w:rPr>
        <w:t>عليهم‌السلام</w:t>
      </w:r>
      <w:bookmarkEnd w:id="8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مرتبه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 در اعتقاد به امامت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التزام قلب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وصا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و خلافت ائمه اطهار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سفارش رسول خدا </w:t>
      </w:r>
      <w:r w:rsidR="00C644A3" w:rsidRPr="00C644A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آن ها به نام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و نام پدران بزرگوارشان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و مرحله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بعد التزام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متابعت از آنان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نماز بخوان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آن ها و امامت آنان را قبول نداشته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نماز را به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دستور آن ها انجام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التزام قلب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اصل نماز مقدم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فاسق تارک الصلاة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نه کافر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اگر در راه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باشد در راه نجات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برعکس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آن ها اعتقاد نداشته باشد و از امامت انحراف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هلاک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چه نماز بخواند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اعتقادش خراب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مدع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قرب به خدا هستند اما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شناسند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81" w:name="_Toc425598962"/>
      <w:r>
        <w:rPr>
          <w:rtl/>
          <w:lang w:bidi="fa-IR"/>
        </w:rPr>
        <w:t>81 اصول ما را نمی گوید</w:t>
      </w:r>
      <w:bookmarkEnd w:id="8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صاحب جواهر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چندان به اصول فقه اهم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و با زبان اعتراض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شنو هذا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هذا حرام</w:t>
      </w:r>
      <w:r w:rsidR="0014728E">
        <w:rPr>
          <w:rtl/>
          <w:lang w:bidi="fa-IR"/>
        </w:rPr>
        <w:t xml:space="preserve">.؛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هک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حرام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درس صاحب جواهر شرکت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منظورش اصول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بوئد که اصول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مبسوطتر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اصول بوده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اصول چه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حال صاحب جواهر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که به اصول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راد داشته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مفاد آن چه را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 با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اثبات رسانده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جواهر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از لحاظ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متقدم بوده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82" w:name="_Toc425598963"/>
      <w:r>
        <w:rPr>
          <w:rtl/>
          <w:lang w:bidi="fa-IR"/>
        </w:rPr>
        <w:t>82</w:t>
      </w:r>
      <w:r w:rsidR="009034F8">
        <w:rPr>
          <w:rtl/>
          <w:lang w:bidi="fa-IR"/>
        </w:rPr>
        <w:t xml:space="preserve"> می توانم دوره ی فقه را در سه ی</w:t>
      </w:r>
      <w:r>
        <w:rPr>
          <w:rtl/>
          <w:lang w:bidi="fa-IR"/>
        </w:rPr>
        <w:t>ا چهار روز بنویسم!</w:t>
      </w:r>
      <w:bookmarkEnd w:id="82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شاگردان صاحب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اض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بوده اند که بر تمام ابواب فقه احاطه داشتند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مرحوم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العلما مازندران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122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که نقل شده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توانم دوره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فقه را در عرض 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چهار روز بنو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83" w:name="_Toc425598964"/>
      <w:r>
        <w:rPr>
          <w:rtl/>
          <w:lang w:bidi="fa-IR"/>
        </w:rPr>
        <w:t>83 توصیه ای اکید به اهل منبر</w:t>
      </w:r>
      <w:bookmarkEnd w:id="8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رسم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اهل علم و روضه خوان ها در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منبر مطالب را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کتاب نخوانند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خلاف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مخصوصا در نقل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به خصوص در ماه رمضان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مرحوم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عباس قم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123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مشهد اقامت داشت در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منبر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کتاب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نجف اشرف بدون کتاب منبر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واعظ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معروف که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متبحر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ودر زمان رضا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خارج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مدرسه 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124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حجره داشت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بعد </w:t>
      </w:r>
      <w:r>
        <w:rPr>
          <w:rtl/>
          <w:lang w:bidi="fa-IR"/>
        </w:rPr>
        <w:lastRenderedPageBreak/>
        <w:t xml:space="preserve">از هفتاد سال سابقه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 به منبر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مطالعه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مانند مدرس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درس بدهد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در آن پش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داشته باشد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84" w:name="_Toc425598965"/>
      <w:r>
        <w:rPr>
          <w:rtl/>
          <w:lang w:bidi="fa-IR"/>
        </w:rPr>
        <w:t>84 نقش سید مرتضی، شیخ مفید و خواجه نصیر طوسی - رحمهم الله - در پی ریزی</w:t>
      </w:r>
      <w:r w:rsidR="00053B9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شالوده تشیع</w:t>
      </w:r>
      <w:bookmarkEnd w:id="84"/>
    </w:p>
    <w:p w:rsidR="006B7205" w:rsidRDefault="006B7205" w:rsidP="00202212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مرتض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125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مقام زعامت و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فاطم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را به عهده داشته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او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بوده که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پناهنده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خاصه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126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127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خواجه نص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128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202212">
        <w:rPr>
          <w:rFonts w:hint="cs"/>
          <w:rtl/>
          <w:lang w:bidi="fa-IR"/>
        </w:rPr>
        <w:t xml:space="preserve">- </w:t>
      </w:r>
      <w:r>
        <w:rPr>
          <w:rtl/>
          <w:lang w:bidi="fa-IR"/>
        </w:rPr>
        <w:t>رحمهم</w:t>
      </w:r>
      <w:r w:rsidR="00053B9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االله -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سه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مرتض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خواجه نص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طوس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رحمهم الله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بزرگوار بوده اند و تقر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 به مذهب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دادند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بلکه شالوده و اساس و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مذهب تش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خته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جزاهم الله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129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مجلس خواجه نص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طوس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سخن از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مرتض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صلوات الله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130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85" w:name="_Toc425598966"/>
      <w:r>
        <w:rPr>
          <w:rtl/>
          <w:lang w:bidi="fa-IR"/>
        </w:rPr>
        <w:t>85 برخورد علمای تبریز و رشت با مساله ی کشف حجاب</w:t>
      </w:r>
      <w:bookmarkEnd w:id="8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روزها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 کشف حجاب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امضا گرفتن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131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جمع کرده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نخست فرماندار شهر داخل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سپس 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س شهربان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 و نشست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جمع شده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فرمان اعل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امضا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لازم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علما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با کمال خوشحال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اق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گرفتار امضا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تحم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نشده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مجلس خارج شدند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رشت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اجتماع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شده بود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- از شاگردان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کاظم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وارد نبود و با مشروطه موافقت نداشت هر چند مخالفت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از اول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مشروطه خانه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کرده بود -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آن ها بوده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رضا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مجلس علما وارد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فلان آقا را از مجلس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بر سر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چه آورد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86" w:name="_Toc425598967"/>
      <w:r>
        <w:rPr>
          <w:rtl/>
          <w:lang w:bidi="fa-IR"/>
        </w:rPr>
        <w:t>86 کشف حجاب و اتحاد لباس وسیله ای برای استثمار</w:t>
      </w:r>
      <w:bookmarkEnd w:id="8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امر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کشف حجاب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بود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و چرا چادر زن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مسلمان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برداشته شود و چرا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اتحاد لباس به وجود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از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صد سال قبل در همان عهدنامه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امر بود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کار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استعباد و نوکر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استثمار انجام شود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132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از دست داد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انت شاه و عدم آن فرق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خدا پناه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از ابتلائات بزرگ در امر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87" w:name="_Toc425598968"/>
      <w:r>
        <w:rPr>
          <w:rtl/>
          <w:lang w:bidi="fa-IR"/>
        </w:rPr>
        <w:t>87 تنافی در روایت انتظار الفرج با تعدی اولوالامر به رؤ سای کشورهای</w:t>
      </w:r>
      <w:r w:rsidR="009034F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اسلامی</w:t>
      </w:r>
      <w:bookmarkEnd w:id="8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افضل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انتظار الفرج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133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بهتر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انتظار فرج 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به نقل عامه هم ثابت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چگونه ممکن است حکومت و س</w:t>
      </w:r>
      <w:r w:rsidR="00CE0249">
        <w:rPr>
          <w:rtl/>
          <w:lang w:bidi="fa-IR"/>
        </w:rPr>
        <w:t>ی</w:t>
      </w:r>
      <w:r w:rsidR="009034F8">
        <w:rPr>
          <w:rtl/>
          <w:lang w:bidi="fa-IR"/>
        </w:rPr>
        <w:t>ادت رؤ</w:t>
      </w:r>
      <w:r>
        <w:rPr>
          <w:rtl/>
          <w:lang w:bidi="fa-IR"/>
        </w:rPr>
        <w:t>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کشورها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اولوالامر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134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باشند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موجود و حاصل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انتظار فرج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وجود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فرج باز هم فرج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 xml:space="preserve">پس انتظار الفرج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88" w:name="_Toc425598969"/>
      <w:r>
        <w:rPr>
          <w:rtl/>
          <w:lang w:bidi="fa-IR"/>
        </w:rPr>
        <w:t>88 روش شناخت منزلت راویان حدیث</w:t>
      </w:r>
      <w:bookmarkEnd w:id="8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فرموده اند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اعرفوا منازل الناس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اتهم عنا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135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منزلت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اشخاص را از راه مقدار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آنان از ما بشناس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انسان خصوص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راو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 که او چه کاره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89" w:name="_Toc425598970"/>
      <w:r>
        <w:rPr>
          <w:rtl/>
          <w:lang w:bidi="fa-IR"/>
        </w:rPr>
        <w:t>89 مقامات برخی صحابه ی بزرگ و علمای ربانی</w:t>
      </w:r>
      <w:bookmarkEnd w:id="8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ابوذر مقامش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از مقام سلمان کمتر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مقداد هم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فان قلبه کان مثل زبر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136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قلب مقداد مانند پاره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آهن بود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در رابطه با سلمان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نقل شده است که در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غصب خلافت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نکرد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حق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137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رضوان الله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سلام الله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خوشا به سعادتشان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البته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علما هم افراد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مقام آن ها بوده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انکار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الحق علما مقامات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داشته اند که حکا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90" w:name="_Toc425598971"/>
      <w:r>
        <w:rPr>
          <w:rtl/>
          <w:lang w:bidi="fa-IR"/>
        </w:rPr>
        <w:t xml:space="preserve">90 ادنی المعرفة در شناخت امام </w:t>
      </w:r>
      <w:r w:rsidR="0055251E" w:rsidRPr="0055251E">
        <w:rPr>
          <w:rStyle w:val="libAlaemChar"/>
          <w:rtl/>
        </w:rPr>
        <w:t>عليه‌السلام</w:t>
      </w:r>
      <w:bookmarkEnd w:id="9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معرفت و اعتقاد به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المعرفه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آن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فقط معتقد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او امام مفترض الطاعة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138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 ولو اسم او -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مثلا او همان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با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مروان و طلحه جنگ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- را ندان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دانستن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آن ها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امام چندم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لازم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کند آن چه را که از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خواهند انجام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چه را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خواهند انجام نده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انجام نده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91" w:name="_Toc425598972"/>
      <w:r>
        <w:rPr>
          <w:rtl/>
          <w:lang w:bidi="fa-IR"/>
        </w:rPr>
        <w:lastRenderedPageBreak/>
        <w:t>91 نحوه ی عملکرد امیر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معاویه در رابطه با بیتالمال</w:t>
      </w:r>
      <w:bookmarkEnd w:id="9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نحوه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 آن ها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خلفا و صحابه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حقان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عدم حقان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آن ها 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مانند عملکرد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المال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کار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در تصرف و 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المال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بود که ابن زب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عبدالله بن عمر نوشت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المال را استئثار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139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ابن زب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آن چنان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مثل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باشد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در کار بوده که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صورت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کسان و بالسو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به مصلحت کار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در متابعت آن حضرت سوء 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آن حضرت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المال را جارو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نماز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هفته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140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تازه 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کرده 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خزانه دار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141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شما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به اندازه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هفت منطقه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کوفه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در انبار نگه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نحوه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عملکرد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رابطه با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المال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ما اگر قانع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از حرام اجتناب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حلال اکتفا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در کارمان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حلال و حرام فرق بگذار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مثل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سخ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به نور چشم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صد هزار بده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را محروم بساز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خوب است</w:t>
      </w:r>
      <w:r w:rsidR="0014728E">
        <w:rPr>
          <w:rtl/>
          <w:lang w:bidi="fa-IR"/>
        </w:rPr>
        <w:t xml:space="preserve">! </w:t>
      </w:r>
    </w:p>
    <w:p w:rsidR="00C3509F" w:rsidRDefault="00C3509F" w:rsidP="00053B99">
      <w:pPr>
        <w:pStyle w:val="Heading2"/>
        <w:rPr>
          <w:rtl/>
          <w:lang w:bidi="fa-IR"/>
        </w:rPr>
      </w:pPr>
      <w:bookmarkStart w:id="92" w:name="_Toc425598973"/>
      <w:r>
        <w:rPr>
          <w:rtl/>
          <w:lang w:bidi="fa-IR"/>
        </w:rPr>
        <w:t>92 اهمیت مشارکت در تمام امور خیر</w:t>
      </w:r>
      <w:bookmarkEnd w:id="92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خوب است انسان در هر کار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142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آن را انجام 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فرصت را مغتنم بشمارد و خود را از آن محروم ننما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احصئه الله و نسوه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143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خداوند به شماره درآورد و آنان فراموشش کردند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را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کوچک شمرد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فردا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امت به هر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از آن ها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محتاج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>
        <w:rPr>
          <w:rtl/>
          <w:lang w:bidi="fa-IR"/>
        </w:rPr>
        <w:lastRenderedPageBreak/>
        <w:t>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امور مهم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مساله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تام و تفقد نسبت به شؤ ون آن ها ولو به صورت مخف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ارسال طعام حاضر و پخته به مستحق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علما و مراجع سابق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اطهار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 السلام 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بوده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93" w:name="_Toc425598974"/>
      <w:r>
        <w:rPr>
          <w:rtl/>
          <w:lang w:bidi="fa-IR"/>
        </w:rPr>
        <w:t>93 روزی به همان یک نخود محتاج می شویم</w:t>
      </w:r>
      <w:bookmarkEnd w:id="9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 مرحوم در خواب موافق اعتبار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همه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رد شد و مورد قبول درگاه حضرت حق قرار نگرفت و به ما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کارها محتاط نبود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در وقت اجتهاد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دقت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استنباط نداشت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حضرت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با آن عظمت قبول نکردند و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آن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از افراد 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ارتت مثل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و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انعام و بها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زمان که معرفت به حق ما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کرد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نبود و تنها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حفظ عنوان و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خود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هر حال کاملا محکوم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مروار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من دادند تا بفروشم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هنگام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کربلا خسته شده بود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خود گفت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مثل 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اده برود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بعد از آن فکر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گفت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الحمدلله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گوهر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حمد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انسان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انواع و اقسام مختلف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را استقصا کند و از هر 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 خود را در آن ثبت نام کند ولو به اندازه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نخود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همان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نخود محتاج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94" w:name="_Toc425598975"/>
      <w:r>
        <w:rPr>
          <w:rtl/>
          <w:lang w:bidi="fa-IR"/>
        </w:rPr>
        <w:lastRenderedPageBreak/>
        <w:t>94 رعایت عرفیات شرع و عناوین ثانویه در فتاوی</w:t>
      </w:r>
      <w:bookmarkEnd w:id="9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باب بزرگ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انسان عرف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شرع و عناو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ثانو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ملاحظه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چنان نشود که از حقگو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مردم در باطل قرار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مناسب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ولو اصل مطلب حق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جهت وجود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و مقتض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وقت خوددار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اخوک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فاحتط 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نک بما شئت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144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تو برادر تو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هر صورت که امکان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کن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موارد را هم شامل شود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رضاخان پهلو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145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از علما خواست که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وجه و کف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مستثن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کشف آن دو مانع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علما حاضر نشدند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زمان کشف حجاب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کشف 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لذا علما حاضر شدند کشته شوند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امضا نکنند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ابتلاات بزرگ به خدا پناه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146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95" w:name="_Toc425598976"/>
      <w:r>
        <w:rPr>
          <w:rtl/>
          <w:lang w:bidi="fa-IR"/>
        </w:rPr>
        <w:t>95 حکمت الهی در تحقق جریان مشروطه در ایران</w:t>
      </w:r>
      <w:bookmarkEnd w:id="9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 از حکم و مصالح اراده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تکو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اطلاع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حسب ظاهر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مشروطه دس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از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را از حلقوم روس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رون آورد و مستعمره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گرداند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امر موفق هم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و هم در دولت عثمان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147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بادکوبه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روان و تفل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که از شهرها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مهم منطقه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قفقاز بودند و در مجموع هجده شهر از شهرها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که در زمان فتح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شاه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جدا شدند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احتمال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هم در دست روس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مانده بود مثل همان شهرها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148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را در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مشروطه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ناد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گرفت و آن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مشروطه به پا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بر همان وضع سابق حکومت در دست قاجار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 و بر اساس معاهده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با روس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تقر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 در حلقوم روس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قرار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گرفت و اکنون دولت و ملت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کمون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بودند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روس در اعماق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نفوذ و حکومت داشت و دولت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در آن زمان تابع آن ها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96" w:name="_Toc425598977"/>
      <w:r>
        <w:rPr>
          <w:rtl/>
          <w:lang w:bidi="fa-IR"/>
        </w:rPr>
        <w:t>96 وحشی گری های کمونیست ها در منطقه ی قفقاز</w:t>
      </w:r>
      <w:bookmarkEnd w:id="9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روس ها در ابتدا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کارشان عکس لن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به دست گرفته و در بازارها 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قفقاز که اکثر مسلمان 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گشتند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شخص بالاتر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C644A3" w:rsidRPr="00C644A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 نعوذبالله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عالم بزرگوار 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آن جا بود و قفقاز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که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منبر رفته و گفته بود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بله لن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عاقل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آدامد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149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کفش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آن مرحوم را با چه وضع فج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همان بادکوبه کشتند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انسان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وحش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را در خواب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97" w:name="_Toc425598978"/>
      <w:r>
        <w:rPr>
          <w:rtl/>
          <w:lang w:bidi="fa-IR"/>
        </w:rPr>
        <w:t>97 نقد مرام کمونیستی</w:t>
      </w:r>
      <w:bookmarkEnd w:id="97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در خواب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مرام کمون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را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ادعا کند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نبود که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حق نداشته باشد از مال و دسترنج خود استفاده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آزاد نباشد که در مال خود تصرف کند چنان که در مرام کمون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راست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آزاد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فشار و سر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 و اکراه و اجبار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کار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دروازه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شهرها را به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و ملت خود باز کنند تا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بهشت آن ها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ممکن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ست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سطح از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در تمام شؤ ون اجتماع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کسان 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همگ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رفاه به سر برند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فهمند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به </w:t>
      </w:r>
      <w:r>
        <w:rPr>
          <w:rtl/>
          <w:lang w:bidi="fa-IR"/>
        </w:rPr>
        <w:lastRenderedPageBreak/>
        <w:t xml:space="preserve">کودک و بزرگسال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اندازه لباس پوشان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نه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بچه بلند باشد و نه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بزرگسال کوتاه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98" w:name="_Toc425598979"/>
      <w:r>
        <w:rPr>
          <w:rtl/>
          <w:lang w:bidi="fa-IR"/>
        </w:rPr>
        <w:t>98 پذیرایی های به ی ادماندنی از مسافران</w:t>
      </w:r>
      <w:bookmarkEnd w:id="9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عراق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شهرها که خارج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راه ها و روستاها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 راه در فاصله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 فرسخ مض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150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وجود داشت که صاحبان آن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آمدند سر راه زوار و مسافر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دعوت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گذاشتند از آن جا بگذرند مگر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وعده نهار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شام از آن ها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کدام از بزرگان و رؤ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عرب به اندازه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کوچک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بزر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داشت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عمو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در عشار و بصره مض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دارد و در سال به حساب وزن متداول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آن ها صد طغار برنج در انبار مض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جهت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زوار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 و اگر مثلا در سال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هشتاد طغار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طغار آن را قرض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اگر در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بلاد مسلمانان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به فقرا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غات کمون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 در طرفدار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حق فقرا و کارگران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کشورها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بلاد مسلمانان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جا باز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 xml:space="preserve">آن ها به بهانه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طرفدار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طبقه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خواستند بر اموال اغن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تسلط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شد و تسلط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99" w:name="_Toc425598980"/>
      <w:r>
        <w:rPr>
          <w:rtl/>
          <w:lang w:bidi="fa-IR"/>
        </w:rPr>
        <w:t>99 وظایف فقرا در کمبودها</w:t>
      </w:r>
      <w:bookmarkEnd w:id="9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فقرا در کمبودها و فقر و نادار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صبر و 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داشته 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بدانند که آن ها هم از نعمت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برخوردارند که اغن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برخوردار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ثروتمندان بلاها و ابتلائات و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دارند که مستضعفان و محرومان ندارند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طاووس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را هم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خوب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 تنها </w:t>
      </w:r>
      <w:r>
        <w:rPr>
          <w:rtl/>
          <w:lang w:bidi="fa-IR"/>
        </w:rPr>
        <w:lastRenderedPageBreak/>
        <w:t>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رفاه و 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آرامش دل به داشتن 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رفاه و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بلکه چه بسا 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رفاه اسباب نگران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اضطراب درون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فراهم 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کلمات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المصائب بالسو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مقسومة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151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به صورت مساو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کسان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مردم 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شده است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پ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مانه ها مختلفند و با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از فقر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بلا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خوش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</w:t>
      </w:r>
      <w:r w:rsidR="0014728E">
        <w:rPr>
          <w:rtl/>
          <w:lang w:bidi="fa-IR"/>
        </w:rPr>
        <w:t xml:space="preserve">... </w:t>
      </w:r>
      <w:r w:rsidR="006B7205">
        <w:rPr>
          <w:rtl/>
          <w:lang w:bidi="fa-IR"/>
        </w:rPr>
        <w:t>پر شوند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اگر همه مثل هم شوند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و همه در مال و ثروت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گر شر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 گردند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همه در مال و دارا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 xml:space="preserve"> مساو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کسان باشند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نظم در جامعه برقرار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00" w:name="_Toc425598981"/>
      <w:r>
        <w:rPr>
          <w:rtl/>
          <w:lang w:bidi="fa-IR"/>
        </w:rPr>
        <w:t>100 لزوم پرسیدن مسایل و شبهات از اهل آن</w:t>
      </w:r>
      <w:bookmarkEnd w:id="10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امور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اشکال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برو از اهلش بپرس تا اشکالت برطرف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انسان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امر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اشکال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نظرش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شبهه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او القا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گمان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آن اشکال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نحل است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جواب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خود و بدون مراجعه به اهل آن قضاوت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پس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باطل است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راد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چگونه از اهل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اهل علم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نزد آن ها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از آن ها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خود شبهه و اشکال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چه بسا موجب نابود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هلاک 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 گردد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01" w:name="_Toc425598982"/>
      <w:r>
        <w:rPr>
          <w:rtl/>
          <w:lang w:bidi="fa-IR"/>
        </w:rPr>
        <w:t>101 حدیث ثقلین و اثبات غیبت امام زمان -عجل الله تعالی فرجه الشریف</w:t>
      </w:r>
      <w:bookmarkEnd w:id="10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ثقل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از ادله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اثبات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آن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انهما لن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فترقا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152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قرآن و عترت از هم جدا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چه حاضر باشند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غا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ب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اگر کس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حد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ث را تحق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ق و معنا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آن را تحص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 کند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مساله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غ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بت خ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او واضح خواهد بود</w:t>
      </w:r>
      <w:r w:rsidR="0014728E">
        <w:rPr>
          <w:rtl/>
          <w:lang w:bidi="fa-IR"/>
        </w:rPr>
        <w:t xml:space="preserve">؛ </w:t>
      </w:r>
      <w:r w:rsidR="006B7205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را در غ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صورت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لزم </w:t>
      </w:r>
      <w:r w:rsidR="006A60AA">
        <w:rPr>
          <w:rtl/>
          <w:lang w:bidi="fa-IR"/>
        </w:rPr>
        <w:t>الان</w:t>
      </w:r>
      <w:r w:rsidR="006B7205">
        <w:rPr>
          <w:rtl/>
          <w:lang w:bidi="fa-IR"/>
        </w:rPr>
        <w:t>فکاک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القرآن و العترة</w:t>
      </w:r>
      <w:r w:rsidR="0014728E">
        <w:rPr>
          <w:rtl/>
          <w:lang w:bidi="fa-IR"/>
        </w:rPr>
        <w:t>؛ (</w:t>
      </w:r>
      <w:r w:rsidR="006B7205">
        <w:rPr>
          <w:rtl/>
          <w:lang w:bidi="fa-IR"/>
        </w:rPr>
        <w:t xml:space="preserve">لازمه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آن جدا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 xml:space="preserve">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قرآن و عترت خواهد بود</w:t>
      </w:r>
      <w:r w:rsidR="0014728E">
        <w:rPr>
          <w:rtl/>
          <w:lang w:bidi="fa-IR"/>
        </w:rPr>
        <w:t xml:space="preserve">.)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02" w:name="_Toc425598983"/>
      <w:r>
        <w:rPr>
          <w:rtl/>
          <w:lang w:bidi="fa-IR"/>
        </w:rPr>
        <w:t xml:space="preserve">102 عنایات امام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زایران خود</w:t>
      </w:r>
      <w:bookmarkEnd w:id="10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و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است که اشخاص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مشاهد مشرفه به امام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صاحب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است سلام کرده و جواب سلام را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هر وقت بار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ارت حضرت امام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مشهد مشرف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شوم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در هر سال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در هر بار در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اول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وجود ازدحام 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راه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شوم و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حضرت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خرج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راه و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پول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سوغات را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به 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خانه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153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در مشهد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علو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هر وقت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به حرم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هم راه بسو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استلام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154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03" w:name="_Toc425598984"/>
      <w:r>
        <w:rPr>
          <w:rtl/>
          <w:lang w:bidi="fa-IR"/>
        </w:rPr>
        <w:t>103 سیره دخالت علما و مراجع بزرگ در امور سیاسی و حکومتی عراق</w:t>
      </w:r>
      <w:bookmarkEnd w:id="10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نجف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 مسلمان حراام است به حکومت کافر</w:t>
      </w:r>
      <w:r w:rsidR="0014728E">
        <w:rPr>
          <w:rtl/>
          <w:lang w:bidi="fa-IR"/>
        </w:rPr>
        <w:t xml:space="preserve"> (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فتو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قدر استعمار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شکست خورد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با آن همه نفوذ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حکومتش را تحر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14728E">
        <w:rPr>
          <w:rtl/>
          <w:lang w:bidi="fa-IR"/>
        </w:rPr>
        <w:t xml:space="preserve">.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lastRenderedPageBreak/>
        <w:t>(</w:t>
      </w:r>
      <w:r w:rsidRPr="0055251E">
        <w:rPr>
          <w:rStyle w:val="libAieChar"/>
          <w:rtl/>
        </w:rPr>
        <w:t>و لن یجعل الله للکافرین علی المؤمنین سبیلا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155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حکم و فتوا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نگذاشت که دولت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 و بدون واسطه در شؤ ون مملکت دخالت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لذا ناچار شدند بدل اضطرار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محلل درست کنند تا به اسم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به صورت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بر عراق حکومت کنند و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حافظ منافع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اموال و نفوس آن ها باشد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 سال انتخابات تشک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156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157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نوشتند و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شرکت در انتخابات حرام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همه را با چه وضع فج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نجف و عراق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کردند و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تبع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نمودند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مامور نگذاشت تا 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لباسش را بپوشد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خود را کشت تا علما و مراجع را در امر مشروطه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له خود موافق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بعد هم با چه زحمت علما به نجف برگشتند و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از آن ها التزام گرفت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دخالت نکنند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و دخالت و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آن ها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بعدها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قدرت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از آن ها مستغن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التزام گرفت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دخالت نکنند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در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انتخاب و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کاند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شدن رش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از علما مخالفت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بالاخره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غالب شد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از خواص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ابوالحسن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نقل شده که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 شش ماه در مخاطره و تحت نظر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04" w:name="_Toc425598985"/>
      <w:r>
        <w:rPr>
          <w:rtl/>
          <w:lang w:bidi="fa-IR"/>
        </w:rPr>
        <w:t xml:space="preserve">104 با حضرت ابوالفضل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قهر نکن!</w:t>
      </w:r>
      <w:bookmarkEnd w:id="104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کتاب دار السلام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طلبه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سه حاجت داشت و مدت ها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ارت حضرت ابوالفضل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مقابل </w:t>
      </w:r>
      <w:r>
        <w:rPr>
          <w:rtl/>
          <w:lang w:bidi="fa-IR"/>
        </w:rPr>
        <w:lastRenderedPageBreak/>
        <w:t>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با کمال ادب و احترام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ستاده و مشغول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ناگاه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زن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عرب دهات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برهنه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کودک فلج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دست گرفته بودند وارد حرم شدند و هلهله کنان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دور گرد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چرخ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مارشان شفا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کرد و از حرم خارج شدند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 طلبه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صحنه را مشاهده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چند سال است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حوا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جم برآورده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عرب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التفات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با صورت قهر و غضب از حرم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 و تصم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آن حضرت نرود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نجف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 و در کاروانسرا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منزل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آن جا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خادم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چند بار آمد و سراغ شما را گرفت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نزد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با حضرت ابوالفضل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قهر نکن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شما به عرب ها نگاه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 ها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طور عادت کرده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ابت هست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خانه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خانه را پسند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فراهم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لا تخلو الارض من حجة الله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حجة لک</w:t>
      </w:r>
      <w:r w:rsidR="0014728E">
        <w:rPr>
          <w:rtl/>
          <w:lang w:bidi="fa-IR"/>
        </w:rPr>
        <w:t xml:space="preserve">) 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158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گاه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از حجت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بالاتر از احتمال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کند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تزلزل حاصل نشود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زبان اصحاب حضرت موس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قال اصحب موسی انا لمدرکون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159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اران حضرت موس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 w:rsidR="006B7205"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قطعا فرعون و فرعون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ان به ما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رسند</w:t>
      </w:r>
      <w:r w:rsidR="0014728E">
        <w:rPr>
          <w:rtl/>
          <w:lang w:bidi="fa-IR"/>
        </w:rPr>
        <w:t xml:space="preserve">. </w:t>
      </w:r>
    </w:p>
    <w:p w:rsidR="004D0522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هلاک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  <w:r w:rsidR="006B7205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حضرت موس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 w:rsidR="006B7205"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کلا ان معی ربی سیهدین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160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پروردگارم با من است و به زود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مرا راهنما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خواهد کرد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پشتم مثل کوه محکم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چون خداوند فرمود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انا معکم مستمعون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161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با شما همراه و شنوا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آن ها که به ما وعده همراه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نصرت داده اند با ما هستند و رف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ق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مه راه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05" w:name="_Toc425598986"/>
      <w:r>
        <w:rPr>
          <w:rtl/>
          <w:lang w:bidi="fa-IR"/>
        </w:rPr>
        <w:t xml:space="preserve">105 فرق میان ما و انبیا و اوصیا </w:t>
      </w:r>
      <w:r w:rsidR="00937235" w:rsidRPr="00937235">
        <w:rPr>
          <w:rStyle w:val="libAlaemChar"/>
          <w:rtl/>
        </w:rPr>
        <w:t>عليهم‌السلام</w:t>
      </w:r>
      <w:bookmarkEnd w:id="10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فرق ما با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مطلب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ما بالوجدان متوجه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متحذر از شر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نکشان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رتشان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خلافش را شر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هر روز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اشتباهات ما عمد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سهو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 ها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داده اند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مطلق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است که از هر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هر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 تر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مطلب را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داده اند و لذا به سرچشمه متوسل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بهار توبه شکن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چه چاره کنم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162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06" w:name="_Toc425598987"/>
      <w:r>
        <w:rPr>
          <w:rtl/>
          <w:lang w:bidi="fa-IR"/>
        </w:rPr>
        <w:t>106 اشاره به مقامات علمی و عملی مرحوم آقا سید ابوالحسن اصفهانی و یکی ازمعاصرین ایشان</w:t>
      </w:r>
      <w:bookmarkEnd w:id="10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دارم تا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نجف اشرف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عمل ام داوود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163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با روزه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آن بزرگوار به چه مقامات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توص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او گفته اند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عش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ابا حسن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رغم العد</w:t>
      </w:r>
      <w:r w:rsidR="00CE0249">
        <w:rPr>
          <w:rtl/>
          <w:lang w:bidi="fa-IR"/>
        </w:rPr>
        <w:t>ی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ملک الزمان و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الرحمن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ابوالحسن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رغم دشمنان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 چنان به عنوان پادشاه زمانه و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خداوند رحمان بز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 بزرگوار با آن همه مقامات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زعامت و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و جواب استفتائات و صرف اموال و وجوهات در موارد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مراجع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مستحق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عمل ام داوود و اعتکاف در مسجد کوفه را ترک نکرد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با آن ها شباهت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امور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پشت کار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در چه واد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در فکر ماد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از معاصران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مسجد هند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گرفته بود و شب ها در آن مسجد مشغول عبادت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چه آدم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هم در عبادات و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خودکش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 در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درس و بحث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پرکار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پرکار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بس که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فقه را حاضر الذهن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خود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بدون مطالعه درس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هم خودشان و هم شاگردان در روز شروع درس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دانستند که درس از کجا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شروع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درس خارج فقه را به صورت اتفاق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شروع نمود و مانند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مطالعه کرده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آخر رساند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07" w:name="_Toc425598988"/>
      <w:r>
        <w:rPr>
          <w:rtl/>
          <w:lang w:bidi="fa-IR"/>
        </w:rPr>
        <w:t>107 نمونه ای از ساده زیستی و قناعت علما</w:t>
      </w:r>
      <w:bookmarkEnd w:id="10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164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دو ساعت از شب گذشته افطار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اگر افطارش را - که عبارت بود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بشقاب که در وسط آن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لقمه پلو بود -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قطعا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خوردند و از پرخور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اجتناب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مگر به عنوان ثانو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مثلا با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همان و امثال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زمان حضرت رسول </w:t>
      </w:r>
      <w:r w:rsidR="00620C6F" w:rsidRPr="00620C6F">
        <w:rPr>
          <w:rStyle w:val="libAlaemChar"/>
          <w:rtl/>
        </w:rPr>
        <w:lastRenderedPageBreak/>
        <w:t>صلى‌الله‌عليه‌وآله‌وسلم</w:t>
      </w:r>
      <w:r>
        <w:rPr>
          <w:rtl/>
          <w:lang w:bidi="fa-IR"/>
        </w:rPr>
        <w:t xml:space="preserve"> و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به چند دانه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خرما افطار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ثروت و سرما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در محسوسات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اگر 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دعوت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خورشت نباشد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ما اهانت 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دعوت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نان خشک و سکنجب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بدون 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او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 با سادگ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قناعت گذراندند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ما چه قدر ناشکر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مرحوم حاج آقا رضا همدان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165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با چراغ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الخلا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166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مطالعه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منظورم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به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زمان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محدود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بسم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بمب ها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167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که در شهرها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بارد و بلاها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را تماشا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ناخوش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و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پارسال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امروز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لذت امر هم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فردا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اثر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فردا هم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امروز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08" w:name="_Toc425598989"/>
      <w:r>
        <w:rPr>
          <w:rtl/>
          <w:lang w:bidi="fa-IR"/>
        </w:rPr>
        <w:t>108 احتیاط در عین تبحر</w:t>
      </w:r>
      <w:bookmarkEnd w:id="10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قدر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و متوسل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معلومات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و متوسل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 چه رسد به مجهولات و مشتبهات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مواظب بود که کار و تحمل ابتلائات در راه حق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انسان را به انحراف نکشاند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بزرگان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اهل علم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اند که تبحرشان در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اطشان هم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بود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حال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لا عن علم جواب را زود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09" w:name="_Toc425598990"/>
      <w:r>
        <w:rPr>
          <w:rtl/>
          <w:lang w:bidi="fa-IR"/>
        </w:rPr>
        <w:t>109 حدیثی در فضیلت امیر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علی </w:t>
      </w:r>
      <w:r w:rsidR="0055251E" w:rsidRPr="0055251E">
        <w:rPr>
          <w:rStyle w:val="libAlaemChar"/>
          <w:rtl/>
        </w:rPr>
        <w:t>عليه‌السلام</w:t>
      </w:r>
      <w:bookmarkEnd w:id="10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6B7205">
        <w:rPr>
          <w:rtl/>
          <w:lang w:bidi="fa-IR"/>
        </w:rPr>
        <w:t>ا عل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اگر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م آن را نداشتم که مسلمانان درباره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تو آن کنند که مس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ح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ها درباره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حضرت ع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 w:rsidR="006B7205">
        <w:rPr>
          <w:rtl/>
          <w:lang w:bidi="fa-IR"/>
        </w:rPr>
        <w:t xml:space="preserve"> نمودند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درباره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تو 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گفتم که به هر کجا گذر 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خاک کف پا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 تبرک جو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168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تازه هنوز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معرف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انات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و حاد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فضا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حق است اما گفتن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ما ضع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العقل و 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ظرف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مردم کافر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 و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معدود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چنان که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اتفاق افتاد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10" w:name="_Toc425598991"/>
      <w:r>
        <w:rPr>
          <w:rtl/>
          <w:lang w:bidi="fa-IR"/>
        </w:rPr>
        <w:t>110 ماجرایی از ناصربالله، خلیفه ی شیعه ی عباسی</w:t>
      </w:r>
      <w:bookmarkEnd w:id="11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ناصربالله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عباس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خلفا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بن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العباس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 صفه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سامرا که تا به حال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توسط او ساخته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در داخل صفه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دوازده امام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بر تخته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سخت تراش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آورده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سه شاهزاده به نام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ابوبکر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عثمان و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زمان او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پس از پدر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ابوبکر و عثمان اموال پدر را غضب کرده و به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ناصربالله به صورت شعر نوشت که</w:t>
      </w:r>
      <w:r w:rsidR="0014728E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69"/>
        <w:gridCol w:w="3668"/>
      </w:tblGrid>
      <w:tr w:rsidR="001A55F4" w:rsidTr="00742B6F">
        <w:trPr>
          <w:trHeight w:val="350"/>
        </w:trPr>
        <w:tc>
          <w:tcPr>
            <w:tcW w:w="4288" w:type="dxa"/>
            <w:shd w:val="clear" w:color="auto" w:fill="auto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مولای! ان ابابکر و صاحبه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A55F4" w:rsidRDefault="001A55F4" w:rsidP="00742B6F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عثمان، قد غصبا بالسیف حق علی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55F4" w:rsidTr="00742B6F">
        <w:trPr>
          <w:trHeight w:val="350"/>
        </w:trPr>
        <w:tc>
          <w:tcPr>
            <w:tcW w:w="4288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هو الذی کان قد ولاه والده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علیهما و استقام الامر حین ولی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55F4" w:rsidTr="00742B6F">
        <w:trPr>
          <w:trHeight w:val="350"/>
        </w:trPr>
        <w:tc>
          <w:tcPr>
            <w:tcW w:w="4288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فخالفاه و حلا عقد بیعته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الامر بینهما، و النص فیه جلی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55F4" w:rsidTr="00742B6F">
        <w:trPr>
          <w:trHeight w:val="350"/>
        </w:trPr>
        <w:tc>
          <w:tcPr>
            <w:tcW w:w="4288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فانظر الی حظ هذا الاسم کیف لقی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الاياعين لاترق وجودى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ابوبکر و دوستش عثمان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شمش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حق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غصب نمودند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پدرعل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بر آن دو سرپرست قرار داده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او سرپرست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عهدهگرفت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مطلب ثابت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دو با او مخالفت کرده </w:t>
      </w:r>
      <w:r>
        <w:rPr>
          <w:rtl/>
          <w:lang w:bidi="fa-IR"/>
        </w:rPr>
        <w:lastRenderedPageBreak/>
        <w:t>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را شکستند و دستورپدر را ناد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گرفتند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نص روشن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مطلب دلالت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ناسم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را نگاه کن که چگونه آن چه را که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پس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ناصربالله در جواب او نوشت</w:t>
      </w:r>
      <w:r w:rsidR="0014728E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2"/>
        <w:gridCol w:w="269"/>
        <w:gridCol w:w="3666"/>
      </w:tblGrid>
      <w:tr w:rsidR="001A55F4" w:rsidTr="00742B6F">
        <w:trPr>
          <w:trHeight w:val="350"/>
        </w:trPr>
        <w:tc>
          <w:tcPr>
            <w:tcW w:w="4288" w:type="dxa"/>
            <w:shd w:val="clear" w:color="auto" w:fill="auto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وافی کتابک یا ابن یوسف معلنا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A55F4" w:rsidRDefault="001A55F4" w:rsidP="00742B6F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بالود یخبر ان اصلک طاهر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55F4" w:rsidTr="00742B6F">
        <w:trPr>
          <w:trHeight w:val="350"/>
        </w:trPr>
        <w:tc>
          <w:tcPr>
            <w:tcW w:w="4288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غصبوا علیا حقه اذ لم یکن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بعد الرسول له بطیبة ناصر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A55F4" w:rsidTr="00742B6F">
        <w:trPr>
          <w:trHeight w:val="350"/>
        </w:trPr>
        <w:tc>
          <w:tcPr>
            <w:tcW w:w="4288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فابشر فان غدا علیه حسابهم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A55F4" w:rsidRDefault="001A55F4" w:rsidP="00742B6F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 اصبر، فناصرک الامام الناصر </w:t>
            </w:r>
            <w:r w:rsidRPr="00BF1B56">
              <w:rPr>
                <w:rStyle w:val="libFootnotenumChar"/>
                <w:rtl/>
              </w:rPr>
              <w:t>(169)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3509F" w:rsidRDefault="006B7205" w:rsidP="001A55F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پسر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 به دست من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آشکارا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انگر مودت و محبتتو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به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بعد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غصبکردند و در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چ کس او 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بشارت باد تو را که فردا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حساب آنان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شه کن که امام ناصربالله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اورتو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11" w:name="_Toc425598992"/>
      <w:r>
        <w:rPr>
          <w:rtl/>
          <w:lang w:bidi="fa-IR"/>
        </w:rPr>
        <w:t>111 امام کشی و انتظار فطر واضحی!</w:t>
      </w:r>
      <w:bookmarkEnd w:id="11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 که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نمودند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ملک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دستور داد که ندا در دهد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تها الامة الظالمة القاتلة عترة 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لا وفقکم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لفطر و لا اصح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170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امت ستمکار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نواده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امبرتان را کشت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هرگز خداوند متعال شما را به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فطر و قربان موفق نگرداند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دعا مصداق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لذا اگر چه در رؤ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هلال ماه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مبارک رمضان راه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وجود دارد که تا ثابت نشده روزه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فطر واضح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واقع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که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نخواست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فطر و اضح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چه کار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ناقه 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171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فرستاد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خودتان نخواست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12" w:name="_Toc425598993"/>
      <w:r>
        <w:rPr>
          <w:rtl/>
          <w:lang w:bidi="fa-IR"/>
        </w:rPr>
        <w:lastRenderedPageBreak/>
        <w:t xml:space="preserve">112 لزوم استفاده از ودایع و ذخایر باقی مانده از ائمه </w:t>
      </w:r>
      <w:r w:rsidR="00937235" w:rsidRPr="00937235">
        <w:rPr>
          <w:rStyle w:val="libAlaemChar"/>
          <w:rtl/>
        </w:rPr>
        <w:t>عليهم‌السلام</w:t>
      </w:r>
      <w:bookmarkEnd w:id="11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ودا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کتب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مخازن علم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ادع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در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ما گذاشته اند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بخواهد امام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حاضر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را از نوار گوش 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خدمتشان باشد تا مطالب آن ها را استماع کند - 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خود در محضر آن ها صحبت کند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بهتر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در دسترس ما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حالمان مانند حال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ندارند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به قرآن 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به عترت و نه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آن ها را قبول دارند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اگر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اطهار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حاضر بودند باز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اتشان عمل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لابد عذرمان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در صورت حضور آن ها هم مجبور نبود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از آن ها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حرف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گوش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چه در طول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امتحان داده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در زمان حضورشان قدردان آن ها نبوده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13" w:name="_Toc425598994"/>
      <w:r>
        <w:rPr>
          <w:rtl/>
          <w:lang w:bidi="fa-IR"/>
        </w:rPr>
        <w:t xml:space="preserve">113 پاسخ اشکالی درباره ی غیبت امام زمان </w:t>
      </w:r>
      <w:r w:rsidR="0055251E" w:rsidRPr="0055251E">
        <w:rPr>
          <w:rStyle w:val="libAlaemChar"/>
          <w:rtl/>
        </w:rPr>
        <w:t>عليه‌السلام</w:t>
      </w:r>
      <w:bookmarkEnd w:id="11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عجب از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به امامت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 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چرا شما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به امامت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اعتقاد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امر به معروف و 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منکر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شما حضور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سخنان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انات آنان در نزد امامان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سلف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172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شما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اعتبار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از اول از شما جدا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به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بلافصل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شما به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 الفصل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14" w:name="_Toc425598995"/>
      <w:r>
        <w:rPr>
          <w:rtl/>
          <w:lang w:bidi="fa-IR"/>
        </w:rPr>
        <w:t>114 حدیثی درباره ی آفرینش عقل</w:t>
      </w:r>
      <w:bookmarkEnd w:id="11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در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 در چه کتاب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قاعدتا در جواهر السن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173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خلق الله العقل فقال له ادبر فادبر فقال 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انا و من انت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انا انا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انت انت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ثم قال 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اقبل فاقبل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فقال 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انا و من انت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انت الرب الجل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انا العبد الذل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عقل را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به او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پشت کن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پشت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از او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ستم و تو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منم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تو تو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سپس به او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رو کن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پس از او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ستم و تو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تو پروردگار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 بنده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ذل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هستم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وقت که مدبر گردد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تار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 محض است</w:t>
      </w:r>
      <w:r w:rsidR="0014728E">
        <w:rPr>
          <w:rtl/>
          <w:lang w:bidi="fa-IR"/>
        </w:rPr>
        <w:t xml:space="preserve">؛ </w:t>
      </w:r>
      <w:r w:rsidR="006B7205">
        <w:rPr>
          <w:rtl/>
          <w:lang w:bidi="fa-IR"/>
        </w:rPr>
        <w:t>و وقت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رو کند و به حق متوجه گردد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مرآت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174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15" w:name="_Toc425598996"/>
      <w:r>
        <w:rPr>
          <w:rtl/>
          <w:lang w:bidi="fa-IR"/>
        </w:rPr>
        <w:t xml:space="preserve">115 پاسخ سخن عایشه درباره ی ادبار واقبال مردم به علی </w:t>
      </w:r>
      <w:r w:rsidR="0055251E" w:rsidRPr="0055251E">
        <w:rPr>
          <w:rStyle w:val="libAlaemChar"/>
          <w:rtl/>
        </w:rPr>
        <w:t>عليه‌السلام</w:t>
      </w:r>
      <w:bookmarkEnd w:id="11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نقل از 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کان لعل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الناس وجه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اة فاطمة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فلما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استنکر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وجوه الناس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و کان المسلمون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راجع الامر بالمعروف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175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تا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فاطمه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در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مردم به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>احترام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رفت مردم از او بدشان آمد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امربه معروف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با ابوبکر</w:t>
      </w:r>
      <w:r w:rsidR="0014728E">
        <w:rPr>
          <w:rtl/>
          <w:lang w:bidi="fa-IR"/>
        </w:rPr>
        <w:t xml:space="preserve">!) </w:t>
      </w:r>
      <w:r>
        <w:rPr>
          <w:rtl/>
          <w:lang w:bidi="fa-IR"/>
        </w:rPr>
        <w:t>بازگشت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مردم باز به او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شدند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 ما مبتاعه و شاذ و بد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شما خوب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حالا که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با او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نزاع را تاس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 xml:space="preserve">وقت رحلت 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ما گفت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شما 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به ناکس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الع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اذ بالله</w:t>
      </w:r>
      <w:r w:rsidR="0014728E">
        <w:rPr>
          <w:rtl/>
          <w:lang w:bidi="fa-IR"/>
        </w:rPr>
        <w:t xml:space="preserve">!) </w:t>
      </w:r>
      <w:r>
        <w:rPr>
          <w:rtl/>
          <w:lang w:bidi="fa-IR"/>
        </w:rPr>
        <w:t>پس چرا بعد از قتل عثمان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آقا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176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سر کار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هر طرف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با او هجوم آورد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177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قابل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غضب خدا را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خدا پناه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16" w:name="_Toc425598997"/>
      <w:r>
        <w:rPr>
          <w:rtl/>
          <w:lang w:bidi="fa-IR"/>
        </w:rPr>
        <w:lastRenderedPageBreak/>
        <w:t>116 نماز، بالاترین لذت در دنیا</w:t>
      </w:r>
      <w:bookmarkEnd w:id="11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حبب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اکم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النسا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جعل قرة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الصلاة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178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سه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مورد علاقه و محبوب من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عطر و بو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زنان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نور چشم من در نماز قرار داده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بالاتر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لذت و 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حسب ظاهر 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نسا است و عدل ندارد و دل ها متوجه آن دو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عبارت و جعل قرة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الصلاة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عدول است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179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بلکه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اشاره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نماز هم مشابه لذات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نسا در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داراست</w:t>
      </w:r>
      <w:r w:rsidR="0014728E">
        <w:rPr>
          <w:rtl/>
          <w:lang w:bidi="fa-IR"/>
        </w:rPr>
        <w:t xml:space="preserve">؛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لذت نماز به مراتب بالاتر از لذت 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نسا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قدس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تنعموا بعبادت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فانکم تتنعمون بها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الآخرة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180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عبادت من برخوردار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لذت ببر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در آخرت از آن لذت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برد</w:t>
      </w:r>
      <w:r w:rsidR="0014728E">
        <w:rPr>
          <w:rtl/>
          <w:lang w:bidi="fa-IR"/>
        </w:rPr>
        <w:t xml:space="preserve">. </w:t>
      </w:r>
    </w:p>
    <w:p w:rsidR="00C3509F" w:rsidRDefault="006B7205" w:rsidP="001A55F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تنعموا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تلذذوا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17" w:name="_Toc425598998"/>
      <w:r>
        <w:rPr>
          <w:rtl/>
          <w:lang w:bidi="fa-IR"/>
        </w:rPr>
        <w:t xml:space="preserve">117 علما، ممثل عمل انبیا و اولیا </w:t>
      </w:r>
      <w:r w:rsidR="00937235" w:rsidRPr="00937235">
        <w:rPr>
          <w:rStyle w:val="libAlaemChar"/>
          <w:rtl/>
        </w:rPr>
        <w:t>عليهم‌السلام</w:t>
      </w:r>
      <w:bookmarkEnd w:id="11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گرما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ظهر وارد خانه شد و آب خواست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رفتند از سرداب سن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181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آب خنک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مشغول نماز شد و در نماز دلش رفت به آن طرف ها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182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لش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که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آب آوردند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طول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آب گرم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وارد نماز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تشنگ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رفع شد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 ممثل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183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عمل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lastRenderedPageBreak/>
        <w:t>عليهم‌السلام</w:t>
      </w:r>
      <w:r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نماز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عطش شخص تشنه و جوع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را 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عند 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طعمن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184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نزد پروردگارم شب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 و او گرسنگ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تشنگ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مرا برطرف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ذکر شده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کند که ماد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له 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امور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به ما اقبال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سبب تاک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اقبال ما به امور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آخرت گردند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شده که با داشتن مقامات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اقبال در امور ماد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مقامات بالاتر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18" w:name="_Toc425598999"/>
      <w:r>
        <w:rPr>
          <w:rtl/>
          <w:lang w:bidi="fa-IR"/>
        </w:rPr>
        <w:t>118 جدیت آخوند خراسانی و آیت الله اصفهانی</w:t>
      </w:r>
      <w:bookmarkEnd w:id="11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علما در اشتغال به بحث و درس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بودهه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گفتن آن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مشکل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مخصوصا محقق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آن ها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185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که تنها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بار در درس مرحوم آخوند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شرکت ننمودم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علت آن هم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 که باران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آمده بود و من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کردم که آن مرحووم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هنگام بار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باران در جلو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آب فراوان جمع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و لذا عبور و مرور از آن قطع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بعد معلوم شد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اهل علم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را بالا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زند و مرحوم آخوند را پشت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و از آب عبور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چه مشقت ها و سخت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عمر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راه درس و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و بحث گذراندند 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احساس خستگ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فتور نکردند</w:t>
      </w:r>
      <w:r w:rsidR="0014728E">
        <w:rPr>
          <w:rtl/>
          <w:lang w:bidi="fa-IR"/>
        </w:rPr>
        <w:t xml:space="preserve">!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 وقت مرحوم آخوند بر بالا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منبر فرموده بود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تدر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 فکر چهل سال قبل است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است نگذاشت فکر کنم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استاد 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مرتبه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هم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درک مجلس درس آخوند با ترن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186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خصوص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در بست خود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ظاهرا از بغداد به کربلا و از آن جا به نجف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مجلس درس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آخوند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بسم الله درس را شروع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استاد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دانسته که درس اول در چه مبحث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را بدون حضور در درس استادش نوشته و به شاگردان حاضر در درس عرضه نموده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درست مطابق درس استاد در آمده بود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استاد ما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زده سال در درس مرحوم آخوند شرکت کرده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اصول آخوند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چهار سال طول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19" w:name="_Toc425599000"/>
      <w:r>
        <w:rPr>
          <w:rtl/>
          <w:lang w:bidi="fa-IR"/>
        </w:rPr>
        <w:t>119 مقام برخی از صحابه ی بزرگوار از دیدگاه شیعه و سنی</w:t>
      </w:r>
      <w:bookmarkEnd w:id="11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ابوذر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مقداد و عمار چه مقام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داشته اند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اگر امثال آن ها در اصحاب نبودند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مکتب اسلام شناخته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مقام آن ها معلوم شد که اسلام و قرآن مدرسه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ترق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عامه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مقام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چند عشره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مبشره 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)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187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کدام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چهار نفر را جزو آنان نشمرده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عشره مبشره اساسا دروغ است که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 که</w:t>
      </w:r>
      <w:r w:rsidR="0014728E">
        <w:rPr>
          <w:rtl/>
          <w:lang w:bidi="fa-IR"/>
        </w:rPr>
        <w:t xml:space="preserve">...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188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دروغ است که نقل کرده اند رسول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اعلمکم معاذ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مغاذ از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آگاهتر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اعلمکم فلان و ازهدکم فلان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189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فلان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همه داناتر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فلان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همه زاهدتر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190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20" w:name="_Toc425599001"/>
      <w:r>
        <w:rPr>
          <w:rtl/>
          <w:lang w:bidi="fa-IR"/>
        </w:rPr>
        <w:lastRenderedPageBreak/>
        <w:t>120 اشکال به سخن ابن اثیر درباره ی تادیب امام</w:t>
      </w:r>
      <w:bookmarkEnd w:id="12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ابن اث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للامام 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ؤ دب الرع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حق دارد رع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خود را تاد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کند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شما که اما را معصوم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امام خود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او را تاد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تعز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او متابعت کرد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را برود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مقصد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21" w:name="_Toc425599002"/>
      <w:r>
        <w:rPr>
          <w:rtl/>
          <w:lang w:bidi="fa-IR"/>
        </w:rPr>
        <w:t>121 شیوه های تسلط کفار بر مسلمانان</w:t>
      </w:r>
      <w:bookmarkEnd w:id="12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کفار ما را از بزرگان و پدران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 جدا کردند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 و آن ها فاصله انداختند دستور داده اند پسران و دختران را در مح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مدارس ترب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کنند تا از ترب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خانوادگ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دور باشند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مردم و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جدا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ندازند و مردم را نسبت به آن ها بدب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که افراد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لباس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خصوصا با صورت خوب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عمامه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محاسن و</w:t>
      </w:r>
      <w:r w:rsidR="0014728E">
        <w:rPr>
          <w:rtl/>
          <w:lang w:bidi="fa-IR"/>
        </w:rPr>
        <w:t xml:space="preserve">...) </w:t>
      </w:r>
      <w:r>
        <w:rPr>
          <w:rtl/>
          <w:lang w:bidi="fa-IR"/>
        </w:rPr>
        <w:t>و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علما و بزرگان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درآورند تا در مجامع عموم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در انظار توده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افعال 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حه انجام 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هم غافل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از جمله فرمان ها و دستورها و نقشه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کفار چند صد سال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ما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کشتزارها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را بسوزانند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آشام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 را آلوده و مسموم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امراض را اشاعه دهند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را در جامعه دامن زنند تا به مجرد هجوم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آن ها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مطالب را از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صد سال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کته کرده اند و دستورش را در چند ماده صادر و مکتوب نموده اند و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 xml:space="preserve"> هم وجود دارد و شواهد صدق دارد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191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به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محتاج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آن ها به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اگر آن ها به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محتاج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چرا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تسلط بر ما و معادن 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هم مقاتله و جدال دارند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آن ها ابتدا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از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سپس ثروت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 و از همان ها به ما تفضلا وام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 و نزول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صورت ظاهر صدقه و بلاعوض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 و بر ما منت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22" w:name="_Toc425599003"/>
      <w:r>
        <w:rPr>
          <w:rtl/>
          <w:lang w:bidi="fa-IR"/>
        </w:rPr>
        <w:t>122 نماز اول وقت، تامین کننده ی زندگی انسان</w:t>
      </w:r>
      <w:bookmarkEnd w:id="122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با سفارش به نماز اول وقت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نماز شب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فرزنداندشان را تام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23" w:name="_Toc425599004"/>
      <w:r>
        <w:rPr>
          <w:rtl/>
          <w:lang w:bidi="fa-IR"/>
        </w:rPr>
        <w:t>123 درجات و درکات انسان</w:t>
      </w:r>
      <w:bookmarkEnd w:id="123"/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انسان با ملک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قدم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فاصله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قرآن 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الا ان تکونا ملکین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192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ملک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ابان و جنگل و باغ وحش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به جهنم قدم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گذارد اما انسان که اعظم و اشرف مخلوقات است به جهنم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به خلود در آتش محکوم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: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خلدین فیها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193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طان بر سر راه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و همواره در کم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لاقعدن لهم صرطک المستقیم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194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قطعا بر سر راه راست تو خواهم نشست و آنان را منحرف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نمود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195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24" w:name="_Toc425599005"/>
      <w:r>
        <w:rPr>
          <w:rtl/>
          <w:lang w:bidi="fa-IR"/>
        </w:rPr>
        <w:lastRenderedPageBreak/>
        <w:t>124 دین تامین کننده ی دنیای انسان</w:t>
      </w:r>
      <w:bookmarkEnd w:id="124"/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بهتر هم با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نه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و به هر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بالاتر از آن را طالب است و آرامش ندارد تا به نفس مطمئنه برسد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اما جهل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غفلت دارد که داشتن 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رفاه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رفاه و آرامش دل است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الا بذکر الله تطمئن القلوب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196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هان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دل ها فقط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خدا آرام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</w:p>
    <w:p w:rsidR="004D0522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تنها وس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له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آرامش دل ذکر الله است</w:t>
      </w:r>
      <w:r w:rsidR="0014728E">
        <w:rPr>
          <w:rtl/>
          <w:lang w:bidi="fa-IR"/>
        </w:rPr>
        <w:t xml:space="preserve">؛ </w:t>
      </w:r>
      <w:r w:rsidR="006B7205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ما بر اسباب تک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ه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و از مسبب الاسباب غافل هست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حال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که خداوند متعال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فرما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ان القوة لله جمیعا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197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قدرت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توانا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همگ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فقط از آن خداست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انسان خودش را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برود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اعد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عدوک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نفسک الت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198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بزرگتر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دشمن تو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نفس تو است که در وجود تو نهفته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امتحان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امده تا معلوم شود که با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25" w:name="_Toc425599006"/>
      <w:r>
        <w:rPr>
          <w:rtl/>
          <w:lang w:bidi="fa-IR"/>
        </w:rPr>
        <w:t>125 مسؤ ولیت حفظ حوزه های علمیه</w:t>
      </w:r>
      <w:bookmarkEnd w:id="12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حوزه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چند بار در معرض سقوط قرار گرفته و از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حفظ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حال ما اگر در عمل بر ضد حفاظت آن بکوش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را از صاحب آن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نشانه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با 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او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او حرف بزن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علم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مذهب را ابزار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ضربه زدن به مذهب و اهل آن قرار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26" w:name="_Toc425599007"/>
      <w:r>
        <w:rPr>
          <w:rtl/>
          <w:lang w:bidi="fa-IR"/>
        </w:rPr>
        <w:lastRenderedPageBreak/>
        <w:t xml:space="preserve">126 جریان امضای مشروطیت توسط آخوند خراسانی </w:t>
      </w:r>
      <w:r w:rsidR="00C644A3" w:rsidRPr="00C644A3">
        <w:rPr>
          <w:rStyle w:val="libAlaemChar"/>
          <w:rtl/>
        </w:rPr>
        <w:t>رحمه‌الله</w:t>
      </w:r>
      <w:bookmarkEnd w:id="12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اساس مشروط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به امضا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آخوند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توسط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تجار ظاهرالصلاح در هنگام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آمدن آخوند از پله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اطاق مطالعه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 گفتن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صورت گرفت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تمام فکر آخوند صرف جمع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مطالب درس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هم به نام ترو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اسلام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موافقت با کتاب و سنت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راس مجلس شش نفر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طراز اول قرار خواهند داشت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199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وکلا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مجلس 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خواهند بود و</w:t>
      </w:r>
      <w:r w:rsidR="0014728E">
        <w:rPr>
          <w:rtl/>
          <w:lang w:bidi="fa-IR"/>
        </w:rPr>
        <w:t xml:space="preserve">...!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27" w:name="_Toc425599008"/>
      <w:r>
        <w:rPr>
          <w:rtl/>
          <w:lang w:bidi="fa-IR"/>
        </w:rPr>
        <w:t>127 حال مسلمانان در عصر غیبت و لزوم چاره اندیشی برای مقابله با کفار</w:t>
      </w:r>
      <w:bookmarkEnd w:id="12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 دو گروه در برابر هم قرار گرفته و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در حال جنگ 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فرد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دو گروه راه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س گروه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گروه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س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دو راه را دارند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شوند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بدون رهبر با دشمن مخالف بجنگند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حال ما مسلمانان با کفار تقر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طور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مسلمانان زع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ندارند که در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لوا و پرچم او قرار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که اصلا 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به زع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امام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عه هر چند اعتقاد به امام </w:t>
      </w:r>
      <w:r w:rsidR="0055251E" w:rsidRPr="0055251E">
        <w:rPr>
          <w:rStyle w:val="libAlaemChar"/>
          <w:rtl/>
        </w:rPr>
        <w:t>عليه‌السلام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دارد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عمل و وضع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مانند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هستند و با آن ها فرق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ندارند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حال که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مسلمانان - چه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و چه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اعتقادا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عملا زع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کنار هم بنش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 و چاره اند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محافظت و مواظبت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راه محافظه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چگونه از دست دشمن در امان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مذهب ما محفوظ بماند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راه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محافظت و مواظبت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اولا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کفار را نخور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ثان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آن چه را که به ما 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 (!)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 - تا مجذوب آن ها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و </w:t>
      </w:r>
      <w:r>
        <w:rPr>
          <w:rtl/>
          <w:lang w:bidi="fa-IR"/>
        </w:rPr>
        <w:lastRenderedPageBreak/>
        <w:t>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راه بر ما مسلمانان و منافع ما مسلط شوند و بر ما ظلم و ستم کنند - قبول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اقرب طوا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به حق و واقع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آسمان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مسلمانان هستند و احق از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فرقه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مختلف مسلمانان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طا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است که مخذول و ذل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اما و عب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کفار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28" w:name="_Toc425599009"/>
      <w:r>
        <w:rPr>
          <w:rtl/>
          <w:lang w:bidi="fa-IR"/>
        </w:rPr>
        <w:t>128 نظارت دقیق امام زمان - عجل الله تعالی فرجه الشریف - براعمال و عواقب بسیار بد گناهان اجتماعی</w:t>
      </w:r>
      <w:bookmarkEnd w:id="12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توجه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ما 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بر احوال ما ناظر است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حال ما اگر در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او را ناظر 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او را در همه جا ناظر ندان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گناهان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خلوت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و ربط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امور اجتماع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استحقاق جهنم را دارد الا بتوبة مناسبة للحال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مگر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بعد از آن توبه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مناسب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انجام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عواقب گناهان اجتماع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موجب تغ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رات در جامعه و اختلال نظام و انحلال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تحر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حلال و ترک واجب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مصادره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اموال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هتک حرمت و قتل نفوس زک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ختن خون مسلمانان و حکم به ناحق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چگونه خواهد بود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با وجود اعتقاد به داشتن 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که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الله الناظرة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200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است -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از نظر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فرار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خود را پنهان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 هر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خواست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انجام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چه پاسخ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داد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همه ادوات و ابزار را از خود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نفع دشمن به کار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آلت دست کفار و اجانب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آن ها کمک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چه قدر سخت است اگر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امر ملکه نشود که در هر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اقدام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انجام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</w:p>
    <w:p w:rsidR="006B7205" w:rsidRDefault="0070293B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6B7205">
        <w:rPr>
          <w:rtl/>
          <w:lang w:bidi="fa-IR"/>
        </w:rPr>
        <w:lastRenderedPageBreak/>
        <w:t>ابتدا رضا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ت و عدم رضا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ت او را در نظر نگ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م و رضا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ت و خوشنود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او را جلب ننما</w:t>
      </w:r>
      <w:r w:rsidR="00CE0249">
        <w:rPr>
          <w:rtl/>
          <w:lang w:bidi="fa-IR"/>
        </w:rPr>
        <w:t>یی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 w:rsidR="006B7205">
        <w:rPr>
          <w:rtl/>
          <w:lang w:bidi="fa-IR"/>
        </w:rPr>
        <w:t>البته رضا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ت و سخط او در هر امر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معلوم است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ظاهرا منته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به واضحات 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در غ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ر واضحات و موارد مشکوک با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 احت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اط کن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اواخر اتفاق افتاده که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مرجع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سته شک و ترد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خواب چهره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شخص مورد نظر را به او معرف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نجف رفت و پس از مدت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جست و جو او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اتفاق افتاده که در بقا بر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عدول به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داشته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قبر معصوم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است که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هر کدام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نقل ها قابل تکذ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مجموع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متوجه و مراقب ما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گفت از احوال ما مطلع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ست و ما هر کار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هر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آزادانه انجام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29" w:name="_Toc425599010"/>
      <w:r>
        <w:rPr>
          <w:rtl/>
          <w:lang w:bidi="fa-IR"/>
        </w:rPr>
        <w:t xml:space="preserve">129 تقیه، شیوه ی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نواب خاص امام زمان -عجل الله تعالی فرجه الشریف</w:t>
      </w:r>
      <w:bookmarkEnd w:id="12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رواج و بقا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مذهب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با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انجام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رفته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نداست و آن را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جدا ساخت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روح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201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سلام الله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- در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و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حضور داشتند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جانش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جواب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عندنا ان الخل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فة بعد رسول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ابوبکر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نزد ما به نظر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بعد از 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ابوبکر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بعد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عامه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گفتند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کذبون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هذا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14728E">
        <w:rPr>
          <w:rtl/>
          <w:lang w:bidi="fa-IR"/>
        </w:rPr>
        <w:t xml:space="preserve">؟!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202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تا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دروغ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بندند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خاص امام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کارش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 و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بعد از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چ کدام از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خروج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 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عسکر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1797F" w:rsidRPr="0051797F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هم زندان رفتند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30" w:name="_Toc425599011"/>
      <w:r>
        <w:rPr>
          <w:rtl/>
          <w:lang w:bidi="fa-IR"/>
        </w:rPr>
        <w:t>130 علت غیبت امام زمان - عجل الله تعالی فرجه الشریف - خود ماییم</w:t>
      </w:r>
      <w:bookmarkEnd w:id="130"/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سبب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خود ما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دستمان به او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اگر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ظاهر و حاضر شود چه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جن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آن حضرت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قاتل او انسان است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ما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در طول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ائمه </w:t>
      </w:r>
      <w:r w:rsidR="00937235" w:rsidRPr="00937235">
        <w:rPr>
          <w:rStyle w:val="libAlaemChar"/>
          <w:rtl/>
        </w:rPr>
        <w:t>عليهم‌السلام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امتحان خود را پس داده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امام تحفظ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اطاعت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او را به قتل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انحطاط و پست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قوم حضرت صالح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ناقه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صالح را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ارتزاق و نعمت آن ها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قرآن 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لها شرب و لکم شرب یوم معلوم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203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 روز آب سهم شما باشد و روز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گر سهم آن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 ناقه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روز آب چاه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 و در عوض به آن ها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گونه که ممکن است عقلا خز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و انبار نعمت خود را نابود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چنان که ناقه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صالح را کشتند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امکان دارد که ما انسان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عاقل</w:t>
      </w:r>
      <w:r w:rsidR="0014728E">
        <w:rPr>
          <w:rtl/>
          <w:lang w:bidi="fa-IR"/>
        </w:rPr>
        <w:t xml:space="preserve"> (!)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را که تمام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رات از او است و از </w:t>
      </w:r>
      <w:r>
        <w:rPr>
          <w:rtl/>
          <w:lang w:bidi="fa-IR"/>
        </w:rPr>
        <w:lastRenderedPageBreak/>
        <w:t xml:space="preserve">ناقه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صالح بالاتر و پر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تر است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اغراض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به قتل برسان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31" w:name="_Toc425599012"/>
      <w:r>
        <w:rPr>
          <w:rtl/>
          <w:lang w:bidi="fa-IR"/>
        </w:rPr>
        <w:t>131 عمل به احتیاط در عمل شخصی و اشکال امر به احتیاط در مقام فتوی</w:t>
      </w:r>
      <w:bookmarkEnd w:id="13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محمد رضا آل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204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حال رکوع و سجود 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حه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کبر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205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چند بار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گفته شود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 جواب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سه مرتبه واجب است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بعد از رفتن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کننده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عنوان اعتراض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عرض شد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از فقها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فتوا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نداده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شخص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قبل از سجده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در حال سجده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سوم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در هنگام سر برداشتن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لذا خواه نا خواه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سه در حال سجده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گفته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عصا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زن هاست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ظاهر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بهتر است انسان در مقام عمل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از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نگذرد و عمل را موافق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انجام دهد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مقام فتو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دستور به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مشکل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32" w:name="_Toc425599013"/>
      <w:r>
        <w:rPr>
          <w:rtl/>
          <w:lang w:bidi="fa-IR"/>
        </w:rPr>
        <w:t>132 اهمیت نماز از بین اعمال عبادی و مقایسه ی آن با ولایت</w:t>
      </w:r>
      <w:bookmarkEnd w:id="13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کتاب فقه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اندازه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کتاب الصلاة کث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المباحث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الف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نفل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206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نوشته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کلمات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اعلم ان کل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ء من عملک تبع لصلاتک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207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بدان که تمام اعمالت تابع نمازت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مشاهده کرده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در حال نماز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آن انسان خارج از نماز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33" w:name="_Toc425599014"/>
      <w:r>
        <w:rPr>
          <w:rtl/>
          <w:lang w:bidi="fa-IR"/>
        </w:rPr>
        <w:t>133 روایاتی ناب درباره ی آثار نماز</w:t>
      </w:r>
      <w:bookmarkEnd w:id="13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فضل نماز فعلا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بالغ تر و رساتر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در نظرم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الصلاة معراج ال</w:t>
      </w:r>
      <w:r w:rsidR="004D40D4">
        <w:rPr>
          <w:rtl/>
          <w:lang w:bidi="fa-IR"/>
        </w:rPr>
        <w:t>مؤمن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208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نماز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معراج و نردبان ترق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لو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علم المصل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غشاه من جلال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انفتل من صلاته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209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نمازگزار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 که از جلال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اندازه او را فرا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هرگز از نماز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گرداند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از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کل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ء من عملک تبع لصلاتک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210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تمام اعمال تو در قبول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رد تابع نمازت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نماز از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اعمال عباد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بالاتر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 از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ث لم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ناد بش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ء کما نود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211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به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به اندازه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فرا خوانده نشده 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عبادات خمس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212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از همه بالاتر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علت آن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اعتبار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عقا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اصول است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و صلاة فرع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14728E">
        <w:rPr>
          <w:rtl/>
          <w:lang w:bidi="fa-IR"/>
        </w:rPr>
        <w:t xml:space="preserve">؟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اعتبار تلازم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است با آن چه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نمازگزار در نمازها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؟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34" w:name="_Toc425599015"/>
      <w:r>
        <w:rPr>
          <w:rtl/>
          <w:lang w:bidi="fa-IR"/>
        </w:rPr>
        <w:lastRenderedPageBreak/>
        <w:t>134 سی سال است منتظر مرگ هستم!</w:t>
      </w:r>
      <w:bookmarkEnd w:id="134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قوتشان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213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214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ما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خدا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ما دورند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علما را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 که در کنارشان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حالاتشان را از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مشاهده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دم آخر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 آخوند ملا فتح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آهسته به اطراف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که کار گذشته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حضار با همد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نجوا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215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که آخوند </w:t>
      </w:r>
      <w:r w:rsidR="00C644A3" w:rsidRPr="00C644A3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نفهمد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آن ها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طب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چه گفته است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بنده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سال است منتظرش هستم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216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35" w:name="_Toc425599016"/>
      <w:r>
        <w:rPr>
          <w:rtl/>
          <w:lang w:bidi="fa-IR"/>
        </w:rPr>
        <w:t>135 مرگ در دیدگاه امیرال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ین و سیدالشهدا </w:t>
      </w:r>
      <w:r w:rsidR="0051797F" w:rsidRPr="0051797F">
        <w:rPr>
          <w:rStyle w:val="libAlaemChar"/>
          <w:rtl/>
        </w:rPr>
        <w:t>عليهما‌السلام</w:t>
      </w:r>
      <w:bookmarkEnd w:id="13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کلمات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 که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طالب آنس بالموت من الطفل بثد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217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سوگند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قطعا علاقه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پسر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طالب به مرگ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علاقه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کودک به پستان مادر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در کلمات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ما اولهن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اق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عقوب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218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قدر به گذشتگانم علاقمند و سرگشته ام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بسان علاقه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عقوب به حضرت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وسف </w:t>
      </w:r>
      <w:r w:rsidR="0051797F" w:rsidRPr="0051797F">
        <w:rPr>
          <w:rStyle w:val="libAlaemChar"/>
          <w:rtl/>
        </w:rPr>
        <w:t>عليهما‌السلام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به هنگام خروج از مکه و حرکت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کربلا 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نطق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 کان باذلا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 مهجته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موطنا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لقا الله نفسه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رحل معنا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219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کس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جان خود را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بذل کند و خود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ملاقات با خدا آماده کرده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ما کوچ کند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همه را به جهاد و جنگ و کشته شدن دعوت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اهل بهشت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ز دوستان خود در دن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را دعوت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کنند که چرا 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>د و در قفس و زندان مانده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36" w:name="_Toc425599017"/>
      <w:r>
        <w:rPr>
          <w:rtl/>
          <w:lang w:bidi="fa-IR"/>
        </w:rPr>
        <w:t>136 دروغ هرگز</w:t>
      </w:r>
      <w:bookmarkEnd w:id="13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لشکر خود وعده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ما غالب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دروغ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گاه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ما بر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غالب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مگر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جاد رعب در دل آن ها بود که با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بلند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لا قتلن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و اصحابه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اران او را خواهم کشت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بلافاصله آهسته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شا الله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خدا بخواهد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به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باره از او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تا که دروغ نگفته باشم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220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 وقت هم معاو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ه خواست عل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 w:rsidR="006B7205">
        <w:rPr>
          <w:rtl/>
          <w:lang w:bidi="fa-IR"/>
        </w:rPr>
        <w:t xml:space="preserve"> را امتحان کند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لذا چند نفر را نزد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شان فرستاد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آمد و 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معاو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ه مرد حضرت ساکت شد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در پاسخ دوم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هم حضرت ساکت شد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در پاسخ سوم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لم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مت و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موت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نبت تحت قدم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221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نمرده و نخواهد مرد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 برو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امکان دارد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حال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مراد او اطلاع نداشته باشد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37" w:name="_Toc425599018"/>
      <w:r>
        <w:rPr>
          <w:rtl/>
          <w:lang w:bidi="fa-IR"/>
        </w:rPr>
        <w:lastRenderedPageBreak/>
        <w:t>137 سخنان منصور و معاویه در دم مرگ</w:t>
      </w:r>
      <w:bookmarkEnd w:id="13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منصور با آن همه دستور کشتن ها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مرض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منجر به مرگش شد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ردون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حرم رب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222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مرا به حرم پروردگارم برگردان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خواهم در حرم بم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 نه خارج از حرم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هم دم مرگ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خلوا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ارحم الراحم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مرا به خداوند ارحم الراحم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بسپار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کنار برو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منکر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انسان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اوقات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دم مرگ به رحمت پروردگار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داشته باشد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غرض 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قابل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انسان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غا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قوس صعود و غا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قوس نزول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سلمان و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38" w:name="_Toc425599019"/>
      <w:r>
        <w:rPr>
          <w:rtl/>
          <w:lang w:bidi="fa-IR"/>
        </w:rPr>
        <w:t xml:space="preserve">138 علاقه ی فوق العاده برخی اصحاب بهرسول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امیرال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ین </w:t>
      </w:r>
      <w:r w:rsidR="0055251E" w:rsidRPr="0055251E">
        <w:rPr>
          <w:rStyle w:val="libAlaemChar"/>
          <w:rtl/>
        </w:rPr>
        <w:t>عليه‌السلام</w:t>
      </w:r>
      <w:bookmarkEnd w:id="13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اصحاب حضرت رسول </w:t>
      </w:r>
      <w:r w:rsidR="00A14306" w:rsidRPr="00A1430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افراد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فوق العاده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علاقه و محبت داشتند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ابوذر - رضوان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- 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 به آب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تا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آب نخورد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خورم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223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چه محبت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گفت ابوذر تشنه نبود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اصحاب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افراد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علاقه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فوق العاده به صاحب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داشتند و تا دم مرگ و شهادت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راه استقامت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ثم تمار - رضوان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39" w:name="_Toc425599020"/>
      <w:r>
        <w:rPr>
          <w:rtl/>
          <w:lang w:bidi="fa-IR"/>
        </w:rPr>
        <w:lastRenderedPageBreak/>
        <w:t xml:space="preserve">139 لزوم دعا برای رفع گرفتاریهای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ین، و چاره اندیشی درمقابل خطرهای دینی</w:t>
      </w:r>
      <w:bookmarkEnd w:id="13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تفاوت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رفع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و بلاها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بدان مبتلا هستند دعا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بلاها به ما هم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خواهد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 که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 xml:space="preserve"> بر سر ما آمده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ختن مواد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و بمباران شهرها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224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در مقابل خطرها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فکر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چاره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هر چه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هر چه بر سر زنان و مردان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جوان ما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آمد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40" w:name="_Toc425599021"/>
      <w:r>
        <w:rPr>
          <w:rtl/>
          <w:lang w:bidi="fa-IR"/>
        </w:rPr>
        <w:t>140 بلاها به صورت یکسان تقسیم شده اند</w:t>
      </w:r>
      <w:bookmarkEnd w:id="14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مرام کمون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از حسادت ناش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 و من ندارم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غافل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نعمت خدا تنها در دارا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و مال و ثروت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ثروتمند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صحت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اولاد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آرامش و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دارد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دارا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ها و نادار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افراد من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المجموع حساب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المصائب بالسو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مقسومة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225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به صورت مساو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کسان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مردم 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شده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41" w:name="_Toc425599022"/>
      <w:r>
        <w:rPr>
          <w:rtl/>
          <w:lang w:bidi="fa-IR"/>
        </w:rPr>
        <w:t xml:space="preserve">141 فقه آل محمد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بهترین ختم!</w:t>
      </w:r>
      <w:bookmarkEnd w:id="141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ختم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بده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او در جواب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ختم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مجرب در نظر دارم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فقه آل محمد صلوات الل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 اجمع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تعلم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مباحثه و مذاکره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فقه مشغول و ملتزم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چه اثرات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علم فقه اثر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مقصود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بدان اشتغال دارد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باشد که از اعوان ظلمه گردد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فرق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با انسان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فقه بخواند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تمام کمالات بالقوه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علم در او بالفعل گردد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42" w:name="_Toc425599023"/>
      <w:r>
        <w:rPr>
          <w:rtl/>
          <w:lang w:bidi="fa-IR"/>
        </w:rPr>
        <w:t>142 راه تحصیل کمالات</w:t>
      </w:r>
      <w:bookmarkEnd w:id="142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مقامات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از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تعلم ونوشتن ها و اشتغال به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در حوزه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به دروس معمول در حوزه ها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عمل به مستحبات معمول به حاصل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کار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نداشته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طور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بوده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اهل کرامات بوده اند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اگر بنده هم کرامات و مقامات آن ها را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بودم به طور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گفتم که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مقامات را نداشته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تازه آن ها از اسات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بزرگان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43" w:name="_Toc425599024"/>
      <w:r>
        <w:rPr>
          <w:rtl/>
          <w:lang w:bidi="fa-IR"/>
        </w:rPr>
        <w:t>143 فریبی از این دست</w:t>
      </w:r>
      <w:bookmarkEnd w:id="14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دانشمندان در اروپا نشسته بودند و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ساختن هواپ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 فکر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محال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انسان چگونه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پرواز کند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علت پرواز پرنده آن است که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توازن امکان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محال است پرواز کند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بعد خودشان به کره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ماه رفتند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علما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ساکن عراق قبل از جنگ جهان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دوم در بغداد مدع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شد که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شود هواپ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ما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 xml:space="preserve"> ساخت که بدون خلبان هدا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 شود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او از آلمان مکرر نوشتند که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امر محال است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خود را در زحمت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نداز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بعد خودشان ساختند و در جنگ به کار بردند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44" w:name="_Toc425599025"/>
      <w:r>
        <w:rPr>
          <w:rtl/>
          <w:lang w:bidi="fa-IR"/>
        </w:rPr>
        <w:lastRenderedPageBreak/>
        <w:t>144 آغاز و فرجام برخی از حاکمان</w:t>
      </w:r>
      <w:bookmarkEnd w:id="14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حکومت در دست خوارج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الاسلام السلام</w:t>
      </w:r>
      <w:r w:rsidR="0014728E">
        <w:rPr>
          <w:rtl/>
          <w:lang w:bidi="fa-IR"/>
        </w:rPr>
        <w:t>! (</w:t>
      </w:r>
      <w:r>
        <w:rPr>
          <w:rtl/>
          <w:lang w:bidi="fa-IR"/>
        </w:rPr>
        <w:t>با اسلام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خداحافظ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!) 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هدم قبور و مساجد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مانند آب خوردن سهل و آسان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جد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سرکار آمد استار کعبه را به دست گرفت و ندا سر داد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لا اله الا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وحده وحده وحده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انجز وعده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نصر عبده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اعز جنده</w:t>
      </w:r>
      <w:r w:rsidR="0014728E">
        <w:rPr>
          <w:rtl/>
          <w:lang w:bidi="fa-IR"/>
        </w:rPr>
        <w:t xml:space="preserve">...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جز خداوند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او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گانه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گانه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وعده اش وفا نمود و بنده اش 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لشکرش را سرافراز گرداند</w:t>
      </w:r>
      <w:r w:rsidR="0014728E">
        <w:rPr>
          <w:rtl/>
          <w:lang w:bidi="fa-IR"/>
        </w:rPr>
        <w:t xml:space="preserve">...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لذا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مردم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 شد که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توح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محض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اده کند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بعد 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حرم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226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سرقت نمود 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هشت سال دولت عثمان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به اسلامبول برد و دور شهرها گرداند و آن ها را در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مصرف کرد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محسن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-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227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فهرست 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مسروقه را با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متش نوشته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مورد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جواهرات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مسروقه نوشته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مت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کرد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درآمد و ثروت ملک و مملکت را 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مصالح مسلمانان صرف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شاهزاده ها در آمر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کا و اروپا مصرف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هم گفته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موقوفه است و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مصالح اسلام به معبر و طر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عام تبد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گردد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فدک را هم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مصالح اسلام از دست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و حضرت زهرا </w:t>
      </w:r>
      <w:r w:rsidR="0051797F" w:rsidRPr="0051797F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گرفتند و غضب کردند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لابد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آن 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جا و دربست به مروان بخش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آن هم حتما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مصلحت اسلام بوده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گفته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عامه مجتهد بودند و اگر 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انا خطا هم کردند ماجورند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در هر حال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آن حاکم دو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نف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و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نفا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حرم را به عنوان 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سلطان عثمان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نکرد و ثابت شد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مفسد و ظالمند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45" w:name="_Toc425599026"/>
      <w:r>
        <w:rPr>
          <w:rtl/>
          <w:lang w:bidi="fa-IR"/>
        </w:rPr>
        <w:lastRenderedPageBreak/>
        <w:t>145 مطابق دفتر شرع</w:t>
      </w:r>
      <w:bookmarkEnd w:id="14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مقصود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انسان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را مطابق دفتر شرع انجام دهد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228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چه موافق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باشد و چه مخالف آن</w:t>
      </w:r>
      <w:r w:rsidR="0014728E">
        <w:rPr>
          <w:rtl/>
          <w:lang w:bidi="fa-IR"/>
        </w:rPr>
        <w:t xml:space="preserve">) . </w:t>
      </w:r>
      <w:r>
        <w:rPr>
          <w:rtl/>
          <w:lang w:bidi="fa-IR"/>
        </w:rPr>
        <w:t>اگر انسان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کارش بر طبق حجت شرع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چه 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انا مخالف با واقع شود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در نزد پروردگار معذور بلکه ماجور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نباشد که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با دفتر شرع موافقت نداشته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هر چه خواست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ما خواستند انجام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هر چند بر خلاف شرع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بخواهند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امضا به نفع خود از انسان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گروه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هجوم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 و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را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فراهم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 تا به مقصد خود برسند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 چنان که در امضا بر له مشروطه از آخوند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آمد و چه کارها و سوء استفاده ها که نکردند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46" w:name="_Toc425599027"/>
      <w:r>
        <w:rPr>
          <w:rtl/>
          <w:lang w:bidi="fa-IR"/>
        </w:rPr>
        <w:t>146 خشنودی امام زمان - عجل الله تعالی فرجه الشریف - میزانعمل ما باید باشد</w:t>
      </w:r>
      <w:bookmarkEnd w:id="14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امور اجتماع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نگاه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آن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افراد معصوم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بزرگ و بزرگوار باشند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بلکه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نگاه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اگر خودمان تنها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نبودند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و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کار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229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ما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خود را با اهل سنت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رضا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را در کارها به دست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چه در مصرف سهم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چه در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47" w:name="_Toc425599028"/>
      <w:r>
        <w:rPr>
          <w:rtl/>
          <w:lang w:bidi="fa-IR"/>
        </w:rPr>
        <w:lastRenderedPageBreak/>
        <w:t>147 وای بر ما اگر...</w:t>
      </w:r>
      <w:bookmarkEnd w:id="147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حضرت حجت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بداند که او در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موافقت و رضا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حضرت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مخالفت آن حضرت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اعتنا و لاابال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امور 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مردم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دست من دست او است و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هستم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نباشد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خدا نکند 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خصوصا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در آخر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دم مرگ به داد ما برسد و به شفاعتش بلاها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رفع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از اول کار از او جدا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در آخر کار تما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از ما دستگ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وفاتش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انوار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سلام کرد و تعظ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نمود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کدام از حضار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آن بزرگواران که در وقتش به آن ها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دم آخر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شخص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تفاوت مراتب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مان و تقوا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 و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گذشته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صد سال فاصله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 و آن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مانند هزار سال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دعا کردن و زود مستجاب شدن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اصلا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بوده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حالا 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دعا کردم و مستجاب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نادر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نقل کرده اند که 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- که فاصله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وفاتش با وفات مرحوم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هفته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مشهد بود و خانواده اش در عراق بودند - به حرم امام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مشرف شد و عرض کرد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خانواده ام</w:t>
      </w:r>
      <w:r w:rsidR="0014728E">
        <w:rPr>
          <w:rtl/>
          <w:lang w:bidi="fa-IR"/>
        </w:rPr>
        <w:t xml:space="preserve">...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230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بلافاصله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کنارش گذشت و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پول به او داد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رو کرد به حضرت و عرض نمود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نه مناسب کرم شما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مقدار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باز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کم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پس از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مشهد در صحن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lastRenderedPageBreak/>
        <w:t>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معامله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با حضرت خوب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همان اندازه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خواسته از 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بش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 و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48" w:name="_Toc425599029"/>
      <w:r>
        <w:rPr>
          <w:rtl/>
          <w:lang w:bidi="fa-IR"/>
        </w:rPr>
        <w:t>148 عنایت ویژه به ثابت قدمان در زمان نزدیک ظهور</w:t>
      </w:r>
      <w:bookmarkEnd w:id="14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زمانه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قضا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نادر اتفاق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افتد - اگر اتفاق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انصاف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در زمان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به ظهور که ظلم فراگ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ملئت ظلما و جورا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231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مظنون است بلکه بالاتر از ظن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افراد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ظهور 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مانند و ثابت قدم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الطاف خاص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خارج نشوند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حضرت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عصر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تک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گاه مرم است و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تک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گاهشان او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کوه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مردم تا زمان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به ظهور تصف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 و</w:t>
      </w:r>
      <w:r w:rsidR="0014728E">
        <w:rPr>
          <w:rtl/>
          <w:lang w:bidi="fa-IR"/>
        </w:rPr>
        <w:t xml:space="preserve">: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قوم</w:t>
      </w:r>
      <w:r w:rsidR="0014728E">
        <w:rPr>
          <w:rtl/>
          <w:lang w:bidi="fa-IR"/>
        </w:rPr>
        <w:t xml:space="preserve">... </w:t>
      </w:r>
      <w:r w:rsidR="006B7205">
        <w:rPr>
          <w:rtl/>
          <w:lang w:bidi="fa-IR"/>
        </w:rPr>
        <w:t>بعد ارتداد اکثر القائل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بامامته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232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بازگشت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امامت او اعتقاد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قهرا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از ابتلائات و آزما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آمده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الطاف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ژه از ناح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حضرت شاملشان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49" w:name="_Toc425599030"/>
      <w:r>
        <w:rPr>
          <w:rtl/>
          <w:lang w:bidi="fa-IR"/>
        </w:rPr>
        <w:t>149 جریان مرحوم آقا سید یونس اردبیلی وعمل به وظیفه در شدت ابتلا</w:t>
      </w:r>
      <w:bookmarkEnd w:id="14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ممکن است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ابتلائات بزرگ هر چند مانند ذب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حه حرکت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کوچک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مسجد گوهرشاد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نمودند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هشت نفر از علما هم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آن ها بودند و معلوم نبود که آن ها را به کجا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اعدامشان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دابوالحسن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نجات آن ها از نجف به رضاشاه تلگراف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جا که در تلگراف کلمه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حتما ذکر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تلگراف از کرمانشاه برگشت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دوباره تلگراف زدند </w:t>
      </w:r>
      <w:r>
        <w:rPr>
          <w:rtl/>
          <w:lang w:bidi="fa-IR"/>
        </w:rPr>
        <w:lastRenderedPageBreak/>
        <w:t>و از اعدام آن ها صرف نظر و آزاد شدند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بازداشتگاه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با حال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تضرع مشغول توسلات و زار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دعا و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ونس اردب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مشغول مطالعه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کتاب جواهر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اصلا در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فشان را همان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50" w:name="_Toc425599031"/>
      <w:r>
        <w:rPr>
          <w:rtl/>
          <w:lang w:bidi="fa-IR"/>
        </w:rPr>
        <w:t>150 اگر در راه امام زمان - عجل الله تعالی فرجه الشریف - باشیم...</w:t>
      </w:r>
      <w:bookmarkEnd w:id="150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مانند زنبور عسل و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رده به مردم منفعت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رسانند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انسان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ممکن است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مردم نافع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به اندازه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خود در هدا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مردم تلاش و کوشش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امکان دارد که مورد 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الله الناظرة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233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نباش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راه آن حضرت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چه به ما بد و ناسزا هم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ناراحت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هم چنان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آن راه حق و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قت ثابت قدم و استوار بوده و در ناملا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مات صبر و استقامت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51" w:name="_Toc425599032"/>
      <w:r>
        <w:rPr>
          <w:rtl/>
          <w:lang w:bidi="fa-IR"/>
        </w:rPr>
        <w:t>151 اگر دلیل مساعد و یاور ما باشد</w:t>
      </w:r>
      <w:bookmarkEnd w:id="15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موارد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بر خلاف مشهور نظر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ساعدنا الدل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لا نتوحش من الوحدة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234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مساعد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 ما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تنها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مقدس اردب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235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تقر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مقدس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 خلاف مشهور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و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مجتهد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بزرگان </w:t>
      </w:r>
      <w:r>
        <w:rPr>
          <w:rtl/>
          <w:lang w:bidi="fa-IR"/>
        </w:rPr>
        <w:lastRenderedPageBreak/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بنا نبود که از 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شود و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ابتدا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اموات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گفتم از مقدس اردب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هرگاه نظر جد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منظور رها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وحشت انفراد در فتو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ملا مرده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مساله موافق ما باشد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مرحوم آخوند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از علما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قبلا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گفته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خوشحال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52" w:name="_Toc425599033"/>
      <w:r>
        <w:rPr>
          <w:rtl/>
          <w:lang w:bidi="fa-IR"/>
        </w:rPr>
        <w:t>152 لذت از عبادت به ویژه نماز</w:t>
      </w:r>
      <w:bookmarkEnd w:id="15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قدس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تنعموا بعبادت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فانکم تتنعمون بها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الآخرة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236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عبادت من لذت ببر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شما در آخرت از همان لذت برده و بهره مند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بود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عبادت لذت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حد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ث از روا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 w:rsidR="006B7205">
        <w:rPr>
          <w:rtl/>
          <w:lang w:bidi="fa-IR"/>
        </w:rPr>
        <w:t xml:space="preserve"> نقل کرده که نماز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گرسنگ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تشنگ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را برطرف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بالاتر است</w:t>
      </w:r>
      <w:r w:rsidR="0014728E">
        <w:rPr>
          <w:rtl/>
          <w:lang w:bidi="fa-IR"/>
        </w:rPr>
        <w:t xml:space="preserve">؛ </w:t>
      </w:r>
      <w:r w:rsidR="006B7205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را دوام و استمرار را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رساند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53" w:name="_Toc425599034"/>
      <w:r>
        <w:rPr>
          <w:rtl/>
          <w:lang w:bidi="fa-IR"/>
        </w:rPr>
        <w:t>153 تنها از نماز خواندن لذت می برم</w:t>
      </w:r>
      <w:bookmarkEnd w:id="15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760208" w:rsidRPr="00760208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237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در سن نود سالگ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غذا خوردن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مانند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انبان و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پر کنم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من از خوردن غذا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لذت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چه از آن لذت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برم نماز خواندن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بعد از نماز صبح در بالاسر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ستاد و تا طلوع آفتاب به نماز مشغول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54" w:name="_Toc425599035"/>
      <w:r>
        <w:rPr>
          <w:rtl/>
          <w:lang w:bidi="fa-IR"/>
        </w:rPr>
        <w:lastRenderedPageBreak/>
        <w:t>154 لذت بردن از نماز، از مختصات انسان کامل</w:t>
      </w:r>
      <w:bookmarkEnd w:id="15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کلام الله از هر طرف صدا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تنعم و لذت حاصل از آن به مراتب گواراتر از لذت اکل و شرب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ایاک نعبد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238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تنها تو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آمده است که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لا زلت اکررها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سمعتها من قائلها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239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وسته آن را تکرار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آن را از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نده اش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حضرت حق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.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خوردن و 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و پرداختن به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شؤ ون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را از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تر آورده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اوحی ربک الی النحل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240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پروردگارت به زنبور عسل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زنبور عسل چه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ما انسان ها با ادعا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شرافت 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بتوان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انجام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رسول اکرم </w:t>
      </w:r>
      <w:r w:rsidR="00A14306" w:rsidRPr="00A1430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حبب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اکم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النسا و الط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جعل قرة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الصلاة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241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سه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مورد علاقه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عطر و بو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زنان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نور چشم من در نماز قرار داده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کدام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محبوب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لذت تکو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لذت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نماز است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از لذت آن دو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چه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در ذا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شور و تلخ است</w:t>
      </w:r>
      <w:r w:rsidR="0014728E">
        <w:rPr>
          <w:rtl/>
          <w:lang w:bidi="fa-IR"/>
        </w:rPr>
        <w:t xml:space="preserve">،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لذا هر چه زودتر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نماز را به آخر برسان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از آن فارغ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پروانه ها و زنبورها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خوش را طالبند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بهره گرفتن از جنس </w:t>
      </w:r>
      <w:r>
        <w:rPr>
          <w:rtl/>
          <w:lang w:bidi="fa-IR"/>
        </w:rPr>
        <w:lastRenderedPageBreak/>
        <w:t>مخالف هم مشترک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از مختصات و امت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ازات انسان کامل است که از نماز لذت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55" w:name="_Toc425599036"/>
      <w:r>
        <w:rPr>
          <w:rtl/>
          <w:lang w:bidi="fa-IR"/>
        </w:rPr>
        <w:t>155 توفیق به کثرت اشتغال نیست</w:t>
      </w:r>
      <w:bookmarkEnd w:id="15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سابق با آن همه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قات که داشتند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عمرشان از 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بوده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سنش از 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242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کمتر بوده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اول و ثان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رحمهماالله - با آن همهم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 و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عمر نکردند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عمرشان با برکت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به کثرت اشتغال به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ربط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56" w:name="_Toc425599037"/>
      <w:r>
        <w:rPr>
          <w:rtl/>
          <w:lang w:bidi="fa-IR"/>
        </w:rPr>
        <w:t>156 روحانیت در خدمت حکومت!</w:t>
      </w:r>
      <w:bookmarkEnd w:id="156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مشاهده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در ممالک اسلام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 در دست گرفته اند و در جهت منافع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به کار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محسن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عامل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نوشته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سعود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 بعد از آن که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را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برد و فقط تابع خود را نگه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الاسلام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فرستاد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لذا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عالمان</w:t>
      </w:r>
      <w:r w:rsidR="0014728E">
        <w:rPr>
          <w:rtl/>
          <w:lang w:bidi="fa-IR"/>
        </w:rPr>
        <w:t xml:space="preserve"> (!) </w:t>
      </w:r>
      <w:r>
        <w:rPr>
          <w:rtl/>
          <w:lang w:bidi="fa-IR"/>
        </w:rPr>
        <w:t>استفتا کرد که حکم ابقا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گنبدها و قبور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افتونا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زادکم الله علما و فهما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را از فتوا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تان بهره مند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خداوند به علم و فهم شما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 ها هم موافق نظر او دادند که</w:t>
      </w:r>
      <w:r w:rsidR="0014728E">
        <w:rPr>
          <w:rtl/>
          <w:lang w:bidi="fa-IR"/>
        </w:rPr>
        <w:t xml:space="preserve">: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جب هدمها و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حرم ابقاؤ ها و لو ساعة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بردن آن ها واجب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ابقا آن ها هر چند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لحظه باشد حرام است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واقع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استفتا کننده خود مفت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گونه علما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ضرا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تمسح و تقب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243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آن ها شرک و کفر است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حکومت ها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قبول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تابع آن ها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در نظر آن ها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متابعت دولت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کفر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جز مخالفت با حکومت وقت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57" w:name="_Toc425599038"/>
      <w:r>
        <w:rPr>
          <w:rtl/>
          <w:lang w:bidi="fa-IR"/>
        </w:rPr>
        <w:t>157 مواظبت بر حلال و حرام و کیفیت در عبادات</w:t>
      </w:r>
      <w:bookmarkEnd w:id="15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از علما نقل شده که چه اندازه مواظب حلال و حرام بوده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مواظبت آن ها بر مستحبات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ما بوده و صاحب کرامت بوده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خود او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پدرش از اهل کرامت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نقل کرد که پدرش با آن کرامات و مقامات در حال رکوع و سجود تنها سه مرتبه سبحان الله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 ها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 در عبادات ملاحظه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نه کم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در آن قرار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علما - که فقه و اصول اشتغال داشتند -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و خبر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بدون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اظهار کنند که ما اهل کرامت و علم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جماعت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تشر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آوردند و امامت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حمد و سوره را حساب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ساده قرائت فرمودند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عبادت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ساده و مختصر اگر از اهلش صادر شود چه اثرها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مفصل آن از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اهلش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اثر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مطلب اجل از آن است که با گفت و شنود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تفه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اقت دهد تا به ما الهام شود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58" w:name="_Toc425599039"/>
      <w:r>
        <w:rPr>
          <w:rtl/>
          <w:lang w:bidi="fa-IR"/>
        </w:rPr>
        <w:lastRenderedPageBreak/>
        <w:t>158 فرج من نزدیک است، دعا کنید بدا حاصل نشود</w:t>
      </w:r>
      <w:bookmarkEnd w:id="15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فکر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از کس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244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که خداوند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اصلاح جامعه قرار داده بخواه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خود او در مسجد سهله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جمکران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خواب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گوش افراد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دوستانش بدون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او را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فرموده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فرج من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دعا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نقل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فرجم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دعا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بدا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245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حاصل نشود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59" w:name="_Toc425599040"/>
      <w:r>
        <w:rPr>
          <w:rtl/>
          <w:lang w:bidi="fa-IR"/>
        </w:rPr>
        <w:t>159 مطالعه ی تراجم و شرح احوال علمای سلف</w:t>
      </w:r>
      <w:bookmarkEnd w:id="15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مراجعه به تراجم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سلف به منزله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مراجعه به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معتبر اخلاق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هر کس که طالب 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ترق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امور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از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عمر خود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استفاده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سته است به شرح احوال آن ها نگاه کند که چه کارها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اسات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ما اهل برهان و استدلال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مطلب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بدون برهان قبول نداشت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- به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شاگردانش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مطلب را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گرفت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همه جا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چشم مان را باز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برهان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قبول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گرنه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مطلب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از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بدون برهان نپذ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- همان استاد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برهان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احوال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سابق را بدون پرداختن به استدلال و برهان ذکر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60" w:name="_Toc425599041"/>
      <w:r>
        <w:rPr>
          <w:rtl/>
          <w:lang w:bidi="fa-IR"/>
        </w:rPr>
        <w:t>160 مقایسه ی وضع فعلی حوزه های علمیه با گذشته</w:t>
      </w:r>
      <w:bookmarkEnd w:id="160"/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درد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دوا را هم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فالهمها فجورهاو تقواها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246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پس خداوند شر 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نادرست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زشت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کارها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را به نفس انسان الهام نمود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اما عمل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صد سال قبل چه رجال برجسته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حوزه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اطراف به آن جاها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آمدند و در درجات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احکام و معارف و ترو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مذهب به محلها و وطن اصل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گشتند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وضع فعل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با احوال آن ها مقا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چه شرمندگ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سرافکندگ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افسوس که لا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بدل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247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از دست ما رفتند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61" w:name="_Toc425599042"/>
      <w:r>
        <w:rPr>
          <w:rtl/>
          <w:lang w:bidi="fa-IR"/>
        </w:rPr>
        <w:t xml:space="preserve">161 دعای کمیل </w:t>
      </w:r>
      <w:r w:rsidR="00C644A3" w:rsidRPr="00C644A3">
        <w:rPr>
          <w:rStyle w:val="libAlaemChar"/>
          <w:rtl/>
        </w:rPr>
        <w:t>رحمه‌الله</w:t>
      </w:r>
      <w:r>
        <w:rPr>
          <w:rtl/>
          <w:lang w:bidi="fa-IR"/>
        </w:rPr>
        <w:t>، دعای خضر و یا دعای امیر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1797F" w:rsidRPr="0051797F">
        <w:rPr>
          <w:rStyle w:val="libAlaemChar"/>
          <w:rtl/>
        </w:rPr>
        <w:t>عليهما‌السلام</w:t>
      </w:r>
      <w:bookmarkEnd w:id="16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 که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خضر است که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خوانده و کم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و از حضرت درخواست کرده که آن را به او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کند و حضرت آن را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آموخته و فرموده است</w:t>
      </w:r>
      <w:r w:rsidR="0014728E">
        <w:rPr>
          <w:rtl/>
          <w:lang w:bidi="fa-IR"/>
        </w:rPr>
        <w:t xml:space="preserve">: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ا کم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 اذا حفظت هذا الدعا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فادع به کل 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لة جمعة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او ف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الشهر مرة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او ف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السنة مرة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او ف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عمرک مرة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تکف و تنصر و ترزق و لن تعدم المغفرة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کم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</w:t>
      </w:r>
      <w:r w:rsidR="0014728E">
        <w:rPr>
          <w:rtl/>
          <w:lang w:bidi="fa-IR"/>
        </w:rPr>
        <w:t xml:space="preserve">! </w:t>
      </w:r>
      <w:r w:rsidR="006B7205">
        <w:rPr>
          <w:rtl/>
          <w:lang w:bidi="fa-IR"/>
        </w:rPr>
        <w:t>قد اوجب لک طول الصحبة لنا ان نجود لک بما سالت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248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هرگاه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دعا را حفظ نمود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شب جمعه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هر ماه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بار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در هر سال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بار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در عمرت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بار آن را بخوان که اگر آن را بخوان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تو را 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نموده و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آمرزش پروردگار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طول مصاحبت تو با 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موجب شد که خواسته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 را برآورده نموده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دعا را به تو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محتمل است - حضرت خضر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 را به عرب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نخوانده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چه بسا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آن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افزوده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خضر به آن </w:t>
      </w:r>
      <w:r>
        <w:rPr>
          <w:rtl/>
          <w:lang w:bidi="fa-IR"/>
        </w:rPr>
        <w:lastRenderedPageBreak/>
        <w:t>اطلاق شود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آن صلوات بر محمد و آل محمد آمده است 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واضح و آشکار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در دعاها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سلف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صلوات بر محمد و آل وجود داشته باشد</w:t>
      </w:r>
      <w:r w:rsidR="0014728E">
        <w:rPr>
          <w:rtl/>
          <w:lang w:bidi="fa-IR"/>
        </w:rPr>
        <w:t xml:space="preserve">.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مگر انب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گذشته </w:t>
      </w:r>
      <w:r w:rsidR="00937235" w:rsidRPr="00937235">
        <w:rPr>
          <w:rStyle w:val="libAlaemChar"/>
          <w:rtl/>
        </w:rPr>
        <w:t>عليهم‌السلام</w:t>
      </w:r>
      <w:r w:rsidR="006B7205">
        <w:rPr>
          <w:rtl/>
          <w:lang w:bidi="fa-IR"/>
        </w:rPr>
        <w:t xml:space="preserve"> در گرفتار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ها به خمسه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ط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به </w:t>
      </w:r>
      <w:r w:rsidR="00937235" w:rsidRPr="00937235">
        <w:rPr>
          <w:rStyle w:val="libAlaemChar"/>
          <w:rtl/>
        </w:rPr>
        <w:t>عليهم‌السلام</w:t>
      </w:r>
      <w:r w:rsidR="006B7205">
        <w:rPr>
          <w:rtl/>
          <w:lang w:bidi="fa-IR"/>
        </w:rPr>
        <w:t xml:space="preserve"> متوسل نم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شدند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توسل آنان به خمسه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به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شدا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هر دعا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آن ها مشتمل بر صلوات بر محمد و آل باشد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62" w:name="_Toc425599043"/>
      <w:r>
        <w:rPr>
          <w:rtl/>
          <w:lang w:bidi="fa-IR"/>
        </w:rPr>
        <w:t>162 تفکیک ناپذیری قرآن و عترت</w:t>
      </w:r>
      <w:bookmarkEnd w:id="16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عامه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عترت را کنار گذاشته اند و خاصه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قرآن را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سخن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هر دو طا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دو را کنار گذاشته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قرآن و عترت با هم ملازمند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عق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هم 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کرده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دو با هم هوهو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اتحاد دارند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چنان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امبر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تارک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کم الثقل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احدهما اکبر من الآخر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کتاب الله حبل ممدود من السما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الارض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عترت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انهما لن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فترقا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الحوض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249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 دو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گرانبها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شما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ادگار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گذارم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بزرگتر است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کتاب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از آسمان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بستگان و خاندانم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دو هرگز از هم جدا نخواهد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کنار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حوض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کوثر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بر من وارد شوند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63" w:name="_Toc425599044"/>
      <w:r>
        <w:rPr>
          <w:rtl/>
          <w:lang w:bidi="fa-IR"/>
        </w:rPr>
        <w:lastRenderedPageBreak/>
        <w:t xml:space="preserve">163 قرآن و عترت، جامع کمالات انبیای اولوالعزم </w:t>
      </w:r>
      <w:r w:rsidR="00937235" w:rsidRPr="00937235">
        <w:rPr>
          <w:rStyle w:val="libAlaemChar"/>
          <w:rtl/>
        </w:rPr>
        <w:t>عليهم‌السلام</w:t>
      </w:r>
      <w:bookmarkEnd w:id="16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به قرآن عمل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را به اسلام و قرآن جذب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 قرآن جامع کمالات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اولوالعزم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چند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آدم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چند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ث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نازل شده و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در قرآن جمعند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از آن غافل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در مورد عترت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در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ندبه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علمت منهم الوفا به فقبلتهم و قربتهم</w:t>
      </w:r>
      <w:r w:rsidR="0014728E">
        <w:rPr>
          <w:rtl/>
          <w:lang w:bidi="fa-IR"/>
        </w:rPr>
        <w:t xml:space="preserve">...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250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دانست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آنان بدان وفا خواهند نمود و لذا آنان را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مقرب درگاه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کرد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امبران نبودند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کاره بودند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64" w:name="_Toc425599045"/>
      <w:r>
        <w:rPr>
          <w:rtl/>
          <w:lang w:bidi="fa-IR"/>
        </w:rPr>
        <w:t>164 کرامات قرآنی</w:t>
      </w:r>
      <w:bookmarkEnd w:id="16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چشم بص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رت 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سخن خدا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متعال را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ولو ان قرءانا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رت به الجبال او قطعت به الارض او کلم به الموت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...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251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و اگر قرآن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کوه ها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به گردش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بدان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موده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مردگان بدان به سخن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آمدند</w:t>
      </w:r>
      <w:r w:rsidR="0014728E">
        <w:rPr>
          <w:rtl/>
          <w:lang w:bidi="fa-IR"/>
        </w:rPr>
        <w:t>، (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قرآن بود</w:t>
      </w:r>
      <w:r w:rsidR="0014728E">
        <w:rPr>
          <w:rtl/>
          <w:lang w:bidi="fa-IR"/>
        </w:rPr>
        <w:t xml:space="preserve">.) ؛ </w:t>
      </w:r>
      <w:r>
        <w:rPr>
          <w:rtl/>
          <w:lang w:bidi="fa-IR"/>
        </w:rPr>
        <w:t>قدر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هم چنان نشسته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هوا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نفس بر ما غالب گشته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کرامات و معجزات قرآن را مانند دور و تسلسل محال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که بنده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بودم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دانستم صاحب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کرامت است و بعد از فوتش مطلع شدم - چند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-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 به او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اد داده بودند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خودش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 -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و هر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هر چند در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فصل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حاضر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ساخت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بار آلو را در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فصل </w:t>
      </w:r>
      <w:r>
        <w:rPr>
          <w:rtl/>
          <w:lang w:bidi="fa-IR"/>
        </w:rPr>
        <w:lastRenderedPageBreak/>
        <w:t>آن حاضر ساخت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بالاتر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انعام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کتاب آسمان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قرآن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ما چگونه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 آن رفتار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تا بتوان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از آن بهره مند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65" w:name="_Toc425599046"/>
      <w:r>
        <w:rPr>
          <w:rtl/>
          <w:lang w:bidi="fa-IR"/>
        </w:rPr>
        <w:t>165 برای رفع فراموشی و پیدا شدن چیز گم شده وتوسل به قرآن برای هر چیز</w:t>
      </w:r>
      <w:bookmarkEnd w:id="16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کردن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گم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دعا خوانده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خوب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اللهم 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اسالک 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مذکر الخ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فاعله و الآمر به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- ان تصل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محمد و آل محمد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تذکرن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انسان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252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آوردنده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و انجام دهنده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و فرمان دهنده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تو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خواهم بر محمد و آل او درود فرست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آن چه را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طان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من برده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ادم آور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دعا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آوردن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فراموش شده مؤ ثر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باره از امام حسن عسکر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است</w:t>
      </w:r>
      <w:r w:rsidR="0014728E">
        <w:rPr>
          <w:rtl/>
          <w:lang w:bidi="fa-IR"/>
        </w:rPr>
        <w:t xml:space="preserve">.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صلوات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نجات از ازدحام مؤ ثر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مرحوم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زنجان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درس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ابوالقاسم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رفته است</w:t>
      </w:r>
      <w:r w:rsidR="0014728E">
        <w:rPr>
          <w:rtl/>
          <w:lang w:bidi="fa-IR"/>
        </w:rPr>
        <w:t>، (</w:t>
      </w:r>
      <w:r>
        <w:rPr>
          <w:rtl/>
          <w:lang w:bidi="fa-IR"/>
        </w:rPr>
        <w:t>و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هم در آن شرکت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زنجان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فلان کتاب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کتاب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را آوردند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گفتم فلان کتاب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سنقرئک فلا تنسی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253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زود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تو فرا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فراموش نکن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استبعاد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دفع فراموش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 شود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که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خذ من القرآن ما شئت لما شئت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254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بخش از قرآن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چه خواست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بهره مند شو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تذکر و نس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را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شامل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به نظرم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 که</w:t>
      </w:r>
      <w:r w:rsidR="0014728E">
        <w:rPr>
          <w:rtl/>
          <w:lang w:bidi="fa-IR"/>
        </w:rPr>
        <w:t xml:space="preserve">: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ستشف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به لکل دا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255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توسل جست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داشتن قرآن و عترت و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معاصر باز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قدر به آمر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کا و شورو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تفضلا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ما بدهند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حاضر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صبح تا شام سر راه آن ها بنش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تا پنج قران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256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ما بدهند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صورت ظاهر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هها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باطن آن را که استعباد و نوکر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درک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66" w:name="_Toc425599047"/>
      <w:r>
        <w:rPr>
          <w:rtl/>
          <w:lang w:bidi="fa-IR"/>
        </w:rPr>
        <w:t>166 اهمیت حمل و حفظ قرآن و اختلاف مراتب افراد در توجه به قرآن و عترت</w:t>
      </w:r>
      <w:bookmarkEnd w:id="16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حفظ قرآن چه قدر در استفاده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معدن و منبع رحمت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مدخل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بالاتر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تعب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کرد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من ختم [ قرات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حفظ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القرآن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فکانما ادرجت النبوة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[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کتف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و لکنه [ الا انه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257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 کس قرآن را ختم کند [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بخواند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حفظ کند</w:t>
      </w:r>
      <w:r w:rsidR="00A13218">
        <w:rPr>
          <w:rtl/>
          <w:lang w:bidi="fa-IR"/>
        </w:rPr>
        <w:t>]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نبوت در وجود او گنجانده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تفاوت که به او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قرآن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غا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 کمال غ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 انب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 w:rsidR="006B7205">
        <w:rPr>
          <w:rtl/>
          <w:lang w:bidi="fa-IR"/>
        </w:rPr>
        <w:t xml:space="preserve"> را به او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رساند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ما آن گونه که با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و شا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از قرآن استفاده 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در شان اهل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 w:rsidR="006B7205">
        <w:rPr>
          <w:rtl/>
          <w:lang w:bidi="fa-IR"/>
        </w:rPr>
        <w:t xml:space="preserve">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ز مسلمانان در غا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 اختلافند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ال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ما شا الله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258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نقل کرده اند که کسان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گفته اند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به حرم رفت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و سلام کرد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و جواب سلام را از ضر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ح شن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 xml:space="preserve">با با ائمه </w:t>
      </w:r>
      <w:r w:rsidR="00937235" w:rsidRPr="00937235">
        <w:rPr>
          <w:rStyle w:val="libAlaemChar"/>
          <w:rtl/>
        </w:rPr>
        <w:t>عليهم‌السلام</w:t>
      </w:r>
      <w:r w:rsidR="006B7205">
        <w:rPr>
          <w:rtl/>
          <w:lang w:bidi="fa-IR"/>
        </w:rPr>
        <w:t xml:space="preserve"> صحبت کرده اند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مقصود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همان گونه که مردم در عد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قرآن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259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اختلاف مراتب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خود قرآن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عرض دو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سه ماه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 </w:t>
      </w:r>
      <w:r>
        <w:rPr>
          <w:rtl/>
          <w:lang w:bidi="fa-IR"/>
        </w:rPr>
        <w:lastRenderedPageBreak/>
        <w:t xml:space="preserve">ختم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سه بار به صورت 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را ختم نمودم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حافظ کل قرآن هستم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قصد حفظ هم نخوانده بودم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چنان حافظ قرآن شده ام که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قرآن را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لابلا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خطوط کتب تفاس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توانم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بدهم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67" w:name="_Toc425599048"/>
      <w:r>
        <w:rPr>
          <w:rtl/>
          <w:lang w:bidi="fa-IR"/>
        </w:rPr>
        <w:t>167 سهولت حفظ قرآن و لزوم تکرار قرائت قرآن برای حافظان</w:t>
      </w:r>
      <w:bookmarkEnd w:id="16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قاعدتا حفظ قرآن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آسان است و تکرار هم لازم ندارد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سهل الله حفظه لامته </w:t>
      </w:r>
      <w:r w:rsidR="00620C6F" w:rsidRPr="00620C6F">
        <w:rPr>
          <w:rStyle w:val="libAlaemChar"/>
          <w:rtl/>
        </w:rPr>
        <w:t>صلى‌الله‌عليه‌وآله‌وسلم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حفظ آن را بر امت 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آسان نموده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ابقا و نگهدار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تکرار لازم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که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تعاهدوا هذا القرآن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فانه وحش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260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قرآن را تکرار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زود از خاطر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البته اگر حافظ قرآن در هر شبانه روز کمتر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جزء بخواند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فراموش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خواندن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جزء در شبانه روز هم خستگ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68" w:name="_Toc425599049"/>
      <w:r>
        <w:rPr>
          <w:rtl/>
          <w:lang w:bidi="fa-IR"/>
        </w:rPr>
        <w:t>168 تحدی قرآن و نهج البلاغه و صحیفه ی سجادیه و دیگر آثار معصومین - علیهمالسلام -</w:t>
      </w:r>
      <w:bookmarkEnd w:id="16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قرآن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بتواند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رش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قضاوت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 که عاجز از آن هستند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توانند مانند آن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باز هم به آن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نهج البلاغه و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سجاد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دعاها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نهج البلاغه گفته است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اکثره باطل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261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آن باطل 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از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قماش است که قرآن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 که در برابر آن عاجزند 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عامه حقان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را در کتب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lastRenderedPageBreak/>
        <w:t>(</w:t>
      </w:r>
      <w:r w:rsidRPr="00BF1B56">
        <w:rPr>
          <w:rStyle w:val="libFootnotenumChar"/>
          <w:rtl/>
        </w:rPr>
        <w:t>262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دعوات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 اگر فرضا آن ها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متاسفانه کثرت و اکثر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در روح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اثر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گذارد 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برهان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قوت آن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ملانصر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به دروغ مردم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دعوت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مردم باور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سپس خود او هم باورش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و به دنبال آن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69" w:name="_Toc425599050"/>
      <w:r>
        <w:rPr>
          <w:rtl/>
          <w:lang w:bidi="fa-IR"/>
        </w:rPr>
        <w:t>169 خلیل بن احمد و سخن او درباره ی حضرت امیر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bookmarkEnd w:id="16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بن احمد -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263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که نزد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و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مقبول است - از مخلص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دارم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رضوان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از او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الدل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امام الکل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الکل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همگان در تمام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پاسخ دادند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افتقار الکل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الکل و استغناؤ ه عن الکل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الکل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انه امام الکل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الکل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264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 همه [ صحابه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به او در تمام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از همگان در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او امام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همه در تمام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70" w:name="_Toc425599051"/>
      <w:r>
        <w:rPr>
          <w:rtl/>
          <w:lang w:bidi="fa-IR"/>
        </w:rPr>
        <w:t>170 از ماست که بر ماست</w:t>
      </w:r>
      <w:bookmarkEnd w:id="17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بلاها که بر سر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دست خودمان به وجود آمده است و علت و سببش خود ما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خودمان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به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آخ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 و سپس از دست خود فغان و ناله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بلاها که از زمان مشروطه تا به حال بر ما و ملت ما وارد شده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همه به دست امثال خود ما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مولود مشروطه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امضا و تا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 خود ما به وجود آمده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مشروطه به دروغ و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وانمود کردند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خواهند احکام اسلام اجرا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راس مجلس شورا و تشک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لات قانون گذار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شش نفر از فقها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طراز اول - که قوان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مجلس را با احکام شرع تطب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-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265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خواهند بود</w:t>
      </w:r>
      <w:r w:rsidR="0014728E">
        <w:rPr>
          <w:rtl/>
          <w:lang w:bidi="fa-IR"/>
        </w:rPr>
        <w:t>. (</w:t>
      </w:r>
      <w:r>
        <w:rPr>
          <w:rtl/>
          <w:lang w:bidi="fa-IR"/>
        </w:rPr>
        <w:t>البته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تنف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ذ احکام شرع نه شر</w:t>
      </w:r>
      <w:r w:rsidR="0014728E">
        <w:rPr>
          <w:rtl/>
          <w:lang w:bidi="fa-IR"/>
        </w:rPr>
        <w:t xml:space="preserve">!) 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از زمان مشروطه تاکنون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 کردند که اسلام قابل اجرا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کفار و استعمارگران در دروغ گفتن و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دادن ماهرند و ما در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خوردن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در نامه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فضل الله نور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شهرستان ها نوشته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مسلمان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 انصاف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اخلاق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در دوران مشروطه عوض شده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نه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فلان کار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تشبه به اروپا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ها شده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نه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مطلب را همه به صراحت گفتند که اسلام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حکومت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ناقص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مگر حکومت بن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العباس پانصد سال طول نکش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بدتر از استبداد را در مشروطه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س مجلس را کشتند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بعد معلوم شد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محلل هستند و مطلب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266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انات از مقصد دور نرود و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نخورد و گمراه نشود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خوشحال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تر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مقدمات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مطالب و امضا و تاس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مشروطه به دست علما فراهم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مجلس با وکلا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آنچنان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هم با نظارت شش 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تشک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سرانجام کار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به وکلا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مجلس گفتند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>
        <w:rPr>
          <w:rtl/>
          <w:lang w:bidi="fa-IR"/>
        </w:rPr>
        <w:lastRenderedPageBreak/>
        <w:t>عمامه ها را از سر بردار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مجلس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برو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دربار گفته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وکلا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معمم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عمامه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کلاه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سر بگذارند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71" w:name="_Toc425599052"/>
      <w:r>
        <w:rPr>
          <w:rtl/>
          <w:lang w:bidi="fa-IR"/>
        </w:rPr>
        <w:t>171 لزوم دعا برای تعجیل فرج و شرایط و نتایج آن</w:t>
      </w:r>
      <w:bookmarkEnd w:id="17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مصائب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- که مالک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و تمام امور به دست او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وارد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حضرت در چه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ما در چه حال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او در زندان است و 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چه قدر از مطلب غافل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توجه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خواب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تشرف حاصل نموده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آن حضرت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 که فرموده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فرج من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دعا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تعداد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دعاها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چه قدر باشد تا مصلحت ظهور فراهم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قطعا اگر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دعا جد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راستگو باشند و به هم و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مهموم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سرور آنان مستبشر 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مبصرات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خواهند داشت و قطعا مثل ما چشم بسته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دعا را با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آن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توبه از گناهان از جمله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دعا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فرموده اند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دعا التائب مستجاب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توبه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اجابت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فرج دعا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تبع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267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تاج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268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فرج آن حضرت باشد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72" w:name="_Toc425599053"/>
      <w:r>
        <w:rPr>
          <w:rtl/>
          <w:lang w:bidi="fa-IR"/>
        </w:rPr>
        <w:lastRenderedPageBreak/>
        <w:t>172 انتظار فرج، و لزوم تهیا و طاعت و بندگی</w:t>
      </w:r>
      <w:bookmarkEnd w:id="17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تنها انتظار فرج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بلکه طاعت و بندگ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لازم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مخصوصا با توجه به قضا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ظهور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واقع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ملات ظلما و جورا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269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جهان مملو از ظلم و جور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ضعف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بر سر افراد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کند ظهور آن حضرت با عاف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مطلقه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باشد و زود تحقق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مگر امکان دارد عاف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مطلقه بدون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طاعت و بندگ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انجام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خدا به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دهد که از فتن مضله کناره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73" w:name="_Toc425599054"/>
      <w:r>
        <w:rPr>
          <w:rtl/>
          <w:lang w:bidi="fa-IR"/>
        </w:rPr>
        <w:t>173 لزوم هجرت به بلاد اهل ایمان در...</w:t>
      </w:r>
      <w:bookmarkEnd w:id="173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ممکن است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بلاد کفر سکونت داشته باشد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اعتقادش بر خلاف حکومت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عقل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عقل باشد 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منتظر فرج باشد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بخواهد عبادت کند و به خدا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داشته باشد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مانش محفوظ بماند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امر متوقف بر نقل مکان و نقل سکن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بلاد به بلاد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باشد و منتقل شدن از آن جا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ممکن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حفظ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خود و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به بلاد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مهاجرت کند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گرنه به خود و اهل خود ظلم نموده و مقصر خواهد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74" w:name="_Toc425599055"/>
      <w:r>
        <w:rPr>
          <w:rtl/>
          <w:lang w:bidi="fa-IR"/>
        </w:rPr>
        <w:t>174 قرآن، پیغمبر ساز است</w:t>
      </w:r>
      <w:bookmarkEnd w:id="17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قرآن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ساز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غمبران دو گونه اند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قسم اول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امبران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 که از جانب خداوند 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شده اند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قسم دوم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غمبران کمال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در اثر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عمل به دستورات قرآن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کمالات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امبر 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قرآن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غمبران کمال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ساز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اگر انسان اهل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وار هم به اذن خدا معلم او خواهند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سخن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او اثر نخواهد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سخنان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ابوجهل اثر نکرد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شاگردان قرآن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بعد از رحلت آن حضرت چه فتنه ها که به پا نکردند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75" w:name="_Toc425599056"/>
      <w:r>
        <w:rPr>
          <w:rtl/>
          <w:lang w:bidi="fa-IR"/>
        </w:rPr>
        <w:t>175 خدا کند بفهمیم که خرابیم</w:t>
      </w:r>
      <w:bookmarkEnd w:id="17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احزاب مختلفه چگونه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عمل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دار بمان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امور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گروه و آن گروه نگرو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ما اگر معلوم شود که از اهل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هر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ظلم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بالفعل موجود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بالقوه وجود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کند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آن 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تحقق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نکند و به آزما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آن ها مبتلا نشو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خدا به ما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و تنبه دهد که اگر در ابتلا و آزما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قرار گرفت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 را خوب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خوب را بد 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حضرت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احمق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فهمد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فهمد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خراب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 کند بفهم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خراب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به فکر اصلاح و درمان برآ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76" w:name="_Toc425599057"/>
      <w:r>
        <w:rPr>
          <w:rtl/>
          <w:lang w:bidi="fa-IR"/>
        </w:rPr>
        <w:t>176 لزوم تشکیل هیاتی برای احیای ذخایر شیعه</w:t>
      </w:r>
      <w:bookmarkEnd w:id="176"/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و گرانقدر که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نوشته اند و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رفته و در دسترس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بزرگتر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مذهب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صدوق هستند که هر کدام 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تا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صد کتاب و رساله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نموده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به چاپ نرس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 </w:t>
      </w:r>
      <w:r>
        <w:rPr>
          <w:rtl/>
          <w:lang w:bidi="fa-IR"/>
        </w:rPr>
        <w:lastRenderedPageBreak/>
        <w:t>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شناسا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جست و جو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کردن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چاپ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عکسبردار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کتب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تشک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و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علما را که در دسترس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به طبع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رساند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فیها کتب قیمة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270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آن جا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گران قدر وجود دارد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ناب و خالص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اخلص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کتب تش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عامه در نگهدار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چاپ و نشر کتابها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بزرگان خود بر ما مقدم هستند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تعداد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تالف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271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تالف و مطبوع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مطبوع ما و آن ها را به صورت درصد نوشته اند که ما با آن ها قابل مقا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اهم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عه هنوز چاپ نشده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دسترس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تعداد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چاپ نشده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علامه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272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مقدار چاپ شده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او در کتاب خلاصه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را شمرده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ذکر فرموده که تمام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را با شرح آن به نگارش درآورده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صاحب بحار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273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ازگروه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اثر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77" w:name="_Toc425599058"/>
      <w:r>
        <w:rPr>
          <w:rtl/>
          <w:lang w:bidi="fa-IR"/>
        </w:rPr>
        <w:t>177 علمای بالله و عالمان بی عمل</w:t>
      </w:r>
      <w:bookmarkEnd w:id="17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274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از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صدر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منظور از علما در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انما یخشی الله من عباده العلمؤا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275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بندگان تنها دانشمندان از خدا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دارند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بالله مراد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عالم به چند اصطلاح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کلمه 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انما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آمده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276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ما اگر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اسرار پنهان ما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رو شود و معلوم گردد که از اهل علم و اهل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تنها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آباد کرده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کل و لباس و مقام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اعمال و رفتار و اقوال ما به صورت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سبب انحراف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شده و حال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فرموده اند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کونوا دعاة للناس بغ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السنتکم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277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زبانتان مردم را[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خدا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دعوت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اگر به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معذور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به ما گفته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افلا تعلمت</w:t>
      </w:r>
      <w:r w:rsidR="0014728E">
        <w:rPr>
          <w:rtl/>
          <w:lang w:bidi="fa-IR"/>
        </w:rPr>
        <w:t xml:space="preserve">؟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278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چرا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نگرفت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اگر به آن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مقتضا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عمل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باز معذور نخواه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بود و به ما گفته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افلا عملت</w:t>
      </w:r>
      <w:r w:rsidR="0014728E">
        <w:rPr>
          <w:rtl/>
          <w:lang w:bidi="fa-IR"/>
        </w:rPr>
        <w:t xml:space="preserve">؟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279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چرا عمل نکرد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عالم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وقود النار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آتشگ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زم آتش جهنم خواهد بود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280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78" w:name="_Toc425599059"/>
      <w:r>
        <w:rPr>
          <w:rtl/>
          <w:lang w:bidi="fa-IR"/>
        </w:rPr>
        <w:t>178 امام زمان - عجل الله تعالی فرجه الشریف - هم منتظر فرج است</w:t>
      </w:r>
      <w:bookmarkEnd w:id="17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کمال دوست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نسبت به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ظهور او نه به حرف بنده است و نه به حرف شما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281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شنهاد کردند با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بساز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بنا بود به حرف آن ها گوش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همان اول گوش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 او بساز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بعد که حکومت شما مستقر شد با او بجنگ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به حرف آن ها گوش نکرد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چه صبر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داده به حضرت غا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که هزار سال است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ند بر </w:t>
      </w:r>
      <w:r>
        <w:rPr>
          <w:rtl/>
          <w:lang w:bidi="fa-IR"/>
        </w:rPr>
        <w:lastRenderedPageBreak/>
        <w:t>سر مسلمان ها چه بلاها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چه بلاها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خود مسلمانان بر سر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همه را تحمل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79" w:name="_Toc425599060"/>
      <w:r>
        <w:rPr>
          <w:rtl/>
          <w:lang w:bidi="fa-IR"/>
        </w:rPr>
        <w:t>179 دعا در زمان غیبت</w:t>
      </w:r>
      <w:bookmarkEnd w:id="17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حرم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که نزد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جل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282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نشسته بود و او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ظهور امام زمان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سخن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هم با ذهن خال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بدون توجه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منکر هستند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بله به خدا قسم خواهد آمد و از آن ها انتقام خواهد گرفت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من ظهورش را درک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رگ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سرخ شد و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شک الله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خدا عمرت دهد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زمان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به خواندن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اللهم عرفن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نفسک</w:t>
      </w:r>
      <w:r w:rsidR="0014728E">
        <w:rPr>
          <w:rtl/>
          <w:lang w:bidi="fa-IR"/>
        </w:rPr>
        <w:t xml:space="preserve">...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283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سفارش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ظاهرا سر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سفارش شده است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دعا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خوانده شود</w:t>
      </w:r>
      <w:r w:rsidR="0014728E">
        <w:rPr>
          <w:rtl/>
          <w:lang w:bidi="fa-IR"/>
        </w:rPr>
        <w:t xml:space="preserve">: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ا الله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 رحمان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رح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مقلب القلوب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ثبت قلب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عل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284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رحمت گستر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مهربان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و رو کننده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دل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دلم را بر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نت استوار بدار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80" w:name="_Toc425599061"/>
      <w:r>
        <w:rPr>
          <w:rtl/>
          <w:lang w:bidi="fa-IR"/>
        </w:rPr>
        <w:t xml:space="preserve">180 مقام و منزلت و امور اختصاصی حضرت زهرا </w:t>
      </w:r>
      <w:r w:rsidR="0062415B" w:rsidRPr="0062415B">
        <w:rPr>
          <w:rStyle w:val="libAlaemChar"/>
          <w:rtl/>
        </w:rPr>
        <w:t>عليها‌السلام</w:t>
      </w:r>
      <w:bookmarkEnd w:id="18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ات حضرت زهرا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کمتر از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-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 اسلام -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فاطمه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زهرا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صاحب مصحف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285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 که 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خدمت آن حضرت آمد و مساله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از مزاحمت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داده بود عذر خواست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اجر و پاداش معلم مانند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با زحمت به قله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کوه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بالا رود و در آن جا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گون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طلا به دست آورد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286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کارها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نموده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دستور داده انجام شود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 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آن حضرت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راهن غسل بدهد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شبانه دفن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افراد مشخص در تش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ع جنازه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حاضر نشوند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287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دستور ساختن تابوت تا به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وجه بدنش معلوم نشود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288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درست کردن 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چهار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صد دانه 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درحال اشتغال به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ذکر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289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مثل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جواب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بکر را داد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اترث اباک و لا ارث اب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انت من قوله تعال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و ورث سلیمن داود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290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291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تو از پدرت ارث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پس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که 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مان از داوود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ارث 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؟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81" w:name="_Toc425599062"/>
      <w:r>
        <w:rPr>
          <w:rtl/>
          <w:lang w:bidi="fa-IR"/>
        </w:rPr>
        <w:t xml:space="preserve">181 فدک از آن فاطمه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بود</w:t>
      </w:r>
      <w:bookmarkEnd w:id="18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از جمله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کانت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نافدک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292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فدک در دست ما بود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اماره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آن هاست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جمله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رساند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 طرف مقابل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عدوان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آن را به زور از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گرفته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ملک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آن ها از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گر و با ادله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ثابت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علاوه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مود اتفاق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فدک دست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اهل تورات و انج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ارث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عامه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ند که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انا معاشر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لا نورث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293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ما گروه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امبران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ارث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تمام انب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نه خصوص پ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امبر اکرم </w:t>
      </w:r>
      <w:r w:rsidR="00620C6F" w:rsidRPr="00620C6F">
        <w:rPr>
          <w:rStyle w:val="libAlaemChar"/>
          <w:rtl/>
        </w:rPr>
        <w:t>صلى‌الله‌عليه‌وآله‌وسلم</w:t>
      </w:r>
      <w:r w:rsidR="006B7205">
        <w:rPr>
          <w:rtl/>
          <w:lang w:bidi="fa-IR"/>
        </w:rPr>
        <w:t xml:space="preserve"> با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که به اتفاق مسلمانان و کفار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رسول خدا </w:t>
      </w:r>
      <w:r w:rsidR="00620C6F" w:rsidRPr="00620C6F">
        <w:rPr>
          <w:rStyle w:val="libAlaemChar"/>
          <w:rtl/>
        </w:rPr>
        <w:t>صلى‌الله‌عليه‌وآله‌وسلم</w:t>
      </w:r>
      <w:r w:rsidR="006B7205">
        <w:rPr>
          <w:rtl/>
          <w:lang w:bidi="fa-IR"/>
        </w:rPr>
        <w:t xml:space="preserve"> اعلم از همه بود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خود حضرت دستور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داد که به معاهده ها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294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عمل 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و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ون و حقوق مردم را ادا 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اما 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ذر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خود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ان 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کند که فدک مال من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مربوط به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 المال است</w:t>
      </w:r>
      <w:r w:rsidR="0014728E">
        <w:rPr>
          <w:rtl/>
          <w:lang w:bidi="fa-IR"/>
        </w:rPr>
        <w:t xml:space="preserve">! </w:t>
      </w:r>
      <w:r w:rsidR="006B7205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شود ساکت باشد و اهل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 خود را جهنم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موجب شد که فرض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خداوند تفضل کرد بر ما تا آن ها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295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امر ما را به عهده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بعد حکومت به دست خلفا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عباس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سپس خلفا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آن ها به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و آمر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کا تحو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بدهند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چون خودشان کمتر از کفار نبودند</w:t>
      </w:r>
      <w:r w:rsidR="0014728E">
        <w:rPr>
          <w:rtl/>
          <w:lang w:bidi="fa-IR"/>
        </w:rPr>
        <w:t xml:space="preserve">.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حسبنا کتاب الله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296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کتاب خدا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کار را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کشان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خود 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ما ءاتئکم الرسول فخذوه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297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 چه 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شما دستور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طهارت ظاهر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رفاه حال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بتوانند ولو با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با آن ها اختلاط داشته باشند و تعداد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از چهار نفر به چهارصد هزار نفر برسد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82" w:name="_Toc425599063"/>
      <w:r>
        <w:rPr>
          <w:rtl/>
          <w:lang w:bidi="fa-IR"/>
        </w:rPr>
        <w:t>182 تفاوت مسح و غسل</w:t>
      </w:r>
      <w:bookmarkEnd w:id="18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بحث و مناظره با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مکه و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نزد آن ها رفتند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بر آن ها وارد شدند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ها گفتند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بحث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با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مسح و غسل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298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از هم تم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کجا معلوم شد که شما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مسح و غسل تم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داده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299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داود در سنن خود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وضو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مطابق با وضو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300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83" w:name="_Toc425599064"/>
      <w:r>
        <w:rPr>
          <w:rtl/>
          <w:lang w:bidi="fa-IR"/>
        </w:rPr>
        <w:t>183 به حق مادرت زهرا، از شمر شفاعت نکن!</w:t>
      </w:r>
      <w:bookmarkEnd w:id="183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دربند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301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در حرم کربلا خطاب به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حق مادرت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زهرا از شمر شفاعت مکن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مگر حضرت از شمر هم شفاعت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امکان دارد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مظهر رحمت پروردگارند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84" w:name="_Toc425599065"/>
      <w:r>
        <w:rPr>
          <w:rtl/>
          <w:lang w:bidi="fa-IR"/>
        </w:rPr>
        <w:t xml:space="preserve">184 کرامتی از ضریح حضرت زینب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شام</w:t>
      </w:r>
      <w:bookmarkEnd w:id="18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نقل شده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گروه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302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حاضر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خانم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داشته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تبرک آن را به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بمالد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در داخل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افتد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متول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آن صرف نظر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 دو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به شما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خانم قبول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ناگهان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بالا آمد و آن خانم دست دراز کرد و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برداشت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کرامات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از مشاهده مشرفه و مزارها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امامزاده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قدر عقا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دشان محکم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85" w:name="_Toc425599066"/>
      <w:r>
        <w:rPr>
          <w:rtl/>
          <w:lang w:bidi="fa-IR"/>
        </w:rPr>
        <w:t>185 مدفن و مزار حضرت زینب - سلام الله علیها -</w:t>
      </w:r>
      <w:bookmarkEnd w:id="18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واعظ معروف که منبرها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زمان خود او از او نقل کردند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اقامت نموده و منزل کرده بودم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خوب است در حرم بمان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ددار حرم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و 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را از او گرفتم و شب را در حرم ماندم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سه بار گفته شد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هذا قبر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نب بنت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المکناة بام کلثوم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قبر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نب دختر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اش ام کلثوم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حضرت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نب که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اش ام کلثوم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ام کلثوم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در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با پسرش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قبر مدفون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 به فرمان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و شوهرش جدا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انداختند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عامل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اهل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با بودن حضرت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نب در آن جا شورش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حضرت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نب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 اجبار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خود مصر را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مصر رفتند و مدفن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 مصر است</w:t>
      </w:r>
      <w:r w:rsidR="0014728E">
        <w:rPr>
          <w:rtl/>
          <w:lang w:bidi="fa-IR"/>
        </w:rPr>
        <w:t xml:space="preserve">.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چرا حضرت ز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نب به جا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مصر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کربلا را اخت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ار نکردند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کربلا در آن زمان هنوز آباد و مسکون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امام سجاد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 که فرمود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نم که در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کربلا قصر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دکان و بازار برقرار شده است و زوار از نواح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مختلف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303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86" w:name="_Toc425599067"/>
      <w:r>
        <w:rPr>
          <w:rtl/>
          <w:lang w:bidi="fa-IR"/>
        </w:rPr>
        <w:t>186 یک منبر و هدایت چهار هزار نفر به مذهب!</w:t>
      </w:r>
      <w:bookmarkEnd w:id="186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نقل کرده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اثر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منبر عالم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چهار هزار نفر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شدند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ثواب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مراجع بالاتر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لان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رجلا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مما طلعت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الشمس و غربت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304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 خداوند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نفر را به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 هدا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قطعا بهتر از تمام آن چه آفتاب بر 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تابد و غروب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خواهد بود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هدا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نفوس چه قدر ارزش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اول کار چنان بار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را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کرد که طرف مقابل از مذهب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زار گردد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ادخله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ء اخرجه منه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305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او را از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آن وارد نموده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خارج کرد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صدق کند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بلکه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 رفق و مدارا رفتار نمود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حب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الله رشت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306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معتقد بوده و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مطالب را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است -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آقا را بوس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حاضرم همه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اضت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که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به تو بدهم و در عوض ثواب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منبر را به من بده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کند آثار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مه و گرانبها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که بالوراثة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ارا از دست نده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گرگ ها از دست ما 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87" w:name="_Toc425599068"/>
      <w:r>
        <w:rPr>
          <w:rtl/>
          <w:lang w:bidi="fa-IR"/>
        </w:rPr>
        <w:t xml:space="preserve">187 وصیت حضرت زهرا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 این که شبانه دفن گردد</w:t>
      </w:r>
      <w:bookmarkEnd w:id="18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حضرت زهرا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بعد از آن همه مظلوم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حال احتضار 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نمود که شبانه دفن گردد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307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کار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کار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غمبران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کار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نزاع کند و مغلوب شود و کشته و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گردد و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او قضاوت بشود و آن همه بلاها را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کند که خود را مثل غالب جلوه دهد و غالب بودن خود را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نشان 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کار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غمبران و اعجاز شباهت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فکر بشر از فهم آن عاجز بود و آن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نمودن بدون تش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ع شبانه دفن گردد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دستگاه حکومت و خلافت به فکرشان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که حضرت زهرا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بکند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منزل آن حضرت وارد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 و از انجام آن جلوگ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بعد از دفن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جز نبش قبر آن حضرت نبود که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آن جلوگ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 و نتوانستند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بکنند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88" w:name="_Toc425599069"/>
      <w:r>
        <w:rPr>
          <w:rtl/>
          <w:lang w:bidi="fa-IR"/>
        </w:rPr>
        <w:lastRenderedPageBreak/>
        <w:t xml:space="preserve">188 تاکید حضرت فاطمه ی زهرا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بر دفن شبانه و...</w:t>
      </w:r>
      <w:bookmarkEnd w:id="188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علت تاک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حضرت زهرا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مهم خود به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ادفن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لا</w:t>
      </w:r>
      <w:r w:rsidR="0014728E">
        <w:rPr>
          <w:rtl/>
          <w:lang w:bidi="fa-IR"/>
        </w:rPr>
        <w:t xml:space="preserve">.؛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308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مرا شبانه دفن کن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راض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ستم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من ظلم کرده اند در تش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ع جنازه ام حاضر شوند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اگر توانا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عمل به آن را ندار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زب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او هم با من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است و هم توانا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آن را دارد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تمام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اعلام جدا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و نارضا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دستگاه حاکمه و طبل مخالفت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تا روز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مسلمان و کافر ثابت و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انگر آن است که چه ظلم ها بر آن حضرت روا داشتند و دوم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آتش زد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او گفتند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ها فاطمة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در خانه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او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ان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309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 چند فاطمه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در خانه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آتش بزن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89" w:name="_Toc425599070"/>
      <w:r>
        <w:rPr>
          <w:rtl/>
          <w:lang w:bidi="fa-IR"/>
        </w:rPr>
        <w:t>189 اول باور نمی کردیم، بعد دیدیم آسان است!</w:t>
      </w:r>
      <w:bookmarkEnd w:id="189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فرض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تطم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و تهد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ما اثر نکرد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خوردن چه طور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به خدا پناه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ما که معصوم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از طرف خدا الهام و هدا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کفار چه زحمت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کشند تا دروغ و افترا را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راست و درست در رسانه ها تحو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هر روز با 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نقشه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مسلمانان 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تا غافلان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آگاه نشوند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هم اول باور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آسان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دولت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کرده بود تا در بازار کرمانشاه به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فحش و ناسزا بدهد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له دشمن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را بشناسد و از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مطلع گردد و اسرار دشمنان خود را کشف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کفار تا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درجه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 خود فکر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90" w:name="_Toc425599071"/>
      <w:r>
        <w:rPr>
          <w:rtl/>
          <w:lang w:bidi="fa-IR"/>
        </w:rPr>
        <w:t>190 نقش معاویه در انحطاط مسلمانان</w:t>
      </w:r>
      <w:bookmarkEnd w:id="19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هنوز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عمر و عاص با مسلمان ها چه کردند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طباطبا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310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بعد از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لعن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تمام مفاسد قرون بعد از او را مستند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غات دروغ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مانع شدند که مردم از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مطلع گردند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پاکستان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خاطر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بد گفته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شش ماه زندان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91" w:name="_Toc425599072"/>
      <w:r>
        <w:rPr>
          <w:rtl/>
          <w:lang w:bidi="fa-IR"/>
        </w:rPr>
        <w:t>191 من برای نماز و زکات با شما نجنگیدم</w:t>
      </w:r>
      <w:bookmarkEnd w:id="19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وارد کوفه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منبر رفت و خطاب به مردم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قاتلتکم لتصلوا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لا لتصوموا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لا لتحجوا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لا لتزکوا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انکم لتفعلون ذلک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انما قاتلتکم لاتامر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کم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311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سوگند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 شما نجنگ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نماز بخوان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روزه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حج به جا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زکات بده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قطعا شما خود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کارها را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من تنها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 شما جنگ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بر شما حکومت کنم</w:t>
      </w:r>
      <w:r w:rsidR="0014728E">
        <w:rPr>
          <w:rtl/>
          <w:lang w:bidi="fa-IR"/>
        </w:rPr>
        <w:t xml:space="preserve">!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جنگ او 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ن بود که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طاع و لا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عص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>؛ (</w:t>
      </w:r>
      <w:r w:rsidR="006B7205">
        <w:rPr>
          <w:rtl/>
          <w:lang w:bidi="fa-IR"/>
        </w:rPr>
        <w:t>مطاع باشد و کس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او نافرمان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نکند</w:t>
      </w:r>
      <w:r w:rsidR="0014728E">
        <w:rPr>
          <w:rtl/>
          <w:lang w:bidi="fa-IR"/>
        </w:rPr>
        <w:t xml:space="preserve">) ؛ </w:t>
      </w:r>
      <w:r w:rsidR="006B7205">
        <w:rPr>
          <w:rtl/>
          <w:lang w:bidi="fa-IR"/>
        </w:rPr>
        <w:t>و گرنه معاو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ه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به جنگ کردن نداشت</w:t>
      </w:r>
      <w:r w:rsidR="0014728E">
        <w:rPr>
          <w:rtl/>
          <w:lang w:bidi="fa-IR"/>
        </w:rPr>
        <w:t xml:space="preserve">. </w:t>
      </w:r>
    </w:p>
    <w:p w:rsidR="00C3509F" w:rsidRDefault="0070293B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6B7205">
        <w:rPr>
          <w:rtl/>
          <w:lang w:bidi="fa-IR"/>
        </w:rPr>
        <w:lastRenderedPageBreak/>
        <w:t>خدا لعنت کند کسان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را که مسلمانان را تسل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م بها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م و درندگان نمودند</w:t>
      </w:r>
      <w:r w:rsidR="0014728E">
        <w:rPr>
          <w:rtl/>
          <w:lang w:bidi="fa-IR"/>
        </w:rPr>
        <w:t xml:space="preserve">! </w:t>
      </w:r>
      <w:r w:rsidR="006B7205">
        <w:rPr>
          <w:rtl/>
          <w:lang w:bidi="fa-IR"/>
        </w:rPr>
        <w:t>و کار به آن جا منجر شد که مسلمان ها حت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در بلاد خود هم با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 از بلاد کفر دستور بگ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92" w:name="_Toc425599073"/>
      <w:r>
        <w:rPr>
          <w:rtl/>
          <w:lang w:bidi="fa-IR"/>
        </w:rPr>
        <w:t>192 نوکر و ارباب! و صلیب بر گردن!</w:t>
      </w:r>
      <w:bookmarkEnd w:id="192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نقل کردند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شاه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312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ساعت با کارتر تلفن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صحبت کرد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سخن نوکر با ارباب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فرمان و فرمانبردار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ما را در دست کفار ذل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ما رقص و شاد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که کار ما بالا گرفته و از 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س جمهور آن ها مدال گرفته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فلان مجلس کرس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غلط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حجاز با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ملعون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ستاده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آن ملعون در گردن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ملعون 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آو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خته و با هم عکس گرفته اند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93" w:name="_Toc425599074"/>
      <w:r>
        <w:rPr>
          <w:rtl/>
          <w:lang w:bidi="fa-IR"/>
        </w:rPr>
        <w:t>193 گنج داریم و گدایی می کنیم!</w:t>
      </w:r>
      <w:bookmarkEnd w:id="193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کار ما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که با داشتن قرآن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بار کفار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خدا لعنت کند به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با رشوه خوار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کفار را بر بلاد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مسلط و مسلمانان را تسل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درندگان کردند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چه رشوه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بدهند و هزار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رشوه است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غلط است که اسم رشوه بر آن بگذار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کارها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اضطرار و ناچار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تا گفته شود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رفع ما اضطروا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313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آن چه امت من در انجام آن ناچارند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از آنان برداشته شده 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آن را اشمل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در خانه ها و بلاد خود بنش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ناچار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با آن ها هم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بزرگان و مشا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ما مسلمانان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314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ناچار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ما مسلمانان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گنج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315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از دست داده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دشمنان خود راهم کالعدم حساب کرده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</w:t>
      </w:r>
      <w:r>
        <w:rPr>
          <w:rtl/>
          <w:lang w:bidi="fa-IR"/>
        </w:rPr>
        <w:lastRenderedPageBreak/>
        <w:t>قرآن را کالعدم شمردند و ما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امام و عترت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را اعتقاد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عملا کالعدم حساب کرده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تابع سازمان ملل و فرمان او - که تابع زور است -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94" w:name="_Toc425599075"/>
      <w:r>
        <w:rPr>
          <w:rtl/>
          <w:lang w:bidi="fa-IR"/>
        </w:rPr>
        <w:t xml:space="preserve">194 دعا، سلاح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در برابر دشمنان</w:t>
      </w:r>
      <w:bookmarkEnd w:id="19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که در اسلحه ساز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تجه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زات نظام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کفار عقب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دعا هم مؤ خر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الدعا سلاح ال</w:t>
      </w:r>
      <w:r w:rsidR="004D40D4">
        <w:rPr>
          <w:rtl/>
          <w:lang w:bidi="fa-IR"/>
        </w:rPr>
        <w:t>مؤمن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316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دعا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اسلحه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در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دعاها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اللهم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انک اقرب من دع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317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تو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از او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مج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در 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اذا سالک عبادی عنی فانی قریب اجیب دعوة الداع اذا دعان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318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هرگاه بندگان من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[ بگو</w:t>
      </w:r>
      <w:r w:rsidR="0014728E">
        <w:rPr>
          <w:rtl/>
          <w:lang w:bidi="fa-IR"/>
        </w:rPr>
        <w:t>: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من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کم و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کس را که مرا بخواند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اجابت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اما دعا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لقلقه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زبان و صورت دعا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تائب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دعا کردن بعد از عزم بر ترک گناهان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بنابر انجام آن چه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تائب مقبول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دعا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رفع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موانع سر راه و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انجام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 گذشته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وقت دعا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حالت سرافکندگ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غصه و حسرت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ملاحظه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 که خداوند متعال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حالت کافر در دم مرگ و در روز جزا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lastRenderedPageBreak/>
        <w:t>(</w:t>
      </w:r>
      <w:r w:rsidRPr="0055251E">
        <w:rPr>
          <w:rStyle w:val="libAieChar"/>
          <w:rtl/>
        </w:rPr>
        <w:t>و انذرهم یوم الحسرة اذا قضی الامر و هم فی غفلة و هم لا یؤ منون، و لوتری اذا المجرمون ناکسوا رءوسهم عند ربهم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319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آنان را از روز حسرت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هنگام که فرمان ما اجرا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 و آنان در حال غفلت هستند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هنگام که گناه کاران نزد پروردگارشان سر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افکنده اند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دعا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تصم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بر ترک مخالفت و عزم بر ترک گناه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کلما قلت ??صلحت سر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قرب من مجالس التواب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مجلس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عرضت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ازالت قدم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حالت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خدمتک</w:t>
      </w:r>
      <w:r w:rsidR="0014728E">
        <w:rPr>
          <w:rtl/>
          <w:lang w:bidi="fa-IR"/>
        </w:rPr>
        <w:t xml:space="preserve">؟!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320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شده است مرا که هرگاه با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باطنم اصلاح شده و با توبه کنندگان همنش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شده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بر من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من و بندگ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 فاصله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حال توجه و دعا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روح است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مناجاتک انس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راحت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321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مناجات با تو 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 و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95" w:name="_Toc425599076"/>
      <w:r>
        <w:rPr>
          <w:rtl/>
          <w:lang w:bidi="fa-IR"/>
        </w:rPr>
        <w:t>195 سید جمال الدین اسد آبادی هم برای همین کشته شد</w:t>
      </w:r>
      <w:bookmarkEnd w:id="19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جنگ جهان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 به مصطف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کمال - که صدر اعظم دولت عثمان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- رشوه و وعده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دادند تا قدرت سلطان عثمان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تجز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کند و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دولت عثمان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منحصر به ترک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گردد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دولت عثمان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مغلوب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به دست مصطف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کمال افتاد چنان که عراق و حجاز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به دست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افتاد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مصطف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کمال مسلمان بود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قرآن را مسخره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روز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کشنبه را تطع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رسم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اعلام نمود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دولت عثمان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قدر در جنگ دوم جهان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قدرت داشت که اعلام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 با متفق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 و نه با روس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چه قدر بر له اسلام بود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جمال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اسدآباد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کشته شد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قوت و قدرت دولت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را به دولت عثمان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ملحق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دست روس است 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معاهده دارد و آن ها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گذارند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بساط مخالفت با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جنگ و خونر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اما حالا 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اگر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خود را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چه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عمل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اگر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باشد که با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بساز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96" w:name="_Toc425599077"/>
      <w:r>
        <w:rPr>
          <w:rtl/>
          <w:lang w:bidi="fa-IR"/>
        </w:rPr>
        <w:t>196 ابتلائات، مقدمهه تضرع و بندگی است</w:t>
      </w:r>
      <w:bookmarkEnd w:id="19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آن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نگفت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آن 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در فلان مکان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زمان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فلان کار را بکن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نکرد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استغفار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تلف مال نسبت به تلف نفوس اهون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322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تلف نفوس نسبت به تلف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اهون است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سه روز جنگ آن هم از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ملت شوخ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هزار سال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ابتلائات خبر داده اند و راه خلاص و نجات از آن ها را هم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فرموده و نشان داده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فرموده اند فلان دعا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 را بخوان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را از نشانه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شمرده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فرموده اند که به طور 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همه ابتلائات و اختلافات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راه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راه نجات است</w:t>
      </w:r>
      <w:r w:rsidR="0014728E">
        <w:rPr>
          <w:rtl/>
          <w:lang w:bidi="fa-IR"/>
        </w:rPr>
        <w:t xml:space="preserve">.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چه کرده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ابتلائات بر ما وارد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ابتلائات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مقدمه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ضراعات و بندگ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خداوند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فلولآ اذ جا هم باسنا تضرعوا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323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 آن هنگام که گرفتار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به آنان رو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تضرع و زار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پرداختند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97" w:name="_Toc425599078"/>
      <w:r>
        <w:rPr>
          <w:rtl/>
          <w:lang w:bidi="fa-IR"/>
        </w:rPr>
        <w:t xml:space="preserve">197 تقلید از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لازمه یعمل به حدیث ثقلین</w:t>
      </w:r>
      <w:bookmarkEnd w:id="197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طور قطع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ثقل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ثابت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مرجع ما مسلمانان بعد از رحلت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ثقل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قرآن و عترت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احکام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از عترت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خانواده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مورد ابتلا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وضو و نحوه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و چگونگ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و حج و روزه و</w:t>
      </w:r>
      <w:r w:rsidR="0014728E">
        <w:rPr>
          <w:rtl/>
          <w:lang w:bidi="fa-IR"/>
        </w:rPr>
        <w:t xml:space="preserve">...) </w:t>
      </w:r>
      <w:r>
        <w:rPr>
          <w:rtl/>
          <w:lang w:bidi="fa-IR"/>
        </w:rPr>
        <w:t>را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عترت بپرس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گرنه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ثقل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عمل نکرده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کار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که صحابه چه گونه بودند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وخ آن ها بد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هر کدام در برابر عمل خود نزد خدا و صاحب کار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324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مورد بازخواست قرار خواهند گرفت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مربوط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اجمالا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با دوستان 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او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دوست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دشمنان آنان دشمن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98" w:name="_Toc425599079"/>
      <w:r>
        <w:rPr>
          <w:rtl/>
          <w:lang w:bidi="fa-IR"/>
        </w:rPr>
        <w:t xml:space="preserve">198 بیان فضایل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مجالس عیدالزهرا - علیها السلام</w:t>
      </w:r>
      <w:bookmarkEnd w:id="19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مجالس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مناسبت حضرت فاطمه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برقرار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325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سته است فضا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مناقب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خصوص حضرت زهرا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گردد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برگزار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مجالس خنده بدون ذکر فضا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آن ها خوب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 چه بسا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کلمه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مهمل اشخاص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ترد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خصوص در زمان ما که اهل تسنن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ما هستند و چه بسا 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ضبط و استراق سمع داشته و از گفتار </w:t>
      </w:r>
      <w:r>
        <w:rPr>
          <w:rtl/>
          <w:lang w:bidi="fa-IR"/>
        </w:rPr>
        <w:lastRenderedPageBreak/>
        <w:t>و کردار و افراد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صحنه ها عکسبردار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ممکن است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کارها موجب اذ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آزار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قتل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بلاد و کشورها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در اقل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گردد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صورت اگر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قطره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خون از آن ها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خته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مسبب آن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جرم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راه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مرحوم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بروجرد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راه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مشترکات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ما و عامه و ترک مطاعن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لعن و سب آشکار آن هاست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که از جمله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معروف و مشهور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ثقل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199" w:name="_Toc425599080"/>
      <w:r>
        <w:rPr>
          <w:rtl/>
          <w:lang w:bidi="fa-IR"/>
        </w:rPr>
        <w:t>199 مدارای امیرال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ین و سید الشهدا </w:t>
      </w:r>
      <w:r w:rsidR="0051797F" w:rsidRPr="0051797F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با دشمنان</w:t>
      </w:r>
      <w:bookmarkEnd w:id="19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صف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لشکر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بر آب مسلط شدند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آب را بر آن حضرت و اصحابش بستند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حضرت مسلط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آن ها آب داد و مانع نشد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326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تا به حال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که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وقت جنگ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دشمن خود آب بدهد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پادشاه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جنگ جهان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 هر چه لشکر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جنگ با آلمان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رفتند بر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گشتند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بار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قطار پر از جوان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جنگ حرکت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مادران آن ها جلو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قطار 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تا مانع حرکت او شوند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مسکو کسب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دستور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با قطار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مادرها عبور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معمول بود که در وقت جنگ و حمله چند نفر نگهبان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گذاشتند تا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فرار نکند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شب عاشورا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انتم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حل من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327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خود را از شما برداشتم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قوم با من کار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برود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تعداد لشکر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شب عاشورا 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هزار نفر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شب عاشورا ده نفر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ده نفر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خداحافظ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بدون خداحافظ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رکاب آن حضرت دور شدند و رفتند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328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حضرت مسلم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فرموده بود که با مهربان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رفتار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سبب کشته شدن و شهادت حضرت مسلم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بوده که اذن جنگ نداشته و گرنه در دارالاماره و مقر ابن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نفر نبود و حضرت مسلم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 آن ها را محاصره کند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00" w:name="_Toc425599081"/>
      <w:r>
        <w:rPr>
          <w:rtl/>
          <w:lang w:bidi="fa-IR"/>
        </w:rPr>
        <w:t>200 امت مقدس تر از پیامبر</w:t>
      </w:r>
      <w:bookmarkEnd w:id="20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تا به حال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که امت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خود مقدس تر باشد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بزرگان عامه به نظرشان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وقت وفات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تمام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که دوش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329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با نصب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خلافت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جلو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دهانش را گرفتند و گفتند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الرجل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هجر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330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مرد 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01" w:name="_Toc425599082"/>
      <w:r>
        <w:rPr>
          <w:rtl/>
          <w:lang w:bidi="fa-IR"/>
        </w:rPr>
        <w:t>201 مناظره ی آلوسی و مرحوم مظفر</w:t>
      </w:r>
      <w:bookmarkEnd w:id="20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بغداد مجلس مناظره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فرقه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عامه آلوس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عالم بزرگ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مرحوم مظفر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331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در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حضور داشتند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المجلس غاص باهله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مجلس از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و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 بود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آلوس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عامه رو کرد به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مظفر </w:t>
      </w:r>
      <w:r w:rsidR="00C644A3" w:rsidRPr="00C644A3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خنا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مسالة</w:t>
      </w:r>
      <w:r w:rsidR="0014728E">
        <w:rPr>
          <w:rtl/>
          <w:lang w:bidi="fa-IR"/>
        </w:rPr>
        <w:t xml:space="preserve">.؛ </w:t>
      </w:r>
      <w:r>
        <w:rPr>
          <w:rtl/>
          <w:lang w:bidi="fa-IR"/>
        </w:rPr>
        <w:t>اجازه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مرحوم مظفر فرمود</w:t>
      </w:r>
      <w:r w:rsidR="0014728E">
        <w:rPr>
          <w:rtl/>
          <w:lang w:bidi="fa-IR"/>
        </w:rPr>
        <w:t xml:space="preserve">: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کن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آلوس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تقولون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امر النب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ابابکر بالصلاة بالقوم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دستور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امبر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ابوبکر که [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خود]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نماز جماعت بخواند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مرحوم مظفر در جواب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سخن ضع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دلالت بر خلافت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هر جهت آلوس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چاند و بالاخره جواب روشن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نظر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حق با آن ها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مظفر بدون تامل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332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الرجل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هجر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333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</w:t>
      </w:r>
      <w:r>
        <w:rPr>
          <w:rtl/>
          <w:lang w:bidi="fa-IR"/>
        </w:rPr>
        <w:t>قطعا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مرد 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واقعا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جواب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معجزه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آلوس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نتوانست نفس بکشد و حرف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خاموش شد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فکانما القم حجرا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سنگ در دهان او انداختند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با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و جواب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ختم جلسه اعلام شد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آلوس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اهل فضل است و در کتاب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خود مطالب معقول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ذکر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مساله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همان شخص فاضل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حرف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و عام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02" w:name="_Toc425599083"/>
      <w:r>
        <w:rPr>
          <w:rtl/>
          <w:lang w:bidi="fa-IR"/>
        </w:rPr>
        <w:t>202 آیا ما حق کشی نمی کنیم؟!</w:t>
      </w:r>
      <w:bookmarkEnd w:id="20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ما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خلفا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بن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عباس - که خلافت را از اهلش غصب نمودند -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توانا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رادع و مانع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نابود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دشمنان خود نداشت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و قدرت و امکانات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فراهم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هم فراهم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مانند آن ها عمل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 xml:space="preserve">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حق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مورد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امتحان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قرار 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البته اگر مورد امتحان قرار گرفت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از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ما را حفظ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انسان در مقام امتحان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مانند سلمان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در اعل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قرار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مانند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از هالک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در اسفل سافل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03" w:name="_Toc425599084"/>
      <w:r>
        <w:rPr>
          <w:rtl/>
          <w:lang w:bidi="fa-IR"/>
        </w:rPr>
        <w:t>203 تواضع در برابر حق</w:t>
      </w:r>
      <w:bookmarkEnd w:id="203"/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بزرگان که به خاطر جلالت قدرش احتمال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رفت بعد از محمد بن عثمان بن سع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جا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حس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بن روح به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ابت خاص تع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>ن شود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با کمال ادب و احترام دو زانو در مقابل حس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ن بن روح </w:t>
      </w:r>
      <w:r w:rsidR="00760208" w:rsidRPr="00760208">
        <w:rPr>
          <w:rStyle w:val="libAlaemChar"/>
          <w:rtl/>
        </w:rPr>
        <w:t>رحمه‌الله</w:t>
      </w:r>
      <w:r w:rsidR="006B7205">
        <w:rPr>
          <w:rtl/>
          <w:lang w:bidi="fa-IR"/>
        </w:rPr>
        <w:t xml:space="preserve"> قرار گرفت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334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در وقت امتحان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در مقابل حق خاضع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04" w:name="_Toc425599085"/>
      <w:r>
        <w:rPr>
          <w:rtl/>
          <w:lang w:bidi="fa-IR"/>
        </w:rPr>
        <w:t xml:space="preserve">204 تواضع علی بن جعفر در برابر امام جواد </w:t>
      </w:r>
      <w:r w:rsidR="0051797F" w:rsidRPr="0051797F">
        <w:rPr>
          <w:rStyle w:val="libAlaemChar"/>
          <w:rtl/>
        </w:rPr>
        <w:t>عليهما‌السلام</w:t>
      </w:r>
      <w:bookmarkEnd w:id="204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جناب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جعفر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سن و سال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جد حضرت امام جواد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شمار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 و از طرف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حضرت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برابر آن حضرت تواضع و اظهار کوچک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نسبت به آن حضرت مراعات ادب و احترام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حضرت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حضرت جفت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مورد اعتراض قرار گرفت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خداوند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سن و سال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اقت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مقام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335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به من نداده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336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05" w:name="_Toc425599086"/>
      <w:r>
        <w:rPr>
          <w:rtl/>
          <w:lang w:bidi="fa-IR"/>
        </w:rPr>
        <w:t xml:space="preserve">205 محل دفن و مزار علی بن جعفر </w:t>
      </w:r>
      <w:r w:rsidR="0055251E" w:rsidRPr="0055251E">
        <w:rPr>
          <w:rStyle w:val="libAlaemChar"/>
          <w:rtl/>
        </w:rPr>
        <w:t>عليه‌السلام</w:t>
      </w:r>
      <w:bookmarkEnd w:id="205"/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عل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بن جعفر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337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در قم</w:t>
      </w:r>
      <w:r w:rsidR="0014728E">
        <w:rPr>
          <w:rtl/>
          <w:lang w:bidi="fa-IR"/>
        </w:rPr>
        <w:t xml:space="preserve"> (</w:t>
      </w:r>
      <w:r w:rsidR="006B7205">
        <w:rPr>
          <w:rtl/>
          <w:lang w:bidi="fa-IR"/>
        </w:rPr>
        <w:t>آخر خ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ابان چهارمردان</w:t>
      </w:r>
      <w:r w:rsidR="0014728E">
        <w:rPr>
          <w:rtl/>
          <w:lang w:bidi="fa-IR"/>
        </w:rPr>
        <w:t xml:space="preserve">)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338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دفن شده اند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آن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جعفر که ذکر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از آبا و اجداد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جعفر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که در قم مدفون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آن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جعفر که عمو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امام رضا </w:t>
      </w:r>
      <w:r w:rsidR="0055251E" w:rsidRPr="0055251E">
        <w:rPr>
          <w:rStyle w:val="libAlaemChar"/>
          <w:rtl/>
        </w:rPr>
        <w:lastRenderedPageBreak/>
        <w:t>عليه‌السلام</w:t>
      </w:r>
      <w:r>
        <w:rPr>
          <w:rtl/>
          <w:lang w:bidi="fa-IR"/>
        </w:rPr>
        <w:t xml:space="preserve"> و ثقه جل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القدر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ده ساله بود که 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وفات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امامان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گر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تا امام جواد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درک کرد و ساکن 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- که محل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است - بود و در آن جا دفن شده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339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06" w:name="_Toc425599087"/>
      <w:r>
        <w:rPr>
          <w:rtl/>
          <w:lang w:bidi="fa-IR"/>
        </w:rPr>
        <w:t>206 لزوم احتیاط در فتنه های آخر الزمان</w:t>
      </w:r>
      <w:bookmarkEnd w:id="20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آخر الزمان و فتنه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نقل شده که فرموده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در آن زمان مشکل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پس 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کرد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به دست آوردن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مشکل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کردن که مشکل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توقف کرد و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نمود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ختن خون مردم و هتک اعراض آن ها و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بردن اموال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آن ها شوخ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اتمام حجت شده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07" w:name="_Toc425599088"/>
      <w:r>
        <w:rPr>
          <w:rtl/>
          <w:lang w:bidi="fa-IR"/>
        </w:rPr>
        <w:t xml:space="preserve">207 </w:t>
      </w:r>
      <w:r w:rsidR="00EE66CB">
        <w:rPr>
          <w:rtl/>
          <w:lang w:bidi="fa-IR"/>
        </w:rPr>
        <w:t>چه می شد اگر تمام مسلمانان به ی</w:t>
      </w:r>
      <w:r>
        <w:rPr>
          <w:rtl/>
          <w:lang w:bidi="fa-IR"/>
        </w:rPr>
        <w:t>ک رساله</w:t>
      </w:r>
      <w:r w:rsidR="00EE66C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عمل می کردند؟!</w:t>
      </w:r>
      <w:bookmarkEnd w:id="207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طور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اگر تمام مسلمانان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رساله عمل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بزرگان عامه 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که ضبط صوت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الرجل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هجر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340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قطعا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مرد 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قت به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خداوند که صاحب صوت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نسبت 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دادند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اصحاب خود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خوف آن را نداشتم که در دست دشمنان قرار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شما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دادم که با وجود آن به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نداشته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کتاب شما را از هر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مستغن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341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نه تنها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از شما را در فروع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بلکه در همه 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ز بر طرف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نبغ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و التوقف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فتن آخر الزمان الت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کقطع الل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المظلم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ظهر الطر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الحق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الاحت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مقدور لکل احد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هو عمدة السلاح لاهل 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الناج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هو الثابت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الداع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بتعج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الفرج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الملازم للاعتقاد بجم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المعتقدات الحقة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پس در فتنه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آخر الزمان که مانند پاره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شب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سته است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و توقف نمودن تا راه حق روشن گردد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همگان توان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را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عمده سلاح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تنها کس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فتنه ها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نجات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ابد که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خود استوار بوده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فرج دعا کند و در اعتقاد به تمام عقا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حقه ملتزم و استوار باشد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08" w:name="_Toc425599089"/>
      <w:r>
        <w:rPr>
          <w:rtl/>
          <w:lang w:bidi="fa-IR"/>
        </w:rPr>
        <w:t xml:space="preserve">208 پیشنهاد ترک مخاصمه از سوی امام حسین </w:t>
      </w:r>
      <w:r w:rsidR="0055251E" w:rsidRPr="0055251E">
        <w:rPr>
          <w:rStyle w:val="libAlaemChar"/>
          <w:rtl/>
        </w:rPr>
        <w:t>عليه‌السلام</w:t>
      </w:r>
      <w:bookmarkEnd w:id="20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 روز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ثم تمار را به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 بردند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گناه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حضرت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دالشهدا چه گناه و جرم و غرم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342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داشتند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شنهاد آن حضرت را قبول نکردند و عمر سعد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اشهدوا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عند الام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رم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343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نزد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عب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گواه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من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بودم که [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پرتاب نمودم</w:t>
      </w:r>
      <w:r w:rsidR="0014728E">
        <w:rPr>
          <w:rtl/>
          <w:lang w:bidi="fa-IR"/>
        </w:rPr>
        <w:t xml:space="preserve">.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سرانجام او را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جه بعد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بر و فاجر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بد شدند و به او لعن و نفر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آنان حضرت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السلة و الذلة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344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جنگ و شمش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ذلت و خوار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مخ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نمودند و نزول بدون شرط و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 حکم و تسل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ذلت بار را از آن حضرت خواستند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ان تنزل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حکم الام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عب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دالله بن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14728E">
        <w:rPr>
          <w:rtl/>
          <w:lang w:bidi="fa-IR"/>
        </w:rPr>
        <w:t xml:space="preserve">.؛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345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14728E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(</w:t>
      </w:r>
      <w:r w:rsidR="006B7205"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 بر حکم عب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دالله بن ز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اد سر 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.)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تسل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م خفت بار و بدون ق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 و شرط به گونه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هر چه خواستند با آن حضرت بکنند</w:t>
      </w:r>
      <w:r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ا بکشند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آزاد کنند</w:t>
      </w:r>
      <w:r>
        <w:rPr>
          <w:rtl/>
          <w:lang w:bidi="fa-IR"/>
        </w:rPr>
        <w:t xml:space="preserve">؛ </w:t>
      </w:r>
      <w:r w:rsidR="006B7205"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حضرت راه سوم غ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ر از سله وذله را پ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شنهاد دادند</w:t>
      </w:r>
      <w:r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و آن را رها کردن آن حضرت بود تا به سرحدات برود و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به همان جا که آمده بود برگردد</w:t>
      </w:r>
      <w:r>
        <w:rPr>
          <w:rtl/>
          <w:lang w:bidi="fa-IR"/>
        </w:rPr>
        <w:t xml:space="preserve">. </w:t>
      </w:r>
      <w:r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346</w:t>
      </w:r>
      <w:r w:rsidRPr="00BF1B56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 w:rsidR="006B7205"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>
        <w:rPr>
          <w:rtl/>
          <w:lang w:bidi="fa-IR"/>
        </w:rPr>
        <w:t xml:space="preserve">، </w:t>
      </w:r>
      <w:r w:rsidR="006B7205"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ن سخن که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 در مجلس خود در پاسخ کس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گفت</w:t>
      </w:r>
      <w:r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کان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[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کره هذا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از شهادت و به قتل رساندن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کراهت داشت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جواب او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لو خرج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لقتله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سوگند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خروج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قطعا او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دروغ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آن حضرت در طول ده سال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خروج نکرد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چرا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شنهاد ترک مخاصمه را داد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مگر آن حضرت بر تو خروج کرد که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09" w:name="_Toc425599090"/>
      <w:r>
        <w:rPr>
          <w:rtl/>
          <w:lang w:bidi="fa-IR"/>
        </w:rPr>
        <w:t>209 چند نکته ی طبی</w:t>
      </w:r>
      <w:bookmarkEnd w:id="20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خرما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ماست و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347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جامع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غذا و دوا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348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در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موارد انسان به غذا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مظنون است که مضر و موجب مرض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مبط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ء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349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اخلال در نظم خوردن غذا و هضم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اخلال در نظم خواب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کارها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موجب تاخ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تاث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در آن هاست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لذا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رسول الله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کان ادامه الجوع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350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جوع و گرسنگ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خوراک و غذا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بود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امتحان شده و مجرب است در وقت افطار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نان و 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صائم از 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لذت دارد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قرآن و عترت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را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تام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کرده اند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10" w:name="_Toc425599091"/>
      <w:r>
        <w:rPr>
          <w:rtl/>
          <w:lang w:bidi="fa-IR"/>
        </w:rPr>
        <w:t>210 دستور از نبوت، و گریه از صباوت</w:t>
      </w:r>
      <w:bookmarkEnd w:id="21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کودک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حضرت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ناراحت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مادر جان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فلان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کن و بجوشان و بده بخورم تا کم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کنم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آن را 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کرد و جوشاند و آورد و آن حضرت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هنگام خوردن اظهار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حضرت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خودت دستور داد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کنم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حضرت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آن دستور از نبوتم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صباوت و کودک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351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11" w:name="_Toc425599092"/>
      <w:r>
        <w:rPr>
          <w:rtl/>
          <w:lang w:bidi="fa-IR"/>
        </w:rPr>
        <w:t>211 نقشه ی ابر قدرت ها و استعمارگران برای تسلط بر مسلمانان</w:t>
      </w:r>
      <w:bookmarkEnd w:id="211"/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نقشه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کفار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است که پسرها و دخترها از پدرها و مادرها جدا شوند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مردم را از روحان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ون جدا و به آن ها بدب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کنند ولو به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صورت که افراد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به لباس روحان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 ملبس کنند تا در ملا عام و مجامع عموم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کارها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خلاف انجام دهند و مردم از روحان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ون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زار شوند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هم چن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قرآن به دست مردم داده نشود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بلکه ترجمه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آن به مردم داده شود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352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- ترجمه قرآن که قرآن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353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! </w:t>
      </w:r>
      <w:r w:rsidR="006B7205">
        <w:rPr>
          <w:rtl/>
          <w:lang w:bidi="fa-IR"/>
        </w:rPr>
        <w:t>و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ز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خواهند روحان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ون و اهل علم را از منابع اصل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کتاب و سنت و معنو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ات و مدارک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جدا کنند و به خ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ال خودشان اتصالات و اسنادها را پاک ساز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تهذ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ب کنند کتاب و سنت را که سلاح آن هاست از </w:t>
      </w:r>
      <w:r w:rsidR="006B7205">
        <w:rPr>
          <w:rtl/>
          <w:lang w:bidi="fa-IR"/>
        </w:rPr>
        <w:lastRenderedPageBreak/>
        <w:t>دست آن ها بگ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رند ولو به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صورت که کسان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را 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اداره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کشور و مردم در راس قرار دهند تا با مراجع و علما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مخالفت و در نت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جه آنان را منزو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کنند و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بکشند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ما در نجف شن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که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خواهند کتاب ها را جمع کنند و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اهل علم و علم جدا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 xml:space="preserve"> افکنند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گرگ ها بر ما هجوم آورده اند و دارند ما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ما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کفار سوء ظن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با آن ها اودا و اخلا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354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حقشان بترس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چه برسد به باطلشان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آنان حق را تور و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شکار ما قرار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کند بفهم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صلاح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تمسک به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جدا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آن ها به صلاح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کفار بعد از گرفتن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را هم از دست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12" w:name="_Toc425599093"/>
      <w:r>
        <w:rPr>
          <w:rtl/>
          <w:lang w:bidi="fa-IR"/>
        </w:rPr>
        <w:t>212 فکرش را هم خودش کرد!</w:t>
      </w:r>
      <w:bookmarkEnd w:id="21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گرفتن انتقام از قتله 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355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عثمان و به بهانه خون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بزرگان و رؤ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شام درخواست نمود که او را در جنگ با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اتهام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عثمان را کشته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در جواب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بگذار فکر کنم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هم افراد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جداگانه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فرستاد تا مانع فکر او شوند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شهادت داند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سوم عثمان را کشته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قدر افراد فرستاد تا سرانجام آن شخص خود نزد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آمد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ثابت شده که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قاتل عثمان است اگر تو با او جنگ نکن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با تو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فکرش را هم خودش کرد و همان نت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جه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معاو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ه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خواست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او حاصل 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13" w:name="_Toc425599094"/>
      <w:r>
        <w:rPr>
          <w:rtl/>
          <w:lang w:bidi="fa-IR"/>
        </w:rPr>
        <w:lastRenderedPageBreak/>
        <w:t>213 بر سر نیزه کردن مصاحف</w:t>
      </w:r>
      <w:bookmarkEnd w:id="213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خود عامه معترفند و نوشته اند که بر سر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 کردن مصاحف را عمر و عاص در برابر دادن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مصر به او 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شنهاد داد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356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نقل را ناد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گرفته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 سر خلافت نبوده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اجتهاد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هرگز حق اجتهاد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او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سب و لعن او را با استناد به کتاب و سنت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14" w:name="_Toc425599095"/>
      <w:r>
        <w:rPr>
          <w:rtl/>
          <w:lang w:bidi="fa-IR"/>
        </w:rPr>
        <w:t>214 برتری ناچیز بر همه چیز!</w:t>
      </w:r>
      <w:bookmarkEnd w:id="214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عامه به اقرار و اعتراف خودشان از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ندارند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ما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برکات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خودشان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وقا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معدود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مشت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به ما نرس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 روز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امت بر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که به ما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 شود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ما 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از رسول الله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سجاد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ادع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خود را بر 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ما مقدم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15" w:name="_Toc425599096"/>
      <w:r>
        <w:rPr>
          <w:rtl/>
          <w:lang w:bidi="fa-IR"/>
        </w:rPr>
        <w:t>215 اضلال و گمراه کردن نسل ها، بزرگترین ظلم و ستم به آن ها</w:t>
      </w:r>
      <w:bookmarkEnd w:id="21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 کس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کودک ظلم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مستحق مذمت و ناسزا است و از نظر عقل و عقلا و وجدان محکوم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رسد به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نسل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ظلم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راه هدا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 به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عموم مسلمانان بستند و راه ضلالت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گشودند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ظاهر اسلام و قرآن را حفظ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باطن و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قت آن بهره بردار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ننمودند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رجم و سنگسار کردن زن حامله و عدم اخذ 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 مهر السنة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آخر گفتند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کل الناس افقه من عمر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المخدرات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الحجال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357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همه مردم از عمر داناتر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زنان که در حجله ها و پس پرده ها محجوب هستند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 خان هم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دوازده امام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که 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سه تا و سه تا 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او و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محمد باب و جانش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نانش همه نمونه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ظالمان به نسل و هلاک کننده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هستند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ظهور حضرت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بعد ما ملئت ظلما و جورا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358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بعد از آن که ظلم و ستم جهان را فرا گرفت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خواهد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القتل و الشهادة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انحراف 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الموجب للهلاکة الابد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و کشته شدن و شهادت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انحراف نسل ها که موجب هلاکت ابد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بهتر است</w:t>
      </w:r>
      <w:r w:rsidR="0014728E">
        <w:rPr>
          <w:rtl/>
          <w:lang w:bidi="fa-IR"/>
        </w:rPr>
        <w:t xml:space="preserve">.)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16" w:name="_Toc425599097"/>
      <w:r>
        <w:rPr>
          <w:rtl/>
          <w:lang w:bidi="fa-IR"/>
        </w:rPr>
        <w:t>216 مشاهده ی حضرت حق</w:t>
      </w:r>
      <w:bookmarkEnd w:id="21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انج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برنابا - که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عباراتش شب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به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ما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شواهد صدق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از جمله حرمت گوشت خوک و مسکرات -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خداوند از رحمت و نعمت خود آن قدر به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عطا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کاد 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هبه نفسه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است خود را به او ببخشد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انج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برنابا دارد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شب حضرت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کوه تا به صبح مشغول عبادت بود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کل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ء 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انا مکشوفا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واقع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تمام 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 به صورت برهنه و مکشوف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واقع عالم را که ما 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مشاهده نمود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17" w:name="_Toc425599098"/>
      <w:r>
        <w:rPr>
          <w:rtl/>
          <w:lang w:bidi="fa-IR"/>
        </w:rPr>
        <w:lastRenderedPageBreak/>
        <w:t>217 عایشه و جنگ جمل</w:t>
      </w:r>
      <w:bookmarkEnd w:id="21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نقل شده که در جنگ جمل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بصره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کم امکم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فانها صلاتکم و صومکم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359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مادرتان را 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که او نماز و روزه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امکان دارد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صحنه 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هم اتفاق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آن ها از جهنم آمده اند و ما از بهشت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به خدا پناه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بعد از واقعه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جمل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خانم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تاکنون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مادر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شانزده هزار نفر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360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از فرزندان خود را به قتل برساند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 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پس از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سخن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18" w:name="_Toc425599099"/>
      <w:r>
        <w:rPr>
          <w:rtl/>
          <w:lang w:bidi="fa-IR"/>
        </w:rPr>
        <w:t>218 جنگ با خدا و اولیای خدا</w:t>
      </w:r>
      <w:bookmarkEnd w:id="21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با خدا و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مانند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است که انسان در لبه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هزار متر عمق دارد قرار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و خود را در آن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ندازد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جنگ با خدا و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عواقب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خلاف گناهان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ممکن است شخص پش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شود و برگردد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19" w:name="_Toc425599100"/>
      <w:r>
        <w:rPr>
          <w:rtl/>
          <w:lang w:bidi="fa-IR"/>
        </w:rPr>
        <w:t>219 کثرت کرامات مشاهد مشرفه و قبور امامزادگان</w:t>
      </w:r>
      <w:bookmarkEnd w:id="21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هر کس آن چه را که در عصر خود از کرامات مشاهد مشرفه و قبور امامزاده ها اتفاق افتاده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افتد جمع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کس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کند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20" w:name="_Toc425599101"/>
      <w:r>
        <w:rPr>
          <w:rtl/>
          <w:lang w:bidi="fa-IR"/>
        </w:rPr>
        <w:lastRenderedPageBreak/>
        <w:t>220 پاره ای از تناقض های بعضی از فرق اسلامی</w:t>
      </w:r>
      <w:bookmarkEnd w:id="22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مؤ سس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مذاهب و فرقه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ظاهرا نصف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الاسلام آن ها بدون وضو آن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مطالعه بر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فرقه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تا سال 1100 نبود و بعد از آن تاس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شد و مؤ سس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تا سال 300 را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 و بعد از آن زمان مقبول او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ضرور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را از پدران مسلمان خود گرفته اند -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قرآن تمام ضرور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را ندارد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مانند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نماز مغرب سه رکعت است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قرآن هم که ظن است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ضرور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را اثبات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-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طواف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کعبه و سنگ ها را مطلوب خدا و واجب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منکر آن را کافر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 و 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استلام حجر را بر اساس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صحابه و مسلمانان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مستحب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 جاسوس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سخنان او مشخص شد که خود را بالاتر از صحابه و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عمر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متعه از او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مخالفت عمر را مطرح کرد 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فما استمتعتم به ی منهن فاتوهن اجورهن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361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پس هر کدام از زنان را که متعه نمود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اجرتشان را بپرداز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ساکت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فراهم کنم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آن زن جاسوسه را به مدت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هفته 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غه نمود و مهر او را هم از 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بش درآورد و به او داد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شراب را با آب مخلوط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362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چگونه شخص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21" w:name="_Toc425599102"/>
      <w:r>
        <w:rPr>
          <w:rtl/>
          <w:lang w:bidi="fa-IR"/>
        </w:rPr>
        <w:t>221 رد سخن ابن ابی الحدید درباره ی ایتونی بقر طاس</w:t>
      </w:r>
      <w:bookmarkEnd w:id="22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با کسان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363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که هنگام رحلت 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حرف نزن تعجب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نوشته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بدواة و کتف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اکتب لکم کتابا لن تضلوا بعده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364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دوات و استخوان شتر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تان بنو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 که بعد از آن گمراه نگرد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در شرح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365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سخن از مجعولات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شارح خو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366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را عامه هم نقل کرده اند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367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22" w:name="_Toc425599103"/>
      <w:r>
        <w:rPr>
          <w:rtl/>
          <w:lang w:bidi="fa-IR"/>
        </w:rPr>
        <w:t xml:space="preserve">222 فضیلت حضرت علی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فاطمه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بهنقل عایشه</w:t>
      </w:r>
      <w:bookmarkEnd w:id="22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عامه از 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که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احب الرجال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من النسا فاطمة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368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محبوبتر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مردان در نزد من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از زنان فاطمه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از او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که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فاطمه </w:t>
      </w:r>
      <w:r w:rsidR="00067758" w:rsidRPr="0006775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گفته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کان مش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تها مش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369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راه رفتن او درست مانند راه رفتن پدرش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23" w:name="_Toc425599104"/>
      <w:r>
        <w:rPr>
          <w:rtl/>
          <w:lang w:bidi="fa-IR"/>
        </w:rPr>
        <w:t>223 امکان نجات برخی از علمای عامه</w:t>
      </w:r>
      <w:bookmarkEnd w:id="22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آن دسته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عامه که فضا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نقل کرده اند اهل نجات 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نقل آن 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محاجه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آن ها الزام آور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الفضل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شهدت به الاعدا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370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لت آن است که دشمنان بدان گواه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24" w:name="_Toc425599105"/>
      <w:r>
        <w:rPr>
          <w:rtl/>
          <w:lang w:bidi="fa-IR"/>
        </w:rPr>
        <w:t xml:space="preserve">224 طرد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از مقام مرجعیت علمی و فقهی</w:t>
      </w:r>
      <w:bookmarkEnd w:id="224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چرا پس از کنار زدن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از صحنه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امور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هم کنار زده شدند و منزو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تا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احکام و فقه هم از آن ها مورد قبول واقع نشد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و نفاس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که ربط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مساله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خلافت نداشت تا به نفع خود جعل کنند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25" w:name="_Toc425599106"/>
      <w:r>
        <w:rPr>
          <w:rtl/>
          <w:lang w:bidi="fa-IR"/>
        </w:rPr>
        <w:t xml:space="preserve">225 فقط پیغمبر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حق تعیین خلیفه را ندارد!</w:t>
      </w:r>
      <w:bookmarkEnd w:id="225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چرا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خلفا و حکام و سلاط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حق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را داشتند و دارند و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به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داد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لا تدع امة محمد بلا راع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371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امت محمد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بدون سرپرست رها مکن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تنها 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حق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را نداشت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26" w:name="_Toc425599107"/>
      <w:r>
        <w:rPr>
          <w:rtl/>
          <w:lang w:bidi="fa-IR"/>
        </w:rPr>
        <w:t>226 این رافضی را از مجلس بیرون کنید!</w:t>
      </w:r>
      <w:bookmarkEnd w:id="226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شه از دفن جنازه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مجتب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نزد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منع نمود و به مروان دستور داد جنازه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حضرت را 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رباران کنند</w:t>
      </w:r>
      <w:r w:rsidR="0014728E">
        <w:rPr>
          <w:rtl/>
          <w:lang w:bidi="fa-IR"/>
        </w:rPr>
        <w:t xml:space="preserve">. </w:t>
      </w:r>
    </w:p>
    <w:p w:rsidR="006B7205" w:rsidRDefault="004D40D4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مؤمن</w:t>
      </w:r>
      <w:r w:rsidR="006B7205">
        <w:rPr>
          <w:rtl/>
          <w:lang w:bidi="fa-IR"/>
        </w:rPr>
        <w:t xml:space="preserve"> طاق در احتجاج خود با ابوحن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فه به و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چگونه عا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شه و حفصه پدران خود را نزد ضر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ح پ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 w:rsidR="006B7205">
        <w:rPr>
          <w:rtl/>
          <w:lang w:bidi="fa-IR"/>
        </w:rPr>
        <w:t xml:space="preserve"> دفن نمودند ول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اجازه ندادند امام مجتب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 w:rsidR="006B7205">
        <w:rPr>
          <w:rtl/>
          <w:lang w:bidi="fa-IR"/>
        </w:rPr>
        <w:t xml:space="preserve"> در آن جا دفن گردد</w:t>
      </w:r>
      <w:r w:rsidR="0014728E">
        <w:rPr>
          <w:rtl/>
          <w:lang w:bidi="fa-IR"/>
        </w:rPr>
        <w:t xml:space="preserve">؟ </w:t>
      </w:r>
      <w:r w:rsidR="006B7205">
        <w:rPr>
          <w:rtl/>
          <w:lang w:bidi="fa-IR"/>
        </w:rPr>
        <w:t>ابوحن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فه در جواب 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آن جا جزو مهر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عا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شه بود</w:t>
      </w:r>
      <w:r w:rsidR="0014728E">
        <w:rPr>
          <w:rtl/>
          <w:lang w:bidi="fa-IR"/>
        </w:rPr>
        <w:t xml:space="preserve">. </w:t>
      </w:r>
    </w:p>
    <w:p w:rsidR="006B7205" w:rsidRDefault="004D40D4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مؤمن</w:t>
      </w:r>
      <w:r w:rsidR="006B7205">
        <w:rPr>
          <w:rtl/>
          <w:lang w:bidi="fa-IR"/>
        </w:rPr>
        <w:t xml:space="preserve"> طاق 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امبر اکرم </w:t>
      </w:r>
      <w:r w:rsidR="00620C6F" w:rsidRPr="00620C6F">
        <w:rPr>
          <w:rStyle w:val="libAlaemChar"/>
          <w:rtl/>
        </w:rPr>
        <w:t>صلى‌الله‌عليه‌وآله‌وسلم</w:t>
      </w:r>
      <w:r w:rsidR="006B7205">
        <w:rPr>
          <w:rtl/>
          <w:lang w:bidi="fa-IR"/>
        </w:rPr>
        <w:t xml:space="preserve"> مهر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همسران خود را در حال ح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ات داده بود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ابوحن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فه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نحوه عن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فانه رافض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372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شخص را از مجلس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او رافض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[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پل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27" w:name="_Toc425599108"/>
      <w:r>
        <w:rPr>
          <w:rtl/>
          <w:lang w:bidi="fa-IR"/>
        </w:rPr>
        <w:t xml:space="preserve">227 پذیرش اجتهاد معاویه در جنگ با علی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عدمقبول اجتهاد شیعه</w:t>
      </w:r>
      <w:bookmarkEnd w:id="227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اهل تسنن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در جنگ و قتال با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مجتهد و مثاب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هر چند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مصاب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دانستند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373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را به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اجتهاد ما مورد قبول آن ها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خلاف اجماع آن ها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28" w:name="_Toc425599109"/>
      <w:r>
        <w:rPr>
          <w:rtl/>
          <w:lang w:bidi="fa-IR"/>
        </w:rPr>
        <w:t xml:space="preserve">228 بهترین راه اثبات ولایت اهل بیت </w:t>
      </w:r>
      <w:r w:rsidR="00937235" w:rsidRPr="00937235">
        <w:rPr>
          <w:rStyle w:val="libAlaemChar"/>
          <w:rtl/>
        </w:rPr>
        <w:t>عليهم‌السلام</w:t>
      </w:r>
      <w:bookmarkEnd w:id="22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و اهتمام ما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باشد که مساله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همگان از واضحات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مردم تنها اکتفا به مجالس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دالزهرا </w:t>
      </w:r>
      <w:r w:rsidR="00067758" w:rsidRPr="0006775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منظور آن است که اثبات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مرجع احکام و فقه هستند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 سب و شتم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درست است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نادرست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مردم خودشان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بروند و از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بپرسند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بعد از رحلت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مجتهد و صاحب فتوا و عالم به کتاب و سنت وجود ندارد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جز مقدار کم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در احکام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8F65C6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هل یستوی الذین یعلمون و الذین لا یعلمون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374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 با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کسان هستند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29" w:name="_Toc425599110"/>
      <w:r>
        <w:rPr>
          <w:rtl/>
          <w:lang w:bidi="fa-IR"/>
        </w:rPr>
        <w:lastRenderedPageBreak/>
        <w:t>229 خباثت معاویه</w:t>
      </w:r>
      <w:bookmarkEnd w:id="22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واقعا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مدرسه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چه رجال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بر له حق ترب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نموده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سلمان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ذر و عمار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و چه رجال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مدرسه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آمدند که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حق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مانند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عمر و عاص و</w:t>
      </w:r>
      <w:r w:rsidR="0014728E">
        <w:rPr>
          <w:rtl/>
          <w:lang w:bidi="fa-IR"/>
        </w:rPr>
        <w:t xml:space="preserve">...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در نامه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نوشت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قدر خود را 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نسبت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انما کان محمد رسولا من الرسل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الناس کافة فبلغ رسالات ربه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ملک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ئا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375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او تنها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همانند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فرستادگان خدا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عموم مردم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- نعوذ بالله</w:t>
      </w:r>
      <w:r w:rsidR="0014728E">
        <w:rPr>
          <w:rtl/>
          <w:lang w:bidi="fa-IR"/>
        </w:rPr>
        <w:t xml:space="preserve">! </w:t>
      </w:r>
      <w:r w:rsidR="006B7205">
        <w:rPr>
          <w:rtl/>
          <w:lang w:bidi="fa-IR"/>
        </w:rPr>
        <w:t>پ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 w:rsidR="006B7205">
        <w:rPr>
          <w:rtl/>
          <w:lang w:bidi="fa-IR"/>
        </w:rPr>
        <w:t xml:space="preserve"> ه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چ شان و مقام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نداشته و فقط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 پست 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نامه رسان بوده است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چنان خب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بود که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مثل مغ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رة بن شعبه - که حضرت امام حسن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انت ضربت فاطمة بنت رسول الله </w:t>
      </w:r>
      <w:r w:rsidR="00A14306" w:rsidRPr="00A1430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تها و القت ما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بطنها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376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تو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مادرم فاطمه دختر 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خون از بدن او جار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و فرزندش را سقط نمود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 xml:space="preserve">-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جئت من عند اخبث الناس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377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نزد خب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اهل تسنن مانند حاکم حسکان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خوب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هنوز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مسلمانان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حق با او بود و کار خوب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30" w:name="_Toc425599111"/>
      <w:r>
        <w:rPr>
          <w:rtl/>
          <w:lang w:bidi="fa-IR"/>
        </w:rPr>
        <w:lastRenderedPageBreak/>
        <w:t>230 ممنوعیت تقیه ی قلبی</w:t>
      </w:r>
      <w:bookmarkEnd w:id="23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بزرگان ما 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که به آن ها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378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قلبا 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خود شک و تزلزل نداشتند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آن ها متد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خدا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نکرده مبتلا به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قلبا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اعتقادات درست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31" w:name="_Toc425599112"/>
      <w:r>
        <w:rPr>
          <w:rtl/>
          <w:lang w:bidi="fa-IR"/>
        </w:rPr>
        <w:t xml:space="preserve">231 عدم شرکت صحابه در تشییع جنازه و نماز بر حضرت زهرا </w:t>
      </w:r>
      <w:r w:rsidR="0062415B" w:rsidRPr="0062415B">
        <w:rPr>
          <w:rStyle w:val="libAlaemChar"/>
          <w:rtl/>
        </w:rPr>
        <w:t>عليها‌السلام</w:t>
      </w:r>
      <w:bookmarkEnd w:id="231"/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 نفر بر آن ها اعتراض نکرد که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آن ها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 xml:space="preserve"> که با حضرت رسول </w:t>
      </w:r>
      <w:r w:rsidR="00620C6F" w:rsidRPr="00620C6F">
        <w:rPr>
          <w:rStyle w:val="libAlaemChar"/>
          <w:rtl/>
        </w:rPr>
        <w:t>صلى‌الله‌عليه‌وآله‌وسلم</w:t>
      </w:r>
      <w:r w:rsidR="006B7205">
        <w:rPr>
          <w:rtl/>
          <w:lang w:bidi="fa-IR"/>
        </w:rPr>
        <w:t xml:space="preserve"> دوست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داشتند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چرا جنازه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دخترش فاطمه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زهرا </w:t>
      </w:r>
      <w:r w:rsidR="0062415B" w:rsidRPr="0062415B">
        <w:rPr>
          <w:rStyle w:val="libAlaemChar"/>
          <w:rtl/>
        </w:rPr>
        <w:t>عليها‌السلام</w:t>
      </w:r>
      <w:r w:rsidR="006B7205">
        <w:rPr>
          <w:rtl/>
          <w:lang w:bidi="fa-IR"/>
        </w:rPr>
        <w:t xml:space="preserve"> را تش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>ع نکردند و بر او نماز نخواندند</w:t>
      </w:r>
      <w:r w:rsidR="0014728E">
        <w:rPr>
          <w:rtl/>
          <w:lang w:bidi="fa-IR"/>
        </w:rPr>
        <w:t xml:space="preserve">؟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32" w:name="_Toc425599113"/>
      <w:r>
        <w:rPr>
          <w:rtl/>
          <w:lang w:bidi="fa-IR"/>
        </w:rPr>
        <w:t xml:space="preserve">232 نقد نظر عامه درباره ی حضرت ابوطالب </w:t>
      </w:r>
      <w:r w:rsidR="0055251E" w:rsidRPr="0055251E">
        <w:rPr>
          <w:rStyle w:val="libAlaemChar"/>
          <w:rtl/>
        </w:rPr>
        <w:t>عليه‌السلام</w:t>
      </w:r>
      <w:bookmarkEnd w:id="232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وفات ابوطالب و خد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51797F" w:rsidRPr="0051797F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گر در مکه ناصر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 ندار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379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حضرت ابوطالب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حفظ جان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C644A3" w:rsidRPr="00C644A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اسلام آوردنش را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کتمان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380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عامه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ابوطالب را مسلمان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381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 عمر و عاص با آن سوابق و لواحق در نزد آن ها مقبول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33" w:name="_Toc425599114"/>
      <w:r>
        <w:rPr>
          <w:rtl/>
          <w:lang w:bidi="fa-IR"/>
        </w:rPr>
        <w:t>233 بعد از سی سال تو نیز همتای او را خواهی آورد</w:t>
      </w:r>
      <w:bookmarkEnd w:id="23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ابوطالب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روز ولادت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فاطمه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بنت اسد -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ها السلام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مادر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اصبر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سبتا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ابشرک بمثله الا النبوة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382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6B7205">
        <w:rPr>
          <w:rtl/>
          <w:lang w:bidi="fa-IR"/>
        </w:rPr>
        <w:t>ک سبت [ 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سال</w:t>
      </w:r>
      <w:r w:rsidR="00A13218">
        <w:rPr>
          <w:rtl/>
          <w:lang w:bidi="fa-IR"/>
        </w:rPr>
        <w:t>]</w:t>
      </w:r>
      <w:r w:rsidR="006B7205">
        <w:rPr>
          <w:rtl/>
          <w:lang w:bidi="fa-IR"/>
        </w:rPr>
        <w:t xml:space="preserve"> صبر کن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من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ز بشارت شخص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چونان او [رسول خدا </w:t>
      </w:r>
      <w:r w:rsidR="00620C6F" w:rsidRPr="00620C6F">
        <w:rPr>
          <w:rStyle w:val="libAlaemChar"/>
          <w:rtl/>
        </w:rPr>
        <w:t>صلى‌الله‌عليه‌وآله‌وسلم</w:t>
      </w:r>
      <w:r w:rsidR="00A13218">
        <w:rPr>
          <w:rtl/>
          <w:lang w:bidi="fa-IR"/>
        </w:rPr>
        <w:t>]</w:t>
      </w:r>
      <w:r w:rsidR="006B7205">
        <w:rPr>
          <w:rtl/>
          <w:lang w:bidi="fa-IR"/>
        </w:rPr>
        <w:t xml:space="preserve"> را به تو ولادت خواهم داد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جز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که اوپ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امبر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34" w:name="_Toc425599115"/>
      <w:r>
        <w:rPr>
          <w:rtl/>
          <w:lang w:bidi="fa-IR"/>
        </w:rPr>
        <w:t xml:space="preserve">234 رد دیدگاه عامه درباره ی رد شمس برای علی </w:t>
      </w:r>
      <w:r w:rsidR="0055251E" w:rsidRPr="0055251E">
        <w:rPr>
          <w:rStyle w:val="libAlaemChar"/>
          <w:rtl/>
        </w:rPr>
        <w:t>عليه‌السلام</w:t>
      </w:r>
      <w:bookmarkEnd w:id="23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اهل تسنن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رد شمس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چه فض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رد شمس نماز ادا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قرار گرفتن سر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حالت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دامان او فض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لت به حساب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چه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فض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لت شمرده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حتما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نبوده افضل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35" w:name="_Toc425599116"/>
      <w:r>
        <w:rPr>
          <w:rtl/>
          <w:lang w:bidi="fa-IR"/>
        </w:rPr>
        <w:t xml:space="preserve">235 ماجرای عیادت ابوحنیفه از اعمش و روایتی در فضیلت علی </w:t>
      </w:r>
      <w:r w:rsidR="0055251E" w:rsidRPr="0055251E">
        <w:rPr>
          <w:rStyle w:val="libAlaemChar"/>
          <w:rtl/>
        </w:rPr>
        <w:t>عليه‌السلام</w:t>
      </w:r>
      <w:bookmarkEnd w:id="23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383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منظور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 نزد اعمش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384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از لحاظ نقل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اسبق و برتر از 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اهل لسان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در تمسک به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 مهارت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هر حال در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به اعمش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به او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هذا آخر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وم من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اک و اول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وم من آخرتک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فتب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ربک لبعض ما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ته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امروز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روز از روزگار عمر تو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روز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آخرت تو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از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نقل نموده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درگاه خدا توبه کن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لماذا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نعمان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چه توبه کنم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نعمان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اعمش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را با نام خطاب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با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که هنگام تعظ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تکر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اشخاص را با آن خطاب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انه 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الجنة و النار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که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نمود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او 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کننده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بهشت و جهنم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اعمش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سندون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فقد حدثن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فلان و لا 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افضل منه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زمانه قال حدثن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فلان و هو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اهل عصره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 قال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قال رسول الله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الجنة و النار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رغم انفک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مرا از رختخواب بلند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 تک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فلان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استاد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افضل از او در زمانش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بودم به من بازگو نمود که فلان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اهل عصرش بود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رسول خدا</w:t>
      </w:r>
      <w:r w:rsidR="00C644A3" w:rsidRPr="00C644A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کننده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بهشت و جهنم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گفت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مضمون</w:t>
      </w:r>
      <w:r w:rsidR="0014728E">
        <w:rPr>
          <w:rtl/>
          <w:lang w:bidi="fa-IR"/>
        </w:rPr>
        <w:t xml:space="preserve">) 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ننصرف منه قبل 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385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آن که 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ذکر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نزد او بلند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36" w:name="_Toc425599117"/>
      <w:r>
        <w:rPr>
          <w:rtl/>
          <w:lang w:bidi="fa-IR"/>
        </w:rPr>
        <w:t>236 بهترین برهان برای اثبات ولایت و خلافت</w:t>
      </w:r>
      <w:r w:rsidR="00EE66C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اهل بیت </w:t>
      </w:r>
      <w:r w:rsidR="00937235" w:rsidRPr="00937235">
        <w:rPr>
          <w:rStyle w:val="libAlaemChar"/>
          <w:rtl/>
        </w:rPr>
        <w:t>عليهم‌السلام</w:t>
      </w:r>
      <w:bookmarkEnd w:id="23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برهان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اثبات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خلافت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استدلال مخالف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رد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اثبات آن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مانند 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تشبث بکل حش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به هر خار و خاشاک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فصل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بکر نقل کرده اند و در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نوشته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گفتار رسول الله </w:t>
      </w:r>
      <w:r w:rsidR="00A14306" w:rsidRPr="00A14306">
        <w:rPr>
          <w:rStyle w:val="libAlaemChar"/>
          <w:rtl/>
        </w:rPr>
        <w:lastRenderedPageBreak/>
        <w:t>صلى‌الله‌عليه‌وآله‌وسلم</w:t>
      </w:r>
      <w:r>
        <w:rPr>
          <w:rtl/>
          <w:lang w:bidi="fa-IR"/>
        </w:rPr>
        <w:t xml:space="preserve"> است کهه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آن را 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خدا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حضرت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ما ینطق عن الهوی ان هو الا وحی یوحی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386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او از سر هوا و هوس سخن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سخن او تنها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به او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چه طور شد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گفتار دوم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پاسخ 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الرجل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هجر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مرد قطعا 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سخن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نطق عن الهو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 هو الا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وح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387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حرف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تناقض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بخش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حرف ها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صفحه نوشته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بخش متناقض با آن در صفحه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در تناقض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وحدت زمان و مکان معتبر است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غصب فدک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ببندند راه چاره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نکردند جز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ث را جعل کردند که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نحن معاشر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لا نورث ذهبا و لا فضة و لا عقارا و لا دارا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لکنا[ و انما] نورث 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الحکمة و العلم و السنة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388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گروه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امبران طلا و نقره و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خانه را به ارث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حکمت و علم و سنت به ارث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چه طور شد که شما هم درهم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نار را وارث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هم علم و حکمت را و هم امارت و خلافت را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نه وارث درهم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نار شدند و نه وارث علم و حکمت و نه</w:t>
      </w:r>
      <w:r w:rsidR="0014728E">
        <w:rPr>
          <w:rtl/>
          <w:lang w:bidi="fa-IR"/>
        </w:rPr>
        <w:t xml:space="preserve">...؟!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عق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نشر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استدلال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عامه به شرط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مانع از نشر کتب جواب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خاصه نباشد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خوب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37" w:name="_Toc425599118"/>
      <w:r>
        <w:rPr>
          <w:rtl/>
          <w:lang w:bidi="fa-IR"/>
        </w:rPr>
        <w:t>237 پیروی از جاهل!</w:t>
      </w:r>
      <w:bookmarkEnd w:id="237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انتخاب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سخن از اعلم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بر خلاف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علمون و الذ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علمون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389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 با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کسان هستند</w:t>
      </w:r>
      <w:r w:rsidR="0014728E">
        <w:rPr>
          <w:rtl/>
          <w:lang w:bidi="fa-IR"/>
        </w:rPr>
        <w:t xml:space="preserve">؟!) </w:t>
      </w:r>
      <w:r>
        <w:rPr>
          <w:rtl/>
          <w:lang w:bidi="fa-IR"/>
        </w:rPr>
        <w:t>به علم و اعلم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اعتنا نکردند و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اعلم مقدم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حقه باز و جاهل و نادان است و از شهوات موافق طبع آن ها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38" w:name="_Toc425599119"/>
      <w:r>
        <w:rPr>
          <w:rtl/>
          <w:lang w:bidi="fa-IR"/>
        </w:rPr>
        <w:t xml:space="preserve">238 نامه ی معاویه به امام حسن مجتبی </w:t>
      </w:r>
      <w:r w:rsidR="0055251E" w:rsidRPr="0055251E">
        <w:rPr>
          <w:rStyle w:val="libAlaemChar"/>
          <w:rtl/>
        </w:rPr>
        <w:t>عليه‌السلام</w:t>
      </w:r>
      <w:bookmarkEnd w:id="23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در نامه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امام حسن مجتب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نوشت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ابعض اللحم 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لحم انت منه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390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بدتر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مبغوض 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گوشت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گوشت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تو از آن به وجود آمده 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هم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ابتدا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 خود شاد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عاقبت ما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عاقبت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فردا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خاطر جمع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39" w:name="_Toc425599120"/>
      <w:r>
        <w:rPr>
          <w:rtl/>
          <w:lang w:bidi="fa-IR"/>
        </w:rPr>
        <w:t>239 اتحاد یهود و نصاری در مقابله با اسلام</w:t>
      </w:r>
      <w:bookmarkEnd w:id="239"/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هود و نصار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 xml:space="preserve"> در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با هم متحد شده اند نه در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 w:rsidR="0014728E">
        <w:rPr>
          <w:rtl/>
          <w:lang w:bidi="fa-IR"/>
        </w:rPr>
        <w:t xml:space="preserve">؛ </w:t>
      </w:r>
      <w:r w:rsidR="006B7205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را خود نصار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معترفند که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هود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ها حضرت مس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ح </w:t>
      </w:r>
      <w:r w:rsidR="0055251E" w:rsidRPr="0055251E">
        <w:rPr>
          <w:rStyle w:val="libAlaemChar"/>
          <w:rtl/>
        </w:rPr>
        <w:t>عليه‌السلام</w:t>
      </w:r>
      <w:r w:rsidR="006B7205">
        <w:rPr>
          <w:rtl/>
          <w:lang w:bidi="fa-IR"/>
        </w:rPr>
        <w:t xml:space="preserve"> را به دار آو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ختند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با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ن حال </w:t>
      </w:r>
      <w:r w:rsidR="006B7205">
        <w:rPr>
          <w:rtl/>
          <w:lang w:bidi="fa-IR"/>
        </w:rPr>
        <w:lastRenderedPageBreak/>
        <w:t>چگونه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توانند در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عل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ه السلام با هم متحد شوند</w:t>
      </w:r>
      <w:r w:rsidR="0014728E">
        <w:rPr>
          <w:rtl/>
          <w:lang w:bidi="fa-IR"/>
        </w:rPr>
        <w:t xml:space="preserve">؟! </w:t>
      </w:r>
      <w:r w:rsidR="006B7205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را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هود هم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ما حضرت ع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 w:rsidR="006B7205">
        <w:rPr>
          <w:rtl/>
          <w:lang w:bidi="fa-IR"/>
        </w:rPr>
        <w:t xml:space="preserve"> را کشت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و او کشته شده و دفن هم شده و زنده و موجود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بر خلاف عق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ده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ح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ان که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بعد از قبر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رون آمد و به آسمان رفت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در انج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 برنابا صر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حا همان اعتقاد مسلمانان را ذکر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کند که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ما قتلوه و ما صلبوه و لکن شبه لهم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391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آنان حضرت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نکشتند و به 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نکش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بلکه کس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اشتباه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گرفتند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انج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برنابا دارد که او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 اسخر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او اعتنا نکردند و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 کشتند و به دار آو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ختند</w:t>
      </w:r>
      <w:r w:rsidR="0014728E">
        <w:rPr>
          <w:rtl/>
          <w:lang w:bidi="fa-IR"/>
        </w:rPr>
        <w:t xml:space="preserve">؛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همان گونه که مسلمان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اطاق او روزنه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او از آن جا بالا رفت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اتفاق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و مسلمانان حضرت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 xml:space="preserve"> در عالم جسمان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رفته و به خاک سپرده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او را کشته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تابع حضرت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 حضرت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بنابر نقل انج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برنابا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با زبان و قلب جهاد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برادر من که بعد از 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 زبان و بدن و قلب جهاد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آن ها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ما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جنگجو معرف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 خلاف حضرت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و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امبران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با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و حکمت و معجزات هدا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دروغ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که ما تابع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- که جنگجو نبود -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تمام جنگ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تحر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و توطئه و نقشه و کمک آن ها بوده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هود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برعکس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هود هستند که مجالس آمر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کا </w:t>
      </w:r>
      <w:r>
        <w:rPr>
          <w:rtl/>
          <w:lang w:bidi="fa-IR"/>
        </w:rPr>
        <w:lastRenderedPageBreak/>
        <w:t>و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را اداره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انج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برنابا دارد که حضرت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ان من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اخذ الس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بالس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هلک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کس در برابر شمش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شمش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بردارد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نابود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کس که به اسلام اقرب است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با او ابعدند و در نابود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اجد و کوشاتر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با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خصومت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به اسلام اقرب است و تظاهرش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 مساله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حج را که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فرقه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اضافه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شعائر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که مخصوص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است و آن ها ندارند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هر چه آن ها دارند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لا عکس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40" w:name="_Toc425599121"/>
      <w:r>
        <w:rPr>
          <w:rtl/>
          <w:lang w:bidi="fa-IR"/>
        </w:rPr>
        <w:t>240 ترویج و تبلیغ باطل از راه تطمیع و ثروت</w:t>
      </w:r>
      <w:bookmarkEnd w:id="24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رؤ سا و مبلغان مذاهب باطله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داخل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مذهب باطل آنان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پول صرف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داخل شدن 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پول صرف کردن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صرف کردن پول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افراد ضع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النفس و 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الاعتقاد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خارج نشوند و گرگ ها آن ها را ندرند و پاره پاره نکنند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اشکال ندارد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که 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و مذاهب باطله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برهان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392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(!) </w:t>
      </w:r>
      <w:r>
        <w:rPr>
          <w:rtl/>
          <w:lang w:bidi="fa-IR"/>
        </w:rPr>
        <w:t>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 و ترو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از مذهب خود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قدر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کتاب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به افراد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بدهند و اسم آن ها را 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 خود ثبت کنند و پول بدهند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گفته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آقاخان در سخنران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-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حمر مستنفره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393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- گفته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پولدار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سخن رهبر مذهب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هاست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مقصودش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با پولدار شدن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ترو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نمود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طرفداران او در بمبئ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با طلا و قباله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املاک وزن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 که </w:t>
      </w:r>
      <w:r>
        <w:rPr>
          <w:rtl/>
          <w:lang w:bidi="fa-IR"/>
        </w:rPr>
        <w:lastRenderedPageBreak/>
        <w:t>چگونه آن ها را استثمار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مرا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نبود که به او پول بده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 به من برساند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را به 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اهل باطل در باطل خود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قدر 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محکم هستند و ما در حق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اندازه سست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41" w:name="_Toc425599122"/>
      <w:r>
        <w:rPr>
          <w:rtl/>
          <w:lang w:bidi="fa-IR"/>
        </w:rPr>
        <w:t>241 معنای آیه ی شریفه ی (ادعونی استجب لکم)</w:t>
      </w:r>
      <w:bookmarkEnd w:id="241"/>
      <w:r>
        <w:rPr>
          <w:rtl/>
          <w:lang w:bidi="fa-IR"/>
        </w:rPr>
        <w:t xml:space="preserve">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معنا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ادعونی استجب لکم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394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 w:rsidR="006B7205">
        <w:rPr>
          <w:rtl/>
          <w:lang w:bidi="fa-IR"/>
        </w:rPr>
        <w:t>مرا بخوان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 تا دعا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شما را اجابت کنم</w:t>
      </w:r>
      <w:r w:rsidR="0014728E">
        <w:rPr>
          <w:rtl/>
          <w:lang w:bidi="fa-IR"/>
        </w:rPr>
        <w:t xml:space="preserve">.) </w:t>
      </w:r>
      <w:r w:rsidR="006B7205"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ست که ع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آن چه خواسته شده مستجاب گردد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اگر دعاکننده مثلا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بخواهد و به او صد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بدهند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لا بشرط دعا کرده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صد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بشرط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ئ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لابد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صد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را در آخرت و فرضا هزار سال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هم تازه 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ست بدهند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است و به صورت نقد به دستش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42" w:name="_Toc425599123"/>
      <w:r>
        <w:rPr>
          <w:rtl/>
          <w:lang w:bidi="fa-IR"/>
        </w:rPr>
        <w:t>242 البلا للولا</w:t>
      </w:r>
      <w:bookmarkEnd w:id="242"/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ممکن است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بلاها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وارده از باب عقوبت و ک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فر گناهان نباشد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بلکه به جهت ترف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ع درجات و از باب البلا للولا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395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 w:rsidR="006B7205">
        <w:rPr>
          <w:rtl/>
          <w:lang w:bidi="fa-IR"/>
        </w:rPr>
        <w:t>بلا برا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دوست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.) </w:t>
      </w:r>
      <w:r w:rsidR="006B7205">
        <w:rPr>
          <w:rtl/>
          <w:lang w:bidi="fa-IR"/>
        </w:rPr>
        <w:t>باشد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ولا مطلب روشن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مبتلا گردند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نشان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ثم بر سر دار بود هر آن و هر لحظه اطم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مانش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به او خبر داده بودند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396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سفارش شده و اصرار شده که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زمانه و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خوانده شود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397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43" w:name="_Toc425599124"/>
      <w:r>
        <w:rPr>
          <w:rtl/>
          <w:lang w:bidi="fa-IR"/>
        </w:rPr>
        <w:t>243 خیانت و غش در معامله</w:t>
      </w:r>
      <w:bookmarkEnd w:id="24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اروپا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ها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چرا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معامله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از آن ها خواروبار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جهت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آن ها اهل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انتند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مثلا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صندوق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خشکبار از نوع خوب محصول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 و در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آن خراب ها را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صورت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اگر نوع کالا مختلف باشد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کارتن بنو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سند مثلا ده دانه عال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ده دانه متوسط و ده دانه بد در داخل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جعبه موجود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هنگام فروش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مثلا انج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رها را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سبد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 که همه خوب به نظر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پاکت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گذارند و انسان به منزل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سالم و قابل خوردن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398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کارها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اشان هم عقب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اندازد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قطع تجارت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چه قدر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تاجر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خسارت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44" w:name="_Toc425599125"/>
      <w:r>
        <w:rPr>
          <w:rtl/>
          <w:lang w:bidi="fa-IR"/>
        </w:rPr>
        <w:t>244 حوزه های علمیه و کتاب های درسی</w:t>
      </w:r>
      <w:bookmarkEnd w:id="24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سابقا در حوزه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طوس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به خلاف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طول و تفص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ندارد و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بود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اگر در نها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خلاف مشهور وجود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هم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بعد رسم بود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فقه در سطح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شرح لمعه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طلاب عرب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ابن ادر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در موارد مخالفت با نها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انه کتاب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لا کتاب درا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399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کتاب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کتاب درا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خوب است کتاب معالم الاصول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شروع در اصول و شرح لمعه در فقه کتاب درس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حوزه باشد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شرح لمعه نه فتوا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تنهاست و نه استدلال تام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موجب مز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استبصار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برکات دارد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مختصر شوند هر چند 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مباحث را مختصر کرده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واضح و آشکار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تا بعد از معالم خوانده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اقوال استصحاب رسا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تعارض احوال حذف شده خوب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مبحث انسداد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ذکر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لات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طلبه مجتهد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خود صاحب 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بر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منبر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راه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ساله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به شش ماهه تبد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نموده ام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شاگردان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منبر عرض کرده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شش ماه هم همان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سال را لازم دارد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رسا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مکاسب کتاب درس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سطح حوزه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خارج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سطح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گردد تا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حوزه مخصوصا سطوح بالا را 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آخر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قوه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در رسا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مکاسب اعمال کرده است و آن دو را سر درس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آورده و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آن ها را سطح قرار داده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لذا به حسب ظاهر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محتاج به 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هستند و رسا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مکاسب و 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کدام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سطح مناسب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سابقا در حوزه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معمول نبوده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درست است طلبه به درس خارج برود و فکرش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باشد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در رسا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مکاسب چه گفته است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45" w:name="_Toc425599126"/>
      <w:r>
        <w:rPr>
          <w:rtl/>
          <w:lang w:bidi="fa-IR"/>
        </w:rPr>
        <w:lastRenderedPageBreak/>
        <w:t>245 نهج البلاغه</w:t>
      </w:r>
      <w:bookmarkEnd w:id="24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نهج البلاغه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بلکه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کس که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معاند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کتاب با عظمت و بزرگ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اثر کثرت مراجعه و مباحثه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را حفظ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 آن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 به عرب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بلاغت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بفهم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قرآن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نهج البلاغه و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قرآن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نهج البلاغه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دروغ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مطالب دق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در قرآن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 است که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علمها الا الا وحد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الناس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جز افراد نادر آن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از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سند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عامه هستند که اسناد و مدارک نهج البلاغه را داشته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ذکر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قبل از ولادت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رض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خطبه شقشق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در کتاب خود آورده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400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کتاب نهج البلاغه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علو مرتبه اش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حفظه و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سه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خطبه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المنابر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سته است حفظ و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آن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خطبه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بر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منبرها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شود</w:t>
      </w:r>
      <w:r w:rsidR="0014728E">
        <w:rPr>
          <w:rtl/>
          <w:lang w:bidi="fa-IR"/>
        </w:rPr>
        <w:t xml:space="preserve">.)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46" w:name="_Toc425599127"/>
      <w:r>
        <w:rPr>
          <w:rtl/>
          <w:lang w:bidi="fa-IR"/>
        </w:rPr>
        <w:t xml:space="preserve">246 آتش زدن کتابخانه ی شیخ طوسی </w:t>
      </w:r>
      <w:r w:rsidR="00760208" w:rsidRPr="00760208">
        <w:rPr>
          <w:rStyle w:val="libAlaemChar"/>
          <w:rtl/>
        </w:rPr>
        <w:t>رحمه‌الله</w:t>
      </w:r>
      <w:bookmarkEnd w:id="24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چه قدر کار پست است که کتاب ها و کتابخانه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طوس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در بغداد آتش زدند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گذشته از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که در آن وجود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کتب ضلال را هم که در آن نگاهدار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و قابل احتجاج بوده و فوا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داشته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همه را آتش زدند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علاوه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ماشا الله از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عامه در آن کتابخانه بوده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که در دست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بوده و در دست عامه نبوده و ظاهرا اکثر اصول اربعمائة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که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طوس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آن ها را در 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استبصار ذکر نموده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آن کتابخانه وجود داشته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47" w:name="_Toc425599128"/>
      <w:r>
        <w:rPr>
          <w:rtl/>
          <w:lang w:bidi="fa-IR"/>
        </w:rPr>
        <w:lastRenderedPageBreak/>
        <w:t>247 کتاب الغدیر</w:t>
      </w:r>
      <w:bookmarkEnd w:id="247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مرحوم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401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جلد اول کتاب الغد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را در نجف اشرف چاپ و به بازار عرضه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مصر از 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اطلاعات و فرهنگ عراق خواست که از طبع آن جلوگ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جواب گفته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هر چه در آن هست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شما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عبدالحس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شرف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402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محسن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کلام و اعتقادات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زحمت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و مقامشان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متاخر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مرحوم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علامه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صاحب الغد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فرموده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الغد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صد هزار کتاب از کتب عامه را مطالعه کرده ام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48" w:name="_Toc425599129"/>
      <w:r>
        <w:rPr>
          <w:rtl/>
          <w:lang w:bidi="fa-IR"/>
        </w:rPr>
        <w:t>248 ویژگی های برخی از کتاب های فقهی شیعه</w:t>
      </w:r>
      <w:bookmarkEnd w:id="24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اول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در نگارش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اقوال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عه را از عامه جدا ساخته است علامه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مختلف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خصوص اقوال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به نگارش درآورده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مفتاح الکرامه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سبزوار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نقل اقوال است و مسالک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جامع المقاصد و کشف اللثام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جواهر الکلام نوشته شده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49" w:name="_Toc425599130"/>
      <w:r>
        <w:rPr>
          <w:rtl/>
          <w:lang w:bidi="fa-IR"/>
        </w:rPr>
        <w:t>249 سلطان سلیم و پاداش احترام به قرآن</w:t>
      </w:r>
      <w:bookmarkEnd w:id="24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پادشاه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سلطان 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را در اطاق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حبس کردند</w:t>
      </w:r>
      <w:r w:rsidR="0014728E">
        <w:rPr>
          <w:rtl/>
          <w:lang w:bidi="fa-IR"/>
        </w:rPr>
        <w:t xml:space="preserve">،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مطلع شد که در طاقچه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قرآن گذاشته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شب تا صبح دست به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احترام قرآن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برابر آن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علت سلطنت او و فرزندانش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اثر همان احترام بود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50" w:name="_Toc425599131"/>
      <w:r>
        <w:rPr>
          <w:rtl/>
          <w:lang w:bidi="fa-IR"/>
        </w:rPr>
        <w:lastRenderedPageBreak/>
        <w:t>250 دقت در نحوه ی طبع و نشر قرآن و کتب دینی و مذهبی</w:t>
      </w:r>
      <w:bookmarkEnd w:id="25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نحوه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طبع قرآن و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کتب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مذهب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درست است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و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خوب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قرآن هر طور که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چاپ و صحاف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منتشر و به آسان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دست هر کس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ولو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کافر باشد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ورق ورق شود و معلوم نشود که با آن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51" w:name="_Toc425599132"/>
      <w:r>
        <w:rPr>
          <w:rtl/>
          <w:lang w:bidi="fa-IR"/>
        </w:rPr>
        <w:t>251 قرآن خوش خط و بی غلط حافظ عثمان</w:t>
      </w:r>
      <w:bookmarkEnd w:id="251"/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افتن قرآن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غلط و خوش خط چاپ شده باشد خ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مشکل است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حافظ عثمان در زمان سلطان عبدالحم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عثمان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تضم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کرده بود که اگر کس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 غلط در قرآن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به چاپ رسانده بود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در پا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ان آن مهرها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حکومت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زده بودند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پ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دا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ک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دو 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ره به او جا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زه بدهند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بنده در قم نسخه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قرآن به خط حافظ عثمان قد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را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دانم آ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ا افست بود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چاپ اصل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در هر حال امت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از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قرآن بر قرآن ها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گر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است که غلط ندارد و به ضمانت حکومت عثمان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بدون غلط چاپ شده است</w:t>
      </w:r>
      <w:r w:rsidR="0014728E">
        <w:rPr>
          <w:rtl/>
          <w:lang w:bidi="fa-IR"/>
        </w:rPr>
        <w:t xml:space="preserve">؛ </w:t>
      </w:r>
      <w:r w:rsidR="006B7205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اد در دسترس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52" w:name="_Toc425599133"/>
      <w:r>
        <w:rPr>
          <w:rtl/>
          <w:lang w:bidi="fa-IR"/>
        </w:rPr>
        <w:t>252 کشتن پدر برای به سلطنت رساندن پسر!</w:t>
      </w:r>
      <w:bookmarkEnd w:id="25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پدر صاحب گنبد کاووس را حبس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پسرش شاه باشد و خودش را زندان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از پسر اجازه خواستند که پدر را به قتل برسانند و به او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اجازه بده پدرت را بکش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امتناع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طور بود از او اجازه گرفتند که پدر را هر چند به صورت اضطرار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قتل برسانند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نگذاشتند لباس بپوشد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اثر سرما جان داد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جل و </w:t>
      </w:r>
      <w:r>
        <w:rPr>
          <w:rtl/>
          <w:lang w:bidi="fa-IR"/>
        </w:rPr>
        <w:lastRenderedPageBreak/>
        <w:t>پلاس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درخواست کرد که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ندازد و از سرما در امان باشد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او ندادند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درگذشت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سلطنت را از شاه گرفتند و به پسرش دادند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هر چند پسر به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قاتلان پدرش را کشت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53" w:name="_Toc425599134"/>
      <w:r>
        <w:rPr>
          <w:rtl/>
          <w:lang w:bidi="fa-IR"/>
        </w:rPr>
        <w:t>253 برای کسب روزی به دام حرام نیفتیم</w:t>
      </w:r>
      <w:bookmarkEnd w:id="25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چرا متنبه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خداوند متعال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ان لک الا تجوع فیها و لا تعری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403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[ا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آدم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تو در بهشت گرسنه و برهنه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اگر حرام نخور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از گرسنگ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تشنگ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بهشت 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تو فراهم است</w:t>
      </w:r>
      <w:r w:rsidR="0014728E">
        <w:rPr>
          <w:rtl/>
          <w:lang w:bidi="fa-IR"/>
        </w:rPr>
        <w:t xml:space="preserve">؛ </w:t>
      </w:r>
      <w:r w:rsidR="006B7205">
        <w:rPr>
          <w:rtl/>
          <w:lang w:bidi="fa-IR"/>
        </w:rPr>
        <w:t>و گرنه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اگر بهشت و خلد بر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را باور داشت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قدر باحکام و دستورات اله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مخالفت 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کرد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که 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طان به حضرت آدم و حوا </w:t>
      </w:r>
      <w:r w:rsidR="0051797F" w:rsidRPr="0051797F">
        <w:rPr>
          <w:rStyle w:val="libAlaemChar"/>
          <w:rtl/>
        </w:rPr>
        <w:t>عليهما‌السلام</w:t>
      </w:r>
      <w:r w:rsidR="006B7205"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ما نهئکما ربکما عن هذه الشجرة الا ان تکونا ملکین او تکونا من الخلدین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404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پروردگارتان شما دو نفر را از خوردن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درخت تنها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نموده که مبادا ملک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جاودانه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کرده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دروغ گفته است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اگر در بهشت بما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نه ملک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نه جاودانه پس با 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و خوردن شجره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آتش جهنم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قدر کار ما به پرندگان شب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دام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گذارند و دانه در دام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زند و آن 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برداشتن دانه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روند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دام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دل انسان اگر در دام باشد چه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خداوند ما را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امور مبتلا نموده تا خود را مضطر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فساد و عشرتها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نامشروع مبتلا و مشغول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عقد انقطاع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405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دانسته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حرام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طان در بزنگاه سر راه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و آنان را به حرام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کشاند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که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لاقعدن لهم صرطک المستقیم، ثم لاتینهم من بین ایدیهم و من خلفهم و عن ایمنهم و عن شمآئلهم و لا تجد اکثر هم شکرین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406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قطعا سر راه راست تو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[ گمراه کردن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آنان خواهم نشست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گاه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و پس و راست و چپ آنان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شترشان را سپاسگزار نخواه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54" w:name="_Toc425599135"/>
      <w:r>
        <w:rPr>
          <w:rtl/>
          <w:lang w:bidi="fa-IR"/>
        </w:rPr>
        <w:t>254 علت غیبت امام زمان - عجل الله تعالی فرجه الشریف</w:t>
      </w:r>
      <w:bookmarkEnd w:id="25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سابق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407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،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اوقات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اطراف حرم حضرت معصومه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ازدحام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زنان حجاب را درست رعا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بروجرد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مناسب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اهل علم بدون ضرورت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ازدحام داخل شوند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خوب است ملاحظه کنند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دوار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خداوند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مشت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مظلوم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صاحبشان را برساند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عالم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سابقه نداشته و ندارد که 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س و رهبر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دان و لشکرش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قدر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طولان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داشته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تا ک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در تمام امت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گذشته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مقدر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امت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وقت نامعلوم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مقدر اتفاق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فتاده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55" w:name="_Toc425599136"/>
      <w:r>
        <w:rPr>
          <w:rtl/>
          <w:lang w:bidi="fa-IR"/>
        </w:rPr>
        <w:t xml:space="preserve">255 اتحاد و ارتباط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با یکدیگر</w:t>
      </w:r>
      <w:bookmarkEnd w:id="25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پارسال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مشهد کنار من آمد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شب در حرم امام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پنج کرامت از حضرت مشاهده کردم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امسال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دو نفر که هر دو عرب و از معاود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مشهد که به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سخت مبتلا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جداگانه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شفا و قضا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حاجت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به امام رضا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متوسل شده اند و هر دو گفته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همان شب توسل در خواب حضرت معصومه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حضرت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حاجت شما برآورده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ها که کنار سرش به عمل جراح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 داشته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 به عمل ندار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.، </w:t>
      </w:r>
      <w:r>
        <w:rPr>
          <w:rtl/>
          <w:lang w:bidi="fa-IR"/>
        </w:rPr>
        <w:t>و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کرد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حضرت از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زوار و دوستان متاذ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متاثر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حضرت رضا و حضرت معصومه </w:t>
      </w:r>
      <w:r w:rsidR="0051797F" w:rsidRPr="0051797F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با هم اتحاد و اتصال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همه نور واحدند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انسان به هر کدام که متوسل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جواب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البته مصحح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کار هست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 چنان که از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حاجت خواسته اند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آن حضرت به امام حسن تا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حواله داده اند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مجر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امور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زمان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حضرت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56" w:name="_Toc425599137"/>
      <w:r>
        <w:rPr>
          <w:rtl/>
          <w:lang w:bidi="fa-IR"/>
        </w:rPr>
        <w:t>256 لزوم قدردانی از قرآن و عترت</w:t>
      </w:r>
      <w:bookmarkEnd w:id="25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به ما خبر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 که در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وجود دارد که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کمالات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دارد و به زبان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تمام صفات و کمالات قرآن را بدون بردن نام آن به آن نسبت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مثلا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 از صفاتش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لو ان قرءانا سیرت به الجبال او قطعت به الارض او کلم به الموتی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408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اگر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وجود داشته باشد که بتوان به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کوه ها را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نمود و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شکافت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مردگان سخن گفت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[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کتاب است</w:t>
      </w:r>
      <w:r w:rsidR="00A13218">
        <w:rPr>
          <w:rtl/>
          <w:lang w:bidi="fa-IR"/>
        </w:rPr>
        <w:t>]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به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کرد که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lastRenderedPageBreak/>
        <w:t>(</w:t>
      </w:r>
      <w:r w:rsidRPr="0055251E">
        <w:rPr>
          <w:rStyle w:val="libAieChar"/>
          <w:rtl/>
        </w:rPr>
        <w:t>و ابری الاکمه و الابرص و اخی الموتی باذن اله و انبئکم بما تاکلون و ما تدخرون فی بیوتکم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409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 و شخص مبتلا به مرض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اذن خدا بهبود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بخشم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مردگان را به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به اذن خدا زنده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آن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در خانه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تان اندوخته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خصوص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قرآن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سزاوار است همه کوچ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تا در آن جا آن کتاب را درس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خود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همان قرآن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ما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لذا سزاوار است با گرسنگ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صبر بر خرده نان هم شده آن را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نما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معارف آن آگاه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لا تفنی عجآئبه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410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</w:t>
      </w:r>
      <w:r w:rsidR="006B7205">
        <w:rPr>
          <w:rtl/>
          <w:lang w:bidi="fa-IR"/>
        </w:rPr>
        <w:t>شگفت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موجود در آن پا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ان ناپذ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ر است</w:t>
      </w:r>
      <w:r w:rsidR="0014728E">
        <w:rPr>
          <w:rtl/>
          <w:lang w:bidi="fa-IR"/>
        </w:rPr>
        <w:t xml:space="preserve">.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تبینا لکل شی ء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411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توض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ح هر 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در آن موجود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مگر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دولت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متمدن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قرآن اعتقاد ندارند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گفته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قرآن تنها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حک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را نوشته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قرآن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با 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ارزان در دسترس ما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از آن قدردان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مانند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آن را ندارند از محتوا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و عترت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که عد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قرآن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بلکه با قرآن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اتحاد دارند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اهانت به قرآن اهانت به آن ها است و بالعکس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هر کس به قرآن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باشد به عترت مقرب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بالعکس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57" w:name="_Toc425599138"/>
      <w:r>
        <w:rPr>
          <w:rtl/>
          <w:lang w:bidi="fa-IR"/>
        </w:rPr>
        <w:t>257 مراتب تقوا</w:t>
      </w:r>
      <w:bookmarkEnd w:id="257"/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لطفا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عبارت را که در تعر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ف تقوا گفته اند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ان کن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هو ترک الحلال فضلا عن الشبهة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تقو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هو ترک الشبهات فضلا من الحرام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اول اخص مراتب تقو است که انسان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حلال را مرتکب نشود تا چه رسد به شبهه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ضرور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اکتفا نموده و از مباحات هم کناره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چه رسد به شبهات و محرمات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اسمش را تقو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بالله گذاشته اند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کار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خود خدا بدهد و مؤ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دش خدا است و بنده بالله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فعل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به خدا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و فعل عبد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خدا همه کاره و فاعل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به خلاف تعر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دوم که تقو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الله است که ترس و پره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از خود خداست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ما اگر همان مرتبه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آخر تقوا را رعا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و از حرام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اجتناب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 است البته در موارد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مصلحت باشد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گرنه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بهار توبه شکن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چاره کنم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مگر آن ها که کار حرام به جا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عقل هستند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58" w:name="_Toc425599139"/>
      <w:r>
        <w:rPr>
          <w:rtl/>
          <w:lang w:bidi="fa-IR"/>
        </w:rPr>
        <w:t xml:space="preserve">258 محرومیت دیگران از آثار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لزوم شکرگداری شیعه</w:t>
      </w:r>
      <w:bookmarkEnd w:id="25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قدر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شکرگذار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که سرو کارشان با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 و خداوند نعمت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 به آن ها عطا نموده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طنطاو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سجاد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دون کلام الخالق و فوق کلام المخلوق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تر از کلام خالق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برتر از کلام مخلوق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اکثر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مردم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نصران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 و از قرآن محرومند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اکثر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فرقه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اند و از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ادع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ماثوره از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نهج البلاغه محرومند</w:t>
      </w:r>
      <w:r w:rsidR="0014728E">
        <w:rPr>
          <w:rtl/>
          <w:lang w:bidi="fa-IR"/>
        </w:rPr>
        <w:t xml:space="preserve">. </w:t>
      </w:r>
    </w:p>
    <w:p w:rsidR="00C3509F" w:rsidRDefault="0070293B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6B7205">
        <w:rPr>
          <w:rtl/>
          <w:lang w:bidi="fa-IR"/>
        </w:rPr>
        <w:lastRenderedPageBreak/>
        <w:t>نقل 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ک مس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حافظ قرآن بود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به او گفتند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به جا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تورات و انج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قرآن را حفظ کرده 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 w:rsidR="006B7205"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دانم که قرآن کتاب آسمان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تورات و انج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ل هم حفظ کردن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59" w:name="_Toc425599140"/>
      <w:r>
        <w:rPr>
          <w:rtl/>
          <w:lang w:bidi="fa-IR"/>
        </w:rPr>
        <w:t>259 خواب، از آیات قهاریت خداوند</w:t>
      </w:r>
      <w:bookmarkEnd w:id="25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سبحان الله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خداوند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قهار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تش را با خواب به ما نشان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موجود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ارات ما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خواب باطل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خواب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تکو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است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لا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بفرما لا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ئ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ما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خواب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 مساو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همه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چرت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چرا قهار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خدا را فراموش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مغرور و مقهور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60" w:name="_Toc425599141"/>
      <w:r>
        <w:rPr>
          <w:rtl/>
          <w:lang w:bidi="fa-IR"/>
        </w:rPr>
        <w:t>260 مودت ذی القربی و اختلاف مذاهب اسلامی دراصول و فروع دین</w:t>
      </w:r>
      <w:bookmarkEnd w:id="26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مودت 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القرب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قرآن و سنت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منصوص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هر صحابه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رسول الله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مودت 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القرب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داشته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با او موافق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او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اگر آن را نداشته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با او مخالف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کدام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از آن ها مودت 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القرب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داشته اند و کدام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نداشته اند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کرده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امر به تمسک به ثقل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را به متابعت از عترت و تمسک به طر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دعوت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صحابه اعلم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هل یستوی الذین یعلمون و الذین لا یعلمون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412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 و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کسان و مساو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عامه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مذهب اتفاق ندارند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کدام از چهار فرقه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سه فرقه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را تکذ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را باطل و خود را حق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گذشته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چهار فرقه به خلاف مکتب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مستحدث هستند و در زمان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نبوده اند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گذشته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چهار مذهب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هم بوده اند و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چرا فقط مذاهب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چهار مذهب منحصر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و نه کمتر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اعتراض کودکانه است که عامه به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که چرا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از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چهار مذهب تبع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بلکه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آن ها اعتراض کند که چرا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 کنار زده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از مکتب آنان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اشکال در اختلاف فروع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معنا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مذاهب اربعه خود در فروع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اختلاف دارند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احمد بن حنبل محدث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تا 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ابن اث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او به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مظلوم تعب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خود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او را خانه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از طبرستان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اداره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در بغداد تابع ابن حنبل و حنبل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61" w:name="_Toc425599142"/>
      <w:r>
        <w:rPr>
          <w:rtl/>
          <w:lang w:bidi="fa-IR"/>
        </w:rPr>
        <w:t>261 چرا نگفتی از روی طمع اسلام آوردند؟!</w:t>
      </w:r>
      <w:bookmarkEnd w:id="26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سعد بن عبدالله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شده بود که اسلام آن دو نفر طوعا و رغبة بوده است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کرها و اجبارا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درمانده بود که چه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فکر کرده بود اگر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ارا اسلام آوردند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آن صورت آن دو منافق نخواهند بود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اگر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اجبار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پاسخ خواهند داد که در آن زمان زور و اجبار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نبود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لذا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مساله را توسط احمد بن اسحاق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امام </w:t>
      </w:r>
      <w:r>
        <w:rPr>
          <w:rtl/>
          <w:lang w:bidi="fa-IR"/>
        </w:rPr>
        <w:lastRenderedPageBreak/>
        <w:t>حسن عسکر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مطرح نمود و آن حضرت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را به حضرت حجت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حواله داد و حضرت در پاسخ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لم لم تقل اسلما طمعا</w:t>
      </w:r>
      <w:r w:rsidR="0014728E">
        <w:rPr>
          <w:rtl/>
          <w:lang w:bidi="fa-IR"/>
        </w:rPr>
        <w:t xml:space="preserve">؟!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413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چرا نگفت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طمع [ به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و خلافت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اسلام آوردند</w:t>
      </w:r>
      <w:r w:rsidR="0014728E">
        <w:rPr>
          <w:rtl/>
          <w:lang w:bidi="fa-IR"/>
        </w:rPr>
        <w:t xml:space="preserve">؟!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و نه آن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بلکه سوم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62" w:name="_Toc425599143"/>
      <w:r>
        <w:rPr>
          <w:rtl/>
          <w:lang w:bidi="fa-IR"/>
        </w:rPr>
        <w:t>262 ظاهر و باطن قرآن و عترت</w:t>
      </w:r>
      <w:bookmarkEnd w:id="26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ظاهر قرآن و عترت مثل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ظواهر اعتبار دارد و حجت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ظاهر قرآن مثل کتاب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ظاهر عترت مثل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انسان ها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باطن با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تفاوت دارند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قل انما انا بشر مثلکم یوحی الی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414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بگو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همانا من بشر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مثل شما هستم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تفاوت که به من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انه فی ام الکتب لدینا لعلی حکیم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415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قطعا قرآن نزد ما در ام الکتاب [ لوح محفوظ] 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علو مرتبه و استوار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امبر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انگشت کره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ماه را دو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416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محضر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ملا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قزو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متمدن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سطح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نگر و ظاهر گرا راجع به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داوود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خداوند در 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النا له الحدید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417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آهن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نرم نمود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منظور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آهن در دست حضرت داوود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نرم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است که به حضرت داوود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نحوه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ساختن کوره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آهنگر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داد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تا آهن را در کوره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آتش بگذارد تا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انعطاف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زمان او کوره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آتش اختراع شد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قزو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او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خدا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شما بع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آهن در دست او نرم و به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او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از بنده هم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ساخته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مجمعه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مس را که در برابرش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دو انگشت مثل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وسط دو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کرد 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گونه خداوند متعال آهن را در دست حضرت داوود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نرم و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نموده بود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63" w:name="_Toc425599144"/>
      <w:r>
        <w:rPr>
          <w:rtl/>
          <w:lang w:bidi="fa-IR"/>
        </w:rPr>
        <w:t>263 مزار شریف</w:t>
      </w:r>
      <w:bookmarkEnd w:id="26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عجا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از او مطلع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خز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</w:t>
      </w:r>
      <w:r w:rsidR="00E04DB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نجف اشرف به دست آمده که در آن دارد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بلخ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الات افغانستان به زخم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قابل علاج مبتلا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خواب حضرت</w:t>
      </w:r>
      <w:r w:rsidR="00E04DB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حضرت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علاجش روغن لا ولا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هر کس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مذاهب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که روغن لا ولا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اظهار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اطلاع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418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آن سامان</w:t>
      </w:r>
      <w:r w:rsidR="00E04DB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او را نزد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منظور حضرت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روغن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تون</w:t>
      </w:r>
      <w:r w:rsidR="00E04DB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419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با روغن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تون مداوا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خوب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شخص در اثر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E04DB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خدمت از مقربان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از جمله علما</w:t>
      </w:r>
      <w:r w:rsidR="00CE0249">
        <w:rPr>
          <w:rtl/>
          <w:lang w:bidi="fa-IR"/>
        </w:rPr>
        <w:t>ی</w:t>
      </w:r>
      <w:r w:rsidR="00DF041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اهل تسنن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حسد نزد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او شکا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که او از روافض است و به صحابه -از جمله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- دشنام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حضور علما</w:t>
      </w:r>
      <w:r w:rsidR="00DF041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 و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 محضر آنان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پرسد که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شما به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دشنام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تنها به او بلکه هر کس</w:t>
      </w:r>
      <w:r w:rsidR="00DF041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قبل از او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 را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عثمان را هم سب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tl/>
          <w:lang w:bidi="fa-IR"/>
        </w:rPr>
        <w:lastRenderedPageBreak/>
        <w:t>او را جانش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خود کرد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ثان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دشنام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او را جانش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بعد از خود گردان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=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اول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را سب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از اعتراف او و اثبات ارتدادش در نزد علما و قضاة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گرفتن اجازه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حکم قتلش از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و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اقامه کند و پس از محکوم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حکم قتل او را صادر نما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سخن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اطاعت نمودند و به او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اقامه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کن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چه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آن ها را سب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پاسخ داد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حاتم طا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DF041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دختر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دختر بعد از فوت پدر به خدمت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اکرم </w:t>
      </w:r>
      <w:r w:rsidR="00DF0412" w:rsidRPr="00DF0412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آمد و حضرت به احترام پدر کافر او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حاتم طا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که به جود و احسان معروف</w:t>
      </w:r>
      <w:r w:rsidR="00DF041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گله گاو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گله گوسفند و شتر به او 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داد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420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بعد از رحلت خود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امت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دختر گرام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</w:t>
      </w:r>
      <w:r w:rsidR="00DF0412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فاطمه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زهرا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ادگار گذاشت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جا داشت که حق تنها دخترپ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امبر را غصب کنند و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احسان و اکرام به او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فدک را از دست او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اهل مجلس منقلب شدند و از جمله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علما به عزا و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پرداختند و تا مدت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آن ها بود محترم بود 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نوشته باشند که آن ها مستبصر هم شدند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 آقا سه سال بعد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وفات کرد و از جنازه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تجل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نمودند و با احترام دفن کردند و بر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قبر او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و گنبد و بارگاه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ساختند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مورد احترام و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ارتگاه قرار گرفت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قضا نام او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نام پدر او ابوطالب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مرقد او نوشته شده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هذا قبر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طالب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قبر و مزار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طالب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مکان همان مزار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معروف است که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 xml:space="preserve"> در افغانستان مورد علاقه احترام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و چه کرامت ها که از آن ظاهر نگشته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ظهور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کرامت به جهت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آن جا موضع عبادت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 آن کتاب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در آن ذکر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64" w:name="_Toc425599145"/>
      <w:r>
        <w:rPr>
          <w:rtl/>
          <w:lang w:bidi="fa-IR"/>
        </w:rPr>
        <w:t>264 من چه می دانم؟ بعضی این گونه گفتند و بعضی...</w:t>
      </w:r>
      <w:bookmarkEnd w:id="264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امر کرد که ابوبکر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نماز بخواند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عنوان 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کرد و بعد خودش به مسجد رفت</w:t>
      </w:r>
      <w:r w:rsidR="0014728E">
        <w:rPr>
          <w:rtl/>
          <w:lang w:bidi="fa-IR"/>
        </w:rPr>
        <w:t xml:space="preserve">؟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اصلا امر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فرمان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کار نبود و او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خود رفت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را سه گونه نقل کرده است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1 -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به ابوبکر اقتدا کردند و ابوبکر 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A14306" w:rsidRPr="00A14306">
        <w:rPr>
          <w:rStyle w:val="libAlaemChar"/>
          <w:rtl/>
        </w:rPr>
        <w:t>صلى‌الله‌عليه‌وآله‌وسلم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421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2 - همه به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اقتدا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ابوبکر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422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3 -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حضرت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ابوبکر اقتدا کردند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423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او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سه نقل با هم اختلاف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امکان ندارد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واقعه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سه صورت اتفاق افتاده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پاسخ داد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و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گونه و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424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گفتار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در خصوص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واقعه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محسوس آشکار</w:t>
      </w:r>
      <w:r w:rsidR="0014728E">
        <w:rPr>
          <w:rtl/>
          <w:lang w:bidi="fa-IR"/>
        </w:rPr>
        <w:t xml:space="preserve">! </w:t>
      </w:r>
    </w:p>
    <w:p w:rsidR="006B7205" w:rsidRDefault="006B7205" w:rsidP="00B82CAE">
      <w:pPr>
        <w:pStyle w:val="Heading2"/>
        <w:rPr>
          <w:rtl/>
          <w:lang w:bidi="fa-IR"/>
        </w:rPr>
      </w:pPr>
      <w:bookmarkStart w:id="265" w:name="_Toc425599146"/>
      <w:r>
        <w:rPr>
          <w:rtl/>
          <w:lang w:bidi="fa-IR"/>
        </w:rPr>
        <w:lastRenderedPageBreak/>
        <w:t>265 کمال به تقوا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کلمه کمتر و 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کلمه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</w:t>
      </w:r>
      <w:bookmarkEnd w:id="26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خانه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مار داشت و دو مار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 بزرگ را به اراده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آورد و در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گذاشت و کشت و از منزل خارج شد بدون آن که از غذا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خانه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بخورد</w:t>
      </w:r>
      <w:r w:rsidR="0014728E">
        <w:rPr>
          <w:rtl/>
          <w:lang w:bidi="fa-IR"/>
        </w:rPr>
        <w:t xml:space="preserve">.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تبر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پناهنده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با آب باران طلا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کمال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کمال انسان به تقوا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لا اقل من ذلک و لا اکثر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کلمه کمتر و 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کلمه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ان اکرمکم عند الله اتقئکم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425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گرام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شما نزد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پره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زگارتر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شما است</w:t>
      </w:r>
      <w:r w:rsidR="0014728E">
        <w:rPr>
          <w:rtl/>
          <w:lang w:bidi="fa-IR"/>
        </w:rPr>
        <w:t xml:space="preserve">.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فاتقوالله ما استطعتم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426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تا توان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تقوا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66" w:name="_Toc425599147"/>
      <w:r>
        <w:rPr>
          <w:rtl/>
          <w:lang w:bidi="fa-IR"/>
        </w:rPr>
        <w:t xml:space="preserve">266 شیعیان، اولاد فاطمه </w:t>
      </w:r>
      <w:r w:rsidR="00067758" w:rsidRPr="0006775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هستند</w:t>
      </w:r>
      <w:bookmarkEnd w:id="26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تمام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به منزله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اولاد فاطمه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چه کارها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سبب شود آن حضرت از ما و کار ما ناراض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67" w:name="_Toc425599148"/>
      <w:r>
        <w:rPr>
          <w:rtl/>
          <w:lang w:bidi="fa-IR"/>
        </w:rPr>
        <w:t>267 در حقانیت خود تردید نداریم!</w:t>
      </w:r>
      <w:bookmarkEnd w:id="267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با هر کس موافق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اهل حق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هر کس در هر وقت مخالف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اهل باطل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در حقان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خود شک و ترد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68" w:name="_Toc425599149"/>
      <w:r>
        <w:rPr>
          <w:rtl/>
          <w:lang w:bidi="fa-IR"/>
        </w:rPr>
        <w:t xml:space="preserve">268 فاطمه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افضل مخلوقات از سنخ خود</w:t>
      </w:r>
      <w:bookmarkEnd w:id="26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معنا حضرت فاطمه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افضل مخلوقات است از سنخ خود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پدرش افضل مخلوقات از صنف خود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شوهرش هم بعد از او افضل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69" w:name="_Toc425599150"/>
      <w:r>
        <w:rPr>
          <w:rtl/>
          <w:lang w:bidi="fa-IR"/>
        </w:rPr>
        <w:lastRenderedPageBreak/>
        <w:t xml:space="preserve">269 تمام عالم با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>قابل مقایسه نیست!</w:t>
      </w:r>
      <w:bookmarkEnd w:id="269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واقعا وقا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و حوادث عالم 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عبرت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آن همه کمالات و مقامات که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تمام عالم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نسبت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آن ها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عالم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چه عظمت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دارند و چه خبر است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است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نفر آدم 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آن ها عز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زتر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اقل نقل در کربلا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هزار نفر با حضرت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مقاتله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حضرت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ات از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بود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صبر و بردبار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بر مصا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ب با آن عظمت و جلالت و عزت مگر قابل تحمل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تعقل است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70" w:name="_Toc425599151"/>
      <w:r>
        <w:rPr>
          <w:rtl/>
          <w:lang w:bidi="fa-IR"/>
        </w:rPr>
        <w:t xml:space="preserve">270 هر که با آل علی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افتاد بر افتاد</w:t>
      </w:r>
      <w:bookmarkEnd w:id="270"/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کرامات اهل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 w:rsidR="006B7205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است که هر کس با عل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فرزندانش </w:t>
      </w:r>
      <w:r w:rsidR="00937235" w:rsidRPr="00937235">
        <w:rPr>
          <w:rStyle w:val="libAlaemChar"/>
          <w:rtl/>
        </w:rPr>
        <w:t>عليهم‌السلام</w:t>
      </w:r>
      <w:r w:rsidR="006B7205">
        <w:rPr>
          <w:rtl/>
          <w:lang w:bidi="fa-IR"/>
        </w:rPr>
        <w:t xml:space="preserve"> دشمن و مخالف است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با اسلام مخالف است و خدا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تعال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او را مفتضح و رسوا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کسرو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ابتدا به مذهب 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عه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راد وارد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کرد و بدگو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نمود عقول ساده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پنداشتند که با مذهب مخالف است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بعد که پ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 اسلام را نوشت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معلوم شد که با اسلام مخالف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71" w:name="_Toc425599152"/>
      <w:r>
        <w:rPr>
          <w:rtl/>
          <w:lang w:bidi="fa-IR"/>
        </w:rPr>
        <w:t>271 آن چه معاویه و یزید بالفعل داشتند ما بالقوه داریم</w:t>
      </w:r>
      <w:bookmarkEnd w:id="27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سعد وقاص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پدر عمر سعد قاتل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از اصحاب شورا بود و با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نکرد و از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هم مهم تر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السلام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ها الملک</w:t>
      </w:r>
      <w:r w:rsidR="0014728E">
        <w:rPr>
          <w:rtl/>
          <w:lang w:bidi="fa-IR"/>
        </w:rPr>
        <w:t xml:space="preserve">! ؛ </w:t>
      </w:r>
      <w:r>
        <w:rPr>
          <w:rtl/>
          <w:lang w:bidi="fa-IR"/>
        </w:rPr>
        <w:t>درود بر تو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پادشاه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به او اعتراض کرد که چرا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تو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منصب را به دست آورد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اگر به 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رفتم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427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 چه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بالفعل داشتند ما بالقوه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خود مغرور نشو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طور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آن ها از جهنم آمده باشند و ما از بهشت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خدا پناه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72" w:name="_Toc425599153"/>
      <w:r>
        <w:rPr>
          <w:rtl/>
          <w:lang w:bidi="fa-IR"/>
        </w:rPr>
        <w:t>272 پس چرا او را نکشتید؟</w:t>
      </w:r>
      <w:bookmarkEnd w:id="27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زمان رضا شاه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تول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فحش داده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را نزد رضاخان بردند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تنها به تول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فحش نداده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رضا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حتما به من فحش داده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پس چرا او را نکشت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تنها به خاطر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او فحش داده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چرا او را نکشت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73" w:name="_Toc425599154"/>
      <w:r>
        <w:rPr>
          <w:rtl/>
          <w:lang w:bidi="fa-IR"/>
        </w:rPr>
        <w:t>273 سفیانی به نام می کشد!</w:t>
      </w:r>
      <w:bookmarkEnd w:id="273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تازگ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دم که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عامه نوشته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نسب 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بلکه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برادران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428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آن کتاب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کس که نام او محمد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حسن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 کلثوم است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تعدد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از زن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حامله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74" w:name="_Toc425599155"/>
      <w:r>
        <w:rPr>
          <w:rtl/>
          <w:lang w:bidi="fa-IR"/>
        </w:rPr>
        <w:t>274 لزوم اتحاد و همبستگی</w:t>
      </w:r>
      <w:bookmarkEnd w:id="274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پناه و مورد حمله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چرا با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توافق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متحد و برادر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با هم بساز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اتحاد امر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هر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کافر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را قبول دارد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و گرنه اگر دو نفر به کره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ماه بروند هر کدام از آن ها درصدد نابود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تصرف کل کره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75" w:name="_Toc425599156"/>
      <w:r>
        <w:rPr>
          <w:rtl/>
          <w:lang w:bidi="fa-IR"/>
        </w:rPr>
        <w:lastRenderedPageBreak/>
        <w:t>275 وحدت در حق</w:t>
      </w:r>
      <w:bookmarkEnd w:id="27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گروه و حزب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حق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باطل -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را دعوت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با آن هم مرام و هم مسلک و متحد 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اتحادها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وحدت آن ها در کلمه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حق و در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حق نباشد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مآلش به اختلاف خواهد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چه بزرگان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فرمودند که با کفار معاشرت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اختلاط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ها نجسند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گوش نکرد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خواهند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را از دست ما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اطفال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حرف پدران و مادران خود را گوش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بعد گرفتار گرگ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76" w:name="_Toc425599157"/>
      <w:r>
        <w:rPr>
          <w:rtl/>
          <w:lang w:bidi="fa-IR"/>
        </w:rPr>
        <w:t>276 کدام آقا؟</w:t>
      </w:r>
      <w:bookmarkEnd w:id="276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 رفقا بودم 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از دور در کوچه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دلم افتاد که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خود گفتم در دل به او سلام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جواب داد 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آن حضرت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کنار او رد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دل به آن بزرگوار سلام کردم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تبسم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 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کم السلام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به رفقا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همراه خود 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کدام آقا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معلوم شد که آن ها نه آقا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 و نه جواب سلام او را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77" w:name="_Toc425599158"/>
      <w:r>
        <w:rPr>
          <w:rtl/>
          <w:lang w:bidi="fa-IR"/>
        </w:rPr>
        <w:t>277 برتر از تشرف به خدمت امام زمان -عجل الله تعالی فرجه الشریف -</w:t>
      </w:r>
      <w:bookmarkEnd w:id="277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لازم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انسان در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باشد که به خدمت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عصر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تشرف حاصل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خواندن دو رکعت نماز سپس توسل به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بهتر از تشرف باشد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هر کجا که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آن حضرت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عبادت در زمان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بت افضل از عبادت در زمان </w:t>
      </w:r>
      <w:r>
        <w:rPr>
          <w:rtl/>
          <w:lang w:bidi="fa-IR"/>
        </w:rPr>
        <w:lastRenderedPageBreak/>
        <w:t>حضور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ارت هر کدام از ائمه اطهار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مانند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خود حضرت حجت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78" w:name="_Toc425599159"/>
      <w:r>
        <w:rPr>
          <w:rtl/>
          <w:lang w:bidi="fa-IR"/>
        </w:rPr>
        <w:t>278 گریه و تضرع و ابتهال برای رفع گرفتاری های مسلمانان</w:t>
      </w:r>
      <w:bookmarkEnd w:id="278"/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قدر رحمت خداوند شامل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تفاوت نباشند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رفع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ابتلائات و بلاها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مسلمانان و بر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وارد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تضرع و ابتهال کنند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خداوند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فلولا اذ جاهم باسنا تضرعوا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429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 آن هنگام که گرفتار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جانب ما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تضرع و زار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مسلمان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مبتلا بشود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ابتلا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ابتلا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است و ما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خود را مثل او گرفتار بدا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جهان به منزله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همان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را به کار صاحبخانه چه کار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ما فقط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چه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اگر انسان تکال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فش را رعا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فرشته بالاتر است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غصه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بخورد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بنده است و بنده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از خود حق 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 تا خودسرانه کار بکند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چه بسا بر ضررش تمام شود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79" w:name="_Toc425599160"/>
      <w:r>
        <w:rPr>
          <w:rtl/>
          <w:lang w:bidi="fa-IR"/>
        </w:rPr>
        <w:t>279 چهل سال دعا برای یک حاجت</w:t>
      </w:r>
      <w:bookmarkEnd w:id="27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حاجت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چهل سال بعد از نماز دعا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معلوم شد که مصلحت نبوده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80" w:name="_Toc425599161"/>
      <w:r>
        <w:rPr>
          <w:rtl/>
          <w:lang w:bidi="fa-IR"/>
        </w:rPr>
        <w:lastRenderedPageBreak/>
        <w:t>280 کثرت تالیفات شیخ طوسی</w:t>
      </w:r>
      <w:bookmarkEnd w:id="28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طوس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موفق بوده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خلاف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مبسوط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استبصار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جمل عقود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عدة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مصباح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از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او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فهرست رجال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همان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ارات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است تلخ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الشاف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از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است و شاف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علم کلام و در موضوع امامت نگاشته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رحمتش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جزاه الله عن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خداوند در رابطه با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اسلام به او پاداش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دهد</w:t>
      </w:r>
      <w:r w:rsidR="00B978F5">
        <w:rPr>
          <w:rtl/>
          <w:lang w:bidi="fa-IR"/>
        </w:rPr>
        <w:t>!)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صاحب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مجمع الب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430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اطا آثاره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431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81" w:name="_Toc425599162"/>
      <w:r>
        <w:rPr>
          <w:rtl/>
          <w:lang w:bidi="fa-IR"/>
        </w:rPr>
        <w:t>281 تفسیر مجمع البیان</w:t>
      </w:r>
      <w:bookmarkEnd w:id="281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مجمع الب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کرامت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لم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سبقه سابق و لم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لحقه لا حق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کس بر آن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نگرفته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بعد از او هم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مانند او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ننوشته 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هر مطلب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انسان بخواهد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82" w:name="_Toc425599163"/>
      <w:r>
        <w:rPr>
          <w:rtl/>
          <w:lang w:bidi="fa-IR"/>
        </w:rPr>
        <w:t>282 تا ما را غرق در نور بینند!</w:t>
      </w:r>
      <w:bookmarkEnd w:id="282"/>
      <w:r>
        <w:rPr>
          <w:rtl/>
          <w:lang w:bidi="fa-IR"/>
        </w:rPr>
        <w:t xml:space="preserve">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دعاها را در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ما گذاشته اند تا ما را غرق در نور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آمده اند که ما را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توجه به آن دور سازند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کفار به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کنار بگذار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به شما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ظاهر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نه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درون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شما را فراهم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البته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سخن هم دروغ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اگر آن 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خواهند پس چرا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بر سر تسلط بر ما با هم نزاع دارند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 xml:space="preserve">نقشه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کفار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 و هست که قرآن را از دست مسلمانان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 از منابع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سرچشمه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معارف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و سنت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432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جدا سازند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دو سلاح مهم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قرآن و </w:t>
      </w:r>
      <w:r>
        <w:rPr>
          <w:rtl/>
          <w:lang w:bidi="fa-IR"/>
        </w:rPr>
        <w:lastRenderedPageBreak/>
        <w:t>سنت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از دست مسلمانان خارج گردد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راه تسلط آن ها بر بلاد و ثروت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مسلمانان باز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ولو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کسان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433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در راس قرار دهند که طبق مرام آن ها کتاب و سنت را توج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کنند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434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نابود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منزو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کشته شوند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گرگ ها به ما هجوم آورده و ما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وضع 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کرد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هر چه به ما فرمودند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لا تتخذوا الکفرین اولیا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435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کافران را به عنوان دوست و سرپرست خود 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گوش نکرد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حالا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اوضاع و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بلاها که بر سر ما مسلمانان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اگر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خود را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آن چه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عمل بکن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جهت عمل به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فردا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امت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باشد که با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بساز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صبر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لنبلونکم بشی ء من الخوف و الجوع و نقص من الامول و الانفس و الثمرت و بشر الصبرین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436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قطعا شما را به نوع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ترس و گرسنگ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جان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کمبود محصول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آزما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صابران را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بده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صابران را به فرج و ظهور حضرت حجت - عجل الله تعال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فرجه الشر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ف - بشارت ده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83" w:name="_Toc425599164"/>
      <w:r>
        <w:rPr>
          <w:rtl/>
          <w:lang w:bidi="fa-IR"/>
        </w:rPr>
        <w:t>283 امدادهای غیبی</w:t>
      </w:r>
      <w:bookmarkEnd w:id="28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مناسبت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مسجد خواستند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با ماش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ببرند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 هم 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شدم با آن ها بروم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 خواستم سوار ماش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حس کردم ملک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مانع است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گذارد سوار شوم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 به دستگ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ملک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حفظ و نگهدار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معاص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چه بسا تا روز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امت گرفتار آن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عبرت خانه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ما مستثن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مانند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صحنه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84" w:name="_Toc425599165"/>
      <w:r>
        <w:rPr>
          <w:rtl/>
          <w:lang w:bidi="fa-IR"/>
        </w:rPr>
        <w:t>284 فرجام ظلم و معصیت</w:t>
      </w:r>
      <w:bookmarkEnd w:id="28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ظلم نکن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الملک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دوم مع الکفر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دوم مع الظلم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سلطنت با کفر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ظلم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ظلم 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مسلمان ها را در گوشه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تنها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ها را ضرب و شتم و اذ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ظلم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هم ظلم به نفس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مانند آن است که انسان لب چاه هزار متر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برود و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توانم خود را به داخل چاه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ندازم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نظرش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کار آسان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عاقبت و فرجام آن چه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و چه بسا انسان را به اسفل سافل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درکات جهنم برساند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85" w:name="_Toc425599166"/>
      <w:r>
        <w:rPr>
          <w:rtl/>
          <w:lang w:bidi="fa-IR"/>
        </w:rPr>
        <w:t>285 مظلوم بودن بهتر از ظالم بودن</w:t>
      </w:r>
      <w:bookmarkEnd w:id="285"/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ا با احتمال قتل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قطع به آن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انسان 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تواند از قتل پ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شگ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کند و طرف مقابل را به قتل برساند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متمکن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فرار کند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اول عمو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بزرگوار بشر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حضرت هاب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به دست برادرش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قاب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به قتل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ابن ملجم لع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 افضل الاوص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بلکه افضل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الاوص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به قتل رسان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خدا کند مبتلا به ضلالت نشو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خدا نکرده مبتلا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مضل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نباش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اگر مضل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مضل بشر تا روز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امت نباش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جواب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آدم را که توسط آن دو نفر از راه قرآن و عترت به ضلالت 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بدهد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امر 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ظالم و مظلوم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اقدموا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الله مظلوم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لا تقدموا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الله ظالم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مظلوم به درگاه خدا وارد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ظالم</w:t>
      </w:r>
      <w:r w:rsidR="0014728E">
        <w:rPr>
          <w:rtl/>
          <w:lang w:bidi="fa-IR"/>
        </w:rPr>
        <w:t xml:space="preserve">.)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86" w:name="_Toc425599167"/>
      <w:r>
        <w:rPr>
          <w:rtl/>
          <w:lang w:bidi="fa-IR"/>
        </w:rPr>
        <w:t>286 ابتلای هر مسلمان ابتلای ما است</w:t>
      </w:r>
      <w:bookmarkEnd w:id="28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امسال در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لان باران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آمده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برنج را درو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درو کرده و نکرده را آب برده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علاج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باران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علاج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زراعت و کشاورز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باران شرط کار است و حاصل بدون آن صورت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اگر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حد لازم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ادتر شد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موسم آن بار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خراب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بلاست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رحمت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ملخ هم آفت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زراعت را تهد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در ساقه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دانه کردم تول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خوشه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 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دوبار سم پاش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برف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سرما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کرم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درخت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باغات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را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چه قدر در رفع و دفع آفت ها و بلاها به خدا محتاج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هر مقدار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توسعه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جا دارد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اجمان به خدا فراموش نشود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اجات تنز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خدا را فراموش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اجات تحق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فراموش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منبر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اتفاق افتاده که تمام مزرعه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اطراف مزرعه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سوخته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مزرعه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که در آن قرآن بود </w:t>
      </w:r>
      <w:r>
        <w:rPr>
          <w:rtl/>
          <w:lang w:bidi="fa-IR"/>
        </w:rPr>
        <w:lastRenderedPageBreak/>
        <w:t>سالم مانده و آس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آن نرس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قلوب منکسره و با توسل به 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بلاها و فتنه ها را از خود دفع نمود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بدهکار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به خدا ادا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طلبکار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از خدا وصول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87" w:name="_Toc425599168"/>
      <w:r>
        <w:rPr>
          <w:rtl/>
          <w:lang w:bidi="fa-IR"/>
        </w:rPr>
        <w:t>287 هر چه خواستیم تشریفات زندگی را زیاد کنیم....</w:t>
      </w:r>
      <w:bookmarkEnd w:id="287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چه خواست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خواص مطلب را کم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هر اندازه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کمتر باشد و ساده تر برگزار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همان ها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ادتر خواهند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88" w:name="_Toc425599169"/>
      <w:r>
        <w:rPr>
          <w:rtl/>
          <w:lang w:bidi="fa-IR"/>
        </w:rPr>
        <w:t>288 عاقبت گناه و گناهکاران</w:t>
      </w:r>
      <w:bookmarkEnd w:id="28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حضرت امام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شده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گناه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 از رحمت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از گناه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شخص مرتکب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جلو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در ارتکاب معاص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حالمان به انکار و تکذ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استهزا به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اله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که از رحمت خدا ناام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اگر چه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گناهکار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روشن است که از رحمت خدا خارج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رحمت واسعه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اذا کان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وم الق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نشر الله - تبارک و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رحمته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طمع 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رحمته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437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امت خداوند - تبارک و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رحمتش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گستراند که 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در رحمت خدا طمع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عمر سعد در برابر قتل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چناان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بزرگ و بزرگوار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شاوند او هم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وعده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داده بودند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نه به شاه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نه 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س جمهور شد و نه به ملک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438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به </w:t>
      </w:r>
      <w:r>
        <w:rPr>
          <w:rtl/>
          <w:lang w:bidi="fa-IR"/>
        </w:rPr>
        <w:lastRenderedPageBreak/>
        <w:t>خدا پناه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انسان چه قدر و از چند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جهت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حافظ خود باشد که عاقبتش به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باشد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89" w:name="_Toc425599170"/>
      <w:r>
        <w:rPr>
          <w:rtl/>
          <w:lang w:bidi="fa-IR"/>
        </w:rPr>
        <w:t>289 توبه و تضرع و ابتهال برطرف کننده گرفتاری ها</w:t>
      </w:r>
      <w:bookmarkEnd w:id="28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جهت رفع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439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اگر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نظرشان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که امر نافع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که امروز مسلمان ها بدان مشغول شوند تا بلاها از آن ها مرتفع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تذکر دهند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ما کان الله لیعذبهم و انت فیهم و ما کان الله معذبهم و هم یستغفرون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440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مادام که تو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هست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خداوند آنان را عذاب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مادام که استغفار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خداوند آنان را عذاب نخواهد نمود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فلولا اذ جاهم باسنا تضرعوآ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441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پس چرا 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عذاب ما به سراغشان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تضرع و زار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نکردند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لما ءامنوا اکشفنا عنهم عذاب الخزی فی الحیوة الدنیا و متعنهم الی حین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442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آوردند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عذاب رسواگر را در زندگان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آنان برداشت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آنان را تا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[ 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بهره ور ساخت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امم سابقه اتفاق افتاده که عذاب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همان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آن ها خبر داده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سرشان آمده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هم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کرده و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 که عذاب خدا نازل خواهد 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تضرع و ابتهال آن را برطرف کرده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عذاب خداوند از طرف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به توسط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توبه و رجوع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الله و تضرع رفع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چه استبعاد دارد که عذاب از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رفع شود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90" w:name="_Toc425599171"/>
      <w:r>
        <w:rPr>
          <w:rtl/>
          <w:lang w:bidi="fa-IR"/>
        </w:rPr>
        <w:lastRenderedPageBreak/>
        <w:t>290 مقام و منزلت ائمه ی اطهار</w:t>
      </w:r>
      <w:bookmarkEnd w:id="29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ما اگر هم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اهل آن از ما روگردان 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از ما رو گرداند و ما را قبول نداشته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مقامات خود فرموده اند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نحن خزان علم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نحن تراجمة امر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نحن قوم معصومون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امر الله - تبارک و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بطاعتنا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عن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تنا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نحن الحجة البالغة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دون السما و فوق الارض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443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گنج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داران علم اله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مترجم دستور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افراد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خداوند - تبارک و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دستور داده است که همه از ما اطاعت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نافرمان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خوددار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 حجت رسا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خداوند بر تمام آن چه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آسمان و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قرار دارد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فرموده اند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خصنا بنفسه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اقامنا مقامه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جعل طاعتنا طاعته و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تنا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444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ما را به خود اختصاص داده و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نشانده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ما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خود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نافرمان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ما را نافرمان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خود قرار داده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مقامات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نباشد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مقامات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بالذات بداند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445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91" w:name="_Toc425599172"/>
      <w:r>
        <w:rPr>
          <w:rtl/>
          <w:lang w:bidi="fa-IR"/>
        </w:rPr>
        <w:t>291 خدا نه، ولی هر چه می خواهد دل تنگت بگو!</w:t>
      </w:r>
      <w:bookmarkEnd w:id="29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را که در مقام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نقل شده است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نزلونا عن الربوب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و قولوا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 ما شئتم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ما را از مقام ربوب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پروردگار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تنزل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و به جز آن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هر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.)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جوامع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مفاد آن قطعا از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وارد شده است و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446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مانند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لا فرق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نک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نها الا انهم عبادک و خلقک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فرق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تو و وال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امرت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جز آن که آنان بنده و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</w:t>
      </w:r>
      <w:r w:rsidR="0014728E">
        <w:rPr>
          <w:rtl/>
          <w:lang w:bidi="fa-IR"/>
        </w:rPr>
        <w:t xml:space="preserve">.)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آن جا که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مثلا مقام نبوت را نداشته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نزلونا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در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جاها تخص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عبارت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چهارده معصوم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 نحو مجموع من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المجموع فرموده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کدام به صورت جداگانه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92" w:name="_Toc425599173"/>
      <w:r>
        <w:rPr>
          <w:rtl/>
          <w:lang w:bidi="fa-IR"/>
        </w:rPr>
        <w:t>292 استکبار ابلیس و عاقبت سوء</w:t>
      </w:r>
      <w:bookmarkEnd w:id="29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که عالم بلکه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رتبه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 بود 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منطق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صحبت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خلقنی من نار و خلقته، من طین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447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مرا از آتش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آدم را از گل</w:t>
      </w:r>
      <w:r w:rsidR="0014728E">
        <w:rPr>
          <w:rtl/>
          <w:lang w:bidi="fa-IR"/>
        </w:rPr>
        <w:t xml:space="preserve">.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که هم به خلقت حضرت آدم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اشکال داشتند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و جواب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اتجعل فیها من یفسد فیها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448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در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فساد به پا کند</w:t>
      </w:r>
      <w:r w:rsidR="0014728E">
        <w:rPr>
          <w:rtl/>
          <w:lang w:bidi="fa-IR"/>
        </w:rPr>
        <w:t xml:space="preserve">؟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خداوند فرمود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انی اعلم ما لا تعلمون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449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 آن چه را که شما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نبود به 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چرا به صورت جزم گفت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خلقتنی من نار و خلقته، من طین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450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مرا از آتش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آدم را از گل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روشنا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ظاهر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گفت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محال است که گل 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و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از تو اشرف باشد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حالا هم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مردم 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امور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اشکال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که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کس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شبهات و پرسش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اعتقاد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را جواب دهد و حل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بدون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از اهلش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طان از خداوند متعال درخواست نمود که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سجده بر آدم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چنان تو را عبادت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کس مثل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تو را عبادت نکرده باشد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خداوند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احب ان اطاع من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451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 دوست دارم آن گونه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مرا اطاعت کنند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طان با شش هزار سال عبادت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452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عاقبتش آن طور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به خود مغرور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به خدا پناه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93" w:name="_Toc425599174"/>
      <w:r>
        <w:rPr>
          <w:rtl/>
          <w:lang w:bidi="fa-IR"/>
        </w:rPr>
        <w:t>293 خیال می کردیم این کار از هر کس بر می آید...</w:t>
      </w:r>
      <w:bookmarkEnd w:id="293"/>
      <w:r>
        <w:rPr>
          <w:rtl/>
          <w:lang w:bidi="fa-IR"/>
        </w:rPr>
        <w:t xml:space="preserve">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شعرا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عرب درباره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اهل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 w:rsidR="006B7205">
        <w:rPr>
          <w:rtl/>
          <w:lang w:bidi="fa-IR"/>
        </w:rPr>
        <w:t xml:space="preserve"> چن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سروده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مشردون نفوا عن عقر دارهم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کانهم قد جنوا ما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غتفر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453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چنان پراکنده اند و از منازلشان دور افتاده اند که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جنا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قابل بخشش از آنان سر زده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واقعا کار ما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برسد که اوص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قدر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ما خوار باشند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 امتحان خود را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مردم حاضر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داده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هم ظهور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معلوم است </w:t>
      </w:r>
      <w:r>
        <w:rPr>
          <w:rtl/>
          <w:lang w:bidi="fa-IR"/>
        </w:rPr>
        <w:lastRenderedPageBreak/>
        <w:t>که با او چه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کرد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 xml:space="preserve">از سوء رفتار خود با امام اول تا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ازدهم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توبه نکرد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 دوازدهم توبه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نقل شده که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زاهد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فرج دعا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دعا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 او را هم بشکن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اثر دارد و باز دعا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مقصر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اهل دعا چه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از هر کس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کار عجزه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454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معلوم شد که کار هر کس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بله لقلقه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زبان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است و از هر کس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دعا و اجابت آن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اندک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94" w:name="_Toc425599175"/>
      <w:r>
        <w:rPr>
          <w:rtl/>
          <w:lang w:bidi="fa-IR"/>
        </w:rPr>
        <w:t>294 هیچ حیوانی به جهنم نمی رود ولی...</w:t>
      </w:r>
      <w:bookmarkEnd w:id="294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عالم وحوش و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اهلش 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عبرت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از عالم انس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عبرت گرفت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مقامشان از انسان پست تر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جهنم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با عظمت به جهنم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محکوم به خلود در نار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گام برداشتن به ملک برسد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بهشت و خلود در بهشت دست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حشر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اثبات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مکلف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مملوک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آن هاست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در رابطه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عالم خودشان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داشته باشند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 جهنم و خلود در آن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نوع با شرافت انسان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با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جهالت و غفلت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مردم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خواهند 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راحت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همه خوب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را 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داشته باشند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بهتر بود - </w:t>
      </w:r>
      <w:r>
        <w:rPr>
          <w:rtl/>
          <w:lang w:bidi="fa-IR"/>
        </w:rPr>
        <w:lastRenderedPageBreak/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بهتر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رسد به آخرت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زبان حال اهل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به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پرستان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ان تسخروا منا فانا نسخر منکم کما تسخرون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455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ما را به باد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شخند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گونه که شما ما را تمسخر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شما را مسخره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نمود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95" w:name="_Toc425599176"/>
      <w:r>
        <w:rPr>
          <w:rtl/>
          <w:lang w:bidi="fa-IR"/>
        </w:rPr>
        <w:t>295 این همه غلغله، همه از ماکل و مشرب است</w:t>
      </w:r>
      <w:bookmarkEnd w:id="29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: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و لا تقربا هذه الشجرة فتکونا من الظلمین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456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درخت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از ستمکاران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: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فلا یخرجنکما من الجنة فشقی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457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مبادا شما را از بهشت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مبادا دچار شقاوت شو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.)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و هم چنین ان لک الا تجوع فیها و لا تغری و انک لا تظمؤ ا فیها و لا تضحی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458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تو در بهشت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گرسنه و برهنه و تشنه و آفتاب زده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: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فوسوس لهما الشیطن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459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پس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طان آن دو را وسوسه نمود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تمام فساد و افساد و غلغله و سر و صدا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در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بوده و هست و خواهد بود از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ماکل و مشرب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تکال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متوجه غضب و شهوت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تناول غذا و نوش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موجب آن هاست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ما که خود را اشرف مخلوقات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پست 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هز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معاشرات و مراجعات نامشروع معنا نداشت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ماکل و مشرب را تعد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قدر غضب ها و شهوت ها تعد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کفار در شبانه روز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فساد کشاندن مسلمان ها و 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چه قدر پول خرج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هم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خود را ناچار و مضطر و گرفتار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وجود ضعف حال و گرسنگ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باز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فسادها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اختلاطات مضر و نامشروع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طلب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و کشتار و ظلم محتاج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96" w:name="_Toc425599177"/>
      <w:r>
        <w:rPr>
          <w:rtl/>
          <w:lang w:bidi="fa-IR"/>
        </w:rPr>
        <w:t>296 و لکن لیطمئن قلبی</w:t>
      </w:r>
      <w:bookmarkEnd w:id="29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حضرت 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خداوند متعال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460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، </w:t>
      </w:r>
      <w:r>
        <w:rPr>
          <w:rtl/>
          <w:lang w:bidi="fa-IR"/>
        </w:rPr>
        <w:t>چگونه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اطم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 نداشت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آن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الوالعزم بود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مقصود قلب او بما انه من افضل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از آن جهت که از افضل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امبران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چگونه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مان با عدم اطم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نان جمع 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لا بما انه من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العزم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 بما انه من 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نه از آن جهت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امبر اولوالعزم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بلکه از آن جهت که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نان قلب 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و ترق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درجات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آن ها بود</w:t>
      </w:r>
      <w:r w:rsidR="0014728E">
        <w:rPr>
          <w:rtl/>
          <w:lang w:bidi="fa-IR"/>
        </w:rPr>
        <w:t xml:space="preserve">.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 xml:space="preserve">مگر 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ز در آن حضور داشته اند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لازم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همه در نزد او باشند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اطم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نان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 درجات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امکان دارد که از درجات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مان به مرحله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برسد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اطم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نان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نشان بالا رود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حضرت موس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اگر به کوه طور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باز از همه افضل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درجه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بالاتر را طلب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97" w:name="_Toc425599178"/>
      <w:r>
        <w:rPr>
          <w:rtl/>
          <w:lang w:bidi="fa-IR"/>
        </w:rPr>
        <w:t>297 برتر از ملایکه و پست تر از بهایم!</w:t>
      </w:r>
      <w:bookmarkEnd w:id="297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انسان چگونه استعداد دارد که به سمت بالا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هم افراد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مثل سلمان و مقداد و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ذر و عمار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هم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عمروعاص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عتبه برادر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خالد بن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مروان را که از بها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هم بدتر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جا گذاشتند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همگ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همدرس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گر و در مدرسه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 xml:space="preserve">مکتب اسلام درس خواندند و استاد همه حضرت رسول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مقام دسته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 به طور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از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بالاتر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طا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دوم از تمام بها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بدترند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98" w:name="_Toc425599179"/>
      <w:r>
        <w:rPr>
          <w:rtl/>
          <w:lang w:bidi="fa-IR"/>
        </w:rPr>
        <w:t>298 از آثار به جا آوردن مداوم غسل جمعه</w:t>
      </w:r>
      <w:bookmarkEnd w:id="298"/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در روا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ت دار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م که هر کس چهل روز جمعه غسل نما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بدنش در قبر نم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پوسد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بنده چهل را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به مداومت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البته استبعاد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اجساد علما و صلحا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که پس از سال ها هم چنان تازه مانده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299" w:name="_Toc425599180"/>
      <w:r>
        <w:rPr>
          <w:rtl/>
          <w:lang w:bidi="fa-IR"/>
        </w:rPr>
        <w:t>299 ماجرای پیدا شدن قبر قطب راوندی با بدن تازه در قم</w:t>
      </w:r>
      <w:bookmarkEnd w:id="29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باغ 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قم را - که در کنار شهردار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سابق واقع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قبرستان و محل دفن علما بوده است - احداث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قدر اجساد تازه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شد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از جمله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قبر قطب راوند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حفار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و به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قبر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شد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بدن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بلکه کفن او هم چنان تازه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مانده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ممکن است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واقع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اجساد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هم قبول نداشته باشند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از کجا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مقام آن ها را در نزد خدا درک نما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00" w:name="_Toc425599181"/>
      <w:r>
        <w:rPr>
          <w:rtl/>
          <w:lang w:bidi="fa-IR"/>
        </w:rPr>
        <w:t>300 اجتهاد و مقام رفیع آن</w:t>
      </w:r>
      <w:bookmarkEnd w:id="30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461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نقل شده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بس اقوال متخالف فقه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نظرم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محال است که بتوانم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</w:t>
      </w:r>
      <w:r>
        <w:rPr>
          <w:rtl/>
          <w:lang w:bidi="fa-IR"/>
        </w:rPr>
        <w:lastRenderedPageBreak/>
        <w:t>قول جازم شوم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کانه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اتفاق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افتاده است 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مورد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قاطع به حکم نبودند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محمود شاهرود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462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مکرر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 و قلم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دوباره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 و قلم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کانه محال است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فکر و نظر جازم شوم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مطالب و اشباه آن انسان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فهمد که مداد العلما افضل من دما الشهدا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463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مداد دانشمندان از خون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دان برتر 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دما الشهدا هم با مداد العلمابا ارزش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باطل است و منزلت و حرمت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مداد علما کنا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از معلوماتشان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نه مکتوبات و مؤ لفات آن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الا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مثل 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مداد و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نبودند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از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نقل شده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نظر داشتم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وقف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قضا بنو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فقط اسم کتاب را نوشتم و بس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گمانم حاج آقا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464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هم نتوانسته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معلم ملا مکتب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حاج آقا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طفول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تشان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نقل شده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را خوش خط کردم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زحمت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تا خطش را بد کردم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امضاها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دارند که مثل خط جن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در بحث و حافظه و استحضار در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ممتاز بودند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01" w:name="_Toc425599182"/>
      <w:r>
        <w:rPr>
          <w:rtl/>
          <w:lang w:bidi="fa-IR"/>
        </w:rPr>
        <w:t>301 عمل به واضحات و احتیاط در مشتبهات</w:t>
      </w:r>
      <w:bookmarkEnd w:id="301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که چاره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 ما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منحصر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بده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چه کار را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چه کار را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دانست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الحمدلله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اگر ندانست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انسان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tl/>
          <w:lang w:bidi="fa-IR"/>
        </w:rPr>
        <w:lastRenderedPageBreak/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چه کند و چه نکند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صورت 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صورت نداشتن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واقع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اگر ندان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چه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ما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رفته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ما در نزد خدا معذور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نک نداشت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راه رفتن عصا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به دست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ندانستن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عذر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با دست نگرفتن عصا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خود را در چاه عم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تمکن از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 ما مشکل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اگر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را ترک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معذور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02" w:name="_Toc425599183"/>
      <w:r>
        <w:rPr>
          <w:rtl/>
          <w:lang w:bidi="fa-IR"/>
        </w:rPr>
        <w:t>302 مهارت حاج اشرفی در عمل به احتیاط</w:t>
      </w:r>
      <w:bookmarkEnd w:id="30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رحمت کند حاج اشرف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خوب موارد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مردم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اطراف حاج اشرف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465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بودند مثل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اطراف رسول الله </w:t>
      </w:r>
      <w:r w:rsidR="00A14306" w:rsidRPr="00A1430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شهرها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از علما نورباران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چون قدردان آن ها نبود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طور لا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بدل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466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از ما گرفته شدند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خود را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ازمند و محتاج به آنان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ملجا و منج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467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آن تمسک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از ما گرفته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خداوند سبحان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انا ناتی الارض ننقصها من اطرافها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468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رو به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آورده و از گوشه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[ عالمان ربان</w:t>
      </w:r>
      <w:r w:rsidR="00CE0249">
        <w:rPr>
          <w:rtl/>
          <w:lang w:bidi="fa-IR"/>
        </w:rPr>
        <w:t>ی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03" w:name="_Toc425599184"/>
      <w:r>
        <w:rPr>
          <w:rtl/>
          <w:lang w:bidi="fa-IR"/>
        </w:rPr>
        <w:t>303 اگر از علما دور شویم، کار ما علاج ناپذیر است.</w:t>
      </w:r>
      <w:bookmarkEnd w:id="303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که در سال 1305 ه ق از اصفهان به نجف اشرف منتقل شد -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آن وقت تنها در اصفهان پنجاه نفر مجتهد صالح الحکومه و نافذ الحکم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جامع الشرا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شما - خطاب به فضلا و مدرس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حوزه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نجف که شب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مجلس و محضر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جمع بودند - سع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از کارخانه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فقاهت و اجتهاد نجف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متاسفانه ما قدردان علما نبود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لذا آن ها 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طور لا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بدل از ما گرفتند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ما از علما دور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 ما از علاج گذشته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04" w:name="_Toc425599185"/>
      <w:r>
        <w:rPr>
          <w:rtl/>
          <w:lang w:bidi="fa-IR"/>
        </w:rPr>
        <w:t>304 عالم بالله، نه معمم</w:t>
      </w:r>
      <w:bookmarkEnd w:id="304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منظور از عالم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عالم بالله و عالم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معمم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دو نسبت عموم من وجه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هر امر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امور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خدا بخواه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عالم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متعلم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محتاط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عالم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متصل به عالم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محتاط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خاطر جمع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در شقاوت غرق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اگر انسان عالم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محتاط باشد رو به سعادت است و چنان چه بلا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به او برسد و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باز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بالاخره هر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سبب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عمده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هلاکت و شقاوت ابد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آخرو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نابود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05" w:name="_Toc425599186"/>
      <w:r>
        <w:rPr>
          <w:rtl/>
          <w:lang w:bidi="fa-IR"/>
        </w:rPr>
        <w:t>305 امتحان ناموفق مسلمانان!</w:t>
      </w:r>
      <w:bookmarkEnd w:id="305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تجربه نشان داده که هر وقت دولت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کفر خواسته اند دولت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کوچک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انجام مرام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عبد محض خود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آنان 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گفته و مط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آن ها بوده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ارتش عراق را به لبنان فرستادند تا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حکومت اسلام و له حکومت نصران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وارد معرکه شوند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نزد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469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آمدند و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خواستند که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دولت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له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حکم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البته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توج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که عثمان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ظالم است و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درخواست نمودند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بردن ظالم و ستمگر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آن حکم جهاد 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بار نرفت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اگر ظالم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برود و ظالم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اوضاع درست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تمام جنبش مشروطه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نجات از ظلم و استبداد دولت قاجار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اسم مجلس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عدالتخانه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مجلس شورا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کجا معلوم که عدالتخانه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ظلمخانه نباشد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بله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رشوه بر تمام اداره ها حکومت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کدام دولت است که اقرار کند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بتواند اصلاح کند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06" w:name="_Toc425599187"/>
      <w:r>
        <w:rPr>
          <w:rtl/>
          <w:lang w:bidi="fa-IR"/>
        </w:rPr>
        <w:t>306 خدا می داند چه ذخایری را از دست ما ارزان گرفتند!</w:t>
      </w:r>
      <w:bookmarkEnd w:id="306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کتاب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صد سال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در زمان ناصر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شاه چاپ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دست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حفظ کتب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از مقاصد مهمه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هر چند ما از آن ها حفظ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چه کتاب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از دست ما ارزان گرفتند و به خارج بردند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قدردان علم و عالم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فرانسه نام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ابانها را به نام خواجه نص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طوس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صدوق گذاشته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اسلام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نامها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...!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07" w:name="_Toc425599188"/>
      <w:r>
        <w:rPr>
          <w:rtl/>
          <w:lang w:bidi="fa-IR"/>
        </w:rPr>
        <w:t>307 به ایشان و به هیچ کس دیگر نگویید که من گفته ام!</w:t>
      </w:r>
      <w:bookmarkEnd w:id="307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اکبر تبر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واعظ معروف و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مرد جل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منکر و امر به معروف 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سرآمد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سخنانش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مناسب را ذکر و استدلال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آن ها داشت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ما در قم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فوت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او نقل کرده اند که با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بزرگان در کربلا نزد 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نانوا آمده و طلبش را که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مطالبه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معلوم شد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طلاب کربلا هم 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و ما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اواخر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بوده استت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مرحوم هم به نانوا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طلب کار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رفقا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فشار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وجه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سه هزار تومان از سهم جمع شد و به خدمت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حاج آقا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کار من را 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-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مثل بنده مشهور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نصف وجه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و به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کس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مطلب را من گفته ام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08" w:name="_Toc425599189"/>
      <w:r>
        <w:rPr>
          <w:rtl/>
          <w:lang w:bidi="fa-IR"/>
        </w:rPr>
        <w:t>308 توبه و تخلیه و تحلیه</w:t>
      </w:r>
      <w:bookmarkEnd w:id="308"/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ان الله ی حب التوبین و یحب المتطهرین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470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راست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خداوند توبه کنندگان و پاک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زگان را دوست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کل تائب متطهر لان التوبة تخل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و تطه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من الذنوب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فالتوبة تخل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و تحل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بالطهارة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التطه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التوبة تحل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التحل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لبس للمتطهر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فهو لبس بعد لبس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هر توبه کننده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توبه تخل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پاک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گناهان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توبه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تحل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آراسته شدن به طهارت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پاک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توبه تحل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تحل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نوع پوشش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شخص پاک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توبه پوشش بعد از پوشش است</w:t>
      </w:r>
      <w:r w:rsidR="0014728E">
        <w:rPr>
          <w:rtl/>
          <w:lang w:bidi="fa-IR"/>
        </w:rPr>
        <w:t xml:space="preserve">.)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نوع پوشش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شخص پاک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توبه پوشش بعد از پوشش است</w:t>
      </w:r>
      <w:r w:rsidR="0014728E">
        <w:rPr>
          <w:rtl/>
          <w:lang w:bidi="fa-IR"/>
        </w:rPr>
        <w:t xml:space="preserve">.)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حرف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09" w:name="_Toc425599190"/>
      <w:r>
        <w:rPr>
          <w:rtl/>
          <w:lang w:bidi="fa-IR"/>
        </w:rPr>
        <w:t>309 تقوا، ملاک قبولی اعمال</w:t>
      </w:r>
      <w:bookmarkEnd w:id="309"/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عجب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کبر و حسد مانع قبول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اعمال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خداوند سبحان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انما یتقبل الله من المتقین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471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تنها از تقو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شگان قبول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هر مرتبه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تقوا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قبول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عمل او هم به همان مرتبه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10" w:name="_Toc425599191"/>
      <w:r>
        <w:rPr>
          <w:rtl/>
          <w:lang w:bidi="fa-IR"/>
        </w:rPr>
        <w:t>310 افراط و تفریط در عمل موجب هلاکت است</w:t>
      </w:r>
      <w:bookmarkEnd w:id="31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</w:t>
      </w:r>
      <w:r w:rsidR="0014728E">
        <w:rPr>
          <w:rtl/>
          <w:lang w:bidi="fa-IR"/>
        </w:rPr>
        <w:t xml:space="preserve">: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سروا و لا تعسروا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472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آسان بگ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و سخت مگ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مسلمان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وارد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همان روز اول بدون مراعات رفق و مدارا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را به انجام نوافل و تعق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بات و مستحبات وا داشته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اطلب لهذا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من هو افرغ من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473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شخص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من را جست و جو کن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افراط و تفر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در عمل موجب هلاکت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11" w:name="_Toc425599192"/>
      <w:r>
        <w:rPr>
          <w:rtl/>
          <w:lang w:bidi="fa-IR"/>
        </w:rPr>
        <w:t>311 هرگز معصیت خدا را نکردم!</w:t>
      </w:r>
      <w:bookmarkEnd w:id="31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حضرت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474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نقل شده که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زمان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دست راست و چپ را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دادم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خدا نکرده ام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از حال ما غافل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چه ما از آن ها غافل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علمون کل ما نعلم و لا نعلم کل 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علمون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آنان تمام آن چه را که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تمام آن چه را که آنان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 xml:space="preserve">امام سجاد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دک ان تکون المصلوب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الکناسة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475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پناه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برم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تو را در محله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کناسه [ کوفه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به دار آو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12" w:name="_Toc425599193"/>
      <w:r>
        <w:rPr>
          <w:rtl/>
          <w:lang w:bidi="fa-IR"/>
        </w:rPr>
        <w:t xml:space="preserve">312 ائمه ی معصومین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وسایط</w:t>
      </w:r>
      <w:r w:rsidR="00EE66C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نیل به مطالب عالیه</w:t>
      </w:r>
      <w:bookmarkEnd w:id="312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به آن واسطه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476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دسترس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احکام فقه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 به نظر نداشت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اکنون که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دسترس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مات و تعلمات </w:t>
      </w:r>
      <w:r>
        <w:rPr>
          <w:rtl/>
          <w:lang w:bidi="fa-IR"/>
        </w:rPr>
        <w:lastRenderedPageBreak/>
        <w:t>حوزو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مطالب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نها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ندارد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وجود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در دسترس ما است و با آن وسائط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477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آن مطالب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علوم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478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واجب الطاعه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او را بپوشان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دروغ او از او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 و ترو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واجب الطاعة را کنار بگذار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خانه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13" w:name="_Toc425599194"/>
      <w:r>
        <w:rPr>
          <w:rtl/>
          <w:lang w:bidi="fa-IR"/>
        </w:rPr>
        <w:t>313 نابرده رنج، گنج میسر نمی شود</w:t>
      </w:r>
      <w:bookmarkEnd w:id="31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قدر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است که از راه علم و معرفت و خداشناس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به جهت ضعف در معرفت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اختلاف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خو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نزد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رشت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479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خوانده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 درس به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نابرده رنج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گنج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مزد آن گرفت جان برادر که کار کرد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بدون انحراف و به دور از طغ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و سرکش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بدون دروغ 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جامع علم و عمل و از زهاد زمان خود بود و از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مصرف کردن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المال و سهم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منزه بود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480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مثل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کار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خوشحال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نشاط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بشاش و خوش برخورد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14" w:name="_Toc425599195"/>
      <w:r>
        <w:rPr>
          <w:rtl/>
          <w:lang w:bidi="fa-IR"/>
        </w:rPr>
        <w:t xml:space="preserve">314 شکایت از جنیان به حضرت مسلم </w:t>
      </w:r>
      <w:r w:rsidR="0055251E" w:rsidRPr="0055251E">
        <w:rPr>
          <w:rStyle w:val="libAlaemChar"/>
          <w:rtl/>
        </w:rPr>
        <w:t>عليه‌السلام</w:t>
      </w:r>
      <w:bookmarkEnd w:id="314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به گمانم - بر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جن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پا گذاشتم و آن جن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اثر آن تلف شد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 آن ها مرا اذ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راه نجف و کوفه با آن ها برخورد کردم و 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شکا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شما را به حضرت </w:t>
      </w:r>
      <w:r>
        <w:rPr>
          <w:rtl/>
          <w:lang w:bidi="fa-IR"/>
        </w:rPr>
        <w:lastRenderedPageBreak/>
        <w:t xml:space="preserve">مسلم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اصرار کردند که نکن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شکا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کردم و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دم که حضرت مسلم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 ها را تعز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ظاهر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او بر سر راهش نفهمد و شما را 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و</w:t>
      </w:r>
      <w:r w:rsidR="0014728E">
        <w:rPr>
          <w:rtl/>
          <w:lang w:bidi="fa-IR"/>
        </w:rPr>
        <w:t xml:space="preserve">...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15" w:name="_Toc425599196"/>
      <w:r>
        <w:rPr>
          <w:rtl/>
          <w:lang w:bidi="fa-IR"/>
        </w:rPr>
        <w:t>315 خودش می داند چه وقت ظهور می کند</w:t>
      </w:r>
      <w:bookmarkEnd w:id="31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 که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عتنا اصبر منا</w:t>
      </w:r>
      <w:r w:rsidR="0014728E">
        <w:rPr>
          <w:rtl/>
          <w:lang w:bidi="fa-IR"/>
        </w:rPr>
        <w:t xml:space="preserve">، ... </w:t>
      </w:r>
      <w:r>
        <w:rPr>
          <w:rtl/>
          <w:lang w:bidi="fa-IR"/>
        </w:rPr>
        <w:t>لانا نصبر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نعلم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عتنا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صبرون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علمون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481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ما از ما صابرتر هستند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ما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صبر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بر آن چه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غائب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عجب صبر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از تمام آن چه که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اطلاع دارد و از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امور و مشکلات و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با خبر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خود حضرت هم منتظر روز موعود است و خودش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چه وقت ظهور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گفته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آن حضرت وقت ظهورش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درست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16" w:name="_Toc425599197"/>
      <w:r>
        <w:rPr>
          <w:rtl/>
          <w:lang w:bidi="fa-IR"/>
        </w:rPr>
        <w:t>316 پروانه را نیازی به آموزش محبت و توجه به نور نیست</w:t>
      </w:r>
      <w:bookmarkEnd w:id="31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عاشق جم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با او ارتباط برقرار کند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شخص باتقوا از راه مشروع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هر 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شد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فکر وخ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او به کو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صارف و مانع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که او را به خود متوجهکند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پروانه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دادن محبت و توجه به نور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محبت را به منبعکمالات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خدا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و آن عالم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= آخرت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افزود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17" w:name="_Toc425599198"/>
      <w:r>
        <w:rPr>
          <w:rtl/>
          <w:lang w:bidi="fa-IR"/>
        </w:rPr>
        <w:lastRenderedPageBreak/>
        <w:t xml:space="preserve">317 قساوت دل ها از علایم ظهور قائم آل محمد </w:t>
      </w:r>
      <w:r w:rsidR="0055251E" w:rsidRPr="0055251E">
        <w:rPr>
          <w:rStyle w:val="libAlaemChar"/>
          <w:rtl/>
        </w:rPr>
        <w:t>عليه‌السلام</w:t>
      </w:r>
      <w:bookmarkEnd w:id="317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اندوه و شاد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گر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 سرا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چرا ما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بلاها و مصا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که بر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وارد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تفاوت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آن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قلب ها 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است که ظهور قائم آل محمد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بعد قسوة القلوب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482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بعد از قساوت دل ها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خواهد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18" w:name="_Toc425599199"/>
      <w:r>
        <w:rPr>
          <w:rtl/>
          <w:lang w:bidi="fa-IR"/>
        </w:rPr>
        <w:t>318 شما همان طلبه ی سابق هستید</w:t>
      </w:r>
      <w:bookmarkEnd w:id="31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فحش و توه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نااهل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ما را ناراحت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راه و مقصد سست و دل سرد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خانه نشستن و عمل به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کردن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اشتهار باطل و شاد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صورت عمل بر خلاف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و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خطرناک است و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شخص محترم و عالم معروف شهر وارد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مورد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اعتنا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حرمت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قرار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هر چند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چنان چه ناراحت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خود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که شما همان طلبه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سابق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حالات و عوارض ظاهر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قابل تغ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ر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19" w:name="_Toc425599200"/>
      <w:r>
        <w:rPr>
          <w:rtl/>
          <w:lang w:bidi="fa-IR"/>
        </w:rPr>
        <w:t>319 تقیه در عمل آری، ولی اضطراب باطنی هرگز!</w:t>
      </w:r>
      <w:bookmarkEnd w:id="319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آبائ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483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آ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من و پدران من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لذا ما در همه جا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لازم و واجب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در قرآن هم آمده است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484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ظاهر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قولا و عملا اظهار دوست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دشمن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قلبا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مخالف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اضطراب باطن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کردن و دست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برداشتن موجب هلاکت ابد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هر چه بلا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ثم تمار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دتر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او به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485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را از ما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اسلام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اگر روح اسلام را از ما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صورت اسلام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20" w:name="_Toc425599201"/>
      <w:r>
        <w:rPr>
          <w:rtl/>
          <w:lang w:bidi="fa-IR"/>
        </w:rPr>
        <w:t>320 خدا کند نعمت ولایت را مفت از دست ندهیم!</w:t>
      </w:r>
      <w:bookmarkEnd w:id="320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قم به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منسوب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بروجرد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طر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آن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نباشد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کم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خدا کند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توجه و ارادت و محبت نسبت به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ما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بماند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اهل مکه و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هم نعمت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داشتند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 که آن ها از نعمت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قدردان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به اعاجم متتقل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486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خدا کند ما عجم هم نعمت مفت به دست آمده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را مفت از دست نده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21" w:name="_Toc425599202"/>
      <w:r>
        <w:rPr>
          <w:rtl/>
          <w:lang w:bidi="fa-IR"/>
        </w:rPr>
        <w:t xml:space="preserve">321 مقام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روایات عامه</w:t>
      </w:r>
      <w:bookmarkEnd w:id="321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عامه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مقام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م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موجود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22" w:name="_Toc425599203"/>
      <w:r>
        <w:rPr>
          <w:rtl/>
          <w:lang w:bidi="fa-IR"/>
        </w:rPr>
        <w:t>322 احتیاط در اختیار مذهب امامیه است!</w:t>
      </w:r>
      <w:bookmarkEnd w:id="32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اختلاف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 و عامه در فروع قابل ذکر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آن دامن زد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اختلاف ما و آن ها در اصول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مودت 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القرب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قرآن منصوص و 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ما تابع قرآن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هر که مودت 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القرب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دارد ما او را قبول و دوست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هر که آن را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او را قبول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اختلاف ما و آن ها در امامت با حکم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قرآن حل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اما در فروع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فقه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به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متواتر ثقل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نموده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عامه هم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بدان التزام داشته باشند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بلکه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جواد بلاغ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جاهل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مذهب امام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واقع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نموده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راه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درک احکام واقع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باز کرده اند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23" w:name="_Toc425599204"/>
      <w:r>
        <w:rPr>
          <w:rtl/>
          <w:lang w:bidi="fa-IR"/>
        </w:rPr>
        <w:t>323 خدا می خواهد ما همیشه به سرچشمه متصل باشیم و ما...</w:t>
      </w:r>
      <w:bookmarkEnd w:id="323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ما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با او بوده و به سرچشمه متصل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به نفع ما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مانند پدر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به فرزندش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بدهد و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ما را کشت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حلوا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و گرنه او که 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لو شا ربک لامن من فی الارض کلهم جمیعا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487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اگر پروردگارت بخواهد قطعا تمام آنان که در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هستند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24" w:name="_Toc425599205"/>
      <w:r>
        <w:rPr>
          <w:rtl/>
          <w:lang w:bidi="fa-IR"/>
        </w:rPr>
        <w:t>324 وظیفه ی ما امر به معروف و نهی از منکر است...</w:t>
      </w:r>
      <w:bookmarkEnd w:id="324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کس که خود مهتد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مهتد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جماعت را تشک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در صورت امکان امر به معروف و 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منکر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چه طور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جه بدهد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مقدرات دست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25" w:name="_Toc425599206"/>
      <w:r>
        <w:rPr>
          <w:rtl/>
          <w:lang w:bidi="fa-IR"/>
        </w:rPr>
        <w:t>325 فرار از فتوی دادن</w:t>
      </w:r>
      <w:bookmarkEnd w:id="32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اجازات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488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، </w:t>
      </w:r>
      <w:r>
        <w:rPr>
          <w:rtl/>
          <w:lang w:bidi="fa-IR"/>
        </w:rPr>
        <w:t>استاد مج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اجازه دهنده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مجاز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اجازه گرفته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نوشته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احذر من الفت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،، </w:t>
      </w:r>
      <w:r>
        <w:rPr>
          <w:rtl/>
          <w:lang w:bidi="fa-IR"/>
        </w:rPr>
        <w:t>و فر من الفت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فرارک من الاسد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انما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دما و اعراض تستباح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املاک و اموال تغصب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 بپره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و مانند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ختن از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آن بگر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با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 خون ها و آبروها حلال و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املاک و اموال غصب و تصاحب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26" w:name="_Toc425599207"/>
      <w:r>
        <w:rPr>
          <w:rtl/>
          <w:lang w:bidi="fa-IR"/>
        </w:rPr>
        <w:lastRenderedPageBreak/>
        <w:t>326 ابتلائات شرط افاضات</w:t>
      </w:r>
      <w:bookmarkEnd w:id="32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ابتلائات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شرط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افاضات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فلان مشکل مبتلا شدم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معلوماتم افزوده 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27" w:name="_Toc425599208"/>
      <w:r>
        <w:rPr>
          <w:rtl/>
          <w:lang w:bidi="fa-IR"/>
        </w:rPr>
        <w:t>327 اطلاع محمد حسین اصفهانی صاحب تفسیر از تاریخ فوت پدرش</w:t>
      </w:r>
      <w:bookmarkEnd w:id="327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پدر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صاحب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از علما و بزرگان اصفهان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تمام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را کنار گذاشت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عتبات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 و کربلا حرکت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بستگان و آقازاده ها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لباس 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کردند و در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رفتند و در منزل اول خارج از اصفهان به او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و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چه حرکت و مسافرت است که با خود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همراه هم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به آن ها فهماند که آماده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سفر آخرت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489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که فرزند ارشد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بود و اعلم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معاصر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نش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بعد از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شش ماه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دانستم که روز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زدهم رجب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فوت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روز اول حرکت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 و کربلا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اول رجب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28" w:name="_Toc425599209"/>
      <w:r>
        <w:rPr>
          <w:rtl/>
          <w:lang w:bidi="fa-IR"/>
        </w:rPr>
        <w:t>328 از اول تکلیف تا به حال معصیت نکرده ام، ولی...</w:t>
      </w:r>
      <w:bookmarkEnd w:id="328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صاحب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که از اول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تا به حال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نکرده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ابر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ء نفس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التجر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>! ؛ (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از تجر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پاک و منزه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14728E">
        <w:rPr>
          <w:rtl/>
          <w:lang w:bidi="fa-IR"/>
        </w:rPr>
        <w:t xml:space="preserve">!)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490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 که در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قرآن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هر کتاب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هرگاه محتاج به غذا باشم از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حاضر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تا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خورم و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مشکلات با توسل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حل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سرافکندگ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غبطه آور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معصوم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زمان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نکند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ما</w:t>
      </w:r>
      <w:r w:rsidR="0014728E">
        <w:rPr>
          <w:rtl/>
          <w:lang w:bidi="fa-IR"/>
        </w:rPr>
        <w:t xml:space="preserve">...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29" w:name="_Toc425599210"/>
      <w:r>
        <w:rPr>
          <w:rtl/>
          <w:lang w:bidi="fa-IR"/>
        </w:rPr>
        <w:t>329 نحوستش را با دعای شب از بین می برم</w:t>
      </w:r>
      <w:bookmarkEnd w:id="32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مرحوم حجت الاسلام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باقر شفت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491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پدر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صاحب مناهل -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خانه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بابت وجوهات به شما داده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منحوس و محل سکونت جن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علت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صاحبش آن را به شما داده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توانسته از آن استفاده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نحوستش را با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شب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کار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مردم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من و تبرک عقدها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ازدواج را در آن خانه برگزار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30" w:name="_Toc425599211"/>
      <w:r>
        <w:rPr>
          <w:rtl/>
          <w:lang w:bidi="fa-IR"/>
        </w:rPr>
        <w:t xml:space="preserve">330 نماز شب یا گریه بر سید الشهدا </w:t>
      </w:r>
      <w:r w:rsidR="0055251E" w:rsidRPr="0055251E">
        <w:rPr>
          <w:rStyle w:val="libAlaemChar"/>
          <w:rtl/>
        </w:rPr>
        <w:t>عليه‌السلام</w:t>
      </w:r>
      <w:bookmarkEnd w:id="33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حجت الاسلا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باقر شفت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به نماز شب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معتقد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مستحبات به آن اهم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خلاف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بحرالعلوم که صبر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تا هوا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روشن شود و آن گاه نماز صبح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حجت الاسلام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باقر شفت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اصفهان درست اول فجر نماز صبح را به جماعت اقامه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اگر نماز جماعت را به تاخ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انداخت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افراد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حاضر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دستور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دو عادل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مناره بروند و پس از مشاهده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طلوع فجر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بلافاصله اذان صبح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چرا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صبر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 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جماعت حاضر شوند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در جواب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مستحبات افضل از نماز شب سراغ ندارم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لذا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مردم نماز شب را به جا آورند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چاره اند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نموده بود که به دو نفر شخص عادل دستور داده بود تا به طور دق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ق </w:t>
      </w:r>
      <w:r>
        <w:rPr>
          <w:rtl/>
          <w:lang w:bidi="fa-IR"/>
        </w:rPr>
        <w:lastRenderedPageBreak/>
        <w:t>وقت فجر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شود و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نماز جماعت حاضر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فجر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شوند و نماز شب بخوانند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قطعا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نماز جماعت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شرکت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نماز شب را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مردم را به نماز شب وادار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بنده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492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 فض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لت بکا بر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بالاتر از نماز شب باشد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نماز شب عمل قلب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صرف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بلکه کالقلب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حزن و اندوه و بکا عمل قلب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493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بکا و دمعه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494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از علا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قبول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وتر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31" w:name="_Toc425599212"/>
      <w:r>
        <w:rPr>
          <w:rtl/>
          <w:lang w:bidi="fa-IR"/>
        </w:rPr>
        <w:t>331 تعطیلی درس برای به پا داشتن نماز شب</w:t>
      </w:r>
      <w:bookmarkEnd w:id="331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بحرالعلوم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درس را تعط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جواد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495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- که استاد او و استاد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آقا</w:t>
      </w:r>
      <w:r w:rsidR="0014728E">
        <w:rPr>
          <w:rtl/>
          <w:lang w:bidi="fa-IR"/>
        </w:rPr>
        <w:t xml:space="preserve"> (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حجت الاسلام شفت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هم بودم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پرسد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چرا درس را تعط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کرده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آخر شب از مدرسه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گذشتم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طلاب 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شب و تهجد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بحرالعلوم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شدت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اصطلاح قهر کرده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درس را تعط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کرده بود که چرا مستحب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جا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32" w:name="_Toc425599213"/>
      <w:r>
        <w:rPr>
          <w:rtl/>
          <w:lang w:bidi="fa-IR"/>
        </w:rPr>
        <w:t>332 مستحبی که هزار واجب در آن است!</w:t>
      </w:r>
      <w:bookmarkEnd w:id="33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نماز شب مستحب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روضه خوان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زمان رضاخان منع کردند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اصحاب و اطراف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عرض کرد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روضه 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عمل مستحب است که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را منع کرده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بله مستحب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هزار واجب در آن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چه قدر احکام واجب و چه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حالات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و کلمات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الشهدا و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که در مقدمه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روضه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سبب تقو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موجب افزا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مردم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33" w:name="_Toc425599214"/>
      <w:r>
        <w:rPr>
          <w:rtl/>
          <w:lang w:bidi="fa-IR"/>
        </w:rPr>
        <w:t>333 اگر ندهید از گرسنگی و سرما می میرم!</w:t>
      </w:r>
      <w:bookmarkEnd w:id="333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شرب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مراجع 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عصر ما در نجف اشرف بود و بنده نوه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بذل و بخشش مرد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اخلاقش هم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 بود که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اگر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شخص درخواست کننده از نزدش راض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خوشحال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رسد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چه خوب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شب 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آقا پس از به جا آوردن نماز به طرف خانه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مرحمت کن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مکرر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هوا سرد است - و اتفاقا هوا هم سرد بود - گرسنه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من نده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 تحد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که اگر نده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هوا سرد است از گرسنگ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سرما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 اعتنا نکرد و داخل خانه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آقا زاده و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آقا هم تابع آقا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آقا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نفرموده بود آن ها هم ساکت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ناقل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بلند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صدا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مرده است خودش هم گفته بود که گرسنه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هوا سرد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نده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 دستور دادند که تجه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زش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اطراف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با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شخص را کشت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آن شخص پوست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کهنه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برداشت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خواستند آن را جا به جا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پوست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 و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ها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496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سراز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شمردند و </w:t>
      </w:r>
      <w:r>
        <w:rPr>
          <w:rtl/>
          <w:lang w:bidi="fa-IR"/>
        </w:rPr>
        <w:lastRenderedPageBreak/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هفتصد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داشته است 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وجود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گرسنه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هوا سرد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نده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گرسنگ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سرما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همان طور هم شد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آقا پول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تا بر هفتصد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اش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پول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ادتر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داستان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محال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انسان گوهر شب چراغ داشته باشد و گدا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به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نه خودش بفهمد ثروتمند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است و نه مردم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قدر به او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 که پس انداز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پس 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استغنا اعم از غناست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مسلمانان هم با جود غنا و ثروت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497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خود را مستغن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وسته دست گدا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به کفار دراز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34" w:name="_Toc425599215"/>
      <w:r>
        <w:rPr>
          <w:rtl/>
          <w:lang w:bidi="fa-IR"/>
        </w:rPr>
        <w:t>334 چه کنم؟ خشمم نمی آید!</w:t>
      </w:r>
      <w:bookmarkEnd w:id="334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شرب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بخشش و انفاق کم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از کوفه با کشت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قصد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به کربلا برود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طلاب محتاج دور او را گرفته بودند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هر چه داشت به آن ها داده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فقط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برداشته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ملاطفت به طلاب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خدا برساند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باز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خادم آقا که اصرار طلاب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خشم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 بروند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چه کنم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خشمم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به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طرف با رضا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خلاف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 تحمل کند و از نزدش ناراحت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گشتند</w:t>
      </w:r>
      <w:r w:rsidR="0014728E">
        <w:rPr>
          <w:rtl/>
          <w:lang w:bidi="fa-IR"/>
        </w:rPr>
        <w:t xml:space="preserve">. </w:t>
      </w:r>
    </w:p>
    <w:p w:rsidR="00C3509F" w:rsidRDefault="0070293B" w:rsidP="00C3509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35" w:name="_Toc425599216"/>
      <w:r w:rsidR="00C3509F">
        <w:rPr>
          <w:rtl/>
          <w:lang w:bidi="fa-IR"/>
        </w:rPr>
        <w:lastRenderedPageBreak/>
        <w:t>335 نیازمندی فطری انسان به خداوند سبحان</w:t>
      </w:r>
      <w:bookmarkEnd w:id="33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در خانه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ستاده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او 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تعجب از او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مگر مادر ندار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رمرد 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در جواب او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بچه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خودت مادر بخر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جل الخالق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انسان از ملکات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بچه ها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خود بچه هر وقت 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خواسته از مادر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به 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مادر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و اگر هم مادر ندارد 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فهمد که به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محتاج است که حوا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او را برآورد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چه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بهتر از مادر و پدر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 اگر آن ها نبودند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خوب است کس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سر و کار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با خدا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هر جا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زود به خدا متوجه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خوش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خدا را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از آن جا سرچشمه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گذشت و باران به شدت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نداشت که به آن جا پناه 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جا و مسکن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قرار داده 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مسکن و ماوا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کجاست</w:t>
      </w:r>
      <w:r w:rsidR="0014728E">
        <w:rPr>
          <w:rtl/>
          <w:lang w:bidi="fa-IR"/>
        </w:rPr>
        <w:t xml:space="preserve">؟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498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آن عظمت که مرده را زنده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قادر نبود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کند و لذا به خدا متوجه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چه خوب است انسان مط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خدا باشد و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رضا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در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تا آن را انجام دهد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36" w:name="_Toc425599217"/>
      <w:r>
        <w:rPr>
          <w:rtl/>
          <w:lang w:bidi="fa-IR"/>
        </w:rPr>
        <w:t xml:space="preserve">336 خدایا بیش از این خواری فرزند حضرت زهرا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مپسند!</w:t>
      </w:r>
      <w:bookmarkEnd w:id="336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حجت الاسلام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باقر شفت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از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برود با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بلند 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دست خود حدود را اجرا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تازه وارد اصفهان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تعز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حکومت وقت حبسش کرد و امام جمعه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وقت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وساطت نمود و سرانجام آزاد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 آخر عمر به کار خود ادامه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شاه با ساز و آواز به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آمد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نوشته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ملاقات شاه از اندرون به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امد 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خوار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فرزند زهرا</w:t>
      </w:r>
      <w:r w:rsidR="00067758" w:rsidRPr="0006775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نپسند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بعد از سه روز وفات نمود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چه دعا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شاه هم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انتقام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ملاقات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هزار تومان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ورثه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ضرر وارد کرد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37" w:name="_Toc425599218"/>
      <w:r>
        <w:rPr>
          <w:rtl/>
          <w:lang w:bidi="fa-IR"/>
        </w:rPr>
        <w:t>337 من تابع کفر، و من خالف قتل</w:t>
      </w:r>
      <w:bookmarkEnd w:id="33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جمله هر چند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 تابع کفر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من خالف قتل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کس متابعت کند کافر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هر کس مخالفت کند کشته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همان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شفت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زمان شمش طلا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آوردند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جلو چشمان صاحبش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شمش را قطعه قطعه کرد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اطرافش بودند 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روز 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هزار تومان در آن زمان به مردم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وجوهات آوردند و فتح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شاه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کرد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پول ها را وصول کرد و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شاه فرستاد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38" w:name="_Toc425599219"/>
      <w:r>
        <w:rPr>
          <w:rtl/>
          <w:lang w:bidi="fa-IR"/>
        </w:rPr>
        <w:t xml:space="preserve">338 قرآن و عترت، مامن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</w:t>
      </w:r>
      <w:bookmarkEnd w:id="33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عامه از ناح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خداوند متعال صورت گرفته است و هر فرد صلاح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اصلاح را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در فکر مامن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حال نزول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قاصد صعود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از خود راض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گرفتار معاص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کوچک شمردن آن </w:t>
      </w:r>
      <w:r>
        <w:rPr>
          <w:rtl/>
          <w:lang w:bidi="fa-IR"/>
        </w:rPr>
        <w:lastRenderedPageBreak/>
        <w:t>ها و عدم استغفار از آن ها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مامن و پناهگاه ما قرآن و عد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عترت هستند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39" w:name="_Toc425599220"/>
      <w:r>
        <w:rPr>
          <w:rtl/>
          <w:lang w:bidi="fa-IR"/>
        </w:rPr>
        <w:t>339 نماز، بالاترین وقت ملاقات و استحضار و حضور</w:t>
      </w:r>
      <w:bookmarkEnd w:id="33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نماز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بالاتر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وقت ملاقات و استحضار و حضور در محضر خداست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چه قدر مردم در مراتب قوس صعود و نزول با هم تفاوت دارند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نماز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خضوع و خشوع جعل شده است با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مراتب خضوع و خشوع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قدر تفاوت دارد نماز و حال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قتا نمازگزار و حاضر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نماز و حال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نمازگزار را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 و شب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نمازگزار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بلاکلام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فش ساقط است و عقاب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او آثار و خواص نماز را ندارد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شب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صورت نماز را به جا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فقط اسقاط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خلاف نماز سلمان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که آن همه خواص و آثار در تنو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قلب داشت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40" w:name="_Toc425599221"/>
      <w:r>
        <w:rPr>
          <w:rtl/>
          <w:lang w:bidi="fa-IR"/>
        </w:rPr>
        <w:t>340 علمایی را دیده ایم</w:t>
      </w:r>
      <w:bookmarkEnd w:id="34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نماز را که ما با تهد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چوب و تاز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انه و عقوبت جهنم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 در صورت ترک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ذتر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نماز جام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از الذ لذا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ذ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499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که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خوش گوار در عالم وجود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حال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اطراف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آن ها چگونه بوده است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خداوند متعال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دهد که عمل به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عمل ممنوع نشو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از داخل خود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نه از خارج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اگر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آن طور که تعبد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حالات آنان را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باور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انوار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اشخاص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>
        <w:rPr>
          <w:rtl/>
          <w:lang w:bidi="fa-IR"/>
        </w:rPr>
        <w:lastRenderedPageBreak/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حرف بزن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حالات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آن ممنوع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41" w:name="_Toc425599222"/>
      <w:r>
        <w:rPr>
          <w:rtl/>
          <w:lang w:bidi="fa-IR"/>
        </w:rPr>
        <w:t>341 انگیزه ی قوی می خواهد که انسان از گرمی کار دست بکشد ومشغول نماز شود</w:t>
      </w:r>
      <w:bookmarkEnd w:id="341"/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 xml:space="preserve">در اوصاف </w:t>
      </w:r>
      <w:r w:rsidR="004D40D4">
        <w:rPr>
          <w:rtl/>
          <w:lang w:bidi="fa-IR"/>
        </w:rPr>
        <w:t>مؤمن</w:t>
      </w:r>
      <w:r w:rsidR="006B7205">
        <w:rPr>
          <w:rtl/>
          <w:lang w:bidi="fa-IR"/>
        </w:rPr>
        <w:t xml:space="preserve"> در روا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ت آمده است که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و صلاة ف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شغل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500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معنا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عبارت 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وقت اشتغال به کار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نمازش را هم به موقع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14728E">
        <w:rPr>
          <w:rtl/>
          <w:lang w:bidi="fa-IR"/>
        </w:rPr>
        <w:t xml:space="preserve">.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برا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4D40D4">
        <w:rPr>
          <w:rtl/>
          <w:lang w:bidi="fa-IR"/>
        </w:rPr>
        <w:t>مؤمن</w:t>
      </w:r>
      <w:r w:rsidR="006B7205">
        <w:rPr>
          <w:rtl/>
          <w:lang w:bidi="fa-IR"/>
        </w:rPr>
        <w:t xml:space="preserve"> چه امت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از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تواند باشد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شغلش از نماز منصرف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501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قطعا داع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صارف 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لازم دارد که از بازار و گرم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و کار در وقت نماز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دست بردارد هر چند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هم نماز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ممکن است تاخ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ندازند و مواظب اول وقت و وقت فض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لت و درک آن نباشند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آن ها فوت شود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42" w:name="_Toc425599223"/>
      <w:r>
        <w:rPr>
          <w:rtl/>
          <w:lang w:bidi="fa-IR"/>
        </w:rPr>
        <w:t>342 بهترین عمل، عملی که بیشتر متوجه خدا می شویم</w:t>
      </w:r>
      <w:bookmarkEnd w:id="34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لربکم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دهرکم نفحات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502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عمر شما 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پروردگارتان نس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بر اساس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ممکن است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راه دعا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حال خوش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نماز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تلاوت قرآن لذت حضور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ابد و</w:t>
      </w:r>
      <w:r w:rsidR="0014728E">
        <w:rPr>
          <w:rtl/>
          <w:lang w:bidi="fa-IR"/>
        </w:rPr>
        <w:t xml:space="preserve">...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هر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و از راه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حال ما مساعدتر است و توجه ما به خدا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همان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بپرداز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خود را با آن به ذکر و مراقبه و توجه به حضرت حق مشغول ساز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43" w:name="_Toc425599224"/>
      <w:r>
        <w:rPr>
          <w:rtl/>
          <w:lang w:bidi="fa-IR"/>
        </w:rPr>
        <w:lastRenderedPageBreak/>
        <w:t>343 هادی به مقصد اعلی برای عده ی خاصی فراهم است</w:t>
      </w:r>
      <w:bookmarkEnd w:id="343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اصل مطالب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و فاجر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سفره اش پهن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به مقصد اعل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فراهم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44" w:name="_Toc425599225"/>
      <w:r>
        <w:rPr>
          <w:rtl/>
          <w:lang w:bidi="fa-IR"/>
        </w:rPr>
        <w:t>344 نبوغ شرط تحصیل علوم نیست</w:t>
      </w:r>
      <w:bookmarkEnd w:id="34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درس خواندن و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علوم نبوغ شرط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ملا صالح مازندران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503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 از خانه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در خانه تا مدرسه کاه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خت تا هنگام بازگشت راه را گم نکند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حافظه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 اصول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نوشت که از بهتر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شروح است</w:t>
      </w:r>
      <w:r w:rsidR="0014728E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45"/>
        <w:gridCol w:w="269"/>
        <w:gridCol w:w="3673"/>
      </w:tblGrid>
      <w:tr w:rsidR="001561CD" w:rsidTr="00372FD9">
        <w:trPr>
          <w:trHeight w:val="350"/>
        </w:trPr>
        <w:tc>
          <w:tcPr>
            <w:tcW w:w="4288" w:type="dxa"/>
            <w:shd w:val="clear" w:color="auto" w:fill="auto"/>
          </w:tcPr>
          <w:p w:rsidR="001561CD" w:rsidRDefault="001561CD" w:rsidP="00372FD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شکوت الی وکیع سوء حفظی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561CD" w:rsidRDefault="001561CD" w:rsidP="00372FD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561CD" w:rsidRDefault="001561CD" w:rsidP="00372FD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فارشدنی الی ترک معاصی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561CD" w:rsidTr="00372FD9">
        <w:trPr>
          <w:trHeight w:val="350"/>
        </w:trPr>
        <w:tc>
          <w:tcPr>
            <w:tcW w:w="4288" w:type="dxa"/>
          </w:tcPr>
          <w:p w:rsidR="001561CD" w:rsidRDefault="001561CD" w:rsidP="00372FD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قال اعلم بان العلم فضل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561CD" w:rsidRDefault="001561CD" w:rsidP="00372FD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561CD" w:rsidRDefault="001561CD" w:rsidP="00372FD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 فضل الله لا یؤ تاه عاصی </w:t>
            </w:r>
            <w:r w:rsidRPr="00BF1B56">
              <w:rPr>
                <w:rStyle w:val="libFootnotenumChar"/>
                <w:rtl/>
              </w:rPr>
              <w:t>(504)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کند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حافظه به وک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505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گله نمودم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مرا به ترک گناهان رهنمون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بدان که علم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تفضل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فضل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گناهکار عطا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45" w:name="_Toc425599226"/>
      <w:r>
        <w:rPr>
          <w:rtl/>
          <w:lang w:bidi="fa-IR"/>
        </w:rPr>
        <w:t>345 می خواهم از این جا بروم برزخ و دیگر برنگردم</w:t>
      </w:r>
      <w:bookmarkEnd w:id="34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علامه طباطبا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استاد 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که فرموده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خدا خواسته ام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بروم برزخ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بزرخ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برنگردم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مقصود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قبل از اذان صبح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وفات کرده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وقت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بروم برزخ و برنگردم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46" w:name="_Toc425599227"/>
      <w:r>
        <w:rPr>
          <w:rtl/>
          <w:lang w:bidi="fa-IR"/>
        </w:rPr>
        <w:lastRenderedPageBreak/>
        <w:t>346 خواب، همان وفات موقت است</w:t>
      </w:r>
      <w:bookmarkEnd w:id="34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عجا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همه از وفات وحشت دارند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معلوم هم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همه از لوازم آن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506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مستوحش 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از مقارناتش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507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وحشت دارند و حال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همه هنگام خواب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امر اتفاق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افتد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اگر نگذارند بخوابد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دارش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ناراحت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از 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دن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ادامه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لذت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خواب همان وفات موقت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47" w:name="_Toc425599228"/>
      <w:r>
        <w:rPr>
          <w:rtl/>
          <w:lang w:bidi="fa-IR"/>
        </w:rPr>
        <w:t>347 پاداش مخصوص روزه</w:t>
      </w:r>
      <w:bookmarkEnd w:id="34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قدس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الصوم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انا اجز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508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روزه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من خود پاداش آن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خداوند متعال ثواب آن را بدون واسطه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علاوه بر ثواب ها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 xml:space="preserve"> که در کتاب و سنت ذکر شده است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فلا تعلم نفس ما اخفی لهم من قرة اعین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509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پس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کس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چه چشم روشن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آنان مخف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شده است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قابل وصف و توص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48" w:name="_Toc425599229"/>
      <w:r>
        <w:rPr>
          <w:rtl/>
          <w:lang w:bidi="fa-IR"/>
        </w:rPr>
        <w:t>348 لذت طعام را صائمین می دانند</w:t>
      </w:r>
      <w:bookmarkEnd w:id="34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للصائم فرحتان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فرحة عند افطاره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فرحة عند لقا ربه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510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روزه دار دو خوشحال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هنگام افطار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هنگام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پروردگار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البته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صورت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در فطور و سحر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نخوردن در روز را تدارک نکند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دوازده روز از رمضان گذشته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روزه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مسجد کوفه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تا به حال گرسنه نشده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صوم هم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جوع آور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طالب چلومرغ و غذاها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ذند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مقدار خوردن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گرسنه شد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بخور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511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انسان گرسنه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نان خال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ذ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لذت طعام را صائم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49" w:name="_Toc425599230"/>
      <w:r>
        <w:rPr>
          <w:rtl/>
          <w:lang w:bidi="fa-IR"/>
        </w:rPr>
        <w:t>349 نیمی ملک و نیمی حیوان</w:t>
      </w:r>
      <w:bookmarkEnd w:id="34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ممکن است گفته شود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آن جا که انسان از دو جزء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جسم و روح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مرکب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آن جزء ملکوت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نظر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جزء جسمان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بالا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نظر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لوازم آن را تقو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 جسمان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لوازم آن 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تمام معنا از خود بگذرد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ملک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منته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بشر امروز رو به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جنگ جهان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دوم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جنگ اتم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جنگ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دولت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شش سال طول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هدف از جنگ و خونر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آن همه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نسل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بود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عقلان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منطق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50" w:name="_Toc425599231"/>
      <w:r>
        <w:rPr>
          <w:rtl/>
          <w:lang w:bidi="fa-IR"/>
        </w:rPr>
        <w:t>350 سرگردانی انسان منحرف از صراط مستقیم</w:t>
      </w:r>
      <w:bookmarkEnd w:id="35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واقعا اگر انسان از صراط 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معرفت گم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منحرف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حالش مانند زنبور عسل است که از ملکه اش جدا شده باشد که قرار و آرام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سرگردان محض است و ناچار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سوراخ جانورها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برود و طعمه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آن گردد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51" w:name="_Toc425599232"/>
      <w:r>
        <w:rPr>
          <w:rtl/>
          <w:lang w:bidi="fa-IR"/>
        </w:rPr>
        <w:lastRenderedPageBreak/>
        <w:t>351 در سرداب به من الهام شد!</w:t>
      </w:r>
      <w:bookmarkEnd w:id="35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علم انسان مطابق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مانش باشد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سابق علم را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جدا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512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در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تحر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تنباکو فرموده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علت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حکم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کردم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بود که در سرداب سامرا حضرت صاحب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را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کردم و در آن جا به من الهام شد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نداشته باشد و به او افاضه شود که به سرداب برود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لذا در جواب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فشارک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که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داد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اجازه و اسقاط مقام استاد و شاگرد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اولاد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چرا شما حکم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راه کشته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پاسخ دادند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کشته شدن افتخار ما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52" w:name="_Toc425599233"/>
      <w:r>
        <w:rPr>
          <w:rtl/>
          <w:lang w:bidi="fa-IR"/>
        </w:rPr>
        <w:t>352 اگر مجهولاتم را زیر پایم بگذارم...</w:t>
      </w:r>
      <w:bookmarkEnd w:id="35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نقل شده که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مجهولاتم را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بگذارم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سرم به فک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آن همه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نموده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جمله 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دوازده سال در درس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حب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الله رشت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شرکت نموده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البته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عصر به درس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حب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الله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جز مرحوم آخوند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کاظم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رحمهما الله - که بعد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</w:t>
      </w:r>
      <w:r w:rsidR="00C644A3" w:rsidRPr="00C644A3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به درس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درس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راض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عرب </w:t>
      </w:r>
      <w:r w:rsidR="00C644A3" w:rsidRPr="00C644A3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تا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بوده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53" w:name="_Toc425599234"/>
      <w:r>
        <w:rPr>
          <w:rtl/>
          <w:lang w:bidi="fa-IR"/>
        </w:rPr>
        <w:lastRenderedPageBreak/>
        <w:t>353 این همه عمر برای شش ماه ریاست!</w:t>
      </w:r>
      <w:bookmarkEnd w:id="353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پارسا از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طباطبا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513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نقل کرد که مرحوم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از کوفه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دعا جهت شفا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عمر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صرف در شش ماه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عمر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شش ماه</w:t>
      </w:r>
      <w:r w:rsidR="0014728E">
        <w:rPr>
          <w:rtl/>
          <w:lang w:bidi="fa-IR"/>
        </w:rPr>
        <w:t xml:space="preserve">.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لیکونوا لهم عزا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514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تا سرافراز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عزت آنان را فراهم آورند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البته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علما 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عزت اسلام و مسلمانان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عت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کلام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مکه گفته بود که او آمده بود زانو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را بوس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54" w:name="_Toc425599235"/>
      <w:r>
        <w:rPr>
          <w:rtl/>
          <w:lang w:bidi="fa-IR"/>
        </w:rPr>
        <w:t>354 خدا می داند که خالص هر چیزی چه قدر است</w:t>
      </w:r>
      <w:bookmarkEnd w:id="354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کشف کرده اند که اتم در اجسام متساو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اجسام چه قدر از لحاظ قدرت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 با هم تفاوت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خاص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خالص هر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در وقت سنجش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زان ها چه اندازه است و چه قدر انسان ها با هم تفاوت دارند که اصلا به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سبک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بدن مربوط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55" w:name="_Toc425599236"/>
      <w:r>
        <w:rPr>
          <w:rtl/>
          <w:lang w:bidi="fa-IR"/>
        </w:rPr>
        <w:t>355 انواع ارواح</w:t>
      </w:r>
      <w:bookmarkEnd w:id="355"/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ممکن است ابدا احتمال شود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امبر اکرم </w:t>
      </w:r>
      <w:r w:rsidR="00A14306" w:rsidRPr="00A1430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اطهار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 روح اند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کان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>، (</w:t>
      </w:r>
      <w:r>
        <w:rPr>
          <w:rtl/>
          <w:lang w:bidi="fa-IR"/>
        </w:rPr>
        <w:t>فراموش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و روح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که ملتفت و ذاکر بود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515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روح هم دو روح بوده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هر سال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بار در شب قدر بر قلب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همراه با فرشتگان نازل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تنزل الملئکة و الروح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516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و روح فرود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که روح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517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روح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تسد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همان روح القدس است</w:t>
      </w:r>
      <w:r w:rsidR="0014728E">
        <w:rPr>
          <w:rtl/>
          <w:lang w:bidi="fa-IR"/>
        </w:rPr>
        <w:t xml:space="preserve">: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518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ایدنه بروح القدس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519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او را به روح قدس مؤ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نمود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قل نزله روح القدس علی قلبک بالحق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520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بگو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روح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آن را بر قلب تو نازل نمود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521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56" w:name="_Toc425599237"/>
      <w:r>
        <w:rPr>
          <w:rtl/>
          <w:lang w:bidi="fa-IR"/>
        </w:rPr>
        <w:t>356 آقا، نان و ماست کافی بود...</w:t>
      </w:r>
      <w:bookmarkEnd w:id="356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نقل شده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کربلا مشرف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شاگرد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داشتند که نزد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مکاسب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را جهت نهار دعوت فرمودند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روز موعود فرا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فراموش کرده بودند که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دعوت کرده اند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در خانه فقط نان و ماست داشتند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قران نزد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امانت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اجازه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تصرف که داشتند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اذن فحو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را برداشتند و نان و کباب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نمودند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همان بر سر سفره حاضر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فقط نان و ماست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 و اصرار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که بفرما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 از نان و کباب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امتناع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ورز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نان و ماست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نان و کباب با پول امانت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لازم نبود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57" w:name="_Toc425599238"/>
      <w:r>
        <w:rPr>
          <w:rtl/>
          <w:lang w:bidi="fa-IR"/>
        </w:rPr>
        <w:t>357 شما آزادی کفر را می خواهید...</w:t>
      </w:r>
      <w:bookmarkEnd w:id="357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کاظم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و بزرگان اسلامبول که در آن جا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مشروط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ترو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نجف آمد و با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آخوند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رحمهماالله -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جا اجتماع نمودند و آن عالم بر له مشروطه </w:t>
      </w:r>
      <w:r>
        <w:rPr>
          <w:rtl/>
          <w:lang w:bidi="fa-IR"/>
        </w:rPr>
        <w:lastRenderedPageBreak/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راد کرد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آزاد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 و مسلمانان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کوشش نمود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مرحوم آخوند رو کردند به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جواب آن ها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به نجف و کربلا و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شهرها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دست بسته نماز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خوانند و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آن ها اعتراض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ها به مکه و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و شهرها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روند با دست باز نماز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خوانند و آزادانه مراسم مذهب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 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کس به آن ها اعتراض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بحمدالله مسلمانان در همه جا آزادند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شما آزاد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 و مسلمانان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لابد آزاد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کفر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بند و بار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58" w:name="_Toc425599239"/>
      <w:r>
        <w:rPr>
          <w:rtl/>
          <w:lang w:bidi="fa-IR"/>
        </w:rPr>
        <w:t>358 زهد بزرگان در زمان مرجعیت</w:t>
      </w:r>
      <w:bookmarkEnd w:id="35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اوا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کاظم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نجف با آن همه 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خادم او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 بزرگ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گرفته و از خانه به بازار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هنگام برگشتن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با او برخورد نمودم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دم به اندازه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کف دست روغن گرفته و 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 گذاشته و به منزل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عدد تخم مرغ آب پز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نصف آن را با نان ظهر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 و نصف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را شام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59" w:name="_Toc425599240"/>
      <w:r>
        <w:rPr>
          <w:rtl/>
          <w:lang w:bidi="fa-IR"/>
        </w:rPr>
        <w:t>359 آن ها خدا را دارند</w:t>
      </w:r>
      <w:bookmarkEnd w:id="35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دم رفتن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522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فرزندم که بزرگ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کوچک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کوچک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استغفرالله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از خدا آمرزش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طلبم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آن ها خدا را دارند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60" w:name="_Toc425599241"/>
      <w:r>
        <w:rPr>
          <w:rtl/>
          <w:lang w:bidi="fa-IR"/>
        </w:rPr>
        <w:lastRenderedPageBreak/>
        <w:t>360 طلبه، باید توکل به خدا روزی او باشد</w:t>
      </w:r>
      <w:bookmarkEnd w:id="36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عالم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فرزند خود را به کاسب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واداشت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طلبه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قابل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داشته باشد که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توکل بداند و تنها توکل به خدا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باشد و فرزند من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61" w:name="_Toc425599242"/>
      <w:r>
        <w:rPr>
          <w:rtl/>
          <w:lang w:bidi="fa-IR"/>
        </w:rPr>
        <w:t>361 السوچ سواد الوجه فی الدارین</w:t>
      </w:r>
      <w:bookmarkEnd w:id="36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وقت مرض موت عرض کردند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مجالس ختم و دعا گرفته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 شا الله شفا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الموت و الح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اة من عوارض البدن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السوچ سواد الوجه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مرگ و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عوارض جسم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آن است که انسان در دو سرا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آخرت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 رو باشد</w:t>
      </w:r>
      <w:r w:rsidR="0014728E">
        <w:rPr>
          <w:rtl/>
          <w:lang w:bidi="fa-IR"/>
        </w:rPr>
        <w:t xml:space="preserve">.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 xml:space="preserve">سوچ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چه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کلمه عام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به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سوگوار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اصل آن سوگ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62" w:name="_Toc425599243"/>
      <w:r>
        <w:rPr>
          <w:rtl/>
          <w:lang w:bidi="fa-IR"/>
        </w:rPr>
        <w:t xml:space="preserve">362 سادگی و تواضع آقا سید حسن صدر </w:t>
      </w:r>
      <w:r w:rsidR="00760208" w:rsidRPr="00760208">
        <w:rPr>
          <w:rStyle w:val="libAlaemChar"/>
          <w:rtl/>
        </w:rPr>
        <w:t>رحمه‌الله</w:t>
      </w:r>
      <w:bookmarkEnd w:id="362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حسن صدر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523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که در زمان ما در کاظم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ساکن بود و فضا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او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بنده گمان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کردم او را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 سال قبل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عکس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را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تراجم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متوجه شدم که در کربلا بالا سر حضرت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 ملاقات کرده ام که رو به حرم مطهر نشسته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وضع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ساده و متواضعانه بود که اصلا احتمال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همان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معروف و با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باشند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63" w:name="_Toc425599244"/>
      <w:r>
        <w:rPr>
          <w:rtl/>
          <w:lang w:bidi="fa-IR"/>
        </w:rPr>
        <w:lastRenderedPageBreak/>
        <w:t xml:space="preserve">363 ماجرای شهادت آقازاده ی آخوند خراسانی </w:t>
      </w:r>
      <w:r w:rsidR="00760208" w:rsidRPr="00760208">
        <w:rPr>
          <w:rStyle w:val="libAlaemChar"/>
          <w:rtl/>
        </w:rPr>
        <w:t>رحمه‌الله</w:t>
      </w:r>
      <w:bookmarkEnd w:id="36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پناه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انسان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گاه از عاقبت خود خاطر جمع باشد 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بار دوم آقازاده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آخوند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در زمان رضا شاه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زندان بردند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او فهماندند که اگر کشف حجاب را امضا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شما را نجات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اگر امضا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نجاتش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گناهانم نزد خدا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بهتر که در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راه به شهادت برسم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شاه او را کشت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کشتن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آن زمان در خراسان مانند شاه خراسان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مقام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دولت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او جسارت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مردم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خواستند او را بکشند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خودش نزد آقا آمد و از ترس مردم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پناهنده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آقا کارش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در بازار و در ملا عام او را با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راهن بلند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بدون عمامه و عبا 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برهنه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مردم از شهربان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دادگستر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بردند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الملکم عق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.؛ </w:t>
      </w:r>
      <w:r>
        <w:rPr>
          <w:rtl/>
          <w:lang w:bidi="fa-IR"/>
        </w:rPr>
        <w:t>سلطنت ناز است و به انسان وفا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خدا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بلاها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قسمت نکند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اگر قسمت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تزلزل قلب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را قسمت نکند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گرنه اشد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بلاها را هم بر سر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و لا آورده اند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64" w:name="_Toc425599245"/>
      <w:r>
        <w:rPr>
          <w:rtl/>
          <w:lang w:bidi="fa-IR"/>
        </w:rPr>
        <w:t>364 ارزش تبلیغ همراه با علم و عمل</w:t>
      </w:r>
      <w:bookmarkEnd w:id="36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مرحوم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غلامرضا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524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 اقامت داشت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خوش گذران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هرگاه به روستاها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اطراف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 با خود نان و ماست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 و به هر ده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قرائت نماز و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مورد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از را به مردم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و آن گاه به آباد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در همه حال خوراکش از خودش بود و از غذا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پره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آنان که مثل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مامور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 هستند و بدون چشم داشت و منت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 آن ها را انجام 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چه مقامات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البته در صورت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عالم </w:t>
      </w:r>
      <w:r>
        <w:rPr>
          <w:rtl/>
          <w:lang w:bidi="fa-IR"/>
        </w:rPr>
        <w:lastRenderedPageBreak/>
        <w:t xml:space="preserve">بما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فعل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ترک و عامل بما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امر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525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</w:t>
      </w:r>
      <w:r>
        <w:rPr>
          <w:rtl/>
          <w:lang w:bidi="fa-IR"/>
        </w:rPr>
        <w:t>باشند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بدهد که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اقدام کند و عالم و عامل باشد و با نشر علم شکرانه اش را ادا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شاد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کلاهش را به عرش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ندازد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65" w:name="_Toc425599246"/>
      <w:r>
        <w:rPr>
          <w:rtl/>
          <w:lang w:bidi="fa-IR"/>
        </w:rPr>
        <w:t>365 نیل به درجات عالیه ی ایمان و یقین، بدون سر و صدا!</w:t>
      </w:r>
      <w:bookmarkEnd w:id="365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سلمان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را ترب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کرده اند که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آن چه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 xml:space="preserve">گذشته از سلمان </w:t>
      </w:r>
      <w:r w:rsidR="00C644A3" w:rsidRPr="00C644A3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که با 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اکرم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مصاحبت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داشت و با آن همه مقامات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که ما در عصر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به مقامات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کرامات 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آمده و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نده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و از آن خبر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 و با بص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رت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درجات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مان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کرامت را بدون سر و صدا و طبل 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پور و بدون تظاهر و خودنما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بالا رفته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انا طبل 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پور داشتند و در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تظاهر به کرامت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شرع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ترو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شخص خودشان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66" w:name="_Toc425599247"/>
      <w:r>
        <w:rPr>
          <w:rtl/>
          <w:lang w:bidi="fa-IR"/>
        </w:rPr>
        <w:t xml:space="preserve">366 شادمانی بیشتر برای نصرت سید الشهدا </w:t>
      </w:r>
      <w:r w:rsidR="0055251E" w:rsidRPr="0055251E">
        <w:rPr>
          <w:rStyle w:val="libAlaemChar"/>
          <w:rtl/>
        </w:rPr>
        <w:t>عليه‌السلام</w:t>
      </w:r>
      <w:bookmarkEnd w:id="36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گفته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بن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- رضوان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- نقل کرده که با شاد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همراه با غنا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جنگ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غزوه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سلمان - رضوان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- به ما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اذا ادرکتم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شباب اهل الجنة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فکونوا اشد فرحا بقتالکم معه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هرگاه زمان سرور جوانان اهل بهشت [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را درک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 او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شادمان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چند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احتمال داده اند که مقصود از سلمان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سلمان فارس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رضوان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- است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526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67" w:name="_Toc425599248"/>
      <w:r>
        <w:rPr>
          <w:rtl/>
          <w:lang w:bidi="fa-IR"/>
        </w:rPr>
        <w:lastRenderedPageBreak/>
        <w:t>367 رکن الاسلام و حجت الاسلام</w:t>
      </w:r>
      <w:bookmarkEnd w:id="36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کاظم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نجف اشرف به سامرا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نامه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فرستاد و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پاکت عنوان رکن الاسلام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نوشت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رزا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جواب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عنوان حجة الاسلام را که بالاتر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عنوان و رتبه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نوشت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ونس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شاگردان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اعتراض کرد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رکن الاسلام نوشت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شما حجة الاسلام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مرا مجتهد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لذا رکن الاسلام نوشته است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او را مجتهد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 لذا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حجة الاسلام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رزا از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عالمان اهل عصر بلکه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معاصران خود دق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تر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آن زمان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سامرا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527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نجف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528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شما چاه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ما نهر گفته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سه ماه در مبحث استصحاب 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بحث کرد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68" w:name="_Toc425599249"/>
      <w:r>
        <w:rPr>
          <w:rtl/>
          <w:lang w:bidi="fa-IR"/>
        </w:rPr>
        <w:t>368 خدایا یاری ام کن! خدایا حفظم کن!</w:t>
      </w:r>
      <w:bookmarkEnd w:id="368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که مرحوم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آن همه قابل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علم و عمل و بزرگوار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خزانه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حمام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تو خواسته بودم که مرا به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و مقام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مبتلا نکن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حال که نمود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 کن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حفظم کن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استاد 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529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- که خود در علم و عمل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بزرگوار بود - از مرحوم 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530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 که اگر مرحوم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مسجد شاه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531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اعلم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هر حال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با آن همه مقامات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که اهلش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که در اواخر عمر از نماز جماعت کناره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69" w:name="_Toc425599250"/>
      <w:r>
        <w:rPr>
          <w:rtl/>
          <w:lang w:bidi="fa-IR"/>
        </w:rPr>
        <w:lastRenderedPageBreak/>
        <w:t>369 تمام ابتلائات عالم به من متوجه است</w:t>
      </w:r>
      <w:bookmarkEnd w:id="36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532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ما نزد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مکاسب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هفت سال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 درس طول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 مکاسب تمام 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فرصت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آمد که درس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بخواند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آن را مغتنم شمارد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جنگ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533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از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 ساعت هم درس بخواند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خواجه نص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با آن همه اشتغال 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که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ندارد 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تمام ابتلائات اهل علم به من متوجه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صف قشون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جواب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مشکل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70" w:name="_Toc425599251"/>
      <w:r>
        <w:rPr>
          <w:rtl/>
          <w:lang w:bidi="fa-IR"/>
        </w:rPr>
        <w:t>370 امتحان طلبگی</w:t>
      </w:r>
      <w:bookmarkEnd w:id="37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534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ما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را امتحان طلبگ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صورت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هفته در نماز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اذان و اقامه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حاضر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درسش شرکت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درس حرف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اشکال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کوچه و بازار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تعظ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احترام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دستش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هفته هم به عکس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به نماز و نه درس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حرف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کوچه اعتنا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در باطن در دو هفته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جور است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فوق العاده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71" w:name="_Toc425599252"/>
      <w:r>
        <w:rPr>
          <w:rtl/>
          <w:lang w:bidi="fa-IR"/>
        </w:rPr>
        <w:t>371 ریاست ما عبارت است از نماز و درس و...</w:t>
      </w:r>
      <w:bookmarkEnd w:id="371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مامقان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سامره رفت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535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گفتند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آمده اند در سامرا بمانند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خوب است و خربزه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</w:t>
      </w:r>
      <w:r>
        <w:rPr>
          <w:rtl/>
          <w:lang w:bidi="fa-IR"/>
        </w:rPr>
        <w:lastRenderedPageBreak/>
        <w:t>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حاج آقا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بودن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شما صدمه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ما عبارت است از نماز و درس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نماز را که خودم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خواهم دوام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درس را هم هر طور باشد سه چهار نفر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 که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درس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72" w:name="_Toc425599253"/>
      <w:r>
        <w:rPr>
          <w:rtl/>
          <w:lang w:bidi="fa-IR"/>
        </w:rPr>
        <w:t xml:space="preserve">372 شیخ فضل الله نوری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بعد از وفات قرآن می خواند!</w:t>
      </w:r>
      <w:bookmarkEnd w:id="37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عالم راستگو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است نقل شده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من که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شاگردان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فضل الله نور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536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شب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جنازه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را به قم آورده بودند تا فردا در حجره دفن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همان حجره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از جنازه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مرحوم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نقل کرده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لب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 مقبره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صحن مطهر حضرت معصومه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نشسته بودم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از 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مقبره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فضل الله نور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طرف مقبره رفتم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بازگشتم تکرار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خلاصه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کردم که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از خود صاحب قبر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73" w:name="_Toc425599254"/>
      <w:r>
        <w:rPr>
          <w:rtl/>
          <w:lang w:bidi="fa-IR"/>
        </w:rPr>
        <w:t>373 حالا وقت خوش گذرانی ما است</w:t>
      </w:r>
      <w:bookmarkEnd w:id="37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خادم حرم حضرت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کربلا بود نقل کرد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سن جوان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پدرم نزد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سفره حاضر کردند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حاضر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آبگوشت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چه آبگوشت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رمق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گذاشتند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پدرم به 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بخور</w:t>
      </w:r>
      <w:r w:rsidR="0014728E">
        <w:rPr>
          <w:rtl/>
          <w:lang w:bidi="fa-IR"/>
        </w:rPr>
        <w:t xml:space="preserve">،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هذا نائب صاحب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شخص نائب صاحب الزمان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من از خوردن خوددار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کردم و با مسخره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گفتم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هذا شنو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جور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سهم امام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را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خودشان به چه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راحت بودند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با وجود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امثال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آقا در آبگوشت بودن آن تامل داشته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 آنان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حالا وقت خوش گذران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چنان که ائمه اطهار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هم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چون امامت و زعامت را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وضع خود آزاد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74" w:name="_Toc425599255"/>
      <w:r>
        <w:rPr>
          <w:rtl/>
          <w:lang w:bidi="fa-IR"/>
        </w:rPr>
        <w:t>374 پس کنی چه می گوید؟</w:t>
      </w:r>
      <w:bookmarkEnd w:id="374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دختر فتح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شاه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سرش بسته بود همراه با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وارد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اتفاقا وقت نهار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فرا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ظاهرا قبل از نماز نهار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خورده و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منظم بوده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دختر فتح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شاه سفره و غذا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و تمسخر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پس 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537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ناراحت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نوکر خود را صدا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ملا رحمت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کن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کن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بعد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نرفتند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 به دختر شاه نموده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خانم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مظهر عظمت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 و من مظهر زهد آن ها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آن همه زهد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را هم اصلاح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فورا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سهم را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مصرف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کافرند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باباجان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مواظب خودت باش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اندازه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اعتقادات خود مصرف کن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75" w:name="_Toc425599256"/>
      <w:r>
        <w:rPr>
          <w:rtl/>
          <w:lang w:bidi="fa-IR"/>
        </w:rPr>
        <w:lastRenderedPageBreak/>
        <w:t>375 تدبیر امر به دست دیگری است</w:t>
      </w:r>
      <w:bookmarkEnd w:id="37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چرا از اذ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ظلم به خود دست بر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اقت آن چه را که از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اگر بدهند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پا به 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بشکند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بعد از آن راه برو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ما نه رب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نه مدبر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تدب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امر به دست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عمل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دست از تدب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بردار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76" w:name="_Toc425599257"/>
      <w:r>
        <w:rPr>
          <w:rtl/>
          <w:lang w:bidi="fa-IR"/>
        </w:rPr>
        <w:t>376 هیچ کس را به خود دعوت نمی کردند</w:t>
      </w:r>
      <w:bookmarkEnd w:id="37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بزرگان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بودند که اهل کرامت بودند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کس را به خود سوق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بلکه به علة العلل سوق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538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کرامت داشتند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خواص و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کان آن ها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موضوع اطلاع نداشتند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اهل کرامت نبودند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بعد از فوت آن ها 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درس که در حوزه 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است و به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فقه و اصول اشتغال داشتند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به آن مقامات و کرامات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از راه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77" w:name="_Toc425599258"/>
      <w:r>
        <w:rPr>
          <w:rtl/>
          <w:lang w:bidi="fa-IR"/>
        </w:rPr>
        <w:t xml:space="preserve">377 مادر من از مادر موسی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>افضل است</w:t>
      </w:r>
      <w:bookmarkEnd w:id="377"/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 وقت مرحوم آقا 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مرتض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کشم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عده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خواهند داخل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حجره ها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مسجد کوفه شوند 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در آن قفل است و کل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در دستشان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با هم صحبت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کنند که اگر کس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نام مادر حضرت موس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 w:rsidR="006B7205">
        <w:rPr>
          <w:rtl/>
          <w:lang w:bidi="fa-IR"/>
        </w:rPr>
        <w:t xml:space="preserve"> را بگو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قفل باز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شان نزد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 آمد و فرمود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مادر من از مادر موس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 w:rsidR="006B7205">
        <w:rPr>
          <w:rtl/>
          <w:lang w:bidi="fa-IR"/>
        </w:rPr>
        <w:t xml:space="preserve"> افضل است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فاطمه و دست برد و قفل را بدون کل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باز کرد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ما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به عظمت و برتر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زهرا </w:t>
      </w:r>
      <w:r w:rsidR="0062415B" w:rsidRPr="0062415B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بر تمام زنان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چرا که شرمنده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خدا بص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رت ندهد </w:t>
      </w:r>
      <w:r>
        <w:rPr>
          <w:rtl/>
          <w:lang w:bidi="fa-IR"/>
        </w:rPr>
        <w:lastRenderedPageBreak/>
        <w:t>انسان از 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اولئک کالانعام بل هم اضل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539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آنان همانند چارپا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از آن ها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گمراه ترند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عجا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کرامات از علما ظاهر شده 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خود آن ها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در ما اثر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78" w:name="_Toc425599259"/>
      <w:r>
        <w:rPr>
          <w:rtl/>
          <w:lang w:bidi="fa-IR"/>
        </w:rPr>
        <w:t>378 حیف است بی بهره از این جهان بگذریم</w:t>
      </w:r>
      <w:bookmarkEnd w:id="37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است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بازار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540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عبور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بهره بردار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اضرار بر ما وارد شود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رفقا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حاضر در مجلس عرض کرد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کثرت 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شؤ ون اقتصاد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باعث عقب ماندگ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- مدظله - در جواب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اختلاف طبقات در شؤ ون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در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اعصار بوده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حضرت 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مان </w:t>
      </w:r>
      <w:r w:rsidR="001561CD" w:rsidRPr="001561CD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هم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فراهم بوده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کم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اسباب رفاه و راحت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موجب خوب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اشخاص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نه داشتن آن موجب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بلکه هنگام قضاوت در مورد افراد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به عبادت و توجه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خدا را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لحاظ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بحرالعلوم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اشراف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صاحب کرامات و مقامات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79" w:name="_Toc425599260"/>
      <w:r>
        <w:rPr>
          <w:rtl/>
          <w:lang w:bidi="fa-IR"/>
        </w:rPr>
        <w:t>379 اگر نبود صبر کنیم!</w:t>
      </w:r>
      <w:bookmarkEnd w:id="379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سابق را حساب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با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امروز ما قابل مقا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شهر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ماه ما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سال آنان را اداره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حداقل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اگر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صبر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اگر بود به حلال و حرام 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80" w:name="_Toc425599261"/>
      <w:r>
        <w:rPr>
          <w:rtl/>
          <w:lang w:bidi="fa-IR"/>
        </w:rPr>
        <w:lastRenderedPageBreak/>
        <w:t>380 نمونه ای از زهد و قناعت بزرگان</w:t>
      </w:r>
      <w:bookmarkEnd w:id="38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پول از دزفول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پول نانش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اتفاقا آن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سه روز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چه ابتلائات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آمد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آن همه 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له از وضع خود پش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آقازاده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پدرش - که بعدها به مقام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-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نجف اشرف مشغول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دانه تخم مرغ آب پز نموده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نصف آن را ظهر با 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نصف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شب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نقل شده که چهل روز نان خال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مصرف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نان با ماست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نان و آبگوشت به مذاق ما چگونه است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81" w:name="_Toc425599262"/>
      <w:r>
        <w:rPr>
          <w:rtl/>
          <w:lang w:bidi="fa-IR"/>
        </w:rPr>
        <w:t>381 این تعقیب نماز بود؟!</w:t>
      </w:r>
      <w:bookmarkEnd w:id="381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صف نماز ملا فتح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سخن از ماست خوب 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متوجه شدند و برگشتند و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تعق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نماز بود</w:t>
      </w:r>
      <w:r w:rsidR="0014728E">
        <w:rPr>
          <w:rtl/>
          <w:lang w:bidi="fa-IR"/>
        </w:rPr>
        <w:t xml:space="preserve">؟!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قدر در فکر شکم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82" w:name="_Toc425599263"/>
      <w:r>
        <w:rPr>
          <w:rtl/>
          <w:lang w:bidi="fa-IR"/>
        </w:rPr>
        <w:t>382 با رفتن هر کدام از مشایخ یک کلنگ بر پیکره ی اسلام وارد می شود</w:t>
      </w:r>
      <w:bookmarkEnd w:id="38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شهرها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صاحب مقامات و کرامات فراوان و آماده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افاده و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نبود که از محضر آن ها استفاده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ناشکر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و قدرندان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موجب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امروز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جاها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هند و پاکستان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14728E">
        <w:rPr>
          <w:rtl/>
          <w:lang w:bidi="fa-IR"/>
        </w:rPr>
        <w:t xml:space="preserve">...)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چند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نفر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اج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عالم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دارند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ترک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ده عالم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اجازه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 xml:space="preserve">دهند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عالم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که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طرف بوده و له و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حکومت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مذاهب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نباشد -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دعوت کند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رفتن هر کدام از مشا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کلنگ بر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 وارد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541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اوضاع مذهب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عه از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و مذاهب خراب تر و از همه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مورد ابتلا و تهاجم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83" w:name="_Toc425599264"/>
      <w:r>
        <w:rPr>
          <w:rtl/>
          <w:lang w:bidi="fa-IR"/>
        </w:rPr>
        <w:t>383 از شاگردم بیشتر استفاده نمودم</w:t>
      </w:r>
      <w:bookmarkEnd w:id="38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عراق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542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27 سال در درس مرحوم آخوند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543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شرکت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هفته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گذشت و من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نکته از نکات استادانه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اول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شاگرد فخرالمحقق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-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544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فرزند مرحوم علامه حل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545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استادش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قد استفدت من تلم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محمد بن مک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اکثر مما استفاد من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546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 از شاگردم محمد بن مک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از استفاده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او از من 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بهره بردم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وجود چرا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اول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به درس فخر المحقق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همان اقل را طالب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علم بما انه علم 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دارش کم است و مفت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به هر کس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واقعا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گفت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الذین جهدوا فینا لنهدینهم سبلنا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547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[ راه خشنود</w:t>
      </w:r>
      <w:r w:rsidR="00CE0249">
        <w:rPr>
          <w:rtl/>
          <w:lang w:bidi="fa-IR"/>
        </w:rPr>
        <w:t>ی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ما بکوشند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قطعا آنان را به راه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رهنمون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84" w:name="_Toc425599265"/>
      <w:r>
        <w:rPr>
          <w:rtl/>
          <w:lang w:bidi="fa-IR"/>
        </w:rPr>
        <w:lastRenderedPageBreak/>
        <w:t>384 نقش عقل در اثبات اصول و فروع و...</w:t>
      </w:r>
      <w:bookmarkEnd w:id="384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نور عقل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فروع و اصول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اثبات نمود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با قواعد و استدلالات عقل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مخالفند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لمن لا عقل له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548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کس عقل نداشته باشد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ندارد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اقرار به توح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توسط سراج عقل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ثواب و عقاب به عقل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بک اث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بک اعاقب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549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تو ثواب و عقاب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معنا را هم عقل قبل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متابعت و عدم متابعت از عقل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اعل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اسفل سافل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عقل دستور به فرار از مهالک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گرا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رات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کار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و نحوه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انجام آن فکر کند تا فکرش موجب ابتکار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که در هدف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نباشد که طالب مجهول باشد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هر واقعه و در هر حرکت و سکون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مشکل اصل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است و بعد مشکل تر از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عمل به آن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سلمان - رضوان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- در اثر شناخت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و عمل به آن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شرع با سراج عقل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علم علم الاول و الآخر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550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علم اول و آخر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14728E">
        <w:rPr>
          <w:rtl/>
          <w:lang w:bidi="fa-IR"/>
        </w:rPr>
        <w:t xml:space="preserve">) . </w:t>
      </w:r>
      <w:r>
        <w:rPr>
          <w:rtl/>
          <w:lang w:bidi="fa-IR"/>
        </w:rPr>
        <w:t>مقامات علما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85" w:name="_Toc425599266"/>
      <w:r>
        <w:rPr>
          <w:rtl/>
          <w:lang w:bidi="fa-IR"/>
        </w:rPr>
        <w:t>385 الدین هو الترجیح عند الدوران</w:t>
      </w:r>
      <w:bookmarkEnd w:id="385"/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ا با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به تکال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ف و وظا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ف عالم باش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م و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ا متعلم و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محتاط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هل الد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الا الترج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ح عند الدوران</w:t>
      </w:r>
      <w:r w:rsidR="0014728E">
        <w:rPr>
          <w:rtl/>
          <w:lang w:bidi="fa-IR"/>
        </w:rPr>
        <w:t>؟! ؛ (</w:t>
      </w:r>
      <w:r w:rsidR="006B7205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جز ترج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ح [آخرت بر دن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ا و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رضا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خدا بر هوا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نفس و 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طان</w:t>
      </w:r>
      <w:r w:rsidR="00A13218">
        <w:rPr>
          <w:rtl/>
          <w:lang w:bidi="fa-IR"/>
        </w:rPr>
        <w:t>]</w:t>
      </w:r>
      <w:r w:rsidR="006B7205">
        <w:rPr>
          <w:rtl/>
          <w:lang w:bidi="fa-IR"/>
        </w:rPr>
        <w:t xml:space="preserve"> هنگام دوران امر[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آن دو</w:t>
      </w:r>
      <w:r w:rsidR="00A13218">
        <w:rPr>
          <w:rtl/>
          <w:lang w:bidi="fa-IR"/>
        </w:rPr>
        <w:t>]</w:t>
      </w:r>
      <w:r w:rsidR="006B7205"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؟!) </w:t>
      </w:r>
      <w:r w:rsidR="006B7205">
        <w:rPr>
          <w:rtl/>
          <w:lang w:bidi="fa-IR"/>
        </w:rPr>
        <w:t>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ندار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انسان وقت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معلوم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شود که بر سر دو راه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و آخرت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متابعت هوا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نفس و </w:t>
      </w:r>
      <w:r w:rsidR="006B7205">
        <w:rPr>
          <w:rtl/>
          <w:lang w:bidi="fa-IR"/>
        </w:rPr>
        <w:lastRenderedPageBreak/>
        <w:t>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طان و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بندگ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رحمان قرار 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در هر زمان در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ان امواج فتنه ها و بلاها دو سه نفر پاک و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آلا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 از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نشاه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رون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روند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از خوش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ها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اهل عصر خو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 توقف و امتناع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نما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و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اگر با آن ها همراه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صورتا در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ان آن ها هستند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باطن آن ها محفوظ مانده و آلوده 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حت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اگر مانند عل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بن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قط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در دربار سلاط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جائر و ظالم باشند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551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سالم در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ند</w:t>
      </w:r>
      <w:r w:rsidR="0014728E">
        <w:rPr>
          <w:rtl/>
          <w:lang w:bidi="fa-IR"/>
        </w:rPr>
        <w:t xml:space="preserve">؛ </w:t>
      </w:r>
      <w:r w:rsidR="006B7205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عده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نظ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 عمر سعد به آرزو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ملک 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به خسران دن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و آخرت گرفتار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گردند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باز از دست رفتن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خسران آخرت را چه کار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اگر از آن در امان نباش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هوا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ملک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ابن سعد را به آن جنا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واداشت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عجب ملک ابد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عدمش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ابد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گشت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اگر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طبقه هم داشته باشد همه اش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باف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از کاغذ و مقوا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ما قدرت آن ها را 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چگونه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بود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فاروق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552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شب هزار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قمار باخت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86" w:name="_Toc425599267"/>
      <w:r>
        <w:rPr>
          <w:rtl/>
          <w:lang w:bidi="fa-IR"/>
        </w:rPr>
        <w:t xml:space="preserve">386 آیا با معاویه که هجده ماه با علی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جنگید می شد مخالفت</w:t>
      </w:r>
      <w:r w:rsidR="003D7CC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کرد؟!</w:t>
      </w:r>
      <w:bookmarkEnd w:id="386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عامه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الامر در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اطیعوا الله و اطیعوا الرسول و اولی الامر منکم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553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از خدا و رسول و صاحبان امر خود اطاعت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که اطاعتشان واجب و مخالفت با آن ها حرام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تمام امرا را شامل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اگر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حکم عوض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مخالفت با آن ها واجب و اطاعتشان حرام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قدرت دست آن ها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امکان مخالفت با آن 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وجود دارد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با آن قدرت که هجده ماه با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مخالفت کرد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87" w:name="_Toc425599268"/>
      <w:r>
        <w:rPr>
          <w:rtl/>
          <w:lang w:bidi="fa-IR"/>
        </w:rPr>
        <w:lastRenderedPageBreak/>
        <w:t>387 صراط مستقیم دو صراط است...</w:t>
      </w:r>
      <w:bookmarkEnd w:id="387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حرکت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افعال و اقوالش بر صراط 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باشد و از آن انحراف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نکند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بر صراط 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بودن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قرار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 آن ها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صراط 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دو صراط است 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آن ها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مود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آخرت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امروز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درست بر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صراط 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فردا هم از صراط آخرت که بر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جهنم است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عبور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کتاب الله و عترت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ثقل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همان کتاب الله و سنت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چون سنت واقع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رسول الله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نزد عترت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عترت را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در همه نعمت ها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آن ها متوسل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به آن چه علم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از راه اجتهاد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عمل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پش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به آن چه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اقدام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پش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بلکه در مواقع شک و شبهه توقف و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نما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م تا از اهلش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عمل به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پش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88" w:name="_Toc425599269"/>
      <w:r>
        <w:rPr>
          <w:rtl/>
          <w:lang w:bidi="fa-IR"/>
        </w:rPr>
        <w:t xml:space="preserve">388 التزام به دعاهای وارده از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مجالست و مؤ انست با خود آنهاست</w:t>
      </w:r>
      <w:bookmarkEnd w:id="38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التزام به سنخ دعاها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مرتبه اش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مجالست و مؤ انست با آن هاست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حال ما 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حرف ها را تمسخر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دعاها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ماثوره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اثبات صدق گفتار و حقان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مسلک آن ها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کلمات آن ها دون کلام الخالق و فوق کلام المخلوق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تر از کلام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دگار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بالاتر از سخن مخلوقات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انواع کلمات آنان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خطابات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خطبات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دعوات</w:t>
      </w:r>
      <w:r w:rsidR="0014728E">
        <w:rPr>
          <w:rtl/>
          <w:lang w:bidi="fa-IR"/>
        </w:rPr>
        <w:t xml:space="preserve">)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554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جمع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کدام از آن 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اثبات حقان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آن ها و حقان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مذهب و مرام آن ها 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89" w:name="_Toc425599270"/>
      <w:r>
        <w:rPr>
          <w:rtl/>
          <w:lang w:bidi="fa-IR"/>
        </w:rPr>
        <w:lastRenderedPageBreak/>
        <w:t xml:space="preserve">389 چرا از افاضات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محرومیم؟</w:t>
      </w:r>
      <w:bookmarkEnd w:id="389"/>
      <w:r>
        <w:rPr>
          <w:rtl/>
          <w:lang w:bidi="fa-IR"/>
        </w:rPr>
        <w:t xml:space="preserve">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چرا ما با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 از عترت محروم باش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است از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وضات آن ها محروم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به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محروم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الامتناع بالاخت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به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خود محروم بودن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داشتن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منافات ندارد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هم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افاضاتهم الحضور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بالنسبة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اهلها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 xml:space="preserve">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اطهار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همان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وضات و افاضات حضور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نسبت به اهل آن دارند</w:t>
      </w:r>
      <w:r w:rsidR="0014728E">
        <w:rPr>
          <w:rtl/>
          <w:lang w:bidi="fa-IR"/>
        </w:rPr>
        <w:t xml:space="preserve">.) 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بل برجا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اتک ح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ت قلوب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نورک اهتد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الطالبون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555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بلکه به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تو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556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انت زنده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پرتو نور تو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طالبان رهنمون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لنور الامام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قلوب 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انور من الشمس المض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ئة بالنهار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557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قطعا نور امام در دل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درخشان تر از نور خورش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درخشان در روز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دنبال کردن و طلب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زمان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هم 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الطاف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نسبت به محبان 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انش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باب لقا و حضور بالکل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مسدود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بلکه اصل رؤ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جسمان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انکار کرد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90" w:name="_Toc425599271"/>
      <w:r>
        <w:rPr>
          <w:rtl/>
          <w:lang w:bidi="fa-IR"/>
        </w:rPr>
        <w:t>390 نمونه ای از صبر و استقامت بزرگان در ابتلائات بسیار سخت</w:t>
      </w:r>
      <w:bookmarkEnd w:id="39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شاعر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مضمون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آنان که به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امده اند بدانند که از روزگار چه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هرگز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گذشته از طبقه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رجال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از علما در صبر و استقامت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بوده اند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دردناک را تحمل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به حبس بول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آزار دهنده و دردناک مبتلا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او گفته بودند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طول بکشد دردش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و با خود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همراه خواهد شد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آن آقا مق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بود که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آه نگو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درد آن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و به او فشار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فقط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لا اله الا الله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558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معروف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مدرس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مبتلا به حبس بول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احوال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رادع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 را اتلاف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559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از شدت درد و در اثر فشار مص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و بلا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انتحار و خودکش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اند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در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قم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 نفر از اهل علم و در نجف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شناختم که خودکش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رحمة الله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</w:t>
      </w:r>
      <w:r w:rsidR="0014728E">
        <w:rPr>
          <w:rtl/>
          <w:lang w:bidi="fa-IR"/>
        </w:rPr>
        <w:t>! (</w:t>
      </w:r>
      <w:r>
        <w:rPr>
          <w:rtl/>
          <w:lang w:bidi="fa-IR"/>
        </w:rPr>
        <w:t>رحمت خدا بر آن ها</w:t>
      </w:r>
      <w:r w:rsidR="0014728E">
        <w:rPr>
          <w:rtl/>
          <w:lang w:bidi="fa-IR"/>
        </w:rPr>
        <w:t xml:space="preserve">.)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عمل آنان محمول است به خروج از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مواظب بود که تحمل سخت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ابتلائات در راه حق به اندازه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که انسان را به انحراف نکشاند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91" w:name="_Toc425599272"/>
      <w:r>
        <w:rPr>
          <w:rtl/>
          <w:lang w:bidi="fa-IR"/>
        </w:rPr>
        <w:t>391 من می گویم: این سم مهلک مال من باشد و...!</w:t>
      </w:r>
      <w:bookmarkEnd w:id="39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خوب است در شؤ ون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دستور خدا را ملاک قرار داده و با هم بساز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خدا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به هر دو طرف رؤ وف و مهربان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طرف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دستور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عمل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دستور من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چرا به فرمان خدا گوش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غذاها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لذت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روزها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 و عاقبت ناگوار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 که ثمره و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جه و مولود افراط و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غور در همان 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بات و لذات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تازه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چگونه است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lastRenderedPageBreak/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خوب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چگونه است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خوب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هم مقاتله و نزاع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بر سر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امر کشنده و زهر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بنده و مهلک نزاع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سم مهلک مال من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مال من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همان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کودک را جوان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جوان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را نابود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92" w:name="_Toc425599273"/>
      <w:r>
        <w:rPr>
          <w:rtl/>
          <w:lang w:bidi="fa-IR"/>
        </w:rPr>
        <w:t>392 خدا نکند که خود را از دیگران بی نیاز بدانیم!</w:t>
      </w:r>
      <w:bookmarkEnd w:id="39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ما را متنبه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کند که بفهم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متنبه و عالم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به تنها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خود را اداره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مامن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تا پناهگاه را به ما نشان 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خدا نکند که خود را عالم و 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رت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لا نحتاج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احد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به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کس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نداشته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.) ، </w:t>
      </w:r>
      <w:r>
        <w:rPr>
          <w:rtl/>
          <w:lang w:bidi="fa-IR"/>
        </w:rPr>
        <w:t>آن وقت است که به هلاکت و شقاوت ابد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ذلت و خوار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گرفتار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ال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شفع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مثل 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 و مضر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560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4D40D4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مؤمن</w:t>
      </w:r>
      <w:r w:rsidR="006B7205"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افراد بس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ار همانند افراد دو قب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له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رب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عه و مضر شفاعت 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C3509F" w:rsidRDefault="004D40D4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مؤمن</w:t>
      </w:r>
      <w:r w:rsidR="006B7205">
        <w:rPr>
          <w:rtl/>
          <w:lang w:bidi="fa-IR"/>
        </w:rPr>
        <w:t xml:space="preserve"> عالم 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ز به طر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ق اول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561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93" w:name="_Toc425599274"/>
      <w:r>
        <w:rPr>
          <w:rtl/>
          <w:lang w:bidi="fa-IR"/>
        </w:rPr>
        <w:t>393 اهمیت زیارت مقابر علما</w:t>
      </w:r>
      <w:bookmarkEnd w:id="39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نجف اشرف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عظمت فوق العاده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موجب غفلت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مقابر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اگر چه ما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آن ها محتاج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آن ها به 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آن ها کارشان را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سلام و خواندن فاتحه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ما نفع دارد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کربلا دو برادر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رض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مرتض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 الهد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رحمهماالله -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جدشان 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مجاب در رواق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دفن شده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نقل شده که </w:t>
      </w:r>
      <w:r>
        <w:rPr>
          <w:rtl/>
          <w:lang w:bidi="fa-IR"/>
        </w:rPr>
        <w:lastRenderedPageBreak/>
        <w:t>اطراف قبر مرحوم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العلما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را در کربلا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محسن حک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آباد نمودند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گفت به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عالمان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ارزش قائل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خواستند ماب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الحرم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562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 بکشند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که 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حاج آقا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مانع شدند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بعد از فوت آن ها شروع به خراب کردن آن ها نمودند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وجود علما نافع است و مانع از خراب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آثار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قبور علما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روس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قبر لن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ملعون در محله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قرار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ممکن است در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 بکشند و آن را خراب کنند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هرگز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استشان در بقا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قبر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چنان که شعار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استقلال و بقا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حکومت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فرقه ها بر خراب کردن قبور بزرگان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بوده و هست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آثار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از 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مدارس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مساجد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معاهد و ظواهر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شهرها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مسلح راهزن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آمدند و سر راه قافله ها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گرفتند و از هر نفر چند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گرفتند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سشان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س آن ها هم خمس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مقدار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را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 و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به خودشان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گرداند</w:t>
      </w:r>
      <w:r w:rsidR="0014728E">
        <w:rPr>
          <w:rtl/>
          <w:lang w:bidi="fa-IR"/>
        </w:rPr>
        <w:t xml:space="preserve">!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مشت دزد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سابقه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 که هادم الحرم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 را خادم الحرم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94" w:name="_Toc425599275"/>
      <w:r>
        <w:rPr>
          <w:rtl/>
          <w:lang w:bidi="fa-IR"/>
        </w:rPr>
        <w:t>394 وای! وای!</w:t>
      </w:r>
      <w:bookmarkEnd w:id="394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 رضا همدان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نزد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563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 و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که او را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شهرها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بفرستد تا به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مشغول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خدمت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رفتم و مطلب را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عرض کردم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رزا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انسب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564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آن است که شما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افاده و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بمان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معروف است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انش به عکس قلمش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قرار شد وجه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در سال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هر حال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قبول کرد و به </w:t>
      </w:r>
      <w:r>
        <w:rPr>
          <w:rtl/>
          <w:lang w:bidi="fa-IR"/>
        </w:rPr>
        <w:lastRenderedPageBreak/>
        <w:t>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حسن صدر </w:t>
      </w:r>
      <w:r w:rsidR="00C644A3" w:rsidRPr="00C644A3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خوب است شما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حسن صدر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خوب است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صد تومان مقرر 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صدر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پس شما بفرما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پنجاه تومان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خرج سال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وضع داخل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منزلش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لحاف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داشته که خودش وصله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 بچه ها از سوراخ آن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95" w:name="_Toc425599276"/>
      <w:r>
        <w:rPr>
          <w:rtl/>
          <w:lang w:bidi="fa-IR"/>
        </w:rPr>
        <w:t>395 تمام منبر او، روایت بود!</w:t>
      </w:r>
      <w:bookmarkEnd w:id="395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مدرسه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سامرا که بغداد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و اهال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کاظم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سوم رجب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روز وفات امام 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روضه داشتند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واعظ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رمرد - که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لاغر اندام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بلند بالا و مورد اهم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فراوان بود - به منبر 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واقعا منبر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تمام منبر او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بود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بنده نه قبل از او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نه بعد از او مانند او را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اول تا آخر سخنران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کلمه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در منبر نگفت 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تحفظ داشت که از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تعد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هرگاه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مشکل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بلافاصله با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آن را توض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و شرح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و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با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نوعا هم به تناسب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کوتاه و قصار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 واقعا کمال است که انسان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ساعت صحبت کند و از خود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نگو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و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 xml:space="preserve"> تعجب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 که او مص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را چگونه خواند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عکسش را هم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 که در منبر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هم نبود جز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آمر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شورو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ما هنوز 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طور نعمت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که در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565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ناسپاس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کفران از دست داد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از اروپا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خبر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آن چه در خانه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گنج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96" w:name="_Toc425599277"/>
      <w:r>
        <w:rPr>
          <w:rtl/>
          <w:lang w:bidi="fa-IR"/>
        </w:rPr>
        <w:lastRenderedPageBreak/>
        <w:t>396 چه بسا افراد چاق و فربه که خوش فهم و خوش کارند</w:t>
      </w:r>
      <w:bookmarkEnd w:id="39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ندارد که هر لاغر اندام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خوش کار و خوش فهم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بسا افراد چاق و فربه که خوش فهم و پر کارند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خانه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طوس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نجف در آن وارد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حرم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راه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استراحت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منبر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گذاشتند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نشستند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راه رفتن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مشکل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آن همه مقامات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فات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ادگار مانده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97" w:name="_Toc425599278"/>
      <w:r>
        <w:rPr>
          <w:rtl/>
          <w:lang w:bidi="fa-IR"/>
        </w:rPr>
        <w:t>397 امیدوارم سر سالم به گور ببرم!</w:t>
      </w:r>
      <w:bookmarkEnd w:id="397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566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مرحوم حاج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مال و ثروت پدر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567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خود را به علم و اهل علم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آن همه مقامات علم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مرجع نشد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وفات کرد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شدت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 و سر تا پا قرض بود</w:t>
      </w:r>
      <w:r w:rsidR="0014728E">
        <w:rPr>
          <w:rtl/>
          <w:lang w:bidi="fa-IR"/>
        </w:rPr>
        <w:t xml:space="preserve">!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شاگردانش صد و پنجاه روپ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طلبکار بود 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دوستانش دلشان به حال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سوخت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آن همه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اضات و زهد و مقامات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شاگردانش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در راه منزل فرموده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دوارم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سر سالم به گور ببرم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کلام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568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مناسب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با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که طالب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دندانش را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 و خون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از 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بنده از خودش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دندان طمع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باشم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98" w:name="_Toc425599279"/>
      <w:r>
        <w:rPr>
          <w:rtl/>
          <w:lang w:bidi="fa-IR"/>
        </w:rPr>
        <w:t>398 بار سنگینی است نمی توانیم تحمل کنیم</w:t>
      </w:r>
      <w:bookmarkEnd w:id="39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فشارک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عباس محلات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و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 رد کرده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گفته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بار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تحمل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</w:t>
      </w:r>
      <w:r>
        <w:rPr>
          <w:rtl/>
          <w:lang w:bidi="fa-IR"/>
        </w:rPr>
        <w:lastRenderedPageBreak/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مقامات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و از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مثل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با آن مقام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وعظ و منبر را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کردند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399" w:name="_Toc425599280"/>
      <w:r>
        <w:rPr>
          <w:rtl/>
          <w:lang w:bidi="fa-IR"/>
        </w:rPr>
        <w:t>399 خدا توفیق دهد به سوی امام زمان -عجل الله تعالی فرجه الشریف - تیر پرتاب نکنیم!</w:t>
      </w:r>
      <w:bookmarkEnd w:id="399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امرزد مرحوم کوهستان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569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سنت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او در مازندران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جاد کرد در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شهرها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مازندران به هم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حال در هر شهر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مدرسه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علوم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طلاب تاس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کرد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رفقا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جلسه 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در زمان محمد رضا پهلو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طرف دولت آمدند وجه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شان بدهند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شان قبول نکردند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- مدظله -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بروجرد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هم قبول نکرد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من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را قبول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توانم تذکرات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به علما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بدهم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دهد که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پرتاب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00" w:name="_Toc425599281"/>
      <w:r>
        <w:rPr>
          <w:rtl/>
          <w:lang w:bidi="fa-IR"/>
        </w:rPr>
        <w:t xml:space="preserve">400 شیخ انصاری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جمع بین دو نقیض متعارف</w:t>
      </w:r>
      <w:bookmarkEnd w:id="40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هر روز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عاشورا را با صد لعن و سلام در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 حرم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عرض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ساعت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 و تمام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سر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الب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بوده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قاعدتا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عاشورا را با صد لعن و سلام در عرض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ساعت تمام کرد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جمع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آن همه عبادات و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تعبد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آن همه مطالعات و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و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جمع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دو نق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متعارف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تعبد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</w:t>
      </w:r>
      <w:r>
        <w:rPr>
          <w:rtl/>
          <w:lang w:bidi="fa-IR"/>
        </w:rPr>
        <w:lastRenderedPageBreak/>
        <w:t>مداوم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عبارت بود از نوافل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نماز جعفر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ارت جامعه و عاشورا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جزء قرآن در هر روز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01" w:name="_Toc425599282"/>
      <w:r>
        <w:rPr>
          <w:rtl/>
          <w:lang w:bidi="fa-IR"/>
        </w:rPr>
        <w:t xml:space="preserve">401 شیخ انصاری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سهم امام </w:t>
      </w:r>
      <w:r w:rsidR="0055251E" w:rsidRPr="0055251E">
        <w:rPr>
          <w:rStyle w:val="libAlaemChar"/>
          <w:rtl/>
        </w:rPr>
        <w:t>عليه‌السلام</w:t>
      </w:r>
      <w:bookmarkEnd w:id="401"/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در بذل و بخشش از سهم امام </w:t>
      </w:r>
      <w:r w:rsidR="0055251E" w:rsidRPr="0055251E">
        <w:rPr>
          <w:rStyle w:val="libAlaemChar"/>
          <w:rtl/>
        </w:rPr>
        <w:t>عليه‌السلام</w:t>
      </w:r>
      <w:r w:rsidR="006B7205">
        <w:rPr>
          <w:rtl/>
          <w:lang w:bidi="fa-IR"/>
        </w:rPr>
        <w:t xml:space="preserve"> چگونه بود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خودشان از سهم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مصرف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بذل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نشن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امساک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چند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02" w:name="_Toc425599283"/>
      <w:r>
        <w:rPr>
          <w:rtl/>
          <w:lang w:bidi="fa-IR"/>
        </w:rPr>
        <w:t>402 حالا هم نمی بوسم!</w:t>
      </w:r>
      <w:bookmarkEnd w:id="40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وارد کربلا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اول وضو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 و بعد به حرم مشرف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570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فرموده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سه را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من 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داده - که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سهم نبوده است - من هم به شما اهدا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کنار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حب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ب بن مظاهر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رواق حضرت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پسر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دست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را ببوس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پسر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بوسم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به من پول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تومان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دست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را ببوس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طفل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حالا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بوسم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پول بوس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آن بچه را ما در سن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03" w:name="_Toc425599284"/>
      <w:r>
        <w:rPr>
          <w:rtl/>
          <w:lang w:bidi="fa-IR"/>
        </w:rPr>
        <w:t>403 فرج عمومی و فرج خاص</w:t>
      </w:r>
      <w:bookmarkEnd w:id="40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571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نقل فرمودند که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مجلس روضه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572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با پنج شش نفر از طلاب و فضلا در محضر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نشسته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قبل از روضه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</w:t>
      </w:r>
      <w:r>
        <w:rPr>
          <w:rtl/>
          <w:lang w:bidi="fa-IR"/>
        </w:rPr>
        <w:lastRenderedPageBreak/>
        <w:t>بعد از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امارات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استفاده کردم که من 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خو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-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را درک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سپس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بهجت - مدظله -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منظور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امام زمان را درک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تشرف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باشد که آن حضرت را درک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زمان ظهور آن حضرت و فرج عموم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زمان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مراد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که در سال 1319 فرج حاصل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در آن سال وفات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معلوم شد که فرج مخصوص خودش منظور بوده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04" w:name="_Toc425599285"/>
      <w:r>
        <w:rPr>
          <w:rtl/>
          <w:lang w:bidi="fa-IR"/>
        </w:rPr>
        <w:t>404 عامه همگی جبری هستند!</w:t>
      </w:r>
      <w:bookmarkEnd w:id="404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مذهب عامه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اشکال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تنها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آن ها بدان 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بطان مذهب آن ها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اکنون عامه همگ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مذهب و جبر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آنان معتزل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لند که تمام تکال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وجود دارد و انسان قدرت فعل و ترک آن را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خداوند دست مکلف را بسته است 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از او کار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قدرت مقارن با فعل است و در فعل مؤ ثر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05" w:name="_Toc425599286"/>
      <w:r>
        <w:rPr>
          <w:rtl/>
          <w:lang w:bidi="fa-IR"/>
        </w:rPr>
        <w:t>405 یاوران مذهب و وظیفه ی ما</w:t>
      </w:r>
      <w:bookmarkEnd w:id="40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رحمت کند مرحوم اشرف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که مذهب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را نصرت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مقام اول را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انصار مذهب داراست 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محسن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صاحب 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عه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کاشف الغطا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573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صاحب کتاب اصل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 و اصولها و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صاحب الغد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همگ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مذهب را نصرت کردند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مرحوم شرف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جواب فحش عامه فحش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قلم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انش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مؤ دب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کتاب الزهرا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574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کتاب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کتاب الفصول المهمة هم بهتر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بهتر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حجت الاسلام و افتخار مسلمان هاست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محمد رضا آل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منصف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کتاب الفصول المهمة مرحوم شرف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مطالعه کند 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نشود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 صاحب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575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کتاب احقاق الحق در جواب فحاش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عامه فحاش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نه ابتدائا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مرحوم مظفر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576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هم در کتاب دلائل الصدق فحاش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رحمتشان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چه مقام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اکنون عندالله دارند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نصرت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مذهب تش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کوتاه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چنان 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اثبات مذهب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وار هم بشنود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حق با شما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بروجرد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هم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راه را تصد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06" w:name="_Toc425599287"/>
      <w:r>
        <w:rPr>
          <w:rtl/>
          <w:lang w:bidi="fa-IR"/>
        </w:rPr>
        <w:t xml:space="preserve">406 از کرامات شیخ انصاری </w:t>
      </w:r>
      <w:r w:rsidR="00C644A3" w:rsidRPr="00C644A3">
        <w:rPr>
          <w:rStyle w:val="libAlaemChar"/>
          <w:rtl/>
        </w:rPr>
        <w:t>رحمه‌الله</w:t>
      </w:r>
      <w:bookmarkEnd w:id="40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گفت به درس اخلاق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دزفول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شوشتر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رفته - حرف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ماها اگر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به حوا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جمان برس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 خشوع و خضوع برس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 به حوا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نداشته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 به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آن را مراعات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مرض موت خود فرمودند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الموت و الح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اة من عوارض البدن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السوچ سواد الوجه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مرگ و زندگان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عوارض جسم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آن است که انسان در دو سرا [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آخرت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نزد خدا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 رو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آدم 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حرف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بزند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انسان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چه مقامات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داشته باشد تا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سخنان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 ها علما و عملا ادا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امانت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ما اگر خلاف آن ها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هر چه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المال در نزد او بوده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خانه اش بوده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آن زمان بانک 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دزدها از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نند داخل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گاوم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ترس حمله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گاوم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توانند به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اختصاص به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هم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داشتند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که آن جور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 را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اعتراف و اقرار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علما و عملا مثل آن ها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به دردمان بخورد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07" w:name="_Toc425599288"/>
      <w:r>
        <w:rPr>
          <w:rtl/>
          <w:lang w:bidi="fa-IR"/>
        </w:rPr>
        <w:t>407 از مرجعیت به منبری</w:t>
      </w:r>
      <w:bookmarkEnd w:id="40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که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عصر ما محسوب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بنده او را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باشم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مقامش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کتاب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تصن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نموده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از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طبع شده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نه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اطلاع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بعد از 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کاظم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جهت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دورم جمع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به جهت صعوبت امر و عظمت تکال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پست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و مقام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و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کناره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بوده اند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علما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بار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نرفتند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ها خود را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اعلم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دانستند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حضرت رسول </w:t>
      </w:r>
      <w:r w:rsidR="00A14306" w:rsidRPr="00A1430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خواب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به من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چرا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 قبول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عرض کردم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سخت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پس منبر برو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با سه شرط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اول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هر جا وعده داد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تخلف نکن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دوم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هر چه بابت منبر به تو دادند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به کم و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ادش کار نداشته باش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سوم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منبر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در اثنا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سخنران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 در مجلس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کردند و چا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شربت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راد مگ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ناراحت مشو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ناقل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مطلب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منبر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 تهران بود که منبرش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مثل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بهتر بود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هست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بشنو و باور نکن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08" w:name="_Toc425599289"/>
      <w:r>
        <w:rPr>
          <w:rtl/>
          <w:lang w:bidi="fa-IR"/>
        </w:rPr>
        <w:t xml:space="preserve">408 آقا سید ابوالحسن اصفهانی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پادشاه زمانه واشتغال به عمل ام داوود</w:t>
      </w:r>
      <w:bookmarkEnd w:id="40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آصف بن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بشر بود که گفت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انا ءاتیک به قبل ان یرتد الیک طرفک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577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 آن [ تخت بلق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آن که چشم به هم بگذار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سابق چه کرامات و مقامات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چه قدر به عبادات و تعبد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موفق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آقاس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دوران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و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زعامت عامه که دراقتدار و عظمت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شاه زمان بود چنان که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فرزند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دجمال گلپا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سرود</w:t>
      </w:r>
      <w:r w:rsidR="0014728E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47"/>
        <w:gridCol w:w="269"/>
        <w:gridCol w:w="3671"/>
      </w:tblGrid>
      <w:tr w:rsidR="008B3EDE" w:rsidTr="00372FD9">
        <w:trPr>
          <w:trHeight w:val="350"/>
        </w:trPr>
        <w:tc>
          <w:tcPr>
            <w:tcW w:w="4288" w:type="dxa"/>
            <w:shd w:val="clear" w:color="auto" w:fill="auto"/>
          </w:tcPr>
          <w:p w:rsidR="008B3EDE" w:rsidRDefault="008B3EDE" w:rsidP="00372FD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عش یا ابا الحسن علی رغم العدی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B3EDE" w:rsidRDefault="008B3EDE" w:rsidP="00372FD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B3EDE" w:rsidRDefault="008B3EDE" w:rsidP="00372FD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ملک لازمان و آیة الرحمان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ابوالحسن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رغم نظر دشمنان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چنان پادشاه زمانه و نشانه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خداوند رحمان بز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تا دوران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هشتاد سال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ما در مسجد کوفه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ماه رجب اعتکاف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 حجره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همسا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اعتکاف نموده و روزه دار بود که به جهت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ضعف حال </w:t>
      </w:r>
      <w:r>
        <w:rPr>
          <w:rtl/>
          <w:lang w:bidi="fa-IR"/>
        </w:rPr>
        <w:lastRenderedPageBreak/>
        <w:t xml:space="preserve">روزه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را افطار نمودند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تا آن سن و سال عمل ام داوود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578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در جوان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آن موفق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محروم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حال دعا و اقبال به عبادت را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09" w:name="_Toc425599290"/>
      <w:r>
        <w:rPr>
          <w:rtl/>
          <w:lang w:bidi="fa-IR"/>
        </w:rPr>
        <w:t xml:space="preserve">409 روحانیت خیمه گاه سیدالشهدا </w:t>
      </w:r>
      <w:r w:rsidR="0055251E" w:rsidRPr="0055251E">
        <w:rPr>
          <w:rStyle w:val="libAlaemChar"/>
          <w:rtl/>
        </w:rPr>
        <w:t>عليه‌السلام</w:t>
      </w:r>
      <w:bookmarkEnd w:id="40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جاها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صفا و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مه گاه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کربلا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فضا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که اطرافش در قد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ساختمان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10" w:name="_Toc425599291"/>
      <w:r>
        <w:rPr>
          <w:rtl/>
          <w:lang w:bidi="fa-IR"/>
        </w:rPr>
        <w:t>410 نمی توانید خراب کنید و نخواهید کرد!</w:t>
      </w:r>
      <w:bookmarkEnd w:id="410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حسن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نخودک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دعا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همسر استاندار مشهد که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بود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 و خوب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او نزد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در ضمن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که اگر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بفرما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اتفاقا استاندار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احداث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که قبر معروف به گنبد سبز در مشهد در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آن بوده است و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دستور داده بود که فردا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روز آن را خراب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حسن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صلاح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محل را خراب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بزرگان در آن جا مدفون هستند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استاندار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کارش گذشته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جنابعال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بفرما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قبر را که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بزرگان در آن جا هستند احترام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نگذار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خراب 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آمده و سر قبر فاتحه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خوانده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آدم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مدفونند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باز استاندار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کارش گذشته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اصرار نفرما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باز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تشکر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خاطر دعا و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کرده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خودتان بخواه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خدمت حاضر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سرانجام </w:t>
      </w:r>
      <w:r>
        <w:rPr>
          <w:rtl/>
          <w:lang w:bidi="fa-IR"/>
        </w:rPr>
        <w:lastRenderedPageBreak/>
        <w:t>مرحوم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حسن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شما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شما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قبر را خراب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نخواه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استاندار دستور داده بود آن جا را خراب کنند و کار تمام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فردا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روز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خراب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استاندار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شروع کار توسط کارگران مجبور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با چادر از شهر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برود و نتوانسته بود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صورت معمول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شهر خارج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خراب شدن آن جا هم تعط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شده بود</w:t>
      </w:r>
      <w:r w:rsidR="0014728E">
        <w:rPr>
          <w:rtl/>
          <w:lang w:bidi="fa-IR"/>
        </w:rPr>
        <w:t xml:space="preserve">.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ا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ک اصفهان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گر هم آن جا مدفون است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11" w:name="_Toc425599292"/>
      <w:r>
        <w:rPr>
          <w:rtl/>
          <w:lang w:bidi="fa-IR"/>
        </w:rPr>
        <w:t xml:space="preserve">411 میرزا مهدی اصفهانی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توسلات خاص او در حرم</w:t>
      </w:r>
      <w:bookmarkEnd w:id="41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تهران اقامت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 نزد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تلمذ کرده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 نزد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حسن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نجف از شاگردان مرحوم نائ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بوده است</w:t>
      </w:r>
      <w:r w:rsidR="0014728E">
        <w:rPr>
          <w:rtl/>
          <w:lang w:bidi="fa-IR"/>
        </w:rPr>
        <w:t xml:space="preserve">.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شان آقا س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 احمد کربلا</w:t>
      </w:r>
      <w:r w:rsidR="00CE0249">
        <w:rPr>
          <w:rtl/>
          <w:lang w:bidi="fa-IR"/>
        </w:rPr>
        <w:t>یی</w:t>
      </w:r>
      <w:r w:rsidR="006B7205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6B7205">
        <w:rPr>
          <w:rtl/>
          <w:lang w:bidi="fa-IR"/>
        </w:rPr>
        <w:t xml:space="preserve"> را هم درک کرده اند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مثل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مقدارش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شاگردان 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احمد مانند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جمال گلپا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امثال او را درک کرده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احتمال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دهم 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بنده در عتبات بودم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و مشهد آمده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حرم رفتن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کنار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تبرک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جسته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و چه تواضع ها و توسلات و تضرعات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داشته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12" w:name="_Toc425599293"/>
      <w:r>
        <w:rPr>
          <w:rtl/>
          <w:lang w:bidi="fa-IR"/>
        </w:rPr>
        <w:t>412 گویا نمی دانستند که در عالم، ریا وجود دارد</w:t>
      </w:r>
      <w:bookmarkEnd w:id="412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علما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در حرم و مشاهد مشرفه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 و کربلا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با چه توسلات و تضرعات و حالات خوش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اقبال و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دانستند که در عالم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هم وجود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خودنما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نداشتند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دانستند که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اطراف آن ها هست و آن ها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13" w:name="_Toc425599294"/>
      <w:r>
        <w:rPr>
          <w:rtl/>
          <w:lang w:bidi="fa-IR"/>
        </w:rPr>
        <w:t xml:space="preserve">413 داستان شریف مکه و مرحوم شیخ فضل الله نوری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آقا شیخ حسنعلی اصفهانی </w:t>
      </w:r>
      <w:r w:rsidR="00760208" w:rsidRPr="00760208">
        <w:rPr>
          <w:rStyle w:val="libAlaemChar"/>
          <w:rtl/>
        </w:rPr>
        <w:t>رحمه‌الله</w:t>
      </w:r>
      <w:bookmarkEnd w:id="41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مکه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فضل الله نور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حسن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درخواست راه علاج و شفا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مرحوم نور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خرما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ببرد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 و خوب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هر دو را 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دعوت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حسن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مرحوم نور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دعوت او را اجابت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نزد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درخواست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از من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نور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حرز حضرت امام جواد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 پوست آهو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شش ماهه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تهامة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579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نوشته شود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لذا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آهو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شش ماهه درخواست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هم شانزده تا از همان نوع درخواست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فرستد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سه تا از آن را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حرز حضرت جواد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مهج الدعوات ندارد که شرطش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انگشتر نقره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بلکه شرطش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پوست آهو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مخصوص بنو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سند و آن را همراه خود داشته باشند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580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70293B" w:rsidP="0070293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14" w:name="_Toc425599295"/>
      <w:r w:rsidR="00C3509F">
        <w:rPr>
          <w:rtl/>
          <w:lang w:bidi="fa-IR"/>
        </w:rPr>
        <w:lastRenderedPageBreak/>
        <w:t xml:space="preserve">414 مصحف فاطمه </w:t>
      </w:r>
      <w:r w:rsidR="00067758" w:rsidRPr="00067758">
        <w:rPr>
          <w:rStyle w:val="libAlaemChar"/>
          <w:rtl/>
        </w:rPr>
        <w:t>عليها‌السلام</w:t>
      </w:r>
      <w:r w:rsidR="00C3509F">
        <w:rPr>
          <w:rtl/>
          <w:lang w:bidi="fa-IR"/>
        </w:rPr>
        <w:t xml:space="preserve"> رمز است</w:t>
      </w:r>
      <w:bookmarkEnd w:id="414"/>
    </w:p>
    <w:p w:rsidR="00C3509F" w:rsidRDefault="006B7205" w:rsidP="0070293B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مصحف حضرت فاطمه </w:t>
      </w:r>
      <w:r w:rsidR="00067758" w:rsidRPr="0006775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که راجع به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حوادث است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581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متعارف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احتمالا به صورت رمز است مثلا فلان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نفر در فلان مکان و فلان زمان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دفتر جفر است است که عجا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از آن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15" w:name="_Toc425599296"/>
      <w:r>
        <w:rPr>
          <w:rtl/>
          <w:lang w:bidi="fa-IR"/>
        </w:rPr>
        <w:t>415 زود خود را به نجف برسانید</w:t>
      </w:r>
      <w:bookmarkEnd w:id="41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آقازاده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که خودش در مشهد دستگاه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 و پدرش در نجف مرجع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 چه طور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به دلش خطور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به صاحب جفر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و از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پرسد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پدرم چه قدر عمر خواهد کرد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او هم نگاه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به نجف برسان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دستگاهش را در مشهد رها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به نجف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 و پدرش که مثل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سالم و 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از مدت کوتاه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پس از دو سه روز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بدون سابقه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کسالت وفات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16" w:name="_Toc425599297"/>
      <w:r>
        <w:rPr>
          <w:rtl/>
          <w:lang w:bidi="fa-IR"/>
        </w:rPr>
        <w:t>416 من ضامنم، ایشان را رها کنید</w:t>
      </w:r>
      <w:bookmarkEnd w:id="41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 که شبانه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582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فضلا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فقرا غذا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فرستاد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محتاج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در منزل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نداشته که به او بدهد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ساعت خود را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 که بفروشد و از پول آن حاجت خود را برطرف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ظاهرا در بازار سامره - قصاب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طلبه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دنبال کرده بود و مردم 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خاطر جمع شده بودند و ازدحام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و تقبل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ضامن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ضامنم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را رها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رجال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ملت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به مرام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17" w:name="_Toc425599298"/>
      <w:r>
        <w:rPr>
          <w:rtl/>
          <w:lang w:bidi="fa-IR"/>
        </w:rPr>
        <w:t xml:space="preserve">417 آخوند ملا فتح علی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ادامه ی خواب را می گوید</w:t>
      </w:r>
      <w:bookmarkEnd w:id="41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فضل الله نور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آن نزد مرحوم آخوند ملا فتح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سلطان آباد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خواب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نقل کردم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خوب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بعدش هم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 و تا آخر خواب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نقل نمود و بعد تعب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کرد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آخوند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ما اگر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 مقدمه و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به ماد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فان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قرار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18" w:name="_Toc425599299"/>
      <w:r>
        <w:rPr>
          <w:rtl/>
          <w:lang w:bidi="fa-IR"/>
        </w:rPr>
        <w:t xml:space="preserve">418 آخوند ملا فتح علی سلطان آبادی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نامه ی نادیده را می خواند!</w:t>
      </w:r>
      <w:bookmarkEnd w:id="418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تحر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تنباکو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اصفهان نامه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نوشتند که مضمون آن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 که مردم چندان از فتوا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استقبال نکردند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حامل نامه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حاج آقا 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نزد آخوند ملا فتح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سلطان آباد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نامه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خود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آن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چنان نوشته شده است و تمام نامه را از اول تا آخر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حامل نامه و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نامه در 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او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سپس حاج آقا 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حامل نامه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خواهش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دهند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شما بحر مواج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بعد از خواهش التماس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را مواظبت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خود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هم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سه امر مواظبت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خواندن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عاشورا در هر روز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خواندن نماز وحشت در هر شب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و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هر کجا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عالم فوت کرده باشند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نماز اول ماه را ترک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19" w:name="_Toc425599300"/>
      <w:r>
        <w:rPr>
          <w:rtl/>
          <w:lang w:bidi="fa-IR"/>
        </w:rPr>
        <w:t>419 نماز آخوند ملا فتح علی مرا نجات داد!</w:t>
      </w:r>
      <w:bookmarkEnd w:id="419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مرحوم آخوند ملا فتح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سامرا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اموات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نماز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لة الدفن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نماز وحشت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خواند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بستگان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را در خواب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نماز آخوند ملا فتح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مرا نجات داد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خواب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سراغ آخوند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و به خدمتش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و عرض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شما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فلان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در فلان شب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نماز وحشت خوانده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بله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شناختن لازم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گفتن</w:t>
      </w:r>
      <w:r w:rsidR="0014728E">
        <w:rPr>
          <w:rtl/>
          <w:lang w:bidi="fa-IR"/>
        </w:rPr>
        <w:t xml:space="preserve"> ((</w:t>
      </w:r>
      <w:r>
        <w:rPr>
          <w:rtl/>
          <w:lang w:bidi="fa-IR"/>
        </w:rPr>
        <w:t>اللهم اغفر لل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ال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خدا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مردان و زنان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امرز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محض احسان به آن هاست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583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20" w:name="_Toc425599301"/>
      <w:r>
        <w:rPr>
          <w:rtl/>
          <w:lang w:bidi="fa-IR"/>
        </w:rPr>
        <w:t>420 سید بن طاووس و آخوند ملا فتح علی، ممتاز در مراقبه</w:t>
      </w:r>
      <w:bookmarkEnd w:id="420"/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اسات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584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دو نفر از بزرگان اهل معرفت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در مراقبه خ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ممتاز و در درجه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اعل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د بن طاووس </w:t>
      </w:r>
      <w:r w:rsidR="00760208" w:rsidRPr="00760208">
        <w:rPr>
          <w:rStyle w:val="libAlaemChar"/>
          <w:rtl/>
        </w:rPr>
        <w:t>رحمه‌الله</w:t>
      </w:r>
      <w:r w:rsidR="006B7205">
        <w:rPr>
          <w:rtl/>
          <w:lang w:bidi="fa-IR"/>
        </w:rPr>
        <w:t xml:space="preserve"> که لابد از دست نوشته ها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شان به دست آورده بود</w:t>
      </w:r>
      <w:r w:rsidR="0014728E">
        <w:rPr>
          <w:rtl/>
          <w:lang w:bidi="fa-IR"/>
        </w:rPr>
        <w:t xml:space="preserve">؛ </w:t>
      </w:r>
      <w:r w:rsidR="006B7205">
        <w:rPr>
          <w:rtl/>
          <w:lang w:bidi="fa-IR"/>
        </w:rPr>
        <w:t>و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گر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آخوند ملا فتح عل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6B7205">
        <w:rPr>
          <w:rtl/>
          <w:lang w:bidi="fa-IR"/>
        </w:rPr>
        <w:t xml:space="preserve"> که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شان را درک کرده بودند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مرحوم 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خ محمد حس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اصفهان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صاحب تفس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ر </w:t>
      </w:r>
      <w:r w:rsidR="00760208" w:rsidRPr="00760208">
        <w:rPr>
          <w:rStyle w:val="libAlaemChar"/>
          <w:rtl/>
        </w:rPr>
        <w:t>رحمه‌الله</w:t>
      </w:r>
      <w:r w:rsidR="006B7205">
        <w:rPr>
          <w:rtl/>
          <w:lang w:bidi="fa-IR"/>
        </w:rPr>
        <w:t xml:space="preserve"> به قافله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مرحوم آخوند ملا فتح عل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در آن بوده - به عنوان دعا و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به عنوان تجل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 از مقام مرحوم آخوند - فرموده بود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به برکت وجود حاج آخوند ملا فتح عل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ان شما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در امان خدا هست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  <w:r w:rsidR="006B7205">
        <w:rPr>
          <w:rtl/>
          <w:lang w:bidi="fa-IR"/>
        </w:rPr>
        <w:t xml:space="preserve">مرحوم آخوند ملا </w:t>
      </w:r>
      <w:r w:rsidR="006B7205">
        <w:rPr>
          <w:rtl/>
          <w:lang w:bidi="fa-IR"/>
        </w:rPr>
        <w:lastRenderedPageBreak/>
        <w:t>فتح عل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خلاف متعارف بوده و مرحوم 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خ محمد حس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اصفهان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صاحب تفس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 هم خلاف متعارف بوده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21" w:name="_Toc425599302"/>
      <w:r>
        <w:rPr>
          <w:rtl/>
          <w:lang w:bidi="fa-IR"/>
        </w:rPr>
        <w:t>421 اگر این جنون است، ای کاش ما هم همیشه مجنون بودیم!</w:t>
      </w:r>
      <w:bookmarkEnd w:id="421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بنده 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در مراقبه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 که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مردم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 خوددار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عاشق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ظاهر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دو بار در منزل از او عدم خوددار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دم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بار هم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بنده نقل کردند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نزد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محمود شاهرود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مراجع وقت آمدند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مثلا جنون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کرده و بر سر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زند و سر و صدا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جنون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 ما هم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مجنون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22" w:name="_Toc425599303"/>
      <w:r>
        <w:rPr>
          <w:rtl/>
          <w:lang w:bidi="fa-IR"/>
        </w:rPr>
        <w:t>422 هفتاد نفر در حال خواندن دعای ابوحمزه در قنوت وتر نماز شب</w:t>
      </w:r>
      <w:bookmarkEnd w:id="422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بنده در عمرم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 که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قنوت وتر نماز شب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ابوحمزه بخواند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دم که در زمان ما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شب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حرم هفتاد نفر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در قنوت به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ابوحمزه مشغولند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رفتم و شمردم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حرم و رواق و اطراف آن حساب کردم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پنجاه نفر به خواندن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ابوحمزه در قنوت مشغول اند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23" w:name="_Toc425599304"/>
      <w:r>
        <w:rPr>
          <w:rtl/>
          <w:lang w:bidi="fa-IR"/>
        </w:rPr>
        <w:t>423 عاشقی، شیوه ی مردان بلاکش باشد</w:t>
      </w:r>
      <w:bookmarkEnd w:id="42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شاگردان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نقل شده که در حجره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خانه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شب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شدم و در اطاق را باز کردم که جهت تطه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بروم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برف آمده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رفت و تقر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 از نماز شب منصرف شدم و برگشتم که بخوابم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سوراخ لوله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بخار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اطاق بود </w:t>
      </w:r>
      <w:r>
        <w:rPr>
          <w:rtl/>
          <w:lang w:bidi="fa-IR"/>
        </w:rPr>
        <w:lastRenderedPageBreak/>
        <w:t>صدا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عاشق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مردان بلاکش باشد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585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، </w:t>
      </w:r>
      <w:r>
        <w:rPr>
          <w:rtl/>
          <w:lang w:bidi="fa-IR"/>
        </w:rPr>
        <w:t>لذا از همان جا دوباره برگشتم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سابق چه عبادات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که معاصر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بود نقل شده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نماز صبح را با وضو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مغرب و عشا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24" w:name="_Toc425599305"/>
      <w:r>
        <w:rPr>
          <w:rtl/>
          <w:lang w:bidi="fa-IR"/>
        </w:rPr>
        <w:t>424 به حساب من، به او نان بده</w:t>
      </w:r>
      <w:bookmarkEnd w:id="42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فشارک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آن همه فضل - که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از مرحوم آخوند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رحمهماالله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اعلم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دانستند 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طلبه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فشارک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نان به نانوا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 تا نان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نانوا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حسابت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تو نان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14728E">
        <w:rPr>
          <w:rtl/>
          <w:lang w:bidi="fa-IR"/>
        </w:rPr>
        <w:t xml:space="preserve">،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به نانوا 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حساب من به او نان بده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آن همه مقامات علم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ها کجا ما کجا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صبر آن ها کجا و صبر ما کجا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عبادات آن ها کجا و ما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در صبر بر مصا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ب درجه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 و ممثل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586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فرق که ائمه و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متعمد بودند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25" w:name="_Toc425599306"/>
      <w:r>
        <w:rPr>
          <w:rtl/>
          <w:lang w:bidi="fa-IR"/>
        </w:rPr>
        <w:t xml:space="preserve">425 ارجاعات آقا میرزا محمد تقی شیرازی </w:t>
      </w:r>
      <w:r w:rsidR="00CD7626" w:rsidRPr="00CD7626">
        <w:rPr>
          <w:rStyle w:val="libAlaemChar"/>
          <w:rtl/>
        </w:rPr>
        <w:t>رحمه‌الله</w:t>
      </w:r>
      <w:bookmarkEnd w:id="42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رسم است که فقها و مراجع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اطات خود را به الاعلم فالاعلم ارجاع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ارجاع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 نه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فرد و دو فرد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خودشان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بودند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توانستند در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طرف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ناچار به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فقها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عصر خود در بلاد ارجاع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 و اهل الاعلم فالاعلم نبودند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به هر کدام از فقها که در نزد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شرع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ثابت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که مجتهد عادل است ارجاع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اگر اجتهاد و عدالت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ثابت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او ارجاع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 هر چند به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اجتهاد معروف و بلکه اعرف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معروف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به اجتهاد اعم از اجتهاد با عدالت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26" w:name="_Toc425599307"/>
      <w:r>
        <w:rPr>
          <w:rtl/>
          <w:lang w:bidi="fa-IR"/>
        </w:rPr>
        <w:t>426 اگر شیطان مهلت می دهد، از بی عرضگی او است!</w:t>
      </w:r>
      <w:bookmarkEnd w:id="426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گذشته از هر شهر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نمونه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در نجف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مازندران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شاگردان خوب مرحوم آخوند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بحاث بوده که با آقا 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عراق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کوچه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 بحث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مباحثه آن دو طول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کشد</w:t>
      </w:r>
      <w:r w:rsidR="0014728E">
        <w:rPr>
          <w:rtl/>
          <w:lang w:bidi="fa-IR"/>
        </w:rPr>
        <w:t xml:space="preserve">.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انا ناتی الارض ننقصها من اطرافها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587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رو به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آورده و از اطراف آن [ عالمان آن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588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واقعا چه علما و بزرگان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جامع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مقدمات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بودند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اگر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طان مهلت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عرضگ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است اگر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بلاد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که از علما خال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مجلس عزا به پا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جا دارد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27" w:name="_Toc425599308"/>
      <w:r>
        <w:rPr>
          <w:rtl/>
          <w:lang w:bidi="fa-IR"/>
        </w:rPr>
        <w:t>427 حاضر نبود به کسی دستور دهد!</w:t>
      </w:r>
      <w:bookmarkEnd w:id="427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نه تنها به مقامات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جاهل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حرف از علما و مقامات آن ها هم بزن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عجا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در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اعلم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مقامات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نقل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دو سه ساعت بعد از گذشتتن وقت نماز ظهر نزد 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جلو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آبگوشت گذاشته اند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نفرموده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سئوال شد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نفرموده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آخر نانش را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اورده اند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حاضر نبود به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دستور بدهد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28" w:name="_Toc425599309"/>
      <w:r>
        <w:rPr>
          <w:rtl/>
          <w:lang w:bidi="fa-IR"/>
        </w:rPr>
        <w:t>428 تواضع و علمیت فوق العاده ی می</w:t>
      </w:r>
      <w:r w:rsidR="008B3EDE">
        <w:rPr>
          <w:rtl/>
          <w:lang w:bidi="fa-IR"/>
        </w:rPr>
        <w:t>رزا محمد تقی شیرازی -رحمه الله</w:t>
      </w:r>
      <w:r>
        <w:rPr>
          <w:rtl/>
          <w:lang w:bidi="fa-IR"/>
        </w:rPr>
        <w:t>-</w:t>
      </w:r>
      <w:bookmarkEnd w:id="42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شاگردانش کار داشته و وجه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به در منزل آورده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مغرب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منتظر ماند تا خود آن آقا از خانه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وجه را به او داد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 آقا 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رزا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چرا دق الباب نفرمود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آخر خودتان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تشر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نخواستم مزاحمتان بشوم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است که 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جدل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برسد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حاج آقا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ادعا کند صاحب الزمان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هستم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برو در اصول با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مباحثه کن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بر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غالب شد باور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نوشته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دل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مطلب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طور شد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علم از بلاد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کوچ کرد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چرا از علما و بزرگان خود قدردان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فقدان نعمت وجود آن ها مبتلا گشت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29" w:name="_Toc425599310"/>
      <w:r>
        <w:rPr>
          <w:rtl/>
          <w:lang w:bidi="fa-IR"/>
        </w:rPr>
        <w:t>429 جواهر از معجزات تاریخ است!</w:t>
      </w:r>
      <w:bookmarkEnd w:id="429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صاحب جواهر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 کار بوده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کتاب جواهر او از عجا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ب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معجزات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است که شامل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دوره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فقه استدلال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مبسوط و کامل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البته قبل از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اض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داراست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مختصر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جواهر از معجزات و عجا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30" w:name="_Toc425599311"/>
      <w:r>
        <w:rPr>
          <w:rtl/>
          <w:lang w:bidi="fa-IR"/>
        </w:rPr>
        <w:lastRenderedPageBreak/>
        <w:t>430 آن با من نیست، با خداست</w:t>
      </w:r>
      <w:bookmarkEnd w:id="43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تاجر و تاجرزاده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ساکن قم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پنج سال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پنج ساله بودم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که در سامرا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حسن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صاحب فتوا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تحر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تنباکو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حال احتضار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اطراف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و از جمله خود ناقل داستان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بودند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رزا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وفات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589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در گوشه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اطاق نشسته بودم و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مرجع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بعد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آهسته با هم گفت و گو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رزا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طرف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اطاق به پهلو 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صحبت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جواب داد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آن با من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خداست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31" w:name="_Toc425599312"/>
      <w:r>
        <w:rPr>
          <w:rtl/>
          <w:lang w:bidi="fa-IR"/>
        </w:rPr>
        <w:t>431 گویا هیچ کس در اطراف او نبود!</w:t>
      </w:r>
      <w:bookmarkEnd w:id="43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شروع درس مدت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مشغول ذکر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شاگردان حدس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زدند که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اواخر عمرش مقدمه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 و اشتغال به ذکر از درس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اهل علم و شاگردان منتظر شروع درس بودند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مشغول ذکر و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مقدمه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 به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کس در اطراف او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به من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استاد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کارها را در خانه و در وقت خلوت انجام بدهند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سختشان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 که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حالت خضوع و خشوع در اجتماع بتواند حالت توجه به خدا داشته 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نظر به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نداشته باشد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32" w:name="_Toc425599313"/>
      <w:r>
        <w:rPr>
          <w:rtl/>
          <w:lang w:bidi="fa-IR"/>
        </w:rPr>
        <w:lastRenderedPageBreak/>
        <w:t>432 لایق نبودی، امیرال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ین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راهت نداد! طردت کرد!</w:t>
      </w:r>
      <w:bookmarkEnd w:id="43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قصد تشرف به حرم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 طلا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احساس کردند که محصورند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590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لذا نتوانستند وارد حرم شوند و از همان جا به خانه برگشتند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منزل خود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زدند و منقلب و ناراحت بودند و به خود خطاب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راهت نداد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طردت کرد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خودشان به خودشان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نبود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33" w:name="_Toc425599314"/>
      <w:r>
        <w:rPr>
          <w:rtl/>
          <w:lang w:bidi="fa-IR"/>
        </w:rPr>
        <w:t>433 به شاگردان بپردازید، برای ادای قرض شما هم چاره ای می اندیشیم</w:t>
      </w:r>
      <w:bookmarkEnd w:id="43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وجه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حدود چهار صد تومان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به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کاظم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آن جا که مرحوم کاظم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مقروض بوده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خود فکر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آن پول را به او داده تا بابت قرض خود بپردازد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شاگردان 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لذا پرداخت پول به شاگردان 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روز تاخ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اندازد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روز بعد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کنار او عبور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پول ها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تلامذه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قرض شما هم چاره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مطالب را بعد از فوتشان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اسات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را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خود 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مطالب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اگر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احتمال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 که آن ها هم صاحب کراماتند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البته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که اذهان از خودشان منصرف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 ها با آن همه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فقر چه حالات و مقامات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دارا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چه قدر کم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34" w:name="_Toc425599315"/>
      <w:r>
        <w:rPr>
          <w:rtl/>
          <w:lang w:bidi="fa-IR"/>
        </w:rPr>
        <w:lastRenderedPageBreak/>
        <w:t xml:space="preserve">434 درباره ی آقا شیخ مرتضی طالقانی </w:t>
      </w:r>
      <w:r w:rsidR="00C644A3" w:rsidRPr="00C644A3">
        <w:rPr>
          <w:rStyle w:val="libAlaemChar"/>
          <w:rtl/>
        </w:rPr>
        <w:t>رحمه‌الله</w:t>
      </w:r>
      <w:bookmarkEnd w:id="43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مرتض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طالقان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اصفهان بودم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 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عراق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من تقاضا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که با او مباحثه کنم و او در آن وقت جوان و امرد بود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591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عجب از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مرحوم طالقان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اصفهان نبوده اند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مرتض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طالقان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هم حجره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مباحثه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و مطالب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فرموده که در کتاب نبوده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35" w:name="_Toc425599316"/>
      <w:r>
        <w:rPr>
          <w:rtl/>
          <w:lang w:bidi="fa-IR"/>
        </w:rPr>
        <w:t xml:space="preserve">435 مدرسه ی هندی، محل اقامت آقا سید علی قاضی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نجف</w:t>
      </w:r>
      <w:bookmarkEnd w:id="435"/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مرحوم آقا س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 عل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6B7205">
        <w:rPr>
          <w:rtl/>
          <w:lang w:bidi="fa-IR"/>
        </w:rPr>
        <w:t xml:space="preserve"> در مدرسه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قزو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اقامت داشتند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مدرسه هند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جنب حجره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معروف بود که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بحرالعلوم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آن حجره بوده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اواخر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آقازاده 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592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مرحوم قاض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آن حجره بودند که فعلا از نجف به قم رانده شده و بدون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و همسر هستند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36" w:name="_Toc425599317"/>
      <w:r>
        <w:rPr>
          <w:rtl/>
          <w:lang w:bidi="fa-IR"/>
        </w:rPr>
        <w:t>436 روزی که می فهمم چهارشنبه است خوشحال می شوم!</w:t>
      </w:r>
      <w:bookmarkEnd w:id="436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رحمت کند حاج اشرف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مازندران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را که در بابل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اشرف مدفون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که در اواخر ناب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منزل نشسته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قوان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تعجب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 هر روز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فهمم چهارشنبه است خوشحال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آدم زحمت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شاگرد مرحوم صاحب جواهر بوده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 سال 1315 به رحمت خدا رفتند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مجالس درس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593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صحبت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که درس تعط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شود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استاد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لازم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مشورت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آن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در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جد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تعط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جد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نبودند و زحمت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تعط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نباشد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37" w:name="_Toc425599318"/>
      <w:r>
        <w:rPr>
          <w:rtl/>
          <w:lang w:bidi="fa-IR"/>
        </w:rPr>
        <w:t>437 ایام تعطیل مکمل ایام تحصیل</w:t>
      </w:r>
      <w:bookmarkEnd w:id="437"/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بستگان آقا 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د محمد کاظم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زد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6B7205">
        <w:rPr>
          <w:rtl/>
          <w:lang w:bidi="fa-IR"/>
        </w:rPr>
        <w:t xml:space="preserve"> از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شان نقل نموده که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پنجشنبه و جمعه با جمع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طلاب به چر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594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رفت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تا رخت بشو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همان جا مسا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را عنوان و بحث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در اطراف آن صحبت و فکر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کرد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آن چه را که از مسا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 مطرح شده به دستمان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آمد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نوشت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نوه اش نقل کرده است که حاش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مکاسب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شان از هم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قب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 نوشته ها است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اگر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ام تعط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گونه باشد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کمک است 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تحص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بلکه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 از کمک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نقا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ص تحص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 تکم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طلاب با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با فکر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اشکالات خود را حل کنند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نه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که اشکالات هم چنان بماند و فقط 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اد درس بخوانند و هر چه شد 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38" w:name="_Toc425599319"/>
      <w:r>
        <w:rPr>
          <w:rtl/>
          <w:lang w:bidi="fa-IR"/>
        </w:rPr>
        <w:t xml:space="preserve">438 عمل به طب ماثور از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سلامتی همیشگی!</w:t>
      </w:r>
      <w:bookmarkEnd w:id="438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مؤ لفاتش نوشته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انسان به طب ماثور از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اطهار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عمل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مبتلا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آن ها عالم به خواص ماکولات و سبز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و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هستند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بنده هم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الجمله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طب ماثور عمل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حدود هشتاد سال داشت و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نشده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ما در نجف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وبا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وع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به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مبتلا نشد و فقط در اواخر عمر مرضش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 که به نماز جماعت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 و به </w:t>
      </w:r>
      <w:r>
        <w:rPr>
          <w:rtl/>
          <w:lang w:bidi="fa-IR"/>
        </w:rPr>
        <w:lastRenderedPageBreak/>
        <w:t>استراحت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پرداخت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 که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وقت وفات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شد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39" w:name="_Toc425599320"/>
      <w:r>
        <w:rPr>
          <w:rtl/>
          <w:lang w:bidi="fa-IR"/>
        </w:rPr>
        <w:t xml:space="preserve">439 هر بلایی که به ما می رسد در اثر دوری ازاهل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</w:t>
      </w:r>
      <w:bookmarkEnd w:id="43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بلا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به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در اثر دور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ات ماثوره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بلاها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وارد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هم هست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اثر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از روز اول نخواست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آن کس را که خدا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کرده بودند بر ما حکومت کنند</w:t>
      </w:r>
      <w:r w:rsidR="0014728E">
        <w:rPr>
          <w:rtl/>
          <w:lang w:bidi="fa-IR"/>
        </w:rPr>
        <w:t xml:space="preserve">!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گوشوار از گوش زن مسلمان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خلخال از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 ذم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برده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خبر به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فلو ان امراا مسلما مات من بعد هذا اسفا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کان عند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ملوما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595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مسلمان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تاسف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جان بسپارد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نزد من سزاوار سرزنش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40" w:name="_Toc425599321"/>
      <w:r>
        <w:rPr>
          <w:rtl/>
          <w:lang w:bidi="fa-IR"/>
        </w:rPr>
        <w:t>440 پیشرفت در حسیات نه حدسیات</w:t>
      </w:r>
      <w:bookmarkEnd w:id="44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596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اطبا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تهران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 رجوع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آن طب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ب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نبض خانم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خانم شما تب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باردار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توانم دوا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مسهل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تجو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کنم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خانم جواب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خانم ها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مهارت دارم و از همه زودتر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فهمم که باردار هستم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 که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 xml:space="preserve"> حمل ندارم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طب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شک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بار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نبض خانم را آن هم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چادر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و دوباره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خانم شما حمل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توانم به شما دارو بدهم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خانم با استخفاف و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و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فهمد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سرانجام بعد از دو سه روز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فهمد که طب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درست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و حامله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دکترها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امروزه و طب امروز در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جراح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خوب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شرفت کرده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در حدس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بر خلاف طب قد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41" w:name="_Toc425599322"/>
      <w:r>
        <w:rPr>
          <w:rtl/>
          <w:lang w:bidi="fa-IR"/>
        </w:rPr>
        <w:t>441 اگر ذکر نگویم در فکر فرو می روم!</w:t>
      </w:r>
      <w:bookmarkEnd w:id="44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کربلا بود که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در دست داشت و مشغول ذکر بود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ذکر نگو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فکر فرو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محضر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عرض کرد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جن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مرا اذ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مزاحم 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لابد معوذت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597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کم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42" w:name="_Toc425599323"/>
      <w:r>
        <w:rPr>
          <w:rtl/>
          <w:lang w:bidi="fa-IR"/>
        </w:rPr>
        <w:t>442 هر قدر قدرتمند باشی...</w:t>
      </w:r>
      <w:bookmarkEnd w:id="442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که با مرحوم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کاشف الغطا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رضاخان پهلو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در حرم مطهر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 طلا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حضرت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کاشف الغطا رو کرد به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هر قدر که قدرتمند باش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بشو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به اندازه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قدرت و شوکت عبدالمج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598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که اکنون اولاد او بعد از مرگش در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هندوستان گدا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43" w:name="_Toc425599324"/>
      <w:r>
        <w:rPr>
          <w:rtl/>
          <w:lang w:bidi="fa-IR"/>
        </w:rPr>
        <w:t>443 حاضرم عملی بر خلاف یقین انجام ندهم و...</w:t>
      </w:r>
      <w:bookmarkEnd w:id="443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دولت در زمان رضاشاه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مخالف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خوانسار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داشت که حرکت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صورت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و به نقل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تقاضا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که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بکند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حرف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خوانسار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بود که اگر </w:t>
      </w:r>
      <w:r>
        <w:rPr>
          <w:rtl/>
          <w:lang w:bidi="fa-IR"/>
        </w:rPr>
        <w:lastRenderedPageBreak/>
        <w:t>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مردم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گردند - البته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طور هم شد و عده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اصفهان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برگشتند -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بلا و فشار بر سر مسلمان ها وارد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چرا شما ساکت نشسته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کرد که مقصود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خوانسار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جمله که اگر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مردم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از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گردند هر چند مقصود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خوانسار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نبود بلکه منظورش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 که مردم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جواب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حاضرم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خلاف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انجام ندهم و به روستا بروم و لنگ بپوشم و کار عملگ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انجام دهم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آخرالامر تلگراف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اعتراض آم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به شاه کرد که مردم ناراحتند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شاه اعتنا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نکرد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چه قدر انسان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باشد که خلاف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مرتکب نشود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حفط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آتش رفتن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آتش در دست گرفتن است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599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44" w:name="_Toc425599325"/>
      <w:r>
        <w:rPr>
          <w:rtl/>
          <w:lang w:bidi="fa-IR"/>
        </w:rPr>
        <w:t>444 برکات کارهای علمای سابق در راه تبلیغ و هدایت مردم</w:t>
      </w:r>
      <w:bookmarkEnd w:id="44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سابق از ما کمتر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حرکتشان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 و دعوت و هدا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مردم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و سر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کارشان از ما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ادتر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زمان با هواپ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اتوبوس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به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 و دعوت و منبر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قدر در مردم اثر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چه قدر اصلاح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 ها وقت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ادتر در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راه صرف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مردم زمانشان چه قدر رو به راه تر از زمان ما بودند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سابق از مال و ثروت و لوازم خانگ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مختصر و کم قانع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پرکارتر و پر برکت تر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مصرف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 و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کارمان کم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45" w:name="_Toc425599326"/>
      <w:r>
        <w:rPr>
          <w:rtl/>
          <w:lang w:bidi="fa-IR"/>
        </w:rPr>
        <w:lastRenderedPageBreak/>
        <w:t>445 خوب چشم هایتان را باز کنید</w:t>
      </w:r>
      <w:bookmarkEnd w:id="44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از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معصوم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هر بزرگ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آن صد در صد اعتماد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احتمال خلاف و خطا در آن داد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کلام معصوم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هفتاد محمل دارد که بدون فحص از معارض و صوارف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به آن بدوا اعتماد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ظاهر آن عمل نمود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بفهمد آن است که هر کلام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هر بزرگ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احتمال بدهد که کلام او خطا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صرف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صاحب کلام و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سخن بزرگ و بزرگوار باشد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به آن اعتماد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اعتماد به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 را مگذران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آنان که معصوم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بزرگان از استادش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هر مساله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نظر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خوب چشمتان را باز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آخوند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اعتماد داشتم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در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جاها چنگالم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600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اکنون اگر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ماست 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خوب چشمم را باز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 که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نم اگر مثلا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زرد است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؟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46" w:name="_Toc425599327"/>
      <w:r>
        <w:rPr>
          <w:rtl/>
          <w:lang w:bidi="fa-IR"/>
        </w:rPr>
        <w:t>446 نان خوردن در خیابان برای شما عرفااشکال دارد</w:t>
      </w:r>
      <w:bookmarkEnd w:id="44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 قم در دستم بستن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نان بود و مشغول خوردن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بودم که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بروجرد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من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مگر طلبه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چرا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پس چرا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نان خوردن حرام است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نان خوردن در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شرعا حرام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عرفا اشکال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در برابر چشمان مردم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را بکن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سخن شما را قبول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تو که موعظه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 </w:t>
      </w:r>
      <w:r>
        <w:rPr>
          <w:rtl/>
          <w:lang w:bidi="fa-IR"/>
        </w:rPr>
        <w:lastRenderedPageBreak/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فلان کار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آخر کار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از من جدا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هر وقت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ما مراجعه کن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47" w:name="_Toc425599328"/>
      <w:r>
        <w:rPr>
          <w:rtl/>
          <w:lang w:bidi="fa-IR"/>
        </w:rPr>
        <w:t>447 خجالت نمی کشی؟ از خدا نمی ترسی؟</w:t>
      </w:r>
      <w:bookmarkEnd w:id="447"/>
      <w:r>
        <w:rPr>
          <w:rtl/>
          <w:lang w:bidi="fa-IR"/>
        </w:rPr>
        <w:t xml:space="preserve">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اهل علم</w:t>
      </w:r>
      <w:r w:rsidR="0014728E">
        <w:rPr>
          <w:rtl/>
          <w:lang w:bidi="fa-IR"/>
        </w:rPr>
        <w:t xml:space="preserve"> (</w:t>
      </w:r>
      <w:r w:rsidR="006B7205">
        <w:rPr>
          <w:rtl/>
          <w:lang w:bidi="fa-IR"/>
        </w:rPr>
        <w:t xml:space="preserve">در نجف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کربلا</w:t>
      </w:r>
      <w:r w:rsidR="0014728E">
        <w:rPr>
          <w:rtl/>
          <w:lang w:bidi="fa-IR"/>
        </w:rPr>
        <w:t xml:space="preserve">) </w:t>
      </w:r>
      <w:r w:rsidR="006B7205">
        <w:rPr>
          <w:rtl/>
          <w:lang w:bidi="fa-IR"/>
        </w:rPr>
        <w:t>زندگ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او سخت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گذشت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با خود 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به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ران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روم و لباس طلبگ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درس و بحث را کنار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گذارم و مشغول کار و کاسب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لذا نزد آقا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 xml:space="preserve"> رفت - که بنده او را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شناختم - تا خانواده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خود را به او بسپارد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آن آقا به او 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با کس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مشورت کرده ا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 w:rsidR="006B7205"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خ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برو نزد فلان آقا که در حرم است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استخاره کن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رفت و برگشت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از او پرس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جواب استخاره چه بود</w:t>
      </w:r>
      <w:r w:rsidR="0014728E">
        <w:rPr>
          <w:rtl/>
          <w:lang w:bidi="fa-IR"/>
        </w:rPr>
        <w:t xml:space="preserve">؟ </w:t>
      </w:r>
      <w:r w:rsidR="006B7205"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هم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که استخاره کرد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جواب داد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خجالت 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کش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 w:rsidR="006B7205">
        <w:rPr>
          <w:rtl/>
          <w:lang w:bidi="fa-IR"/>
        </w:rPr>
        <w:t>از خدا 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ترس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 w:rsidR="006B7205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خواه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ران برو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راحت شو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اهل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 تو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جا در فشار باشند</w:t>
      </w:r>
      <w:r w:rsidR="0014728E">
        <w:rPr>
          <w:rtl/>
          <w:lang w:bidi="fa-IR"/>
        </w:rPr>
        <w:t xml:space="preserve">؟! </w:t>
      </w:r>
      <w:r w:rsidR="006B7205">
        <w:rPr>
          <w:rtl/>
          <w:lang w:bidi="fa-IR"/>
        </w:rPr>
        <w:t>هم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جا بمان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خدا فرج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رساند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هم قبول کرد و از فکر باطل خود منصرف شد و طول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نکش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که اوضاعش رو به راه و خوب 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48" w:name="_Toc425599329"/>
      <w:r>
        <w:rPr>
          <w:rtl/>
          <w:lang w:bidi="fa-IR"/>
        </w:rPr>
        <w:t>448 می خواهی حج بروی، ان شا الله خوب است</w:t>
      </w:r>
      <w:bookmarkEnd w:id="44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که با قرآن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استخاره کرده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همان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نام آن را در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معروف است که ظاهرا مرحوم حاج آقا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نزد استادش با 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استخاره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حج برو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 شا الله خوب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کور باطن ها به اصل استخاره چه با قرآن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معتقد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49" w:name="_Toc425599330"/>
      <w:r>
        <w:rPr>
          <w:rtl/>
          <w:lang w:bidi="fa-IR"/>
        </w:rPr>
        <w:lastRenderedPageBreak/>
        <w:t>449 عجب از آنان که با تسبیح استخاره می کنند و مطلب را می گویند!</w:t>
      </w:r>
      <w:bookmarkEnd w:id="449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آن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با قرآن استخاره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مطلب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عجب از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با 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استخاره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مطلب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بله اتفاق افتاده که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استخاره با 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مطلب را گفته اند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50" w:name="_Toc425599331"/>
      <w:r>
        <w:rPr>
          <w:rtl/>
          <w:lang w:bidi="fa-IR"/>
        </w:rPr>
        <w:t>450 حافظه ی فوق العاده مرحوم شریعت اصفهانی و آقا سید صالح</w:t>
      </w:r>
      <w:bookmarkEnd w:id="45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صالح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که از خطبا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درجه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 نجف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دو با هم بحار را حفظ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ها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مرتبه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 و حفظ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 بار تکرار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بار خودش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بار هم در مقابله و استماع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تکرار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و حفظ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مختصر مطالعه و اشتغال مطلب را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و مفصل و مکرر کار کنند تا مطالب را به دست آورند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51" w:name="_Toc425599332"/>
      <w:r>
        <w:rPr>
          <w:rtl/>
          <w:lang w:bidi="fa-IR"/>
        </w:rPr>
        <w:t>451 توفیق از آشپزخانه حاصل نمی شود</w:t>
      </w:r>
      <w:bookmarkEnd w:id="45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زمان سابق با امداد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 ها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امروزه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به آن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موانع امروز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از گذشته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سبحان 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مملکته</w:t>
      </w:r>
      <w:r w:rsidR="0014728E">
        <w:rPr>
          <w:rtl/>
          <w:lang w:bidi="fa-IR"/>
        </w:rPr>
        <w:t>...؛ (</w:t>
      </w:r>
      <w:r>
        <w:rPr>
          <w:rtl/>
          <w:lang w:bidi="fa-IR"/>
        </w:rPr>
        <w:t>منزه است خدا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بر اهل مملکت خود تعد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...) </w:t>
      </w:r>
      <w:r>
        <w:rPr>
          <w:rtl/>
          <w:lang w:bidi="fa-IR"/>
        </w:rPr>
        <w:t>در تعق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بات نماز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601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مطلب است که انسان نوران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فهم معلومات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مقامات از پر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دست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هم از مطبخ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602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حاصل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چه بسا افراد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که از کار و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جه 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قضا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ترحم و احسان و امداد به برادران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جه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52" w:name="_Toc425599333"/>
      <w:r>
        <w:rPr>
          <w:rtl/>
          <w:lang w:bidi="fa-IR"/>
        </w:rPr>
        <w:t>452 از همان جا باب حکمت به رویش گشوده شد</w:t>
      </w:r>
      <w:bookmarkEnd w:id="45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شفت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جگر 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 و به منزل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14728E">
        <w:rPr>
          <w:rtl/>
          <w:lang w:bidi="fa-IR"/>
        </w:rPr>
        <w:t xml:space="preserve">،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راه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با بچه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ترحم نمود و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جگر را جلو آن ها انداخت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سپس مقدار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تمام جگر را به آن ها داد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داده بود که آن ها احوج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ازمندتر از اهل منزل هستند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همان جا باب حکمت و معرفت به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گشوده 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53" w:name="_Toc425599334"/>
      <w:r>
        <w:rPr>
          <w:rtl/>
          <w:lang w:bidi="fa-IR"/>
        </w:rPr>
        <w:t xml:space="preserve">453 ذلت نسیه گرفتن را بر تصرف در سهم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ترجیح می دهم</w:t>
      </w:r>
      <w:bookmarkEnd w:id="45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تصرف سهم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مخصوصا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مقدار ضرورت و به اندازه شؤ ونات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بزرگان نجف با اجاره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ظاهرا در اراک داشتند و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کم بود امرار معاش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ذلت نس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گرفتن از دکان ها را بر تصرف در سهم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ترج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که آخوند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اواخر عمر توسعه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طلبه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خدمت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آمده بود و امضا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قبض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هفتصد تومان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بلافاصله امضا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آن زمان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تومان و دو تومان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 ارزش داشت و در نجف کوچه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صد تومان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وجود داشت</w:t>
      </w:r>
      <w:r w:rsidR="0014728E">
        <w:rPr>
          <w:rtl/>
          <w:lang w:bidi="fa-IR"/>
        </w:rPr>
        <w:t xml:space="preserve">،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قبض هفتصد تومان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امضا کرد</w:t>
      </w:r>
      <w:r w:rsidR="0014728E">
        <w:rPr>
          <w:rtl/>
          <w:lang w:bidi="fa-IR"/>
        </w:rPr>
        <w:t xml:space="preserve">!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اطراف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آخوند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اعتراض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به تو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سپس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بگذار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سال راحت باشد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54" w:name="_Toc425599335"/>
      <w:r>
        <w:rPr>
          <w:rtl/>
          <w:lang w:bidi="fa-IR"/>
        </w:rPr>
        <w:t xml:space="preserve">454 اجازه تصرف در سهم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خط و امضای امام غایب -عجل الله تعالی فرجه الشریف</w:t>
      </w:r>
      <w:bookmarkEnd w:id="45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فرد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مجلس فاتحه اقامه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واسطه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اعتراض کرده بود که چرا از سهم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مجالس را برگزار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کارها سابقه نداشت و فقط چند سفر که به سامرا مشرف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سفر به خدام آن جا که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بلکه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آن ها جز چند نفر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داده بودند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بعد از اعتراض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شخص معترض ورقه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سبز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نشان داده بود که بنابر نقل به خط و امضا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غا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بود 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هم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کرده بودند که ورقه از جانب آن حضرت است که به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اجازه فرموده اند که سهم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آن چه موجب اعتلا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مذهب حق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مصرف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55" w:name="_Toc425599336"/>
      <w:r>
        <w:rPr>
          <w:rtl/>
          <w:lang w:bidi="fa-IR"/>
        </w:rPr>
        <w:t>455 حواله ی امام غایب - عجل الله تعالی فرجه الشریف - به میرزای شیرازی</w:t>
      </w:r>
      <w:bookmarkEnd w:id="45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عبدالهاد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نقل شده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کوچک بود و در سامرا با مرحوم پدرشان در خدمت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و ورقه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سبز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پدر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عبدالهاد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 و به او هم مبلغ </w:t>
      </w:r>
      <w:r w:rsidR="00CE0249">
        <w:rPr>
          <w:rtl/>
          <w:lang w:bidi="fa-IR"/>
        </w:rPr>
        <w:lastRenderedPageBreak/>
        <w:t>ی</w:t>
      </w:r>
      <w:r>
        <w:rPr>
          <w:rtl/>
          <w:lang w:bidi="fa-IR"/>
        </w:rPr>
        <w:t>ک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ورقه را به 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آن ورقه 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حواله شده بود که به حامل ورقه مبلغ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معادل ده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نار بدهد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پدر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عبدالهاد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ورقه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سبز با خط و امضا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 غائب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بوده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56" w:name="_Toc425599337"/>
      <w:r>
        <w:rPr>
          <w:rtl/>
          <w:lang w:bidi="fa-IR"/>
        </w:rPr>
        <w:t>456 از که دزدی کنیم؟</w:t>
      </w:r>
      <w:bookmarkEnd w:id="456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 به منزل مرحوم مامقان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لحاف پاره پاره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انداخته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حاضر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که مناسب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نبوده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به مرحوم مامقان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اعتراض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چه لحاف و چه آش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که دزد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بکنم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از که دزد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بکنم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آن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بارها به آقازاده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ابوالقاسم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وجه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داده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ببرد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57" w:name="_Toc425599338"/>
      <w:r>
        <w:rPr>
          <w:rtl/>
          <w:lang w:bidi="fa-IR"/>
        </w:rPr>
        <w:t>457 الناس معادن کالمعادن الذهب و الفضة</w:t>
      </w:r>
      <w:bookmarkEnd w:id="45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مردم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در فطانت و بلادت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603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اختلاف دارند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مامون و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نزد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معلم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معلم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فرش مامون کاغذ گذاشت و او متوجه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فرش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خشت گذاشت و او نفهم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الناس معادن کالمعادن الذهب و الفضة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604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مردم مانند معادن طلا و نقره هستند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ادعا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که اگر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حرکت قلم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او خوش فهم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نه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درجه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مقابل 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با اشاره به بچه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مطلب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بفهماند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که همه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کودکان منظورش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هذا قفس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قدر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افراد تفاوت وجود دارد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امور ساده و آشکار مثل نماز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سماوات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رساند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خبر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معجون شور است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58" w:name="_Toc425599339"/>
      <w:r>
        <w:rPr>
          <w:rtl/>
          <w:lang w:bidi="fa-IR"/>
        </w:rPr>
        <w:t>458 شعر خواندن در شب جمعه</w:t>
      </w:r>
      <w:bookmarkEnd w:id="458"/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شعر خواندن در شب جمعه مکروه است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تناسب با شب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و مجالس عشرت و لهو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مکروه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شعرها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در آن ذکر خدا و مناجات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در مدح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اطهار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605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59" w:name="_Toc425599340"/>
      <w:r>
        <w:rPr>
          <w:rtl/>
          <w:lang w:bidi="fa-IR"/>
        </w:rPr>
        <w:t xml:space="preserve">459 مداحی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 صورت غنا در محضر مرحوم وحید بهبهانی وسید بحرالعلوم</w:t>
      </w:r>
      <w:bookmarkEnd w:id="45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آن مدح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 صورت غنا خوانده شد حاضر بود و اعتراض نکرد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بعد از مجلس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علت آن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خواننده اهم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او را مراعات کردم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اسات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ما نقل شده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بهبهان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606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حاضر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در مداح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واقع شد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اعتراض نکردند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بحرالعلوم که در مجلس حاضر بود به او اعتراض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بهبهان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استاد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 به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نمود و فرمود</w:t>
      </w:r>
      <w:r w:rsidR="0014728E">
        <w:rPr>
          <w:rtl/>
          <w:lang w:bidi="fa-IR"/>
        </w:rPr>
        <w:t xml:space="preserve">: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اسکت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خاموش باش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60" w:name="_Toc425599341"/>
      <w:r>
        <w:rPr>
          <w:rtl/>
          <w:lang w:bidi="fa-IR"/>
        </w:rPr>
        <w:t xml:space="preserve">460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شعر</w:t>
      </w:r>
      <w:bookmarkEnd w:id="46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ما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علمنه الشعر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607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ما به او [ رسول اکرم </w:t>
      </w:r>
      <w:r w:rsidR="00A14306" w:rsidRPr="00A14306">
        <w:rPr>
          <w:rStyle w:val="libAlaemChar"/>
          <w:rtl/>
        </w:rPr>
        <w:t>صلى‌الله‌عليه‌وآله‌وسلم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شعر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اموخت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اختصاص 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دارد که قرآن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آورده شعر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گرنه از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اطهار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الجمله شعر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608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مواقع و مقام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مناسب شعر سروده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609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61" w:name="_Toc425599342"/>
      <w:r>
        <w:rPr>
          <w:rtl/>
          <w:lang w:bidi="fa-IR"/>
        </w:rPr>
        <w:t>461 ارتباط قلبی با اهل ایمان</w:t>
      </w:r>
      <w:bookmarkEnd w:id="46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اتفاق افتاده که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 داشته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بعد همان شخص به در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آمده و به او گفته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 من چه کار دار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بالاخره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ارتباط قلب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مان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را انکار کرد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دو برادر روحان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610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، </w:t>
      </w:r>
      <w:r>
        <w:rPr>
          <w:rtl/>
          <w:lang w:bidi="fa-IR"/>
        </w:rPr>
        <w:t xml:space="preserve">دو قلو هستند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ها در تهران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نجف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به هم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بود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خواب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به من انگور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کو انگور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بودند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مرا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که بلند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کو انگور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در همان وقت از برادرم هم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بودند که در خواب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کو انگور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پنج نفر از علما در کربلا خواب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 که ظاهرا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نها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611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را با عبارت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ستا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عبارت آن حضرت 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ادداشت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به همد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عبارت همه با هم مطابق بوده است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62" w:name="_Toc425599343"/>
      <w:r>
        <w:rPr>
          <w:rtl/>
          <w:lang w:bidi="fa-IR"/>
        </w:rPr>
        <w:lastRenderedPageBreak/>
        <w:t>462 گرد خاک پای زوار را می بوسم!</w:t>
      </w:r>
      <w:bookmarkEnd w:id="46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در شان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غا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اختلافند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در مورد قرآن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قدر ضع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هستند که در بوس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آن ها شک و اعتراض دارند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ظاهرا به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حرم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را بوس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اعتراض کرد که آقا شما هم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برعکس مرحوم دربند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 شما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حجت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حرم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ح حرم حضرت ابوالفضل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ببوس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در جواب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عتبه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بوسم که گرد و خاک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زوار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ارات حضرت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ثم قبل الضر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من اربع جوانبه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612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سپس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را از چهار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ببوس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63" w:name="_Toc425599344"/>
      <w:r>
        <w:rPr>
          <w:rtl/>
          <w:lang w:bidi="fa-IR"/>
        </w:rPr>
        <w:t xml:space="preserve">463 کلمات قصار ائمه </w:t>
      </w:r>
      <w:r w:rsidR="00937235" w:rsidRPr="00937235">
        <w:rPr>
          <w:rStyle w:val="libAlaemChar"/>
          <w:rtl/>
        </w:rPr>
        <w:t>عليهم‌السلام</w:t>
      </w:r>
      <w:bookmarkEnd w:id="46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خوب است کلمات قصار هر کدام از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حروف تهج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جمع شود</w:t>
      </w:r>
      <w:r w:rsidR="0014728E">
        <w:rPr>
          <w:rtl/>
          <w:lang w:bidi="fa-IR"/>
        </w:rPr>
        <w:t xml:space="preserve">.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از خطبه ها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ائمه </w:t>
      </w:r>
      <w:r w:rsidR="00937235" w:rsidRPr="00937235">
        <w:rPr>
          <w:rStyle w:val="libAlaemChar"/>
          <w:rtl/>
        </w:rPr>
        <w:t>عليهم‌السلام</w:t>
      </w:r>
      <w:r w:rsidR="006B7205">
        <w:rPr>
          <w:rtl/>
          <w:lang w:bidi="fa-IR"/>
        </w:rPr>
        <w:t xml:space="preserve"> هم کلمات قصار به دست 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ذکر کردن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جمله از خطبه در ضمن کلمات قصار خلاف قاعده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ظاهرا مقصود از کلمات قصار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کلمات جدا شده از کلمات طوال و بلند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کلمات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منظور است که از حضرات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 طور مستقل صادر شده و به ما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منصف باشد تنها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کلمات قصار در اثبات افضل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اثبات صدق ادعا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64" w:name="_Toc425599345"/>
      <w:r>
        <w:rPr>
          <w:rtl/>
          <w:lang w:bidi="fa-IR"/>
        </w:rPr>
        <w:lastRenderedPageBreak/>
        <w:t>464 جای فتوی و احتیاط</w:t>
      </w:r>
      <w:bookmarkEnd w:id="46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613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مساله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جواب به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فتو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ندادن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جور جاها خلاف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اگر مجتهد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نداشته باشد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مطلق خوب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اگر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فتوا را بدهد و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را اگر صلاح و لازم دانست ولو به صورت مؤ کد و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نوشتن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مطلقا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بنده جزوه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بر عروه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اول تا آخر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اطها را نوشته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ترک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فقط در چند مورد که صاحب عروه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نموده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داده است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متذکر شده است که موافق با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مستحب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الفتو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65" w:name="_Toc425599346"/>
      <w:r>
        <w:rPr>
          <w:rtl/>
          <w:lang w:bidi="fa-IR"/>
        </w:rPr>
        <w:t>465 حواشی عروة الوثقی</w:t>
      </w:r>
      <w:bookmarkEnd w:id="46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معروف است که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حواش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عروه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روز آباد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614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قدس سره -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مامقان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615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بر عروه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گمانم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صدر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616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بر عروه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قاعدتا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حواش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زمان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صاحب عروه نوشتهه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خود صاحب عروه مطلع بوده که معاصر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او بر عروه اش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زده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مخالفت نظر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 با نظر صاحب عروه کم بوده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بر عروه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مختصر است و چند ورق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خلاف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نان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زمان معروف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تشان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مفصل و خوب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گمانم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روز آباد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عبدالله مامقان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قدس سره -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مختصر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صدر - رحمهما الله - مختصر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استاد 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617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، </w:t>
      </w:r>
      <w:r>
        <w:rPr>
          <w:rtl/>
          <w:lang w:bidi="fa-IR"/>
        </w:rPr>
        <w:t>از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تعر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 آن را مغتنم بشمار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کن کم است و به صورت حواش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بر عروه لازم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66" w:name="_Toc425599347"/>
      <w:r>
        <w:rPr>
          <w:rtl/>
          <w:lang w:bidi="fa-IR"/>
        </w:rPr>
        <w:t>466 مجتهد تابع مقلد</w:t>
      </w:r>
      <w:bookmarkEnd w:id="46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حجت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گذشته مردم از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تا تابع او 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امروزه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خواهند از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کنند که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ها متابعت کند و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67" w:name="_Toc425599348"/>
      <w:r>
        <w:rPr>
          <w:rtl/>
          <w:lang w:bidi="fa-IR"/>
        </w:rPr>
        <w:t xml:space="preserve">467 تقیه، شیوه ی امامان معصوم </w:t>
      </w:r>
      <w:r w:rsidR="00937235" w:rsidRPr="00937235">
        <w:rPr>
          <w:rStyle w:val="libAlaemChar"/>
          <w:rtl/>
        </w:rPr>
        <w:t>عليهم‌السلام</w:t>
      </w:r>
      <w:bookmarkEnd w:id="46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عجب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اگر محدث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ما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تو که مدع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را خوانده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مطلب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ذکر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طور تا به حال مذاق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نفهم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هنوز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اطهار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چه کاره بوده اند و چه کار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و چه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چه جواب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از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 حضرت غائب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مذاقشان چه بوده است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مذاق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بوده 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پنج سال خانه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حضرت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بلکه در پنج سال خلافت ظاهر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امر 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بوده که به </w:t>
      </w:r>
      <w:r>
        <w:rPr>
          <w:rtl/>
          <w:lang w:bidi="fa-IR"/>
        </w:rPr>
        <w:lastRenderedPageBreak/>
        <w:t>طور 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همه را رد کند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همان ها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حفظ اسلام بسازد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راه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حسن بن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1797F" w:rsidRPr="0051797F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آن طور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در زمان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بت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نه خانه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نه جنگ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طر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ثالثه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راه ما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68" w:name="_Toc425599349"/>
      <w:r>
        <w:rPr>
          <w:rtl/>
          <w:lang w:bidi="fa-IR"/>
        </w:rPr>
        <w:t>468 شما که معقول نخوانده اید، چگونه جواب می دهید؟</w:t>
      </w:r>
      <w:bookmarkEnd w:id="468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جعفر کاشف الغطا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وارد اصفهان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شبهات معقول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مطرح نمودند و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درخواست پاسخ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جواب را بدون اصطلاح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نپسند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شما که معقول نخوانده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چگونه جواب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مطالعه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 السلام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به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اصطلاحات عقل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مامور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موظف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به آن چه که به آن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جه حاصل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69" w:name="_Toc425599350"/>
      <w:r>
        <w:rPr>
          <w:rtl/>
          <w:lang w:bidi="fa-IR"/>
        </w:rPr>
        <w:t xml:space="preserve">469 حضرت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پیشواز او می رود!</w:t>
      </w:r>
      <w:bookmarkEnd w:id="469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سابق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و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نفر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مثل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تفاوت نبودند که آن بلا را فقط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مبتلا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بدانند 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همدرد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بلا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دانستند و همه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برطرف شدن آن در فکر گرفتن مجلس دعا و ختم بودند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ختم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خوب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رفع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سراغ دارم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اشتغال به علم فقه آل محمد - صلوات الله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 اجمع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-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بزرگتر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ختم و توسل به آن هاست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هشت نفر از علما و دو سه نفر از خطبا در زمان رضا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 بسته به زندان بردند و معلوم نبود که چه بلا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به سر آن ها خواهند آورد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ها سه روز در بازداشتگاه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همه مشغول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زار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توسل و دعا بودند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ونس اردب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ما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اضطراب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نداشت و با آرامش خاطر مشغول مطالعه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کتاب جواهر بود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هنگام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سادات حاضر در مجلس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در مشهد بودم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دم که حضرت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شواز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کردم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صبح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دم که جنازه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ونس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را به صحن آوردند و از همان 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شواز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وارد کردند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70" w:name="_Toc425599351"/>
      <w:r>
        <w:rPr>
          <w:rtl/>
          <w:lang w:bidi="fa-IR"/>
        </w:rPr>
        <w:t>470 چه طور شیر را دیدی و نترسیدی؟</w:t>
      </w:r>
      <w:bookmarkEnd w:id="470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معروف بود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اسماع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تبر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نجف و کربلا در حال نماز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و از آن نترس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باره از او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کردند که چه طور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جواب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طور نبود که من از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نترسم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به طرف 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خود گفتم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 از کار گذشته و 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فرار ندارم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بهتر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که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هر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بکند و هر بلا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به سر من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حال نماز باشم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به نماز خود ادامه دادم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هم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من آمد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دور به دورم گشت و راهش را گرفت و رفت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71" w:name="_Toc425599352"/>
      <w:r>
        <w:rPr>
          <w:rtl/>
          <w:lang w:bidi="fa-IR"/>
        </w:rPr>
        <w:t>471 وظیفه ی ما در برابر ابتلائات سخت شیعه</w:t>
      </w:r>
      <w:bookmarkEnd w:id="471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که قدرت دفاع در برابر قدرت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-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با هم هم دست شده اند -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به صورت ظاهر با آن ها بجنگ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چرا دست از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بردار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ابتلائات و آتش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عراق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لبنان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پاکستان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افغانستان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افروخته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دعا و توسل به حضرت حجت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و توص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به دعاست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حضرت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بخوان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تائب بکن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البته توبه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به حسب خود آن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مال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برده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اول آن را به صاحبش برگردان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سپس از آن استغفار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72" w:name="_Toc425599353"/>
      <w:r>
        <w:rPr>
          <w:rtl/>
          <w:lang w:bidi="fa-IR"/>
        </w:rPr>
        <w:t xml:space="preserve">472 خوشه ی انگور مال 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bookmarkEnd w:id="472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آقازاده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618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با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موثق از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توسل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که از 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و متق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اکنون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 است و 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مارستان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گلپا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بستر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- نقل کردند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سه شب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خواب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دم که امام زمان و امام صادق </w:t>
      </w:r>
      <w:r w:rsidR="0051797F" w:rsidRPr="0051797F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به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 من آمدند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دست حضرت حجت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خوشه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انگور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دانه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انگور از آن را به من دادند و من آن را خوردم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بعد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خوشه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انگور مال 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سپس آن را به حضرت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دادند و من از حضرت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انگور خواستم و آن حضرت خوشه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انگور را به من تقد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خدمت 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در دست حضرت عصا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 خواست آن عصا را ببوسد و</w:t>
      </w:r>
      <w:r w:rsidR="0014728E">
        <w:rPr>
          <w:rtl/>
          <w:lang w:bidi="fa-IR"/>
        </w:rPr>
        <w:t xml:space="preserve">...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ادم آمد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619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73" w:name="_Toc425599354"/>
      <w:r>
        <w:rPr>
          <w:rtl/>
          <w:lang w:bidi="fa-IR"/>
        </w:rPr>
        <w:t>473 استعمال لفظ در بیش از یک معنا</w:t>
      </w:r>
      <w:bookmarkEnd w:id="47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 مساله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استعمال لفظ 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معنا حل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مطالب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حل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الله الصمد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620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خمسة اوجه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621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</w:t>
      </w:r>
      <w:r>
        <w:rPr>
          <w:rtl/>
          <w:lang w:bidi="fa-IR"/>
        </w:rPr>
        <w:t>صمد پنج معنا دارد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تمام آن معان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مراد است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معان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جامع مشترک هم ندارند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مانند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الصمد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المصمود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الحوائج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الصمد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لا جوف له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622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صمد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همگان در خواسته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او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دارند و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صمد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اندرون خال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ط الحق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قه است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معان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ه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چ جامع و وجه مشترک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با هم ندارند تا گفته شود در معنا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جامع استعمال شده و مشترک معنو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74" w:name="_Toc425599355"/>
      <w:r>
        <w:rPr>
          <w:rtl/>
          <w:lang w:bidi="fa-IR"/>
        </w:rPr>
        <w:t>474 مبلغ واقعی، پیامبر پیغمبر است!</w:t>
      </w:r>
      <w:bookmarkEnd w:id="474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بکند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 برود و نسخه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طبق دستورات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مرتب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هر جا برود نوران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دل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مرده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مزروعه را منبت حسن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623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شوره زارها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ها را لاله زار و سرسبز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مبلغ هر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امبر از حوار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آن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و در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قت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غامبر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با واسطه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واسطه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شرط آن که مطابق دستورات آن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خواسته ها و خواهش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را برآورده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بلکه شفا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امراض روح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را به حسب حال خودشان بدهد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شاف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مرض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و عامل به مشته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خود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مثلا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 از او بخواهند و او با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 بخواند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چه قدر فرق است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مطلب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با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شعر در آورد و آن را با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 ادا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تنها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خوب داشته باشد بدون درمان و 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محتو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اهل علم در جا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 xml:space="preserve"> مشغول تبل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غ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 وقت هنگام رفتن به مسجد در سر راه خود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مقدار 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خرما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خراب را در معرض فروش قرار داده اند و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فروشند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وارد مسجد شد و بالا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منبر رفت و 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چرا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طور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نعمت خدا را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گذار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خراب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شود و سپس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فروش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ا معامله و </w:t>
      </w:r>
      <w:r w:rsidR="006B7205">
        <w:rPr>
          <w:rtl/>
          <w:lang w:bidi="fa-IR"/>
        </w:rPr>
        <w:lastRenderedPageBreak/>
        <w:t>پول شما که در مقابل خرما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خراب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 xml:space="preserve">حلال است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خ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</w:t>
      </w:r>
      <w:r w:rsidR="0014728E">
        <w:rPr>
          <w:rtl/>
          <w:lang w:bidi="fa-IR"/>
        </w:rPr>
        <w:t xml:space="preserve">؟ </w:t>
      </w:r>
      <w:r w:rsidR="006B7205">
        <w:rPr>
          <w:rtl/>
          <w:lang w:bidi="fa-IR"/>
        </w:rPr>
        <w:t>چرا به مردم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ذا و اضرار وارد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اهل علم در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صاحبخانه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تراش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 مسجد از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تراش ها مذمت و بدگو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75" w:name="_Toc425599356"/>
      <w:r>
        <w:rPr>
          <w:rtl/>
          <w:lang w:bidi="fa-IR"/>
        </w:rPr>
        <w:t xml:space="preserve">475 استخاره ی میرزا محمد تقی شیرازی </w:t>
      </w:r>
      <w:r w:rsidR="00760208" w:rsidRPr="00760208">
        <w:rPr>
          <w:rStyle w:val="libAlaemChar"/>
          <w:rtl/>
        </w:rPr>
        <w:t>رحمه‌الله</w:t>
      </w:r>
      <w:bookmarkEnd w:id="47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استخاره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معلوم نبود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مرتبه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الله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مطلقات استخاره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استخاره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شامل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البته استخاره به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طلب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و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منظور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استخاره به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طلب الخ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624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76" w:name="_Toc425599357"/>
      <w:r>
        <w:rPr>
          <w:rtl/>
          <w:lang w:bidi="fa-IR"/>
        </w:rPr>
        <w:t>476 استخاره با قرآن و یا با تسبیح؟</w:t>
      </w:r>
      <w:bookmarkEnd w:id="476"/>
      <w:r>
        <w:rPr>
          <w:rtl/>
          <w:lang w:bidi="fa-IR"/>
        </w:rPr>
        <w:t xml:space="preserve">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شان با قرآن استخاره 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کردند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با تسب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ح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آن چه متداول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استخاره با 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با قرآن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نقل شده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ما از قرآن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77" w:name="_Toc425599358"/>
      <w:r>
        <w:rPr>
          <w:rtl/>
          <w:lang w:bidi="fa-IR"/>
        </w:rPr>
        <w:t>477 استخاره ی حضرت آیت الله بهجت با تسبیح</w:t>
      </w:r>
      <w:bookmarkEnd w:id="477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بنده هم هر وقت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استخاره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 با 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استخاره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625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ترک هم معمول به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انه باشد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626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انجام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فعل آن خوب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ترکش بد باشد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78" w:name="_Toc425599359"/>
      <w:r>
        <w:rPr>
          <w:rtl/>
          <w:lang w:bidi="fa-IR"/>
        </w:rPr>
        <w:t>478 استخاره ی حضرت آیت الله بهجت با قرآن</w:t>
      </w:r>
      <w:bookmarkEnd w:id="47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همدان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علم و عمل از بزرگان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آقازاده ها به خدمت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آقازاده بنده را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معرف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دوبار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</w:t>
      </w:r>
      <w:r>
        <w:rPr>
          <w:rtl/>
          <w:lang w:bidi="fa-IR"/>
        </w:rPr>
        <w:lastRenderedPageBreak/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رفت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برگرد به نجف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اسم شهر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هم ذکر فرمودند بعد ما به قم آمد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 گذرنامه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برگشتن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سور نشد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استخاره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به نجف برنگشت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شهرها از بنده خواستند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حوزه آن جا بروم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قرآن استخاره کردم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 شهرستان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استخاره همان اسم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آن آقا فرموده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درآمد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از معجزات خود قرآن و از کرامات آن مرد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79" w:name="_Toc425599360"/>
      <w:r>
        <w:rPr>
          <w:rtl/>
          <w:lang w:bidi="fa-IR"/>
        </w:rPr>
        <w:t>479 آن صد لیره برای خریدن خون این دو شیعه بود!</w:t>
      </w:r>
      <w:bookmarkEnd w:id="479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تهران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627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با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قبر عبدالقادر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که در آن زمان متول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بزرگان عراق بود - به بغداد رفتند و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 آن نشستند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خادم آن جا هم از آن ها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کرد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قهوه آورد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هنگام برگشتن صد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628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خادم داد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همراهان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اعتراض کردند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پول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به چه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629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طول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خبر آوردند که دو نفر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به اتهام سب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شده اند و تصم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گرفته اند آن ها را اعدام 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هنگام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لتر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گار دو کلمه نوشت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فرستاد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فورا آن ها را آزاد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آن صد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خون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بود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80" w:name="_Toc425599361"/>
      <w:r>
        <w:rPr>
          <w:rtl/>
          <w:lang w:bidi="fa-IR"/>
        </w:rPr>
        <w:t>480 سنگ های مرمر بسیار عالی از زیر خاک بیرون آمد</w:t>
      </w:r>
      <w:bookmarkEnd w:id="48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تهران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به سامرا رفت و دستور داد تا قسمت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وسط مسجد متوکل را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وارها و آثار آن تا به حال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حفر </w:t>
      </w:r>
      <w:r>
        <w:rPr>
          <w:rtl/>
          <w:lang w:bidi="fa-IR"/>
        </w:rPr>
        <w:lastRenderedPageBreak/>
        <w:t>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حفر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سنگ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مرمر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خوب و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سپس دستور داد حرم حضرت امام 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امام عسکر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2514EE" w:rsidRPr="002514EE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را با آن سنگ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سنگ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81" w:name="_Toc425599362"/>
      <w:r>
        <w:rPr>
          <w:rtl/>
          <w:lang w:bidi="fa-IR"/>
        </w:rPr>
        <w:t>481 ولایت، شرط صحت عمل</w:t>
      </w:r>
      <w:bookmarkEnd w:id="481"/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ولا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ت اهل ب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 w:rsidR="006B7205">
        <w:rPr>
          <w:rtl/>
          <w:lang w:bidi="fa-IR"/>
        </w:rPr>
        <w:t xml:space="preserve"> شرط قبول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اعمال است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شرط صحت آن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العمل او المتعقب للعمل الا الزکاة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در هنگام عمل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بعد از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جز زکات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شرط صحت عمل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نجات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در همه جا مورد تخاطب و حاضر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82" w:name="_Toc425599363"/>
      <w:r>
        <w:rPr>
          <w:rtl/>
          <w:lang w:bidi="fa-IR"/>
        </w:rPr>
        <w:t xml:space="preserve">482 محبت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اعظم طاعات و عبادات</w:t>
      </w:r>
      <w:bookmarkEnd w:id="482"/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ات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در کاف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مذکور است که مفاد آن ها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است که محبت اهل ب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 w:rsidR="006B7205">
        <w:rPr>
          <w:rtl/>
          <w:lang w:bidi="fa-IR"/>
        </w:rPr>
        <w:t xml:space="preserve"> بدون عمل و بندگ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مف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 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خداوند با کس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خو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ندارد و 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زان در قرب و بعد و ثواب و عقاب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طاعت و معص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ت خداست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630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ات را چگونه تفس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بدن ادله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تنها به قاض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محبت و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خود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عمل است و واجب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از اعظم طاعات و واجبات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فرموده اند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لم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ناد بش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ء کما [ما] نود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631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همانند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فرا خوانده نشده است</w:t>
      </w:r>
      <w:r w:rsidR="0014728E">
        <w:rPr>
          <w:rtl/>
          <w:lang w:bidi="fa-IR"/>
        </w:rPr>
        <w:t xml:space="preserve">.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البته نماز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روزه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زکات و حج هم واجب است و محبت هر قدر رتبه اش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اثر آن در اعمال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خواهد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قرآن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الا المودة فی القربی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632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جز مودت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کان [ من</w:t>
      </w:r>
      <w:r w:rsidR="00A13218">
        <w:rPr>
          <w:rtl/>
          <w:lang w:bidi="fa-IR"/>
        </w:rPr>
        <w:t>]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مودت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نافع تر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ما متاسفانه به آن ها محبت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در راه مکتب آن ها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مثل آن ها نماز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مثل آن ها حج به جا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</w:t>
      </w:r>
      <w:r w:rsidR="0014728E">
        <w:rPr>
          <w:rtl/>
          <w:lang w:bidi="fa-IR"/>
        </w:rPr>
        <w:t xml:space="preserve">...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83" w:name="_Toc425599364"/>
      <w:r>
        <w:rPr>
          <w:rtl/>
          <w:lang w:bidi="fa-IR"/>
        </w:rPr>
        <w:t>483 آقای حاج شیخ به ما ملحق شدند!</w:t>
      </w:r>
      <w:bookmarkEnd w:id="483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جمال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گلپا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نقل کرده اند که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قنوت نماز وتر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آقا 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عراق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633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ما ملحق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درست در همان شب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فردا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مرحوم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فوت شدند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634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در خواب د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دند 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 در ب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بعد از نماز وتر بلند شدند و نماز صبح و نافله آن را بدون تجد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وضوء خواندند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84" w:name="_Toc425599365"/>
      <w:r>
        <w:rPr>
          <w:rtl/>
          <w:lang w:bidi="fa-IR"/>
        </w:rPr>
        <w:t>484 آن چه درباره ی بلعم باعور بالفعل بوده، درباره ی ما بالقوه است</w:t>
      </w:r>
      <w:bookmarkEnd w:id="48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طان کم به پدر و مادر 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آدم و حوا </w:t>
      </w:r>
      <w:r w:rsidR="0051797F" w:rsidRPr="0051797F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سوگند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اد کرد که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و قاسمهما انی لکما لمن النصحین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635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دو سوگند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کرد که قطعا من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رخواه شما دو نفر هستم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با ما فرزندان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 و ما را مورد نص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حت و اغوا قرار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وسوسه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فقط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بلعم باعور بوده که</w:t>
      </w:r>
      <w:r w:rsidR="0014728E">
        <w:rPr>
          <w:rtl/>
          <w:lang w:bidi="fa-IR"/>
        </w:rPr>
        <w:t xml:space="preserve">؛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و لکنه اخلد الی الارض و اتبع هوئه...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636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کن او خود رو به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آورد و از هوا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...)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آن چه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بالفعل بوده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بالقوه است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85" w:name="_Toc425599366"/>
      <w:r>
        <w:rPr>
          <w:rtl/>
          <w:lang w:bidi="fa-IR"/>
        </w:rPr>
        <w:t>485 استفسار ملایکه، و ظرفیت برتر انسان</w:t>
      </w:r>
      <w:bookmarkEnd w:id="48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بشر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که از آب و گل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و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لذا از خدا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و استفسار کردند که چرا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که غضب و شهوت دارد و جنگ و خونر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فساد از او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خلق 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نحن نسبح بحمدک و نقدس لک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637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ما با ستا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تو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تو را گفته و تو را به پاک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ستا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مقصود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از 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و تقد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ما حاصل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نش انسان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حاصل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خداوند در جواب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خواهم کاسه 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638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خلق کنم که به آن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اسما کنم که قابل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اقو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از شما ظرف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حاصل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639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86" w:name="_Toc425599367"/>
      <w:r>
        <w:rPr>
          <w:rtl/>
          <w:lang w:bidi="fa-IR"/>
        </w:rPr>
        <w:t>486 انسان همنشین سلمان یا ابوجهل!</w:t>
      </w:r>
      <w:bookmarkEnd w:id="486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چون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معجون و خم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و 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نت آدم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و از آب و گل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عرض کردند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اتجعل فیها من یفسد فیها و یسفک الدما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640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در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قرار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آن تباه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خون ها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او غضب و شهوت دارد و جنگ و خونر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پا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مثل ما پرواز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خداوند به آن ها فهماند که بشر خاک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بالاتر از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اوج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و فراتر از مقام آن ها قدم نهد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ما به همان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به همان حالت خاک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641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خدا نکند حرام در نزد انسان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نت داده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انسان بدان مبتلا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وجود راه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حلال که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ازش را برآورده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 را به حرام گرفتار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انسان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به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همنش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سلمان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ابوجهل گردد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87" w:name="_Toc425599368"/>
      <w:r>
        <w:rPr>
          <w:rtl/>
          <w:lang w:bidi="fa-IR"/>
        </w:rPr>
        <w:t>487 ماجرای اصمعی و زن جوان</w:t>
      </w:r>
      <w:bookmarkEnd w:id="48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اصمع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642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خود گفتم به آن جا بروم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رفتم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زن جوان و با جمال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درون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مله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چشم آن زن به من افتاد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بفرما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داخل شدم و 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تشنه ام آب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بده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رنگش تغ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ر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من حرف نزد و به من آب نداد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نگاهش با دقت به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شتر سوار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دور آمد و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آن زن آب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به من نداده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خود برداشت و رفت و دست و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رمرد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تازه از راه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شستشو داد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 مرد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بد اخلاق بود و به من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اعتنا نکرد و با آن زن هم به تند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برخورد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هر حال از جا بلند شدم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خانم مرا بدرقه کرد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از تو که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جمال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آن مرد دل بسته 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چه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آن مرد علاقمند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مالش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اخلاقش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جمال و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اش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او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رمرد بد ترک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رنگ چهره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خانم پر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اصمع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گمان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کردم تو که 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هارون هست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سخن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C644A3" w:rsidRPr="00C644A3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نصفه الصبر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نصفه الشکر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643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صبر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آن سپاسگزار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خدا را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نعمت جوان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جمال را به من داده و اخلاق خوب نص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بم نموده شکر کنم و آن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شوهر بسازم و در برابر بد اخلاق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صبر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گذرد و 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خواهم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کامل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بروم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88" w:name="_Toc425599369"/>
      <w:r>
        <w:rPr>
          <w:rtl/>
          <w:lang w:bidi="fa-IR"/>
        </w:rPr>
        <w:t>488 چه کار کنیم محیط خانواده گرم و باصفا باشد؟</w:t>
      </w:r>
      <w:bookmarkEnd w:id="488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هماهنگ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موافقت اخلاق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مرد و زن در مح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خانواده از هر لحاظ و به صورت صد در صد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ممکن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بخواه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خانه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گرم و باصفا و صم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فقط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صبر و استقامت و گذشت و چشم پوش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رافت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خود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تا مح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خانه گرم و نوران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644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نباشد اصطکاک و برخورد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خواهد آمد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اختلافات خانوادگ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ناش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89" w:name="_Toc425599370"/>
      <w:r>
        <w:rPr>
          <w:rtl/>
          <w:lang w:bidi="fa-IR"/>
        </w:rPr>
        <w:t>489 باید باب توجیه خطا و اشتباه را به روی خود ببندیم</w:t>
      </w:r>
      <w:bookmarkEnd w:id="48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خوشا به حال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خطا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و به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خود توجه داشته باشد و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را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و خود را کامل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نقص 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بلکه در موارد </w:t>
      </w:r>
      <w:r>
        <w:rPr>
          <w:rtl/>
          <w:lang w:bidi="fa-IR"/>
        </w:rPr>
        <w:lastRenderedPageBreak/>
        <w:t>خطا و اشتباه خود را خطاکار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باب توج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خطا و اشتباه را به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ببند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خطا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زبان به استغفار بگشا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اگر قابل جبران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جبران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90" w:name="_Toc425599371"/>
      <w:r>
        <w:rPr>
          <w:rtl/>
          <w:lang w:bidi="fa-IR"/>
        </w:rPr>
        <w:t>490 ما هر شب می میریم</w:t>
      </w:r>
      <w:bookmarkEnd w:id="49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نزد دخترش رفت تا دو سه شب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او بماند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جا سکته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قدر مرگ انسان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هر وقت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ذکر مرگ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را در فاصله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صد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سال از 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آن گاه آن را ذکر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آن که خداوند سبحان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الله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فس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موتها و الت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لم تمت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منامها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مسک الت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ها الموت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رسل الاخر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645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جان ها را هنگام مرگشان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آنان را که نمرده اند در حال خواب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خداوند جان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که مرگ را بر آن ها حتم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نموده نگاه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رها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شب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91" w:name="_Toc425599372"/>
      <w:r>
        <w:rPr>
          <w:rtl/>
          <w:lang w:bidi="fa-IR"/>
        </w:rPr>
        <w:t>491 بعد از نیم یا سه ربع ساعت می میرم!</w:t>
      </w:r>
      <w:bookmarkEnd w:id="491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کاتب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کاغذنو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سه ربع ساعت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خواهم بم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تو که سالم هست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کار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حرف ها نداشته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سرانجام همان طور که گفته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شد و بعد از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سه ربع ساعت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به رحمت خدا رفت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بنده از دو سه نفر از مشا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خود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 که از وقت وفات خودشان خبر داده اند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صبح فردا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فردا خبرش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نه </w:t>
      </w:r>
      <w:r>
        <w:rPr>
          <w:rtl/>
          <w:lang w:bidi="fa-IR"/>
        </w:rPr>
        <w:lastRenderedPageBreak/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فردا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شب مرحوم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 تا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وقت رفتن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طول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بعد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هفته فوت کردند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92" w:name="_Toc425599373"/>
      <w:r>
        <w:rPr>
          <w:rtl/>
          <w:lang w:bidi="fa-IR"/>
        </w:rPr>
        <w:t xml:space="preserve">492 پا جای پای معصومین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بگذارید</w:t>
      </w:r>
      <w:bookmarkEnd w:id="492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بزرگان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بودند که هر کدام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تبحر و احاطه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عالم فقط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فرد وجود دارد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هستند که در وقت اضطرار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راست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روند و دربار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 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فاصله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 البته ما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معصوم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منصب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نبوت و امامت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پا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جا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ملازم علما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روشن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با مطالب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اتبخش و آموزنده سر و کار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93" w:name="_Toc425599374"/>
      <w:r>
        <w:rPr>
          <w:rtl/>
          <w:lang w:bidi="fa-IR"/>
        </w:rPr>
        <w:t>493 سلمان منا اهل البیت</w:t>
      </w:r>
      <w:bookmarkEnd w:id="49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اول امر مسلمان نبود -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مقاماتش به خاطر مسلمان بودنش بود - بر 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و بر تمام صحابه مقدم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جز آن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آنان را به عصمت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خواب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دم که حضرت سلمان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عمامه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 پوش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او 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شما که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چرا عمامه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اه و نشانه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ادت به سر گذاشته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مگر نشن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رسول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منا اهل الب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646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ما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مفصل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راجع به آخرالزمان از سلمان نقل شده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647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94" w:name="_Toc425599375"/>
      <w:r>
        <w:rPr>
          <w:rtl/>
          <w:lang w:bidi="fa-IR"/>
        </w:rPr>
        <w:lastRenderedPageBreak/>
        <w:t>494 در انجیل تحریف شده، بالاترین مظاهر بندگی، بدعت محسوب شده است</w:t>
      </w:r>
      <w:bookmarkEnd w:id="49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انج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تحر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شده آمده است که حضرت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اما السجود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الکنائس فمن البدع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سجده کردن در 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ساها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بدعت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اگر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طان بخواهد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لگام و افسار بزند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بهتر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بالاتر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مظاهر عبادت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بدعت و حرام محسوب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انجام بالاتر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عبادت جلوگ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احتمال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دهم در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قدس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که خداوند سبحان به حضرت موس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به خاک بسا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تبتل 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648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ببر و فقط مرا در نظر داشته باش</w:t>
      </w:r>
      <w:r w:rsidR="0014728E">
        <w:rPr>
          <w:rtl/>
          <w:lang w:bidi="fa-IR"/>
        </w:rPr>
        <w:t xml:space="preserve">.)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حضرت موس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دستور داده شود و حضرت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 را بدعت بداند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نقل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خود اطم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 نداشته باشند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95" w:name="_Toc425599376"/>
      <w:r>
        <w:rPr>
          <w:rtl/>
          <w:lang w:bidi="fa-IR"/>
        </w:rPr>
        <w:t>495 در نزد اولیای دین روی سفید نداریم!</w:t>
      </w:r>
      <w:bookmarkEnd w:id="495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کفار ما را از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و ائمه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علما ترسانده اند که مبادا آن ها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را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ببرند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غافل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آن ها استاد کار و خب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دانا هستند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کفارند که مانع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آخرت ما شده اند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خود گفت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واجب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حرام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ترک و فعل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حال در چنگال گرگ ها گرفتار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فقط به واجب وحرام هم اکتفا ننمود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لذا در نامه ها و صفحات اعمال خود نزد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ذا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مسلمان و هتک حرمت او از گناهان کب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اذلال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از محرمات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اسمش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ذکر نشده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داند که چه عقوبت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قلب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به کعبه تنظ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شده است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649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انسان قلب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را بشکند و متاثر و خون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گناه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جهت اهانت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آبرو و جاه و مال او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را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او گناه کب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نباشد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البته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جا دارد و حساب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آن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جهت بکند چه طور</w:t>
      </w:r>
      <w:r w:rsidR="0014728E">
        <w:rPr>
          <w:rtl/>
          <w:lang w:bidi="fa-IR"/>
        </w:rPr>
        <w:t xml:space="preserve">؟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96" w:name="_Toc425599377"/>
      <w:r>
        <w:rPr>
          <w:rtl/>
          <w:lang w:bidi="fa-IR"/>
        </w:rPr>
        <w:t>496 راه نجات، فرار الی الله است</w:t>
      </w:r>
      <w:bookmarkEnd w:id="49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حالا که دانسته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ترک واجب و فعل حرام و مراعات نکردن حلال و حرام و دستورها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چنگال گرگ ها گرفتار آمده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باز هم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چه کار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راه نجات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فرار و بازگشت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الله</w:t>
      </w:r>
      <w:r w:rsidR="0014728E">
        <w:rPr>
          <w:rtl/>
          <w:lang w:bidi="fa-IR"/>
        </w:rPr>
        <w:t xml:space="preserve">: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ففروا الی الله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650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ختن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اگر قلم تکو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و اراده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تکو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نباشد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قدرت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ولو بخت النصر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ضرر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برساند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اگر انسان بخواهد محرمات را انجام دهد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مقامات و مناصب محرمه را اشغال کند بدون اذن تکو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ممکن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آن همه ظالم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خواستند ظلم کنند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چون در قضا و قدر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بنا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ظلم آن ها گرفته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همه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باز هم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به فکر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چه قدر کار ما دور از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سعادت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مجلس ختم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امن یجیب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651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هم چه بسا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اغراض خودمان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ختم بدون توبه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حال ما دارد</w:t>
      </w:r>
      <w:r w:rsidR="0014728E">
        <w:rPr>
          <w:rtl/>
          <w:lang w:bidi="fa-IR"/>
        </w:rPr>
        <w:t xml:space="preserve">؟! </w:t>
      </w:r>
    </w:p>
    <w:p w:rsidR="00C3509F" w:rsidRDefault="0055251E" w:rsidP="00C3509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97" w:name="_Toc425599378"/>
      <w:r w:rsidR="00C3509F">
        <w:rPr>
          <w:rtl/>
          <w:lang w:bidi="fa-IR"/>
        </w:rPr>
        <w:lastRenderedPageBreak/>
        <w:t xml:space="preserve">497 چه می شد اگر روابط ما با آقا امام زمان </w:t>
      </w:r>
      <w:r w:rsidRPr="0055251E">
        <w:rPr>
          <w:rStyle w:val="libAlaemChar"/>
          <w:rtl/>
        </w:rPr>
        <w:t>عليه‌السلام</w:t>
      </w:r>
      <w:r w:rsidR="00C3509F">
        <w:rPr>
          <w:rtl/>
          <w:lang w:bidi="fa-IR"/>
        </w:rPr>
        <w:t xml:space="preserve"> محفوظ می ماند؟</w:t>
      </w:r>
      <w:bookmarkEnd w:id="497"/>
      <w:r w:rsidR="00C3509F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در محضر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الله الناظرة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652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را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ارت حضرت غائب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اجازه بخواه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با خواسته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واضح او مخالفت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نماز و روزه را ترک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ذا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به ما بفرما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ابحت لکم المحرمات و اسقطت عنکم الواجبات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حرام ها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حلال نموده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واجبات را از شما برداشتم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مقصود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روابط ما با آن آقا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653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محفوظ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نگذاشتند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ما هم مقصر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نخواست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اتصال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ما و آن حضرت محفوظ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گرنه هر کس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ارتباط و اطم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 و توبه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تابع او و عاقبت به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98" w:name="_Toc425599379"/>
      <w:r>
        <w:rPr>
          <w:rtl/>
          <w:lang w:bidi="fa-IR"/>
        </w:rPr>
        <w:t>498 نهی از منکر بعضی عفو و صفح است!</w:t>
      </w:r>
      <w:bookmarkEnd w:id="498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قدر مردم مختلفند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اگر به ناحق دل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برنجانند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شب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خوابشان نبرد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اشخاص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مورد تجاوز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بودند و عفو و صفح و چشم پوش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داشتند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ولو با نگاه تند و اخافه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654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دل افراد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گناه را برنجان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ذا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 چه حرف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معروف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ران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فام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پ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سرهنگ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اهل حرف و هجوم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سرهنگ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پ در آن مجلس به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زده بود و آقا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نکرده بود و مدت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گذشته بود 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اثر نداده بود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منکر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همان عفو و صفح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البته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عکس موجب ته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ج و تجاسر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متجاوز به منکر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عنوان بصر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فمن قال لک ان قلت واحدة سمعت عشرا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فقل [ له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ان قلت عشرا لم تسمع واحدة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655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پس 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تو گفت که اگر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کلمه بد و ناسزا بگو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ده تا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تو بگو اگر ده کلمه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کلمه نخواه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حال تحمل تجاوز نسبت به متجاوز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فرق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مدار اشخاص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نسبت به موارد و محل ها فرق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چه بسا اشخاص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از نرمش و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مت و عفو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سوء 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به تجاوز و تعد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ادامه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خرشچف گفته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فرق من با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او گفته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طرف صورت شما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 طرف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را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بکند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محکمتر از آن را به پشت گردن او بزن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که خودش را در 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فهمد که مقصود آن حضرت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با چه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656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499" w:name="_Toc425599380"/>
      <w:r>
        <w:rPr>
          <w:rtl/>
          <w:lang w:bidi="fa-IR"/>
        </w:rPr>
        <w:t>499 قطعا یک طرف از حد انسانیت پایین تر آمده ات!</w:t>
      </w:r>
      <w:bookmarkEnd w:id="499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ناطق که فصل انسان از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زبان فهم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نطق به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لقلقه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زبان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طوط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لقلقه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زبان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زبان فهم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 تصد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تصور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طرف مقابل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هر کس هم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فهمد از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فهمند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حد و تعر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زبان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درک و شعور </w:t>
      </w:r>
      <w:r>
        <w:rPr>
          <w:rtl/>
          <w:lang w:bidi="fa-IR"/>
        </w:rPr>
        <w:lastRenderedPageBreak/>
        <w:t>- در ما وجود داشته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با هم جنگ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درگ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قطعا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طرف جنگ از حد انسان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تر آمده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رحمت کند آن کس را که گفته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انسان نوع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واقع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هر فرد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انسان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نوع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ماه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هر کدام از افراد انسان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در ماه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ما تبا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در افراد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ذات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با جهت اشتراک آن ها در ماه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سازگار است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00" w:name="_Toc425599381"/>
      <w:r>
        <w:rPr>
          <w:rtl/>
          <w:lang w:bidi="fa-IR"/>
        </w:rPr>
        <w:t>500 چرا نزد عالم نمی رویم</w:t>
      </w:r>
      <w:bookmarkEnd w:id="50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همان روز اول که انسان پا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گذاشت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انسان ها جنگ برپا شد و آقا زاده قاب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آقازاده هاب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را کشت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آخر از پدر خود که طب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حالا که قربان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قبول نشد و قربان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رفته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سعادت من وجود دارد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سعادت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مکلف به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آن هستم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بسته شد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محال است سعادتمند گردم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چرا نزد عالم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از او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عالم با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حرف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قانع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او را نگاه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و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فکر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طور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 xml:space="preserve">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دارم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کتاب خط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قد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از انسان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عکس دو دسته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 که در حال جنگ و درگ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زد و خورد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هر کدام سنگ بزرگ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دست داشتند و به طرف مقابل حمله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آن زمان قادر نبودند از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سلاح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استفاده کنند از همان وقت ها بشر در فکر قوه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دفاع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بوده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اما دفاع از چه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01" w:name="_Toc425599382"/>
      <w:r>
        <w:rPr>
          <w:rtl/>
          <w:lang w:bidi="fa-IR"/>
        </w:rPr>
        <w:lastRenderedPageBreak/>
        <w:t>501 انسان اگر حرف شنو باشد...</w:t>
      </w:r>
      <w:bookmarkEnd w:id="501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وارد شهر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شدم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ساز و آواز بلند است و اهل شهر به فساد اخلاق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راه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برهان و منطق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آن جا کم کم ثابت کردم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کارها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انبار و حرام و باطل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همه منقلب شدند و آلات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657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لهو را شکستند و شهر از آن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فاسد پاک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انسان اگر حرف شنو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سعادت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آخرت خواهد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02" w:name="_Toc425599383"/>
      <w:r>
        <w:rPr>
          <w:rtl/>
          <w:lang w:bidi="fa-IR"/>
        </w:rPr>
        <w:t>502 راه سعادت بسته نیست</w:t>
      </w:r>
      <w:bookmarkEnd w:id="50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گفته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رحلت کرده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هم غا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است و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آن حضرت دسترس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 که به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او برسد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مستضعف و محروم از سعادت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چاره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است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عقل و شرع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ثابت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فرد متد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عاقل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شؤ ون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اداره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دفتر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دستورات شرع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در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ماست و اگر ندانست و نتوانست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حکم عقل و عقلا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کند و از راه عقل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انت صحت و سقم جواب را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دهد چون عاقل است و در هر جا که راه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روشن نشد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طر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نجات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پس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گاه راه سعادت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بسته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03" w:name="_Toc425599384"/>
      <w:r>
        <w:rPr>
          <w:rtl/>
          <w:lang w:bidi="fa-IR"/>
        </w:rPr>
        <w:t>503 چه بهشتی می شد دنیا اگر...</w:t>
      </w:r>
      <w:bookmarkEnd w:id="503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تا در برابر نعمت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سپاسگزار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چگونه انسان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نعمت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بر خود نقمت و عذاب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خداوند سبحان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الم تر الی الذین بدلوا نعمت الله کفرا و احلوا قومهم دار البوار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658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نعمت خدا را به کفران و ناسپاس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مبدل نمودند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قوم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را در سرا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نابود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بهشت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انسان ها اگر حرف شنو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ندا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عاقله گوش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هر عاقل آن را دارد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اتفاق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که عقل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نه غرا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و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و شهوات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حاکم باشد ولو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منته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عاقل را حاکم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بهشت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و همگ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آسا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و امن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سر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انسان از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وانات به عقل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رواست که عقل را مهمل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از کار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کنار بگذار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تلخ و ناگوار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04" w:name="_Toc425599385"/>
      <w:r>
        <w:rPr>
          <w:rtl/>
          <w:lang w:bidi="fa-IR"/>
        </w:rPr>
        <w:t xml:space="preserve">504 رسول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آیینه دار</w:t>
      </w:r>
      <w:r w:rsidR="003D7CC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جمال حق</w:t>
      </w:r>
      <w:bookmarkEnd w:id="50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سبحاان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ادع الی سبیل ربک بالحکمة و الموعظة الحسنة و جدلهم بالتی هی احسن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659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حکمت و اندرز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[مردم را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راه پروردگارت بخوان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با مجادله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کوتر با آن ها مجادله کن</w:t>
      </w:r>
      <w:r w:rsidR="0014728E">
        <w:rPr>
          <w:rtl/>
          <w:lang w:bidi="fa-IR"/>
        </w:rPr>
        <w:t xml:space="preserve">. </w:t>
      </w:r>
    </w:p>
    <w:p w:rsidR="004D0522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با زبان نرم و به نرم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آرام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حک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مانه و منطق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ا با موعظه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کو و زبان 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مردم را به سو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خدا دعوت کن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و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ز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فرما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فبما رحمة من الله لنت لهم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660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لطف و رحمت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آن ها به نرم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رفتار نمود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غمبر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صفت خاصه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رحمت حضرت حق - تبارک و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و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بالمؤمنین رءوف رحیم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661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 xml:space="preserve">نسبت به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مهربان و دلسوز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 xml:space="preserve">و </w:t>
      </w:r>
      <w:r>
        <w:rPr>
          <w:rtl/>
          <w:lang w:bidi="fa-IR"/>
        </w:rPr>
        <w:lastRenderedPageBreak/>
        <w:t>آ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نه دار جمال حق است که نور رحمت در او به ظهور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وسته و از او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تابد و خود بالذات ندارند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نور آفتاب در آن تابش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از آن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منعکس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در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قت روشن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آفتاب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آ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نه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خطاب به آن حضرت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لعلک بخع نفسک الا یکونوا مؤمنین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662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آنان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 جان خود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فرسا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فلا تذهب نفسک علیهم حسرت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663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مبادا جان تو به خاطر آن ها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حسرت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بفرسا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مگر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خواه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سخت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ناراحت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جان ده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ن گونه از شدت رحمت و رافت بر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در هدا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 و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مان آوردن آن ها خودخور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05" w:name="_Toc425599386"/>
      <w:r>
        <w:rPr>
          <w:rtl/>
          <w:lang w:bidi="fa-IR"/>
        </w:rPr>
        <w:t>505 از هیچ به همه چیز با دستگیری ولی خدا</w:t>
      </w:r>
      <w:bookmarkEnd w:id="50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ابتدا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حرکت انسان در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کمال و معرفت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استعداد است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از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به 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طرف و مقصد او خداست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ربوب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خدا هم اقتضا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در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حرکت تکامل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تا سر منزل مقصود به او کمک و از او دستگ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ابوحمزه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وجد الا من عندک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664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پروردگارا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کجا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به من برسد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جز از نزد تو سرچشمه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حافظ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راهبر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همراه راه ما خداست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الله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ءامنوا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خرجهم من الظلمت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النور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665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خداوند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سرپرست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 است و آنان را از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ظلمت سرگردان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به سو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نور رهسپار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در 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معرض غرق شدن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لازم است تا سالم به مقصد برس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عصر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استغاثه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را روشن سازد و ما را تا مقصد همراه خود ببرد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06" w:name="_Toc425599387"/>
      <w:r>
        <w:rPr>
          <w:rtl/>
          <w:lang w:bidi="fa-IR"/>
        </w:rPr>
        <w:t>506 تو خود حجاب خودی، حافظ از میان برخیز</w:t>
      </w:r>
      <w:bookmarkEnd w:id="506"/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راحت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</w:t>
      </w:r>
      <w:r w:rsidR="0014728E">
        <w:rPr>
          <w:rtl/>
          <w:lang w:bidi="fa-IR"/>
        </w:rPr>
        <w:t xml:space="preserve">: </w:t>
      </w:r>
    </w:p>
    <w:p w:rsidR="006B7205" w:rsidRDefault="0014728E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(</w:t>
      </w:r>
      <w:r w:rsidR="006B7205">
        <w:rPr>
          <w:rtl/>
          <w:lang w:bidi="fa-IR"/>
        </w:rPr>
        <w:t>الا بذکر الله تطمئن القلوب</w:t>
      </w:r>
      <w:r>
        <w:rPr>
          <w:rtl/>
          <w:lang w:bidi="fa-IR"/>
        </w:rPr>
        <w:t xml:space="preserve">) </w:t>
      </w:r>
      <w:r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666</w:t>
      </w:r>
      <w:r w:rsidRPr="00BF1B56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هان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تنها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خدا دل ها آرام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نه با داشتن ملک و ملکوت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لذا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سع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تزلزل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برطرف شود و پرده ها برداشته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بزرگتر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پرده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 ما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تو خود حجاب خود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حافظ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667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خودمان حجاب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خداوند حجاب ندارد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هتک حجابه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668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موجوداتند که حجابند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خرق حجاب که صورت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باز بشر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حجاب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همان توجه به نور اذکار و عبادات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07" w:name="_Toc425599388"/>
      <w:r>
        <w:rPr>
          <w:rtl/>
          <w:lang w:bidi="fa-IR"/>
        </w:rPr>
        <w:t>507 آن گاه که دل به ذکر الله مطمئن شد...</w:t>
      </w:r>
      <w:bookmarkEnd w:id="507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دل انسان به ذکر الله مطمئن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خطاب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یایتها النفس المطمئنة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669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نفس آرام</w:t>
      </w:r>
      <w:r w:rsidR="0014728E">
        <w:rPr>
          <w:rtl/>
          <w:lang w:bidi="fa-IR"/>
        </w:rPr>
        <w:t xml:space="preserve">!) </w:t>
      </w:r>
      <w:r>
        <w:rPr>
          <w:rtl/>
          <w:lang w:bidi="fa-IR"/>
        </w:rPr>
        <w:t>مخاطب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 که مخاطب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670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08" w:name="_Toc425599389"/>
      <w:r>
        <w:rPr>
          <w:rtl/>
          <w:lang w:bidi="fa-IR"/>
        </w:rPr>
        <w:lastRenderedPageBreak/>
        <w:t>508 احترام عالم ولو این که کافر باشد!</w:t>
      </w:r>
      <w:bookmarkEnd w:id="508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بشر سعادت و شقاوت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را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و نقص و کمال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رض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صابئ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671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خاطر فضلش تش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ع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کافر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علامه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به خاطر فضلش دفاع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هذه السخر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لائقة باب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672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تمسخر و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شخند 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09" w:name="_Toc425599390"/>
      <w:r>
        <w:rPr>
          <w:rtl/>
          <w:lang w:bidi="fa-IR"/>
        </w:rPr>
        <w:t>509 جبر = انکار معاد</w:t>
      </w:r>
      <w:bookmarkEnd w:id="509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چگونه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توانند به معاد و مجازات اعتقاد داشته باشند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 به اعتقاد آن ها خدا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جهنم و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بهشت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10" w:name="_Toc425599391"/>
      <w:r>
        <w:rPr>
          <w:rtl/>
          <w:lang w:bidi="fa-IR"/>
        </w:rPr>
        <w:t xml:space="preserve">510 راه علی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نرفتیم و...</w:t>
      </w:r>
      <w:bookmarkEnd w:id="510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بشر چه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دارند که راحت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وسته بر سر قدرت طلب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و مقام با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جنگند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ما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ملک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پابرجا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 و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وقت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و حکومت ظاهر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پوشاک و خوراک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حلوا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 که خرما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خشک را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داخل ماست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خت تا ماست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را با نان خشک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آن هم نان جو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ممکن است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را هم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نداشته باشند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راه را نرفت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کفار کردند آن چه کردند و بر سر ما آوردند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چه آوردند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11" w:name="_Toc425599392"/>
      <w:r>
        <w:rPr>
          <w:rtl/>
          <w:lang w:bidi="fa-IR"/>
        </w:rPr>
        <w:t>511 در دام افتادیم، به چه کسی بگوییم ما را از این دام نجات دهد؟!</w:t>
      </w:r>
      <w:bookmarkEnd w:id="511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نام حما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طرفدار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فقرا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کمون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 را به وجود آوردند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حال و وضع آن ها را بهتر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بدتر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نام فقرا ثروت و سرما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از ثروتمندان گرفتند و به فقرا ندادند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در مقاصد شوم و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و قدرت خود صرف نمودند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مردم جاهل از عالم تبع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و تخد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جامعه معرف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حتما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عالم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جاهل تبع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در دام افتاد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چه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 ما را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دام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آورد و نجات دهد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علما را که آدم به حساب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12" w:name="_Toc425599393"/>
      <w:r>
        <w:rPr>
          <w:rtl/>
          <w:lang w:bidi="fa-IR"/>
        </w:rPr>
        <w:t>512 نعمت های خدا را برای خود نقمت می کنیم؟!</w:t>
      </w:r>
      <w:bookmarkEnd w:id="51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مگر ما انسان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همه از نعمت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خداداد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ساخته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بشر استفاده کنند و راحت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نعمت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نقمت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 ها از جهت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مسلمان هستند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از جهت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نه از جهت انسان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مسلمان بودنشان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و هر کدام گناه را به گردن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اندازند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مگر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بشر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در روستاها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محروم با نان خشک تغذ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انسان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نان خشک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سبز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ماست و پن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حرص و طمع به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چه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شه شاه </w:t>
      </w:r>
      <w:r>
        <w:rPr>
          <w:rtl/>
          <w:lang w:bidi="fa-IR"/>
        </w:rPr>
        <w:lastRenderedPageBreak/>
        <w:t>بوده است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خداوند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کارها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تا بشر بداند که از ناح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خودش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امور به دست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13" w:name="_Toc425599394"/>
      <w:r>
        <w:rPr>
          <w:rtl/>
          <w:lang w:bidi="fa-IR"/>
        </w:rPr>
        <w:t>513 علم دستاویز کفار برای نیل به اهداف شوم خود</w:t>
      </w:r>
      <w:bookmarkEnd w:id="51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و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تعلم انسان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مخصوص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علم و سواد بشر بدون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ضررش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از نفع آن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سواد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 که با آپلو به کجا بروند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جا چه کار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چه انگ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روند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که در برابر دشمن موضع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 و او را بهتر هدف قرار دهند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که عالم مهجور و از جامعه به دور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در علم تصرف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 و دانش سلاح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سازند که بدون صدا آدم بکشد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آن علما را ترور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مردم را از متابعت آن ها محروم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سازند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بهتر بتوانند بر آن ها مسلط شوند و منافع آن ها را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غما ببرند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سلاح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صدا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سال قبل با ده هزار تومان 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برادرکش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جان هم انداختن به دست مسلمانان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 مفسد واقع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کافر هم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بلا بر سرش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بلکه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هر کس با ما مخالف باشد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نابود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خواه مسلمان باشد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کافر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14" w:name="_Toc425599395"/>
      <w:r>
        <w:rPr>
          <w:rtl/>
          <w:lang w:bidi="fa-IR"/>
        </w:rPr>
        <w:t>514 علمای طراز اول، ترور می کنند!</w:t>
      </w:r>
      <w:bookmarkEnd w:id="514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کفار به ما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علما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673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 xml:space="preserve">طراز اول اسلام شما به 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به مروان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هر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بکش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اگر نتوانست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معذور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بلاکلام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674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مروان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قاتل عثمان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منجر به کشته شدن عثمان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بود که به عثمان سفارش کرد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لا تقر لهم بذنب</w:t>
      </w:r>
      <w:r w:rsidR="0014728E">
        <w:rPr>
          <w:rtl/>
          <w:lang w:bidi="fa-IR"/>
        </w:rPr>
        <w:t xml:space="preserve">.؛ </w:t>
      </w:r>
      <w:r>
        <w:rPr>
          <w:rtl/>
          <w:lang w:bidi="fa-IR"/>
        </w:rPr>
        <w:t>هرگز به گناهت اقرار مکن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 اگر عثمان توبه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 خودش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مروان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زار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از کشتن عثمان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خون او را به گردن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انداخت و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لم تکن قتلت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فقد آو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تو نکشت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قطعا[قاتل او را] پناه داد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طلحه را هم مروان در جنگ کشت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طلحه و زب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که به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نوشتند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انت قتلت عثمان</w:t>
      </w:r>
      <w:r w:rsidR="0014728E">
        <w:rPr>
          <w:rtl/>
          <w:lang w:bidi="fa-IR"/>
        </w:rPr>
        <w:t xml:space="preserve">.؛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675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تو عثمان را کشت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ممکن است اروپا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ها که 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فطانت بر ما مقدم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قرآن را بر ما عرضه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آن را از دست بده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15" w:name="_Toc425599396"/>
      <w:r>
        <w:rPr>
          <w:rtl/>
          <w:lang w:bidi="fa-IR"/>
        </w:rPr>
        <w:t>515 نقش سازمان ملل در بدبختی دولت های ضعیف و...</w:t>
      </w:r>
      <w:bookmarkEnd w:id="515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کفار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و ما را مغلوب و محکوم خود کنند که علما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676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شما آن چه را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خواستند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هر که را در برابر و مخالف خود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کشتند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سازمان ملل که دم از حما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حقوق بشر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زند راست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دولت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ضع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نداشته باشد و در ضعف و ناتوان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نکوشد و مانع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شرفت آن ها نشود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راست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جنگ جهان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دوم را به راه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انداختند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آن ها نه تنها با دفتر شرع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با دفتر عقل و عقلا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مخالفت دارند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16" w:name="_Toc425599397"/>
      <w:r>
        <w:rPr>
          <w:rtl/>
          <w:lang w:bidi="fa-IR"/>
        </w:rPr>
        <w:t>516 فرمانداران را از شیعه قرار دهید</w:t>
      </w:r>
      <w:bookmarkEnd w:id="51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رؤ سا و فرماندهان شهرها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توانند اهل شهر را به مرام خود دعوت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در عراق 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دولت وقت عثمان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کاظم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درخواست کرد که از او حاجت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بخواهد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فرماندهان را از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قرار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کفار در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دادن و ما در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خوردن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17" w:name="_Toc425599398"/>
      <w:r>
        <w:rPr>
          <w:rtl/>
          <w:lang w:bidi="fa-IR"/>
        </w:rPr>
        <w:t>517 ترور علما، از شگردهای کفار</w:t>
      </w:r>
      <w:bookmarkEnd w:id="517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حق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از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زمان رژ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 و محکوم به اعدام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شخص در نزد دولت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وساطت کرده بود که در دستگ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افراد توده به دولت کمک کرده و لذا مستحق عدم اعدام است و در هر حال موجب نجات او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آن شخص 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حق گفته بود که بنده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 xml:space="preserve"> با حفظ سمت در حزب کمون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دولت جمهور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سمت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پست ها را دارم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انتظار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چه وقت از طرف ارباب بالا دستور ترور و محاربه با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البته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طرف هم کوتاه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نکرد و به دستگاه اطلاع داد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چه قدر علما و پاکان از طرف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استبداد و مشروطه مال المصالحه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قدرت ها واقع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و کشته شدند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18" w:name="_Toc425599399"/>
      <w:r>
        <w:rPr>
          <w:rtl/>
          <w:lang w:bidi="fa-IR"/>
        </w:rPr>
        <w:t>518 مسلمانان از حلقومی به حلقوم دیگر</w:t>
      </w:r>
      <w:bookmarkEnd w:id="51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سلمان </w:t>
      </w:r>
      <w:r w:rsidR="00760208" w:rsidRPr="00760208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جدا از اکراه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اکراه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داشته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677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 خودمان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از بلاها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تا به حال بر سر ما و مسلمانان آمده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مسلمانان و بلاد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مهمانخانه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گرگ ها قرار گرفته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شکم گرگ ها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همانخانه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همانخانه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منتقل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سال ها در حلقوم و شکم روس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از آن سال ها در بطن و حلقوم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بعد هم مستعمره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کا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19" w:name="_Toc425599400"/>
      <w:r>
        <w:rPr>
          <w:rtl/>
          <w:lang w:bidi="fa-IR"/>
        </w:rPr>
        <w:lastRenderedPageBreak/>
        <w:t>519 فقرا در مال اغنیا حق محدودی دارند...</w:t>
      </w:r>
      <w:bookmarkEnd w:id="519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حاضر نشد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حقوق واجبه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678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به فقرا بده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کمون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 شورو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ثروت را از سرما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داران به نام کمک به فقرا گرفت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نقل کرده اند ماموران دولت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بخارا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شب با لباس مخف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خانه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رفتند و طلاها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زن ها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فردا سر و صدا و جنجال به راه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انداختند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چه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که بود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فقرا در مال اغن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حق محدود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نکته را همه بفهمند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از حد حق خود تجاوز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20" w:name="_Toc425599401"/>
      <w:r>
        <w:rPr>
          <w:rtl/>
          <w:lang w:bidi="fa-IR"/>
        </w:rPr>
        <w:t>520 ثروت و سخاوت</w:t>
      </w:r>
      <w:bookmarkEnd w:id="52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اگر دست باز باشند و انفاق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آنان مال و ثروت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جمع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با سخاوت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مال جمع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چه طور حضرت 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آن همه بخشش که بدون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همان غذا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همه اموال و دارا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داشت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21" w:name="_Toc425599402"/>
      <w:r>
        <w:rPr>
          <w:rtl/>
          <w:lang w:bidi="fa-IR"/>
        </w:rPr>
        <w:t>521 کاری بر سر خود می آوریم که دشمن نمی آورد!</w:t>
      </w:r>
      <w:bookmarkEnd w:id="52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دشمن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دشمن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 آن بلا را بر سر عمر سعد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اورد که خودش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شب آورد</w:t>
      </w:r>
      <w:r w:rsidR="0014728E">
        <w:rPr>
          <w:rtl/>
          <w:lang w:bidi="fa-IR"/>
        </w:rPr>
        <w:t xml:space="preserve">؟! </w:t>
      </w:r>
    </w:p>
    <w:p w:rsidR="00C3509F" w:rsidRDefault="004D40D4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با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همه پ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شامدها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نجات اهل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مان به تضرع و ابتهال و التجا محتاج هستند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چنان که در شبانه روز به نان احت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اج دارند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به دعا و تضرع 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از دارند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22" w:name="_Toc425599403"/>
      <w:r>
        <w:rPr>
          <w:rtl/>
          <w:lang w:bidi="fa-IR"/>
        </w:rPr>
        <w:lastRenderedPageBreak/>
        <w:t>522 ناصرالدین شاه و تقاضای خواندن دعای ابوحمزه</w:t>
      </w:r>
      <w:bookmarkEnd w:id="52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ناصر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شاه با قافله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در راه کاظم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شبانه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کربلا در حرکت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شب جمعه 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ماه رمضان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اهال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کربلا 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به استقبال او آمده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درخواست کرد که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ابوحمزه ثمال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بخوانند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محمد جواد من حافظ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ابوحمزه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آن زمان آقا محمدجواد پسر کم سن و سال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بعد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معروف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پسر آن آقا شروع کرد از اول دعا تا آخر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ابوحمزه را از حفظ خواند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ناصرالد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شاه وارد کربلا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صد تومان آن وقت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با پول امروز چه قدر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فرستاد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بنده آن پسر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محمدجواد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را در زمان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پدران و مادران 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داشتند به فرزندان خود در حفظ دعا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 که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ابوحمزه را در حال سجده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معان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 و ضع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شده و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و رغبت به عبادات کم و رغبت به ماد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شده و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جه اش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23" w:name="_Toc425599404"/>
      <w:r>
        <w:rPr>
          <w:rtl/>
          <w:lang w:bidi="fa-IR"/>
        </w:rPr>
        <w:t>523 اگر گردن مرا هم ببرید...</w:t>
      </w:r>
      <w:bookmarkEnd w:id="523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محرمات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تنها زنا و قمار و شرب خمر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امضا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جا که مقدمات و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را هم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زحمت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و به دست انسان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موجب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رفتن اغراض و نفوس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به مراتب از آن بالاتر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ما انتظار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 که گناهان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شرب خمر را در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 مرتکب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گذشته از ترس خدا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نوع جنون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لذا از ما صادر نخواهد 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کاردار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اطاق خصوص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کاظم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وارد شد تا از او امضا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که مردم بر له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دولت عثمان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جنگ کنند و هفت 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خود را هم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نشان داد و او را تهد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نمود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چون زبان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اشاره دست به گلو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برد و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به او فهماند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گردن مرا هم بزن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حاضر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ستم امضا کنم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کاردار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کشتن و ترور کردن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امضا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را رها کرد و از منزلشان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آمد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24" w:name="_Toc425599405"/>
      <w:r>
        <w:rPr>
          <w:rtl/>
          <w:lang w:bidi="fa-IR"/>
        </w:rPr>
        <w:t xml:space="preserve">524 احترام مجلسی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نزد سلاطین صفویه</w:t>
      </w:r>
      <w:bookmarkEnd w:id="524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مجلس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الاسلام زمان خود بود - مثل 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فرهنگ - و با اهل علم و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هم ارتباط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شاه 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شاه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صفو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احترام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هر وقت مرحوم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بلکه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نزد شاه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شاه از تخت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 و از آن ها تجل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25" w:name="_Toc425599406"/>
      <w:r>
        <w:rPr>
          <w:rtl/>
          <w:lang w:bidi="fa-IR"/>
        </w:rPr>
        <w:t xml:space="preserve">525 زهد مجلسی </w:t>
      </w:r>
      <w:r w:rsidR="00C644A3" w:rsidRPr="00C644A3">
        <w:rPr>
          <w:rStyle w:val="libAlaemChar"/>
          <w:rtl/>
        </w:rPr>
        <w:t>رحمه‌الله</w:t>
      </w:r>
      <w:bookmarkEnd w:id="52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نعمت الله جزا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مجلس خصوص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مرحوم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لباس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فاخر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ظاهرا از خز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به تن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را ببند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گفتم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الزهد ان تملک نفسک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لا ان تملکک نفسک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زهد آن است که مالک نفس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باش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نفس تو مالک تو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فاخر را کنار زد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لباس پشم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لباس 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آن پوش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 به من نشان داد 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جامه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نفس خودم پوش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لباس فاخر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عظمت مقام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کجا رفتند آن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ذکرکم الله رؤ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ته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679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دارشان شما را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بودند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26" w:name="_Toc425599407"/>
      <w:r>
        <w:rPr>
          <w:rtl/>
          <w:lang w:bidi="fa-IR"/>
        </w:rPr>
        <w:t>526 لزوم استنساخ و تکثیر کتاب های حدیثی منحصر به فرد</w:t>
      </w:r>
      <w:bookmarkEnd w:id="52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موفق شود که کتب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منحصر به فرد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کتب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عامه را تکث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خدمت بزرگ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کرده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مدارک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کتب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از کتب عامه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علاوه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کتب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گنج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معارف و علوم است و به طور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دشمنان به فکر جمع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محو آن ها بوده و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بسته اند که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را جمع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البته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توانند چون قرآن معجزه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خالده و جاو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زمان امام سجاد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مکه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مردم 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مقام 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ببرد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حضرت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ة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ذهب بها الس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680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نشانه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[ خدا] است و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آن را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ببرد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شود 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 آن را از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ببرد به گونه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بعد جا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آن معلوم نباشد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گرنه متعصبان کافر فاسق حجرالاسود را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رون آورده و بردند و بعد از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 سال آوردند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مقصود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کفار دشمن قرآنند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چه رسد به کتب احاد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ث که به منزله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و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قرآن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لذا هر کس هر کجا کتاب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منحصر به فرد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آن را استنساخ کند تا از انحصار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تکث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 للب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681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خانه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 پروردگار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صاحب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 که از آن حما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نگهدار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تکث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آن ها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از حما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رب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27" w:name="_Toc425599408"/>
      <w:r>
        <w:rPr>
          <w:rtl/>
          <w:lang w:bidi="fa-IR"/>
        </w:rPr>
        <w:lastRenderedPageBreak/>
        <w:t>527 لزوم مطالعه ی کتاب های مفید از اول تا آخر</w:t>
      </w:r>
      <w:bookmarkEnd w:id="52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کتابفروش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قم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هر چند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 و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 و پس از مدت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گرداند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اول تا آخر مطالعه کردم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کارش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سپس حضرت استاد - مدظله -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چه خوب است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داد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نافع و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اول تا آخر مطالعه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ممکن است بخش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را چند بار مطالعه و مرور نما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قسمت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با مطلب و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اصلا برخورد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سپس افزودند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بنده مدت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بنا گذاشته ام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از اول تا آخر مطالعه کنم و هنوز موفق نشده ام آن را به اتمام رسانم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وسط آن نشانه گذاشته ام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28" w:name="_Toc425599409"/>
      <w:r>
        <w:rPr>
          <w:rtl/>
          <w:lang w:bidi="fa-IR"/>
        </w:rPr>
        <w:t>528 حاجتم این است که کسی را به دنبال من نفرستی</w:t>
      </w:r>
      <w:bookmarkEnd w:id="52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کناره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اداره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امور اجتماع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به نفع آخرت اهل علم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682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امضا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رندگان مشروطه ظاهر الصلاح بودند و وجوهات خود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پرداختند که آخوند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را در گرفتن مشروع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مشروطه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دادند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منصور دوان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اطرف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انش دستور داد که خوب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علما و زهاد را دور خود جمع کن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دور من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عمر و بن عب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را که شخص خوب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حضور خواست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حاضر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ما حاجت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بطلب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او پاسخ داد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حاجتم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دنبال من نفرست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موارد انسان حداقل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امور با او موافقت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او هم در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امور موافق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شخص باشد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29" w:name="_Toc425599410"/>
      <w:r>
        <w:rPr>
          <w:rtl/>
          <w:lang w:bidi="fa-IR"/>
        </w:rPr>
        <w:lastRenderedPageBreak/>
        <w:t>529 واقعا شیعه چه رجالی داشت!</w:t>
      </w:r>
      <w:bookmarkEnd w:id="529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کار نجف اشرف در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کمبود علم و برکت وجود علما و مجتهد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که 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چند نفر - به تعداد انگشتان دست - در آن جا باشند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سابقا 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در جواب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فلان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مجتهد است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در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وار نجف مجتهد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سامرا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 بزرگ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مدرسه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سامرا بود که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حاج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قدس سره - آن جا تشر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آوردند - و بنده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حضور داشتم - و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سابقا - مقصودش زمان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بود -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جا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پارچه مجتهد بود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واقعا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چه رجال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30" w:name="_Toc425599411"/>
      <w:r>
        <w:rPr>
          <w:rtl/>
          <w:lang w:bidi="fa-IR"/>
        </w:rPr>
        <w:t>530 بقای مذهب به بقای طلاب است</w:t>
      </w:r>
      <w:bookmarkEnd w:id="53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خوشا به حال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بفهمند انجام کار آخرت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سخت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طلاب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هر فرصت و فراغت استفاده کنند و سع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درس بخوانند قبل از آن که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نتوانند به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خود ادامه دهند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طلاب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بدانند که وقت گذشته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کس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فراغت درس 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اگر اندک شورش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ممالک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وجود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گر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وجود موانع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توانند درس بخوانند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جلو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 خواندن طلاب را گرفتند کار اسلام و مسلمانان تمام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بقا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مذهب به بقا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طلاب علوم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به درس خواندن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کتاب ها و درس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طلاب موجب بدب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 به ظالم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ستمگران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اگر دسترس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کنند و بتوانند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آن جلوگ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31" w:name="_Toc425599412"/>
      <w:r>
        <w:rPr>
          <w:rtl/>
          <w:lang w:bidi="fa-IR"/>
        </w:rPr>
        <w:lastRenderedPageBreak/>
        <w:t>531 اولا به تو چه ربطی دارد؟</w:t>
      </w:r>
      <w:bookmarkEnd w:id="53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فرهنگ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683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در زمان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684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غام فرستاد که شماها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685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در قم جمع شده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اصلا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دسته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نبود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جواب 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اولا به تو چه ربط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جمع شده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ثان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مگر نبود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چه کار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هم همان کار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بعد از رفتن قاصد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خود 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چه جواب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به او داد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ناراحت بودم که حتما در مقام انتقام بر خواهند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سه روز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نگذشته بود که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جنگ آلمان و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بلند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فکرشان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منتقل شد و از اصلاحات و تنظ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مات - به نظر خودشان - منصرف شدند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اربابشان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گرفتار جنگ با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تلر آلمان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وارد جنگ نشد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32" w:name="_Toc425599413"/>
      <w:r>
        <w:rPr>
          <w:rtl/>
          <w:lang w:bidi="fa-IR"/>
        </w:rPr>
        <w:t>532 اوضاع نابسامان طلاب در رژیم پهلوی</w:t>
      </w:r>
      <w:bookmarkEnd w:id="532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فشار و اختناق بر علما و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ون حوزه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قم در زمان رضاخان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 که اگر پاسبان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مدرسه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طلاب از در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وارها به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بام ها فرار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 و مباحثه اول صبح به باغ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اطراف قم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رفتند و مخف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متعرض آن ها نشود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حساب خودشان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ترق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ترق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بود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686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33" w:name="_Toc425599414"/>
      <w:r>
        <w:rPr>
          <w:rtl/>
          <w:lang w:bidi="fa-IR"/>
        </w:rPr>
        <w:lastRenderedPageBreak/>
        <w:t>533 سفارش های رضاشاه به فیصل</w:t>
      </w:r>
      <w:bookmarkEnd w:id="53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همان اوا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سلطنت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صل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پادشاه عراق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با رضاخان در درشکه سوار بودند و به سر مرز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رضاشاه به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صل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با دو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بر اوضاع مردم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مسلط شدم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1 - با خلع سلاح عشا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قبا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2 - با گرفتن نفوذ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مردم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گرفتن از اهل علم و علما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بساط مشروطه را به پا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که سرکار آمدند و قدرت را به دست گرفتند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ها را مفسد جامعه معرف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همان علما و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روز مصلح جامعه بودند امروز مفسد جامعه و اخلال گر معرف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چون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کارها را که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و بر له آن ها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فردا ممکن است بر له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و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آن ها بکنند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34" w:name="_Toc425599415"/>
      <w:r>
        <w:rPr>
          <w:rtl/>
          <w:lang w:bidi="fa-IR"/>
        </w:rPr>
        <w:t>534 کشتن علما بعد از مشروطیت در ایران</w:t>
      </w:r>
      <w:bookmarkEnd w:id="53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رؤ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مشروطه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ون با نفوذ 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که توسط آن ها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را کشته بودند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عبدالله بهبهان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را بدتر از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فضل الله نور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کشتند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و امثال مرحوم مدرس را بعد از آن کشتند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بعد از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شهادت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فضل الله نور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هر کس از علما که مخالفت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قبل از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فضل الله 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35" w:name="_Toc425599416"/>
      <w:r>
        <w:rPr>
          <w:rtl/>
          <w:lang w:bidi="fa-IR"/>
        </w:rPr>
        <w:t>535 اوضاع علما در عراق</w:t>
      </w:r>
      <w:bookmarkEnd w:id="53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 و کربلا مخالفت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همه را دسته دسته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تبع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بعد از گذشتن مدت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پس از دخالت و وساطت </w:t>
      </w:r>
      <w:r>
        <w:rPr>
          <w:rtl/>
          <w:lang w:bidi="fa-IR"/>
        </w:rPr>
        <w:lastRenderedPageBreak/>
        <w:t>دولت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اجازه دادند به نجف و کربلا برگردند و از آن ها تعهد و امضا گرفتند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در امور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عراق دخالت نکنند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لذا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افراد نزد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دابوالحسن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ما امضا گرفته اند که در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دخالت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تبع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به نجف مراجعت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دولت عراق به آن ها توه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استقلال عراق مرهون فتوا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رهبر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 مسلمان حرام است که به حکومت کافر راض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چون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بلا واسطه بر عراق حکومت کند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فتوا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نتوانست و شکست خورد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36" w:name="_Toc425599417"/>
      <w:r>
        <w:rPr>
          <w:rtl/>
          <w:lang w:bidi="fa-IR"/>
        </w:rPr>
        <w:t>536 در آخر الزمان اهل بلاد همدیگر را می بینند</w:t>
      </w:r>
      <w:bookmarkEnd w:id="53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که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صاف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آخر الزمان اهل بلاد همد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را از دور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687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از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اهل اطلاع بودند</w:t>
      </w:r>
      <w:r w:rsidR="0014728E">
        <w:rPr>
          <w:rtl/>
          <w:lang w:bidi="fa-IR"/>
        </w:rPr>
        <w:t xml:space="preserve">،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 آلات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اشعه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برق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آن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وار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داخل بدن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ارزان و همگان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خودشان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 بلکه تنها عکسشان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مقصود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با آلات است</w:t>
      </w:r>
      <w:r w:rsidR="0014728E">
        <w:rPr>
          <w:rtl/>
          <w:lang w:bidi="fa-IR"/>
        </w:rPr>
        <w:t xml:space="preserve">؟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دها 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خود اهل بلاد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عکس آن ها را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688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37" w:name="_Toc425599418"/>
      <w:r>
        <w:rPr>
          <w:rtl/>
          <w:lang w:bidi="fa-IR"/>
        </w:rPr>
        <w:t>537 آن ها آینده را می دیدند و ما از گذشته خبر نداریم!</w:t>
      </w:r>
      <w:bookmarkEnd w:id="537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کرامت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از او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مسافرت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اصفهان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شب بود و هوا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در </w:t>
      </w:r>
      <w:r>
        <w:rPr>
          <w:rtl/>
          <w:lang w:bidi="fa-IR"/>
        </w:rPr>
        <w:lastRenderedPageBreak/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شهر بسترها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فحشا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صبح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وارد شهر شدند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وقت سحر بساط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فلان و فلان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داخل شهر رفتند و</w:t>
      </w:r>
      <w:r w:rsidR="0014728E">
        <w:rPr>
          <w:rtl/>
          <w:lang w:bidi="fa-IR"/>
        </w:rPr>
        <w:t xml:space="preserve">...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ها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نده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گذشته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چه خبر بود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تا از آن عبرت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همانند گذشتگان در دام و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گانگان گرفتار نشو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38" w:name="_Toc425599419"/>
      <w:r>
        <w:rPr>
          <w:rtl/>
          <w:lang w:bidi="fa-IR"/>
        </w:rPr>
        <w:t>538 اختلاف ما در کبریات نبود!</w:t>
      </w:r>
      <w:bookmarkEnd w:id="538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مشروطه و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 آمدن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مرحوم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کاظم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شد که مخالف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شما چطورند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مخالفت ما با آن ها در کبر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نزاع موضوع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صغرو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39" w:name="_Toc425599420"/>
      <w:r>
        <w:rPr>
          <w:rtl/>
          <w:lang w:bidi="fa-IR"/>
        </w:rPr>
        <w:t>539 کاسه ی زهر است نمی نوشم...</w:t>
      </w:r>
      <w:bookmarkEnd w:id="539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مشروط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آخوند خراسان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درس را شروع کند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نفر بلند شد و گفت در تبر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خون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 شد دسته 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منزل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کاظم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بروند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خواستند فرار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هر کوچه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چماق به دست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ستاده است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معلوم شد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راه ها جز راه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بسته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همه وارد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شدند و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با مشروطه موافقت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ظلم و خون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به اتفاق است که در مشروطه خون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واقع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- البته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شد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سرانجام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 کاسه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زهر است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شما که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اگر بخور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معذور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قدم به قدم به دفتر شرع نگاه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هر کجا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واضح و آشکار است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برو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موارد شبهه ناک و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خوددار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توقف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عمل به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پش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40" w:name="_Toc425599421"/>
      <w:r>
        <w:rPr>
          <w:rtl/>
          <w:lang w:bidi="fa-IR"/>
        </w:rPr>
        <w:t xml:space="preserve">540 نعمت وجود حرم امام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ایران</w:t>
      </w:r>
      <w:bookmarkEnd w:id="54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حرم مطهر حضرت امام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نعمت بزرگ و گرانقدر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در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عظمتش را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امام جواد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السلام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ارة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افضل من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ارة الحس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لان الحس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زوره العامة و الخاصة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زوره الا الخاصة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689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ارت پدرم [امام رضا </w:t>
      </w:r>
      <w:r w:rsidR="0055251E" w:rsidRPr="0055251E">
        <w:rPr>
          <w:rStyle w:val="libAlaemChar"/>
          <w:rtl/>
        </w:rPr>
        <w:t>عليه‌السلام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از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افضل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عامه و خاصه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پدرم را جز خاصه [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دوازده امام</w:t>
      </w:r>
      <w:r w:rsidR="00CE0249">
        <w:rPr>
          <w:rtl/>
          <w:lang w:bidi="fa-IR"/>
        </w:rPr>
        <w:t>ی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لذا کرامات از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آن حضرت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از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ظاهر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نعمت حرم حضرت امام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که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آن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فراهم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مغتنم بشمارند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41" w:name="_Toc425599422"/>
      <w:r>
        <w:rPr>
          <w:rtl/>
          <w:lang w:bidi="fa-IR"/>
        </w:rPr>
        <w:t>541 توفیق زیارت از جذب و انجذاب است، و ربطی به</w:t>
      </w:r>
      <w:r w:rsidR="003D7CC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پول دار بودن ندارد</w:t>
      </w:r>
      <w:bookmarkEnd w:id="54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ربط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داشتن پول ندارد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چنان چه پروانه ها در شمع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سوزند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شمع بودن حضرات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اشکال است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پروانه بودن 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چرا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آن حضرات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جواب سلام خود را از </w:t>
      </w:r>
      <w:r>
        <w:rPr>
          <w:rtl/>
          <w:lang w:bidi="fa-IR"/>
        </w:rPr>
        <w:lastRenderedPageBreak/>
        <w:t>آن ها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اند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صاحب قبر صحبت کرده و جواب 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افت نموده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از کرامات و معجزات مشاهد مشرفه و ضرا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متبرکه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و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طور ارتباطات و درها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نور و رحمت به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باز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را به حال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گذاشتند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رفتند و به طور مطلق غائب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تاک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بر دعوت به توجه و تمسک به عترت نموده اند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در مشاهده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و عترت جاذب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اگر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اقت 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ست که پول دار پروانه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شمع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اثر جذب و انجذاب محبت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لات لازم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پول دار و ندار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وجود ندارد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42" w:name="_Toc425599423"/>
      <w:r>
        <w:rPr>
          <w:rtl/>
          <w:lang w:bidi="fa-IR"/>
        </w:rPr>
        <w:t>542 به حدی مجذوب شدم که نزدیک بود مسلمان شوم!</w:t>
      </w:r>
      <w:bookmarkEnd w:id="54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نصران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690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داخل حجاج شدم و اعمال آن ها را به جا آوردم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تعجب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 در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ظاهر جز خاک و خرابه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مجذوب شدم که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بود مسلمان شوم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که مسلمان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مجذوب آن ها و مشاهد مشرفه شان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عجا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از افراد گرفتار و مبتلا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نقل شده که به حرم رفته اند و به حضرات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مشاهد مشرفه متوسل شده اند و حاجت خود را گرفته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حال و مجال داشت و آن ها را جمع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کرامات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43" w:name="_Toc425599424"/>
      <w:r>
        <w:rPr>
          <w:rtl/>
          <w:lang w:bidi="fa-IR"/>
        </w:rPr>
        <w:lastRenderedPageBreak/>
        <w:t>543 خیال می کنید ما از حال شما مطلع نیستیم؟!</w:t>
      </w:r>
      <w:bookmarkEnd w:id="543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مدرس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هر وقت ابتلا و هم و حزن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نجف به من دست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غسل و طهارت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نمودم و به حرم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پناه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ابتلا و هم و حزن من راه چاره و علاج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مشخص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هر کدام از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اطهار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نسبت به قاصد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مجاور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مانند پدر مهربان نسبت به اولادش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هر وقت گرفتار و مهموم و مغموم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 طلا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نم و به بارگاه آن حضرت نگاه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 و هم و غم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 رفع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توسلات به حضرات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نقدا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و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رفع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بدون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آن ها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برسد آسوده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 و با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راحت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مدت ها به فقر و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مبتلا بودم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چهل روز به امام زمان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متوسل شدم و به آن حضرت 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ضه نوشتم و در آب جار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انداختم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روز آخر صدا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مرا با نام و نام پدر خواند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ما از حال شما مطلع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بدون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 صدا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سوز دل مرا آرام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مثل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آب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آتش 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44" w:name="_Toc425599425"/>
      <w:r>
        <w:rPr>
          <w:rtl/>
          <w:lang w:bidi="fa-IR"/>
        </w:rPr>
        <w:t xml:space="preserve">544 ما به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محتاجیم، نه آن ها به ما</w:t>
      </w:r>
      <w:bookmarkEnd w:id="54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ما محتاجند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اربع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کربلا پر از دسته جات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عراق از طوا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مختلف عرب ها و کردها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ها را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سال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شعرها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از خاندان </w:t>
      </w:r>
      <w:r>
        <w:rPr>
          <w:rtl/>
          <w:lang w:bidi="fa-IR"/>
        </w:rPr>
        <w:lastRenderedPageBreak/>
        <w:t>مرتض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تجل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به آن ها اظهار محبت و مودت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اشخاص و جماعت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متعدد از سر تا سر عراق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دسته از ناح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هر 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مرشد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به دنبال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به شما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اج ندارم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شما به ما خاندان محتاج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خداوند سبحان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ربطنا علی قلوبهم اذ قامواو فقالوا...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691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دل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را استوار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برخاستند و گفتند</w:t>
      </w:r>
      <w:r w:rsidR="0014728E">
        <w:rPr>
          <w:rtl/>
          <w:lang w:bidi="fa-IR"/>
        </w:rPr>
        <w:t xml:space="preserve">: ...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قل لا تمنوا علی اسلمکم بل الله ی من علیکم ان هدئکم للایمان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692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بگو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اسلامتان را بر من منت ننه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خداست که بر شما منت نهاد و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رهنمون گردان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متشکر و ممنون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خداوند منان نعمت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مودت آن ها را به ما عطا فرموده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45" w:name="_Toc425599426"/>
      <w:r>
        <w:rPr>
          <w:rtl/>
          <w:lang w:bidi="fa-IR"/>
        </w:rPr>
        <w:t>545 افضلیت عبادت در زمان غیبت از زمان حضور</w:t>
      </w:r>
      <w:bookmarkEnd w:id="54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ما از آن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قرآن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عترت را از ما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گرفتن هر کدام گرفتن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هست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دو از هم جدا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لن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فترقا نه در خارج و نه در اعتقاد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ردا الحوض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693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کنار حوض کوثر بر من وارد شوند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تنها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حوض خواهند نوش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با قرآن و عترت با هم 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 که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مؤ فقند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مانند کودک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بدون سرپرست هستند و به عمد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بدون عمد به هر جهت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البته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الجمله معذور هستند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694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ممکن است به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شود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راست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معذور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 را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حق دار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در زمان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به سر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پدر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دستت کوتاه است که نتوانست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سلمان بشو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سلمان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علم علم الاول و الآخر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695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به علم اول و آخر آگاه بود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و فرمود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اذا ادرکتم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شباب آل محمد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فکونوا اشد فرحا بقتالکم معه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696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زمان سرور جوانان آل محمد [امام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را 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افت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به جنگ کردن در رکاب او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شادمان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فرمودند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العبادة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بة افضل من الحضور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عبادت در زمان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زمان حضور افضل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به اصحاب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انتم اصحاب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اولئک اخوان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فواشوقا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اخوان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آمنوا بسواد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اض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697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شما اصحاب من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آنان برادران من هستند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چه قدر به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برادرانم مشتاقم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آنان که به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آوردند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698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46" w:name="_Toc425599427"/>
      <w:r>
        <w:rPr>
          <w:rtl/>
          <w:lang w:bidi="fa-IR"/>
        </w:rPr>
        <w:t>546 خود را مریض نمی دانیم و گرنه علاج آسان است!</w:t>
      </w:r>
      <w:bookmarkEnd w:id="546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خود را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گرنه علاج آسان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گوش مرد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بعد از جدا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فورا تمام مو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 آن مرد 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شد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خود را در عداد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699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عبادالرحمن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700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غافل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تمام اعضا و جوارح انسان فردا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انجام داده است شهادت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الیوم نختم علی افوههم و تکلمنا ایدیهم و تشهد ارجلهم بما کانوا یکسبون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701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بر دهانشان مهر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دست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با ما به سخن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 و پاها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به آن چه که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شهادت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بشر در فکر ضبط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داوود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غافل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از عمل خود او عکسبردار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گفتار و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ضبط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47" w:name="_Toc425599428"/>
      <w:r>
        <w:rPr>
          <w:rtl/>
          <w:lang w:bidi="fa-IR"/>
        </w:rPr>
        <w:t xml:space="preserve">547 قم خانه ی اهل بیت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</w:t>
      </w:r>
      <w:bookmarkEnd w:id="54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قم منسوب به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بروجرد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طر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آن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نباشد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کم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کند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توجه و ارادت و محبت به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دل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بماند و با محبت آن ها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48" w:name="_Toc425599429"/>
      <w:r>
        <w:rPr>
          <w:rtl/>
          <w:lang w:bidi="fa-IR"/>
        </w:rPr>
        <w:t>548 این گله را نگر...</w:t>
      </w:r>
      <w:bookmarkEnd w:id="548"/>
      <w:r>
        <w:rPr>
          <w:rtl/>
          <w:lang w:bidi="fa-IR"/>
        </w:rPr>
        <w:t xml:space="preserve"> </w:t>
      </w:r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معنا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اده نمود که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اوفوا بعهدی اوف بعهدکم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702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خود با من وفا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من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خود با شما وفا کنم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در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اختلاف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مسلمانان اتقاق دارند که با هم اتفاق نکنند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مظنون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مقطوع است که هر روز کفار به شکل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نقشه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گله را نگر</w:t>
      </w:r>
      <w:r w:rsidR="0014728E">
        <w:rPr>
          <w:rtl/>
          <w:lang w:bidi="fa-IR"/>
        </w:rPr>
        <w:t xml:space="preserve">...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703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غات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مذهب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آلمان و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و شورو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جنگند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حوزه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قم بسته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در زمان سلطنت رضاخان پهلو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اثر فشار و اختناق بر حوزه و علما و ممنوع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درس و مباحثه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مدت ده سال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ده نفر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علوم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نجف نرفتند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49" w:name="_Toc425599430"/>
      <w:r>
        <w:rPr>
          <w:rtl/>
          <w:lang w:bidi="fa-IR"/>
        </w:rPr>
        <w:t>549 امروز یک عالم، جای صد عالم صدسال قبل است!</w:t>
      </w:r>
      <w:bookmarkEnd w:id="549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اهال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اردب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در زمان رضا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نجف بود که در مدرسه بادکوبه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اسفار و رسا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همان زمان ها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آمد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بعد از مدت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احوالشان را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روستاها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اطراف مشک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اردب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ساکن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عالم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آن قدر زحمت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چه وضع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سخت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آن روستا به سر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برده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چه علما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گمنام شدند و مردم از آن ها استفاده نکردند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هم در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علما کم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امروز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عالم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صد عالم صد سال قبل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704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فوج فوج از خوبان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آمدند و به کشاورز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مشغول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ادارات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به تهران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آمدند و در آن جا به گفتن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شرع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پرداختند و منبر مختصر و مجالس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روضه 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تهران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در آن زمان خوب امتحان دادند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چون چشم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بودند و به اوضاع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مغرور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شدند و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را نگاه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داشتند و از وجود آن ها 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50" w:name="_Toc425599431"/>
      <w:r>
        <w:rPr>
          <w:rtl/>
          <w:lang w:bidi="fa-IR"/>
        </w:rPr>
        <w:lastRenderedPageBreak/>
        <w:t>550 کار امروز را به فردا وامگذاریم</w:t>
      </w:r>
      <w:bookmarkEnd w:id="55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خوب است انسان کار امروز را به فردا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کار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ساعت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ساعت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احاله نکند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عذر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گرنه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بعد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ساعت چه طور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بودم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توانستم درس بخوانم و فکر کنم و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استاد را تعقل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توانستم تا محل درس که مقبره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بود بروم و در مجلس درس استاد شرکت کنم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رفتم درس فوت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توانستم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مطالب استاد فکر و تعقل کنم</w:t>
      </w:r>
      <w:r w:rsidR="0014728E">
        <w:rPr>
          <w:rtl/>
          <w:lang w:bidi="fa-IR"/>
        </w:rPr>
        <w:t xml:space="preserve">؛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لذا با خود گفتم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روم و تنها الفاظ را بدون فکر و نظر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خاطر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سپارم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ادداشت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درس رفتم و از اول تا آخر درس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فقط الفاظ را بدون فکر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حفظ و بعد از درس ثبت کردم و عملا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لفظ را از قلم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نداختم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فکر نکردم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بعد که حالم مساعد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نوشته ها مراجعه کردم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درست ضبط کرده ام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شدم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توانم در درس شرکت کنم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درس نرفتم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نوشته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را گرفتم و درج کردم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مقصود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انسان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توانست در وقتش بکند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بسا بعدا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نتواند آن را انجام 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انسان درس ها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آن را از وقت خود به وقت و زمان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احاله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چرا که چه بسا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موفق به انجام آن نشود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چون در آن زمان هم کارها و وظا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آن کار فوت شده را جبران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51" w:name="_Toc425599432"/>
      <w:r>
        <w:rPr>
          <w:rtl/>
          <w:lang w:bidi="fa-IR"/>
        </w:rPr>
        <w:lastRenderedPageBreak/>
        <w:t>551 نسبت به علمای معاصر، خاک بود!</w:t>
      </w:r>
      <w:bookmarkEnd w:id="55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رضا همدان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آن همه مقامات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متواضع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شاگردانش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 همه متواضع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نسبت به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معاصرش خاک بود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تش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ع جنازه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حالا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افقه اهل عصرش بود</w:t>
      </w:r>
      <w:r w:rsidR="0014728E">
        <w:rPr>
          <w:rtl/>
          <w:lang w:bidi="fa-IR"/>
        </w:rPr>
        <w:t xml:space="preserve">!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حالا و بعد از فوت که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گر مانع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اظهار اعلم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 او نسبت به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گران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علم و فضل حاج آقا رضا همدان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6B7205">
        <w:rPr>
          <w:rtl/>
          <w:lang w:bidi="fa-IR"/>
        </w:rPr>
        <w:t xml:space="preserve"> بعد از وفاتش ظاهر شد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52" w:name="_Toc425599433"/>
      <w:r>
        <w:rPr>
          <w:rtl/>
          <w:lang w:bidi="fa-IR"/>
        </w:rPr>
        <w:t>552 غذای مکروهی خورده بودم...</w:t>
      </w:r>
      <w:bookmarkEnd w:id="552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طلبه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پس از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از حوزه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مسافرت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نزد 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کاظم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رفت و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تقاضا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اجازه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نقل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چند روز طول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گفتم من که از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اجازه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اخذ وجوهات نخواسته ام که به من اجازه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تازه 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را بشناسد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هر وقت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ضم نسبت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افزوده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پس از گذشت چند روز مرحوم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اجازه را به من داد و به خاطر تاخ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در جواب عذرخواه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علت تاخ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آن 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مدت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غذا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مکروه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قلوه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- خورده بودم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خواستم کاملا اثر آن از بدنم 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گردد تا ارتباط خود را در سلسله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سند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با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عظام و بزرگان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بتوانم برقرار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و در زمره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رواة احاد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قرار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رم و آن گاه به شما اجازه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نقل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بدهم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53" w:name="_Toc425599434"/>
      <w:r>
        <w:rPr>
          <w:rtl/>
          <w:lang w:bidi="fa-IR"/>
        </w:rPr>
        <w:lastRenderedPageBreak/>
        <w:t>553 نقش غذای حلال و حرام در سعادت و شقاوت انسان</w:t>
      </w:r>
      <w:bookmarkEnd w:id="55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ما اگر در خصوص خوردن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و نوش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از حرام اجتناب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غذاها است که منشا علم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مان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کفر 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وقت نگاه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که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آورده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و لا تقربا هذه الشجرة فتکونا من الظلمین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705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و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درخت نشو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مبادا از ستمکاران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اکل و تناول بود که در سلسله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علل و معال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هبوط آدم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 گرفت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قابل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ملک و فرشته شدن را دارد - هر چند طرف مقابل آن در پست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اسفل السافل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- در اثر خوردن و آشام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است که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در خون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بالاخره اثر آن در اعضا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در روح و مغز و فکر انسان ظاهر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سابق که آن همه در علم و عمل موفق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عمر بابرکت داشتند و از انحراف فکر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سالم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اثر خوردن غذا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حلال و اجتناب از غذاها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شبهه ناک بوده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54" w:name="_Toc425599435"/>
      <w:r>
        <w:rPr>
          <w:rtl/>
          <w:lang w:bidi="fa-IR"/>
        </w:rPr>
        <w:t>554 مدخلیت غذا در ایمان و کفر</w:t>
      </w:r>
      <w:bookmarkEnd w:id="55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سابق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از غذا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حرام اجتناب داشتند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غذا چه قدر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کفر و اعمال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شر انسان مدخل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نقل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شخص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رف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قش از اروپا مربا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فاره</w:t>
      </w:r>
      <w:r w:rsidR="0014728E">
        <w:rPr>
          <w:rtl/>
          <w:lang w:bidi="fa-IR"/>
        </w:rPr>
        <w:t xml:space="preserve"> (</w:t>
      </w:r>
      <w:r w:rsidR="006B7205">
        <w:rPr>
          <w:rtl/>
          <w:lang w:bidi="fa-IR"/>
        </w:rPr>
        <w:t>موش</w:t>
      </w:r>
      <w:r w:rsidR="0014728E">
        <w:rPr>
          <w:rtl/>
          <w:lang w:bidi="fa-IR"/>
        </w:rPr>
        <w:t xml:space="preserve">) </w:t>
      </w:r>
      <w:r w:rsidR="006B7205">
        <w:rPr>
          <w:rtl/>
          <w:lang w:bidi="fa-IR"/>
        </w:rPr>
        <w:t>هد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ه فرستاد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اولاد 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بزرگ زادگان شهر ما 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در پار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پادشاه وقت فرانسه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صرف غذا دعوت کرده بود و بعد از صرف غذا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گفته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غذا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امروز شما چه قدر </w:t>
      </w:r>
      <w:r>
        <w:rPr>
          <w:rtl/>
          <w:lang w:bidi="fa-IR"/>
        </w:rPr>
        <w:lastRenderedPageBreak/>
        <w:t>هز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برداشته است و از کدام 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لاک پشت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قورباغه و خرچنگ 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نموده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خلوت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تمام غذا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که خورده بودم فورا استفراغ کردم و اجازه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55" w:name="_Toc425599436"/>
      <w:r>
        <w:rPr>
          <w:rtl/>
          <w:lang w:bidi="fa-IR"/>
        </w:rPr>
        <w:t>555 تندرستی و اعتدال و تنوع در غذا</w:t>
      </w:r>
      <w:bookmarkEnd w:id="55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اعتدال در غذا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سلامت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مزاج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انسان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به نان خوردن عادت داشته باشد بهتر است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برنج بخورد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اگر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برنج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 بهتر است 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نان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آش بخورد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تنوع در غذا داشته باشد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دندانش درد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نزد طب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رفت که آن را بکشد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طب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اگر سردرد گرفت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سرت را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اعتدال معده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دندان درد را هم برطرف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بالاخره آن آقا دندانش را نکش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56" w:name="_Toc425599437"/>
      <w:r>
        <w:rPr>
          <w:rtl/>
          <w:lang w:bidi="fa-IR"/>
        </w:rPr>
        <w:t xml:space="preserve">556 مرا به امام رضا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ببخش!</w:t>
      </w:r>
      <w:bookmarkEnd w:id="556"/>
      <w:r>
        <w:rPr>
          <w:rtl/>
          <w:lang w:bidi="fa-IR"/>
        </w:rPr>
        <w:t xml:space="preserve">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علما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اهل خراسان که شجاعت و ابهت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ار داشت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خواست با دختر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تجار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ازدواج کند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با رفت و آمد 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اد و نوشتن نامه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از مرحوم آقا 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د محمد کاظم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زد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تقاضا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کمک کرد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پس از اصرار 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اد آن آقا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مرحوم 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که صلاح نم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دانست به او 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بدهد 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او نوشت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 xml:space="preserve">مرا به امام رضا </w:t>
      </w:r>
      <w:r w:rsidR="0055251E" w:rsidRPr="0055251E">
        <w:rPr>
          <w:rStyle w:val="libAlaemChar"/>
          <w:rtl/>
        </w:rPr>
        <w:t>عليه‌السلام</w:t>
      </w:r>
      <w:r w:rsidR="006B7205">
        <w:rPr>
          <w:rtl/>
          <w:lang w:bidi="fa-IR"/>
        </w:rPr>
        <w:t xml:space="preserve"> ببخش</w:t>
      </w:r>
      <w:r w:rsidR="0014728E">
        <w:rPr>
          <w:rtl/>
          <w:lang w:bidi="fa-IR"/>
        </w:rPr>
        <w:t xml:space="preserve">! </w:t>
      </w:r>
      <w:r w:rsidR="006B7205">
        <w:rPr>
          <w:rtl/>
          <w:lang w:bidi="fa-IR"/>
        </w:rPr>
        <w:t>آن آقا گفته بود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 xml:space="preserve">خوب است که ما را معتقد به امام رضا </w:t>
      </w:r>
      <w:r w:rsidR="0055251E" w:rsidRPr="0055251E">
        <w:rPr>
          <w:rStyle w:val="libAlaemChar"/>
          <w:rtl/>
        </w:rPr>
        <w:t>عليه‌السلام</w:t>
      </w:r>
      <w:r w:rsidR="006B7205">
        <w:rPr>
          <w:rtl/>
          <w:lang w:bidi="fa-IR"/>
        </w:rPr>
        <w:t xml:space="preserve"> دانسته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57" w:name="_Toc425599438"/>
      <w:r>
        <w:rPr>
          <w:rtl/>
          <w:lang w:bidi="fa-IR"/>
        </w:rPr>
        <w:t>557 بقیه اش را جنس دادم!</w:t>
      </w:r>
      <w:bookmarkEnd w:id="557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از اهل علم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خانه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بخرد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نزد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رفت و تقاضا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کمک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نصف مقدار مورد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را به او داد و فرمود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اش را جنس دادم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برخورد و اخلاق خوب قانعش کردم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خرج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ماه ما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سال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سابق 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ها راحت تر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آرامش درون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ربط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دارا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و ثروت و داشتن لوازم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ندارد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58" w:name="_Toc425599439"/>
      <w:r>
        <w:rPr>
          <w:rtl/>
          <w:lang w:bidi="fa-IR"/>
        </w:rPr>
        <w:t>558 خداوند توفیق دهد تا بفهمیم از چه راهی به هدف برسیم!</w:t>
      </w:r>
      <w:bookmarkEnd w:id="558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رجال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اهل علم و عمل بودند و ساده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لباس و مسکن و خوراک زاهد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غصه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مثل آن ها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بزرگان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بوده اند که از سهم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استفاده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از افاضل علما و صاحب مصنفات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ملبس به لباس اهل علم نبودند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قاموس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ملبس به لباس تجار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فقط در وقت نماز لباس مخصوص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پوش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مقدس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نماز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اقتدا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و 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جماعت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متعدد در صحن مطهر به هم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وسته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معلوم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ماموم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به کدام جماعت اقتدا کرده اند و جزو کدام 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جماعت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بدون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اعتنا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به اطراف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جلو و عقب و چپ و راست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نماز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حسرت ما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ما و آن ها تفاوت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است و 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حدود چند صد سال با هم فاصله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دهد تا بفهم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از چه 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هدف برس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59" w:name="_Toc425599440"/>
      <w:r>
        <w:rPr>
          <w:rtl/>
          <w:lang w:bidi="fa-IR"/>
        </w:rPr>
        <w:t xml:space="preserve">559 نوکرهای امام زمان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بایدعمل به وظیفه کنند</w:t>
      </w:r>
      <w:bookmarkEnd w:id="55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اهل علم در هر حال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عمل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نوکرها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 زمان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عموما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عمل به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حال مطالعه دارند مطالعه کنند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در </w:t>
      </w:r>
      <w:r>
        <w:rPr>
          <w:rtl/>
          <w:lang w:bidi="fa-IR"/>
        </w:rPr>
        <w:lastRenderedPageBreak/>
        <w:t>هر حال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عمل به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کنند و توسلات را هم داشته باشند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خداوند سبحان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فلولا اذ جاهم باسنا تضرعوا و لکن قست قلوبهم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706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 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سخت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به آن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 تضرع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کن دل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سخت شده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بلا را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فرستد</w:t>
      </w:r>
      <w:r w:rsidR="0014728E">
        <w:rPr>
          <w:rtl/>
          <w:lang w:bidi="fa-IR"/>
        </w:rPr>
        <w:t>: (</w:t>
      </w:r>
      <w:r>
        <w:rPr>
          <w:rtl/>
          <w:lang w:bidi="fa-IR"/>
        </w:rPr>
        <w:t>اذ جاهم باسنا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به جهت تضرع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تضرع و ابتهال را از عبد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و آن مطلوب است</w:t>
      </w:r>
      <w:r w:rsidR="0014728E">
        <w:rPr>
          <w:rtl/>
          <w:lang w:bidi="fa-IR"/>
        </w:rPr>
        <w:t>: (</w:t>
      </w:r>
      <w:r>
        <w:rPr>
          <w:rtl/>
          <w:lang w:bidi="fa-IR"/>
        </w:rPr>
        <w:t>تضرعوا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 xml:space="preserve">و نقطه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مقابل آن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قست قلوبهم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60" w:name="_Toc425599441"/>
      <w:r>
        <w:rPr>
          <w:rtl/>
          <w:lang w:bidi="fa-IR"/>
        </w:rPr>
        <w:t>560 چگونه دعا کنیم؟</w:t>
      </w:r>
      <w:bookmarkEnd w:id="560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بدون مقدمات و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انجام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دعا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واقعا دعا و خواستن از خدا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دعا تشر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ناح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دعا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زبان حالتان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خدا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چه بخواهد بکند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بنا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عمل به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خدا ما را به دست گرگ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تمام مص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را تدارک و جبران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ولو خراش و خدشه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صورت روشنا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راه و تکل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راه برو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اگر روشن نبود عصا را به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بکوب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61" w:name="_Toc425599442"/>
      <w:r>
        <w:rPr>
          <w:rtl/>
          <w:lang w:bidi="fa-IR"/>
        </w:rPr>
        <w:t>561 محک تجربه و آزمایش بندگی</w:t>
      </w:r>
      <w:bookmarkEnd w:id="56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مرحوم آقا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جواد آقا ملک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نقل شده که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شده است که خود را در صدق عبود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بندگ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امتحان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بنده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فکر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اگر با زن و فرزند خود به قصد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کربلا مه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حرکت سفر نموده و با زحمت فراوان و هز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تا لب مرز برس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آن جا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حرام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مانند کشف حجاب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نظر اجنب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همسر و دختران همراه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را مرتکب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تا مقدمه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خروج از گمرک و گرفتن گذرنامه و مجوز عبور از مرز باشد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خود را چگونه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حرام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زحمت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و هز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نموده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بگذار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حرام انجام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و عبور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کمال شجاعت و مردانگ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متانت مثل گل با آن همه رنج و دور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راه و تحمل مخارج و هز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سفر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عائله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فرموده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مستحب است و همان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من به قصد قربت و به داع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707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امر او تا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آمده ام و متحمل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خسارت شده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ارتکاب حرام را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و به داع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زجر او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دوباره بدون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گونه نگران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برگردم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چرا که من بنده 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خواستم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حضرت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دالشهدا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انجام دهم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خواهش دل خود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کار حرام را انجام نده و با انجام گناه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مرو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امتثال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نروم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طور نکرد و برنگشت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 ناقص 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خداوند سبحان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فلا و ربک لا یؤ منون حتی یحکموک فیما شجر بینهم ثم لا یجدوا فی انفسهم حرجا مما قضیت و یسلموا تسلیما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708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پس به پروردگارت سوگند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اختلاف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آن ها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آمده تو را حاکم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سپس از آن چه قضاوت نمود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دل خود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دلتنگ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احساس نکنند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چنان 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خود را تسل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[ خدا و حکم شما] کنند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بنده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فرمان و حکم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تابع خواسته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و مط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نفس 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62" w:name="_Toc425599443"/>
      <w:r>
        <w:rPr>
          <w:rtl/>
          <w:lang w:bidi="fa-IR"/>
        </w:rPr>
        <w:t>562 دعای فرج برای رفع گرفتاری شخصی</w:t>
      </w:r>
      <w:bookmarkEnd w:id="56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اوقات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شدت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 خواند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دعا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در هنگام شدت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آن ملتزم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امام سجاد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خواستند پسر حسن بن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1561CD" w:rsidRPr="001561CD">
        <w:rPr>
          <w:rStyle w:val="libAlaemChar"/>
          <w:rtl/>
        </w:rPr>
        <w:t>عليهما‌السلام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داماد حضرت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2514EE" w:rsidRPr="002514EE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- را به دستور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پانصد تاز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انه بزنند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پسر عمو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 را فراموش نکن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عرض کرد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پسر عمو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حضرت دعا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به او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فرمود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حسن بن حسن بن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شروع کرد به خواندن آن دعا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مامور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709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قتل او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منبر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آمد و گفت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مظلوم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اخروا امره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اراجع الام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سرشت شخص ستمد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قتل او را به تاخ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 با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[ول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د]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باره مشورت کنم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به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نامه نوشت و دستور داد که او را رها کنند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710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دفع بلا و شر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دعا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نافع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اللهم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محمد و آله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امسک عنا السوء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711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 محمد و آل او درود فرست و 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از ما بازدار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63" w:name="_Toc425599444"/>
      <w:r>
        <w:rPr>
          <w:rtl/>
          <w:lang w:bidi="fa-IR"/>
        </w:rPr>
        <w:t>563 شرایط استجابت دعا</w:t>
      </w:r>
      <w:bookmarkEnd w:id="56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جهت دعا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امور لازم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1 - ثنا و تعظ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تمج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ساحت مقدس حضرت حق - تبارک و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2 - اقرار به گناهان و اظهار ندامت از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تقر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با به منزله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ملازم آن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3 - صلوات بر محمد و آل محمد </w:t>
      </w:r>
      <w:r w:rsidR="00937235" w:rsidRPr="00937235">
        <w:rPr>
          <w:rStyle w:val="libAlaemChar"/>
          <w:rtl/>
        </w:rPr>
        <w:t>عليهم‌السلام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له و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هستند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4 - بکا و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اگر نشد تباک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مختصر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بعد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درخواست حاجت که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برآورده شدن حاجت برو و برگرد ندارد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مطالب</w:t>
      </w:r>
      <w:r w:rsidR="0014728E">
        <w:rPr>
          <w:rtl/>
          <w:lang w:bidi="fa-IR"/>
        </w:rPr>
        <w:t xml:space="preserve"> (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ثنا و تعظ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تمج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اقرار به گناهان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صلوات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بکا و تباک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در سجده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مناسب تر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تاث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بکا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به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که در عمل ام داوود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در قنوت وتر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فان ذلک علامة الاجابة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712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نشانه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مستجاب شدن [ دعا]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در اذن دخول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اطهار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وارد شده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فهو علامة [القبول و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الاذن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713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علامت اذن [ دخول و قبول</w:t>
      </w:r>
      <w:r w:rsidR="00CE0249">
        <w:rPr>
          <w:rtl/>
          <w:lang w:bidi="fa-IR"/>
        </w:rPr>
        <w:t>ی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راه تکو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است به خدا و ارتباط با غ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ب است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البته 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مطالب را باور کند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64" w:name="_Toc425599445"/>
      <w:r>
        <w:rPr>
          <w:rtl/>
          <w:lang w:bidi="fa-IR"/>
        </w:rPr>
        <w:t>564 استغفار، درمان تمام دردها</w:t>
      </w:r>
      <w:bookmarkEnd w:id="56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حضرت رسول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نقل کرده اند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الا اخبرکم [ انبؤ کم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بدآئکم من دوآئکم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دآؤ کم الذنوب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دوآؤ کم الاستغفار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714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درد و درمان شما را به شما خبر ندهم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درد شما گناهان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دوا و درمانتان استغفار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بنده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را در جوامع روا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سرت درد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دواؤ کم الاستغفار</w:t>
      </w:r>
      <w:r w:rsidR="0014728E">
        <w:rPr>
          <w:rtl/>
          <w:lang w:bidi="fa-IR"/>
        </w:rPr>
        <w:t xml:space="preserve">.؛ </w:t>
      </w:r>
      <w:r>
        <w:rPr>
          <w:rtl/>
          <w:lang w:bidi="fa-IR"/>
        </w:rPr>
        <w:t>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استغفار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گوش و دندان درد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دوآؤ کم الاستغفار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</w:t>
      </w:r>
      <w:r w:rsidR="0014728E">
        <w:rPr>
          <w:rtl/>
          <w:lang w:bidi="fa-IR"/>
        </w:rPr>
        <w:t xml:space="preserve">...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نسخه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درمان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دردها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65" w:name="_Toc425599446"/>
      <w:r>
        <w:rPr>
          <w:rtl/>
          <w:lang w:bidi="fa-IR"/>
        </w:rPr>
        <w:t>565 فقها بر اساس موازین خود معذورند</w:t>
      </w:r>
      <w:bookmarkEnd w:id="565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عراق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خمر را نجس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نظر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را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نسبت به او در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تند شد و سخن ناسزا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هم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گفت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بعد متوجه شد که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اقوال علما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قول به عدم نجاست وجود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به کربلا رفت و در جلو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آقا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مرکب خود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امد و به او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را نقل کردند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من به صاحب آن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 گفتم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 xml:space="preserve"> نزد شما آمده ام تا از شما حلال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بطلبم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اجازه بده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اده شوم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حرم بروم و گرنه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بها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کلام تند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نسبت به مقدس اردب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البته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اشتباه شخص بزرگ هم بزرگ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انسان تا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نسبت به فقها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فتوا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شاذ و خلاف مشهور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متعرض شود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آن ها بر اساس مواز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خود در آن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معذورند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معصوم هم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ممکن است از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ادله غفلت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گرنه زحمات استاد و حق استاد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فراموش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افراد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اتفاق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افتد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66" w:name="_Toc425599447"/>
      <w:r>
        <w:rPr>
          <w:rtl/>
          <w:lang w:bidi="fa-IR"/>
        </w:rPr>
        <w:t>566 لزوم رفتن به تبلیغ برای اهل علم</w:t>
      </w:r>
      <w:bookmarkEnd w:id="566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است که شهرستان ها از مشا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علما خال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بمانند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اهل علم هستند که مردم را از دقا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امور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باخبر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آن ها را حفظ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ضرور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را به مردم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رسانند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محل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رفته بود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>
        <w:rPr>
          <w:rtl/>
          <w:lang w:bidi="fa-IR"/>
        </w:rPr>
        <w:lastRenderedPageBreak/>
        <w:t>بود که مردم مرده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چه بسا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که در بلاد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هستند و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دسترس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ندارند تا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از او بپرسند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در ترک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به صورت پراکنده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ده عالم به اندازه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بتوانند رساله را به آن ها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دارند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ده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در سراسر جهان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فکر آن ها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67" w:name="_Toc425599448"/>
      <w:r>
        <w:rPr>
          <w:rtl/>
          <w:lang w:bidi="fa-IR"/>
        </w:rPr>
        <w:t>567 طلبه متدین و کتاب مغنی خوان هم می تواند</w:t>
      </w:r>
      <w:bookmarkEnd w:id="56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قسمت از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واجب و حلال و حرام را ترک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غلامرضا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عالم حساب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بزرگوار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به دهات اطراف و دور دست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حاج آقا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نقل شده که فرموده اند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منبر دو نفر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استفاده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غلامرضا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بنده هم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منبر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را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نان جو و ماست با خود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 و به آباد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قرائت نماز و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مهم را به مردم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آباد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 و همواره در حال گردش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زمان خود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برنامه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اگر طلبه متد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را انجام دهد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68" w:name="_Toc425599449"/>
      <w:r>
        <w:rPr>
          <w:rtl/>
          <w:lang w:bidi="fa-IR"/>
        </w:rPr>
        <w:t>568 باید به جاهایی بروند که دیگران نمی روند</w:t>
      </w:r>
      <w:bookmarkEnd w:id="568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چاره ها و مردم محروم و دور افتاده و مستضعف که در بلاد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مسلمان مضطرند و دسترس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عالم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ندارند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تمکن ندارند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گرفته شوند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اگر ما آن ها را کالعدم فرض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صورت </w:t>
      </w:r>
      <w:r>
        <w:rPr>
          <w:rtl/>
          <w:lang w:bidi="fa-IR"/>
        </w:rPr>
        <w:lastRenderedPageBreak/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بالاترها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715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هم ما را کالعدم و ناد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فرض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از اهل علم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روند و خود را از رفتن معذور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جاها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بروند که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روند</w:t>
      </w:r>
      <w:r w:rsidR="0014728E">
        <w:rPr>
          <w:rtl/>
          <w:lang w:bidi="fa-IR"/>
        </w:rPr>
        <w:t xml:space="preserve">. </w:t>
      </w:r>
    </w:p>
    <w:p w:rsidR="00C3509F" w:rsidRDefault="0055251E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6B7205">
        <w:rPr>
          <w:rtl/>
          <w:lang w:bidi="fa-IR"/>
        </w:rPr>
        <w:lastRenderedPageBreak/>
        <w:t>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که آن آقا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716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با آن عظمت و مقامات برا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کار حاضر 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بر ما هم حجت تمام است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کار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برا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شاگردانش به چند واسطه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هم ممکن بود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69" w:name="_Toc425599450"/>
      <w:r>
        <w:rPr>
          <w:rtl/>
          <w:lang w:bidi="fa-IR"/>
        </w:rPr>
        <w:t xml:space="preserve">569 ایتام آل محمد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به که سپرده اند</w:t>
      </w:r>
      <w:bookmarkEnd w:id="56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717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طلاب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مستعد را که 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 اهل اجتهاد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جامع المقدمات و رساله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ارشاد و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اصلاح قرائت نماز مردم به محل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فرستاد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مات عوام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تام آل محمد صلوات الله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 اجمع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- را به که سپرده اند</w:t>
      </w:r>
      <w:r w:rsidR="0014728E">
        <w:rPr>
          <w:rtl/>
          <w:lang w:bidi="fa-IR"/>
        </w:rPr>
        <w:t xml:space="preserve">؟!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عرب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دارا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نداشتند تا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جهت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 احکام دعوت و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رکوع و سجود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جست و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عالم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قم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در مسجد محله 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نماز اقامه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احکام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مردم محله و اهل مسجد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پول هم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وقت به آن مسجد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روم از جاها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حواله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هرگاه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روم قطع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اهل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مشغول کار خود بوده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معجزات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70" w:name="_Toc425599451"/>
      <w:r>
        <w:rPr>
          <w:rtl/>
          <w:lang w:bidi="fa-IR"/>
        </w:rPr>
        <w:t>570 آقا ادامه ندهید، فرج تاخیر می افتد</w:t>
      </w:r>
      <w:bookmarkEnd w:id="570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در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کشف حجاب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ختم گرفته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علما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رفته بودند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پس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نزد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آمدند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ادامه نده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فرج تاخ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افتد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718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دو نفر شخص ثالث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جهت شفاعت نزد آن آقا آورده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بغل او را گرفته و با خود آورده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حال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نظر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که آن دو نفر مقامشان بالاتر از </w:t>
      </w:r>
      <w:r>
        <w:rPr>
          <w:rtl/>
          <w:lang w:bidi="fa-IR"/>
        </w:rPr>
        <w:lastRenderedPageBreak/>
        <w:t>شخص ثالث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او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شفاعت آورده بودند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تحت الشعاع آن دو آقا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آن جا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به عکس بوده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71" w:name="_Toc425599452"/>
      <w:r>
        <w:rPr>
          <w:rtl/>
          <w:lang w:bidi="fa-IR"/>
        </w:rPr>
        <w:t>571 شؤ ون ریاست نگذاشت به آن مقام برسم!</w:t>
      </w:r>
      <w:bookmarkEnd w:id="57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شرب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در خواب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مقام شما بالاتر است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مقام مامقان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مقام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مامقان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مقام من بالاتر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شؤ ون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 نگذاشت من به آن مقام برسم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72" w:name="_Toc425599453"/>
      <w:r>
        <w:rPr>
          <w:rtl/>
          <w:lang w:bidi="fa-IR"/>
        </w:rPr>
        <w:t>572 چهل روز هسته ی خرما را می خوردیم!</w:t>
      </w:r>
      <w:bookmarkEnd w:id="572"/>
      <w:r>
        <w:rPr>
          <w:rtl/>
          <w:lang w:bidi="fa-IR"/>
        </w:rPr>
        <w:t xml:space="preserve">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کسان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ما در زمان خود درک کرده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مرحوم آقا 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خ محمد حس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کاظم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719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صاحب شرح شرا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ع و مرجع عرب ها بود که به اهل علم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ورق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720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نان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داد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آقا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خ مهد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خالص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721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6B7205">
        <w:rPr>
          <w:rtl/>
          <w:lang w:bidi="fa-IR"/>
        </w:rPr>
        <w:t xml:space="preserve"> که از فضلا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کاظم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بود 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آقا 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خ محمد حس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کاظم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6B7205">
        <w:rPr>
          <w:rtl/>
          <w:lang w:bidi="fa-IR"/>
        </w:rPr>
        <w:t xml:space="preserve"> روز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 ورق به ما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داد که فقط 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نان ما کاف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ما دو نفر عائله بود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با مادرم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با خود گفتم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نزد آقا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خ محمد حس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کاظم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6B7205">
        <w:rPr>
          <w:rtl/>
          <w:lang w:bidi="fa-IR"/>
        </w:rPr>
        <w:t xml:space="preserve"> بروم تا آن را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شتر کنند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 xml:space="preserve">به خانه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شان رفتم و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دم علو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722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کتاب جواهر را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خواند و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شان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دستور دادند علو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ه داخل اندرون شوند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عرض کردم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آقا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 ورق کاف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دستور بده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دو برابر شود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تا با آن مقدار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هندوانه هم بخر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شان ما را امر به صبر و زهد و قناعت کردند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بعد حال خودشان را نقل کردند و گفتند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ما در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ام تحص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 در نجف اشرف چه سخت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ها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 xml:space="preserve"> را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به حد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که زمان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در حجرات بالا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مدرسه مرتضو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723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6B7205">
        <w:rPr>
          <w:rtl/>
          <w:lang w:bidi="fa-IR"/>
        </w:rPr>
        <w:t>بود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چهل روز بر ما گذشت که ه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چ </w:t>
      </w:r>
      <w:r w:rsidR="006B7205">
        <w:rPr>
          <w:rtl/>
          <w:lang w:bidi="fa-IR"/>
        </w:rPr>
        <w:lastRenderedPageBreak/>
        <w:t>خوراک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نداشت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ما در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مدت هسته ها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خرما را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ساند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و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خورد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 w:rsidR="006B7205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ما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توان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 روز بدون نان زندگ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 w:rsidR="006B7205">
        <w:rPr>
          <w:rtl/>
          <w:lang w:bidi="fa-IR"/>
        </w:rPr>
        <w:t>ده روز چطور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مرحوم کاظم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قبول کرده بودند و به مرحوم خالص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حواله داده بودند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73" w:name="_Toc425599454"/>
      <w:r>
        <w:rPr>
          <w:rtl/>
          <w:lang w:bidi="fa-IR"/>
        </w:rPr>
        <w:t>573 خدا نکند از آن ها دور باشیم!</w:t>
      </w:r>
      <w:bookmarkEnd w:id="573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خود 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خالص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هم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کاظم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مرجع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ب و ابتکار خوب در گرفتن و دادن سهم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داشت که مختص به خود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بود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 نکند از آن ها دور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صد برابر آن ها به ماد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متنعم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آن ها صد برابر ما به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متنعم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ما که مثلا اتومب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آن ها اسب هم نداشتند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قاعدتا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زودتر به مقصد و منزل برس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رتبه و مقام ما از آن ها بالاتر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مشغول شدن به اتومب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قهرا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ما را کمتر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منعم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نعمت وجود به انسان داده 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نداده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نعمت را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منکر او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برابر انعام و احسان به بندگان خود عوض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اگر عوض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در برابر آن ده برابر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عوض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74" w:name="_Toc425599455"/>
      <w:r>
        <w:rPr>
          <w:rtl/>
          <w:lang w:bidi="fa-IR"/>
        </w:rPr>
        <w:t>574 تنعم در آخرت انعکاس و یا ثمره ی تنعم دنیا</w:t>
      </w:r>
      <w:bookmarkEnd w:id="57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تنعموا بعبادت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فانکم تتنعمون بها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الآخرة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724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عبادت من متنعم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آخرت به همان متنعم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بود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عبادات قابل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تنعم را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عبادات را به گونه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جا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شلاق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 ما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ترس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واجب است و اگر به جا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به جهنم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دارو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تلخ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ناچار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بدون آن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رفع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ناچار به خوردن آن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عرب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تلخ به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خورد و با تمسخر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عسل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عسل است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به حسب ظاهر از جمله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فانکم تتنعمون بها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الآخرة 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تنعم به عبادت 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ممکن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تنعم 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انعکاس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تنعم آخرت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سبب بالا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تنعمات آخرت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عمقا بالاتر است نه حسا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75" w:name="_Toc425599456"/>
      <w:r>
        <w:rPr>
          <w:rtl/>
          <w:lang w:bidi="fa-IR"/>
        </w:rPr>
        <w:t>575 بدانم و بمیرم بهتر از آن است که ندانسته بمیرم!</w:t>
      </w:r>
      <w:bookmarkEnd w:id="575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ما دوستدار علم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چون علم به کام ما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همانند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دهان او آفت دارد 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کامش تلخ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طعم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 را احساس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لذت علم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آن چنان که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طالب و تشنه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عکس مال و ثروت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صاحب کشف اللثام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پانزده سالگ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کتاب ها از جمله کشف اللثام را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کردم و از مرحوم فخر المتق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725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نقل شده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کودک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فتح باب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آفات روزگار مانع بقا و ادامه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حالت شده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شاگرد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وقت احتضار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مساله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ارث اجداد ثمان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را از استاد خود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بدانم و بم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 بهتر از آن است که ندانسته بم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76" w:name="_Toc425599457"/>
      <w:r>
        <w:rPr>
          <w:rtl/>
          <w:lang w:bidi="fa-IR"/>
        </w:rPr>
        <w:lastRenderedPageBreak/>
        <w:t>576 به این درنده ها بگو!</w:t>
      </w:r>
      <w:bookmarkEnd w:id="576"/>
      <w:r>
        <w:rPr>
          <w:rtl/>
          <w:lang w:bidi="fa-IR"/>
        </w:rPr>
        <w:t xml:space="preserve">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علما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بزرگ نقل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کرد که در زمان بلشو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ها در روس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ه شخص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به من 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در قفقاز سه شهز بزرگ بود که من به آن ها رفت و آمد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کردم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بخارا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تفل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 و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روان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در تفل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 که شهر بس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ار بزرگ و پر جمع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با عده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نصار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به قطار و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وس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له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نقل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ه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گر سوار بود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در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هنگام کش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 بزرگ آن ها که شا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در تمام شهر دو سه کش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 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 نبود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با زنار و تشک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لات مفصل از دور آمد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وقت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وارد شد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ه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چ کس به او اعتنا نکرد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با آن که سرنش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ها غالبا نصران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بودند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آن آقا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گو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من که در آن زمان جوان بودم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از جا بلند شدم و جا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خود را به او دادم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کش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ش گفت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چه بلند شد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جا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 را به من داد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 w:rsidR="006B7205">
        <w:rPr>
          <w:rtl/>
          <w:lang w:bidi="fa-IR"/>
        </w:rPr>
        <w:t>گفتم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چون تابع پ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غمبر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هستم که ما را به احترام روحان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ون دستور داده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مدت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 به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انداخت سپس سر بلند کرد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لطفا دو مرتبه بگو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بلند شد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گفتم به جهت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غمبر ما مسلمان ها دستور داده اند به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احترام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نگاه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اطراف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کرد و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درنده ها بگو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درنده ها بگو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بلشو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آن ها با مطلق 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مخالفند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نه با خصوص اسلام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77" w:name="_Toc425599458"/>
      <w:r>
        <w:rPr>
          <w:rtl/>
          <w:lang w:bidi="fa-IR"/>
        </w:rPr>
        <w:t>577 بهترین راه تحصیل مقامات و کرامات</w:t>
      </w:r>
      <w:bookmarkEnd w:id="57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کار ما درست شود و به مقام کمال و معرفت برس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بدون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از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از صنعت و حرفه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دست بردار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غارها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ابان ها برو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در آن جا با عزلت و کناره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مردم و جامعه مشغول به عبادات معهوده و اوراد و ادع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ماثوره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هر چند از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lastRenderedPageBreak/>
        <w:t>ی</w:t>
      </w:r>
      <w:r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و رهبانیة ابتدعوها ما کتبنها علیهم الا ابتغا رضون الله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726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و رهبان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آنان نوآور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بر آن ها ننوشته و واجب ننموده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به خشنود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اجمالا 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خدا از رهبان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تا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شغل اجتماع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مشغول است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تواند به عبادات و ادع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مشغول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مستغن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خلوت کند و مشغول عبادت و تذکر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کن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الناس و لا تکن معهم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727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مردم باش و با آن ها مباش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وجود اشتغالات اجتماع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عبادات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قرائت قرآن و نماز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را که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انجام داد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البته بوده اند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شبانه روز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ختم قرآن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هست که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اشتغالات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اهل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اضت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 بشود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اشتغالات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با بودن در اجتماع جمع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انسان از اجتماع کناره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و از لوازم زندگ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اجتماع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مانند ازدواج و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افراد واجب النفقه شانه خال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گذشته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اساسا کار مشکل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انسان بتواند اموالش را در زمان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اهل و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الش تقس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کند و از اجتماع کناره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اصلا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است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موجب ترک واجبات شود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وجود دارد که انسان بتواند به سبب آن ترک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نکند 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از سخط و خشم خدا مامون و به رضا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مطمئن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 راهبان تارک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ابتغا رضون الله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728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را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گردد</w:t>
      </w:r>
      <w:r w:rsidR="0014728E">
        <w:rPr>
          <w:rtl/>
          <w:lang w:bidi="fa-IR"/>
        </w:rPr>
        <w:t xml:space="preserve">؟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 که رهبان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ندارند و در اجتماع هستند و فقط مندوبات </w:t>
      </w:r>
      <w:r>
        <w:rPr>
          <w:rtl/>
          <w:lang w:bidi="fa-IR"/>
        </w:rPr>
        <w:lastRenderedPageBreak/>
        <w:t>و مستحبات 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انجام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دشوار آن ها را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زاند</w:t>
      </w:r>
      <w:r w:rsidR="0014728E">
        <w:rPr>
          <w:rtl/>
          <w:lang w:bidi="fa-IR"/>
        </w:rPr>
        <w:t xml:space="preserve">؟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امکان دارد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راه بدون تحمل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اهل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اضت وجود دارد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بزرگوار بوده اند که در اجتماع بوده اند و به درس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متعارف حوزه از 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بحث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مطالعه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اشتغال داشته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اگر مقامات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نداشته 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حداقل کم نداشته اند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تشان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کالمسلم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مقاماتشان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نشود که در درس ها شرکت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درس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قطع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مشغول بوده اند و از کرامات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از آن ها صادر و بعد از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اتشان آشکار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قطع حاصل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مقامات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بوده اند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نمونه کرامات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نقل شده که در زمان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اتش به آن ها معروف نبوده 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ذکر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نمونه است و گرنه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ماشاالله از علما بوده اند که 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کمالات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بوده اند و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وجود فقه و اصول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تقدم داشته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صاحب مستدرک حاج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نام برده 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ثان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هم از آن ها باشد که 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مقامات 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معنو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بوده و 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 در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هم 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بوده اند و اقامه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جماعت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اند و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جامعه بوده و با مردم هم سر و کار داشته اند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پاسخ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مطلب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شک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اگر انسان بدان موفق باشد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تمام مطالب و نتا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اضات شاقه و دشوار را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آن مطلب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انسان خود را در محضر خدا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ند و </w:t>
      </w:r>
      <w:r>
        <w:rPr>
          <w:rtl/>
          <w:lang w:bidi="fa-IR"/>
        </w:rPr>
        <w:lastRenderedPageBreak/>
        <w:t xml:space="preserve">خدا را در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احوال مطلع از خود و در همه جا حاضر و بر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کارها و احوال خود ناظر بداند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حالت مراقبه و توجه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تاث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روح انسان و در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علم و معرفت دارد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78" w:name="_Toc425599459"/>
      <w:r>
        <w:rPr>
          <w:rtl/>
          <w:lang w:bidi="fa-IR"/>
        </w:rPr>
        <w:t>578 هر قدر این درک حضور تقویت شود...</w:t>
      </w:r>
      <w:bookmarkEnd w:id="578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حکم الحکمة ضآلة ال</w:t>
      </w:r>
      <w:r w:rsidR="004D40D4">
        <w:rPr>
          <w:rtl/>
          <w:lang w:bidi="fa-IR"/>
        </w:rPr>
        <w:t>مؤمن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اخذها ولو من الکافر</w:t>
      </w:r>
      <w:r w:rsidR="0014728E">
        <w:rPr>
          <w:rtl/>
          <w:lang w:bidi="fa-IR"/>
        </w:rPr>
        <w:t xml:space="preserve">.؛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729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حکمت گمشده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لذا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آن را ولو از کافر فرا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با تامل در احوال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کافران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تنبه حاصل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نقل شده که دو نفر مرد و زن از کفار محض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گر مواعده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خلاف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شرع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گذارند و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خلوت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که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مانع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وجود نداشته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وجود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ها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مرد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زن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مطلع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صورت بت آن ها باز است و مثلا ما را نگاه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لذا بلند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جامه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صورت بت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اندازد تا به اصطلاح آن ها را 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داستان چه قدر عبرت است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40D4">
        <w:rPr>
          <w:rtl/>
          <w:lang w:bidi="fa-IR"/>
        </w:rPr>
        <w:t>مؤمن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آن کافر صورت بت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پوشاند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اگر خدا را همه جا حاضر و ناظر بب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چگونه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 xml:space="preserve">از نگاه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انسان 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هراس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خاطر عدم اطلاع افراد معمول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از طفل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چه رسد به نظر خدا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فل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اخذها و لو من الکافر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ماجرا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عبرت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در برابر ذات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لولت و جدا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او از ما محال است و در همه جا حاضر و بر ما ناظر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چگونه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مرتکب معاص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قدر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درک حضور تقو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انسان محفوظتر و مامون تر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هر قدر تضع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مصون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مامون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او کمتر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79" w:name="_Toc425599460"/>
      <w:r>
        <w:rPr>
          <w:rtl/>
          <w:lang w:bidi="fa-IR"/>
        </w:rPr>
        <w:lastRenderedPageBreak/>
        <w:t>579 ماهی یک نماز بخوانید کافی است!</w:t>
      </w:r>
      <w:bookmarkEnd w:id="579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به بمبئ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رفته بود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بود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محله همه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هستند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آن ها گفته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طور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اگر ماه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نماز بخوان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البته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دستور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از به جرات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لذا همه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نماز خواندند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مدت ها بد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منوال ماه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نماز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خواندند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آن آقا به آن ها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هفته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نماز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مدت ها گذشت 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شبانه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نماز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کم کم صبح و شام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نمازها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با کمال سهولت و بدون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صعوبت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آن ها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نمود و آنان را را نمازخوان کرد و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مطلوب و نها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را گرفت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گفته بودند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چگونه آن ها را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مدت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گذاشت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گفته بود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آن ها خود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نکردم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روش آن ها را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جا نمازخوان کردم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80" w:name="_Toc425599461"/>
      <w:r>
        <w:rPr>
          <w:rtl/>
          <w:lang w:bidi="fa-IR"/>
        </w:rPr>
        <w:t>580 محبت نمی گذارد محب آرام بگیرد</w:t>
      </w:r>
      <w:bookmarkEnd w:id="580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ما در کربلا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عبدالله مامقان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بودند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گفته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شبانه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چهار ساعت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کتاب رجالش نوشته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کتاب سه سال طول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من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مدت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شبانه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سه ساعت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14728E">
        <w:rPr>
          <w:rtl/>
          <w:lang w:bidi="fa-IR"/>
        </w:rPr>
        <w:t xml:space="preserve">!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اتمام حجت است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 اگر خوابشان مقدار اندک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هشت ساعت کم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آقا بزرگ تهران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هم در وقت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نشسته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هر روز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وفات کرده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پهلو تک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نموده ومقدار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نوشته بود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از پدرش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 که سه سال نشسته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و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مدت رختخواب خود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خواب باز نکردم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عاشق علم و عاشق عمل بودند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کم خواب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پر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بدون محبت ممکن است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البته امکان دارد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ناراحت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نخوابد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 آن کجا و راه محبت کجا که اصلا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گذارد محب آرام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81" w:name="_Toc425599462"/>
      <w:r>
        <w:rPr>
          <w:rtl/>
          <w:lang w:bidi="fa-IR"/>
        </w:rPr>
        <w:t>581 هر که در طوفان بگیرد دامن تسلیم یار...</w:t>
      </w:r>
      <w:bookmarkEnd w:id="581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عده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خواهند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تازه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آن ها 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غافل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ما 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همه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در نزد ما وجود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هر کدام از ما تا هدف و مقصد اعل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مسافت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مسافت در افراد متفاوت است و هر کس مسافت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 مقصد خود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سع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مسافت را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و بار خود را گران تر و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تر نکن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گناهان موجب ازد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بار و بعد مسافت تا مقصد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استغفار و تلاش نمود تا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 و مسافت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ملاحظه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مطلب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مهم است که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راه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سعادت به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گشوده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هر که در طوفان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دامن تسل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14728E">
        <w:rPr>
          <w:rtl/>
          <w:lang w:bidi="fa-IR"/>
        </w:rPr>
        <w:t xml:space="preserve">...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82" w:name="_Toc425599463"/>
      <w:r>
        <w:rPr>
          <w:rtl/>
          <w:lang w:bidi="fa-IR"/>
        </w:rPr>
        <w:t>582 پول حمام را از زیر فرش بردار و بروغسل کن</w:t>
      </w:r>
      <w:bookmarkEnd w:id="582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مکاسب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وارد محل درس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استاد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امروز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درس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علتش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کرده بود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بهبهان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بعد از درس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شاگردان خود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بمان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سپس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بعد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بدون غسل در مجلس درس حاضر مشو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فرش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نشسته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پول حمام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بردار و برو حمام و غسل کن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حال ما فرق کرده است و ما پسران آن پدران محسوب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سنخ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آن ها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83" w:name="_Toc425599464"/>
      <w:r>
        <w:rPr>
          <w:rtl/>
          <w:lang w:bidi="fa-IR"/>
        </w:rPr>
        <w:t>583 لزوم رسیدگی به حال نیازمندان و جمع آوری اعانه ها</w:t>
      </w:r>
      <w:bookmarkEnd w:id="58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انما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رحم الله من عباده الرحما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730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تنها به بندگان مهربانش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رحم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همه از حال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باخبر 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خصوص اهل علم از همد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گر تفقد کنند و از احوال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باخبر باشند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حکم حضور در جماعت هم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باشد که از حال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باخبر باشند و به همد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هم دور نشوند و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غافل نباشند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چاره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آن ها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فکر رفع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چارگ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باشند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منظور از هر نفر 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روز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ماه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تومان مثلا گرفته شود - که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-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مثلا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شهر چند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قدر جمع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چه قدر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از محرومان جامعه رفع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توف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اگر مرحوم کاشف الغطا بود آن را واجب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او جرات داشت که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تفاع را بدهد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خدا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جمع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چه قدر 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چه قدر رفع مضار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روز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تومان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کس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سور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چه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اطم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 از همد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گر سلب شده و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خاطر جمع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84" w:name="_Toc425599465"/>
      <w:r>
        <w:rPr>
          <w:rtl/>
          <w:lang w:bidi="fa-IR"/>
        </w:rPr>
        <w:lastRenderedPageBreak/>
        <w:t>584 لزوم تشکیل هیئت ها برای کمک به محرومان</w:t>
      </w:r>
      <w:bookmarkEnd w:id="584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فکر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چه کار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تا محروم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ها به تدر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از جامعه رفع شود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شهرها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تشک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شده بود و افراد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تام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سرپرست ها کمک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ادامه اش خبر ندارم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افراد هنگام کمک کردن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 از کجاست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فقط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طرف امام زمان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85" w:name="_Toc425599466"/>
      <w:r>
        <w:rPr>
          <w:rtl/>
          <w:lang w:bidi="fa-IR"/>
        </w:rPr>
        <w:t>585 اگر نعمت فراوان نیست، قطعا بدانیم که شکر نکرده ایم</w:t>
      </w:r>
      <w:bookmarkEnd w:id="585"/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ابتلائات و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در اثر ناشکر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وکفران نعمت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خداوند سبحان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و لئن کفرتم ان عذابی لشدید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731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سپاسگزار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قطعا نعمت خود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اگر ناسپاس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راست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عذاب من سخت و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شکر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موجب ازد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اد نعمت هاست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و اگر شکر نکرد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خبر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ازد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اد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لذا اگر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ازد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اد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شک نکن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و بدان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که شکر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؛ </w:t>
      </w:r>
      <w:r w:rsidR="006B7205">
        <w:rPr>
          <w:rtl/>
          <w:lang w:bidi="fa-IR"/>
        </w:rPr>
        <w:t>چرا که ازد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اد نعمت معلول علت است که همان شکر است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پس اگر معلول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اد</w:t>
      </w:r>
      <w:r w:rsidR="0014728E">
        <w:rPr>
          <w:rtl/>
          <w:lang w:bidi="fa-IR"/>
        </w:rPr>
        <w:t xml:space="preserve">) </w:t>
      </w:r>
      <w:r w:rsidR="006B7205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آن است که علت آن - که شکر است -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شکر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 و منظور از آن طاعت خداست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فقط الحمدلله زبان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چند آن هم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مراتب شکر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طاعت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شکر خدا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>، (</w:t>
      </w:r>
      <w:r>
        <w:rPr>
          <w:rtl/>
          <w:lang w:bidi="fa-IR"/>
        </w:rPr>
        <w:t>لن شکرتم لاز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دنکم</w:t>
      </w:r>
      <w:r w:rsidR="0014728E">
        <w:rPr>
          <w:rtl/>
          <w:lang w:bidi="fa-IR"/>
        </w:rPr>
        <w:t xml:space="preserve">)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>: (</w:t>
      </w:r>
      <w:r>
        <w:rPr>
          <w:rtl/>
          <w:lang w:bidi="fa-IR"/>
        </w:rPr>
        <w:t>لئن اطعتم لاز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دنکم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و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و لئن کفرتم</w:t>
      </w:r>
      <w:r w:rsidR="0014728E">
        <w:rPr>
          <w:rtl/>
          <w:lang w:bidi="fa-IR"/>
        </w:rPr>
        <w:t xml:space="preserve">)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لئن 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تم و خالفتم</w:t>
      </w:r>
      <w:r w:rsidR="0014728E">
        <w:rPr>
          <w:rtl/>
          <w:lang w:bidi="fa-IR"/>
        </w:rPr>
        <w:t>، (</w:t>
      </w:r>
      <w:r>
        <w:rPr>
          <w:rtl/>
          <w:lang w:bidi="fa-IR"/>
        </w:rPr>
        <w:t>ان عذاب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) 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سپاسگزار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نعمت به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طاعت خداست که موجب افزا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نعمت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کفران نعمت هم به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موجب عذاب از ناح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پس هر جا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بلا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و عذاب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سر ما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جلوتر از 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گره و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ابتلا را خود فراهم کرده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ترک واجب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ارتکاب کار حرام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ترک مستحب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مؤ کد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 انجام شبهات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 ما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 xml:space="preserve"> به حسب ظاهر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تارک واجب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فاعل حرام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جا دارد کلاهمان را از شادمان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هوا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86" w:name="_Toc425599467"/>
      <w:r>
        <w:rPr>
          <w:rtl/>
          <w:lang w:bidi="fa-IR"/>
        </w:rPr>
        <w:t>586 مشخص کردن وقت ظهور</w:t>
      </w:r>
      <w:bookmarkEnd w:id="586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برهان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هاشم بحران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المص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732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در غا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المرام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733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به مناسبت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وقت و علا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ظهور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مشکل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حساب حروف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با قواعد نظر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بررس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در آخرش دارد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فافهم ذلک و اکتمه الا من اهله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734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پس آن را بفهم و جز از اهلش نهان کن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وضع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اتش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از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صدور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سند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درست باشد از آن 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کذب الوقاتون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735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مشخص کنندگان وقت ظهور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اهل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دروغگو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به طور مطلق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روز و ماه و سال و محل و ساعت ظهور 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جا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بنده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که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صورت حساب و شماره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سال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را ذکر نموده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ام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حساب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 از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انقراض بن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العباس تا زمان ظهور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کرده که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زحمت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که انسان از آن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جه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مطلوب را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فلان سال حکومت بن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تصد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قش را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دم و</w:t>
      </w:r>
      <w:r w:rsidR="0014728E">
        <w:rPr>
          <w:rtl/>
          <w:lang w:bidi="fa-IR"/>
        </w:rPr>
        <w:t xml:space="preserve">...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بتواند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زحمت بکشد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سال و ماه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را به دست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 منته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محتاج اعمال دقت و فکر و قرا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14728E">
        <w:rPr>
          <w:rtl/>
          <w:lang w:bidi="fa-IR"/>
        </w:rPr>
        <w:t xml:space="preserve">. </w:t>
      </w:r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حضرتعال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آن روا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ت چه سال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را به دست آورده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؟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حساب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بنده به دست آورده ام احتمال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دهم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سال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1414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1415 ه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ق مستقر باشد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مقدمه و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ظهور در آن سال ها فراهم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سال انقراض حکومت بن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را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که بعد از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سال اتفاق افتاده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سال که تع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ن شده سال مقدمه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انقراض و تزلزل حکومت آن هاست نه انقراض فعل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نقل کردند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که مدت هاست وفات کرده فرموده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ظهور آن حضرت در سال دو چهارده کنار هم 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1414 ه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ق -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87" w:name="_Toc425599468"/>
      <w:r>
        <w:rPr>
          <w:rtl/>
          <w:lang w:bidi="fa-IR"/>
        </w:rPr>
        <w:t>587 کشتار قبل از ظهور</w:t>
      </w:r>
      <w:bookmarkEnd w:id="587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حضرت ظهور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کشتار واقع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بلکه کشتار قبل از ظهور آن حضرت است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736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صد و هفتاد هزار نفر را در فلان محله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منطقه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عراق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737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88" w:name="_Toc425599469"/>
      <w:r>
        <w:rPr>
          <w:rtl/>
          <w:lang w:bidi="fa-IR"/>
        </w:rPr>
        <w:t>588 لزوم دعای فرج حتی برای اهل شقاوت و گناهکاران</w:t>
      </w:r>
      <w:bookmarkEnd w:id="588"/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فرج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به عدم شقاوت دعاکننده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 اگر حضرت غائب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ظهور کند مگر انسان از شقاوت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ظهور آن حضرت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فرج و گشا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خواهد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انسان خودش در آب و گل فرو رفته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اگر عالم را آب فرا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>
        <w:rPr>
          <w:rtl/>
          <w:lang w:bidi="fa-IR"/>
        </w:rPr>
        <w:lastRenderedPageBreak/>
        <w:t>او نجات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ظهور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پرسد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کار آشکار را چرا انجام داد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معلوم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از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پنهان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جست و جو کند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89" w:name="_Toc425599470"/>
      <w:r>
        <w:rPr>
          <w:rtl/>
          <w:lang w:bidi="fa-IR"/>
        </w:rPr>
        <w:t>589 ترک واجبات و ارتکاب محرمات، حجاب و نقاب دیدار ما از حضرت غائب - علیهالسلام</w:t>
      </w:r>
      <w:bookmarkEnd w:id="58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کجا رفتند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با صاحب الزمان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ارتباط داشتند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ما خود را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چاره کرده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قطع ارتباط نموده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آن ها از ما 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رتر بودند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اگر بفرما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آن حضرت دسترس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جواب شما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چرا به انجام واجبات و ترک محرمات ملتزم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او به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از ما راض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اورع الناس من تورع عن المحرمات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738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پره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زگارتر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از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حرام بپره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ترک واجبات و ارتکاب محرمات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حجاب و نقاب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دار ما از آن حضرت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90" w:name="_Toc425599471"/>
      <w:r>
        <w:rPr>
          <w:rtl/>
          <w:lang w:bidi="fa-IR"/>
        </w:rPr>
        <w:t>590 چه می شد اگر کسی را داشتیم که...</w:t>
      </w:r>
      <w:bookmarkEnd w:id="590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قدر محروم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که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فهم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مساله چهل روز درس را طول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 xml:space="preserve">آن آقا شانزده روز مباحثه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 خارج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که با محاسبه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ماه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مساله طول دادند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آخرش با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از مساله خارج شدند و نتوانستند حکم واقع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را به دست آورند و فتو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بدهند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 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عالم به حقا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و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بود و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حضور او را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تا در زمان کم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احکام را به ما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دانم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است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اط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سرگردان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رت و صرف وقت در 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تعل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عمل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پرداخت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مشغول عمل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به معرفت خدا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دست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خود را از منابع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و رحمت و چشمه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نور و حکمت محروم ساخت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از روز اول تا به حال عترت را کنار گذاشت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نخواست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از آن ها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در راه آن ها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91" w:name="_Toc425599472"/>
      <w:r>
        <w:rPr>
          <w:rtl/>
          <w:lang w:bidi="fa-IR"/>
        </w:rPr>
        <w:t>591 دعای فرج، دوای دردهای ما است</w:t>
      </w:r>
      <w:bookmarkEnd w:id="591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فرج دوا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دردها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آخر الزمان همه هلاک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،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الا من دعا بالفرج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739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مگر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[تعج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فرج دعا کنند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کرده اند تا خود را بشناساند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علامت گذار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است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اگر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 دعا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علامت آن است که هنوز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مانتان پابرجاست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دستورها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هم داده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در آخرالزمان گرفتار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سخت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بعد ما ملئت ظلما و جورا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740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آن که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از جور و ستم پر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وارد شده باشد که</w:t>
      </w:r>
      <w:r w:rsidR="0014728E">
        <w:rPr>
          <w:rtl/>
          <w:lang w:bidi="fa-IR"/>
        </w:rPr>
        <w:t xml:space="preserve">: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نکره اکثر من قال بامامته</w:t>
      </w:r>
      <w:r w:rsidR="0014728E">
        <w:rPr>
          <w:rtl/>
          <w:lang w:bidi="fa-IR"/>
        </w:rPr>
        <w:t xml:space="preserve">!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741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اعتقاد به امامت آن حضرت دارند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او را انکار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.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مردم از اعتقاد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به امامت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فرموده اند که در آخر الزمان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 را که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تثب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ا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رحمان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رح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ا مقلب القلوب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ثبت قلب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عل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742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رحمت گستر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مهربان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و رو کننده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دل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دل مرا بر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نت ثابت و استوار گردان</w:t>
      </w:r>
      <w:r w:rsidR="0014728E">
        <w:rPr>
          <w:rtl/>
          <w:lang w:bidi="fa-IR"/>
        </w:rPr>
        <w:t xml:space="preserve">. </w:t>
      </w:r>
    </w:p>
    <w:p w:rsidR="006B7205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آن مرتبه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از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مان را که به من منت هاد</w:t>
      </w:r>
      <w:r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حفظ کن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نه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که مسلمان باشد و به همان باق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چون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معنا تثب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ت در د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توسلات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عزادار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سوگوار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 و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قبور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علامت آن است که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به آن ها اتصال و الصاق دارند و هنوز از آن ها منحرف نشده اند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لذا کفار و دست نشانده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دستور داشتند که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مسلمانان و قرآن - تا چه برسد به مساجد و تکا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مجالس عزا و روضه 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- جدا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ندازند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را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ها ضد خواسته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سلاط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جور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لذا فرمان هدم قبور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تعط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مجالس روضه خوان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دادند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 هشتم ماه شوال که روز هدم قبور 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است قاعدتا روز تعط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حوزه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نجف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کم کم عادت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14728E">
        <w:rPr>
          <w:rtl/>
          <w:lang w:bidi="fa-IR"/>
        </w:rPr>
        <w:t xml:space="preserve">.!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92" w:name="_Toc425599473"/>
      <w:r>
        <w:rPr>
          <w:rtl/>
          <w:lang w:bidi="fa-IR"/>
        </w:rPr>
        <w:t>592 هر چند از فیض حضور غایبیم، ولی...</w:t>
      </w:r>
      <w:bookmarkEnd w:id="592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چند حضرت حجت -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- از ما غا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و ما از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حضور آن حضرت محروم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اعمال مطابق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مخالف دفتر و راه و رسم آن حضرت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آن بزرگوار را با اعمال و رفتار خود خشنود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چند ضع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خدمتش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آن حضرت را با اعمال ناپسند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ناراض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ناراحت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مال آن حضرت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743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تصرف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و 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که حضرت در تصرف ما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اثر داده و در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آن به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اعتراض نموده باشند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مال آن حضرت را مال او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آن حضرت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مال را مال خود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به ما اعتراض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93" w:name="_Toc425599474"/>
      <w:r>
        <w:rPr>
          <w:rtl/>
          <w:lang w:bidi="fa-IR"/>
        </w:rPr>
        <w:t xml:space="preserve">593 حدیث کسا و حضور حضرت غائب </w:t>
      </w:r>
      <w:r w:rsidR="0055251E" w:rsidRPr="0055251E">
        <w:rPr>
          <w:rStyle w:val="libAlaemChar"/>
          <w:rtl/>
        </w:rPr>
        <w:t>عليه‌السلام</w:t>
      </w:r>
      <w:bookmarkEnd w:id="593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نقل کرد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نسخه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کسا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کرده است که از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طش روشن کردن عود در مجلس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کس آن را بخواند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حجت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انوار خمسه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به در آن مجلس حاضر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سال است که آن شخص وفات کرده است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توجه به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متوسل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94" w:name="_Toc425599475"/>
      <w:r>
        <w:rPr>
          <w:rtl/>
          <w:lang w:bidi="fa-IR"/>
        </w:rPr>
        <w:t>594 همه باید سایه ی ظلم و جور را احساس کنند</w:t>
      </w:r>
      <w:bookmarkEnd w:id="594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خونر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 از ظهور حضرت حجت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واقع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 که ظهور آن حضرت مانع از خونر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همه طوعا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کرها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744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تابع آن حضرت خواهند شد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آن قدر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ظلم و خونر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صورت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 که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همه روشن گردد که ملئت ظلما و جورا</w:t>
      </w:r>
      <w:r w:rsidR="0014728E">
        <w:rPr>
          <w:rtl/>
          <w:lang w:bidi="fa-IR"/>
        </w:rPr>
        <w:t xml:space="preserve">؛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745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از جور و ستم پر شد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 xml:space="preserve">و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هر کجا که باشند احساس کنند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ظلم و جور بر سر آن هاست و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کفار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فشار ظلم و ستم به سر ببرند و به انتظار و ظهور فرج و مصلح باشند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ائمه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به ما خبر داده اند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اهل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عق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در اثر ابتلائات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گردند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746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خدا کند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ما تا آن وقت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بماند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و گرنه اگر ظهور هم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باشد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ما 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شده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ما را چه با ظهور آن حضرت و حضرت را چه با ما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حضرت استاد - مدظله - در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تثب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و ثبات قدم تا ظهور آن حضرت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ظهور آن حضرت مهم تر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95" w:name="_Toc425599476"/>
      <w:r>
        <w:rPr>
          <w:rtl/>
          <w:lang w:bidi="fa-IR"/>
        </w:rPr>
        <w:t>595 تضرع به هنگام بلا</w:t>
      </w:r>
      <w:bookmarkEnd w:id="595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بلاها را بدون مصلحت و ملاک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فرستد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رفع آن ها دعا لازم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خداوند سبحان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فلولا اذ جاهم باسنا تضرعوا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747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پس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 آن هنگام که سخت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تضرع و زار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نمودند</w:t>
      </w:r>
      <w:r w:rsidR="0014728E">
        <w:rPr>
          <w:rtl/>
          <w:lang w:bidi="fa-IR"/>
        </w:rPr>
        <w:t xml:space="preserve">. </w:t>
      </w:r>
    </w:p>
    <w:p w:rsidR="00C3509F" w:rsidRDefault="00CE0249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6B7205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باس و سخت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و فشار</w:t>
      </w:r>
      <w:r w:rsidR="0014728E">
        <w:rPr>
          <w:rtl/>
          <w:lang w:bidi="fa-IR"/>
        </w:rPr>
        <w:t xml:space="preserve">، </w:t>
      </w:r>
      <w:r w:rsidR="006B7205">
        <w:rPr>
          <w:rtl/>
          <w:lang w:bidi="fa-IR"/>
        </w:rPr>
        <w:t>باس ما و از طرف ما است و ما آن را 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شما فرو م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فرست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م برا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که به درگاه ما تضرع 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و به ما رو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 xml:space="preserve"> آور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و از ما درخواست کن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 و دعا نما</w:t>
      </w:r>
      <w:r>
        <w:rPr>
          <w:rtl/>
          <w:lang w:bidi="fa-IR"/>
        </w:rPr>
        <w:t>یی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 w:rsidR="006B7205">
        <w:rPr>
          <w:rtl/>
          <w:lang w:bidi="fa-IR"/>
        </w:rPr>
        <w:t>چرا چن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ن ن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ست</w:t>
      </w:r>
      <w:r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96" w:name="_Toc425599477"/>
      <w:r>
        <w:rPr>
          <w:rtl/>
          <w:lang w:bidi="fa-IR"/>
        </w:rPr>
        <w:t>596 دعا مشروط به توبه است یا نه</w:t>
      </w:r>
      <w:bookmarkEnd w:id="596"/>
    </w:p>
    <w:p w:rsidR="006B7205" w:rsidRDefault="004D4B58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سئوال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چرا 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 همه دعا 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م و مستجاب نم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شود و ملا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که باز 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 w:rsidR="006B7205">
        <w:rPr>
          <w:rtl/>
          <w:lang w:bidi="fa-IR"/>
        </w:rPr>
        <w:t>چرا دعا نم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 w:rsidR="006B7205"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جواب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استجابت دعا شرطش توبه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لذا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مشروط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دعا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را با شرطش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توبه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چرا به جا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تا مستجاب شود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و چرا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تائب و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توبه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؟!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97" w:name="_Toc425599478"/>
      <w:r>
        <w:rPr>
          <w:rtl/>
          <w:lang w:bidi="fa-IR"/>
        </w:rPr>
        <w:lastRenderedPageBreak/>
        <w:t>597 دعایی که مشروط به توبه نیست!</w:t>
      </w:r>
      <w:bookmarkEnd w:id="597"/>
      <w:r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فرق است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با حالت تمرد و سرکش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توبه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چه را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به ما بده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خلاف عبود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بندگ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تائب به توبه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طاقت بلا را هم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رفع آن را از تو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گناه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به گناه خود اقرار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ما توبه بر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توبه مان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دائم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مسلما منکر و متمرد با مقر و معترف و منقاد فرق دارند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چرا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خواستن و اجابت و عطا کردن خداوند از باب تفضل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جدا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باب شرط و مشروط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مشروط بودن دعا به توبه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که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بارالها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مستوجب رحمت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اقرار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اهل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آن را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تو اهل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آن را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تجد من تعذبه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لا اجد من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رحمن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سواک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748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تو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جز من را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عذاب 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از تو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ابم که به من رحم کند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98" w:name="_Toc425599479"/>
      <w:r>
        <w:rPr>
          <w:rtl/>
          <w:lang w:bidi="fa-IR"/>
        </w:rPr>
        <w:t>598 شیعه غرق در نور است!</w:t>
      </w:r>
      <w:bookmarkEnd w:id="598"/>
      <w:r>
        <w:rPr>
          <w:rtl/>
          <w:lang w:bidi="fa-IR"/>
        </w:rPr>
        <w:t xml:space="preserve">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دعاها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که در ماه شعبان وارد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کمتر از دعاها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ماه رجب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را با داشتتن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ادع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ماثوره از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غرق در نور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599" w:name="_Toc425599480"/>
      <w:r>
        <w:rPr>
          <w:rtl/>
          <w:lang w:bidi="fa-IR"/>
        </w:rPr>
        <w:t>599 معانی و لذکر الله اکبر</w:t>
      </w:r>
      <w:bookmarkEnd w:id="599"/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ان الصلوة تنهی عن الفحشا و المنکر و لذکر الله اکبر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749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نماز انسان را از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زشت و ناپسند باز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قطعا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اد خدا </w:t>
      </w:r>
      <w:r>
        <w:rPr>
          <w:rtl/>
          <w:lang w:bidi="fa-IR"/>
        </w:rPr>
        <w:lastRenderedPageBreak/>
        <w:t>بزرگتر 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 xml:space="preserve">جمله 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تنه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عن الفحشا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اشاره به تخل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عبارت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و لذکر الله اکبر</w:t>
      </w:r>
      <w:r w:rsidR="0014728E">
        <w:rPr>
          <w:rtl/>
          <w:lang w:bidi="fa-IR"/>
        </w:rPr>
        <w:t xml:space="preserve">)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کردن بنده از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اشاره به تحل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آمده است</w:t>
      </w:r>
      <w:r w:rsidR="0014728E">
        <w:rPr>
          <w:rtl/>
          <w:lang w:bidi="fa-IR"/>
        </w:rPr>
        <w:t xml:space="preserve">: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لذکر الله العبد اکبر من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ذکره [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ا] من ذکر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14728E">
        <w:rPr>
          <w:rtl/>
          <w:lang w:bidi="fa-IR"/>
        </w:rPr>
        <w:t xml:space="preserve">.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750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که مصدر اضافه به فاعل شده است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کردن خدا از بنده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ذکر او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ذکر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او بزرگتر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در بعض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ذکر الله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751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در مقابل ذکر الناس ذکر شده است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ذکر الله اکبر من ذکر الناس</w:t>
      </w:r>
      <w:r w:rsidR="0014728E">
        <w:rPr>
          <w:rtl/>
          <w:lang w:bidi="fa-IR"/>
        </w:rPr>
        <w:t>؛ (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اد خدا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کردن مردم بزرگتر است</w:t>
      </w:r>
      <w:r w:rsidR="0014728E">
        <w:rPr>
          <w:rtl/>
          <w:lang w:bidi="fa-IR"/>
        </w:rPr>
        <w:t xml:space="preserve">.)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کس مردم 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اد کند و از آن ها بترسد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دوست داشته باشد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بگر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زد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آن ها فرار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خدا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در نماز و عبادات 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به ذکر الله و توجه به خدا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به عدم توجه به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شده که توجه به او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اگر بنده توجه و ارتباطش را از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خدا قطع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ارتباطش با خدا قهر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ممکن است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و لذکر الله اکبر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اشاره به تعرض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752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انفس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و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انفسهم</w:t>
      </w:r>
      <w:r w:rsidR="0014728E">
        <w:rPr>
          <w:rtl/>
          <w:lang w:bidi="fa-IR"/>
        </w:rPr>
        <w:t xml:space="preserve">)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753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مقابل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آفاق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الافاق</w:t>
      </w:r>
      <w:r w:rsidR="0014728E">
        <w:rPr>
          <w:rtl/>
          <w:lang w:bidi="fa-IR"/>
        </w:rPr>
        <w:t xml:space="preserve">)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754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استدلال به وجود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واجب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وجود نفس هم از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آفاق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از موجودات خارج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آفتاب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کواکب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آسمان</w:t>
      </w:r>
      <w:r w:rsidR="0014728E">
        <w:rPr>
          <w:rtl/>
          <w:lang w:bidi="fa-IR"/>
        </w:rPr>
        <w:t xml:space="preserve">.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اگر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و لذکر الله اکبر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به 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ذکر العبد لله باشد</w:t>
      </w:r>
      <w:r w:rsidR="0014728E">
        <w:rPr>
          <w:rtl/>
          <w:lang w:bidi="fa-IR"/>
        </w:rPr>
        <w:t xml:space="preserve">،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755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  <w:r>
        <w:rPr>
          <w:rtl/>
          <w:lang w:bidi="fa-IR"/>
        </w:rPr>
        <w:t>منظور ذکر قلب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بهتر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لفظ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مقام لفظ حکا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از آن ذکر قلب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تمام اسما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لفظ جلاله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الله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بلکه به حسب لغت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گفت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ذکر الله از 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اضافه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مصدر به مفعول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مذکور به ذکر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ذکر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که لفظ جلاله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الله حاک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آن است</w:t>
      </w:r>
      <w:r w:rsidR="0014728E">
        <w:rPr>
          <w:rtl/>
          <w:lang w:bidi="fa-IR"/>
        </w:rPr>
        <w:t xml:space="preserve">. </w:t>
      </w:r>
    </w:p>
    <w:p w:rsidR="00C3509F" w:rsidRDefault="00C3509F" w:rsidP="00C3509F">
      <w:pPr>
        <w:pStyle w:val="Heading2"/>
        <w:rPr>
          <w:rtl/>
          <w:lang w:bidi="fa-IR"/>
        </w:rPr>
      </w:pPr>
      <w:bookmarkStart w:id="600" w:name="_Toc425599481"/>
      <w:r>
        <w:rPr>
          <w:rtl/>
          <w:lang w:bidi="fa-IR"/>
        </w:rPr>
        <w:lastRenderedPageBreak/>
        <w:t>600 وز یاد او چنان شدم که او شدم</w:t>
      </w:r>
      <w:bookmarkEnd w:id="600"/>
    </w:p>
    <w:p w:rsidR="004D0522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ذکر الله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اهلش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دانند که چه اتفاق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افتد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قدر خودش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او چنان شدم که او شدم چنان که خداوند سبحان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کل شی ء هالک الا وجهه.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756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جز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[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ذات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اسما و صفات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او نابود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</w:p>
    <w:p w:rsidR="006B7205" w:rsidRDefault="0055251E" w:rsidP="006B7205">
      <w:pPr>
        <w:pStyle w:val="libNormal"/>
        <w:rPr>
          <w:rtl/>
          <w:lang w:bidi="fa-IR"/>
        </w:rPr>
      </w:pPr>
      <w:r w:rsidRPr="0055251E">
        <w:rPr>
          <w:rStyle w:val="libAlaemChar"/>
          <w:rFonts w:eastAsia="KFGQPC Uthman Taha Naskh"/>
          <w:rtl/>
        </w:rPr>
        <w:t>(</w:t>
      </w:r>
      <w:r w:rsidRPr="0055251E">
        <w:rPr>
          <w:rStyle w:val="libAieChar"/>
          <w:rtl/>
        </w:rPr>
        <w:t>فلا تعلم نفس ما اخفی لهم من قرة اعین...</w:t>
      </w:r>
      <w:r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="006B7205" w:rsidRPr="00BF1B56">
        <w:rPr>
          <w:rStyle w:val="libFootnotenumChar"/>
          <w:rtl/>
        </w:rPr>
        <w:t>757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کس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 که چه چشم روشن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مخف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و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</w:t>
      </w:r>
      <w:r w:rsidR="0055251E" w:rsidRPr="0055251E">
        <w:rPr>
          <w:rStyle w:val="libAlaemChar"/>
          <w:rFonts w:eastAsia="KFGQPC Uthman Taha Naskh"/>
          <w:rtl/>
        </w:rPr>
        <w:t>(</w:t>
      </w:r>
      <w:r w:rsidR="0055251E" w:rsidRPr="0055251E">
        <w:rPr>
          <w:rStyle w:val="libAieChar"/>
          <w:rtl/>
        </w:rPr>
        <w:t>الا بذکر الله تطمئن القلوب</w:t>
      </w:r>
      <w:r w:rsidR="0055251E" w:rsidRPr="0055251E">
        <w:rPr>
          <w:rStyle w:val="libAlaemChar"/>
          <w:rFonts w:eastAsia="KFGQPC Uthman Taha Naskh"/>
          <w:rtl/>
        </w:rPr>
        <w:t>)</w:t>
      </w:r>
      <w:r w:rsidR="0014728E">
        <w:rPr>
          <w:rtl/>
          <w:lang w:bidi="fa-IR"/>
        </w:rPr>
        <w:t xml:space="preserve"> </w:t>
      </w:r>
      <w:r w:rsidR="0014728E" w:rsidRPr="00BF1B56">
        <w:rPr>
          <w:rStyle w:val="libFootnotenumChar"/>
          <w:rtl/>
        </w:rPr>
        <w:t>(</w:t>
      </w:r>
      <w:r w:rsidRPr="00BF1B56">
        <w:rPr>
          <w:rStyle w:val="libFootnotenumChar"/>
          <w:rtl/>
        </w:rPr>
        <w:t>758</w:t>
      </w:r>
      <w:r w:rsidR="0014728E" w:rsidRPr="00BF1B56">
        <w:rPr>
          <w:rStyle w:val="libFootnotenumChar"/>
          <w:rtl/>
        </w:rPr>
        <w:t>)</w:t>
      </w:r>
      <w:r w:rsidR="0014728E">
        <w:rPr>
          <w:rtl/>
          <w:lang w:bidi="fa-IR"/>
        </w:rPr>
        <w:t xml:space="preserve"> ؛ (</w:t>
      </w:r>
      <w:r>
        <w:rPr>
          <w:rtl/>
          <w:lang w:bidi="fa-IR"/>
        </w:rPr>
        <w:t>هان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تنها با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خدا دل ها آرام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به حسب حصر مستفاد از تقد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ما حقه التاخ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سبب اطم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نان و آرامش دل ها را منحصرا ذکر الله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اسما هم خصوص الله ذکر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عجب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جامع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مانع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14728E">
        <w:rPr>
          <w:rtl/>
          <w:lang w:bidi="fa-IR"/>
        </w:rPr>
        <w:t xml:space="preserve">! </w:t>
      </w:r>
    </w:p>
    <w:p w:rsidR="00C3509F" w:rsidRDefault="006B7205" w:rsidP="006B7205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ما که آرامش ندار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م ذاکر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تمام بزرگان و علما در دعو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مطالب اشتباه کرده باشند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امور تکو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همه اشتباه از عقلا ممکن است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ممکن است عاقل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حمام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لباس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را در مسجد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در حمام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مسجد به نماز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ستد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و به ماست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چه فسنجان خوب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؟!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فسنجان 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چه ماست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؟!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ممکن است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اشتباهات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امور تکو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از عقلا صادر شود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اگر ممکن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مشاهدات و حالات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آن ها از مراتب شهود و معرفت ادعا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خطا و اشتباه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واقع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ما که از حالات و مشاهدات آن ها محروم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منکر آن ها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C3509F" w:rsidRDefault="007879FA" w:rsidP="00C3509F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601" w:name="_Toc425599482"/>
      <w:r w:rsidR="00C3509F">
        <w:rPr>
          <w:rtl/>
          <w:lang w:bidi="fa-IR"/>
        </w:rPr>
        <w:lastRenderedPageBreak/>
        <w:t>پی نوشت ها</w:t>
      </w:r>
      <w:r>
        <w:rPr>
          <w:rFonts w:hint="cs"/>
          <w:rtl/>
          <w:lang w:bidi="fa-IR"/>
        </w:rPr>
        <w:t xml:space="preserve"> :</w:t>
      </w:r>
      <w:bookmarkEnd w:id="601"/>
    </w:p>
    <w:p w:rsidR="007879FA" w:rsidRDefault="007879FA" w:rsidP="006B7205">
      <w:pPr>
        <w:pStyle w:val="libNormal"/>
        <w:rPr>
          <w:rtl/>
          <w:lang w:bidi="fa-IR"/>
        </w:rPr>
      </w:pP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کلمات قصار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حکمت 91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غررالحکم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منقول از 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ما من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ء الا و 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الا الذکر فل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 له حد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هر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دارد که در آن جا تمام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جز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خدا که حد مشخص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وجود ندارد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498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عدة الداع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90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23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وسف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24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انفال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علت معد و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ساز فاعل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فاعل حق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آل عمران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سنت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68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شعرا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157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انجام طاعت و ترک معص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آل عمران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احمد بن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نراق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1185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1245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خزائن و معراج السعادة و آثار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اران خاص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که به جرم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فضا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مولا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کوفه بر سر دار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دست و پا و زبانش را قطع نمودند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خصائص الائمة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رجال ابن داود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رجال کش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بدون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152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منقول در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مجمع الزوائد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المعجم الصغ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طبران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کنز العمال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874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الدر المنشور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149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498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عدة الداع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عالم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جعفر شرف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محمد باقر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حدودا 1250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1335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 از جمله کتاب الخصائص الحس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از پاورق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گذشته معلوم شد که نام پدر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محمد باقر بوده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محمد حسن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از مراجع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نجف اشرف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عارف و 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بزرگ محمد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مرتض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طباطبا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نجف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1212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جمله رساله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سلوک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محمد جواد بن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شقراو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1226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فقه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مفتاح الکرامة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قواعد العلامة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عالم ربان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ابوالقاسم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طاوس حل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589 664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 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فلاح السائل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حضرت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در جا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ماجرا را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نقل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ابن طاووس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حرم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شخص ظالم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نجف ظلم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کرد 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سه روز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آن گونه که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فرموده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مانند دعاها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وارده در مقام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مسجد کوفه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مسجد سهله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مسجد صعصعه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مسجد سهله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دعاها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رجب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شعبان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رمضان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460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مسکن الفوائد ص 105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موضوع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رسول خدا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سوگ فرزندش 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سلام الله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در منابع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280 و 281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460 و 462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76 آمده </w:t>
      </w:r>
      <w:r>
        <w:rPr>
          <w:rtl/>
          <w:lang w:bidi="fa-IR"/>
        </w:rPr>
        <w:lastRenderedPageBreak/>
        <w:t>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حضرت در سوگ جعفر 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ار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سلام الله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در منابع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ذکر شده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فراگ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صدوق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معان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الاخبار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مقصود حضرت حجت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مقصود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است که بنابر منقول حضرت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اکثروا الدعا بتعج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الفرج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فان ذلک فرجکم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فرج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دعا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امور شما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53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469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اعلام الور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452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خرائج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کتاب الغ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بة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483 و منتخب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کتاب الغ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بة نعمان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متن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تمسکوا بالامر الاول الذ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انتم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لکم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به همان دستور نخست که بر آن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عمل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مطلب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روشن گردد</w:t>
      </w:r>
      <w:r w:rsidR="0014728E">
        <w:rPr>
          <w:rtl/>
          <w:lang w:bidi="fa-IR"/>
        </w:rPr>
        <w:t xml:space="preserve">.)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186 و 234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شهردار کرمان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روز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راهنما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ارشاد القلوب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217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اصل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در کشف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118 ذکر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اشاره به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30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 و استفسار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از خداوند سبحان که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چرا با وجود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ما تو را ستا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و 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و تقد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انسان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 در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تباه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فساد نموده و خونر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>؟! (</w:t>
      </w:r>
      <w:r>
        <w:rPr>
          <w:rtl/>
          <w:lang w:bidi="fa-IR"/>
        </w:rPr>
        <w:t>قالوا اتجعل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ها من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فسد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ها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سفک الدما و نحن بحمدک و نقدس لک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176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اد شده در کتاب غرر الحکم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افت نشد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مضمون آن مطابق با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36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زخرف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عکس آن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ذکر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غرر الحکم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190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 اشتغل بذکر الناس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قطعه الله سبحانه عن ذکره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 xml:space="preserve">هر کس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مردم مشغول گردد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خداوند سبحان او را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خود قطع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.)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ص 331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محقق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مرحوم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معروف به کمپان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1296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1361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متعدد از 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طهارة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صار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الاصول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الدرا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الکفا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مرحوم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مرتض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فرزند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عبدالکر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حا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مؤ سس حوزه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539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480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از شاگردان عارف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جواد ملک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رحمهما 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455 و 456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 مشهد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معروف است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در مجلس عوام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رخ داده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مقصود 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ترجمه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تنها بدون متن عرب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مطالب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خاطرات مستر همفر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453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146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منظور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چاپ قرآن عمدتا در دست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حکومت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که ذکر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خدا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498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عدة الداع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وسف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31 و 50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85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65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قصص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جزا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160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خرائج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1046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به نظر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استشهاد حضرت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به کلام منقول از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است که بفرما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کل علم اعطا شده است نه 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از آن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قمر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412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347 و</w:t>
      </w:r>
      <w:r w:rsidR="0014728E">
        <w:rPr>
          <w:rtl/>
          <w:lang w:bidi="fa-IR"/>
        </w:rPr>
        <w:t xml:space="preserve">... </w:t>
      </w:r>
    </w:p>
    <w:p w:rsidR="00C3509F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69 تا 137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رعد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رعد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نحل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89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قصص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جزا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 حافظ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قدس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غزل 388</w:t>
      </w:r>
      <w:r w:rsidR="0014728E">
        <w:rPr>
          <w:rtl/>
          <w:lang w:bidi="fa-IR"/>
        </w:rPr>
        <w:t xml:space="preserve">: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به عزم تو به سحر گفتم استخاره کنم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بهار توبه شکن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چه چاره کنم</w:t>
      </w:r>
      <w:r w:rsidR="0014728E">
        <w:rPr>
          <w:rtl/>
          <w:lang w:bidi="fa-IR"/>
        </w:rPr>
        <w:t xml:space="preserve">؟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شرح 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صالح مازندران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الجواهر السن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رسائل کرک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الاسما الحسن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202 و 249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49 و 67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سوره 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56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قرطب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الثعالب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307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از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منقول از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83 و 93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معنا 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80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اطلاع از شرح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ره و کلمات حضرت سلمان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81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387 و 390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270 و 281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82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بند و زنج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به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دست ها را به گردن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بندند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لسان العرب المح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504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83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گاه و پناه گاه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84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85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387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39 و 42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134 و 318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86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باب 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بصائر الدرجات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415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باب 15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87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هم سو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88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89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90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اصول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ابوالقاسم بن حسن شفت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معروف به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1213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 کتاب اصول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معروف قوان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91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ابوالحسن اصفهان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1365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لة النجاة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92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الطائفه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ابوجعفرمحمد بن حسن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385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460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النها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مجرد الفقه الفتاو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المبسوط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93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صاحب دو کتاب منته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الاصول و القواعد الفقه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) 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94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اسدالله بن اسماع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دزفول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کاظم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1234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ا1237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مقابس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 و نفا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الاسرار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احکام النب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المختار و عترته الاطهار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95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اصول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عالم ربان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مرتض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محمد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دزفول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1214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1281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در فقه و اصول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المتاجر و الرسائل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96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فرائد الاصول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493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وفقنا الله للاجتهاد الذ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هو اشد من طول الجهاد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بحق محمد و آله الامجاد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97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منقول از رسول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اذا کان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وم الق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امة وزن</w:t>
      </w:r>
      <w:r w:rsidR="0014728E">
        <w:rPr>
          <w:rtl/>
          <w:lang w:bidi="fa-IR"/>
        </w:rPr>
        <w:t xml:space="preserve"> (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وزن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مداد العلما مع دما الشهدا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حج مداد العلما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دما الشهدا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هنگام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روز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امت فرا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مداد دانشمندان با خون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دان سنج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مداد دانشمندان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تر از خون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گردد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ارشاد القلوب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521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منقول از 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اذا کان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وم الق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جمع الله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عزوجل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الناس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واحد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وضعت المواز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فتوزن دما الشهدا مع مداد العلما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رحج مداد العلما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دما الشهدا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روز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امت فرا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خداوند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عزوجل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مردم را گرد 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وترازوها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سنجش اعمال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نهاده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خون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دان با مداد دانشمندان سنج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و در 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جه مداد دانشمندان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تر از خون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صدوق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98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مقصود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نده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هر چند به عنوان طنز گفته شده است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واقع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است و اشاره به اثر زود رس و مضاعف انفاق و برآورده نمودن حوا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 برادران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99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پسر مرحوم آخوند خراسان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100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ابوعبدالله شمس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محمد بن جمال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نبط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786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 از جمله اللمعة الدمشق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ثان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عالم ربان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احمد جبع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911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966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معروف 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آن کتاب الروضة البه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اللمعة الدمشق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101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اللمعة الدمشق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ة نوشته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اول و شرح آن الروضة البه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اللمعة الدمشق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ثان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رحمهما الله </w:t>
      </w:r>
      <w:r w:rsidR="005D3E96">
        <w:rPr>
          <w:rtl/>
          <w:lang w:bidi="fa-IR"/>
        </w:rPr>
        <w:t xml:space="preserve">-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102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الروضة البه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اللمعة الدمشق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103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مسالک الافهام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شرائع الاسلام کتاب فقه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ثان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104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شرح لمعه فقاهت بلکه افقه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تش ظاهر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105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کتاب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نده که حضرت استاد از آن ها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نموده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جزو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حوزه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به کل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ترک شده و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کتاب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جزو مواد درس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قرار گرفته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106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نجم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عبدالله بن شهاب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شاه آباد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981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 در معقول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 الحاش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المنطق و الکلام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107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تربت مزار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الشهدا </w:t>
      </w:r>
      <w:r w:rsidR="0055251E" w:rsidRPr="0055251E">
        <w:rPr>
          <w:rStyle w:val="libAlaemChar"/>
          <w:rtl/>
        </w:rPr>
        <w:t>عليه‌السلام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108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شهاب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محمود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مرعش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109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محمد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حائر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طباطبائ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1161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1231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 از جمله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اض المسائل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110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از جمله شهرها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نش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عراق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جنوب لبنان و افغانستان و شهرها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جنگ زده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111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112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سوره فصلت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20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22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113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198 و 344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114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به نظر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رسد مقصود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فوق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قدس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است که خداوند سبحان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لو لم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کن من خلق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الارض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المشرق و المغرب الا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واحد امام عادل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لا ستغن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بعبادتهما عن جم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ما خلقت من ارض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لقامت سبع سماوات و ارض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بهما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لجعلت لهما من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مانهما انسا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حتاجان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انس سواهما</w:t>
      </w:r>
      <w:r w:rsidR="0014728E">
        <w:rPr>
          <w:rtl/>
          <w:lang w:bidi="fa-IR"/>
        </w:rPr>
        <w:t>. (</w:t>
      </w:r>
      <w:r>
        <w:rPr>
          <w:rtl/>
          <w:lang w:bidi="fa-IR"/>
        </w:rPr>
        <w:t>اگر در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مشرق و مغرب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جز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امام عادل نبود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 به عبادت آن دو از تمام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در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بودم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آسمان و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هفتگانه به واسطه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دو برپا بودند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آن دو انس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قرار دادم که به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کس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انس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نداشته باشند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عدة الداع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مجموعه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ورام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مشکاة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284 و گز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جواب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 غرض از خلقت به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و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و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 واقع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حاصل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به 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خود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مستحق آتش جهنم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115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الصراط المستق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116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مسند احمد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54 و 63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117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ظاهرا حضرت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العال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اشاره به ماجرا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دارد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118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علامه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طباطبا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119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که قدر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بودن خود را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قدردان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120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از جمله در دو مورد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تصر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به انشا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دعا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305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121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اختلاف مراتب در خلوص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مانند عبادت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آتش جهنم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به نعمت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بهشت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عبادت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دوست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شکرگزار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خداوند و از آن جهت که خدا 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سته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پرستش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122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محمد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بن حسن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حائر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معروف به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العلما مازندران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>
        <w:rPr>
          <w:rtl/>
          <w:lang w:bidi="fa-IR"/>
        </w:rPr>
        <w:t>1245</w:t>
      </w:r>
      <w:r w:rsidR="0014728E">
        <w:rPr>
          <w:rtl/>
          <w:lang w:bidi="fa-IR"/>
        </w:rPr>
        <w:t xml:space="preserve">) 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123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عباس بن محمد رضا قم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1294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1359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مفات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الجنان و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124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مدرسه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کاظم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واقع در نجف اشرف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125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علم الهد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ابوالقاسم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موسو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معروف به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مرتض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355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436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در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126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127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ابوعبدالله محمد بن محمد نعمان حارث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بغداد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معروف به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338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413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در رشته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مختلف علم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128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خواجه نص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محمد بن محمد جهرود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597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673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 در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مختلف علم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129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خداوند به همه جزا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دهد</w:t>
      </w:r>
      <w:r w:rsidR="0014728E">
        <w:rPr>
          <w:rtl/>
          <w:lang w:bidi="fa-IR"/>
        </w:rPr>
        <w:t xml:space="preserve">!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130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درودها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خداوند بر او باد</w:t>
      </w:r>
      <w:r w:rsidR="0014728E">
        <w:rPr>
          <w:rtl/>
          <w:lang w:bidi="fa-IR"/>
        </w:rPr>
        <w:t xml:space="preserve">!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تصار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رسائل المرتض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131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 کشف حجاب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132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 خاطرات مستر همفر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133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134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اشاره به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59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نسا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>: (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ها الذ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ءامنوا اط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عوا الله و اط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عواالرسول و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الامر منکم</w:t>
      </w:r>
      <w:r w:rsidR="0014728E">
        <w:rPr>
          <w:rtl/>
          <w:lang w:bidi="fa-IR"/>
        </w:rPr>
        <w:t>) ؛ (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آورده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خدا و رسول و اولوالامرتان اطاعت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.)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135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79 و 137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136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اختصاص ص 11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رجال کش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14728E">
        <w:rPr>
          <w:rtl/>
          <w:lang w:bidi="fa-IR"/>
        </w:rPr>
        <w:t xml:space="preserve">. </w:t>
      </w:r>
    </w:p>
    <w:p w:rsidR="00C3509F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138 تا 203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137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 حضرت سلمان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منابع روا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به سه صورت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الف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نکرد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نکرد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ندان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چه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383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ج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نکرد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حق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برد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بنا المقالة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138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584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554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139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به هر که دلش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بخش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140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بنا المقالة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88 ص 383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الغارات</w:t>
      </w:r>
      <w:r w:rsidR="0014728E">
        <w:rPr>
          <w:rtl/>
          <w:lang w:bidi="fa-IR"/>
        </w:rPr>
        <w:t xml:space="preserve">،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141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انباردار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142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ساختن پل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فقرا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برآوردن حوا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شکست اعدا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تقو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ابواب متفرقه 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رات و مبرات و کارها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143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مجادله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144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145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در مساله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کشف حجاب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146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در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معروف از رسول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نقل شده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اللهم لا تجعل مص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بتنا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ننا</w:t>
      </w:r>
      <w:r w:rsidR="0014728E">
        <w:rPr>
          <w:rtl/>
          <w:lang w:bidi="fa-IR"/>
        </w:rPr>
        <w:t>.)) ؛ (</w:t>
      </w:r>
      <w:r>
        <w:rPr>
          <w:rtl/>
          <w:lang w:bidi="fa-IR"/>
        </w:rPr>
        <w:t>خداوندا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مص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ما را</w:t>
      </w:r>
      <w:r w:rsidR="0014728E">
        <w:rPr>
          <w:rtl/>
          <w:lang w:bidi="fa-IR"/>
        </w:rPr>
        <w:t>، (</w:t>
      </w:r>
      <w:r>
        <w:rPr>
          <w:rtl/>
          <w:lang w:bidi="fa-IR"/>
        </w:rPr>
        <w:t>مص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در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نتشخ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قرار مده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فتح الوهاب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مغن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المحتاج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عوال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اللئال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سنن النب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A14306" w:rsidRPr="00A14306">
        <w:rPr>
          <w:rStyle w:val="libAlaemChar"/>
          <w:rtl/>
        </w:rPr>
        <w:t>صلى‌الله‌عليه‌وآله‌وسلم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سنن ترمذ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189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147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فعل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148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کمون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149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به زبان ترک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آدم عاقل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150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مهمانخانه صلوات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151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481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تحف العقول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الدعوات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غررالحکم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152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اصل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صورت از رسول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نقل شده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تارک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کم الثقل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احدهما اکبر من الآخر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کتاب الله حبل ممدود من السما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الارض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عترت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انهما لن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فترقا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الحوض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من دو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گرانبها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شما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ادگار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گذارم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بزرگتر است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کتاب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از آسمان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بستگان و خاندانم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دو هرگز از هم جدا نخواهند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کنار حوض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کوثر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بر من وارد شوند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مسند احمد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مسند احمد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 </w:t>
      </w:r>
      <w:r>
        <w:rPr>
          <w:rtl/>
          <w:lang w:bidi="fa-IR"/>
        </w:rPr>
        <w:lastRenderedPageBreak/>
        <w:t>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27 و 59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مجمع الزوائد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مسند ابن جعد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منتخب مسند عبد بن حم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خصا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نسا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مسند ابن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297 و76 معجم صغ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طبران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131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153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حضرت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154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ضر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و دست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 بر آن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155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نسا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141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156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 فتح الله بن محمد جواد نماز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1266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1339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157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محمد کاظم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صاحب عروة الوثق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158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الاحتجاج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159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شعرا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160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سوره شعرا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161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شعرا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162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 حافظ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تصح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قدس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غزل 388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163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658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164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مرتض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صاحب کرامات معروف در کربلا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165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اصول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 رضا بن محمدهاد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همدان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1322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 مصباح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166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توالت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167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که توسط صدام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بر سر مردم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168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18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اصل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اسن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لولا ان تقول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طوائف من امت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قالت النصار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لقلت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قولا لا تمر بملا من الناس الا اخذوا التراب من تحت قدم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ک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لتمسون بذلک البرکة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اگر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آن را نداشتم که گروه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امت من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چه را که 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گفتند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سخن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گفتم که بهر گروه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مردم نگذر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خاک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قدم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 را به عنوان تبرک بردارند</w:t>
      </w:r>
      <w:r w:rsidR="0014728E">
        <w:rPr>
          <w:rtl/>
          <w:lang w:bidi="fa-IR"/>
        </w:rPr>
        <w:t xml:space="preserve">.)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اطلاع از منابع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در مدارک اهل سنت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مجمع الزوائد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المعجم الکب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شواهد </w:t>
      </w:r>
      <w:r>
        <w:rPr>
          <w:rtl/>
          <w:lang w:bidi="fa-IR"/>
        </w:rPr>
        <w:lastRenderedPageBreak/>
        <w:t>التنز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حاکم حسکان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مناقب خوارزم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129</w:t>
      </w:r>
      <w:r w:rsidR="0014728E">
        <w:rPr>
          <w:rtl/>
          <w:lang w:bidi="fa-IR"/>
        </w:rPr>
        <w:t xml:space="preserve">؛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المودة قندوز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389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391 و 393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اطلاع از منابع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از مدارک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خصال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557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صدوق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ص 156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709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روضة الواعظ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خاتمة المستدرک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کتاب 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بن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412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الغارات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62 و 64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مناقب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محمد بن 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کوف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459 و 494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صَ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المسترشد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634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الاخبار قاض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نعمان مغرب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411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الارشاد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117 و 165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اختصاص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169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اعلام النبلا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و النعما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الالقاب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170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علل الشرائع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171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اشاره به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ناقه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صالح </w:t>
      </w:r>
      <w:r w:rsidR="0055251E" w:rsidRPr="0055251E">
        <w:rPr>
          <w:rStyle w:val="libAlaemChar"/>
          <w:rtl/>
        </w:rPr>
        <w:t>عليه‌السلام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172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173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تا آن جا که ما تفحص کرده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در الجواهر السن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و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آن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امده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مشابه آن در جوامع روا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جمله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26 و 28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369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از منابع خاصه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المعجم الکب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نظم در السمط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کنزالعمال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383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از منابع عامه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174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ادبار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نظر استقلال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خود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نگرد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اقبال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تدل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وابستگ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به حضرت حق توجه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175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83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مسلم نوو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فتح البار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ابن حجر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المصنف صنعان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472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ابن حبان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573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مسند الشام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طبران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البدا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ابن کث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307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176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177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شما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به او هجوم آورد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پس از عثمان او را به امامت پذ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با او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عت کرد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گناه ما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 آقا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هست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شما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>
        <w:rPr>
          <w:rtl/>
          <w:lang w:bidi="fa-IR"/>
        </w:rPr>
        <w:lastRenderedPageBreak/>
        <w:t>او را به امامت قبول 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راه او را 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خودتان هم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روز اول در راه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178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خصال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مسند احمد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199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285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179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خصال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نقل مرحوم صدوق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از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ملحدان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180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181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سرداب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نجف اشرف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182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عالم ملکوت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183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و نشان دهنده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184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عوال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اللآل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مناقب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185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معروف به کمپان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186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قطار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187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الصحابة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سنن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401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سنن ترمذ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312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حاکم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316 و 317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السنن الکبر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الجامع الصغ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وط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155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188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کتاب 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بن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نورالثقل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189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تحفة الاحوذ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190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مضام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به اتفاق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 و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191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خاطرات مستر همفر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192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193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162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آل عمران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88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نسا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169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توبه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68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194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195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هر چند خداوند متعال در پاسخ او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ان عباد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لک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 سلطن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تو بر بندگان من تسلط نخواه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حجر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196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رعد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197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165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198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 و 64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عدة الداع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عوال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مجموعه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ورام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59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کنزالعمال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431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199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نگهبان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200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صدوق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ص 167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معان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الاخبار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201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نواب اربعه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امام زمان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در زمان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بت صغر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202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اصل داستان با اندک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تفاوت در 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کتاب الغ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384 آمده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203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شعرا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155</w:t>
      </w:r>
      <w:r w:rsidR="0014728E">
        <w:rPr>
          <w:rtl/>
          <w:lang w:bidi="fa-IR"/>
        </w:rPr>
        <w:t xml:space="preserve">. </w:t>
      </w:r>
    </w:p>
    <w:p w:rsidR="00C3509F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204 تا 283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204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مراجع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نجف اشرف در عصر خود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205</w:t>
      </w:r>
      <w:r w:rsidR="005D3E96">
        <w:rPr>
          <w:rtl/>
          <w:lang w:bidi="fa-IR"/>
        </w:rPr>
        <w:t xml:space="preserve">- 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سبحان 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و بحمده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و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سبحان 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بحمده</w:t>
      </w:r>
      <w:r w:rsidR="0014728E">
        <w:rPr>
          <w:rtl/>
          <w:lang w:bidi="fa-IR"/>
        </w:rPr>
        <w:t xml:space="preserve">.)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206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نام کتاب معروف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اول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که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بردارنده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هزار حکم از احکام الزام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دوم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مشتمل بر هزار حکم از احکام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الزام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207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581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74 ص 392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80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208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247 و 303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ج 81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مرحوم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209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عبارت برگرفته از دو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14728E">
        <w:rPr>
          <w:rtl/>
          <w:lang w:bidi="fa-IR"/>
        </w:rPr>
        <w:t xml:space="preserve">: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الف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لو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علم المصل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هذا الصلاة ما انفتل</w:t>
      </w:r>
      <w:r w:rsidR="0014728E">
        <w:rPr>
          <w:rtl/>
          <w:lang w:bidi="fa-IR"/>
        </w:rPr>
        <w:t>. (</w:t>
      </w:r>
      <w:r>
        <w:rPr>
          <w:rtl/>
          <w:lang w:bidi="fa-IR"/>
        </w:rPr>
        <w:t>اگر نمازگزار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 که چه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نماز نهفته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هرگز از آن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گرداند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>: (</w:t>
      </w:r>
      <w:r>
        <w:rPr>
          <w:rtl/>
          <w:lang w:bidi="fa-IR"/>
        </w:rPr>
        <w:t xml:space="preserve">لو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علم المصل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ناج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 انفتل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اگر نمازگزار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 که با چه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مناجات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هرگز از آن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گرداند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ب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لو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علم المصل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غشاه من جلال الله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سره 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رفع راسه من سجوده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اگر نمازگزار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دانست که در حال نماز تا چه اندازه جلال اله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را فرا گرفته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خوش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 که سر از سجده بردارد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خصال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632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 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210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581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80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211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 و 21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212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نماز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روزه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زکات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حج و 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213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غذا و خوراک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214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ص 41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54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90 و 332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57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215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سخن آهسته و در گوش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216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انتظار مرگ را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کشم</w:t>
      </w:r>
      <w:r w:rsidR="0014728E">
        <w:rPr>
          <w:rtl/>
          <w:lang w:bidi="fa-IR"/>
        </w:rPr>
        <w:t xml:space="preserve">!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217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218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لهوف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219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لهوف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220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با اندک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تفاوت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460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ص 617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ص 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221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داستان به صورت متفاوت با متن در 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خرائج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مناقب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259 نقل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222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الطبر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ابن خلدون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بادر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حرم رب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223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بحار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429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224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در جنگ عراق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225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481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تحف العقول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الدعوات ص 288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غررالحکم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226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کعبه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معظمه و حرم رسول خدا </w:t>
      </w:r>
      <w:r w:rsidR="00620C6F" w:rsidRPr="00620C6F">
        <w:rPr>
          <w:rStyle w:val="libAlaemChar"/>
          <w:rtl/>
        </w:rPr>
        <w:t>صلى‌الله‌عليه‌وآله‌وسلم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227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عالم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محسن بن عبدالکر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1371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 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 لواعج الشجان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فة السجاد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الخامسة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228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مستند به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و حجت شرع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229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مقصود حضرت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عدم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گران در موضوعات احکام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در خود احکام که انسان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خود مجتهد و صاحب نظر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از مجتهد جامع الشرا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230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قسمت در اصل از قلم افتاده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عرض کرده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خانواده ام در عراق هستند و من در مشهد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تقاضا دارم که هز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راه را مرحمت فرما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 تا به عراق بروم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231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118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232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 و 157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اعلام الور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436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خرائج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1171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الصراط المستق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الاثر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منتخب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233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صدوق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ص 167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معان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الاخبار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234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مشابه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مقالات الاصول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الحدائق الناضرة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235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عالم ربان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احمد بن محمد مقدس اردب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993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 از جمله مجمع الفائدة و البرهان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236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237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علما و مراجع نجف اشرف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238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فاتحه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239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به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مضمون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مفتاح الفلاح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فلاح السائل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ص 107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240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نحل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241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خصال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242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اشاره به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مسن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243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تمسح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دست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244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حضرت اباصالح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5D3E96">
        <w:rPr>
          <w:rtl/>
          <w:lang w:bidi="fa-IR"/>
        </w:rPr>
        <w:t xml:space="preserve">- 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245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مقدر نشود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246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8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247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بدون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248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706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249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مسند احمد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مسند احمد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27 و 59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مجمع الزوائد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مسند ابن جعد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منتخب مسند عبد بن حم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خصا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نسا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مسند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297 و 376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معجم صغ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طبران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131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250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251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رعد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252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مصباح کفعم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مکارم الاخلاق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356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مدارک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دعا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 آوردن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فراموش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253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254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عبارت و عبارت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نده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 نشد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کن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منقول از امام کاظم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القرآن شفا من کل دا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در قرآن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هر گونه درد وجود دارد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89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176 و ص 202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فقه الرضا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مکارم الاخلاق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255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256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257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604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181 و 191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835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844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مجمع الب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14728E">
        <w:rPr>
          <w:rtl/>
          <w:lang w:bidi="fa-IR"/>
        </w:rPr>
        <w:t xml:space="preserve">،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ابن کث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258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افراد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259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عترت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زان الحکمة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2523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حاکم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553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مجمع الزوائد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المعجم الکب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طبران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کنز العمال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617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مجمع الب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261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نظرات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الکتب الخالدة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262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جوامع روا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263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ابوعبدالرحمان خل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بن احمد فراه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175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از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لغت و نحو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صاحب کتاب الع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264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با اندک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تفاوت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مقدمه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کتاب 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الع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265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شورا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نگهبان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266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مشروطه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بود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 را از حلقوم روس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درآورده و به کام انگل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کنند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و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کردند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267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دور کردن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268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ضد تعج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تاخ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انداختن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269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251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271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275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282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290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304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306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315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333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270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271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تلف شده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رفته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272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جمال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ابومنصور حسن بن سد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وسف حل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648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726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 در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273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نوشته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محدث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محمد باقر مجلس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274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275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فاطر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276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که دلالت بر انحصار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عموم از آن استفاده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تا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عالمان را شامل گردد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277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278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 و 180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279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 و 180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27 ص 285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280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111 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281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بلکه به فرمان خداست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282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مقصود وجود مبارک امام زمان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چنان که از ادامه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ماجرا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283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مقصود خواندن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اللهم عرفن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نفسک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فانک ان لم تعرفن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نفسک لم اعرف 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اللهم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عرفن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رسولک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فانک ان لم تعرفن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رسولک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لم اعرف حجتک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اللهم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عرفن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حجتک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فانک ان لم تعرفن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حجتک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ضللت عن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خدا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خودت را به من بشناسان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وگرنه نخواهم توانست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امبرت را بشناسم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بار خدا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رسولت را به</w:t>
      </w:r>
    </w:p>
    <w:p w:rsidR="00C3509F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284 تا 347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من بشناسان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نخواهم توانست حجت را بشناسم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خداوندا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حجتت را به من بشناسان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گرنه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نم گمراه خواهم شد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92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284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92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اعلام الور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432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285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بصائر الدرجات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286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اصل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است که زن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درخواست مادر ناتوانش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دن چند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به خدت صد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قه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فاطمه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زهرا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</w:t>
      </w:r>
      <w:r w:rsidR="00067758" w:rsidRPr="0006775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مشرف شد و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شان ده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 و حضرت زهرا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</w:t>
      </w:r>
      <w:r w:rsidR="00067758" w:rsidRPr="0006775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ها را پاسخ داد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سپس آن زن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مزاحم آن حضرت شده است پوزش خواست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زهرا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</w:t>
      </w:r>
      <w:r w:rsidR="00067758" w:rsidRPr="0006775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در پاسخ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هات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سل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عما بذلک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من اکتر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وما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صعد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سطح بحمل ثق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کراه مائة الف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نار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ثقل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>! ؛ (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>اتت را مطرح و از هر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بپرس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شده باشد که بار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بالا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بام ببرد و صد هزار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نار طلا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بردن آن کار بر او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خواهد بود</w:t>
      </w:r>
      <w:r w:rsidR="0014728E">
        <w:rPr>
          <w:rtl/>
          <w:lang w:bidi="fa-IR"/>
        </w:rPr>
        <w:t xml:space="preserve">!) </w:t>
      </w:r>
      <w:r>
        <w:rPr>
          <w:rtl/>
          <w:lang w:bidi="fa-IR"/>
        </w:rPr>
        <w:t>آن زن پاسخ داد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فاطمه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زهرا</w:t>
      </w:r>
      <w:r w:rsidR="00067758" w:rsidRPr="0006775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اکتر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انا لکل مسالة باکثر من مل ء 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الثر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العرش لؤ لؤ 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فاخر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ثقل عل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خداوند در برابر پاسخ هر پرستش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از پر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خاک تا عرش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مروار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 من عطا خواهد کرد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سزاوار است که پاسخ دادن بر من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سخت نباشد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 xml:space="preserve">سپس در ادامه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به تفض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پاداش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عه را که </w:t>
      </w:r>
      <w:r>
        <w:rPr>
          <w:rtl/>
          <w:lang w:bidi="fa-IR"/>
        </w:rPr>
        <w:lastRenderedPageBreak/>
        <w:t>بندگان خدا را هدا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فرمود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317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امام حسن عسکر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ص 340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287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184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185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187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304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339 و 477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288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 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359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360 و 361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255 و 256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289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مفتاح الفلاح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مکارم الاخلاق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290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291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الصراط المستق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251 و 257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292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416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350 و 622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473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293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فتح البار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ابن حجر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عون المعبود 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آباد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 القد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شرح الجامع الصغ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قرطب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ابن کث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117 و 370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294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مانها و قراردادها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295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296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سخن عمر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473 و 474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297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حشر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298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غسل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شستن صورت و دست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299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علاوه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در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به صورت طنز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قرآن ما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مائده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غسل رجل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ذکر شده است</w:t>
      </w:r>
      <w:r w:rsidR="0014728E">
        <w:rPr>
          <w:rtl/>
          <w:lang w:bidi="fa-IR"/>
        </w:rPr>
        <w:t>: (</w:t>
      </w:r>
      <w:r>
        <w:rPr>
          <w:rtl/>
          <w:lang w:bidi="fa-IR"/>
        </w:rPr>
        <w:t>و امسحوا برءوسکم و ارجلکم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الکعب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>) ؛ (</w:t>
      </w:r>
      <w:r>
        <w:rPr>
          <w:rtl/>
          <w:lang w:bidi="fa-IR"/>
        </w:rPr>
        <w:t>و بر سرتان 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بر پاها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تان تا برآمدگ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پا مسح بکش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.) !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300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سنن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112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115 به نقل از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301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عالم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 ابن عابد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حائر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دربند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1286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 اکس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العبادات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302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عالم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آقا ابن عابد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حائر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دربند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1286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 اکس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العبادات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303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الرضا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304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 و 36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97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305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306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الله بن محمد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رشت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1312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از جمله بدا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الافکار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307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623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اخبار الرضا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نهج الحق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رسالة حول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ث سخن معاشر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لا نورث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308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290 و 305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100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309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310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علامه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طباطبا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311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45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312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محمد رضا پهلو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شاه مخلوع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313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423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280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314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در صدر اسلام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315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قرآن 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316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468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 و 39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288 و 294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317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البلد الام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مقنعه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411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318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186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319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سجده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320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البلد الام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مصباح کفعم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593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مصباح المتهجد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587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321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322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آسان تر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323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انعام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324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رسول اکرم </w:t>
      </w:r>
      <w:r w:rsidR="00A14306" w:rsidRPr="00A14306">
        <w:rPr>
          <w:rStyle w:val="libAlaemChar"/>
          <w:rtl/>
        </w:rPr>
        <w:t>صلى‌الله‌عليه‌وآله‌وسلم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325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نهم 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الاول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326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319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وقعة صف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327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315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صدوق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قصص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جزا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328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از عبارت فاما عسکره ففار قوه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اما الاذنون فابوا و قالوا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لا نفارقک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فقال لهم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فان کنتم و طنتم انفسکم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و طنت نفس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فاعلموا</w:t>
      </w:r>
      <w:r w:rsidR="0014728E">
        <w:rPr>
          <w:rtl/>
          <w:lang w:bidi="fa-IR"/>
        </w:rPr>
        <w:t>...؛ (</w:t>
      </w:r>
      <w:r>
        <w:rPr>
          <w:rtl/>
          <w:lang w:bidi="fa-IR"/>
        </w:rPr>
        <w:t>لشکر آن حضرت از او جدا شدند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بستگا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مانده و گفتند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از تو جدا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آن گاه حضرت به آنان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حال که شما همراه با من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خود را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مرگ آماده کرده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...) </w:t>
      </w:r>
      <w:r>
        <w:rPr>
          <w:rtl/>
          <w:lang w:bidi="fa-IR"/>
        </w:rPr>
        <w:t>که در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منابع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شده در پانوشت گذشته آمده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دست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لشکر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حضرت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شب عاشورا را از آن حضرت جدا شدند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329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تمام زحمات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330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 الغد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340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الطبقات الکبر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331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حسن مظفر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صاحب کتاب دلائل الصدق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332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درنگ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333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نهج الحق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472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الطرائف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432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535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334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شده احمد بن مت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رضوان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پس از انتخاب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روح به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ابت خاصه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حجت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از بالا دست مجلس برخاست و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روح را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خود نشاند و خود در مقابل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نشست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ج 51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خرائج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1120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کتاب الغ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335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مقام امامت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336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50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337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که در نکته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قبل ذکر شده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امام جواد و فرزد بلا فصل حضرت امام صادق </w:t>
      </w:r>
      <w:r w:rsidR="0055251E" w:rsidRPr="0055251E">
        <w:rPr>
          <w:rStyle w:val="libAlaemChar"/>
          <w:rtl/>
        </w:rPr>
        <w:t>عليه‌السلام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338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که اکنون گلزار شهدا در کنار آن قرار گرفته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339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در رابطه 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ساکن عر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نواح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اطراف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رجال نجاش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رجال ابن داود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رجال علامه حل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رجال کش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340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نهج الحق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472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420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الطرائف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432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535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341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متن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لولا 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قع عند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رکم وقع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لاعط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تکم کتابا لا تحتاجون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احد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قوم القائم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</w:t>
      </w:r>
      <w:r w:rsidR="005D3E96">
        <w:rPr>
          <w:rtl/>
          <w:lang w:bidi="fa-IR"/>
        </w:rPr>
        <w:t xml:space="preserve">- 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اگر [ب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آن را نداشتم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>که به دست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چنان که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در دست آنان افتاد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قطعا کتاب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شما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دادم که با وجود آن تا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ام حضرت حجت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به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کس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نداشته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بصائر الدرجات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478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342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بده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غرامت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343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لهوف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الاحزان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56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ارشاد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اعلام الور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344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ص 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لهوف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الاحزان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345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129 و 301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ارشاد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الاحزان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مناقب ابن شهر آشوب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490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346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اعلام الور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ارشاد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347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روغن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تون</w:t>
      </w:r>
      <w:r w:rsidR="0014728E">
        <w:rPr>
          <w:rtl/>
          <w:lang w:bidi="fa-IR"/>
        </w:rPr>
        <w:t xml:space="preserve">. </w:t>
      </w:r>
    </w:p>
    <w:p w:rsidR="00C3509F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348 تا 429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348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هم دواست و هم غذا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349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بهبود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به تاخ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ندازد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350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مکارم الاخلاق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351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اماه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علم النبوة و ضعف الصبا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قصص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جزا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410</w:t>
      </w:r>
      <w:r w:rsidR="0014728E">
        <w:rPr>
          <w:rtl/>
          <w:lang w:bidi="fa-IR"/>
        </w:rPr>
        <w:t xml:space="preserve">؛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قصص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راوند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352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 خاطرات مستر همفر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353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مقصود ترجمه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بدون متن عرب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354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محبان و دوستان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355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قتله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قاتلان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356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 وقعة صف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491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357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السنن الکبر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کنزالعمال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537 و 538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رابطه با مطاعن گذشته و بررس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مدارک آن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دگاه اهل سنت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کتاب النص و الاجتهاد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نوشته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شرف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358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طرائف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359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مناقب ابن شهر آشوب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360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تعداد کشته شدگان از طرف مخالف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جنگ جمل 16690 ذکر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361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نسا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362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کل مطالب گذشته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خاطرات مستر همفر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363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اهل تسنن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364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31 و 66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365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366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بن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دنبل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خو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1247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1325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الدرة النجف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نهج البلاغه الح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؛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حب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الله بن محمد موسو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1324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منهاج البراعة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نهج البلاغه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367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شگفت است که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از شرح خود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51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مساله را از بخار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مسلم نقل کرده و افزون بر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ادعا کرده است که تمام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محدثان در صحت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اتفاق نظر دارند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368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الغد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مناقب ابن شهر آشوب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نقل از عامه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369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سنن ابن ماجة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518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المعجم الکب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طبران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416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370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ارشاد القلوب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الصراط المستق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العمدة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136 و 258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مناقب ابن شهر آشوب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371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الامامة و الس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 و 42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372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مناظره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شده در متن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فضال بن حسن بن فضال کرم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افضل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ابوبکر و عمر مطرح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بحث سرانجام به آن جا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فضال از 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پرس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چرا 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شه و حفصه از رسول خدا </w:t>
      </w:r>
      <w:r w:rsidR="00A14306" w:rsidRPr="00A14306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ارث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برند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دخترش فاطمه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زهرا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آن بزرگوار ارث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14728E">
        <w:rPr>
          <w:rtl/>
          <w:lang w:bidi="fa-IR"/>
        </w:rPr>
        <w:t xml:space="preserve">؟ </w:t>
      </w:r>
      <w:r>
        <w:rPr>
          <w:rtl/>
          <w:lang w:bidi="fa-IR"/>
        </w:rPr>
        <w:t>و 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جمله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موجود در متن را گفت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اطلاع از تفص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مناظره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400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373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سما المقال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علم الرجال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معالم المدرست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374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375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الغارات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376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81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377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418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474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378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از جمله 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آمده است که امام صادق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خطاب به منصور ملعون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 خطاب کردند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379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طالب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380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طالب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381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نقد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نظر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طالب نوشته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CD7626" w:rsidRPr="00CD7626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و رساله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الحجة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الذاهب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تکف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طالب نوشته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شمس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فخار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382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452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خصائص الائمة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383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مذهب حنبل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مذاهب چهارگانه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تسنن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384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محدث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اهل تسنن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385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متن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در 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412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6629 ذکر شده است و تفاوت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قابل ملاحظه با متن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ملاحظه شود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386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 و 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387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388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224 و 227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389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390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جمله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ان احب الناس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لحما ان آکله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للحم انت منه</w:t>
      </w:r>
      <w:r w:rsidR="0014728E">
        <w:rPr>
          <w:rtl/>
          <w:lang w:bidi="fa-IR"/>
        </w:rPr>
        <w:t>. (</w:t>
      </w:r>
      <w:r>
        <w:rPr>
          <w:rtl/>
          <w:lang w:bidi="fa-IR"/>
        </w:rPr>
        <w:t>دوست داشتن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محبوب 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گوشت نزد من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بخورم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گوشت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تو از آن به وجود آمده ا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 xml:space="preserve">در نامه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بن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به حضرت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391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نسا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157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392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پول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393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اشاره به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50 سوره مدثر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394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غافر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395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مضمون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252 و 253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3553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ص 263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3593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16002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396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اختصاص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130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397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53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469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398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آمده که رسول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منا من غش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مردم را 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 دهد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زان الحکمة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2258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عوال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اللئال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مسند احمد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سنن ابن ماجه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749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399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مشابه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السرائر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طرائف المقال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466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جواهر الکلام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400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 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204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خطبه را من در کتاب ها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افته ام که 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سال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ولادت رض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نوشته شده اند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401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علامه عبدالحس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احمد تبر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1320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1390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الغد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شهدا الفض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لة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402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عالم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عبدالحس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بن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وسف شرف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موسو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عامل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1370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المراجعات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النص و الاجتهاد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الفصول المهمه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403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118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404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405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عقد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دائم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متعه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406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16 و 17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407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رژ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طاغوت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پهلو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408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رعد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409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آل عمران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410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نهج البلاغه عبده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390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از کلمات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رال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کنزالعمال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147 و 148 از کلمات رسول خدا </w:t>
      </w:r>
      <w:r w:rsidR="00620C6F" w:rsidRPr="00620C6F">
        <w:rPr>
          <w:rStyle w:val="libAlaemChar"/>
          <w:rtl/>
        </w:rPr>
        <w:t>صلى‌الله‌عليه‌وآله‌وسلم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411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نحل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89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412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413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414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110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415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زخرف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416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قمر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</w:t>
      </w:r>
      <w:r w:rsidR="0014728E">
        <w:rPr>
          <w:rtl/>
          <w:lang w:bidi="fa-IR"/>
        </w:rPr>
        <w:t>، (</w:t>
      </w:r>
      <w:r>
        <w:rPr>
          <w:rtl/>
          <w:lang w:bidi="fa-IR"/>
        </w:rPr>
        <w:t>اقتربت الساعة وانشق القمر</w:t>
      </w:r>
      <w:r w:rsidR="0014728E">
        <w:rPr>
          <w:rtl/>
          <w:lang w:bidi="fa-IR"/>
        </w:rPr>
        <w:t>) ؛ (</w:t>
      </w:r>
      <w:r>
        <w:rPr>
          <w:rtl/>
          <w:lang w:bidi="fa-IR"/>
        </w:rPr>
        <w:t>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امت نزد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گرد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ماه شکافته شد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417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سبا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418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ظاهرا از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افغانستان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419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اقتباس از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35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نور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>: (</w:t>
      </w:r>
      <w:r>
        <w:rPr>
          <w:rtl/>
          <w:lang w:bidi="fa-IR"/>
        </w:rPr>
        <w:t>شجرة مبرکة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تونة لا شرق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و لا غرب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) 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420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اکرام رسول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دختر حاتم طا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بررس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جزئ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ماجرا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دمشق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فتح البار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الطبقات الکبر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322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421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167 و 175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السنن الکبر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81 و 304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422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167 و 174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السنن الکبر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423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122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السنن ابن ماجة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فتح البار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424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فتح البار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425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حجرات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426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تغابن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427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النصائح الکاف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کتاب الاربع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ماحوز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387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گونه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مشابه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الغد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المصنف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نة دمشق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عقوب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428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نسب 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بة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خرائج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1155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معجم احاد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الامام المهد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عج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88 و 505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کنزالعمال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282 و</w:t>
      </w:r>
      <w:r w:rsidR="0014728E">
        <w:rPr>
          <w:rtl/>
          <w:lang w:bidi="fa-IR"/>
        </w:rPr>
        <w:t xml:space="preserve">... </w:t>
      </w:r>
    </w:p>
    <w:p w:rsidR="00C3509F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429 تا 516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429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انعام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430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مفسر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الاسلام ابو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فضل بن حسن بن فضل طبرس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548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مجمع الب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جوامع الجامع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مکارم الاخلاق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431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مجمع الب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هو القدوة الت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بانواره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اطا مواقع آثاره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طوس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الگو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است که من از انوار او روشنا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رم و پا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پا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432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سنت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شامل گفتار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کردار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امضا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433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دربار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ره خوار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434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مخالف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435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نسا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144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436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155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437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صدوق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روضة الواعظ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502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438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ولا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توابع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جرجان به او وعده داده شده بود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305 و 385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الاحزان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439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جنگ و خونر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آتش باران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440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انفال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441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انعام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442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98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443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444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برگرفته از مضام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و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ژه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59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نسا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445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نه بالتبع و بالغ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و از خدا و به خدا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446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با اندک تفاوت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اجعلونا مخلوق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قولوا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 ما شئتم فلن تبلغوا</w:t>
      </w:r>
      <w:r w:rsidR="0014728E">
        <w:rPr>
          <w:rtl/>
          <w:lang w:bidi="fa-IR"/>
        </w:rPr>
        <w:t>. (</w:t>
      </w:r>
      <w:r>
        <w:rPr>
          <w:rtl/>
          <w:lang w:bidi="fa-IR"/>
        </w:rPr>
        <w:t>ما را آفر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به شمار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هر 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بگو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باز به مقام ما نخواه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در 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مشابه آن در 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283 و 289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68 و 148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بصائر الدرجات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خرائج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735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هم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به عبارت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در 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273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باز به عبارت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در 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امام حسن عسکر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ص 50 آمده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447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76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448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449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450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76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451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قصص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راوند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452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465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453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اخبار الرضا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مناقب ابن شهر آشوب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454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افراد ناتوان و عاجز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455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456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457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117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458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118 و 119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459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120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460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120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461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از مراجع کربلا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462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از مراجع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نجف اشرف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463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مضمون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 و 16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464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از مراجع کربلا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465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عالم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محمد بن محمد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حاج اشرف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مازندران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1315</w:t>
      </w:r>
      <w:r w:rsidR="0014728E">
        <w:rPr>
          <w:rtl/>
          <w:lang w:bidi="fa-IR"/>
        </w:rPr>
        <w:t xml:space="preserve">)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صاحب اسرار الشهادة و شعائر الاسلام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466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بدون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467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ملجا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پناهگاه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منج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نجات دهنده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منج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گاه نجات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468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رعد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44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اطلاع از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اطرافها در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به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ربان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469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صاحب عروة الوثق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470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222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471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مائده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472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عوال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اللآل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غررالحکم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483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473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427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474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فرزند امام سجاد </w:t>
      </w:r>
      <w:r w:rsidR="0055251E" w:rsidRPr="0055251E">
        <w:rPr>
          <w:rStyle w:val="libAlaemChar"/>
          <w:rtl/>
        </w:rPr>
        <w:t>عليه‌السلام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475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فرحة الغر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115 مشابه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منقول از امام باقر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476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حضرت بق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ة الله الاعظم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5D3E96">
        <w:rPr>
          <w:rtl/>
          <w:lang w:bidi="fa-IR"/>
        </w:rPr>
        <w:t xml:space="preserve">- 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477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حضرات ائمه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478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نادان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احمق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479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پدر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جمال نجف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جد مادر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نگارنده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480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481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80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482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478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561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483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495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411 و 421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82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484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آل عمران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485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رجال کش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روضة الواعظ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486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487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99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488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با توجه به 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موجود در ادامه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عبارت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مقصود از اجازه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اجازه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اجتهاد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489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منظور 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محمد باقر نجف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1266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1308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است که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حمد و مقدار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 را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نموده و در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جوان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مرحوم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490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حضرت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در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فرمودند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گفت من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سال است دروغ نگفته ام</w:t>
      </w:r>
      <w:r w:rsidR="0014728E">
        <w:rPr>
          <w:rtl/>
          <w:lang w:bidi="fa-IR"/>
        </w:rPr>
        <w:t xml:space="preserve">!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491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حق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محمد باقر بن محمد نق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شفت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1175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1260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 از جمله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مطالع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الشرا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492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حضرت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العظم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بهجت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493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امام جواد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القصد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بالقلوب من اتعاب الجوارح بالاعمال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آهنگ خدا نمودن با دل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خسته کردن اعضا و جوارح با اعمال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قلب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رساتر 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494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اشک چشم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495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صاحب مفتاح الکرامه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496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سکه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طلا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497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قرآن و عترت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498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تفص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ماجرا در 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التحص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قصص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جزا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418 و مجموعه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ورام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132 ذکر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499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لذت بخش 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لذتها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500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271 و 294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501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اشاره به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37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502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80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84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87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عوال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503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حسام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محمد صالح بن احمد مازندران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1086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شرح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بر معالم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504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505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نام شخص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خشرم </w:t>
      </w:r>
      <w:r w:rsidR="004D4B58">
        <w:rPr>
          <w:rtl/>
          <w:lang w:bidi="fa-IR"/>
        </w:rPr>
        <w:t>سئوال</w:t>
      </w:r>
      <w:r>
        <w:rPr>
          <w:rtl/>
          <w:lang w:bidi="fa-IR"/>
        </w:rPr>
        <w:t xml:space="preserve"> مطرح شده در شعر را از او نموده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224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225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506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مانند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سرپرست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اولاد و دور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507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سخت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فشار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جان کندن و مشاهده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ملک الموت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508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400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6 و 258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25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509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سجده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17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510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511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466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فقه الرضا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اذا جعت فکل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512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حسن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علما و مراجع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سامرا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513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علامه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محمد طباطبا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514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81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515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بصائر الدرجات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454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516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قدر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</w:t>
      </w:r>
      <w:r w:rsidR="0014728E">
        <w:rPr>
          <w:rtl/>
          <w:lang w:bidi="fa-IR"/>
        </w:rPr>
        <w:t xml:space="preserve">. </w:t>
      </w:r>
    </w:p>
    <w:p w:rsidR="00C3509F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517 تا 607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517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47 و 69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518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بصائر الدرجات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451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ص 55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56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57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519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87 و 253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520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نحل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102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521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اطلاع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از ارواح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رسول اکرم </w:t>
      </w:r>
      <w:r w:rsidR="00620C6F" w:rsidRPr="00620C6F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سلف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هم السلام دارا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بوده 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بصائر الدرجات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522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در حال احتضار و مرگ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523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ابومحمد حسن بن 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کاظم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صدر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1272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1354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 الکرام لفنون الاسلام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524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حضرت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غلام رضا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1295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1338 ش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مفتاح علوم القرآن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ترجمه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525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به آن چه 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د عمل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ترک شود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آگاه باشد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و به آن چه امر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عمل کند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526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 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ارشاد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روضة الواعظ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الاحزان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47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به جز مدرک اول در مدارک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مقصود از سلمان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سلمان فارس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است تصر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527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شاگردان مکتب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528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529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530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اصول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عبدالرح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نائ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1277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1355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العروة الوثق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رسالة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اللباس المشکوک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531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حسن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532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مرحوم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533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جنگ عراق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534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535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536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مرحوم فضل الله بن عباس نور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1327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تذکرة الغافل و ارشاد الجاهل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537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عالم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1220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1306 9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صاحب توض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المقال و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538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الله بودند و مردم را به خدا دعوت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نمودند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به خود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539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179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540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بازار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امام 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سوق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ربح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ها قوم و خسر آخرون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بازار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آن سود کرده و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دچار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تحف العقول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483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541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برگرفته از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اذا مات ال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ثلم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الاسلام ثلمة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سدها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ء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وقت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از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در اسلام پد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که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 را پر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113 و 376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542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استاد فقها و مجتهدان در علم اصول 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محمد کب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1361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مقالات الاصول و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543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صاحب 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544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فخر المحقق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ابوطالب و محمد بن حسن حل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682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771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ضاح الفوائد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جامع الفوائد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جمع الفوائد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545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جمال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ابو منصور حسن بن سد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وسف حل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648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726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 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کتاب الالف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تحر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الاحکام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قواعد الاحکام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546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اة الامام الشه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الاول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547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عنکبوت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548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208 و 209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غررالحکم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549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مکارم الاخلاق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550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صدوق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رجال کش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551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فهرست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رجال ابن داود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552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دولتمردان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پادشاهان عراق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553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نسا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59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554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سخنران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خطبه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نماز جمعه و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فطر و قربان و</w:t>
      </w:r>
      <w:r w:rsidR="0014728E">
        <w:rPr>
          <w:rtl/>
          <w:lang w:bidi="fa-IR"/>
        </w:rPr>
        <w:t xml:space="preserve">...، </w:t>
      </w:r>
      <w:r>
        <w:rPr>
          <w:rtl/>
          <w:lang w:bidi="fa-IR"/>
        </w:rPr>
        <w:t>و دعاها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555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البلدالام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مصباح کفعم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498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556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خطاب به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ارت آن حضرت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557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194 و 195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الآ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671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558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حضرت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559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خودکش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560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561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با توجه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نکته که شفاعت آخرت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جه و ظهور دستگ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شفاعت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و عالم از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به آنان رجوع نموده و از آنان استفاده کرده اند شفاعت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معلوم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اگر خواهان آن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که از شفاعت آنان برخوردار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دن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خود را از آنان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بدان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توض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ربط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با مطلب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روشن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گردد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562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حرم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و حضرت اباالفضل </w:t>
      </w:r>
      <w:r w:rsidR="001561CD" w:rsidRPr="001561CD">
        <w:rPr>
          <w:rStyle w:val="libAlaemChar"/>
          <w:rtl/>
        </w:rPr>
        <w:t>عليهما‌السلام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563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حسن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564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مناسب تر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565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قرآن و عترت و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566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مرحوم حاج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567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که از تجار و صاحب کمپان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بود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568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استاد حضرت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569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مرحوم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کوهستان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570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ظاهرا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زبان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بوده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571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منظور نوه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پدر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ال حجت الاسلام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احمد فرزند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اشکور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572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مرجع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ابوالقاسم بن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اکبر خوئ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نجف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1317</w:t>
      </w:r>
      <w:r w:rsidR="0014728E">
        <w:rPr>
          <w:rtl/>
          <w:lang w:bidi="fa-IR"/>
        </w:rPr>
        <w:t xml:space="preserve">؟) ، </w:t>
      </w:r>
      <w:r>
        <w:rPr>
          <w:rtl/>
          <w:lang w:bidi="fa-IR"/>
        </w:rPr>
        <w:t>صاحب اجود التقر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رات و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573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کاشف الغطا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1294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1373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 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 و اصولها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الب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نات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574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الکلمة الغرا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تفض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فاطمة الزهرا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575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قاض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نورالله بن شرف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تستر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مرعش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956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1019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احقاق الحق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الصوارم المهرقة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مصائب النواصب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576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حسن مظفر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برادر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رضا مظفر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صاحب کتاب المنطق و اصول الفقه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577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578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658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فضائل الاشهر الثلاثة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579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نام مناطق پا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ن دست نجد از بلاد حجاز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مجمع البحر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580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اطلاع از 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ط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حرز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91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مهج الدعوات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الامان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599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581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بصائر الدرجات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150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582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شب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جمعه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583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454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584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ظاهرا مقصود مرحوم آقا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نائ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و محتمل است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منظور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585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 حافظ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قدس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غزل 260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تفاوت که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مردان لفظ رندان آمده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586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انگر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587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رعد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588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اطلاع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مراد از اطرافها در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عالمان ربان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589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جمله از حضرت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است نه از ناقل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590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چون سنگ مثانه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پرستات داشتند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591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درن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اورده بود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592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آقا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قاض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593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ظاهرا درس مرحوم حاج اشرف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594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کنار جو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آب و باغات اطراف نجف اشرف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595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596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رهبر بزرگ انقلاب اسلام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امام خم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597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دو سوره 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قل اعوذ برب الفلق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و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قل اعوذ برب الناس</w:t>
      </w:r>
      <w:r w:rsidR="0014728E">
        <w:rPr>
          <w:rtl/>
          <w:lang w:bidi="fa-IR"/>
        </w:rPr>
        <w:t xml:space="preserve">) 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598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پادشاه و سلطان ترک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 عثمان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599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484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الناس زمان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الصابر منهم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 کالقابض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الجمر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آمد که هر کس بخواهد بر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خود صبر [ و آن را حفظ]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مانند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خواهد بود که آتش افروخته را با دست بگ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14728E">
        <w:rPr>
          <w:rtl/>
          <w:lang w:bidi="fa-IR"/>
        </w:rPr>
        <w:t xml:space="preserve">.)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600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توانم بر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نظر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او اشکال وارد کنم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601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عدة الداع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فلاح السائل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مصباح کفعم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602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آشپزخانه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603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فطانت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باهوش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بلادت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کند فهم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کم هوش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604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65 و 106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605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402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باب 51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باب 43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606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بزرگ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محمد باقر بن محمد اکمل حائر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معروف به 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بهبهان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1206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ارشاد الاذهان 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المدرک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607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69</w:t>
      </w:r>
      <w:r w:rsidR="0014728E">
        <w:rPr>
          <w:rtl/>
          <w:lang w:bidi="fa-IR"/>
        </w:rPr>
        <w:t xml:space="preserve">. </w:t>
      </w:r>
    </w:p>
    <w:p w:rsidR="00C3509F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608 تا 686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608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404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9696 و 9697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6531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597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باب 105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باب 84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609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لهوف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75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81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98 و 119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610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ظاهرا برادران انصار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منظور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611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ابوجعفر محمد بن حسن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385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460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اخت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الرجال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الاستبصار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عدة الاصول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النها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مجرد الفقه و الفتاو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612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712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613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712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614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از علما و مراجع نجف اشرف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615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عبدالله بن محمد حسن نجف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مامقان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1290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1351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تنق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المقال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مرآة الکمال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العروة الوثق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616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گو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مراد ابومحمد حسن بن هاد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موسو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کاظم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 xml:space="preserve">1272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1354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تاس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617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618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لطف الله صاف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عطام و مراجع تقل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عصر حاضر در قم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619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شخص ابوحن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فه بود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اصل ماجرا در 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دعائم الاسلام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مناقب ابن شهر آشوب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248 ذکر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620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اخلاص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621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معان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الاخبار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اصول 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صدوق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90 و 197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مصباح کفعم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المقام الاسن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622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623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سبزه زار 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624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توض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نکات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نده خواهد آمد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625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نحوه استخاره معظم له فرستادن سه صلوات بر محمد و آل محمد و گرفتن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قبضه از تسب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و جدا کردن دو تا دو تا از دانه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در نها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اگر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خوب و اگر دو تا ماند بد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626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فعل و ترک هر دو خوب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627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العراق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عبدالحس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حائر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طهران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1286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مصباح النجاة و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628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طلا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629</w:t>
      </w:r>
      <w:r w:rsidR="005D3E96">
        <w:rPr>
          <w:rtl/>
          <w:lang w:bidi="fa-IR"/>
        </w:rPr>
        <w:t xml:space="preserve">-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چرا سهم امام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 شخص سن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؟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630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631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 و 21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329 و 332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632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23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633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اصفهان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634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مرحوم آقا 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هفته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از مرحوم حاج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فوت کرده بودند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635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636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176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637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638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موجود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 ظرف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قابل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639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640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641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اشاره به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176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و لکنه اخلد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الارض و اتبع هوئه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642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هارون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643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مضمون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تحف العقول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644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خداوند متعال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ها الذ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ءامنوا ان من ازوجکم و اولدکم عدوا لکم فاحذروهم و ان تعفوا و تصفحوا و تغفروا فان الله غفور رح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آورده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! </w:t>
      </w:r>
      <w:r>
        <w:rPr>
          <w:rtl/>
          <w:lang w:bidi="fa-IR"/>
        </w:rPr>
        <w:t>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همسران و فرزندان شما دشمن شما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پس از آنان بر حذر باش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اگر ببخشا</w:t>
      </w:r>
      <w:r w:rsidR="00CE0249">
        <w:rPr>
          <w:rtl/>
          <w:lang w:bidi="fa-IR"/>
        </w:rPr>
        <w:t>یی</w:t>
      </w:r>
      <w:r>
        <w:rPr>
          <w:rtl/>
          <w:lang w:bidi="fa-IR"/>
        </w:rPr>
        <w:t>د و درگذر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امرز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راست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خداوند بس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 آمرزنده و مهربان است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تغابن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645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646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148 و 313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188 و 198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329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348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373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385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331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647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305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309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303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308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648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مشابه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90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305 و 341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اعلام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عدة الداع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159 و 168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مجموعه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ورام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649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که حق و حرمت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 xml:space="preserve"> برتر از کعبه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45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46 و 343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227 و 232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خصال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روضة الواعظ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293 و 386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فقه الرضا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</w:t>
      </w:r>
      <w:r w:rsidR="004D40D4">
        <w:rPr>
          <w:rtl/>
          <w:lang w:bidi="fa-IR"/>
        </w:rPr>
        <w:t>مؤمن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مجموعه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ورام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مشکاة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83 و 193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650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ذار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50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651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نمل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652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ائمه معصوم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937235" w:rsidRPr="00937235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الله الناظرة هستند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توح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صدوق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معان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الاخبار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653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امام زمان </w:t>
      </w:r>
      <w:r w:rsidR="0055251E" w:rsidRPr="0055251E">
        <w:rPr>
          <w:rStyle w:val="libAlaemChar"/>
          <w:rtl/>
        </w:rPr>
        <w:t>عليه‌السلام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654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ترساندن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655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مشکاة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656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مقصود آن حضرت قطعا اظهار تواضع و محبت و مهر و عطوفت در برابر دشمنان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گانه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بلکه با دوستان و هم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خداوند در توص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 واقع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>: (</w:t>
      </w:r>
      <w:r>
        <w:rPr>
          <w:rtl/>
          <w:lang w:bidi="fa-IR"/>
        </w:rPr>
        <w:t>اشد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الکفار رحما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نهم</w:t>
      </w:r>
      <w:r w:rsidR="0014728E">
        <w:rPr>
          <w:rtl/>
          <w:lang w:bidi="fa-IR"/>
        </w:rPr>
        <w:t>) ؛ (</w:t>
      </w:r>
      <w:r>
        <w:rPr>
          <w:rtl/>
          <w:lang w:bidi="fa-IR"/>
        </w:rPr>
        <w:t>بر کافران سخت 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با همد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مهربان اند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فتح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657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ابزارها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658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659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نحل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125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660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آل عمران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159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661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توبه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128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662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شعرا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663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فاطر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664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البلد الام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مصباح کفعم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588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مصباح المتهجد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582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665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257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666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رعد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667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وان حافظ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 تصح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 قدس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غزل 159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غزل 316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668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البلد الام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مصباح کفعم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578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مصباح المتهجد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577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669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فجر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670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218 و 319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الآ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769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422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671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مرث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رض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760208" w:rsidRPr="00760208">
        <w:rPr>
          <w:rStyle w:val="libAlaemChar"/>
          <w:rtl/>
        </w:rPr>
        <w:t>رحمه‌الله</w:t>
      </w:r>
      <w:r>
        <w:rPr>
          <w:rtl/>
          <w:lang w:bidi="fa-IR"/>
        </w:rPr>
        <w:t xml:space="preserve"> در رثا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اسحاق صابئ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شرح 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672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مفتاح الکرامة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جواهر الکلام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به نقل از کتاب المنته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نوشته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علامه 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644A3" w:rsidRPr="00C644A3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673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منظور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باطل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مروان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674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گمان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675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نامه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54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الصراط المستق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شرح نهج البلاغه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131 و 133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الجمل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201 و 429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158 و 336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505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676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باطل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طلحه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677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678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وجوهات شرع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اعم از خمس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زکات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کفارات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679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ارشاد القلوب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اعلام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تحف العقول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 ابن 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عدة الداع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عوال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اللئال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مصباح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 و 160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680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راو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ث زراره است که از امام باقر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باقر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را به صورت نسبتا مشروح از امام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نموده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از امام سجاد </w:t>
      </w:r>
      <w:r w:rsidR="0055251E" w:rsidRPr="0055251E">
        <w:rPr>
          <w:rStyle w:val="libAlaemChar"/>
          <w:rtl/>
        </w:rPr>
        <w:t>عليه‌السلام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عبارت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قسمت از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چن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ناد ان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قد جعله علما لم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کن 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ذهب به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با صدا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بلند اعلام کن که خداوند متعال آن را نشانه قرار داده است و هرگز آن را از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برد</w:t>
      </w:r>
      <w:r w:rsidR="0014728E">
        <w:rPr>
          <w:rtl/>
          <w:lang w:bidi="fa-IR"/>
        </w:rPr>
        <w:t xml:space="preserve">.)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681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ان للب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ربا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منعه منک</w:t>
      </w:r>
      <w:r w:rsidR="0014728E">
        <w:rPr>
          <w:rtl/>
          <w:lang w:bidi="fa-IR"/>
        </w:rPr>
        <w:t xml:space="preserve"> (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عنک</w:t>
      </w:r>
      <w:r w:rsidR="0014728E">
        <w:rPr>
          <w:rtl/>
          <w:lang w:bidi="fa-IR"/>
        </w:rPr>
        <w:t xml:space="preserve">) . </w:t>
      </w:r>
      <w:r>
        <w:rPr>
          <w:rtl/>
          <w:lang w:bidi="fa-IR"/>
        </w:rPr>
        <w:t xml:space="preserve">به نقل از حضرت عبدالمطلب در پاسخ ابرهه که قصد انهدام خانه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کعبه را داشت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مناقب ابن شهر آشوب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682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منظور دخالت 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به طور 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م در اداره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امور 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فرهنگ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تبل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قب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جمع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کمک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ارزاق عموم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تعد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مت کالا و بازار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راه انداز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کارخانجات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نظارت در کم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تول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دات و نظا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آن که از عدول </w:t>
      </w:r>
      <w:r w:rsidR="004D40D4">
        <w:rPr>
          <w:rtl/>
          <w:lang w:bidi="fa-IR"/>
        </w:rPr>
        <w:t>مؤمن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متخصص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بر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و تصد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آنان در سا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شؤ ون اجتماع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اقتصاد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نظام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که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از به تخصص و شناخت کاف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داشته و از آنان بر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از تعهد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انت برخوردار باشند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683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وز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آموزش و پرورش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684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محتمل است حضرت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سخن را از قول مرحوم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 الله بروجرد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نقل فرموده باشند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685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روحان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و طلاب و علما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686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ترق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معکوس و به عبارت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تنزل</w:t>
      </w:r>
      <w:r w:rsidR="0014728E">
        <w:rPr>
          <w:rtl/>
          <w:lang w:bidi="fa-IR"/>
        </w:rPr>
        <w:t xml:space="preserve">. </w:t>
      </w:r>
    </w:p>
    <w:p w:rsidR="00C3509F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687 تا 758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687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خرائج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840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منتخب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688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عبارت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ث ظهور بلکه صراحت در نظر حضرت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که در متن به صورت احتمال دوم ذکر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رجوع شود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689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نقل به معنا از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584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582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562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ون اخبار الرضا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کامل الز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ارات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690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691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692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حجرات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693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اصل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صورت از رسول اکرم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صل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الله و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و آله و سلم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نقل شده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تارک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کم الثقل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احدهما اکبر من الآخر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کتاب الله حبل ممدود من السما 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الارض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عترت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اهل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انهما لن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فترقا حت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ردا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الحوض</w:t>
      </w:r>
      <w:r w:rsidR="0014728E">
        <w:rPr>
          <w:rtl/>
          <w:lang w:bidi="fa-IR"/>
        </w:rPr>
        <w:t>...؛ (</w:t>
      </w:r>
      <w:r>
        <w:rPr>
          <w:rtl/>
          <w:lang w:bidi="fa-IR"/>
        </w:rPr>
        <w:t>من دو 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سنگ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و گرانبها در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ان شما[به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ادگار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گذارم</w:t>
      </w:r>
      <w:r w:rsidR="00A13218">
        <w:rPr>
          <w:rtl/>
          <w:lang w:bidi="fa-IR"/>
        </w:rPr>
        <w:t>]</w:t>
      </w:r>
      <w:r>
        <w:rPr>
          <w:rtl/>
          <w:lang w:bidi="fa-IR"/>
        </w:rPr>
        <w:t xml:space="preserve"> که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بزرگتر است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کتاب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که 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است که از آسمان به سو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بستگان و خاندانم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دو هرگز از هم جدا نخواهند 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[کنار] حوض [کوثر] بر من وارد شوند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مسند احمد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مسند احمد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 و 59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مجمع الزوائد 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مسند ابن جعد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منتخب مسند عبد بن حم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خصا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ص نسا</w:t>
      </w:r>
      <w:r w:rsidR="00CE0249">
        <w:rPr>
          <w:rtl/>
          <w:lang w:bidi="fa-IR"/>
        </w:rPr>
        <w:t>یی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مسند ابن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297 و 376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معجم صغ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طبران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131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694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به دل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عدم حضور امام زمان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عجل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695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696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697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نقل به معنا از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جامع الاخبار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مکارم الاخلاق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440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698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در زمان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مرا ند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ده اند به من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مان آورده اند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699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شمار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700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اشاره به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63 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فرقان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701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702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703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که چه آسوده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چرد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704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منظور حضرت استاد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مدظله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است که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تعداد علما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امروز نسبت به صد سال پ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 100/1 است و به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هر صد عالم</w:t>
      </w:r>
      <w:r w:rsidR="0014728E">
        <w:rPr>
          <w:rtl/>
          <w:lang w:bidi="fa-IR"/>
        </w:rPr>
        <w:t xml:space="preserve">،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 عالم جا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دارد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705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بقره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35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706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انعام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707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انگ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708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نسا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65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709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وال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در مد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نام صالح بن عبدالله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710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ماجرا به تفص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در 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92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مهج الدعوات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231 ذکر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و متن دعا به عنوان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کرب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لا اله الا الله الحل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الکر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لا اله الا الله العل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سبحان الله رب السماوات السبع و رب الارض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السبع و رب العرش العظ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الحمدلله رب العالم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از هم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دعا در موارد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به نام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فرج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شده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711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تهذ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506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البلدالام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مصباح کفعم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712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404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663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713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418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199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البلد الام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275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مصباح المتهجد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719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714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جامع الاخبار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715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خدا و ملا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که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716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آقا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خ غلامرضا </w:t>
      </w:r>
      <w:r w:rsidR="00760208" w:rsidRPr="00760208">
        <w:rPr>
          <w:rStyle w:val="libAlaemChar"/>
          <w:rtl/>
        </w:rPr>
        <w:t>رحمه‌الله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717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مرحوم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رزا محمد حسن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صاحب فتوا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معروف تحر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تنباکو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718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احتمال دارد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جمله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نظر برسد که ما از انجام هر گونه کار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فرج را به تاخ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اندازد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خوددار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هر چند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بر اساس امر به معروف و نه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منکر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دستورها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شرع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انجام آن کار باشد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فکر با عمومات کتاب و سنت که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40D4">
        <w:rPr>
          <w:rtl/>
          <w:lang w:bidi="fa-IR"/>
        </w:rPr>
        <w:t>مؤمن</w:t>
      </w:r>
      <w:r>
        <w:rPr>
          <w:rtl/>
          <w:lang w:bidi="fa-IR"/>
        </w:rPr>
        <w:t>ان را مورد خطاب قرار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دهد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چه در وظا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 فرد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چه اجتماع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منافات دارد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رؤ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فوق مطابق با واقع باشد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گونه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توان توج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کرد که انجام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متعارف که 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عاد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اسباب و مسببات را تسر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بخشد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طه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وظ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ما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ست و چه بسا ممنوع باشد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مورد به خصوص امکان دارد که ختم گرفتن هر چند موجب اضمحلال و سرنگون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رژ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 پهلو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را فراهم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کرده 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کجا معلوم که بدتر از آن سر کار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توج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که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اول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ائه العظام اعلم بها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719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محمد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بن هاشم کاظم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1308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هدا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ة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ام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شرح الشرا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720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کوپن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721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مرحوم 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خ مهد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بن حس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خالص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کاظم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(؟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1343</w:t>
      </w:r>
      <w:r w:rsidR="0014728E">
        <w:rPr>
          <w:rtl/>
          <w:lang w:bidi="fa-IR"/>
        </w:rPr>
        <w:t xml:space="preserve">) ، </w:t>
      </w:r>
      <w:r>
        <w:rPr>
          <w:rtl/>
          <w:lang w:bidi="fa-IR"/>
        </w:rPr>
        <w:t>صاحب تال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فات متعدد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حاش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الاصول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شرح الکفا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و</w:t>
      </w:r>
      <w:r w:rsidR="0014728E">
        <w:rPr>
          <w:rtl/>
          <w:lang w:bidi="fa-IR"/>
        </w:rPr>
        <w:t xml:space="preserve">...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722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همسر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723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واقع در صحن فعل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حضرت ام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55251E" w:rsidRPr="0055251E">
        <w:rPr>
          <w:rStyle w:val="libAlaemChar"/>
          <w:rtl/>
        </w:rPr>
        <w:t>عليه‌السلام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724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67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مجموعه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ورام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 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صدوق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عدة الداع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مشکاة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725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ترد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از نگارنده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726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727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مضمون در کلمات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هنگام وفات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در سفارش آن حضرت به کم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ل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رضوان الله تعال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و 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گر فرموده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شان آمده 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بشارة المصطف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تحف العقول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غررالحکم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535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567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728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729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نقل به معنا از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167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99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105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14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309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625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تحف العقول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392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501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خصائص الائمة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شرح 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عوال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اللئال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غررالحکم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مجموعه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ورام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المر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نهج البلاغه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481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حکمت 80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730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386 و 458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91 و 101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الجعفر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دعائم الاسلام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مسکن الفؤ 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460 و 464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731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732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اعراف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733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89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نقل از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 و 202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734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عبارت در متن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در آدرس 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گذشته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فافهم ذلک وعه و اکتمه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735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111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117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118 و 119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53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180 و 184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75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احتجاج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469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اعلام الور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451 و 452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الخرائج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1113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بة الطوس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290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425 و 426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بة النعمان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289 و 294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ض 483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منتخب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122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736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182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قرب الاسناد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170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737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اختصاص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255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ع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اش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بة النعمان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279 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ت که در چهار کتاب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شده ذکر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استفاده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 که صد هزار نفر را لشکر سف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کشد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و هفتاد هزار نفر از لشکر او کشته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شود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738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مشابه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کاف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 لا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246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260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268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282 و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در همه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از کارها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حرام پره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از پره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زگارتر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مردمان شمرده شده است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نه پره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زگارتر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مردم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739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عبارت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 به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صورت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الا من دعا بدعا الغر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مگر کس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 را بخواند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اعلام الور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432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الصراط المستق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228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غ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بة النعمان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348 و 351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منتخب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مهج الدعوات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در ذ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ل برخ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ان شده است که مقصود از 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غر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دعا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14728E">
        <w:rPr>
          <w:rtl/>
          <w:lang w:bidi="fa-IR"/>
        </w:rPr>
        <w:t xml:space="preserve">: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ا الله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 رحمان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رح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740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طرائف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741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لانه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قوم بعد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ارتداد اکثر القائل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بامامته</w:t>
      </w:r>
      <w:r w:rsidR="0014728E">
        <w:rPr>
          <w:rtl/>
          <w:lang w:bidi="fa-IR"/>
        </w:rPr>
        <w:t>؛ (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او بعد از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بازگشت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معتقدان به امامتش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157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اعلام الور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436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439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الخرائج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1171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الصراط المستق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526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الاثر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384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منتخب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742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92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326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اعلام الور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432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منتخب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مهج الدعوات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743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 سهم امام </w:t>
      </w:r>
      <w:r w:rsidR="0055251E" w:rsidRPr="0055251E">
        <w:rPr>
          <w:rStyle w:val="libAlaemChar"/>
          <w:rtl/>
        </w:rPr>
        <w:t>عليه‌السلام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744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خواسته و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 ناخواسته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745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36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358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طرائف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746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لانه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قوم بعد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ارتداد اکثر القائل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بامامته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ز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را او بعد از</w:t>
      </w:r>
      <w:r w:rsidR="0014728E">
        <w:rPr>
          <w:rtl/>
          <w:lang w:bidi="fa-IR"/>
        </w:rPr>
        <w:t xml:space="preserve">... </w:t>
      </w:r>
      <w:r>
        <w:rPr>
          <w:rtl/>
          <w:lang w:bidi="fa-IR"/>
        </w:rPr>
        <w:t>بازگشت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شتر معتقدان به امامتش 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51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157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52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اعلام الور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436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439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الخرائج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1171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الصراط المستق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231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کشف الغمة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526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کفا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ة الاثر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کمال الد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384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منتخب 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747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انعام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748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95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236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اقبال الاعمال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366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749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عنکبوت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45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750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در 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قم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150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وسائل الش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27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374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مستدرک الوسائل ج 3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79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نقل از امام باقر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 (</w:t>
      </w:r>
      <w:r>
        <w:rPr>
          <w:rtl/>
          <w:lang w:bidi="fa-IR"/>
        </w:rPr>
        <w:t>و لذکر الله اکبر</w:t>
      </w:r>
      <w:r w:rsidR="0014728E">
        <w:rPr>
          <w:rtl/>
          <w:lang w:bidi="fa-IR"/>
        </w:rPr>
        <w:t xml:space="preserve">) </w:t>
      </w:r>
      <w:r>
        <w:rPr>
          <w:rtl/>
          <w:lang w:bidi="fa-IR"/>
        </w:rPr>
        <w:t>آمده است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ذکر الله لاهل الصلاة اکبر من ذکرهم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الا تر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انه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قول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فاذکرون</w:t>
      </w:r>
      <w:r w:rsidR="00CE0249">
        <w:rPr>
          <w:rtl/>
          <w:lang w:bidi="fa-IR"/>
        </w:rPr>
        <w:t>ی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اذکرکم</w:t>
      </w:r>
      <w:r w:rsidR="0014728E">
        <w:rPr>
          <w:rtl/>
          <w:lang w:bidi="fa-IR"/>
        </w:rPr>
        <w:t>.؛ (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خدا از نمازگزاران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بزرگتر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آن ها از خداست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مگر نم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پس مرا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کن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شما را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کنم</w:t>
      </w:r>
      <w:r w:rsidR="0014728E">
        <w:rPr>
          <w:rtl/>
          <w:lang w:bidi="fa-IR"/>
        </w:rPr>
        <w:t xml:space="preserve">.)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751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در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ن صورت مصدر اضافه به مفعول است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بنده از خدا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بزرگ تر از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اد مردم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752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اشاره به حد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ان لربکم ف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ام دهرکم نفحات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الا فتعرضوا لها</w:t>
      </w:r>
      <w:r w:rsidR="0014728E">
        <w:rPr>
          <w:rtl/>
          <w:lang w:bidi="fa-IR"/>
        </w:rPr>
        <w:t>.؛ (</w:t>
      </w:r>
      <w:r>
        <w:rPr>
          <w:rtl/>
          <w:lang w:bidi="fa-IR"/>
        </w:rPr>
        <w:t>پروردگارتان در روزها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عمر شما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نفحات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شما دارد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هان بدان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آور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 و از آن رو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برمتاب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14728E">
        <w:rPr>
          <w:rtl/>
          <w:lang w:bidi="fa-IR"/>
        </w:rPr>
        <w:t xml:space="preserve">.) </w:t>
      </w:r>
      <w:r>
        <w:rPr>
          <w:rtl/>
          <w:lang w:bidi="fa-IR"/>
        </w:rPr>
        <w:t>ر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بحار</w:t>
      </w:r>
      <w:r w:rsidR="006A60AA">
        <w:rPr>
          <w:rtl/>
          <w:lang w:bidi="fa-IR"/>
        </w:rPr>
        <w:t>الان</w:t>
      </w:r>
      <w:r>
        <w:rPr>
          <w:rtl/>
          <w:lang w:bidi="fa-IR"/>
        </w:rPr>
        <w:t>وار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ج 68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231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80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352</w:t>
      </w:r>
      <w:r w:rsidR="0014728E">
        <w:rPr>
          <w:rtl/>
          <w:lang w:bidi="fa-IR"/>
        </w:rPr>
        <w:t xml:space="preserve">؛ </w:t>
      </w:r>
      <w:r>
        <w:rPr>
          <w:rtl/>
          <w:lang w:bidi="fa-IR"/>
        </w:rPr>
        <w:t>ج 87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ز مشابه</w:t>
      </w:r>
      <w:r w:rsidR="0014728E">
        <w:rPr>
          <w:rtl/>
          <w:lang w:bidi="fa-IR"/>
        </w:rPr>
        <w:t xml:space="preserve">: </w:t>
      </w:r>
      <w:r>
        <w:rPr>
          <w:rtl/>
          <w:lang w:bidi="fa-IR"/>
        </w:rPr>
        <w:t>تفس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ر امام حسن عسکر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55251E" w:rsidRPr="0055251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ص 179</w:t>
      </w:r>
      <w:r w:rsidR="0014728E">
        <w:rPr>
          <w:rtl/>
          <w:lang w:bidi="fa-IR"/>
        </w:rPr>
        <w:t xml:space="preserve">. </w:t>
      </w:r>
      <w:r>
        <w:rPr>
          <w:rtl/>
          <w:lang w:bidi="fa-IR"/>
        </w:rPr>
        <w:t>معنا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تعرض نسبت به 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ات انفس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به صورت اجمال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و اشاره در متن ذکر شده است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753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فصلت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53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754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همان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755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>بنابرا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>ن که مصدر اضافه به مفعول شده باشد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756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قصص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88</w:t>
      </w:r>
      <w:r w:rsidR="0014728E">
        <w:rPr>
          <w:rtl/>
          <w:lang w:bidi="fa-IR"/>
        </w:rPr>
        <w:t xml:space="preserve">. </w:t>
      </w:r>
    </w:p>
    <w:p w:rsidR="006B7205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757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سجده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17</w:t>
      </w:r>
      <w:r w:rsidR="0014728E">
        <w:rPr>
          <w:rtl/>
          <w:lang w:bidi="fa-IR"/>
        </w:rPr>
        <w:t xml:space="preserve">. </w:t>
      </w:r>
    </w:p>
    <w:p w:rsidR="0055251E" w:rsidRDefault="006B7205" w:rsidP="006D1374">
      <w:pPr>
        <w:pStyle w:val="libFootnote"/>
        <w:rPr>
          <w:rtl/>
          <w:lang w:bidi="fa-IR"/>
        </w:rPr>
      </w:pPr>
      <w:r>
        <w:rPr>
          <w:rtl/>
          <w:lang w:bidi="fa-IR"/>
        </w:rPr>
        <w:t>758</w:t>
      </w:r>
      <w:r w:rsidR="005D3E96">
        <w:rPr>
          <w:rtl/>
          <w:lang w:bidi="fa-IR"/>
        </w:rPr>
        <w:t xml:space="preserve">- </w:t>
      </w:r>
      <w:r>
        <w:rPr>
          <w:rtl/>
          <w:lang w:bidi="fa-IR"/>
        </w:rPr>
        <w:t xml:space="preserve">سوره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رعد</w:t>
      </w:r>
      <w:r w:rsidR="0014728E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CE0249">
        <w:rPr>
          <w:rtl/>
          <w:lang w:bidi="fa-IR"/>
        </w:rPr>
        <w:t>ی</w:t>
      </w:r>
      <w:r>
        <w:rPr>
          <w:rtl/>
          <w:lang w:bidi="fa-IR"/>
        </w:rPr>
        <w:t xml:space="preserve"> 28</w:t>
      </w:r>
      <w:r w:rsidR="0014728E">
        <w:rPr>
          <w:rtl/>
          <w:lang w:bidi="fa-IR"/>
        </w:rPr>
        <w:t xml:space="preserve">. </w:t>
      </w:r>
    </w:p>
    <w:p w:rsidR="00551712" w:rsidRDefault="0055251E" w:rsidP="0055251E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02" w:name="_Toc425599483"/>
      <w:r>
        <w:rPr>
          <w:rFonts w:hint="cs"/>
          <w:rtl/>
          <w:lang w:bidi="fa-IR"/>
        </w:rPr>
        <w:lastRenderedPageBreak/>
        <w:t>فهرست مطالب</w:t>
      </w:r>
      <w:bookmarkEnd w:id="602"/>
    </w:p>
    <w:p w:rsidR="0055251E" w:rsidRDefault="0055251E" w:rsidP="0055251E">
      <w:pPr>
        <w:pStyle w:val="libNormal"/>
        <w:rPr>
          <w:rtl/>
          <w:lang w:bidi="fa-IR"/>
        </w:rPr>
      </w:pP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275203345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55251E" w:rsidRDefault="0055251E" w:rsidP="0055251E">
          <w:pPr>
            <w:pStyle w:val="TOCHeading"/>
          </w:pPr>
        </w:p>
        <w:p w:rsidR="008A7A45" w:rsidRDefault="002F4638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2F4638">
            <w:fldChar w:fldCharType="begin"/>
          </w:r>
          <w:r w:rsidR="0055251E">
            <w:instrText xml:space="preserve"> TOC \o "1-3" \h \z \u </w:instrText>
          </w:r>
          <w:r w:rsidRPr="002F4638">
            <w:fldChar w:fldCharType="separate"/>
          </w:r>
          <w:hyperlink w:anchor="_Toc425598881" w:history="1">
            <w:r w:rsidR="008A7A45" w:rsidRPr="00A12AEC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8A7A45">
              <w:rPr>
                <w:noProof/>
                <w:webHidden/>
                <w:rtl/>
              </w:rPr>
              <w:tab/>
            </w:r>
            <w:r w:rsidR="008A7A45">
              <w:rPr>
                <w:noProof/>
                <w:webHidden/>
                <w:rtl/>
              </w:rPr>
              <w:fldChar w:fldCharType="begin"/>
            </w:r>
            <w:r w:rsidR="008A7A45">
              <w:rPr>
                <w:noProof/>
                <w:webHidden/>
                <w:rtl/>
              </w:rPr>
              <w:instrText xml:space="preserve"> </w:instrText>
            </w:r>
            <w:r w:rsidR="008A7A45">
              <w:rPr>
                <w:noProof/>
                <w:webHidden/>
              </w:rPr>
              <w:instrText>PAGEREF</w:instrText>
            </w:r>
            <w:r w:rsidR="008A7A45">
              <w:rPr>
                <w:noProof/>
                <w:webHidden/>
                <w:rtl/>
              </w:rPr>
              <w:instrText xml:space="preserve"> _</w:instrText>
            </w:r>
            <w:r w:rsidR="008A7A45">
              <w:rPr>
                <w:noProof/>
                <w:webHidden/>
              </w:rPr>
              <w:instrText>Toc</w:instrText>
            </w:r>
            <w:r w:rsidR="008A7A45">
              <w:rPr>
                <w:noProof/>
                <w:webHidden/>
                <w:rtl/>
              </w:rPr>
              <w:instrText xml:space="preserve">425598881 </w:instrText>
            </w:r>
            <w:r w:rsidR="008A7A45">
              <w:rPr>
                <w:noProof/>
                <w:webHidden/>
              </w:rPr>
              <w:instrText>\h</w:instrText>
            </w:r>
            <w:r w:rsidR="008A7A45">
              <w:rPr>
                <w:noProof/>
                <w:webHidden/>
                <w:rtl/>
              </w:rPr>
              <w:instrText xml:space="preserve"> </w:instrText>
            </w:r>
            <w:r w:rsidR="008A7A45">
              <w:rPr>
                <w:noProof/>
                <w:webHidden/>
                <w:rtl/>
              </w:rPr>
            </w:r>
            <w:r w:rsidR="008A7A45"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</w:t>
            </w:r>
            <w:r w:rsidR="008A7A45"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8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ذکر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8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افعال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اخت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بودن،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انجام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8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عقرب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دستشان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بگذار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گزد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8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مقرب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سپرده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8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جهنم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8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داشته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8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8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وفات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نکرده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9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خواندن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توسط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آخوند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ملا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فتح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قاصد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بدون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نگاه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9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ذکر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9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گوش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بسم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خوانده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9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عنا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رمؤمنان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9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!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انگشتان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9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دانم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9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اخت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9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ممکن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9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کرامات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مرحوم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بحرالعلوم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89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استجابت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دهند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425598899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0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نحو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تعدد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مطلوب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0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زبان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0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منافات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حزن،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تسل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0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داشته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باشد،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خواهند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0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الناظرة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غافل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هست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0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0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وجدتک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للعبادة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قصه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شمع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پروانه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0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مردوخ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آوردن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رمؤمنان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درحال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0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ظرف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0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تبع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غمبر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لاحق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افضل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احکام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سابق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1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رؤ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اغ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مانع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ذکر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1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معلوم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1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فکر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1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حالات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فاطم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رحمة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درحال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1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مرحوم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عباس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شاهرود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مصرف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وجوهات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1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1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اختلاط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کفار،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تسلط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کفار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1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اعتدال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1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طواف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عاشقانه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1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قابل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اختصاص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خاص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2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خرق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عادات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توسط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2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مقصود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اسما،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خداشناس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2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مناظره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ابوحن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صادق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هدهد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2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معنا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قدس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خلقت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الاش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لاجلک،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خلقتک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لاجل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2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تلازم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معرفت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2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متابعت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متابعت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کمال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نقص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2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افضل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امکان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2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کرامات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مکارم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اخلاق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2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ازمند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نشدم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2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اشراف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3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3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خارج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بدون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مطالعه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3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جواب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نوشته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بودم،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3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دان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3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مستحق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دانند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3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بدهند،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رسد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3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ببر،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مهد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3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مبادا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بگذرد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3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3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معقول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محسوس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4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کرامت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عبدالکر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4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60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رسم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4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61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روسر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؟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4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62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حائز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مرجع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4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63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معنو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انجام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4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64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جواهر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الکلام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4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65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احساس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مؤمنان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4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66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محفوظ،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عکس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بردار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4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67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تناف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مقصود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اهتمام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نداشتن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4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68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افراد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مستحق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آتش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جهنم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گردند؟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5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69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غمبر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5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70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تناقض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تسنن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صحابه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5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71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م؟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5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72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نظر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5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73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آخر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برنامه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5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74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5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75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تمسک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5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76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عظمت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طاووس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تعبد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ادع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5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77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کوتاه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خاصه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تمسک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عترت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5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78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قصد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تحص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6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79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سلاح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6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80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مرحله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لازم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اعتقاد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ائمه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6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81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اصول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6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82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توانم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دوره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فقه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بنو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6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83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اک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6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84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نقش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مرتض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طوس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رحمهم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شالوده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6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85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تبر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رشت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مساله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کشف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حجاب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6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86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کشف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حجاب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اتحاد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لباس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استثمار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6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87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تناف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انتظار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الفرج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اولوالامر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رؤ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کشورها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6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88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شناخت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منزلت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7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89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صحابه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ربان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7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90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ادن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المعرفة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شناخت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7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91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نحوه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عملکرد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رمؤمنان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رابطه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تالمال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7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92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مشارکت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7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93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محتاج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7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94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عرف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عناو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ثانو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فتاو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7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95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حکمت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تحقق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مشروطه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7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96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وحش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کمون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منطقه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قفقاز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7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97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نقد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کمون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7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98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پذ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ادماندن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مسافران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8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99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وظا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فقرا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کمبودها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8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100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پرس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شبهات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8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101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ثقل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اثبات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8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102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عنا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8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103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دخالت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مراجع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حکومت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عراق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8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104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ابوالفضل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نکن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8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105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8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106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مرحوم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ابوالحسن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اصفهان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ازمعاصر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8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107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نمونه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قناعت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8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108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تبحر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9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109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فض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رمؤمنان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9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110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ماجرا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ناصربالله،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عباس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9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111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انتظار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فطر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واضح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9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112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استفاده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ودا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ذخا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مانده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ائمه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9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113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اشکال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9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114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9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115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ادبار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واقبال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9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116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بالاتر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لذت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9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117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ممثل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899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118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آخوند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خراسان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اصفهان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425598999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0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119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صحابه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بزرگوار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دگاه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0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120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اشکال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اث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0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121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تسلط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کفار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0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122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وقت،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کننده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0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123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درجات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درکات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0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124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کننده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0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125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مسؤ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حوزه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0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126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امضا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مشروط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توسط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آخوند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خراسان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0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127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عصر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مقابله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0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128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نظارت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براعمال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عواقب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اجتماع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1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129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ائمه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نواب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خاص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1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130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1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131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شخص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اشکال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فتو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1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132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عباد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1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133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1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134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منتظر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هستم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1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135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دگاه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دالشهدا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1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136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دروغ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هرگز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1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137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سخنان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منصور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1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138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علاقه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فوق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العاده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اصحاب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بهرسول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2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139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گرفتار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درمقابل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خطرها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2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140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بلاها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صورت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کسان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2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141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فقه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ختم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2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142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تحص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کمالات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2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143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2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144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حاکمان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2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145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مطابق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دفتر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2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146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خشنود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زانعمل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2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147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2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148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عنا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ژه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ثابت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قدمان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3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149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مرحوم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ونس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اردب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وظ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ابتلا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3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150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3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151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مساعد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3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152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لذت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ژه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3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153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تنها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خواندن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لذت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3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154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لذت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مختصات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3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155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کثرت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اشتغال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3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156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روحان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حکومت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3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157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مواظبت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حلال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حرام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عبادات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3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158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حاصل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4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159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مطالعه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تراجم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احوال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سلف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4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160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وضع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حوزه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گذشته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4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161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خضر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رمؤمنان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4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162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تفک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ناپذ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عترت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4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163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عترت،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جامع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کمالات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اولوالعزم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4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164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کرامات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4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165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فراموش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وتوسل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4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166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اختلاف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مراتب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افراد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عترت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4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167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سهولت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تکرار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قرائت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حافظان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4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168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تحد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البلاغه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صح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سجاد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معصوم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5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169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احمد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رمؤمنان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5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170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5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171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تعج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نتا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5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172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انتظار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طاعت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بندگ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5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173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هجرت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بلاد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5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174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غمبر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5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175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بفهم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خراب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5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176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تشک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ذخا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5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177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عالمان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5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178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منتظر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6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179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6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180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منزلت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اختصاص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زهرا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6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181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فدک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6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182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تفاوت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غسل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6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183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مادرت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زهرا،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شمر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نکن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6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184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کرامت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ضر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6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185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مدفن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6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186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هدا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هزار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نفر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مذهب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6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187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زهرا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شبانه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دفن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گردد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6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188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تاک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زهرا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دفن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شبانه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7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189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آسان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7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190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نقش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انحطاط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7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191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زکات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نجنگ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7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192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نوکر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ارباب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!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گردن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7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193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گنج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گدا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7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194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سلاح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دشمنان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7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195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جمال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آباد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کشته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7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196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ابتلائات،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مقدمهه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تضرع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بندگ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7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197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لازمه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ثقل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7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198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فضا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مجالس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دالزهرا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8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199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مدارا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الشهدا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عليهما‌السلام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دشمنان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8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200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مقدس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8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201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مناظره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آلوس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مرحوم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مظفر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8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202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م؟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8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203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تواضع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8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204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تواضع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جعفر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جواد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8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205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دفن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جعفر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8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206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فتنه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آخر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الزمان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8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207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رساله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کردند؟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8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208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شنهاد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ترک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مخاصمه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9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209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نکته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9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210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دستور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نبوت،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صباوت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9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211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نقشه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قدرت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استعمارگران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تسلط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9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212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فکرش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9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213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مصاحف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9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214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برتر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9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215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اضلال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گمراه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نسل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بزرگتر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ظلم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9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216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مشاهده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9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217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09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218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425599099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0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219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کثرت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کرامات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مشاهد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مشرفه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امامزادگان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0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220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تناقض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بعض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0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221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الحد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بقر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0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222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فض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بهنقل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0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223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امکان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0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224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طرد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مرجع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فقه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0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225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فقط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غمبر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اکرم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ندارد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0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226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رافض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مجلس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0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227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پذ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اجتهاد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عدمقبول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اجتهاد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0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228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اثبات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1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229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خباثت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1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230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ممنوع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قلب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1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231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شرکت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صحابه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جنازه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زهرا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1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232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نقد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نظر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ابوطالب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1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233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همتا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آورد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1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234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دگاه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شمس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1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235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ماجرا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ابوحن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اعمش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فض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1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236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برهان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اثبات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خلافت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1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237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جاهل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1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238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مجتب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2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239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اتحاد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نصار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مقابله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2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240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ترو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تبل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باطل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تطم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ثروت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2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241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معنا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ادعون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استجب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لکم</w:t>
            </w:r>
            <w:r w:rsidRPr="00A12AEC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2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242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البلا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للولا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2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243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معامله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2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244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حوزه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2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245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البلاغه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2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246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آتش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کتابخانه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طوس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2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247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الغد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2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248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ژگ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فقه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3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249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سلطان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پاداش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احترام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3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250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دقت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نحوه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طبع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نشر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کتب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مذهب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3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251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غلط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حافظ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3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252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کشتن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سلطنت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رساندن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پسر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3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253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کسب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حرام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3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254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3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255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اتحاد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ارتباط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3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256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قدردان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عترت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3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257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مراتب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3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258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محروم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شکرگدار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4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259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خواب،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قهار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4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260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مودت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ذ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القرب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اختلاف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مذاهب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دراصول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فروع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4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261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نگفت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طمع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آوردند؟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4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262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ظاهر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باطن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عترت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4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263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4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264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دانم؟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بعض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گونه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گفتند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بعض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4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265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کمال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تقوا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کلمه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کمتر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کلمه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4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266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هستند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4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267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حقان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ترد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4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268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افضل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مخلوقات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سنخ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5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269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قابل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5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270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افتاد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افتاد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5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271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بالفعل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داشتند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بالقوه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5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272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نکشت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5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273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کشد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5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274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اتحاد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همبستگ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5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275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وحدت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5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276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کدام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5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277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تشرف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5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278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تضرع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ابتهال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گرفتار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6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279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حاجت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6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280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کثرت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طوس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6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281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مجمع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6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282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غرق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نند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6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283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امدادها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6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284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ظلم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6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285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مظلوم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ظالم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6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286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ابتلا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ابتلا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6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287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خواست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زندگ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....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6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288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عاقبت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گناه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گناهکاران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7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289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تضرع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ابتهال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برطرف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کننده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گرفتار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7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290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منزلت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ائمه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اطهار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7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291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خواهد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تنگت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بگو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7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292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استکبار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عاقبت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سوء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7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293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7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294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جهنم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7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295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غلغله،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ماکل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مشرب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7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296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لکن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طمئن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قلب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7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297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ملا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7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298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آوردن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مداوم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غسل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8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299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ماجرا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قطب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راوند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تازه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8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300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اجتهاد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8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301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واضحات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مشتبهات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8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302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مهارت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اشرف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8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303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علاج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ناپذ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8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304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بالله،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معمم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8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305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امتحان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ناموفق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8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306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ذخا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ارزان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گرفتند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8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307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نگو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گفته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8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308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تخل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تحل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9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309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تقوا،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ملاک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قبول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9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310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افراط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تفر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موجب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هلاکت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9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311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هرگز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نکردم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9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312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ائمه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معصوم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وسا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9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313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نابرده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رنج،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گنج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9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314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شکا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9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315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وقت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ظهور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9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316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پروانه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آموزش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9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317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قساوت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ظهور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قائم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19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318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طلبه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سابق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هست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425599199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0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319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اضطراب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باطن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هرگز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0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320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مفت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0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321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0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322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اخت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مذهب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0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323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خواهد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سرچشمه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متصل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0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324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وظ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منکر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0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325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فتو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0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326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ابتلائات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افاضات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0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327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اطلاع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اصفهان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صاحب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تفس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فوت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پدرش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0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328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تکل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نکرده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1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329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نحوستش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1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330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الشهدا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1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331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تعط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داشتن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1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332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مستحب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هزار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واجب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1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333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گرسنگ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سرما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1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334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کنم؟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خشمم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1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335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ازمند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فطر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سبحان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1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336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فرزند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زهرا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مپسند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1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337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تابع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کفر،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خالف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قتل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1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338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عترت،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مؤمنان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2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339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بالاتر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وقت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ملاقات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استحضار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2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340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2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341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خواهد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بکشد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ومشغول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2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342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متوجه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2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343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مقصد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فراهم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2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344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نبوغ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تحص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2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345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برزخ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برنگردم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2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346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خواب،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وفات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موقت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2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347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پاداش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مخصوص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2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348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لذت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طعام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صائم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3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349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ملک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3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350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سرگردان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منحرف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صراط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مستق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3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351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سرداب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الهام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3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352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مجهولاتم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بگذارم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3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353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3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354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خالص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3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355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انواع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ارواح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3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356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3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357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آزاد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کفر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3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358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زهد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بزرگان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مرجع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4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359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دارند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4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360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طلبه،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توکل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4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361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السوچ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سواد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الوجه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الدار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4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362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سادگ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تواضع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4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363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ماجرا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آقازاده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آخوند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خراسان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4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364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ارزش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تبل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4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365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درجات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بدون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صدا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4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366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شادمان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نصرت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الشهدا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4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367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رکن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الاسلام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حجت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4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368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!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حفظم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5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369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ابتلائات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متوجه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5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370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امتحان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طلبگ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5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371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عبارت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5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372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فضل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نور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وفات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خواند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5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373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حالا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وقت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گذران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5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374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5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375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تدب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5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376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دعوت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5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377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موس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افضل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5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378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جهان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بگذر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6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379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نبود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6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380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نمونه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زهد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قناعت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بزرگان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6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381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بود؟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6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382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رفتن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کدام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مشا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کلنگ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وارد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6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383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شاگردم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استفاده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نمودم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6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384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نقش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اثبات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اصول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فروع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6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385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الترج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الدوران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6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386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هجده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مخالفت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کرد؟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6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387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صراط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مستق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صراط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6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388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التزام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وارده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مجالست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مؤ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آنهاست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7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389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افاضات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محروم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7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390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نمونه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استقامت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بزرگان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ابتلائات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سخت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7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391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مهلک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>...!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7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392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نکند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بدان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7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393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7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394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!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7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395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7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396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بسا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افراد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چاق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کارند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7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397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دوارم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ببرم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7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398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سنگ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تحمل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8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399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دهد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پرتاب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8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400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انصار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جمع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ض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متعارف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8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401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انصار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8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402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حالا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بوسم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8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403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عموم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8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404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جبر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هستند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8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405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اوران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مذهب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وظ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8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406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کرامات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انصار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8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407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مرجع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منبر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8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408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ابوالحسن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اصفهان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پادشاه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واشتغال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داوود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9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409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روحان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دالشهدا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9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410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خراب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نخواه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9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411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رزا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مهد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اصفهان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توسلات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خاص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9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412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دانستند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عالم،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وجود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9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413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داستان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مرحوم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فضل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نور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حسنعل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اصفهان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9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414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مصحف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رمز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9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415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نجف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برسان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9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416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ضامنم،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9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417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آخوند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ملا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فتح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ادامه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29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418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آخوند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ملا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فتح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سلطان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آباد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خواند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425599299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0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419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آخوند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ملا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فتح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0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420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طاووس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آخوند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ملا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فتح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ممتاز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مراقبه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0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421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جنون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مجنون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0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422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هفتاد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نفر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خواندن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ابوحمزه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قنوت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0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423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عاشق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مردان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بلاکش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0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424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حساب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0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425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ارجاعات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رزا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0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426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مهلت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دهد،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عرضگ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0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427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حاضر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نبود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دستور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دهد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0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428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تواضع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فوق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العاده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رزا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رحمه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>-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1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429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جواهر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معجزات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1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430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1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431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اطراف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نبود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1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432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نبود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رالمؤمن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!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طردت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1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433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شاگردان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بپرداز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ادا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قرض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1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434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مرتض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طالقان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1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435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مدرسه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هند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اقامت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قاض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نجف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1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436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فهمم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چهارشنبه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خوشحال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1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437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تعط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مکمل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تحص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1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438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ماثور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سلامت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2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439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بلا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رسد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اثر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دور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2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440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شرفت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حدس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2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441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ذکر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نگو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فکر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2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442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قدرتمند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2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443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حاضرم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خلاف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انجام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2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444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برکات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کارها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سابق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تبل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هدا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2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445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چشم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2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446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خوردن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عرفااشکال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2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447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خجالت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؟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ترس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2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448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3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449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تسب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استخاره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مطلب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3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450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حافظه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فوق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العاده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مرحوم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اصفهان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صالح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3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451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آشپزخانه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حاصل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3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452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حکمت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گشوده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3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453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ذلت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گرفتن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تصرف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ترج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3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454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اجازه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تصرف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امضا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3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455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حواله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عجل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الشر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رزا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3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456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دزد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3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457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الناس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معادن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کالمعادن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الذهب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الفضة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3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458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شعر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خواندن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جمعه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4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459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مداح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صورت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غنا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محضر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مرحوم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وح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بهبهان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بحرالعلوم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4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460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ائمه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شعر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4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461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ارتباط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قلب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4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462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زوار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بوسم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4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463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کلمات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قصار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ائمه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4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464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فتو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4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465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حواش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عروة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الوثق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4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466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مجتهد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تابع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مقلد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4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467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معصوم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4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468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معقول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نخوانده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چگونه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جواب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5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469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5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470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نترس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5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471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وظ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ابتلائات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سخت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5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472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خوشه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انگور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صادق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5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473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استعمال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لفظ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5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474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مبلغ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واقع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غمبر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5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475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استخاره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رزا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5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476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استخاره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تسب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5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477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استخاره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بهجت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تسب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5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478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استخاره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بهجت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6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479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6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480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سنگ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مرمر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6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481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صحت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6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482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اعظم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طاعات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عبادات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6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483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ملحق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شدند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6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484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بلعم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باعور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بالفعل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بوده،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بالقوه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6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485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استفسار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ملا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ظرف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6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486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همنش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ابوجهل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6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487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ماجرا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اصمع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6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488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خانواده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باصفا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7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489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توج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خطا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اشتباه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ببند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7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490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7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491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ربع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ساعت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7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492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معصوم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بگذار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7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493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7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494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انج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تحر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شده،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بالاتر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مظاهر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بندگ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بدعت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محسوب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7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495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7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496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نجات،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7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497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روابط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محفوظ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ماند؟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7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498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منکر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بعض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عفو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صفح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8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499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قطعا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طرف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آمده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8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500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8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501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حرف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شنو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8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502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سعادت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بسته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8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503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8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504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اکرم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جمال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8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505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دستگ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8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506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حجاب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حافظ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8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507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ذکر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مطمئن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8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508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احترام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کافر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9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509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=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انکار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9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510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نرفت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9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511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افتاد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بگو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دهد؟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9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512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نقمت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م؟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9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513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دستاو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کفار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اهداف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9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514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طراز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ترور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کنند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9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515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نقش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ملل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بدبخت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دولت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ضع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9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516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فرمانداران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قرار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9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517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ترور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شگردها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39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518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حلقوم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حلقوم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425599399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0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519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فقرا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اغن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محدود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دارند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0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520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ثروت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سخاوت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0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521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آور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دشمن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آورد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0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522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ناصرالد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تقاضا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خواندن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ابوحمزه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0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523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ببر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0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524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احترام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مجلس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سلاط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صفو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0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525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زهد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مجلس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رحمه‌الله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0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526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استنساخ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تکث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منحصر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0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527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مطالعه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آخر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0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528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حاجتم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دنبال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نفرست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1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529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واقعا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رجال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داشت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1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530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بقا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مذهب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بقا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طلاب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1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531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اولا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ربط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دارد؟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1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532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اوضاع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نابسامان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طلاب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رژ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پهلو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1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533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سفارش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رضاشاه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1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534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کشتن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مشروط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1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535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اوضاع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عراق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299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1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536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آخر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بلاد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1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537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گذشته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1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538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اختلاف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کبر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نبود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2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539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کاسه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نوشم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2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540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وجود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حرم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2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541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جذب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انجذاب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ربط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ندارد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2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542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مجذوب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مسلمان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2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543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مطلع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م؟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2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544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محتاج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2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545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افضل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عبادت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2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546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ض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علاج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آسان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2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547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2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548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نگر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3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549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امروز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عالم،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عالم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صدسال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قبل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3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550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امروز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وامگذار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3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551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نسبت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معاصر،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خاک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3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552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مکروه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خورده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بودم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3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553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نقش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حلال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حرام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سعادت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شقاوت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3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554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مدخل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3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555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تندرست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اعتدال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تنوع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3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556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ببخش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3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557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بق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جنس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دادم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3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558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دهد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بفهم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هدف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4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559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نوکرها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دعمل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وظ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4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560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چگونه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4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561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تجربه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آزما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بندگ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4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562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رفع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گرفتار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شخص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4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563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استجابت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4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564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استغفار،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درمان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دردها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4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565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فقها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اساس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مواز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معذورند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4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566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رفتن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تبل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4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567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طلبه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متد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مغن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4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568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جاها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بروند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گران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5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569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سپرده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5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570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آقا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ادامه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تاخ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افتد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5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571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شؤ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نگذاشت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برسم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5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572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هسته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خرما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خورد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5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573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نکند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5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574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تنعم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آخرت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انعکاس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ثمره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تنعم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5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575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بدانم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ندانسته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رم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5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576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درنده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بگو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5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577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تحص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مقامات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کرامات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5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578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تقو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شود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6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579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بخوان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کاف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6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580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گذارد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آرام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6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581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طوفان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دامن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تسل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6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582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پول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حمام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فرش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بردار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بروغسل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6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583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ازمندان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جمع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آور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اعانه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6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584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تشک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ئت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محرومان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6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585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فراوان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قطعا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بدان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شکر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نکرده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6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586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مشخص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کردن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وقت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6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587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کشتار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قبل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6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588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شقاوت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گناهکاران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7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589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ترک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واجبات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ارتکاب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محرمات،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حجاب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نقاب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غائب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7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590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کس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داشت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72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591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فرج،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دوا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دردها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73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592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چند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ض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>...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74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593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حد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ث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کسا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غائب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75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594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همه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ظلم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جور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احساس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76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595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تضرع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77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596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مشروط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78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597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مشروط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توبه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79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598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غرق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نور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Pr="00A12AEC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80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599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معان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لذکر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اکبر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81" w:history="1">
            <w:r w:rsidRPr="00A12AEC">
              <w:rPr>
                <w:rStyle w:val="Hyperlink"/>
                <w:noProof/>
                <w:rtl/>
                <w:lang w:bidi="fa-IR"/>
              </w:rPr>
              <w:t xml:space="preserve">600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وز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اد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چنان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شدم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شدم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82" w:history="1"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12AEC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A7A45" w:rsidRDefault="008A7A4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599483" w:history="1"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A12AEC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12AEC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425599483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2340E">
              <w:rPr>
                <w:noProof/>
                <w:webHidden/>
                <w:rtl/>
              </w:rPr>
              <w:t>391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5251E" w:rsidRPr="0042098A" w:rsidRDefault="002F4638" w:rsidP="0055251E">
          <w:pPr>
            <w:rPr>
              <w:rtl/>
            </w:rPr>
          </w:pPr>
          <w:r>
            <w:fldChar w:fldCharType="end"/>
          </w:r>
        </w:p>
      </w:sdtContent>
    </w:sdt>
    <w:sectPr w:rsidR="0055251E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C1B" w:rsidRDefault="00002C1B">
      <w:r>
        <w:separator/>
      </w:r>
    </w:p>
  </w:endnote>
  <w:endnote w:type="continuationSeparator" w:id="1">
    <w:p w:rsidR="00002C1B" w:rsidRDefault="00002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B6F" w:rsidRDefault="002F4638">
    <w:pPr>
      <w:pStyle w:val="Footer"/>
    </w:pPr>
    <w:fldSimple w:instr=" PAGE   \* MERGEFORMAT ">
      <w:r w:rsidR="0042340E">
        <w:rPr>
          <w:noProof/>
          <w:rtl/>
        </w:rPr>
        <w:t>2</w:t>
      </w:r>
    </w:fldSimple>
  </w:p>
  <w:p w:rsidR="00742B6F" w:rsidRDefault="00742B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B6F" w:rsidRDefault="002F4638">
    <w:pPr>
      <w:pStyle w:val="Footer"/>
    </w:pPr>
    <w:fldSimple w:instr=" PAGE   \* MERGEFORMAT ">
      <w:r w:rsidR="0042340E">
        <w:rPr>
          <w:noProof/>
          <w:rtl/>
        </w:rPr>
        <w:t>393</w:t>
      </w:r>
    </w:fldSimple>
  </w:p>
  <w:p w:rsidR="00742B6F" w:rsidRDefault="00742B6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B6F" w:rsidRDefault="002F4638">
    <w:pPr>
      <w:pStyle w:val="Footer"/>
    </w:pPr>
    <w:fldSimple w:instr=" PAGE   \* MERGEFORMAT ">
      <w:r w:rsidR="0042340E">
        <w:rPr>
          <w:noProof/>
          <w:rtl/>
        </w:rPr>
        <w:t>1</w:t>
      </w:r>
    </w:fldSimple>
  </w:p>
  <w:p w:rsidR="00742B6F" w:rsidRDefault="00742B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C1B" w:rsidRDefault="00002C1B">
      <w:r>
        <w:separator/>
      </w:r>
    </w:p>
  </w:footnote>
  <w:footnote w:type="continuationSeparator" w:id="1">
    <w:p w:rsidR="00002C1B" w:rsidRDefault="00002C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1FA6"/>
    <w:rsid w:val="00002C1B"/>
    <w:rsid w:val="00005A19"/>
    <w:rsid w:val="00010942"/>
    <w:rsid w:val="000217A6"/>
    <w:rsid w:val="00024AA0"/>
    <w:rsid w:val="000267FE"/>
    <w:rsid w:val="00040272"/>
    <w:rsid w:val="00040798"/>
    <w:rsid w:val="00043023"/>
    <w:rsid w:val="00053B99"/>
    <w:rsid w:val="00054406"/>
    <w:rsid w:val="0006216A"/>
    <w:rsid w:val="00067758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2AD8"/>
    <w:rsid w:val="000E6824"/>
    <w:rsid w:val="000F6B97"/>
    <w:rsid w:val="0010049D"/>
    <w:rsid w:val="00103EB4"/>
    <w:rsid w:val="00107382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FA6"/>
    <w:rsid w:val="00135E90"/>
    <w:rsid w:val="00136268"/>
    <w:rsid w:val="00136E6F"/>
    <w:rsid w:val="0014341C"/>
    <w:rsid w:val="00143EEA"/>
    <w:rsid w:val="0014526B"/>
    <w:rsid w:val="0014728E"/>
    <w:rsid w:val="00147ED8"/>
    <w:rsid w:val="0015176C"/>
    <w:rsid w:val="00151C03"/>
    <w:rsid w:val="00153917"/>
    <w:rsid w:val="001561CD"/>
    <w:rsid w:val="00157306"/>
    <w:rsid w:val="00160F76"/>
    <w:rsid w:val="00163D83"/>
    <w:rsid w:val="00164767"/>
    <w:rsid w:val="00164810"/>
    <w:rsid w:val="001712E1"/>
    <w:rsid w:val="00176475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55F4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24B"/>
    <w:rsid w:val="001F0713"/>
    <w:rsid w:val="001F160F"/>
    <w:rsid w:val="00202212"/>
    <w:rsid w:val="00202C7B"/>
    <w:rsid w:val="002054C5"/>
    <w:rsid w:val="00213662"/>
    <w:rsid w:val="002139CB"/>
    <w:rsid w:val="00214801"/>
    <w:rsid w:val="00224964"/>
    <w:rsid w:val="002267C7"/>
    <w:rsid w:val="00227FEE"/>
    <w:rsid w:val="002340C5"/>
    <w:rsid w:val="00240F71"/>
    <w:rsid w:val="00241F59"/>
    <w:rsid w:val="0024265C"/>
    <w:rsid w:val="00244C2E"/>
    <w:rsid w:val="00250E0A"/>
    <w:rsid w:val="002514EE"/>
    <w:rsid w:val="00251E02"/>
    <w:rsid w:val="00257657"/>
    <w:rsid w:val="00263F56"/>
    <w:rsid w:val="00264F12"/>
    <w:rsid w:val="0027369F"/>
    <w:rsid w:val="002818EF"/>
    <w:rsid w:val="0028271F"/>
    <w:rsid w:val="00294EFB"/>
    <w:rsid w:val="00296053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2F4638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7CCB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340E"/>
    <w:rsid w:val="00427638"/>
    <w:rsid w:val="00430581"/>
    <w:rsid w:val="00434A97"/>
    <w:rsid w:val="00437035"/>
    <w:rsid w:val="00440C62"/>
    <w:rsid w:val="00446BBA"/>
    <w:rsid w:val="004538D5"/>
    <w:rsid w:val="00455A59"/>
    <w:rsid w:val="00465EC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0522"/>
    <w:rsid w:val="004D40D4"/>
    <w:rsid w:val="004D4B58"/>
    <w:rsid w:val="004D7678"/>
    <w:rsid w:val="004D7CD7"/>
    <w:rsid w:val="004E5258"/>
    <w:rsid w:val="004E6E95"/>
    <w:rsid w:val="004F00B3"/>
    <w:rsid w:val="004F4B1F"/>
    <w:rsid w:val="004F58BA"/>
    <w:rsid w:val="005022E5"/>
    <w:rsid w:val="00502651"/>
    <w:rsid w:val="005077E7"/>
    <w:rsid w:val="0051305D"/>
    <w:rsid w:val="0051797F"/>
    <w:rsid w:val="005253E9"/>
    <w:rsid w:val="005254BC"/>
    <w:rsid w:val="005261CF"/>
    <w:rsid w:val="00526724"/>
    <w:rsid w:val="005358E7"/>
    <w:rsid w:val="00542EEF"/>
    <w:rsid w:val="00550B2F"/>
    <w:rsid w:val="00551712"/>
    <w:rsid w:val="00551E02"/>
    <w:rsid w:val="0055251E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D3E96"/>
    <w:rsid w:val="005E2913"/>
    <w:rsid w:val="005E4DD0"/>
    <w:rsid w:val="005E7821"/>
    <w:rsid w:val="00613E8E"/>
    <w:rsid w:val="00614301"/>
    <w:rsid w:val="00620B12"/>
    <w:rsid w:val="00620C6F"/>
    <w:rsid w:val="006210F4"/>
    <w:rsid w:val="0062415B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60AA"/>
    <w:rsid w:val="006A77BD"/>
    <w:rsid w:val="006A7D4D"/>
    <w:rsid w:val="006B5C71"/>
    <w:rsid w:val="006B7205"/>
    <w:rsid w:val="006B7F0E"/>
    <w:rsid w:val="006C4B43"/>
    <w:rsid w:val="006D1374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293B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2B6F"/>
    <w:rsid w:val="0074517B"/>
    <w:rsid w:val="0074654C"/>
    <w:rsid w:val="007515BE"/>
    <w:rsid w:val="007571E2"/>
    <w:rsid w:val="00757A95"/>
    <w:rsid w:val="00760208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879FA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135FF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2141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A7A45"/>
    <w:rsid w:val="008B3EDE"/>
    <w:rsid w:val="008B5AE2"/>
    <w:rsid w:val="008B5B7E"/>
    <w:rsid w:val="008C0DB1"/>
    <w:rsid w:val="008C3327"/>
    <w:rsid w:val="008D0CFD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8F65C6"/>
    <w:rsid w:val="009006DA"/>
    <w:rsid w:val="00901E37"/>
    <w:rsid w:val="009034F8"/>
    <w:rsid w:val="009036AC"/>
    <w:rsid w:val="009046DF"/>
    <w:rsid w:val="0091682D"/>
    <w:rsid w:val="00922370"/>
    <w:rsid w:val="0092388A"/>
    <w:rsid w:val="009243A3"/>
    <w:rsid w:val="00927601"/>
    <w:rsid w:val="00927D62"/>
    <w:rsid w:val="00932192"/>
    <w:rsid w:val="00937235"/>
    <w:rsid w:val="0094272F"/>
    <w:rsid w:val="00943412"/>
    <w:rsid w:val="00943B2E"/>
    <w:rsid w:val="00945D11"/>
    <w:rsid w:val="009503E2"/>
    <w:rsid w:val="009523FD"/>
    <w:rsid w:val="00952FD2"/>
    <w:rsid w:val="0095736F"/>
    <w:rsid w:val="00960E8B"/>
    <w:rsid w:val="00960F67"/>
    <w:rsid w:val="00961CD2"/>
    <w:rsid w:val="00962B76"/>
    <w:rsid w:val="0097061F"/>
    <w:rsid w:val="009718D9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B13"/>
    <w:rsid w:val="009F2C77"/>
    <w:rsid w:val="009F4A72"/>
    <w:rsid w:val="009F5327"/>
    <w:rsid w:val="009F6DDF"/>
    <w:rsid w:val="00A00A9C"/>
    <w:rsid w:val="00A05A22"/>
    <w:rsid w:val="00A10F83"/>
    <w:rsid w:val="00A13218"/>
    <w:rsid w:val="00A14306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8BC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54A74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2CAE"/>
    <w:rsid w:val="00B839ED"/>
    <w:rsid w:val="00B87355"/>
    <w:rsid w:val="00B90A19"/>
    <w:rsid w:val="00B931B4"/>
    <w:rsid w:val="00B936D7"/>
    <w:rsid w:val="00B955A3"/>
    <w:rsid w:val="00B978F5"/>
    <w:rsid w:val="00BA0802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1B56"/>
    <w:rsid w:val="00BF3B5E"/>
    <w:rsid w:val="00C005CF"/>
    <w:rsid w:val="00C1570C"/>
    <w:rsid w:val="00C22361"/>
    <w:rsid w:val="00C26D89"/>
    <w:rsid w:val="00C31833"/>
    <w:rsid w:val="00C33018"/>
    <w:rsid w:val="00C33B4D"/>
    <w:rsid w:val="00C3509F"/>
    <w:rsid w:val="00C35A49"/>
    <w:rsid w:val="00C36AF1"/>
    <w:rsid w:val="00C37458"/>
    <w:rsid w:val="00C37AF7"/>
    <w:rsid w:val="00C45E29"/>
    <w:rsid w:val="00C554CC"/>
    <w:rsid w:val="00C617E5"/>
    <w:rsid w:val="00C644A3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972B8"/>
    <w:rsid w:val="00CA2801"/>
    <w:rsid w:val="00CA41BF"/>
    <w:rsid w:val="00CA5F91"/>
    <w:rsid w:val="00CB0A7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D7626"/>
    <w:rsid w:val="00CE0249"/>
    <w:rsid w:val="00CE30CD"/>
    <w:rsid w:val="00CF137D"/>
    <w:rsid w:val="00D0599C"/>
    <w:rsid w:val="00D10971"/>
    <w:rsid w:val="00D15DA3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0412"/>
    <w:rsid w:val="00DF5E1E"/>
    <w:rsid w:val="00DF6442"/>
    <w:rsid w:val="00E022DC"/>
    <w:rsid w:val="00E024D3"/>
    <w:rsid w:val="00E04DB4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23FB"/>
    <w:rsid w:val="00E43122"/>
    <w:rsid w:val="00E44003"/>
    <w:rsid w:val="00E456A5"/>
    <w:rsid w:val="00E5512D"/>
    <w:rsid w:val="00E574E5"/>
    <w:rsid w:val="00E6232E"/>
    <w:rsid w:val="00E63C51"/>
    <w:rsid w:val="00E71139"/>
    <w:rsid w:val="00E7397A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6CB"/>
    <w:rsid w:val="00EE6B33"/>
    <w:rsid w:val="00EF0462"/>
    <w:rsid w:val="00EF6505"/>
    <w:rsid w:val="00EF7A6F"/>
    <w:rsid w:val="00F02C57"/>
    <w:rsid w:val="00F070E5"/>
    <w:rsid w:val="00F07D33"/>
    <w:rsid w:val="00F1517E"/>
    <w:rsid w:val="00F15AC5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1D7B"/>
    <w:rsid w:val="00F92F7D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3EDE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1A55F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251E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55251E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55251E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55251E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55251E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525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27A01-BC7D-4310-80AA-B2A91EB3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112</TotalTime>
  <Pages>417</Pages>
  <Words>82206</Words>
  <Characters>468578</Characters>
  <Application>Microsoft Office Word</Application>
  <DocSecurity>0</DocSecurity>
  <Lines>3904</Lines>
  <Paragraphs>1099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549685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61</cp:revision>
  <cp:lastPrinted>2015-07-25T11:16:00Z</cp:lastPrinted>
  <dcterms:created xsi:type="dcterms:W3CDTF">2015-07-25T09:05:00Z</dcterms:created>
  <dcterms:modified xsi:type="dcterms:W3CDTF">2015-07-25T11:17:00Z</dcterms:modified>
</cp:coreProperties>
</file>