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50" w:rsidRDefault="00D51C50" w:rsidP="00D51C50">
      <w:pPr>
        <w:pStyle w:val="libCenterBold1"/>
      </w:pPr>
    </w:p>
    <w:p w:rsidR="00D51C50" w:rsidRDefault="00D51C50" w:rsidP="00D51C50">
      <w:pPr>
        <w:pStyle w:val="libCenterBold1"/>
      </w:pPr>
      <w:r w:rsidRPr="00D51C50">
        <w:t>Alhassanain (p) Network for Islamic Heritage and Thought</w:t>
      </w:r>
    </w:p>
    <w:p w:rsidR="00D51C50" w:rsidRDefault="00D51C50" w:rsidP="00396F64">
      <w:pPr>
        <w:pStyle w:val="libCenterTitr"/>
      </w:pPr>
    </w:p>
    <w:p w:rsidR="00D51C50" w:rsidRDefault="00D51C50" w:rsidP="00396F64">
      <w:pPr>
        <w:pStyle w:val="libCenterTitr"/>
      </w:pPr>
    </w:p>
    <w:p w:rsidR="001C73B9" w:rsidRDefault="001C73B9" w:rsidP="00396F64">
      <w:pPr>
        <w:pStyle w:val="libCenterTitr"/>
      </w:pPr>
      <w:r>
        <w:t>A BOUNDLE OF FLOWERS</w:t>
      </w:r>
    </w:p>
    <w:p w:rsidR="00D51C50" w:rsidRDefault="00D51C50" w:rsidP="00396F64">
      <w:pPr>
        <w:pStyle w:val="libCenterBold1"/>
      </w:pPr>
    </w:p>
    <w:p w:rsidR="001C73B9" w:rsidRDefault="001C73B9" w:rsidP="00396F64">
      <w:pPr>
        <w:pStyle w:val="libCenterBold1"/>
      </w:pPr>
      <w:r>
        <w:t xml:space="preserve">From the garden of of tradition of the prophet &amp; </w:t>
      </w:r>
      <w:r w:rsidRPr="00396F64">
        <w:t>Ahlul</w:t>
      </w:r>
      <w:r w:rsidR="00D92C09">
        <w:t>-</w:t>
      </w:r>
      <w:r>
        <w:t>bayt</w:t>
      </w:r>
      <w:r w:rsidR="00525C12">
        <w:t xml:space="preserve"> </w:t>
      </w:r>
      <w:r>
        <w:t>(a.s.)</w:t>
      </w:r>
    </w:p>
    <w:p w:rsidR="00396F64" w:rsidRDefault="00396F64" w:rsidP="001C73B9">
      <w:pPr>
        <w:pStyle w:val="libCenterBold1"/>
      </w:pPr>
    </w:p>
    <w:p w:rsidR="00396F64" w:rsidRDefault="00396F64" w:rsidP="001C73B9">
      <w:pPr>
        <w:pStyle w:val="libCenterBold1"/>
      </w:pPr>
    </w:p>
    <w:p w:rsidR="001C73B9" w:rsidRDefault="001C73B9" w:rsidP="001C73B9">
      <w:pPr>
        <w:pStyle w:val="libCenterBold1"/>
      </w:pPr>
      <w:r>
        <w:t>Author: Ayatullah Sayyid Kamal Faghih Imani</w:t>
      </w:r>
    </w:p>
    <w:p w:rsidR="00396F64" w:rsidRDefault="00396F64" w:rsidP="001C73B9">
      <w:pPr>
        <w:pStyle w:val="libCenterBold1"/>
      </w:pPr>
    </w:p>
    <w:p w:rsidR="001C73B9" w:rsidRDefault="001C73B9" w:rsidP="001C73B9">
      <w:pPr>
        <w:pStyle w:val="libCenterBold1"/>
      </w:pPr>
      <w:r>
        <w:t>Translator: Sayyid Abbas Sadr 'Ameli</w:t>
      </w:r>
    </w:p>
    <w:p w:rsidR="001C73B9" w:rsidRDefault="001C73B9" w:rsidP="00396F64">
      <w:pPr>
        <w:pStyle w:val="libCenterBold1"/>
      </w:pPr>
      <w:r>
        <w:t>Publisher: Amir</w:t>
      </w:r>
      <w:r w:rsidR="00D92C09">
        <w:t>-</w:t>
      </w:r>
      <w:r>
        <w:t>ul</w:t>
      </w:r>
      <w:r w:rsidR="00D92C09">
        <w:t>-</w:t>
      </w:r>
      <w:r>
        <w:t>Mu'mineen Ali (a.s) Library</w:t>
      </w:r>
    </w:p>
    <w:p w:rsidR="001C73B9" w:rsidRDefault="001C73B9" w:rsidP="001C73B9">
      <w:pPr>
        <w:pStyle w:val="libCenterBold1"/>
      </w:pPr>
      <w:r>
        <w:t>Isfahan, Islamic Republic of Iran</w:t>
      </w:r>
    </w:p>
    <w:p w:rsidR="001C73B9" w:rsidRDefault="001C73B9" w:rsidP="001C73B9">
      <w:pPr>
        <w:pStyle w:val="libCenterBold1"/>
      </w:pPr>
      <w:r>
        <w:t>First Edition: 1997</w:t>
      </w:r>
      <w:r w:rsidR="00D92C09">
        <w:t>-</w:t>
      </w:r>
      <w:r>
        <w:t>1376</w:t>
      </w:r>
      <w:r w:rsidR="00D92C09">
        <w:t>-</w:t>
      </w:r>
      <w:r>
        <w:t>1418</w:t>
      </w:r>
    </w:p>
    <w:p w:rsidR="001C73B9" w:rsidRDefault="001C73B9" w:rsidP="001C73B9">
      <w:pPr>
        <w:pStyle w:val="libCenterBold1"/>
      </w:pPr>
      <w:r>
        <w:t>Second Edition: 1998</w:t>
      </w:r>
      <w:r w:rsidR="00D92C09">
        <w:t>-</w:t>
      </w:r>
      <w:r>
        <w:t>1377</w:t>
      </w:r>
      <w:r w:rsidR="00D92C09">
        <w:t>-</w:t>
      </w:r>
      <w:r>
        <w:t>1419</w:t>
      </w:r>
    </w:p>
    <w:p w:rsidR="001C73B9" w:rsidRDefault="001C73B9" w:rsidP="001C73B9">
      <w:pPr>
        <w:pStyle w:val="libCenterBold1"/>
      </w:pPr>
      <w:r>
        <w:t>Fifteenth Edition: 2006</w:t>
      </w:r>
      <w:r w:rsidR="00D92C09">
        <w:t>-</w:t>
      </w:r>
      <w:r>
        <w:t>1385</w:t>
      </w:r>
      <w:r w:rsidR="00D92C09">
        <w:t>-</w:t>
      </w:r>
      <w:r>
        <w:t>1427</w:t>
      </w:r>
    </w:p>
    <w:p w:rsidR="00396F64" w:rsidRDefault="00396F64" w:rsidP="001C73B9">
      <w:pPr>
        <w:pStyle w:val="libCenterBold1"/>
      </w:pPr>
    </w:p>
    <w:p w:rsidR="001C73B9" w:rsidRDefault="001C73B9" w:rsidP="001C73B9">
      <w:pPr>
        <w:pStyle w:val="libCenterBold1"/>
      </w:pPr>
      <w:r>
        <w:t>www.al</w:t>
      </w:r>
      <w:r w:rsidR="00D92C09">
        <w:t>-</w:t>
      </w:r>
      <w:r>
        <w:t>islam.org</w:t>
      </w:r>
    </w:p>
    <w:p w:rsidR="00396F64" w:rsidRDefault="00396F64" w:rsidP="001C73B9">
      <w:pPr>
        <w:pStyle w:val="libCenterBold1"/>
      </w:pPr>
      <w:r>
        <w:t>www.</w:t>
      </w:r>
      <w:r w:rsidRPr="00396F64">
        <w:t>introducingislam.org</w:t>
      </w:r>
    </w:p>
    <w:p w:rsidR="00396F64" w:rsidRDefault="00396F64" w:rsidP="001C73B9">
      <w:pPr>
        <w:pStyle w:val="libCenterBold1"/>
      </w:pPr>
    </w:p>
    <w:p w:rsidR="00396F64" w:rsidRDefault="00396F64" w:rsidP="001C73B9">
      <w:pPr>
        <w:pStyle w:val="libCenterBold1"/>
      </w:pPr>
    </w:p>
    <w:p w:rsidR="00396F64" w:rsidRDefault="00424EA1" w:rsidP="001C73B9">
      <w:pPr>
        <w:pStyle w:val="libCenterBold1"/>
      </w:pPr>
      <w:hyperlink r:id="rId8" w:history="1">
        <w:r w:rsidR="00396F64" w:rsidRPr="002679BF">
          <w:rPr>
            <w:rStyle w:val="Hyperlink"/>
          </w:rPr>
          <w:t>www.alhassanain.org/english</w:t>
        </w:r>
      </w:hyperlink>
    </w:p>
    <w:p w:rsidR="005C5F48" w:rsidRDefault="005C5F48" w:rsidP="005C5F48">
      <w:pPr>
        <w:pStyle w:val="libNormal"/>
      </w:pPr>
      <w:r>
        <w:br w:type="page"/>
      </w:r>
    </w:p>
    <w:sdt>
      <w:sdtPr>
        <w:rPr>
          <w:rStyle w:val="libNormalChar"/>
        </w:rPr>
        <w:id w:val="187441355"/>
        <w:docPartObj>
          <w:docPartGallery w:val="Table of Contents"/>
          <w:docPartUnique/>
        </w:docPartObj>
      </w:sdtPr>
      <w:sdtEndPr>
        <w:rPr>
          <w:rStyle w:val="DefaultParagraphFont"/>
          <w:b w:val="0"/>
          <w:bCs w:val="0"/>
          <w:sz w:val="32"/>
        </w:rPr>
      </w:sdtEndPr>
      <w:sdtContent>
        <w:p w:rsidR="00DE5CD3" w:rsidRDefault="0085265C" w:rsidP="0085265C">
          <w:pPr>
            <w:pStyle w:val="libCenterBold1"/>
          </w:pPr>
          <w:r>
            <w:t xml:space="preserve">Table of </w:t>
          </w:r>
          <w:r w:rsidR="00DE5CD3">
            <w:t>Contents</w:t>
          </w:r>
        </w:p>
        <w:p w:rsidR="00CA4B16" w:rsidRDefault="00424EA1" w:rsidP="00CA4B16">
          <w:pPr>
            <w:pStyle w:val="TOC1"/>
            <w:rPr>
              <w:rFonts w:asciiTheme="minorHAnsi" w:eastAsiaTheme="minorEastAsia" w:hAnsiTheme="minorHAnsi" w:cstheme="minorBidi"/>
              <w:b w:val="0"/>
              <w:bCs w:val="0"/>
              <w:color w:val="auto"/>
              <w:sz w:val="22"/>
              <w:szCs w:val="22"/>
              <w:rtl/>
            </w:rPr>
          </w:pPr>
          <w:r w:rsidRPr="00424EA1">
            <w:fldChar w:fldCharType="begin"/>
          </w:r>
          <w:r w:rsidR="00DE5CD3">
            <w:instrText xml:space="preserve"> TOC \o "1-3" \h \z \u </w:instrText>
          </w:r>
          <w:r w:rsidRPr="00424EA1">
            <w:fldChar w:fldCharType="separate"/>
          </w:r>
          <w:hyperlink w:anchor="_Toc444518199" w:history="1">
            <w:r w:rsidR="00CA4B16" w:rsidRPr="0060738D">
              <w:rPr>
                <w:rStyle w:val="Hyperlink"/>
              </w:rPr>
              <w:t>INTRODUCTION</w:t>
            </w:r>
            <w:r w:rsidR="00CA4B16">
              <w:rPr>
                <w:webHidden/>
                <w:rtl/>
              </w:rPr>
              <w:tab/>
            </w:r>
            <w:r w:rsidR="00CA4B16">
              <w:rPr>
                <w:webHidden/>
                <w:rtl/>
              </w:rPr>
              <w:fldChar w:fldCharType="begin"/>
            </w:r>
            <w:r w:rsidR="00CA4B16">
              <w:rPr>
                <w:webHidden/>
                <w:rtl/>
              </w:rPr>
              <w:instrText xml:space="preserve"> </w:instrText>
            </w:r>
            <w:r w:rsidR="00CA4B16">
              <w:rPr>
                <w:webHidden/>
              </w:rPr>
              <w:instrText>PAGEREF</w:instrText>
            </w:r>
            <w:r w:rsidR="00CA4B16">
              <w:rPr>
                <w:webHidden/>
                <w:rtl/>
              </w:rPr>
              <w:instrText xml:space="preserve"> _</w:instrText>
            </w:r>
            <w:r w:rsidR="00CA4B16">
              <w:rPr>
                <w:webHidden/>
              </w:rPr>
              <w:instrText>Toc444518199 \h</w:instrText>
            </w:r>
            <w:r w:rsidR="00CA4B16">
              <w:rPr>
                <w:webHidden/>
                <w:rtl/>
              </w:rPr>
              <w:instrText xml:space="preserve"> </w:instrText>
            </w:r>
            <w:r w:rsidR="00CA4B16">
              <w:rPr>
                <w:webHidden/>
                <w:rtl/>
              </w:rPr>
            </w:r>
            <w:r w:rsidR="00CA4B16">
              <w:rPr>
                <w:webHidden/>
                <w:rtl/>
              </w:rPr>
              <w:fldChar w:fldCharType="separate"/>
            </w:r>
            <w:r w:rsidR="00CA4B16">
              <w:rPr>
                <w:webHidden/>
              </w:rPr>
              <w:t>6</w:t>
            </w:r>
            <w:r w:rsidR="00CA4B16">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0" w:history="1">
            <w:r w:rsidRPr="0060738D">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Toc444518200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1" w:history="1">
            <w:r w:rsidRPr="0060738D">
              <w:rPr>
                <w:rStyle w:val="Hyperlink"/>
              </w:rPr>
              <w:t>NOW, O' DEAR BROTHER AND SISTER!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Toc444518201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2" w:history="1">
            <w:r w:rsidRPr="0060738D">
              <w:rPr>
                <w:rStyle w:val="Hyperlink"/>
              </w:rPr>
              <w:t>BUT, O' DEAR FRIEND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Toc444518202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3" w:history="1">
            <w:r w:rsidRPr="0060738D">
              <w:rPr>
                <w:rStyle w:val="Hyperlink"/>
              </w:rPr>
              <w:t>A BENEVOLENT EXPECTATION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Toc444518203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4" w:history="1">
            <w:r w:rsidRPr="0060738D">
              <w:rPr>
                <w:rStyle w:val="Hyperlink"/>
              </w:rPr>
              <w:t>AT THE 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Toc444518204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5" w:history="1">
            <w:r w:rsidRPr="0060738D">
              <w:rPr>
                <w:rStyle w:val="Hyperlink"/>
              </w:rPr>
              <w:t>THE OPENING TRADITION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Toc444518205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6" w:history="1">
            <w:r w:rsidRPr="0060738D">
              <w:rPr>
                <w:rStyle w:val="Hyperlink"/>
              </w:rPr>
              <w:t>KNOWING ALLAH, HIS GREATNESS AND HIS GRACE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Toc444518206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7" w:history="1">
            <w:r w:rsidRPr="0060738D">
              <w:rPr>
                <w:rStyle w:val="Hyperlink"/>
              </w:rPr>
              <w:t>PRAYER AND ITS EFFECTS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Toc444518207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8" w:history="1">
            <w:r w:rsidRPr="0060738D">
              <w:rPr>
                <w:rStyle w:val="Hyperlink"/>
              </w:rPr>
              <w:t>MIDNIGHT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Toc444518208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09" w:history="1">
            <w:r w:rsidRPr="0060738D">
              <w:rPr>
                <w:rStyle w:val="Hyperlink"/>
              </w:rPr>
              <w:t>FAITH IN ALLAH AND ATTAINING HIS PLEASURE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Toc444518209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0" w:history="1">
            <w:r w:rsidRPr="0060738D">
              <w:rPr>
                <w:rStyle w:val="Hyperlink"/>
              </w:rPr>
              <w:t>PIETY AND ITS NECESSITY IN A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Toc444518210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1" w:history="1">
            <w:r w:rsidRPr="0060738D">
              <w:rPr>
                <w:rStyle w:val="Hyperlink"/>
              </w:rPr>
              <w:t>INVOCATION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Toc444518211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2" w:history="1">
            <w:r w:rsidRPr="0060738D">
              <w:rPr>
                <w:rStyle w:val="Hyperlink"/>
              </w:rPr>
              <w:t>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Toc444518212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3" w:history="1">
            <w:r w:rsidRPr="0060738D">
              <w:rPr>
                <w:rStyle w:val="Hyperlink"/>
              </w:rPr>
              <w:t>THE LOVE OF AHLUL-BAYT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Toc444518213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4" w:history="1">
            <w:r w:rsidRPr="0060738D">
              <w:rPr>
                <w:rStyle w:val="Hyperlink"/>
              </w:rPr>
              <w:t>THE ACCEPTABLE CHARACTERISTICS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Toc444518214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5" w:history="1">
            <w:r w:rsidRPr="0060738D">
              <w:rPr>
                <w:rStyle w:val="Hyperlink"/>
              </w:rPr>
              <w:t>THE REAL FOLLOWERS OF AHLUL-BAYT AND THEIR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Toc444518215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6" w:history="1">
            <w:r w:rsidRPr="0060738D">
              <w:rPr>
                <w:rStyle w:val="Hyperlink"/>
              </w:rPr>
              <w:t>KNOWLEDGE AND ITS VALUE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Toc444518216 \h</w:instrText>
            </w:r>
            <w:r>
              <w:rPr>
                <w:webHidden/>
                <w:rtl/>
              </w:rPr>
              <w:instrText xml:space="preserve"> </w:instrText>
            </w:r>
            <w:r>
              <w:rPr>
                <w:webHidden/>
                <w:rtl/>
              </w:rPr>
            </w:r>
            <w:r>
              <w:rPr>
                <w:webHidden/>
                <w:rtl/>
              </w:rPr>
              <w:fldChar w:fldCharType="separate"/>
            </w:r>
            <w:r>
              <w:rPr>
                <w:webHidden/>
              </w:rPr>
              <w:t>49</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7" w:history="1">
            <w:r w:rsidRPr="0060738D">
              <w:rPr>
                <w:rStyle w:val="Hyperlink"/>
              </w:rPr>
              <w:t>KNOWLEDGE AND THE VIRTUE OF LEARNING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Toc444518217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8" w:history="1">
            <w:r w:rsidRPr="0060738D">
              <w:rPr>
                <w:rStyle w:val="Hyperlink"/>
              </w:rPr>
              <w:t>KNOWLEDGE AND THE VIRTUE OF TEACHING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Toc444518218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19" w:history="1">
            <w:r w:rsidRPr="0060738D">
              <w:rPr>
                <w:rStyle w:val="Hyperlink"/>
              </w:rPr>
              <w:t>THE EXCELLENCE AND IMPORTANCE OF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Toc444518219 \h</w:instrText>
            </w:r>
            <w:r>
              <w:rPr>
                <w:webHidden/>
                <w:rtl/>
              </w:rPr>
              <w:instrText xml:space="preserve"> </w:instrText>
            </w:r>
            <w:r>
              <w:rPr>
                <w:webHidden/>
                <w:rtl/>
              </w:rPr>
            </w:r>
            <w:r>
              <w:rPr>
                <w:webHidden/>
                <w:rtl/>
              </w:rPr>
              <w:fldChar w:fldCharType="separate"/>
            </w:r>
            <w:r>
              <w:rPr>
                <w:webHidden/>
              </w:rPr>
              <w:t>56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0" w:history="1">
            <w:r w:rsidRPr="0060738D">
              <w:rPr>
                <w:rStyle w:val="Hyperlink"/>
              </w:rPr>
              <w:t>BEING ATTENTIVE TO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Toc444518220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1" w:history="1">
            <w:r w:rsidRPr="0060738D">
              <w:rPr>
                <w:rStyle w:val="Hyperlink"/>
              </w:rPr>
              <w:t>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Toc444518221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2" w:history="1">
            <w:r w:rsidRPr="0060738D">
              <w:rPr>
                <w:rStyle w:val="Hyperlink"/>
              </w:rPr>
              <w:t>PROTECTING THE HONOUR OF 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Toc444518222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3" w:history="1">
            <w:r w:rsidRPr="0060738D">
              <w:rPr>
                <w:rStyle w:val="Hyperlink"/>
              </w:rPr>
              <w:t>RIGHTEOUS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Toc444518223 \h</w:instrText>
            </w:r>
            <w:r>
              <w:rPr>
                <w:webHidden/>
                <w:rtl/>
              </w:rPr>
              <w:instrText xml:space="preserve"> </w:instrText>
            </w:r>
            <w:r>
              <w:rPr>
                <w:webHidden/>
                <w:rtl/>
              </w:rPr>
            </w:r>
            <w:r>
              <w:rPr>
                <w:webHidden/>
                <w:rtl/>
              </w:rPr>
              <w:fldChar w:fldCharType="separate"/>
            </w:r>
            <w:r>
              <w:rPr>
                <w:webHidden/>
              </w:rPr>
              <w:t>64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4" w:history="1">
            <w:r w:rsidRPr="0060738D">
              <w:rPr>
                <w:rStyle w:val="Hyperlink"/>
              </w:rPr>
              <w:t>INJUSTICE AND TRANSGRESSION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Toc444518224 \h</w:instrText>
            </w:r>
            <w:r>
              <w:rPr>
                <w:webHidden/>
                <w:rtl/>
              </w:rPr>
              <w:instrText xml:space="preserve"> </w:instrText>
            </w:r>
            <w:r>
              <w:rPr>
                <w:webHidden/>
                <w:rtl/>
              </w:rPr>
            </w:r>
            <w:r>
              <w:rPr>
                <w:webHidden/>
                <w:rtl/>
              </w:rPr>
              <w:fldChar w:fldCharType="separate"/>
            </w:r>
            <w:r>
              <w:rPr>
                <w:webHidden/>
              </w:rPr>
              <w:t>66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5" w:history="1">
            <w:r w:rsidRPr="0060738D">
              <w:rPr>
                <w:rStyle w:val="Hyperlink"/>
              </w:rPr>
              <w:t>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Toc444518225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6" w:history="1">
            <w:r w:rsidRPr="0060738D">
              <w:rPr>
                <w:rStyle w:val="Hyperlink"/>
              </w:rPr>
              <w:t>THE RIGHTS OF FELLOW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Toc444518226 \h</w:instrText>
            </w:r>
            <w:r>
              <w:rPr>
                <w:webHidden/>
                <w:rtl/>
              </w:rPr>
              <w:instrText xml:space="preserve"> </w:instrText>
            </w:r>
            <w:r>
              <w:rPr>
                <w:webHidden/>
                <w:rtl/>
              </w:rPr>
            </w:r>
            <w:r>
              <w:rPr>
                <w:webHidden/>
                <w:rtl/>
              </w:rPr>
              <w:fldChar w:fldCharType="separate"/>
            </w:r>
            <w:r>
              <w:rPr>
                <w:webHidden/>
              </w:rPr>
              <w:t>68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7" w:history="1">
            <w:r w:rsidRPr="0060738D">
              <w:rPr>
                <w:rStyle w:val="Hyperlink"/>
              </w:rPr>
              <w:t>GREETINGS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Toc444518227 \h</w:instrText>
            </w:r>
            <w:r>
              <w:rPr>
                <w:webHidden/>
                <w:rtl/>
              </w:rPr>
              <w:instrText xml:space="preserve"> </w:instrText>
            </w:r>
            <w:r>
              <w:rPr>
                <w:webHidden/>
                <w:rtl/>
              </w:rPr>
            </w:r>
            <w:r>
              <w:rPr>
                <w:webHidden/>
                <w:rtl/>
              </w:rPr>
              <w:fldChar w:fldCharType="separate"/>
            </w:r>
            <w:r>
              <w:rPr>
                <w:webHidden/>
              </w:rPr>
              <w:t>70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8" w:history="1">
            <w:r w:rsidRPr="0060738D">
              <w:rPr>
                <w:rStyle w:val="Hyperlink"/>
              </w:rPr>
              <w:t>ENJOINING RIGHT AND FORBIDDING WRONG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Toc444518228 \h</w:instrText>
            </w:r>
            <w:r>
              <w:rPr>
                <w:webHidden/>
                <w:rtl/>
              </w:rPr>
              <w:instrText xml:space="preserve"> </w:instrText>
            </w:r>
            <w:r>
              <w:rPr>
                <w:webHidden/>
                <w:rtl/>
              </w:rPr>
            </w:r>
            <w:r>
              <w:rPr>
                <w:webHidden/>
                <w:rtl/>
              </w:rPr>
              <w:fldChar w:fldCharType="separate"/>
            </w:r>
            <w:r>
              <w:rPr>
                <w:webHidden/>
              </w:rPr>
              <w:t>71</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29" w:history="1">
            <w:r w:rsidRPr="0060738D">
              <w:rPr>
                <w:rStyle w:val="Hyperlink"/>
              </w:rPr>
              <w:t>THE TONGUE AND ITS EVILS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Toc444518229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0" w:history="1">
            <w:r w:rsidRPr="0060738D">
              <w:rPr>
                <w:rStyle w:val="Hyperlink"/>
              </w:rPr>
              <w:t>BACKBITING AND FAULTFINDING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Toc444518230 \h</w:instrText>
            </w:r>
            <w:r>
              <w:rPr>
                <w:webHidden/>
                <w:rtl/>
              </w:rPr>
              <w:instrText xml:space="preserve"> </w:instrText>
            </w:r>
            <w:r>
              <w:rPr>
                <w:webHidden/>
                <w:rtl/>
              </w:rPr>
            </w:r>
            <w:r>
              <w:rPr>
                <w:webHidden/>
                <w:rtl/>
              </w:rPr>
              <w:fldChar w:fldCharType="separate"/>
            </w:r>
            <w:r>
              <w:rPr>
                <w:webHidden/>
              </w:rPr>
              <w:t>76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1" w:history="1">
            <w:r w:rsidRPr="0060738D">
              <w:rPr>
                <w:rStyle w:val="Hyperlink"/>
              </w:rPr>
              <w:t>TELLING LIES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Toc444518231 \h</w:instrText>
            </w:r>
            <w:r>
              <w:rPr>
                <w:webHidden/>
                <w:rtl/>
              </w:rPr>
              <w:instrText xml:space="preserve"> </w:instrText>
            </w:r>
            <w:r>
              <w:rPr>
                <w:webHidden/>
                <w:rtl/>
              </w:rPr>
            </w:r>
            <w:r>
              <w:rPr>
                <w:webHidden/>
                <w:rtl/>
              </w:rPr>
              <w:fldChar w:fldCharType="separate"/>
            </w:r>
            <w:r>
              <w:rPr>
                <w:webHidden/>
              </w:rPr>
              <w:t>78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2" w:history="1">
            <w:r w:rsidRPr="0060738D">
              <w:rPr>
                <w:rStyle w:val="Hyperlink"/>
              </w:rPr>
              <w:t>COMPANIONS &amp;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Toc444518232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3" w:history="1">
            <w:r w:rsidRPr="0060738D">
              <w:rPr>
                <w:rStyle w:val="Hyperlink"/>
              </w:rPr>
              <w:t>IMMORAL FRIENDS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Toc444518233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4" w:history="1">
            <w:r w:rsidRPr="0060738D">
              <w:rPr>
                <w:rStyle w:val="Hyperlink"/>
              </w:rPr>
              <w:t>GIVING LOAN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Toc444518234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5" w:history="1">
            <w:r w:rsidRPr="0060738D">
              <w:rPr>
                <w:rStyle w:val="Hyperlink"/>
              </w:rPr>
              <w:t>HELPING THE NEEDY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Toc444518235 \h</w:instrText>
            </w:r>
            <w:r>
              <w:rPr>
                <w:webHidden/>
                <w:rtl/>
              </w:rPr>
              <w:instrText xml:space="preserve"> </w:instrText>
            </w:r>
            <w:r>
              <w:rPr>
                <w:webHidden/>
                <w:rtl/>
              </w:rPr>
            </w:r>
            <w:r>
              <w:rPr>
                <w:webHidden/>
                <w:rtl/>
              </w:rPr>
              <w:fldChar w:fldCharType="separate"/>
            </w:r>
            <w:r>
              <w:rPr>
                <w:webHidden/>
              </w:rPr>
              <w:t>86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6" w:history="1">
            <w:r w:rsidRPr="0060738D">
              <w:rPr>
                <w:rStyle w:val="Hyperlink"/>
              </w:rPr>
              <w:t>DONATION &amp; PLEASING THE BELIEVERS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Toc444518236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7" w:history="1">
            <w:r w:rsidRPr="0060738D">
              <w:rPr>
                <w:rStyle w:val="Hyperlink"/>
              </w:rPr>
              <w:t>CHARITY AND ALMS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Toc444518237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8" w:history="1">
            <w:r w:rsidRPr="0060738D">
              <w:rPr>
                <w:rStyle w:val="Hyperlink"/>
              </w:rPr>
              <w:t>REGARD FOR KINSHIP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Toc444518238 \h</w:instrText>
            </w:r>
            <w:r>
              <w:rPr>
                <w:webHidden/>
                <w:rtl/>
              </w:rPr>
              <w:instrText xml:space="preserve"> </w:instrText>
            </w:r>
            <w:r>
              <w:rPr>
                <w:webHidden/>
                <w:rtl/>
              </w:rPr>
            </w:r>
            <w:r>
              <w:rPr>
                <w:webHidden/>
                <w:rtl/>
              </w:rPr>
              <w:fldChar w:fldCharType="separate"/>
            </w:r>
            <w:r>
              <w:rPr>
                <w:webHidden/>
              </w:rPr>
              <w:t>92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39" w:history="1">
            <w:r w:rsidRPr="0060738D">
              <w:rPr>
                <w:rStyle w:val="Hyperlink"/>
              </w:rPr>
              <w:t>KINDNESS TO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Toc444518239 \h</w:instrText>
            </w:r>
            <w:r>
              <w:rPr>
                <w:webHidden/>
                <w:rtl/>
              </w:rPr>
              <w:instrText xml:space="preserve"> </w:instrText>
            </w:r>
            <w:r>
              <w:rPr>
                <w:webHidden/>
                <w:rtl/>
              </w:rPr>
            </w:r>
            <w:r>
              <w:rPr>
                <w:webHidden/>
                <w:rtl/>
              </w:rPr>
              <w:fldChar w:fldCharType="separate"/>
            </w:r>
            <w:r>
              <w:rPr>
                <w:webHidden/>
              </w:rPr>
              <w:t>93</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0" w:history="1">
            <w:r w:rsidRPr="0060738D">
              <w:rPr>
                <w:rStyle w:val="Hyperlink"/>
              </w:rPr>
              <w:t>THE RIGHTS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Toc444518240 \h</w:instrText>
            </w:r>
            <w:r>
              <w:rPr>
                <w:webHidden/>
                <w:rtl/>
              </w:rPr>
              <w:instrText xml:space="preserve"> </w:instrText>
            </w:r>
            <w:r>
              <w:rPr>
                <w:webHidden/>
                <w:rtl/>
              </w:rPr>
            </w:r>
            <w:r>
              <w:rPr>
                <w:webHidden/>
                <w:rtl/>
              </w:rPr>
              <w:fldChar w:fldCharType="separate"/>
            </w:r>
            <w:r>
              <w:rPr>
                <w:webHidden/>
              </w:rPr>
              <w:t>95</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1" w:history="1">
            <w:r w:rsidRPr="0060738D">
              <w:rPr>
                <w:rStyle w:val="Hyperlink"/>
              </w:rPr>
              <w:t>SUCKLING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Toc444518241 \h</w:instrText>
            </w:r>
            <w:r>
              <w:rPr>
                <w:webHidden/>
                <w:rtl/>
              </w:rPr>
              <w:instrText xml:space="preserve"> </w:instrText>
            </w:r>
            <w:r>
              <w:rPr>
                <w:webHidden/>
                <w:rtl/>
              </w:rPr>
            </w:r>
            <w:r>
              <w:rPr>
                <w:webHidden/>
                <w:rtl/>
              </w:rPr>
              <w:fldChar w:fldCharType="separate"/>
            </w:r>
            <w:r>
              <w:rPr>
                <w:webHidden/>
              </w:rPr>
              <w:t>98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2" w:history="1">
            <w:r w:rsidRPr="0060738D">
              <w:rPr>
                <w:rStyle w:val="Hyperlink"/>
              </w:rPr>
              <w:t>MARRIAGE, A GREAT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Toc444518242 \h</w:instrText>
            </w:r>
            <w:r>
              <w:rPr>
                <w:webHidden/>
                <w:rtl/>
              </w:rPr>
              <w:instrText xml:space="preserve"> </w:instrText>
            </w:r>
            <w:r>
              <w:rPr>
                <w:webHidden/>
                <w:rtl/>
              </w:rPr>
            </w:r>
            <w:r>
              <w:rPr>
                <w:webHidden/>
                <w:rtl/>
              </w:rPr>
              <w:fldChar w:fldCharType="separate"/>
            </w:r>
            <w:r>
              <w:rPr>
                <w:webHidden/>
              </w:rPr>
              <w:t>100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3" w:history="1">
            <w:r w:rsidRPr="0060738D">
              <w:rPr>
                <w:rStyle w:val="Hyperlink"/>
              </w:rPr>
              <w:t>ENCOURAGEMENT FOR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Toc444518243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4" w:history="1">
            <w:r w:rsidRPr="0060738D">
              <w:rPr>
                <w:rStyle w:val="Hyperlink"/>
              </w:rPr>
              <w:t>MARRIAGE IS THE KEY TO DIVINE MERCY AND A GOOD TEMPER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Toc444518244 \h</w:instrText>
            </w:r>
            <w:r>
              <w:rPr>
                <w:webHidden/>
                <w:rtl/>
              </w:rPr>
              <w:instrText xml:space="preserve"> </w:instrText>
            </w:r>
            <w:r>
              <w:rPr>
                <w:webHidden/>
                <w:rtl/>
              </w:rPr>
            </w:r>
            <w:r>
              <w:rPr>
                <w:webHidden/>
                <w:rtl/>
              </w:rPr>
              <w:fldChar w:fldCharType="separate"/>
            </w:r>
            <w:r>
              <w:rPr>
                <w:webHidden/>
              </w:rPr>
              <w:t>103</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5" w:history="1">
            <w:r w:rsidRPr="0060738D">
              <w:rPr>
                <w:rStyle w:val="Hyperlink"/>
              </w:rPr>
              <w:t>HASTEN TO MARRY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Toc444518245 \h</w:instrText>
            </w:r>
            <w:r>
              <w:rPr>
                <w:webHidden/>
                <w:rtl/>
              </w:rPr>
              <w:instrText xml:space="preserve"> </w:instrText>
            </w:r>
            <w:r>
              <w:rPr>
                <w:webHidden/>
                <w:rtl/>
              </w:rPr>
            </w:r>
            <w:r>
              <w:rPr>
                <w:webHidden/>
                <w:rtl/>
              </w:rPr>
              <w:fldChar w:fldCharType="separate"/>
            </w:r>
            <w:r>
              <w:rPr>
                <w:webHidden/>
              </w:rPr>
              <w:t>105</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6" w:history="1">
            <w:r w:rsidRPr="0060738D">
              <w:rPr>
                <w:rStyle w:val="Hyperlink"/>
              </w:rPr>
              <w:t>INTERCESSION AND HELP IN LAWFUL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Toc444518246 \h</w:instrText>
            </w:r>
            <w:r>
              <w:rPr>
                <w:webHidden/>
                <w:rtl/>
              </w:rPr>
              <w:instrText xml:space="preserve"> </w:instrText>
            </w:r>
            <w:r>
              <w:rPr>
                <w:webHidden/>
                <w:rtl/>
              </w:rPr>
            </w:r>
            <w:r>
              <w:rPr>
                <w:webHidden/>
                <w:rtl/>
              </w:rPr>
              <w:fldChar w:fldCharType="separate"/>
            </w:r>
            <w:r>
              <w:rPr>
                <w:webHidden/>
              </w:rPr>
              <w:t>106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7" w:history="1">
            <w:r w:rsidRPr="0060738D">
              <w:rPr>
                <w:rStyle w:val="Hyperlink"/>
              </w:rPr>
              <w:t>INTERCESSION AND HELP IN LAWFUL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Toc444518247 \h</w:instrText>
            </w:r>
            <w:r>
              <w:rPr>
                <w:webHidden/>
                <w:rtl/>
              </w:rPr>
              <w:instrText xml:space="preserve"> </w:instrText>
            </w:r>
            <w:r>
              <w:rPr>
                <w:webHidden/>
                <w:rtl/>
              </w:rPr>
            </w:r>
            <w:r>
              <w:rPr>
                <w:webHidden/>
                <w:rtl/>
              </w:rPr>
              <w:fldChar w:fldCharType="separate"/>
            </w:r>
            <w:r>
              <w:rPr>
                <w:webHidden/>
              </w:rPr>
              <w:t>108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8" w:history="1">
            <w:r w:rsidRPr="0060738D">
              <w:rPr>
                <w:rStyle w:val="Hyperlink"/>
              </w:rPr>
              <w:t>WIFE AND HER DOWER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Toc444518248 \h</w:instrText>
            </w:r>
            <w:r>
              <w:rPr>
                <w:webHidden/>
                <w:rtl/>
              </w:rPr>
              <w:instrText xml:space="preserve"> </w:instrText>
            </w:r>
            <w:r>
              <w:rPr>
                <w:webHidden/>
                <w:rtl/>
              </w:rPr>
            </w:r>
            <w:r>
              <w:rPr>
                <w:webHidden/>
                <w:rtl/>
              </w:rPr>
              <w:fldChar w:fldCharType="separate"/>
            </w:r>
            <w:r>
              <w:rPr>
                <w:webHidden/>
              </w:rPr>
              <w:t>110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49" w:history="1">
            <w:r w:rsidRPr="0060738D">
              <w:rPr>
                <w:rStyle w:val="Hyperlink"/>
              </w:rPr>
              <w:t>DOWER: THE LESS THE BETTER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Toc444518249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0" w:history="1">
            <w:r w:rsidRPr="0060738D">
              <w:rPr>
                <w:rStyle w:val="Hyperlink"/>
              </w:rPr>
              <w:t>MARRIAGE WITH REGARD TO FAITH AND HONESTY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Toc444518250 \h</w:instrText>
            </w:r>
            <w:r>
              <w:rPr>
                <w:webHidden/>
                <w:rtl/>
              </w:rPr>
              <w:instrText xml:space="preserve"> </w:instrText>
            </w:r>
            <w:r>
              <w:rPr>
                <w:webHidden/>
                <w:rtl/>
              </w:rPr>
            </w:r>
            <w:r>
              <w:rPr>
                <w:webHidden/>
                <w:rtl/>
              </w:rPr>
              <w:fldChar w:fldCharType="separate"/>
            </w:r>
            <w:r>
              <w:rPr>
                <w:webHidden/>
              </w:rPr>
              <w:t>112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1" w:history="1">
            <w:r w:rsidRPr="0060738D">
              <w:rPr>
                <w:rStyle w:val="Hyperlink"/>
              </w:rPr>
              <w:t>MAN'S INTENTION IN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Toc444518251 \h</w:instrText>
            </w:r>
            <w:r>
              <w:rPr>
                <w:webHidden/>
                <w:rtl/>
              </w:rPr>
              <w:instrText xml:space="preserve"> </w:instrText>
            </w:r>
            <w:r>
              <w:rPr>
                <w:webHidden/>
                <w:rtl/>
              </w:rPr>
            </w:r>
            <w:r>
              <w:rPr>
                <w:webHidden/>
                <w:rtl/>
              </w:rPr>
              <w:fldChar w:fldCharType="separate"/>
            </w:r>
            <w:r>
              <w:rPr>
                <w:webHidden/>
              </w:rPr>
              <w:t>114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2" w:history="1">
            <w:r w:rsidRPr="0060738D">
              <w:rPr>
                <w:rStyle w:val="Hyperlink"/>
              </w:rPr>
              <w:t>EARNING A LIVELIHOOD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Toc444518252 \h</w:instrText>
            </w:r>
            <w:r>
              <w:rPr>
                <w:webHidden/>
                <w:rtl/>
              </w:rPr>
              <w:instrText xml:space="preserve"> </w:instrText>
            </w:r>
            <w:r>
              <w:rPr>
                <w:webHidden/>
                <w:rtl/>
              </w:rPr>
            </w:r>
            <w:r>
              <w:rPr>
                <w:webHidden/>
                <w:rtl/>
              </w:rPr>
              <w:fldChar w:fldCharType="separate"/>
            </w:r>
            <w:r>
              <w:rPr>
                <w:webHidden/>
              </w:rPr>
              <w:t>116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3" w:history="1">
            <w:r w:rsidRPr="0060738D">
              <w:rPr>
                <w:rStyle w:val="Hyperlink"/>
              </w:rPr>
              <w:t>WIVES AND GOOD TREATMENT TO THEIR HUSBANDS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Toc444518253 \h</w:instrText>
            </w:r>
            <w:r>
              <w:rPr>
                <w:webHidden/>
                <w:rtl/>
              </w:rPr>
              <w:instrText xml:space="preserve"> </w:instrText>
            </w:r>
            <w:r>
              <w:rPr>
                <w:webHidden/>
                <w:rtl/>
              </w:rPr>
            </w:r>
            <w:r>
              <w:rPr>
                <w:webHidden/>
                <w:rtl/>
              </w:rPr>
              <w:fldChar w:fldCharType="separate"/>
            </w:r>
            <w:r>
              <w:rPr>
                <w:webHidden/>
              </w:rPr>
              <w:t>117</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4" w:history="1">
            <w:r w:rsidRPr="0060738D">
              <w:rPr>
                <w:rStyle w:val="Hyperlink"/>
              </w:rPr>
              <w:t>HONOUR YOUR WIVES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Toc444518254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5" w:history="1">
            <w:r w:rsidRPr="0060738D">
              <w:rPr>
                <w:rStyle w:val="Hyperlink"/>
              </w:rPr>
              <w:t>WIFE AND PLEASING HER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Toc444518255 \h</w:instrText>
            </w:r>
            <w:r>
              <w:rPr>
                <w:webHidden/>
                <w:rtl/>
              </w:rPr>
              <w:instrText xml:space="preserve"> </w:instrText>
            </w:r>
            <w:r>
              <w:rPr>
                <w:webHidden/>
                <w:rtl/>
              </w:rPr>
            </w:r>
            <w:r>
              <w:rPr>
                <w:webHidden/>
                <w:rtl/>
              </w:rPr>
              <w:fldChar w:fldCharType="separate"/>
            </w:r>
            <w:r>
              <w:rPr>
                <w:webHidden/>
              </w:rPr>
              <w:t>122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6" w:history="1">
            <w:r w:rsidRPr="0060738D">
              <w:rPr>
                <w:rStyle w:val="Hyperlink"/>
              </w:rPr>
              <w:t>ADMIRABLE QUALITIES OF WIVES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Toc444518256 \h</w:instrText>
            </w:r>
            <w:r>
              <w:rPr>
                <w:webHidden/>
                <w:rtl/>
              </w:rPr>
              <w:instrText xml:space="preserve"> </w:instrText>
            </w:r>
            <w:r>
              <w:rPr>
                <w:webHidden/>
                <w:rtl/>
              </w:rPr>
            </w:r>
            <w:r>
              <w:rPr>
                <w:webHidden/>
                <w:rtl/>
              </w:rPr>
              <w:fldChar w:fldCharType="separate"/>
            </w:r>
            <w:r>
              <w:rPr>
                <w:webHidden/>
              </w:rPr>
              <w:t>124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7" w:history="1">
            <w:r w:rsidRPr="0060738D">
              <w:rPr>
                <w:rStyle w:val="Hyperlink"/>
              </w:rPr>
              <w:t>DIVORCE AND ITS EFFECTS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Toc444518257 \h</w:instrText>
            </w:r>
            <w:r>
              <w:rPr>
                <w:webHidden/>
                <w:rtl/>
              </w:rPr>
              <w:instrText xml:space="preserve"> </w:instrText>
            </w:r>
            <w:r>
              <w:rPr>
                <w:webHidden/>
                <w:rtl/>
              </w:rPr>
            </w:r>
            <w:r>
              <w:rPr>
                <w:webHidden/>
                <w:rtl/>
              </w:rPr>
              <w:fldChar w:fldCharType="separate"/>
            </w:r>
            <w:r>
              <w:rPr>
                <w:webHidden/>
              </w:rPr>
              <w:t>127</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8" w:history="1">
            <w:r w:rsidRPr="0060738D">
              <w:rPr>
                <w:rStyle w:val="Hyperlink"/>
              </w:rPr>
              <w:t>LOWERING THE GAZE AND GUARDING THE MODESTY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Toc444518258 \h</w:instrText>
            </w:r>
            <w:r>
              <w:rPr>
                <w:webHidden/>
                <w:rtl/>
              </w:rPr>
              <w:instrText xml:space="preserve"> </w:instrText>
            </w:r>
            <w:r>
              <w:rPr>
                <w:webHidden/>
                <w:rtl/>
              </w:rPr>
            </w:r>
            <w:r>
              <w:rPr>
                <w:webHidden/>
                <w:rtl/>
              </w:rPr>
              <w:fldChar w:fldCharType="separate"/>
            </w:r>
            <w:r>
              <w:rPr>
                <w:webHidden/>
              </w:rPr>
              <w:t>129</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59" w:history="1">
            <w:r w:rsidRPr="0060738D">
              <w:rPr>
                <w:rStyle w:val="Hyperlink"/>
              </w:rPr>
              <w:t>WOMEN AND ORNAMENTATION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Toc444518259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0" w:history="1">
            <w:r w:rsidRPr="0060738D">
              <w:rPr>
                <w:rStyle w:val="Hyperlink"/>
              </w:rPr>
              <w:t>FORNICATION AND ITS HARMFUL EFFECTS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Toc444518260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1" w:history="1">
            <w:r w:rsidRPr="0060738D">
              <w:rPr>
                <w:rStyle w:val="Hyperlink"/>
              </w:rPr>
              <w:t>HYGIENE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Toc444518261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2" w:history="1">
            <w:r w:rsidRPr="0060738D">
              <w:rPr>
                <w:rStyle w:val="Hyperlink"/>
              </w:rPr>
              <w:t>BUSINESS AND SOCIAL RELATIONSHIPS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Toc444518262 \h</w:instrText>
            </w:r>
            <w:r>
              <w:rPr>
                <w:webHidden/>
                <w:rtl/>
              </w:rPr>
              <w:instrText xml:space="preserve"> </w:instrText>
            </w:r>
            <w:r>
              <w:rPr>
                <w:webHidden/>
                <w:rtl/>
              </w:rPr>
            </w:r>
            <w:r>
              <w:rPr>
                <w:webHidden/>
                <w:rtl/>
              </w:rPr>
              <w:fldChar w:fldCharType="separate"/>
            </w:r>
            <w:r>
              <w:rPr>
                <w:webHidden/>
              </w:rPr>
              <w:t>137</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3" w:history="1">
            <w:r w:rsidRPr="0060738D">
              <w:rPr>
                <w:rStyle w:val="Hyperlink"/>
              </w:rPr>
              <w:t>FRAUD IN BARGAIN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Toc444518263 \h</w:instrText>
            </w:r>
            <w:r>
              <w:rPr>
                <w:webHidden/>
                <w:rtl/>
              </w:rPr>
              <w:instrText xml:space="preserve"> </w:instrText>
            </w:r>
            <w:r>
              <w:rPr>
                <w:webHidden/>
                <w:rtl/>
              </w:rPr>
            </w:r>
            <w:r>
              <w:rPr>
                <w:webHidden/>
                <w:rtl/>
              </w:rPr>
              <w:fldChar w:fldCharType="separate"/>
            </w:r>
            <w:r>
              <w:rPr>
                <w:webHidden/>
              </w:rPr>
              <w:t>139</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4" w:history="1">
            <w:r w:rsidRPr="0060738D">
              <w:rPr>
                <w:rStyle w:val="Hyperlink"/>
              </w:rPr>
              <w:t>LUSTS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Toc444518264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5" w:history="1">
            <w:r w:rsidRPr="0060738D">
              <w:rPr>
                <w:rStyle w:val="Hyperlink"/>
              </w:rPr>
              <w:t>WORLDLY POSSESSIONS AND GREEDILY COMPILING WEALTH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Toc444518265 \h</w:instrText>
            </w:r>
            <w:r>
              <w:rPr>
                <w:webHidden/>
                <w:rtl/>
              </w:rPr>
              <w:instrText xml:space="preserve"> </w:instrText>
            </w:r>
            <w:r>
              <w:rPr>
                <w:webHidden/>
                <w:rtl/>
              </w:rPr>
            </w:r>
            <w:r>
              <w:rPr>
                <w:webHidden/>
                <w:rtl/>
              </w:rPr>
              <w:fldChar w:fldCharType="separate"/>
            </w:r>
            <w:r>
              <w:rPr>
                <w:webHidden/>
              </w:rPr>
              <w:t>143</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6" w:history="1">
            <w:r w:rsidRPr="0060738D">
              <w:rPr>
                <w:rStyle w:val="Hyperlink"/>
              </w:rPr>
              <w:t>THIS FLEETING WORLD, ITS ATTRACTIVENESS AND POISON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Toc444518266 \h</w:instrText>
            </w:r>
            <w:r>
              <w:rPr>
                <w:webHidden/>
                <w:rtl/>
              </w:rPr>
              <w:instrText xml:space="preserve"> </w:instrText>
            </w:r>
            <w:r>
              <w:rPr>
                <w:webHidden/>
                <w:rtl/>
              </w:rPr>
            </w:r>
            <w:r>
              <w:rPr>
                <w:webHidden/>
                <w:rtl/>
              </w:rPr>
              <w:fldChar w:fldCharType="separate"/>
            </w:r>
            <w:r>
              <w:rPr>
                <w:webHidden/>
              </w:rPr>
              <w:t>144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7" w:history="1">
            <w:r w:rsidRPr="0060738D">
              <w:rPr>
                <w:rStyle w:val="Hyperlink"/>
              </w:rPr>
              <w:t>THE NEGLECTFUL SLAVES OF THIS DECEITFUL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Toc444518267 \h</w:instrText>
            </w:r>
            <w:r>
              <w:rPr>
                <w:webHidden/>
                <w:rtl/>
              </w:rPr>
              <w:instrText xml:space="preserve"> </w:instrText>
            </w:r>
            <w:r>
              <w:rPr>
                <w:webHidden/>
                <w:rtl/>
              </w:rPr>
            </w:r>
            <w:r>
              <w:rPr>
                <w:webHidden/>
                <w:rtl/>
              </w:rPr>
              <w:fldChar w:fldCharType="separate"/>
            </w:r>
            <w:r>
              <w:rPr>
                <w:webHidden/>
              </w:rPr>
              <w:t>146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8" w:history="1">
            <w:r w:rsidRPr="0060738D">
              <w:rPr>
                <w:rStyle w:val="Hyperlink"/>
              </w:rPr>
              <w:t>GREED AND FUTILE HOPES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Toc444518268 \h</w:instrText>
            </w:r>
            <w:r>
              <w:rPr>
                <w:webHidden/>
                <w:rtl/>
              </w:rPr>
              <w:instrText xml:space="preserve"> </w:instrText>
            </w:r>
            <w:r>
              <w:rPr>
                <w:webHidden/>
                <w:rtl/>
              </w:rPr>
            </w:r>
            <w:r>
              <w:rPr>
                <w:webHidden/>
                <w:rtl/>
              </w:rPr>
              <w:fldChar w:fldCharType="separate"/>
            </w:r>
            <w:r>
              <w:rPr>
                <w:webHidden/>
              </w:rPr>
              <w:t>147</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69" w:history="1">
            <w:r w:rsidRPr="0060738D">
              <w:rPr>
                <w:rStyle w:val="Hyperlink"/>
              </w:rPr>
              <w:t>ARROGANCE AND PRIDE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Toc444518269 \h</w:instrText>
            </w:r>
            <w:r>
              <w:rPr>
                <w:webHidden/>
                <w:rtl/>
              </w:rPr>
              <w:instrText xml:space="preserve"> </w:instrText>
            </w:r>
            <w:r>
              <w:rPr>
                <w:webHidden/>
                <w:rtl/>
              </w:rPr>
            </w:r>
            <w:r>
              <w:rPr>
                <w:webHidden/>
                <w:rtl/>
              </w:rPr>
              <w:fldChar w:fldCharType="separate"/>
            </w:r>
            <w:r>
              <w:rPr>
                <w:webHidden/>
              </w:rPr>
              <w:t>148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0" w:history="1">
            <w:r w:rsidRPr="0060738D">
              <w:rPr>
                <w:rStyle w:val="Hyperlink"/>
              </w:rPr>
              <w:t>MODERATION IN ECONOMIC AFFAIRS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Toc444518270 \h</w:instrText>
            </w:r>
            <w:r>
              <w:rPr>
                <w:webHidden/>
                <w:rtl/>
              </w:rPr>
              <w:instrText xml:space="preserve"> </w:instrText>
            </w:r>
            <w:r>
              <w:rPr>
                <w:webHidden/>
                <w:rtl/>
              </w:rPr>
            </w:r>
            <w:r>
              <w:rPr>
                <w:webHidden/>
                <w:rtl/>
              </w:rPr>
              <w:fldChar w:fldCharType="separate"/>
            </w:r>
            <w:r>
              <w:rPr>
                <w:webHidden/>
              </w:rPr>
              <w:t>149</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1" w:history="1">
            <w:r w:rsidRPr="0060738D">
              <w:rPr>
                <w:rStyle w:val="Hyperlink"/>
              </w:rPr>
              <w:t>CONSULTATION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Toc444518271 \h</w:instrText>
            </w:r>
            <w:r>
              <w:rPr>
                <w:webHidden/>
                <w:rtl/>
              </w:rPr>
              <w:instrText xml:space="preserve"> </w:instrText>
            </w:r>
            <w:r>
              <w:rPr>
                <w:webHidden/>
                <w:rtl/>
              </w:rPr>
            </w:r>
            <w:r>
              <w:rPr>
                <w:webHidden/>
                <w:rtl/>
              </w:rPr>
              <w:fldChar w:fldCharType="separate"/>
            </w:r>
            <w:r>
              <w:rPr>
                <w:webHidden/>
              </w:rPr>
              <w:t>150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2" w:history="1">
            <w:r w:rsidRPr="0060738D">
              <w:rPr>
                <w:rStyle w:val="Hyperlink"/>
              </w:rPr>
              <w:t>ACTIVITY AND IDLENESS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Toc444518272 \h</w:instrText>
            </w:r>
            <w:r>
              <w:rPr>
                <w:webHidden/>
                <w:rtl/>
              </w:rPr>
              <w:instrText xml:space="preserve"> </w:instrText>
            </w:r>
            <w:r>
              <w:rPr>
                <w:webHidden/>
                <w:rtl/>
              </w:rPr>
            </w:r>
            <w:r>
              <w:rPr>
                <w:webHidden/>
                <w:rtl/>
              </w:rPr>
              <w:fldChar w:fldCharType="separate"/>
            </w:r>
            <w:r>
              <w:rPr>
                <w:webHidden/>
              </w:rPr>
              <w:t>151</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3" w:history="1">
            <w:r w:rsidRPr="0060738D">
              <w:rPr>
                <w:rStyle w:val="Hyperlink"/>
              </w:rPr>
              <w:t>MARTYRS AND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Toc444518273 \h</w:instrText>
            </w:r>
            <w:r>
              <w:rPr>
                <w:webHidden/>
                <w:rtl/>
              </w:rPr>
              <w:instrText xml:space="preserve"> </w:instrText>
            </w:r>
            <w:r>
              <w:rPr>
                <w:webHidden/>
                <w:rtl/>
              </w:rPr>
            </w:r>
            <w:r>
              <w:rPr>
                <w:webHidden/>
                <w:rtl/>
              </w:rPr>
              <w:fldChar w:fldCharType="separate"/>
            </w:r>
            <w:r>
              <w:rPr>
                <w:webHidden/>
              </w:rPr>
              <w:t>152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4" w:history="1">
            <w:r w:rsidRPr="0060738D">
              <w:rPr>
                <w:rStyle w:val="Hyperlink"/>
              </w:rPr>
              <w:t>THE EXPECTED MAHDI [A.S.] AND HIS GOVERNMENT OF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Toc444518274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5" w:history="1">
            <w:r w:rsidRPr="0060738D">
              <w:rPr>
                <w:rStyle w:val="Hyperlink"/>
              </w:rPr>
              <w:t>THE MUSLIM UMMAH AT THE END OF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Toc444518275 \h</w:instrText>
            </w:r>
            <w:r>
              <w:rPr>
                <w:webHidden/>
                <w:rtl/>
              </w:rPr>
              <w:instrText xml:space="preserve"> </w:instrText>
            </w:r>
            <w:r>
              <w:rPr>
                <w:webHidden/>
                <w:rtl/>
              </w:rPr>
            </w:r>
            <w:r>
              <w:rPr>
                <w:webHidden/>
                <w:rtl/>
              </w:rPr>
              <w:fldChar w:fldCharType="separate"/>
            </w:r>
            <w:r>
              <w:rPr>
                <w:webHidden/>
              </w:rPr>
              <w:t>158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6" w:history="1">
            <w:r w:rsidRPr="0060738D">
              <w:rPr>
                <w:rStyle w:val="Hyperlink"/>
              </w:rPr>
              <w:t>LIFETIME SHOULD BE WELL SPENT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Toc444518276 \h</w:instrText>
            </w:r>
            <w:r>
              <w:rPr>
                <w:webHidden/>
                <w:rtl/>
              </w:rPr>
              <w:instrText xml:space="preserve"> </w:instrText>
            </w:r>
            <w:r>
              <w:rPr>
                <w:webHidden/>
                <w:rtl/>
              </w:rPr>
            </w:r>
            <w:r>
              <w:rPr>
                <w:webHidden/>
                <w:rtl/>
              </w:rPr>
              <w:fldChar w:fldCharType="separate"/>
            </w:r>
            <w:r>
              <w:rPr>
                <w:webHidden/>
              </w:rPr>
              <w:t>160</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7" w:history="1">
            <w:r w:rsidRPr="0060738D">
              <w:rPr>
                <w:rStyle w:val="Hyperlink"/>
              </w:rPr>
              <w:t>RELIGION AND STUDYING ITS AFFAIRS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Toc444518277 \h</w:instrText>
            </w:r>
            <w:r>
              <w:rPr>
                <w:webHidden/>
                <w:rtl/>
              </w:rPr>
              <w:instrText xml:space="preserve"> </w:instrText>
            </w:r>
            <w:r>
              <w:rPr>
                <w:webHidden/>
                <w:rtl/>
              </w:rPr>
            </w:r>
            <w:r>
              <w:rPr>
                <w:webHidden/>
                <w:rtl/>
              </w:rPr>
              <w:fldChar w:fldCharType="separate"/>
            </w:r>
            <w:r>
              <w:rPr>
                <w:webHidden/>
              </w:rPr>
              <w:t>162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8" w:history="1">
            <w:r w:rsidRPr="0060738D">
              <w:rPr>
                <w:rStyle w:val="Hyperlink"/>
              </w:rPr>
              <w:t>GOOD TEMPER AND ITS GOOD RESULTS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Toc444518278 \h</w:instrText>
            </w:r>
            <w:r>
              <w:rPr>
                <w:webHidden/>
                <w:rtl/>
              </w:rPr>
              <w:instrText xml:space="preserve"> </w:instrText>
            </w:r>
            <w:r>
              <w:rPr>
                <w:webHidden/>
                <w:rtl/>
              </w:rPr>
            </w:r>
            <w:r>
              <w:rPr>
                <w:webHidden/>
                <w:rtl/>
              </w:rPr>
              <w:fldChar w:fldCharType="separate"/>
            </w:r>
            <w:r>
              <w:rPr>
                <w:webHidden/>
              </w:rPr>
              <w:t>164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79" w:history="1">
            <w:r w:rsidRPr="0060738D">
              <w:rPr>
                <w:rStyle w:val="Hyperlink"/>
              </w:rPr>
              <w:t>THE DISADVANTAGES OF ANGER AND AN ILL TEMPER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Toc444518279 \h</w:instrText>
            </w:r>
            <w:r>
              <w:rPr>
                <w:webHidden/>
                <w:rtl/>
              </w:rPr>
              <w:instrText xml:space="preserve"> </w:instrText>
            </w:r>
            <w:r>
              <w:rPr>
                <w:webHidden/>
                <w:rtl/>
              </w:rPr>
            </w:r>
            <w:r>
              <w:rPr>
                <w:webHidden/>
                <w:rtl/>
              </w:rPr>
              <w:fldChar w:fldCharType="separate"/>
            </w:r>
            <w:r>
              <w:rPr>
                <w:webHidden/>
              </w:rPr>
              <w:t>166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0" w:history="1">
            <w:r w:rsidRPr="0060738D">
              <w:rPr>
                <w:rStyle w:val="Hyperlink"/>
              </w:rPr>
              <w:t>ASKING FOR DIVINE PARDON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Toc444518280 \h</w:instrText>
            </w:r>
            <w:r>
              <w:rPr>
                <w:webHidden/>
                <w:rtl/>
              </w:rPr>
              <w:instrText xml:space="preserve"> </w:instrText>
            </w:r>
            <w:r>
              <w:rPr>
                <w:webHidden/>
                <w:rtl/>
              </w:rPr>
            </w:r>
            <w:r>
              <w:rPr>
                <w:webHidden/>
                <w:rtl/>
              </w:rPr>
              <w:fldChar w:fldCharType="separate"/>
            </w:r>
            <w:r>
              <w:rPr>
                <w:webHidden/>
              </w:rPr>
              <w:t>168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1" w:history="1">
            <w:r w:rsidRPr="0060738D">
              <w:rPr>
                <w:rStyle w:val="Hyperlink"/>
              </w:rPr>
              <w:t>CONGREGATION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Toc444518281 \h</w:instrText>
            </w:r>
            <w:r>
              <w:rPr>
                <w:webHidden/>
                <w:rtl/>
              </w:rPr>
              <w:instrText xml:space="preserve"> </w:instrText>
            </w:r>
            <w:r>
              <w:rPr>
                <w:webHidden/>
                <w:rtl/>
              </w:rPr>
            </w:r>
            <w:r>
              <w:rPr>
                <w:webHidden/>
                <w:rtl/>
              </w:rPr>
              <w:fldChar w:fldCharType="separate"/>
            </w:r>
            <w:r>
              <w:rPr>
                <w:webHidden/>
              </w:rPr>
              <w:t>169</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2" w:history="1">
            <w:r w:rsidRPr="0060738D">
              <w:rPr>
                <w:rStyle w:val="Hyperlink"/>
              </w:rPr>
              <w:t>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Toc444518282 \h</w:instrText>
            </w:r>
            <w:r>
              <w:rPr>
                <w:webHidden/>
                <w:rtl/>
              </w:rPr>
              <w:instrText xml:space="preserve"> </w:instrText>
            </w:r>
            <w:r>
              <w:rPr>
                <w:webHidden/>
                <w:rtl/>
              </w:rPr>
            </w:r>
            <w:r>
              <w:rPr>
                <w:webHidden/>
                <w:rtl/>
              </w:rPr>
              <w:fldChar w:fldCharType="separate"/>
            </w:r>
            <w:r>
              <w:rPr>
                <w:webHidden/>
              </w:rPr>
              <w:t>172</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3" w:history="1">
            <w:r w:rsidRPr="0060738D">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Toc444518283 \h</w:instrText>
            </w:r>
            <w:r>
              <w:rPr>
                <w:webHidden/>
                <w:rtl/>
              </w:rPr>
              <w:instrText xml:space="preserve"> </w:instrText>
            </w:r>
            <w:r>
              <w:rPr>
                <w:webHidden/>
                <w:rtl/>
              </w:rPr>
            </w:r>
            <w:r>
              <w:rPr>
                <w:webHidden/>
                <w:rtl/>
              </w:rPr>
              <w:fldChar w:fldCharType="separate"/>
            </w:r>
            <w:r>
              <w:rPr>
                <w:webHidden/>
              </w:rPr>
              <w:t>173</w:t>
            </w:r>
            <w:r>
              <w:rPr>
                <w:webHidden/>
                <w:rtl/>
              </w:rPr>
              <w:fldChar w:fldCharType="end"/>
            </w:r>
          </w:hyperlink>
        </w:p>
        <w:p w:rsidR="00CA4B16" w:rsidRDefault="00CA4B16" w:rsidP="00CA4B16">
          <w:pPr>
            <w:pStyle w:val="TOC2"/>
            <w:rPr>
              <w:rFonts w:asciiTheme="minorHAnsi" w:eastAsiaTheme="minorEastAsia" w:hAnsiTheme="minorHAnsi" w:cstheme="minorBidi"/>
              <w:color w:val="auto"/>
              <w:sz w:val="22"/>
              <w:szCs w:val="22"/>
              <w:rtl/>
            </w:rPr>
          </w:pPr>
          <w:hyperlink w:anchor="_Toc444518284" w:history="1">
            <w:r w:rsidRPr="0060738D">
              <w:rPr>
                <w:rStyle w:val="Hyperlink"/>
              </w:rPr>
              <w:t>Material and Tradition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Toc444518284 \h</w:instrText>
            </w:r>
            <w:r>
              <w:rPr>
                <w:webHidden/>
                <w:rtl/>
              </w:rPr>
              <w:instrText xml:space="preserve"> </w:instrText>
            </w:r>
            <w:r>
              <w:rPr>
                <w:webHidden/>
                <w:rtl/>
              </w:rPr>
            </w:r>
            <w:r>
              <w:rPr>
                <w:webHidden/>
                <w:rtl/>
              </w:rPr>
              <w:fldChar w:fldCharType="separate"/>
            </w:r>
            <w:r>
              <w:rPr>
                <w:webHidden/>
              </w:rPr>
              <w:t>173</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5" w:history="1">
            <w:r w:rsidRPr="0060738D">
              <w:rPr>
                <w:rStyle w:val="Hyperlink"/>
              </w:rPr>
              <w:t>FRIENDSHIP WITH AHL-UL-BAYT (A.S.) OR WITH THEIR ENEMIES?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Toc444518285 \h</w:instrText>
            </w:r>
            <w:r>
              <w:rPr>
                <w:webHidden/>
                <w:rtl/>
              </w:rPr>
              <w:instrText xml:space="preserve"> </w:instrText>
            </w:r>
            <w:r>
              <w:rPr>
                <w:webHidden/>
                <w:rtl/>
              </w:rPr>
            </w:r>
            <w:r>
              <w:rPr>
                <w:webHidden/>
                <w:rtl/>
              </w:rPr>
              <w:fldChar w:fldCharType="separate"/>
            </w:r>
            <w:r>
              <w:rPr>
                <w:webHidden/>
              </w:rPr>
              <w:t>176</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6" w:history="1">
            <w:r w:rsidRPr="0060738D">
              <w:rPr>
                <w:rStyle w:val="Hyperlink"/>
              </w:rPr>
              <w:t>A GIFT FROM FATIMAH, THE PROPHET'S DAUGHTER (P.B.U.H.)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Toc444518286 \h</w:instrText>
            </w:r>
            <w:r>
              <w:rPr>
                <w:webHidden/>
                <w:rtl/>
              </w:rPr>
              <w:instrText xml:space="preserve"> </w:instrText>
            </w:r>
            <w:r>
              <w:rPr>
                <w:webHidden/>
                <w:rtl/>
              </w:rPr>
            </w:r>
            <w:r>
              <w:rPr>
                <w:webHidden/>
                <w:rtl/>
              </w:rPr>
              <w:fldChar w:fldCharType="separate"/>
            </w:r>
            <w:r>
              <w:rPr>
                <w:webHidden/>
              </w:rPr>
              <w:t>178</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7" w:history="1">
            <w:r w:rsidRPr="0060738D">
              <w:rPr>
                <w:rStyle w:val="Hyperlink"/>
              </w:rPr>
              <w:t>THE RECOMONDATION OF FATIMAH, THE PROPHET'S DAUGHTER (P.B.U.H.) TO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Toc444518287 \h</w:instrText>
            </w:r>
            <w:r>
              <w:rPr>
                <w:webHidden/>
                <w:rtl/>
              </w:rPr>
              <w:instrText xml:space="preserve"> </w:instrText>
            </w:r>
            <w:r>
              <w:rPr>
                <w:webHidden/>
                <w:rtl/>
              </w:rPr>
            </w:r>
            <w:r>
              <w:rPr>
                <w:webHidden/>
                <w:rtl/>
              </w:rPr>
              <w:fldChar w:fldCharType="separate"/>
            </w:r>
            <w:r>
              <w:rPr>
                <w:webHidden/>
              </w:rPr>
              <w:t>179</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8" w:history="1">
            <w:r w:rsidRPr="0060738D">
              <w:rPr>
                <w:rStyle w:val="Hyperlink"/>
              </w:rPr>
              <w:t>THE FIRST AND THE LAST ONE OF THE ELEVEN VICEGERENT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Toc444518288 \h</w:instrText>
            </w:r>
            <w:r>
              <w:rPr>
                <w:webHidden/>
                <w:rtl/>
              </w:rPr>
              <w:instrText xml:space="preserve"> </w:instrText>
            </w:r>
            <w:r>
              <w:rPr>
                <w:webHidden/>
                <w:rtl/>
              </w:rPr>
            </w:r>
            <w:r>
              <w:rPr>
                <w:webHidden/>
                <w:rtl/>
              </w:rPr>
              <w:fldChar w:fldCharType="separate"/>
            </w:r>
            <w:r>
              <w:rPr>
                <w:webHidden/>
              </w:rPr>
              <w:t>184</w:t>
            </w:r>
            <w:r>
              <w:rPr>
                <w:webHidden/>
                <w:rtl/>
              </w:rPr>
              <w:fldChar w:fldCharType="end"/>
            </w:r>
          </w:hyperlink>
        </w:p>
        <w:p w:rsidR="00CA4B16" w:rsidRDefault="00CA4B16" w:rsidP="00CA4B16">
          <w:pPr>
            <w:pStyle w:val="TOC1"/>
            <w:rPr>
              <w:rFonts w:asciiTheme="minorHAnsi" w:eastAsiaTheme="minorEastAsia" w:hAnsiTheme="minorHAnsi" w:cstheme="minorBidi"/>
              <w:b w:val="0"/>
              <w:bCs w:val="0"/>
              <w:color w:val="auto"/>
              <w:sz w:val="22"/>
              <w:szCs w:val="22"/>
              <w:rtl/>
            </w:rPr>
          </w:pPr>
          <w:hyperlink w:anchor="_Toc444518289" w:history="1">
            <w:r w:rsidRPr="0060738D">
              <w:rPr>
                <w:rStyle w:val="Hyperlink"/>
              </w:rPr>
              <w:t>END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Toc444518289 \h</w:instrText>
            </w:r>
            <w:r>
              <w:rPr>
                <w:webHidden/>
                <w:rtl/>
              </w:rPr>
              <w:instrText xml:space="preserve"> </w:instrText>
            </w:r>
            <w:r>
              <w:rPr>
                <w:webHidden/>
                <w:rtl/>
              </w:rPr>
            </w:r>
            <w:r>
              <w:rPr>
                <w:webHidden/>
                <w:rtl/>
              </w:rPr>
              <w:fldChar w:fldCharType="separate"/>
            </w:r>
            <w:r>
              <w:rPr>
                <w:webHidden/>
              </w:rPr>
              <w:t>185</w:t>
            </w:r>
            <w:r>
              <w:rPr>
                <w:webHidden/>
                <w:rtl/>
              </w:rPr>
              <w:fldChar w:fldCharType="end"/>
            </w:r>
          </w:hyperlink>
        </w:p>
        <w:p w:rsidR="00DE5CD3" w:rsidRDefault="00424EA1" w:rsidP="00CA4B16">
          <w:r>
            <w:fldChar w:fldCharType="end"/>
          </w:r>
        </w:p>
      </w:sdtContent>
    </w:sdt>
    <w:p w:rsidR="001C73B9" w:rsidRDefault="001C73B9" w:rsidP="001C73B9">
      <w:pPr>
        <w:pStyle w:val="libNormal"/>
      </w:pPr>
      <w:r>
        <w:br w:type="page"/>
      </w: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484EBE" w:rsidRDefault="00484EBE" w:rsidP="00CA3AC2">
      <w:pPr>
        <w:pStyle w:val="libCenterBold1"/>
      </w:pPr>
    </w:p>
    <w:p w:rsidR="001C73B9" w:rsidRDefault="001C73B9" w:rsidP="00CA3AC2">
      <w:pPr>
        <w:pStyle w:val="libCenterBold1"/>
      </w:pPr>
      <w:r>
        <w:t>In the Name of God, Most Gracious, Most Merciful</w:t>
      </w:r>
    </w:p>
    <w:p w:rsidR="001C73B9" w:rsidRDefault="001C73B9" w:rsidP="00CA3AC2">
      <w:pPr>
        <w:pStyle w:val="libCenterTitr"/>
      </w:pPr>
      <w:r>
        <w:rPr>
          <w:rtl/>
        </w:rPr>
        <w:t>بِسمِ الله الرحمنِ الرحيم</w:t>
      </w:r>
    </w:p>
    <w:p w:rsidR="001C73B9" w:rsidRDefault="001C73B9" w:rsidP="001C73B9">
      <w:pPr>
        <w:pStyle w:val="libNormal"/>
      </w:pPr>
      <w:r>
        <w:br w:type="page"/>
      </w:r>
    </w:p>
    <w:p w:rsidR="001C73B9" w:rsidRDefault="001C73B9" w:rsidP="001C73B9">
      <w:pPr>
        <w:pStyle w:val="Heading1Center"/>
      </w:pPr>
      <w:bookmarkStart w:id="0" w:name="_Toc444518199"/>
      <w:r>
        <w:lastRenderedPageBreak/>
        <w:t>INTRODUCTION</w:t>
      </w:r>
      <w:bookmarkEnd w:id="0"/>
    </w:p>
    <w:p w:rsidR="001C73B9" w:rsidRDefault="001C73B9" w:rsidP="001C73B9">
      <w:pPr>
        <w:pStyle w:val="libNormal"/>
      </w:pPr>
      <w:r>
        <w:t>By the grace and assistance of Allah, the translation and publication of the commentary of more than two parts of the Qur'an in English under the title of 'An Enlightening Commentary, into the Light of the Holy Qur'an' have been successfully fulfilled in three volumes. These humble volumes were ardently met and well received by many sincere believers in most parts of the world.</w:t>
      </w:r>
    </w:p>
    <w:p w:rsidR="001C73B9" w:rsidRDefault="001C73B9" w:rsidP="001C73B9">
      <w:pPr>
        <w:pStyle w:val="libNormal"/>
      </w:pPr>
      <w:r>
        <w:t>When the readers reflected their enthusiastic affections and we were aware of their kind, cooperative and leading points of view about the task as a helpful Islamic ideological reference for them, and they appreciated especially the involving traditions from the Holy Prophet [p.b.u.h.] and his AhIul</w:t>
      </w:r>
      <w:r w:rsidR="00D92C09">
        <w:t>-</w:t>
      </w:r>
      <w:r>
        <w:t>Bayt [a.s.], we understood that not only the exegesis of the verses of the Qur'an were useful for them, but the concerning Islamic traditions were also warmly embraced and utilized widely.</w:t>
      </w:r>
    </w:p>
    <w:p w:rsidR="001C73B9" w:rsidRDefault="001C73B9" w:rsidP="001C73B9">
      <w:pPr>
        <w:pStyle w:val="libNormal"/>
      </w:pPr>
      <w:r>
        <w:t>Besides that, via their communications, we felt their desire and the urgent need of the Age for such leading statements, too. Therefore, it was decided that the present valuable collection of holy traditions which were carefully selected by Ayatullah 'Allamah Mujahid Al</w:t>
      </w:r>
      <w:r w:rsidR="00D92C09">
        <w:t>-</w:t>
      </w:r>
      <w:r>
        <w:t>Haj Sayyid Kamal Faghih Imani, to be translated into English and offered to the believing Muslims.</w:t>
      </w:r>
    </w:p>
    <w:p w:rsidR="001C73B9" w:rsidRDefault="001C73B9" w:rsidP="001C73B9">
      <w:pPr>
        <w:pStyle w:val="libNormal"/>
      </w:pPr>
      <w:r>
        <w:t>On the other hand, regarding the Prophet's famous tradition known as 'Thaqalayn' (two weighty causes), and putting it into action, next to the publication of the above</w:t>
      </w:r>
      <w:r w:rsidR="00D92C09">
        <w:t>-</w:t>
      </w:r>
      <w:r>
        <w:t>mentioned commentary of the Qur'an, and to provide traces in the English language from both the Holy Qur'an and AhIul</w:t>
      </w:r>
      <w:r w:rsidR="00D92C09">
        <w:t>-</w:t>
      </w:r>
      <w:r>
        <w:t>Bayt [a.s.] together before our eyes, it was thought that the translation of at least a small collection of traditions from Holy AhIul</w:t>
      </w:r>
      <w:r w:rsidR="00D92C09">
        <w:t>-</w:t>
      </w:r>
      <w:r>
        <w:t>Bayt [a.s.] would be supplied, so that these 'Two Weighty Causes' may work parallel and not to be separated from each other. Therefore, this favourable task was adventured in order that a short distance might be paved towards the path of the obedience of the godly advice of the Messenger of Allah [p.b.u.h.] in the above mentioned magnificent tradition.</w:t>
      </w:r>
    </w:p>
    <w:p w:rsidR="001C73B9" w:rsidRDefault="001C73B9" w:rsidP="001C73B9">
      <w:pPr>
        <w:pStyle w:val="libNormal"/>
      </w:pPr>
      <w:r>
        <w:t>So, for the present time, the very humble endeavour was prepared and entitled: 'A BundIe of flowers from the Garden of Traditions of the Holy Prophet &amp; Ahlul Bayt [a.s.]' to indicate, firstly, the origin of the materials and, secondly, that the collection is merely a small portion of their vast ocean of varying knowledge which is linked to the illimitable knowledge of Allah, because the Holy Ahlul</w:t>
      </w:r>
      <w:r w:rsidR="00D92C09">
        <w:t>-</w:t>
      </w:r>
      <w:r>
        <w:t xml:space="preserve">Bayt [a.s.] are the same ones whom Allah has called </w:t>
      </w:r>
      <w:r w:rsidR="00E978C2" w:rsidRPr="00E978C2">
        <w:rPr>
          <w:rStyle w:val="libItalicChar"/>
        </w:rPr>
        <w:t>“</w:t>
      </w:r>
      <w:r w:rsidRPr="00E978C2">
        <w:rPr>
          <w:rStyle w:val="libItalicChar"/>
        </w:rPr>
        <w:t>ar</w:t>
      </w:r>
      <w:r w:rsidR="00D92C09" w:rsidRPr="00E978C2">
        <w:rPr>
          <w:rStyle w:val="libItalicChar"/>
        </w:rPr>
        <w:t>-</w:t>
      </w:r>
      <w:r w:rsidRPr="00E978C2">
        <w:rPr>
          <w:rStyle w:val="libItalicChar"/>
        </w:rPr>
        <w:t>rasikhuna fil 'ilm</w:t>
      </w:r>
      <w:r w:rsidR="00E978C2" w:rsidRPr="00E978C2">
        <w:rPr>
          <w:rStyle w:val="libItalicChar"/>
        </w:rPr>
        <w:t>”</w:t>
      </w:r>
      <w:r>
        <w:t xml:space="preserve"> (those deeply established in knowledge), where He (s.w.t.) says:</w:t>
      </w:r>
    </w:p>
    <w:p w:rsidR="001C73B9" w:rsidRDefault="00E978C2" w:rsidP="001C73B9">
      <w:pPr>
        <w:pStyle w:val="libNormal"/>
      </w:pPr>
      <w:r w:rsidRPr="00E978C2">
        <w:rPr>
          <w:rStyle w:val="libItalicChar"/>
        </w:rPr>
        <w:t>“</w:t>
      </w:r>
      <w:r w:rsidR="001C73B9" w:rsidRPr="00E978C2">
        <w:rPr>
          <w:rStyle w:val="libItalicChar"/>
        </w:rPr>
        <w:t>... But no one knows its hidden meaning except Allah, and those who are firmly grounded in knowledge...</w:t>
      </w:r>
      <w:r w:rsidRPr="00E978C2">
        <w:rPr>
          <w:rStyle w:val="libItalicChar"/>
        </w:rPr>
        <w:t>”</w:t>
      </w:r>
      <w:r w:rsidR="001C73B9">
        <w:t xml:space="preserve"> (Sura Al</w:t>
      </w:r>
      <w:r w:rsidR="00D92C09">
        <w:t>-</w:t>
      </w:r>
      <w:r w:rsidR="001C73B9">
        <w:t>I</w:t>
      </w:r>
      <w:r w:rsidR="00D92C09">
        <w:t>-</w:t>
      </w:r>
      <w:r w:rsidR="001C73B9">
        <w:t>Imran, No.3, verse 7).</w:t>
      </w:r>
    </w:p>
    <w:p w:rsidR="001C73B9" w:rsidRDefault="001C73B9" w:rsidP="001C73B9">
      <w:pPr>
        <w:pStyle w:val="libNormal"/>
      </w:pPr>
      <w:r>
        <w:t>However, it is certain that if this group of expressive traditions and the like of them be practically observed by receptive people, the resulting merits of those divinely</w:t>
      </w:r>
      <w:r w:rsidR="00D92C09">
        <w:t>-</w:t>
      </w:r>
      <w:r>
        <w:t>linked statements will be abundantly beneficial in every step of their lives: socially, economically, morally, ethically, and so on, Allah</w:t>
      </w:r>
      <w:r w:rsidR="00D92C09">
        <w:t>-</w:t>
      </w:r>
      <w:r>
        <w:t>Willing. So, we ask Allah (s.w.t.) to shower His ceaseless infinite mercy upon all those who study this book and try to act according to its involving reasonable ideas.</w:t>
      </w:r>
    </w:p>
    <w:p w:rsidR="001C73B9" w:rsidRDefault="001C73B9" w:rsidP="001C73B9">
      <w:pPr>
        <w:pStyle w:val="libNormal"/>
      </w:pPr>
      <w:r>
        <w:lastRenderedPageBreak/>
        <w:t>It is necessary to say, here, that some of the Arabic words involved in the traditions , such as: I na</w:t>
      </w:r>
      <w:r w:rsidR="00D92C09">
        <w:t>-</w:t>
      </w:r>
      <w:r>
        <w:t xml:space="preserve">mahram /,have rarely any equivalents in English to convey their exact meaning. </w:t>
      </w:r>
    </w:p>
    <w:p w:rsidR="001C73B9" w:rsidRDefault="001C73B9" w:rsidP="001C73B9">
      <w:pPr>
        <w:pStyle w:val="libNormal"/>
      </w:pPr>
      <w:r>
        <w:t>Hereby, we sincerely appreciate not only the estimable people who helped us with the completion of this book, but also the valuable helpful instructive views we will receive from you, dear reader, which can surely be encouraging and animating for us. Therefore, we thank you in anticipation and ask you to communicate with us by the publisher's address:</w:t>
      </w:r>
    </w:p>
    <w:p w:rsidR="001C73B9" w:rsidRDefault="001C73B9" w:rsidP="001C73B9">
      <w:pPr>
        <w:pStyle w:val="libNormal"/>
      </w:pPr>
      <w:r>
        <w:t>The Scientific, Religious Research Center, Amir</w:t>
      </w:r>
      <w:r w:rsidR="00D92C09">
        <w:t>-</w:t>
      </w:r>
      <w:r>
        <w:t>ul</w:t>
      </w:r>
      <w:r w:rsidR="00D92C09">
        <w:t>-</w:t>
      </w:r>
      <w:r>
        <w:t>Mu'mineen Ali (as.) Public Library, Isfahan, Iran.</w:t>
      </w:r>
    </w:p>
    <w:p w:rsidR="001C73B9" w:rsidRDefault="001C73B9" w:rsidP="001C73B9">
      <w:pPr>
        <w:pStyle w:val="libNormal"/>
      </w:pPr>
      <w:r>
        <w:t>We praise Allah and hope that may He forgive all our faults and shortcomings, and, accept this small endeavour from us with giving rewards to all those who have had a share, of any kind, in it, both in this world and the next world.</w:t>
      </w:r>
    </w:p>
    <w:p w:rsidR="001C73B9" w:rsidRDefault="001C73B9" w:rsidP="001C73B9">
      <w:pPr>
        <w:pStyle w:val="libBold1"/>
      </w:pPr>
      <w:r>
        <w:t>Was</w:t>
      </w:r>
      <w:r w:rsidR="00D92C09">
        <w:t>-</w:t>
      </w:r>
      <w:r>
        <w:t>Salam:</w:t>
      </w:r>
    </w:p>
    <w:p w:rsidR="001C73B9" w:rsidRDefault="001C73B9" w:rsidP="001C73B9">
      <w:pPr>
        <w:pStyle w:val="libBold1"/>
      </w:pPr>
      <w:r>
        <w:t>Sayyid Abbas Sadr</w:t>
      </w:r>
      <w:r w:rsidR="00D92C09">
        <w:t>-</w:t>
      </w:r>
      <w:r>
        <w:t>'ameli</w:t>
      </w:r>
    </w:p>
    <w:p w:rsidR="001C73B9" w:rsidRDefault="001C73B9" w:rsidP="001C73B9">
      <w:pPr>
        <w:pStyle w:val="libBold1"/>
      </w:pPr>
      <w:r>
        <w:t>Translator</w:t>
      </w:r>
    </w:p>
    <w:p w:rsidR="001C73B9" w:rsidRDefault="001C73B9" w:rsidP="001C73B9">
      <w:pPr>
        <w:pStyle w:val="libBold1"/>
      </w:pPr>
      <w:r>
        <w:t>August 1997</w:t>
      </w:r>
    </w:p>
    <w:p w:rsidR="001C73B9" w:rsidRDefault="001C73B9" w:rsidP="001C73B9">
      <w:pPr>
        <w:pStyle w:val="libNormal"/>
      </w:pPr>
      <w:r>
        <w:t xml:space="preserve"> </w:t>
      </w:r>
    </w:p>
    <w:p w:rsidR="001C73B9" w:rsidRDefault="001C73B9" w:rsidP="001C73B9">
      <w:pPr>
        <w:pStyle w:val="libNormal"/>
      </w:pPr>
      <w:r>
        <w:br w:type="page"/>
      </w:r>
    </w:p>
    <w:p w:rsidR="001C73B9" w:rsidRDefault="001C73B9" w:rsidP="001C73B9">
      <w:pPr>
        <w:pStyle w:val="Heading1Center"/>
      </w:pPr>
      <w:bookmarkStart w:id="1" w:name="_Toc444518200"/>
      <w:r>
        <w:lastRenderedPageBreak/>
        <w:t>PREFACE</w:t>
      </w:r>
      <w:bookmarkEnd w:id="1"/>
    </w:p>
    <w:p w:rsidR="001C73B9" w:rsidRDefault="001C73B9" w:rsidP="001C73B9">
      <w:pPr>
        <w:pStyle w:val="libAr"/>
      </w:pPr>
      <w:r>
        <w:rPr>
          <w:rtl/>
        </w:rPr>
        <w:t>بِسْمِ الله الرحمنِ الرَّحيم</w:t>
      </w:r>
      <w:r>
        <w:t xml:space="preserve"> </w:t>
      </w:r>
    </w:p>
    <w:p w:rsidR="001C73B9" w:rsidRDefault="001C73B9" w:rsidP="001C73B9">
      <w:pPr>
        <w:pStyle w:val="libAr"/>
      </w:pPr>
      <w:r>
        <w:rPr>
          <w:rtl/>
        </w:rPr>
        <w:t>قالَ اللّهعزّوجل تَعالى</w:t>
      </w:r>
      <w:r>
        <w:t xml:space="preserve"> :</w:t>
      </w:r>
    </w:p>
    <w:p w:rsidR="001C73B9" w:rsidRDefault="001C73B9" w:rsidP="001C73B9">
      <w:pPr>
        <w:pStyle w:val="libAr"/>
      </w:pPr>
      <w:r>
        <w:t>...</w:t>
      </w:r>
      <w:r>
        <w:rPr>
          <w:rtl/>
        </w:rPr>
        <w:t>فَاسْأَلُواْ أَهْلَ الذِّكْرِ إِن كُنتُمْ لاَ تَعْلَمُونَ</w:t>
      </w:r>
      <w:r>
        <w:t>.</w:t>
      </w:r>
    </w:p>
    <w:p w:rsidR="001C73B9" w:rsidRDefault="001C73B9" w:rsidP="001C73B9">
      <w:pPr>
        <w:pStyle w:val="libAr"/>
      </w:pPr>
      <w:r>
        <w:rPr>
          <w:rtl/>
        </w:rPr>
        <w:t>سورة النحل 16 آية 43 و سورة الانبياء… 21 آية 7</w:t>
      </w:r>
    </w:p>
    <w:p w:rsidR="001C73B9" w:rsidRDefault="00E978C2" w:rsidP="001C73B9">
      <w:pPr>
        <w:pStyle w:val="libNormal"/>
      </w:pPr>
      <w:r w:rsidRPr="00E978C2">
        <w:rPr>
          <w:rStyle w:val="libItalicChar"/>
        </w:rPr>
        <w:t>“</w:t>
      </w:r>
      <w:r w:rsidR="001C73B9" w:rsidRPr="00E978C2">
        <w:rPr>
          <w:rStyle w:val="libItalicChar"/>
        </w:rPr>
        <w:t>If you do not know, ask the men of wisdom (among Ummah).</w:t>
      </w:r>
      <w:r w:rsidRPr="00E978C2">
        <w:rPr>
          <w:rStyle w:val="libItalicChar"/>
        </w:rPr>
        <w:t>”</w:t>
      </w:r>
      <w:r w:rsidR="001C73B9">
        <w:t xml:space="preserve"> Sura Nahl, no 16, verse 43, Sura Anbiya, No. 21, verse 7</w:t>
      </w:r>
    </w:p>
    <w:p w:rsidR="001C73B9" w:rsidRDefault="001C73B9" w:rsidP="001C73B9">
      <w:pPr>
        <w:pStyle w:val="libNormal"/>
      </w:pPr>
      <w:r>
        <w:t>This holy verse enjoins the believers to refer to the people of dhikr i.e., the men of wisdom and the scholars of Ummah in order to recognize the right from wrong, when they (the believers) encounter with difficulties, because Allah after teaching them knowledge, chose them for that matter. Hence, they are those deeply rooted in knowledge who know how to render the Qur'an.</w:t>
      </w:r>
    </w:p>
    <w:p w:rsidR="001C73B9" w:rsidRDefault="001C73B9" w:rsidP="001C73B9">
      <w:pPr>
        <w:pStyle w:val="libNormal"/>
      </w:pPr>
      <w:r>
        <w:t>This verse was revealed in order to introduce Ahlul</w:t>
      </w:r>
      <w:r w:rsidR="00D92C09">
        <w:t>-</w:t>
      </w:r>
      <w:r>
        <w:t>Bayt [a.s.], viz, Muhammad [p.b.u.h.], Ali, Fatimah, Hassan and Husayn, who are called the five holy lights known as 'Al</w:t>
      </w:r>
      <w:r w:rsidR="00D92C09">
        <w:t>-</w:t>
      </w:r>
      <w:r>
        <w:t>i</w:t>
      </w:r>
      <w:r w:rsidR="00D92C09">
        <w:t>-</w:t>
      </w:r>
      <w:r>
        <w:t>'Aba' to whom, there have been added nine other blessed ones from the descendants of Imam Husayn. The Messenger of Allah, in different suitable occasions, introduced them as the guiding Imams, the torches in darknesses, and those deeply rooted in knowledge, upon whom surely Allah (s.w.t.), has bestowed 'the Knowledge of the Book'.</w:t>
      </w:r>
    </w:p>
    <w:p w:rsidR="001C73B9" w:rsidRDefault="001C73B9" w:rsidP="001C73B9">
      <w:pPr>
        <w:pStyle w:val="libNormal"/>
      </w:pPr>
      <w:r>
        <w:t>These facts, narrated in repeatedly stated traditions, have been precisely approved by the followers of Prophet Muhammad [p.b.u.h.]from the time of revelation up to now, and some of the scholars and commentators from Sunni school have also confessed in their books that those verses of the Qur'an were revealed about and on the virtue of Ahlul</w:t>
      </w:r>
      <w:r w:rsidR="00D92C09">
        <w:t>-</w:t>
      </w:r>
      <w:r>
        <w:t>Bayt [a.s.]. A few of the examples of their books are as follows:</w:t>
      </w:r>
    </w:p>
    <w:p w:rsidR="001C73B9" w:rsidRDefault="001C73B9" w:rsidP="001C73B9">
      <w:pPr>
        <w:pStyle w:val="libNormal"/>
      </w:pPr>
      <w:r>
        <w:t>1</w:t>
      </w:r>
      <w:r w:rsidR="00D92C09">
        <w:t>-</w:t>
      </w:r>
      <w:r>
        <w:t xml:space="preserve"> Imam Tha'labi in his great commentary book upon the meaning of verse 42 from Sura An</w:t>
      </w:r>
      <w:r w:rsidR="00D92C09">
        <w:t>-</w:t>
      </w:r>
      <w:r>
        <w:t>Nahl, No. 16.</w:t>
      </w:r>
    </w:p>
    <w:p w:rsidR="001C73B9" w:rsidRDefault="001C73B9" w:rsidP="001C73B9">
      <w:pPr>
        <w:pStyle w:val="libNormal"/>
      </w:pPr>
      <w:r>
        <w:t xml:space="preserve"> 2</w:t>
      </w:r>
      <w:r w:rsidR="00D92C09">
        <w:t>-</w:t>
      </w:r>
      <w:r>
        <w:t xml:space="preserve"> Tafsir Ibn Kathir, vol.2, p. 591.</w:t>
      </w:r>
    </w:p>
    <w:p w:rsidR="001C73B9" w:rsidRDefault="001C73B9" w:rsidP="001C73B9">
      <w:pPr>
        <w:pStyle w:val="libNormal"/>
      </w:pPr>
      <w:r>
        <w:t xml:space="preserve"> 3</w:t>
      </w:r>
      <w:r w:rsidR="00D92C09">
        <w:t>-</w:t>
      </w:r>
      <w:r>
        <w:t xml:space="preserve"> Tals Tabari, vol.14, p.75.</w:t>
      </w:r>
    </w:p>
    <w:p w:rsidR="001C73B9" w:rsidRDefault="001C73B9" w:rsidP="001C73B9">
      <w:pPr>
        <w:pStyle w:val="libNormal"/>
      </w:pPr>
      <w:r>
        <w:t xml:space="preserve"> 4</w:t>
      </w:r>
      <w:r w:rsidR="00D92C09">
        <w:t>-</w:t>
      </w:r>
      <w:r>
        <w:t xml:space="preserve"> Tafsir</w:t>
      </w:r>
      <w:r w:rsidR="00D92C09">
        <w:t>-</w:t>
      </w:r>
      <w:r>
        <w:t>i</w:t>
      </w:r>
      <w:r w:rsidR="00D92C09">
        <w:t>-</w:t>
      </w:r>
      <w:r>
        <w:t>Alusi, known as: 'Ruhul</w:t>
      </w:r>
      <w:r w:rsidR="00D92C09">
        <w:t>-</w:t>
      </w:r>
      <w:r>
        <w:t>Bayan', vol.14, p.134.</w:t>
      </w:r>
    </w:p>
    <w:p w:rsidR="001C73B9" w:rsidRDefault="001C73B9" w:rsidP="001C73B9">
      <w:pPr>
        <w:pStyle w:val="libNormal"/>
      </w:pPr>
      <w:r>
        <w:t xml:space="preserve"> 5</w:t>
      </w:r>
      <w:r w:rsidR="00D92C09">
        <w:t>-</w:t>
      </w:r>
      <w:r>
        <w:t xml:space="preserve"> Tafsir</w:t>
      </w:r>
      <w:r w:rsidR="00D92C09">
        <w:t>-</w:t>
      </w:r>
      <w:r>
        <w:t>i</w:t>
      </w:r>
      <w:r w:rsidR="00D92C09">
        <w:t>-</w:t>
      </w:r>
      <w:r>
        <w:t>Qartabi, vol.11, p.272.</w:t>
      </w:r>
    </w:p>
    <w:p w:rsidR="001C73B9" w:rsidRDefault="001C73B9" w:rsidP="001C73B9">
      <w:pPr>
        <w:pStyle w:val="libNormal"/>
      </w:pPr>
      <w:r>
        <w:t xml:space="preserve"> 6</w:t>
      </w:r>
      <w:r w:rsidR="00D92C09">
        <w:t>-</w:t>
      </w:r>
      <w:r>
        <w:t xml:space="preserve"> Tafsir</w:t>
      </w:r>
      <w:r w:rsidR="00D92C09">
        <w:t>-</w:t>
      </w:r>
      <w:r>
        <w:t>i</w:t>
      </w:r>
      <w:r w:rsidR="00D92C09">
        <w:t>-</w:t>
      </w:r>
      <w:r>
        <w:t>Hakim, or Shawahid</w:t>
      </w:r>
      <w:r w:rsidR="00D92C09">
        <w:t>-</w:t>
      </w:r>
      <w:r>
        <w:t>ut</w:t>
      </w:r>
      <w:r w:rsidR="00D92C09">
        <w:t>-</w:t>
      </w:r>
      <w:r>
        <w:t>Tanzil, vol.1, p. 334.</w:t>
      </w:r>
    </w:p>
    <w:p w:rsidR="001C73B9" w:rsidRDefault="001C73B9" w:rsidP="001C73B9">
      <w:pPr>
        <w:pStyle w:val="libNormal"/>
      </w:pPr>
      <w:r>
        <w:t xml:space="preserve"> 7</w:t>
      </w:r>
      <w:r w:rsidR="00D92C09">
        <w:t>-</w:t>
      </w:r>
      <w:r>
        <w:t xml:space="preserve"> Tafsir</w:t>
      </w:r>
      <w:r w:rsidR="00D92C09">
        <w:t>-</w:t>
      </w:r>
      <w:r>
        <w:t>i</w:t>
      </w:r>
      <w:r w:rsidR="00D92C09">
        <w:t>-</w:t>
      </w:r>
      <w:r>
        <w:t>Shabistary, or: Ihqaaq</w:t>
      </w:r>
      <w:r w:rsidR="00D92C09">
        <w:t>-</w:t>
      </w:r>
      <w:r>
        <w:t>ul</w:t>
      </w:r>
      <w:r w:rsidR="00D92C09">
        <w:t>-</w:t>
      </w:r>
      <w:r>
        <w:t xml:space="preserve">Haqq, vol.3, p.482. </w:t>
      </w:r>
    </w:p>
    <w:p w:rsidR="001C73B9" w:rsidRDefault="001C73B9" w:rsidP="001C73B9">
      <w:pPr>
        <w:pStyle w:val="libNormal"/>
      </w:pPr>
      <w:r>
        <w:t>8</w:t>
      </w:r>
      <w:r w:rsidR="00D92C09">
        <w:t>-</w:t>
      </w:r>
      <w:r>
        <w:t xml:space="preserve"> Yanani</w:t>
      </w:r>
      <w:r w:rsidR="00D92C09">
        <w:t>-</w:t>
      </w:r>
      <w:r>
        <w:t>ul</w:t>
      </w:r>
      <w:r w:rsidR="00D92C09">
        <w:t>-</w:t>
      </w:r>
      <w:r>
        <w:t xml:space="preserve">Mawaddah, by Qanduzi Hanafi, p. 119. </w:t>
      </w:r>
    </w:p>
    <w:p w:rsidR="001C73B9" w:rsidRDefault="001C73B9" w:rsidP="001C73B9">
      <w:pPr>
        <w:pStyle w:val="libNormal"/>
      </w:pPr>
      <w:r>
        <w:t>Basing on the very reality, we must approach the Immaculate Household, Ahlul</w:t>
      </w:r>
      <w:r w:rsidR="00D92C09">
        <w:t>-</w:t>
      </w:r>
      <w:r>
        <w:t>Bayt, and practice their guiding words to instruct our lives well. In this regard, Imam al</w:t>
      </w:r>
      <w:r w:rsidR="00D92C09">
        <w:t>-</w:t>
      </w:r>
      <w:r>
        <w:t>Hadi [a.s.] says:</w:t>
      </w:r>
    </w:p>
    <w:p w:rsidR="001C73B9" w:rsidRDefault="001C73B9" w:rsidP="001C73B9">
      <w:pPr>
        <w:pStyle w:val="libAr"/>
      </w:pPr>
      <w:r>
        <w:rPr>
          <w:rtl/>
        </w:rPr>
        <w:t>كَلامُكُم نُورٌ وَ اَمرُكُم رُشدٌ وَ وَصيَّتُكُم التَّقوى</w:t>
      </w:r>
      <w:r>
        <w:t>.</w:t>
      </w:r>
    </w:p>
    <w:p w:rsidR="001C73B9" w:rsidRDefault="001C73B9" w:rsidP="001C73B9">
      <w:pPr>
        <w:pStyle w:val="libAr"/>
      </w:pPr>
      <w:r>
        <w:rPr>
          <w:rtl/>
        </w:rPr>
        <w:t>من لا يحضره الفقيه و التهذيب و عيون اخبار الرضا</w:t>
      </w:r>
    </w:p>
    <w:p w:rsidR="001C73B9" w:rsidRDefault="00E978C2" w:rsidP="001C73B9">
      <w:pPr>
        <w:pStyle w:val="libNormal"/>
      </w:pPr>
      <w:r w:rsidRPr="00E978C2">
        <w:rPr>
          <w:rStyle w:val="libItalicChar"/>
        </w:rPr>
        <w:t>“</w:t>
      </w:r>
      <w:r w:rsidR="001C73B9" w:rsidRPr="00E978C2">
        <w:rPr>
          <w:rStyle w:val="libItalicChar"/>
        </w:rPr>
        <w:t>Your words of wisdom give light, your administration is guidance (for people), and your recommendation is piety and equity.</w:t>
      </w:r>
      <w:r w:rsidRPr="00E978C2">
        <w:rPr>
          <w:rStyle w:val="libItalicChar"/>
        </w:rPr>
        <w:t>”</w:t>
      </w:r>
    </w:p>
    <w:p w:rsidR="001C73B9" w:rsidRDefault="001C73B9" w:rsidP="001C73B9">
      <w:pPr>
        <w:pStyle w:val="libNormal"/>
      </w:pPr>
      <w:r>
        <w:lastRenderedPageBreak/>
        <w:t>Man La Yahduruh</w:t>
      </w:r>
      <w:r w:rsidR="00D92C09">
        <w:t>-</w:t>
      </w:r>
      <w:r>
        <w:t>ul</w:t>
      </w:r>
      <w:r w:rsidR="00D92C09">
        <w:t>-</w:t>
      </w:r>
      <w:r>
        <w:t>Faqih, Tahthib &amp; 'Uyun</w:t>
      </w:r>
      <w:r w:rsidR="00D92C09">
        <w:t>-</w:t>
      </w:r>
      <w:r>
        <w:t>i</w:t>
      </w:r>
      <w:r w:rsidR="00D92C09">
        <w:t>-</w:t>
      </w:r>
      <w:r>
        <w:t>Akhbar</w:t>
      </w:r>
      <w:r w:rsidR="00D92C09">
        <w:t>-</w:t>
      </w:r>
      <w:r>
        <w:t>ur</w:t>
      </w:r>
      <w:r w:rsidR="00D92C09">
        <w:t>-</w:t>
      </w:r>
      <w:r>
        <w:t>Rida</w:t>
      </w:r>
    </w:p>
    <w:p w:rsidR="001C73B9" w:rsidRDefault="001C73B9" w:rsidP="001C73B9">
      <w:pPr>
        <w:pStyle w:val="libNormal"/>
      </w:pPr>
      <w:r>
        <w:t>BEWARE O' DEAR READER!</w:t>
      </w:r>
    </w:p>
    <w:p w:rsidR="001C73B9" w:rsidRDefault="001C73B9" w:rsidP="001C73B9">
      <w:pPr>
        <w:pStyle w:val="libNormal"/>
      </w:pPr>
      <w:r>
        <w:t>It is via these blessed ones that the material and spiritual problems of our lives, in this world and the world to come, can be solved.</w:t>
      </w:r>
    </w:p>
    <w:p w:rsidR="001C73B9" w:rsidRDefault="001C73B9" w:rsidP="001C73B9">
      <w:pPr>
        <w:pStyle w:val="libAr"/>
      </w:pPr>
      <w:r>
        <w:rPr>
          <w:rtl/>
        </w:rPr>
        <w:t>بِكُم اَخرَجَنَا اللّه مِنَ الذلِّ وَ فَرَّجَ عَنّا غَمَراتِ الكُرُوبِ وَاَنقَذَنا مِن شَفاجُرُفِ الهَلَكاتِ وَ مِنَ النّارِ</w:t>
      </w:r>
      <w:r>
        <w:t>.</w:t>
      </w:r>
    </w:p>
    <w:p w:rsidR="001C73B9" w:rsidRDefault="001C73B9" w:rsidP="001C73B9">
      <w:pPr>
        <w:pStyle w:val="libNormal"/>
      </w:pPr>
      <w:r>
        <w:t>It is on account of you that Allah pulls us out of the the lowliness (of infidelity), sets us free from the clutches of hard grieves, and takes us to safety from the precipices of annihilation of the world, and from the Fire of Hell, too.</w:t>
      </w:r>
    </w:p>
    <w:p w:rsidR="001C73B9" w:rsidRDefault="001C73B9" w:rsidP="001C73B9">
      <w:pPr>
        <w:pStyle w:val="libNormal"/>
      </w:pPr>
      <w:r>
        <w:t>Man La Yahduruh</w:t>
      </w:r>
      <w:r w:rsidR="00D92C09">
        <w:t>-</w:t>
      </w:r>
      <w:r>
        <w:t>uI</w:t>
      </w:r>
      <w:r w:rsidR="00D92C09">
        <w:t>-</w:t>
      </w:r>
      <w:r>
        <w:t>Faqih, Tahthib &amp; 'Uyun</w:t>
      </w:r>
      <w:r w:rsidR="00D92C09">
        <w:t>-</w:t>
      </w:r>
      <w:r>
        <w:t>i</w:t>
      </w:r>
      <w:r w:rsidR="00D92C09">
        <w:t>-</w:t>
      </w:r>
      <w:r>
        <w:t>Akhbar</w:t>
      </w:r>
      <w:r w:rsidR="00D92C09">
        <w:t>-</w:t>
      </w:r>
      <w:r>
        <w:t>ur</w:t>
      </w:r>
      <w:r w:rsidR="00D92C09">
        <w:t>-</w:t>
      </w:r>
      <w:r>
        <w:t>Rida</w:t>
      </w:r>
    </w:p>
    <w:p w:rsidR="001C73B9" w:rsidRDefault="001C73B9" w:rsidP="001C73B9">
      <w:pPr>
        <w:pStyle w:val="libAr"/>
      </w:pPr>
      <w:r>
        <w:rPr>
          <w:rtl/>
        </w:rPr>
        <w:t>بِمُوالاتِكُم عَلَّمَنَا اللّهُ مَعالِمَ دينِنا وَ اَصلَحَ ما كانَ فَسَدَ مِن دُنيانا</w:t>
      </w:r>
      <w:r>
        <w:t>.</w:t>
      </w:r>
    </w:p>
    <w:p w:rsidR="001C73B9" w:rsidRDefault="001C73B9" w:rsidP="001C73B9">
      <w:pPr>
        <w:pStyle w:val="libNormal"/>
      </w:pPr>
      <w:r>
        <w:t>It was because of your mastership and leadership that Allah taught us the laws of our religion, put in order what had been spoiled and corrupted in our world. (And He saved us from poverty, degradation and ignorance, then, bestowed us knowledge, honour and dignity.)</w:t>
      </w:r>
    </w:p>
    <w:p w:rsidR="001C73B9" w:rsidRDefault="001C73B9" w:rsidP="001C73B9">
      <w:pPr>
        <w:pStyle w:val="libNormal"/>
      </w:pPr>
      <w:r>
        <w:t>Man La Yahduruh</w:t>
      </w:r>
      <w:r w:rsidR="00D92C09">
        <w:t>-</w:t>
      </w:r>
      <w:r>
        <w:t>uI</w:t>
      </w:r>
      <w:r w:rsidR="00D92C09">
        <w:t>-</w:t>
      </w:r>
      <w:r>
        <w:t>Faqih, Tahthib &amp; 'Uyun</w:t>
      </w:r>
      <w:r w:rsidR="00D92C09">
        <w:t>-</w:t>
      </w:r>
      <w:r>
        <w:t>i</w:t>
      </w:r>
      <w:r w:rsidR="00D92C09">
        <w:t>-</w:t>
      </w:r>
      <w:r>
        <w:t>Akhbar</w:t>
      </w:r>
      <w:r w:rsidR="00D92C09">
        <w:t>-</w:t>
      </w:r>
      <w:r>
        <w:t>ur</w:t>
      </w:r>
      <w:r w:rsidR="00D92C09">
        <w:t>-</w:t>
      </w:r>
      <w:r>
        <w:t>Rida</w:t>
      </w:r>
    </w:p>
    <w:p w:rsidR="001C73B9" w:rsidRDefault="001C73B9" w:rsidP="001C73B9">
      <w:pPr>
        <w:pStyle w:val="libNormal"/>
      </w:pPr>
      <w:r>
        <w:t>Well, if we leave following those blessed ones, we will fail in all aspects. So, the Prophet [p.b.u.h.]has said:</w:t>
      </w:r>
    </w:p>
    <w:p w:rsidR="001C73B9" w:rsidRDefault="001C73B9" w:rsidP="001C73B9">
      <w:pPr>
        <w:pStyle w:val="libAr"/>
      </w:pP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 xml:space="preserve">: </w:t>
      </w:r>
    </w:p>
    <w:p w:rsidR="001C73B9" w:rsidRDefault="001C73B9" w:rsidP="001C73B9">
      <w:pPr>
        <w:pStyle w:val="libAr"/>
      </w:pPr>
      <w:r>
        <w:rPr>
          <w:rFonts w:hint="eastAsia"/>
          <w:rtl/>
        </w:rPr>
        <w:t>مَثَلُ</w:t>
      </w:r>
      <w:r>
        <w:rPr>
          <w:rtl/>
        </w:rPr>
        <w:t xml:space="preserve"> اَهلِ بَيتي كَمَثَلِ سَفينَةِ نُوحٍ مَن رَكِبَها فَقَد نَجى وَ مَن تَخَلَّفَ عَنها فَقَد هَلَكَ</w:t>
      </w:r>
      <w:r>
        <w:t>.</w:t>
      </w:r>
    </w:p>
    <w:p w:rsidR="001C73B9" w:rsidRDefault="001C73B9" w:rsidP="001C73B9">
      <w:pPr>
        <w:pStyle w:val="libNormal"/>
      </w:pPr>
      <w:r>
        <w:t>The parable of my Ahlul</w:t>
      </w:r>
      <w:r w:rsidR="00D92C09">
        <w:t>-</w:t>
      </w:r>
      <w:r>
        <w:t>Bayt is similar to that of Noah's Ark. Whosoever embarks it certainly will get rescued, but the one who opposes the boarding of it, surely gets drowned.</w:t>
      </w:r>
      <w:r w:rsidR="00E978C2">
        <w:t>”</w:t>
      </w:r>
    </w:p>
    <w:p w:rsidR="001C73B9" w:rsidRDefault="001C73B9" w:rsidP="001C73B9">
      <w:pPr>
        <w:pStyle w:val="libAr"/>
      </w:pPr>
      <w:r>
        <w:rPr>
          <w:rFonts w:hint="eastAsia"/>
          <w:rtl/>
        </w:rPr>
        <w:t>روى</w:t>
      </w:r>
      <w:r>
        <w:rPr>
          <w:rtl/>
        </w:rPr>
        <w:t xml:space="preserve"> هذا الحديث ثمانية من الصحابة و ثمانية من التابعين و ستين من الحفاظ والعلماء… و اكثر من 90 نفر من مؤلفى اهل السنة راجع مشكاة المصابيح ص 523 عن احمد بن حنبل و فرائدالسِّمطَين ج2 ص242 والصواعق المحرقه ص234 و عيون الاخبار ج1 ص211 و غيرها من مصادرالفريقين و</w:t>
      </w:r>
      <w:r>
        <w:rPr>
          <w:rFonts w:hint="eastAsia"/>
          <w:rtl/>
        </w:rPr>
        <w:t>ان</w:t>
      </w:r>
      <w:r>
        <w:rPr>
          <w:rtl/>
        </w:rPr>
        <w:t xml:space="preserve"> شئت راجع نفحات الازهار ج4 ص127</w:t>
      </w:r>
      <w:r>
        <w:t>.</w:t>
      </w:r>
    </w:p>
    <w:p w:rsidR="001C73B9" w:rsidRDefault="001C73B9" w:rsidP="001C73B9">
      <w:pPr>
        <w:pStyle w:val="libNormal"/>
      </w:pPr>
      <w:r>
        <w:t>This tradition has been narrated by eight companions of the Prophet [p.b.u.h.] and eight persons from the disciples of the companions, and by sixty well</w:t>
      </w:r>
      <w:r w:rsidR="00D92C09">
        <w:t>-</w:t>
      </w:r>
      <w:r>
        <w:t>known scholars, and more than 90 authors from the brothers os Sunni school, mentioned in Mishkat</w:t>
      </w:r>
      <w:r w:rsidR="00D92C09">
        <w:t>-</w:t>
      </w:r>
      <w:r>
        <w:t>ul</w:t>
      </w:r>
      <w:r w:rsidR="00D92C09">
        <w:t>-</w:t>
      </w:r>
      <w:r>
        <w:t>Masabih, p.523, from Ahmad</w:t>
      </w:r>
      <w:r w:rsidR="00D92C09">
        <w:t>-</w:t>
      </w:r>
      <w:r>
        <w:t>ibn</w:t>
      </w:r>
      <w:r w:rsidR="00D92C09">
        <w:t>-</w:t>
      </w:r>
      <w:r>
        <w:t>Hanbal; Fara'id</w:t>
      </w:r>
      <w:r w:rsidR="00D92C09">
        <w:t>-</w:t>
      </w:r>
      <w:r>
        <w:t>us</w:t>
      </w:r>
      <w:r w:rsidR="00D92C09">
        <w:t>-</w:t>
      </w:r>
      <w:r>
        <w:t>Simtayn, vol.2, p. 242; As</w:t>
      </w:r>
      <w:r w:rsidR="00D92C09">
        <w:t>-</w:t>
      </w:r>
      <w:r>
        <w:t>Sawaiq</w:t>
      </w:r>
      <w:r w:rsidR="00D92C09">
        <w:t>-</w:t>
      </w:r>
      <w:r>
        <w:t>ul</w:t>
      </w:r>
      <w:r w:rsidR="00D92C09">
        <w:t>-</w:t>
      </w:r>
      <w:r>
        <w:t>Muharraqah, p.234; Uyun</w:t>
      </w:r>
      <w:r w:rsidR="00D92C09">
        <w:t>-</w:t>
      </w:r>
      <w:r>
        <w:t>ul</w:t>
      </w:r>
      <w:r w:rsidR="00D92C09">
        <w:t>-</w:t>
      </w:r>
      <w:r>
        <w:t>Akhbar, Vol.1, p.211; and others from the references of both schools, which if you wish to refer to, are, mentioned in Nafahat</w:t>
      </w:r>
      <w:r w:rsidR="00D92C09">
        <w:t>-</w:t>
      </w:r>
      <w:r>
        <w:t>ul</w:t>
      </w:r>
      <w:r w:rsidR="00D92C09">
        <w:t>-</w:t>
      </w:r>
      <w:r>
        <w:t>Azhar, vol.4, p.127.</w:t>
      </w:r>
    </w:p>
    <w:p w:rsidR="001C73B9" w:rsidRDefault="001C73B9" w:rsidP="001C73B9">
      <w:pPr>
        <w:pStyle w:val="libAr"/>
      </w:pPr>
      <w:r>
        <w:rPr>
          <w:rFonts w:hint="eastAsia"/>
          <w:rtl/>
        </w:rPr>
        <w:t>قالَ</w:t>
      </w:r>
      <w:r>
        <w:rPr>
          <w:rtl/>
        </w:rPr>
        <w:t xml:space="preserve">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lastRenderedPageBreak/>
        <w:t>يُوشَكُ</w:t>
      </w:r>
      <w:r>
        <w:rPr>
          <w:rtl/>
        </w:rPr>
        <w:t xml:space="preserve"> اَن اُدعى فَاُجيبُ, اِنّي تارِك فِيكُم الثقَلَينِ كِتابَ الله وَ عِترَتي , كِتابُ الله حَبلٌ مَمـدُودٌ مِنَ السَّماءِ اِلَى الاَرضِ وَ عِترَتي أهلُ بَيتي وَ اِنّ اللّطيفَ الخَبيرَ اَخبَرَني أ نّهُما لَن يَفتَرِقا حَتّى يَـرِدا عَلَيَّ الحَـوضَ فَان</w:t>
      </w:r>
      <w:r>
        <w:rPr>
          <w:rFonts w:hint="eastAsia"/>
          <w:rtl/>
        </w:rPr>
        <w:t>ظُـرُوا</w:t>
      </w:r>
      <w:r>
        <w:rPr>
          <w:rtl/>
        </w:rPr>
        <w:t xml:space="preserve"> بِماذا تَخلُفُونّي وَ في حَديثٍ آخَر: لَن تَضِلّوا ما اِن تَمَسّكتُم بِهِما</w:t>
      </w:r>
      <w:r>
        <w:t>.</w:t>
      </w:r>
    </w:p>
    <w:p w:rsidR="001C73B9" w:rsidRPr="00E978C2" w:rsidRDefault="001C73B9" w:rsidP="001C73B9">
      <w:pPr>
        <w:pStyle w:val="libNormal"/>
        <w:rPr>
          <w:rStyle w:val="libItalicChar"/>
        </w:rPr>
      </w:pPr>
      <w:r>
        <w:t xml:space="preserve">The Messenger of Allah said: </w:t>
      </w:r>
      <w:r w:rsidR="00E978C2" w:rsidRPr="00E978C2">
        <w:rPr>
          <w:rStyle w:val="libItalicChar"/>
        </w:rPr>
        <w:t>“</w:t>
      </w:r>
      <w:r w:rsidRPr="00E978C2">
        <w:rPr>
          <w:rStyle w:val="libItalicChar"/>
        </w:rPr>
        <w:t>It is probable that I be called soon and I will respond. Then, I leave behind me among you two weighty (very worthy and important) things:</w:t>
      </w:r>
    </w:p>
    <w:p w:rsidR="001C73B9" w:rsidRDefault="001C73B9" w:rsidP="001C73B9">
      <w:pPr>
        <w:pStyle w:val="libNormal"/>
      </w:pPr>
      <w:r w:rsidRPr="00E978C2">
        <w:rPr>
          <w:rStyle w:val="libItalicChar"/>
        </w:rPr>
        <w:t>The Book of Allah (i.e. the Qur'an), which is a stretched string from the heaven to the earth, and my progeny, my Ahlul</w:t>
      </w:r>
      <w:r w:rsidR="00D92C09" w:rsidRPr="00E978C2">
        <w:rPr>
          <w:rStyle w:val="libItalicChar"/>
        </w:rPr>
        <w:t>-</w:t>
      </w:r>
      <w:r w:rsidRPr="00E978C2">
        <w:rPr>
          <w:rStyle w:val="libItalicChar"/>
        </w:rPr>
        <w:t>Bait; for verily Allah, The Merciful, the Aware, informed me that never, never, will these two get separated from each other until they meet me at the Houd of Kauthar (the Pond of Abundance). Therefore, be careful how you will treat due to those two in my absence.</w:t>
      </w:r>
      <w:r w:rsidR="00E978C2" w:rsidRPr="00E978C2">
        <w:rPr>
          <w:rStyle w:val="libItalicChar"/>
        </w:rPr>
        <w:t>”</w:t>
      </w:r>
    </w:p>
    <w:p w:rsidR="001C73B9" w:rsidRDefault="001C73B9" w:rsidP="001C73B9">
      <w:pPr>
        <w:pStyle w:val="libNormal"/>
      </w:pPr>
      <w:r>
        <w:t xml:space="preserve">And, in another tradition it is added: </w:t>
      </w:r>
      <w:r w:rsidR="00E978C2" w:rsidRPr="00E978C2">
        <w:rPr>
          <w:rStyle w:val="libItalicChar"/>
        </w:rPr>
        <w:t>“</w:t>
      </w:r>
      <w:r w:rsidRPr="00E978C2">
        <w:rPr>
          <w:rStyle w:val="libItalicChar"/>
        </w:rPr>
        <w:t>Never, never, shall you get astray if you attach yourselves to these TWO.</w:t>
      </w:r>
      <w:r w:rsidR="00E978C2" w:rsidRPr="00E978C2">
        <w:rPr>
          <w:rStyle w:val="libItalicChar"/>
        </w:rPr>
        <w:t>”</w:t>
      </w:r>
    </w:p>
    <w:p w:rsidR="001C73B9" w:rsidRDefault="001C73B9" w:rsidP="001C73B9">
      <w:pPr>
        <w:pStyle w:val="libAr"/>
      </w:pPr>
      <w:r>
        <w:rPr>
          <w:rFonts w:hint="eastAsia"/>
          <w:rtl/>
        </w:rPr>
        <w:t>نَقَلَ</w:t>
      </w:r>
      <w:r>
        <w:rPr>
          <w:rtl/>
        </w:rPr>
        <w:t xml:space="preserve"> هذَا الحَديثِ اَكثَرُ مِن عِشرين صَحابيّاً وَ ما يُقارِبُ مِن 185 راوياً مِن رُواة الحَديثِ راجِع كِتاب صحيح مسلم ج 2 ص 238 و مُسند احمد بن حنبَل ج5 ص182</w:t>
      </w:r>
      <w:r w:rsidR="00D92C09">
        <w:rPr>
          <w:rtl/>
        </w:rPr>
        <w:t>-</w:t>
      </w:r>
      <w:r>
        <w:rPr>
          <w:rtl/>
        </w:rPr>
        <w:t>181 و صحيح الترمذى ج2 ص220 وغيرها مِن مصادر الفريقين و اِن شِئتَ راجع نفحات الازهار فى خلاصة عَ</w:t>
      </w:r>
      <w:r>
        <w:rPr>
          <w:rFonts w:hint="eastAsia"/>
          <w:rtl/>
        </w:rPr>
        <w:t>بَقات</w:t>
      </w:r>
      <w:r>
        <w:rPr>
          <w:rtl/>
        </w:rPr>
        <w:t xml:space="preserve"> الاَنوار ج1 ص210</w:t>
      </w:r>
      <w:r w:rsidR="00D92C09">
        <w:rPr>
          <w:rtl/>
        </w:rPr>
        <w:t>-</w:t>
      </w:r>
      <w:r>
        <w:rPr>
          <w:rtl/>
        </w:rPr>
        <w:t>199</w:t>
      </w:r>
      <w:r>
        <w:t>.</w:t>
      </w:r>
    </w:p>
    <w:p w:rsidR="001C73B9" w:rsidRDefault="001C73B9" w:rsidP="001C73B9">
      <w:pPr>
        <w:pStyle w:val="libNormal"/>
      </w:pPr>
      <w:r>
        <w:t>This tradition is narrated by more than twenty persons from the companions of the Prophet [p.b.u.h.] and it is also narrated by over 185 narrators mentioned in Sahih Muslim, vol. 2, p. 238 &amp; Musnad Ahmad ibn Hanbal, vol.5, p. 181</w:t>
      </w:r>
      <w:r w:rsidR="00D92C09">
        <w:t>-</w:t>
      </w:r>
      <w:r>
        <w:t>182; Sahih</w:t>
      </w:r>
      <w:r w:rsidR="00D92C09">
        <w:t>-</w:t>
      </w:r>
      <w:r>
        <w:t>i</w:t>
      </w:r>
      <w:r w:rsidR="00D92C09">
        <w:t>-</w:t>
      </w:r>
      <w:r>
        <w:t>Tarmathi, vol.2, p.220, and others from the references of both schools which, if you like to see, are mentioned on pp. 199 to 210, vol. 1, in Nafahat</w:t>
      </w:r>
      <w:r w:rsidR="00D92C09">
        <w:t>-</w:t>
      </w:r>
      <w:r>
        <w:t>ul</w:t>
      </w:r>
      <w:r w:rsidR="00D92C09">
        <w:t>-</w:t>
      </w:r>
      <w:r>
        <w:t>Azhar fi Khulasat</w:t>
      </w:r>
      <w:r w:rsidR="00D92C09">
        <w:t>-</w:t>
      </w:r>
      <w:r>
        <w:t>i</w:t>
      </w:r>
      <w:r w:rsidR="00D92C09">
        <w:t>-</w:t>
      </w:r>
      <w:r>
        <w:t>Abaqat</w:t>
      </w:r>
      <w:r w:rsidR="00D92C09">
        <w:t>-</w:t>
      </w:r>
      <w:r>
        <w:t>ul</w:t>
      </w:r>
      <w:r w:rsidR="00D92C09">
        <w:t>-</w:t>
      </w:r>
      <w:r>
        <w:t>Anwar.</w:t>
      </w:r>
    </w:p>
    <w:p w:rsidR="001C73B9" w:rsidRDefault="001C73B9" w:rsidP="001C73B9">
      <w:pPr>
        <w:pStyle w:val="libNormal"/>
      </w:pPr>
      <w:r>
        <w:t>Thus, what honour is more excellent than that the Qur'an, the Messenger of Allah [p.b.u.h.], and Ahlul</w:t>
      </w:r>
      <w:r w:rsidR="00D92C09">
        <w:t>-</w:t>
      </w:r>
      <w:r>
        <w:t>Bayt [a.s.]be our example, teacher, and leader.</w:t>
      </w:r>
    </w:p>
    <w:p w:rsidR="001C73B9" w:rsidRDefault="001C73B9" w:rsidP="001C73B9">
      <w:pPr>
        <w:pStyle w:val="libNormal"/>
      </w:pPr>
      <w:r>
        <w:t>That is why we, with a great mass of sincerity and devotion, say:</w:t>
      </w:r>
    </w:p>
    <w:p w:rsidR="001C73B9" w:rsidRDefault="001C73B9" w:rsidP="001C73B9">
      <w:pPr>
        <w:pStyle w:val="libNormal"/>
      </w:pPr>
      <w:r>
        <w:t>We are honoured that we are the followers of a religion whose founder on Allah's direction was Allah's prophet and Amir</w:t>
      </w:r>
      <w:r w:rsidR="00D92C09">
        <w:t>-</w:t>
      </w:r>
      <w:r>
        <w:t>ul</w:t>
      </w:r>
      <w:r w:rsidR="00D92C09">
        <w:t>-</w:t>
      </w:r>
      <w:r>
        <w:t xml:space="preserve">Mu'mineen 'Ali Ibn Abi Talib, the servant of Allah who was himself liberated from all chains and was designated, in turn, as the liberator of Mankind from all chains of slavery (to other than Allah). </w:t>
      </w:r>
    </w:p>
    <w:p w:rsidR="001C73B9" w:rsidRDefault="001C73B9" w:rsidP="001C73B9">
      <w:pPr>
        <w:pStyle w:val="libNormal"/>
      </w:pPr>
      <w:r>
        <w:t>We are honoured that Nahjul Balagha, which after the Qur'an is the greatest prescription for spiritual and material life, is the highest book for the liberation of mankind, and its spiritual and political prescriptions are the most valuable for liberation is authored by our Ma'sum Imam (Ali ibn Abi Talib [a.s.]).</w:t>
      </w:r>
    </w:p>
    <w:p w:rsidR="001C73B9" w:rsidRDefault="001C73B9" w:rsidP="001C73B9">
      <w:pPr>
        <w:pStyle w:val="libNormal"/>
      </w:pPr>
      <w:r>
        <w:t>We are honoured that Ma'sum Imam from 'Ali Ibn Abi Talib to the liberator of Mankind [a.s.] who with the power of Allah is alive and supervises all affairs, are our Imams.</w:t>
      </w:r>
    </w:p>
    <w:p w:rsidR="001C73B9" w:rsidRDefault="001C73B9" w:rsidP="001C73B9">
      <w:pPr>
        <w:pStyle w:val="libNormal"/>
      </w:pPr>
      <w:r>
        <w:lastRenderedPageBreak/>
        <w:t>We are honoured that the supplications, which are called the ascending Qur'an, are from our Ma'sum Imams. We are honoured that the intimate prayers of Sha'baniyyah, the supplications of 'Arafah of Husayn Ibn 'Ali, Sahifah Sajjaddiyah (the psalms of 'Al</w:t>
      </w:r>
      <w:r w:rsidR="00D92C09">
        <w:t>-</w:t>
      </w:r>
      <w:r>
        <w:t>i</w:t>
      </w:r>
      <w:r w:rsidR="00D92C09">
        <w:t>-</w:t>
      </w:r>
      <w:r>
        <w:t>Muhammad, and Sahifah Fatimah (which is an Allah</w:t>
      </w:r>
      <w:r w:rsidR="00D92C09">
        <w:t>-</w:t>
      </w:r>
      <w:r>
        <w:t>inspired Book to Zahra</w:t>
      </w:r>
      <w:r w:rsidR="00D92C09">
        <w:t>-</w:t>
      </w:r>
      <w:r>
        <w:t>'i</w:t>
      </w:r>
      <w:r w:rsidR="00D92C09">
        <w:t>-</w:t>
      </w:r>
      <w:r>
        <w:t>Mardiyyah).</w:t>
      </w:r>
    </w:p>
    <w:p w:rsidR="001C73B9" w:rsidRDefault="001C73B9" w:rsidP="001C73B9">
      <w:pPr>
        <w:pStyle w:val="libNormal"/>
      </w:pPr>
      <w:r>
        <w:t>We are honoured that Baqir</w:t>
      </w:r>
      <w:r w:rsidR="00D92C09">
        <w:t>-</w:t>
      </w:r>
      <w:r>
        <w:t>ul</w:t>
      </w:r>
      <w:r w:rsidR="00D92C09">
        <w:t>-</w:t>
      </w:r>
      <w:r>
        <w:t>'Ulum, who is the highest personality of history and no one, other than Allah Ta'ala, the Exalted, and the Prophet [S.A.W.A.W.S.]and the Ma'sum Imams, has been or will ever be able to understand his station, is from us.</w:t>
      </w:r>
    </w:p>
    <w:p w:rsidR="001C73B9" w:rsidRDefault="001C73B9" w:rsidP="001C73B9">
      <w:pPr>
        <w:pStyle w:val="libNormal"/>
      </w:pPr>
      <w:r>
        <w:t>And, we are honoured that our Madhhab is Ja'fari and that our Figh (Islamic Jurisprudence) which is an infinite sea (of knowledge), is one of his (Imam Sadiq's [a.s.]) contributions. And we are proud of all Ma'sum Imams [a.s.], and we are committed to following them.</w:t>
      </w:r>
    </w:p>
    <w:p w:rsidR="001C73B9" w:rsidRDefault="001C73B9" w:rsidP="001C73B9">
      <w:pPr>
        <w:pStyle w:val="libNormal"/>
      </w:pPr>
      <w:r>
        <w:t>We are honoured that our Ma'sum Imams [a.s.] lived in prisons and in exile because they tried to raise the status of the Deen (religion) of Islam and implement (the teaching) of the Holy Qur'an, one of whose dimensions is the formation of the Just Government, and finally became martyrs in attempts to irradicate oppressive governments and Taghut of their own time.</w:t>
      </w:r>
    </w:p>
    <w:p w:rsidR="001C73B9" w:rsidRDefault="001C73B9" w:rsidP="001C73B9">
      <w:pPr>
        <w:pStyle w:val="libNormal"/>
      </w:pPr>
      <w:r>
        <w:t>A part of the sayings of Hazrat Imam (May God be pleased) in Sahofah Inqilab.</w:t>
      </w:r>
    </w:p>
    <w:p w:rsidR="001C73B9" w:rsidRDefault="001C73B9" w:rsidP="001C73B9">
      <w:pPr>
        <w:pStyle w:val="libNormal"/>
      </w:pPr>
      <w:r>
        <w:br w:type="page"/>
      </w:r>
    </w:p>
    <w:p w:rsidR="001C73B9" w:rsidRDefault="001C73B9" w:rsidP="001C73B9">
      <w:pPr>
        <w:pStyle w:val="Heading1Center"/>
      </w:pPr>
      <w:bookmarkStart w:id="2" w:name="_Toc444518201"/>
      <w:r>
        <w:lastRenderedPageBreak/>
        <w:t>NOW, O' DEAR BROTHER AND SISTER!</w:t>
      </w:r>
      <w:bookmarkEnd w:id="2"/>
    </w:p>
    <w:p w:rsidR="001C73B9" w:rsidRDefault="001C73B9" w:rsidP="001C73B9">
      <w:pPr>
        <w:pStyle w:val="libNormal"/>
      </w:pPr>
      <w:r>
        <w:t>You are eye</w:t>
      </w:r>
      <w:r w:rsidR="00D92C09">
        <w:t>-</w:t>
      </w:r>
      <w:r>
        <w:t>witnesses, in this little globe, smaller than a village in the universe, that today, the period of the burst of imformation, the bewildered human race of our Age is burning in the thirst of the blazing desert of injustice and inequality, while man is ceaselessly sinking deeper and deeper into the swamp of impiety and inequity.</w:t>
      </w:r>
    </w:p>
    <w:p w:rsidR="001C73B9" w:rsidRDefault="001C73B9" w:rsidP="001C73B9">
      <w:pPr>
        <w:pStyle w:val="libNormal"/>
      </w:pPr>
      <w:r>
        <w:t>Those who boast of man's freedom and happiness are anxiously watching the descent of the moral values, the very circumstance that they themselves have created. They can afford nothing but looking at the destruction of human and humanity. But, is it really the end of the line?</w:t>
      </w:r>
    </w:p>
    <w:p w:rsidR="001C73B9" w:rsidRDefault="001C73B9" w:rsidP="001C73B9">
      <w:pPr>
        <w:pStyle w:val="libNormal"/>
      </w:pPr>
      <w:r>
        <w:t>The answer is surprisingly positive, unless man returns to his godly</w:t>
      </w:r>
      <w:r w:rsidR="00D92C09">
        <w:t>-</w:t>
      </w:r>
      <w:r>
        <w:t>human</w:t>
      </w:r>
      <w:r w:rsidR="00D92C09">
        <w:t>-</w:t>
      </w:r>
      <w:r>
        <w:t>nature, applying the miserable experiments of his past life as a torch for his future way and utilizing Islam as the best remedy.</w:t>
      </w:r>
    </w:p>
    <w:p w:rsidR="001C73B9" w:rsidRDefault="001C73B9" w:rsidP="001C73B9">
      <w:pPr>
        <w:pStyle w:val="libNormal"/>
      </w:pPr>
      <w:r>
        <w:t>In the present Age, Islam the glorious, as the best guiding prescription, better than ever in history, has stretched its kind hand to rescue him who is drowned in and overwhelmed with vices and, by the Grace of Allah has stood to cure him from the sickness of corruption.</w:t>
      </w:r>
    </w:p>
    <w:p w:rsidR="001C73B9" w:rsidRDefault="001C73B9" w:rsidP="001C73B9">
      <w:pPr>
        <w:pStyle w:val="libNormal"/>
      </w:pPr>
      <w:r>
        <w:t>Islam is available to quench the thirst of that wandering man in the hot desert of impiety by means of the wholesome water of its theology enlightened with the glow of the knowledge and excellences of Ahlul</w:t>
      </w:r>
      <w:r w:rsidR="00D92C09">
        <w:t>-</w:t>
      </w:r>
      <w:r>
        <w:t>Bayt, which is the reflection of bright galaxy of revelation that has ever had no err or mistake at all. It showers its light over all material and spiritual aspects of man's life totally. Thus, it has vividly opened a highway unto this deluded man that haply he goes toward reality.</w:t>
      </w:r>
    </w:p>
    <w:p w:rsidR="001C73B9" w:rsidRDefault="001C73B9" w:rsidP="001C73B9">
      <w:pPr>
        <w:pStyle w:val="libNormal"/>
      </w:pPr>
      <w:r>
        <w:br w:type="page"/>
      </w:r>
    </w:p>
    <w:p w:rsidR="001C73B9" w:rsidRDefault="001C73B9" w:rsidP="001C73B9">
      <w:pPr>
        <w:pStyle w:val="Heading1Center"/>
      </w:pPr>
      <w:bookmarkStart w:id="3" w:name="_Toc444518202"/>
      <w:r>
        <w:lastRenderedPageBreak/>
        <w:t>BUT, O' DEAR FRIEND</w:t>
      </w:r>
      <w:bookmarkEnd w:id="3"/>
    </w:p>
    <w:p w:rsidR="001C73B9" w:rsidRDefault="001C73B9" w:rsidP="001C73B9">
      <w:pPr>
        <w:pStyle w:val="libNormal"/>
      </w:pPr>
      <w:r>
        <w:t>The first and the most essential way of recognizing a school of idea is studying its main texts with proper understanding of the words of its sages and leaders. It is by this means that the doctrine of that school about the world and its problems upon different practical phenomena can be realized and estimated.</w:t>
      </w:r>
    </w:p>
    <w:p w:rsidR="001C73B9" w:rsidRDefault="001C73B9" w:rsidP="001C73B9">
      <w:pPr>
        <w:pStyle w:val="libNormal"/>
      </w:pPr>
      <w:r>
        <w:t>It has been on this foundation and under this stimulus that we have taken action in publishing a continuous commentary of the Qur'an in English under the name of 'An Enlightening Commentary into the Light of the Holy Qur'an', which was faced with such a warm reception of the seekers of truth in many countries of the world that during less than three years its first two volumes were reprinted five times.</w:t>
      </w:r>
    </w:p>
    <w:p w:rsidR="001C73B9" w:rsidRDefault="001C73B9" w:rsidP="001C73B9">
      <w:pPr>
        <w:pStyle w:val="libNormal"/>
      </w:pPr>
      <w:r>
        <w:t xml:space="preserve">Now, at the threshold of the sixth print of those sacred commentary books, the present book as 'A bundle of </w:t>
      </w:r>
    </w:p>
    <w:p w:rsidR="001C73B9" w:rsidRDefault="001C73B9" w:rsidP="001C73B9">
      <w:pPr>
        <w:pStyle w:val="libNormal"/>
      </w:pPr>
      <w:r>
        <w:t>Flowers' enriched from the statements of the leaders of the instructive school of Islam, that is the very Ahlul</w:t>
      </w:r>
      <w:r w:rsidR="00D92C09">
        <w:t>-</w:t>
      </w:r>
      <w:r>
        <w:t>Bayt, is offered to all of those who seek for the Noblest and latest Divine school. We expect that with utilizing the perfum of these everlasting fresh flowers best, contemplate the following expression from the eighth Imam [a.s.]:</w:t>
      </w:r>
    </w:p>
    <w:p w:rsidR="001C73B9" w:rsidRDefault="001C73B9" w:rsidP="001C73B9">
      <w:pPr>
        <w:pStyle w:val="libAr"/>
      </w:pPr>
      <w:r>
        <w:rPr>
          <w:rFonts w:hint="eastAsia"/>
          <w:rtl/>
        </w:rPr>
        <w:t>قالَ</w:t>
      </w:r>
      <w:r>
        <w:rPr>
          <w:rtl/>
        </w:rPr>
        <w:t xml:space="preserve"> الاِمامُ الرِّضا</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رَحِمَ</w:t>
      </w:r>
      <w:r>
        <w:rPr>
          <w:rtl/>
        </w:rPr>
        <w:t xml:space="preserve"> اللّه عَبداً اَحيا اَمرَنَا فَقُلتُ لَهُ: وَ كَيفَ يُحيِي أمرَكُـم قالَ: يَتَعَلَّـمُ عُلُومَنَا وَ يُعَلِّمُهَا النّاسَ فَانِّهَم لَو عَلِمُوا مَحَاسِنَ كَلاَمِنَا لاَتّبَعُونَا</w:t>
      </w:r>
      <w:r>
        <w:t>.</w:t>
      </w:r>
    </w:p>
    <w:p w:rsidR="001C73B9" w:rsidRDefault="001C73B9" w:rsidP="001C73B9">
      <w:pPr>
        <w:pStyle w:val="libAr"/>
      </w:pPr>
      <w:r>
        <w:rPr>
          <w:rFonts w:hint="eastAsia"/>
          <w:rtl/>
        </w:rPr>
        <w:t>بحارالانوار</w:t>
      </w:r>
      <w:r>
        <w:rPr>
          <w:rtl/>
        </w:rPr>
        <w:t xml:space="preserve">/2/30 </w:t>
      </w:r>
      <w:r w:rsidR="00D92C09">
        <w:rPr>
          <w:rtl/>
        </w:rPr>
        <w:t>-</w:t>
      </w:r>
      <w:r>
        <w:rPr>
          <w:rtl/>
        </w:rPr>
        <w:t xml:space="preserve"> معانى الاخبار ص180 </w:t>
      </w:r>
      <w:r w:rsidR="00D92C09">
        <w:rPr>
          <w:rtl/>
        </w:rPr>
        <w:t>-</w:t>
      </w:r>
      <w:r>
        <w:rPr>
          <w:rtl/>
        </w:rPr>
        <w:t xml:space="preserve"> وسائل الشيعه 27/92</w:t>
      </w:r>
    </w:p>
    <w:p w:rsidR="001C73B9" w:rsidRDefault="001C73B9" w:rsidP="001C73B9">
      <w:pPr>
        <w:pStyle w:val="libNormal"/>
      </w:pPr>
      <w:r>
        <w:t xml:space="preserve">Imam Rida [a.s.] said: </w:t>
      </w:r>
      <w:r w:rsidR="00E978C2" w:rsidRPr="00E978C2">
        <w:rPr>
          <w:rStyle w:val="libItalicChar"/>
        </w:rPr>
        <w:t>“</w:t>
      </w:r>
      <w:r w:rsidRPr="00E978C2">
        <w:rPr>
          <w:rStyle w:val="libItalicChar"/>
        </w:rPr>
        <w:t>May the Mercy of Allah be upon the servant who keeps alive our commandment</w:t>
      </w:r>
      <w:r w:rsidR="00E978C2" w:rsidRPr="00E978C2">
        <w:rPr>
          <w:rStyle w:val="libItalicChar"/>
        </w:rPr>
        <w:t>”</w:t>
      </w:r>
      <w:r>
        <w:t xml:space="preserve">. I asked him [a.s.] how the one could keep your commandment alive. He [a.s.] said: </w:t>
      </w:r>
      <w:r w:rsidR="00E978C2" w:rsidRPr="00E978C2">
        <w:rPr>
          <w:rStyle w:val="libItalicChar"/>
        </w:rPr>
        <w:t>“</w:t>
      </w:r>
      <w:r w:rsidRPr="00E978C2">
        <w:rPr>
          <w:rStyle w:val="libItalicChar"/>
        </w:rPr>
        <w:t>He (can) learn our sciences and teach them to people. In fact, if people knew (the merits) and goodness of our speech, surely they would follow us.</w:t>
      </w:r>
      <w:r w:rsidR="00E978C2" w:rsidRPr="00E978C2">
        <w:rPr>
          <w:rStyle w:val="libItalicChar"/>
        </w:rPr>
        <w:t>”</w:t>
      </w:r>
    </w:p>
    <w:p w:rsidR="001C73B9" w:rsidRDefault="001C73B9" w:rsidP="001C73B9">
      <w:pPr>
        <w:pStyle w:val="libNormal"/>
      </w:pPr>
      <w:r>
        <w:t>Bihar</w:t>
      </w:r>
      <w:r w:rsidR="00D92C09">
        <w:t>-</w:t>
      </w:r>
      <w:r>
        <w:t>ul</w:t>
      </w:r>
      <w:r w:rsidR="00D92C09">
        <w:t>-</w:t>
      </w:r>
      <w:r>
        <w:t>Anwar, vol.2, p.40; Ma'aniy</w:t>
      </w:r>
      <w:r w:rsidR="00D92C09">
        <w:t>-</w:t>
      </w:r>
      <w:r>
        <w:t>uI</w:t>
      </w:r>
      <w:r w:rsidR="00D92C09">
        <w:t>-</w:t>
      </w:r>
      <w:r>
        <w:t>Akhbar, by Saduq, p.180; and Wasa'il ush</w:t>
      </w:r>
      <w:r w:rsidR="00D92C09">
        <w:t>-</w:t>
      </w:r>
      <w:r>
        <w:t>Shi'ah, vol.27, p.92</w:t>
      </w:r>
    </w:p>
    <w:p w:rsidR="001C73B9" w:rsidRDefault="001C73B9" w:rsidP="001C73B9">
      <w:pPr>
        <w:pStyle w:val="libNormal"/>
      </w:pPr>
      <w:r>
        <w:br w:type="page"/>
      </w:r>
    </w:p>
    <w:p w:rsidR="001C73B9" w:rsidRDefault="001C73B9" w:rsidP="001C73B9">
      <w:pPr>
        <w:pStyle w:val="Heading1Center"/>
      </w:pPr>
      <w:bookmarkStart w:id="4" w:name="_Toc444518203"/>
      <w:r>
        <w:lastRenderedPageBreak/>
        <w:t>A BENEVOLENT EXPECTATION</w:t>
      </w:r>
      <w:bookmarkEnd w:id="4"/>
    </w:p>
    <w:p w:rsidR="001C73B9" w:rsidRDefault="001C73B9" w:rsidP="002B58BB">
      <w:pPr>
        <w:pStyle w:val="libNormal"/>
      </w:pPr>
      <w:r>
        <w:t>We hope that by reading and hearkening the noble words of those holy ones, the statement be completed to the people of the world, may be, through following the Holy Ahlul</w:t>
      </w:r>
      <w:r w:rsidR="00D92C09">
        <w:t>-</w:t>
      </w:r>
      <w:r>
        <w:t>Bayt, the youth; viz, the new generation, stand away from any religious, mental, moral, theological, social, economical, political, and educational deviation, so that each of them can grow to be an effective gentleman and also, as a devoted soldier, to be helpful for Islam and Muslims throughout the world.</w:t>
      </w:r>
    </w:p>
    <w:p w:rsidR="001C73B9" w:rsidRDefault="001C73B9" w:rsidP="001C73B9">
      <w:pPr>
        <w:pStyle w:val="libNormal"/>
      </w:pPr>
      <w:r>
        <w:br w:type="page"/>
      </w:r>
    </w:p>
    <w:p w:rsidR="001C73B9" w:rsidRDefault="001C73B9" w:rsidP="001C73B9">
      <w:pPr>
        <w:pStyle w:val="Heading1Center"/>
      </w:pPr>
      <w:bookmarkStart w:id="5" w:name="_Toc444518204"/>
      <w:r>
        <w:lastRenderedPageBreak/>
        <w:t>AT THE END</w:t>
      </w:r>
      <w:bookmarkEnd w:id="5"/>
    </w:p>
    <w:p w:rsidR="001C73B9" w:rsidRDefault="001C73B9" w:rsidP="001C73B9">
      <w:pPr>
        <w:pStyle w:val="libNormal"/>
      </w:pPr>
      <w:r>
        <w:t>We send our sincere and pure regards with kind greetings to those holy, excellent, purified and immaculate souls, while we say:</w:t>
      </w:r>
    </w:p>
    <w:p w:rsidR="001C73B9" w:rsidRDefault="001C73B9" w:rsidP="001C73B9">
      <w:pPr>
        <w:pStyle w:val="libAr"/>
      </w:pPr>
      <w:r>
        <w:rPr>
          <w:rFonts w:hint="eastAsia"/>
          <w:rtl/>
        </w:rPr>
        <w:t>السّلامُ</w:t>
      </w:r>
      <w:r>
        <w:rPr>
          <w:rtl/>
        </w:rPr>
        <w:t xml:space="preserve"> عَلى مَحالِّ مَعرِفَة الله وَ مَساكِنِ بَرَكَة اللّهِ وَ مَعادِنِ حِكمَةِ اللّهِ وَ حَفَظَة سِرِّ اللّهِ وَ حَمَلَة كِتابِ اللّهِ وَ اَوصِياءِ نَبِيِّ اللّهِ وَ ذُرّيّة رَسُولِ الله صَلّى اللّهُ</w:t>
      </w:r>
      <w:r w:rsidR="00525C12">
        <w:rPr>
          <w:rtl/>
        </w:rPr>
        <w:t xml:space="preserve"> عليه</w:t>
      </w:r>
      <w:r>
        <w:rPr>
          <w:rtl/>
        </w:rPr>
        <w:t xml:space="preserve"> وَ آلِهِ وَ رَحمَة اللّهِ وَ بَرَكاتُهُ</w:t>
      </w:r>
      <w:r>
        <w:t>.</w:t>
      </w:r>
    </w:p>
    <w:p w:rsidR="001C73B9" w:rsidRDefault="001C73B9" w:rsidP="001C73B9">
      <w:pPr>
        <w:pStyle w:val="libAr"/>
      </w:pPr>
      <w:r>
        <w:rPr>
          <w:rFonts w:hint="eastAsia"/>
          <w:rtl/>
        </w:rPr>
        <w:t>من</w:t>
      </w:r>
      <w:r>
        <w:rPr>
          <w:rtl/>
        </w:rPr>
        <w:t xml:space="preserve"> لا يحضره الفقيه و التهذيب و عيون اخبار الرضا</w:t>
      </w:r>
    </w:p>
    <w:p w:rsidR="001C73B9" w:rsidRDefault="001C73B9" w:rsidP="001C73B9">
      <w:pPr>
        <w:pStyle w:val="libNormal"/>
      </w:pPr>
      <w:r>
        <w:t>Peace be on you that your hearts aquaint with awareness of Allah, the place where there are blessings of Allah and the source of the wisdom of Allah. The secrets of Allah have been put in your safekeeping. You know the knowledge of the Book of Allah by heart. You are the successors of the Prophet of Allah [p.b.u.h.] and the children of the Messenger of Allah, peace be upon him and his progeny and the mercy and blessings of Allah as well.</w:t>
      </w:r>
    </w:p>
    <w:p w:rsidR="001C73B9" w:rsidRDefault="001C73B9" w:rsidP="001C73B9">
      <w:pPr>
        <w:pStyle w:val="libNormal"/>
      </w:pPr>
      <w:r>
        <w:t>Man La YahduruhuI Faqih, Tahthib &amp; 'Uyun</w:t>
      </w:r>
      <w:r w:rsidR="00D92C09">
        <w:t>-</w:t>
      </w:r>
      <w:r>
        <w:t>i</w:t>
      </w:r>
      <w:r w:rsidR="00D92C09">
        <w:t>-</w:t>
      </w:r>
      <w:r>
        <w:t>Akhbar</w:t>
      </w:r>
      <w:r w:rsidR="00D92C09">
        <w:t>-</w:t>
      </w:r>
      <w:r>
        <w:t>ur</w:t>
      </w:r>
      <w:r w:rsidR="00D92C09">
        <w:t>-</w:t>
      </w:r>
      <w:r>
        <w:t xml:space="preserve">Rida </w:t>
      </w:r>
    </w:p>
    <w:p w:rsidR="001C73B9" w:rsidRDefault="001C73B9" w:rsidP="001C73B9">
      <w:pPr>
        <w:pStyle w:val="libAr"/>
      </w:pPr>
      <w:r>
        <w:rPr>
          <w:rFonts w:hint="eastAsia"/>
          <w:rtl/>
        </w:rPr>
        <w:t>وَالسّلامُ</w:t>
      </w:r>
      <w:r>
        <w:rPr>
          <w:rtl/>
        </w:rPr>
        <w:t xml:space="preserve"> عَلى مَنِ اتّبَعَ الهُدى</w:t>
      </w:r>
      <w:r>
        <w:t>.</w:t>
      </w:r>
    </w:p>
    <w:p w:rsidR="001C73B9" w:rsidRDefault="001C73B9" w:rsidP="001C73B9">
      <w:pPr>
        <w:pStyle w:val="libAr"/>
      </w:pPr>
      <w:r>
        <w:rPr>
          <w:rFonts w:hint="eastAsia"/>
          <w:rtl/>
        </w:rPr>
        <w:t>سيّد</w:t>
      </w:r>
      <w:r>
        <w:rPr>
          <w:rtl/>
        </w:rPr>
        <w:t xml:space="preserve"> كمال فقيه ايمانى (ايران </w:t>
      </w:r>
      <w:r w:rsidR="00525C12">
        <w:rPr>
          <w:rtl/>
        </w:rPr>
        <w:t>–</w:t>
      </w:r>
      <w:r>
        <w:rPr>
          <w:rtl/>
        </w:rPr>
        <w:t xml:space="preserve"> اصفهان</w:t>
      </w:r>
      <w:r w:rsidR="00525C12">
        <w:t>(</w:t>
      </w:r>
    </w:p>
    <w:p w:rsidR="001C73B9" w:rsidRDefault="001C73B9" w:rsidP="001C73B9">
      <w:pPr>
        <w:pStyle w:val="libNormal"/>
      </w:pPr>
      <w:r>
        <w:t xml:space="preserve">And Peace to all who follow guidance. </w:t>
      </w:r>
    </w:p>
    <w:p w:rsidR="001C73B9" w:rsidRDefault="001C73B9" w:rsidP="001C73B9">
      <w:pPr>
        <w:pStyle w:val="libNormal"/>
      </w:pPr>
      <w:r>
        <w:t>Sayyid Kamal Faghih Imani</w:t>
      </w:r>
    </w:p>
    <w:p w:rsidR="001C73B9" w:rsidRDefault="001C73B9" w:rsidP="001C73B9">
      <w:pPr>
        <w:pStyle w:val="libNormal"/>
      </w:pPr>
      <w:r>
        <w:t>Esfahan</w:t>
      </w:r>
      <w:r w:rsidR="00D92C09">
        <w:t>-</w:t>
      </w:r>
      <w:r>
        <w:t>Iran</w:t>
      </w:r>
    </w:p>
    <w:p w:rsidR="001C73B9" w:rsidRDefault="001C73B9" w:rsidP="001C73B9">
      <w:pPr>
        <w:pStyle w:val="libNormal"/>
      </w:pPr>
      <w:r>
        <w:br w:type="page"/>
      </w:r>
    </w:p>
    <w:p w:rsidR="001C73B9" w:rsidRDefault="001C73B9" w:rsidP="001C73B9">
      <w:pPr>
        <w:pStyle w:val="Heading1Center"/>
      </w:pPr>
      <w:bookmarkStart w:id="6" w:name="_Toc444518205"/>
      <w:r>
        <w:lastRenderedPageBreak/>
        <w:t>THE OPENING TRADITION</w:t>
      </w:r>
      <w:bookmarkEnd w:id="6"/>
    </w:p>
    <w:p w:rsidR="001C73B9" w:rsidRDefault="001C73B9" w:rsidP="001C73B9">
      <w:pPr>
        <w:pStyle w:val="libAr"/>
      </w:pPr>
      <w:r>
        <w:rPr>
          <w:rFonts w:hint="eastAsia"/>
          <w:rtl/>
        </w:rPr>
        <w:t>بسم</w:t>
      </w:r>
      <w:r>
        <w:rPr>
          <w:rtl/>
        </w:rPr>
        <w:t xml:space="preserve"> الله الرحمن الرحيم</w:t>
      </w:r>
      <w:r>
        <w:t xml:space="preserve"> </w:t>
      </w:r>
    </w:p>
    <w:p w:rsidR="001C73B9" w:rsidRDefault="001C73B9" w:rsidP="001C73B9">
      <w:pPr>
        <w:pStyle w:val="libAr"/>
      </w:pPr>
      <w:r>
        <w:rPr>
          <w:rtl/>
        </w:rPr>
        <w:t>1</w:t>
      </w:r>
      <w:r w:rsidR="00D92C09">
        <w:rPr>
          <w:rtl/>
        </w:rPr>
        <w:t>-</w:t>
      </w:r>
      <w:r>
        <w:t xml:space="preserve"> </w:t>
      </w:r>
      <w:r>
        <w:rPr>
          <w:rtl/>
        </w:rPr>
        <w:t>قالَ الإمامُ السَّجّادُ</w:t>
      </w:r>
      <w:r w:rsidR="00525C12">
        <w:rPr>
          <w:rtl/>
        </w:rPr>
        <w:t xml:space="preserve"> </w:t>
      </w:r>
      <w:r w:rsidR="008A02F7">
        <w:rPr>
          <w:rtl/>
        </w:rPr>
        <w:t xml:space="preserve">عليه السلام </w:t>
      </w:r>
      <w:r>
        <w:t xml:space="preserve">: </w:t>
      </w:r>
    </w:p>
    <w:p w:rsidR="001C73B9" w:rsidRDefault="001C73B9" w:rsidP="001C73B9">
      <w:pPr>
        <w:pStyle w:val="libAr"/>
      </w:pPr>
      <w:r>
        <w:t xml:space="preserve"> </w:t>
      </w:r>
      <w:r>
        <w:rPr>
          <w:rtl/>
        </w:rPr>
        <w:t>أَلْحَمْدُ للّهِ وَالْحَمْدُ حَقُّهُ كَما يَسْتَحِقُّهُ حَمْداً كَثِيراً. وَأَعُوذُ بِهِ مِنْ شَرِّ نَفْسِي، إنَّ النَّفْسَ لاَمَّارَةٌ بِالسُّوءِ إلاَّ ما رَحِمَ رَبِّي</w:t>
      </w:r>
      <w:r>
        <w:t>.</w:t>
      </w:r>
    </w:p>
    <w:p w:rsidR="001C73B9" w:rsidRDefault="001C73B9" w:rsidP="001C73B9">
      <w:pPr>
        <w:pStyle w:val="libAr"/>
      </w:pPr>
      <w:r>
        <w:t xml:space="preserve"> </w:t>
      </w:r>
      <w:r>
        <w:rPr>
          <w:rtl/>
        </w:rPr>
        <w:t>وَأَعُوذُ بِهِ مِنْ شَرِّ الشَّيْطَانِ الَّذِي يَزِيدُنِي ذَنْباً إلَى ذَنْبِي، وَأَحْتَرِزُ بِهِ مِنْ كُلِّ جَبَّار فاجِر، وَسُلْطان جآئر، وَعَدُوٍّ قاهِر</w:t>
      </w:r>
      <w:r>
        <w:t>.</w:t>
      </w:r>
    </w:p>
    <w:p w:rsidR="001C73B9" w:rsidRDefault="001C73B9" w:rsidP="001C73B9">
      <w:pPr>
        <w:pStyle w:val="libAr"/>
      </w:pPr>
      <w:r>
        <w:t xml:space="preserve"> </w:t>
      </w:r>
      <w:r>
        <w:rPr>
          <w:rtl/>
        </w:rPr>
        <w:t>أَللَّهُمَّ اجْعَلْنِي مِنْ جُنْدِكَ فَإنَّ جُنْدَكَ هُمُ الْغالِبُونَ، وَاجْعَلْنِي مِنْ حِزْبِكَ; فَإنَّ حِزْبَكَ هُمُ الْمُفْلِحُونَ، وَاجْعَلْنِي مِنْ أَوْلِيآئِكَ; فَإنَّ أَوْلِيَاءَكَ لا خَوْفٌ</w:t>
      </w:r>
      <w:r w:rsidR="00525C12">
        <w:rPr>
          <w:rtl/>
        </w:rPr>
        <w:t xml:space="preserve"> عليه</w:t>
      </w:r>
      <w:r>
        <w:rPr>
          <w:rtl/>
        </w:rPr>
        <w:t>مْ وَلا هُمْ يَحْزَنُونَ</w:t>
      </w:r>
      <w:r>
        <w:t>.</w:t>
      </w:r>
    </w:p>
    <w:p w:rsidR="001C73B9" w:rsidRDefault="001C73B9" w:rsidP="001C73B9">
      <w:pPr>
        <w:pStyle w:val="libAr"/>
      </w:pPr>
      <w:r>
        <w:t xml:space="preserve"> </w:t>
      </w:r>
      <w:r>
        <w:rPr>
          <w:rtl/>
        </w:rPr>
        <w:t>أَللَّهُمَّ أَصْلِحْ لِي دِيْنِي فَإنَّهُ عِصْمَةُ أَمْرِي، وَأَصْلِحْ لِي آخِرَتِي فَإنَّهَا دارُ مَقَرِّي، وَإلَيْها مِنْ مُجاوَرَةِ اللِّئامِ مَفَرِّي، وَاجْعَلِ الْحَياةَ زِيادَةً لِي فِي كُلِّ خَيْر، وَالْوَفاةَ رَاحَةً لِي مِنْ كُلِّ شَرٍّ</w:t>
      </w:r>
    </w:p>
    <w:p w:rsidR="001C73B9" w:rsidRDefault="001C73B9" w:rsidP="001C73B9">
      <w:pPr>
        <w:pStyle w:val="libAr"/>
      </w:pPr>
      <w:r>
        <w:t xml:space="preserve"> </w:t>
      </w:r>
      <w:r>
        <w:rPr>
          <w:rtl/>
        </w:rPr>
        <w:t>أَللَّهُمَّ صَلِّ عَلَى مُحَمَّد خاتَمِ النَّبِيِّينَ وَتَمَامِ عِدَّةِ الْمُرْسَلِينَ وَعَلَى آلِهِ الطَّيِّبِينَ الطَّاهِرِينَ، وَأَصْحَابِهِ الْمُنْتَجَبِينَ وَهَبْ لِي فِي الثُلُثآءِ ثَلاثاً: لا تَدَعْ لِي ذَنْباً إلاَّ غَفَرْتَهُ، وَلا غَمّاً إلاَّ أ</w:t>
      </w:r>
      <w:r>
        <w:rPr>
          <w:rFonts w:hint="eastAsia"/>
          <w:rtl/>
        </w:rPr>
        <w:t>َذْهَبْتَهُ،</w:t>
      </w:r>
      <w:r>
        <w:rPr>
          <w:rtl/>
        </w:rPr>
        <w:t xml:space="preserve"> وَلا عَدُوّاً إلاَّ دَفَعْتَهُ. بِبِسْمِ اللهِ خَيْرِ الاَسْمآءِ، بِسْمِ اللهِ رَبِّ الاَرْضِ وَالسَّمآءِ</w:t>
      </w:r>
      <w:r>
        <w:t>...</w:t>
      </w:r>
    </w:p>
    <w:p w:rsidR="001C73B9" w:rsidRDefault="001C73B9" w:rsidP="001C73B9">
      <w:pPr>
        <w:pStyle w:val="libAr"/>
      </w:pPr>
      <w:r>
        <w:rPr>
          <w:rFonts w:hint="eastAsia"/>
          <w:rtl/>
        </w:rPr>
        <w:t>بحارالانوار</w:t>
      </w:r>
      <w:r>
        <w:rPr>
          <w:rtl/>
        </w:rPr>
        <w:t>/90/187 و ملحقات الصحيفة السجاديه/572</w:t>
      </w:r>
    </w:p>
    <w:p w:rsidR="001C73B9" w:rsidRDefault="001C73B9" w:rsidP="001C73B9">
      <w:pPr>
        <w:pStyle w:val="libNormal"/>
      </w:pPr>
      <w:r>
        <w:t>THE OPENING TRADITION</w:t>
      </w:r>
    </w:p>
    <w:p w:rsidR="001C73B9" w:rsidRDefault="001C73B9" w:rsidP="001C73B9">
      <w:pPr>
        <w:pStyle w:val="libNormal"/>
      </w:pPr>
      <w:r>
        <w:t xml:space="preserve">Imam Sajjad, the fourth Imam, [a.s.] said: </w:t>
      </w:r>
      <w:r w:rsidR="00E978C2" w:rsidRPr="00E978C2">
        <w:rPr>
          <w:rStyle w:val="libItalicChar"/>
        </w:rPr>
        <w:t>“</w:t>
      </w:r>
      <w:r w:rsidRPr="00E978C2">
        <w:rPr>
          <w:rStyle w:val="libItalicChar"/>
        </w:rPr>
        <w:t>All Praise is only Allah's, and praise is His right: an illimitable praise that suits Him. I seek refuge in Him from my own self of evils: verily, the (human) self is certainly prone to do evil except such as my Lord has had mercy on. I see refuge in Him from the evil of Satan who always increases a sin to my sins. I seek refuge in Him from any immoral opposer, cruel king, and forceful enemy.</w:t>
      </w:r>
      <w:r w:rsidR="00E978C2" w:rsidRPr="00E978C2">
        <w:rPr>
          <w:rStyle w:val="libItalicChar"/>
        </w:rPr>
        <w:t>”</w:t>
      </w:r>
    </w:p>
    <w:p w:rsidR="001C73B9" w:rsidRDefault="00E978C2" w:rsidP="001C73B9">
      <w:pPr>
        <w:pStyle w:val="libNormal"/>
      </w:pPr>
      <w:r w:rsidRPr="00E978C2">
        <w:rPr>
          <w:rStyle w:val="libItalicChar"/>
        </w:rPr>
        <w:t>“</w:t>
      </w:r>
      <w:r w:rsidR="001C73B9" w:rsidRPr="00E978C2">
        <w:rPr>
          <w:rStyle w:val="libItalicChar"/>
        </w:rPr>
        <w:t>O' Lord! assign me as one of Your soldiers, because it is sure that Your troops are totally victorious; and assign me among Your party, for truly, it is Your party that will achieve Felicity; and accept me as one of Your lovers, for, certainly, on the lovers of Allah there is no fear, nor shall they grieve.</w:t>
      </w:r>
      <w:r w:rsidRPr="00E978C2">
        <w:rPr>
          <w:rStyle w:val="libItalicChar"/>
        </w:rPr>
        <w:t>”</w:t>
      </w:r>
    </w:p>
    <w:p w:rsidR="001C73B9" w:rsidRDefault="00E978C2" w:rsidP="001C73B9">
      <w:pPr>
        <w:pStyle w:val="libNormal"/>
      </w:pPr>
      <w:r w:rsidRPr="00E978C2">
        <w:rPr>
          <w:rStyle w:val="libItalicChar"/>
        </w:rPr>
        <w:t>“</w:t>
      </w:r>
      <w:r w:rsidR="001C73B9" w:rsidRPr="00E978C2">
        <w:rPr>
          <w:rStyle w:val="libItalicChar"/>
        </w:rPr>
        <w:t>O' Lord! improve my religion for me, for surely it is a divine protection on all my affairs; and improve my next world for me, because, no doubt, it is my permanent abode for me to escape from the scornful people, and assign my life for me in increasing any goodness, and my death a means of my freeing from any malady.</w:t>
      </w:r>
      <w:r w:rsidRPr="00E978C2">
        <w:rPr>
          <w:rStyle w:val="libItalicChar"/>
        </w:rPr>
        <w:t>”</w:t>
      </w:r>
    </w:p>
    <w:p w:rsidR="001C73B9" w:rsidRDefault="00E978C2" w:rsidP="001C73B9">
      <w:pPr>
        <w:pStyle w:val="libNormal"/>
      </w:pPr>
      <w:r w:rsidRPr="00E978C2">
        <w:rPr>
          <w:rStyle w:val="libItalicChar"/>
        </w:rPr>
        <w:t>“</w:t>
      </w:r>
      <w:r w:rsidR="001C73B9" w:rsidRPr="00E978C2">
        <w:rPr>
          <w:rStyle w:val="libItalicChar"/>
        </w:rPr>
        <w:t>O' Lord! bless Muhammad, the final prophet of all the members of Messengers, and his pure progeny, as well as his gentle companions,and bestow me three necessities today: do not hold any sin for me except that You forgive it nor a grieve but You remove it, nor any enemy but You send him away via the appellation of Allah which is the best names, i.e. By the Name of Allah, the Lord of the earth and heaven...</w:t>
      </w:r>
      <w:r w:rsidRPr="00E978C2">
        <w:rPr>
          <w:rStyle w:val="libItalicChar"/>
        </w:rPr>
        <w:t>”</w:t>
      </w:r>
    </w:p>
    <w:p w:rsidR="001C73B9" w:rsidRDefault="001C73B9" w:rsidP="001C73B9">
      <w:pPr>
        <w:pStyle w:val="libNormal"/>
      </w:pPr>
      <w:r>
        <w:lastRenderedPageBreak/>
        <w:t>Bihar</w:t>
      </w:r>
      <w:r w:rsidR="00D92C09">
        <w:t>-</w:t>
      </w:r>
      <w:r>
        <w:t>ul</w:t>
      </w:r>
      <w:r w:rsidR="00D92C09">
        <w:t>-</w:t>
      </w:r>
      <w:r>
        <w:t>Anwar, vol. 90, p. 187 &amp; Sahifah Sajjadiyyah, p. 572</w:t>
      </w:r>
    </w:p>
    <w:p w:rsidR="001C73B9" w:rsidRDefault="001C73B9" w:rsidP="001C73B9">
      <w:pPr>
        <w:pStyle w:val="libNormal"/>
      </w:pPr>
      <w:r>
        <w:br w:type="page"/>
      </w:r>
    </w:p>
    <w:p w:rsidR="001C73B9" w:rsidRDefault="001C73B9" w:rsidP="001C73B9">
      <w:pPr>
        <w:pStyle w:val="Heading1Center"/>
      </w:pPr>
      <w:bookmarkStart w:id="7" w:name="_Toc444518206"/>
      <w:r>
        <w:lastRenderedPageBreak/>
        <w:t>KNOWING ALLAH, HIS GREATNESS AND HIS GRACE</w:t>
      </w:r>
      <w:bookmarkEnd w:id="7"/>
    </w:p>
    <w:p w:rsidR="001C73B9" w:rsidRDefault="001C73B9" w:rsidP="001C73B9">
      <w:pPr>
        <w:pStyle w:val="libAr"/>
      </w:pPr>
      <w:r>
        <w:rPr>
          <w:rtl/>
        </w:rPr>
        <w:t>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اَيّهَا</w:t>
      </w:r>
      <w:r>
        <w:rPr>
          <w:rtl/>
        </w:rPr>
        <w:t xml:space="preserve"> النّاسُ اِنّهُ لا نَبِيَّ بَعدي وَ لا اُمّةَ بَعدَكُم ألا فَاعبُـدُوا رَبّكُـم وَصَلّوا خَمسَكُم وَصُومُوا شَهرَكُم وَ حِجُّـوا بَيتَ رَبِّكُم وَ اَدّوا زَكوةَ اَموالِكُم طيّبَةً بِها اَنفُسُكُم وَ اَطيعُوا وُلاةَ اَمرِكُم تَدخُلُـوا جَنّةَ رَبِّكُ</w:t>
      </w:r>
      <w:r>
        <w:rPr>
          <w:rFonts w:hint="eastAsia"/>
          <w:rtl/>
        </w:rPr>
        <w:t>م</w:t>
      </w:r>
      <w:r>
        <w:t>.</w:t>
      </w:r>
    </w:p>
    <w:p w:rsidR="001C73B9" w:rsidRDefault="001C73B9" w:rsidP="001C73B9">
      <w:pPr>
        <w:pStyle w:val="libAr"/>
      </w:pPr>
      <w:r>
        <w:rPr>
          <w:rFonts w:hint="eastAsia"/>
          <w:rtl/>
        </w:rPr>
        <w:t>الخصال</w:t>
      </w:r>
      <w:r>
        <w:rPr>
          <w:rtl/>
        </w:rPr>
        <w:t>/322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O' people! Verily, there is no prophet after me, nor any Ummah after you (Muslims). So, take care to worship your Lord, perform your five ritual prayers, fast in the appointed month (Ramadan), make pilgrimage to the House of your Lord (Mecca), give the alms of your wealth in order to purify your souls thereby, and obey the Holders of Authority, so that you enter the Paradise of your Lord.</w:t>
      </w:r>
      <w:r w:rsidR="00E978C2" w:rsidRPr="00E978C2">
        <w:rPr>
          <w:rStyle w:val="libItalicChar"/>
        </w:rPr>
        <w:t>”</w:t>
      </w:r>
    </w:p>
    <w:p w:rsidR="001C73B9" w:rsidRDefault="001C73B9" w:rsidP="001C73B9">
      <w:pPr>
        <w:pStyle w:val="libNormal"/>
      </w:pPr>
      <w:r>
        <w:t>Khisal</w:t>
      </w:r>
      <w:r w:rsidR="00D92C09">
        <w:t>-</w:t>
      </w:r>
      <w:r>
        <w:t>al</w:t>
      </w:r>
      <w:r w:rsidR="00D92C09">
        <w:t>-</w:t>
      </w:r>
      <w:r>
        <w:t>Saduq, p. 152</w:t>
      </w:r>
    </w:p>
    <w:p w:rsidR="001C73B9" w:rsidRDefault="001C73B9" w:rsidP="001C73B9">
      <w:pPr>
        <w:pStyle w:val="libAr"/>
      </w:pPr>
      <w:r>
        <w:rPr>
          <w:rtl/>
        </w:rPr>
        <w:t>3</w:t>
      </w:r>
      <w:r w:rsidR="00D92C09">
        <w:rPr>
          <w:rtl/>
        </w:rPr>
        <w:t>-</w:t>
      </w:r>
      <w:r>
        <w:t xml:space="preserve"> </w:t>
      </w:r>
      <w:r>
        <w:rPr>
          <w:rtl/>
        </w:rPr>
        <w:t xml:space="preserve">قالَ </w:t>
      </w:r>
      <w:r w:rsidR="00525C12">
        <w:rPr>
          <w:rtl/>
        </w:rPr>
        <w:t xml:space="preserve">الاِمامُ </w:t>
      </w:r>
      <w:r>
        <w:rPr>
          <w:rtl/>
        </w:rPr>
        <w:t xml:space="preserve">اَميرُالمُومنينَ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عِظَمُ</w:t>
      </w:r>
      <w:r>
        <w:rPr>
          <w:rtl/>
        </w:rPr>
        <w:t xml:space="preserve"> الخالِقِ عِندكَ يُصَغِّرُ المَخلُوقَ في عَينك</w:t>
      </w:r>
      <w:r>
        <w:t>.</w:t>
      </w:r>
    </w:p>
    <w:p w:rsidR="001C73B9" w:rsidRDefault="001C73B9" w:rsidP="001C73B9">
      <w:pPr>
        <w:pStyle w:val="libAr"/>
      </w:pPr>
      <w:r>
        <w:rPr>
          <w:rFonts w:hint="eastAsia"/>
          <w:rtl/>
        </w:rPr>
        <w:t>نهج</w:t>
      </w:r>
      <w:r>
        <w:rPr>
          <w:rtl/>
        </w:rPr>
        <w:t xml:space="preserve"> البلاغه الكلمات القصار 129</w:t>
      </w:r>
    </w:p>
    <w:p w:rsidR="001C73B9" w:rsidRPr="00E978C2" w:rsidRDefault="001C73B9" w:rsidP="001C73B9">
      <w:pPr>
        <w:pStyle w:val="libNormal"/>
        <w:rPr>
          <w:rStyle w:val="libItalicChar"/>
        </w:rPr>
      </w:pPr>
      <w:r>
        <w:t>Imam Amir</w:t>
      </w:r>
      <w:r w:rsidR="00D92C09">
        <w:t>-</w:t>
      </w:r>
      <w:r>
        <w:t>ul</w:t>
      </w:r>
      <w:r w:rsidR="00D92C09">
        <w:t>-</w:t>
      </w:r>
      <w:r>
        <w:t xml:space="preserve">Mu'mineen Ali [a.s.] said: </w:t>
      </w:r>
      <w:r w:rsidR="00E978C2" w:rsidRPr="00E978C2">
        <w:rPr>
          <w:rStyle w:val="libItalicChar"/>
        </w:rPr>
        <w:t>“</w:t>
      </w:r>
      <w:r w:rsidRPr="00E978C2">
        <w:rPr>
          <w:rStyle w:val="libItalicChar"/>
        </w:rPr>
        <w:t>Having the Greatness of the Creator in your mind would make you</w:t>
      </w:r>
    </w:p>
    <w:p w:rsidR="001C73B9" w:rsidRDefault="001C73B9" w:rsidP="001C73B9">
      <w:pPr>
        <w:pStyle w:val="libNormal"/>
      </w:pPr>
      <w:r w:rsidRPr="00E978C2">
        <w:rPr>
          <w:rStyle w:val="libItalicChar"/>
        </w:rPr>
        <w:t>realize the insignificance of the creatures in your view.</w:t>
      </w:r>
      <w:r w:rsidR="00E978C2" w:rsidRPr="00E978C2">
        <w:rPr>
          <w:rStyle w:val="libItalicChar"/>
        </w:rPr>
        <w:t>”</w:t>
      </w:r>
    </w:p>
    <w:p w:rsidR="001C73B9" w:rsidRDefault="001C73B9" w:rsidP="001C73B9">
      <w:pPr>
        <w:pStyle w:val="libNormal"/>
      </w:pPr>
      <w:r>
        <w:t>Nahjul</w:t>
      </w:r>
      <w:r w:rsidR="00D92C09">
        <w:t>-</w:t>
      </w:r>
      <w:r>
        <w:t xml:space="preserve">Balagha, Statement 129 </w:t>
      </w:r>
    </w:p>
    <w:p w:rsidR="001C73B9" w:rsidRDefault="001C73B9" w:rsidP="001C73B9">
      <w:pPr>
        <w:pStyle w:val="libAr"/>
      </w:pPr>
      <w:r>
        <w:rPr>
          <w:rtl/>
        </w:rPr>
        <w:t>4</w:t>
      </w:r>
      <w:r w:rsidR="00D92C09">
        <w:rPr>
          <w:rtl/>
        </w:rPr>
        <w:t>-</w:t>
      </w:r>
      <w:r>
        <w:t xml:space="preserve"> </w:t>
      </w:r>
      <w:r>
        <w:rPr>
          <w:rtl/>
        </w:rPr>
        <w:t xml:space="preserve">قالَ </w:t>
      </w:r>
      <w:r w:rsidR="00525C12">
        <w:rPr>
          <w:rtl/>
        </w:rPr>
        <w:t xml:space="preserve">الاِمامُ </w:t>
      </w:r>
      <w:r>
        <w:rPr>
          <w:rtl/>
        </w:rPr>
        <w:t xml:space="preserve">اَميرُالمُومنينَ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طُوبى</w:t>
      </w:r>
      <w:r>
        <w:rPr>
          <w:rtl/>
        </w:rPr>
        <w:t xml:space="preserve"> لِمَن اَخلَصَ لِلّهِ عَمَلَهُ وَ عِلْمَهُ وَ حُبّهُ وَ بُغْضَـهُ وَ اَخْذَهُ وَ تَرْكَهُ وَ كَلامَهُ وَ صَمْتَهُ وَ فِعْلَهُ وَ قَوْلَهُ</w:t>
      </w:r>
      <w:r>
        <w:t>.</w:t>
      </w:r>
    </w:p>
    <w:p w:rsidR="001C73B9" w:rsidRDefault="001C73B9" w:rsidP="001C73B9">
      <w:pPr>
        <w:pStyle w:val="libAr"/>
      </w:pPr>
      <w:r>
        <w:rPr>
          <w:rFonts w:hint="eastAsia"/>
          <w:rtl/>
        </w:rPr>
        <w:t>بحارالانوار</w:t>
      </w:r>
      <w:r>
        <w:rPr>
          <w:rtl/>
        </w:rPr>
        <w:t>/77/289</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 xml:space="preserve"> Blessed is he who sincerely devotes the entirety of his actions, knowledge, love, hatred, receiving, relinquishing, speech, silence, deeds, and statements absolutely to Allah.</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77, p. 289 </w:t>
      </w:r>
    </w:p>
    <w:p w:rsidR="001C73B9" w:rsidRDefault="001C73B9" w:rsidP="001C73B9">
      <w:pPr>
        <w:pStyle w:val="libAr"/>
      </w:pPr>
      <w:r>
        <w:rPr>
          <w:rtl/>
        </w:rPr>
        <w:t>5</w:t>
      </w:r>
      <w:r w:rsidR="00D92C09">
        <w:rPr>
          <w:rtl/>
        </w:rPr>
        <w:t>-</w:t>
      </w:r>
      <w:r>
        <w:t xml:space="preserve"> </w:t>
      </w:r>
      <w:r>
        <w:rPr>
          <w:rtl/>
        </w:rPr>
        <w:t xml:space="preserve">قالَ </w:t>
      </w:r>
      <w:r w:rsidR="00525C12">
        <w:rPr>
          <w:rtl/>
        </w:rPr>
        <w:t xml:space="preserve">الاِمامُ الصّـادِقُ </w:t>
      </w:r>
      <w:r w:rsidR="008A02F7">
        <w:rPr>
          <w:rtl/>
        </w:rPr>
        <w:t xml:space="preserve">عليه السلام </w:t>
      </w:r>
      <w:r>
        <w:t>:</w:t>
      </w:r>
    </w:p>
    <w:p w:rsidR="001C73B9" w:rsidRDefault="001C73B9" w:rsidP="001C73B9">
      <w:pPr>
        <w:pStyle w:val="libAr"/>
      </w:pPr>
      <w:r>
        <w:rPr>
          <w:rFonts w:hint="eastAsia"/>
          <w:rtl/>
        </w:rPr>
        <w:t>اَلقَلبُ</w:t>
      </w:r>
      <w:r>
        <w:rPr>
          <w:rtl/>
        </w:rPr>
        <w:t xml:space="preserve"> حَرَمُ الله فَلا تُسكِنْ حَرَمَ اللهِ غَيرَ اللهِ</w:t>
      </w:r>
      <w:r>
        <w:t>.</w:t>
      </w:r>
    </w:p>
    <w:p w:rsidR="001C73B9" w:rsidRDefault="001C73B9" w:rsidP="001C73B9">
      <w:pPr>
        <w:pStyle w:val="libAr"/>
      </w:pPr>
      <w:r>
        <w:rPr>
          <w:rFonts w:hint="eastAsia"/>
          <w:rtl/>
        </w:rPr>
        <w:t>بحارالانوار</w:t>
      </w:r>
      <w:r>
        <w:rPr>
          <w:rtl/>
        </w:rPr>
        <w:t>/70/25</w:t>
      </w:r>
    </w:p>
    <w:p w:rsidR="001C73B9" w:rsidRDefault="001C73B9" w:rsidP="001C73B9">
      <w:pPr>
        <w:pStyle w:val="libNormal"/>
      </w:pPr>
      <w:r>
        <w:t xml:space="preserve">Imam Sadiq [a.s.] said: </w:t>
      </w:r>
      <w:r w:rsidR="00E978C2">
        <w:t>“</w:t>
      </w:r>
      <w:r>
        <w:t>The heart is the sanctuary of Allah, therefore, do not settle therein anything but Allah (The sacred place of the heart belongs to and Him alone. Therefore, keep the love of the world out of it.)</w:t>
      </w:r>
    </w:p>
    <w:p w:rsidR="001C73B9" w:rsidRDefault="001C73B9" w:rsidP="001C73B9">
      <w:pPr>
        <w:pStyle w:val="libNormal"/>
      </w:pPr>
      <w:r>
        <w:t>Bihar</w:t>
      </w:r>
      <w:r w:rsidR="00D92C09">
        <w:t>-</w:t>
      </w:r>
      <w:r>
        <w:t>ul</w:t>
      </w:r>
      <w:r w:rsidR="00D92C09">
        <w:t>-</w:t>
      </w:r>
      <w:r>
        <w:t>Anwar, vol. 70, p. 25</w:t>
      </w:r>
    </w:p>
    <w:p w:rsidR="001C73B9" w:rsidRDefault="001C73B9" w:rsidP="001C73B9">
      <w:pPr>
        <w:pStyle w:val="libAr"/>
      </w:pPr>
      <w:r>
        <w:rPr>
          <w:rtl/>
        </w:rPr>
        <w:lastRenderedPageBreak/>
        <w:t>6</w:t>
      </w:r>
      <w:r w:rsidR="00D92C09">
        <w:rPr>
          <w:rtl/>
        </w:rPr>
        <w:t>-</w:t>
      </w:r>
      <w:r>
        <w:t xml:space="preserve"> </w:t>
      </w:r>
      <w:r>
        <w:rPr>
          <w:rtl/>
        </w:rPr>
        <w:t xml:space="preserve">قالَ </w:t>
      </w:r>
      <w:r w:rsidR="00525C12">
        <w:rPr>
          <w:rtl/>
        </w:rPr>
        <w:t xml:space="preserve">الاِمامُ الصّـادِقُ </w:t>
      </w:r>
      <w:r w:rsidR="008A02F7">
        <w:rPr>
          <w:rtl/>
        </w:rPr>
        <w:t xml:space="preserve">عليه السلام </w:t>
      </w:r>
      <w:r>
        <w:t>:</w:t>
      </w:r>
    </w:p>
    <w:p w:rsidR="001C73B9" w:rsidRDefault="001C73B9" w:rsidP="001C73B9">
      <w:pPr>
        <w:pStyle w:val="libAr"/>
      </w:pPr>
      <w:r>
        <w:rPr>
          <w:rFonts w:hint="eastAsia"/>
          <w:rtl/>
        </w:rPr>
        <w:t>شيعَتُنَا</w:t>
      </w:r>
      <w:r>
        <w:rPr>
          <w:rtl/>
        </w:rPr>
        <w:t xml:space="preserve"> الّذينَ اِذا خَلَوا ذَكَرُوا اللّهَ كَثيرًا</w:t>
      </w:r>
      <w:r>
        <w:t>.</w:t>
      </w:r>
    </w:p>
    <w:p w:rsidR="001C73B9" w:rsidRDefault="001C73B9" w:rsidP="001C73B9">
      <w:pPr>
        <w:pStyle w:val="libAr"/>
      </w:pPr>
      <w:r>
        <w:rPr>
          <w:rFonts w:hint="eastAsia"/>
          <w:rtl/>
        </w:rPr>
        <w:t>بحارالانوار</w:t>
      </w:r>
      <w:r>
        <w:rPr>
          <w:rtl/>
        </w:rPr>
        <w:t>/93/162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Our true followers are those who, when they are alone, remember Allah abundantly.</w:t>
      </w:r>
      <w:r w:rsidR="00E978C2" w:rsidRPr="00E978C2">
        <w:rPr>
          <w:rStyle w:val="libItalicChar"/>
        </w:rPr>
        <w:t>”</w:t>
      </w:r>
      <w:r>
        <w:t xml:space="preserve"> (That is, they avoid committing vices in private where there is no barrier for them to commit sin by the mere remembrance of Allah.)</w:t>
      </w:r>
    </w:p>
    <w:p w:rsidR="001C73B9" w:rsidRDefault="001C73B9" w:rsidP="001C73B9">
      <w:pPr>
        <w:pStyle w:val="libNormal"/>
      </w:pPr>
      <w:r>
        <w:t>Bihar</w:t>
      </w:r>
      <w:r w:rsidR="00D92C09">
        <w:t>-</w:t>
      </w:r>
      <w:r>
        <w:t>ul</w:t>
      </w:r>
      <w:r w:rsidR="00D92C09">
        <w:t>-</w:t>
      </w:r>
      <w:r>
        <w:t xml:space="preserve">Anwar, vol. 93, p. 162 </w:t>
      </w:r>
    </w:p>
    <w:p w:rsidR="001C73B9" w:rsidRDefault="001C73B9" w:rsidP="001C73B9">
      <w:pPr>
        <w:pStyle w:val="libAr"/>
      </w:pPr>
      <w:r>
        <w:rPr>
          <w:rtl/>
        </w:rPr>
        <w:t>7</w:t>
      </w:r>
      <w:r w:rsidR="00D92C09">
        <w:rPr>
          <w:rtl/>
        </w:rPr>
        <w:t>-</w:t>
      </w:r>
      <w:r>
        <w:t xml:space="preserve"> </w:t>
      </w:r>
      <w:r>
        <w:rPr>
          <w:rtl/>
        </w:rPr>
        <w:t xml:space="preserve">قالَ </w:t>
      </w:r>
      <w:r w:rsidR="00525C12">
        <w:rPr>
          <w:rtl/>
        </w:rPr>
        <w:t xml:space="preserve">الاِمامُ </w:t>
      </w:r>
      <w:r>
        <w:rPr>
          <w:rtl/>
        </w:rPr>
        <w:t>البـاقِرُ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وَاللهِ ما اَرادَ اللّهُ تَعالى مِنَ النّاسِ إلّا خَصلَتَينِ: اَن يُقِرّوا لَهُ بِالنِّعَمِ فَيَزيدَهُم وَ بِالذُّنُوبِ فَيَغفِرَها لَهُم</w:t>
      </w:r>
      <w:r>
        <w:t>.</w:t>
      </w:r>
    </w:p>
    <w:p w:rsidR="001C73B9" w:rsidRDefault="001C73B9" w:rsidP="001C73B9">
      <w:pPr>
        <w:pStyle w:val="libAr"/>
      </w:pPr>
      <w:r>
        <w:rPr>
          <w:rFonts w:hint="eastAsia"/>
          <w:rtl/>
        </w:rPr>
        <w:t>الكافي</w:t>
      </w:r>
      <w:r>
        <w:rPr>
          <w:rtl/>
        </w:rPr>
        <w:t>/2/426</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By Allah, He, the Exalted, expects of people but two traits: that they confess for Him the blessings in order that He increases His bounties for them; and that they make confessions about their evil actions and then He forgives those sins for them.</w:t>
      </w:r>
      <w:r w:rsidR="00E978C2" w:rsidRPr="00E978C2">
        <w:rPr>
          <w:rStyle w:val="libItalicChar"/>
        </w:rPr>
        <w:t>”</w:t>
      </w:r>
    </w:p>
    <w:p w:rsidR="001C73B9" w:rsidRDefault="001C73B9" w:rsidP="001C73B9">
      <w:pPr>
        <w:pStyle w:val="libNormal"/>
      </w:pPr>
      <w:r>
        <w:t>Al</w:t>
      </w:r>
      <w:r w:rsidR="00D92C09">
        <w:t>-</w:t>
      </w:r>
      <w:r>
        <w:t>Kafi, vol. 2, p. 426</w:t>
      </w:r>
    </w:p>
    <w:p w:rsidR="001C73B9" w:rsidRDefault="001C73B9" w:rsidP="001C73B9">
      <w:pPr>
        <w:pStyle w:val="libAr"/>
      </w:pPr>
      <w:r>
        <w:rPr>
          <w:rtl/>
        </w:rPr>
        <w:t>8</w:t>
      </w:r>
      <w:r w:rsidR="00D92C09">
        <w:rPr>
          <w:rtl/>
        </w:rPr>
        <w:t>-</w:t>
      </w:r>
      <w:r>
        <w:t xml:space="preserve"> </w:t>
      </w:r>
      <w:r>
        <w:rPr>
          <w:rtl/>
        </w:rPr>
        <w:t xml:space="preserve">قالَ </w:t>
      </w:r>
      <w:r w:rsidR="00525C12">
        <w:rPr>
          <w:rtl/>
        </w:rPr>
        <w:t xml:space="preserve">الاِمامُ </w:t>
      </w:r>
      <w:r>
        <w:rPr>
          <w:rtl/>
        </w:rPr>
        <w:t>الحُسَينُ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اللّه جَـلّ ذِكـرُهُ ما خَلَـقَ العِبـادَ إلّا لِيَعرِفُـوهُ فَـاِذا عَرَفُوهُ عَبدُوهُ، فاِذا عَبَدُوهُ اِستَغنَوْا بِعِبادَتِهِ عَن عِبَادَة ما سِواهُ</w:t>
      </w:r>
      <w:r>
        <w:t>.</w:t>
      </w:r>
    </w:p>
    <w:p w:rsidR="001C73B9" w:rsidRDefault="001C73B9" w:rsidP="001C73B9">
      <w:pPr>
        <w:pStyle w:val="libAr"/>
      </w:pPr>
      <w:r>
        <w:rPr>
          <w:rFonts w:hint="eastAsia"/>
          <w:rtl/>
        </w:rPr>
        <w:t>سفينةالبحار</w:t>
      </w:r>
      <w:r>
        <w:rPr>
          <w:rtl/>
        </w:rPr>
        <w:t>/2/180</w:t>
      </w:r>
    </w:p>
    <w:p w:rsidR="001C73B9" w:rsidRDefault="001C73B9" w:rsidP="001C73B9">
      <w:pPr>
        <w:pStyle w:val="libNormal"/>
      </w:pPr>
      <w:r>
        <w:t xml:space="preserve">Imam Husayn ibn Ali [a.s.] said: </w:t>
      </w:r>
      <w:r w:rsidR="00E978C2" w:rsidRPr="00E978C2">
        <w:rPr>
          <w:rStyle w:val="libItalicChar"/>
        </w:rPr>
        <w:t>“</w:t>
      </w:r>
      <w:r w:rsidRPr="00E978C2">
        <w:rPr>
          <w:rStyle w:val="libItalicChar"/>
        </w:rPr>
        <w:t>Verily, Allah, the Exalted, has not created human beings except for recognizing Him and worshipping Him as (the consequence of) knowing Him; and when they worship Him they would lack the need of adoring any human being (or things) other than Him because of that worship.</w:t>
      </w:r>
      <w:r w:rsidR="00E978C2" w:rsidRPr="00E978C2">
        <w:rPr>
          <w:rStyle w:val="libItalicChar"/>
        </w:rPr>
        <w:t>”</w:t>
      </w:r>
    </w:p>
    <w:p w:rsidR="001C73B9" w:rsidRDefault="001C73B9" w:rsidP="001C73B9">
      <w:pPr>
        <w:pStyle w:val="libNormal"/>
      </w:pPr>
      <w:r>
        <w:t>Safinat</w:t>
      </w:r>
      <w:r w:rsidR="00D92C09">
        <w:t>-</w:t>
      </w:r>
      <w:r>
        <w:t>ul</w:t>
      </w:r>
      <w:r w:rsidR="00D92C09">
        <w:t>-</w:t>
      </w:r>
      <w:r>
        <w:t xml:space="preserve">Bihar, vol. 2, p. 180 </w:t>
      </w:r>
    </w:p>
    <w:p w:rsidR="001C73B9" w:rsidRDefault="001C73B9" w:rsidP="001C73B9">
      <w:pPr>
        <w:pStyle w:val="libAr"/>
      </w:pPr>
      <w:r>
        <w:rPr>
          <w:rtl/>
        </w:rPr>
        <w:t>9</w:t>
      </w:r>
      <w:r w:rsidR="00D92C09">
        <w:rPr>
          <w:rtl/>
        </w:rPr>
        <w:t>-</w:t>
      </w:r>
      <w:r>
        <w:t xml:space="preserve"> </w:t>
      </w:r>
      <w:r w:rsidR="00525C12">
        <w:rPr>
          <w:rtl/>
        </w:rPr>
        <w:t>قالَ الا</w:t>
      </w:r>
      <w:r>
        <w:rPr>
          <w:rtl/>
        </w:rPr>
        <w:t>مامُ عَلِيّ بنُ الحُسَينِ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يُهلَكُ مُؤمِنٌ بَينَ ثَلاثِ خِصـالٍ: شَهـادَةِ اَن لا اِلهَ إلّاَ اللهُ وَحدَهُ لا شَريك لَهُ, وَ شَفاعَةِ رَسُولِ الله, وَ سِعَةِ رَحمَةِ الله</w:t>
      </w:r>
      <w:r>
        <w:t>.</w:t>
      </w:r>
    </w:p>
    <w:p w:rsidR="001C73B9" w:rsidRDefault="001C73B9" w:rsidP="001C73B9">
      <w:pPr>
        <w:pStyle w:val="libAr"/>
      </w:pPr>
      <w:r>
        <w:rPr>
          <w:rFonts w:hint="eastAsia"/>
          <w:rtl/>
        </w:rPr>
        <w:t>سفينةالبحار</w:t>
      </w:r>
      <w:r>
        <w:rPr>
          <w:rtl/>
        </w:rPr>
        <w:t>/517</w:t>
      </w:r>
    </w:p>
    <w:p w:rsidR="001C73B9" w:rsidRDefault="001C73B9" w:rsidP="001C73B9">
      <w:pPr>
        <w:pStyle w:val="libNormal"/>
      </w:pPr>
      <w:r>
        <w:t xml:space="preserve">The fourth Imam, Ali ibn Husayn [a.s.] said: </w:t>
      </w:r>
      <w:r w:rsidR="00E978C2">
        <w:t>“</w:t>
      </w:r>
      <w:r>
        <w:t>There is no destruction (Hell) for a believer having three qualities:</w:t>
      </w:r>
    </w:p>
    <w:p w:rsidR="001C73B9" w:rsidRDefault="001C73B9" w:rsidP="001C73B9">
      <w:pPr>
        <w:pStyle w:val="libNormal"/>
      </w:pPr>
      <w:r>
        <w:t>Confessing that there is no god besides Allah, the One Who has no partner; the intercession of the Messenger of Allah and the vastness of the Grace of Allah.</w:t>
      </w:r>
    </w:p>
    <w:p w:rsidR="001C73B9" w:rsidRDefault="001C73B9" w:rsidP="001C73B9">
      <w:pPr>
        <w:pStyle w:val="libNormal"/>
      </w:pPr>
      <w:r>
        <w:t>Safinat</w:t>
      </w:r>
      <w:r w:rsidR="00D92C09">
        <w:t>-</w:t>
      </w:r>
      <w:r>
        <w:t>ul</w:t>
      </w:r>
      <w:r w:rsidR="00D92C09">
        <w:t>-</w:t>
      </w:r>
      <w:r>
        <w:t>Bihar, p. 517</w:t>
      </w:r>
    </w:p>
    <w:p w:rsidR="001C73B9" w:rsidRDefault="001C73B9" w:rsidP="001C73B9">
      <w:pPr>
        <w:pStyle w:val="libNormal"/>
      </w:pPr>
      <w:r>
        <w:lastRenderedPageBreak/>
        <w:br w:type="page"/>
      </w:r>
    </w:p>
    <w:p w:rsidR="001C73B9" w:rsidRDefault="001C73B9" w:rsidP="001C73B9">
      <w:pPr>
        <w:pStyle w:val="Heading1Center"/>
      </w:pPr>
      <w:bookmarkStart w:id="8" w:name="_Toc444518207"/>
      <w:r>
        <w:lastRenderedPageBreak/>
        <w:t>PRAYER AND ITS EFFECTS</w:t>
      </w:r>
      <w:bookmarkEnd w:id="8"/>
    </w:p>
    <w:p w:rsidR="001C73B9" w:rsidRDefault="001C73B9" w:rsidP="001C73B9">
      <w:pPr>
        <w:pStyle w:val="libAr"/>
      </w:pPr>
      <w:r>
        <w:rPr>
          <w:rtl/>
        </w:rPr>
        <w:t>10</w:t>
      </w:r>
      <w:r w:rsidR="00D92C09">
        <w:rPr>
          <w:rtl/>
        </w:rPr>
        <w:t>-</w:t>
      </w:r>
      <w:r>
        <w:t xml:space="preserve"> </w:t>
      </w:r>
      <w:r>
        <w:rPr>
          <w:rtl/>
        </w:rPr>
        <w:t xml:space="preserve">قالَ </w:t>
      </w:r>
      <w:r w:rsidR="00525C12">
        <w:rPr>
          <w:rtl/>
        </w:rPr>
        <w:t xml:space="preserve">النبيُّ صلی </w:t>
      </w:r>
      <w:r>
        <w:rPr>
          <w:rtl/>
        </w:rPr>
        <w:t>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لَيسَ</w:t>
      </w:r>
      <w:r>
        <w:rPr>
          <w:rtl/>
        </w:rPr>
        <w:t xml:space="preserve"> مِنّا مَنِ استَخَفّ بِصَلوتِهِ, لا يَرِدُ عَلَيَّ الحَوضَ لا وَ اللهِ</w:t>
      </w:r>
      <w:r>
        <w:t>.</w:t>
      </w:r>
    </w:p>
    <w:p w:rsidR="001C73B9" w:rsidRDefault="001C73B9" w:rsidP="001C73B9">
      <w:pPr>
        <w:pStyle w:val="libAr"/>
      </w:pPr>
      <w:r>
        <w:rPr>
          <w:rFonts w:hint="eastAsia"/>
          <w:rtl/>
        </w:rPr>
        <w:t>من</w:t>
      </w:r>
      <w:r>
        <w:rPr>
          <w:rtl/>
        </w:rPr>
        <w:t xml:space="preserve"> لا يحضره الفقيه/1/206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one who takes prayer light is not of me. No, by Allah such a person will not reach the Haud, Pond of abundant.</w:t>
      </w:r>
      <w:r w:rsidR="00E978C2" w:rsidRPr="00E978C2">
        <w:rPr>
          <w:rStyle w:val="libItalicChar"/>
        </w:rPr>
        <w:t>”</w:t>
      </w:r>
    </w:p>
    <w:p w:rsidR="001C73B9" w:rsidRDefault="001C73B9" w:rsidP="001C73B9">
      <w:pPr>
        <w:pStyle w:val="libNormal"/>
      </w:pPr>
      <w:r>
        <w:t>Man La Yahduruhul Faqih, vol. 1, p. 206</w:t>
      </w:r>
    </w:p>
    <w:p w:rsidR="001C73B9" w:rsidRDefault="001C73B9" w:rsidP="001C73B9">
      <w:pPr>
        <w:pStyle w:val="libAr"/>
      </w:pPr>
      <w:r>
        <w:rPr>
          <w:rtl/>
        </w:rPr>
        <w:t>11</w:t>
      </w:r>
      <w:r w:rsidR="00D92C09">
        <w:rPr>
          <w:rtl/>
        </w:rPr>
        <w:t>-</w:t>
      </w:r>
      <w:r>
        <w:t xml:space="preserve"> </w:t>
      </w:r>
      <w:r>
        <w:rPr>
          <w:rtl/>
        </w:rPr>
        <w:t>قالَ الاِمامُ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كانَ عَلى بابِ اَحَدِكُـم نَهـرٌ فَاغتَسَلَ مِنهُ كُلّ يَـومٍ خَمـسَ مَرّاتٍ هَل كانَ يَبقى عَلى جَسَـدِهِ مِنَ الـدّرَنِ شَيء  اِنّما مَثَـلُ الصّلاة مَثَلُ النّهرِ الّذي يُنقي كُلّما صَلّى صَلاة كـانَ كَفّارَة لِذُنُوبِهِ إلّا ذَنبٌ اَخرَجَهُ مِنَ ال</w:t>
      </w:r>
      <w:r>
        <w:rPr>
          <w:rFonts w:hint="eastAsia"/>
          <w:rtl/>
        </w:rPr>
        <w:t>إيمانِ</w:t>
      </w:r>
      <w:r>
        <w:rPr>
          <w:rtl/>
        </w:rPr>
        <w:t xml:space="preserve"> مُقيمٌ</w:t>
      </w:r>
      <w:r w:rsidR="00525C12">
        <w:rPr>
          <w:rtl/>
        </w:rPr>
        <w:t xml:space="preserve"> عليه</w:t>
      </w:r>
      <w:r>
        <w:t>.</w:t>
      </w:r>
    </w:p>
    <w:p w:rsidR="001C73B9" w:rsidRDefault="001C73B9" w:rsidP="001C73B9">
      <w:pPr>
        <w:pStyle w:val="libAr"/>
      </w:pPr>
      <w:r>
        <w:rPr>
          <w:rFonts w:hint="eastAsia"/>
          <w:rtl/>
        </w:rPr>
        <w:t>بحارالانوار</w:t>
      </w:r>
      <w:r>
        <w:rPr>
          <w:rtl/>
        </w:rPr>
        <w:t>/82/236</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If there be a stream at the house of one of you in which the one washes himself five times a day, will there remain anything from the dirt over his body? Verily, the likeness of prayers is the same as the stream. The person who establishes ritual prayers clears out his sins thereby, except for the sin that takes him out from Faith he believes in.</w:t>
      </w:r>
      <w:r w:rsidR="00E978C2" w:rsidRPr="00E978C2">
        <w:rPr>
          <w:rStyle w:val="libItalicChar"/>
        </w:rPr>
        <w:t>”</w:t>
      </w:r>
    </w:p>
    <w:p w:rsidR="001C73B9" w:rsidRDefault="001C73B9" w:rsidP="001C73B9">
      <w:pPr>
        <w:pStyle w:val="libNormal"/>
      </w:pPr>
      <w:r>
        <w:t>Bihar</w:t>
      </w:r>
      <w:r w:rsidR="00D92C09">
        <w:t>-</w:t>
      </w:r>
      <w:r>
        <w:t>ul</w:t>
      </w:r>
      <w:r w:rsidR="00D92C09">
        <w:t>-</w:t>
      </w:r>
      <w:r>
        <w:t>Anwar, vol. 82, p. 236</w:t>
      </w:r>
    </w:p>
    <w:p w:rsidR="001C73B9" w:rsidRDefault="001C73B9" w:rsidP="001C73B9">
      <w:pPr>
        <w:pStyle w:val="libAr"/>
      </w:pPr>
      <w:r>
        <w:rPr>
          <w:rtl/>
        </w:rPr>
        <w:t>12</w:t>
      </w:r>
      <w:r w:rsidR="00D92C09">
        <w:rPr>
          <w:rtl/>
        </w:rPr>
        <w:t>-</w:t>
      </w:r>
      <w:r>
        <w:t xml:space="preserve"> </w:t>
      </w:r>
      <w:r>
        <w:rPr>
          <w:rtl/>
        </w:rPr>
        <w:t xml:space="preserve">قالَ </w:t>
      </w:r>
      <w:r w:rsidR="00525C12">
        <w:rPr>
          <w:rtl/>
        </w:rPr>
        <w:t xml:space="preserve">النبيُّ صلی </w:t>
      </w:r>
      <w:r>
        <w:rPr>
          <w:rtl/>
        </w:rPr>
        <w:t>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وَ</w:t>
      </w:r>
      <w:r>
        <w:rPr>
          <w:rtl/>
        </w:rPr>
        <w:t xml:space="preserve"> صَلوة فَرِيضَة تَعـدِلُ عِنـدَالله اَلـفَ حِجّة وَ اَلـفَ عُمـرَة مَبرُوراتٍ مُتُقَبِّلاتٍ</w:t>
      </w:r>
      <w:r>
        <w:t>.</w:t>
      </w:r>
    </w:p>
    <w:p w:rsidR="001C73B9" w:rsidRDefault="001C73B9" w:rsidP="001C73B9">
      <w:pPr>
        <w:pStyle w:val="libAr"/>
      </w:pPr>
      <w:r>
        <w:rPr>
          <w:rFonts w:hint="eastAsia"/>
          <w:rtl/>
        </w:rPr>
        <w:t>بحارالانوار</w:t>
      </w:r>
      <w:r>
        <w:rPr>
          <w:rtl/>
        </w:rPr>
        <w:t>/99/14</w:t>
      </w:r>
    </w:p>
    <w:p w:rsidR="001C73B9" w:rsidRDefault="001C73B9" w:rsidP="001C73B9">
      <w:pPr>
        <w:pStyle w:val="libNormal"/>
      </w:pPr>
      <w:r>
        <w:t>The Holy Prophet [p.b.u.h.] said: An obligatory prayer, with Allah, is equivalent to one thousand Hajj pilgrimages and one thousand Umrah performances (voluntary pilgrimages to Ka'ba) which are right and accepted.</w:t>
      </w:r>
      <w:r w:rsidR="00E978C2">
        <w:t>”</w:t>
      </w:r>
    </w:p>
    <w:p w:rsidR="001C73B9" w:rsidRDefault="001C73B9" w:rsidP="001C73B9">
      <w:pPr>
        <w:pStyle w:val="libNormal"/>
      </w:pPr>
      <w:r>
        <w:t>Bihar</w:t>
      </w:r>
      <w:r w:rsidR="00D92C09">
        <w:t>-</w:t>
      </w:r>
      <w:r>
        <w:t>ul</w:t>
      </w:r>
      <w:r w:rsidR="00D92C09">
        <w:t>-</w:t>
      </w:r>
      <w:r>
        <w:t>Anwar, vol. 99, p. 14</w:t>
      </w:r>
    </w:p>
    <w:p w:rsidR="001C73B9" w:rsidRDefault="001C73B9" w:rsidP="001C73B9">
      <w:pPr>
        <w:pStyle w:val="libAr"/>
      </w:pPr>
      <w:r>
        <w:rPr>
          <w:rtl/>
        </w:rPr>
        <w:t>13</w:t>
      </w:r>
      <w:r w:rsidR="00D92C09">
        <w:rPr>
          <w:rtl/>
        </w:rPr>
        <w:t>-</w:t>
      </w:r>
      <w:r>
        <w:t xml:space="preserve"> </w:t>
      </w:r>
      <w:r>
        <w:rPr>
          <w:rtl/>
        </w:rPr>
        <w:t xml:space="preserve">قالَ </w:t>
      </w:r>
      <w:r w:rsidR="00525C12">
        <w:rPr>
          <w:rtl/>
        </w:rPr>
        <w:t xml:space="preserve">النبيُّ صلی </w:t>
      </w:r>
      <w:r>
        <w:rPr>
          <w:rtl/>
        </w:rPr>
        <w:t>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لا</w:t>
      </w:r>
      <w:r>
        <w:rPr>
          <w:rtl/>
        </w:rPr>
        <w:t xml:space="preserve"> تُضَيِّعُوا صَلوتَكُـم, فَاِنّ مَن ضَيّعَ صَلاتَهُ حُشِرَ مَعَ قارُونَ وهامانَ وَ كانَ حَقًّا عَلَى اللهِ اَن يُدْخِلَهُ النّارَ مَعَ المُنافِقينَ</w:t>
      </w:r>
      <w:r>
        <w:t>.</w:t>
      </w:r>
    </w:p>
    <w:p w:rsidR="001C73B9" w:rsidRDefault="001C73B9" w:rsidP="001C73B9">
      <w:pPr>
        <w:pStyle w:val="libAr"/>
      </w:pPr>
      <w:r>
        <w:rPr>
          <w:rFonts w:hint="eastAsia"/>
          <w:rtl/>
        </w:rPr>
        <w:t>بحارالانوار</w:t>
      </w:r>
      <w:r>
        <w:rPr>
          <w:rtl/>
        </w:rPr>
        <w:t>/83/14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Do not waste your prayers, because, surely, the person who wastes them will be raised with Croesus (Qarun) and Haman so that it is rightfully certain for Allah to put the one in Hell with hypocrites.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83, p. 14 </w:t>
      </w:r>
    </w:p>
    <w:p w:rsidR="001C73B9" w:rsidRDefault="001C73B9" w:rsidP="001C73B9">
      <w:pPr>
        <w:pStyle w:val="libAr"/>
      </w:pPr>
      <w:r>
        <w:rPr>
          <w:rtl/>
        </w:rPr>
        <w:lastRenderedPageBreak/>
        <w:t>14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إذا</w:t>
      </w:r>
      <w:r>
        <w:rPr>
          <w:rtl/>
        </w:rPr>
        <w:t xml:space="preserve"> صَلّيتَ صَلاةً فَصَلِّ صَلاةَ مُوَدِّعٍ</w:t>
      </w:r>
      <w:r>
        <w:t>.</w:t>
      </w:r>
    </w:p>
    <w:p w:rsidR="001C73B9" w:rsidRDefault="001C73B9" w:rsidP="001C73B9">
      <w:pPr>
        <w:pStyle w:val="libAr"/>
      </w:pPr>
      <w:r>
        <w:rPr>
          <w:rFonts w:hint="eastAsia"/>
          <w:rtl/>
        </w:rPr>
        <w:t>بحارالانوار</w:t>
      </w:r>
      <w:r>
        <w:rPr>
          <w:rtl/>
        </w:rPr>
        <w:t>/69/408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Say each of your prayer as if it were your last prayer.</w:t>
      </w:r>
      <w:r w:rsidR="00E978C2" w:rsidRPr="00E978C2">
        <w:rPr>
          <w:rStyle w:val="libItalicChar"/>
        </w:rPr>
        <w:t>”</w:t>
      </w:r>
    </w:p>
    <w:p w:rsidR="001C73B9" w:rsidRDefault="001C73B9" w:rsidP="001C73B9">
      <w:pPr>
        <w:pStyle w:val="libNormal"/>
      </w:pPr>
      <w:r>
        <w:t>Bihar</w:t>
      </w:r>
      <w:r w:rsidR="00D92C09">
        <w:t>-</w:t>
      </w:r>
      <w:r>
        <w:t>ul</w:t>
      </w:r>
      <w:r w:rsidR="00D92C09">
        <w:t>-</w:t>
      </w:r>
      <w:r>
        <w:t>Anwar, vol. 69, p. 408</w:t>
      </w:r>
    </w:p>
    <w:p w:rsidR="001C73B9" w:rsidRDefault="001C73B9" w:rsidP="001C73B9">
      <w:pPr>
        <w:pStyle w:val="libAr"/>
      </w:pPr>
      <w:r>
        <w:rPr>
          <w:rtl/>
        </w:rPr>
        <w:t>15</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يَعلَمُ المُصَلّي ما يَغشاهُ مِنَ الرّحمَة لَما رَفَعَ رَأسَهُ مِنَ السّجُودِ</w:t>
      </w:r>
      <w:r>
        <w:t>.</w:t>
      </w:r>
    </w:p>
    <w:p w:rsidR="001C73B9" w:rsidRDefault="001C73B9" w:rsidP="001C73B9">
      <w:pPr>
        <w:pStyle w:val="libAr"/>
      </w:pPr>
      <w:r>
        <w:rPr>
          <w:rFonts w:hint="eastAsia"/>
          <w:rtl/>
        </w:rPr>
        <w:t>تصنيف</w:t>
      </w:r>
      <w:r>
        <w:rPr>
          <w:rtl/>
        </w:rPr>
        <w:t xml:space="preserve"> غررالحكم/175</w:t>
      </w:r>
    </w:p>
    <w:p w:rsidR="001C73B9" w:rsidRDefault="001C73B9" w:rsidP="001C73B9">
      <w:pPr>
        <w:pStyle w:val="libNormal"/>
      </w:pPr>
      <w:r>
        <w:t xml:space="preserve">Imam Amir ul Mu'mineen Ali [a.s.] said: </w:t>
      </w:r>
      <w:r w:rsidR="00E978C2">
        <w:t>“</w:t>
      </w:r>
      <w:r>
        <w:t>If a praying person knew to what extent he was surrounded by His Mercy, he would never raise his head from (the state of) prostration.</w:t>
      </w:r>
    </w:p>
    <w:p w:rsidR="001C73B9" w:rsidRDefault="001C73B9" w:rsidP="001C73B9">
      <w:pPr>
        <w:pStyle w:val="libNormal"/>
      </w:pPr>
      <w:r>
        <w:t>Tasnif</w:t>
      </w:r>
      <w:r w:rsidR="00D92C09">
        <w:t>-</w:t>
      </w:r>
      <w:r>
        <w:t>I</w:t>
      </w:r>
      <w:r w:rsidR="00D92C09">
        <w:t>-</w:t>
      </w:r>
      <w:r>
        <w:t>Ghurar</w:t>
      </w:r>
      <w:r w:rsidR="00D92C09">
        <w:t>-</w:t>
      </w:r>
      <w:r>
        <w:t>ul</w:t>
      </w:r>
      <w:r w:rsidR="00D92C09">
        <w:t>-</w:t>
      </w:r>
      <w:r>
        <w:t>Hikam, p. 175</w:t>
      </w:r>
    </w:p>
    <w:p w:rsidR="001C73B9" w:rsidRDefault="001C73B9" w:rsidP="001C73B9">
      <w:pPr>
        <w:pStyle w:val="libAr"/>
      </w:pPr>
      <w:r>
        <w:rPr>
          <w:rtl/>
        </w:rPr>
        <w:t>16</w:t>
      </w:r>
      <w:r w:rsidR="00D92C09">
        <w:rPr>
          <w:rtl/>
        </w:rPr>
        <w:t>-</w:t>
      </w:r>
      <w:r>
        <w:t xml:space="preserve"> </w:t>
      </w:r>
      <w:r>
        <w:rPr>
          <w:rtl/>
        </w:rPr>
        <w:t xml:space="preserve">قالَ </w:t>
      </w:r>
      <w:r w:rsidR="00525C12">
        <w:rPr>
          <w:rtl/>
        </w:rPr>
        <w:t xml:space="preserve">الاِمامُ </w:t>
      </w:r>
      <w:r>
        <w:rPr>
          <w:rtl/>
        </w:rPr>
        <w:t>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اَوّلُ</w:t>
      </w:r>
      <w:r>
        <w:rPr>
          <w:rtl/>
        </w:rPr>
        <w:t xml:space="preserve"> ما يُحاسَبُ بِهِ العَبدُ اَلصّلوةُ فَاِن قُبِلَت قُبِلَ ما سِواها</w:t>
      </w:r>
      <w:r>
        <w:t>.</w:t>
      </w:r>
    </w:p>
    <w:p w:rsidR="001C73B9" w:rsidRDefault="001C73B9" w:rsidP="001C73B9">
      <w:pPr>
        <w:pStyle w:val="libAr"/>
      </w:pPr>
      <w:r>
        <w:rPr>
          <w:rFonts w:hint="eastAsia"/>
          <w:rtl/>
        </w:rPr>
        <w:t>بحارالانوار</w:t>
      </w:r>
      <w:r>
        <w:rPr>
          <w:rtl/>
        </w:rPr>
        <w:t>/7/267</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On the Reckoning Day, the first thing that a servant will be reckoned for is the prayer; therefore, if it is accepted, the rest (good actions) will be accepted, too, (otherwise, his other good deeds will not avail him).</w:t>
      </w:r>
      <w:r w:rsidR="00E978C2" w:rsidRPr="00E978C2">
        <w:rPr>
          <w:rStyle w:val="libItalicChar"/>
        </w:rPr>
        <w:t>”</w:t>
      </w:r>
    </w:p>
    <w:p w:rsidR="001C73B9" w:rsidRDefault="001C73B9" w:rsidP="001C73B9">
      <w:pPr>
        <w:pStyle w:val="libNormal"/>
      </w:pPr>
      <w:r>
        <w:t>Bihar</w:t>
      </w:r>
      <w:r w:rsidR="00D92C09">
        <w:t>-</w:t>
      </w:r>
      <w:r>
        <w:t>ul</w:t>
      </w:r>
      <w:r w:rsidR="00D92C09">
        <w:t>-</w:t>
      </w:r>
      <w:r>
        <w:t>Anwar, vol. 7, p. 267</w:t>
      </w:r>
    </w:p>
    <w:p w:rsidR="001C73B9" w:rsidRDefault="001C73B9" w:rsidP="001C73B9">
      <w:pPr>
        <w:pStyle w:val="libAr"/>
      </w:pPr>
      <w:r>
        <w:rPr>
          <w:rtl/>
        </w:rPr>
        <w:t>17</w:t>
      </w:r>
      <w:r w:rsidR="00D92C09">
        <w:rPr>
          <w:rtl/>
        </w:rPr>
        <w:t>-</w:t>
      </w:r>
      <w:r>
        <w:t xml:space="preserve"> </w:t>
      </w:r>
      <w:r>
        <w:rPr>
          <w:rtl/>
        </w:rPr>
        <w:t xml:space="preserve">قالَ </w:t>
      </w:r>
      <w:r w:rsidR="00525C12">
        <w:rPr>
          <w:rtl/>
        </w:rPr>
        <w:t xml:space="preserve">الاِمامُ </w:t>
      </w:r>
      <w:r>
        <w:rPr>
          <w:rtl/>
        </w:rPr>
        <w:t>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شَفاعَتَنا لَن تَنالَ مُستَخِفًّا بِالصّلوةِ</w:t>
      </w:r>
      <w:r>
        <w:t>.</w:t>
      </w:r>
    </w:p>
    <w:p w:rsidR="001C73B9" w:rsidRDefault="001C73B9" w:rsidP="001C73B9">
      <w:pPr>
        <w:pStyle w:val="libAr"/>
      </w:pPr>
      <w:r>
        <w:rPr>
          <w:rFonts w:hint="eastAsia"/>
          <w:rtl/>
        </w:rPr>
        <w:t>بحارالانوار</w:t>
      </w:r>
      <w:r>
        <w:rPr>
          <w:rtl/>
        </w:rPr>
        <w:t>/82/236</w:t>
      </w:r>
    </w:p>
    <w:p w:rsidR="001C73B9" w:rsidRDefault="001C73B9" w:rsidP="001C73B9">
      <w:pPr>
        <w:pStyle w:val="libNormal"/>
      </w:pPr>
      <w:r>
        <w:t xml:space="preserve">At the last moments of his life, Imam Sadiq [a.s.] called his relations and companions and told them: </w:t>
      </w:r>
      <w:r w:rsidR="00E978C2" w:rsidRPr="00E978C2">
        <w:rPr>
          <w:rStyle w:val="libItalicChar"/>
        </w:rPr>
        <w:t>“</w:t>
      </w:r>
      <w:r w:rsidRPr="00E978C2">
        <w:rPr>
          <w:rStyle w:val="libItalicChar"/>
        </w:rPr>
        <w:t>Verily, our intercession never reaches the one who takes prayers lightly.</w:t>
      </w:r>
      <w:r w:rsidR="00E978C2" w:rsidRPr="00E978C2">
        <w:rPr>
          <w:rStyle w:val="libItalicChar"/>
        </w:rPr>
        <w:t>”</w:t>
      </w:r>
    </w:p>
    <w:p w:rsidR="001C73B9" w:rsidRDefault="001C73B9" w:rsidP="001C73B9">
      <w:pPr>
        <w:pStyle w:val="libNormal"/>
      </w:pPr>
      <w:r>
        <w:t>Bihar</w:t>
      </w:r>
      <w:r w:rsidR="00D92C09">
        <w:t>-</w:t>
      </w:r>
      <w:r>
        <w:t>ul</w:t>
      </w:r>
      <w:r w:rsidR="00D92C09">
        <w:t>-</w:t>
      </w:r>
      <w:r>
        <w:t>Anwar, vol. 82, p. 236</w:t>
      </w:r>
    </w:p>
    <w:p w:rsidR="001C73B9" w:rsidRDefault="001C73B9" w:rsidP="001C73B9">
      <w:pPr>
        <w:pStyle w:val="libAr"/>
      </w:pPr>
      <w:r>
        <w:rPr>
          <w:rtl/>
        </w:rPr>
        <w:t>18</w:t>
      </w:r>
      <w:r w:rsidR="00D92C09">
        <w:rPr>
          <w:rtl/>
        </w:rPr>
        <w:t>-</w:t>
      </w:r>
      <w:r>
        <w:t xml:space="preserve"> </w:t>
      </w:r>
      <w:r>
        <w:rPr>
          <w:rtl/>
        </w:rPr>
        <w:t xml:space="preserve">قالَ </w:t>
      </w:r>
      <w:r w:rsidR="00525C12">
        <w:rPr>
          <w:rtl/>
        </w:rPr>
        <w:t xml:space="preserve">الاِمامُ </w:t>
      </w:r>
      <w:r>
        <w:rPr>
          <w:rtl/>
        </w:rPr>
        <w:t>مُحَمّدٌ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عَشرٌ</w:t>
      </w:r>
      <w:r>
        <w:rPr>
          <w:rtl/>
        </w:rPr>
        <w:t xml:space="preserve"> مَن لَقِىَ اللّه عَزّ وَ جَلّ بِهِنّ دَخَلَ الجَنّة: شَهادَةُ اَن لا اِلهَ إلاّ اللّه وَ اَنّ مُحَمّداً رَسُولُ الله وَ الإ ِقرارُ بِما جاء مِن عِنـدِ الله عَزّ وَ جَلّ, وَ اِقامُ الصّلوة, وَ إيتاءُ الزّكوة وَ صَومُ شَهرِ رَمَضانَ, وَ حِجُّ البَيتِ, </w:t>
      </w:r>
      <w:r>
        <w:rPr>
          <w:rFonts w:hint="eastAsia"/>
          <w:rtl/>
        </w:rPr>
        <w:t>وَ</w:t>
      </w:r>
      <w:r>
        <w:rPr>
          <w:rtl/>
        </w:rPr>
        <w:t xml:space="preserve"> الوِلايَةُ لأَولِياء الله, وَ البَراءَ ةُ مِن اَعداءِ اللهِ, وَ اِجتِنابُ كُلِّ مُسكِرٍ</w:t>
      </w:r>
      <w:r>
        <w:t>.</w:t>
      </w:r>
    </w:p>
    <w:p w:rsidR="001C73B9" w:rsidRDefault="001C73B9" w:rsidP="001C73B9">
      <w:pPr>
        <w:pStyle w:val="libAr"/>
      </w:pPr>
      <w:r>
        <w:rPr>
          <w:rFonts w:hint="eastAsia"/>
          <w:rtl/>
        </w:rPr>
        <w:t>الخصال</w:t>
      </w:r>
      <w:r>
        <w:rPr>
          <w:rtl/>
        </w:rPr>
        <w:t>/432</w:t>
      </w:r>
    </w:p>
    <w:p w:rsidR="001C73B9" w:rsidRPr="00E978C2" w:rsidRDefault="001C73B9" w:rsidP="001C73B9">
      <w:pPr>
        <w:pStyle w:val="libNormal"/>
        <w:rPr>
          <w:rStyle w:val="libItalicChar"/>
        </w:rPr>
      </w:pPr>
      <w:r>
        <w:lastRenderedPageBreak/>
        <w:t xml:space="preserve">Imam Baqir, the fifth Imam, [a.s.] said: </w:t>
      </w:r>
      <w:r w:rsidR="00E978C2" w:rsidRPr="00E978C2">
        <w:rPr>
          <w:rStyle w:val="libItalicChar"/>
        </w:rPr>
        <w:t>“</w:t>
      </w:r>
      <w:r w:rsidRPr="00E978C2">
        <w:rPr>
          <w:rStyle w:val="libItalicChar"/>
        </w:rPr>
        <w:t>There are ten things that when a person meets Allah the Almighty and Glorious, with them, he will enter Heaven:</w:t>
      </w:r>
    </w:p>
    <w:p w:rsidR="001C73B9" w:rsidRPr="00E978C2" w:rsidRDefault="001C73B9" w:rsidP="001C73B9">
      <w:pPr>
        <w:pStyle w:val="libNormal"/>
        <w:rPr>
          <w:rStyle w:val="libItalicChar"/>
        </w:rPr>
      </w:pPr>
      <w:r w:rsidRPr="00E978C2">
        <w:rPr>
          <w:rStyle w:val="libItalicChar"/>
        </w:rPr>
        <w:t>1</w:t>
      </w:r>
      <w:r w:rsidR="00D92C09" w:rsidRPr="00E978C2">
        <w:rPr>
          <w:rStyle w:val="libItalicChar"/>
        </w:rPr>
        <w:t>-</w:t>
      </w:r>
      <w:r w:rsidRPr="00E978C2">
        <w:rPr>
          <w:rStyle w:val="libItalicChar"/>
        </w:rPr>
        <w:t xml:space="preserve"> Confessing that there is no god besides Allah</w:t>
      </w:r>
    </w:p>
    <w:p w:rsidR="001C73B9" w:rsidRPr="00E978C2" w:rsidRDefault="001C73B9" w:rsidP="001C73B9">
      <w:pPr>
        <w:pStyle w:val="libNormal"/>
        <w:rPr>
          <w:rStyle w:val="libItalicChar"/>
        </w:rPr>
      </w:pPr>
      <w:r w:rsidRPr="00E978C2">
        <w:rPr>
          <w:rStyle w:val="libItalicChar"/>
        </w:rPr>
        <w:t>2</w:t>
      </w:r>
      <w:r w:rsidR="00D92C09" w:rsidRPr="00E978C2">
        <w:rPr>
          <w:rStyle w:val="libItalicChar"/>
        </w:rPr>
        <w:t>-</w:t>
      </w:r>
      <w:r w:rsidRPr="00E978C2">
        <w:rPr>
          <w:rStyle w:val="libItalicChar"/>
        </w:rPr>
        <w:t xml:space="preserve"> And that Muhammad is the Messenger of Allah</w:t>
      </w:r>
    </w:p>
    <w:p w:rsidR="001C73B9" w:rsidRPr="00E978C2" w:rsidRDefault="001C73B9" w:rsidP="001C73B9">
      <w:pPr>
        <w:pStyle w:val="libNormal"/>
        <w:rPr>
          <w:rStyle w:val="libItalicChar"/>
        </w:rPr>
      </w:pPr>
      <w:r w:rsidRPr="00E978C2">
        <w:rPr>
          <w:rStyle w:val="libItalicChar"/>
        </w:rPr>
        <w:t>3</w:t>
      </w:r>
      <w:r w:rsidR="00D92C09" w:rsidRPr="00E978C2">
        <w:rPr>
          <w:rStyle w:val="libItalicChar"/>
        </w:rPr>
        <w:t>-</w:t>
      </w:r>
      <w:r w:rsidRPr="00E978C2">
        <w:rPr>
          <w:rStyle w:val="libItalicChar"/>
        </w:rPr>
        <w:t xml:space="preserve"> Acknowledging what has come down to the Prophet [p.b.u.h.] from Allah (the Qur'an). </w:t>
      </w:r>
    </w:p>
    <w:p w:rsidR="001C73B9" w:rsidRPr="00E978C2" w:rsidRDefault="001C73B9" w:rsidP="001C73B9">
      <w:pPr>
        <w:pStyle w:val="libNormal"/>
        <w:rPr>
          <w:rStyle w:val="libItalicChar"/>
        </w:rPr>
      </w:pPr>
      <w:r w:rsidRPr="00E978C2">
        <w:rPr>
          <w:rStyle w:val="libItalicChar"/>
        </w:rPr>
        <w:t>4</w:t>
      </w:r>
      <w:r w:rsidR="00D92C09" w:rsidRPr="00E978C2">
        <w:rPr>
          <w:rStyle w:val="libItalicChar"/>
        </w:rPr>
        <w:t>-</w:t>
      </w:r>
      <w:r w:rsidRPr="00E978C2">
        <w:rPr>
          <w:rStyle w:val="libItalicChar"/>
        </w:rPr>
        <w:t xml:space="preserve"> Establishing regular prayers. </w:t>
      </w:r>
    </w:p>
    <w:p w:rsidR="001C73B9" w:rsidRPr="00E978C2" w:rsidRDefault="001C73B9" w:rsidP="001C73B9">
      <w:pPr>
        <w:pStyle w:val="libNormal"/>
        <w:rPr>
          <w:rStyle w:val="libItalicChar"/>
        </w:rPr>
      </w:pPr>
      <w:r w:rsidRPr="00E978C2">
        <w:rPr>
          <w:rStyle w:val="libItalicChar"/>
        </w:rPr>
        <w:t>5</w:t>
      </w:r>
      <w:r w:rsidR="00D92C09" w:rsidRPr="00E978C2">
        <w:rPr>
          <w:rStyle w:val="libItalicChar"/>
        </w:rPr>
        <w:t>-</w:t>
      </w:r>
      <w:r w:rsidRPr="00E978C2">
        <w:rPr>
          <w:rStyle w:val="libItalicChar"/>
        </w:rPr>
        <w:t xml:space="preserve"> Giving alms. </w:t>
      </w:r>
    </w:p>
    <w:p w:rsidR="001C73B9" w:rsidRPr="00E978C2" w:rsidRDefault="001C73B9" w:rsidP="001C73B9">
      <w:pPr>
        <w:pStyle w:val="libNormal"/>
        <w:rPr>
          <w:rStyle w:val="libItalicChar"/>
        </w:rPr>
      </w:pPr>
      <w:r w:rsidRPr="00E978C2">
        <w:rPr>
          <w:rStyle w:val="libItalicChar"/>
        </w:rPr>
        <w:t>6</w:t>
      </w:r>
      <w:r w:rsidR="00D92C09" w:rsidRPr="00E978C2">
        <w:rPr>
          <w:rStyle w:val="libItalicChar"/>
        </w:rPr>
        <w:t>-</w:t>
      </w:r>
      <w:r w:rsidRPr="00E978C2">
        <w:rPr>
          <w:rStyle w:val="libItalicChar"/>
        </w:rPr>
        <w:t xml:space="preserve"> Fasting in Ramadan.</w:t>
      </w:r>
    </w:p>
    <w:p w:rsidR="001C73B9" w:rsidRPr="00E978C2" w:rsidRDefault="001C73B9" w:rsidP="001C73B9">
      <w:pPr>
        <w:pStyle w:val="libNormal"/>
        <w:rPr>
          <w:rStyle w:val="libItalicChar"/>
        </w:rPr>
      </w:pPr>
      <w:r w:rsidRPr="00E978C2">
        <w:rPr>
          <w:rStyle w:val="libItalicChar"/>
        </w:rPr>
        <w:t>7</w:t>
      </w:r>
      <w:r w:rsidR="00D92C09" w:rsidRPr="00E978C2">
        <w:rPr>
          <w:rStyle w:val="libItalicChar"/>
        </w:rPr>
        <w:t>-</w:t>
      </w:r>
      <w:r w:rsidRPr="00E978C2">
        <w:rPr>
          <w:rStyle w:val="libItalicChar"/>
        </w:rPr>
        <w:t xml:space="preserve"> Performing the Pilgrimage (Hajj) to the Sacred House. </w:t>
      </w:r>
    </w:p>
    <w:p w:rsidR="001C73B9" w:rsidRPr="00E978C2" w:rsidRDefault="001C73B9" w:rsidP="001C73B9">
      <w:pPr>
        <w:pStyle w:val="libNormal"/>
        <w:rPr>
          <w:rStyle w:val="libItalicChar"/>
        </w:rPr>
      </w:pPr>
      <w:r w:rsidRPr="00E978C2">
        <w:rPr>
          <w:rStyle w:val="libItalicChar"/>
        </w:rPr>
        <w:t>8</w:t>
      </w:r>
      <w:r w:rsidR="00D92C09" w:rsidRPr="00E978C2">
        <w:rPr>
          <w:rStyle w:val="libItalicChar"/>
        </w:rPr>
        <w:t>-</w:t>
      </w:r>
      <w:r w:rsidRPr="00E978C2">
        <w:rPr>
          <w:rStyle w:val="libItalicChar"/>
        </w:rPr>
        <w:t xml:space="preserve"> Kindness to the lovers of Allah </w:t>
      </w:r>
    </w:p>
    <w:p w:rsidR="001C73B9" w:rsidRPr="00E978C2" w:rsidRDefault="001C73B9" w:rsidP="001C73B9">
      <w:pPr>
        <w:pStyle w:val="libNormal"/>
        <w:rPr>
          <w:rStyle w:val="libItalicChar"/>
        </w:rPr>
      </w:pPr>
      <w:r w:rsidRPr="00E978C2">
        <w:rPr>
          <w:rStyle w:val="libItalicChar"/>
        </w:rPr>
        <w:t>9</w:t>
      </w:r>
      <w:r w:rsidR="00D92C09" w:rsidRPr="00E978C2">
        <w:rPr>
          <w:rStyle w:val="libItalicChar"/>
        </w:rPr>
        <w:t>-</w:t>
      </w:r>
      <w:r w:rsidRPr="00E978C2">
        <w:rPr>
          <w:rStyle w:val="libItalicChar"/>
        </w:rPr>
        <w:t xml:space="preserve"> Detachment from the enemies of Allah</w:t>
      </w:r>
    </w:p>
    <w:p w:rsidR="001C73B9" w:rsidRDefault="001C73B9" w:rsidP="001C73B9">
      <w:pPr>
        <w:pStyle w:val="libNormal"/>
      </w:pPr>
      <w:r w:rsidRPr="00E978C2">
        <w:rPr>
          <w:rStyle w:val="libItalicChar"/>
        </w:rPr>
        <w:t>10</w:t>
      </w:r>
      <w:r w:rsidR="00D92C09" w:rsidRPr="00E978C2">
        <w:rPr>
          <w:rStyle w:val="libItalicChar"/>
        </w:rPr>
        <w:t>-</w:t>
      </w:r>
      <w:r w:rsidRPr="00E978C2">
        <w:rPr>
          <w:rStyle w:val="libItalicChar"/>
        </w:rPr>
        <w:t xml:space="preserve"> And, avoiding any alcoholic beverage.</w:t>
      </w:r>
      <w:r w:rsidR="00E978C2" w:rsidRPr="00E978C2">
        <w:rPr>
          <w:rStyle w:val="libItalicChar"/>
        </w:rPr>
        <w:t>”</w:t>
      </w:r>
      <w:r>
        <w:t xml:space="preserve"> </w:t>
      </w:r>
    </w:p>
    <w:p w:rsidR="001C73B9" w:rsidRDefault="001C73B9" w:rsidP="001C73B9">
      <w:pPr>
        <w:pStyle w:val="libNormal"/>
      </w:pPr>
      <w:r>
        <w:t>Khisal by Saduq, p.432</w:t>
      </w:r>
    </w:p>
    <w:p w:rsidR="001C73B9" w:rsidRDefault="001C73B9" w:rsidP="001C73B9">
      <w:pPr>
        <w:pStyle w:val="libAr"/>
      </w:pPr>
      <w:r>
        <w:rPr>
          <w:rtl/>
        </w:rPr>
        <w:t>19</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الصّلوة</w:t>
      </w:r>
      <w:r>
        <w:rPr>
          <w:rtl/>
        </w:rPr>
        <w:t xml:space="preserve"> قُربانُ كُلِّ تَقِـىٍّ, وَالحَـجّ جِهادُ كُلِّ ضَعيـفٍ, وَ لِكُـلِّ شَـيء زَكوة وَ زَكوة البَـدَنِ اَلصّيامُ, وَ جِهادُ المَـرأة حُسـنُ التّبَعّلِ</w:t>
      </w:r>
      <w:r>
        <w:t>.</w:t>
      </w:r>
    </w:p>
    <w:p w:rsidR="001C73B9" w:rsidRDefault="001C73B9" w:rsidP="001C73B9">
      <w:pPr>
        <w:pStyle w:val="libAr"/>
      </w:pPr>
      <w:r>
        <w:rPr>
          <w:rFonts w:hint="eastAsia"/>
          <w:rtl/>
        </w:rPr>
        <w:t>نهج</w:t>
      </w:r>
      <w:r>
        <w:rPr>
          <w:rtl/>
        </w:rPr>
        <w:t xml:space="preserve"> البلاغه, الكلمات القصار/136</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For the God</w:t>
      </w:r>
      <w:r w:rsidR="00D92C09" w:rsidRPr="00E978C2">
        <w:rPr>
          <w:rStyle w:val="libItalicChar"/>
        </w:rPr>
        <w:t>-</w:t>
      </w:r>
      <w:r w:rsidRPr="00E978C2">
        <w:rPr>
          <w:rStyle w:val="libItalicChar"/>
        </w:rPr>
        <w:t>fearing, prayer is a means of seeking nearness to Allah and for the weak, the Hajj (pilgrimage to Mecca) is as good as Jihad (fighting in the way of Allah). For every thing there is a levy, and the levy of the body is fasting. The Jihad of a woman is to afford pleasant company to her husband.</w:t>
      </w:r>
      <w:r w:rsidR="00E978C2" w:rsidRPr="00E978C2">
        <w:rPr>
          <w:rStyle w:val="libItalicChar"/>
        </w:rPr>
        <w:t>”</w:t>
      </w:r>
    </w:p>
    <w:p w:rsidR="001C73B9" w:rsidRDefault="001C73B9" w:rsidP="001C73B9">
      <w:pPr>
        <w:pStyle w:val="libNormal"/>
      </w:pPr>
      <w:r>
        <w:t>Nahjul Balagha, saying 136</w:t>
      </w:r>
    </w:p>
    <w:p w:rsidR="001C73B9" w:rsidRDefault="001C73B9" w:rsidP="001C73B9">
      <w:pPr>
        <w:pStyle w:val="libAr"/>
      </w:pPr>
      <w:r>
        <w:rPr>
          <w:rtl/>
        </w:rPr>
        <w:t>20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ما</w:t>
      </w:r>
      <w:r>
        <w:rPr>
          <w:rtl/>
        </w:rPr>
        <w:t xml:space="preserve"> مِـن لَيلَة إلّا وَ مَلَـك المَـوتِ يُنادي يا اَهـلَ القُبُـورِ لِمَـن تَغبِطُونَ اليَومَ وَ قَد عايَنتُم هَولَ المُطّلَعِ, فَيَقُولُ المَوتى اِنّما نَغبِطُ المُؤمِنينَ في مَساجِدِهِم لاِ َنّهُـم يُصَلّـونَ وَ لا نُصَلّي, وَ يُؤتُونَ الزّكوة وَ لا نُزَك</w:t>
      </w:r>
      <w:r>
        <w:rPr>
          <w:rFonts w:hint="eastAsia"/>
          <w:rtl/>
        </w:rPr>
        <w:t>ّي</w:t>
      </w:r>
      <w:r>
        <w:rPr>
          <w:rtl/>
        </w:rPr>
        <w:t>, وَ يَصُومُونَ شَهرَ رَمَضانَ وَ لا نَصُومُ, وَ يَتَصَدّقُونَ بِمَا فَضَلَ عَن عِيالِهِم وَ نَحنُ لا نَتَصَـدّقُ</w:t>
      </w:r>
      <w:r>
        <w:t xml:space="preserve"> ... .</w:t>
      </w:r>
    </w:p>
    <w:p w:rsidR="001C73B9" w:rsidRDefault="001C73B9" w:rsidP="001C73B9">
      <w:pPr>
        <w:pStyle w:val="libAr"/>
      </w:pPr>
      <w:r>
        <w:rPr>
          <w:rFonts w:hint="eastAsia"/>
          <w:rtl/>
        </w:rPr>
        <w:t>ارشادالقلوب</w:t>
      </w:r>
      <w:r>
        <w:rPr>
          <w:rtl/>
        </w:rPr>
        <w:t>/53</w:t>
      </w:r>
    </w:p>
    <w:p w:rsidR="001C73B9" w:rsidRDefault="001C73B9" w:rsidP="001C73B9">
      <w:pPr>
        <w:pStyle w:val="libNormal"/>
      </w:pPr>
      <w:r>
        <w:t xml:space="preserve">The Holy Prophet [p.b.u.h.] said: There comes no night but that the angel of death calls to the dead in the graves and inquires what they regret for today when they have vividly seen (and known) this (the next life). Then the dead will say: </w:t>
      </w:r>
      <w:r w:rsidR="00E978C2" w:rsidRPr="00E978C2">
        <w:rPr>
          <w:rStyle w:val="libItalicChar"/>
        </w:rPr>
        <w:t>“</w:t>
      </w:r>
      <w:r w:rsidRPr="00E978C2">
        <w:rPr>
          <w:rStyle w:val="libItalicChar"/>
        </w:rPr>
        <w:t>Verily, we regret and envy the believers who are in their mosques and they are praying while we are not; they give alms and we do not; they fast during Ramadan but we do not; they donate in charity what they have more than the need of their family members while we do not; ...</w:t>
      </w:r>
      <w:r w:rsidR="00E978C2" w:rsidRPr="00E978C2">
        <w:rPr>
          <w:rStyle w:val="libItalicChar"/>
        </w:rPr>
        <w:t>”</w:t>
      </w:r>
    </w:p>
    <w:p w:rsidR="001C73B9" w:rsidRDefault="001C73B9" w:rsidP="001C73B9">
      <w:pPr>
        <w:pStyle w:val="libNormal"/>
      </w:pPr>
      <w:r>
        <w:t>Irshad</w:t>
      </w:r>
      <w:r w:rsidR="00D92C09">
        <w:t>-</w:t>
      </w:r>
      <w:r>
        <w:t>ul</w:t>
      </w:r>
      <w:r w:rsidR="00D92C09">
        <w:t>-</w:t>
      </w:r>
      <w:r>
        <w:t>Qulub, p.53</w:t>
      </w:r>
    </w:p>
    <w:p w:rsidR="001C73B9" w:rsidRDefault="001C73B9" w:rsidP="001C73B9">
      <w:pPr>
        <w:pStyle w:val="libAr"/>
      </w:pPr>
      <w:r>
        <w:rPr>
          <w:rtl/>
        </w:rPr>
        <w:t>21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lastRenderedPageBreak/>
        <w:t>سَمِعتُ</w:t>
      </w:r>
      <w:r>
        <w:rPr>
          <w:rtl/>
        </w:rPr>
        <w:t xml:space="preserve"> مُنادي يُنادي عِندَ حَضرَة كُلِّ صَلاة, فَيَقُولُ يا بَني آدَمَ قُومُوا فَاطفَؤوا عَنكُم ما اَوقَدتُمُوهُ عَلى اَنفُسِكُم</w:t>
      </w:r>
      <w:r>
        <w:t>.</w:t>
      </w:r>
    </w:p>
    <w:p w:rsidR="001C73B9" w:rsidRDefault="001C73B9" w:rsidP="001C73B9">
      <w:pPr>
        <w:pStyle w:val="libAr"/>
      </w:pPr>
      <w:r>
        <w:rPr>
          <w:rFonts w:hint="eastAsia"/>
          <w:rtl/>
        </w:rPr>
        <w:t>مستدرك</w:t>
      </w:r>
      <w:r>
        <w:rPr>
          <w:rtl/>
        </w:rPr>
        <w:t xml:space="preserve"> الوسائل/3/102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 xml:space="preserve">At the (appointed) time of every prayer (salat), I hear a caller who calls and says: </w:t>
      </w:r>
      <w:r w:rsidR="00E978C2" w:rsidRPr="00E978C2">
        <w:rPr>
          <w:rStyle w:val="libItalicChar"/>
        </w:rPr>
        <w:t>“</w:t>
      </w:r>
      <w:r w:rsidRPr="00E978C2">
        <w:rPr>
          <w:rStyle w:val="libItalicChar"/>
        </w:rPr>
        <w:t>O children of Adam! Keep up prayers in order to extinguish the fire you have lit against yourselves (by committing sins).</w:t>
      </w:r>
      <w:r w:rsidR="00E978C2" w:rsidRPr="00E978C2">
        <w:rPr>
          <w:rStyle w:val="libItalicChar"/>
        </w:rPr>
        <w:t>”</w:t>
      </w:r>
    </w:p>
    <w:p w:rsidR="001C73B9" w:rsidRDefault="001C73B9" w:rsidP="001C73B9">
      <w:pPr>
        <w:pStyle w:val="libNormal"/>
      </w:pPr>
      <w:r>
        <w:t>Mustadrak</w:t>
      </w:r>
      <w:r w:rsidR="00D92C09">
        <w:t>-</w:t>
      </w:r>
      <w:r>
        <w:t>ul</w:t>
      </w:r>
      <w:r w:rsidR="00D92C09">
        <w:t>-</w:t>
      </w:r>
      <w:r>
        <w:t>Wasa'il, vol. 3, p. 102</w:t>
      </w:r>
    </w:p>
    <w:p w:rsidR="001C73B9" w:rsidRDefault="001C73B9" w:rsidP="001C73B9">
      <w:pPr>
        <w:pStyle w:val="libAr"/>
      </w:pPr>
      <w:r>
        <w:rPr>
          <w:rtl/>
        </w:rPr>
        <w:t>22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حافِظُـوا</w:t>
      </w:r>
      <w:r>
        <w:rPr>
          <w:rtl/>
        </w:rPr>
        <w:t xml:space="preserve"> عَلـَى الصّلَـواتِ, فَـاِنّ اللّه تَبارَكَ وَ تَعَالى اِذا كانَ يَومُ القِيامَة يأتي بِالعَبدِ, فَاَوّلُ شَىء يَسألُـهُ عَنهُ الصّلاة, فَاِن جاء بِها تامًّا, وَ لا زُخّ فِى النّارِ</w:t>
      </w:r>
      <w:r>
        <w:t>.</w:t>
      </w:r>
    </w:p>
    <w:p w:rsidR="001C73B9" w:rsidRDefault="001C73B9" w:rsidP="001C73B9">
      <w:pPr>
        <w:pStyle w:val="libAr"/>
      </w:pPr>
      <w:r>
        <w:rPr>
          <w:rFonts w:hint="eastAsia"/>
          <w:rtl/>
        </w:rPr>
        <w:t>بحارالانوار</w:t>
      </w:r>
      <w:r>
        <w:rPr>
          <w:rtl/>
        </w:rPr>
        <w:t>/82/202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Be careful of the prayers, for, on the Day of Resurrection, when Allah the Exalted, will bring the servant (for reckoning), the first thing that He will ask him about will be the prayer. If one brings it completely, he will be of the people of salvation, otherwise, he will be thrown into Fire.</w:t>
      </w:r>
      <w:r w:rsidR="00E978C2" w:rsidRPr="00E978C2">
        <w:rPr>
          <w:rStyle w:val="libItalicChar"/>
        </w:rPr>
        <w:t>”</w:t>
      </w:r>
    </w:p>
    <w:p w:rsidR="001C73B9" w:rsidRDefault="001C73B9" w:rsidP="001C73B9">
      <w:pPr>
        <w:pStyle w:val="libNormal"/>
      </w:pPr>
      <w:r>
        <w:t>Bihar</w:t>
      </w:r>
      <w:r w:rsidR="00D92C09">
        <w:t>-</w:t>
      </w:r>
      <w:r>
        <w:t>ul</w:t>
      </w:r>
      <w:r w:rsidR="00D92C09">
        <w:t>-</w:t>
      </w:r>
      <w:r>
        <w:t>Anwar, vol. 82, p. 202</w:t>
      </w:r>
    </w:p>
    <w:p w:rsidR="001C73B9" w:rsidRDefault="001C73B9" w:rsidP="001C73B9">
      <w:pPr>
        <w:pStyle w:val="libAr"/>
      </w:pPr>
      <w:r>
        <w:rPr>
          <w:rtl/>
        </w:rPr>
        <w:t>23</w:t>
      </w:r>
      <w:r w:rsidR="00D92C09">
        <w:rPr>
          <w:rtl/>
        </w:rPr>
        <w:t>-</w:t>
      </w:r>
      <w:r>
        <w:t xml:space="preserve"> </w:t>
      </w:r>
      <w:r>
        <w:rPr>
          <w:rtl/>
        </w:rPr>
        <w:t>عَن اَبي بَصيرٍ, قالَ دَخَلتُ عَلـى اُمِّ حَميـدَة اُعَزّيها بِأبي عَبدِ الله</w:t>
      </w:r>
      <w:r w:rsidR="00525C12">
        <w:rPr>
          <w:rtl/>
        </w:rPr>
        <w:t xml:space="preserve"> </w:t>
      </w:r>
      <w:r w:rsidR="008A02F7">
        <w:rPr>
          <w:rtl/>
        </w:rPr>
        <w:t xml:space="preserve">عليه السلام </w:t>
      </w:r>
      <w:r>
        <w:rPr>
          <w:rtl/>
        </w:rPr>
        <w:t>فَبَكَت وَ بَكَيتُ لِبُكائِه ثُمّ قالَت: يا اَبا مُحَمّـدٍ لَو رَاَيتَ اَبا عَبدِالله</w:t>
      </w:r>
      <w:r w:rsidR="00525C12">
        <w:rPr>
          <w:rtl/>
        </w:rPr>
        <w:t xml:space="preserve"> </w:t>
      </w:r>
      <w:r w:rsidR="008A02F7">
        <w:rPr>
          <w:rtl/>
        </w:rPr>
        <w:t xml:space="preserve">عليه السلام </w:t>
      </w:r>
      <w:r>
        <w:rPr>
          <w:rtl/>
        </w:rPr>
        <w:t>عِندَ المَوتِ لَرَاَيتَ عَجَبًا, فَتَحَ عَينَيهِ ثُـمّ قالَ اِجمَعُ</w:t>
      </w:r>
      <w:r>
        <w:rPr>
          <w:rFonts w:hint="eastAsia"/>
          <w:rtl/>
        </w:rPr>
        <w:t>وا</w:t>
      </w:r>
      <w:r>
        <w:rPr>
          <w:rtl/>
        </w:rPr>
        <w:t xml:space="preserve"> كُلّ مَن بَيني وَ بَينَهُ قَرابَة, قالَت: فَما تَرَكنا اَحَدًا اِلّا جَمَعْناهُ فَنَظَـرَ اِلَيهِـم ثُمّ قالَ: اِنّ شَفاعَتَنا لا تَنالُ مُستَخِفًّا بِالصّلوة</w:t>
      </w:r>
      <w:r>
        <w:t>.</w:t>
      </w:r>
    </w:p>
    <w:p w:rsidR="001C73B9" w:rsidRDefault="001C73B9" w:rsidP="001C73B9">
      <w:pPr>
        <w:pStyle w:val="libAr"/>
      </w:pPr>
      <w:r>
        <w:rPr>
          <w:rFonts w:hint="eastAsia"/>
          <w:rtl/>
        </w:rPr>
        <w:t>وسائل</w:t>
      </w:r>
      <w:r>
        <w:rPr>
          <w:rtl/>
        </w:rPr>
        <w:t xml:space="preserve"> الشيعة/4/26</w:t>
      </w:r>
    </w:p>
    <w:p w:rsidR="001C73B9" w:rsidRDefault="001C73B9" w:rsidP="001C73B9">
      <w:pPr>
        <w:pStyle w:val="libNormal"/>
      </w:pPr>
      <w:r>
        <w:t>Abubasir said that he visited Umm Hamidah (Musa</w:t>
      </w:r>
      <w:r w:rsidR="00D92C09">
        <w:t>-</w:t>
      </w:r>
      <w:r>
        <w:t>ibn Ja'far's [a.s.] mother) in order to console her for the death of Ja'far</w:t>
      </w:r>
      <w:r w:rsidR="00D92C09">
        <w:t>-</w:t>
      </w:r>
      <w:r>
        <w:t>ibn</w:t>
      </w:r>
      <w:r w:rsidR="00D92C09">
        <w:t>-</w:t>
      </w:r>
      <w:r>
        <w:t xml:space="preserve">Muhammad [a.s.]. Then she wept and he wept because of her weeping. After that, she said: </w:t>
      </w:r>
      <w:r w:rsidR="00E978C2" w:rsidRPr="00E978C2">
        <w:rPr>
          <w:rStyle w:val="libItalicChar"/>
        </w:rPr>
        <w:t>“</w:t>
      </w:r>
      <w:r w:rsidRPr="00E978C2">
        <w:rPr>
          <w:rStyle w:val="libItalicChar"/>
        </w:rPr>
        <w:t>O' Aba Muhammad! If you had seen Ja'far</w:t>
      </w:r>
      <w:r w:rsidR="00D92C09" w:rsidRPr="00E978C2">
        <w:rPr>
          <w:rStyle w:val="libItalicChar"/>
        </w:rPr>
        <w:t>-</w:t>
      </w:r>
      <w:r w:rsidRPr="00E978C2">
        <w:rPr>
          <w:rStyle w:val="libItalicChar"/>
        </w:rPr>
        <w:t>ibn</w:t>
      </w:r>
      <w:r w:rsidR="00D92C09" w:rsidRPr="00E978C2">
        <w:rPr>
          <w:rStyle w:val="libItalicChar"/>
        </w:rPr>
        <w:t>-</w:t>
      </w:r>
      <w:r w:rsidRPr="00E978C2">
        <w:rPr>
          <w:rStyle w:val="libItalicChar"/>
        </w:rPr>
        <w:t>Muhammad when he was on his death</w:t>
      </w:r>
      <w:r w:rsidR="00D92C09" w:rsidRPr="00E978C2">
        <w:rPr>
          <w:rStyle w:val="libItalicChar"/>
        </w:rPr>
        <w:t>-</w:t>
      </w:r>
      <w:r w:rsidRPr="00E978C2">
        <w:rPr>
          <w:rStyle w:val="libItalicChar"/>
        </w:rPr>
        <w:t>bed, you would have observed a wonderful thing: he opened his eyes and said to gather all of his relatives.</w:t>
      </w:r>
      <w:r w:rsidR="00E978C2" w:rsidRPr="00E978C2">
        <w:rPr>
          <w:rStyle w:val="libItalicChar"/>
        </w:rPr>
        <w:t>”</w:t>
      </w:r>
      <w:r>
        <w:t xml:space="preserve"> Then, she continued saying that they gathered them all with no exception. Then he [a.s.] looked at them and said: </w:t>
      </w:r>
      <w:r w:rsidR="00E978C2" w:rsidRPr="00E978C2">
        <w:rPr>
          <w:rStyle w:val="libItalicChar"/>
        </w:rPr>
        <w:t>“</w:t>
      </w:r>
      <w:r w:rsidRPr="00E978C2">
        <w:rPr>
          <w:rStyle w:val="libItalicChar"/>
        </w:rPr>
        <w:t>Verily, our intercession does not reach the one who takes prayers lightly</w:t>
      </w:r>
      <w:r w:rsidR="00E978C2" w:rsidRPr="00E978C2">
        <w:rPr>
          <w:rStyle w:val="libItalicChar"/>
        </w:rPr>
        <w:t>”</w:t>
      </w:r>
      <w:r>
        <w:t>.</w:t>
      </w:r>
    </w:p>
    <w:p w:rsidR="001C73B9" w:rsidRDefault="001C73B9" w:rsidP="001C73B9">
      <w:pPr>
        <w:pStyle w:val="libNormal"/>
      </w:pPr>
      <w:r>
        <w:t>Wasa'il</w:t>
      </w:r>
      <w:r w:rsidR="00D92C09">
        <w:t>-</w:t>
      </w:r>
      <w:r>
        <w:t>ush</w:t>
      </w:r>
      <w:r w:rsidR="00D92C09">
        <w:t>-</w:t>
      </w:r>
      <w:r>
        <w:t>Shi'ah vol. 4, p. 26</w:t>
      </w:r>
    </w:p>
    <w:p w:rsidR="001C73B9" w:rsidRDefault="001C73B9" w:rsidP="001C73B9">
      <w:pPr>
        <w:pStyle w:val="libAr"/>
      </w:pPr>
      <w:r>
        <w:rPr>
          <w:rtl/>
        </w:rPr>
        <w:t>24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اَلعِبادَة</w:t>
      </w:r>
      <w:r>
        <w:rPr>
          <w:rtl/>
        </w:rPr>
        <w:t xml:space="preserve"> مَعَ اَكلِ الحَرامِ كَالبِناءِ عَلَى الرّملِ</w:t>
      </w:r>
      <w:r>
        <w:t>.</w:t>
      </w:r>
    </w:p>
    <w:p w:rsidR="001C73B9" w:rsidRDefault="001C73B9" w:rsidP="001C73B9">
      <w:pPr>
        <w:pStyle w:val="libAr"/>
      </w:pPr>
      <w:r>
        <w:rPr>
          <w:rFonts w:hint="eastAsia"/>
          <w:rtl/>
        </w:rPr>
        <w:t>بحارالانوار</w:t>
      </w:r>
      <w:r>
        <w:rPr>
          <w:rtl/>
        </w:rPr>
        <w:t>/84/258</w:t>
      </w:r>
    </w:p>
    <w:p w:rsidR="001C73B9" w:rsidRDefault="001C73B9" w:rsidP="001C73B9">
      <w:pPr>
        <w:pStyle w:val="libNormal"/>
      </w:pPr>
      <w:r>
        <w:lastRenderedPageBreak/>
        <w:t xml:space="preserve">The Holy Prophet [p.b.u.h.] said: </w:t>
      </w:r>
      <w:r w:rsidR="00E978C2" w:rsidRPr="00E978C2">
        <w:rPr>
          <w:rStyle w:val="libItalicChar"/>
        </w:rPr>
        <w:t>“</w:t>
      </w:r>
      <w:r w:rsidRPr="00E978C2">
        <w:rPr>
          <w:rStyle w:val="libItalicChar"/>
        </w:rPr>
        <w:t>The worship done by the one who earns his living on unlawful money is similar to a building constructed upon sand.</w:t>
      </w:r>
      <w:r w:rsidR="00E978C2" w:rsidRPr="00E978C2">
        <w:rPr>
          <w:rStyle w:val="libItalicChar"/>
        </w:rPr>
        <w:t>”</w:t>
      </w:r>
    </w:p>
    <w:p w:rsidR="001C73B9" w:rsidRDefault="001C73B9" w:rsidP="001C73B9">
      <w:pPr>
        <w:pStyle w:val="libNormal"/>
      </w:pPr>
      <w:r>
        <w:t>Bihar</w:t>
      </w:r>
      <w:r w:rsidR="00D92C09">
        <w:t>-</w:t>
      </w:r>
      <w:r>
        <w:t>ul</w:t>
      </w:r>
      <w:r w:rsidR="00D92C09">
        <w:t>-</w:t>
      </w:r>
      <w:r>
        <w:t>Anwar, vol. 84, p. 258</w:t>
      </w:r>
    </w:p>
    <w:p w:rsidR="001C73B9" w:rsidRDefault="001C73B9" w:rsidP="001C73B9">
      <w:pPr>
        <w:pStyle w:val="libNormal"/>
      </w:pPr>
      <w:r>
        <w:br w:type="page"/>
      </w:r>
    </w:p>
    <w:p w:rsidR="001C73B9" w:rsidRDefault="001C73B9" w:rsidP="001C73B9">
      <w:pPr>
        <w:pStyle w:val="Heading1Center"/>
      </w:pPr>
      <w:bookmarkStart w:id="9" w:name="_Toc444518208"/>
      <w:r>
        <w:lastRenderedPageBreak/>
        <w:t>MIDNIGHT PRAYERS</w:t>
      </w:r>
      <w:bookmarkEnd w:id="9"/>
    </w:p>
    <w:p w:rsidR="001C73B9" w:rsidRDefault="001C73B9" w:rsidP="001C73B9">
      <w:pPr>
        <w:pStyle w:val="libAr"/>
      </w:pPr>
      <w:r>
        <w:rPr>
          <w:rtl/>
        </w:rPr>
        <w:t>25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شَرَفُ</w:t>
      </w:r>
      <w:r>
        <w:rPr>
          <w:rtl/>
        </w:rPr>
        <w:t xml:space="preserve"> المُؤمِنِ قِيامُهُ بِاللَّيلِ وَ عِزُّهُ اِستِغنـاؤهُ عَنِ النّاسِ</w:t>
      </w:r>
      <w:r>
        <w:t>.</w:t>
      </w:r>
    </w:p>
    <w:p w:rsidR="001C73B9" w:rsidRDefault="001C73B9" w:rsidP="001C73B9">
      <w:pPr>
        <w:pStyle w:val="libAr"/>
      </w:pPr>
      <w:r>
        <w:rPr>
          <w:rFonts w:hint="eastAsia"/>
          <w:rtl/>
        </w:rPr>
        <w:t>بحارالانوار</w:t>
      </w:r>
      <w:r>
        <w:rPr>
          <w:rtl/>
        </w:rPr>
        <w:t>/77/20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honour of a believer lies in his vigilance at night and his esteem lies in his autonomy from people.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77, p. 20 </w:t>
      </w:r>
    </w:p>
    <w:p w:rsidR="001C73B9" w:rsidRDefault="001C73B9" w:rsidP="001C73B9">
      <w:pPr>
        <w:pStyle w:val="libAr"/>
      </w:pPr>
      <w:r>
        <w:rPr>
          <w:rtl/>
        </w:rPr>
        <w:t>26</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كَثُرَ في لَيلِه  نَومُهُ فاتَهُ مِنَ العَمَلِ ما لا يَستَدرِكُهُ في يَومِه</w:t>
      </w:r>
      <w:r>
        <w:t xml:space="preserve"> .</w:t>
      </w:r>
    </w:p>
    <w:p w:rsidR="001C73B9" w:rsidRDefault="001C73B9" w:rsidP="001C73B9">
      <w:pPr>
        <w:pStyle w:val="libAr"/>
      </w:pPr>
      <w:r>
        <w:rPr>
          <w:rFonts w:hint="eastAsia"/>
          <w:rtl/>
        </w:rPr>
        <w:t>غررالحكم</w:t>
      </w:r>
      <w:r>
        <w:rPr>
          <w:rtl/>
        </w:rPr>
        <w:t>/289</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He who sleeps too much at night, will lose something of his deeds (i.e., night prayers) which he cannot gain during the day</w:t>
      </w:r>
      <w:r w:rsidR="00D92C09" w:rsidRPr="00E978C2">
        <w:rPr>
          <w:rStyle w:val="libItalicChar"/>
        </w:rPr>
        <w:t>-</w:t>
      </w:r>
      <w:r w:rsidRPr="00E978C2">
        <w:rPr>
          <w:rStyle w:val="libItalicChar"/>
        </w:rPr>
        <w:t>time.</w:t>
      </w:r>
      <w:r w:rsidR="00E978C2" w:rsidRPr="00E978C2">
        <w:rPr>
          <w:rStyle w:val="libItalicChar"/>
        </w:rPr>
        <w:t>”</w:t>
      </w:r>
    </w:p>
    <w:p w:rsidR="001C73B9" w:rsidRDefault="001C73B9" w:rsidP="001C73B9">
      <w:pPr>
        <w:pStyle w:val="libNormal"/>
      </w:pPr>
      <w:r>
        <w:t>Ghurar</w:t>
      </w:r>
      <w:r w:rsidR="00D92C09">
        <w:t>-</w:t>
      </w:r>
      <w:r>
        <w:t>ul</w:t>
      </w:r>
      <w:r w:rsidR="00D92C09">
        <w:t>-</w:t>
      </w:r>
      <w:r>
        <w:t>Hikam, p.289</w:t>
      </w:r>
    </w:p>
    <w:p w:rsidR="001C73B9" w:rsidRDefault="001C73B9" w:rsidP="001C73B9">
      <w:pPr>
        <w:pStyle w:val="libAr"/>
      </w:pPr>
      <w:r>
        <w:rPr>
          <w:rtl/>
        </w:rPr>
        <w:t>27</w:t>
      </w:r>
      <w:r w:rsidR="00D92C09">
        <w:rPr>
          <w:rtl/>
        </w:rPr>
        <w:t>-</w:t>
      </w:r>
      <w:r>
        <w:t xml:space="preserve"> </w:t>
      </w:r>
      <w:r>
        <w:rPr>
          <w:rtl/>
        </w:rPr>
        <w:t xml:space="preserve">قالَ </w:t>
      </w:r>
      <w:r w:rsidR="00525C12">
        <w:rPr>
          <w:rtl/>
        </w:rPr>
        <w:t xml:space="preserve">الاِمامُ الصّـادِقُ </w:t>
      </w:r>
      <w:r w:rsidR="008A02F7">
        <w:rPr>
          <w:rtl/>
        </w:rPr>
        <w:t xml:space="preserve">عليه السلام </w:t>
      </w:r>
      <w:r>
        <w:rPr>
          <w:rtl/>
        </w:rPr>
        <w:t>فيما ناجَى اللّهعَزَّوَجَلَّ بِه مُوسَى بنَ عِمرانَ</w:t>
      </w:r>
      <w:r w:rsidR="00525C12">
        <w:rPr>
          <w:rtl/>
        </w:rPr>
        <w:t xml:space="preserve"> </w:t>
      </w:r>
      <w:r w:rsidR="008A02F7">
        <w:rPr>
          <w:rtl/>
        </w:rPr>
        <w:t xml:space="preserve">عليه السلام </w:t>
      </w:r>
      <w:r>
        <w:rPr>
          <w:rtl/>
        </w:rPr>
        <w:t>قالَ</w:t>
      </w:r>
      <w:r>
        <w:t xml:space="preserve"> :</w:t>
      </w:r>
    </w:p>
    <w:p w:rsidR="001C73B9" w:rsidRDefault="001C73B9" w:rsidP="001C73B9">
      <w:pPr>
        <w:pStyle w:val="libAr"/>
      </w:pPr>
      <w:r>
        <w:rPr>
          <w:rFonts w:hint="eastAsia"/>
          <w:rtl/>
        </w:rPr>
        <w:t>يابنَ</w:t>
      </w:r>
      <w:r>
        <w:rPr>
          <w:rtl/>
        </w:rPr>
        <w:t xml:space="preserve"> عِمرانَ كَذَبَ مَن زَعَمَ اَنَّهُ يُحِبُّنِى فَاِذا جَنَّهُ اللَّيلُ نامَ عَنّي</w:t>
      </w:r>
      <w:r>
        <w:t>.</w:t>
      </w:r>
    </w:p>
    <w:p w:rsidR="001C73B9" w:rsidRDefault="001C73B9" w:rsidP="001C73B9">
      <w:pPr>
        <w:pStyle w:val="libAr"/>
      </w:pPr>
      <w:r>
        <w:rPr>
          <w:rFonts w:hint="eastAsia"/>
          <w:rtl/>
        </w:rPr>
        <w:t>بحارالانوار</w:t>
      </w:r>
      <w:r>
        <w:rPr>
          <w:rtl/>
        </w:rPr>
        <w:t>/13/329</w:t>
      </w:r>
    </w:p>
    <w:p w:rsidR="001C73B9" w:rsidRDefault="001C73B9" w:rsidP="001C73B9">
      <w:pPr>
        <w:pStyle w:val="libNormal"/>
      </w:pPr>
      <w:r>
        <w:t xml:space="preserve">Imam Sadiq [a.s.] said that Allah (s.w.t.) in a revelation told Moses, the son of 'Imran [a.s.]: </w:t>
      </w:r>
      <w:r w:rsidR="00E978C2" w:rsidRPr="00E978C2">
        <w:rPr>
          <w:rStyle w:val="libItalicChar"/>
        </w:rPr>
        <w:t>“</w:t>
      </w:r>
      <w:r w:rsidRPr="00E978C2">
        <w:rPr>
          <w:rStyle w:val="libItalicChar"/>
        </w:rPr>
        <w:t>O' you son of 'Imran! Those who only claim that they love Me, tell a lie, for when the night falls they neglect Me.</w:t>
      </w:r>
      <w:r w:rsidR="00E978C2" w:rsidRPr="00E978C2">
        <w:rPr>
          <w:rStyle w:val="libItalicChar"/>
        </w:rPr>
        <w:t>”</w:t>
      </w:r>
    </w:p>
    <w:p w:rsidR="001C73B9" w:rsidRDefault="001C73B9" w:rsidP="001C73B9">
      <w:pPr>
        <w:pStyle w:val="libNormal"/>
      </w:pPr>
      <w:r>
        <w:t>Bihar</w:t>
      </w:r>
      <w:r w:rsidR="00D92C09">
        <w:t>-</w:t>
      </w:r>
      <w:r>
        <w:t>uI</w:t>
      </w:r>
      <w:r w:rsidR="00D92C09">
        <w:t>-</w:t>
      </w:r>
      <w:r>
        <w:t xml:space="preserve">Anwar, vol. 13, p. 329 </w:t>
      </w:r>
    </w:p>
    <w:p w:rsidR="001C73B9" w:rsidRDefault="001C73B9" w:rsidP="001C73B9">
      <w:pPr>
        <w:pStyle w:val="libAr"/>
      </w:pPr>
      <w:r>
        <w:rPr>
          <w:rtl/>
        </w:rPr>
        <w:t>28</w:t>
      </w:r>
      <w:r w:rsidR="00D92C09">
        <w:rPr>
          <w:rtl/>
        </w:rPr>
        <w:t>-</w:t>
      </w:r>
      <w:r>
        <w:t xml:space="preserve"> </w:t>
      </w:r>
      <w:r>
        <w:rPr>
          <w:rtl/>
        </w:rPr>
        <w:t xml:space="preserve">قالَ </w:t>
      </w:r>
      <w:r w:rsidR="00525C12">
        <w:rPr>
          <w:rtl/>
        </w:rPr>
        <w:t xml:space="preserve">الاِمامُ الصّـادِقُ </w:t>
      </w:r>
      <w:r w:rsidR="008A02F7">
        <w:rPr>
          <w:rtl/>
        </w:rPr>
        <w:t xml:space="preserve">عليه السلام </w:t>
      </w:r>
      <w:r>
        <w:t>:</w:t>
      </w:r>
    </w:p>
    <w:p w:rsidR="001C73B9" w:rsidRDefault="001C73B9" w:rsidP="001C73B9">
      <w:pPr>
        <w:pStyle w:val="libAr"/>
      </w:pPr>
      <w:r>
        <w:rPr>
          <w:rFonts w:hint="eastAsia"/>
          <w:rtl/>
        </w:rPr>
        <w:t>لا</w:t>
      </w:r>
      <w:r>
        <w:rPr>
          <w:rtl/>
        </w:rPr>
        <w:t xml:space="preserve"> تَدَعْ قِيامَ اللَّيلِ فَاِنَّ المَغبُونَ مَن حُرِمَ قِيامَ اللَّيلِ</w:t>
      </w:r>
      <w:r>
        <w:t>.</w:t>
      </w:r>
    </w:p>
    <w:p w:rsidR="001C73B9" w:rsidRDefault="001C73B9" w:rsidP="001C73B9">
      <w:pPr>
        <w:pStyle w:val="libAr"/>
      </w:pPr>
      <w:r>
        <w:rPr>
          <w:rFonts w:hint="eastAsia"/>
          <w:rtl/>
        </w:rPr>
        <w:t>بحارالانوار</w:t>
      </w:r>
      <w:r>
        <w:rPr>
          <w:rtl/>
        </w:rPr>
        <w:t>/83/127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Never miss midnight prayers, because, in fact, the real loser is he who misses (the advantage of) the midnight prayer.</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83, p. 127 </w:t>
      </w:r>
    </w:p>
    <w:p w:rsidR="001C73B9" w:rsidRDefault="001C73B9" w:rsidP="001C73B9">
      <w:pPr>
        <w:pStyle w:val="libAr"/>
      </w:pPr>
      <w:r>
        <w:rPr>
          <w:rtl/>
        </w:rPr>
        <w:t>29</w:t>
      </w:r>
      <w:r w:rsidR="00D92C09">
        <w:rPr>
          <w:rtl/>
        </w:rPr>
        <w:t>-</w:t>
      </w:r>
      <w:r>
        <w:t xml:space="preserve"> </w:t>
      </w:r>
      <w:r>
        <w:rPr>
          <w:rtl/>
        </w:rPr>
        <w:t>عَن أبي عَبدِ الله</w:t>
      </w:r>
      <w:r w:rsidR="00525C12">
        <w:rPr>
          <w:rtl/>
        </w:rPr>
        <w:t xml:space="preserve"> </w:t>
      </w:r>
      <w:r w:rsidR="008A02F7">
        <w:rPr>
          <w:rtl/>
        </w:rPr>
        <w:t xml:space="preserve">عليه السلام </w:t>
      </w:r>
      <w:r>
        <w:rPr>
          <w:rtl/>
        </w:rPr>
        <w:t>قالَ قالَ رَسُـولُ الله صل</w:t>
      </w:r>
      <w:r>
        <w:rPr>
          <w:rFonts w:hint="cs"/>
          <w:rtl/>
        </w:rPr>
        <w:t>ی</w:t>
      </w:r>
      <w:r>
        <w:rPr>
          <w:rtl/>
        </w:rPr>
        <w:t xml:space="preserve"> الله</w:t>
      </w:r>
      <w:r w:rsidR="00525C12">
        <w:rPr>
          <w:rtl/>
        </w:rPr>
        <w:t xml:space="preserve"> عليه</w:t>
      </w:r>
      <w:r>
        <w:rPr>
          <w:rtl/>
        </w:rPr>
        <w:t xml:space="preserve"> و آله و سلملِجَبـرَئيلَ عِظني فَقـالَ: يا مُحَمَّـدُ عِش مـا شِئتَ فَاِنَّكَ مَيِّـتٌ, وَ اَحبِب ما شِئتَ فَاِنَّـكَ مُفارِقُهُ, وَاِعمَل مـا شِئتَ فَاِنَّكَ مُلاقيهِ, شَرَفُ المُؤمِنِ صَلوتُهُ بِاللَّيـلِ, وَ عِـزُّهُ كَفُّـهُ عَـن اَعراضِ النّاسِ</w:t>
      </w:r>
      <w:r>
        <w:t>.</w:t>
      </w:r>
    </w:p>
    <w:p w:rsidR="001C73B9" w:rsidRDefault="001C73B9" w:rsidP="001C73B9">
      <w:pPr>
        <w:pStyle w:val="libAr"/>
      </w:pPr>
      <w:r>
        <w:rPr>
          <w:rFonts w:hint="eastAsia"/>
          <w:rtl/>
        </w:rPr>
        <w:t>الخصال</w:t>
      </w:r>
      <w:r>
        <w:rPr>
          <w:rtl/>
        </w:rPr>
        <w:t>/72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 xml:space="preserve">The Messenger of Allah [p.b.u.h.] told Gabriel to preach to him, and he said: 'Live howsoever you like but you will surely </w:t>
      </w:r>
      <w:r w:rsidRPr="00E978C2">
        <w:rPr>
          <w:rStyle w:val="libItalicChar"/>
        </w:rPr>
        <w:lastRenderedPageBreak/>
        <w:t>die; love whatsoever you like but you will surely depart from it; do whatsoever you like but you will certainly meet it (and receive its reward). The honour of a (Muslim) believer is his midnight prayers, and his nobility is his refraining from (ruining) people's reputation</w:t>
      </w:r>
      <w:r w:rsidR="00E978C2" w:rsidRPr="00E978C2">
        <w:rPr>
          <w:rStyle w:val="libItalicChar"/>
        </w:rPr>
        <w:t>”</w:t>
      </w:r>
    </w:p>
    <w:p w:rsidR="001C73B9" w:rsidRDefault="001C73B9" w:rsidP="001C73B9">
      <w:pPr>
        <w:pStyle w:val="libNormal"/>
      </w:pPr>
      <w:r>
        <w:t>Khisal by Saduq, p. 7</w:t>
      </w:r>
    </w:p>
    <w:p w:rsidR="001C73B9" w:rsidRDefault="001C73B9" w:rsidP="001C73B9">
      <w:pPr>
        <w:pStyle w:val="libAr"/>
      </w:pPr>
      <w:r>
        <w:rPr>
          <w:rtl/>
        </w:rPr>
        <w:t>30</w:t>
      </w:r>
      <w:r w:rsidR="00D92C09">
        <w:rPr>
          <w:rtl/>
        </w:rPr>
        <w:t>-</w:t>
      </w:r>
      <w:r>
        <w:t xml:space="preserve"> </w:t>
      </w:r>
      <w:r>
        <w:rPr>
          <w:rtl/>
        </w:rPr>
        <w:t xml:space="preserve">قالَ </w:t>
      </w:r>
      <w:r w:rsidR="00525C12">
        <w:rPr>
          <w:rtl/>
        </w:rPr>
        <w:t xml:space="preserve">الاِمامُ الصّـادِقُ </w:t>
      </w:r>
      <w:r w:rsidR="008A02F7">
        <w:rPr>
          <w:rtl/>
        </w:rPr>
        <w:t xml:space="preserve">عليه السلام </w:t>
      </w:r>
      <w:r>
        <w:t>:</w:t>
      </w:r>
    </w:p>
    <w:p w:rsidR="001C73B9" w:rsidRDefault="001C73B9" w:rsidP="001C73B9">
      <w:pPr>
        <w:pStyle w:val="libAr"/>
      </w:pPr>
      <w:r>
        <w:rPr>
          <w:rFonts w:hint="eastAsia"/>
          <w:rtl/>
        </w:rPr>
        <w:t>ثَلاثَةٌ</w:t>
      </w:r>
      <w:r>
        <w:rPr>
          <w:rtl/>
        </w:rPr>
        <w:t xml:space="preserve"> هُنَّ فَخرُ المُؤمِنِ وَ زَينُـهُ فِـى الُّدنيا وَ الآخِـرَة: اَلصَّـلاة في آخِرِ اللَّيلِ, وَ يأسُهُ مِمّـا في اَيدِى النّـاسِ, وَ وِلايَة الاِمـامِ مِن آلِ مُحَمَّدٍ</w:t>
      </w:r>
      <w:r>
        <w:t>.</w:t>
      </w:r>
    </w:p>
    <w:p w:rsidR="001C73B9" w:rsidRDefault="001C73B9" w:rsidP="001C73B9">
      <w:pPr>
        <w:pStyle w:val="libAr"/>
      </w:pPr>
      <w:r>
        <w:rPr>
          <w:rFonts w:hint="eastAsia"/>
          <w:rtl/>
        </w:rPr>
        <w:t>بحارالانوار</w:t>
      </w:r>
      <w:r>
        <w:rPr>
          <w:rtl/>
        </w:rPr>
        <w:t>/75/107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There are three things which are the honour of a believer and his ornament both in this world and the next. They are: prayers in the last part of night (night prayers), not coveting what people possess in their hands, and the love (and leadership) of an Imam from the progeny of Muhammad [p.b.u.h.].</w:t>
      </w:r>
      <w:r w:rsidR="00E978C2" w:rsidRPr="00E978C2">
        <w:rPr>
          <w:rStyle w:val="libItalicChar"/>
        </w:rPr>
        <w:t>”</w:t>
      </w:r>
    </w:p>
    <w:p w:rsidR="001C73B9" w:rsidRDefault="001C73B9" w:rsidP="001C73B9">
      <w:pPr>
        <w:pStyle w:val="libNormal"/>
      </w:pPr>
      <w:r>
        <w:t>Bihar</w:t>
      </w:r>
      <w:r w:rsidR="00D92C09">
        <w:t>-</w:t>
      </w:r>
      <w:r>
        <w:t>ul</w:t>
      </w:r>
      <w:r w:rsidR="00D92C09">
        <w:t>-</w:t>
      </w:r>
      <w:r>
        <w:t>Anwar, vol. 75, p. 107</w:t>
      </w:r>
    </w:p>
    <w:p w:rsidR="001C73B9" w:rsidRDefault="001C73B9" w:rsidP="001C73B9">
      <w:pPr>
        <w:pStyle w:val="libAr"/>
      </w:pPr>
      <w:r>
        <w:rPr>
          <w:rtl/>
        </w:rPr>
        <w:t>30</w:t>
      </w:r>
      <w:r w:rsidR="00D92C09">
        <w:rPr>
          <w:rtl/>
        </w:rPr>
        <w:t>-</w:t>
      </w:r>
      <w:r>
        <w:t xml:space="preserve"> </w:t>
      </w:r>
      <w:r>
        <w:rPr>
          <w:rtl/>
        </w:rPr>
        <w:t>قالَ الاِمامُ الجَوادُ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وَثِقَ بِالله اَراهُ السُّروُرَ وَ مَن تَوَكَّلَ عَلَى الله كَفاهُ الا ُمُورَ</w:t>
      </w:r>
      <w:r>
        <w:t>.</w:t>
      </w:r>
    </w:p>
    <w:p w:rsidR="001C73B9" w:rsidRDefault="001C73B9" w:rsidP="001C73B9">
      <w:pPr>
        <w:pStyle w:val="libAr"/>
      </w:pPr>
      <w:r>
        <w:rPr>
          <w:rFonts w:hint="eastAsia"/>
          <w:rtl/>
        </w:rPr>
        <w:t>بحارالانوار</w:t>
      </w:r>
      <w:r>
        <w:rPr>
          <w:rtl/>
        </w:rPr>
        <w:t>/78/79</w:t>
      </w:r>
    </w:p>
    <w:p w:rsidR="001C73B9" w:rsidRDefault="001C73B9" w:rsidP="001C73B9">
      <w:pPr>
        <w:pStyle w:val="libNormal"/>
      </w:pPr>
      <w:r>
        <w:t>Imam Muhammad</w:t>
      </w:r>
      <w:r w:rsidR="00D92C09">
        <w:t>-</w:t>
      </w:r>
      <w:r>
        <w:t>ibn</w:t>
      </w:r>
      <w:r w:rsidR="00D92C09">
        <w:t>-</w:t>
      </w:r>
      <w:r>
        <w:t>Ali, Jawad</w:t>
      </w:r>
      <w:r w:rsidR="00D92C09">
        <w:t>-</w:t>
      </w:r>
      <w:r>
        <w:t>ul</w:t>
      </w:r>
      <w:r w:rsidR="00D92C09">
        <w:t>-</w:t>
      </w:r>
      <w:r>
        <w:t xml:space="preserve">'A'immah, [a.s.] said: </w:t>
      </w:r>
      <w:r w:rsidR="00E978C2" w:rsidRPr="00E978C2">
        <w:rPr>
          <w:rStyle w:val="libItalicChar"/>
        </w:rPr>
        <w:t>“</w:t>
      </w:r>
      <w:r w:rsidRPr="00E978C2">
        <w:rPr>
          <w:rStyle w:val="libItalicChar"/>
        </w:rPr>
        <w:t>He who has confidence in Allah, sees joy; and he who trusts on Him, He will suffice his affairs.</w:t>
      </w:r>
      <w:r w:rsidR="00E978C2" w:rsidRPr="00E978C2">
        <w:rPr>
          <w:rStyle w:val="libItalicChar"/>
        </w:rPr>
        <w:t>”</w:t>
      </w:r>
    </w:p>
    <w:p w:rsidR="001C73B9" w:rsidRDefault="001C73B9" w:rsidP="001C73B9">
      <w:pPr>
        <w:pStyle w:val="libNormal"/>
      </w:pPr>
      <w:r>
        <w:t>Bihar</w:t>
      </w:r>
      <w:r w:rsidR="00D92C09">
        <w:t>-</w:t>
      </w:r>
      <w:r>
        <w:t>ul</w:t>
      </w:r>
      <w:r w:rsidR="00D92C09">
        <w:t>-</w:t>
      </w:r>
      <w:r>
        <w:t>Anwar, vol. 78, p. 79</w:t>
      </w:r>
    </w:p>
    <w:p w:rsidR="001C73B9" w:rsidRDefault="001C73B9" w:rsidP="001C73B9">
      <w:pPr>
        <w:pStyle w:val="libNormal"/>
      </w:pPr>
      <w:r>
        <w:br w:type="page"/>
      </w:r>
    </w:p>
    <w:p w:rsidR="001C73B9" w:rsidRDefault="001C73B9" w:rsidP="001C73B9">
      <w:pPr>
        <w:pStyle w:val="Heading1Center"/>
      </w:pPr>
      <w:bookmarkStart w:id="10" w:name="_Toc444518209"/>
      <w:r>
        <w:lastRenderedPageBreak/>
        <w:t>FAITH IN ALLAH AND ATTAINING HIS PLEASURE</w:t>
      </w:r>
      <w:bookmarkEnd w:id="10"/>
    </w:p>
    <w:p w:rsidR="001C73B9" w:rsidRDefault="001C73B9" w:rsidP="001C73B9">
      <w:pPr>
        <w:pStyle w:val="libAr"/>
      </w:pPr>
      <w:r>
        <w:rPr>
          <w:rtl/>
        </w:rPr>
        <w:t>31</w:t>
      </w:r>
      <w:r w:rsidR="00D92C09">
        <w:rPr>
          <w:rtl/>
        </w:rPr>
        <w:t>-</w:t>
      </w:r>
      <w:r>
        <w:t xml:space="preserve"> </w:t>
      </w:r>
      <w:r>
        <w:rPr>
          <w:rtl/>
        </w:rPr>
        <w:t xml:space="preserve">قالَ </w:t>
      </w:r>
      <w:r w:rsidR="00525C12">
        <w:rPr>
          <w:rtl/>
        </w:rPr>
        <w:t xml:space="preserve">الصّـادِقُ </w:t>
      </w:r>
      <w:r w:rsidR="008A02F7">
        <w:rPr>
          <w:rtl/>
        </w:rPr>
        <w:t xml:space="preserve">عليه السلام </w:t>
      </w:r>
      <w:r w:rsidR="00525C12">
        <w:rPr>
          <w:rtl/>
        </w:rPr>
        <w:t>حَدّثَ</w:t>
      </w:r>
      <w:r>
        <w:rPr>
          <w:rtl/>
        </w:rPr>
        <w:t>ني اَبي عَن اَبيهِ</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رَجُلاً مِن اَهلِ الكُوفَة كَتَـبَ اِلى اَبِي الحُسَينِ بنِ عَلِىٍّ</w:t>
      </w:r>
      <w:r w:rsidR="00525C12">
        <w:rPr>
          <w:rtl/>
        </w:rPr>
        <w:t xml:space="preserve"> </w:t>
      </w:r>
      <w:r w:rsidR="008A02F7">
        <w:rPr>
          <w:rtl/>
        </w:rPr>
        <w:t xml:space="preserve">عليه السلام </w:t>
      </w:r>
      <w:r>
        <w:rPr>
          <w:rtl/>
        </w:rPr>
        <w:t>يا سَيِّدِى اَخبِرني بِخَيرِ الدنيا وَ الآ خِـرَة فَكَتَبَ صَلَـواتُ الله</w:t>
      </w:r>
      <w:r w:rsidR="00525C12">
        <w:rPr>
          <w:rtl/>
        </w:rPr>
        <w:t xml:space="preserve"> عليه</w:t>
      </w:r>
      <w:r>
        <w:rPr>
          <w:rtl/>
        </w:rPr>
        <w:t xml:space="preserve"> بِسمِ الله الرحمنِ الرَّحيـمِ, اَمّا بَعدُ فَاِنَّ مَن طَلَبَ رِضَى الله بِسَخَـطِ النّا</w:t>
      </w:r>
      <w:r>
        <w:rPr>
          <w:rFonts w:hint="eastAsia"/>
          <w:rtl/>
        </w:rPr>
        <w:t>سِ</w:t>
      </w:r>
      <w:r>
        <w:rPr>
          <w:rtl/>
        </w:rPr>
        <w:t xml:space="preserve"> كَفاهُ اللّه اُمُورَ النّاسِ, وَ مَن طَلَبَ رِضَى النّاسِ بِسَخَطِ الله وَ كَلَهَ اللّه اِلَى النّاسِ وَ السَّلامُ</w:t>
      </w:r>
      <w:r>
        <w:t>.</w:t>
      </w:r>
    </w:p>
    <w:p w:rsidR="001C73B9" w:rsidRDefault="001C73B9" w:rsidP="001C73B9">
      <w:pPr>
        <w:pStyle w:val="libAr"/>
      </w:pPr>
      <w:r>
        <w:rPr>
          <w:rFonts w:hint="eastAsia"/>
          <w:rtl/>
        </w:rPr>
        <w:t>بحارالانوار</w:t>
      </w:r>
      <w:r>
        <w:rPr>
          <w:rtl/>
        </w:rPr>
        <w:t>/71/208</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My father said to me about his father [a.s.] that a man from Kufah wrote to his father viz. to al</w:t>
      </w:r>
      <w:r w:rsidR="00D92C09" w:rsidRPr="00E978C2">
        <w:rPr>
          <w:rStyle w:val="libItalicChar"/>
        </w:rPr>
        <w:t>-</w:t>
      </w:r>
      <w:r w:rsidRPr="00E978C2">
        <w:rPr>
          <w:rStyle w:val="libItalicChar"/>
        </w:rPr>
        <w:t>Husayn</w:t>
      </w:r>
      <w:r w:rsidR="00D92C09" w:rsidRPr="00E978C2">
        <w:rPr>
          <w:rStyle w:val="libItalicChar"/>
        </w:rPr>
        <w:t>-</w:t>
      </w:r>
      <w:r w:rsidRPr="00E978C2">
        <w:rPr>
          <w:rStyle w:val="libItalicChar"/>
        </w:rPr>
        <w:t>ibn</w:t>
      </w:r>
      <w:r w:rsidR="00D92C09" w:rsidRPr="00E978C2">
        <w:rPr>
          <w:rStyle w:val="libItalicChar"/>
        </w:rPr>
        <w:t>-</w:t>
      </w:r>
      <w:r w:rsidRPr="00E978C2">
        <w:rPr>
          <w:rStyle w:val="libItalicChar"/>
        </w:rPr>
        <w:t>Ali [a.s.] asking him [a.s.] to imform him of the good of this world and that of the next. Then, he [a.s.] wrote (in his reply): 'In the Name Allah the Beneficent, the Merciful'. After that: 'Verily, he who seeks the pleasure of Allah even while displeasing people, He suffices him in his affairs with people. But, he who seeks the pleasure of people while Allah is displeased, he leaves him to people (and he will be far from His Grace), Wassalam'.</w:t>
      </w:r>
      <w:r w:rsidR="00E978C2" w:rsidRPr="00E978C2">
        <w:rPr>
          <w:rStyle w:val="libItalicChar"/>
        </w:rPr>
        <w:t>”</w:t>
      </w:r>
    </w:p>
    <w:p w:rsidR="001C73B9" w:rsidRDefault="001C73B9" w:rsidP="001C73B9">
      <w:pPr>
        <w:pStyle w:val="libNormal"/>
      </w:pPr>
      <w:r>
        <w:t>Bihar</w:t>
      </w:r>
      <w:r w:rsidR="00D92C09">
        <w:t>-</w:t>
      </w:r>
      <w:r>
        <w:t>ul</w:t>
      </w:r>
      <w:r w:rsidR="00D92C09">
        <w:t>-</w:t>
      </w:r>
      <w:r>
        <w:t>Anwar, vol. 71, p. 208</w:t>
      </w:r>
    </w:p>
    <w:p w:rsidR="001C73B9" w:rsidRDefault="001C73B9" w:rsidP="001C73B9">
      <w:pPr>
        <w:pStyle w:val="libAr"/>
      </w:pPr>
      <w:r>
        <w:rPr>
          <w:rtl/>
        </w:rPr>
        <w:t>32</w:t>
      </w:r>
      <w:r w:rsidR="00D92C09">
        <w:rPr>
          <w:rtl/>
        </w:rPr>
        <w:t>-</w:t>
      </w:r>
      <w:r>
        <w:t xml:space="preserve"> </w:t>
      </w:r>
      <w:r>
        <w:rPr>
          <w:rtl/>
        </w:rPr>
        <w:t xml:space="preserve">قالَ </w:t>
      </w:r>
      <w:r w:rsidR="00525C12">
        <w:rPr>
          <w:rtl/>
        </w:rPr>
        <w:t xml:space="preserve">الاِمامُ </w:t>
      </w:r>
      <w:r>
        <w:rPr>
          <w:rtl/>
        </w:rPr>
        <w:t>السَّجّادُ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عَمِلَ بِما اِفتَرَضَ اللّه</w:t>
      </w:r>
      <w:r w:rsidR="00525C12">
        <w:rPr>
          <w:rtl/>
        </w:rPr>
        <w:t xml:space="preserve"> عليه</w:t>
      </w:r>
      <w:r>
        <w:rPr>
          <w:rtl/>
        </w:rPr>
        <w:t xml:space="preserve"> فَهُوَ مِن خَيرِ النّاسِ</w:t>
      </w:r>
      <w:r>
        <w:t xml:space="preserve"> .</w:t>
      </w:r>
    </w:p>
    <w:p w:rsidR="001C73B9" w:rsidRDefault="001C73B9" w:rsidP="001C73B9">
      <w:pPr>
        <w:pStyle w:val="libAr"/>
      </w:pPr>
      <w:r>
        <w:rPr>
          <w:rFonts w:hint="eastAsia"/>
          <w:rtl/>
        </w:rPr>
        <w:t>الكافي</w:t>
      </w:r>
      <w:r>
        <w:rPr>
          <w:rtl/>
        </w:rPr>
        <w:t>/2/81</w:t>
      </w:r>
    </w:p>
    <w:p w:rsidR="001C73B9" w:rsidRDefault="001C73B9" w:rsidP="001C73B9">
      <w:pPr>
        <w:pStyle w:val="libNormal"/>
      </w:pPr>
      <w:r>
        <w:t xml:space="preserve">Imam Ali ibn Husayn [a.s.] said: </w:t>
      </w:r>
      <w:r w:rsidR="00E978C2" w:rsidRPr="00E978C2">
        <w:rPr>
          <w:rStyle w:val="libItalicChar"/>
        </w:rPr>
        <w:t>“</w:t>
      </w:r>
      <w:r w:rsidRPr="00E978C2">
        <w:rPr>
          <w:rStyle w:val="libItalicChar"/>
        </w:rPr>
        <w:t>He who acts according to what Allah has enjoined for him, is of the best people.</w:t>
      </w:r>
      <w:r w:rsidR="00E978C2" w:rsidRPr="00E978C2">
        <w:rPr>
          <w:rStyle w:val="libItalicChar"/>
        </w:rPr>
        <w:t>”</w:t>
      </w:r>
    </w:p>
    <w:p w:rsidR="001C73B9" w:rsidRDefault="001C73B9" w:rsidP="001C73B9">
      <w:pPr>
        <w:pStyle w:val="libNormal"/>
      </w:pPr>
      <w:r>
        <w:t>AI</w:t>
      </w:r>
      <w:r w:rsidR="00D92C09">
        <w:t>-</w:t>
      </w:r>
      <w:r>
        <w:t xml:space="preserve">Kafi, vol. 2, p. 81 </w:t>
      </w:r>
    </w:p>
    <w:p w:rsidR="001C73B9" w:rsidRDefault="001C73B9" w:rsidP="001C73B9">
      <w:pPr>
        <w:pStyle w:val="libAr"/>
      </w:pPr>
      <w:r>
        <w:rPr>
          <w:rtl/>
        </w:rPr>
        <w:t>33</w:t>
      </w:r>
      <w:r w:rsidR="00D92C09">
        <w:rPr>
          <w:rtl/>
        </w:rPr>
        <w:t>-</w:t>
      </w:r>
      <w:r>
        <w:t xml:space="preserve"> </w:t>
      </w:r>
      <w:r>
        <w:rPr>
          <w:rtl/>
        </w:rPr>
        <w:t>قالَ الاِمامُ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اَحَبَّ لِلّهِ وَ اَبغَضَ لِلّهِ وَ اَعطى لِلّهِ فَهُوَ مِمَّن كَمُلَ اِيمَانُهُ</w:t>
      </w:r>
      <w:r>
        <w:t>.</w:t>
      </w:r>
    </w:p>
    <w:p w:rsidR="001C73B9" w:rsidRDefault="001C73B9" w:rsidP="001C73B9">
      <w:pPr>
        <w:pStyle w:val="libAr"/>
      </w:pPr>
      <w:r>
        <w:rPr>
          <w:rFonts w:hint="eastAsia"/>
          <w:rtl/>
        </w:rPr>
        <w:t>الكافي</w:t>
      </w:r>
      <w:r>
        <w:rPr>
          <w:rtl/>
        </w:rPr>
        <w:t>/2/142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 one who loves for Allah, hates for Allah, and donates (things) for Allah, thus he is one of those whose Faith is complete.</w:t>
      </w:r>
      <w:r w:rsidR="00E978C2" w:rsidRPr="00E978C2">
        <w:rPr>
          <w:rStyle w:val="libItalicChar"/>
        </w:rPr>
        <w:t>”</w:t>
      </w:r>
    </w:p>
    <w:p w:rsidR="001C73B9" w:rsidRDefault="001C73B9" w:rsidP="001C73B9">
      <w:pPr>
        <w:pStyle w:val="libNormal"/>
      </w:pPr>
      <w:r>
        <w:t>Al</w:t>
      </w:r>
      <w:r w:rsidR="00D92C09">
        <w:t>-</w:t>
      </w:r>
      <w:r>
        <w:t>Kafi, vol. 2, p. 124</w:t>
      </w:r>
    </w:p>
    <w:p w:rsidR="001C73B9" w:rsidRDefault="001C73B9" w:rsidP="001C73B9">
      <w:pPr>
        <w:pStyle w:val="libNormal"/>
      </w:pPr>
      <w:r>
        <w:t xml:space="preserve"> </w:t>
      </w:r>
    </w:p>
    <w:p w:rsidR="001C73B9" w:rsidRDefault="001C73B9" w:rsidP="001C73B9">
      <w:pPr>
        <w:pStyle w:val="libAr"/>
      </w:pPr>
      <w:r>
        <w:rPr>
          <w:rtl/>
        </w:rPr>
        <w:t>34</w:t>
      </w:r>
      <w:r w:rsidR="00D92C09">
        <w:rPr>
          <w:rtl/>
        </w:rPr>
        <w:t>-</w:t>
      </w:r>
      <w:r>
        <w:t xml:space="preserve"> </w:t>
      </w:r>
      <w:r>
        <w:rPr>
          <w:rtl/>
        </w:rPr>
        <w:t xml:space="preserve">قالَ </w:t>
      </w:r>
      <w:r w:rsidR="00525C12">
        <w:rPr>
          <w:rtl/>
        </w:rPr>
        <w:t xml:space="preserve">الاِمامُ </w:t>
      </w:r>
      <w:r>
        <w:rPr>
          <w:rtl/>
        </w:rPr>
        <w:t>الحَسَنُ العَسكَرِيُّ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خِصلَتانِ</w:t>
      </w:r>
      <w:r>
        <w:rPr>
          <w:rtl/>
        </w:rPr>
        <w:t xml:space="preserve"> لَيسَ فَوقَهُما شَيئٌ: اَلايمانُ بِالله, وَ نَفعُ الاِخوانِ</w:t>
      </w:r>
      <w:r>
        <w:t>.</w:t>
      </w:r>
    </w:p>
    <w:p w:rsidR="001C73B9" w:rsidRDefault="001C73B9" w:rsidP="001C73B9">
      <w:pPr>
        <w:pStyle w:val="libAr"/>
      </w:pPr>
      <w:r>
        <w:rPr>
          <w:rFonts w:hint="eastAsia"/>
          <w:rtl/>
        </w:rPr>
        <w:t>بحارالانوار</w:t>
      </w:r>
      <w:r>
        <w:rPr>
          <w:rtl/>
        </w:rPr>
        <w:t>/17/218</w:t>
      </w:r>
    </w:p>
    <w:p w:rsidR="001C73B9" w:rsidRDefault="001C73B9" w:rsidP="001C73B9">
      <w:pPr>
        <w:pStyle w:val="libNormal"/>
      </w:pPr>
      <w:r>
        <w:t xml:space="preserve">Imam Hassan 'Askari, the eleventh Imam, [a.s.] said: </w:t>
      </w:r>
      <w:r w:rsidR="00E978C2" w:rsidRPr="00E978C2">
        <w:rPr>
          <w:rStyle w:val="libItalicChar"/>
        </w:rPr>
        <w:t>“</w:t>
      </w:r>
      <w:r w:rsidRPr="00E978C2">
        <w:rPr>
          <w:rStyle w:val="libItalicChar"/>
        </w:rPr>
        <w:t>There are no qualities above these two: Faith in Allah and being beneficial to Muslims.</w:t>
      </w:r>
      <w:r w:rsidR="00E978C2" w:rsidRPr="00E978C2">
        <w:rPr>
          <w:rStyle w:val="libItalicChar"/>
        </w:rPr>
        <w:t>”</w:t>
      </w:r>
    </w:p>
    <w:p w:rsidR="001C73B9" w:rsidRDefault="001C73B9" w:rsidP="001C73B9">
      <w:pPr>
        <w:pStyle w:val="libNormal"/>
      </w:pPr>
      <w:r>
        <w:t>Bihar</w:t>
      </w:r>
      <w:r w:rsidR="00D92C09">
        <w:t>-</w:t>
      </w:r>
      <w:r>
        <w:t>uI</w:t>
      </w:r>
      <w:r w:rsidR="00D92C09">
        <w:t>-</w:t>
      </w:r>
      <w:r>
        <w:t>Anwar, vol. 17, p.218</w:t>
      </w:r>
    </w:p>
    <w:p w:rsidR="001C73B9" w:rsidRDefault="001C73B9" w:rsidP="001C73B9">
      <w:pPr>
        <w:pStyle w:val="libNormal"/>
      </w:pPr>
      <w:r>
        <w:lastRenderedPageBreak/>
        <w:br w:type="page"/>
      </w:r>
    </w:p>
    <w:p w:rsidR="001C73B9" w:rsidRDefault="001C73B9" w:rsidP="001C73B9">
      <w:pPr>
        <w:pStyle w:val="Heading1Center"/>
      </w:pPr>
      <w:bookmarkStart w:id="11" w:name="_Toc444518210"/>
      <w:r>
        <w:lastRenderedPageBreak/>
        <w:t>PIETY AND ITS NECESSITY IN A MUSLIM</w:t>
      </w:r>
      <w:bookmarkEnd w:id="11"/>
    </w:p>
    <w:p w:rsidR="001C73B9" w:rsidRDefault="001C73B9" w:rsidP="001C73B9">
      <w:pPr>
        <w:pStyle w:val="libAr"/>
      </w:pPr>
      <w:r>
        <w:rPr>
          <w:rtl/>
        </w:rPr>
        <w:t>35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اَكثَرُ</w:t>
      </w:r>
      <w:r>
        <w:rPr>
          <w:rtl/>
        </w:rPr>
        <w:t xml:space="preserve"> ما يُدخِلُ النّاسَ اَلجَنَّة تَقوَى اللهِ وَ حُسنُ الخُلقِ</w:t>
      </w:r>
      <w:r>
        <w:t>.</w:t>
      </w:r>
    </w:p>
    <w:p w:rsidR="001C73B9" w:rsidRDefault="001C73B9" w:rsidP="001C73B9">
      <w:pPr>
        <w:pStyle w:val="libAr"/>
      </w:pPr>
      <w:r>
        <w:rPr>
          <w:rFonts w:hint="eastAsia"/>
          <w:rtl/>
        </w:rPr>
        <w:t>بحارالانوار</w:t>
      </w:r>
      <w:r>
        <w:rPr>
          <w:rtl/>
        </w:rPr>
        <w:t>/71/373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most (important ) things that cause people to reach Heaven are divine piety and a good temper.</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71, p. 373 </w:t>
      </w:r>
    </w:p>
    <w:p w:rsidR="001C73B9" w:rsidRDefault="001C73B9" w:rsidP="001C73B9">
      <w:pPr>
        <w:pStyle w:val="libAr"/>
      </w:pPr>
      <w:r>
        <w:rPr>
          <w:rtl/>
        </w:rPr>
        <w:t>36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اِذا</w:t>
      </w:r>
      <w:r>
        <w:rPr>
          <w:rtl/>
        </w:rPr>
        <w:t xml:space="preserve"> هَمَمتَ بِأمـرٍ فَتَدَبَّـر عاقِبَتَهُ, فاِن يَكُ خَيرًا وَ رُشدًا فَاتَّبِعـهُ, وَ اِن يَكُ غَيًّا فدَعْهُ</w:t>
      </w:r>
      <w:r>
        <w:t>.</w:t>
      </w:r>
    </w:p>
    <w:p w:rsidR="001C73B9" w:rsidRDefault="001C73B9" w:rsidP="001C73B9">
      <w:pPr>
        <w:pStyle w:val="libAr"/>
      </w:pPr>
      <w:r>
        <w:rPr>
          <w:rFonts w:hint="eastAsia"/>
          <w:rtl/>
        </w:rPr>
        <w:t>بحارالانوار</w:t>
      </w:r>
      <w:r>
        <w:rPr>
          <w:rtl/>
        </w:rPr>
        <w:t>/77/130</w:t>
      </w:r>
    </w:p>
    <w:p w:rsidR="001C73B9" w:rsidRDefault="001C73B9" w:rsidP="001C73B9">
      <w:pPr>
        <w:pStyle w:val="libNormal"/>
      </w:pPr>
      <w:r>
        <w:t xml:space="preserve">The Holy Prophet [p.b.u.h.] advised: </w:t>
      </w:r>
      <w:r w:rsidR="00E978C2" w:rsidRPr="00E978C2">
        <w:rPr>
          <w:rStyle w:val="libItalicChar"/>
        </w:rPr>
        <w:t>“</w:t>
      </w:r>
      <w:r w:rsidRPr="00E978C2">
        <w:rPr>
          <w:rStyle w:val="libItalicChar"/>
        </w:rPr>
        <w:t>When making a decision to do something, think about its outcome. If it is good for your advancement and development, follow it, but if it is misleading, leave it out....</w:t>
      </w:r>
      <w:r w:rsidR="00E978C2" w:rsidRPr="00E978C2">
        <w:rPr>
          <w:rStyle w:val="libItalicChar"/>
        </w:rPr>
        <w:t>”</w:t>
      </w:r>
    </w:p>
    <w:p w:rsidR="001C73B9" w:rsidRDefault="001C73B9" w:rsidP="001C73B9">
      <w:pPr>
        <w:pStyle w:val="libNormal"/>
      </w:pPr>
      <w:r>
        <w:t>Bihar</w:t>
      </w:r>
      <w:r w:rsidR="00D92C09">
        <w:t>-</w:t>
      </w:r>
      <w:r>
        <w:t>ul</w:t>
      </w:r>
      <w:r w:rsidR="00D92C09">
        <w:t>-</w:t>
      </w:r>
      <w:r>
        <w:t>Anwar, vol. 77, p. 130</w:t>
      </w:r>
    </w:p>
    <w:p w:rsidR="001C73B9" w:rsidRDefault="001C73B9" w:rsidP="00525C12">
      <w:pPr>
        <w:pStyle w:val="libAr"/>
      </w:pPr>
      <w:r>
        <w:rPr>
          <w:rtl/>
        </w:rPr>
        <w:t>37</w:t>
      </w:r>
      <w:r w:rsidR="00D92C09">
        <w:rPr>
          <w:rtl/>
        </w:rPr>
        <w:t>-</w:t>
      </w:r>
      <w:r>
        <w:t xml:space="preserve"> </w:t>
      </w:r>
      <w:r>
        <w:rPr>
          <w:rtl/>
        </w:rPr>
        <w:t xml:space="preserve">سُئِلَ </w:t>
      </w:r>
      <w:r w:rsidR="00525C12">
        <w:rPr>
          <w:rtl/>
        </w:rPr>
        <w:t xml:space="preserve">الصّـادِقُ </w:t>
      </w:r>
      <w:r w:rsidR="008A02F7">
        <w:rPr>
          <w:rtl/>
        </w:rPr>
        <w:t xml:space="preserve">عليه السلام </w:t>
      </w:r>
      <w:r>
        <w:rPr>
          <w:rtl/>
        </w:rPr>
        <w:t>عَن تَفسيرِ التقوى</w:t>
      </w:r>
      <w:r w:rsidR="00525C12">
        <w:rPr>
          <w:rFonts w:hint="cs"/>
          <w:rtl/>
        </w:rPr>
        <w:t>،</w:t>
      </w:r>
      <w:r>
        <w:rPr>
          <w:rtl/>
        </w:rPr>
        <w:t xml:space="preserve"> فَقالَ</w:t>
      </w:r>
      <w:r>
        <w:t>:</w:t>
      </w:r>
    </w:p>
    <w:p w:rsidR="001C73B9" w:rsidRDefault="001C73B9" w:rsidP="001C73B9">
      <w:pPr>
        <w:pStyle w:val="libAr"/>
      </w:pPr>
      <w:r>
        <w:rPr>
          <w:rFonts w:hint="eastAsia"/>
          <w:rtl/>
        </w:rPr>
        <w:t>اَن</w:t>
      </w:r>
      <w:r>
        <w:rPr>
          <w:rtl/>
        </w:rPr>
        <w:t xml:space="preserve"> لا يَفقُدَكَ حَيثُ أَمَرَكَ وَ لاَ يَراكَ حَيثُ نَهاك</w:t>
      </w:r>
      <w:r>
        <w:t>.</w:t>
      </w:r>
    </w:p>
    <w:p w:rsidR="001C73B9" w:rsidRDefault="001C73B9" w:rsidP="001C73B9">
      <w:pPr>
        <w:pStyle w:val="libAr"/>
      </w:pPr>
      <w:r>
        <w:rPr>
          <w:rFonts w:hint="eastAsia"/>
          <w:rtl/>
        </w:rPr>
        <w:t>سفينةالبحار</w:t>
      </w:r>
      <w:r>
        <w:rPr>
          <w:rtl/>
        </w:rPr>
        <w:t>/2/678</w:t>
      </w:r>
    </w:p>
    <w:p w:rsidR="001C73B9" w:rsidRDefault="001C73B9" w:rsidP="001C73B9">
      <w:pPr>
        <w:pStyle w:val="libNormal"/>
      </w:pPr>
      <w:r>
        <w:t xml:space="preserve">Imam Sadiq [a.s.] was asked about the meaning of 'piety' when he replied: </w:t>
      </w:r>
      <w:r w:rsidR="00E978C2" w:rsidRPr="00E978C2">
        <w:rPr>
          <w:rStyle w:val="libItalicChar"/>
        </w:rPr>
        <w:t>“</w:t>
      </w:r>
      <w:r w:rsidRPr="00E978C2">
        <w:rPr>
          <w:rStyle w:val="libItalicChar"/>
        </w:rPr>
        <w:t>Piety is that Allah does not miss you in the place where He has commanded you to be, and does not see (find) you where He has forbidden you from.</w:t>
      </w:r>
      <w:r w:rsidR="00E978C2" w:rsidRPr="00E978C2">
        <w:rPr>
          <w:rStyle w:val="libItalicChar"/>
        </w:rPr>
        <w:t>”</w:t>
      </w:r>
    </w:p>
    <w:p w:rsidR="001C73B9" w:rsidRDefault="001C73B9" w:rsidP="001C73B9">
      <w:pPr>
        <w:pStyle w:val="libNormal"/>
      </w:pPr>
      <w:r>
        <w:t>Safinat</w:t>
      </w:r>
      <w:r w:rsidR="00D92C09">
        <w:t>-</w:t>
      </w:r>
      <w:r>
        <w:t>ul</w:t>
      </w:r>
      <w:r w:rsidR="00D92C09">
        <w:t>-</w:t>
      </w:r>
      <w:r>
        <w:t xml:space="preserve">Bihar, vol. 2, p. 678 </w:t>
      </w:r>
    </w:p>
    <w:p w:rsidR="001C73B9" w:rsidRDefault="001C73B9" w:rsidP="001C73B9">
      <w:pPr>
        <w:pStyle w:val="libAr"/>
      </w:pPr>
      <w:r>
        <w:rPr>
          <w:rtl/>
        </w:rPr>
        <w:t>38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اِستَحيِ</w:t>
      </w:r>
      <w:r>
        <w:rPr>
          <w:rtl/>
        </w:rPr>
        <w:t xml:space="preserve"> مِنَ اللهِ كَما تَستَحِي مِنَ الرَّجُلِ الصّـالِحِ مِن قَومِـكَ</w:t>
      </w:r>
      <w:r>
        <w:t>.</w:t>
      </w:r>
    </w:p>
    <w:p w:rsidR="001C73B9" w:rsidRDefault="001C73B9" w:rsidP="001C73B9">
      <w:pPr>
        <w:pStyle w:val="libAr"/>
      </w:pPr>
      <w:r>
        <w:rPr>
          <w:rFonts w:hint="eastAsia"/>
          <w:rtl/>
        </w:rPr>
        <w:t>مستدرك</w:t>
      </w:r>
      <w:r>
        <w:rPr>
          <w:rtl/>
        </w:rPr>
        <w:t xml:space="preserve"> الوسائل/8/466 رقم 10027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Show veneration for Allah similar to the way that you would mind your manners in front of a righteous person among your kinsmen.</w:t>
      </w:r>
      <w:r w:rsidR="00E978C2" w:rsidRPr="00E978C2">
        <w:rPr>
          <w:rStyle w:val="libItalicChar"/>
        </w:rPr>
        <w:t>”</w:t>
      </w:r>
    </w:p>
    <w:p w:rsidR="001C73B9" w:rsidRDefault="001C73B9" w:rsidP="001C73B9">
      <w:pPr>
        <w:pStyle w:val="libNormal"/>
      </w:pPr>
      <w:r>
        <w:t>Mustadrak Al</w:t>
      </w:r>
      <w:r w:rsidR="00D92C09">
        <w:t>-</w:t>
      </w:r>
      <w:r>
        <w:t>Wasa'il</w:t>
      </w:r>
      <w:r w:rsidR="00D92C09">
        <w:t>-</w:t>
      </w:r>
      <w:r>
        <w:t xml:space="preserve">ush Shi'ah, vol. 8, p. 466, No.10027 </w:t>
      </w:r>
    </w:p>
    <w:p w:rsidR="001C73B9" w:rsidRDefault="001C73B9" w:rsidP="001C73B9">
      <w:pPr>
        <w:pStyle w:val="libAr"/>
      </w:pPr>
      <w:r>
        <w:rPr>
          <w:rtl/>
        </w:rPr>
        <w:t>39</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نِعمَ</w:t>
      </w:r>
      <w:r>
        <w:rPr>
          <w:rtl/>
        </w:rPr>
        <w:t xml:space="preserve"> صـارِفُ الشَّهَواتِ غَضُّ الأ َبصـارِ</w:t>
      </w:r>
      <w:r>
        <w:t>.</w:t>
      </w:r>
    </w:p>
    <w:p w:rsidR="001C73B9" w:rsidRDefault="001C73B9" w:rsidP="001C73B9">
      <w:pPr>
        <w:pStyle w:val="libAr"/>
      </w:pPr>
      <w:r>
        <w:rPr>
          <w:rFonts w:hint="eastAsia"/>
          <w:rtl/>
        </w:rPr>
        <w:t>غررالحكم</w:t>
      </w:r>
      <w:r>
        <w:rPr>
          <w:rtl/>
        </w:rPr>
        <w:t>/321</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Lowering one's eyes will serve well as a barrier against one's passions.</w:t>
      </w:r>
      <w:r w:rsidR="00E978C2" w:rsidRPr="00E978C2">
        <w:rPr>
          <w:rStyle w:val="libItalicChar"/>
        </w:rPr>
        <w:t>”</w:t>
      </w:r>
    </w:p>
    <w:p w:rsidR="001C73B9" w:rsidRDefault="001C73B9" w:rsidP="001C73B9">
      <w:pPr>
        <w:pStyle w:val="libNormal"/>
      </w:pPr>
      <w:r>
        <w:t>Ghurar</w:t>
      </w:r>
      <w:r w:rsidR="00D92C09">
        <w:t>-</w:t>
      </w:r>
      <w:r>
        <w:t>ul</w:t>
      </w:r>
      <w:r w:rsidR="00D92C09">
        <w:t>-</w:t>
      </w:r>
      <w:r>
        <w:t>Hikam, p. 321</w:t>
      </w:r>
    </w:p>
    <w:p w:rsidR="001C73B9" w:rsidRDefault="001C73B9" w:rsidP="001C73B9">
      <w:pPr>
        <w:pStyle w:val="libAr"/>
      </w:pPr>
      <w:r>
        <w:rPr>
          <w:rtl/>
        </w:rPr>
        <w:lastRenderedPageBreak/>
        <w:t>40</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rPr>
          <w:rtl/>
        </w:rPr>
        <w:t>لِلحَسَنِ وَ الحُسَينِ</w:t>
      </w:r>
      <w:r w:rsidR="00525C12">
        <w:rPr>
          <w:rtl/>
        </w:rPr>
        <w:t xml:space="preserve"> عليه</w:t>
      </w:r>
      <w:r>
        <w:rPr>
          <w:rtl/>
        </w:rPr>
        <w:t>مَاالسَّلامُ لَما ضَرَبَهُ ابنُ مُلجَمٍ لَعَنَهُ اللّهُ</w:t>
      </w:r>
      <w:r>
        <w:t>:</w:t>
      </w:r>
    </w:p>
    <w:p w:rsidR="001C73B9" w:rsidRDefault="001C73B9" w:rsidP="001C73B9">
      <w:pPr>
        <w:pStyle w:val="libAr"/>
      </w:pPr>
      <w:r>
        <w:rPr>
          <w:rFonts w:hint="eastAsia"/>
          <w:rtl/>
        </w:rPr>
        <w:t>أُوصِيكُما</w:t>
      </w:r>
      <w:r>
        <w:rPr>
          <w:rtl/>
        </w:rPr>
        <w:t xml:space="preserve"> بِتَقـوَى الله, وَ أَلاَّ تَبغِيا الدنيا وَ اِن بَغَتكُما, وَ لاَ  تَأْسَفا عَلى شَيئٍ مِنها زُوِىَ عَنكُما, وَقُـولا بِالحَـقِّ, وَاعمَلا لِلاَجَرِ, وَ كُونا لِلظّالِمِ خَصمًا, وَ لِلمَظلُومِ عَونً</w:t>
      </w:r>
      <w:r>
        <w:t>.</w:t>
      </w:r>
    </w:p>
    <w:p w:rsidR="001C73B9" w:rsidRDefault="001C73B9" w:rsidP="001C73B9">
      <w:pPr>
        <w:pStyle w:val="libAr"/>
      </w:pPr>
      <w:r>
        <w:rPr>
          <w:rFonts w:hint="eastAsia"/>
          <w:rtl/>
        </w:rPr>
        <w:t>نهج</w:t>
      </w:r>
      <w:r>
        <w:rPr>
          <w:rtl/>
        </w:rPr>
        <w:t xml:space="preserve"> البلاغه الرسالة رقم/47</w:t>
      </w:r>
    </w:p>
    <w:p w:rsidR="001C73B9" w:rsidRDefault="001C73B9" w:rsidP="001C73B9">
      <w:pPr>
        <w:pStyle w:val="libNormal"/>
      </w:pPr>
      <w:r>
        <w:t>Imam Amir ul Mu'mineen Ali [a.s.] said to Imam al</w:t>
      </w:r>
      <w:r w:rsidR="00D92C09">
        <w:t>-</w:t>
      </w:r>
      <w:r>
        <w:t>Hassan and Imam al</w:t>
      </w:r>
      <w:r w:rsidR="00D92C09">
        <w:t>-</w:t>
      </w:r>
      <w:r>
        <w:t>Husayn (peace be upon them) when 'Abd</w:t>
      </w:r>
      <w:r w:rsidR="00D92C09">
        <w:t>-</w:t>
      </w:r>
      <w:r>
        <w:t>ur</w:t>
      </w:r>
      <w:r w:rsidR="00D92C09">
        <w:t>-</w:t>
      </w:r>
      <w:r>
        <w:t>Rahman ibn Muljam (the curse of Allah be upon him) had struck him (fatally with a sword):</w:t>
      </w:r>
    </w:p>
    <w:p w:rsidR="001C73B9" w:rsidRDefault="00E978C2" w:rsidP="001C73B9">
      <w:pPr>
        <w:pStyle w:val="libNormal"/>
      </w:pPr>
      <w:r w:rsidRPr="00E978C2">
        <w:rPr>
          <w:rStyle w:val="libItalicChar"/>
        </w:rPr>
        <w:t>“</w:t>
      </w:r>
      <w:r w:rsidR="001C73B9" w:rsidRPr="00E978C2">
        <w:rPr>
          <w:rStyle w:val="libItalicChar"/>
        </w:rPr>
        <w:t>I advise you (both) to fear Allah and that you should not hanker after the (pleasures of this) world even though it may run after you. Do not be sorry for anything of this world that you have been denied. Speak the truth and act (in expectation) for reward. Be an enemy of the oppressor and helper of the oppressed.</w:t>
      </w:r>
      <w:r w:rsidRPr="00E978C2">
        <w:rPr>
          <w:rStyle w:val="libItalicChar"/>
        </w:rPr>
        <w:t>”</w:t>
      </w:r>
    </w:p>
    <w:p w:rsidR="001C73B9" w:rsidRDefault="001C73B9" w:rsidP="001C73B9">
      <w:pPr>
        <w:pStyle w:val="libNormal"/>
      </w:pPr>
      <w:r>
        <w:t>Nahj</w:t>
      </w:r>
      <w:r w:rsidR="00D92C09">
        <w:t>-</w:t>
      </w:r>
      <w:r>
        <w:t>ul</w:t>
      </w:r>
      <w:r w:rsidR="00D92C09">
        <w:t>-</w:t>
      </w:r>
      <w:r>
        <w:t xml:space="preserve">Balagha, letter 47 </w:t>
      </w:r>
    </w:p>
    <w:p w:rsidR="001C73B9" w:rsidRDefault="001C73B9" w:rsidP="001C73B9">
      <w:pPr>
        <w:pStyle w:val="libAr"/>
      </w:pPr>
      <w:r>
        <w:rPr>
          <w:rtl/>
        </w:rPr>
        <w:t>41</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فَاِنِّى</w:t>
      </w:r>
      <w:r>
        <w:rPr>
          <w:rtl/>
        </w:rPr>
        <w:t xml:space="preserve"> اُوصِيكَ بِتَقوَى الله ـ أََيْ بُنَيَّ ـ وَ لُزُومِ أمـرِهِ, وَ عِمارَة قلبِكَ بِذِكـرِهِ, وَالا ِعتِصـامِ بِحَبلِهِ. وَ أَيُّ سَبَبٍ أََوْثَقُ مِن سَبَبٍ بَينَكَ وَ بَينَ الله اِن أَنتَ أَخَذتَ بِهِ</w:t>
      </w:r>
      <w:r>
        <w:t>!</w:t>
      </w:r>
    </w:p>
    <w:p w:rsidR="001C73B9" w:rsidRDefault="001C73B9" w:rsidP="001C73B9">
      <w:pPr>
        <w:pStyle w:val="libAr"/>
      </w:pPr>
      <w:r>
        <w:rPr>
          <w:rFonts w:hint="eastAsia"/>
          <w:rtl/>
        </w:rPr>
        <w:t>نهج</w:t>
      </w:r>
      <w:r>
        <w:rPr>
          <w:rtl/>
        </w:rPr>
        <w:t xml:space="preserve"> البلاغه الرسالة 31</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I advise you to fear Allah, 'O my child, to abide by His commands, to fill your heart with remembrance of Him and to cling to hope in Him. No connection is more reliable than the connection between you and Allah provided you take hold of it.</w:t>
      </w:r>
      <w:r w:rsidR="00E978C2" w:rsidRPr="00E978C2">
        <w:rPr>
          <w:rStyle w:val="libItalicChar"/>
        </w:rPr>
        <w:t>”</w:t>
      </w:r>
    </w:p>
    <w:p w:rsidR="001C73B9" w:rsidRDefault="001C73B9" w:rsidP="001C73B9">
      <w:pPr>
        <w:pStyle w:val="libNormal"/>
      </w:pPr>
      <w:r>
        <w:t>Nahj</w:t>
      </w:r>
      <w:r w:rsidR="00D92C09">
        <w:t>-</w:t>
      </w:r>
      <w:r>
        <w:t>ul</w:t>
      </w:r>
      <w:r w:rsidR="00D92C09">
        <w:t>-</w:t>
      </w:r>
      <w:r>
        <w:t xml:space="preserve">Balagha, letter 31 </w:t>
      </w:r>
    </w:p>
    <w:p w:rsidR="001C73B9" w:rsidRDefault="001C73B9" w:rsidP="001C73B9">
      <w:pPr>
        <w:pStyle w:val="libAr"/>
      </w:pPr>
      <w:r>
        <w:rPr>
          <w:rtl/>
        </w:rPr>
        <w:t>42</w:t>
      </w:r>
      <w:r w:rsidR="00D92C09">
        <w:rPr>
          <w:rtl/>
        </w:rPr>
        <w:t>-</w:t>
      </w:r>
      <w:r>
        <w:t xml:space="preserve"> </w:t>
      </w:r>
      <w:r>
        <w:rPr>
          <w:rtl/>
        </w:rPr>
        <w:t>عَن اَبي اُسامَة قالَ: سَمِعـتُ اَبا عَبدِالله</w:t>
      </w:r>
      <w:r w:rsidR="00525C12">
        <w:rPr>
          <w:rtl/>
        </w:rPr>
        <w:t xml:space="preserve"> </w:t>
      </w:r>
      <w:r w:rsidR="008A02F7">
        <w:rPr>
          <w:rtl/>
        </w:rPr>
        <w:t xml:space="preserve">عليه السلام </w:t>
      </w:r>
      <w:r>
        <w:rPr>
          <w:rtl/>
        </w:rPr>
        <w:t>يَقُـولُ</w:t>
      </w:r>
      <w:r>
        <w:t>:</w:t>
      </w:r>
    </w:p>
    <w:p w:rsidR="001C73B9" w:rsidRDefault="001C73B9" w:rsidP="001C73B9">
      <w:pPr>
        <w:pStyle w:val="libAr"/>
      </w:pPr>
      <w:r>
        <w:rPr>
          <w:rFonts w:hint="eastAsia"/>
          <w:rtl/>
        </w:rPr>
        <w:t>عَلَيكَ</w:t>
      </w:r>
      <w:r>
        <w:rPr>
          <w:rtl/>
        </w:rPr>
        <w:t xml:space="preserve"> بِتَقوَى الله, وَالوَرَعِ, وَالا ِجتِهادِ, وَ صِـدقِ الحَديـثِ, وَ اَداءِ الاَمانَة, وَ حُسنِ الخُلقِ, وَ حُسنِ الجِوارِ, وَ كُونُوا دُعاة اِلى اَنفُسِكُم بِغَيرِ اَلسِنَتِكُم, وَ كُونُوا زَينـًا, وَ لا تَكُونُـوا شَينـًا, وَ عَلَيكُم بِطُولِ الرُّ</w:t>
      </w:r>
      <w:r>
        <w:rPr>
          <w:rFonts w:hint="eastAsia"/>
          <w:rtl/>
        </w:rPr>
        <w:t>كُوعِ</w:t>
      </w:r>
      <w:r>
        <w:rPr>
          <w:rtl/>
        </w:rPr>
        <w:t xml:space="preserve"> وَالسُّجُودِ, فَاِنَّ اَحَدَكُم إذا طالَ الرُّكُوعَ وَالسُّجُـودَ, هَتَفَ اِبليـسُ مِن خَلفِـهِ وَ قالَ: يا وَيلَـهُ, اَطاعَ وَ عَصَيتُ, وَ سَجَدَ وَ اَبَيتُ</w:t>
      </w:r>
      <w:r>
        <w:t>.</w:t>
      </w:r>
    </w:p>
    <w:p w:rsidR="001C73B9" w:rsidRDefault="001C73B9" w:rsidP="001C73B9">
      <w:pPr>
        <w:pStyle w:val="libAr"/>
      </w:pPr>
      <w:r>
        <w:rPr>
          <w:rFonts w:hint="eastAsia"/>
          <w:rtl/>
        </w:rPr>
        <w:t>الكافي</w:t>
      </w:r>
      <w:r>
        <w:rPr>
          <w:rtl/>
        </w:rPr>
        <w:t>/2/77</w:t>
      </w:r>
    </w:p>
    <w:p w:rsidR="001C73B9" w:rsidRDefault="001C73B9" w:rsidP="001C73B9">
      <w:pPr>
        <w:pStyle w:val="libNormal"/>
      </w:pPr>
      <w:r>
        <w:t>Abi</w:t>
      </w:r>
      <w:r w:rsidR="00D92C09">
        <w:t>-</w:t>
      </w:r>
      <w:r>
        <w:t xml:space="preserve">Osamah said that he had heard that Imam Sadiq [a.s.] said: </w:t>
      </w:r>
      <w:r w:rsidR="00E978C2" w:rsidRPr="00E978C2">
        <w:rPr>
          <w:rStyle w:val="libItalicChar"/>
        </w:rPr>
        <w:t>“</w:t>
      </w:r>
      <w:r w:rsidRPr="00E978C2">
        <w:rPr>
          <w:rStyle w:val="libItalicChar"/>
        </w:rPr>
        <w:t>Be aware of (the punishment of) Allah, piety, godly endeavor, saying the truth, honesty in deposition, good character, and good neighbourliness. Invite (others) to yourselves (by performing good actions), not with mere utterance. Live to be ornaments, and not to be a disgrace to us. (I advise you) to prolong the length of bowing and prostration. So, verily, when one of you prolongs bowing and prostration, Satan cries from behind one and says: Woe! He obeyed and I disobeyed; he did prostration and I refused.</w:t>
      </w:r>
      <w:r w:rsidR="00E978C2" w:rsidRPr="00E978C2">
        <w:rPr>
          <w:rStyle w:val="libItalicChar"/>
        </w:rPr>
        <w:t>”</w:t>
      </w:r>
    </w:p>
    <w:p w:rsidR="001C73B9" w:rsidRDefault="001C73B9" w:rsidP="001C73B9">
      <w:pPr>
        <w:pStyle w:val="libNormal"/>
      </w:pPr>
      <w:r>
        <w:lastRenderedPageBreak/>
        <w:t>Al</w:t>
      </w:r>
      <w:r w:rsidR="00D92C09">
        <w:t>-</w:t>
      </w:r>
      <w:r>
        <w:t>Kafi, vol. 2, p. 77</w:t>
      </w:r>
    </w:p>
    <w:p w:rsidR="001C73B9" w:rsidRDefault="001C73B9" w:rsidP="001C73B9">
      <w:pPr>
        <w:pStyle w:val="libAr"/>
      </w:pPr>
      <w:r>
        <w:rPr>
          <w:rtl/>
        </w:rPr>
        <w:t>43</w:t>
      </w:r>
      <w:r w:rsidR="00D92C09">
        <w:rPr>
          <w:rtl/>
        </w:rPr>
        <w:t>-</w:t>
      </w:r>
      <w:r>
        <w:t xml:space="preserve"> </w:t>
      </w:r>
      <w:r>
        <w:rPr>
          <w:rtl/>
        </w:rPr>
        <w:t xml:space="preserve">قالَ </w:t>
      </w:r>
      <w:r w:rsidR="00525C12">
        <w:rPr>
          <w:rtl/>
        </w:rPr>
        <w:t xml:space="preserve">الاِمامُ </w:t>
      </w:r>
      <w:r>
        <w:rPr>
          <w:rtl/>
        </w:rPr>
        <w:t>الباقِرُ</w:t>
      </w:r>
      <w:r w:rsidR="00525C12">
        <w:rPr>
          <w:rtl/>
        </w:rPr>
        <w:t xml:space="preserve"> </w:t>
      </w:r>
      <w:r w:rsidR="008A02F7">
        <w:rPr>
          <w:rtl/>
        </w:rPr>
        <w:t xml:space="preserve">عليه السلام </w:t>
      </w:r>
      <w:r>
        <w:rPr>
          <w:rtl/>
        </w:rPr>
        <w:t>وَجَدنا في كِتابِ عَليِّ بنِ الحُسَينِ</w:t>
      </w:r>
      <w:r w:rsidR="00525C12">
        <w:rPr>
          <w:rtl/>
        </w:rPr>
        <w:t xml:space="preserve"> </w:t>
      </w:r>
      <w:r w:rsidR="008A02F7">
        <w:rPr>
          <w:rtl/>
        </w:rPr>
        <w:t xml:space="preserve">عليه السلام </w:t>
      </w:r>
      <w:r>
        <w:t>:</w:t>
      </w:r>
    </w:p>
    <w:p w:rsidR="001C73B9" w:rsidRDefault="001C73B9" w:rsidP="001C73B9">
      <w:pPr>
        <w:pStyle w:val="libAr"/>
      </w:pPr>
      <w:r>
        <w:t>(</w:t>
      </w:r>
      <w:r>
        <w:rPr>
          <w:rtl/>
        </w:rPr>
        <w:t>ألا اِنَّ اَولياءَ الله لا خَـوفٌ</w:t>
      </w:r>
      <w:r w:rsidR="00525C12">
        <w:rPr>
          <w:rtl/>
        </w:rPr>
        <w:t xml:space="preserve"> عليه</w:t>
      </w:r>
      <w:r>
        <w:rPr>
          <w:rtl/>
        </w:rPr>
        <w:t>م وَلاهُم يَحزَنُونَ) إذا اَدُّوا فَرائِضَ الله وَ اَخَذُوا سُنَنَ رَسُولِ الله صَلَّى اللّه</w:t>
      </w:r>
      <w:r w:rsidR="00525C12">
        <w:rPr>
          <w:rtl/>
        </w:rPr>
        <w:t xml:space="preserve"> عليه</w:t>
      </w:r>
      <w:r>
        <w:rPr>
          <w:rtl/>
        </w:rPr>
        <w:t xml:space="preserve"> وَ آلِـهِ و سلم وَ تَوَرَّعُوا عَن مَحارِمِ الله وَ زَهِـدُوا في عاجِـلِ زَهـرَة الدُّنيا وَ رَغِبُوا فيما عِندال</w:t>
      </w:r>
      <w:r>
        <w:rPr>
          <w:rFonts w:hint="eastAsia"/>
          <w:rtl/>
        </w:rPr>
        <w:t>له</w:t>
      </w:r>
      <w:r>
        <w:rPr>
          <w:rtl/>
        </w:rPr>
        <w:t xml:space="preserve"> وَاكتَسَبُوا الطَّيِّـبَ مِن رِزقِ الله لِوِجهِ الله لا يُريدُونَ بِهِ التَّفاخُرَ وَ التَّكاثُرَ ثُـمَّ اَنفَقُـوا فيما يَلزَمُهُـم مِـن حُقُـوقٍ واجِبَة فَاوُلـئِكَ الَّذينَ بارَكَ اللّه لَهُم فيمـَا اكتَسَبوُا وَ يُثابُونَ عَلى ما قَدَّمُوا لآخِرَتِه</w:t>
      </w:r>
      <w:r>
        <w:rPr>
          <w:rFonts w:hint="eastAsia"/>
          <w:rtl/>
        </w:rPr>
        <w:t>ِم</w:t>
      </w:r>
      <w:r>
        <w:t>.</w:t>
      </w:r>
    </w:p>
    <w:p w:rsidR="001C73B9" w:rsidRDefault="001C73B9" w:rsidP="001C73B9">
      <w:pPr>
        <w:pStyle w:val="libAr"/>
      </w:pPr>
      <w:r>
        <w:rPr>
          <w:rFonts w:hint="eastAsia"/>
          <w:rtl/>
        </w:rPr>
        <w:t>بحارالانوار</w:t>
      </w:r>
      <w:r>
        <w:rPr>
          <w:rtl/>
        </w:rPr>
        <w:t>/69/277</w:t>
      </w:r>
    </w:p>
    <w:p w:rsidR="001C73B9" w:rsidRDefault="001C73B9" w:rsidP="001C73B9">
      <w:pPr>
        <w:pStyle w:val="libNormal"/>
      </w:pPr>
      <w:r>
        <w:t xml:space="preserve">Imam Ali ibn Husayn [a.s.] said: </w:t>
      </w:r>
      <w:r w:rsidR="00E978C2" w:rsidRPr="00E978C2">
        <w:rPr>
          <w:rStyle w:val="libItalicChar"/>
        </w:rPr>
        <w:t>“</w:t>
      </w:r>
      <w:r w:rsidRPr="00E978C2">
        <w:rPr>
          <w:rStyle w:val="libItalicChar"/>
        </w:rPr>
        <w:t>Behold! Verily, on the friends of Allah there will be no fear nor shall they grieve if they keep up the obligatories of Allah, follow the traditions of the Messenger Allah [p.b.u.h.], avoid the things forbidden by Allah, be pious in worldly wealth and rank and eager for what there is with Allah, strive to earn His sustenance of what is pure, and decide not to boast or compile wealth but donate and give the obligatory alms they have been enjoined to. Hence, these are those (friends of Allah!) whose earnings are divinely blessed and will be rewarded for what they have sent forth unto their next world.</w:t>
      </w:r>
      <w:r w:rsidR="00E978C2" w:rsidRPr="00E978C2">
        <w:rPr>
          <w:rStyle w:val="libItalicChar"/>
        </w:rPr>
        <w:t>”</w:t>
      </w:r>
    </w:p>
    <w:p w:rsidR="001C73B9" w:rsidRDefault="001C73B9" w:rsidP="001C73B9">
      <w:pPr>
        <w:pStyle w:val="libNormal"/>
      </w:pPr>
      <w:r>
        <w:t>Bihar</w:t>
      </w:r>
      <w:r w:rsidR="00D92C09">
        <w:t>-</w:t>
      </w:r>
      <w:r>
        <w:t>ul</w:t>
      </w:r>
      <w:r w:rsidR="00D92C09">
        <w:t>-</w:t>
      </w:r>
      <w:r>
        <w:t>Anwar, vol. 69, p. 277</w:t>
      </w:r>
    </w:p>
    <w:p w:rsidR="001C73B9" w:rsidRDefault="001C73B9" w:rsidP="001C73B9">
      <w:pPr>
        <w:pStyle w:val="libAr"/>
      </w:pPr>
      <w:r>
        <w:rPr>
          <w:rtl/>
        </w:rPr>
        <w:t>44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إنَّ</w:t>
      </w:r>
      <w:r>
        <w:rPr>
          <w:rtl/>
        </w:rPr>
        <w:t xml:space="preserve"> النّاس مِن عَهدِ آدَمَ إلى يَومِنا هـتذا مِثلُ أسنانِ المُشـطِ, لا فَضلَ لِلعَربِـىِّ عَلَى العَجَمِـىِّ وَ لا لِلأحمَـرِ عَلَـى الأسـوَدِ إلاّ بِالتَّقوى</w:t>
      </w:r>
      <w:r>
        <w:t>.</w:t>
      </w:r>
    </w:p>
    <w:p w:rsidR="001C73B9" w:rsidRDefault="001C73B9" w:rsidP="001C73B9">
      <w:pPr>
        <w:pStyle w:val="libAr"/>
      </w:pPr>
      <w:r>
        <w:rPr>
          <w:rFonts w:hint="eastAsia"/>
          <w:rtl/>
        </w:rPr>
        <w:t>مستدرك</w:t>
      </w:r>
      <w:r>
        <w:rPr>
          <w:rtl/>
        </w:rPr>
        <w:t xml:space="preserve"> الوسائل/12/89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Surely, human beings from the time of Adam up to now are the same as the teeth of a comb are, and there is no superiority for the Arab over non</w:t>
      </w:r>
      <w:r w:rsidR="00D92C09" w:rsidRPr="00E978C2">
        <w:rPr>
          <w:rStyle w:val="libItalicChar"/>
        </w:rPr>
        <w:t>-</w:t>
      </w:r>
      <w:r w:rsidRPr="00E978C2">
        <w:rPr>
          <w:rStyle w:val="libItalicChar"/>
        </w:rPr>
        <w:t>Arab or for the red race over the black race except for piety.</w:t>
      </w:r>
      <w:r w:rsidR="00E978C2" w:rsidRPr="00E978C2">
        <w:rPr>
          <w:rStyle w:val="libItalicChar"/>
        </w:rPr>
        <w:t>”</w:t>
      </w:r>
    </w:p>
    <w:p w:rsidR="001C73B9" w:rsidRDefault="001C73B9" w:rsidP="001C73B9">
      <w:pPr>
        <w:pStyle w:val="libNormal"/>
      </w:pPr>
      <w:r>
        <w:t>Mustadrak</w:t>
      </w:r>
      <w:r w:rsidR="00D92C09">
        <w:t>-</w:t>
      </w:r>
      <w:r>
        <w:t>ul</w:t>
      </w:r>
      <w:r w:rsidR="00D92C09">
        <w:t>-</w:t>
      </w:r>
      <w:r>
        <w:t xml:space="preserve">Wasa'il , vol 12    p.89 </w:t>
      </w:r>
    </w:p>
    <w:p w:rsidR="001C73B9" w:rsidRDefault="001C73B9" w:rsidP="001C73B9">
      <w:pPr>
        <w:pStyle w:val="libAr"/>
      </w:pPr>
      <w:r>
        <w:rPr>
          <w:rtl/>
        </w:rPr>
        <w:t>45</w:t>
      </w:r>
      <w:r w:rsidR="00D92C09">
        <w:rPr>
          <w:rtl/>
        </w:rPr>
        <w:t>-</w:t>
      </w:r>
      <w:r>
        <w:t xml:space="preserve"> </w:t>
      </w:r>
      <w:r>
        <w:rPr>
          <w:rtl/>
        </w:rPr>
        <w:t xml:space="preserve">قالَ </w:t>
      </w:r>
      <w:r w:rsidR="00525C12">
        <w:rPr>
          <w:rtl/>
        </w:rPr>
        <w:t xml:space="preserve">الاِمامُ </w:t>
      </w:r>
      <w:r>
        <w:rPr>
          <w:rtl/>
        </w:rPr>
        <w:t>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قَليلَ العَمَلِ مَعَ التَّقوى خَيرٌ مِن كَثيرِ العَمَلِ بِلا تَقوى</w:t>
      </w:r>
      <w:r>
        <w:t>.</w:t>
      </w:r>
    </w:p>
    <w:p w:rsidR="001C73B9" w:rsidRDefault="001C73B9" w:rsidP="001C73B9">
      <w:pPr>
        <w:pStyle w:val="libAr"/>
      </w:pPr>
      <w:r>
        <w:rPr>
          <w:rFonts w:hint="eastAsia"/>
          <w:rtl/>
        </w:rPr>
        <w:t>الكافي</w:t>
      </w:r>
      <w:r>
        <w:rPr>
          <w:rtl/>
        </w:rPr>
        <w:t>/2/76</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Surely, a little action (of worshipping) with piety is better than many deeds with no virtue.</w:t>
      </w:r>
      <w:r w:rsidR="00E978C2" w:rsidRPr="00E978C2">
        <w:rPr>
          <w:rStyle w:val="libItalicChar"/>
        </w:rPr>
        <w:t>”</w:t>
      </w:r>
    </w:p>
    <w:p w:rsidR="001C73B9" w:rsidRDefault="001C73B9" w:rsidP="001C73B9">
      <w:pPr>
        <w:pStyle w:val="libNormal"/>
      </w:pPr>
      <w:r>
        <w:t>Al</w:t>
      </w:r>
      <w:r w:rsidR="00D92C09">
        <w:t>-</w:t>
      </w:r>
      <w:r>
        <w:t>Kafi, vol. 2, p. 76</w:t>
      </w:r>
    </w:p>
    <w:p w:rsidR="001C73B9" w:rsidRDefault="001C73B9" w:rsidP="001C73B9">
      <w:pPr>
        <w:pStyle w:val="libNormal"/>
      </w:pPr>
      <w:r>
        <w:br w:type="page"/>
      </w:r>
    </w:p>
    <w:p w:rsidR="001C73B9" w:rsidRDefault="001C73B9" w:rsidP="001C73B9">
      <w:pPr>
        <w:pStyle w:val="Heading1Center"/>
      </w:pPr>
      <w:bookmarkStart w:id="12" w:name="_Toc444518211"/>
      <w:r>
        <w:lastRenderedPageBreak/>
        <w:t>INVOCATION</w:t>
      </w:r>
      <w:bookmarkEnd w:id="12"/>
    </w:p>
    <w:p w:rsidR="001C73B9" w:rsidRDefault="001C73B9" w:rsidP="001C73B9">
      <w:pPr>
        <w:pStyle w:val="libAr"/>
      </w:pPr>
      <w:r>
        <w:rPr>
          <w:rtl/>
        </w:rPr>
        <w:t>46</w:t>
      </w:r>
      <w:r w:rsidR="00D92C09">
        <w:rPr>
          <w:rtl/>
        </w:rPr>
        <w:t>-</w:t>
      </w:r>
      <w:r>
        <w:t xml:space="preserve"> </w:t>
      </w:r>
      <w:r>
        <w:rPr>
          <w:rtl/>
        </w:rPr>
        <w:t xml:space="preserve">قالَ </w:t>
      </w:r>
      <w:r w:rsidR="00525C12">
        <w:rPr>
          <w:rtl/>
        </w:rPr>
        <w:t xml:space="preserve">الاِمامُ الصّـادِقُ </w:t>
      </w:r>
      <w:r w:rsidR="008A02F7">
        <w:rPr>
          <w:rtl/>
        </w:rPr>
        <w:t xml:space="preserve">عليه السلام </w:t>
      </w:r>
      <w:r>
        <w:t>:</w:t>
      </w:r>
    </w:p>
    <w:p w:rsidR="001C73B9" w:rsidRDefault="001C73B9" w:rsidP="001C73B9">
      <w:pPr>
        <w:pStyle w:val="libAr"/>
      </w:pPr>
      <w:r>
        <w:rPr>
          <w:rFonts w:hint="eastAsia"/>
          <w:rtl/>
        </w:rPr>
        <w:t>كُل</w:t>
      </w:r>
      <w:r>
        <w:rPr>
          <w:rtl/>
        </w:rPr>
        <w:t xml:space="preserve"> دُعاءٍ يُدعَى اللّه عَزَّ وَ جَلَّ بِهِ مَحجُوبٌ عَنِ السَّماءِ حَتّى يُصَلّى عَلى مُحَمَّدٍ وَ الِ مُحَمَّدٍ</w:t>
      </w:r>
      <w:r>
        <w:t>.</w:t>
      </w:r>
    </w:p>
    <w:p w:rsidR="001C73B9" w:rsidRDefault="001C73B9" w:rsidP="001C73B9">
      <w:pPr>
        <w:pStyle w:val="libAr"/>
      </w:pPr>
      <w:r>
        <w:rPr>
          <w:rFonts w:hint="eastAsia"/>
          <w:rtl/>
        </w:rPr>
        <w:t>الكافي</w:t>
      </w:r>
      <w:r>
        <w:rPr>
          <w:rtl/>
        </w:rPr>
        <w:t>/2/493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Every invocation sought from Allah, Almighty and Glorious, is barred by the sky unless it is coupled with 'Salawat', benediction upon the Prophet and his progeny.</w:t>
      </w:r>
      <w:r w:rsidR="00E978C2" w:rsidRPr="00E978C2">
        <w:rPr>
          <w:rStyle w:val="libItalicChar"/>
        </w:rPr>
        <w:t>”</w:t>
      </w:r>
      <w:r>
        <w:t xml:space="preserve"> (The expression of 'Salawat' means: O God bless Muhammad and his descendants).</w:t>
      </w:r>
    </w:p>
    <w:p w:rsidR="001C73B9" w:rsidRDefault="001C73B9" w:rsidP="001C73B9">
      <w:pPr>
        <w:pStyle w:val="libNormal"/>
      </w:pPr>
      <w:r>
        <w:t>Usul</w:t>
      </w:r>
      <w:r w:rsidR="00D92C09">
        <w:t>-</w:t>
      </w:r>
      <w:r>
        <w:t>i</w:t>
      </w:r>
      <w:r w:rsidR="00D92C09">
        <w:t>-</w:t>
      </w:r>
      <w:r>
        <w:t xml:space="preserve">Kafi, vol. 2, p. 493 </w:t>
      </w:r>
    </w:p>
    <w:p w:rsidR="001C73B9" w:rsidRDefault="001C73B9" w:rsidP="001C73B9">
      <w:pPr>
        <w:pStyle w:val="libAr"/>
      </w:pPr>
      <w:r>
        <w:rPr>
          <w:rtl/>
        </w:rPr>
        <w:t>47</w:t>
      </w:r>
      <w:r w:rsidR="00D92C09">
        <w:rPr>
          <w:rtl/>
        </w:rPr>
        <w:t>-</w:t>
      </w:r>
      <w:r>
        <w:t xml:space="preserve"> </w:t>
      </w:r>
      <w:r>
        <w:rPr>
          <w:rtl/>
        </w:rPr>
        <w:t xml:space="preserve">قالَ </w:t>
      </w:r>
      <w:r w:rsidR="00525C12">
        <w:rPr>
          <w:rtl/>
        </w:rPr>
        <w:t xml:space="preserve">الاِمامُ </w:t>
      </w:r>
      <w:r>
        <w:rPr>
          <w:rtl/>
        </w:rPr>
        <w:t>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يَتَمَنَّى</w:t>
      </w:r>
      <w:r>
        <w:rPr>
          <w:rtl/>
        </w:rPr>
        <w:t xml:space="preserve"> المُومِنُ اَنَّهُ لَم يُستَجَب لَهُ دَعوَة فِى الدُّنيا مِمّا يَرى مِن حُسنِ الثَّوابِ</w:t>
      </w:r>
      <w:r>
        <w:t>.</w:t>
      </w:r>
    </w:p>
    <w:p w:rsidR="001C73B9" w:rsidRDefault="001C73B9" w:rsidP="001C73B9">
      <w:pPr>
        <w:pStyle w:val="libAr"/>
      </w:pPr>
      <w:r>
        <w:rPr>
          <w:rFonts w:hint="eastAsia"/>
          <w:rtl/>
        </w:rPr>
        <w:t>الكافي</w:t>
      </w:r>
      <w:r>
        <w:rPr>
          <w:rtl/>
        </w:rPr>
        <w:t>/2/491</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 Muslim believer whose calls were not answered by Allah in this world will wish that none of them would have been accepted when, in the Hereafter, he sees the abundance of rewards (given him for their not being answered and suffering the troubles in the world).</w:t>
      </w:r>
      <w:r w:rsidR="00E978C2" w:rsidRPr="00E978C2">
        <w:rPr>
          <w:rStyle w:val="libItalicChar"/>
        </w:rPr>
        <w:t>”</w:t>
      </w:r>
    </w:p>
    <w:p w:rsidR="001C73B9" w:rsidRDefault="001C73B9" w:rsidP="001C73B9">
      <w:pPr>
        <w:pStyle w:val="libNormal"/>
      </w:pPr>
      <w:r>
        <w:t>Usul</w:t>
      </w:r>
      <w:r w:rsidR="00D92C09">
        <w:t>-</w:t>
      </w:r>
      <w:r>
        <w:t>i</w:t>
      </w:r>
      <w:r w:rsidR="00D92C09">
        <w:t>-</w:t>
      </w:r>
      <w:r>
        <w:t xml:space="preserve">Kafi, vol. 2, p. 491 </w:t>
      </w:r>
    </w:p>
    <w:p w:rsidR="001C73B9" w:rsidRDefault="001C73B9" w:rsidP="001C73B9">
      <w:pPr>
        <w:pStyle w:val="libAr"/>
      </w:pPr>
      <w:r>
        <w:rPr>
          <w:rtl/>
        </w:rPr>
        <w:t>48</w:t>
      </w:r>
      <w:r w:rsidR="00D92C09">
        <w:rPr>
          <w:rtl/>
        </w:rPr>
        <w:t>-</w:t>
      </w:r>
      <w:r>
        <w:t xml:space="preserve"> </w:t>
      </w:r>
      <w:r>
        <w:rPr>
          <w:rtl/>
        </w:rPr>
        <w:t xml:space="preserve">قالَ </w:t>
      </w:r>
      <w:r w:rsidR="00525C12">
        <w:rPr>
          <w:rtl/>
        </w:rPr>
        <w:t xml:space="preserve">الاِمامُ </w:t>
      </w:r>
      <w:r>
        <w:rPr>
          <w:rtl/>
        </w:rPr>
        <w:t>اَميرُالمُؤمنينَ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اَحَبُّ</w:t>
      </w:r>
      <w:r>
        <w:rPr>
          <w:rtl/>
        </w:rPr>
        <w:t xml:space="preserve"> الأ َعمالِ اِلَى الله عَزَّوَجَـلَّ فِى الأ َرضِ الدُّعاءُ و اَفَضَلُ العِبادَة العَفافُ</w:t>
      </w:r>
      <w:r>
        <w:t>.</w:t>
      </w:r>
    </w:p>
    <w:p w:rsidR="001C73B9" w:rsidRDefault="001C73B9" w:rsidP="001C73B9">
      <w:pPr>
        <w:pStyle w:val="libAr"/>
      </w:pPr>
      <w:r>
        <w:rPr>
          <w:rFonts w:hint="eastAsia"/>
          <w:rtl/>
        </w:rPr>
        <w:t>بحارالانوار</w:t>
      </w:r>
      <w:r>
        <w:rPr>
          <w:rtl/>
        </w:rPr>
        <w:t>/93/295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The most beloved deed on the earth with Allah, Almighty and Glorious is invocation, and the best worship is modesty and piety.</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93, p. 295 </w:t>
      </w:r>
    </w:p>
    <w:p w:rsidR="001C73B9" w:rsidRDefault="001C73B9" w:rsidP="001C73B9">
      <w:pPr>
        <w:pStyle w:val="libAr"/>
      </w:pPr>
      <w:r>
        <w:rPr>
          <w:rtl/>
        </w:rPr>
        <w:t>49</w:t>
      </w:r>
      <w:r w:rsidR="00D92C09">
        <w:rPr>
          <w:rtl/>
        </w:rPr>
        <w:t>-</w:t>
      </w:r>
      <w:r>
        <w:t xml:space="preserve"> </w:t>
      </w:r>
      <w:r>
        <w:rPr>
          <w:rtl/>
        </w:rPr>
        <w:t>عَن اَبي بَصيرٍ وَ مُحَمَّدِ بنِ مُسلِمٍ عَن اَبي عَبدِ الله</w:t>
      </w:r>
      <w:r w:rsidR="00525C12">
        <w:rPr>
          <w:rtl/>
        </w:rPr>
        <w:t xml:space="preserve"> </w:t>
      </w:r>
      <w:r w:rsidR="008A02F7">
        <w:rPr>
          <w:rtl/>
        </w:rPr>
        <w:t xml:space="preserve">عليه السلام </w:t>
      </w:r>
      <w:r>
        <w:rPr>
          <w:rtl/>
        </w:rPr>
        <w:t>قالَ حَدَّثَني اَبي عَن جَدّي عَن آبائِهِ اَنَّ اَميرَالمُومِنينَ</w:t>
      </w:r>
      <w:r w:rsidR="00525C12">
        <w:rPr>
          <w:rtl/>
        </w:rPr>
        <w:t xml:space="preserve"> </w:t>
      </w:r>
      <w:r w:rsidR="008A02F7">
        <w:rPr>
          <w:rtl/>
        </w:rPr>
        <w:t xml:space="preserve">عليه السلام </w:t>
      </w:r>
      <w:r>
        <w:rPr>
          <w:rtl/>
        </w:rPr>
        <w:t>قالَ فيما عَلَّمَ اَصحابَهُ, تُفتَحُ اَبوابُ السَّماءِ في خَمسَة مَواقيـتَ: عِندَ نُزُولِ الغَيثِ, وَ عِ</w:t>
      </w:r>
      <w:r>
        <w:rPr>
          <w:rFonts w:hint="eastAsia"/>
          <w:rtl/>
        </w:rPr>
        <w:t>ندَ</w:t>
      </w:r>
      <w:r>
        <w:rPr>
          <w:rtl/>
        </w:rPr>
        <w:t xml:space="preserve"> الزَّحفِ, وَ عِندَ الأَذانِ, وَ عِنـدَ قِراءَةِ القُرآنِ وَ مَعَ زَوالِ الشَّمسِ, وَ عِندَ طُلُوعِ الفَجرِ</w:t>
      </w:r>
      <w:r>
        <w:t>.</w:t>
      </w:r>
    </w:p>
    <w:p w:rsidR="001C73B9" w:rsidRDefault="001C73B9" w:rsidP="001C73B9">
      <w:pPr>
        <w:pStyle w:val="libAr"/>
      </w:pPr>
      <w:r>
        <w:rPr>
          <w:rFonts w:hint="eastAsia"/>
          <w:rtl/>
        </w:rPr>
        <w:t>الخصال</w:t>
      </w:r>
      <w:r>
        <w:rPr>
          <w:rtl/>
        </w:rPr>
        <w:t>/302</w:t>
      </w:r>
    </w:p>
    <w:p w:rsidR="001C73B9" w:rsidRDefault="001C73B9" w:rsidP="001C73B9">
      <w:pPr>
        <w:pStyle w:val="libNormal"/>
      </w:pPr>
      <w:r>
        <w:t xml:space="preserve">Imam Amir ul Mu'mineen Ali [a.s.], when teaching (some of) his followers, said: </w:t>
      </w:r>
      <w:r w:rsidR="00E978C2" w:rsidRPr="00E978C2">
        <w:rPr>
          <w:rStyle w:val="libItalicChar"/>
        </w:rPr>
        <w:t>“</w:t>
      </w:r>
      <w:r w:rsidRPr="00E978C2">
        <w:rPr>
          <w:rStyle w:val="libItalicChar"/>
        </w:rPr>
        <w:t>The doors of heaven are opened at five times: When it is raining; at the time of Holy War; at the time of Call to prayer; at the time of recitation of the Qur'an with the setting of the sun, and at the break of dawn.</w:t>
      </w:r>
      <w:r w:rsidR="00E978C2" w:rsidRPr="00E978C2">
        <w:rPr>
          <w:rStyle w:val="libItalicChar"/>
        </w:rPr>
        <w:t>”</w:t>
      </w:r>
    </w:p>
    <w:p w:rsidR="001C73B9" w:rsidRDefault="001C73B9" w:rsidP="001C73B9">
      <w:pPr>
        <w:pStyle w:val="libNormal"/>
      </w:pPr>
      <w:r>
        <w:t>Al</w:t>
      </w:r>
      <w:r w:rsidR="00D92C09">
        <w:t>-</w:t>
      </w:r>
      <w:r>
        <w:t>Khisal, by Saduq, p. 302</w:t>
      </w:r>
    </w:p>
    <w:p w:rsidR="001C73B9" w:rsidRDefault="001C73B9" w:rsidP="001C73B9">
      <w:pPr>
        <w:pStyle w:val="libAr"/>
      </w:pPr>
      <w:r>
        <w:rPr>
          <w:rtl/>
        </w:rPr>
        <w:lastRenderedPageBreak/>
        <w:t>50</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اِغتَنِمُوا</w:t>
      </w:r>
      <w:r>
        <w:rPr>
          <w:rtl/>
        </w:rPr>
        <w:t xml:space="preserve"> الدُّعاءَ عِندَ خَمسَة مَواطِنَ: عِندَ قِراءَة القُرانِ, وَ عِندَ الأَذانِ, وَ عِندَ نُزُولِ الغَيثِ, وَ عِندَ التِقاءِ الصَّفَّينِ لِلشَّهادَة, وَ عِندَ دَعوَة المَظلُومِ فَاِنَّها لَيسَ لَها حِجابٌ دوُنَ العَرشِ</w:t>
      </w:r>
      <w:r>
        <w:t>.</w:t>
      </w:r>
    </w:p>
    <w:p w:rsidR="001C73B9" w:rsidRDefault="001C73B9" w:rsidP="001C73B9">
      <w:pPr>
        <w:pStyle w:val="libAr"/>
      </w:pPr>
      <w:r>
        <w:rPr>
          <w:rFonts w:hint="eastAsia"/>
          <w:rtl/>
        </w:rPr>
        <w:t>بحارالانوار</w:t>
      </w:r>
      <w:r>
        <w:rPr>
          <w:rtl/>
        </w:rPr>
        <w:t>/93/343</w:t>
      </w:r>
    </w:p>
    <w:p w:rsidR="001C73B9" w:rsidRDefault="001C73B9" w:rsidP="001C73B9">
      <w:pPr>
        <w:pStyle w:val="libNormal"/>
      </w:pPr>
      <w:r>
        <w:t>Again, Imam Amir</w:t>
      </w:r>
      <w:r w:rsidR="00D92C09">
        <w:t>-</w:t>
      </w:r>
      <w:r>
        <w:t>ul</w:t>
      </w:r>
      <w:r w:rsidR="00D92C09">
        <w:t>-</w:t>
      </w:r>
      <w:r>
        <w:t xml:space="preserve">Mu'mineen Ali [a.s.] said: </w:t>
      </w:r>
      <w:r w:rsidR="00E978C2" w:rsidRPr="00E978C2">
        <w:rPr>
          <w:rStyle w:val="libItalicChar"/>
        </w:rPr>
        <w:t>“</w:t>
      </w:r>
      <w:r w:rsidRPr="00E978C2">
        <w:rPr>
          <w:rStyle w:val="libItalicChar"/>
        </w:rPr>
        <w:t>Avail yourselves of the invocation in five situations: At the time of recitation of the Qur'an, at the time of prayer call, when it is raining, when attending the Holy War ready for martyrdom, when an oppressed person supplicates, because, certainly, there is no barrier for it beneath the Throne.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93, p. 343 </w:t>
      </w:r>
    </w:p>
    <w:p w:rsidR="001C73B9" w:rsidRDefault="001C73B9" w:rsidP="001C73B9">
      <w:pPr>
        <w:pStyle w:val="libAr"/>
      </w:pPr>
      <w:r>
        <w:rPr>
          <w:rtl/>
        </w:rPr>
        <w:t>51</w:t>
      </w:r>
      <w:r w:rsidR="00D92C09">
        <w:rPr>
          <w:rtl/>
        </w:rPr>
        <w:t>-</w:t>
      </w:r>
      <w:r>
        <w:t xml:space="preserve"> </w:t>
      </w:r>
      <w:r>
        <w:rPr>
          <w:rtl/>
        </w:rPr>
        <w:t xml:space="preserve">قالَ </w:t>
      </w:r>
      <w:r w:rsidR="00525C12">
        <w:rPr>
          <w:rtl/>
        </w:rPr>
        <w:t xml:space="preserve">الاِمامُ </w:t>
      </w:r>
      <w:r>
        <w:rPr>
          <w:rtl/>
        </w:rPr>
        <w:t>الحُسَينُ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اَللّهُمَّ</w:t>
      </w:r>
      <w:r>
        <w:rPr>
          <w:rtl/>
        </w:rPr>
        <w:t xml:space="preserve"> اِنَّكَ أَقربُ مَن دُعِيَ, وَ أَسـرَعُ مَن أَجابَ, وَ اَكـرَمُ مَـن عَفا, وَ أَوسَعُ مَن أَعطى, وَ أَسمَعُ مَن سُئِـلَ, يا رَحمنَ الدُّنيا وَ الآ خِرَةِ وَ رَحيمَهُما</w:t>
      </w:r>
      <w:r>
        <w:t>.</w:t>
      </w:r>
    </w:p>
    <w:p w:rsidR="001C73B9" w:rsidRDefault="001C73B9" w:rsidP="001C73B9">
      <w:pPr>
        <w:pStyle w:val="libAr"/>
      </w:pPr>
      <w:r>
        <w:rPr>
          <w:rFonts w:hint="eastAsia"/>
          <w:rtl/>
        </w:rPr>
        <w:t>دعاء</w:t>
      </w:r>
      <w:r>
        <w:rPr>
          <w:rtl/>
        </w:rPr>
        <w:t xml:space="preserve"> عرفة</w:t>
      </w:r>
    </w:p>
    <w:p w:rsidR="001C73B9" w:rsidRDefault="001C73B9" w:rsidP="001C73B9">
      <w:pPr>
        <w:pStyle w:val="libNormal"/>
      </w:pPr>
      <w:r>
        <w:t xml:space="preserve">Imam Husayn [a.s.] said: </w:t>
      </w:r>
      <w:r w:rsidR="00E978C2" w:rsidRPr="00E978C2">
        <w:rPr>
          <w:rStyle w:val="libItalicChar"/>
        </w:rPr>
        <w:t>“</w:t>
      </w:r>
      <w:r w:rsidRPr="00E978C2">
        <w:rPr>
          <w:rStyle w:val="libItalicChar"/>
        </w:rPr>
        <w:t>O Lord! You are the nearest one Whom can be requested from; You are the soonest responder, and You are the most gracious in bestowing; Whose gift is the vastest and You hearken the best to what you are asked for. I call to You, O' the Beneficent in this world and the next, and the Merciful in both of them!</w:t>
      </w:r>
      <w:r w:rsidR="00E978C2" w:rsidRPr="00E978C2">
        <w:rPr>
          <w:rStyle w:val="libItalicChar"/>
        </w:rPr>
        <w:t>”</w:t>
      </w:r>
    </w:p>
    <w:p w:rsidR="001C73B9" w:rsidRDefault="001C73B9" w:rsidP="001C73B9">
      <w:pPr>
        <w:pStyle w:val="libNormal"/>
      </w:pPr>
      <w:r>
        <w:t xml:space="preserve">'Arafah Invocation </w:t>
      </w:r>
    </w:p>
    <w:p w:rsidR="001C73B9" w:rsidRDefault="001C73B9" w:rsidP="001C73B9">
      <w:pPr>
        <w:pStyle w:val="libAr"/>
      </w:pPr>
      <w:r>
        <w:rPr>
          <w:rtl/>
        </w:rPr>
        <w:t>52</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اُعطِيَ اَربَعًا لَم يُحرَم اَربَعـًا: مَن اُعطِـيَ الدُّعاءَ لَم يُحـرَمِ الإِجابَةَ, و مَن اُعطِيَ التَّوبَةَ لَم يُحـرَمِ القَبُـولَ, وَ مَـن اُعطِـيَ الاِستِغفارَ لَم يُحـرَمِ المَغفِـرَةَ, وَمَـن اُعطِـيَ الشُّكـرَ لَم يُحرَمِ الزِّيادَةَ</w:t>
      </w:r>
      <w:r>
        <w:t>.</w:t>
      </w:r>
    </w:p>
    <w:p w:rsidR="001C73B9" w:rsidRDefault="001C73B9" w:rsidP="001C73B9">
      <w:pPr>
        <w:pStyle w:val="libAr"/>
      </w:pPr>
      <w:r>
        <w:rPr>
          <w:rFonts w:hint="eastAsia"/>
          <w:rtl/>
        </w:rPr>
        <w:t>نهج</w:t>
      </w:r>
      <w:r>
        <w:rPr>
          <w:rtl/>
        </w:rPr>
        <w:t xml:space="preserve"> البلاغه, الكلمات القصار/135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He who is bestowed four things is not deprived of four things: he who is allowed to pray is not deprived of the response to it; he who is allowed to offer repentance is not deprived of its acceptance; he who is allowed to seek forgiveness is not deprived of forgiveness; and he who is allowed to be grateful is not deprived of furtherance of favours.</w:t>
      </w:r>
      <w:r w:rsidR="00E978C2" w:rsidRPr="00E978C2">
        <w:rPr>
          <w:rStyle w:val="libItalicChar"/>
        </w:rPr>
        <w:t>”</w:t>
      </w:r>
    </w:p>
    <w:p w:rsidR="001C73B9" w:rsidRDefault="001C73B9" w:rsidP="001C73B9">
      <w:pPr>
        <w:pStyle w:val="libNormal"/>
      </w:pPr>
      <w:r>
        <w:t xml:space="preserve">Nahjul Balagha, Saying 135 </w:t>
      </w:r>
    </w:p>
    <w:p w:rsidR="001C73B9" w:rsidRDefault="001C73B9" w:rsidP="001C73B9">
      <w:pPr>
        <w:pStyle w:val="libNormal"/>
      </w:pPr>
      <w:r>
        <w:t>Note:</w:t>
      </w:r>
    </w:p>
    <w:p w:rsidR="001C73B9" w:rsidRDefault="001C73B9" w:rsidP="001C73B9">
      <w:pPr>
        <w:pStyle w:val="libNormal"/>
      </w:pPr>
      <w:r>
        <w:t>The compiler of Nahjul Balagha, as</w:t>
      </w:r>
      <w:r w:rsidR="00D92C09">
        <w:t>-</w:t>
      </w:r>
      <w:r>
        <w:t>Sayyid ar</w:t>
      </w:r>
      <w:r w:rsidR="00D92C09">
        <w:t>-</w:t>
      </w:r>
      <w:r>
        <w:t xml:space="preserve">Radi says: This is confirmed by the Book of Allah. About praying, Allah says: </w:t>
      </w:r>
      <w:r w:rsidR="00E978C2">
        <w:t>“</w:t>
      </w:r>
      <w:r>
        <w:t xml:space="preserve"> Call You to Me, I will answer you' (the Qur'an, 4:60). About forgiveness Allah says: 'And whoever does evil, or wrongs his own self and thereafter seeks the pardon of Allah shall find Allah Oft</w:t>
      </w:r>
      <w:r w:rsidR="00D92C09">
        <w:t>-</w:t>
      </w:r>
      <w:r>
        <w:t xml:space="preserve">Forgiving, Merciful' (the Qur'an, 4:110). About gratefulness He says: 'If you be grateful, I will increase (My favours) to you' (the Qur'an, 14:7). About repentance He says: 'Verily, </w:t>
      </w:r>
      <w:r>
        <w:lastRenderedPageBreak/>
        <w:t>repentance (acceptable) with Allah is only for those who do evil ignorantly and then turn (to Allah) soon (after); these (are those whom) Allah will turn (mercifully) to; and Allah is All</w:t>
      </w:r>
      <w:r w:rsidR="00D92C09">
        <w:t>-</w:t>
      </w:r>
      <w:r>
        <w:t>Knowing, All</w:t>
      </w:r>
      <w:r w:rsidR="00D92C09">
        <w:t>-</w:t>
      </w:r>
      <w:r>
        <w:t>Wise (the Qur'an, 4:17).</w:t>
      </w:r>
    </w:p>
    <w:p w:rsidR="001C73B9" w:rsidRDefault="001C73B9" w:rsidP="001C73B9">
      <w:pPr>
        <w:pStyle w:val="libAr"/>
      </w:pPr>
      <w:r>
        <w:rPr>
          <w:rtl/>
        </w:rPr>
        <w:t>53</w:t>
      </w:r>
      <w:r w:rsidR="00D92C09">
        <w:rPr>
          <w:rtl/>
        </w:rPr>
        <w:t>-</w:t>
      </w:r>
      <w:r>
        <w:t xml:space="preserve"> </w:t>
      </w:r>
      <w:r>
        <w:rPr>
          <w:rtl/>
        </w:rPr>
        <w:t>عَن أَبي عَبدِالله</w:t>
      </w:r>
      <w:r w:rsidR="00525C12">
        <w:rPr>
          <w:rtl/>
        </w:rPr>
        <w:t xml:space="preserve"> </w:t>
      </w:r>
      <w:r w:rsidR="008A02F7">
        <w:rPr>
          <w:rtl/>
        </w:rPr>
        <w:t xml:space="preserve">عليه السلام </w:t>
      </w:r>
      <w:r>
        <w:rPr>
          <w:rtl/>
        </w:rPr>
        <w:t>في رِسالَة طَويلَة</w:t>
      </w:r>
      <w:r>
        <w:t xml:space="preserve"> :</w:t>
      </w:r>
    </w:p>
    <w:p w:rsidR="001C73B9" w:rsidRDefault="001C73B9" w:rsidP="001C73B9">
      <w:pPr>
        <w:pStyle w:val="libAr"/>
      </w:pPr>
      <w:r>
        <w:rPr>
          <w:rFonts w:hint="eastAsia"/>
          <w:rtl/>
        </w:rPr>
        <w:t>وَاللّهُ</w:t>
      </w:r>
      <w:r>
        <w:rPr>
          <w:rtl/>
        </w:rPr>
        <w:t xml:space="preserve"> مُصَيِّرٌ دُعاءَ المُؤمِنينَ يَومَ القِيامَة لَهُم عَمَلاً يَزيدُهُم فِى الجَنَّة</w:t>
      </w:r>
      <w:r>
        <w:t>.</w:t>
      </w:r>
    </w:p>
    <w:p w:rsidR="001C73B9" w:rsidRDefault="001C73B9" w:rsidP="001C73B9">
      <w:pPr>
        <w:pStyle w:val="libAr"/>
      </w:pPr>
      <w:r>
        <w:rPr>
          <w:rFonts w:hint="eastAsia"/>
          <w:rtl/>
        </w:rPr>
        <w:t>بحارالانوار</w:t>
      </w:r>
      <w:r>
        <w:rPr>
          <w:rtl/>
        </w:rPr>
        <w:t>/78/216</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On the Reckoning Day, Allah will count the invocations of believers as some good actions for them and thereby He will promote their position in Heaven.</w:t>
      </w:r>
      <w:r w:rsidR="00E978C2" w:rsidRPr="00E978C2">
        <w:rPr>
          <w:rStyle w:val="libItalicChar"/>
        </w:rPr>
        <w:t>”</w:t>
      </w:r>
    </w:p>
    <w:p w:rsidR="001C73B9" w:rsidRDefault="001C73B9" w:rsidP="001C73B9">
      <w:pPr>
        <w:pStyle w:val="libNormal"/>
      </w:pPr>
      <w:r>
        <w:t>Bihar</w:t>
      </w:r>
      <w:r w:rsidR="00D92C09">
        <w:t>-</w:t>
      </w:r>
      <w:r>
        <w:t>ul</w:t>
      </w:r>
      <w:r w:rsidR="00D92C09">
        <w:t>-</w:t>
      </w:r>
      <w:r>
        <w:t>Anwar, vol. 78, p. 216</w:t>
      </w:r>
    </w:p>
    <w:p w:rsidR="001C73B9" w:rsidRDefault="001C73B9" w:rsidP="001C73B9">
      <w:pPr>
        <w:pStyle w:val="libNormal"/>
      </w:pPr>
      <w:r>
        <w:t xml:space="preserve"> </w:t>
      </w:r>
    </w:p>
    <w:p w:rsidR="001C73B9" w:rsidRDefault="001C73B9" w:rsidP="001C73B9">
      <w:pPr>
        <w:pStyle w:val="libAr"/>
      </w:pPr>
      <w:r>
        <w:rPr>
          <w:rtl/>
        </w:rPr>
        <w:t>54</w:t>
      </w:r>
      <w:r w:rsidR="00D92C09">
        <w:rPr>
          <w:rtl/>
        </w:rPr>
        <w:t>-</w:t>
      </w:r>
      <w:r>
        <w:t xml:space="preserve"> </w:t>
      </w:r>
      <w:r>
        <w:rPr>
          <w:rtl/>
        </w:rPr>
        <w:t xml:space="preserve">قالَ </w:t>
      </w:r>
      <w:r w:rsidR="00525C12">
        <w:rPr>
          <w:rtl/>
        </w:rPr>
        <w:t xml:space="preserve">الاِمامُ </w:t>
      </w:r>
      <w:r>
        <w:rPr>
          <w:rtl/>
        </w:rPr>
        <w:t>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داوُوا</w:t>
      </w:r>
      <w:r>
        <w:rPr>
          <w:rtl/>
        </w:rPr>
        <w:t xml:space="preserve"> مَرضاكُم بِالصَّدَقَة وَادفَعُوا اَبوابَ البَلاءِ بِالدُّعاءِ</w:t>
      </w:r>
      <w:r>
        <w:t>.</w:t>
      </w:r>
    </w:p>
    <w:p w:rsidR="001C73B9" w:rsidRDefault="001C73B9" w:rsidP="001C73B9">
      <w:pPr>
        <w:pStyle w:val="libAr"/>
      </w:pPr>
      <w:r>
        <w:rPr>
          <w:rFonts w:hint="eastAsia"/>
          <w:rtl/>
        </w:rPr>
        <w:t>التهذيب</w:t>
      </w:r>
      <w:r>
        <w:rPr>
          <w:rtl/>
        </w:rPr>
        <w:t>/4/112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Treat your ailments with charity and repel varieties of affliction by invocation.</w:t>
      </w:r>
      <w:r w:rsidR="00E978C2" w:rsidRPr="00E978C2">
        <w:rPr>
          <w:rStyle w:val="libItalicChar"/>
        </w:rPr>
        <w:t>”</w:t>
      </w:r>
    </w:p>
    <w:p w:rsidR="001C73B9" w:rsidRDefault="001C73B9" w:rsidP="001C73B9">
      <w:pPr>
        <w:pStyle w:val="libNormal"/>
      </w:pPr>
      <w:r>
        <w:t>At</w:t>
      </w:r>
      <w:r w:rsidR="00D92C09">
        <w:t>-</w:t>
      </w:r>
      <w:r>
        <w:t xml:space="preserve">Tahthib, vol. 4, p.112 </w:t>
      </w:r>
    </w:p>
    <w:p w:rsidR="001C73B9" w:rsidRDefault="001C73B9" w:rsidP="001C73B9">
      <w:pPr>
        <w:pStyle w:val="libAr"/>
      </w:pPr>
      <w:r>
        <w:rPr>
          <w:rtl/>
        </w:rPr>
        <w:t>55</w:t>
      </w:r>
      <w:r w:rsidR="00D92C09">
        <w:rPr>
          <w:rtl/>
        </w:rPr>
        <w:t>-</w:t>
      </w:r>
      <w:r>
        <w:t xml:space="preserve"> </w:t>
      </w:r>
      <w:r>
        <w:rPr>
          <w:rtl/>
        </w:rPr>
        <w:t xml:space="preserve">قالَ </w:t>
      </w:r>
      <w:r w:rsidR="00525C12">
        <w:rPr>
          <w:rtl/>
        </w:rPr>
        <w:t xml:space="preserve">الاِمامُ </w:t>
      </w:r>
      <w:r>
        <w:rPr>
          <w:rtl/>
        </w:rPr>
        <w:t>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سَلْ</w:t>
      </w:r>
      <w:r>
        <w:rPr>
          <w:rtl/>
        </w:rPr>
        <w:t xml:space="preserve"> حاجَتَكَ وَ اَلِحَّ فِى الطَّلَبِ فَاِنَّ اللّه يُحِبُّ اِلحاحَ المُلِحّينَ مِن عِبادِهِ المُؤمِنينَ</w:t>
      </w:r>
    </w:p>
    <w:p w:rsidR="001C73B9" w:rsidRDefault="001C73B9" w:rsidP="001C73B9">
      <w:pPr>
        <w:pStyle w:val="libAr"/>
      </w:pPr>
      <w:r>
        <w:rPr>
          <w:rFonts w:hint="eastAsia"/>
          <w:rtl/>
        </w:rPr>
        <w:t>وسائل</w:t>
      </w:r>
      <w:r>
        <w:rPr>
          <w:rtl/>
        </w:rPr>
        <w:t xml:space="preserve"> الشيعه/7/60</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Ask (Allah) for your requisite and insist on demanding because Allah likes the persistence of the insisting believers of His servants.</w:t>
      </w:r>
      <w:r w:rsidR="00E978C2" w:rsidRPr="00E978C2">
        <w:rPr>
          <w:rStyle w:val="libItalicChar"/>
        </w:rPr>
        <w:t>”</w:t>
      </w:r>
    </w:p>
    <w:p w:rsidR="001C73B9" w:rsidRDefault="001C73B9" w:rsidP="001C73B9">
      <w:pPr>
        <w:pStyle w:val="libNormal"/>
      </w:pPr>
      <w:r>
        <w:t>Wasa'il</w:t>
      </w:r>
      <w:r w:rsidR="00D92C09">
        <w:t>-</w:t>
      </w:r>
      <w:r>
        <w:t>ush</w:t>
      </w:r>
      <w:r w:rsidR="00D92C09">
        <w:t>-</w:t>
      </w:r>
      <w:r>
        <w:t xml:space="preserve">Shi'ah,voI. 7, p. 60 </w:t>
      </w:r>
    </w:p>
    <w:p w:rsidR="001C73B9" w:rsidRDefault="001C73B9" w:rsidP="001C73B9">
      <w:pPr>
        <w:pStyle w:val="libAr"/>
      </w:pPr>
      <w:r>
        <w:rPr>
          <w:rtl/>
        </w:rPr>
        <w:t>56</w:t>
      </w:r>
      <w:r w:rsidR="00D92C09">
        <w:rPr>
          <w:rtl/>
        </w:rPr>
        <w:t>-</w:t>
      </w:r>
      <w:r>
        <w:t xml:space="preserve"> </w:t>
      </w:r>
      <w:r>
        <w:rPr>
          <w:rtl/>
        </w:rPr>
        <w:t xml:space="preserve">قالَ </w:t>
      </w:r>
      <w:r w:rsidR="00525C12">
        <w:rPr>
          <w:rtl/>
        </w:rPr>
        <w:t xml:space="preserve">الاِمامُ </w:t>
      </w:r>
      <w:r>
        <w:rPr>
          <w:rtl/>
        </w:rPr>
        <w:t>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عَلَيكُم</w:t>
      </w:r>
      <w:r>
        <w:rPr>
          <w:rtl/>
        </w:rPr>
        <w:t xml:space="preserve"> بِالدُّعاءِ فَاِنَّكُم لا تُقَرَّبُونَ بِمِثلِهِ</w:t>
      </w:r>
      <w:r>
        <w:t>.</w:t>
      </w:r>
    </w:p>
    <w:p w:rsidR="001C73B9" w:rsidRDefault="001C73B9" w:rsidP="001C73B9">
      <w:pPr>
        <w:pStyle w:val="libAr"/>
      </w:pPr>
      <w:r>
        <w:rPr>
          <w:rFonts w:hint="eastAsia"/>
          <w:rtl/>
        </w:rPr>
        <w:t>الكافي</w:t>
      </w:r>
      <w:r>
        <w:rPr>
          <w:rtl/>
        </w:rPr>
        <w:t>/2/467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I recommend you to invocation, because you can not get nigh to Allah by any means like it.</w:t>
      </w:r>
      <w:r w:rsidR="00E978C2" w:rsidRPr="00E978C2">
        <w:rPr>
          <w:rStyle w:val="libItalicChar"/>
        </w:rPr>
        <w:t>”</w:t>
      </w:r>
    </w:p>
    <w:p w:rsidR="001C73B9" w:rsidRDefault="001C73B9" w:rsidP="001C73B9">
      <w:pPr>
        <w:pStyle w:val="libNormal"/>
      </w:pPr>
      <w:r>
        <w:t>Al</w:t>
      </w:r>
      <w:r w:rsidR="00D92C09">
        <w:t>-</w:t>
      </w:r>
      <w:r>
        <w:t xml:space="preserve">Kafi, vol. 2, p. 467 </w:t>
      </w:r>
    </w:p>
    <w:p w:rsidR="001C73B9" w:rsidRDefault="001C73B9" w:rsidP="001C73B9">
      <w:pPr>
        <w:pStyle w:val="libAr"/>
      </w:pPr>
      <w:r>
        <w:rPr>
          <w:rtl/>
        </w:rPr>
        <w:t>57</w:t>
      </w:r>
      <w:r w:rsidR="00D92C09">
        <w:rPr>
          <w:rtl/>
        </w:rPr>
        <w:t>-</w:t>
      </w:r>
      <w:r>
        <w:t xml:space="preserve"> </w:t>
      </w:r>
      <w:r>
        <w:rPr>
          <w:rtl/>
        </w:rPr>
        <w:t xml:space="preserve">قالَ </w:t>
      </w:r>
      <w:r w:rsidR="00525C12">
        <w:rPr>
          <w:rtl/>
        </w:rPr>
        <w:t xml:space="preserve">الاِمامُ </w:t>
      </w:r>
      <w:r>
        <w:rPr>
          <w:rtl/>
        </w:rPr>
        <w:t>اَميرُالمُومنينَ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رُبَّما</w:t>
      </w:r>
      <w:r>
        <w:rPr>
          <w:rtl/>
        </w:rPr>
        <w:t xml:space="preserve"> سَأَلتَ الشَّيئَ فَلَم تُعطَهُ وَ اُعطيتَ خَيراً مِنهُ</w:t>
      </w:r>
      <w:r>
        <w:t>.</w:t>
      </w:r>
    </w:p>
    <w:p w:rsidR="001C73B9" w:rsidRDefault="001C73B9" w:rsidP="001C73B9">
      <w:pPr>
        <w:pStyle w:val="libAr"/>
      </w:pPr>
      <w:r>
        <w:rPr>
          <w:rFonts w:hint="eastAsia"/>
          <w:rtl/>
        </w:rPr>
        <w:t>غررالحكم</w:t>
      </w:r>
      <w:r>
        <w:rPr>
          <w:rtl/>
        </w:rPr>
        <w:t>/185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It may happen that you ask (Allah) for something and He does not give it to you in order to endow you with (something) of better quality (later).</w:t>
      </w:r>
      <w:r w:rsidR="00E978C2" w:rsidRPr="00E978C2">
        <w:rPr>
          <w:rStyle w:val="libItalicChar"/>
        </w:rPr>
        <w:t>”</w:t>
      </w:r>
    </w:p>
    <w:p w:rsidR="001C73B9" w:rsidRDefault="001C73B9" w:rsidP="001C73B9">
      <w:pPr>
        <w:pStyle w:val="libNormal"/>
      </w:pPr>
      <w:r>
        <w:t>Ghurar</w:t>
      </w:r>
      <w:r w:rsidR="00D92C09">
        <w:t>-</w:t>
      </w:r>
      <w:r>
        <w:t>ul</w:t>
      </w:r>
      <w:r w:rsidR="00D92C09">
        <w:t>-</w:t>
      </w:r>
      <w:r>
        <w:t xml:space="preserve">Hikam, p.185 </w:t>
      </w:r>
    </w:p>
    <w:p w:rsidR="001C73B9" w:rsidRDefault="001C73B9" w:rsidP="001C73B9">
      <w:pPr>
        <w:pStyle w:val="libNormal"/>
      </w:pPr>
      <w:r>
        <w:lastRenderedPageBreak/>
        <w:br w:type="page"/>
      </w:r>
    </w:p>
    <w:p w:rsidR="001C73B9" w:rsidRDefault="001C73B9" w:rsidP="001C73B9">
      <w:pPr>
        <w:pStyle w:val="Heading1Center"/>
      </w:pPr>
      <w:bookmarkStart w:id="13" w:name="_Toc444518212"/>
      <w:r>
        <w:lastRenderedPageBreak/>
        <w:t>AHLUL BAYT</w:t>
      </w:r>
      <w:bookmarkEnd w:id="13"/>
    </w:p>
    <w:p w:rsidR="001C73B9" w:rsidRDefault="001C73B9" w:rsidP="001C73B9">
      <w:pPr>
        <w:pStyle w:val="libAr"/>
      </w:pPr>
      <w:r>
        <w:rPr>
          <w:rtl/>
        </w:rPr>
        <w:t>58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مَثَلُ</w:t>
      </w:r>
      <w:r>
        <w:rPr>
          <w:rtl/>
        </w:rPr>
        <w:t xml:space="preserve"> أَهلِ بَيتي في اُمَّتي مَثَلُ سَفينَة نُوحٍ مَن رَكِبَها نَجا وَ مَن رَغِبَ عَنها هَلَكَ</w:t>
      </w:r>
      <w:r>
        <w:t>.</w:t>
      </w:r>
    </w:p>
    <w:p w:rsidR="001C73B9" w:rsidRDefault="001C73B9" w:rsidP="001C73B9">
      <w:pPr>
        <w:pStyle w:val="libAr"/>
      </w:pPr>
      <w:r>
        <w:rPr>
          <w:rFonts w:hint="eastAsia"/>
          <w:rtl/>
        </w:rPr>
        <w:t>بحار</w:t>
      </w:r>
      <w:r>
        <w:rPr>
          <w:rtl/>
        </w:rPr>
        <w:t xml:space="preserve"> الأنوار/27/113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likeness of my Ahlul</w:t>
      </w:r>
      <w:r w:rsidR="00D92C09" w:rsidRPr="00E978C2">
        <w:rPr>
          <w:rStyle w:val="libItalicChar"/>
        </w:rPr>
        <w:t>-</w:t>
      </w:r>
      <w:r w:rsidRPr="00E978C2">
        <w:rPr>
          <w:rStyle w:val="libItalicChar"/>
        </w:rPr>
        <w:t>Bayt (progeny) amongst my Ummah (followers) is similar to Noah's Ark. Those who embarked on it were rescued and those who rejected it perished....</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27, p. 113 </w:t>
      </w:r>
    </w:p>
    <w:p w:rsidR="001C73B9" w:rsidRDefault="001C73B9" w:rsidP="001C73B9">
      <w:pPr>
        <w:pStyle w:val="libAr"/>
      </w:pPr>
      <w:r>
        <w:rPr>
          <w:rtl/>
        </w:rPr>
        <w:t>59</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حَديثَنا يُحيِى القُلُوبَ</w:t>
      </w:r>
      <w:r>
        <w:t>.</w:t>
      </w:r>
    </w:p>
    <w:p w:rsidR="001C73B9" w:rsidRDefault="001C73B9" w:rsidP="001C73B9">
      <w:pPr>
        <w:pStyle w:val="libAr"/>
      </w:pPr>
      <w:r>
        <w:rPr>
          <w:rFonts w:hint="eastAsia"/>
          <w:rtl/>
        </w:rPr>
        <w:t>بحار</w:t>
      </w:r>
      <w:r>
        <w:rPr>
          <w:rtl/>
        </w:rPr>
        <w:t xml:space="preserve"> الأنوار/2/144</w:t>
      </w:r>
    </w:p>
    <w:p w:rsidR="001C73B9" w:rsidRDefault="001C73B9" w:rsidP="001C73B9">
      <w:pPr>
        <w:pStyle w:val="libNormal"/>
      </w:pPr>
      <w:r>
        <w:t xml:space="preserve">Imam Baqir, the fifth Imam, [a.s.] said: </w:t>
      </w:r>
      <w:r w:rsidR="00E978C2" w:rsidRPr="00E978C2">
        <w:rPr>
          <w:rStyle w:val="libItalicChar"/>
        </w:rPr>
        <w:t>“</w:t>
      </w:r>
      <w:r w:rsidRPr="00E978C2">
        <w:rPr>
          <w:rStyle w:val="libItalicChar"/>
        </w:rPr>
        <w:t>Our traditions (Ahlul</w:t>
      </w:r>
      <w:r w:rsidR="00D92C09" w:rsidRPr="00E978C2">
        <w:rPr>
          <w:rStyle w:val="libItalicChar"/>
        </w:rPr>
        <w:t>-</w:t>
      </w:r>
      <w:r w:rsidRPr="00E978C2">
        <w:rPr>
          <w:rStyle w:val="libItalicChar"/>
        </w:rPr>
        <w:t>Bayt) survive in the hearts.</w:t>
      </w:r>
      <w:r w:rsidR="00E978C2" w:rsidRPr="00E978C2">
        <w:rPr>
          <w:rStyle w:val="libItalicChar"/>
        </w:rPr>
        <w:t>”</w:t>
      </w:r>
    </w:p>
    <w:p w:rsidR="001C73B9" w:rsidRDefault="001C73B9" w:rsidP="001C73B9">
      <w:pPr>
        <w:pStyle w:val="libNormal"/>
      </w:pPr>
      <w:r>
        <w:t>Bihar</w:t>
      </w:r>
      <w:r w:rsidR="00D92C09">
        <w:t>-</w:t>
      </w:r>
      <w:r>
        <w:t>ul</w:t>
      </w:r>
      <w:r w:rsidR="00D92C09">
        <w:t>-</w:t>
      </w:r>
      <w:r>
        <w:t>Anwar, vol. 2, p. 144</w:t>
      </w:r>
    </w:p>
    <w:p w:rsidR="001C73B9" w:rsidRDefault="001C73B9" w:rsidP="001C73B9">
      <w:pPr>
        <w:pStyle w:val="libAr"/>
      </w:pPr>
      <w:r>
        <w:rPr>
          <w:rtl/>
        </w:rPr>
        <w:t>60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زَيِّنُوا</w:t>
      </w:r>
      <w:r>
        <w:rPr>
          <w:rtl/>
        </w:rPr>
        <w:t xml:space="preserve"> مَجالِسَكُم بِذِكرِ عَلِىِّ بنِ أَبي طالِبٍ</w:t>
      </w:r>
      <w:r>
        <w:t>.</w:t>
      </w:r>
    </w:p>
    <w:p w:rsidR="001C73B9" w:rsidRDefault="001C73B9" w:rsidP="001C73B9">
      <w:pPr>
        <w:pStyle w:val="libAr"/>
      </w:pPr>
      <w:r>
        <w:rPr>
          <w:rFonts w:hint="eastAsia"/>
          <w:rtl/>
        </w:rPr>
        <w:t>بحار</w:t>
      </w:r>
      <w:r>
        <w:rPr>
          <w:rtl/>
        </w:rPr>
        <w:t xml:space="preserve"> الأنوار/38/199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Make your gatherings lively with the remembrance of Ali</w:t>
      </w:r>
      <w:r w:rsidR="00D92C09" w:rsidRPr="00E978C2">
        <w:rPr>
          <w:rStyle w:val="libItalicChar"/>
        </w:rPr>
        <w:t>-</w:t>
      </w:r>
      <w:r w:rsidRPr="00E978C2">
        <w:rPr>
          <w:rStyle w:val="libItalicChar"/>
        </w:rPr>
        <w:t>ibn</w:t>
      </w:r>
      <w:r w:rsidR="00D92C09" w:rsidRPr="00E978C2">
        <w:rPr>
          <w:rStyle w:val="libItalicChar"/>
        </w:rPr>
        <w:t>-</w:t>
      </w:r>
      <w:r w:rsidRPr="00E978C2">
        <w:rPr>
          <w:rStyle w:val="libItalicChar"/>
        </w:rPr>
        <w:t>Abi</w:t>
      </w:r>
      <w:r w:rsidR="00D92C09" w:rsidRPr="00E978C2">
        <w:rPr>
          <w:rStyle w:val="libItalicChar"/>
        </w:rPr>
        <w:t>-</w:t>
      </w:r>
      <w:r w:rsidRPr="00E978C2">
        <w:rPr>
          <w:rStyle w:val="libItalicChar"/>
        </w:rPr>
        <w:t>Talib.</w:t>
      </w:r>
      <w:r w:rsidR="00E978C2" w:rsidRPr="00E978C2">
        <w:rPr>
          <w:rStyle w:val="libItalicChar"/>
        </w:rPr>
        <w:t>”</w:t>
      </w:r>
      <w:r>
        <w:t xml:space="preserve"> (Talk about the excellencies of Ali [a.s.]).</w:t>
      </w:r>
    </w:p>
    <w:p w:rsidR="001C73B9" w:rsidRDefault="001C73B9" w:rsidP="001C73B9">
      <w:pPr>
        <w:pStyle w:val="libNormal"/>
      </w:pPr>
      <w:r>
        <w:t>Bihar</w:t>
      </w:r>
      <w:r w:rsidR="00D92C09">
        <w:t>-</w:t>
      </w:r>
      <w:r>
        <w:t>ul</w:t>
      </w:r>
      <w:r w:rsidR="00D92C09">
        <w:t>-</w:t>
      </w:r>
      <w:r>
        <w:t>Anwar, vol. 38, p. 199</w:t>
      </w:r>
    </w:p>
    <w:p w:rsidR="001C73B9" w:rsidRDefault="001C73B9" w:rsidP="001C73B9">
      <w:pPr>
        <w:pStyle w:val="libAr"/>
      </w:pPr>
      <w:r>
        <w:rPr>
          <w:rtl/>
        </w:rPr>
        <w:t>61</w:t>
      </w:r>
      <w:r w:rsidR="00D92C09">
        <w:rPr>
          <w:rtl/>
        </w:rPr>
        <w:t>-</w:t>
      </w:r>
      <w:r>
        <w:t xml:space="preserve">  </w:t>
      </w:r>
      <w:r>
        <w:rPr>
          <w:rtl/>
        </w:rPr>
        <w:t>فِي  إِكمالِ الدّينِ في حَديثٍ عَن جابِرِ الجُعفيِّ عَن جابِرِبنِ عَبـدِالله الأنصاريِّ قالَ: قُلـتُ: يا رَسُـولَ الله عَرَفنْاَ اللّهَ وَ رَسُولَهُ، فَمَن اُولُوا الأمـرِ الّذي ـنَ قَرَنَ اللّه طاعَتَهُـم بِطاعتك فَقالَصل</w:t>
      </w:r>
      <w:r>
        <w:rPr>
          <w:rFonts w:hint="cs"/>
          <w:rtl/>
        </w:rPr>
        <w:t>ی</w:t>
      </w:r>
      <w:r>
        <w:rPr>
          <w:rtl/>
        </w:rPr>
        <w:t xml:space="preserve"> الله</w:t>
      </w:r>
      <w:r w:rsidR="00525C12">
        <w:rPr>
          <w:rtl/>
        </w:rPr>
        <w:t xml:space="preserve"> عليه</w:t>
      </w:r>
      <w:r>
        <w:rPr>
          <w:rtl/>
        </w:rPr>
        <w:t xml:space="preserve"> و آله و سلمهُم خُ</w:t>
      </w:r>
      <w:r>
        <w:rPr>
          <w:rFonts w:hint="eastAsia"/>
          <w:rtl/>
        </w:rPr>
        <w:t>لَفائي</w:t>
      </w:r>
      <w:r>
        <w:rPr>
          <w:rtl/>
        </w:rPr>
        <w:t xml:space="preserve"> يا جابِرُ، وَ اَئِمَّة المُسلِميـنَ مِن بَعـدي أَوَّلُهُم عَلِيُّ بنُ اَبي طالِبٍ، ثُمَّ الحَسَنُ وَ الحُسَينُ، ثُمَّ عَلِيُّ بـنُ الحُسَينِ، ثُمَّ مُحَمَّدُ بـنُ عَلِىٍّ اَلمَعـرُوفُ  فِي  التَّـوراة بِالباقِـرِ، وسَتُدرِكُهُ يا جابِرُ، فَإذا لَقَي</w:t>
      </w:r>
      <w:r>
        <w:rPr>
          <w:rFonts w:hint="eastAsia"/>
          <w:rtl/>
        </w:rPr>
        <w:t>تَهُ</w:t>
      </w:r>
      <w:r>
        <w:rPr>
          <w:rtl/>
        </w:rPr>
        <w:t xml:space="preserve"> فَاقرَأْهُ مِنِّى السَّـلامَ، ثُمَّ الصَّادِقُ جَعفَرُ بنُ مُحَمَّدٍ، ثُمَّ مُوسَى بنُ جَعفَرٍ، ثُمَّ عَلِيُّ بنُ مُوسى، ثُـمَّ مُحَمَّدُ بنُ عَلِىٍّ، ثُمَّ عَليُّ بنُ مُحَمَّدٍ، ثُمَّ الحَسَـنُ بنُ عَلِـىٍّ، ثُـمَّ سَمِيّي وَ كَنِيّي حُجَّة الله في أ</w:t>
      </w:r>
      <w:r>
        <w:rPr>
          <w:rFonts w:hint="eastAsia"/>
          <w:rtl/>
        </w:rPr>
        <w:t>َرضِهِ،</w:t>
      </w:r>
      <w:r>
        <w:rPr>
          <w:rtl/>
        </w:rPr>
        <w:t xml:space="preserve"> وَ بَقِيَّتُـهُ في عِبادِهِ اِبـنُ الحَسَنِ بن عَلِىٍّ، ذاكَ الّذي  يَفتَحُ اللّه تَعالى ذِكـرُهُ عَلى  يَدَيـهِ مَشَارِقَ الأرضِ وَ مَغارِبَه، ذاكَ الّذي  يَغيـبُ عَـن شيعَتِـهِ وَ اَولِيائـِهِ غَيبَةً لا يَثبُتُ فِيها عَلَى القَولِ بِاِمامَتِهِ ل</w:t>
      </w:r>
      <w:r>
        <w:rPr>
          <w:rFonts w:hint="eastAsia"/>
          <w:rtl/>
        </w:rPr>
        <w:t>ا</w:t>
      </w:r>
      <w:r>
        <w:rPr>
          <w:rtl/>
        </w:rPr>
        <w:t xml:space="preserve"> مَنِ امتَحَنَ اللّه قَلبَهُ لِلاِيمانِ قالَ جابِرٌ، فَقُلتُ لَهُ: يا رَسُولَ الله فَهَـل يَقَـعُ لِشيعَتِـهِ اَلاِنتِفاعُ بِهِ في غَيبَتِهِ، فَقالَ </w:t>
      </w:r>
      <w:r>
        <w:rPr>
          <w:rtl/>
        </w:rPr>
        <w:lastRenderedPageBreak/>
        <w:t>إي وَالّذي بَعَثَني بِالنّبُوَّة اِنَّهُم يَستَضيؤُونَ بِنُورِهِ وَ يَنتَفِعُونَ بِوِلايَتِهِ في غَيبَتِهِ كَاِنتِفاعِ النّاسِ بِالشَّمسِ وَ اِن تَجَلَّلَها سَحابٌ</w:t>
      </w:r>
      <w:r>
        <w:t xml:space="preserve"> .</w:t>
      </w:r>
    </w:p>
    <w:p w:rsidR="001C73B9" w:rsidRDefault="001C73B9" w:rsidP="001C73B9">
      <w:pPr>
        <w:pStyle w:val="libAr"/>
      </w:pPr>
      <w:r>
        <w:rPr>
          <w:rFonts w:hint="eastAsia"/>
          <w:rtl/>
        </w:rPr>
        <w:t>اكمال</w:t>
      </w:r>
      <w:r>
        <w:rPr>
          <w:rtl/>
        </w:rPr>
        <w:t xml:space="preserve"> الدّين/1/253</w:t>
      </w:r>
    </w:p>
    <w:p w:rsidR="001C73B9" w:rsidRDefault="001C73B9" w:rsidP="001C73B9">
      <w:pPr>
        <w:pStyle w:val="libNormal"/>
      </w:pPr>
      <w:r>
        <w:t>In 'Ikmal</w:t>
      </w:r>
      <w:r w:rsidR="00D92C09">
        <w:t>-</w:t>
      </w:r>
      <w:r>
        <w:t>ud</w:t>
      </w:r>
      <w:r w:rsidR="00D92C09">
        <w:t>-</w:t>
      </w:r>
      <w:r>
        <w:t>Din' a tradition, through 'Jabir</w:t>
      </w:r>
      <w:r w:rsidR="00D92C09">
        <w:t>-</w:t>
      </w:r>
      <w:r>
        <w:t>il</w:t>
      </w:r>
      <w:r w:rsidR="00D92C09">
        <w:t>-</w:t>
      </w:r>
      <w:r>
        <w:t>Ju'fi', is narrated from 'Jabir</w:t>
      </w:r>
      <w:r w:rsidR="00D92C09">
        <w:t>-</w:t>
      </w:r>
      <w:r>
        <w:t>ibn</w:t>
      </w:r>
      <w:r w:rsidR="00D92C09">
        <w:t>-</w:t>
      </w:r>
      <w:r>
        <w:t xml:space="preserve">'Abdillah' thus: </w:t>
      </w:r>
      <w:r w:rsidR="00E978C2" w:rsidRPr="00E978C2">
        <w:rPr>
          <w:rStyle w:val="libItalicChar"/>
        </w:rPr>
        <w:t>“</w:t>
      </w:r>
      <w:r w:rsidRPr="00E978C2">
        <w:rPr>
          <w:rStyle w:val="libItalicChar"/>
        </w:rPr>
        <w:t>I said: 'O Messenger of Allah we have known Allah and His Apostle; then who is 'Ulul</w:t>
      </w:r>
      <w:r w:rsidR="00D92C09" w:rsidRPr="00E978C2">
        <w:rPr>
          <w:rStyle w:val="libItalicChar"/>
        </w:rPr>
        <w:t>-</w:t>
      </w:r>
      <w:r w:rsidRPr="00E978C2">
        <w:rPr>
          <w:rStyle w:val="libItalicChar"/>
        </w:rPr>
        <w:t>Amr', those that Allah has made their obedience the same as your obedience?' Then, the Prophet (p.h.u.h.) said: 'O' Jabir! They are, after me, my successors and the guides of Muslims; the first of them is Ali ibn Abi Talib; then (Imam) Hassan, and (Imam) Husayn; then Ali ibn Husayn; then Mohammad ibn Ali; known in the Turah as Baqir, whom you will see, O' Jabir! When you visit him, give my regards to him. After him, there is Sadiq, Ja'far ibn Muhammad; and after him Musa ibn Ja'far; then Ali ibn Musa; then Muhammad ibn Ali; then Ali ibn Muhammad, then Hassan ibn Ali; and after him (there comes) Al</w:t>
      </w:r>
      <w:r w:rsidR="00D92C09" w:rsidRPr="00E978C2">
        <w:rPr>
          <w:rStyle w:val="libItalicChar"/>
        </w:rPr>
        <w:t>-</w:t>
      </w:r>
      <w:r w:rsidRPr="00E978C2">
        <w:rPr>
          <w:rStyle w:val="libItalicChar"/>
        </w:rPr>
        <w:t>Qaim, whose name and epithet is the same as mine. He is Allah's Authority on the Earth and His Remainder amongst His servants. He is the son of (Imam) Hassan</w:t>
      </w:r>
      <w:r w:rsidR="00D92C09" w:rsidRPr="00E978C2">
        <w:rPr>
          <w:rStyle w:val="libItalicChar"/>
        </w:rPr>
        <w:t>-</w:t>
      </w:r>
      <w:r w:rsidRPr="00E978C2">
        <w:rPr>
          <w:rStyle w:val="libItalicChar"/>
        </w:rPr>
        <w:t>ibn</w:t>
      </w:r>
      <w:r w:rsidR="00D92C09" w:rsidRPr="00E978C2">
        <w:rPr>
          <w:rStyle w:val="libItalicChar"/>
        </w:rPr>
        <w:t>-</w:t>
      </w:r>
      <w:r w:rsidRPr="00E978C2">
        <w:rPr>
          <w:rStyle w:val="libItalicChar"/>
        </w:rPr>
        <w:t>Ali (al</w:t>
      </w:r>
      <w:r w:rsidR="00D92C09" w:rsidRPr="00E978C2">
        <w:rPr>
          <w:rStyle w:val="libItalicChar"/>
        </w:rPr>
        <w:t>-</w:t>
      </w:r>
      <w:r w:rsidRPr="00E978C2">
        <w:rPr>
          <w:rStyle w:val="libItalicChar"/>
        </w:rPr>
        <w:t>'Askari). This is the very personality by whose hands Allah will open the Easts and Wests of the worlds and this is the very personality who will be absent from his followers and those who love him, in which his mastership cannot be proved by a statement of anyone except for the one whose heart Allah tests for Faith.</w:t>
      </w:r>
      <w:r w:rsidR="00E978C2" w:rsidRPr="00E978C2">
        <w:rPr>
          <w:rStyle w:val="libItalicChar"/>
        </w:rPr>
        <w:t>”</w:t>
      </w:r>
    </w:p>
    <w:p w:rsidR="001C73B9" w:rsidRDefault="001C73B9" w:rsidP="001C73B9">
      <w:pPr>
        <w:pStyle w:val="libNormal"/>
      </w:pPr>
      <w:r>
        <w:t xml:space="preserve">Jabir said: </w:t>
      </w:r>
      <w:r w:rsidR="00E978C2">
        <w:t>“</w:t>
      </w:r>
      <w:r>
        <w:t>I asked him: 'O' Messenger of Allah will his followers avail of him during his occultation?' He answered: 'Yes. By the One Who appointed me to prophethood, they will seek brightness from his light and will avail by devotion in his absence the same as the availing of people from the (glow of) sun when clouds cover it...'</w:t>
      </w:r>
    </w:p>
    <w:p w:rsidR="001C73B9" w:rsidRDefault="001C73B9" w:rsidP="001C73B9">
      <w:pPr>
        <w:pStyle w:val="libNormal"/>
      </w:pPr>
      <w:r>
        <w:t>(Ikmal</w:t>
      </w:r>
      <w:r w:rsidR="00D92C09">
        <w:t>-</w:t>
      </w:r>
      <w:r>
        <w:t>ud</w:t>
      </w:r>
      <w:r w:rsidR="00D92C09">
        <w:t>-</w:t>
      </w:r>
      <w:r>
        <w:t>Din, vol. 1, p. 253, with nearly similar meaning in Yanabir</w:t>
      </w:r>
      <w:r w:rsidR="00D92C09">
        <w:t>-</w:t>
      </w:r>
      <w:r>
        <w:t>ul</w:t>
      </w:r>
      <w:r w:rsidR="00D92C09">
        <w:t>-</w:t>
      </w:r>
      <w:r>
        <w:t>Mawaddah, p. 117)</w:t>
      </w:r>
    </w:p>
    <w:p w:rsidR="001C73B9" w:rsidRDefault="001C73B9" w:rsidP="001C73B9">
      <w:pPr>
        <w:pStyle w:val="libNormal"/>
      </w:pPr>
      <w:r>
        <w:t xml:space="preserve"> </w:t>
      </w:r>
    </w:p>
    <w:p w:rsidR="001C73B9" w:rsidRDefault="001C73B9" w:rsidP="001C73B9">
      <w:pPr>
        <w:pStyle w:val="libAr"/>
      </w:pPr>
      <w:r>
        <w:rPr>
          <w:rtl/>
        </w:rPr>
        <w:t>62</w:t>
      </w:r>
      <w:r w:rsidR="00D92C09">
        <w:rPr>
          <w:rtl/>
        </w:rPr>
        <w:t>-</w:t>
      </w:r>
      <w:r>
        <w:t xml:space="preserve"> </w:t>
      </w:r>
      <w:r>
        <w:rPr>
          <w:rtl/>
        </w:rPr>
        <w:t>قالَ مالِكُ بنُ أَنَسٍ عَن فَضلِ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مَا</w:t>
      </w:r>
      <w:r>
        <w:rPr>
          <w:rtl/>
        </w:rPr>
        <w:t xml:space="preserve"> رَأت عَينٌ وَ لا سَمِعَت اُذُنٌ وَ لا خَطَرَ عَلى قَلبِ بَشَرٍ أَفضَـلُ مِن جَعفَرٍ الصّادِقِ فَضلاً وَ عِلماً وَ عِبادَة وَ وَرَع</w:t>
      </w:r>
      <w:r>
        <w:t>.</w:t>
      </w:r>
    </w:p>
    <w:p w:rsidR="001C73B9" w:rsidRDefault="001C73B9" w:rsidP="001C73B9">
      <w:pPr>
        <w:pStyle w:val="libAr"/>
      </w:pPr>
      <w:r>
        <w:rPr>
          <w:rFonts w:hint="eastAsia"/>
          <w:rtl/>
        </w:rPr>
        <w:t>بحار</w:t>
      </w:r>
      <w:r>
        <w:rPr>
          <w:rtl/>
        </w:rPr>
        <w:t xml:space="preserve"> الأنوار/47/28</w:t>
      </w:r>
    </w:p>
    <w:p w:rsidR="001C73B9" w:rsidRDefault="001C73B9" w:rsidP="001C73B9">
      <w:pPr>
        <w:pStyle w:val="libNormal"/>
      </w:pPr>
      <w:r>
        <w:t>Malik</w:t>
      </w:r>
      <w:r w:rsidR="00D92C09">
        <w:t>-</w:t>
      </w:r>
      <w:r>
        <w:t>ibn</w:t>
      </w:r>
      <w:r w:rsidR="00D92C09">
        <w:t>-</w:t>
      </w:r>
      <w:r>
        <w:t xml:space="preserve">Anas said about the virtue of Imam Sadiq [a.s.]: </w:t>
      </w:r>
      <w:r w:rsidR="00E978C2" w:rsidRPr="00E978C2">
        <w:rPr>
          <w:rStyle w:val="libItalicChar"/>
        </w:rPr>
        <w:t>“</w:t>
      </w:r>
      <w:r w:rsidRPr="00E978C2">
        <w:rPr>
          <w:rStyle w:val="libItalicChar"/>
        </w:rPr>
        <w:t>No eye has ever seen, no ear has ever heard, and no heart (soul) has ever been striken that there can (contemporaneously) be anybody higher than (Imam) Ja'far Sadiq [a.s.] from the point of virtue, knowledge, worship, and piety.</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47, p. 28 </w:t>
      </w:r>
    </w:p>
    <w:p w:rsidR="001C73B9" w:rsidRDefault="001C73B9" w:rsidP="001C73B9">
      <w:pPr>
        <w:pStyle w:val="libAr"/>
      </w:pPr>
      <w:r>
        <w:rPr>
          <w:rtl/>
        </w:rPr>
        <w:t>63</w:t>
      </w:r>
      <w:r w:rsidR="00D92C09">
        <w:rPr>
          <w:rtl/>
        </w:rPr>
        <w:t>-</w:t>
      </w:r>
      <w:r>
        <w:t xml:space="preserve"> </w:t>
      </w:r>
      <w:r>
        <w:rPr>
          <w:rtl/>
        </w:rPr>
        <w:t>قالَ الإمامُ الحُسَينُ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فَلَعَمري</w:t>
      </w:r>
      <w:r>
        <w:rPr>
          <w:rtl/>
        </w:rPr>
        <w:t xml:space="preserve"> مَا الإمامُ  الّالحاكِمُ بِالكِتابِ، اَلقائِمُ بِالقِسطِ، اَلدّائِـنُ بِدينِ الحَقِّ، اَلحابِسُ نَفسَهُ عَلى  ذاتِ اللهِ</w:t>
      </w:r>
      <w:r>
        <w:t>.</w:t>
      </w:r>
    </w:p>
    <w:p w:rsidR="001C73B9" w:rsidRDefault="001C73B9" w:rsidP="001C73B9">
      <w:pPr>
        <w:pStyle w:val="libAr"/>
      </w:pPr>
      <w:r>
        <w:rPr>
          <w:rFonts w:hint="eastAsia"/>
          <w:rtl/>
        </w:rPr>
        <w:lastRenderedPageBreak/>
        <w:t>الارشاد</w:t>
      </w:r>
      <w:r>
        <w:rPr>
          <w:rtl/>
        </w:rPr>
        <w:t>/204</w:t>
      </w:r>
    </w:p>
    <w:p w:rsidR="001C73B9" w:rsidRDefault="001C73B9" w:rsidP="001C73B9">
      <w:pPr>
        <w:pStyle w:val="libNormal"/>
      </w:pPr>
      <w:r>
        <w:t xml:space="preserve">Imam Husayn [a.s.] said: </w:t>
      </w:r>
      <w:r w:rsidR="00E978C2">
        <w:t>“</w:t>
      </w:r>
      <w:r>
        <w:t xml:space="preserve">By my soul, there is no Imam but he issues judgement upon the Book, establishes justice, believes in the religion of Truth, and restrains his self alongside the way of Allah. </w:t>
      </w:r>
    </w:p>
    <w:p w:rsidR="001C73B9" w:rsidRDefault="001C73B9" w:rsidP="001C73B9">
      <w:pPr>
        <w:pStyle w:val="libNormal"/>
      </w:pPr>
      <w:r>
        <w:t>Al</w:t>
      </w:r>
      <w:r w:rsidR="00D92C09">
        <w:t>-</w:t>
      </w:r>
      <w:r>
        <w:t>Irshad, vol. 204</w:t>
      </w:r>
    </w:p>
    <w:p w:rsidR="001C73B9" w:rsidRDefault="001C73B9" w:rsidP="001C73B9">
      <w:pPr>
        <w:pStyle w:val="libNormal"/>
      </w:pPr>
      <w:r>
        <w:br w:type="page"/>
      </w:r>
    </w:p>
    <w:p w:rsidR="001C73B9" w:rsidRDefault="001C73B9" w:rsidP="001C73B9">
      <w:pPr>
        <w:pStyle w:val="Heading1Center"/>
      </w:pPr>
      <w:bookmarkStart w:id="14" w:name="_Toc444518213"/>
      <w:r>
        <w:lastRenderedPageBreak/>
        <w:t>THE LOVE OF AHLUL</w:t>
      </w:r>
      <w:r w:rsidR="00D92C09">
        <w:t>-</w:t>
      </w:r>
      <w:r>
        <w:t>BAYT</w:t>
      </w:r>
      <w:bookmarkEnd w:id="14"/>
    </w:p>
    <w:p w:rsidR="001C73B9" w:rsidRDefault="001C73B9" w:rsidP="001C73B9">
      <w:pPr>
        <w:pStyle w:val="libAr"/>
      </w:pPr>
      <w:r>
        <w:rPr>
          <w:rtl/>
        </w:rPr>
        <w:t>64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أَدِّبُوا</w:t>
      </w:r>
      <w:r>
        <w:rPr>
          <w:rtl/>
        </w:rPr>
        <w:t xml:space="preserve"> اَولادَكُم عَلى ثـَلاثٍ: حُـبِّ نَبِيِّكُم وَ حُـبِّ أَهـلِ بَيتِـهِ وَ عَلى قِراءَةِ القُرآنِ</w:t>
      </w:r>
      <w:r>
        <w:t>.</w:t>
      </w:r>
    </w:p>
    <w:p w:rsidR="001C73B9" w:rsidRDefault="001C73B9" w:rsidP="001C73B9">
      <w:pPr>
        <w:pStyle w:val="libAr"/>
      </w:pPr>
      <w:r>
        <w:rPr>
          <w:rFonts w:hint="eastAsia"/>
          <w:rtl/>
        </w:rPr>
        <w:t>الجامع</w:t>
      </w:r>
      <w:r>
        <w:rPr>
          <w:rtl/>
        </w:rPr>
        <w:t xml:space="preserve"> الصغير/1/14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Train your children in three things: the love of your Prophet, the love of his progeny, i.e. Ahlul</w:t>
      </w:r>
      <w:r w:rsidR="00D92C09" w:rsidRPr="00E978C2">
        <w:rPr>
          <w:rStyle w:val="libItalicChar"/>
        </w:rPr>
        <w:t>-</w:t>
      </w:r>
      <w:r w:rsidRPr="00E978C2">
        <w:rPr>
          <w:rStyle w:val="libItalicChar"/>
        </w:rPr>
        <w:t>Bayt, and recitation of the Qur'an.</w:t>
      </w:r>
      <w:r w:rsidR="00E978C2" w:rsidRPr="00E978C2">
        <w:rPr>
          <w:rStyle w:val="libItalicChar"/>
        </w:rPr>
        <w:t>”</w:t>
      </w:r>
    </w:p>
    <w:p w:rsidR="001C73B9" w:rsidRDefault="001C73B9" w:rsidP="001C73B9">
      <w:pPr>
        <w:pStyle w:val="libNormal"/>
      </w:pPr>
      <w:r>
        <w:t>AI</w:t>
      </w:r>
      <w:r w:rsidR="00D92C09">
        <w:t>-</w:t>
      </w:r>
      <w:r>
        <w:t>Jami'</w:t>
      </w:r>
      <w:r w:rsidR="00D92C09">
        <w:t>-</w:t>
      </w:r>
      <w:r>
        <w:t>ul</w:t>
      </w:r>
      <w:r w:rsidR="00D92C09">
        <w:t>-</w:t>
      </w:r>
      <w:r>
        <w:t xml:space="preserve">Saghir, vol. 1, p. 14 </w:t>
      </w:r>
    </w:p>
    <w:p w:rsidR="001C73B9" w:rsidRDefault="001C73B9" w:rsidP="001C73B9">
      <w:pPr>
        <w:pStyle w:val="libAr"/>
      </w:pPr>
      <w:r>
        <w:rPr>
          <w:rtl/>
        </w:rPr>
        <w:t>65</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لَم يَقدِر عَلى صِلَتِنا فَليَصِـلْ صالِحي مَوالينا وَ مَن لَـم يَقـدِر عَلى زيارَتِنا فَليَزُر صالِحي مَوالينا يُكتَـبْ لَهُ ثَوابُ زِيارَتِنا</w:t>
      </w:r>
      <w:r>
        <w:t>.</w:t>
      </w:r>
    </w:p>
    <w:p w:rsidR="001C73B9" w:rsidRDefault="001C73B9" w:rsidP="001C73B9">
      <w:pPr>
        <w:pStyle w:val="libAr"/>
      </w:pPr>
      <w:r>
        <w:rPr>
          <w:rFonts w:hint="eastAsia"/>
          <w:rtl/>
        </w:rPr>
        <w:t>بحار</w:t>
      </w:r>
      <w:r>
        <w:rPr>
          <w:rtl/>
        </w:rPr>
        <w:t xml:space="preserve"> الأنوار/74/354</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is not able to do any good unto us (Ahlul</w:t>
      </w:r>
      <w:r w:rsidR="00D92C09" w:rsidRPr="00E978C2">
        <w:rPr>
          <w:rStyle w:val="libItalicChar"/>
        </w:rPr>
        <w:t>-</w:t>
      </w:r>
      <w:r w:rsidRPr="00E978C2">
        <w:rPr>
          <w:rStyle w:val="libItalicChar"/>
        </w:rPr>
        <w:t>Bayt) then be may do good to our pious adherents; and he who is not able to visit us, he may visit our righteous followers by which the reward of visiting us (pilgrimage) will be recorded for him.</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74, p. 354 </w:t>
      </w:r>
    </w:p>
    <w:p w:rsidR="001C73B9" w:rsidRDefault="001C73B9" w:rsidP="001C73B9">
      <w:pPr>
        <w:pStyle w:val="libAr"/>
      </w:pPr>
      <w:r>
        <w:rPr>
          <w:rtl/>
        </w:rPr>
        <w:t>66</w:t>
      </w:r>
      <w:r w:rsidR="00D92C09">
        <w:rPr>
          <w:rtl/>
        </w:rPr>
        <w:t>-</w:t>
      </w:r>
      <w:r>
        <w:t xml:space="preserve"> </w:t>
      </w:r>
      <w:r>
        <w:rPr>
          <w:rtl/>
        </w:rPr>
        <w:t>قالَ الإمامُ مُحَمَّدٌ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اَفضَلُ</w:t>
      </w:r>
      <w:r>
        <w:rPr>
          <w:rtl/>
        </w:rPr>
        <w:t xml:space="preserve"> ما يَتَقَرَّبُ بِهِ العِبادُ إِلى الله عَزَّ وَ جَلَّ طاعَةُ الله وَ طاعَةُ رَسُولِهِ وَ طاعَة اُولِي الأمرِ قالَ اَبُو جَعفَـرٍ</w:t>
      </w:r>
      <w:r w:rsidR="00525C12">
        <w:rPr>
          <w:rtl/>
        </w:rPr>
        <w:t xml:space="preserve"> </w:t>
      </w:r>
      <w:r w:rsidR="008A02F7">
        <w:rPr>
          <w:rtl/>
        </w:rPr>
        <w:t xml:space="preserve">عليه السلام </w:t>
      </w:r>
      <w:r>
        <w:rPr>
          <w:rtl/>
        </w:rPr>
        <w:t>: حُبُّنا إيمـانٌ وَ بُغضُنا كُفرٌ</w:t>
      </w:r>
      <w:r>
        <w:t>.</w:t>
      </w:r>
    </w:p>
    <w:p w:rsidR="001C73B9" w:rsidRDefault="001C73B9" w:rsidP="001C73B9">
      <w:pPr>
        <w:pStyle w:val="libAr"/>
      </w:pPr>
      <w:r>
        <w:rPr>
          <w:rFonts w:hint="eastAsia"/>
          <w:rtl/>
        </w:rPr>
        <w:t>الكافي</w:t>
      </w:r>
      <w:r>
        <w:rPr>
          <w:rtl/>
        </w:rPr>
        <w:t>/1/187</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The best means by which servants can obtain nearness to Allah, Mighty and Glorious, is the obedience to Allah, the obedience to His Messenger, and the obedience to those charged with (spiritual) authority.</w:t>
      </w:r>
      <w:r w:rsidR="00E978C2" w:rsidRPr="00E978C2">
        <w:rPr>
          <w:rStyle w:val="libItalicChar"/>
        </w:rPr>
        <w:t>”</w:t>
      </w:r>
    </w:p>
    <w:p w:rsidR="001C73B9" w:rsidRDefault="001C73B9" w:rsidP="001C73B9">
      <w:pPr>
        <w:pStyle w:val="libNormal"/>
      </w:pPr>
      <w:r>
        <w:t xml:space="preserve">Then, he [a.s.] added: </w:t>
      </w:r>
      <w:r w:rsidR="00E978C2" w:rsidRPr="00E978C2">
        <w:rPr>
          <w:rStyle w:val="libItalicChar"/>
        </w:rPr>
        <w:t>“</w:t>
      </w:r>
      <w:r w:rsidRPr="00E978C2">
        <w:rPr>
          <w:rStyle w:val="libItalicChar"/>
        </w:rPr>
        <w:t>The love of us (Ahlul Bayt) is Faith and the hatred of us is infidelity.</w:t>
      </w:r>
      <w:r w:rsidR="00E978C2" w:rsidRPr="00E978C2">
        <w:rPr>
          <w:rStyle w:val="libItalicChar"/>
        </w:rPr>
        <w:t>”</w:t>
      </w:r>
    </w:p>
    <w:p w:rsidR="001C73B9" w:rsidRDefault="001C73B9" w:rsidP="001C73B9">
      <w:pPr>
        <w:pStyle w:val="libNormal"/>
      </w:pPr>
      <w:r>
        <w:t>Al</w:t>
      </w:r>
      <w:r w:rsidR="00D92C09">
        <w:t>-</w:t>
      </w:r>
      <w:r>
        <w:t xml:space="preserve">Kafi, vol. 1, p. 187 </w:t>
      </w:r>
    </w:p>
    <w:p w:rsidR="001C73B9" w:rsidRDefault="001C73B9" w:rsidP="001C73B9">
      <w:pPr>
        <w:pStyle w:val="libAr"/>
      </w:pPr>
      <w:r>
        <w:rPr>
          <w:rtl/>
        </w:rPr>
        <w:t>67</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فَوقَ كُلِّ عِبادَة عِبادَة وَ حُبُّنا أَهلَ البَيتِ أَفضَلُ عِبادَةٍ</w:t>
      </w:r>
      <w:r>
        <w:t>.</w:t>
      </w:r>
    </w:p>
    <w:p w:rsidR="001C73B9" w:rsidRDefault="001C73B9" w:rsidP="001C73B9">
      <w:pPr>
        <w:pStyle w:val="libAr"/>
      </w:pPr>
      <w:r>
        <w:rPr>
          <w:rFonts w:hint="eastAsia"/>
          <w:rtl/>
        </w:rPr>
        <w:t>بحار</w:t>
      </w:r>
      <w:r>
        <w:rPr>
          <w:rtl/>
        </w:rPr>
        <w:t xml:space="preserve"> الأنوار/27/91</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Verily, there are various degrees of serving Allah, but affection (and cordial inclination) for us, Ahlul Bayt, is the highest one.</w:t>
      </w:r>
      <w:r w:rsidR="00E978C2" w:rsidRPr="00E978C2">
        <w:rPr>
          <w:rStyle w:val="libItalicChar"/>
        </w:rPr>
        <w:t>”</w:t>
      </w:r>
    </w:p>
    <w:p w:rsidR="001C73B9" w:rsidRDefault="001C73B9" w:rsidP="001C73B9">
      <w:pPr>
        <w:pStyle w:val="libNormal"/>
      </w:pPr>
      <w:r>
        <w:t>Bihar</w:t>
      </w:r>
      <w:r w:rsidR="00D92C09">
        <w:t>-</w:t>
      </w:r>
      <w:r>
        <w:t>ul</w:t>
      </w:r>
      <w:r w:rsidR="00D92C09">
        <w:t>-</w:t>
      </w:r>
      <w:r>
        <w:t>Anwar, vol. 27, p. 91</w:t>
      </w:r>
    </w:p>
    <w:p w:rsidR="001C73B9" w:rsidRDefault="001C73B9" w:rsidP="001C73B9">
      <w:pPr>
        <w:pStyle w:val="libNormal"/>
      </w:pPr>
      <w:r>
        <w:br w:type="page"/>
      </w:r>
    </w:p>
    <w:p w:rsidR="001C73B9" w:rsidRDefault="001C73B9" w:rsidP="001C73B9">
      <w:pPr>
        <w:pStyle w:val="Heading1Center"/>
      </w:pPr>
      <w:bookmarkStart w:id="15" w:name="_Toc444518214"/>
      <w:r>
        <w:lastRenderedPageBreak/>
        <w:t>THE ACCEPTABLE CHARACTERISTICS</w:t>
      </w:r>
      <w:bookmarkEnd w:id="15"/>
    </w:p>
    <w:p w:rsidR="001C73B9" w:rsidRDefault="001C73B9" w:rsidP="001C73B9">
      <w:pPr>
        <w:pStyle w:val="libAr"/>
      </w:pPr>
      <w:r>
        <w:rPr>
          <w:rtl/>
        </w:rPr>
        <w:t>68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ألا</w:t>
      </w:r>
      <w:r>
        <w:rPr>
          <w:rtl/>
        </w:rPr>
        <w:t xml:space="preserve"> أُنَِبِّئُكُـم بِالمُؤمِنِ؟ مَنِ ائْتَمَنَـهُ الْمُؤمِنُونَ عَلى أَنْفُسِهِـم وَ اَموالِهِم، ألا اُنَبِّئُكُم بِالمُسلِمِ؟ مَن سَلِمَ المُسلِمُونَ مِن لِسانِهِ وَ يَدِهِ... وَ الْمُؤمِنُ حَرامٌ عَلَى المُؤمِـنِ أَنْ يَظلِمَـهُ اَو يَخذُلَـهُ اَو يَغتاب</w:t>
      </w:r>
      <w:r>
        <w:rPr>
          <w:rFonts w:hint="eastAsia"/>
          <w:rtl/>
        </w:rPr>
        <w:t>َهُ</w:t>
      </w:r>
      <w:r>
        <w:rPr>
          <w:rtl/>
        </w:rPr>
        <w:t xml:space="preserve"> اَو يَدفَعَهُ دَفعَةً</w:t>
      </w:r>
      <w:r>
        <w:t>.</w:t>
      </w:r>
    </w:p>
    <w:p w:rsidR="001C73B9" w:rsidRDefault="001C73B9" w:rsidP="001C73B9">
      <w:pPr>
        <w:pStyle w:val="libAr"/>
      </w:pPr>
      <w:r>
        <w:rPr>
          <w:rFonts w:hint="eastAsia"/>
          <w:rtl/>
        </w:rPr>
        <w:t>الكافي</w:t>
      </w:r>
      <w:r>
        <w:rPr>
          <w:rtl/>
        </w:rPr>
        <w:t>/2/235</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Shall I not introduce 'a believer' to you? A believer is the one whom other believers trust with their souls and wealth. Shall I not introduce 'a Muslim' to you? A Muslim is the one from whose hand and tongue other Muslims are safe.... It is unlawful (Haram) for a believer to do wrong against another believer, or leave him/her in a lurch, or backbite against him/her, or suddenly reject him/her.</w:t>
      </w:r>
      <w:r w:rsidR="00E978C2" w:rsidRPr="00E978C2">
        <w:rPr>
          <w:rStyle w:val="libItalicChar"/>
        </w:rPr>
        <w:t>”</w:t>
      </w:r>
    </w:p>
    <w:p w:rsidR="001C73B9" w:rsidRDefault="001C73B9" w:rsidP="001C73B9">
      <w:pPr>
        <w:pStyle w:val="libNormal"/>
      </w:pPr>
      <w:r>
        <w:t>AI</w:t>
      </w:r>
      <w:r w:rsidR="00D92C09">
        <w:t>-</w:t>
      </w:r>
      <w:r>
        <w:t xml:space="preserve">Kafi, vol. 2, p. 235 </w:t>
      </w:r>
    </w:p>
    <w:p w:rsidR="001C73B9" w:rsidRDefault="001C73B9" w:rsidP="001C73B9">
      <w:pPr>
        <w:pStyle w:val="libAr"/>
      </w:pPr>
      <w:r>
        <w:rPr>
          <w:rtl/>
        </w:rPr>
        <w:t>69</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يَنبَغي لِلمُؤمِنِ أَنْ يَجلِسَ مَجلِسًا يُعصَى اللّهُ فيهِ وَ لا يَقدِرُ عَلى تَغييرِهِ</w:t>
      </w:r>
      <w:r>
        <w:t>.</w:t>
      </w:r>
    </w:p>
    <w:p w:rsidR="001C73B9" w:rsidRDefault="001C73B9" w:rsidP="001C73B9">
      <w:pPr>
        <w:pStyle w:val="libAr"/>
      </w:pPr>
      <w:r>
        <w:rPr>
          <w:rFonts w:hint="eastAsia"/>
          <w:rtl/>
        </w:rPr>
        <w:t>الكافي</w:t>
      </w:r>
      <w:r>
        <w:rPr>
          <w:rtl/>
        </w:rPr>
        <w:t>/2/374</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A Muslim believer must not attend a meeting wherein Allah laws are being disobeyed and the one is not in a position to stop it.</w:t>
      </w:r>
      <w:r w:rsidR="00E978C2" w:rsidRPr="00E978C2">
        <w:rPr>
          <w:rStyle w:val="libItalicChar"/>
        </w:rPr>
        <w:t>”</w:t>
      </w:r>
    </w:p>
    <w:p w:rsidR="001C73B9" w:rsidRDefault="001C73B9" w:rsidP="001C73B9">
      <w:pPr>
        <w:pStyle w:val="libNormal"/>
      </w:pPr>
      <w:r>
        <w:t>Usul</w:t>
      </w:r>
      <w:r w:rsidR="00D92C09">
        <w:t>-</w:t>
      </w:r>
      <w:r>
        <w:t>i</w:t>
      </w:r>
      <w:r w:rsidR="00D92C09">
        <w:t>-</w:t>
      </w:r>
      <w:r>
        <w:t>Kafi, vol. 2, p. 374</w:t>
      </w:r>
    </w:p>
    <w:p w:rsidR="001C73B9" w:rsidRDefault="001C73B9" w:rsidP="001C73B9">
      <w:pPr>
        <w:pStyle w:val="libAr"/>
      </w:pPr>
      <w:r>
        <w:rPr>
          <w:rtl/>
        </w:rPr>
        <w:t>70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صَدَقَ لِسانُهُ زَكى عَمَلُهُ، وَ مَن حَسُنَـت نِيَّتُـهُ زادَ اللّه  فِي  رِزقِهِ وَ مَن حَسُنَ بِرُّهُ بِأَهْلِهِ زادَ اللّهُ  فِي  عُمْرِهِ</w:t>
      </w:r>
      <w:r>
        <w:t>.</w:t>
      </w:r>
    </w:p>
    <w:p w:rsidR="001C73B9" w:rsidRDefault="001C73B9" w:rsidP="001C73B9">
      <w:pPr>
        <w:pStyle w:val="libAr"/>
      </w:pPr>
      <w:r>
        <w:rPr>
          <w:rFonts w:hint="eastAsia"/>
          <w:rtl/>
        </w:rPr>
        <w:t>الخصال</w:t>
      </w:r>
      <w:r>
        <w:rPr>
          <w:rtl/>
        </w:rPr>
        <w:t>/1/88</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habitually tells the truth, his deeds are purified; Allah increases the sustenance of the one whose intention is good; and he who treats his family members well, Allah prolongs the length of his life.</w:t>
      </w:r>
      <w:r w:rsidR="00E978C2" w:rsidRPr="00E978C2">
        <w:rPr>
          <w:rStyle w:val="libItalicChar"/>
        </w:rPr>
        <w:t>”</w:t>
      </w:r>
    </w:p>
    <w:p w:rsidR="001C73B9" w:rsidRDefault="001C73B9" w:rsidP="001C73B9">
      <w:pPr>
        <w:pStyle w:val="libNormal"/>
      </w:pPr>
      <w:r>
        <w:t>Khisal by Saduq, vol. 1 p. 88</w:t>
      </w:r>
    </w:p>
    <w:p w:rsidR="001C73B9" w:rsidRDefault="001C73B9" w:rsidP="001C73B9">
      <w:pPr>
        <w:pStyle w:val="libAr"/>
      </w:pPr>
      <w:r>
        <w:rPr>
          <w:rtl/>
        </w:rPr>
        <w:t>71</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جاءَ</w:t>
      </w:r>
      <w:r>
        <w:rPr>
          <w:rtl/>
        </w:rPr>
        <w:t xml:space="preserve"> رَجُلٌ إِلى النَّبِـيِّ صَلّىَ اللّه</w:t>
      </w:r>
      <w:r w:rsidR="00525C12">
        <w:rPr>
          <w:rtl/>
        </w:rPr>
        <w:t xml:space="preserve"> عليه</w:t>
      </w:r>
      <w:r>
        <w:rPr>
          <w:rtl/>
        </w:rPr>
        <w:t xml:space="preserve"> وَ آلِهِ و سلم: فَقالَ عَلِّمني عَمَلاً يُحِبٌّنِيَ اللّهُ تَعالى</w:t>
      </w:r>
      <w:r w:rsidR="00525C12">
        <w:rPr>
          <w:rtl/>
        </w:rPr>
        <w:t xml:space="preserve"> عليه</w:t>
      </w:r>
      <w:r>
        <w:rPr>
          <w:rtl/>
        </w:rPr>
        <w:t xml:space="preserve"> وَ يُحِبُّنِـيَ المَخلُوقُـونَ وَ يُثـرِيَ اللّهُ مالي وَ يُصِحُّ بَدَني وَ يُطِيـلُ عُمْـرِى وَ يَحْشُـرُنِى مَعَكَ، قالَ: هذهِ سِت</w:t>
      </w:r>
      <w:r>
        <w:rPr>
          <w:rFonts w:hint="eastAsia"/>
          <w:rtl/>
        </w:rPr>
        <w:t>ُّ</w:t>
      </w:r>
      <w:r>
        <w:rPr>
          <w:rtl/>
        </w:rPr>
        <w:t xml:space="preserve"> خِصالٍ تَحْتاجُ إِلى سِتِّ خِصالٍ: إذا أَرَدْتَ أَنْ يُحِبَّـكَ اللّهُ فَخَفْهُ وَاِتَّقِهِ، وَ إذا أَرَدْتَ أَنْ يُحِبَّـكَ المَخلُوقُونَ فَأَحْسِـنِ إِلَيْهِـم وَ اِرْفِضْ ما في أَيديهِـم، وَ إذا أَرَدْتَ أَنْ يُثْرِيَ اللّهُ مالَكَ فَزَكِّـهِ، وَ إذا أَرَدْتَ أَنْ يُصِـحَّ اللّه بَدَنَـكَ فَأَكْثِـرْ مِـنَ الصَّدَقَةِ، وَ إذا اَرَدْتَ أَنْ يُطيلَ اللّه عُمْـرَكَ </w:t>
      </w:r>
      <w:r>
        <w:rPr>
          <w:rtl/>
        </w:rPr>
        <w:lastRenderedPageBreak/>
        <w:t>فَصِـلْ ذَوي اَرحامِك، وَ إذ اَرَدتَ أَنْ يَحشُـرَكَ اللّهُ مَعي فَأَطِلِ السُّجُـودَ بَيـنَ يَـدَيِ اللهِ الواحِدِ القَهّارِ</w:t>
      </w:r>
      <w:r>
        <w:t>.</w:t>
      </w:r>
    </w:p>
    <w:p w:rsidR="001C73B9" w:rsidRDefault="001C73B9" w:rsidP="001C73B9">
      <w:pPr>
        <w:pStyle w:val="libAr"/>
      </w:pPr>
      <w:r>
        <w:rPr>
          <w:rFonts w:hint="eastAsia"/>
          <w:rtl/>
        </w:rPr>
        <w:t>سفينة</w:t>
      </w:r>
      <w:r>
        <w:rPr>
          <w:rtl/>
        </w:rPr>
        <w:t xml:space="preserve"> البحار/1/599</w:t>
      </w:r>
    </w:p>
    <w:p w:rsidR="001C73B9" w:rsidRPr="00E978C2" w:rsidRDefault="001C73B9" w:rsidP="001C73B9">
      <w:pPr>
        <w:pStyle w:val="libNormal"/>
        <w:rPr>
          <w:rStyle w:val="libItalicChar"/>
        </w:rPr>
      </w:pPr>
      <w:r>
        <w:t xml:space="preserve">Imam Amir ul Mu'mineen Ali [a.s.] said: </w:t>
      </w:r>
      <w:r w:rsidR="00E978C2" w:rsidRPr="00E978C2">
        <w:rPr>
          <w:rStyle w:val="libItalicChar"/>
        </w:rPr>
        <w:t>“</w:t>
      </w:r>
      <w:r w:rsidRPr="00E978C2">
        <w:rPr>
          <w:rStyle w:val="libItalicChar"/>
        </w:rPr>
        <w:t>A man came to the Prophet [p.b.u.h.] and asked him to teach him an action so that both Allah, the Exalted, and people would love him, his wealth would increase, his body would be healthy, his life time would last long, and he would be raised with him (the Prophet). Then, he [p.b.u.h.] said: 'These are six traits which need six qualities:</w:t>
      </w:r>
    </w:p>
    <w:p w:rsidR="001C73B9" w:rsidRPr="00E978C2" w:rsidRDefault="001C73B9" w:rsidP="001C73B9">
      <w:pPr>
        <w:pStyle w:val="libNormal"/>
        <w:rPr>
          <w:rStyle w:val="libItalicChar"/>
        </w:rPr>
      </w:pPr>
      <w:r w:rsidRPr="00E978C2">
        <w:rPr>
          <w:rStyle w:val="libItalicChar"/>
        </w:rPr>
        <w:t>1</w:t>
      </w:r>
      <w:r w:rsidR="00D92C09" w:rsidRPr="00E978C2">
        <w:rPr>
          <w:rStyle w:val="libItalicChar"/>
        </w:rPr>
        <w:t>-</w:t>
      </w:r>
      <w:r w:rsidRPr="00E978C2">
        <w:rPr>
          <w:rStyle w:val="libItalicChar"/>
        </w:rPr>
        <w:t xml:space="preserve"> If you want Allah to love you, be afraid of Him and guard yourself against sin. </w:t>
      </w:r>
    </w:p>
    <w:p w:rsidR="001C73B9" w:rsidRPr="00E978C2" w:rsidRDefault="001C73B9" w:rsidP="001C73B9">
      <w:pPr>
        <w:pStyle w:val="libNormal"/>
        <w:rPr>
          <w:rStyle w:val="libItalicChar"/>
        </w:rPr>
      </w:pPr>
      <w:r w:rsidRPr="00E978C2">
        <w:rPr>
          <w:rStyle w:val="libItalicChar"/>
        </w:rPr>
        <w:t>2</w:t>
      </w:r>
      <w:r w:rsidR="00D92C09" w:rsidRPr="00E978C2">
        <w:rPr>
          <w:rStyle w:val="libItalicChar"/>
        </w:rPr>
        <w:t>-</w:t>
      </w:r>
      <w:r w:rsidRPr="00E978C2">
        <w:rPr>
          <w:rStyle w:val="libItalicChar"/>
        </w:rPr>
        <w:t xml:space="preserve"> If you want people to love you, be benevolent to them and decline what they have in their hands. </w:t>
      </w:r>
    </w:p>
    <w:p w:rsidR="001C73B9" w:rsidRPr="00E978C2" w:rsidRDefault="001C73B9" w:rsidP="001C73B9">
      <w:pPr>
        <w:pStyle w:val="libNormal"/>
        <w:rPr>
          <w:rStyle w:val="libItalicChar"/>
        </w:rPr>
      </w:pPr>
      <w:r w:rsidRPr="00E978C2">
        <w:rPr>
          <w:rStyle w:val="libItalicChar"/>
        </w:rPr>
        <w:t>3</w:t>
      </w:r>
      <w:r w:rsidR="00D92C09" w:rsidRPr="00E978C2">
        <w:rPr>
          <w:rStyle w:val="libItalicChar"/>
        </w:rPr>
        <w:t>-</w:t>
      </w:r>
      <w:r w:rsidRPr="00E978C2">
        <w:rPr>
          <w:rStyle w:val="libItalicChar"/>
        </w:rPr>
        <w:t xml:space="preserve"> If you want Allah to increase your wealth, then give its alms tax. </w:t>
      </w:r>
    </w:p>
    <w:p w:rsidR="001C73B9" w:rsidRPr="00E978C2" w:rsidRDefault="001C73B9" w:rsidP="001C73B9">
      <w:pPr>
        <w:pStyle w:val="libNormal"/>
        <w:rPr>
          <w:rStyle w:val="libItalicChar"/>
        </w:rPr>
      </w:pPr>
      <w:r w:rsidRPr="00E978C2">
        <w:rPr>
          <w:rStyle w:val="libItalicChar"/>
        </w:rPr>
        <w:t>4</w:t>
      </w:r>
      <w:r w:rsidR="00D92C09" w:rsidRPr="00E978C2">
        <w:rPr>
          <w:rStyle w:val="libItalicChar"/>
        </w:rPr>
        <w:t>-</w:t>
      </w:r>
      <w:r w:rsidRPr="00E978C2">
        <w:rPr>
          <w:rStyle w:val="libItalicChar"/>
        </w:rPr>
        <w:t xml:space="preserve"> If you want Allah to make your body healthy, pay charity more frequently. </w:t>
      </w:r>
    </w:p>
    <w:p w:rsidR="001C73B9" w:rsidRPr="00E978C2" w:rsidRDefault="001C73B9" w:rsidP="001C73B9">
      <w:pPr>
        <w:pStyle w:val="libNormal"/>
        <w:rPr>
          <w:rStyle w:val="libItalicChar"/>
        </w:rPr>
      </w:pPr>
      <w:r w:rsidRPr="00E978C2">
        <w:rPr>
          <w:rStyle w:val="libItalicChar"/>
        </w:rPr>
        <w:t>5</w:t>
      </w:r>
      <w:r w:rsidR="00D92C09" w:rsidRPr="00E978C2">
        <w:rPr>
          <w:rStyle w:val="libItalicChar"/>
        </w:rPr>
        <w:t>-</w:t>
      </w:r>
      <w:r w:rsidRPr="00E978C2">
        <w:rPr>
          <w:rStyle w:val="libItalicChar"/>
        </w:rPr>
        <w:t xml:space="preserve"> If you want Allah to prolong your lifetime, then have regard for your kinship. </w:t>
      </w:r>
    </w:p>
    <w:p w:rsidR="001C73B9" w:rsidRDefault="001C73B9" w:rsidP="001C73B9">
      <w:pPr>
        <w:pStyle w:val="libNormal"/>
      </w:pPr>
      <w:r w:rsidRPr="00E978C2">
        <w:rPr>
          <w:rStyle w:val="libItalicChar"/>
        </w:rPr>
        <w:t>6</w:t>
      </w:r>
      <w:r w:rsidR="00D92C09" w:rsidRPr="00E978C2">
        <w:rPr>
          <w:rStyle w:val="libItalicChar"/>
        </w:rPr>
        <w:t>-</w:t>
      </w:r>
      <w:r w:rsidRPr="00E978C2">
        <w:rPr>
          <w:rStyle w:val="libItalicChar"/>
        </w:rPr>
        <w:t xml:space="preserve"> And, if you want Allah to raise you with me, then do prolong your prostrations before Allah, the One, the Dominator'.</w:t>
      </w:r>
      <w:r w:rsidR="00E978C2" w:rsidRPr="00E978C2">
        <w:rPr>
          <w:rStyle w:val="libItalicChar"/>
        </w:rPr>
        <w:t>”</w:t>
      </w:r>
    </w:p>
    <w:p w:rsidR="001C73B9" w:rsidRDefault="001C73B9" w:rsidP="001C73B9">
      <w:pPr>
        <w:pStyle w:val="libNormal"/>
      </w:pPr>
      <w:r>
        <w:t>Safinat</w:t>
      </w:r>
      <w:r w:rsidR="00D92C09">
        <w:t>-</w:t>
      </w:r>
      <w:r>
        <w:t>uI</w:t>
      </w:r>
      <w:r w:rsidR="00D92C09">
        <w:t>-</w:t>
      </w:r>
      <w:r>
        <w:t>Bihar, vol. 1, p. 599</w:t>
      </w:r>
    </w:p>
    <w:p w:rsidR="001C73B9" w:rsidRDefault="001C73B9" w:rsidP="001C73B9">
      <w:pPr>
        <w:pStyle w:val="libAr"/>
      </w:pPr>
      <w:r>
        <w:rPr>
          <w:rtl/>
        </w:rPr>
        <w:t>72</w:t>
      </w:r>
      <w:r w:rsidR="00D92C09">
        <w:rPr>
          <w:rtl/>
        </w:rPr>
        <w:t>-</w:t>
      </w:r>
      <w:r>
        <w:t xml:space="preserve"> </w:t>
      </w:r>
      <w:r>
        <w:rPr>
          <w:rtl/>
        </w:rPr>
        <w:t>عَنِ الحارِثِ بنِ الدِّلهاثِ مَولَى الرِّضا</w:t>
      </w:r>
      <w:r w:rsidR="00525C12">
        <w:rPr>
          <w:rtl/>
        </w:rPr>
        <w:t xml:space="preserve"> </w:t>
      </w:r>
      <w:r w:rsidR="008A02F7">
        <w:rPr>
          <w:rtl/>
        </w:rPr>
        <w:t xml:space="preserve">عليه السلام </w:t>
      </w:r>
      <w:r>
        <w:rPr>
          <w:rtl/>
        </w:rPr>
        <w:t>قالَ سَمِعـتُ أَبَا الحَسَـنِ</w:t>
      </w:r>
      <w:r w:rsidR="00525C12">
        <w:rPr>
          <w:rtl/>
        </w:rPr>
        <w:t xml:space="preserve"> </w:t>
      </w:r>
      <w:r w:rsidR="008A02F7">
        <w:rPr>
          <w:rtl/>
        </w:rPr>
        <w:t xml:space="preserve">عليه السلام </w:t>
      </w:r>
      <w:r>
        <w:rPr>
          <w:rtl/>
        </w:rPr>
        <w:t>يَقُولُ لا يَكُونُ الْمُؤمِنُ مُؤمِنًا حَتّى يَكُونَ فِيهِ ثَلاثُ خِصالٍ: سُنَّةٌ مِن رَبِّـهِ، وَ سُنَّةٌ مِن نَبِيِّهِ، وَ سُنَّةٌ مِن وَلِيِّهِ، فَالسُنَّة</w:t>
      </w:r>
      <w:r>
        <w:rPr>
          <w:rFonts w:hint="eastAsia"/>
          <w:rtl/>
        </w:rPr>
        <w:t>ُ</w:t>
      </w:r>
      <w:r>
        <w:rPr>
          <w:rtl/>
        </w:rPr>
        <w:t xml:space="preserve"> مِن رَبِّهِ: كِتمـانُ سِـرِّهِ قالَ اللّهُ عَزَّ وَ جَلَّ (عالِمُ الغَيبِ فَلا يُظهِرُ عَلى غَيبِهِ اَحَـدًا إلاّ مَنِ ارْتَضى مِـن رَسُولٍ) (1) وَ اَمَّا السُنَّةُ مِـن نَبِيِّـهِ: فَمُـداراة النّاسِ فَإِنَّ اللّهَ عَزَّ وَ جَلَّ أَمَـرَ نَبِيَّـهُ بِمُ</w:t>
      </w:r>
      <w:r>
        <w:rPr>
          <w:rFonts w:hint="eastAsia"/>
          <w:rtl/>
        </w:rPr>
        <w:t>داراةِ</w:t>
      </w:r>
      <w:r>
        <w:rPr>
          <w:rtl/>
        </w:rPr>
        <w:t xml:space="preserve"> النّاسِ فَقالَ (خُذِ العَفـوَ وَأمُر بِالعُـرْفِ وَ اَعْـرِضْ عَنِ الجاهِليـنَ) (2) وَ أَمَّـا السُّنَّةُ مِـن وَلِيِّهِ: فَالصَّبرُ فِي البَأْساءِ وَ الضَّرّاءِ فَإِنَّ اللّهَ عَـزَّ وَ جَـلَّ يَقُـولُ (وَالصّابِريـنَ  فِي  البَأْساءِ وَالضَّرّاءِ) (3</w:t>
      </w:r>
      <w:r>
        <w:t xml:space="preserve">) </w:t>
      </w:r>
    </w:p>
    <w:p w:rsidR="001C73B9" w:rsidRDefault="001C73B9" w:rsidP="001C73B9">
      <w:pPr>
        <w:pStyle w:val="libAr"/>
      </w:pPr>
      <w:r>
        <w:rPr>
          <w:rFonts w:hint="eastAsia"/>
          <w:rtl/>
        </w:rPr>
        <w:t>عيون</w:t>
      </w:r>
      <w:r>
        <w:rPr>
          <w:rtl/>
        </w:rPr>
        <w:t xml:space="preserve"> أخبار الرّضا/1/256</w:t>
      </w:r>
    </w:p>
    <w:p w:rsidR="001C73B9" w:rsidRDefault="001C73B9" w:rsidP="001C73B9">
      <w:pPr>
        <w:pStyle w:val="libNormal"/>
      </w:pPr>
      <w:r>
        <w:t xml:space="preserve">Imam Rida, the eighth Imam, [a.s.] said: A Muslim believer is not a true believer unless there are three virtues in him: the manner of his lord, the manner of his Prophet, and the manner of his Imam. Then, the manner of his Lord is: concealing his secrets; hence Allah, to Whom belong Might and Majesty, said: 'The Knower of the Unseen! So He does not reveal His secrets to any, except to him whom He chooses as an apostle,...' </w:t>
      </w:r>
      <w:r w:rsidRPr="00D23CAB">
        <w:rPr>
          <w:rStyle w:val="libFootnotenumChar"/>
        </w:rPr>
        <w:t>[1]</w:t>
      </w:r>
    </w:p>
    <w:p w:rsidR="001C73B9" w:rsidRDefault="001C73B9" w:rsidP="001C73B9">
      <w:pPr>
        <w:pStyle w:val="libNormal"/>
      </w:pPr>
      <w:r>
        <w:t>Then, the manner of his Prophet is compliance with people, when surely, Allah, Almighty and Glorious, commissioned His prophet to favour people and He has said: 'Practice forgiveness and enjoin good and turn away from the ignorant.'</w:t>
      </w:r>
      <w:r w:rsidRPr="00D23CAB">
        <w:rPr>
          <w:rStyle w:val="libFootnotenumChar"/>
        </w:rPr>
        <w:t>[2]</w:t>
      </w:r>
    </w:p>
    <w:p w:rsidR="001C73B9" w:rsidRDefault="001C73B9" w:rsidP="001C73B9">
      <w:pPr>
        <w:pStyle w:val="libNormal"/>
      </w:pPr>
      <w:r>
        <w:lastRenderedPageBreak/>
        <w:t>Then the manner of his Imam is (to be firm and) being patient on good days and bad days, when, verily, Allah to whom belong Might and Majesty, says: 'And (they) are patient in distress and affliction'.</w:t>
      </w:r>
      <w:r w:rsidR="00E978C2">
        <w:t>”</w:t>
      </w:r>
      <w:r>
        <w:t xml:space="preserve"> </w:t>
      </w:r>
      <w:r w:rsidRPr="00D23CAB">
        <w:rPr>
          <w:rStyle w:val="libFootnotenumChar"/>
        </w:rPr>
        <w:t>[3]</w:t>
      </w:r>
    </w:p>
    <w:p w:rsidR="001C73B9" w:rsidRDefault="001C73B9" w:rsidP="001C73B9">
      <w:pPr>
        <w:pStyle w:val="libNormal"/>
      </w:pPr>
      <w:r>
        <w:t>'Uyun</w:t>
      </w:r>
      <w:r w:rsidR="00D92C09">
        <w:t>-</w:t>
      </w:r>
      <w:r>
        <w:t>ul</w:t>
      </w:r>
      <w:r w:rsidR="00D92C09">
        <w:t>-</w:t>
      </w:r>
      <w:r>
        <w:t>Akhbar</w:t>
      </w:r>
      <w:r w:rsidR="00D92C09">
        <w:t>-</w:t>
      </w:r>
      <w:r>
        <w:t>ur</w:t>
      </w:r>
      <w:r w:rsidR="00D92C09">
        <w:t>-</w:t>
      </w:r>
      <w:r>
        <w:t xml:space="preserve">Rida, vol.1, p.256 </w:t>
      </w:r>
    </w:p>
    <w:p w:rsidR="001C73B9" w:rsidRDefault="001C73B9" w:rsidP="001C73B9">
      <w:pPr>
        <w:pStyle w:val="libAr"/>
      </w:pPr>
      <w:r>
        <w:rPr>
          <w:rtl/>
        </w:rPr>
        <w:t>73</w:t>
      </w:r>
      <w:r w:rsidR="00D92C09">
        <w:rPr>
          <w:rtl/>
        </w:rPr>
        <w:t>-</w:t>
      </w:r>
      <w:r>
        <w:t xml:space="preserve"> </w:t>
      </w:r>
      <w:r>
        <w:rPr>
          <w:rtl/>
        </w:rPr>
        <w:t>قالَ الإمامُ الجَوادُ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اَلْمُؤمِنُ</w:t>
      </w:r>
      <w:r>
        <w:rPr>
          <w:rtl/>
        </w:rPr>
        <w:t xml:space="preserve"> يَحتاجُ إِلى ثَلاثِ خِصالٍ: تَوفيقٌ مِنَ الله، وَ واعِظٌ مِن نَفسِهِ، وَ قَبُولٌ مِمَّن يَنصَحُهُ</w:t>
      </w:r>
      <w:r>
        <w:t>.</w:t>
      </w:r>
    </w:p>
    <w:p w:rsidR="001C73B9" w:rsidRDefault="001C73B9" w:rsidP="001C73B9">
      <w:pPr>
        <w:pStyle w:val="libAr"/>
      </w:pPr>
      <w:r>
        <w:rPr>
          <w:rFonts w:hint="eastAsia"/>
          <w:rtl/>
        </w:rPr>
        <w:t>منتهى</w:t>
      </w:r>
      <w:r>
        <w:rPr>
          <w:rtl/>
        </w:rPr>
        <w:t xml:space="preserve"> الآمال/2/554</w:t>
      </w:r>
    </w:p>
    <w:p w:rsidR="001C73B9" w:rsidRDefault="001C73B9" w:rsidP="001C73B9">
      <w:pPr>
        <w:pStyle w:val="libNormal"/>
      </w:pPr>
      <w:r>
        <w:t>Imam Muhammad ibn Ali, the nineth Imam [a.s.] said:</w:t>
      </w:r>
    </w:p>
    <w:p w:rsidR="001C73B9" w:rsidRPr="00E978C2" w:rsidRDefault="00E978C2" w:rsidP="001C73B9">
      <w:pPr>
        <w:pStyle w:val="libNormal"/>
        <w:rPr>
          <w:rStyle w:val="libItalicChar"/>
        </w:rPr>
      </w:pPr>
      <w:r w:rsidRPr="00E978C2">
        <w:rPr>
          <w:rStyle w:val="libItalicChar"/>
        </w:rPr>
        <w:t>“</w:t>
      </w:r>
      <w:r w:rsidR="001C73B9" w:rsidRPr="00E978C2">
        <w:rPr>
          <w:rStyle w:val="libItalicChar"/>
        </w:rPr>
        <w:t>A Muslim believer should obtain these three virtues:</w:t>
      </w:r>
    </w:p>
    <w:p w:rsidR="001C73B9" w:rsidRDefault="001C73B9" w:rsidP="001C73B9">
      <w:pPr>
        <w:pStyle w:val="libNormal"/>
      </w:pPr>
      <w:r w:rsidRPr="00E978C2">
        <w:rPr>
          <w:rStyle w:val="libItalicChar"/>
        </w:rPr>
        <w:t>Success granted by Allah, be an admonisher of his self, and find approval from the one who advises him.</w:t>
      </w:r>
      <w:r w:rsidR="00E978C2" w:rsidRPr="00E978C2">
        <w:rPr>
          <w:rStyle w:val="libItalicChar"/>
        </w:rPr>
        <w:t>”</w:t>
      </w:r>
    </w:p>
    <w:p w:rsidR="001C73B9" w:rsidRDefault="001C73B9" w:rsidP="001C73B9">
      <w:pPr>
        <w:pStyle w:val="libNormal"/>
      </w:pPr>
      <w:r>
        <w:t>Muntah</w:t>
      </w:r>
      <w:r w:rsidR="00D92C09">
        <w:t>-</w:t>
      </w:r>
      <w:r>
        <w:t>al</w:t>
      </w:r>
      <w:r w:rsidR="00D92C09">
        <w:t>-</w:t>
      </w:r>
      <w:r>
        <w:t>'Amal, p.229</w:t>
      </w:r>
    </w:p>
    <w:p w:rsidR="001C73B9" w:rsidRDefault="001C73B9" w:rsidP="001C73B9">
      <w:pPr>
        <w:pStyle w:val="libAr"/>
      </w:pPr>
      <w:r>
        <w:rPr>
          <w:rtl/>
        </w:rPr>
        <w:t>74</w:t>
      </w:r>
      <w:r w:rsidR="00D92C09">
        <w:rPr>
          <w:rtl/>
        </w:rPr>
        <w:t>-</w:t>
      </w:r>
      <w:r>
        <w:t xml:space="preserve"> </w:t>
      </w:r>
      <w:r>
        <w:rPr>
          <w:rtl/>
        </w:rPr>
        <w:t>قيلَ لِعَلِيٍّ بنِ الحُسَينِ</w:t>
      </w:r>
      <w:r w:rsidR="00525C12">
        <w:rPr>
          <w:rtl/>
        </w:rPr>
        <w:t xml:space="preserve"> </w:t>
      </w:r>
      <w:r w:rsidR="008A02F7">
        <w:rPr>
          <w:rtl/>
        </w:rPr>
        <w:t xml:space="preserve">عليه السلام </w:t>
      </w:r>
      <w:r>
        <w:rPr>
          <w:rtl/>
        </w:rPr>
        <w:t>كَيـفَ أَصْبَحْـتَ يابنَ رَسُولِ الله؟ قالَ: اَصبَحـتُ مَطلُوبـًا بِثَمـانِ خِصالٍ: اللّهُ تَعالــى يَطْلبُنُي بِالفَرائِـضِ، وَالنَّبِيُّ صَلَّى اللّه</w:t>
      </w:r>
      <w:r w:rsidR="00525C12">
        <w:rPr>
          <w:rtl/>
        </w:rPr>
        <w:t xml:space="preserve"> عليه</w:t>
      </w:r>
      <w:r>
        <w:rPr>
          <w:rtl/>
        </w:rPr>
        <w:t xml:space="preserve"> وَ آلِهِ بِالسُّنَّةِ وَالعِيالُ بِالقُوتِ، وَالنَّفـ</w:t>
      </w:r>
      <w:r>
        <w:rPr>
          <w:rFonts w:hint="eastAsia"/>
          <w:rtl/>
        </w:rPr>
        <w:t>سُ</w:t>
      </w:r>
      <w:r>
        <w:rPr>
          <w:rtl/>
        </w:rPr>
        <w:t xml:space="preserve"> بِالشَّهـوَةِ، وَ الشَّيطانُ بِالمَعصِيَةِ وَالحافِظانِ بِصِـدقِ العَمَلِ، وَ مَلَـكُ المَـوتِ بِالـرُّوحِ، وَالقَبـرُ بِالجَسَدِ، فَأَنَا بَينَ هذِهِ الخِصالِ مَطلُوبٌ</w:t>
      </w:r>
      <w:r>
        <w:t xml:space="preserve"> .</w:t>
      </w:r>
    </w:p>
    <w:p w:rsidR="001C73B9" w:rsidRDefault="001C73B9" w:rsidP="001C73B9">
      <w:pPr>
        <w:pStyle w:val="libAr"/>
      </w:pPr>
      <w:r>
        <w:rPr>
          <w:rFonts w:hint="eastAsia"/>
          <w:rtl/>
        </w:rPr>
        <w:t>بحار</w:t>
      </w:r>
      <w:r>
        <w:rPr>
          <w:rtl/>
        </w:rPr>
        <w:t xml:space="preserve"> الأنوار/76/15</w:t>
      </w:r>
    </w:p>
    <w:p w:rsidR="001C73B9" w:rsidRPr="00E978C2" w:rsidRDefault="001C73B9" w:rsidP="001C73B9">
      <w:pPr>
        <w:pStyle w:val="libNormal"/>
        <w:rPr>
          <w:rStyle w:val="libItalicChar"/>
        </w:rPr>
      </w:pPr>
      <w:r>
        <w:t xml:space="preserve">Ali ibn Husayn [a.s.] the fourth Imam, was once asked how he, the son of the Messenger of Allah began each morning, and he [a.s.] replied: </w:t>
      </w:r>
      <w:r w:rsidR="00E978C2" w:rsidRPr="00E978C2">
        <w:rPr>
          <w:rStyle w:val="libItalicChar"/>
        </w:rPr>
        <w:t>“</w:t>
      </w:r>
      <w:r w:rsidRPr="00E978C2">
        <w:rPr>
          <w:rStyle w:val="libItalicChar"/>
        </w:rPr>
        <w:t>I begin each morning while I am demanded of eight virtues:</w:t>
      </w:r>
    </w:p>
    <w:p w:rsidR="001C73B9" w:rsidRPr="00E978C2" w:rsidRDefault="001C73B9" w:rsidP="001C73B9">
      <w:pPr>
        <w:pStyle w:val="libNormal"/>
        <w:rPr>
          <w:rStyle w:val="libItalicChar"/>
        </w:rPr>
      </w:pPr>
      <w:r w:rsidRPr="00E978C2">
        <w:rPr>
          <w:rStyle w:val="libItalicChar"/>
        </w:rPr>
        <w:t>Allah, the Exalted, demands of me the obligatory; the Prophet [p.b.u.h.] demands of me his tradition (Sunnah); family dependents demand of me food (material); the self looks for desires; Satan demands me (to commit) sin; the two protective angels demand of me virtuousness, the angel of death demands of me the spirit and, the grave demands of me my body.</w:t>
      </w:r>
    </w:p>
    <w:p w:rsidR="001C73B9" w:rsidRDefault="001C73B9" w:rsidP="001C73B9">
      <w:pPr>
        <w:pStyle w:val="libNormal"/>
      </w:pPr>
      <w:r w:rsidRPr="00E978C2">
        <w:rPr>
          <w:rStyle w:val="libItalicChar"/>
        </w:rPr>
        <w:t>Therefore, I am, surrounded by these traits, demanded.</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76, p. 15 </w:t>
      </w:r>
    </w:p>
    <w:p w:rsidR="001C73B9" w:rsidRDefault="001C73B9" w:rsidP="001C73B9">
      <w:pPr>
        <w:pStyle w:val="libAr"/>
      </w:pPr>
      <w:r>
        <w:rPr>
          <w:rtl/>
        </w:rPr>
        <w:t>75</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إنَّ</w:t>
      </w:r>
      <w:r>
        <w:rPr>
          <w:rtl/>
        </w:rPr>
        <w:t xml:space="preserve"> الْمُؤمِنَ مَن يَخافُهُ كُلُّ شيْءٍ وَ ذلِكَ أَنَّهُ عَزيزٌ في دينِ اللهِ و لا يَخافُ مِن شيْءٍ  وَ هُوَ عَلامَةُ كُلِّ مُؤمِنٍ</w:t>
      </w:r>
      <w:r>
        <w:t>.</w:t>
      </w:r>
    </w:p>
    <w:p w:rsidR="001C73B9" w:rsidRDefault="001C73B9" w:rsidP="001C73B9">
      <w:pPr>
        <w:pStyle w:val="libAr"/>
      </w:pPr>
      <w:r>
        <w:rPr>
          <w:rFonts w:hint="eastAsia"/>
          <w:rtl/>
        </w:rPr>
        <w:t>بحار</w:t>
      </w:r>
      <w:r>
        <w:rPr>
          <w:rtl/>
        </w:rPr>
        <w:t xml:space="preserve"> الأنوار/67/305</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Verily everything is intimidated by a believer because the religion of Allah causes him to be powerful, and he is not intimidated by anything, which (epithet) is the characteristic of any believer.</w:t>
      </w:r>
      <w:r w:rsidR="00E978C2" w:rsidRPr="00E978C2">
        <w:rPr>
          <w:rStyle w:val="libItalicChar"/>
        </w:rPr>
        <w:t>”</w:t>
      </w:r>
    </w:p>
    <w:p w:rsidR="001C73B9" w:rsidRDefault="001C73B9" w:rsidP="001C73B9">
      <w:pPr>
        <w:pStyle w:val="libNormal"/>
      </w:pPr>
      <w:r>
        <w:t>Bihar</w:t>
      </w:r>
      <w:r w:rsidR="00D92C09">
        <w:t>-</w:t>
      </w:r>
      <w:r>
        <w:t>ul</w:t>
      </w:r>
      <w:r w:rsidR="00D92C09">
        <w:t>-</w:t>
      </w:r>
      <w:r>
        <w:t>Anwar, vol. 67, p. 305</w:t>
      </w:r>
    </w:p>
    <w:p w:rsidR="001C73B9" w:rsidRDefault="001C73B9" w:rsidP="001C73B9">
      <w:pPr>
        <w:pStyle w:val="libNormal"/>
      </w:pPr>
      <w:r>
        <w:br w:type="page"/>
      </w:r>
    </w:p>
    <w:p w:rsidR="001C73B9" w:rsidRDefault="001C73B9" w:rsidP="001C73B9">
      <w:pPr>
        <w:pStyle w:val="Heading1Center"/>
      </w:pPr>
      <w:bookmarkStart w:id="16" w:name="_Toc444518215"/>
      <w:r>
        <w:lastRenderedPageBreak/>
        <w:t>THE REAL FOLLOWERS OF AHLUL</w:t>
      </w:r>
      <w:r w:rsidR="00D92C09">
        <w:t>-</w:t>
      </w:r>
      <w:r>
        <w:t>BAYT AND THEIR QUALITIES</w:t>
      </w:r>
      <w:bookmarkEnd w:id="16"/>
    </w:p>
    <w:p w:rsidR="001C73B9" w:rsidRDefault="001C73B9" w:rsidP="001C73B9">
      <w:pPr>
        <w:pStyle w:val="libAr"/>
      </w:pPr>
      <w:r>
        <w:rPr>
          <w:rtl/>
        </w:rPr>
        <w:t>76</w:t>
      </w:r>
      <w:r w:rsidR="00D92C09">
        <w:rPr>
          <w:rtl/>
        </w:rPr>
        <w:t>-</w:t>
      </w:r>
      <w:r>
        <w:t xml:space="preserve"> </w:t>
      </w:r>
      <w:r>
        <w:rPr>
          <w:rtl/>
        </w:rPr>
        <w:t>عَن جابِرٍ عَن أَبي جَعفَرٍ</w:t>
      </w:r>
      <w:r w:rsidR="00525C12">
        <w:rPr>
          <w:rtl/>
        </w:rPr>
        <w:t xml:space="preserve"> </w:t>
      </w:r>
      <w:r w:rsidR="008A02F7">
        <w:rPr>
          <w:rtl/>
        </w:rPr>
        <w:t xml:space="preserve">عليه السلام </w:t>
      </w:r>
      <w:r>
        <w:rPr>
          <w:rtl/>
        </w:rPr>
        <w:t>قالَ: قالَ لي: يا جابِرُ أَيَكْتَفي مَـن يَنْتَحِـلُ التَّشَيُّـعَ أَنْ يَقُـولَ بِحُبِّنا أَهـلَ البَيـتِ فَوَالله ما شيعَتُنا إلاّ مَنِ اتَّقَى اللّه وَ أَطاعَهُ، وَ ما كانُوا يُعرَفُـونَ يا جابِـرُ إِلاّ بِالتّ</w:t>
      </w:r>
      <w:r>
        <w:rPr>
          <w:rFonts w:hint="eastAsia"/>
          <w:rtl/>
        </w:rPr>
        <w:t>َواضُـعِ</w:t>
      </w:r>
      <w:r>
        <w:rPr>
          <w:rtl/>
        </w:rPr>
        <w:t xml:space="preserve"> وَالتَّخَشُّـعِ وَ الاَمانَة، وَ كَثرَة ذِكرِالله وَالصَّـومِ وَالصَّلاةِ وَالبِرِّ بِالوالِدَينِ وَالتَّعاهُـدِ لِلجيـرانِ مِـنَ الفُقَـراءِ وَ أَهـلِ المَسكَنَة وَ الغارِمينَ وَالأيتامِ وَ صِدقِ الحَديثِ وَ تِلاوَةِ القُرآنِ وَ كَفِّ الألسُـنِ ع</w:t>
      </w:r>
      <w:r>
        <w:rPr>
          <w:rFonts w:hint="eastAsia"/>
          <w:rtl/>
        </w:rPr>
        <w:t>َنِ</w:t>
      </w:r>
      <w:r>
        <w:rPr>
          <w:rtl/>
        </w:rPr>
        <w:t xml:space="preserve"> النّاسِ إلاّ مِن خَيـرٍ، وَ كانُـوا أُمَناءَ عَشائِرِهِمْ  فِي الأشياءِ ... اَلْحَديث</w:t>
      </w:r>
      <w:r>
        <w:t>.</w:t>
      </w:r>
    </w:p>
    <w:p w:rsidR="001C73B9" w:rsidRDefault="001C73B9" w:rsidP="001C73B9">
      <w:pPr>
        <w:pStyle w:val="libAr"/>
      </w:pPr>
      <w:r>
        <w:rPr>
          <w:rFonts w:hint="eastAsia"/>
          <w:rtl/>
        </w:rPr>
        <w:t>الكافي</w:t>
      </w:r>
      <w:r>
        <w:rPr>
          <w:rtl/>
        </w:rPr>
        <w:t>/2/74</w:t>
      </w:r>
    </w:p>
    <w:p w:rsidR="001C73B9" w:rsidRDefault="001C73B9" w:rsidP="001C73B9">
      <w:pPr>
        <w:pStyle w:val="libNormal"/>
      </w:pPr>
      <w:r>
        <w:t xml:space="preserve">Imam Muhammad Baqir [a.s.] told Jabir: </w:t>
      </w:r>
      <w:r w:rsidR="00E978C2" w:rsidRPr="00E978C2">
        <w:rPr>
          <w:rStyle w:val="libItalicChar"/>
        </w:rPr>
        <w:t>“</w:t>
      </w:r>
      <w:r w:rsidRPr="00E978C2">
        <w:rPr>
          <w:rStyle w:val="libItalicChar"/>
        </w:rPr>
        <w:t>Is it enough for a person to (merely) embellish (oneself) as a Shi'ah (follower) by professing love of us, Ahlul</w:t>
      </w:r>
      <w:r w:rsidR="00D92C09" w:rsidRPr="00E978C2">
        <w:rPr>
          <w:rStyle w:val="libItalicChar"/>
        </w:rPr>
        <w:t>-</w:t>
      </w:r>
      <w:r w:rsidRPr="00E978C2">
        <w:rPr>
          <w:rStyle w:val="libItalicChar"/>
        </w:rPr>
        <w:t>Bayt? Nay! By Allah, a person is not our follower except the one who fears Allah and obeys Him. O' Jabir! Our followers are not recognized save by humility; submission; honesty; praising Allah abundantly; fasting and prayers; filial devotion; attending to the poor, needy, debtors, and orphans who live near him; saying the truth; reciting the Qur'an; withholding the tongue from people except for benediction; and being trustworthy for relatives in any affairs...</w:t>
      </w:r>
      <w:r w:rsidR="00E978C2" w:rsidRPr="00E978C2">
        <w:rPr>
          <w:rStyle w:val="libItalicChar"/>
        </w:rPr>
        <w:t>”</w:t>
      </w:r>
    </w:p>
    <w:p w:rsidR="001C73B9" w:rsidRDefault="001C73B9" w:rsidP="001C73B9">
      <w:pPr>
        <w:pStyle w:val="libNormal"/>
      </w:pPr>
      <w:r>
        <w:t>Al</w:t>
      </w:r>
      <w:r w:rsidR="00D92C09">
        <w:t>-</w:t>
      </w:r>
      <w:r>
        <w:t>Kafi, vol. 2, p. 74</w:t>
      </w:r>
    </w:p>
    <w:p w:rsidR="001C73B9" w:rsidRDefault="001C73B9" w:rsidP="001C73B9">
      <w:pPr>
        <w:pStyle w:val="libAr"/>
      </w:pPr>
      <w:r>
        <w:rPr>
          <w:rtl/>
        </w:rPr>
        <w:t>77</w:t>
      </w:r>
      <w:r w:rsidR="00D92C09">
        <w:rPr>
          <w:rtl/>
        </w:rPr>
        <w:t>-</w:t>
      </w:r>
      <w:r>
        <w:t xml:space="preserve"> </w:t>
      </w:r>
      <w:r>
        <w:rPr>
          <w:rtl/>
        </w:rPr>
        <w:t>قالَ حَدَّثَنا سُلَيمانُ بنُ مَهرانَ قالَ دَخَلتُ عَلَى الصّادِقِ جَعفَرِبنِ مُحَمَّدٍ</w:t>
      </w:r>
      <w:r w:rsidR="00525C12">
        <w:rPr>
          <w:rtl/>
        </w:rPr>
        <w:t xml:space="preserve"> </w:t>
      </w:r>
      <w:r w:rsidR="008A02F7">
        <w:rPr>
          <w:rtl/>
        </w:rPr>
        <w:t xml:space="preserve">عليه السلام </w:t>
      </w:r>
      <w:r>
        <w:rPr>
          <w:rtl/>
        </w:rPr>
        <w:t>وَ عِندَهُ نَفَرٌ مِنَ الشّيعَة، فَسَمِعتُـهُ وَ هُـوَ يَقُولُ مَعاشِرَ الشّيعَة</w:t>
      </w:r>
      <w:r>
        <w:t>:</w:t>
      </w:r>
    </w:p>
    <w:p w:rsidR="001C73B9" w:rsidRDefault="001C73B9" w:rsidP="001C73B9">
      <w:pPr>
        <w:pStyle w:val="libAr"/>
      </w:pPr>
      <w:r>
        <w:rPr>
          <w:rFonts w:hint="eastAsia"/>
          <w:rtl/>
        </w:rPr>
        <w:t>كُونُوا</w:t>
      </w:r>
      <w:r>
        <w:rPr>
          <w:rtl/>
        </w:rPr>
        <w:t xml:space="preserve"> لَنا زَيْنًا وَ لا تَكُونُـوا عَلَينا شَيْنًا، قُولُوا لِلنّاسِ حُسْناً، وَاحفَظُوا اَلسِنَتَكُم وَ كُفُّوها عَنِ الفُضُولِ وَ قَبيحِ القَولِ</w:t>
      </w:r>
      <w:r>
        <w:t>.</w:t>
      </w:r>
    </w:p>
    <w:p w:rsidR="001C73B9" w:rsidRDefault="001C73B9" w:rsidP="001C73B9">
      <w:pPr>
        <w:pStyle w:val="libAr"/>
      </w:pPr>
      <w:r>
        <w:rPr>
          <w:rFonts w:hint="eastAsia"/>
          <w:rtl/>
        </w:rPr>
        <w:t>الامالي؟</w:t>
      </w:r>
      <w:r>
        <w:rPr>
          <w:rtl/>
        </w:rPr>
        <w:t>/400</w:t>
      </w:r>
    </w:p>
    <w:p w:rsidR="001C73B9" w:rsidRDefault="001C73B9" w:rsidP="001C73B9">
      <w:pPr>
        <w:pStyle w:val="libNormal"/>
      </w:pPr>
      <w:r>
        <w:t>Sulayman</w:t>
      </w:r>
      <w:r w:rsidR="00D92C09">
        <w:t>-</w:t>
      </w:r>
      <w:r>
        <w:t>ibn</w:t>
      </w:r>
      <w:r w:rsidR="00D92C09">
        <w:t>-</w:t>
      </w:r>
      <w:r>
        <w:t xml:space="preserve">Mahran said that he visited Imam Sadiq [a.s.] while some of the followers (Shi'ah) were attending him [a.s.] and he heard that the Imam [a.s.], addressing them, said: </w:t>
      </w:r>
      <w:r w:rsidR="00E978C2" w:rsidRPr="00E978C2">
        <w:rPr>
          <w:rStyle w:val="libItalicChar"/>
        </w:rPr>
        <w:t>“</w:t>
      </w:r>
      <w:r w:rsidRPr="00E978C2">
        <w:rPr>
          <w:rStyle w:val="libItalicChar"/>
        </w:rPr>
        <w:t>(Behave) to be as ornaments for us and not to be against us as shame. Tell people of goodness, and protect your tongues and hold it from excessive talk and offensive speech.</w:t>
      </w:r>
      <w:r w:rsidR="00E978C2" w:rsidRPr="00E978C2">
        <w:rPr>
          <w:rStyle w:val="libItalicChar"/>
        </w:rPr>
        <w:t>”</w:t>
      </w:r>
    </w:p>
    <w:p w:rsidR="001C73B9" w:rsidRDefault="001C73B9" w:rsidP="001C73B9">
      <w:pPr>
        <w:pStyle w:val="libNormal"/>
      </w:pPr>
      <w:r>
        <w:t>Al</w:t>
      </w:r>
      <w:r w:rsidR="00D92C09">
        <w:t>-</w:t>
      </w:r>
      <w:r>
        <w:t xml:space="preserve">Amali, by Saduq, p. 142 </w:t>
      </w:r>
    </w:p>
    <w:p w:rsidR="001C73B9" w:rsidRDefault="001C73B9" w:rsidP="001C73B9">
      <w:pPr>
        <w:pStyle w:val="libAr"/>
      </w:pPr>
      <w:r>
        <w:rPr>
          <w:rtl/>
        </w:rPr>
        <w:t>78</w:t>
      </w:r>
      <w:r w:rsidR="00D92C09">
        <w:rPr>
          <w:rtl/>
        </w:rPr>
        <w:t>-</w:t>
      </w:r>
      <w:r>
        <w:t xml:space="preserve"> </w:t>
      </w:r>
      <w:r>
        <w:rPr>
          <w:rtl/>
        </w:rPr>
        <w:t>عَـن عَبـدِالله بنِ بُكَيـرٍ عَـن أَبي عَبـدِ الله</w:t>
      </w:r>
      <w:r w:rsidR="00525C12">
        <w:rPr>
          <w:rtl/>
        </w:rPr>
        <w:t xml:space="preserve"> </w:t>
      </w:r>
      <w:r w:rsidR="008A02F7">
        <w:rPr>
          <w:rtl/>
        </w:rPr>
        <w:t xml:space="preserve">عليه السلام </w:t>
      </w:r>
      <w:r>
        <w:rPr>
          <w:rtl/>
        </w:rPr>
        <w:t>قالَ: اِنّا لَنُحِبُّ مَن كانَ عاقِلاً فَهِمًا فَقيهًا حَليمًا مُدارِياً صَبُورًا صَدُوقـًا وَفِياًّ، اِنَّ اللّه عَزَّوَجَلَّ خَصَّ الأنبِياءَ</w:t>
      </w:r>
      <w:r w:rsidR="00525C12">
        <w:rPr>
          <w:rtl/>
        </w:rPr>
        <w:t xml:space="preserve"> عليه</w:t>
      </w:r>
      <w:r>
        <w:rPr>
          <w:rtl/>
        </w:rPr>
        <w:t>م السلام بَمَكارِمِ الأخـلاقِ، فَمَن كانَـ</w:t>
      </w:r>
      <w:r>
        <w:rPr>
          <w:rFonts w:hint="eastAsia"/>
          <w:rtl/>
        </w:rPr>
        <w:t>ت</w:t>
      </w:r>
      <w:r>
        <w:rPr>
          <w:rtl/>
        </w:rPr>
        <w:t xml:space="preserve"> فيهِ فَليَحمَـدِ اللّه عَلى ذلِكَ وَ مَن لَـم تَكُـن فيـهِ فَليَتَضَرَّعْ إِلى الله عَزَّ وَ جَلَّ وَليَسأَلْهُ إيّاهُ، قالَ قُلتُ جُعِلـتُ فِداكَ وَ ما هُنَّ؟</w:t>
      </w:r>
    </w:p>
    <w:p w:rsidR="001C73B9" w:rsidRDefault="001C73B9" w:rsidP="001C73B9">
      <w:pPr>
        <w:pStyle w:val="libAr"/>
      </w:pPr>
      <w:r>
        <w:rPr>
          <w:rFonts w:hint="eastAsia"/>
          <w:rtl/>
        </w:rPr>
        <w:lastRenderedPageBreak/>
        <w:t>قالَ</w:t>
      </w:r>
      <w:r>
        <w:rPr>
          <w:rtl/>
        </w:rPr>
        <w:t>: هُـنَّ الـوَرَعُ، وَالقَناعَة، وَالصَّبـرُ، وَالشُّكـرُ، وَالحِلــمُ، وَالحَياءُ، وَالسَّخاءُ، وَالشَّجاعَة، وَالغِيـرَة وَالبِـرُّ، وَ صِـدقُ الحَديثِ، وَ اَداءُ الإمانَةِ</w:t>
      </w:r>
      <w:r>
        <w:t>.</w:t>
      </w:r>
    </w:p>
    <w:p w:rsidR="001C73B9" w:rsidRDefault="001C73B9" w:rsidP="001C73B9">
      <w:pPr>
        <w:pStyle w:val="libAr"/>
      </w:pPr>
      <w:r>
        <w:rPr>
          <w:rFonts w:hint="eastAsia"/>
          <w:rtl/>
        </w:rPr>
        <w:t>الكافي</w:t>
      </w:r>
      <w:r>
        <w:rPr>
          <w:rtl/>
        </w:rPr>
        <w:t>/2/56</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Verily, we love those who are wise, perceptive (intelligent), learned, forbearing, patient, reliable, and faithful. Surely, Allah, Almighty and Glorious, favoured Prophets [a.s.] with high morality. Then, he who possesses them may praise Allah for them, but he who does not have them may weep unto Allah, the Almighty and Glorious, and ask Him for them.</w:t>
      </w:r>
      <w:r w:rsidR="00E978C2" w:rsidRPr="00E978C2">
        <w:rPr>
          <w:rStyle w:val="libItalicChar"/>
        </w:rPr>
        <w:t>”</w:t>
      </w:r>
      <w:r>
        <w:t xml:space="preserve"> Jabir humbly asked what they were, and the Imam [a.s.] replied:</w:t>
      </w:r>
    </w:p>
    <w:p w:rsidR="001C73B9" w:rsidRDefault="00E978C2" w:rsidP="001C73B9">
      <w:pPr>
        <w:pStyle w:val="libNormal"/>
      </w:pPr>
      <w:r w:rsidRPr="00E978C2">
        <w:rPr>
          <w:rStyle w:val="libItalicChar"/>
        </w:rPr>
        <w:t>“</w:t>
      </w:r>
      <w:r w:rsidR="001C73B9" w:rsidRPr="00E978C2">
        <w:rPr>
          <w:rStyle w:val="libItalicChar"/>
        </w:rPr>
        <w:t>They are: piety, contentment, patient endurance, gratefulness, forbearance, modesty, graciousness, courage, enthusiasm, benevolence, truthfulness, and honesty in deposits.</w:t>
      </w:r>
      <w:r w:rsidRPr="00E978C2">
        <w:rPr>
          <w:rStyle w:val="libItalicChar"/>
        </w:rPr>
        <w:t>”</w:t>
      </w:r>
    </w:p>
    <w:p w:rsidR="001C73B9" w:rsidRDefault="001C73B9" w:rsidP="001C73B9">
      <w:pPr>
        <w:pStyle w:val="libNormal"/>
      </w:pPr>
      <w:r>
        <w:t>Al</w:t>
      </w:r>
      <w:r w:rsidR="00D92C09">
        <w:t>-</w:t>
      </w:r>
      <w:r>
        <w:t xml:space="preserve">Kafi, vol. 2, p. 56 </w:t>
      </w:r>
    </w:p>
    <w:p w:rsidR="001C73B9" w:rsidRDefault="001C73B9" w:rsidP="001C73B9">
      <w:pPr>
        <w:pStyle w:val="libAr"/>
      </w:pPr>
      <w:r>
        <w:rPr>
          <w:rtl/>
        </w:rPr>
        <w:t>79</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كانَ لِلّهِ مُطيعاً فَهُوَلَنا وَلِيٌّ وَ مَن كانَ لِلّهِ عاصياً فَهُوَلَنا عَدُوٌّ</w:t>
      </w:r>
      <w:r>
        <w:t>.</w:t>
      </w:r>
    </w:p>
    <w:p w:rsidR="001C73B9" w:rsidRDefault="001C73B9" w:rsidP="001C73B9">
      <w:pPr>
        <w:pStyle w:val="libAr"/>
      </w:pPr>
      <w:r>
        <w:rPr>
          <w:rFonts w:hint="eastAsia"/>
          <w:rtl/>
        </w:rPr>
        <w:t>الكافي</w:t>
      </w:r>
      <w:r>
        <w:rPr>
          <w:rtl/>
        </w:rPr>
        <w:t>/2/75</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 He who obeys Allah is a lover of us, and the one who disobeys Him then he is an enemy for us (AhIul</w:t>
      </w:r>
      <w:r w:rsidR="00D92C09" w:rsidRPr="00E978C2">
        <w:rPr>
          <w:rStyle w:val="libItalicChar"/>
        </w:rPr>
        <w:t>-</w:t>
      </w:r>
      <w:r w:rsidRPr="00E978C2">
        <w:rPr>
          <w:rStyle w:val="libItalicChar"/>
        </w:rPr>
        <w:t>Bayt)...</w:t>
      </w:r>
      <w:r w:rsidR="00E978C2" w:rsidRPr="00E978C2">
        <w:rPr>
          <w:rStyle w:val="libItalicChar"/>
        </w:rPr>
        <w:t>”</w:t>
      </w:r>
    </w:p>
    <w:p w:rsidR="001C73B9" w:rsidRDefault="001C73B9" w:rsidP="001C73B9">
      <w:pPr>
        <w:pStyle w:val="libNormal"/>
      </w:pPr>
      <w:r>
        <w:t>Al</w:t>
      </w:r>
      <w:r w:rsidR="00D92C09">
        <w:t>-</w:t>
      </w:r>
      <w:r>
        <w:t>Kafi, vol. 2, p. 75</w:t>
      </w:r>
    </w:p>
    <w:p w:rsidR="001C73B9" w:rsidRDefault="001C73B9" w:rsidP="001C73B9">
      <w:pPr>
        <w:pStyle w:val="libNormal"/>
      </w:pPr>
      <w:r>
        <w:t>SIN AND ITS EFFECTS</w:t>
      </w:r>
    </w:p>
    <w:p w:rsidR="001C73B9" w:rsidRDefault="001C73B9" w:rsidP="001C73B9">
      <w:pPr>
        <w:pStyle w:val="libAr"/>
      </w:pPr>
      <w:r>
        <w:rPr>
          <w:rtl/>
        </w:rPr>
        <w:t>80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لا</w:t>
      </w:r>
      <w:r>
        <w:rPr>
          <w:rtl/>
        </w:rPr>
        <w:t xml:space="preserve"> تَنظُرْ إِلى صِغَرِ الخَطيئَة وَلكِنِ انظُرْ إِلى مَن عَصَيتَ</w:t>
      </w:r>
      <w:r>
        <w:t>.</w:t>
      </w:r>
    </w:p>
    <w:p w:rsidR="001C73B9" w:rsidRDefault="001C73B9" w:rsidP="001C73B9">
      <w:pPr>
        <w:pStyle w:val="libAr"/>
      </w:pPr>
      <w:r>
        <w:rPr>
          <w:rFonts w:hint="eastAsia"/>
          <w:rtl/>
        </w:rPr>
        <w:t>مستدرك</w:t>
      </w:r>
      <w:r>
        <w:rPr>
          <w:rtl/>
        </w:rPr>
        <w:t xml:space="preserve"> الوسائل/11/330 &amp; بحار الأنوار/77/79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Do not look at the minuteness of the sin, but see Whom you have sinned against.</w:t>
      </w:r>
      <w:r w:rsidR="00E978C2" w:rsidRPr="00E978C2">
        <w:rPr>
          <w:rStyle w:val="libItalicChar"/>
        </w:rPr>
        <w:t>”</w:t>
      </w:r>
    </w:p>
    <w:p w:rsidR="001C73B9" w:rsidRDefault="001C73B9" w:rsidP="001C73B9">
      <w:pPr>
        <w:pStyle w:val="libNormal"/>
      </w:pPr>
      <w:r>
        <w:t>Bihar</w:t>
      </w:r>
      <w:r w:rsidR="00D92C09">
        <w:t>-</w:t>
      </w:r>
      <w:r>
        <w:t>ul</w:t>
      </w:r>
      <w:r w:rsidR="00D92C09">
        <w:t>-</w:t>
      </w:r>
      <w:r>
        <w:t>Anwar, vol. 77, p. 79 &amp; Mustadrak AI</w:t>
      </w:r>
      <w:r w:rsidR="00D92C09">
        <w:t>-</w:t>
      </w:r>
      <w:r>
        <w:t xml:space="preserve">Wasa'il, vol. 11, p. 330 </w:t>
      </w:r>
    </w:p>
    <w:p w:rsidR="001C73B9" w:rsidRDefault="001C73B9" w:rsidP="001C73B9">
      <w:pPr>
        <w:pStyle w:val="libAr"/>
      </w:pPr>
      <w:r>
        <w:rPr>
          <w:rtl/>
        </w:rPr>
        <w:t>81</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مَنْ</w:t>
      </w:r>
      <w:r>
        <w:rPr>
          <w:rtl/>
        </w:rPr>
        <w:t xml:space="preserve"> أَرادَ مِنكُم أَنْ يَعلَمَ كَيـفَ مَنزِلَتُـهُ عِنـدَ اللهِ فَلْيَنْظُـرْ كَيْـفَ مَنزِلَةُ اللهِ مِنهُ عِندَ الذُّنُوبِ، كذلكَ مَنزِلَتُهُ عِنـدَ اللهِ تَبارَكَ وَ تَعالى</w:t>
      </w:r>
      <w:r>
        <w:t>.</w:t>
      </w:r>
    </w:p>
    <w:p w:rsidR="001C73B9" w:rsidRDefault="001C73B9" w:rsidP="001C73B9">
      <w:pPr>
        <w:pStyle w:val="libAr"/>
      </w:pPr>
      <w:r>
        <w:rPr>
          <w:rFonts w:hint="eastAsia"/>
          <w:rtl/>
        </w:rPr>
        <w:t>بحار</w:t>
      </w:r>
      <w:r>
        <w:rPr>
          <w:rtl/>
        </w:rPr>
        <w:t xml:space="preserve"> الأنوار/70/18</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If one of you desires to know his standing with Allah he may evaluate his situation in relation to his sins against Allah, such is his worthiness to Allah, the Blessed and Exalted.</w:t>
      </w:r>
      <w:r w:rsidR="00E978C2" w:rsidRPr="00E978C2">
        <w:rPr>
          <w:rStyle w:val="libItalicChar"/>
        </w:rPr>
        <w:t>”</w:t>
      </w:r>
    </w:p>
    <w:p w:rsidR="001C73B9" w:rsidRDefault="001C73B9" w:rsidP="001C73B9">
      <w:pPr>
        <w:pStyle w:val="libNormal"/>
      </w:pPr>
      <w:r>
        <w:t>Bihar</w:t>
      </w:r>
      <w:r w:rsidR="00D92C09">
        <w:t>-</w:t>
      </w:r>
      <w:r>
        <w:t>ul</w:t>
      </w:r>
      <w:r w:rsidR="00D92C09">
        <w:t>-</w:t>
      </w:r>
      <w:r>
        <w:t>Anwar, vol. 70, p. 18</w:t>
      </w:r>
    </w:p>
    <w:p w:rsidR="001C73B9" w:rsidRDefault="001C73B9" w:rsidP="001C73B9">
      <w:pPr>
        <w:pStyle w:val="libAr"/>
      </w:pPr>
      <w:r>
        <w:rPr>
          <w:rtl/>
        </w:rPr>
        <w:t>82</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lastRenderedPageBreak/>
        <w:t>أَما</w:t>
      </w:r>
      <w:r>
        <w:rPr>
          <w:rtl/>
        </w:rPr>
        <w:t xml:space="preserve"> تَعلَمُونَ أَنَّ أَعمالَكُم تُعرَضُ</w:t>
      </w:r>
      <w:r w:rsidR="00525C12">
        <w:rPr>
          <w:rtl/>
        </w:rPr>
        <w:t xml:space="preserve"> عليه</w:t>
      </w:r>
      <w:r>
        <w:rPr>
          <w:rtl/>
        </w:rPr>
        <w:t xml:space="preserve"> فَإذا رآى فيها مَعصِيَةً ساءَهُ ذلك فَلا تَسُوؤُوا رَسُـولَ اللهِ وَ سُرُّوهُ</w:t>
      </w:r>
      <w:r>
        <w:t>.</w:t>
      </w:r>
    </w:p>
    <w:p w:rsidR="001C73B9" w:rsidRDefault="001C73B9" w:rsidP="001C73B9">
      <w:pPr>
        <w:pStyle w:val="libAr"/>
      </w:pPr>
      <w:r>
        <w:rPr>
          <w:rFonts w:hint="eastAsia"/>
          <w:rtl/>
        </w:rPr>
        <w:t>الكافي</w:t>
      </w:r>
      <w:r>
        <w:rPr>
          <w:rtl/>
        </w:rPr>
        <w:t>/1/219</w:t>
      </w:r>
    </w:p>
    <w:p w:rsidR="001C73B9" w:rsidRDefault="001C73B9" w:rsidP="001C73B9">
      <w:pPr>
        <w:pStyle w:val="libNormal"/>
      </w:pPr>
      <w:r>
        <w:t xml:space="preserve">Imam Sadiq [a.s.] addressed a group of people and inquired why they annoyed the Messenger of Allah. Someone asked Imam [a.s.] how they did so, and he [a.s.] said: </w:t>
      </w:r>
      <w:r w:rsidR="00E978C2" w:rsidRPr="00E978C2">
        <w:rPr>
          <w:rStyle w:val="libItalicChar"/>
        </w:rPr>
        <w:t>“</w:t>
      </w:r>
      <w:r w:rsidRPr="00E978C2">
        <w:rPr>
          <w:rStyle w:val="libItalicChar"/>
        </w:rPr>
        <w:t>Do you not know that your deeds are reported to him [p.b.u.h.]? When he [p.b.u.h.] observes a sin against Allah among them, he becomes displeased. Therefore do not hurt the Messenger of Allah but do please him.</w:t>
      </w:r>
      <w:r w:rsidR="00E978C2" w:rsidRPr="00E978C2">
        <w:rPr>
          <w:rStyle w:val="libItalicChar"/>
        </w:rPr>
        <w:t>”</w:t>
      </w:r>
    </w:p>
    <w:p w:rsidR="001C73B9" w:rsidRDefault="001C73B9" w:rsidP="001C73B9">
      <w:pPr>
        <w:pStyle w:val="libNormal"/>
      </w:pPr>
      <w:r>
        <w:t>Usul</w:t>
      </w:r>
      <w:r w:rsidR="00D92C09">
        <w:t>-</w:t>
      </w:r>
      <w:r>
        <w:t>I</w:t>
      </w:r>
      <w:r w:rsidR="00D92C09">
        <w:t>-</w:t>
      </w:r>
      <w:r>
        <w:t xml:space="preserve">Kafi, vol. 1, p. 219 </w:t>
      </w:r>
    </w:p>
    <w:p w:rsidR="001C73B9" w:rsidRDefault="001C73B9" w:rsidP="001C73B9">
      <w:pPr>
        <w:pStyle w:val="libAr"/>
      </w:pPr>
      <w:r>
        <w:rPr>
          <w:rtl/>
        </w:rPr>
        <w:t>83</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قِلَّة</w:t>
      </w:r>
      <w:r>
        <w:rPr>
          <w:rtl/>
        </w:rPr>
        <w:t xml:space="preserve"> العَفوِ اَقبَحُ العُيُوبِ وَالتَّسَرُّعُ إِلى الاِنتِقامِ اَعظَمُ الذُّنُوبِ</w:t>
      </w:r>
    </w:p>
    <w:p w:rsidR="001C73B9" w:rsidRDefault="001C73B9" w:rsidP="001C73B9">
      <w:pPr>
        <w:pStyle w:val="libAr"/>
      </w:pPr>
      <w:r>
        <w:rPr>
          <w:rFonts w:hint="eastAsia"/>
          <w:rtl/>
        </w:rPr>
        <w:t>غرر</w:t>
      </w:r>
      <w:r>
        <w:rPr>
          <w:rtl/>
        </w:rPr>
        <w:t xml:space="preserve"> الحكم/235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Lacking forgiveness is the worst of deficiencies and hastening in vengeance is (among) the greatest (of all) sins.</w:t>
      </w:r>
      <w:r w:rsidR="00E978C2" w:rsidRPr="00E978C2">
        <w:rPr>
          <w:rStyle w:val="libItalicChar"/>
        </w:rPr>
        <w:t>”</w:t>
      </w:r>
    </w:p>
    <w:p w:rsidR="001C73B9" w:rsidRDefault="001C73B9" w:rsidP="001C73B9">
      <w:pPr>
        <w:pStyle w:val="libNormal"/>
      </w:pPr>
      <w:r>
        <w:t>Ghurar</w:t>
      </w:r>
      <w:r w:rsidR="00D92C09">
        <w:t>-</w:t>
      </w:r>
      <w:r>
        <w:t>ul</w:t>
      </w:r>
      <w:r w:rsidR="00D92C09">
        <w:t>-</w:t>
      </w:r>
      <w:r>
        <w:t xml:space="preserve">Hikam, p. 235 </w:t>
      </w:r>
    </w:p>
    <w:p w:rsidR="001C73B9" w:rsidRDefault="001C73B9" w:rsidP="001C73B9">
      <w:pPr>
        <w:pStyle w:val="libAr"/>
      </w:pPr>
      <w:r>
        <w:rPr>
          <w:rtl/>
        </w:rPr>
        <w:t>84</w:t>
      </w:r>
      <w:r w:rsidR="00D92C09">
        <w:rPr>
          <w:rtl/>
        </w:rPr>
        <w:t>-</w:t>
      </w:r>
      <w:r>
        <w:t xml:space="preserve"> </w:t>
      </w:r>
      <w:r>
        <w:rPr>
          <w:rtl/>
        </w:rPr>
        <w:t xml:space="preserve">عَنِ الأصبَغِ بنِ نَباتَة عَن </w:t>
      </w:r>
      <w:r w:rsidR="00525C12">
        <w:rPr>
          <w:rtl/>
        </w:rPr>
        <w:t xml:space="preserve">عَلِيّ </w:t>
      </w:r>
      <w:r w:rsidR="008A02F7">
        <w:rPr>
          <w:rtl/>
        </w:rPr>
        <w:t xml:space="preserve">عليه السلام </w:t>
      </w:r>
      <w:r>
        <w:rPr>
          <w:rtl/>
        </w:rPr>
        <w:t>قالَ: قالَ رَسُـولُ الله صَلَّى اللّه</w:t>
      </w:r>
      <w:r w:rsidR="00525C12">
        <w:rPr>
          <w:rtl/>
        </w:rPr>
        <w:t xml:space="preserve"> عليه</w:t>
      </w:r>
      <w:r>
        <w:rPr>
          <w:rtl/>
        </w:rPr>
        <w:t xml:space="preserve"> وَ آلِهِ و سلم: إذا غَضِبَ اللّه عَزَّوَجلَّ عَلى اُمَّةٍ وَ لَم يَنزِل بِهَا العَذابُ غَلَتْ اَسعارُها، وَ قَصُرَتْ اَعمارُها، وَلَـم تَربَحْ تُجّارُها، وَلَ</w:t>
      </w:r>
      <w:r>
        <w:rPr>
          <w:rFonts w:hint="eastAsia"/>
          <w:rtl/>
        </w:rPr>
        <w:t>م</w:t>
      </w:r>
      <w:r>
        <w:rPr>
          <w:rtl/>
        </w:rPr>
        <w:t xml:space="preserve"> تَزكُ ثِمارُها، وَلَم تَغـزُرْ أَنْهارُها، وَ حُبِـسَ عَنها اَمطارُها، وَسُلِّطَ</w:t>
      </w:r>
      <w:r w:rsidR="00525C12">
        <w:rPr>
          <w:rtl/>
        </w:rPr>
        <w:t xml:space="preserve"> عليه</w:t>
      </w:r>
      <w:r>
        <w:rPr>
          <w:rtl/>
        </w:rPr>
        <w:t>ا شِرارُها</w:t>
      </w:r>
      <w:r>
        <w:t>.</w:t>
      </w:r>
    </w:p>
    <w:p w:rsidR="001C73B9" w:rsidRDefault="001C73B9" w:rsidP="001C73B9">
      <w:pPr>
        <w:pStyle w:val="libAr"/>
      </w:pPr>
      <w:r>
        <w:rPr>
          <w:rFonts w:hint="eastAsia"/>
          <w:rtl/>
        </w:rPr>
        <w:t>الخصال</w:t>
      </w:r>
      <w:r>
        <w:rPr>
          <w:rtl/>
        </w:rPr>
        <w:t>/2/360</w:t>
      </w:r>
    </w:p>
    <w:p w:rsidR="001C73B9" w:rsidRDefault="001C73B9" w:rsidP="001C73B9">
      <w:pPr>
        <w:pStyle w:val="libNormal"/>
      </w:pPr>
      <w:r>
        <w:t>Asbaq</w:t>
      </w:r>
      <w:r w:rsidR="00D92C09">
        <w:t>-</w:t>
      </w:r>
      <w:r>
        <w:t>ibn</w:t>
      </w:r>
      <w:r w:rsidR="00D92C09">
        <w:t>-</w:t>
      </w:r>
      <w:r>
        <w:t xml:space="preserve">Nubatah has narrated from the first Imam, Amir ul Mu'mineen Ali [a.s.], who said the Prophet [p.b.u.h.] said: </w:t>
      </w:r>
      <w:r w:rsidR="00E978C2" w:rsidRPr="00E978C2">
        <w:rPr>
          <w:rStyle w:val="libItalicChar"/>
        </w:rPr>
        <w:t>“</w:t>
      </w:r>
      <w:r w:rsidRPr="00E978C2">
        <w:rPr>
          <w:rStyle w:val="libItalicChar"/>
        </w:rPr>
        <w:t>When Allah Almighty and Glorious sends His wrath on a nation and does not punish (them) by it, then; their prices will go up (expensive), their lifetimes will shorten, their merchants will not gain profits, their fruits will not be abundant, their streams will not become brimful, their rain will be withheld from them, and their vicious ones will dominate over them.</w:t>
      </w:r>
      <w:r w:rsidR="00E978C2" w:rsidRPr="00E978C2">
        <w:rPr>
          <w:rStyle w:val="libItalicChar"/>
        </w:rPr>
        <w:t>”</w:t>
      </w:r>
    </w:p>
    <w:p w:rsidR="001C73B9" w:rsidRDefault="001C73B9" w:rsidP="001C73B9">
      <w:pPr>
        <w:pStyle w:val="libNormal"/>
      </w:pPr>
      <w:r>
        <w:t xml:space="preserve">Khisal by Saduq, vol. 2, p.360 </w:t>
      </w:r>
    </w:p>
    <w:p w:rsidR="001C73B9" w:rsidRDefault="001C73B9" w:rsidP="001C73B9">
      <w:pPr>
        <w:pStyle w:val="libNormal"/>
      </w:pPr>
      <w:r>
        <w:t>Note:</w:t>
      </w:r>
    </w:p>
    <w:p w:rsidR="001C73B9" w:rsidRDefault="001C73B9" w:rsidP="001C73B9">
      <w:pPr>
        <w:pStyle w:val="libNormal"/>
      </w:pPr>
      <w:r>
        <w:t xml:space="preserve">The summary of this tradition is that if the destructive penalty does not destroy such a nation, they will be inflicted with seven afflictions because of their committing sins. </w:t>
      </w:r>
    </w:p>
    <w:p w:rsidR="001C73B9" w:rsidRDefault="001C73B9" w:rsidP="001C73B9">
      <w:pPr>
        <w:pStyle w:val="libAr"/>
      </w:pPr>
      <w:r>
        <w:rPr>
          <w:rtl/>
        </w:rPr>
        <w:t>85</w:t>
      </w:r>
      <w:r w:rsidR="00D92C09">
        <w:rPr>
          <w:rtl/>
        </w:rPr>
        <w:t>-</w:t>
      </w:r>
      <w:r>
        <w:t xml:space="preserve"> </w:t>
      </w:r>
      <w:r>
        <w:rPr>
          <w:rtl/>
        </w:rPr>
        <w:t>عَن اَبي جَعفَرٍ</w:t>
      </w:r>
      <w:r w:rsidR="00525C12">
        <w:rPr>
          <w:rtl/>
        </w:rPr>
        <w:t xml:space="preserve"> </w:t>
      </w:r>
      <w:r w:rsidR="008A02F7">
        <w:rPr>
          <w:rtl/>
        </w:rPr>
        <w:t xml:space="preserve">عليه السلام </w:t>
      </w:r>
      <w:r>
        <w:rPr>
          <w:rtl/>
        </w:rPr>
        <w:t>قالَ وَجَدنا في كِتابِ عَلِىٍّ</w:t>
      </w:r>
      <w:r w:rsidR="00525C12">
        <w:rPr>
          <w:rtl/>
        </w:rPr>
        <w:t xml:space="preserve"> </w:t>
      </w:r>
      <w:r w:rsidR="008A02F7">
        <w:rPr>
          <w:rtl/>
        </w:rPr>
        <w:t xml:space="preserve">عليه السلام </w:t>
      </w:r>
      <w:r>
        <w:rPr>
          <w:rtl/>
        </w:rPr>
        <w:t>قالَ</w:t>
      </w:r>
      <w:r>
        <w:t>:</w:t>
      </w:r>
    </w:p>
    <w:p w:rsidR="001C73B9" w:rsidRDefault="001C73B9" w:rsidP="001C73B9">
      <w:pPr>
        <w:pStyle w:val="libAr"/>
      </w:pPr>
      <w:r>
        <w:rPr>
          <w:rFonts w:hint="eastAsia"/>
          <w:rtl/>
        </w:rPr>
        <w:t>قالَ</w:t>
      </w:r>
      <w:r>
        <w:rPr>
          <w:rtl/>
        </w:rPr>
        <w:t xml:space="preserve"> رَسُولُ الله صَلَّى اللّه</w:t>
      </w:r>
      <w:r w:rsidR="00525C12">
        <w:rPr>
          <w:rtl/>
        </w:rPr>
        <w:t xml:space="preserve"> عليه</w:t>
      </w:r>
      <w:r>
        <w:rPr>
          <w:rtl/>
        </w:rPr>
        <w:t xml:space="preserve"> وَ آلِهِ و سلم: إذا ظَهَرَ الزِّنا كَثُرَ مَـوتُ الفُجأَةِ، وَ إذا طُفِّفَ المِكيالُ اَخَذَهُمُ اللّه بِالسِّنينَ وَ النَّقصِ، وَ إذا مَنَعُوا الزَّكوةَ مَنَعَتِ الأرضُ بَرَكاتِها مِنَ الـزَّرعِ وَ </w:t>
      </w:r>
      <w:r>
        <w:rPr>
          <w:rtl/>
        </w:rPr>
        <w:lastRenderedPageBreak/>
        <w:t>الثِّمـارِ وَ المَع</w:t>
      </w:r>
      <w:r>
        <w:rPr>
          <w:rFonts w:hint="eastAsia"/>
          <w:rtl/>
        </w:rPr>
        <w:t>ادِنِ</w:t>
      </w:r>
      <w:r>
        <w:rPr>
          <w:rtl/>
        </w:rPr>
        <w:t xml:space="preserve"> كُلِّها، وَ إذا جارُوا  فِي  الأحكامِ تَعاوَنُـوا عَلَـى الظُّلـمِ وَ العُدوانِ، وَ إذا نَقَضُوا العُهُودَ سَلَّـطَ اللّه</w:t>
      </w:r>
      <w:r w:rsidR="00525C12">
        <w:rPr>
          <w:rtl/>
        </w:rPr>
        <w:t xml:space="preserve"> عليه</w:t>
      </w:r>
      <w:r>
        <w:rPr>
          <w:rtl/>
        </w:rPr>
        <w:t>م عَدُوَّهُـم، وَ إذا قَطَعُوا الأرحامَ جُعِلَتِ الأموالُ في اَيدِي الأشرارِ، وَ إذا لَـم يأْمُرُوا بِمَعرُوفٍ وَ لَم يَن</w:t>
      </w:r>
      <w:r>
        <w:rPr>
          <w:rFonts w:hint="eastAsia"/>
          <w:rtl/>
        </w:rPr>
        <w:t>هَوا</w:t>
      </w:r>
      <w:r>
        <w:rPr>
          <w:rtl/>
        </w:rPr>
        <w:t xml:space="preserve"> عَن مُنكَرٍ وَ لَم يَتَّبِعُوا الأخيارَ مِـن اَهلِ بَيتي سَلَّطَ اللّه</w:t>
      </w:r>
      <w:r w:rsidR="00525C12">
        <w:rPr>
          <w:rtl/>
        </w:rPr>
        <w:t xml:space="preserve"> عليه</w:t>
      </w:r>
      <w:r>
        <w:rPr>
          <w:rtl/>
        </w:rPr>
        <w:t>م شِرارَهُم فَيَدعُو عِندَ ذلِكَ خِيارُهُم فَلا يُستَجابُ لَهُم</w:t>
      </w:r>
    </w:p>
    <w:p w:rsidR="001C73B9" w:rsidRDefault="001C73B9" w:rsidP="001C73B9">
      <w:pPr>
        <w:pStyle w:val="libAr"/>
      </w:pPr>
      <w:r>
        <w:rPr>
          <w:rFonts w:hint="eastAsia"/>
          <w:rtl/>
        </w:rPr>
        <w:t>سفينة</w:t>
      </w:r>
      <w:r>
        <w:rPr>
          <w:rtl/>
        </w:rPr>
        <w:t xml:space="preserve"> البحار/2/630</w:t>
      </w:r>
    </w:p>
    <w:p w:rsidR="001C73B9" w:rsidRDefault="001C73B9" w:rsidP="001C73B9">
      <w:pPr>
        <w:pStyle w:val="libNormal"/>
      </w:pPr>
      <w:r>
        <w:t xml:space="preserve">Imam Baqir [a.s.], the fifth Imam, said that he found in the book of Amir ul Mu'mineen Ali [a.s.] that he has said that the Holy Prophet [p.b.u.h.] said: </w:t>
      </w:r>
      <w:r w:rsidR="00E978C2" w:rsidRPr="00E978C2">
        <w:rPr>
          <w:rStyle w:val="libItalicChar"/>
        </w:rPr>
        <w:t>“</w:t>
      </w:r>
      <w:r w:rsidRPr="00E978C2">
        <w:rPr>
          <w:rStyle w:val="libItalicChar"/>
        </w:rPr>
        <w:t>When adultery appears (abundantly in a society) the (number of) sudden deaths increases; and when there is fraud, Allah takes them in expensiveness and loss. When people stop giving alms tax, the earth holds back its blessings from plants (crops), fruits, mines, and all such things. When they act unjustly according to (divine) ordinances, they have helped injustice and aggression. When they breach (their) promises, the Lord will set their enemies as absolute masters over them. When they break off connections with their kindred, possession of properties will be put in the hands of the wicked. And, when they do not perform enjoining right and forbidding wrong and, also, do not follow the chosen ones of my Ahlul</w:t>
      </w:r>
      <w:r w:rsidR="00D92C09" w:rsidRPr="00E978C2">
        <w:rPr>
          <w:rStyle w:val="libItalicChar"/>
        </w:rPr>
        <w:t>-</w:t>
      </w:r>
      <w:r w:rsidRPr="00E978C2">
        <w:rPr>
          <w:rStyle w:val="libItalicChar"/>
        </w:rPr>
        <w:t>Bayt, Allah will set their vicious ones over them and, in this condition, their good doers utter invocations but they are not responded to.</w:t>
      </w:r>
      <w:r w:rsidR="00E978C2" w:rsidRPr="00E978C2">
        <w:rPr>
          <w:rStyle w:val="libItalicChar"/>
        </w:rPr>
        <w:t>”</w:t>
      </w:r>
    </w:p>
    <w:p w:rsidR="001C73B9" w:rsidRDefault="001C73B9" w:rsidP="001C73B9">
      <w:pPr>
        <w:pStyle w:val="libNormal"/>
      </w:pPr>
      <w:r>
        <w:t>Safinat</w:t>
      </w:r>
      <w:r w:rsidR="00D92C09">
        <w:t>-</w:t>
      </w:r>
      <w:r>
        <w:t>uI</w:t>
      </w:r>
      <w:r w:rsidR="00D92C09">
        <w:t>-</w:t>
      </w:r>
      <w:r>
        <w:t>Bihar, vol. 2, p. 630</w:t>
      </w:r>
    </w:p>
    <w:p w:rsidR="001C73B9" w:rsidRDefault="001C73B9" w:rsidP="001C73B9">
      <w:pPr>
        <w:pStyle w:val="libAr"/>
      </w:pPr>
      <w:r>
        <w:rPr>
          <w:rtl/>
        </w:rPr>
        <w:t>86</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ما</w:t>
      </w:r>
      <w:r>
        <w:rPr>
          <w:rtl/>
        </w:rPr>
        <w:t xml:space="preserve"> جَفَّتِ الدّمُوعُ إلاّ لِقَسوَةِ القُلُـوبِ وَ مـا قَسَـتِ القُلُـوبُ اِلاّ لِكَثرَة الذُّنُوبِ</w:t>
      </w:r>
    </w:p>
    <w:p w:rsidR="001C73B9" w:rsidRDefault="001C73B9" w:rsidP="001C73B9">
      <w:pPr>
        <w:pStyle w:val="libAr"/>
      </w:pPr>
      <w:r>
        <w:rPr>
          <w:rFonts w:hint="eastAsia"/>
          <w:rtl/>
        </w:rPr>
        <w:t>بحار</w:t>
      </w:r>
      <w:r>
        <w:rPr>
          <w:rtl/>
        </w:rPr>
        <w:t xml:space="preserve"> الأنوار/70/55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The tears do not dry up save for the hearts being hard, and hearts do not harden but because of the abundance of sins.</w:t>
      </w:r>
      <w:r w:rsidR="00E978C2" w:rsidRPr="00E978C2">
        <w:rPr>
          <w:rStyle w:val="libItalicChar"/>
        </w:rPr>
        <w:t>”</w:t>
      </w:r>
    </w:p>
    <w:p w:rsidR="001C73B9" w:rsidRDefault="001C73B9" w:rsidP="001C73B9">
      <w:pPr>
        <w:pStyle w:val="libNormal"/>
      </w:pPr>
      <w:r>
        <w:t>Bihar</w:t>
      </w:r>
      <w:r w:rsidR="00D92C09">
        <w:t>-</w:t>
      </w:r>
      <w:r>
        <w:t>ul</w:t>
      </w:r>
      <w:r w:rsidR="00D92C09">
        <w:t>-</w:t>
      </w:r>
      <w:r>
        <w:t>Anwar, vol. 70, p. 55</w:t>
      </w:r>
    </w:p>
    <w:p w:rsidR="001C73B9" w:rsidRDefault="001C73B9" w:rsidP="001C73B9">
      <w:pPr>
        <w:pStyle w:val="libNormal"/>
      </w:pPr>
      <w:r>
        <w:t xml:space="preserve"> </w:t>
      </w:r>
    </w:p>
    <w:p w:rsidR="001C73B9" w:rsidRDefault="001C73B9" w:rsidP="001C73B9">
      <w:pPr>
        <w:pStyle w:val="libAr"/>
      </w:pPr>
      <w:r>
        <w:rPr>
          <w:rtl/>
        </w:rPr>
        <w:t>87</w:t>
      </w:r>
      <w:r w:rsidR="00D92C09">
        <w:rPr>
          <w:rtl/>
        </w:rPr>
        <w:t>-</w:t>
      </w:r>
      <w:r>
        <w:t xml:space="preserve"> </w:t>
      </w:r>
      <w:r>
        <w:rPr>
          <w:rtl/>
        </w:rPr>
        <w:t>قالَ اللّه تَعالى لِداوُدَ</w:t>
      </w:r>
      <w:r>
        <w:t xml:space="preserve"> :</w:t>
      </w:r>
    </w:p>
    <w:p w:rsidR="001C73B9" w:rsidRDefault="001C73B9" w:rsidP="001C73B9">
      <w:pPr>
        <w:pStyle w:val="libAr"/>
      </w:pPr>
      <w:r>
        <w:rPr>
          <w:rFonts w:hint="eastAsia"/>
          <w:rtl/>
        </w:rPr>
        <w:t>يا</w:t>
      </w:r>
      <w:r>
        <w:rPr>
          <w:rtl/>
        </w:rPr>
        <w:t xml:space="preserve"> داوُدُ! بَشِّرِالمُذنِبينَ بِسِعَة رَحمَتِىَ المُطلَقَةِ الَّتي وَسِعَت كلَّ شيْءٍ   لِئَلاّيَقنَطُـوا مِن رَحمَتي وَ أَنـذِرِ الصِّدِّيقِيـنَ بِسَطـوَة غَضَبي لِئَلاّيَغتَـرُّوا بِطاعَتِهِـم لاِ َنَّ الاِغتِـرارَ مُوجِبُ العُجـبِ وَالعُجبُ اَشَدُّ الذّ</w:t>
      </w:r>
      <w:r>
        <w:rPr>
          <w:rFonts w:hint="eastAsia"/>
          <w:rtl/>
        </w:rPr>
        <w:t>ُنُوبِ</w:t>
      </w:r>
      <w:r>
        <w:t>.</w:t>
      </w:r>
    </w:p>
    <w:p w:rsidR="001C73B9" w:rsidRDefault="001C73B9" w:rsidP="001C73B9">
      <w:pPr>
        <w:pStyle w:val="libAr"/>
      </w:pPr>
      <w:r>
        <w:rPr>
          <w:rFonts w:hint="eastAsia"/>
          <w:rtl/>
        </w:rPr>
        <w:t>اثنى</w:t>
      </w:r>
      <w:r>
        <w:rPr>
          <w:rtl/>
        </w:rPr>
        <w:t xml:space="preserve"> عشريه/59</w:t>
      </w:r>
    </w:p>
    <w:p w:rsidR="001C73B9" w:rsidRDefault="001C73B9" w:rsidP="001C73B9">
      <w:pPr>
        <w:pStyle w:val="libNormal"/>
      </w:pPr>
      <w:r>
        <w:t xml:space="preserve">Allah, the Exalted, told Prophet David [a.s.]: </w:t>
      </w:r>
      <w:r w:rsidR="00E978C2" w:rsidRPr="00E978C2">
        <w:rPr>
          <w:rStyle w:val="libItalicChar"/>
        </w:rPr>
        <w:t>“</w:t>
      </w:r>
      <w:r w:rsidRPr="00E978C2">
        <w:rPr>
          <w:rStyle w:val="libItalicChar"/>
        </w:rPr>
        <w:t>O' David! Give good news to the sinners of My absolute Mercy, which envelops everything (in the world of existence), so as not to grow hopeless of My Mercy; and warn the good doers of the authority of My wrath in order not to be proud of their obedience, for pride causes arrogance which itself is the greatest of all sins.</w:t>
      </w:r>
      <w:r w:rsidR="00E978C2" w:rsidRPr="00E978C2">
        <w:rPr>
          <w:rStyle w:val="libItalicChar"/>
        </w:rPr>
        <w:t>”</w:t>
      </w:r>
    </w:p>
    <w:p w:rsidR="001C73B9" w:rsidRDefault="001C73B9" w:rsidP="001C73B9">
      <w:pPr>
        <w:pStyle w:val="libNormal"/>
      </w:pPr>
      <w:r>
        <w:lastRenderedPageBreak/>
        <w:t>Al</w:t>
      </w:r>
      <w:r w:rsidR="00D92C09">
        <w:t>-</w:t>
      </w:r>
      <w:r>
        <w:t>Ithna 'Ashariyyah, p. 59</w:t>
      </w:r>
    </w:p>
    <w:p w:rsidR="001C73B9" w:rsidRDefault="001C73B9" w:rsidP="001C73B9">
      <w:pPr>
        <w:pStyle w:val="libNormal"/>
      </w:pPr>
      <w:r>
        <w:br w:type="page"/>
      </w:r>
    </w:p>
    <w:p w:rsidR="001C73B9" w:rsidRDefault="001C73B9" w:rsidP="001C73B9">
      <w:pPr>
        <w:pStyle w:val="Heading1Center"/>
      </w:pPr>
      <w:bookmarkStart w:id="17" w:name="_Toc444518216"/>
      <w:r>
        <w:lastRenderedPageBreak/>
        <w:t>KNOWLEDGE AND ITS VALUE</w:t>
      </w:r>
      <w:bookmarkEnd w:id="17"/>
    </w:p>
    <w:p w:rsidR="001C73B9" w:rsidRDefault="001C73B9" w:rsidP="001C73B9">
      <w:pPr>
        <w:pStyle w:val="libAr"/>
      </w:pPr>
      <w:r>
        <w:rPr>
          <w:rtl/>
        </w:rPr>
        <w:t>88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اَلعالِمُ</w:t>
      </w:r>
      <w:r>
        <w:rPr>
          <w:rtl/>
        </w:rPr>
        <w:t xml:space="preserve"> وَالمُتَعَلِّمُ شَريكانِ فِي الأجرِ وَ لا خَيرَ في سائِرِ النّاسِ</w:t>
      </w:r>
      <w:r>
        <w:t>.</w:t>
      </w:r>
    </w:p>
    <w:p w:rsidR="001C73B9" w:rsidRDefault="001C73B9" w:rsidP="001C73B9">
      <w:pPr>
        <w:pStyle w:val="libAr"/>
      </w:pPr>
      <w:r>
        <w:rPr>
          <w:rFonts w:hint="eastAsia"/>
          <w:rtl/>
        </w:rPr>
        <w:t>بحار</w:t>
      </w:r>
      <w:r>
        <w:rPr>
          <w:rtl/>
        </w:rPr>
        <w:t xml:space="preserve"> الأنوار/2/25</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Teachers and students both share in rewards but other people are deprived of them.</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2, p. 25 </w:t>
      </w:r>
    </w:p>
    <w:p w:rsidR="001C73B9" w:rsidRDefault="001C73B9" w:rsidP="001C73B9">
      <w:pPr>
        <w:pStyle w:val="libAr"/>
      </w:pPr>
      <w:r>
        <w:rPr>
          <w:rtl/>
        </w:rPr>
        <w:t>89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اَفتَى النّاسَ بِغَيرِ عِلمٍ كانَ مـا يُفسِدُهُ مِـنَ الدِّيـنِ أَكثَـرَ مِمّا يُصلِحُهُ</w:t>
      </w:r>
      <w:r>
        <w:t>.</w:t>
      </w:r>
    </w:p>
    <w:p w:rsidR="001C73B9" w:rsidRDefault="001C73B9" w:rsidP="001C73B9">
      <w:pPr>
        <w:pStyle w:val="libAr"/>
      </w:pPr>
      <w:r>
        <w:rPr>
          <w:rFonts w:hint="eastAsia"/>
          <w:rtl/>
        </w:rPr>
        <w:t>بحار</w:t>
      </w:r>
      <w:r>
        <w:rPr>
          <w:rtl/>
        </w:rPr>
        <w:t xml:space="preserve"> الأنوار/2/121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propagates religious affairs without having required competency does a disservice to the religion rather than serving it.</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2, p.121 </w:t>
      </w:r>
    </w:p>
    <w:p w:rsidR="001C73B9" w:rsidRDefault="001C73B9" w:rsidP="001C73B9">
      <w:pPr>
        <w:pStyle w:val="libAr"/>
      </w:pPr>
      <w:r>
        <w:rPr>
          <w:rtl/>
        </w:rPr>
        <w:t>90</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قيمَة</w:t>
      </w:r>
      <w:r>
        <w:rPr>
          <w:rtl/>
        </w:rPr>
        <w:t xml:space="preserve"> كُلِّ امرِئٍ ما يُحسِنُهُ</w:t>
      </w:r>
      <w:r>
        <w:t xml:space="preserve"> .</w:t>
      </w:r>
    </w:p>
    <w:p w:rsidR="001C73B9" w:rsidRDefault="001C73B9" w:rsidP="001C73B9">
      <w:pPr>
        <w:pStyle w:val="libAr"/>
      </w:pPr>
      <w:r>
        <w:rPr>
          <w:rFonts w:hint="eastAsia"/>
          <w:rtl/>
        </w:rPr>
        <w:t>نهج</w:t>
      </w:r>
      <w:r>
        <w:rPr>
          <w:rtl/>
        </w:rPr>
        <w:t xml:space="preserve"> البلاغة/482</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The worth of every man is in his attainments.</w:t>
      </w:r>
      <w:r w:rsidR="00E978C2" w:rsidRPr="00E978C2">
        <w:rPr>
          <w:rStyle w:val="libItalicChar"/>
        </w:rPr>
        <w:t>”</w:t>
      </w:r>
    </w:p>
    <w:p w:rsidR="001C73B9" w:rsidRDefault="001C73B9" w:rsidP="001C73B9">
      <w:pPr>
        <w:pStyle w:val="libNormal"/>
      </w:pPr>
      <w:r>
        <w:t>Nahjul</w:t>
      </w:r>
      <w:r w:rsidR="00D92C09">
        <w:t>-</w:t>
      </w:r>
      <w:r>
        <w:t xml:space="preserve">Balagha, saying No. 482 </w:t>
      </w:r>
    </w:p>
    <w:p w:rsidR="001C73B9" w:rsidRDefault="001C73B9" w:rsidP="001C73B9">
      <w:pPr>
        <w:pStyle w:val="libNormal"/>
      </w:pPr>
      <w:r>
        <w:t>Note:</w:t>
      </w:r>
    </w:p>
    <w:p w:rsidR="001C73B9" w:rsidRDefault="001C73B9" w:rsidP="001C73B9">
      <w:pPr>
        <w:pStyle w:val="libNormal"/>
      </w:pPr>
      <w:r>
        <w:t>The real value of a person is his knowledge (and the perfection of his attainments). His worth and position would be in accordance with the status of knowledge and attainment he holds. Eyes that are conscious of real values do not look at the face, features, tallness of stature, size or worldly pomp and position but look at the attainments of a person and assess his worth according to these attainments. The conclusion is that a man should strive to acquire distinction and knowledge.</w:t>
      </w:r>
    </w:p>
    <w:p w:rsidR="001C73B9" w:rsidRDefault="001C73B9" w:rsidP="001C73B9">
      <w:pPr>
        <w:pStyle w:val="libNormal"/>
      </w:pPr>
      <w:r>
        <w:t>The worth of every person is according to the extent of his knowledge.</w:t>
      </w:r>
    </w:p>
    <w:p w:rsidR="001C73B9" w:rsidRDefault="001C73B9" w:rsidP="001C73B9">
      <w:pPr>
        <w:pStyle w:val="libNormal"/>
      </w:pPr>
      <w:r>
        <w:t>Ghurar</w:t>
      </w:r>
      <w:r w:rsidR="00D92C09">
        <w:t>-</w:t>
      </w:r>
      <w:r>
        <w:t>ul</w:t>
      </w:r>
      <w:r w:rsidR="00D92C09">
        <w:t>-</w:t>
      </w:r>
      <w:r>
        <w:t xml:space="preserve">Hikam, p. 341 </w:t>
      </w:r>
    </w:p>
    <w:p w:rsidR="001C73B9" w:rsidRDefault="001C73B9" w:rsidP="001C73B9">
      <w:pPr>
        <w:pStyle w:val="libAr"/>
      </w:pPr>
      <w:r>
        <w:t>1</w:t>
      </w:r>
      <w:r w:rsidR="00D92C09">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اَلعِلمُ</w:t>
      </w:r>
      <w:r>
        <w:rPr>
          <w:rtl/>
        </w:rPr>
        <w:t xml:space="preserve"> وَديعَةُ الله في أَرضِه ، وَ العُلَماءُ  اُمَناؤُهُ</w:t>
      </w:r>
      <w:r w:rsidR="00525C12">
        <w:rPr>
          <w:rtl/>
        </w:rPr>
        <w:t xml:space="preserve"> عليه</w:t>
      </w:r>
      <w:r>
        <w:rPr>
          <w:rtl/>
        </w:rPr>
        <w:t>، فَمَن عَمِلَ بِعِلمِه  أَدّى اَمانَتَهُ</w:t>
      </w:r>
      <w:r>
        <w:t xml:space="preserve"> ... .</w:t>
      </w:r>
    </w:p>
    <w:p w:rsidR="001C73B9" w:rsidRDefault="001C73B9" w:rsidP="001C73B9">
      <w:pPr>
        <w:pStyle w:val="libAr"/>
      </w:pPr>
      <w:r>
        <w:rPr>
          <w:rFonts w:hint="eastAsia"/>
          <w:rtl/>
        </w:rPr>
        <w:t>بحار</w:t>
      </w:r>
      <w:r>
        <w:rPr>
          <w:rtl/>
        </w:rPr>
        <w:t xml:space="preserve"> الأنوار/2/36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 xml:space="preserve"> Knowledge is Allah's deposit on the earth and scholars are His trustees of it. Therefore, he who acts according to his knowledge, has really delivered His deposit....</w:t>
      </w:r>
      <w:r w:rsidR="00E978C2" w:rsidRPr="00E978C2">
        <w:rPr>
          <w:rStyle w:val="libItalicChar"/>
        </w:rPr>
        <w:t>”</w:t>
      </w:r>
    </w:p>
    <w:p w:rsidR="001C73B9" w:rsidRDefault="001C73B9" w:rsidP="001C73B9">
      <w:pPr>
        <w:pStyle w:val="libNormal"/>
      </w:pPr>
      <w:r>
        <w:t>Bihar</w:t>
      </w:r>
      <w:r w:rsidR="00D92C09">
        <w:t>-</w:t>
      </w:r>
      <w:r>
        <w:t>ul</w:t>
      </w:r>
      <w:r w:rsidR="00D92C09">
        <w:t>-</w:t>
      </w:r>
      <w:r>
        <w:t>Anwar, vol. 2, p. 36</w:t>
      </w:r>
    </w:p>
    <w:p w:rsidR="001C73B9" w:rsidRDefault="001C73B9" w:rsidP="001C73B9">
      <w:pPr>
        <w:pStyle w:val="libAr"/>
      </w:pPr>
      <w:r>
        <w:rPr>
          <w:rtl/>
        </w:rPr>
        <w:t>92</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lastRenderedPageBreak/>
        <w:t>تَعَلَّمُوا</w:t>
      </w:r>
      <w:r>
        <w:rPr>
          <w:rtl/>
        </w:rPr>
        <w:t xml:space="preserve"> العِلمَ فَاِنَّ تَعَلُّمَهُ حَسَنَةٌ وَ طَلَبَهُ عِبادَةٌ</w:t>
      </w:r>
      <w:r>
        <w:t>.</w:t>
      </w:r>
    </w:p>
    <w:p w:rsidR="001C73B9" w:rsidRDefault="001C73B9" w:rsidP="001C73B9">
      <w:pPr>
        <w:pStyle w:val="libAr"/>
      </w:pPr>
      <w:r>
        <w:rPr>
          <w:rFonts w:hint="eastAsia"/>
          <w:rtl/>
        </w:rPr>
        <w:t>بحار</w:t>
      </w:r>
      <w:r>
        <w:rPr>
          <w:rtl/>
        </w:rPr>
        <w:t xml:space="preserve"> الأنوار/78/189</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Try to learn knowledge because learning it is a good action and study is itself a worship.</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78, p. 189 </w:t>
      </w:r>
    </w:p>
    <w:p w:rsidR="001C73B9" w:rsidRDefault="001C73B9" w:rsidP="001C73B9">
      <w:pPr>
        <w:pStyle w:val="libAr"/>
      </w:pPr>
      <w:r>
        <w:rPr>
          <w:rtl/>
        </w:rPr>
        <w:t>93</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اَلشّاخِصُ</w:t>
      </w:r>
      <w:r>
        <w:rPr>
          <w:rtl/>
        </w:rPr>
        <w:t xml:space="preserve">  فِي  طَلَبِ العِلمِ كَالمُجاهِدِ  فِي  سَبيلِ الله</w:t>
      </w:r>
      <w:r>
        <w:t>.</w:t>
      </w:r>
    </w:p>
    <w:p w:rsidR="001C73B9" w:rsidRDefault="001C73B9" w:rsidP="001C73B9">
      <w:pPr>
        <w:pStyle w:val="libAr"/>
      </w:pPr>
      <w:r>
        <w:rPr>
          <w:rFonts w:hint="eastAsia"/>
          <w:rtl/>
        </w:rPr>
        <w:t>بحار</w:t>
      </w:r>
      <w:r>
        <w:rPr>
          <w:rtl/>
        </w:rPr>
        <w:t xml:space="preserve"> الأنوار/1/179</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The one who seeks for knowledge is like a warrior in the cause of religion for the way of Allah.</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 p. 179 </w:t>
      </w:r>
    </w:p>
    <w:p w:rsidR="001C73B9" w:rsidRDefault="001C73B9" w:rsidP="001C73B9">
      <w:pPr>
        <w:pStyle w:val="libAr"/>
      </w:pPr>
      <w:r>
        <w:rPr>
          <w:rtl/>
        </w:rPr>
        <w:t>94</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فَانظُرُوا</w:t>
      </w:r>
      <w:r>
        <w:rPr>
          <w:rtl/>
        </w:rPr>
        <w:t xml:space="preserve"> عِلمَكُم هذا عَمَّنْ تَأْخُذونَهُ</w:t>
      </w:r>
      <w:r>
        <w:t>.</w:t>
      </w:r>
    </w:p>
    <w:p w:rsidR="001C73B9" w:rsidRDefault="001C73B9" w:rsidP="001C73B9">
      <w:pPr>
        <w:pStyle w:val="libAr"/>
      </w:pPr>
      <w:r>
        <w:rPr>
          <w:rFonts w:hint="eastAsia"/>
          <w:rtl/>
        </w:rPr>
        <w:t>بحار</w:t>
      </w:r>
      <w:r>
        <w:rPr>
          <w:rtl/>
        </w:rPr>
        <w:t xml:space="preserve"> الأنوار/2/92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 xml:space="preserve"> Be careful of your knowledge and see from whom you get it.</w:t>
      </w:r>
      <w:r w:rsidR="00E978C2" w:rsidRPr="00E978C2">
        <w:rPr>
          <w:rStyle w:val="libItalicChar"/>
        </w:rPr>
        <w:t>”</w:t>
      </w:r>
    </w:p>
    <w:p w:rsidR="001C73B9" w:rsidRDefault="001C73B9" w:rsidP="001C73B9">
      <w:pPr>
        <w:pStyle w:val="libNormal"/>
      </w:pPr>
      <w:r>
        <w:t>Bihar</w:t>
      </w:r>
      <w:r w:rsidR="00D92C09">
        <w:t>-</w:t>
      </w:r>
      <w:r>
        <w:t>ul</w:t>
      </w:r>
      <w:r w:rsidR="00D92C09">
        <w:t>-</w:t>
      </w:r>
      <w:r>
        <w:t>Anwar, vol. 2, p. 92</w:t>
      </w:r>
    </w:p>
    <w:p w:rsidR="001C73B9" w:rsidRDefault="001C73B9" w:rsidP="001C73B9">
      <w:pPr>
        <w:pStyle w:val="libAr"/>
      </w:pPr>
      <w:r>
        <w:rPr>
          <w:rtl/>
        </w:rPr>
        <w:t>95</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اُطلُبُوا</w:t>
      </w:r>
      <w:r>
        <w:rPr>
          <w:rtl/>
        </w:rPr>
        <w:t xml:space="preserve"> العِلمَ وَ تَزَيَّنُوا مَعَهُ بِالحِلمِ وَالوَقارِ وَ تَواضَعُوا لِمَن تُعَلِّمُونَهُ العِلمَ</w:t>
      </w:r>
      <w:r>
        <w:t>.</w:t>
      </w:r>
    </w:p>
    <w:p w:rsidR="001C73B9" w:rsidRDefault="001C73B9" w:rsidP="001C73B9">
      <w:pPr>
        <w:pStyle w:val="libAr"/>
      </w:pPr>
      <w:r>
        <w:rPr>
          <w:rFonts w:hint="eastAsia"/>
          <w:rtl/>
        </w:rPr>
        <w:t>الكافي</w:t>
      </w:r>
      <w:r>
        <w:rPr>
          <w:rtl/>
        </w:rPr>
        <w:t>/1/36</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Try to obtain knowledge and ornament it with patience and dignity; and be humble for the one who learns knowledge from you.</w:t>
      </w:r>
      <w:r w:rsidR="00E978C2" w:rsidRPr="00E978C2">
        <w:rPr>
          <w:rStyle w:val="libItalicChar"/>
        </w:rPr>
        <w:t>”</w:t>
      </w:r>
    </w:p>
    <w:p w:rsidR="001C73B9" w:rsidRDefault="001C73B9" w:rsidP="001C73B9">
      <w:pPr>
        <w:pStyle w:val="libNormal"/>
      </w:pPr>
      <w:r>
        <w:t>Al</w:t>
      </w:r>
      <w:r w:rsidR="00D92C09">
        <w:t>-</w:t>
      </w:r>
      <w:r>
        <w:t xml:space="preserve">Kafi, vol.1, p. 36 </w:t>
      </w:r>
    </w:p>
    <w:p w:rsidR="001C73B9" w:rsidRDefault="001C73B9" w:rsidP="001C73B9">
      <w:pPr>
        <w:pStyle w:val="libAr"/>
      </w:pPr>
      <w:r>
        <w:rPr>
          <w:rtl/>
        </w:rPr>
        <w:t>96</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مَـن</w:t>
      </w:r>
      <w:r>
        <w:rPr>
          <w:rtl/>
        </w:rPr>
        <w:t xml:space="preserve"> تَعَلَّـمَ العِلـمَ وَ عَمِـلَ بِهِ و تَعَلَّـمَ لِلّهِ دُعِيَ  فِي  مَلَكُـوتِ السَّماواتِ عَظيمًا</w:t>
      </w:r>
      <w:r>
        <w:t>.</w:t>
      </w:r>
    </w:p>
    <w:p w:rsidR="001C73B9" w:rsidRDefault="001C73B9" w:rsidP="001C73B9">
      <w:pPr>
        <w:pStyle w:val="libAr"/>
      </w:pPr>
      <w:r>
        <w:rPr>
          <w:rFonts w:hint="eastAsia"/>
          <w:rtl/>
        </w:rPr>
        <w:t>الكافي</w:t>
      </w:r>
      <w:r>
        <w:rPr>
          <w:rtl/>
        </w:rPr>
        <w:t>/1/35</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 one who learns knowledge and acts accordingly, and teaches it for Allah, will be called magnificently in heavens.</w:t>
      </w:r>
      <w:r w:rsidR="00E978C2" w:rsidRPr="00E978C2">
        <w:rPr>
          <w:rStyle w:val="libItalicChar"/>
        </w:rPr>
        <w:t>”</w:t>
      </w:r>
    </w:p>
    <w:p w:rsidR="001C73B9" w:rsidRDefault="001C73B9" w:rsidP="001C73B9">
      <w:pPr>
        <w:pStyle w:val="libNormal"/>
      </w:pPr>
      <w:r>
        <w:t>Al</w:t>
      </w:r>
      <w:r w:rsidR="00D92C09">
        <w:t>-</w:t>
      </w:r>
      <w:r>
        <w:t xml:space="preserve">Kafi, vol.1, p.35 </w:t>
      </w:r>
    </w:p>
    <w:p w:rsidR="001C73B9" w:rsidRDefault="001C73B9" w:rsidP="001C73B9">
      <w:pPr>
        <w:pStyle w:val="libAr"/>
      </w:pPr>
      <w:r>
        <w:rPr>
          <w:rtl/>
        </w:rPr>
        <w:t>96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خَيرُ</w:t>
      </w:r>
      <w:r>
        <w:rPr>
          <w:rtl/>
        </w:rPr>
        <w:t xml:space="preserve"> الدّنيا وَالاخِرَة مَعَ العِلمِ</w:t>
      </w:r>
      <w:r>
        <w:t>.</w:t>
      </w:r>
    </w:p>
    <w:p w:rsidR="001C73B9" w:rsidRDefault="001C73B9" w:rsidP="001C73B9">
      <w:pPr>
        <w:pStyle w:val="libAr"/>
      </w:pPr>
      <w:r>
        <w:rPr>
          <w:rFonts w:hint="eastAsia"/>
          <w:rtl/>
        </w:rPr>
        <w:t>بحار</w:t>
      </w:r>
      <w:r>
        <w:rPr>
          <w:rtl/>
        </w:rPr>
        <w:t xml:space="preserve"> الأنوار/1/204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good of this world and the world to come is with knowledge.</w:t>
      </w:r>
      <w:r w:rsidR="00E978C2" w:rsidRPr="00E978C2">
        <w:rPr>
          <w:rStyle w:val="libItalicChar"/>
        </w:rPr>
        <w:t>”</w:t>
      </w:r>
    </w:p>
    <w:p w:rsidR="001C73B9" w:rsidRDefault="001C73B9" w:rsidP="001C73B9">
      <w:pPr>
        <w:pStyle w:val="libNormal"/>
      </w:pPr>
      <w:r>
        <w:lastRenderedPageBreak/>
        <w:t>Bihar</w:t>
      </w:r>
      <w:r w:rsidR="00D92C09">
        <w:t>-</w:t>
      </w:r>
      <w:r>
        <w:t>ul</w:t>
      </w:r>
      <w:r w:rsidR="00D92C09">
        <w:t>-</w:t>
      </w:r>
      <w:r>
        <w:t>Anwar, vol.1, p. 204</w:t>
      </w:r>
    </w:p>
    <w:p w:rsidR="001C73B9" w:rsidRDefault="001C73B9" w:rsidP="001C73B9">
      <w:pPr>
        <w:pStyle w:val="libNormal"/>
      </w:pPr>
      <w:r>
        <w:br w:type="page"/>
      </w:r>
    </w:p>
    <w:p w:rsidR="001C73B9" w:rsidRDefault="001C73B9" w:rsidP="001C73B9">
      <w:pPr>
        <w:pStyle w:val="Heading1Center"/>
      </w:pPr>
      <w:bookmarkStart w:id="18" w:name="_Toc444518217"/>
      <w:r>
        <w:lastRenderedPageBreak/>
        <w:t>KNOWLEDGE AND THE VIRTUE OF LEARNING IT</w:t>
      </w:r>
      <w:bookmarkEnd w:id="18"/>
    </w:p>
    <w:p w:rsidR="001C73B9" w:rsidRDefault="001C73B9" w:rsidP="001C73B9">
      <w:pPr>
        <w:pStyle w:val="libAr"/>
      </w:pPr>
      <w:r>
        <w:rPr>
          <w:rtl/>
        </w:rPr>
        <w:t>97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طَلَبَ العِلمَ فَهُوَ كَالصّائِـمِ نَهارَهُ القائِمِ لَيلَهُ وَ اِنَّ باباً مِنَ العِلمِ يَتَعَلَّمُهُ الرَّجُلُ خَيرٌ لَهُ مِن أَنْ يَكُـونَ لَهُ أَبُوقُبَيسٍ ذَهَبـاً فَأَنْفَقَهُ في سَبيلِ اللهِ</w:t>
      </w:r>
      <w:r>
        <w:t>.</w:t>
      </w:r>
    </w:p>
    <w:p w:rsidR="001C73B9" w:rsidRDefault="001C73B9" w:rsidP="001C73B9">
      <w:pPr>
        <w:pStyle w:val="libAr"/>
      </w:pPr>
      <w:r>
        <w:rPr>
          <w:rFonts w:hint="eastAsia"/>
          <w:rtl/>
        </w:rPr>
        <w:t>بحار</w:t>
      </w:r>
      <w:r>
        <w:rPr>
          <w:rtl/>
        </w:rPr>
        <w:t xml:space="preserve"> الأنوار/1/184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searches for knowledge is similar to a person who fasts during the day and keeps vigil at night and is busy worshipping. If a person acquires a branch of knowledge, it is better for him than possessing as much gold as the height of Abu Qubais Mount which he would distribute in the way of Allah.</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vol.1, p.184 </w:t>
      </w:r>
    </w:p>
    <w:p w:rsidR="001C73B9" w:rsidRDefault="001C73B9" w:rsidP="001C73B9">
      <w:pPr>
        <w:pStyle w:val="libAr"/>
      </w:pPr>
      <w:r>
        <w:rPr>
          <w:rtl/>
        </w:rPr>
        <w:t>98</w:t>
      </w:r>
      <w:r w:rsidR="00D92C09">
        <w:rPr>
          <w:rtl/>
        </w:rPr>
        <w:t>-</w:t>
      </w:r>
      <w:r>
        <w:t xml:space="preserve"> </w:t>
      </w:r>
      <w:r>
        <w:rPr>
          <w:rtl/>
        </w:rPr>
        <w:t>قالَ الإمامُ زَينُ العابِدينَ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يَعلَمُ النّاسُ مـا في طَلَـبِ العِلـمِ لَطَلَبُـوهُ وَلَو بِسَفكِ المُهَجِ وَ خَوضِ اللُّجَجِ</w:t>
      </w:r>
      <w:r>
        <w:t>.</w:t>
      </w:r>
    </w:p>
    <w:p w:rsidR="001C73B9" w:rsidRDefault="001C73B9" w:rsidP="001C73B9">
      <w:pPr>
        <w:pStyle w:val="libAr"/>
      </w:pPr>
      <w:r>
        <w:rPr>
          <w:rFonts w:hint="eastAsia"/>
          <w:rtl/>
        </w:rPr>
        <w:t>الكافي</w:t>
      </w:r>
      <w:r>
        <w:rPr>
          <w:rtl/>
        </w:rPr>
        <w:t>/1/35</w:t>
      </w:r>
    </w:p>
    <w:p w:rsidR="001C73B9" w:rsidRDefault="001C73B9" w:rsidP="001C73B9">
      <w:pPr>
        <w:pStyle w:val="libNormal"/>
      </w:pPr>
      <w:r>
        <w:t>Imam Zayn</w:t>
      </w:r>
      <w:r w:rsidR="00D92C09">
        <w:t>-</w:t>
      </w:r>
      <w:r>
        <w:t>ul</w:t>
      </w:r>
      <w:r w:rsidR="00D92C09">
        <w:t>-</w:t>
      </w:r>
      <w:r>
        <w:t xml:space="preserve">'Abideen [a.s.] said: </w:t>
      </w:r>
      <w:r w:rsidR="00E978C2" w:rsidRPr="00E978C2">
        <w:rPr>
          <w:rStyle w:val="libItalicChar"/>
        </w:rPr>
        <w:t>“</w:t>
      </w:r>
      <w:r w:rsidRPr="00E978C2">
        <w:rPr>
          <w:rStyle w:val="libItalicChar"/>
        </w:rPr>
        <w:t>Were people aware of what lies in the obtainment of knowledge, they would pursue it even though they had to make voyages and endanger their lives to obtain it.</w:t>
      </w:r>
      <w:r w:rsidR="00E978C2" w:rsidRPr="00E978C2">
        <w:rPr>
          <w:rStyle w:val="libItalicChar"/>
        </w:rPr>
        <w:t>”</w:t>
      </w:r>
    </w:p>
    <w:p w:rsidR="001C73B9" w:rsidRDefault="001C73B9" w:rsidP="001C73B9">
      <w:pPr>
        <w:pStyle w:val="libNormal"/>
      </w:pPr>
      <w:r>
        <w:t>Usul</w:t>
      </w:r>
      <w:r w:rsidR="00D92C09">
        <w:t>-</w:t>
      </w:r>
      <w:r>
        <w:t>I</w:t>
      </w:r>
      <w:r w:rsidR="00D92C09">
        <w:t>-</w:t>
      </w:r>
      <w:r>
        <w:t>Kafi, vol. 1, p. 35</w:t>
      </w:r>
    </w:p>
    <w:p w:rsidR="001C73B9" w:rsidRDefault="001C73B9" w:rsidP="001C73B9">
      <w:pPr>
        <w:pStyle w:val="libAr"/>
      </w:pPr>
      <w:r>
        <w:rPr>
          <w:rtl/>
        </w:rPr>
        <w:t>99</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لا</w:t>
      </w:r>
      <w:r>
        <w:rPr>
          <w:rtl/>
        </w:rPr>
        <w:t xml:space="preserve"> يُدرَكُ العِلمُ بِراحَة الجِسمِ</w:t>
      </w:r>
      <w:r>
        <w:t>.</w:t>
      </w:r>
    </w:p>
    <w:p w:rsidR="001C73B9" w:rsidRDefault="001C73B9" w:rsidP="001C73B9">
      <w:pPr>
        <w:pStyle w:val="libAr"/>
      </w:pPr>
      <w:r>
        <w:rPr>
          <w:rFonts w:hint="eastAsia"/>
          <w:rtl/>
        </w:rPr>
        <w:t>غرر</w:t>
      </w:r>
      <w:r>
        <w:rPr>
          <w:rtl/>
        </w:rPr>
        <w:t xml:space="preserve"> الحكم/348</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Acquiring knowledge is not possible while the body (person) is tranquil.</w:t>
      </w:r>
      <w:r w:rsidR="00E978C2" w:rsidRPr="00E978C2">
        <w:rPr>
          <w:rStyle w:val="libItalicChar"/>
        </w:rPr>
        <w:t>”</w:t>
      </w:r>
    </w:p>
    <w:p w:rsidR="001C73B9" w:rsidRDefault="001C73B9" w:rsidP="001C73B9">
      <w:pPr>
        <w:pStyle w:val="libNormal"/>
      </w:pPr>
      <w:r>
        <w:t>Ghurar</w:t>
      </w:r>
      <w:r w:rsidR="00D92C09">
        <w:t>-</w:t>
      </w:r>
      <w:r>
        <w:t>ul</w:t>
      </w:r>
      <w:r w:rsidR="00D92C09">
        <w:t>-</w:t>
      </w:r>
      <w:r>
        <w:t>Hikam, p. 348</w:t>
      </w:r>
    </w:p>
    <w:p w:rsidR="001C73B9" w:rsidRDefault="001C73B9" w:rsidP="001C73B9">
      <w:pPr>
        <w:pStyle w:val="libNormal"/>
      </w:pPr>
      <w:r>
        <w:t xml:space="preserve"> </w:t>
      </w:r>
    </w:p>
    <w:p w:rsidR="001C73B9" w:rsidRDefault="001C73B9" w:rsidP="001C73B9">
      <w:pPr>
        <w:pStyle w:val="libAr"/>
      </w:pPr>
      <w:r>
        <w:rPr>
          <w:rtl/>
        </w:rPr>
        <w:t>100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اِحتَفِظُوا</w:t>
      </w:r>
      <w:r>
        <w:rPr>
          <w:rtl/>
        </w:rPr>
        <w:t xml:space="preserve"> بِكُتُبِكُم فَاِنَّكُم سَوفَ تَحتاجُونَ اِلَيها</w:t>
      </w:r>
      <w:r>
        <w:t>.</w:t>
      </w:r>
    </w:p>
    <w:p w:rsidR="001C73B9" w:rsidRDefault="001C73B9" w:rsidP="001C73B9">
      <w:pPr>
        <w:pStyle w:val="libAr"/>
      </w:pPr>
      <w:r>
        <w:rPr>
          <w:rFonts w:hint="eastAsia"/>
          <w:rtl/>
        </w:rPr>
        <w:t>بحار</w:t>
      </w:r>
      <w:r>
        <w:rPr>
          <w:rtl/>
        </w:rPr>
        <w:t xml:space="preserve"> الأنوار/2/152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Safeguard your writings and books because soon the occasion will arise that you will be in need of them.</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2, p.152 </w:t>
      </w:r>
    </w:p>
    <w:p w:rsidR="001C73B9" w:rsidRDefault="001C73B9" w:rsidP="001C73B9">
      <w:pPr>
        <w:pStyle w:val="libAr"/>
      </w:pPr>
      <w:r>
        <w:rPr>
          <w:rtl/>
        </w:rPr>
        <w:t>101</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إنَّ</w:t>
      </w:r>
      <w:r>
        <w:rPr>
          <w:rtl/>
        </w:rPr>
        <w:t xml:space="preserve"> كَمالَ الدّينِ طَلَبُ العِلمِ وَ العَمَلُ بِه، ألا وَ إنَّ طَلَـبَ العِلـمِ اَوجَبُ عَلَيكُم مِن طَلَبِ المَالِ</w:t>
      </w:r>
      <w:r>
        <w:t>.</w:t>
      </w:r>
    </w:p>
    <w:p w:rsidR="001C73B9" w:rsidRDefault="001C73B9" w:rsidP="001C73B9">
      <w:pPr>
        <w:pStyle w:val="libAr"/>
      </w:pPr>
      <w:r>
        <w:rPr>
          <w:rFonts w:hint="eastAsia"/>
          <w:rtl/>
        </w:rPr>
        <w:lastRenderedPageBreak/>
        <w:t>الكافي</w:t>
      </w:r>
      <w:r>
        <w:rPr>
          <w:rtl/>
        </w:rPr>
        <w:t>/1/30</w:t>
      </w:r>
    </w:p>
    <w:p w:rsidR="001C73B9" w:rsidRPr="00E978C2" w:rsidRDefault="001C73B9" w:rsidP="001C73B9">
      <w:pPr>
        <w:pStyle w:val="libNormal"/>
        <w:rPr>
          <w:rStyle w:val="libItalicChar"/>
        </w:rPr>
      </w:pPr>
      <w:r>
        <w:t xml:space="preserve">Imam Amir ul Mu'mineen Ali [a.s.] said: </w:t>
      </w:r>
      <w:r w:rsidR="00E978C2" w:rsidRPr="00E978C2">
        <w:rPr>
          <w:rStyle w:val="libItalicChar"/>
        </w:rPr>
        <w:t>“</w:t>
      </w:r>
      <w:r w:rsidRPr="00E978C2">
        <w:rPr>
          <w:rStyle w:val="libItalicChar"/>
        </w:rPr>
        <w:t xml:space="preserve">Surely, the completion of religion is due to the obtaining of </w:t>
      </w:r>
    </w:p>
    <w:p w:rsidR="001C73B9" w:rsidRDefault="001C73B9" w:rsidP="001C73B9">
      <w:pPr>
        <w:pStyle w:val="libNormal"/>
      </w:pPr>
      <w:r w:rsidRPr="00E978C2">
        <w:rPr>
          <w:rStyle w:val="libItalicChar"/>
        </w:rPr>
        <w:t>knowledge and acting on it (accordingly), and beware that the obtaining of knowledge is more obligatory for you than earning wealth.</w:t>
      </w:r>
      <w:r w:rsidR="00E978C2" w:rsidRPr="00E978C2">
        <w:rPr>
          <w:rStyle w:val="libItalicChar"/>
        </w:rPr>
        <w:t>”</w:t>
      </w:r>
    </w:p>
    <w:p w:rsidR="001C73B9" w:rsidRDefault="001C73B9" w:rsidP="001C73B9">
      <w:pPr>
        <w:pStyle w:val="libNormal"/>
      </w:pPr>
      <w:r>
        <w:t>Usul</w:t>
      </w:r>
      <w:r w:rsidR="00D92C09">
        <w:t>-</w:t>
      </w:r>
      <w:r>
        <w:t>ul</w:t>
      </w:r>
      <w:r w:rsidR="00D92C09">
        <w:t>-</w:t>
      </w:r>
      <w:r>
        <w:t xml:space="preserve">Kafi, vol.1, p. 23 </w:t>
      </w:r>
    </w:p>
    <w:p w:rsidR="001C73B9" w:rsidRDefault="001C73B9" w:rsidP="001C73B9">
      <w:pPr>
        <w:pStyle w:val="libAr"/>
      </w:pPr>
      <w:r>
        <w:rPr>
          <w:rtl/>
        </w:rPr>
        <w:t>102</w:t>
      </w:r>
      <w:r w:rsidR="00D92C09">
        <w:rPr>
          <w:rtl/>
        </w:rPr>
        <w:t>-</w:t>
      </w:r>
      <w:r>
        <w:t xml:space="preserve"> </w:t>
      </w:r>
      <w:r>
        <w:rPr>
          <w:rtl/>
        </w:rPr>
        <w:t>قالَ الإمامُ  الحَسَنُ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عَلِّمِ</w:t>
      </w:r>
      <w:r>
        <w:rPr>
          <w:rtl/>
        </w:rPr>
        <w:t xml:space="preserve"> النّاسَ عِلمَكَ وَ تَعَلَّم عِلمَ غَيرِكَ</w:t>
      </w:r>
      <w:r>
        <w:t>.</w:t>
      </w:r>
    </w:p>
    <w:p w:rsidR="001C73B9" w:rsidRDefault="001C73B9" w:rsidP="001C73B9">
      <w:pPr>
        <w:pStyle w:val="libAr"/>
      </w:pPr>
      <w:r>
        <w:rPr>
          <w:rFonts w:hint="eastAsia"/>
          <w:rtl/>
        </w:rPr>
        <w:t>بحار</w:t>
      </w:r>
      <w:r>
        <w:rPr>
          <w:rtl/>
        </w:rPr>
        <w:t xml:space="preserve"> الأنوار/78/111</w:t>
      </w:r>
    </w:p>
    <w:p w:rsidR="001C73B9" w:rsidRDefault="001C73B9" w:rsidP="001C73B9">
      <w:pPr>
        <w:pStyle w:val="libNormal"/>
      </w:pPr>
      <w:r>
        <w:t xml:space="preserve">Imam Hassan [a.s.] said: </w:t>
      </w:r>
      <w:r w:rsidR="00E978C2" w:rsidRPr="00E978C2">
        <w:rPr>
          <w:rStyle w:val="libItalicChar"/>
        </w:rPr>
        <w:t>“</w:t>
      </w:r>
      <w:r w:rsidRPr="00E978C2">
        <w:rPr>
          <w:rStyle w:val="libItalicChar"/>
        </w:rPr>
        <w:t>Teach your knowledge to others and (try to) learn yourself the knowledge of others.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78, p. 111 </w:t>
      </w:r>
    </w:p>
    <w:p w:rsidR="001C73B9" w:rsidRDefault="001C73B9" w:rsidP="001C73B9">
      <w:pPr>
        <w:pStyle w:val="libAr"/>
      </w:pPr>
      <w:r>
        <w:rPr>
          <w:rtl/>
        </w:rPr>
        <w:t>103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فَضلُ</w:t>
      </w:r>
      <w:r>
        <w:rPr>
          <w:rtl/>
        </w:rPr>
        <w:t xml:space="preserve"> العِلمِ اَحَبُّ إِلى الله مِن فَضلِ العِبادَة</w:t>
      </w:r>
      <w:r>
        <w:t>.</w:t>
      </w:r>
    </w:p>
    <w:p w:rsidR="001C73B9" w:rsidRDefault="001C73B9" w:rsidP="001C73B9">
      <w:pPr>
        <w:pStyle w:val="libAr"/>
      </w:pPr>
      <w:r>
        <w:rPr>
          <w:rFonts w:hint="eastAsia"/>
          <w:rtl/>
        </w:rPr>
        <w:t>بحار</w:t>
      </w:r>
      <w:r>
        <w:rPr>
          <w:rtl/>
        </w:rPr>
        <w:t xml:space="preserve"> الأنوار/1/167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virtue of knowledge is more beloved with Allah than the virtue of worship.</w:t>
      </w:r>
      <w:r w:rsidR="00E978C2" w:rsidRPr="00E978C2">
        <w:rPr>
          <w:rStyle w:val="libItalicChar"/>
        </w:rPr>
        <w:t>”</w:t>
      </w:r>
    </w:p>
    <w:p w:rsidR="001C73B9" w:rsidRDefault="001C73B9" w:rsidP="001C73B9">
      <w:pPr>
        <w:pStyle w:val="libNormal"/>
      </w:pPr>
      <w:r>
        <w:t>Bihar</w:t>
      </w:r>
      <w:r w:rsidR="00D92C09">
        <w:t>-</w:t>
      </w:r>
      <w:r>
        <w:t>ul</w:t>
      </w:r>
      <w:r w:rsidR="00D92C09">
        <w:t>-</w:t>
      </w:r>
      <w:r>
        <w:t>Anwar, vol. 1, p. 167</w:t>
      </w:r>
    </w:p>
    <w:p w:rsidR="001C73B9" w:rsidRDefault="001C73B9" w:rsidP="001C73B9">
      <w:pPr>
        <w:pStyle w:val="libNormal"/>
      </w:pPr>
      <w:r>
        <w:br w:type="page"/>
      </w:r>
    </w:p>
    <w:p w:rsidR="001C73B9" w:rsidRDefault="001C73B9" w:rsidP="001C73B9">
      <w:pPr>
        <w:pStyle w:val="Heading1Center"/>
      </w:pPr>
      <w:bookmarkStart w:id="19" w:name="_Toc444518218"/>
      <w:r>
        <w:lastRenderedPageBreak/>
        <w:t>KNOWLEDGE AND THE VIRTUE OF TEACHING IT</w:t>
      </w:r>
      <w:bookmarkEnd w:id="19"/>
    </w:p>
    <w:p w:rsidR="001C73B9" w:rsidRDefault="001C73B9" w:rsidP="001C73B9">
      <w:pPr>
        <w:pStyle w:val="libAr"/>
      </w:pPr>
      <w:r>
        <w:rPr>
          <w:rtl/>
        </w:rPr>
        <w:t>104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سُئِلَ عَن عِلمٍ يَعلَمُهُ فَكَتَمَهُ اُلجِمَ بِلِجامٍ مِنَ النّارِ</w:t>
      </w:r>
      <w:r>
        <w:t>.</w:t>
      </w:r>
    </w:p>
    <w:p w:rsidR="001C73B9" w:rsidRDefault="001C73B9" w:rsidP="001C73B9">
      <w:pPr>
        <w:pStyle w:val="libAr"/>
      </w:pPr>
      <w:r>
        <w:rPr>
          <w:rFonts w:hint="eastAsia"/>
          <w:rtl/>
        </w:rPr>
        <w:t>اثنى</w:t>
      </w:r>
      <w:r>
        <w:rPr>
          <w:rtl/>
        </w:rPr>
        <w:t xml:space="preserve"> عشريه/11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Someone who possesses knowledge on a subject but conceals it when he is asked will be bridled with reins of fire.</w:t>
      </w:r>
      <w:r w:rsidR="00E978C2" w:rsidRPr="00E978C2">
        <w:rPr>
          <w:rStyle w:val="libItalicChar"/>
        </w:rPr>
        <w:t>”</w:t>
      </w:r>
      <w:r>
        <w:t xml:space="preserve"> (Therefore, if a person possesses information that would help a bewildered person and improve his situation but he remains silent, he has surely committed a great sin.)</w:t>
      </w:r>
    </w:p>
    <w:p w:rsidR="001C73B9" w:rsidRDefault="001C73B9" w:rsidP="001C73B9">
      <w:pPr>
        <w:pStyle w:val="libNormal"/>
      </w:pPr>
      <w:r>
        <w:t xml:space="preserve">Al </w:t>
      </w:r>
      <w:r w:rsidR="00D92C09">
        <w:t>-</w:t>
      </w:r>
      <w:r>
        <w:t>'Ithna</w:t>
      </w:r>
      <w:r w:rsidR="00D92C09">
        <w:t>-</w:t>
      </w:r>
      <w:r>
        <w:t>'Ashariyyah, p. 11</w:t>
      </w:r>
    </w:p>
    <w:p w:rsidR="001C73B9" w:rsidRDefault="001C73B9" w:rsidP="001C73B9">
      <w:pPr>
        <w:pStyle w:val="libNormal"/>
      </w:pPr>
      <w:r>
        <w:t xml:space="preserve"> </w:t>
      </w:r>
    </w:p>
    <w:p w:rsidR="001C73B9" w:rsidRDefault="001C73B9" w:rsidP="001C73B9">
      <w:pPr>
        <w:pStyle w:val="libAr"/>
      </w:pPr>
      <w:r>
        <w:rPr>
          <w:rtl/>
        </w:rPr>
        <w:t>105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اَلقُرآنُ</w:t>
      </w:r>
      <w:r>
        <w:rPr>
          <w:rtl/>
        </w:rPr>
        <w:t xml:space="preserve"> مأْدَبَة الله فَتَعَلَّمُوا مَأْدَبَتَهُ مَا استَطَعتُم</w:t>
      </w:r>
      <w:r>
        <w:t>.</w:t>
      </w:r>
    </w:p>
    <w:p w:rsidR="001C73B9" w:rsidRDefault="001C73B9" w:rsidP="001C73B9">
      <w:pPr>
        <w:pStyle w:val="libAr"/>
      </w:pPr>
      <w:r>
        <w:rPr>
          <w:rFonts w:hint="eastAsia"/>
          <w:rtl/>
        </w:rPr>
        <w:t>بحار</w:t>
      </w:r>
      <w:r>
        <w:rPr>
          <w:rtl/>
        </w:rPr>
        <w:t xml:space="preserve"> الأنوار/92/19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Quran is Allah's university; so, learn as much as you can in this university.</w:t>
      </w:r>
      <w:r w:rsidR="00E978C2" w:rsidRPr="00E978C2">
        <w:rPr>
          <w:rStyle w:val="libItalicChar"/>
        </w:rPr>
        <w:t>”</w:t>
      </w:r>
    </w:p>
    <w:p w:rsidR="001C73B9" w:rsidRDefault="001C73B9" w:rsidP="001C73B9">
      <w:pPr>
        <w:pStyle w:val="libNormal"/>
      </w:pPr>
      <w:r>
        <w:t>Bihar</w:t>
      </w:r>
      <w:r w:rsidR="00D92C09">
        <w:t>-</w:t>
      </w:r>
      <w:r>
        <w:t>ul</w:t>
      </w:r>
      <w:r w:rsidR="00D92C09">
        <w:t>-</w:t>
      </w:r>
      <w:r>
        <w:t>Anwar, vol. 92, p.19</w:t>
      </w:r>
    </w:p>
    <w:p w:rsidR="001C73B9" w:rsidRDefault="001C73B9" w:rsidP="001C73B9">
      <w:pPr>
        <w:pStyle w:val="libAr"/>
      </w:pPr>
      <w:r>
        <w:rPr>
          <w:rtl/>
        </w:rPr>
        <w:t>106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اِنَّ</w:t>
      </w:r>
      <w:r>
        <w:rPr>
          <w:rtl/>
        </w:rPr>
        <w:t xml:space="preserve"> مِمّا يَلحَقُ الْمُؤمِنَ مِن عَمَلِـهِ وَ حَسَنَاتِـهِ بَعدَ مَوتِـهِ: عِلم عَلَّمَهُ وَ نَشَرَهُ، وَ وَلَدًا صَالِحًا تَرَكَهُ، و مُصحَفًا وَرَّثَهُ</w:t>
      </w:r>
      <w:r>
        <w:t>.</w:t>
      </w:r>
    </w:p>
    <w:p w:rsidR="001C73B9" w:rsidRDefault="001C73B9" w:rsidP="001C73B9">
      <w:pPr>
        <w:pStyle w:val="libAr"/>
      </w:pPr>
      <w:r>
        <w:rPr>
          <w:rFonts w:hint="eastAsia"/>
          <w:rtl/>
        </w:rPr>
        <w:t>سنن</w:t>
      </w:r>
      <w:r>
        <w:rPr>
          <w:rtl/>
        </w:rPr>
        <w:t xml:space="preserve"> ابن ماجة/1/88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Verily, what will continue to reach a believer, after his death, from amongst his actions and good deeds are: the knowledge which he taught and spread, the righteous child whom he left behind, and the Holy script which he delivered as heritage (transcribed, and made available).</w:t>
      </w:r>
      <w:r w:rsidR="00E978C2" w:rsidRPr="00E978C2">
        <w:rPr>
          <w:rStyle w:val="libItalicChar"/>
        </w:rPr>
        <w:t>”</w:t>
      </w:r>
    </w:p>
    <w:p w:rsidR="001C73B9" w:rsidRDefault="001C73B9" w:rsidP="001C73B9">
      <w:pPr>
        <w:pStyle w:val="libNormal"/>
      </w:pPr>
      <w:r>
        <w:t>Sunan</w:t>
      </w:r>
      <w:r w:rsidR="00D92C09">
        <w:t>-</w:t>
      </w:r>
      <w:r>
        <w:t>i</w:t>
      </w:r>
      <w:r w:rsidR="00D92C09">
        <w:t>-</w:t>
      </w:r>
      <w:r>
        <w:t>Ibn</w:t>
      </w:r>
      <w:r w:rsidR="00D92C09">
        <w:t>-</w:t>
      </w:r>
      <w:r>
        <w:t>Majeh, vol. 1, p. 88</w:t>
      </w:r>
    </w:p>
    <w:p w:rsidR="001C73B9" w:rsidRDefault="001C73B9" w:rsidP="001C73B9">
      <w:pPr>
        <w:pStyle w:val="libNormal"/>
      </w:pPr>
      <w:r>
        <w:t xml:space="preserve"> </w:t>
      </w:r>
    </w:p>
    <w:p w:rsidR="001C73B9" w:rsidRDefault="001C73B9" w:rsidP="001C73B9">
      <w:pPr>
        <w:pStyle w:val="libAr"/>
      </w:pPr>
      <w:r>
        <w:rPr>
          <w:rtl/>
        </w:rPr>
        <w:t>107</w:t>
      </w:r>
      <w:r w:rsidR="00D92C09">
        <w:rPr>
          <w:rtl/>
        </w:rPr>
        <w:t>-</w:t>
      </w:r>
      <w:r>
        <w:t xml:space="preserve"> </w:t>
      </w:r>
      <w:r>
        <w:rPr>
          <w:rtl/>
        </w:rPr>
        <w:t>قالَ الإمامُ الرِّضا</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رَحِمَ</w:t>
      </w:r>
      <w:r>
        <w:rPr>
          <w:rtl/>
        </w:rPr>
        <w:t xml:space="preserve"> اللّه عَبدًا اَحيا اَمرَنا فَقُلتُ لَهُ فَكَيفَ يُحيي اَمرَكُـم؟ قالَ</w:t>
      </w:r>
      <w:r w:rsidR="00525C12">
        <w:rPr>
          <w:rtl/>
        </w:rPr>
        <w:t xml:space="preserve"> </w:t>
      </w:r>
      <w:r w:rsidR="008A02F7">
        <w:rPr>
          <w:rtl/>
        </w:rPr>
        <w:t xml:space="preserve">عليه السلام </w:t>
      </w:r>
      <w:r>
        <w:rPr>
          <w:rtl/>
        </w:rPr>
        <w:t>يَتَعَلَّمُ عُلُومَنا و يُعَلِّمُهَا النّاسَ فَـاِنَّ النّاسَ لَـو عَلِمُـوا مَحاسِنَ كَلامِنا لاَ تَّبَعُونا</w:t>
      </w:r>
      <w:r>
        <w:t>.</w:t>
      </w:r>
    </w:p>
    <w:p w:rsidR="001C73B9" w:rsidRDefault="001C73B9" w:rsidP="001C73B9">
      <w:pPr>
        <w:pStyle w:val="libAr"/>
      </w:pPr>
      <w:r>
        <w:rPr>
          <w:rFonts w:hint="eastAsia"/>
          <w:rtl/>
        </w:rPr>
        <w:t>معاني</w:t>
      </w:r>
      <w:r>
        <w:rPr>
          <w:rtl/>
        </w:rPr>
        <w:t xml:space="preserve"> الاخبار/180</w:t>
      </w:r>
    </w:p>
    <w:p w:rsidR="001C73B9" w:rsidRDefault="001C73B9" w:rsidP="001C73B9">
      <w:pPr>
        <w:pStyle w:val="libNormal"/>
      </w:pPr>
      <w:r>
        <w:t>Abul</w:t>
      </w:r>
      <w:r w:rsidR="00D92C09">
        <w:t>-</w:t>
      </w:r>
      <w:r>
        <w:t>Hassan</w:t>
      </w:r>
      <w:r w:rsidR="00D92C09">
        <w:t>-</w:t>
      </w:r>
      <w:r>
        <w:t>ir</w:t>
      </w:r>
      <w:r w:rsidR="00D92C09">
        <w:t>-</w:t>
      </w:r>
      <w:r>
        <w:t xml:space="preserve">Rida (as.), the eighth Imam, said: </w:t>
      </w:r>
      <w:r w:rsidR="00E978C2" w:rsidRPr="00E978C2">
        <w:rPr>
          <w:rStyle w:val="libItalicChar"/>
        </w:rPr>
        <w:t>“</w:t>
      </w:r>
      <w:r w:rsidRPr="00E978C2">
        <w:rPr>
          <w:rStyle w:val="libItalicChar"/>
        </w:rPr>
        <w:t>May the Mercy of Allah be upon the servant who keeps alive our commandment.</w:t>
      </w:r>
      <w:r w:rsidR="00E978C2" w:rsidRPr="00E978C2">
        <w:rPr>
          <w:rStyle w:val="libItalicChar"/>
        </w:rPr>
        <w:t>”</w:t>
      </w:r>
      <w:r>
        <w:t xml:space="preserve"> Then the person attending the Imam asked him [a.s.] how their commandment could be kept alive and he [a.s.] replied: </w:t>
      </w:r>
      <w:r w:rsidR="00E978C2" w:rsidRPr="00E978C2">
        <w:rPr>
          <w:rStyle w:val="libItalicChar"/>
        </w:rPr>
        <w:t>“</w:t>
      </w:r>
      <w:r w:rsidRPr="00E978C2">
        <w:rPr>
          <w:rStyle w:val="libItalicChar"/>
        </w:rPr>
        <w:t xml:space="preserve">He (can) learn our sciences and teach </w:t>
      </w:r>
      <w:r w:rsidRPr="00E978C2">
        <w:rPr>
          <w:rStyle w:val="libItalicChar"/>
        </w:rPr>
        <w:lastRenderedPageBreak/>
        <w:t>them to people. In fact, if people knew (the merits and) the goodness of our statements, surely they would follow us.</w:t>
      </w:r>
      <w:r w:rsidR="00E978C2" w:rsidRPr="00E978C2">
        <w:rPr>
          <w:rStyle w:val="libItalicChar"/>
        </w:rPr>
        <w:t>”</w:t>
      </w:r>
    </w:p>
    <w:p w:rsidR="001C73B9" w:rsidRDefault="001C73B9" w:rsidP="001C73B9">
      <w:pPr>
        <w:pStyle w:val="libNormal"/>
      </w:pPr>
      <w:r>
        <w:t>Ma'ani</w:t>
      </w:r>
      <w:r w:rsidR="00D92C09">
        <w:t>-</w:t>
      </w:r>
      <w:r>
        <w:t>ul</w:t>
      </w:r>
      <w:r w:rsidR="00D92C09">
        <w:t>-</w:t>
      </w:r>
      <w:r>
        <w:t>Akhbar, p.180 &amp; 'Uyun</w:t>
      </w:r>
      <w:r w:rsidR="00D92C09">
        <w:t>-</w:t>
      </w:r>
      <w:r>
        <w:t>il</w:t>
      </w:r>
      <w:r w:rsidR="00D92C09">
        <w:t>-</w:t>
      </w:r>
      <w:r>
        <w:t>Akhbar</w:t>
      </w:r>
      <w:r w:rsidR="00D92C09">
        <w:t>-</w:t>
      </w:r>
      <w:r>
        <w:t>ir</w:t>
      </w:r>
      <w:r w:rsidR="00D92C09">
        <w:t>-</w:t>
      </w:r>
      <w:r>
        <w:t>Rida, vol.1, p.2007</w:t>
      </w:r>
    </w:p>
    <w:p w:rsidR="001C73B9" w:rsidRDefault="001C73B9" w:rsidP="001C73B9">
      <w:pPr>
        <w:pStyle w:val="libNormal"/>
      </w:pPr>
      <w:r>
        <w:br w:type="page"/>
      </w:r>
    </w:p>
    <w:p w:rsidR="001C73B9" w:rsidRDefault="001C73B9" w:rsidP="001C73B9">
      <w:pPr>
        <w:pStyle w:val="Heading1Center"/>
      </w:pPr>
      <w:bookmarkStart w:id="20" w:name="_Toc444518219"/>
      <w:r>
        <w:lastRenderedPageBreak/>
        <w:t>THE EXCELLENCE AND IMPORTANCE OF SCHOLARS</w:t>
      </w:r>
      <w:bookmarkEnd w:id="20"/>
    </w:p>
    <w:p w:rsidR="001C73B9" w:rsidRDefault="001C73B9" w:rsidP="001C73B9">
      <w:pPr>
        <w:pStyle w:val="libAr"/>
      </w:pPr>
      <w:r>
        <w:rPr>
          <w:rtl/>
        </w:rPr>
        <w:t>108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صِنفانِ</w:t>
      </w:r>
      <w:r>
        <w:rPr>
          <w:rtl/>
        </w:rPr>
        <w:t xml:space="preserve"> مِن اُمَّتي إذا صَلَحا صَلَحَت اُمَّتي وَ إذا فَسَـدا فَسَـدَت اُمَّتي، قيلَ يا رَسُولَ الله وَ مَن </w:t>
      </w:r>
      <w:r w:rsidR="008A02F7">
        <w:rPr>
          <w:rtl/>
        </w:rPr>
        <w:t>هُمَا؟ قالَ: اَلفُقَهاءُ و الأُ</w:t>
      </w:r>
      <w:r>
        <w:rPr>
          <w:rtl/>
        </w:rPr>
        <w:t>مَراءُ</w:t>
      </w:r>
      <w:r>
        <w:t>.</w:t>
      </w:r>
    </w:p>
    <w:p w:rsidR="001C73B9" w:rsidRDefault="001C73B9" w:rsidP="001C73B9">
      <w:pPr>
        <w:pStyle w:val="libAr"/>
      </w:pPr>
      <w:r>
        <w:rPr>
          <w:rFonts w:hint="eastAsia"/>
          <w:rtl/>
        </w:rPr>
        <w:t>بحار</w:t>
      </w:r>
      <w:r>
        <w:rPr>
          <w:rtl/>
        </w:rPr>
        <w:t xml:space="preserve"> الأنوار/2/49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are two groups of my Ummah that when they are pious, my Ummah will be upright and when they are immoral my Ummah will be corrupt.</w:t>
      </w:r>
      <w:r w:rsidR="00E978C2" w:rsidRPr="00E978C2">
        <w:rPr>
          <w:rStyle w:val="libItalicChar"/>
        </w:rPr>
        <w:t>”</w:t>
      </w:r>
    </w:p>
    <w:p w:rsidR="001C73B9" w:rsidRDefault="001C73B9" w:rsidP="001C73B9">
      <w:pPr>
        <w:pStyle w:val="libNormal"/>
      </w:pPr>
      <w:r>
        <w:t xml:space="preserve">The Messenger of Allah [p.b.u.h.] was asked who they were, and he answered: </w:t>
      </w:r>
      <w:r w:rsidR="00E978C2" w:rsidRPr="00E978C2">
        <w:rPr>
          <w:rStyle w:val="libItalicChar"/>
        </w:rPr>
        <w:t>“</w:t>
      </w:r>
      <w:r w:rsidRPr="00E978C2">
        <w:rPr>
          <w:rStyle w:val="libItalicChar"/>
        </w:rPr>
        <w:t>The religious scholars and rulers.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2, p. 49 </w:t>
      </w:r>
    </w:p>
    <w:p w:rsidR="001C73B9" w:rsidRDefault="001C73B9" w:rsidP="001C73B9">
      <w:pPr>
        <w:pStyle w:val="libAr"/>
      </w:pPr>
      <w:r>
        <w:rPr>
          <w:rtl/>
        </w:rPr>
        <w:t>109</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إذا</w:t>
      </w:r>
      <w:r>
        <w:rPr>
          <w:rtl/>
        </w:rPr>
        <w:t xml:space="preserve"> جَلَستَ إِلى عالِمٍ فَكُن عَلى أَنْ تَسمَـعَ أَحْرَصَ مِنْـكَ  عَلى أَنْ تَقُولَ وَ تَعَلَّم حُسنَ الاِستِماعِ كَما تَتَعَلَّـمُ حُسنَ القَـولِ وَلا تَقطَعْ عَلى اَحَدٍ حَديثَهُ</w:t>
      </w:r>
      <w:r>
        <w:t>.</w:t>
      </w:r>
    </w:p>
    <w:p w:rsidR="001C73B9" w:rsidRDefault="001C73B9" w:rsidP="001C73B9">
      <w:pPr>
        <w:pStyle w:val="libAr"/>
      </w:pPr>
      <w:r>
        <w:rPr>
          <w:rFonts w:hint="eastAsia"/>
          <w:rtl/>
        </w:rPr>
        <w:t>بحار</w:t>
      </w:r>
      <w:r>
        <w:rPr>
          <w:rtl/>
        </w:rPr>
        <w:t xml:space="preserve"> الأنوار/1/222</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When confronting a sage, try to be more inquisitive than talkative, and learn how to listen well as much as you learn how to speak well, and do not interrupt the statement of anyone.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 p. 222 </w:t>
      </w:r>
    </w:p>
    <w:p w:rsidR="001C73B9" w:rsidRDefault="001C73B9" w:rsidP="001C73B9">
      <w:pPr>
        <w:pStyle w:val="libAr"/>
      </w:pPr>
      <w:r>
        <w:rPr>
          <w:rtl/>
        </w:rPr>
        <w:t>110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يا</w:t>
      </w:r>
      <w:r>
        <w:rPr>
          <w:rtl/>
        </w:rPr>
        <w:t xml:space="preserve"> عَلِيُّ تَمَنّى جَبرَئيلُ أَنْ يَكُونَ مِن بَني آدَمَ بِسَبـعِ خِصالٍ: وَ هِىَ الصَلاةُ فِي الجَماعَة، وَ مُجالَسَةُ العُلَمـاءِ، وَالصلـحُ بَيـنَ الإِثنَينِ، وَ اِكرامُ اليتيمِ، وَ عِيادَة المَريضِ، وَ تَشييعُ الجِنازَة، وَ سَقيُ الماءِ فِي الحَجِّ، فَ</w:t>
      </w:r>
      <w:r>
        <w:rPr>
          <w:rFonts w:hint="eastAsia"/>
          <w:rtl/>
        </w:rPr>
        <w:t>احْرِصْ</w:t>
      </w:r>
      <w:r>
        <w:rPr>
          <w:rtl/>
        </w:rPr>
        <w:t xml:space="preserve"> عَلى  ذلِكَ</w:t>
      </w:r>
      <w:r>
        <w:t>.</w:t>
      </w:r>
    </w:p>
    <w:p w:rsidR="001C73B9" w:rsidRDefault="001C73B9" w:rsidP="001C73B9">
      <w:pPr>
        <w:pStyle w:val="libAr"/>
      </w:pPr>
      <w:r>
        <w:rPr>
          <w:rFonts w:hint="eastAsia"/>
          <w:rtl/>
        </w:rPr>
        <w:t>الاثنى</w:t>
      </w:r>
      <w:r>
        <w:rPr>
          <w:rtl/>
        </w:rPr>
        <w:t xml:space="preserve"> عشرية/245</w:t>
      </w:r>
    </w:p>
    <w:p w:rsidR="001C73B9" w:rsidRPr="00E978C2" w:rsidRDefault="001C73B9" w:rsidP="001C73B9">
      <w:pPr>
        <w:pStyle w:val="libNormal"/>
        <w:rPr>
          <w:rStyle w:val="libItalicChar"/>
        </w:rPr>
      </w:pPr>
      <w:r>
        <w:t xml:space="preserve">The Holy Prophet [p.b.u.h.] said: </w:t>
      </w:r>
      <w:r w:rsidR="00E978C2" w:rsidRPr="00E978C2">
        <w:rPr>
          <w:rStyle w:val="libItalicChar"/>
        </w:rPr>
        <w:t>“</w:t>
      </w:r>
      <w:r w:rsidRPr="00E978C2">
        <w:rPr>
          <w:rStyle w:val="libItalicChar"/>
        </w:rPr>
        <w:t>O' Ali! Gabriel wished to become a human being for seven reasons, which are:</w:t>
      </w:r>
    </w:p>
    <w:p w:rsidR="001C73B9" w:rsidRPr="00E978C2" w:rsidRDefault="001C73B9" w:rsidP="001C73B9">
      <w:pPr>
        <w:pStyle w:val="libNormal"/>
        <w:rPr>
          <w:rStyle w:val="libItalicChar"/>
        </w:rPr>
      </w:pPr>
      <w:r w:rsidRPr="00E978C2">
        <w:rPr>
          <w:rStyle w:val="libItalicChar"/>
        </w:rPr>
        <w:t>1</w:t>
      </w:r>
      <w:r w:rsidR="00D92C09" w:rsidRPr="00E978C2">
        <w:rPr>
          <w:rStyle w:val="libItalicChar"/>
        </w:rPr>
        <w:t>-</w:t>
      </w:r>
      <w:r w:rsidRPr="00E978C2">
        <w:rPr>
          <w:rStyle w:val="libItalicChar"/>
        </w:rPr>
        <w:t xml:space="preserve"> Congregational prayer. </w:t>
      </w:r>
    </w:p>
    <w:p w:rsidR="001C73B9" w:rsidRPr="00E978C2" w:rsidRDefault="001C73B9" w:rsidP="001C73B9">
      <w:pPr>
        <w:pStyle w:val="libNormal"/>
        <w:rPr>
          <w:rStyle w:val="libItalicChar"/>
        </w:rPr>
      </w:pPr>
      <w:r w:rsidRPr="00E978C2">
        <w:rPr>
          <w:rStyle w:val="libItalicChar"/>
        </w:rPr>
        <w:t>2</w:t>
      </w:r>
      <w:r w:rsidR="00D92C09" w:rsidRPr="00E978C2">
        <w:rPr>
          <w:rStyle w:val="libItalicChar"/>
        </w:rPr>
        <w:t>-</w:t>
      </w:r>
      <w:r w:rsidRPr="00E978C2">
        <w:rPr>
          <w:rStyle w:val="libItalicChar"/>
        </w:rPr>
        <w:t xml:space="preserve"> Companionship with scholars. </w:t>
      </w:r>
    </w:p>
    <w:p w:rsidR="001C73B9" w:rsidRPr="00E978C2" w:rsidRDefault="001C73B9" w:rsidP="001C73B9">
      <w:pPr>
        <w:pStyle w:val="libNormal"/>
        <w:rPr>
          <w:rStyle w:val="libItalicChar"/>
        </w:rPr>
      </w:pPr>
      <w:r w:rsidRPr="00E978C2">
        <w:rPr>
          <w:rStyle w:val="libItalicChar"/>
        </w:rPr>
        <w:t>3</w:t>
      </w:r>
      <w:r w:rsidR="00D92C09" w:rsidRPr="00E978C2">
        <w:rPr>
          <w:rStyle w:val="libItalicChar"/>
        </w:rPr>
        <w:t>-</w:t>
      </w:r>
      <w:r w:rsidRPr="00E978C2">
        <w:rPr>
          <w:rStyle w:val="libItalicChar"/>
        </w:rPr>
        <w:t xml:space="preserve"> Establishing peace between two persons. </w:t>
      </w:r>
    </w:p>
    <w:p w:rsidR="001C73B9" w:rsidRPr="00E978C2" w:rsidRDefault="001C73B9" w:rsidP="001C73B9">
      <w:pPr>
        <w:pStyle w:val="libNormal"/>
        <w:rPr>
          <w:rStyle w:val="libItalicChar"/>
        </w:rPr>
      </w:pPr>
      <w:r w:rsidRPr="00E978C2">
        <w:rPr>
          <w:rStyle w:val="libItalicChar"/>
        </w:rPr>
        <w:t>4</w:t>
      </w:r>
      <w:r w:rsidR="00D92C09" w:rsidRPr="00E978C2">
        <w:rPr>
          <w:rStyle w:val="libItalicChar"/>
        </w:rPr>
        <w:t>-</w:t>
      </w:r>
      <w:r w:rsidRPr="00E978C2">
        <w:rPr>
          <w:rStyle w:val="libItalicChar"/>
        </w:rPr>
        <w:t xml:space="preserve"> Honouring the orphans. </w:t>
      </w:r>
    </w:p>
    <w:p w:rsidR="001C73B9" w:rsidRPr="00E978C2" w:rsidRDefault="001C73B9" w:rsidP="001C73B9">
      <w:pPr>
        <w:pStyle w:val="libNormal"/>
        <w:rPr>
          <w:rStyle w:val="libItalicChar"/>
        </w:rPr>
      </w:pPr>
      <w:r w:rsidRPr="00E978C2">
        <w:rPr>
          <w:rStyle w:val="libItalicChar"/>
        </w:rPr>
        <w:t>5</w:t>
      </w:r>
      <w:r w:rsidR="00D92C09" w:rsidRPr="00E978C2">
        <w:rPr>
          <w:rStyle w:val="libItalicChar"/>
        </w:rPr>
        <w:t>-</w:t>
      </w:r>
      <w:r w:rsidRPr="00E978C2">
        <w:rPr>
          <w:rStyle w:val="libItalicChar"/>
        </w:rPr>
        <w:t xml:space="preserve"> Visiting the sick. </w:t>
      </w:r>
    </w:p>
    <w:p w:rsidR="001C73B9" w:rsidRPr="00E978C2" w:rsidRDefault="001C73B9" w:rsidP="001C73B9">
      <w:pPr>
        <w:pStyle w:val="libNormal"/>
        <w:rPr>
          <w:rStyle w:val="libItalicChar"/>
        </w:rPr>
      </w:pPr>
      <w:r w:rsidRPr="00E978C2">
        <w:rPr>
          <w:rStyle w:val="libItalicChar"/>
        </w:rPr>
        <w:t>6</w:t>
      </w:r>
      <w:r w:rsidR="00D92C09" w:rsidRPr="00E978C2">
        <w:rPr>
          <w:rStyle w:val="libItalicChar"/>
        </w:rPr>
        <w:t>-</w:t>
      </w:r>
      <w:r w:rsidRPr="00E978C2">
        <w:rPr>
          <w:rStyle w:val="libItalicChar"/>
        </w:rPr>
        <w:t xml:space="preserve"> Attending a funeral procession. </w:t>
      </w:r>
    </w:p>
    <w:p w:rsidR="001C73B9" w:rsidRPr="00E978C2" w:rsidRDefault="001C73B9" w:rsidP="001C73B9">
      <w:pPr>
        <w:pStyle w:val="libNormal"/>
        <w:rPr>
          <w:rStyle w:val="libItalicChar"/>
        </w:rPr>
      </w:pPr>
      <w:r w:rsidRPr="00E978C2">
        <w:rPr>
          <w:rStyle w:val="libItalicChar"/>
        </w:rPr>
        <w:t>7</w:t>
      </w:r>
      <w:r w:rsidR="00D92C09" w:rsidRPr="00E978C2">
        <w:rPr>
          <w:rStyle w:val="libItalicChar"/>
        </w:rPr>
        <w:t>-</w:t>
      </w:r>
      <w:r w:rsidRPr="00E978C2">
        <w:rPr>
          <w:rStyle w:val="libItalicChar"/>
        </w:rPr>
        <w:t xml:space="preserve"> Giving of water to Pilgrims. </w:t>
      </w:r>
    </w:p>
    <w:p w:rsidR="001C73B9" w:rsidRDefault="001C73B9" w:rsidP="001C73B9">
      <w:pPr>
        <w:pStyle w:val="libNormal"/>
      </w:pPr>
      <w:r w:rsidRPr="00E978C2">
        <w:rPr>
          <w:rStyle w:val="libItalicChar"/>
        </w:rPr>
        <w:t>Then, be desirous of these things.</w:t>
      </w:r>
      <w:r w:rsidR="00E978C2" w:rsidRPr="00E978C2">
        <w:rPr>
          <w:rStyle w:val="libItalicChar"/>
        </w:rPr>
        <w:t>”</w:t>
      </w:r>
    </w:p>
    <w:p w:rsidR="001C73B9" w:rsidRDefault="001C73B9" w:rsidP="001C73B9">
      <w:pPr>
        <w:pStyle w:val="libNormal"/>
      </w:pPr>
      <w:r>
        <w:t xml:space="preserve">Al </w:t>
      </w:r>
      <w:r w:rsidR="00D92C09">
        <w:t>-</w:t>
      </w:r>
      <w:r>
        <w:t>'Ithna 'Ashariyyah, p. 245</w:t>
      </w:r>
    </w:p>
    <w:p w:rsidR="001C73B9" w:rsidRDefault="001C73B9" w:rsidP="001C73B9">
      <w:pPr>
        <w:pStyle w:val="libAr"/>
      </w:pPr>
      <w:r>
        <w:rPr>
          <w:rtl/>
        </w:rPr>
        <w:t>111</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lastRenderedPageBreak/>
        <w:t>إنّ</w:t>
      </w:r>
      <w:r>
        <w:rPr>
          <w:rtl/>
        </w:rPr>
        <w:t xml:space="preserve"> َكَـلامَ الحُكَمـاءِ إذا كانَ صَـوابًا كانَ دَواءً، وَ إذا كانَ خَطَـاءً كانَ داءً</w:t>
      </w:r>
      <w:r>
        <w:t>.</w:t>
      </w:r>
    </w:p>
    <w:p w:rsidR="001C73B9" w:rsidRDefault="001C73B9" w:rsidP="001C73B9">
      <w:pPr>
        <w:pStyle w:val="libAr"/>
      </w:pPr>
      <w:r>
        <w:rPr>
          <w:rFonts w:hint="eastAsia"/>
          <w:rtl/>
        </w:rPr>
        <w:t>نهج</w:t>
      </w:r>
      <w:r>
        <w:rPr>
          <w:rtl/>
        </w:rPr>
        <w:t xml:space="preserve"> البلاغة الكلمات القصار/265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When the utterance of the wise is to the point, it serves as a remedy, but if it is wrong it proves like an illness.</w:t>
      </w:r>
      <w:r w:rsidR="00E978C2" w:rsidRPr="00E978C2">
        <w:rPr>
          <w:rStyle w:val="libItalicChar"/>
        </w:rPr>
        <w:t>”</w:t>
      </w:r>
    </w:p>
    <w:p w:rsidR="001C73B9" w:rsidRDefault="001C73B9" w:rsidP="001C73B9">
      <w:pPr>
        <w:pStyle w:val="libNormal"/>
      </w:pPr>
      <w:r>
        <w:t>NahjuI</w:t>
      </w:r>
      <w:r w:rsidR="00D92C09">
        <w:t>-</w:t>
      </w:r>
      <w:r>
        <w:t xml:space="preserve">Balagha, saying No. 265 </w:t>
      </w:r>
    </w:p>
    <w:p w:rsidR="001C73B9" w:rsidRDefault="001C73B9" w:rsidP="001C73B9">
      <w:pPr>
        <w:pStyle w:val="libAr"/>
      </w:pPr>
      <w:r>
        <w:rPr>
          <w:rtl/>
        </w:rPr>
        <w:t>112</w:t>
      </w:r>
      <w:r w:rsidR="00D92C09">
        <w:rPr>
          <w:rtl/>
        </w:rPr>
        <w:t>-</w:t>
      </w:r>
      <w:r>
        <w:t xml:space="preserve"> </w:t>
      </w:r>
      <w:r>
        <w:rPr>
          <w:rtl/>
        </w:rPr>
        <w:t>قالَ الإمامُ العَسكَرِيّ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عُلَماءُ</w:t>
      </w:r>
      <w:r>
        <w:rPr>
          <w:rtl/>
        </w:rPr>
        <w:t xml:space="preserve"> شيعَتِنا مُرابِطُونَ  فِي  الثَّغـرِ فَمَـنِ انتَصَـبَ لِذلِـكَ مِـن شيعَتِنا كانَ أَفضَلَ مِمَّن جَاهَدَ الرومَ... لاِ َنَّـهُ يَدفَعُ عَـن أَديانِ مُحِبّينا</w:t>
      </w:r>
      <w:r>
        <w:t>.</w:t>
      </w:r>
    </w:p>
    <w:p w:rsidR="001C73B9" w:rsidRDefault="001C73B9" w:rsidP="001C73B9">
      <w:pPr>
        <w:pStyle w:val="libAr"/>
      </w:pPr>
      <w:r>
        <w:rPr>
          <w:rFonts w:hint="eastAsia"/>
          <w:rtl/>
        </w:rPr>
        <w:t>الاحتجاج</w:t>
      </w:r>
      <w:r>
        <w:rPr>
          <w:rtl/>
        </w:rPr>
        <w:t>/2/155</w:t>
      </w:r>
    </w:p>
    <w:p w:rsidR="001C73B9" w:rsidRDefault="001C73B9" w:rsidP="001C73B9">
      <w:pPr>
        <w:pStyle w:val="libNormal"/>
      </w:pPr>
      <w:r>
        <w:t>Imam Hassan 'Askari, the eleventh Imam, [a.s.] said:</w:t>
      </w:r>
    </w:p>
    <w:p w:rsidR="001C73B9" w:rsidRDefault="00E978C2" w:rsidP="001C73B9">
      <w:pPr>
        <w:pStyle w:val="libNormal"/>
      </w:pPr>
      <w:r w:rsidRPr="00E978C2">
        <w:rPr>
          <w:rStyle w:val="libItalicChar"/>
        </w:rPr>
        <w:t>“</w:t>
      </w:r>
      <w:r w:rsidR="001C73B9" w:rsidRPr="00E978C2">
        <w:rPr>
          <w:rStyle w:val="libItalicChar"/>
        </w:rPr>
        <w:t>The scholars of our followers (Shi'ah) are the guards of the bounds of Islam. Then, anyone of our followers who undertakes this (duty) is superior to the one who fights in the battle against the Romans, (because this one defends the theological bounds of our followers).</w:t>
      </w:r>
      <w:r w:rsidRPr="00E978C2">
        <w:rPr>
          <w:rStyle w:val="libItalicChar"/>
        </w:rPr>
        <w:t>”</w:t>
      </w:r>
    </w:p>
    <w:p w:rsidR="001C73B9" w:rsidRDefault="001C73B9" w:rsidP="001C73B9">
      <w:pPr>
        <w:pStyle w:val="libNormal"/>
      </w:pPr>
      <w:r>
        <w:t>AI</w:t>
      </w:r>
      <w:r w:rsidR="00D92C09">
        <w:t>-</w:t>
      </w:r>
      <w:r>
        <w:t>Ihtijaj, vol. 2, p. 155</w:t>
      </w:r>
    </w:p>
    <w:p w:rsidR="001C73B9" w:rsidRDefault="001C73B9" w:rsidP="001C73B9">
      <w:pPr>
        <w:pStyle w:val="libAr"/>
      </w:pPr>
      <w:r>
        <w:rPr>
          <w:rtl/>
        </w:rPr>
        <w:t>113</w:t>
      </w:r>
      <w:r w:rsidR="00D92C09">
        <w:rPr>
          <w:rtl/>
        </w:rPr>
        <w:t>-</w:t>
      </w:r>
      <w:r>
        <w:t xml:space="preserve"> </w:t>
      </w:r>
      <w:r>
        <w:rPr>
          <w:rtl/>
        </w:rPr>
        <w:t>قالَ الإمامُ الرِّضا</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ألا</w:t>
      </w:r>
      <w:r>
        <w:rPr>
          <w:rtl/>
        </w:rPr>
        <w:t xml:space="preserve"> إنَّ الفَقيــهَ مَن اَفاضَ عَلَى النّاسِ خَيـرَهُ و أَنْقَـذَهُـم مِـن اَعدائِهم وَ وَفَّرَ</w:t>
      </w:r>
      <w:r w:rsidR="00525C12">
        <w:rPr>
          <w:rtl/>
        </w:rPr>
        <w:t xml:space="preserve"> عليه</w:t>
      </w:r>
      <w:r>
        <w:rPr>
          <w:rtl/>
        </w:rPr>
        <w:t>م نِعَمَ جَنانِ الله وَ حَصَّـلَ لَهُـم رِضـوانَ الله تَعالى</w:t>
      </w:r>
      <w:r>
        <w:t>.</w:t>
      </w:r>
    </w:p>
    <w:p w:rsidR="001C73B9" w:rsidRDefault="001C73B9" w:rsidP="001C73B9">
      <w:pPr>
        <w:pStyle w:val="libAr"/>
      </w:pPr>
      <w:r>
        <w:rPr>
          <w:rFonts w:hint="eastAsia"/>
          <w:rtl/>
        </w:rPr>
        <w:t>بحار</w:t>
      </w:r>
      <w:r>
        <w:rPr>
          <w:rtl/>
        </w:rPr>
        <w:t xml:space="preserve"> الأنوار/2/5</w:t>
      </w:r>
    </w:p>
    <w:p w:rsidR="001C73B9" w:rsidRDefault="001C73B9" w:rsidP="001C73B9">
      <w:pPr>
        <w:pStyle w:val="libNormal"/>
      </w:pPr>
      <w:r>
        <w:t xml:space="preserve">Imam Rida, the eighth Imam, [a.s.] said: </w:t>
      </w:r>
      <w:r w:rsidR="00E978C2" w:rsidRPr="00E978C2">
        <w:rPr>
          <w:rStyle w:val="libItalicChar"/>
        </w:rPr>
        <w:t>“</w:t>
      </w:r>
      <w:r w:rsidRPr="00E978C2">
        <w:rPr>
          <w:rStyle w:val="libItalicChar"/>
        </w:rPr>
        <w:t>Beware that surely a (true religious) jurist is he who pours forth his benediction unto people, saves them from their enemies, multiplies the blessings of Heaven for them, and earns the Pleasure of Allah the Exalted, for them (through guidance).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2, p. 5 </w:t>
      </w:r>
    </w:p>
    <w:p w:rsidR="001C73B9" w:rsidRDefault="001C73B9" w:rsidP="001C73B9">
      <w:pPr>
        <w:pStyle w:val="libAr"/>
      </w:pPr>
      <w:r>
        <w:rPr>
          <w:rtl/>
        </w:rPr>
        <w:t>114</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t xml:space="preserve">... </w:t>
      </w:r>
      <w:r>
        <w:rPr>
          <w:rtl/>
        </w:rPr>
        <w:t>فَاِنَّ العالِمَ أَعظَمُ أَجرًا مِنَ الصّائِمِ القائِمِ المُجاهِدِ في سَبيلِ الله فَاِذَا ماتَ العالِمُ ثُلِمَ  فِي  الاِسلاتمِ ثُلمَةٌ لا يَسُدّها إلاّ خَلَـفٌ مِنهُ</w:t>
      </w:r>
      <w:r>
        <w:t>.</w:t>
      </w:r>
    </w:p>
    <w:p w:rsidR="001C73B9" w:rsidRDefault="001C73B9" w:rsidP="001C73B9">
      <w:pPr>
        <w:pStyle w:val="libAr"/>
      </w:pPr>
      <w:r>
        <w:rPr>
          <w:rFonts w:hint="eastAsia"/>
          <w:rtl/>
        </w:rPr>
        <w:t>بحار</w:t>
      </w:r>
      <w:r>
        <w:rPr>
          <w:rtl/>
        </w:rPr>
        <w:t xml:space="preserve"> الأنوار/2/43</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 xml:space="preserve"> ...The reward of a religious scholar is greater than the reward of a person who is fasting on days and establishes prayers during the night and fights in the Holy War for the sake of Allah. And, when a religious scholar dies, there will appear a gap in Islam which cannot be compensated except by a replacement of that (kind).</w:t>
      </w:r>
      <w:r w:rsidR="00E978C2" w:rsidRPr="00E978C2">
        <w:rPr>
          <w:rStyle w:val="libItalicChar"/>
        </w:rPr>
        <w:t>”</w:t>
      </w:r>
    </w:p>
    <w:p w:rsidR="001C73B9" w:rsidRDefault="001C73B9" w:rsidP="001C73B9">
      <w:pPr>
        <w:pStyle w:val="libNormal"/>
      </w:pPr>
      <w:r>
        <w:t>Bihar</w:t>
      </w:r>
      <w:r w:rsidR="00D92C09">
        <w:t>-</w:t>
      </w:r>
      <w:r>
        <w:t>ul</w:t>
      </w:r>
      <w:r w:rsidR="00D92C09">
        <w:t>-</w:t>
      </w:r>
      <w:r>
        <w:t>Anwar, vol. 2, p. 43</w:t>
      </w:r>
    </w:p>
    <w:p w:rsidR="001C73B9" w:rsidRDefault="001C73B9" w:rsidP="001C73B9">
      <w:pPr>
        <w:pStyle w:val="libAr"/>
      </w:pPr>
      <w:r>
        <w:rPr>
          <w:rtl/>
        </w:rPr>
        <w:t>115</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 xml:space="preserve">: </w:t>
      </w:r>
    </w:p>
    <w:p w:rsidR="001C73B9" w:rsidRDefault="001C73B9" w:rsidP="001C73B9">
      <w:pPr>
        <w:pStyle w:val="libAr"/>
      </w:pPr>
      <w:r>
        <w:rPr>
          <w:rFonts w:hint="eastAsia"/>
          <w:rtl/>
        </w:rPr>
        <w:lastRenderedPageBreak/>
        <w:t>هَلَكَ</w:t>
      </w:r>
      <w:r>
        <w:rPr>
          <w:rtl/>
        </w:rPr>
        <w:t xml:space="preserve"> خُـزّانُ الاَمـوالِ وَ هُم أَحياءٌ، وَ العُلَمـاءُ باقُونَ ما بَقِيَ الدَّهرُ، أَعيانُهُم مَفقُودَةٌ، وَ أَمثالُهُم فِي القُلُوبِ مَوجُودَة</w:t>
      </w:r>
      <w:r>
        <w:t>.</w:t>
      </w:r>
    </w:p>
    <w:p w:rsidR="001C73B9" w:rsidRDefault="001C73B9" w:rsidP="001C73B9">
      <w:pPr>
        <w:pStyle w:val="libAr"/>
      </w:pPr>
      <w:r>
        <w:rPr>
          <w:rFonts w:hint="eastAsia"/>
          <w:rtl/>
        </w:rPr>
        <w:t>نهج</w:t>
      </w:r>
      <w:r>
        <w:rPr>
          <w:rtl/>
        </w:rPr>
        <w:t xml:space="preserve"> البلاغة الكلمات القصار 147</w:t>
      </w:r>
    </w:p>
    <w:p w:rsidR="001C73B9" w:rsidRDefault="001C73B9" w:rsidP="001C73B9">
      <w:pPr>
        <w:pStyle w:val="libNormal"/>
      </w:pPr>
      <w:r>
        <w:t>Imam Amir ul Mu'mineen Ali [a.s.] told Kumayl: O' Kumayl! Those who compile wealth are dead even though they may be living, while the sages (who are endowed with knowledge) will remain as long as the world remains. Their bodies perish but their depictions will exist in the hearts.</w:t>
      </w:r>
      <w:r w:rsidR="00E978C2">
        <w:t>”</w:t>
      </w:r>
    </w:p>
    <w:p w:rsidR="001C73B9" w:rsidRDefault="001C73B9" w:rsidP="001C73B9">
      <w:pPr>
        <w:pStyle w:val="libNormal"/>
      </w:pPr>
      <w:r>
        <w:t>Nahjul</w:t>
      </w:r>
      <w:r w:rsidR="00D92C09">
        <w:t>-</w:t>
      </w:r>
      <w:r>
        <w:t xml:space="preserve">Balagha, saying No.147 </w:t>
      </w:r>
    </w:p>
    <w:p w:rsidR="001C73B9" w:rsidRDefault="001C73B9" w:rsidP="001C73B9">
      <w:pPr>
        <w:pStyle w:val="libAr"/>
      </w:pPr>
      <w:r>
        <w:rPr>
          <w:rtl/>
        </w:rPr>
        <w:t>116</w:t>
      </w:r>
      <w:r w:rsidR="00D92C09">
        <w:rPr>
          <w:rtl/>
        </w:rPr>
        <w:t>-</w:t>
      </w:r>
      <w:r>
        <w:t xml:space="preserve"> </w:t>
      </w:r>
      <w:r>
        <w:rPr>
          <w:rtl/>
        </w:rPr>
        <w:t>قالَ الإمامُ الحُسَينُ</w:t>
      </w:r>
      <w:r w:rsidR="00525C12">
        <w:rPr>
          <w:rtl/>
        </w:rPr>
        <w:t xml:space="preserve"> </w:t>
      </w:r>
      <w:r w:rsidR="008A02F7">
        <w:rPr>
          <w:rtl/>
        </w:rPr>
        <w:t xml:space="preserve">عليه السلام </w:t>
      </w:r>
      <w:r>
        <w:t>:</w:t>
      </w:r>
    </w:p>
    <w:p w:rsidR="001C73B9" w:rsidRDefault="001C73B9" w:rsidP="001C73B9">
      <w:pPr>
        <w:pStyle w:val="libAr"/>
      </w:pPr>
      <w:r>
        <w:t>...</w:t>
      </w:r>
      <w:r>
        <w:rPr>
          <w:rtl/>
        </w:rPr>
        <w:t>اِنَّ مَجارِيَ الاُمُـورِ والأحكامِ عَلى  أَيدِي العُلَمـاءِ بِالله، اَلا ُمَناءِ عَلى حَلالِهِ وَ حَرامِهِ</w:t>
      </w:r>
      <w:r>
        <w:t>... .</w:t>
      </w:r>
    </w:p>
    <w:p w:rsidR="001C73B9" w:rsidRDefault="001C73B9" w:rsidP="001C73B9">
      <w:pPr>
        <w:pStyle w:val="libAr"/>
      </w:pPr>
      <w:r>
        <w:rPr>
          <w:rFonts w:hint="eastAsia"/>
          <w:rtl/>
        </w:rPr>
        <w:t>تحف</w:t>
      </w:r>
      <w:r>
        <w:rPr>
          <w:rtl/>
        </w:rPr>
        <w:t xml:space="preserve"> العقول/172</w:t>
      </w:r>
    </w:p>
    <w:p w:rsidR="001C73B9" w:rsidRDefault="001C73B9" w:rsidP="001C73B9">
      <w:pPr>
        <w:pStyle w:val="libNormal"/>
      </w:pPr>
      <w:r>
        <w:t xml:space="preserve">Imam Husayn [a.s.] said: </w:t>
      </w:r>
      <w:r w:rsidR="00E978C2" w:rsidRPr="00E978C2">
        <w:rPr>
          <w:rStyle w:val="libItalicChar"/>
        </w:rPr>
        <w:t>“</w:t>
      </w:r>
      <w:r w:rsidRPr="00E978C2">
        <w:rPr>
          <w:rStyle w:val="libItalicChar"/>
        </w:rPr>
        <w:t>...Verily, the paths to Muslims' affairs and the religious ordinances are in the hands of the godly scholars who are the trusties of Allah in His lawful and unlawful things. ...</w:t>
      </w:r>
      <w:r w:rsidR="00E978C2" w:rsidRPr="00E978C2">
        <w:rPr>
          <w:rStyle w:val="libItalicChar"/>
        </w:rPr>
        <w:t>”</w:t>
      </w:r>
    </w:p>
    <w:p w:rsidR="001C73B9" w:rsidRDefault="001C73B9" w:rsidP="001C73B9">
      <w:pPr>
        <w:pStyle w:val="libNormal"/>
      </w:pPr>
      <w:r>
        <w:t>Tuhaful</w:t>
      </w:r>
      <w:r w:rsidR="00D92C09">
        <w:t>-</w:t>
      </w:r>
      <w:r>
        <w:t>'Uqul, p.172</w:t>
      </w:r>
    </w:p>
    <w:p w:rsidR="001C73B9" w:rsidRDefault="001C73B9" w:rsidP="001C73B9">
      <w:pPr>
        <w:pStyle w:val="libNormal"/>
      </w:pPr>
      <w:r>
        <w:br w:type="page"/>
      </w:r>
    </w:p>
    <w:p w:rsidR="001C73B9" w:rsidRDefault="001C73B9" w:rsidP="001C73B9">
      <w:pPr>
        <w:pStyle w:val="Heading1Center"/>
      </w:pPr>
      <w:bookmarkStart w:id="21" w:name="_Toc444518220"/>
      <w:r>
        <w:lastRenderedPageBreak/>
        <w:t>BEING ATTENTIVE TO THE HEREAFTER</w:t>
      </w:r>
      <w:bookmarkEnd w:id="21"/>
    </w:p>
    <w:p w:rsidR="001C73B9" w:rsidRDefault="001C73B9" w:rsidP="001C73B9">
      <w:pPr>
        <w:pStyle w:val="libAr"/>
      </w:pPr>
      <w:r>
        <w:rPr>
          <w:rtl/>
        </w:rPr>
        <w:t>117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قالَ</w:t>
      </w:r>
      <w:r>
        <w:rPr>
          <w:rtl/>
        </w:rPr>
        <w:t xml:space="preserve"> الحَوارِيُّونَ لِعيسى</w:t>
      </w:r>
      <w:r w:rsidR="00525C12">
        <w:rPr>
          <w:rtl/>
        </w:rPr>
        <w:t xml:space="preserve"> </w:t>
      </w:r>
      <w:r w:rsidR="008A02F7">
        <w:rPr>
          <w:rtl/>
        </w:rPr>
        <w:t xml:space="preserve">عليه السلام </w:t>
      </w:r>
      <w:r>
        <w:rPr>
          <w:rtl/>
        </w:rPr>
        <w:t xml:space="preserve">: يا رُوحَ الله مَن نُجالِسُ؟ قالَ: </w:t>
      </w:r>
      <w:r w:rsidR="008A02F7">
        <w:rPr>
          <w:rtl/>
        </w:rPr>
        <w:t>مَن يُذَكِّرُكُـمُ اللّه رُؤْيَ</w:t>
      </w:r>
      <w:r>
        <w:rPr>
          <w:rtl/>
        </w:rPr>
        <w:t>تُـهُ وَ يَزيدُ في عِلمِكُم مَنطِقُهُ وَ يُرَغِّبُكُم فِي الآخِرَة عَمَلُهُ</w:t>
      </w:r>
      <w:r>
        <w:t>.</w:t>
      </w:r>
    </w:p>
    <w:p w:rsidR="001C73B9" w:rsidRDefault="001C73B9" w:rsidP="001C73B9">
      <w:pPr>
        <w:pStyle w:val="libAr"/>
      </w:pPr>
      <w:r>
        <w:rPr>
          <w:rFonts w:hint="eastAsia"/>
          <w:rtl/>
        </w:rPr>
        <w:t>بحار</w:t>
      </w:r>
      <w:r>
        <w:rPr>
          <w:rtl/>
        </w:rPr>
        <w:t xml:space="preserve"> الأنوار/1/203</w:t>
      </w:r>
    </w:p>
    <w:p w:rsidR="001C73B9" w:rsidRDefault="001C73B9" w:rsidP="001C73B9">
      <w:pPr>
        <w:pStyle w:val="libNormal"/>
      </w:pPr>
      <w:r>
        <w:t xml:space="preserve">The Holy Prophet [p.b.u.h.] said that the disciples of Jesus [a.s.] asked him with whom they should make friends, and he [a.s.] replied: </w:t>
      </w:r>
      <w:r w:rsidR="00E978C2" w:rsidRPr="00E978C2">
        <w:rPr>
          <w:rStyle w:val="libItalicChar"/>
        </w:rPr>
        <w:t>“</w:t>
      </w:r>
      <w:r w:rsidRPr="00E978C2">
        <w:rPr>
          <w:rStyle w:val="libItalicChar"/>
        </w:rPr>
        <w:t>With one whose presence reminds you of God, his speech increases your knowledge and his deed inspires you (to work righteously for) the next world.</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 p. 203 </w:t>
      </w:r>
    </w:p>
    <w:p w:rsidR="001C73B9" w:rsidRDefault="001C73B9" w:rsidP="001C73B9">
      <w:pPr>
        <w:pStyle w:val="libAr"/>
      </w:pPr>
      <w:r>
        <w:rPr>
          <w:rtl/>
        </w:rPr>
        <w:t>118</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يَشغَلَنَّكَ عَنِ العَمَلِ لِلآخِرَة شُغلٌ فَاِنَّ المُـدَّةَ قَصيرَةٌ</w:t>
      </w:r>
      <w:r>
        <w:t>.</w:t>
      </w:r>
    </w:p>
    <w:p w:rsidR="001C73B9" w:rsidRDefault="001C73B9" w:rsidP="001C73B9">
      <w:pPr>
        <w:pStyle w:val="libAr"/>
      </w:pPr>
      <w:r>
        <w:rPr>
          <w:rFonts w:hint="eastAsia"/>
          <w:rtl/>
        </w:rPr>
        <w:t>غرر</w:t>
      </w:r>
      <w:r>
        <w:rPr>
          <w:rtl/>
        </w:rPr>
        <w:t xml:space="preserve"> الحكم/335</w:t>
      </w:r>
    </w:p>
    <w:p w:rsidR="001C73B9" w:rsidRDefault="001C73B9" w:rsidP="001C73B9">
      <w:pPr>
        <w:pStyle w:val="libNormal"/>
      </w:pPr>
      <w:r>
        <w:t xml:space="preserve">Amir ul Mu'mineen Ali [a.s.] said: </w:t>
      </w:r>
      <w:r w:rsidR="00E978C2" w:rsidRPr="00E978C2">
        <w:rPr>
          <w:rStyle w:val="libItalicChar"/>
        </w:rPr>
        <w:t>“</w:t>
      </w:r>
      <w:r w:rsidRPr="00E978C2">
        <w:rPr>
          <w:rStyle w:val="libItalicChar"/>
        </w:rPr>
        <w:t>No business should hinder you from being busy doing good for the coming world, hence, surely, the length of opportunity is a very short time.</w:t>
      </w:r>
      <w:r w:rsidR="00E978C2" w:rsidRPr="00E978C2">
        <w:rPr>
          <w:rStyle w:val="libItalicChar"/>
        </w:rPr>
        <w:t>”</w:t>
      </w:r>
    </w:p>
    <w:p w:rsidR="001C73B9" w:rsidRDefault="001C73B9" w:rsidP="001C73B9">
      <w:pPr>
        <w:pStyle w:val="libNormal"/>
      </w:pPr>
      <w:r>
        <w:t>Ghurar</w:t>
      </w:r>
      <w:r w:rsidR="00D92C09">
        <w:t>-</w:t>
      </w:r>
      <w:r>
        <w:t>ul</w:t>
      </w:r>
      <w:r w:rsidR="00D92C09">
        <w:t>-</w:t>
      </w:r>
      <w:r>
        <w:t>Hikam, p. 335</w:t>
      </w:r>
    </w:p>
    <w:p w:rsidR="001C73B9" w:rsidRDefault="001C73B9" w:rsidP="001C73B9">
      <w:pPr>
        <w:pStyle w:val="libAr"/>
      </w:pPr>
      <w:r>
        <w:rPr>
          <w:rtl/>
        </w:rPr>
        <w:t>119</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باعَ آخِرَتَهُ بِدُنياهُ خَسِرَهُما</w:t>
      </w:r>
      <w:r>
        <w:t>.</w:t>
      </w:r>
    </w:p>
    <w:p w:rsidR="001C73B9" w:rsidRDefault="001C73B9" w:rsidP="001C73B9">
      <w:pPr>
        <w:pStyle w:val="libAr"/>
      </w:pPr>
      <w:r>
        <w:rPr>
          <w:rFonts w:hint="eastAsia"/>
          <w:rtl/>
        </w:rPr>
        <w:t>غرر</w:t>
      </w:r>
      <w:r>
        <w:rPr>
          <w:rtl/>
        </w:rPr>
        <w:t xml:space="preserve"> الحكم/274</w:t>
      </w:r>
    </w:p>
    <w:p w:rsidR="001C73B9" w:rsidRDefault="001C73B9" w:rsidP="001C73B9">
      <w:pPr>
        <w:pStyle w:val="libNormal"/>
      </w:pPr>
      <w:r>
        <w:t xml:space="preserve">Amir ul Mu'mineen Ali [a.s.] said: </w:t>
      </w:r>
      <w:r w:rsidR="00E978C2" w:rsidRPr="00E978C2">
        <w:rPr>
          <w:rStyle w:val="libItalicChar"/>
        </w:rPr>
        <w:t>“</w:t>
      </w:r>
      <w:r w:rsidRPr="00E978C2">
        <w:rPr>
          <w:rStyle w:val="libItalicChar"/>
        </w:rPr>
        <w:t>He who sells his next life for his present life in this world, loses both of them.</w:t>
      </w:r>
      <w:r w:rsidR="00E978C2" w:rsidRPr="00E978C2">
        <w:rPr>
          <w:rStyle w:val="libItalicChar"/>
        </w:rPr>
        <w:t>”</w:t>
      </w:r>
    </w:p>
    <w:p w:rsidR="001C73B9" w:rsidRDefault="001C73B9" w:rsidP="001C73B9">
      <w:pPr>
        <w:pStyle w:val="libNormal"/>
      </w:pPr>
      <w:r>
        <w:t>Ghurar</w:t>
      </w:r>
      <w:r w:rsidR="00D92C09">
        <w:t>-</w:t>
      </w:r>
      <w:r>
        <w:t>ul</w:t>
      </w:r>
      <w:r w:rsidR="00D92C09">
        <w:t>-</w:t>
      </w:r>
      <w:r>
        <w:t xml:space="preserve">Hikam, p. 274 </w:t>
      </w:r>
    </w:p>
    <w:p w:rsidR="001C73B9" w:rsidRDefault="001C73B9" w:rsidP="001C73B9">
      <w:pPr>
        <w:pStyle w:val="libAr"/>
      </w:pPr>
      <w:r>
        <w:rPr>
          <w:rtl/>
        </w:rPr>
        <w:t>120</w:t>
      </w:r>
      <w:r w:rsidR="00D92C09">
        <w:rPr>
          <w:rtl/>
        </w:rPr>
        <w:t>-</w:t>
      </w:r>
      <w:r>
        <w:t xml:space="preserve"> </w:t>
      </w:r>
      <w:r>
        <w:rPr>
          <w:rtl/>
        </w:rPr>
        <w:t>قالَ الإمامُ عَلِيّ بنُ مُحَمَّدٍ الهادي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اُذكُر</w:t>
      </w:r>
      <w:r>
        <w:rPr>
          <w:rtl/>
        </w:rPr>
        <w:t xml:space="preserve"> مَصرَعَكَ بَينَ يَدَي اَهلِكَ فَلا طَبيـبٌ يَمنَعُـكَ وَلا حَبيبٌ يَنفَعُكَ</w:t>
      </w:r>
      <w:r>
        <w:t>.</w:t>
      </w:r>
    </w:p>
    <w:p w:rsidR="001C73B9" w:rsidRDefault="001C73B9" w:rsidP="001C73B9">
      <w:pPr>
        <w:pStyle w:val="libAr"/>
      </w:pPr>
      <w:r>
        <w:rPr>
          <w:rFonts w:hint="eastAsia"/>
          <w:rtl/>
        </w:rPr>
        <w:t>بحار</w:t>
      </w:r>
      <w:r>
        <w:rPr>
          <w:rtl/>
        </w:rPr>
        <w:t xml:space="preserve"> الأنوار/78/370</w:t>
      </w:r>
    </w:p>
    <w:p w:rsidR="001C73B9" w:rsidRDefault="001C73B9" w:rsidP="001C73B9">
      <w:pPr>
        <w:pStyle w:val="libNormal"/>
      </w:pPr>
      <w:r>
        <w:t xml:space="preserve">Imam Hadi, the tenth Imam, [a.s.] said: </w:t>
      </w:r>
      <w:r w:rsidR="00E978C2" w:rsidRPr="00E978C2">
        <w:rPr>
          <w:rStyle w:val="libItalicChar"/>
        </w:rPr>
        <w:t>“</w:t>
      </w:r>
      <w:r w:rsidRPr="00E978C2">
        <w:rPr>
          <w:rStyle w:val="libItalicChar"/>
        </w:rPr>
        <w:t>Remember when you are on your deathbed and your body is lying before your family members, then there is no physician to prevent you (from death) nor a friend to avail you.</w:t>
      </w:r>
      <w:r w:rsidR="00E978C2" w:rsidRPr="00E978C2">
        <w:rPr>
          <w:rStyle w:val="libItalicChar"/>
        </w:rPr>
        <w:t>”</w:t>
      </w:r>
    </w:p>
    <w:p w:rsidR="001C73B9" w:rsidRDefault="001C73B9" w:rsidP="001C73B9">
      <w:pPr>
        <w:pStyle w:val="libNormal"/>
      </w:pPr>
      <w:r>
        <w:t>Bihar</w:t>
      </w:r>
      <w:r w:rsidR="00D92C09">
        <w:t>-</w:t>
      </w:r>
      <w:r>
        <w:t>ul</w:t>
      </w:r>
      <w:r w:rsidR="00D92C09">
        <w:t>-</w:t>
      </w:r>
      <w:r>
        <w:t>Anwar, vol. 78, p. 370</w:t>
      </w:r>
    </w:p>
    <w:p w:rsidR="001C73B9" w:rsidRDefault="001C73B9" w:rsidP="001C73B9">
      <w:pPr>
        <w:pStyle w:val="libNormal"/>
      </w:pPr>
      <w:r>
        <w:br w:type="page"/>
      </w:r>
    </w:p>
    <w:p w:rsidR="001C73B9" w:rsidRDefault="001C73B9" w:rsidP="001C73B9">
      <w:pPr>
        <w:pStyle w:val="Heading1Center"/>
      </w:pPr>
      <w:bookmarkStart w:id="22" w:name="_Toc444518221"/>
      <w:r>
        <w:lastRenderedPageBreak/>
        <w:t>REPENTANCE</w:t>
      </w:r>
      <w:bookmarkEnd w:id="22"/>
    </w:p>
    <w:p w:rsidR="001C73B9" w:rsidRDefault="001C73B9" w:rsidP="001C73B9">
      <w:pPr>
        <w:pStyle w:val="libAr"/>
      </w:pPr>
      <w:r>
        <w:rPr>
          <w:rtl/>
        </w:rPr>
        <w:t>121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اِنَّ</w:t>
      </w:r>
      <w:r>
        <w:rPr>
          <w:rtl/>
        </w:rPr>
        <w:t xml:space="preserve"> اَكثَرَ صِياحِ اَهلِ النّارِ مِنَ التَّسويفِ</w:t>
      </w:r>
      <w:r>
        <w:t>.</w:t>
      </w:r>
    </w:p>
    <w:p w:rsidR="001C73B9" w:rsidRDefault="001C73B9" w:rsidP="001C73B9">
      <w:pPr>
        <w:pStyle w:val="libAr"/>
      </w:pPr>
      <w:r>
        <w:rPr>
          <w:rFonts w:hint="eastAsia"/>
          <w:rtl/>
        </w:rPr>
        <w:t>المحجة</w:t>
      </w:r>
      <w:r>
        <w:rPr>
          <w:rtl/>
        </w:rPr>
        <w:t xml:space="preserve"> البيضاء</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sigh of the people of Hell is mostly because of the postponement of repenting.</w:t>
      </w:r>
      <w:r w:rsidR="00E978C2" w:rsidRPr="00E978C2">
        <w:rPr>
          <w:rStyle w:val="libItalicChar"/>
        </w:rPr>
        <w:t>”</w:t>
      </w:r>
    </w:p>
    <w:p w:rsidR="001C73B9" w:rsidRDefault="001C73B9" w:rsidP="001C73B9">
      <w:pPr>
        <w:pStyle w:val="libNormal"/>
      </w:pPr>
      <w:r>
        <w:t>Al</w:t>
      </w:r>
      <w:r w:rsidR="00D92C09">
        <w:t>-</w:t>
      </w:r>
      <w:r>
        <w:t>Mahajjat</w:t>
      </w:r>
      <w:r w:rsidR="00D92C09">
        <w:t>-</w:t>
      </w:r>
      <w:r>
        <w:t>ul</w:t>
      </w:r>
      <w:r w:rsidR="00D92C09">
        <w:t>-</w:t>
      </w:r>
      <w:r>
        <w:t xml:space="preserve">Bayda </w:t>
      </w:r>
    </w:p>
    <w:p w:rsidR="001C73B9" w:rsidRDefault="001C73B9" w:rsidP="001C73B9">
      <w:pPr>
        <w:pStyle w:val="libAr"/>
      </w:pPr>
      <w:r>
        <w:rPr>
          <w:rtl/>
        </w:rPr>
        <w:t>122</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اَلتائِبُ</w:t>
      </w:r>
      <w:r>
        <w:rPr>
          <w:rtl/>
        </w:rPr>
        <w:t xml:space="preserve"> مِنَ الذنبِ كَمَن لا ذَنبَ لَهُ</w:t>
      </w:r>
      <w:r>
        <w:t xml:space="preserve">. </w:t>
      </w:r>
    </w:p>
    <w:p w:rsidR="001C73B9" w:rsidRDefault="001C73B9" w:rsidP="001C73B9">
      <w:pPr>
        <w:pStyle w:val="libAr"/>
      </w:pPr>
      <w:r>
        <w:rPr>
          <w:rFonts w:hint="eastAsia"/>
          <w:rtl/>
        </w:rPr>
        <w:t>وسائل</w:t>
      </w:r>
      <w:r>
        <w:rPr>
          <w:rtl/>
        </w:rPr>
        <w:t xml:space="preserve"> الشيعة/16/74</w:t>
      </w:r>
    </w:p>
    <w:p w:rsidR="001C73B9" w:rsidRDefault="001C73B9" w:rsidP="001C73B9">
      <w:pPr>
        <w:pStyle w:val="libNormal"/>
      </w:pPr>
      <w:r>
        <w:t xml:space="preserve">Imam Baqir [a.s.] said: </w:t>
      </w:r>
      <w:r w:rsidR="00E978C2">
        <w:t>“</w:t>
      </w:r>
      <w:r>
        <w:t>He who repents of his sins is as the one who has not any (burden of) sin.</w:t>
      </w:r>
    </w:p>
    <w:p w:rsidR="001C73B9" w:rsidRDefault="001C73B9" w:rsidP="001C73B9">
      <w:pPr>
        <w:pStyle w:val="libNormal"/>
      </w:pPr>
      <w:r>
        <w:t>Wasa'il</w:t>
      </w:r>
      <w:r w:rsidR="00D92C09">
        <w:t>-</w:t>
      </w:r>
      <w:r>
        <w:t>ush</w:t>
      </w:r>
      <w:r w:rsidR="00D92C09">
        <w:t>-</w:t>
      </w:r>
      <w:r>
        <w:t xml:space="preserve">Shi'ah vol. 16, p. 74 </w:t>
      </w:r>
    </w:p>
    <w:p w:rsidR="001C73B9" w:rsidRDefault="001C73B9" w:rsidP="001C73B9">
      <w:pPr>
        <w:pStyle w:val="libAr"/>
      </w:pPr>
      <w:r>
        <w:rPr>
          <w:rtl/>
        </w:rPr>
        <w:t>123</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كَم</w:t>
      </w:r>
      <w:r>
        <w:rPr>
          <w:rtl/>
        </w:rPr>
        <w:t xml:space="preserve"> مِن مُسَوِّفٍ بِالعَمَلِ حَتّى هَجَمَ</w:t>
      </w:r>
      <w:r w:rsidR="00525C12">
        <w:rPr>
          <w:rtl/>
        </w:rPr>
        <w:t xml:space="preserve"> عليه</w:t>
      </w:r>
      <w:r>
        <w:rPr>
          <w:rtl/>
        </w:rPr>
        <w:t xml:space="preserve"> الأجَلُ</w:t>
      </w:r>
      <w:r>
        <w:t>.</w:t>
      </w:r>
    </w:p>
    <w:p w:rsidR="001C73B9" w:rsidRDefault="001C73B9" w:rsidP="001C73B9">
      <w:pPr>
        <w:pStyle w:val="libAr"/>
      </w:pPr>
      <w:r>
        <w:rPr>
          <w:rFonts w:hint="eastAsia"/>
          <w:rtl/>
        </w:rPr>
        <w:t>غرر</w:t>
      </w:r>
      <w:r>
        <w:rPr>
          <w:rtl/>
        </w:rPr>
        <w:t xml:space="preserve"> الحكم/240</w:t>
      </w:r>
    </w:p>
    <w:p w:rsidR="001C73B9" w:rsidRDefault="001C73B9" w:rsidP="001C73B9">
      <w:pPr>
        <w:pStyle w:val="libNormal"/>
      </w:pPr>
      <w:r>
        <w:t xml:space="preserve">Imam Amir ul Mu'mineen Ali [a.s.] said: </w:t>
      </w:r>
      <w:r w:rsidR="00E978C2">
        <w:t>“</w:t>
      </w:r>
      <w:r>
        <w:t xml:space="preserve">How </w:t>
      </w:r>
    </w:p>
    <w:p w:rsidR="001C73B9" w:rsidRDefault="001C73B9" w:rsidP="001C73B9">
      <w:pPr>
        <w:pStyle w:val="libNormal"/>
      </w:pPr>
      <w:r>
        <w:t>numerous procrastinators there are who postpone (repenting and doing good deeds) until when death overtakes them!</w:t>
      </w:r>
    </w:p>
    <w:p w:rsidR="001C73B9" w:rsidRDefault="001C73B9" w:rsidP="001C73B9">
      <w:pPr>
        <w:pStyle w:val="libNormal"/>
      </w:pPr>
      <w:r>
        <w:t>Ghurar</w:t>
      </w:r>
      <w:r w:rsidR="00D92C09">
        <w:t>-</w:t>
      </w:r>
      <w:r>
        <w:t>ul</w:t>
      </w:r>
      <w:r w:rsidR="00D92C09">
        <w:t>-</w:t>
      </w:r>
      <w:r>
        <w:t xml:space="preserve">Hikam, p. 240 </w:t>
      </w:r>
    </w:p>
    <w:p w:rsidR="001C73B9" w:rsidRDefault="001C73B9" w:rsidP="001C73B9">
      <w:pPr>
        <w:pStyle w:val="libAr"/>
      </w:pPr>
      <w:r>
        <w:rPr>
          <w:rtl/>
        </w:rPr>
        <w:t>124</w:t>
      </w:r>
      <w:r w:rsidR="00D92C09">
        <w:rPr>
          <w:rtl/>
        </w:rPr>
        <w:t>-</w:t>
      </w:r>
      <w:r>
        <w:t xml:space="preserve"> </w:t>
      </w:r>
      <w:r>
        <w:rPr>
          <w:rtl/>
        </w:rPr>
        <w:t>قالَ رَسُولُ اللهِ</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يا</w:t>
      </w:r>
      <w:r>
        <w:rPr>
          <w:rtl/>
        </w:rPr>
        <w:t xml:space="preserve"> عَلِيُّ طُوبى لِصُـورَةٍ نَظَرَ اللّه اِلَيها تَبكي عَلى ذَنبٍ لَم يَطَّلِعْ عَلى ذلك الذنبِ اَحَدٌ غَيرُ الله</w:t>
      </w:r>
      <w:r>
        <w:t>.</w:t>
      </w:r>
    </w:p>
    <w:p w:rsidR="001C73B9" w:rsidRDefault="001C73B9" w:rsidP="001C73B9">
      <w:pPr>
        <w:pStyle w:val="libAr"/>
      </w:pPr>
      <w:r>
        <w:rPr>
          <w:rFonts w:hint="eastAsia"/>
          <w:rtl/>
        </w:rPr>
        <w:t>بحار</w:t>
      </w:r>
      <w:r>
        <w:rPr>
          <w:rtl/>
        </w:rPr>
        <w:t xml:space="preserve"> الأنوار/77/63</w:t>
      </w:r>
    </w:p>
    <w:p w:rsidR="001C73B9" w:rsidRDefault="001C73B9" w:rsidP="001C73B9">
      <w:pPr>
        <w:pStyle w:val="libNormal"/>
      </w:pPr>
      <w:r>
        <w:t>The Holy Prophet [p.b.u.h.] told Ali</w:t>
      </w:r>
      <w:r w:rsidR="00D92C09">
        <w:t>-</w:t>
      </w:r>
      <w:r>
        <w:t>ibn</w:t>
      </w:r>
      <w:r w:rsidR="00D92C09">
        <w:t>-</w:t>
      </w:r>
      <w:r>
        <w:t>Abi</w:t>
      </w:r>
      <w:r w:rsidR="00D92C09">
        <w:t>-</w:t>
      </w:r>
      <w:r>
        <w:t xml:space="preserve">Talib [a.s.]: </w:t>
      </w:r>
      <w:r w:rsidR="00E978C2">
        <w:t>“</w:t>
      </w:r>
      <w:r>
        <w:t>O' Ali! Blessed is he who Allah looks upon while he is weeping for the sin that none is aware of except Allah.</w:t>
      </w:r>
    </w:p>
    <w:p w:rsidR="001C73B9" w:rsidRDefault="001C73B9" w:rsidP="001C73B9">
      <w:pPr>
        <w:pStyle w:val="libNormal"/>
      </w:pPr>
      <w:r>
        <w:t>(Various traditions emphasize that one must not let others know of his sins. One must make confessions about his sins only to Allah and, then, repent.)</w:t>
      </w:r>
    </w:p>
    <w:p w:rsidR="001C73B9" w:rsidRDefault="001C73B9" w:rsidP="001C73B9">
      <w:pPr>
        <w:pStyle w:val="libNormal"/>
      </w:pPr>
      <w:r>
        <w:t>Bihar</w:t>
      </w:r>
      <w:r w:rsidR="00D92C09">
        <w:t>-</w:t>
      </w:r>
      <w:r>
        <w:t>ul</w:t>
      </w:r>
      <w:r w:rsidR="00D92C09">
        <w:t>-</w:t>
      </w:r>
      <w:r>
        <w:t>Anwar, vol. 77, p. 63</w:t>
      </w:r>
    </w:p>
    <w:p w:rsidR="001C73B9" w:rsidRDefault="001C73B9" w:rsidP="001C73B9">
      <w:pPr>
        <w:pStyle w:val="libAr"/>
      </w:pPr>
      <w:r>
        <w:rPr>
          <w:rtl/>
        </w:rPr>
        <w:t>125</w:t>
      </w:r>
      <w:r w:rsidR="00D92C09">
        <w:rPr>
          <w:rtl/>
        </w:rPr>
        <w:t>-</w:t>
      </w:r>
      <w:r>
        <w:t xml:space="preserve"> </w:t>
      </w:r>
      <w:r>
        <w:rPr>
          <w:rtl/>
        </w:rPr>
        <w:t>قالَ رَسُولُ اللهِ صل</w:t>
      </w:r>
      <w:r>
        <w:rPr>
          <w:rFonts w:hint="cs"/>
          <w:rtl/>
        </w:rPr>
        <w:t>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اِنَّ</w:t>
      </w:r>
      <w:r>
        <w:rPr>
          <w:rtl/>
        </w:rPr>
        <w:t xml:space="preserve"> اللّه تَبارَكَ وَ تَعالى يُنزِلُ مَلَكـًا إِلى السَّماءِ الدّنيا كُلَّ لَيلَة فِي الثّلْثِ الأخيرِ وَ لَيلَةَ الجُمُعَة في اَوَّلِ اللَّيـلِ فَيأمُـرُهُ فَيُنادِى: هَـل مِـن سائِلٍ فَاُعطِيَهُ؟ هَل مِن تائِبٍ فَاَتُوبَ</w:t>
      </w:r>
      <w:r w:rsidR="00525C12">
        <w:rPr>
          <w:rtl/>
        </w:rPr>
        <w:t xml:space="preserve"> عليه</w:t>
      </w:r>
      <w:r>
        <w:rPr>
          <w:rtl/>
        </w:rPr>
        <w:t>؟ هَـل مِـن مُستَغفِرٍ ف</w:t>
      </w:r>
      <w:r>
        <w:rPr>
          <w:rFonts w:hint="eastAsia"/>
          <w:rtl/>
        </w:rPr>
        <w:t>َاَغْفِرَ</w:t>
      </w:r>
      <w:r>
        <w:rPr>
          <w:rtl/>
        </w:rPr>
        <w:t xml:space="preserve"> لَهُ؟</w:t>
      </w:r>
    </w:p>
    <w:p w:rsidR="001C73B9" w:rsidRDefault="001C73B9" w:rsidP="001C73B9">
      <w:pPr>
        <w:pStyle w:val="libAr"/>
      </w:pPr>
      <w:r>
        <w:rPr>
          <w:rFonts w:hint="eastAsia"/>
          <w:rtl/>
        </w:rPr>
        <w:lastRenderedPageBreak/>
        <w:t>بحار</w:t>
      </w:r>
      <w:r>
        <w:rPr>
          <w:rtl/>
        </w:rPr>
        <w:t xml:space="preserve"> الأنوار/3/314</w:t>
      </w:r>
    </w:p>
    <w:p w:rsidR="001C73B9" w:rsidRDefault="001C73B9" w:rsidP="001C73B9">
      <w:pPr>
        <w:pStyle w:val="libNormal"/>
      </w:pPr>
      <w:r>
        <w:t xml:space="preserve">The Holy Prophet [p.b.u.h.] said: </w:t>
      </w:r>
      <w:r w:rsidR="00E978C2">
        <w:t>“</w:t>
      </w:r>
      <w:r>
        <w:t>During the third part of every night and on the night before Friday from the beginning (until the break of dawn) Allah sends an angel unto the sky of the earth in order to call: 'Is there any needy who asks that I may bestow upon him his need? Is there any repentant one that I may return to him? Is there any seeker of forgiveness that I may forgive him?'</w:t>
      </w:r>
      <w:r w:rsidR="00E978C2">
        <w:t>“</w:t>
      </w:r>
    </w:p>
    <w:p w:rsidR="001C73B9" w:rsidRDefault="001C73B9" w:rsidP="001C73B9">
      <w:pPr>
        <w:pStyle w:val="libNormal"/>
      </w:pPr>
      <w:r>
        <w:t>Note:</w:t>
      </w:r>
    </w:p>
    <w:p w:rsidR="001C73B9" w:rsidRDefault="001C73B9" w:rsidP="001C73B9">
      <w:pPr>
        <w:pStyle w:val="libNormal"/>
      </w:pPr>
      <w:r>
        <w:t>Islamic traditions teach that sleeping on the night before Friday is called 'the regret sleep'; for, on the Reckoning Day, people will regret very much that they had been asleep on the nights before Fridays.</w:t>
      </w:r>
    </w:p>
    <w:p w:rsidR="001C73B9" w:rsidRDefault="001C73B9" w:rsidP="001C73B9">
      <w:pPr>
        <w:pStyle w:val="libNormal"/>
      </w:pPr>
      <w:r>
        <w:t>Bihar</w:t>
      </w:r>
      <w:r w:rsidR="00D92C09">
        <w:t>-</w:t>
      </w:r>
      <w:r>
        <w:t>ul</w:t>
      </w:r>
      <w:r w:rsidR="00D92C09">
        <w:t>-</w:t>
      </w:r>
      <w:r>
        <w:t xml:space="preserve">Anwar, vol. 3, p. 314 </w:t>
      </w:r>
    </w:p>
    <w:p w:rsidR="001C73B9" w:rsidRDefault="001C73B9" w:rsidP="001C73B9">
      <w:pPr>
        <w:pStyle w:val="libAr"/>
      </w:pPr>
      <w:r>
        <w:rPr>
          <w:rtl/>
        </w:rPr>
        <w:t>126</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اَغلِقُوا</w:t>
      </w:r>
      <w:r>
        <w:rPr>
          <w:rtl/>
        </w:rPr>
        <w:t xml:space="preserve"> اَبوابَ المَعصِيَة بِالاِستِعاذَة وَافتَحُـوا اَبوابَ الطّاعَة بِالتَّسمِيَة</w:t>
      </w:r>
      <w:r>
        <w:t>.</w:t>
      </w:r>
    </w:p>
    <w:p w:rsidR="001C73B9" w:rsidRDefault="001C73B9" w:rsidP="001C73B9">
      <w:pPr>
        <w:pStyle w:val="libAr"/>
      </w:pPr>
      <w:r>
        <w:rPr>
          <w:rFonts w:hint="eastAsia"/>
          <w:rtl/>
        </w:rPr>
        <w:t>بحار</w:t>
      </w:r>
      <w:r>
        <w:rPr>
          <w:rtl/>
        </w:rPr>
        <w:t xml:space="preserve"> الأنوار/92/216</w:t>
      </w:r>
    </w:p>
    <w:p w:rsidR="001C73B9" w:rsidRDefault="001C73B9" w:rsidP="001C73B9">
      <w:pPr>
        <w:pStyle w:val="libNormal"/>
      </w:pPr>
      <w:r>
        <w:t xml:space="preserve">Imam Sadiq, the sixth Imam, [a.s.] said: </w:t>
      </w:r>
      <w:r w:rsidR="00E978C2" w:rsidRPr="00E978C2">
        <w:rPr>
          <w:rStyle w:val="libItalicChar"/>
        </w:rPr>
        <w:t>“</w:t>
      </w:r>
      <w:r w:rsidRPr="00E978C2">
        <w:rPr>
          <w:rStyle w:val="libItalicChar"/>
        </w:rPr>
        <w:t>Shut the doors of sins through seeking refuge to God, and open the doors of obedience by (reciting) 'Bismillah'.</w:t>
      </w:r>
      <w:r w:rsidR="00E978C2" w:rsidRPr="00E978C2">
        <w:rPr>
          <w:rStyle w:val="libItalicChar"/>
        </w:rPr>
        <w:t>”</w:t>
      </w:r>
      <w:r w:rsidRPr="00D23CAB">
        <w:rPr>
          <w:rStyle w:val="libFootnotenumChar"/>
        </w:rPr>
        <w:t>[4]</w:t>
      </w:r>
      <w:r>
        <w:t xml:space="preserve"> </w:t>
      </w:r>
    </w:p>
    <w:p w:rsidR="001C73B9" w:rsidRDefault="001C73B9" w:rsidP="001C73B9">
      <w:pPr>
        <w:pStyle w:val="libNormal"/>
      </w:pPr>
      <w:r>
        <w:t>Bihar</w:t>
      </w:r>
      <w:r w:rsidR="00D92C09">
        <w:t>-</w:t>
      </w:r>
      <w:r>
        <w:t>ul</w:t>
      </w:r>
      <w:r w:rsidR="00D92C09">
        <w:t>-</w:t>
      </w:r>
      <w:r>
        <w:t xml:space="preserve">Anwar, vol. 92, p. 216 </w:t>
      </w:r>
    </w:p>
    <w:p w:rsidR="001C73B9" w:rsidRDefault="001C73B9" w:rsidP="001C73B9">
      <w:pPr>
        <w:pStyle w:val="libNormal"/>
      </w:pPr>
      <w:r>
        <w:br w:type="page"/>
      </w:r>
    </w:p>
    <w:p w:rsidR="001C73B9" w:rsidRDefault="001C73B9" w:rsidP="001C73B9">
      <w:pPr>
        <w:pStyle w:val="Heading1Center"/>
      </w:pPr>
      <w:bookmarkStart w:id="23" w:name="_Toc444518222"/>
      <w:r>
        <w:lastRenderedPageBreak/>
        <w:t>PROTECTING THE HONOUR OF BELIEVERS</w:t>
      </w:r>
      <w:bookmarkEnd w:id="23"/>
    </w:p>
    <w:p w:rsidR="001C73B9" w:rsidRDefault="001C73B9" w:rsidP="001C73B9">
      <w:pPr>
        <w:pStyle w:val="libAr"/>
      </w:pPr>
      <w:r>
        <w:rPr>
          <w:rtl/>
        </w:rPr>
        <w:t>127</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يَجِبُ</w:t>
      </w:r>
      <w:r>
        <w:rPr>
          <w:rtl/>
        </w:rPr>
        <w:t xml:space="preserve"> لِلْمُؤمِنِ عَلَى الْمُؤمِنِ أَنْ يَستُرَ</w:t>
      </w:r>
      <w:r w:rsidR="00525C12">
        <w:rPr>
          <w:rtl/>
        </w:rPr>
        <w:t xml:space="preserve"> عليه</w:t>
      </w:r>
      <w:r>
        <w:rPr>
          <w:rtl/>
        </w:rPr>
        <w:t xml:space="preserve"> سَبعينَ كَبيرَةً</w:t>
      </w:r>
      <w:r>
        <w:t>.</w:t>
      </w:r>
    </w:p>
    <w:p w:rsidR="001C73B9" w:rsidRDefault="001C73B9" w:rsidP="001C73B9">
      <w:pPr>
        <w:pStyle w:val="libAr"/>
      </w:pPr>
      <w:r>
        <w:rPr>
          <w:rFonts w:hint="eastAsia"/>
          <w:rtl/>
        </w:rPr>
        <w:t>بحار</w:t>
      </w:r>
      <w:r>
        <w:rPr>
          <w:rtl/>
        </w:rPr>
        <w:t xml:space="preserve"> الأنوار/74/301</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It is compulsory for every Muslim to conceal even seventy great faults of his fellow Muslims (in order to save his prestige).</w:t>
      </w:r>
      <w:r w:rsidR="00E978C2" w:rsidRPr="00E978C2">
        <w:rPr>
          <w:rStyle w:val="libItalicChar"/>
        </w:rPr>
        <w:t>”</w:t>
      </w:r>
      <w:r>
        <w:t xml:space="preserve"> (His faults should be dealt with personally but not be spread among the members of society).</w:t>
      </w:r>
    </w:p>
    <w:p w:rsidR="001C73B9" w:rsidRDefault="001C73B9" w:rsidP="001C73B9">
      <w:pPr>
        <w:pStyle w:val="libNormal"/>
      </w:pPr>
      <w:r>
        <w:t>Bihar</w:t>
      </w:r>
      <w:r w:rsidR="00D92C09">
        <w:t>-</w:t>
      </w:r>
      <w:r>
        <w:t>ul</w:t>
      </w:r>
      <w:r w:rsidR="00D92C09">
        <w:t>-</w:t>
      </w:r>
      <w:r>
        <w:t>Anwar, vol. 74, p. 301</w:t>
      </w:r>
    </w:p>
    <w:p w:rsidR="001C73B9" w:rsidRDefault="001C73B9" w:rsidP="001C73B9">
      <w:pPr>
        <w:pStyle w:val="libNormal"/>
      </w:pPr>
      <w:r>
        <w:t xml:space="preserve"> </w:t>
      </w:r>
    </w:p>
    <w:p w:rsidR="001C73B9" w:rsidRDefault="001C73B9" w:rsidP="001C73B9">
      <w:pPr>
        <w:pStyle w:val="libAr"/>
      </w:pPr>
      <w:r>
        <w:rPr>
          <w:rtl/>
        </w:rPr>
        <w:t>128</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اِقبَل</w:t>
      </w:r>
      <w:r>
        <w:rPr>
          <w:rtl/>
        </w:rPr>
        <w:t xml:space="preserve"> عُذرَ اَخيكَ وَ اِن لَم يَكُن لَهُ عُذرٌ فَالتَمِس لَهُ عُذراً</w:t>
      </w:r>
      <w:r>
        <w:t>.</w:t>
      </w:r>
    </w:p>
    <w:p w:rsidR="001C73B9" w:rsidRDefault="001C73B9" w:rsidP="001C73B9">
      <w:pPr>
        <w:pStyle w:val="libAr"/>
      </w:pPr>
      <w:r>
        <w:rPr>
          <w:rFonts w:hint="eastAsia"/>
          <w:rtl/>
        </w:rPr>
        <w:t>بحار</w:t>
      </w:r>
      <w:r>
        <w:rPr>
          <w:rtl/>
        </w:rPr>
        <w:t xml:space="preserve"> الأنوار/74/165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Accept the apology of your Muslim brother and if he has not any, invent one for him yourself.</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74, p. 165 </w:t>
      </w:r>
    </w:p>
    <w:p w:rsidR="001C73B9" w:rsidRDefault="001C73B9" w:rsidP="001C73B9">
      <w:pPr>
        <w:pStyle w:val="libAr"/>
      </w:pPr>
      <w:r>
        <w:rPr>
          <w:rtl/>
        </w:rPr>
        <w:t>129</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اَقبَحُ</w:t>
      </w:r>
      <w:r>
        <w:rPr>
          <w:rtl/>
        </w:rPr>
        <w:t xml:space="preserve"> الغَدْرِ إذاعَة السِّرِّ</w:t>
      </w:r>
      <w:r>
        <w:t xml:space="preserve"> .</w:t>
      </w:r>
    </w:p>
    <w:p w:rsidR="001C73B9" w:rsidRDefault="001C73B9" w:rsidP="001C73B9">
      <w:pPr>
        <w:pStyle w:val="libAr"/>
      </w:pPr>
      <w:r>
        <w:rPr>
          <w:rFonts w:hint="eastAsia"/>
          <w:rtl/>
        </w:rPr>
        <w:t>مستدرك</w:t>
      </w:r>
      <w:r>
        <w:rPr>
          <w:rtl/>
        </w:rPr>
        <w:t xml:space="preserve"> الوسائل/12/305 رقم 14155</w:t>
      </w:r>
    </w:p>
    <w:p w:rsidR="001C73B9" w:rsidRDefault="001C73B9" w:rsidP="001C73B9">
      <w:pPr>
        <w:pStyle w:val="libNormal"/>
      </w:pPr>
      <w:r>
        <w:t xml:space="preserve">Imam Amir ul Mu'mineen [a.s.] said: </w:t>
      </w:r>
      <w:r w:rsidR="00E978C2" w:rsidRPr="00E978C2">
        <w:rPr>
          <w:rStyle w:val="libItalicChar"/>
        </w:rPr>
        <w:t>“</w:t>
      </w:r>
      <w:r w:rsidRPr="00E978C2">
        <w:rPr>
          <w:rStyle w:val="libItalicChar"/>
        </w:rPr>
        <w:t>The worst form of betrayal is the disclosure of confidential information.</w:t>
      </w:r>
      <w:r w:rsidR="00E978C2" w:rsidRPr="00E978C2">
        <w:rPr>
          <w:rStyle w:val="libItalicChar"/>
        </w:rPr>
        <w:t>”</w:t>
      </w:r>
    </w:p>
    <w:p w:rsidR="001C73B9" w:rsidRDefault="001C73B9" w:rsidP="001C73B9">
      <w:pPr>
        <w:pStyle w:val="libNormal"/>
      </w:pPr>
      <w:r>
        <w:t>Mustadrak Al</w:t>
      </w:r>
      <w:r w:rsidR="00D92C09">
        <w:t>-</w:t>
      </w:r>
      <w:r>
        <w:t>Wasa'il</w:t>
      </w:r>
      <w:r w:rsidR="00D92C09">
        <w:t>-</w:t>
      </w:r>
      <w:r>
        <w:t>ush Shi'ah, vol. 12, p. 305, No.14155</w:t>
      </w:r>
    </w:p>
    <w:p w:rsidR="001C73B9" w:rsidRDefault="001C73B9" w:rsidP="001C73B9">
      <w:pPr>
        <w:pStyle w:val="libNormal"/>
      </w:pPr>
      <w:r>
        <w:t xml:space="preserve"> </w:t>
      </w:r>
    </w:p>
    <w:p w:rsidR="001C73B9" w:rsidRDefault="001C73B9" w:rsidP="001C73B9">
      <w:pPr>
        <w:pStyle w:val="libAr"/>
      </w:pPr>
      <w:r>
        <w:rPr>
          <w:rtl/>
        </w:rPr>
        <w:t>130</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نُصحُكَ</w:t>
      </w:r>
      <w:r>
        <w:rPr>
          <w:rtl/>
        </w:rPr>
        <w:t xml:space="preserve"> بَينَ الْمَلَأِ تَقْريـعٌ</w:t>
      </w:r>
      <w:r>
        <w:t>.</w:t>
      </w:r>
    </w:p>
    <w:p w:rsidR="001C73B9" w:rsidRDefault="001C73B9" w:rsidP="001C73B9">
      <w:pPr>
        <w:pStyle w:val="libAr"/>
      </w:pPr>
      <w:r>
        <w:rPr>
          <w:rFonts w:hint="eastAsia"/>
          <w:rtl/>
        </w:rPr>
        <w:t>غرر</w:t>
      </w:r>
      <w:r>
        <w:rPr>
          <w:rtl/>
        </w:rPr>
        <w:t xml:space="preserve"> الحكم/322</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Your admonition (to the wrong</w:t>
      </w:r>
      <w:r w:rsidR="00D92C09" w:rsidRPr="00E978C2">
        <w:rPr>
          <w:rStyle w:val="libItalicChar"/>
        </w:rPr>
        <w:t>-</w:t>
      </w:r>
      <w:r w:rsidRPr="00E978C2">
        <w:rPr>
          <w:rStyle w:val="libItalicChar"/>
        </w:rPr>
        <w:t>doer) in the presence of people is to humiliate him.</w:t>
      </w:r>
      <w:r w:rsidR="00E978C2" w:rsidRPr="00E978C2">
        <w:rPr>
          <w:rStyle w:val="libItalicChar"/>
        </w:rPr>
        <w:t>”</w:t>
      </w:r>
      <w:r>
        <w:t xml:space="preserve"> (You must talk to him in private).</w:t>
      </w:r>
    </w:p>
    <w:p w:rsidR="001C73B9" w:rsidRDefault="001C73B9" w:rsidP="001C73B9">
      <w:pPr>
        <w:pStyle w:val="libNormal"/>
      </w:pPr>
      <w:r>
        <w:t>Ghurar</w:t>
      </w:r>
      <w:r w:rsidR="00D92C09">
        <w:t>-</w:t>
      </w:r>
      <w:r>
        <w:t>ul</w:t>
      </w:r>
      <w:r w:rsidR="00D92C09">
        <w:t>-</w:t>
      </w:r>
      <w:r>
        <w:t xml:space="preserve">Hikam, p. 322 </w:t>
      </w:r>
    </w:p>
    <w:p w:rsidR="001C73B9" w:rsidRDefault="001C73B9" w:rsidP="001C73B9">
      <w:pPr>
        <w:pStyle w:val="libAr"/>
      </w:pPr>
      <w:r>
        <w:rPr>
          <w:rtl/>
        </w:rPr>
        <w:t>131</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اَحَـبِّ الأعمـالِ إِلى الله عَزَّوَجَلَّ اِدخالُ السُّرُورِ عَلَـى المُؤمِنِ: اِشبَاعُ جُوعَتِهِ اَو تَنفيسُ كَربَتِهِ اَو قَضاءُ دَينِهِ</w:t>
      </w:r>
      <w:r>
        <w:t>.</w:t>
      </w:r>
    </w:p>
    <w:p w:rsidR="001C73B9" w:rsidRDefault="001C73B9" w:rsidP="001C73B9">
      <w:pPr>
        <w:pStyle w:val="libAr"/>
      </w:pPr>
      <w:r>
        <w:rPr>
          <w:rFonts w:hint="eastAsia"/>
          <w:rtl/>
        </w:rPr>
        <w:t>الكافي</w:t>
      </w:r>
      <w:r>
        <w:rPr>
          <w:rtl/>
        </w:rPr>
        <w:t>/2/192</w:t>
      </w:r>
    </w:p>
    <w:p w:rsidR="001C73B9" w:rsidRDefault="001C73B9" w:rsidP="001C73B9">
      <w:pPr>
        <w:pStyle w:val="libNormal"/>
      </w:pPr>
      <w:r>
        <w:lastRenderedPageBreak/>
        <w:t xml:space="preserve">Imam Sadiq [a.s.] said: </w:t>
      </w:r>
      <w:r w:rsidR="00E978C2" w:rsidRPr="00E978C2">
        <w:rPr>
          <w:rStyle w:val="libItalicChar"/>
        </w:rPr>
        <w:t>“</w:t>
      </w:r>
      <w:r w:rsidRPr="00E978C2">
        <w:rPr>
          <w:rStyle w:val="libItalicChar"/>
        </w:rPr>
        <w:t>From the most beloved deeds with Allah, Almighty and Glorious, is bringing happiness to a Muslim believer such as: satiating his hunger, removing his grief, or paying his debt.</w:t>
      </w:r>
      <w:r w:rsidR="00E978C2" w:rsidRPr="00E978C2">
        <w:rPr>
          <w:rStyle w:val="libItalicChar"/>
        </w:rPr>
        <w:t>”</w:t>
      </w:r>
    </w:p>
    <w:p w:rsidR="001C73B9" w:rsidRDefault="001C73B9" w:rsidP="001C73B9">
      <w:pPr>
        <w:pStyle w:val="libNormal"/>
      </w:pPr>
      <w:r>
        <w:t>Al</w:t>
      </w:r>
      <w:r w:rsidR="00D92C09">
        <w:t>-</w:t>
      </w:r>
      <w:r>
        <w:t>Kafi, vol. 2, p. 192</w:t>
      </w:r>
    </w:p>
    <w:p w:rsidR="001C73B9" w:rsidRDefault="001C73B9" w:rsidP="001C73B9">
      <w:pPr>
        <w:pStyle w:val="libNormal"/>
      </w:pPr>
      <w:r>
        <w:br w:type="page"/>
      </w:r>
    </w:p>
    <w:p w:rsidR="001C73B9" w:rsidRDefault="001C73B9" w:rsidP="001C73B9">
      <w:pPr>
        <w:pStyle w:val="Heading1Center"/>
      </w:pPr>
      <w:bookmarkStart w:id="24" w:name="_Toc444518223"/>
      <w:r>
        <w:lastRenderedPageBreak/>
        <w:t>RIGHTEOUS DEEDS</w:t>
      </w:r>
      <w:bookmarkEnd w:id="24"/>
    </w:p>
    <w:p w:rsidR="001C73B9" w:rsidRDefault="001C73B9" w:rsidP="001C73B9">
      <w:pPr>
        <w:pStyle w:val="libAr"/>
      </w:pPr>
      <w:r>
        <w:rPr>
          <w:rtl/>
        </w:rPr>
        <w:t>132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اِصلاحُ</w:t>
      </w:r>
      <w:r>
        <w:rPr>
          <w:rtl/>
        </w:rPr>
        <w:t xml:space="preserve"> ذاتِ البَينِ اَفضَلُ مِن عامَّة الصَّلوة وَالصَّومِ</w:t>
      </w:r>
      <w:r>
        <w:t>.</w:t>
      </w:r>
    </w:p>
    <w:p w:rsidR="001C73B9" w:rsidRDefault="001C73B9" w:rsidP="001C73B9">
      <w:pPr>
        <w:pStyle w:val="libAr"/>
      </w:pPr>
      <w:r>
        <w:rPr>
          <w:rFonts w:hint="eastAsia"/>
          <w:rtl/>
        </w:rPr>
        <w:t>بحار</w:t>
      </w:r>
      <w:r>
        <w:rPr>
          <w:rtl/>
        </w:rPr>
        <w:t xml:space="preserve"> الأنوار/76/43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To make peace between two individuals (in comparison) is worthier than one's entire prayers and fastings.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76, p. 43 </w:t>
      </w:r>
    </w:p>
    <w:p w:rsidR="001C73B9" w:rsidRDefault="001C73B9" w:rsidP="001C73B9">
      <w:pPr>
        <w:pStyle w:val="libAr"/>
      </w:pPr>
      <w:r>
        <w:rPr>
          <w:rtl/>
        </w:rPr>
        <w:t>133</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مَن</w:t>
      </w:r>
      <w:r>
        <w:rPr>
          <w:rtl/>
        </w:rPr>
        <w:t xml:space="preserve"> ظَنَّ بِكَ خَيرًا فَصَدِّق ظَنَّهُ</w:t>
      </w:r>
      <w:r>
        <w:t>.</w:t>
      </w:r>
    </w:p>
    <w:p w:rsidR="001C73B9" w:rsidRDefault="001C73B9" w:rsidP="001C73B9">
      <w:pPr>
        <w:pStyle w:val="libAr"/>
      </w:pPr>
      <w:r>
        <w:rPr>
          <w:rFonts w:hint="eastAsia"/>
          <w:rtl/>
        </w:rPr>
        <w:t>نهج</w:t>
      </w:r>
      <w:r>
        <w:rPr>
          <w:rtl/>
        </w:rPr>
        <w:t xml:space="preserve"> البلاغة/511</w:t>
      </w:r>
    </w:p>
    <w:p w:rsidR="001C73B9" w:rsidRDefault="001C73B9" w:rsidP="001C73B9">
      <w:pPr>
        <w:pStyle w:val="libNormal"/>
      </w:pPr>
      <w:r>
        <w:t xml:space="preserve">Imam Amir ul Mu'mineen [a.s.] said: </w:t>
      </w:r>
      <w:r w:rsidR="00E978C2" w:rsidRPr="00E978C2">
        <w:rPr>
          <w:rStyle w:val="libItalicChar"/>
        </w:rPr>
        <w:t>“</w:t>
      </w:r>
      <w:r w:rsidRPr="00E978C2">
        <w:rPr>
          <w:rStyle w:val="libItalicChar"/>
        </w:rPr>
        <w:t>If a person thinks well of you, make his idea hold true.</w:t>
      </w:r>
      <w:r w:rsidR="00E978C2" w:rsidRPr="00E978C2">
        <w:rPr>
          <w:rStyle w:val="libItalicChar"/>
        </w:rPr>
        <w:t>”</w:t>
      </w:r>
    </w:p>
    <w:p w:rsidR="001C73B9" w:rsidRDefault="001C73B9" w:rsidP="001C73B9">
      <w:pPr>
        <w:pStyle w:val="libNormal"/>
      </w:pPr>
      <w:r>
        <w:t>Nahjul</w:t>
      </w:r>
      <w:r w:rsidR="00D92C09">
        <w:t>-</w:t>
      </w:r>
      <w:r>
        <w:t xml:space="preserve">Balaghah, p. 511, saying No. 248 </w:t>
      </w:r>
    </w:p>
    <w:p w:rsidR="001C73B9" w:rsidRDefault="001C73B9" w:rsidP="001C73B9">
      <w:pPr>
        <w:pStyle w:val="libAr"/>
      </w:pPr>
      <w:r>
        <w:rPr>
          <w:rtl/>
        </w:rPr>
        <w:t>134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وسلم</w:t>
      </w:r>
      <w:r>
        <w:t>:</w:t>
      </w:r>
    </w:p>
    <w:p w:rsidR="001C73B9" w:rsidRDefault="001C73B9" w:rsidP="001C73B9">
      <w:pPr>
        <w:pStyle w:val="libAr"/>
      </w:pPr>
      <w:r>
        <w:rPr>
          <w:rFonts w:hint="eastAsia"/>
          <w:rtl/>
        </w:rPr>
        <w:t>اَلدّالُّ</w:t>
      </w:r>
      <w:r>
        <w:rPr>
          <w:rtl/>
        </w:rPr>
        <w:t xml:space="preserve"> عَلَى الخَيرِ كَفاعِلِهِ</w:t>
      </w:r>
      <w:r>
        <w:t>.</w:t>
      </w:r>
    </w:p>
    <w:p w:rsidR="001C73B9" w:rsidRDefault="001C73B9" w:rsidP="001C73B9">
      <w:pPr>
        <w:pStyle w:val="libAr"/>
      </w:pPr>
      <w:r>
        <w:rPr>
          <w:rFonts w:hint="eastAsia"/>
          <w:rtl/>
        </w:rPr>
        <w:t>بحار</w:t>
      </w:r>
      <w:r>
        <w:rPr>
          <w:rtl/>
        </w:rPr>
        <w:t xml:space="preserve"> الأنوار/96/119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leads (others) to piety (will be rewarded) the same as the doer of that good action.</w:t>
      </w:r>
      <w:r w:rsidR="00E978C2" w:rsidRPr="00E978C2">
        <w:rPr>
          <w:rStyle w:val="libItalicChar"/>
        </w:rPr>
        <w:t>”</w:t>
      </w:r>
    </w:p>
    <w:p w:rsidR="001C73B9" w:rsidRDefault="001C73B9" w:rsidP="001C73B9">
      <w:pPr>
        <w:pStyle w:val="libNormal"/>
      </w:pPr>
      <w:r>
        <w:t>Bihar</w:t>
      </w:r>
      <w:r w:rsidR="00D92C09">
        <w:t>-</w:t>
      </w:r>
      <w:r>
        <w:t>ul</w:t>
      </w:r>
      <w:r w:rsidR="00D92C09">
        <w:t>-</w:t>
      </w:r>
      <w:r>
        <w:t>Anwar, vol. 96, p. 119</w:t>
      </w:r>
    </w:p>
    <w:p w:rsidR="001C73B9" w:rsidRDefault="001C73B9" w:rsidP="001C73B9">
      <w:pPr>
        <w:pStyle w:val="libAr"/>
      </w:pPr>
      <w:r>
        <w:rPr>
          <w:rtl/>
        </w:rPr>
        <w:t>135</w:t>
      </w:r>
      <w:r w:rsidR="00D92C09">
        <w:rPr>
          <w:rtl/>
        </w:rPr>
        <w:t>-</w:t>
      </w:r>
      <w:r>
        <w:t xml:space="preserve"> </w:t>
      </w:r>
      <w:r>
        <w:rPr>
          <w:rtl/>
        </w:rPr>
        <w:t>عَن أَبي عَبدِ الله</w:t>
      </w:r>
      <w:r w:rsidR="00525C12">
        <w:rPr>
          <w:rtl/>
        </w:rPr>
        <w:t xml:space="preserve"> </w:t>
      </w:r>
      <w:r w:rsidR="008A02F7">
        <w:rPr>
          <w:rtl/>
        </w:rPr>
        <w:t xml:space="preserve">عليه السلام </w:t>
      </w:r>
      <w:r>
        <w:rPr>
          <w:rtl/>
        </w:rPr>
        <w:t>قالَ</w:t>
      </w:r>
      <w:r>
        <w:t>:</w:t>
      </w:r>
    </w:p>
    <w:p w:rsidR="001C73B9" w:rsidRDefault="001C73B9" w:rsidP="001C73B9">
      <w:pPr>
        <w:pStyle w:val="libAr"/>
      </w:pPr>
      <w:r>
        <w:rPr>
          <w:rFonts w:hint="eastAsia"/>
          <w:rtl/>
        </w:rPr>
        <w:t>سِتُّ</w:t>
      </w:r>
      <w:r>
        <w:rPr>
          <w:rtl/>
        </w:rPr>
        <w:t xml:space="preserve"> خِصالٍ يَنتَفِعُ بِهَا الْمُؤمِنُ بَعدَ مَوتِهِ: وَلَدٌ صالِـحٌ يَستَغفِـرُ لَهُ، وَ مُصحَفٌ يُقرَءُ فيهِ، وَ قَليـبٌ يَحفِـرُهُ، وَغَـرْسٌ يَغرِسُـهُ، وَ صَدَقَةُ ماءٍ  يُجريهِ، وَ سُنَّةٌ حَسَنَةٌ يُؤخَذُ بِها بَعدَهُ</w:t>
      </w:r>
      <w:r>
        <w:t>.</w:t>
      </w:r>
    </w:p>
    <w:p w:rsidR="001C73B9" w:rsidRDefault="001C73B9" w:rsidP="001C73B9">
      <w:pPr>
        <w:pStyle w:val="libAr"/>
      </w:pPr>
      <w:r>
        <w:rPr>
          <w:rFonts w:hint="eastAsia"/>
          <w:rtl/>
        </w:rPr>
        <w:t>الخصال</w:t>
      </w:r>
      <w:r>
        <w:rPr>
          <w:rtl/>
        </w:rPr>
        <w:t>/323</w:t>
      </w:r>
    </w:p>
    <w:p w:rsidR="001C73B9" w:rsidRPr="00E978C2" w:rsidRDefault="001C73B9" w:rsidP="001C73B9">
      <w:pPr>
        <w:pStyle w:val="libNormal"/>
        <w:rPr>
          <w:rStyle w:val="libItalicChar"/>
        </w:rPr>
      </w:pPr>
      <w:r>
        <w:t xml:space="preserve">Imam Sadiq [a.s.] said: </w:t>
      </w:r>
      <w:r w:rsidR="00E978C2" w:rsidRPr="00E978C2">
        <w:rPr>
          <w:rStyle w:val="libItalicChar"/>
        </w:rPr>
        <w:t>“</w:t>
      </w:r>
      <w:r w:rsidRPr="00E978C2">
        <w:rPr>
          <w:rStyle w:val="libItalicChar"/>
        </w:rPr>
        <w:t>There are six things that a Muslim believer can be profited by after his death:</w:t>
      </w:r>
    </w:p>
    <w:p w:rsidR="001C73B9" w:rsidRPr="00E978C2" w:rsidRDefault="001C73B9" w:rsidP="001C73B9">
      <w:pPr>
        <w:pStyle w:val="libNormal"/>
        <w:rPr>
          <w:rStyle w:val="libItalicChar"/>
        </w:rPr>
      </w:pPr>
      <w:r w:rsidRPr="00E978C2">
        <w:rPr>
          <w:rStyle w:val="libItalicChar"/>
        </w:rPr>
        <w:t>1</w:t>
      </w:r>
      <w:r w:rsidR="00D92C09" w:rsidRPr="00E978C2">
        <w:rPr>
          <w:rStyle w:val="libItalicChar"/>
        </w:rPr>
        <w:t>-</w:t>
      </w:r>
      <w:r w:rsidRPr="00E978C2">
        <w:rPr>
          <w:rStyle w:val="libItalicChar"/>
        </w:rPr>
        <w:t xml:space="preserve"> A righteous child who seeks forgiveness for him. </w:t>
      </w:r>
    </w:p>
    <w:p w:rsidR="001C73B9" w:rsidRPr="00E978C2" w:rsidRDefault="001C73B9" w:rsidP="001C73B9">
      <w:pPr>
        <w:pStyle w:val="libNormal"/>
        <w:rPr>
          <w:rStyle w:val="libItalicChar"/>
        </w:rPr>
      </w:pPr>
      <w:r w:rsidRPr="00E978C2">
        <w:rPr>
          <w:rStyle w:val="libItalicChar"/>
        </w:rPr>
        <w:t>2</w:t>
      </w:r>
      <w:r w:rsidR="00D92C09" w:rsidRPr="00E978C2">
        <w:rPr>
          <w:rStyle w:val="libItalicChar"/>
        </w:rPr>
        <w:t>-</w:t>
      </w:r>
      <w:r w:rsidRPr="00E978C2">
        <w:rPr>
          <w:rStyle w:val="libItalicChar"/>
        </w:rPr>
        <w:t xml:space="preserve"> The Holy scripture which will be recited from. </w:t>
      </w:r>
    </w:p>
    <w:p w:rsidR="001C73B9" w:rsidRPr="00E978C2" w:rsidRDefault="001C73B9" w:rsidP="001C73B9">
      <w:pPr>
        <w:pStyle w:val="libNormal"/>
        <w:rPr>
          <w:rStyle w:val="libItalicChar"/>
        </w:rPr>
      </w:pPr>
      <w:r w:rsidRPr="00E978C2">
        <w:rPr>
          <w:rStyle w:val="libItalicChar"/>
        </w:rPr>
        <w:t>3</w:t>
      </w:r>
      <w:r w:rsidR="00D92C09" w:rsidRPr="00E978C2">
        <w:rPr>
          <w:rStyle w:val="libItalicChar"/>
        </w:rPr>
        <w:t>-</w:t>
      </w:r>
      <w:r w:rsidRPr="00E978C2">
        <w:rPr>
          <w:rStyle w:val="libItalicChar"/>
        </w:rPr>
        <w:t xml:space="preserve"> A well which he had dug (for the benefit of people). </w:t>
      </w:r>
    </w:p>
    <w:p w:rsidR="001C73B9" w:rsidRPr="00E978C2" w:rsidRDefault="001C73B9" w:rsidP="001C73B9">
      <w:pPr>
        <w:pStyle w:val="libNormal"/>
        <w:rPr>
          <w:rStyle w:val="libItalicChar"/>
        </w:rPr>
      </w:pPr>
      <w:r w:rsidRPr="00E978C2">
        <w:rPr>
          <w:rStyle w:val="libItalicChar"/>
        </w:rPr>
        <w:t>4</w:t>
      </w:r>
      <w:r w:rsidR="00D92C09" w:rsidRPr="00E978C2">
        <w:rPr>
          <w:rStyle w:val="libItalicChar"/>
        </w:rPr>
        <w:t>-</w:t>
      </w:r>
      <w:r w:rsidRPr="00E978C2">
        <w:rPr>
          <w:rStyle w:val="libItalicChar"/>
        </w:rPr>
        <w:t xml:space="preserve"> The tree which he had planted. </w:t>
      </w:r>
    </w:p>
    <w:p w:rsidR="001C73B9" w:rsidRPr="00E978C2" w:rsidRDefault="001C73B9" w:rsidP="001C73B9">
      <w:pPr>
        <w:pStyle w:val="libNormal"/>
        <w:rPr>
          <w:rStyle w:val="libItalicChar"/>
        </w:rPr>
      </w:pPr>
      <w:r w:rsidRPr="00E978C2">
        <w:rPr>
          <w:rStyle w:val="libItalicChar"/>
        </w:rPr>
        <w:t>5</w:t>
      </w:r>
      <w:r w:rsidR="00D92C09" w:rsidRPr="00E978C2">
        <w:rPr>
          <w:rStyle w:val="libItalicChar"/>
        </w:rPr>
        <w:t>-</w:t>
      </w:r>
      <w:r w:rsidRPr="00E978C2">
        <w:rPr>
          <w:rStyle w:val="libItalicChar"/>
        </w:rPr>
        <w:t xml:space="preserve"> The charity of water that he had caused to flow. </w:t>
      </w:r>
    </w:p>
    <w:p w:rsidR="001C73B9" w:rsidRDefault="001C73B9" w:rsidP="001C73B9">
      <w:pPr>
        <w:pStyle w:val="libNormal"/>
      </w:pPr>
      <w:r w:rsidRPr="00E978C2">
        <w:rPr>
          <w:rStyle w:val="libItalicChar"/>
        </w:rPr>
        <w:t>6</w:t>
      </w:r>
      <w:r w:rsidR="00D92C09" w:rsidRPr="00E978C2">
        <w:rPr>
          <w:rStyle w:val="libItalicChar"/>
        </w:rPr>
        <w:t>-</w:t>
      </w:r>
      <w:r w:rsidRPr="00E978C2">
        <w:rPr>
          <w:rStyle w:val="libItalicChar"/>
        </w:rPr>
        <w:t xml:space="preserve"> A good tradition which will be followed (by people) after him.</w:t>
      </w:r>
      <w:r w:rsidR="00E978C2" w:rsidRPr="00E978C2">
        <w:rPr>
          <w:rStyle w:val="libItalicChar"/>
        </w:rPr>
        <w:t>”</w:t>
      </w:r>
      <w:r>
        <w:t xml:space="preserve"> </w:t>
      </w:r>
    </w:p>
    <w:p w:rsidR="001C73B9" w:rsidRDefault="001C73B9" w:rsidP="001C73B9">
      <w:pPr>
        <w:pStyle w:val="libNormal"/>
      </w:pPr>
      <w:r>
        <w:t xml:space="preserve">Khisal by Saduq, p.323 </w:t>
      </w:r>
    </w:p>
    <w:p w:rsidR="001C73B9" w:rsidRDefault="001C73B9" w:rsidP="001C73B9">
      <w:pPr>
        <w:pStyle w:val="libAr"/>
      </w:pPr>
      <w:r>
        <w:rPr>
          <w:rtl/>
        </w:rPr>
        <w:t>136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لَولا</w:t>
      </w:r>
      <w:r w:rsidR="00875188">
        <w:rPr>
          <w:rtl/>
        </w:rPr>
        <w:t xml:space="preserve"> أَنْ أَشُقَّ عَلى أُمَّتي لَأَ</w:t>
      </w:r>
      <w:r>
        <w:rPr>
          <w:rtl/>
        </w:rPr>
        <w:t>مَرْتُهُمْ بِالسِّواكِ مَعَ كُلِّ صَلاةٍ</w:t>
      </w:r>
      <w:r>
        <w:t>.</w:t>
      </w:r>
    </w:p>
    <w:p w:rsidR="001C73B9" w:rsidRDefault="001C73B9" w:rsidP="001C73B9">
      <w:pPr>
        <w:pStyle w:val="libAr"/>
      </w:pPr>
      <w:r>
        <w:rPr>
          <w:rFonts w:hint="eastAsia"/>
          <w:rtl/>
        </w:rPr>
        <w:t>بحار</w:t>
      </w:r>
      <w:r>
        <w:rPr>
          <w:rtl/>
        </w:rPr>
        <w:t xml:space="preserve"> الأنوار/76/126</w:t>
      </w:r>
    </w:p>
    <w:p w:rsidR="001C73B9" w:rsidRDefault="001C73B9" w:rsidP="001C73B9">
      <w:pPr>
        <w:pStyle w:val="libNormal"/>
      </w:pPr>
      <w:r>
        <w:lastRenderedPageBreak/>
        <w:t xml:space="preserve">The Holy Prophet [p.b.u.h.] said: </w:t>
      </w:r>
      <w:r w:rsidR="00E978C2" w:rsidRPr="00E978C2">
        <w:rPr>
          <w:rStyle w:val="libItalicChar"/>
        </w:rPr>
        <w:t>“</w:t>
      </w:r>
      <w:r w:rsidRPr="00E978C2">
        <w:rPr>
          <w:rStyle w:val="libItalicChar"/>
        </w:rPr>
        <w:t>If it were not hard upon my Ummah, I would enjoin them to brush (their teeth) with every prayer.</w:t>
      </w:r>
      <w:r w:rsidR="00E978C2" w:rsidRPr="00E978C2">
        <w:rPr>
          <w:rStyle w:val="libItalicChar"/>
        </w:rPr>
        <w:t>”</w:t>
      </w:r>
    </w:p>
    <w:p w:rsidR="001C73B9" w:rsidRDefault="001C73B9" w:rsidP="001C73B9">
      <w:pPr>
        <w:pStyle w:val="libNormal"/>
      </w:pPr>
      <w:r>
        <w:t>Bihar</w:t>
      </w:r>
      <w:r w:rsidR="00D92C09">
        <w:t>-</w:t>
      </w:r>
      <w:r>
        <w:t>ul</w:t>
      </w:r>
      <w:r w:rsidR="00D92C09">
        <w:t>-</w:t>
      </w:r>
      <w:r>
        <w:t>Anwar, vol. 76, p. 126</w:t>
      </w:r>
    </w:p>
    <w:p w:rsidR="001C73B9" w:rsidRDefault="001C73B9" w:rsidP="001C73B9">
      <w:pPr>
        <w:pStyle w:val="libNormal"/>
      </w:pPr>
      <w:r>
        <w:br w:type="page"/>
      </w:r>
    </w:p>
    <w:p w:rsidR="001C73B9" w:rsidRDefault="001C73B9" w:rsidP="001C73B9">
      <w:pPr>
        <w:pStyle w:val="Heading1Center"/>
      </w:pPr>
      <w:bookmarkStart w:id="25" w:name="_Toc444518224"/>
      <w:r>
        <w:lastRenderedPageBreak/>
        <w:t>INJUSTICE AND TRANSGRESSION</w:t>
      </w:r>
      <w:bookmarkEnd w:id="25"/>
    </w:p>
    <w:p w:rsidR="001C73B9" w:rsidRDefault="001C73B9" w:rsidP="001C73B9">
      <w:pPr>
        <w:pStyle w:val="libAr"/>
      </w:pPr>
      <w:r>
        <w:rPr>
          <w:rtl/>
        </w:rPr>
        <w:t>137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إذا</w:t>
      </w:r>
      <w:r>
        <w:rPr>
          <w:rtl/>
        </w:rPr>
        <w:t xml:space="preserve"> كانَ يَومُ القِيامَة نادى مُنادٍ: أَينَ الظَّلَمَة وَ أَعوانُهُم و مَـن لاقَ لَهُم دَواةً أَو رَبَطَ لَهُم كِيسًا أَومَدَّ لَهُم مَدَّة قَلَمٍ فَاحشُرُوهُم مَعَهُم</w:t>
      </w:r>
      <w:r>
        <w:t>.</w:t>
      </w:r>
    </w:p>
    <w:p w:rsidR="001C73B9" w:rsidRDefault="001C73B9" w:rsidP="001C73B9">
      <w:pPr>
        <w:pStyle w:val="libAr"/>
      </w:pPr>
      <w:r>
        <w:rPr>
          <w:rFonts w:hint="eastAsia"/>
          <w:rtl/>
        </w:rPr>
        <w:t>ثواب</w:t>
      </w:r>
      <w:r>
        <w:rPr>
          <w:rtl/>
        </w:rPr>
        <w:t xml:space="preserve"> الأعمال/309</w:t>
      </w:r>
    </w:p>
    <w:p w:rsidR="001C73B9" w:rsidRDefault="001C73B9" w:rsidP="00C926F8">
      <w:pPr>
        <w:pStyle w:val="libNormal"/>
      </w:pPr>
      <w:r>
        <w:t xml:space="preserve">The Holy Prophet [p.b.u.h.] said: </w:t>
      </w:r>
      <w:r w:rsidR="00E978C2" w:rsidRPr="00E978C2">
        <w:rPr>
          <w:rStyle w:val="libItalicChar"/>
        </w:rPr>
        <w:t>“</w:t>
      </w:r>
      <w:r w:rsidRPr="00E978C2">
        <w:rPr>
          <w:rStyle w:val="libItalicChar"/>
        </w:rPr>
        <w:t xml:space="preserve">On the Day of the Resurrection a caller will announce: </w:t>
      </w:r>
      <w:r w:rsidR="00E978C2" w:rsidRPr="00E978C2">
        <w:rPr>
          <w:rStyle w:val="libItalicChar"/>
        </w:rPr>
        <w:t>“</w:t>
      </w:r>
      <w:r w:rsidRPr="00E978C2">
        <w:rPr>
          <w:rStyle w:val="libItalicChar"/>
        </w:rPr>
        <w:t>Where are the oppressors and their assistants and those who prepared an inkwell for them or fastened a bag for them or supplied the ink of a pen (for them)? Then, g</w:t>
      </w:r>
      <w:r w:rsidR="00C926F8" w:rsidRPr="00E978C2">
        <w:rPr>
          <w:rStyle w:val="libItalicChar"/>
        </w:rPr>
        <w:t>ather these (people) with them!</w:t>
      </w:r>
      <w:r w:rsidR="00E978C2" w:rsidRPr="00E978C2">
        <w:rPr>
          <w:rStyle w:val="libItalicChar"/>
        </w:rPr>
        <w:t>”</w:t>
      </w:r>
    </w:p>
    <w:p w:rsidR="001C73B9" w:rsidRDefault="001C73B9" w:rsidP="001C73B9">
      <w:pPr>
        <w:pStyle w:val="libNormal"/>
      </w:pPr>
      <w:r>
        <w:t>Thawabab</w:t>
      </w:r>
      <w:r w:rsidR="00D92C09">
        <w:t>-</w:t>
      </w:r>
      <w:r>
        <w:t>ul</w:t>
      </w:r>
      <w:r w:rsidR="00D92C09">
        <w:t>-</w:t>
      </w:r>
      <w:r>
        <w:t xml:space="preserve">'A'mal, p. 309 </w:t>
      </w:r>
    </w:p>
    <w:p w:rsidR="001C73B9" w:rsidRDefault="001C73B9" w:rsidP="001C73B9">
      <w:pPr>
        <w:pStyle w:val="libAr"/>
      </w:pPr>
      <w:r>
        <w:rPr>
          <w:rtl/>
        </w:rPr>
        <w:t>138</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وَاللهِ</w:t>
      </w:r>
      <w:r>
        <w:rPr>
          <w:rtl/>
        </w:rPr>
        <w:t xml:space="preserve"> لَو أُعْطيتُ الأقاليمَ السَّبعَةَ بِمـا تَحتَ اَفلاكِها عَلى أَنْ اَعصِيَ اللّهَ في نَملَة اَسلُبُها جُلبَ شَعيرَة مـا فَعَلتُهُ</w:t>
      </w:r>
      <w:r>
        <w:t>.</w:t>
      </w:r>
    </w:p>
    <w:p w:rsidR="001C73B9" w:rsidRDefault="001C73B9" w:rsidP="001C73B9">
      <w:pPr>
        <w:pStyle w:val="libAr"/>
      </w:pPr>
      <w:r>
        <w:rPr>
          <w:rFonts w:hint="eastAsia"/>
          <w:rtl/>
        </w:rPr>
        <w:t>نهج</w:t>
      </w:r>
      <w:r>
        <w:rPr>
          <w:rtl/>
        </w:rPr>
        <w:t xml:space="preserve"> البلاغة/347</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By Allah, even if I am given all the domains of the seven countries with all that exists under the skies in order that I may disobey Allah to the extent of snatching one grain of  barley from an ant, I would not do it.</w:t>
      </w:r>
      <w:r w:rsidR="00E978C2" w:rsidRPr="00E978C2">
        <w:rPr>
          <w:rStyle w:val="libItalicChar"/>
        </w:rPr>
        <w:t>”</w:t>
      </w:r>
    </w:p>
    <w:p w:rsidR="001C73B9" w:rsidRDefault="001C73B9" w:rsidP="001C73B9">
      <w:pPr>
        <w:pStyle w:val="libNormal"/>
      </w:pPr>
      <w:r>
        <w:t>Nahjul</w:t>
      </w:r>
      <w:r w:rsidR="00D92C09">
        <w:t>-</w:t>
      </w:r>
      <w:r>
        <w:t xml:space="preserve">Balagha, p. 347 </w:t>
      </w:r>
    </w:p>
    <w:p w:rsidR="001C73B9" w:rsidRDefault="001C73B9" w:rsidP="001C73B9">
      <w:pPr>
        <w:pStyle w:val="libAr"/>
      </w:pPr>
      <w:r>
        <w:rPr>
          <w:rtl/>
        </w:rPr>
        <w:t>139</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اَلظّلـمُ</w:t>
      </w:r>
      <w:r>
        <w:rPr>
          <w:rtl/>
        </w:rPr>
        <w:t xml:space="preserve"> ثَلاثَةٌ: ظُلمٌ يَغفِرُهُ اللّهعَزَّوَجَلَّ وَ ظُلـمٌ لا يَغفِـرُهُ، وَ ظُلمٌ لا يَدَعُهُ اللّهُ، فَاَمّا الظّلمُ الّذي لا يَغفِرُهُ فَالشِّركُ بِالله عَزَّوَجَلَّ، وَ اَمَّـا الظّلـمُ الّذي  يَغفِـرُهُ اللّه فَظُلمُ الرَّجلِ نَفسَـهُ فيما بَينَه</w:t>
      </w:r>
      <w:r>
        <w:rPr>
          <w:rFonts w:hint="eastAsia"/>
          <w:rtl/>
        </w:rPr>
        <w:t>ُ</w:t>
      </w:r>
      <w:r>
        <w:rPr>
          <w:rtl/>
        </w:rPr>
        <w:t xml:space="preserve"> وَ بَينَ اللهِعَزَّوَجَلَّ، وَ اَمَّـا الظّلـمُ الّذي  لا يَدَعُـهُ فَالمُداينَةُ بَينَ العِبادِ</w:t>
      </w:r>
      <w:r>
        <w:t>.</w:t>
      </w:r>
    </w:p>
    <w:p w:rsidR="001C73B9" w:rsidRDefault="001C73B9" w:rsidP="001C73B9">
      <w:pPr>
        <w:pStyle w:val="libAr"/>
      </w:pPr>
      <w:r>
        <w:rPr>
          <w:rFonts w:hint="eastAsia"/>
          <w:rtl/>
        </w:rPr>
        <w:t>الكافي</w:t>
      </w:r>
      <w:r>
        <w:rPr>
          <w:rtl/>
        </w:rPr>
        <w:t>/2/330</w:t>
      </w:r>
    </w:p>
    <w:p w:rsidR="001C73B9" w:rsidRDefault="001C73B9" w:rsidP="001C73B9">
      <w:pPr>
        <w:pStyle w:val="libNormal"/>
      </w:pPr>
      <w:r>
        <w:t xml:space="preserve">Imam Baqir, the fifth Imam, [a.s.] said: </w:t>
      </w:r>
      <w:r w:rsidR="00E978C2" w:rsidRPr="00E978C2">
        <w:rPr>
          <w:rStyle w:val="libItalicChar"/>
        </w:rPr>
        <w:t>“</w:t>
      </w:r>
      <w:r w:rsidRPr="00E978C2">
        <w:rPr>
          <w:rStyle w:val="libItalicChar"/>
        </w:rPr>
        <w:t>There are three types of transgressions: the one which Allah, the Exalted, forgives, the one He does not forgive, and that one which He does not ignore. Thus, the transgression that He does not forgive is infidelity unto Allah, the Almighty, and Glorious. And, the transgression which Allah forgives is the one that a person commits (against) himself between him and Allah, to Whom belong Might and Majesty. But the transgression which He does not ignore is the one committed against rights of men.</w:t>
      </w:r>
      <w:r w:rsidR="00E978C2" w:rsidRPr="00E978C2">
        <w:rPr>
          <w:rStyle w:val="libItalicChar"/>
        </w:rPr>
        <w:t>”</w:t>
      </w:r>
    </w:p>
    <w:p w:rsidR="001C73B9" w:rsidRDefault="001C73B9" w:rsidP="001C73B9">
      <w:pPr>
        <w:pStyle w:val="libNormal"/>
      </w:pPr>
      <w:r>
        <w:br w:type="page"/>
      </w:r>
    </w:p>
    <w:p w:rsidR="001C73B9" w:rsidRDefault="001C73B9" w:rsidP="001C73B9">
      <w:pPr>
        <w:pStyle w:val="Heading1Center"/>
      </w:pPr>
      <w:bookmarkStart w:id="26" w:name="_Toc444518225"/>
      <w:r>
        <w:lastRenderedPageBreak/>
        <w:t>EXPLANATION</w:t>
      </w:r>
      <w:bookmarkEnd w:id="26"/>
    </w:p>
    <w:p w:rsidR="001C73B9" w:rsidRDefault="001C73B9" w:rsidP="001C73B9">
      <w:pPr>
        <w:pStyle w:val="libNormal"/>
      </w:pPr>
      <w:r>
        <w:t>The third transgression is referring to when a person infringes upon the rights of others. The way to forgiveness is first by satisfying (contenting) the person whose rights were infringed upon. If that person forgives him, then the transgression becomes as one that the person has commited against himself. He may then seek forgiveness from Allah.</w:t>
      </w:r>
    </w:p>
    <w:p w:rsidR="001C73B9" w:rsidRDefault="001C73B9" w:rsidP="001C73B9">
      <w:pPr>
        <w:pStyle w:val="libNormal"/>
      </w:pPr>
      <w:r>
        <w:t>AI</w:t>
      </w:r>
      <w:r w:rsidR="00D92C09">
        <w:t>-</w:t>
      </w:r>
      <w:r>
        <w:t>Kafi, vol. 2, p. 330</w:t>
      </w:r>
    </w:p>
    <w:p w:rsidR="001C73B9" w:rsidRDefault="001C73B9" w:rsidP="001C73B9">
      <w:pPr>
        <w:pStyle w:val="libNormal"/>
      </w:pPr>
      <w:r>
        <w:t xml:space="preserve"> </w:t>
      </w:r>
    </w:p>
    <w:p w:rsidR="001C73B9" w:rsidRDefault="001C73B9" w:rsidP="001C73B9">
      <w:pPr>
        <w:pStyle w:val="libAr"/>
      </w:pPr>
      <w:r>
        <w:rPr>
          <w:rtl/>
        </w:rPr>
        <w:t>140</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اَلظّلمُ</w:t>
      </w:r>
      <w:r>
        <w:rPr>
          <w:rtl/>
        </w:rPr>
        <w:t xml:space="preserve"> يُزِّلُ القَدَمَ وَ يَسلُبُ النّـِعَمَ وَ يُهلِكُ الاُمَمَ</w:t>
      </w:r>
      <w:r>
        <w:t>.</w:t>
      </w:r>
    </w:p>
    <w:p w:rsidR="001C73B9" w:rsidRDefault="001C73B9" w:rsidP="001C73B9">
      <w:pPr>
        <w:pStyle w:val="libAr"/>
      </w:pPr>
      <w:r>
        <w:rPr>
          <w:rFonts w:hint="eastAsia"/>
          <w:rtl/>
        </w:rPr>
        <w:t>تصنيف</w:t>
      </w:r>
      <w:r>
        <w:rPr>
          <w:rtl/>
        </w:rPr>
        <w:t xml:space="preserve"> غرر الحكم/456</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Transgression causes the foot to go astray, takes the blessings, and kills the nations.</w:t>
      </w:r>
      <w:r w:rsidR="00E978C2" w:rsidRPr="00E978C2">
        <w:rPr>
          <w:rStyle w:val="libItalicChar"/>
        </w:rPr>
        <w:t>”</w:t>
      </w:r>
    </w:p>
    <w:p w:rsidR="001C73B9" w:rsidRDefault="001C73B9" w:rsidP="001C73B9">
      <w:pPr>
        <w:pStyle w:val="libNormal"/>
      </w:pPr>
      <w:r>
        <w:t>Sharh Ghurar</w:t>
      </w:r>
      <w:r w:rsidR="00D92C09">
        <w:t>-</w:t>
      </w:r>
      <w:r>
        <w:t>ul</w:t>
      </w:r>
      <w:r w:rsidR="00D92C09">
        <w:t>-</w:t>
      </w:r>
      <w:r>
        <w:t>Hikam, vol. 2, p. 36</w:t>
      </w:r>
    </w:p>
    <w:p w:rsidR="001C73B9" w:rsidRDefault="001C73B9" w:rsidP="001C73B9">
      <w:pPr>
        <w:pStyle w:val="libNormal"/>
      </w:pPr>
      <w:r>
        <w:t xml:space="preserve"> </w:t>
      </w:r>
    </w:p>
    <w:p w:rsidR="001C73B9" w:rsidRDefault="001C73B9" w:rsidP="001C73B9">
      <w:pPr>
        <w:pStyle w:val="libAr"/>
      </w:pPr>
      <w:r>
        <w:rPr>
          <w:rtl/>
        </w:rPr>
        <w:t>141</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لَيسَ</w:t>
      </w:r>
      <w:r>
        <w:rPr>
          <w:rtl/>
        </w:rPr>
        <w:t xml:space="preserve"> شَيءٌ  أَدعى إلى تَغييرِ نِعمَة الله وَ تَعجيـلِ نَقِمَتِـهِ مِـن إقامَةٍ عَلَى ظُلـمٍ، فَإنَّ اللّه سَميـعٌ دَعـوَة المُضطَهَديـنَ وَ هُـوَ لِلظّالِمينَ بِالمِرصادِ</w:t>
      </w:r>
      <w:r>
        <w:t>.</w:t>
      </w:r>
    </w:p>
    <w:p w:rsidR="001C73B9" w:rsidRDefault="001C73B9" w:rsidP="001C73B9">
      <w:pPr>
        <w:pStyle w:val="libAr"/>
      </w:pPr>
      <w:r>
        <w:rPr>
          <w:rFonts w:hint="eastAsia"/>
          <w:rtl/>
        </w:rPr>
        <w:t>نهج</w:t>
      </w:r>
      <w:r>
        <w:rPr>
          <w:rtl/>
        </w:rPr>
        <w:t xml:space="preserve"> البلاغة الرسالة 53</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 Nothing is more inducive of the reversal of Allah's bounty or for hastening of His retribution than continuance in oppression, because Allah hears the prayer of the oppressed and is on the look</w:t>
      </w:r>
      <w:r w:rsidR="00D92C09" w:rsidRPr="00E978C2">
        <w:rPr>
          <w:rStyle w:val="libItalicChar"/>
        </w:rPr>
        <w:t>-</w:t>
      </w:r>
      <w:r w:rsidRPr="00E978C2">
        <w:rPr>
          <w:rStyle w:val="libItalicChar"/>
        </w:rPr>
        <w:t>out for the oppressors.</w:t>
      </w:r>
      <w:r w:rsidR="00E978C2" w:rsidRPr="00E978C2">
        <w:rPr>
          <w:rStyle w:val="libItalicChar"/>
        </w:rPr>
        <w:t>”</w:t>
      </w:r>
    </w:p>
    <w:p w:rsidR="001C73B9" w:rsidRDefault="001C73B9" w:rsidP="001C73B9">
      <w:pPr>
        <w:pStyle w:val="libNormal"/>
      </w:pPr>
      <w:r>
        <w:t>Nahjul</w:t>
      </w:r>
      <w:r w:rsidR="00D92C09">
        <w:t>-</w:t>
      </w:r>
      <w:r>
        <w:t>Balagha, Letter 53</w:t>
      </w:r>
    </w:p>
    <w:p w:rsidR="001C73B9" w:rsidRDefault="001C73B9" w:rsidP="001C73B9">
      <w:pPr>
        <w:pStyle w:val="libNormal"/>
      </w:pPr>
      <w:r>
        <w:br w:type="page"/>
      </w:r>
    </w:p>
    <w:p w:rsidR="001C73B9" w:rsidRDefault="001C73B9" w:rsidP="001C73B9">
      <w:pPr>
        <w:pStyle w:val="Heading1Center"/>
      </w:pPr>
      <w:bookmarkStart w:id="27" w:name="_Toc444518226"/>
      <w:r>
        <w:lastRenderedPageBreak/>
        <w:t>THE RIGHTS OF FELLOW MUSLIMS</w:t>
      </w:r>
      <w:bookmarkEnd w:id="27"/>
    </w:p>
    <w:p w:rsidR="001C73B9" w:rsidRDefault="001C73B9" w:rsidP="001C73B9">
      <w:pPr>
        <w:pStyle w:val="libAr"/>
      </w:pPr>
      <w:r>
        <w:rPr>
          <w:rtl/>
        </w:rPr>
        <w:t>142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اَحزَنَ مُؤمِنًا ثُمَّ اَعطاهُ الدّنيا لَم يَكُن ذلك كَفّارَتَهُ وَلَم يُؤْجَر</w:t>
      </w:r>
      <w:r w:rsidR="00525C12">
        <w:rPr>
          <w:rtl/>
        </w:rPr>
        <w:t xml:space="preserve"> عليه</w:t>
      </w:r>
      <w:r>
        <w:t>.</w:t>
      </w:r>
    </w:p>
    <w:p w:rsidR="001C73B9" w:rsidRDefault="001C73B9" w:rsidP="001C73B9">
      <w:pPr>
        <w:pStyle w:val="libAr"/>
      </w:pPr>
      <w:r>
        <w:rPr>
          <w:rFonts w:hint="eastAsia"/>
          <w:rtl/>
        </w:rPr>
        <w:t>بحار</w:t>
      </w:r>
      <w:r>
        <w:rPr>
          <w:rtl/>
        </w:rPr>
        <w:t xml:space="preserve"> الأنوار/75/150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grieves a true Muslim cannot then compensate for it by offering him the entire world because it is not sufficient compensation (unless he repents and appeases the said person).</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75, p. 150 </w:t>
      </w:r>
    </w:p>
    <w:p w:rsidR="001C73B9" w:rsidRDefault="001C73B9" w:rsidP="001C73B9">
      <w:pPr>
        <w:pStyle w:val="libAr"/>
      </w:pPr>
      <w:r>
        <w:rPr>
          <w:rtl/>
        </w:rPr>
        <w:t>143</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sidR="00C926F8">
        <w:rPr>
          <w:rtl/>
        </w:rPr>
        <w:t xml:space="preserve"> اَوجَبِ حَقِّ اَخيكِ </w:t>
      </w:r>
      <w:r>
        <w:rPr>
          <w:rtl/>
        </w:rPr>
        <w:t>ألاّ تَكْتُمَـهُ شَيئًا يَنفَعُـهُ لا مِن دُنياهُ وَ لا مِنْ آخِرَتِهِ</w:t>
      </w:r>
      <w:r>
        <w:t>.</w:t>
      </w:r>
    </w:p>
    <w:p w:rsidR="001C73B9" w:rsidRDefault="001C73B9" w:rsidP="001C73B9">
      <w:pPr>
        <w:pStyle w:val="libAr"/>
      </w:pPr>
      <w:r>
        <w:rPr>
          <w:rFonts w:hint="eastAsia"/>
          <w:rtl/>
        </w:rPr>
        <w:t>بحار</w:t>
      </w:r>
      <w:r>
        <w:rPr>
          <w:rtl/>
        </w:rPr>
        <w:t xml:space="preserve"> الأنوار/2/75</w:t>
      </w:r>
    </w:p>
    <w:p w:rsidR="001C73B9" w:rsidRDefault="001C73B9" w:rsidP="001C73B9">
      <w:pPr>
        <w:pStyle w:val="libNormal"/>
      </w:pPr>
      <w:r>
        <w:t xml:space="preserve">Imam Kadhim [a.s.] said: </w:t>
      </w:r>
      <w:r w:rsidR="00E978C2" w:rsidRPr="00E978C2">
        <w:rPr>
          <w:rStyle w:val="libItalicChar"/>
        </w:rPr>
        <w:t>“</w:t>
      </w:r>
      <w:r w:rsidRPr="00E978C2">
        <w:rPr>
          <w:rStyle w:val="libItalicChar"/>
        </w:rPr>
        <w:t>Among your most compulsory duties towards your Muslim brother is that you conceal nothing from him which profits him either in this life or in the Hereafter.</w:t>
      </w:r>
      <w:r w:rsidR="00E978C2" w:rsidRPr="00E978C2">
        <w:rPr>
          <w:rStyle w:val="libItalicChar"/>
        </w:rPr>
        <w:t>”</w:t>
      </w:r>
    </w:p>
    <w:p w:rsidR="001C73B9" w:rsidRDefault="001C73B9" w:rsidP="001C73B9">
      <w:pPr>
        <w:pStyle w:val="libNormal"/>
      </w:pPr>
      <w:r>
        <w:t>Bihar</w:t>
      </w:r>
      <w:r w:rsidR="00D92C09">
        <w:t>-</w:t>
      </w:r>
      <w:r>
        <w:t>ul</w:t>
      </w:r>
      <w:r w:rsidR="00D92C09">
        <w:t>-</w:t>
      </w:r>
      <w:r>
        <w:t>Anwar, vol. 2, p. 75</w:t>
      </w:r>
    </w:p>
    <w:p w:rsidR="001C73B9" w:rsidRDefault="001C73B9" w:rsidP="001C73B9">
      <w:pPr>
        <w:pStyle w:val="libAr"/>
      </w:pPr>
      <w:r>
        <w:rPr>
          <w:rtl/>
        </w:rPr>
        <w:t>144</w:t>
      </w:r>
      <w:r w:rsidR="00D92C09">
        <w:rPr>
          <w:rtl/>
        </w:rPr>
        <w:t>-</w:t>
      </w:r>
      <w:r>
        <w:t xml:space="preserve"> </w:t>
      </w:r>
      <w:r>
        <w:rPr>
          <w:rtl/>
        </w:rPr>
        <w:t>قالَ الإمامُ الحَسَنُ بنُ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صاحِبِ</w:t>
      </w:r>
      <w:r>
        <w:rPr>
          <w:rtl/>
        </w:rPr>
        <w:t xml:space="preserve"> النّاسَ مِثلَ ما تُحِبُّ أَنْ يُصاحِبُوكَ بِهِ</w:t>
      </w:r>
      <w:r>
        <w:t>.</w:t>
      </w:r>
    </w:p>
    <w:p w:rsidR="001C73B9" w:rsidRDefault="001C73B9" w:rsidP="001C73B9">
      <w:pPr>
        <w:pStyle w:val="libAr"/>
      </w:pPr>
      <w:r>
        <w:rPr>
          <w:rFonts w:hint="eastAsia"/>
          <w:rtl/>
        </w:rPr>
        <w:t>بحار</w:t>
      </w:r>
      <w:r>
        <w:rPr>
          <w:rtl/>
        </w:rPr>
        <w:t xml:space="preserve"> الأنوار/78/116</w:t>
      </w:r>
    </w:p>
    <w:p w:rsidR="001C73B9" w:rsidRDefault="001C73B9" w:rsidP="001C73B9">
      <w:pPr>
        <w:pStyle w:val="libNormal"/>
      </w:pPr>
      <w:r>
        <w:t xml:space="preserve">Imam Hassan, the second Imam [a.s.], said: </w:t>
      </w:r>
      <w:r w:rsidR="00E978C2" w:rsidRPr="00E978C2">
        <w:rPr>
          <w:rStyle w:val="libItalicChar"/>
        </w:rPr>
        <w:t>“</w:t>
      </w:r>
      <w:r w:rsidRPr="00E978C2">
        <w:rPr>
          <w:rStyle w:val="libItalicChar"/>
        </w:rPr>
        <w:t>Treat others similar to the way you would like for them to treat you.</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78, p. 116 </w:t>
      </w:r>
    </w:p>
    <w:p w:rsidR="001C73B9" w:rsidRDefault="001C73B9" w:rsidP="001C73B9">
      <w:pPr>
        <w:pStyle w:val="libAr"/>
      </w:pPr>
      <w:r>
        <w:rPr>
          <w:rtl/>
        </w:rPr>
        <w:t>145</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رَحِمَ</w:t>
      </w:r>
      <w:r>
        <w:rPr>
          <w:rtl/>
        </w:rPr>
        <w:t xml:space="preserve"> اللّه اِمْرَءًا  أَحيا حَقًّا وَ أَماتَ باطِلاً وَ دَحَضَ الجَـورَ وَ أقامَ العَدلَ</w:t>
      </w:r>
      <w:r>
        <w:t>.</w:t>
      </w:r>
    </w:p>
    <w:p w:rsidR="001C73B9" w:rsidRDefault="001C73B9" w:rsidP="001C73B9">
      <w:pPr>
        <w:pStyle w:val="libAr"/>
      </w:pPr>
      <w:r>
        <w:rPr>
          <w:rFonts w:hint="eastAsia"/>
          <w:rtl/>
        </w:rPr>
        <w:t>غرر</w:t>
      </w:r>
      <w:r>
        <w:rPr>
          <w:rtl/>
        </w:rPr>
        <w:t xml:space="preserve"> الحكم/181</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May Allah have mercy upon the person who services a right and removes a wrong, or refutes an injustice and establishes justice.</w:t>
      </w:r>
      <w:r w:rsidR="00E978C2" w:rsidRPr="00E978C2">
        <w:rPr>
          <w:rStyle w:val="libItalicChar"/>
        </w:rPr>
        <w:t>”</w:t>
      </w:r>
    </w:p>
    <w:p w:rsidR="001C73B9" w:rsidRDefault="001C73B9" w:rsidP="001C73B9">
      <w:pPr>
        <w:pStyle w:val="libNormal"/>
      </w:pPr>
      <w:r>
        <w:t>Ghurar</w:t>
      </w:r>
      <w:r w:rsidR="00D92C09">
        <w:t>-</w:t>
      </w:r>
      <w:r>
        <w:t>ul</w:t>
      </w:r>
      <w:r w:rsidR="00D92C09">
        <w:t>-</w:t>
      </w:r>
      <w:r>
        <w:t xml:space="preserve">Hikam, p. 181 </w:t>
      </w:r>
    </w:p>
    <w:p w:rsidR="001C73B9" w:rsidRDefault="001C73B9" w:rsidP="001C73B9">
      <w:pPr>
        <w:pStyle w:val="libAr"/>
      </w:pPr>
      <w:r>
        <w:rPr>
          <w:rtl/>
        </w:rPr>
        <w:t>146</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أَربَعَة</w:t>
      </w:r>
      <w:r>
        <w:rPr>
          <w:rtl/>
        </w:rPr>
        <w:t xml:space="preserve"> مِن اَخلاقِ الأنبِياءِ</w:t>
      </w:r>
      <w:r w:rsidR="00525C12">
        <w:rPr>
          <w:rtl/>
        </w:rPr>
        <w:t xml:space="preserve"> عليه</w:t>
      </w:r>
      <w:r>
        <w:rPr>
          <w:rtl/>
        </w:rPr>
        <w:t>مُ السَّلامُ: اَلبِرُّ، وَالسَّخاءُ، وَالصَّبرُ عَلَى النّائِبَة، وَالقِيامُ بِحَقِّ المُؤمِنِ</w:t>
      </w:r>
      <w:r>
        <w:t>.</w:t>
      </w:r>
    </w:p>
    <w:p w:rsidR="001C73B9" w:rsidRDefault="001C73B9" w:rsidP="001C73B9">
      <w:pPr>
        <w:pStyle w:val="libAr"/>
      </w:pPr>
      <w:r>
        <w:rPr>
          <w:rFonts w:hint="eastAsia"/>
          <w:rtl/>
        </w:rPr>
        <w:t>تحف</w:t>
      </w:r>
      <w:r>
        <w:rPr>
          <w:rtl/>
        </w:rPr>
        <w:t xml:space="preserve"> العقول/277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These four characteristics are from the manners of Prophets [a.s.]: righteousness, graciousness, patience and perseverance in tolerating misfortunes, and rising for the right of a believer.</w:t>
      </w:r>
      <w:r w:rsidR="00E978C2" w:rsidRPr="00E978C2">
        <w:rPr>
          <w:rStyle w:val="libItalicChar"/>
        </w:rPr>
        <w:t>”</w:t>
      </w:r>
    </w:p>
    <w:p w:rsidR="001C73B9" w:rsidRDefault="001C73B9" w:rsidP="001C73B9">
      <w:pPr>
        <w:pStyle w:val="libNormal"/>
      </w:pPr>
      <w:r>
        <w:t>Tuhaf</w:t>
      </w:r>
      <w:r w:rsidR="00D92C09">
        <w:t>-</w:t>
      </w:r>
      <w:r>
        <w:t>ul</w:t>
      </w:r>
      <w:r w:rsidR="00D92C09">
        <w:t>-</w:t>
      </w:r>
      <w:r>
        <w:t xml:space="preserve">Uqul, p. 277 </w:t>
      </w:r>
    </w:p>
    <w:p w:rsidR="001C73B9" w:rsidRDefault="001C73B9" w:rsidP="001C73B9">
      <w:pPr>
        <w:pStyle w:val="libAr"/>
      </w:pPr>
      <w:r>
        <w:rPr>
          <w:rtl/>
        </w:rPr>
        <w:lastRenderedPageBreak/>
        <w:t>147</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اِنَّمَا</w:t>
      </w:r>
      <w:r>
        <w:rPr>
          <w:rtl/>
        </w:rPr>
        <w:t xml:space="preserve"> عِمَادُ الدّينِ، وَ جِماعُ المُسلِمِينَ، وَالعُدَّة لِلاَعداءِ، العامَّةُ مِنَ الاُُمَّة، فَليَكُن صِغْوُكَ لَهُم، وَمَيلُكَ مَعَهُم</w:t>
      </w:r>
      <w:r>
        <w:t>.</w:t>
      </w:r>
    </w:p>
    <w:p w:rsidR="001C73B9" w:rsidRDefault="001C73B9" w:rsidP="001C73B9">
      <w:pPr>
        <w:pStyle w:val="libAr"/>
      </w:pPr>
      <w:r>
        <w:rPr>
          <w:rFonts w:hint="eastAsia"/>
          <w:rtl/>
        </w:rPr>
        <w:t>نهج</w:t>
      </w:r>
      <w:r>
        <w:rPr>
          <w:rtl/>
        </w:rPr>
        <w:t xml:space="preserve"> البلاغة الرسالة/53/429</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Surely, it is the common people of the community who are the pillars of the religion, the power of the Muslims and the defence against the enemies. Your leaning should therefore be towards them and your inclination with them.</w:t>
      </w:r>
      <w:r w:rsidR="00E978C2" w:rsidRPr="00E978C2">
        <w:rPr>
          <w:rStyle w:val="libItalicChar"/>
        </w:rPr>
        <w:t>”</w:t>
      </w:r>
    </w:p>
    <w:p w:rsidR="001C73B9" w:rsidRDefault="001C73B9" w:rsidP="001C73B9">
      <w:pPr>
        <w:pStyle w:val="libNormal"/>
      </w:pPr>
      <w:r>
        <w:t xml:space="preserve">Nahjul Balagha, Letter 53 </w:t>
      </w:r>
    </w:p>
    <w:p w:rsidR="001C73B9" w:rsidRDefault="001C73B9" w:rsidP="001C73B9">
      <w:pPr>
        <w:pStyle w:val="libAr"/>
      </w:pPr>
      <w:r>
        <w:rPr>
          <w:rtl/>
        </w:rPr>
        <w:t>148</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ما</w:t>
      </w:r>
      <w:r>
        <w:rPr>
          <w:rtl/>
        </w:rPr>
        <w:t xml:space="preserve"> عُبِدَ اللّه بِشيْءٍ اَفضَلَ مِن اَداءِ حَقِّ المُؤمِنِ</w:t>
      </w:r>
      <w:r>
        <w:t>.</w:t>
      </w:r>
    </w:p>
    <w:p w:rsidR="001C73B9" w:rsidRDefault="001C73B9" w:rsidP="001C73B9">
      <w:pPr>
        <w:pStyle w:val="libAr"/>
      </w:pPr>
      <w:r>
        <w:rPr>
          <w:rFonts w:hint="eastAsia"/>
          <w:rtl/>
        </w:rPr>
        <w:t>الكافي</w:t>
      </w:r>
      <w:r>
        <w:rPr>
          <w:rtl/>
        </w:rPr>
        <w:t>/2/170</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In no way is Allah worshipped better than by fulfilling the right of a believer.</w:t>
      </w:r>
      <w:r w:rsidR="00E978C2" w:rsidRPr="00E978C2">
        <w:rPr>
          <w:rStyle w:val="libItalicChar"/>
        </w:rPr>
        <w:t>”</w:t>
      </w:r>
    </w:p>
    <w:p w:rsidR="001C73B9" w:rsidRDefault="001C73B9" w:rsidP="001C73B9">
      <w:pPr>
        <w:pStyle w:val="libNormal"/>
      </w:pPr>
      <w:r>
        <w:t>Al</w:t>
      </w:r>
      <w:r w:rsidR="00D92C09">
        <w:t>-</w:t>
      </w:r>
      <w:r>
        <w:t>Kafi, Vol.2, p. 170</w:t>
      </w:r>
    </w:p>
    <w:p w:rsidR="001C73B9" w:rsidRDefault="001C73B9" w:rsidP="001C73B9">
      <w:pPr>
        <w:pStyle w:val="libAr"/>
      </w:pPr>
      <w:r>
        <w:rPr>
          <w:rtl/>
        </w:rPr>
        <w:t>149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آذى مُؤمِناً فَقَد آذاني</w:t>
      </w:r>
      <w:r>
        <w:t>.</w:t>
      </w:r>
    </w:p>
    <w:p w:rsidR="001C73B9" w:rsidRDefault="001C73B9" w:rsidP="001C73B9">
      <w:pPr>
        <w:pStyle w:val="libAr"/>
      </w:pPr>
      <w:r>
        <w:rPr>
          <w:rFonts w:hint="eastAsia"/>
          <w:rtl/>
        </w:rPr>
        <w:t>بحار</w:t>
      </w:r>
      <w:r>
        <w:rPr>
          <w:rtl/>
        </w:rPr>
        <w:t xml:space="preserve"> الأنوار/67/72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hurts a Muslim believer, surely he has hurt me.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67, p. 72 </w:t>
      </w:r>
    </w:p>
    <w:p w:rsidR="001C73B9" w:rsidRDefault="001C73B9" w:rsidP="001C73B9">
      <w:pPr>
        <w:pStyle w:val="libAr"/>
      </w:pPr>
      <w:r>
        <w:rPr>
          <w:rtl/>
        </w:rPr>
        <w:t>150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اقتَطَعَ مالَ مُؤمِنٍ غَصبًا بِغَيرِ حَقٍّ لَم يَزَلِ اللّه مُعرِضـًا عَنهُ، ماقِتًا لاَِعمالِـهِ الَّتي يَعمَلُها مِـنَ البِـرِّ وَ الخَيرِ لا يُثبِتُها في حَسَناتِهِ حَتّى يَتُوبَ وَ يَرُدَّ المَالَ الّذي  اَخَذَهُ إِلى صاحِبِهِ</w:t>
      </w:r>
      <w:r>
        <w:t>.</w:t>
      </w:r>
    </w:p>
    <w:p w:rsidR="001C73B9" w:rsidRDefault="001C73B9" w:rsidP="001C73B9">
      <w:pPr>
        <w:pStyle w:val="libAr"/>
      </w:pPr>
      <w:r>
        <w:rPr>
          <w:rFonts w:hint="eastAsia"/>
          <w:rtl/>
        </w:rPr>
        <w:t>مستدرك</w:t>
      </w:r>
      <w:r>
        <w:rPr>
          <w:rtl/>
        </w:rPr>
        <w:t xml:space="preserve"> الوسائل/17/89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unlawfully and usurpingly deprives a believer of wealth, Allah will continue to be displeased with him and does not accept his good actions that he fulfills; and none of them will be recorded among his good deeds until he repents and returns the wealth which he had taken to its owner.</w:t>
      </w:r>
      <w:r w:rsidR="00E978C2" w:rsidRPr="00E978C2">
        <w:rPr>
          <w:rStyle w:val="libItalicChar"/>
        </w:rPr>
        <w:t>”</w:t>
      </w:r>
    </w:p>
    <w:p w:rsidR="001C73B9" w:rsidRDefault="001C73B9" w:rsidP="001C73B9">
      <w:pPr>
        <w:pStyle w:val="libNormal"/>
      </w:pPr>
      <w:r>
        <w:t>Mustadrak</w:t>
      </w:r>
      <w:r w:rsidR="00D92C09">
        <w:t>-</w:t>
      </w:r>
      <w:r>
        <w:t>ul</w:t>
      </w:r>
      <w:r w:rsidR="00D92C09">
        <w:t>-</w:t>
      </w:r>
      <w:r>
        <w:t>Wasa'il, vol. 17, p. 89</w:t>
      </w:r>
    </w:p>
    <w:p w:rsidR="001C73B9" w:rsidRDefault="001C73B9" w:rsidP="001C73B9">
      <w:pPr>
        <w:pStyle w:val="libNormal"/>
      </w:pPr>
      <w:r>
        <w:br w:type="page"/>
      </w:r>
    </w:p>
    <w:p w:rsidR="001C73B9" w:rsidRDefault="001C73B9" w:rsidP="001C73B9">
      <w:pPr>
        <w:pStyle w:val="Heading1Center"/>
      </w:pPr>
      <w:bookmarkStart w:id="28" w:name="_Toc444518227"/>
      <w:r>
        <w:lastRenderedPageBreak/>
        <w:t>GREETINGS</w:t>
      </w:r>
      <w:bookmarkEnd w:id="28"/>
    </w:p>
    <w:p w:rsidR="001C73B9" w:rsidRDefault="001C73B9" w:rsidP="001C73B9">
      <w:pPr>
        <w:pStyle w:val="libAr"/>
      </w:pPr>
      <w:r>
        <w:rPr>
          <w:rtl/>
        </w:rPr>
        <w:t>151</w:t>
      </w:r>
      <w:r w:rsidR="00D92C09">
        <w:rPr>
          <w:rtl/>
        </w:rPr>
        <w:t>-</w:t>
      </w:r>
      <w:r>
        <w:t xml:space="preserve"> </w:t>
      </w:r>
      <w:r>
        <w:rPr>
          <w:rtl/>
        </w:rPr>
        <w:t xml:space="preserve">عَنِ </w:t>
      </w:r>
      <w:r w:rsidR="005F6D68">
        <w:rPr>
          <w:rtl/>
        </w:rPr>
        <w:t>النَّبِيّ صلی</w:t>
      </w:r>
      <w:r>
        <w:rPr>
          <w:rtl/>
        </w:rPr>
        <w:t xml:space="preserve"> الله</w:t>
      </w:r>
      <w:r w:rsidR="00525C12">
        <w:rPr>
          <w:rtl/>
        </w:rPr>
        <w:t xml:space="preserve"> عليه</w:t>
      </w:r>
      <w:r>
        <w:rPr>
          <w:rtl/>
        </w:rPr>
        <w:t xml:space="preserve"> و آله و سلم قالَ</w:t>
      </w:r>
      <w:r>
        <w:t xml:space="preserve"> :</w:t>
      </w:r>
    </w:p>
    <w:p w:rsidR="001C73B9" w:rsidRDefault="001C73B9" w:rsidP="001C73B9">
      <w:pPr>
        <w:pStyle w:val="libAr"/>
      </w:pPr>
      <w:r>
        <w:rPr>
          <w:rFonts w:hint="eastAsia"/>
          <w:rtl/>
        </w:rPr>
        <w:t>إذا</w:t>
      </w:r>
      <w:r>
        <w:rPr>
          <w:rtl/>
        </w:rPr>
        <w:t xml:space="preserve"> تَلاقَيتُم فَتَلاقُوا بِالتَّسليمِ وَ التَّصافُحِ، وَ إذا تَفَرَّقتُم فَتَفَرَّقُـوا بِالاِستِغفارِ</w:t>
      </w:r>
      <w:r>
        <w:t>.</w:t>
      </w:r>
    </w:p>
    <w:p w:rsidR="001C73B9" w:rsidRDefault="001C73B9" w:rsidP="001C73B9">
      <w:pPr>
        <w:pStyle w:val="libAr"/>
      </w:pPr>
      <w:r>
        <w:rPr>
          <w:rFonts w:hint="eastAsia"/>
          <w:rtl/>
        </w:rPr>
        <w:t>بحار</w:t>
      </w:r>
      <w:r>
        <w:rPr>
          <w:rtl/>
        </w:rPr>
        <w:t xml:space="preserve"> الأنوار/76/4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When you meet each other then initiate greeting (salam) and embrace; and when you separate from each other, then depart with seeking forgiveness.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76, p. 4 </w:t>
      </w:r>
    </w:p>
    <w:p w:rsidR="001C73B9" w:rsidRDefault="001C73B9" w:rsidP="001C73B9">
      <w:pPr>
        <w:pStyle w:val="libAr"/>
      </w:pPr>
      <w:r>
        <w:rPr>
          <w:rtl/>
        </w:rPr>
        <w:t>152</w:t>
      </w:r>
      <w:r w:rsidR="00D92C09">
        <w:rPr>
          <w:rtl/>
        </w:rPr>
        <w:t>-</w:t>
      </w:r>
      <w:r>
        <w:t xml:space="preserve"> </w:t>
      </w:r>
      <w:r>
        <w:rPr>
          <w:rtl/>
        </w:rPr>
        <w:t xml:space="preserve">قالَ الحُسَينُ بنُ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لِلسَّلامِ</w:t>
      </w:r>
      <w:r>
        <w:rPr>
          <w:rtl/>
        </w:rPr>
        <w:t xml:space="preserve"> سَبعُونَ حَسَنَةً تِسعٌ وَ سِتُّونَ لِلمُبتَدي وَ واحِدَة لِلـّرادِّ</w:t>
      </w:r>
      <w:r>
        <w:t>.</w:t>
      </w:r>
    </w:p>
    <w:p w:rsidR="001C73B9" w:rsidRDefault="001C73B9" w:rsidP="001C73B9">
      <w:pPr>
        <w:pStyle w:val="libAr"/>
      </w:pPr>
      <w:r>
        <w:rPr>
          <w:rFonts w:hint="eastAsia"/>
          <w:rtl/>
        </w:rPr>
        <w:t>بحار</w:t>
      </w:r>
      <w:r>
        <w:rPr>
          <w:rtl/>
        </w:rPr>
        <w:t xml:space="preserve"> الأنوار/78/120</w:t>
      </w:r>
    </w:p>
    <w:p w:rsidR="001C73B9" w:rsidRDefault="001C73B9" w:rsidP="001C73B9">
      <w:pPr>
        <w:pStyle w:val="libNormal"/>
      </w:pPr>
      <w:r>
        <w:t>Imam Husayn</w:t>
      </w:r>
      <w:r w:rsidR="00D92C09">
        <w:t>-</w:t>
      </w:r>
      <w:r>
        <w:t>ibn</w:t>
      </w:r>
      <w:r w:rsidR="00D92C09">
        <w:t>-</w:t>
      </w:r>
      <w:r>
        <w:t xml:space="preserve">Ali [a.s.] said: </w:t>
      </w:r>
      <w:r w:rsidR="00E978C2" w:rsidRPr="00E978C2">
        <w:rPr>
          <w:rStyle w:val="libItalicChar"/>
        </w:rPr>
        <w:t>“</w:t>
      </w:r>
      <w:r w:rsidRPr="00E978C2">
        <w:rPr>
          <w:rStyle w:val="libItalicChar"/>
        </w:rPr>
        <w:t>Seventy rewards is the share of the one who initiates a 'greeting' and only one reward belongs to the one who returns the 'greeting'.</w:t>
      </w:r>
      <w:r w:rsidR="00E978C2" w:rsidRPr="00E978C2">
        <w:rPr>
          <w:rStyle w:val="libItalicChar"/>
        </w:rPr>
        <w:t>”</w:t>
      </w:r>
      <w:r>
        <w:t xml:space="preserve"> (When two people see each other, the initiator of the exchange of greetings receives a greater reward.)</w:t>
      </w:r>
    </w:p>
    <w:p w:rsidR="001C73B9" w:rsidRDefault="001C73B9" w:rsidP="001C73B9">
      <w:pPr>
        <w:pStyle w:val="libNormal"/>
      </w:pPr>
      <w:r>
        <w:t>Bihar</w:t>
      </w:r>
      <w:r w:rsidR="00D92C09">
        <w:t>-</w:t>
      </w:r>
      <w:r>
        <w:t>ul</w:t>
      </w:r>
      <w:r w:rsidR="00D92C09">
        <w:t>-</w:t>
      </w:r>
      <w:r>
        <w:t>Anwar, vol. 78, p. 120</w:t>
      </w:r>
    </w:p>
    <w:p w:rsidR="001C73B9" w:rsidRDefault="001C73B9" w:rsidP="001C73B9">
      <w:pPr>
        <w:pStyle w:val="libAr"/>
      </w:pPr>
      <w:r>
        <w:rPr>
          <w:rtl/>
        </w:rPr>
        <w:t>153</w:t>
      </w:r>
      <w:r w:rsidR="00D92C09">
        <w:rPr>
          <w:rtl/>
        </w:rPr>
        <w:t>-</w:t>
      </w:r>
      <w:r>
        <w:t xml:space="preserve"> </w:t>
      </w:r>
      <w:r>
        <w:rPr>
          <w:rtl/>
        </w:rPr>
        <w:t>عَن أَبي عَبدِ الله</w:t>
      </w:r>
      <w:r w:rsidR="00525C12">
        <w:rPr>
          <w:rtl/>
        </w:rPr>
        <w:t xml:space="preserve"> </w:t>
      </w:r>
      <w:r w:rsidR="008A02F7">
        <w:rPr>
          <w:rtl/>
        </w:rPr>
        <w:t xml:space="preserve">عليه السلام </w:t>
      </w:r>
      <w:r>
        <w:rPr>
          <w:rtl/>
        </w:rPr>
        <w:t>قالَ جَمَعَ رَسُـولُ الله صَلَّـى اللّهُ</w:t>
      </w:r>
      <w:r w:rsidR="00525C12">
        <w:rPr>
          <w:rtl/>
        </w:rPr>
        <w:t xml:space="preserve"> عليه</w:t>
      </w:r>
      <w:r>
        <w:rPr>
          <w:rtl/>
        </w:rPr>
        <w:t xml:space="preserve"> وَ آلِهِ و سلم بَني عَبـدِ المُطَّلِـبِ فَقالَ يا بَني عَبدِ المُطَّلِـبِ اَفشُـوا السَّـلامَ وَصِلُوا الأرحامَ وَ تَهَجَّـدُوا وَ النّاسُ نِيامٌ وَ اَطعِمُوا الطَّعامَ و</w:t>
      </w:r>
      <w:r>
        <w:rPr>
          <w:rFonts w:hint="eastAsia"/>
          <w:rtl/>
        </w:rPr>
        <w:t>َ</w:t>
      </w:r>
      <w:r>
        <w:rPr>
          <w:rtl/>
        </w:rPr>
        <w:t xml:space="preserve"> اَطيبُوا الكَلامَ تَدخُلُوا الجَنَّةَ بِسَلامٍ</w:t>
      </w:r>
      <w:r>
        <w:t>.</w:t>
      </w:r>
    </w:p>
    <w:p w:rsidR="001C73B9" w:rsidRDefault="001C73B9" w:rsidP="001C73B9">
      <w:pPr>
        <w:pStyle w:val="libAr"/>
      </w:pPr>
      <w:r>
        <w:rPr>
          <w:rFonts w:hint="eastAsia"/>
          <w:rtl/>
        </w:rPr>
        <w:t>بحار</w:t>
      </w:r>
      <w:r>
        <w:rPr>
          <w:rtl/>
        </w:rPr>
        <w:t xml:space="preserve"> الأنوار/69/393</w:t>
      </w:r>
    </w:p>
    <w:p w:rsidR="001C73B9" w:rsidRDefault="001C73B9" w:rsidP="001C73B9">
      <w:pPr>
        <w:pStyle w:val="libNormal"/>
      </w:pPr>
      <w:r>
        <w:t>Imam Sadiq [a.s.] said that the Messenger of Allah [p.b.u.h.] gathered the children of 'Abd</w:t>
      </w:r>
      <w:r w:rsidR="00D92C09">
        <w:t>-</w:t>
      </w:r>
      <w:r>
        <w:t>il</w:t>
      </w:r>
      <w:r w:rsidR="00D92C09">
        <w:t>-</w:t>
      </w:r>
      <w:r>
        <w:t xml:space="preserve">Muttallib and said: </w:t>
      </w:r>
      <w:r w:rsidR="00E978C2" w:rsidRPr="00E978C2">
        <w:rPr>
          <w:rStyle w:val="libItalicChar"/>
        </w:rPr>
        <w:t>“</w:t>
      </w:r>
      <w:r w:rsidRPr="00E978C2">
        <w:rPr>
          <w:rStyle w:val="libItalicChar"/>
        </w:rPr>
        <w:t>O' children of 'Abd</w:t>
      </w:r>
      <w:r w:rsidR="00D92C09" w:rsidRPr="00E978C2">
        <w:rPr>
          <w:rStyle w:val="libItalicChar"/>
        </w:rPr>
        <w:t>-</w:t>
      </w:r>
      <w:r w:rsidRPr="00E978C2">
        <w:rPr>
          <w:rStyle w:val="libItalicChar"/>
        </w:rPr>
        <w:t>il</w:t>
      </w:r>
      <w:r w:rsidR="00D92C09" w:rsidRPr="00E978C2">
        <w:rPr>
          <w:rStyle w:val="libItalicChar"/>
        </w:rPr>
        <w:t>-</w:t>
      </w:r>
      <w:r w:rsidRPr="00E978C2">
        <w:rPr>
          <w:rStyle w:val="libItalicChar"/>
        </w:rPr>
        <w:t>Muttallib! Initiate greetings, have regard for kinship, perform the night prayers while people are asleep, feed (others) food, and deliver good speech and thereby you will enter paradise in peace.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69, p. 393 </w:t>
      </w:r>
    </w:p>
    <w:p w:rsidR="001C73B9" w:rsidRDefault="001C73B9" w:rsidP="001C73B9">
      <w:pPr>
        <w:pStyle w:val="libAr"/>
      </w:pPr>
      <w:r>
        <w:rPr>
          <w:rtl/>
        </w:rPr>
        <w:t>154</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البادِئُ</w:t>
      </w:r>
      <w:r>
        <w:rPr>
          <w:rtl/>
        </w:rPr>
        <w:t xml:space="preserve"> بِالسَّلامِ اَولَى بِالله وَ رَسُولِهِ</w:t>
      </w:r>
      <w:r>
        <w:t>.</w:t>
      </w:r>
    </w:p>
    <w:p w:rsidR="001C73B9" w:rsidRDefault="001C73B9" w:rsidP="001C73B9">
      <w:pPr>
        <w:pStyle w:val="libAr"/>
      </w:pPr>
      <w:r>
        <w:rPr>
          <w:rFonts w:hint="eastAsia"/>
          <w:rtl/>
        </w:rPr>
        <w:t>وسائل</w:t>
      </w:r>
      <w:r>
        <w:rPr>
          <w:rtl/>
        </w:rPr>
        <w:t xml:space="preserve"> الشيعة/12/55</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initiates a greeting is more beloved with Allah and His Messenger.</w:t>
      </w:r>
      <w:r w:rsidR="00E978C2" w:rsidRPr="00E978C2">
        <w:rPr>
          <w:rStyle w:val="libItalicChar"/>
        </w:rPr>
        <w:t>”</w:t>
      </w:r>
    </w:p>
    <w:p w:rsidR="001C73B9" w:rsidRDefault="001C73B9" w:rsidP="001C73B9">
      <w:pPr>
        <w:pStyle w:val="libNormal"/>
      </w:pPr>
      <w:r>
        <w:t>Wasa'il</w:t>
      </w:r>
      <w:r w:rsidR="00D92C09">
        <w:t>-</w:t>
      </w:r>
      <w:r>
        <w:t>ush</w:t>
      </w:r>
      <w:r w:rsidR="00D92C09">
        <w:t>-</w:t>
      </w:r>
      <w:r>
        <w:t>Shiah vol.12, p. 55</w:t>
      </w:r>
    </w:p>
    <w:p w:rsidR="001C73B9" w:rsidRDefault="001C73B9" w:rsidP="001C73B9">
      <w:pPr>
        <w:pStyle w:val="libNormal"/>
      </w:pPr>
      <w:r>
        <w:br w:type="page"/>
      </w:r>
    </w:p>
    <w:p w:rsidR="001C73B9" w:rsidRDefault="001C73B9" w:rsidP="001C73B9">
      <w:pPr>
        <w:pStyle w:val="Heading1Center"/>
      </w:pPr>
      <w:bookmarkStart w:id="29" w:name="_Toc444518228"/>
      <w:r>
        <w:lastRenderedPageBreak/>
        <w:t>ENJOINING RIGHT AND FORBIDDING WRONG</w:t>
      </w:r>
      <w:bookmarkEnd w:id="29"/>
    </w:p>
    <w:p w:rsidR="001C73B9" w:rsidRDefault="001C73B9" w:rsidP="001C73B9">
      <w:pPr>
        <w:pStyle w:val="libAr"/>
      </w:pPr>
      <w:r>
        <w:rPr>
          <w:rtl/>
        </w:rPr>
        <w:t>155</w:t>
      </w:r>
      <w:r w:rsidR="00D92C09">
        <w:rPr>
          <w:rtl/>
        </w:rPr>
        <w:t>-</w:t>
      </w:r>
      <w:r>
        <w:t xml:space="preserve"> </w:t>
      </w:r>
      <w:r>
        <w:rPr>
          <w:rtl/>
        </w:rPr>
        <w:t>قالَ اللّه تَعالى</w:t>
      </w:r>
      <w:r>
        <w:t xml:space="preserve"> :</w:t>
      </w:r>
    </w:p>
    <w:p w:rsidR="001C73B9" w:rsidRDefault="001C73B9" w:rsidP="001C73B9">
      <w:pPr>
        <w:pStyle w:val="libAr"/>
      </w:pPr>
      <w:r>
        <w:rPr>
          <w:rFonts w:hint="eastAsia"/>
          <w:rtl/>
        </w:rPr>
        <w:t>وَلتَكُن</w:t>
      </w:r>
      <w:r>
        <w:rPr>
          <w:rtl/>
        </w:rPr>
        <w:t xml:space="preserve"> مّـِنكُم اُمَّةٌ يدْعُونَ إِلى الخَيرِ وَ يأْمُـرُونَ بِالمَعـرُوفِ وَ يَنهَونَ عَنِ المُنكَرِ وَ اُولـئِكَ هُمُ المُفلِحُونَ</w:t>
      </w:r>
      <w:r>
        <w:t>.</w:t>
      </w:r>
    </w:p>
    <w:p w:rsidR="001C73B9" w:rsidRDefault="001C73B9" w:rsidP="001C73B9">
      <w:pPr>
        <w:pStyle w:val="libAr"/>
      </w:pPr>
      <w:r>
        <w:rPr>
          <w:rFonts w:hint="eastAsia"/>
          <w:rtl/>
        </w:rPr>
        <w:t>سورة</w:t>
      </w:r>
      <w:r>
        <w:rPr>
          <w:rtl/>
        </w:rPr>
        <w:t xml:space="preserve"> آل عمران رقم 3 آيه 104</w:t>
      </w:r>
    </w:p>
    <w:p w:rsidR="001C73B9" w:rsidRDefault="001C73B9" w:rsidP="001C73B9">
      <w:pPr>
        <w:pStyle w:val="libNormal"/>
      </w:pPr>
      <w:r>
        <w:t>And from among you there should be a party who invite to good and enjoin what is right and forbid the wrong, and these it is that shall be successful.</w:t>
      </w:r>
    </w:p>
    <w:p w:rsidR="001C73B9" w:rsidRDefault="001C73B9" w:rsidP="001C73B9">
      <w:pPr>
        <w:pStyle w:val="libNormal"/>
      </w:pPr>
      <w:r>
        <w:t>'Al</w:t>
      </w:r>
      <w:r w:rsidR="00D92C09">
        <w:t>-</w:t>
      </w:r>
      <w:r>
        <w:t>i</w:t>
      </w:r>
      <w:r w:rsidR="00D92C09">
        <w:t>-</w:t>
      </w:r>
      <w:r>
        <w:t xml:space="preserve">'lmran, No. 3, verse 104 </w:t>
      </w:r>
    </w:p>
    <w:p w:rsidR="001C73B9" w:rsidRDefault="001C73B9" w:rsidP="001C73B9">
      <w:pPr>
        <w:pStyle w:val="libAr"/>
      </w:pPr>
      <w:r>
        <w:rPr>
          <w:rtl/>
        </w:rPr>
        <w:t>156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إذا</w:t>
      </w:r>
      <w:r>
        <w:rPr>
          <w:rtl/>
        </w:rPr>
        <w:t xml:space="preserve"> اُمَّتي تَواكَلَتِ الأمرَ بِالمَعرُوفِ وَ النَّهيَ عَنِ المُنكَرِ فَلْتأْذَنْ بِوِقاعٍ مِنَ اللهِ تَعالى</w:t>
      </w:r>
      <w:r>
        <w:t>.</w:t>
      </w:r>
    </w:p>
    <w:p w:rsidR="001C73B9" w:rsidRDefault="001C73B9" w:rsidP="001C73B9">
      <w:pPr>
        <w:pStyle w:val="libAr"/>
      </w:pPr>
      <w:r>
        <w:rPr>
          <w:rFonts w:hint="eastAsia"/>
          <w:rtl/>
        </w:rPr>
        <w:t>بحار</w:t>
      </w:r>
      <w:r>
        <w:rPr>
          <w:rtl/>
        </w:rPr>
        <w:t xml:space="preserve"> الأنوار/100/92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time when my Ummah (Muslim followers) merely count on others to enjoin right and forbid wrong, in fact, they have declared a fight against Allah, the Exalted.</w:t>
      </w:r>
      <w:r w:rsidR="00E978C2" w:rsidRPr="00E978C2">
        <w:rPr>
          <w:rStyle w:val="libItalicChar"/>
        </w:rPr>
        <w:t>”</w:t>
      </w:r>
    </w:p>
    <w:p w:rsidR="001C73B9" w:rsidRDefault="001C73B9" w:rsidP="001C73B9">
      <w:pPr>
        <w:pStyle w:val="libNormal"/>
      </w:pPr>
      <w:r>
        <w:t>Bihar</w:t>
      </w:r>
      <w:r w:rsidR="00D92C09">
        <w:t>-</w:t>
      </w:r>
      <w:r>
        <w:t>ul</w:t>
      </w:r>
      <w:r w:rsidR="00D92C09">
        <w:t>-</w:t>
      </w:r>
      <w:r>
        <w:t>Anwar, vol. 100, p. 92</w:t>
      </w:r>
    </w:p>
    <w:p w:rsidR="001C73B9" w:rsidRDefault="001C73B9" w:rsidP="001C73B9">
      <w:pPr>
        <w:pStyle w:val="libAr"/>
      </w:pPr>
      <w:r>
        <w:rPr>
          <w:rtl/>
        </w:rPr>
        <w:t>157</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مَن</w:t>
      </w:r>
      <w:r>
        <w:rPr>
          <w:rtl/>
        </w:rPr>
        <w:t xml:space="preserve"> تَرَكَ اِنكارَ المُنكَرِ بِقَلبِـهِ وَ لِسانِهِ وَ يَـدِهِ فَهُـوَ مَيِّـتٌ بَيـنَ الأحياءِ</w:t>
      </w:r>
      <w:r>
        <w:t>.</w:t>
      </w:r>
    </w:p>
    <w:p w:rsidR="001C73B9" w:rsidRDefault="001C73B9" w:rsidP="001C73B9">
      <w:pPr>
        <w:pStyle w:val="libAr"/>
      </w:pPr>
      <w:r>
        <w:rPr>
          <w:rFonts w:hint="eastAsia"/>
          <w:rtl/>
        </w:rPr>
        <w:t>بحار</w:t>
      </w:r>
      <w:r>
        <w:rPr>
          <w:rtl/>
        </w:rPr>
        <w:t xml:space="preserve"> الأنوار/100/94</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He who abandons forbidding what is wrong theoretically and practically (and is indifferent while seeing vices committed) is a moving corpse amongst the living.</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100, p. 94 </w:t>
      </w:r>
    </w:p>
    <w:p w:rsidR="001C73B9" w:rsidRDefault="001C73B9" w:rsidP="001C73B9">
      <w:pPr>
        <w:pStyle w:val="libAr"/>
      </w:pPr>
      <w:r>
        <w:rPr>
          <w:rtl/>
        </w:rPr>
        <w:t>158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لَرَدُّ</w:t>
      </w:r>
      <w:r>
        <w:rPr>
          <w:rtl/>
        </w:rPr>
        <w:t xml:space="preserve"> المُؤمِنِ حَراماً يَعدِلُ عِندَالله سَبعينَ حِجَّةً مَبرُورَةً</w:t>
      </w:r>
      <w:r>
        <w:t>.</w:t>
      </w:r>
    </w:p>
    <w:p w:rsidR="001C73B9" w:rsidRDefault="001C73B9" w:rsidP="001C73B9">
      <w:pPr>
        <w:pStyle w:val="libAr"/>
      </w:pPr>
      <w:r>
        <w:rPr>
          <w:rFonts w:hint="eastAsia"/>
          <w:rtl/>
        </w:rPr>
        <w:t>مستدرك</w:t>
      </w:r>
      <w:r>
        <w:rPr>
          <w:rtl/>
        </w:rPr>
        <w:t xml:space="preserve"> وسائل الشيعة/11/278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To prevent a Muslim from doing an unlawful action is equivalent with Allah to the performance of seventy accepted Hajj.</w:t>
      </w:r>
      <w:r w:rsidR="00E978C2" w:rsidRPr="00E978C2">
        <w:rPr>
          <w:rStyle w:val="libItalicChar"/>
        </w:rPr>
        <w:t>”</w:t>
      </w:r>
    </w:p>
    <w:p w:rsidR="001C73B9" w:rsidRDefault="001C73B9" w:rsidP="001C73B9">
      <w:pPr>
        <w:pStyle w:val="libNormal"/>
      </w:pPr>
      <w:r>
        <w:t>Mustadrak Al</w:t>
      </w:r>
      <w:r w:rsidR="00D92C09">
        <w:t>-</w:t>
      </w:r>
      <w:r>
        <w:t>Wasa'iI</w:t>
      </w:r>
      <w:r w:rsidR="00D92C09">
        <w:t>-</w:t>
      </w:r>
      <w:r>
        <w:t>ush</w:t>
      </w:r>
      <w:r w:rsidR="00D92C09">
        <w:t>-</w:t>
      </w:r>
      <w:r>
        <w:t>Shia'h, vol. 11, p. 278</w:t>
      </w:r>
    </w:p>
    <w:p w:rsidR="001C73B9" w:rsidRDefault="001C73B9" w:rsidP="001C73B9">
      <w:pPr>
        <w:pStyle w:val="libAr"/>
      </w:pPr>
      <w:r>
        <w:rPr>
          <w:rtl/>
        </w:rPr>
        <w:t>159</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وَأْمُـر</w:t>
      </w:r>
      <w:r>
        <w:rPr>
          <w:rtl/>
        </w:rPr>
        <w:t xml:space="preserve"> بِالمَعـرُوفِ تَكُـن مِن أَهلِـهِ، وَ أَنكِـرِ المُنكَـرَ بِيَـدِكَ وَ لِسَانِـكَ، وَ بايِـنْ مَن فَعَلَـهُ بِجُهـدِكَ، وَ جَاهِـدْ فِي اللهَِ حَـقَّ جِهادِهِ، وَ لا تَأْخُـذْكَ  فِي  الله لَومَةُ لائِـمٍ وَخُـضِ الغَمَـراتِ لِلحَقِّ حَيثُ كانَ</w:t>
      </w:r>
      <w:r>
        <w:t>.</w:t>
      </w:r>
    </w:p>
    <w:p w:rsidR="001C73B9" w:rsidRDefault="001C73B9" w:rsidP="001C73B9">
      <w:pPr>
        <w:pStyle w:val="libAr"/>
      </w:pPr>
      <w:r>
        <w:rPr>
          <w:rFonts w:hint="eastAsia"/>
          <w:rtl/>
        </w:rPr>
        <w:t>نهج</w:t>
      </w:r>
      <w:r>
        <w:rPr>
          <w:rtl/>
        </w:rPr>
        <w:t xml:space="preserve"> البلاغة/392 الرسالة 31</w:t>
      </w:r>
    </w:p>
    <w:p w:rsidR="001C73B9" w:rsidRDefault="001C73B9" w:rsidP="001C73B9">
      <w:pPr>
        <w:pStyle w:val="libNormal"/>
      </w:pPr>
      <w:r>
        <w:lastRenderedPageBreak/>
        <w:t xml:space="preserve">Imam Amir ul Mu'mineen Ali [a.s.] said: </w:t>
      </w:r>
      <w:r w:rsidR="00E978C2" w:rsidRPr="00E978C2">
        <w:rPr>
          <w:rStyle w:val="libItalicChar"/>
        </w:rPr>
        <w:t>“</w:t>
      </w:r>
      <w:r w:rsidRPr="00E978C2">
        <w:rPr>
          <w:rStyle w:val="libItalicChar"/>
        </w:rPr>
        <w:t>Ask others to do good; you will thus be among the good doers. Desist others from evil with your action as well as your speech, and stay away, to the best of your ability, from he who commits it. Struggle for Allah as is His due; and the reviling of a reviler should not deter you in matters of Allah. Leap into danger for the sake of right wherever it may be.</w:t>
      </w:r>
      <w:r w:rsidR="00E978C2" w:rsidRPr="00E978C2">
        <w:rPr>
          <w:rStyle w:val="libItalicChar"/>
        </w:rPr>
        <w:t>”</w:t>
      </w:r>
    </w:p>
    <w:p w:rsidR="001C73B9" w:rsidRDefault="001C73B9" w:rsidP="001C73B9">
      <w:pPr>
        <w:pStyle w:val="libNormal"/>
      </w:pPr>
      <w:r>
        <w:t xml:space="preserve">Nahjul Balagha, p. 392 letter 31 </w:t>
      </w:r>
    </w:p>
    <w:p w:rsidR="001C73B9" w:rsidRDefault="001C73B9" w:rsidP="001C73B9">
      <w:pPr>
        <w:pStyle w:val="libAr"/>
      </w:pPr>
      <w:r>
        <w:rPr>
          <w:rtl/>
        </w:rPr>
        <w:t>160</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الأمرَ بِالمَعـرُوفِ وَ النَّهـيَ عَـنِ المُنكَـرِ سَبِيـلُ الأنبِياءِ، وَ مِنهاجُ الصلَحاءِ، فَرِيضَةٌ عَظيمَةٌ بِها تُقامُ الفَرائِـضُ، وَ تُأْمَـنُ المَذاهِبُ وَ تُحَلُّ المَكاسِبُ وَ تُرَدُّ المَظالِمُ وَ تُعمَرُ الأرضُ</w:t>
      </w:r>
      <w:r>
        <w:t>.</w:t>
      </w:r>
    </w:p>
    <w:p w:rsidR="001C73B9" w:rsidRDefault="001C73B9" w:rsidP="001C73B9">
      <w:pPr>
        <w:pStyle w:val="libAr"/>
      </w:pPr>
      <w:r>
        <w:rPr>
          <w:rFonts w:hint="eastAsia"/>
          <w:rtl/>
        </w:rPr>
        <w:t>الكافي</w:t>
      </w:r>
      <w:r>
        <w:rPr>
          <w:rtl/>
        </w:rPr>
        <w:t>/5/56</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Verily, enjoining what is right and forbidding what is wrong is the way of prophets and the method of good doers. It is such a great obligatory deed (wajib) by which other obligatory deeds can survive, other creeds can be saved, bargains are lawful, injustices are warded off, and prosperity can fill the earth...</w:t>
      </w:r>
      <w:r w:rsidR="00E978C2" w:rsidRPr="00E978C2">
        <w:rPr>
          <w:rStyle w:val="libItalicChar"/>
        </w:rPr>
        <w:t>”</w:t>
      </w:r>
    </w:p>
    <w:p w:rsidR="001C73B9" w:rsidRDefault="001C73B9" w:rsidP="001C73B9">
      <w:pPr>
        <w:pStyle w:val="libNormal"/>
      </w:pPr>
      <w:r>
        <w:t>Al</w:t>
      </w:r>
      <w:r w:rsidR="00D92C09">
        <w:t>-</w:t>
      </w:r>
      <w:r>
        <w:t>Kafi, vol. 5, p. 56</w:t>
      </w:r>
    </w:p>
    <w:p w:rsidR="001C73B9" w:rsidRDefault="001C73B9" w:rsidP="001C73B9">
      <w:pPr>
        <w:pStyle w:val="libAr"/>
      </w:pPr>
      <w:r>
        <w:rPr>
          <w:rtl/>
        </w:rPr>
        <w:t>161</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قِوامُ</w:t>
      </w:r>
      <w:r>
        <w:rPr>
          <w:rtl/>
        </w:rPr>
        <w:t xml:space="preserve"> الشَّرِيعَة، الأمرُ بِالمَعرُوفِ وَ النَّهـيُ عَنِ المُنكَـرِ وَ إقامَةُ الحُدُودِ</w:t>
      </w:r>
      <w:r>
        <w:t>.</w:t>
      </w:r>
    </w:p>
    <w:p w:rsidR="001C73B9" w:rsidRDefault="001C73B9" w:rsidP="001C73B9">
      <w:pPr>
        <w:pStyle w:val="libAr"/>
      </w:pPr>
      <w:r>
        <w:rPr>
          <w:rFonts w:hint="eastAsia"/>
          <w:rtl/>
        </w:rPr>
        <w:t>غرر</w:t>
      </w:r>
      <w:r>
        <w:rPr>
          <w:rtl/>
        </w:rPr>
        <w:t xml:space="preserve"> الحكم/236</w:t>
      </w:r>
    </w:p>
    <w:p w:rsidR="001C73B9" w:rsidRDefault="001C73B9" w:rsidP="001C73B9">
      <w:pPr>
        <w:pStyle w:val="libNormal"/>
      </w:pPr>
      <w:r>
        <w:t xml:space="preserve">Imam Amir ul Mu'mineen Ali [a.s.] said: </w:t>
      </w:r>
      <w:r w:rsidR="00E978C2">
        <w:t>“</w:t>
      </w:r>
      <w:r>
        <w:t>The firmness of the religion is due to enjoining what is good and forbidding what is wrong, and observing the limits of Allah.</w:t>
      </w:r>
    </w:p>
    <w:p w:rsidR="001C73B9" w:rsidRDefault="001C73B9" w:rsidP="001C73B9">
      <w:pPr>
        <w:pStyle w:val="libNormal"/>
      </w:pPr>
      <w:r>
        <w:t>Ghurar</w:t>
      </w:r>
      <w:r w:rsidR="00D92C09">
        <w:t>-</w:t>
      </w:r>
      <w:r>
        <w:t>ul</w:t>
      </w:r>
      <w:r w:rsidR="00D92C09">
        <w:t>-</w:t>
      </w:r>
      <w:r>
        <w:t xml:space="preserve">Hikam, p. 236 </w:t>
      </w:r>
    </w:p>
    <w:p w:rsidR="001C73B9" w:rsidRDefault="001C73B9" w:rsidP="001C73B9">
      <w:pPr>
        <w:pStyle w:val="libAr"/>
      </w:pPr>
      <w:r>
        <w:rPr>
          <w:rtl/>
        </w:rPr>
        <w:t>162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مَـن</w:t>
      </w:r>
      <w:r>
        <w:rPr>
          <w:rtl/>
        </w:rPr>
        <w:t xml:space="preserve"> رَآى مُنكَـراً فَليُنكِـرهُ بِيَـدِهِ اِنِ استَطاعَ، فَاِن لَـم يَستَطِـعْ فَبِلِسانِهِ، فَاِن لَم يَستَطِعْ فَبِقَلبِهِ</w:t>
      </w:r>
      <w:r>
        <w:t>.</w:t>
      </w:r>
    </w:p>
    <w:p w:rsidR="001C73B9" w:rsidRDefault="001C73B9" w:rsidP="001C73B9">
      <w:pPr>
        <w:pStyle w:val="libAr"/>
      </w:pPr>
      <w:r>
        <w:rPr>
          <w:rFonts w:hint="eastAsia"/>
          <w:rtl/>
        </w:rPr>
        <w:t>وسائل</w:t>
      </w:r>
      <w:r>
        <w:rPr>
          <w:rtl/>
        </w:rPr>
        <w:t xml:space="preserve"> الشيعة/16/135</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one who sees a wrong action done should prohibit it by his deed, if he is capable, of course; and if he cannot do that, he should prohibit it by his tongue, but if he is not able to do even that, he may forbid it by his heart.</w:t>
      </w:r>
      <w:r w:rsidR="00E978C2" w:rsidRPr="00E978C2">
        <w:rPr>
          <w:rStyle w:val="libItalicChar"/>
        </w:rPr>
        <w:t>”</w:t>
      </w:r>
    </w:p>
    <w:p w:rsidR="001C73B9" w:rsidRDefault="001C73B9" w:rsidP="001C73B9">
      <w:pPr>
        <w:pStyle w:val="libNormal"/>
      </w:pPr>
      <w:r>
        <w:t>Wasa'il</w:t>
      </w:r>
      <w:r w:rsidR="00D92C09">
        <w:t>-</w:t>
      </w:r>
      <w:r>
        <w:t>ush</w:t>
      </w:r>
      <w:r w:rsidR="00D92C09">
        <w:t>-</w:t>
      </w:r>
      <w:r>
        <w:t xml:space="preserve">Shi'ah, vol. 16, p. 135 </w:t>
      </w:r>
    </w:p>
    <w:p w:rsidR="001C73B9" w:rsidRDefault="001C73B9" w:rsidP="001C73B9">
      <w:pPr>
        <w:pStyle w:val="libAr"/>
      </w:pPr>
      <w:r>
        <w:rPr>
          <w:rtl/>
        </w:rPr>
        <w:t>163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اَمَرَ بِالمَعـرُوفِ وَ نَهى عَنِ المُنكَـرِ فَهُـوَ خَلِيفَة الله  فِي الأرضِ وَ خَلِيفَة رَسُولِهِ</w:t>
      </w:r>
      <w:r>
        <w:t>.</w:t>
      </w:r>
    </w:p>
    <w:p w:rsidR="001C73B9" w:rsidRDefault="001C73B9" w:rsidP="001C73B9">
      <w:pPr>
        <w:pStyle w:val="libAr"/>
      </w:pPr>
      <w:r>
        <w:rPr>
          <w:rFonts w:hint="eastAsia"/>
          <w:rtl/>
        </w:rPr>
        <w:t>مستدرك</w:t>
      </w:r>
      <w:r>
        <w:rPr>
          <w:rtl/>
        </w:rPr>
        <w:t xml:space="preserve"> الوسائل/12/179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enjoins right and prohibits wrong is the vicegerent of both Allah and His Messenger on the earth.</w:t>
      </w:r>
      <w:r w:rsidR="00E978C2" w:rsidRPr="00E978C2">
        <w:rPr>
          <w:rStyle w:val="libItalicChar"/>
        </w:rPr>
        <w:t>”</w:t>
      </w:r>
    </w:p>
    <w:p w:rsidR="001C73B9" w:rsidRDefault="001C73B9" w:rsidP="001C73B9">
      <w:pPr>
        <w:pStyle w:val="libNormal"/>
      </w:pPr>
      <w:r>
        <w:t>Mustadrak</w:t>
      </w:r>
      <w:r w:rsidR="00D92C09">
        <w:t>-</w:t>
      </w:r>
      <w:r>
        <w:t>ul</w:t>
      </w:r>
      <w:r w:rsidR="00D92C09">
        <w:t>-</w:t>
      </w:r>
      <w:r>
        <w:t xml:space="preserve">Wasa'il, vol. 12, p. 179 </w:t>
      </w:r>
    </w:p>
    <w:p w:rsidR="001C73B9" w:rsidRDefault="001C73B9" w:rsidP="001C73B9">
      <w:pPr>
        <w:pStyle w:val="libAr"/>
      </w:pPr>
      <w:r>
        <w:rPr>
          <w:rtl/>
        </w:rPr>
        <w:lastRenderedPageBreak/>
        <w:t>164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لا</w:t>
      </w:r>
      <w:r>
        <w:rPr>
          <w:rtl/>
        </w:rPr>
        <w:t xml:space="preserve"> تَزَالُ اُمَّتِي بِخَيـرٍ مـا اَمَروُا بِالمَعـرُوفِ وَ نَهَوْا عَنِ المُنكَـرِ وَ تَعاوَنُوا عَلَى البِرِّ وَالتَّقوى فَإذا لَم يَفعَلـُوا ذلِـكَ نُزِعَت مِنهُمُ البَرَكاتُ</w:t>
      </w:r>
      <w:r>
        <w:t>.</w:t>
      </w:r>
    </w:p>
    <w:p w:rsidR="001C73B9" w:rsidRDefault="001C73B9" w:rsidP="001C73B9">
      <w:pPr>
        <w:pStyle w:val="libAr"/>
      </w:pPr>
      <w:r>
        <w:rPr>
          <w:rFonts w:hint="eastAsia"/>
          <w:rtl/>
        </w:rPr>
        <w:t>التهذيب</w:t>
      </w:r>
      <w:r>
        <w:rPr>
          <w:rtl/>
        </w:rPr>
        <w:t>/6/181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 xml:space="preserve"> Whensoever my Ummah undertake to enjoin right and prohibit evil and associate in establishing benevolence, they live happily and prosperously; but when they stop doing so, the blessings will be taken off from them.</w:t>
      </w:r>
      <w:r w:rsidR="00E978C2" w:rsidRPr="00E978C2">
        <w:rPr>
          <w:rStyle w:val="libItalicChar"/>
        </w:rPr>
        <w:t>”</w:t>
      </w:r>
    </w:p>
    <w:p w:rsidR="001C73B9" w:rsidRDefault="001C73B9" w:rsidP="001C73B9">
      <w:pPr>
        <w:pStyle w:val="libNormal"/>
      </w:pPr>
      <w:r>
        <w:t>At</w:t>
      </w:r>
      <w:r w:rsidR="00D92C09">
        <w:t>-</w:t>
      </w:r>
      <w:r>
        <w:t>Tahthib, vol. 6, p. 181</w:t>
      </w:r>
    </w:p>
    <w:p w:rsidR="001C73B9" w:rsidRDefault="001C73B9" w:rsidP="001C73B9">
      <w:pPr>
        <w:pStyle w:val="libNormal"/>
      </w:pPr>
      <w:r>
        <w:t xml:space="preserve"> </w:t>
      </w:r>
    </w:p>
    <w:p w:rsidR="001C73B9" w:rsidRDefault="001C73B9" w:rsidP="001C73B9">
      <w:pPr>
        <w:pStyle w:val="libAr"/>
      </w:pPr>
      <w:r>
        <w:rPr>
          <w:rtl/>
        </w:rPr>
        <w:t>165</w:t>
      </w:r>
      <w:r w:rsidR="00D92C09">
        <w:rPr>
          <w:rtl/>
        </w:rPr>
        <w:t>-</w:t>
      </w:r>
      <w:r>
        <w:t xml:space="preserve"> </w:t>
      </w:r>
      <w:r>
        <w:rPr>
          <w:rtl/>
        </w:rPr>
        <w:t xml:space="preserve">مِن وَصِيَّة الإمامِ  اَميرِالمُؤمِنينَ </w:t>
      </w:r>
      <w:r w:rsidR="00525C12">
        <w:rPr>
          <w:rtl/>
        </w:rPr>
        <w:t xml:space="preserve">عَلِيّ </w:t>
      </w:r>
      <w:r w:rsidR="008A02F7">
        <w:rPr>
          <w:rtl/>
        </w:rPr>
        <w:t xml:space="preserve">عليه السلام </w:t>
      </w:r>
      <w:r>
        <w:rPr>
          <w:rtl/>
        </w:rPr>
        <w:t>لِلحَسَنِ وَالحُسَينِ</w:t>
      </w:r>
      <w:r w:rsidR="00525C12">
        <w:rPr>
          <w:rtl/>
        </w:rPr>
        <w:t xml:space="preserve"> عليه</w:t>
      </w:r>
      <w:r>
        <w:rPr>
          <w:rtl/>
        </w:rPr>
        <w:t>مَ السَّلامُ لَمّا ضَرَبَهُ اِبنُ مُلجَمٍ لَعَنَهُ اللّهُ</w:t>
      </w:r>
      <w:r>
        <w:t>:</w:t>
      </w:r>
    </w:p>
    <w:p w:rsidR="001C73B9" w:rsidRDefault="001C73B9" w:rsidP="001C73B9">
      <w:pPr>
        <w:pStyle w:val="libAr"/>
      </w:pPr>
      <w:r>
        <w:t xml:space="preserve"> </w:t>
      </w:r>
      <w:r>
        <w:rPr>
          <w:rtl/>
        </w:rPr>
        <w:t>وَاللّهَ اللّهَ  فِي  الجِهادِ بِأَموالِكُم وَ أَنفُسِكُم وَ أَلسِنَتِكُم في سَبيلِ الله،... لا تَترُكُوا الأمرَ بِالمَعـرُوفِ وَالنَّهـيَ عَنِ المُنكَرِ فَيُوَلّى عَلَيكُم شِرارُكُم ثُمَّ تَدعُونَ فَلا يُستَجابُ لَكُم</w:t>
      </w:r>
      <w:r>
        <w:t>.</w:t>
      </w:r>
    </w:p>
    <w:p w:rsidR="001C73B9" w:rsidRDefault="001C73B9" w:rsidP="001C73B9">
      <w:pPr>
        <w:pStyle w:val="libAr"/>
      </w:pPr>
      <w:r>
        <w:rPr>
          <w:rFonts w:hint="eastAsia"/>
          <w:rtl/>
        </w:rPr>
        <w:t>نهج</w:t>
      </w:r>
      <w:r>
        <w:rPr>
          <w:rtl/>
        </w:rPr>
        <w:t xml:space="preserve"> البلاغة/422 الرسالة 47</w:t>
      </w:r>
    </w:p>
    <w:p w:rsidR="001C73B9" w:rsidRDefault="001C73B9" w:rsidP="001C73B9">
      <w:pPr>
        <w:pStyle w:val="libNormal"/>
      </w:pPr>
      <w:r>
        <w:t>Imam Amir ul Mu'mineen Ali [a.s.] said to Imam al</w:t>
      </w:r>
      <w:r w:rsidR="00D92C09">
        <w:t>-</w:t>
      </w:r>
      <w:r>
        <w:t>Hassan and Imam al</w:t>
      </w:r>
      <w:r w:rsidR="00D92C09">
        <w:t>-</w:t>
      </w:r>
      <w:r>
        <w:t xml:space="preserve">Husayn [a.s.] when Ibn Muljam (the curse of Allah be upon him) struck him (fatally with a sword): </w:t>
      </w:r>
      <w:r w:rsidR="00E978C2" w:rsidRPr="00E978C2">
        <w:rPr>
          <w:rStyle w:val="libItalicChar"/>
        </w:rPr>
        <w:t>“</w:t>
      </w:r>
      <w:r w:rsidRPr="00E978C2">
        <w:rPr>
          <w:rStyle w:val="libItalicChar"/>
        </w:rPr>
        <w:t>... Fear Allah (and again) fear Allah in the matter of Jihad, (struggle for the Holy War), with the help of your property, lives and speech in the way of Allah...</w:t>
      </w:r>
      <w:r w:rsidR="00E978C2" w:rsidRPr="00E978C2">
        <w:rPr>
          <w:rStyle w:val="libItalicChar"/>
        </w:rPr>
        <w:t>”</w:t>
      </w:r>
    </w:p>
    <w:p w:rsidR="001C73B9" w:rsidRDefault="00E978C2" w:rsidP="001C73B9">
      <w:pPr>
        <w:pStyle w:val="libNormal"/>
      </w:pPr>
      <w:r>
        <w:t>“</w:t>
      </w:r>
      <w:r w:rsidR="001C73B9">
        <w:t>Do not give up bidding for good and forbidding from evil lest the mischievous gain positions over you, and then (in that case) when you pray, your invocations will not be granted to you.</w:t>
      </w:r>
    </w:p>
    <w:p w:rsidR="001C73B9" w:rsidRDefault="001C73B9" w:rsidP="001C73B9">
      <w:pPr>
        <w:pStyle w:val="libNormal"/>
      </w:pPr>
      <w:r>
        <w:t xml:space="preserve">Nahjul Balagha, Letter 47, p. 422 </w:t>
      </w:r>
    </w:p>
    <w:p w:rsidR="001C73B9" w:rsidRDefault="001C73B9" w:rsidP="001C73B9">
      <w:pPr>
        <w:pStyle w:val="libAr"/>
      </w:pPr>
      <w:r>
        <w:rPr>
          <w:rtl/>
        </w:rPr>
        <w:t>166</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الأمرُ</w:t>
      </w:r>
      <w:r>
        <w:rPr>
          <w:rtl/>
        </w:rPr>
        <w:t xml:space="preserve"> بِالمَعرُوفِ اَفضَلُ اَعمالِ الخَلقِ</w:t>
      </w:r>
      <w:r>
        <w:t>.</w:t>
      </w:r>
    </w:p>
    <w:p w:rsidR="001C73B9" w:rsidRDefault="001C73B9" w:rsidP="001C73B9">
      <w:pPr>
        <w:pStyle w:val="libAr"/>
      </w:pPr>
      <w:r>
        <w:rPr>
          <w:rFonts w:hint="eastAsia"/>
          <w:rtl/>
        </w:rPr>
        <w:t>مستدرك</w:t>
      </w:r>
      <w:r>
        <w:rPr>
          <w:rtl/>
        </w:rPr>
        <w:t xml:space="preserve"> الوسائل/12/185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Enjoining good is the most excellent deed of people.</w:t>
      </w:r>
      <w:r w:rsidR="00E978C2" w:rsidRPr="00E978C2">
        <w:rPr>
          <w:rStyle w:val="libItalicChar"/>
        </w:rPr>
        <w:t>”</w:t>
      </w:r>
    </w:p>
    <w:p w:rsidR="001C73B9" w:rsidRDefault="001C73B9" w:rsidP="001C73B9">
      <w:pPr>
        <w:pStyle w:val="libNormal"/>
      </w:pPr>
      <w:r>
        <w:t>Mustadrak</w:t>
      </w:r>
      <w:r w:rsidR="00D92C09">
        <w:t>-</w:t>
      </w:r>
      <w:r>
        <w:t>ul</w:t>
      </w:r>
      <w:r w:rsidR="00D92C09">
        <w:t>-</w:t>
      </w:r>
      <w:r>
        <w:t>Wasa'il, vol. 12, p.185</w:t>
      </w:r>
    </w:p>
    <w:p w:rsidR="001C73B9" w:rsidRDefault="001C73B9" w:rsidP="001C73B9">
      <w:pPr>
        <w:pStyle w:val="libAr"/>
      </w:pPr>
      <w:r>
        <w:rPr>
          <w:rtl/>
        </w:rPr>
        <w:t>167</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وَ</w:t>
      </w:r>
      <w:r>
        <w:rPr>
          <w:rtl/>
        </w:rPr>
        <w:t xml:space="preserve"> ما اَعمالُ البِرِّ كُلُّها وَالجِهادُ في سَبيلِ الله عِندَ الأمرِ بِالمَعرُوفِ وَالنَّهيِ عَنِ المُنكَرِ إلاّ كَنَفثَةٍ في بَحرٍ لُجِّيٍّ</w:t>
      </w:r>
      <w:r>
        <w:t>.</w:t>
      </w:r>
    </w:p>
    <w:p w:rsidR="001C73B9" w:rsidRDefault="001C73B9" w:rsidP="001C73B9">
      <w:pPr>
        <w:pStyle w:val="libAr"/>
      </w:pPr>
      <w:r>
        <w:rPr>
          <w:rFonts w:hint="eastAsia"/>
          <w:rtl/>
        </w:rPr>
        <w:t>بحار</w:t>
      </w:r>
      <w:r>
        <w:rPr>
          <w:rtl/>
        </w:rPr>
        <w:t xml:space="preserve"> الأنوار/100/89</w:t>
      </w:r>
    </w:p>
    <w:p w:rsidR="001C73B9" w:rsidRDefault="001C73B9" w:rsidP="001C73B9">
      <w:pPr>
        <w:pStyle w:val="libNormal"/>
      </w:pPr>
      <w:r>
        <w:t xml:space="preserve">Imam Sadiq [a.s.] said: </w:t>
      </w:r>
      <w:r w:rsidR="00E978C2">
        <w:t>“</w:t>
      </w:r>
      <w:r>
        <w:t xml:space="preserve">All good deeds totally, including even the struggle in the Holy War in the way of Allah, comparing with enjoining </w:t>
      </w:r>
      <w:r>
        <w:lastRenderedPageBreak/>
        <w:t>right and forbidding wrong, is like a small amount of saliva compared with a deep ocean.</w:t>
      </w:r>
    </w:p>
    <w:p w:rsidR="001C73B9" w:rsidRDefault="001C73B9" w:rsidP="001C73B9">
      <w:pPr>
        <w:pStyle w:val="libNormal"/>
      </w:pPr>
      <w:r>
        <w:t>Bihar</w:t>
      </w:r>
      <w:r w:rsidR="00D92C09">
        <w:t>-</w:t>
      </w:r>
      <w:r>
        <w:t>ul</w:t>
      </w:r>
      <w:r w:rsidR="00D92C09">
        <w:t>-</w:t>
      </w:r>
      <w:r>
        <w:t xml:space="preserve">Anwar, vol. 100, p. 89 </w:t>
      </w:r>
    </w:p>
    <w:p w:rsidR="001C73B9" w:rsidRDefault="001C73B9" w:rsidP="001C73B9">
      <w:pPr>
        <w:pStyle w:val="libAr"/>
      </w:pPr>
      <w:r>
        <w:rPr>
          <w:rtl/>
        </w:rPr>
        <w:t>168</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اَوحَى</w:t>
      </w:r>
      <w:r>
        <w:rPr>
          <w:rtl/>
        </w:rPr>
        <w:t xml:space="preserve"> اللّه عَزَّوَجَلَّ إِلى شُعَيبٍ النَّبِـيِّ</w:t>
      </w:r>
      <w:r w:rsidR="00525C12">
        <w:rPr>
          <w:rtl/>
        </w:rPr>
        <w:t xml:space="preserve"> </w:t>
      </w:r>
      <w:r w:rsidR="008A02F7">
        <w:rPr>
          <w:rtl/>
        </w:rPr>
        <w:t xml:space="preserve">عليه السلام </w:t>
      </w:r>
      <w:r>
        <w:rPr>
          <w:rtl/>
        </w:rPr>
        <w:t xml:space="preserve">: اِنّي مُعَذِّبٌ مِـن قَومِكَ مِائَة اَلـفٍ، اَربَعِيـنَ اَلفـًا مِن شِرارِهِم وَ سِتّيـنَ اَلفـًا مِن خِيارِهـِم. فَقالَ يا رَبِّ، هـؤُلاءِ الأشـرارُ، فَمـا بالُ الأخيارِ؟ فَاَوحَى اللّه عَزَّ </w:t>
      </w:r>
      <w:r>
        <w:rPr>
          <w:rFonts w:hint="eastAsia"/>
          <w:rtl/>
        </w:rPr>
        <w:t>وَ</w:t>
      </w:r>
      <w:r>
        <w:rPr>
          <w:rtl/>
        </w:rPr>
        <w:t xml:space="preserve"> جَلَّ اِلَيهِ: داهَنُوا اَهلَ المَعاصي وَلَم يَغضِبُو لِغَضَبي</w:t>
      </w:r>
      <w:r>
        <w:t>.</w:t>
      </w:r>
    </w:p>
    <w:p w:rsidR="001C73B9" w:rsidRDefault="001C73B9" w:rsidP="001C73B9">
      <w:pPr>
        <w:pStyle w:val="libAr"/>
      </w:pPr>
      <w:r>
        <w:rPr>
          <w:rFonts w:hint="eastAsia"/>
          <w:rtl/>
        </w:rPr>
        <w:t>الكافي</w:t>
      </w:r>
      <w:r>
        <w:rPr>
          <w:rtl/>
        </w:rPr>
        <w:t>/5/56</w:t>
      </w:r>
    </w:p>
    <w:p w:rsidR="001C73B9" w:rsidRDefault="001C73B9" w:rsidP="001C73B9">
      <w:pPr>
        <w:pStyle w:val="libNormal"/>
      </w:pPr>
      <w:r>
        <w:t xml:space="preserve">Imam Baqir, the fifth Imam, (a.s.) said: </w:t>
      </w:r>
      <w:r w:rsidR="00E978C2" w:rsidRPr="00E978C2">
        <w:rPr>
          <w:rStyle w:val="libItalicChar"/>
        </w:rPr>
        <w:t>“</w:t>
      </w:r>
      <w:r w:rsidRPr="00E978C2">
        <w:rPr>
          <w:rStyle w:val="libItalicChar"/>
        </w:rPr>
        <w:t>Allah, Almighty and Glorious, revealed to Prophet Jethro (Shu'ayb) (a.s.): 'I will punish one hundred thousand people of your folk. Forty thousand people are from their vicious ones but sixty thousand of them are from their good</w:t>
      </w:r>
      <w:r w:rsidR="00D92C09" w:rsidRPr="00E978C2">
        <w:rPr>
          <w:rStyle w:val="libItalicChar"/>
        </w:rPr>
        <w:t>-</w:t>
      </w:r>
      <w:r w:rsidRPr="00E978C2">
        <w:rPr>
          <w:rStyle w:val="libItalicChar"/>
        </w:rPr>
        <w:t>doers. Jethro (a.s.) inquired: 'These are the vicious (who deserve punishment), but what about the good</w:t>
      </w:r>
      <w:r w:rsidR="00D92C09" w:rsidRPr="00E978C2">
        <w:rPr>
          <w:rStyle w:val="libItalicChar"/>
        </w:rPr>
        <w:t>-</w:t>
      </w:r>
      <w:r w:rsidRPr="00E978C2">
        <w:rPr>
          <w:rStyle w:val="libItalicChar"/>
        </w:rPr>
        <w:t>doers?' Then, Allah, Almighty and Glorious, revealed to him: 'They (the good</w:t>
      </w:r>
      <w:r w:rsidR="00D92C09" w:rsidRPr="00E978C2">
        <w:rPr>
          <w:rStyle w:val="libItalicChar"/>
        </w:rPr>
        <w:t>-</w:t>
      </w:r>
      <w:r w:rsidRPr="00E978C2">
        <w:rPr>
          <w:rStyle w:val="libItalicChar"/>
        </w:rPr>
        <w:t>doers) associated with the sinners and did not become angry because of My wrath.</w:t>
      </w:r>
      <w:r w:rsidR="00E978C2" w:rsidRPr="00E978C2">
        <w:rPr>
          <w:rStyle w:val="libItalicChar"/>
        </w:rPr>
        <w:t>”</w:t>
      </w:r>
    </w:p>
    <w:p w:rsidR="001C73B9" w:rsidRDefault="001C73B9" w:rsidP="001C73B9">
      <w:pPr>
        <w:pStyle w:val="libNormal"/>
      </w:pPr>
      <w:r>
        <w:t>Al</w:t>
      </w:r>
      <w:r w:rsidR="00D92C09">
        <w:t>-</w:t>
      </w:r>
      <w:r>
        <w:t xml:space="preserve">Kafi, vol. 5, p. 56 </w:t>
      </w:r>
    </w:p>
    <w:p w:rsidR="001C73B9" w:rsidRDefault="001C73B9" w:rsidP="001C73B9">
      <w:pPr>
        <w:pStyle w:val="libAr"/>
      </w:pPr>
      <w:r>
        <w:rPr>
          <w:rtl/>
        </w:rPr>
        <w:t>169</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فَأْمُـرُوا</w:t>
      </w:r>
      <w:r>
        <w:rPr>
          <w:rtl/>
        </w:rPr>
        <w:t xml:space="preserve"> بِالمَعـرُوفِ وَانْهَـوْا عَـنِ المُنكَـرِ وَاعلَمُـوا أَنْ الأمـرَ بِالمَعروُفِ وَالنَّهيَ عَنِ المُنكَرِ لَن يُقَرِّبا اَجَلاً وَلَن يَقطَعا رِزقًا</w:t>
      </w:r>
      <w:r>
        <w:t>.</w:t>
      </w:r>
    </w:p>
    <w:p w:rsidR="001C73B9" w:rsidRDefault="001C73B9" w:rsidP="001C73B9">
      <w:pPr>
        <w:pStyle w:val="libAr"/>
      </w:pPr>
      <w:r>
        <w:rPr>
          <w:rFonts w:hint="eastAsia"/>
          <w:rtl/>
        </w:rPr>
        <w:t>وسائل</w:t>
      </w:r>
      <w:r>
        <w:rPr>
          <w:rtl/>
        </w:rPr>
        <w:t xml:space="preserve"> الشيعة/16/120</w:t>
      </w:r>
    </w:p>
    <w:p w:rsidR="001C73B9" w:rsidRDefault="001C73B9" w:rsidP="001C73B9">
      <w:pPr>
        <w:pStyle w:val="libNormal"/>
      </w:pPr>
      <w:r>
        <w:t>Imam Amir</w:t>
      </w:r>
      <w:r w:rsidR="00D92C09">
        <w:t>-</w:t>
      </w:r>
      <w:r>
        <w:t>uI</w:t>
      </w:r>
      <w:r w:rsidR="00D92C09">
        <w:t>-</w:t>
      </w:r>
      <w:r>
        <w:t xml:space="preserve">Mu'mineen Ali [a.s.] said: </w:t>
      </w:r>
      <w:r w:rsidR="00E978C2" w:rsidRPr="00E978C2">
        <w:rPr>
          <w:rStyle w:val="libItalicChar"/>
        </w:rPr>
        <w:t>“</w:t>
      </w:r>
      <w:r w:rsidRPr="00E978C2">
        <w:rPr>
          <w:rStyle w:val="libItalicChar"/>
        </w:rPr>
        <w:t>Ask others to do good and forbid evil and do know that 'enjoining right and forbidding wrong' never draws death near nor ceases sustenance.</w:t>
      </w:r>
      <w:r w:rsidR="00E978C2" w:rsidRPr="00E978C2">
        <w:rPr>
          <w:rStyle w:val="libItalicChar"/>
        </w:rPr>
        <w:t>”</w:t>
      </w:r>
    </w:p>
    <w:p w:rsidR="001C73B9" w:rsidRDefault="001C73B9" w:rsidP="001C73B9">
      <w:pPr>
        <w:pStyle w:val="libNormal"/>
      </w:pPr>
      <w:r>
        <w:t>Wasa'il</w:t>
      </w:r>
      <w:r w:rsidR="00D92C09">
        <w:t>-</w:t>
      </w:r>
      <w:r>
        <w:t>ush</w:t>
      </w:r>
      <w:r w:rsidR="00D92C09">
        <w:t>-</w:t>
      </w:r>
      <w:r>
        <w:t xml:space="preserve">Shi'ah, vol. 16, p. 120 </w:t>
      </w:r>
    </w:p>
    <w:p w:rsidR="001C73B9" w:rsidRDefault="001C73B9" w:rsidP="001C73B9">
      <w:pPr>
        <w:pStyle w:val="libAr"/>
      </w:pPr>
      <w:r>
        <w:rPr>
          <w:rtl/>
        </w:rPr>
        <w:t>169</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وَيلٌ</w:t>
      </w:r>
      <w:r>
        <w:rPr>
          <w:rtl/>
        </w:rPr>
        <w:t xml:space="preserve"> لِقَومٍ لا يُدينُونَ الله بِالأمرِ بِالمَعرُوفِ وَ النَّهيِ عَنِ المُنكَرِ</w:t>
      </w:r>
      <w:r>
        <w:t>.</w:t>
      </w:r>
    </w:p>
    <w:p w:rsidR="001C73B9" w:rsidRDefault="001C73B9" w:rsidP="001C73B9">
      <w:pPr>
        <w:pStyle w:val="libAr"/>
      </w:pPr>
      <w:r>
        <w:rPr>
          <w:rFonts w:hint="eastAsia"/>
          <w:rtl/>
        </w:rPr>
        <w:t>مستدرك</w:t>
      </w:r>
      <w:r>
        <w:rPr>
          <w:rtl/>
        </w:rPr>
        <w:t xml:space="preserve"> الوسائل12/181</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Woe to the people who do not support the religion of Allah by enjoining good and forbidding evil.</w:t>
      </w:r>
      <w:r w:rsidR="00E978C2" w:rsidRPr="00E978C2">
        <w:rPr>
          <w:rStyle w:val="libItalicChar"/>
        </w:rPr>
        <w:t>”</w:t>
      </w:r>
    </w:p>
    <w:p w:rsidR="001C73B9" w:rsidRDefault="001C73B9" w:rsidP="001C73B9">
      <w:pPr>
        <w:pStyle w:val="libNormal"/>
      </w:pPr>
      <w:r>
        <w:t>Mustadrak Al</w:t>
      </w:r>
      <w:r w:rsidR="00D92C09">
        <w:t>-</w:t>
      </w:r>
      <w:r>
        <w:t>Wasa'il</w:t>
      </w:r>
      <w:r w:rsidR="00D92C09">
        <w:t>-</w:t>
      </w:r>
      <w:r>
        <w:t>ush</w:t>
      </w:r>
      <w:r w:rsidR="00D92C09">
        <w:t>-</w:t>
      </w:r>
      <w:r>
        <w:t>Shi'ah, vol. 12, p. 181</w:t>
      </w:r>
    </w:p>
    <w:p w:rsidR="001C73B9" w:rsidRDefault="001C73B9" w:rsidP="001C73B9">
      <w:pPr>
        <w:pStyle w:val="libNormal"/>
      </w:pPr>
      <w:r>
        <w:br w:type="page"/>
      </w:r>
    </w:p>
    <w:p w:rsidR="001C73B9" w:rsidRDefault="001C73B9" w:rsidP="001C73B9">
      <w:pPr>
        <w:pStyle w:val="Heading1Center"/>
      </w:pPr>
      <w:bookmarkStart w:id="30" w:name="_Toc444518229"/>
      <w:r>
        <w:lastRenderedPageBreak/>
        <w:t>THE TONGUE AND ITS EVILS</w:t>
      </w:r>
      <w:bookmarkEnd w:id="30"/>
    </w:p>
    <w:p w:rsidR="001C73B9" w:rsidRDefault="001C73B9" w:rsidP="001C73B9">
      <w:pPr>
        <w:pStyle w:val="libAr"/>
      </w:pPr>
      <w:r>
        <w:rPr>
          <w:rtl/>
        </w:rPr>
        <w:t>170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فِتنَةُ</w:t>
      </w:r>
      <w:r>
        <w:rPr>
          <w:rtl/>
        </w:rPr>
        <w:t xml:space="preserve"> اللِّسانِ اَشَدُّ مِن ضَرْبِ السَّيفِ</w:t>
      </w:r>
      <w:r>
        <w:t>.</w:t>
      </w:r>
    </w:p>
    <w:p w:rsidR="001C73B9" w:rsidRDefault="001C73B9" w:rsidP="001C73B9">
      <w:pPr>
        <w:pStyle w:val="libAr"/>
      </w:pPr>
      <w:r>
        <w:rPr>
          <w:rFonts w:hint="eastAsia"/>
          <w:rtl/>
        </w:rPr>
        <w:t>بحار</w:t>
      </w:r>
      <w:r>
        <w:rPr>
          <w:rtl/>
        </w:rPr>
        <w:t xml:space="preserve"> الأنوار/71/286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Affliction caused by the tongue is worse than (that caused by) the strike of the blade of a sword.</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71, p. 286 </w:t>
      </w:r>
    </w:p>
    <w:p w:rsidR="001C73B9" w:rsidRDefault="001C73B9" w:rsidP="001C73B9">
      <w:pPr>
        <w:pStyle w:val="libAr"/>
      </w:pPr>
      <w:r>
        <w:rPr>
          <w:rtl/>
        </w:rPr>
        <w:t>171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ما</w:t>
      </w:r>
      <w:r>
        <w:rPr>
          <w:rtl/>
        </w:rPr>
        <w:t xml:space="preserve"> مِنْ شيْءٍ اَحَقُّ بِطُولِ السِّجنِ مِنَ اللِّسانِ</w:t>
      </w:r>
      <w:r>
        <w:t>.</w:t>
      </w:r>
    </w:p>
    <w:p w:rsidR="001C73B9" w:rsidRDefault="001C73B9" w:rsidP="001C73B9">
      <w:pPr>
        <w:pStyle w:val="libAr"/>
      </w:pPr>
      <w:r>
        <w:rPr>
          <w:rFonts w:hint="eastAsia"/>
          <w:rtl/>
        </w:rPr>
        <w:t>بحار</w:t>
      </w:r>
      <w:r>
        <w:rPr>
          <w:rtl/>
        </w:rPr>
        <w:t xml:space="preserve"> الأنوار/71/277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Among all things, the tongue deserves to be prisoned longer than anything else.</w:t>
      </w:r>
      <w:r w:rsidR="00E978C2" w:rsidRPr="00E978C2">
        <w:rPr>
          <w:rStyle w:val="libItalicChar"/>
        </w:rPr>
        <w:t>”</w:t>
      </w:r>
      <w:r>
        <w:t xml:space="preserve"> (Because most of our sins are committed by it, such as backbiting, telling lies, defaming, mocking, insulting, etc.)</w:t>
      </w:r>
    </w:p>
    <w:p w:rsidR="001C73B9" w:rsidRDefault="001C73B9" w:rsidP="001C73B9">
      <w:pPr>
        <w:pStyle w:val="libNormal"/>
      </w:pPr>
      <w:r>
        <w:t>Bihar</w:t>
      </w:r>
      <w:r w:rsidR="00D92C09">
        <w:t>-</w:t>
      </w:r>
      <w:r>
        <w:t>uI</w:t>
      </w:r>
      <w:r w:rsidR="00D92C09">
        <w:t>-</w:t>
      </w:r>
      <w:r>
        <w:t xml:space="preserve">Anwar vol. 71, p. 277 </w:t>
      </w:r>
    </w:p>
    <w:p w:rsidR="001C73B9" w:rsidRDefault="001C73B9" w:rsidP="001C73B9">
      <w:pPr>
        <w:pStyle w:val="libAr"/>
      </w:pPr>
      <w:r>
        <w:rPr>
          <w:rtl/>
        </w:rPr>
        <w:t>172</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فَكِّرْ</w:t>
      </w:r>
      <w:r>
        <w:rPr>
          <w:rtl/>
        </w:rPr>
        <w:t xml:space="preserve"> ثُمَّ تَكَلَّم تَسلَمْ مِنَ الزَّلَلِ</w:t>
      </w:r>
      <w:r>
        <w:t xml:space="preserve">. </w:t>
      </w:r>
    </w:p>
    <w:p w:rsidR="001C73B9" w:rsidRDefault="001C73B9" w:rsidP="001C73B9">
      <w:pPr>
        <w:pStyle w:val="libAr"/>
      </w:pPr>
      <w:r>
        <w:rPr>
          <w:rFonts w:hint="eastAsia"/>
          <w:rtl/>
        </w:rPr>
        <w:t>غرر</w:t>
      </w:r>
      <w:r>
        <w:rPr>
          <w:rtl/>
        </w:rPr>
        <w:t xml:space="preserve"> الحكم/228</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Do contemplate before speaking so that you may guard yourself from (committing) errs.</w:t>
      </w:r>
      <w:r w:rsidR="00E978C2" w:rsidRPr="00E978C2">
        <w:rPr>
          <w:rStyle w:val="libItalicChar"/>
        </w:rPr>
        <w:t>”</w:t>
      </w:r>
    </w:p>
    <w:p w:rsidR="001C73B9" w:rsidRDefault="001C73B9" w:rsidP="001C73B9">
      <w:pPr>
        <w:pStyle w:val="libNormal"/>
      </w:pPr>
      <w:r>
        <w:t>Ghurar</w:t>
      </w:r>
      <w:r w:rsidR="00D92C09">
        <w:t>-</w:t>
      </w:r>
      <w:r>
        <w:t>uI</w:t>
      </w:r>
      <w:r w:rsidR="00D92C09">
        <w:t>-</w:t>
      </w:r>
      <w:r>
        <w:t xml:space="preserve">Hikam, p. 228 </w:t>
      </w:r>
    </w:p>
    <w:p w:rsidR="001C73B9" w:rsidRDefault="001C73B9" w:rsidP="001C73B9">
      <w:pPr>
        <w:pStyle w:val="libAr"/>
      </w:pPr>
      <w:r>
        <w:rPr>
          <w:rtl/>
        </w:rPr>
        <w:t>173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هَلاكُ</w:t>
      </w:r>
      <w:r>
        <w:rPr>
          <w:rtl/>
        </w:rPr>
        <w:t xml:space="preserve"> المَرءِ في ثَلاثٍ: في قَبقَبِهِ وَ ذَبذَبِهِ وَ لَقلَقِهِ</w:t>
      </w:r>
      <w:r>
        <w:t>.</w:t>
      </w:r>
    </w:p>
    <w:p w:rsidR="001C73B9" w:rsidRDefault="001C73B9" w:rsidP="001C73B9">
      <w:pPr>
        <w:pStyle w:val="libAr"/>
      </w:pPr>
      <w:r>
        <w:rPr>
          <w:rFonts w:hint="eastAsia"/>
          <w:rtl/>
        </w:rPr>
        <w:t>وقايع</w:t>
      </w:r>
      <w:r>
        <w:rPr>
          <w:rtl/>
        </w:rPr>
        <w:t xml:space="preserve"> الأيّام/297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destruction of man lies in three (things): his stomach, his lusts, and his tongue.</w:t>
      </w:r>
      <w:r w:rsidR="00E978C2" w:rsidRPr="00E978C2">
        <w:rPr>
          <w:rStyle w:val="libItalicChar"/>
        </w:rPr>
        <w:t>”</w:t>
      </w:r>
    </w:p>
    <w:p w:rsidR="001C73B9" w:rsidRDefault="001C73B9" w:rsidP="001C73B9">
      <w:pPr>
        <w:pStyle w:val="libNormal"/>
      </w:pPr>
      <w:r>
        <w:t>Waqayi'</w:t>
      </w:r>
      <w:r w:rsidR="00D92C09">
        <w:t>-</w:t>
      </w:r>
      <w:r>
        <w:t>ul</w:t>
      </w:r>
      <w:r w:rsidR="00D92C09">
        <w:t>-</w:t>
      </w:r>
      <w:r>
        <w:t xml:space="preserve">'Ayyam, p. 297 </w:t>
      </w:r>
    </w:p>
    <w:p w:rsidR="001C73B9" w:rsidRDefault="001C73B9" w:rsidP="001C73B9">
      <w:pPr>
        <w:pStyle w:val="libAr"/>
      </w:pPr>
      <w:r>
        <w:rPr>
          <w:rtl/>
        </w:rPr>
        <w:t>174</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يُسلَمُ اَحَدٌ مِنَ الذُّنُوبِ حَتّى يَخْزُنَ لِسانَهُ</w:t>
      </w:r>
      <w:r>
        <w:t>.</w:t>
      </w:r>
    </w:p>
    <w:p w:rsidR="001C73B9" w:rsidRDefault="001C73B9" w:rsidP="001C73B9">
      <w:pPr>
        <w:pStyle w:val="libAr"/>
      </w:pPr>
      <w:r>
        <w:rPr>
          <w:rFonts w:hint="eastAsia"/>
          <w:rtl/>
        </w:rPr>
        <w:t>بحار</w:t>
      </w:r>
      <w:r>
        <w:rPr>
          <w:rtl/>
        </w:rPr>
        <w:t xml:space="preserve"> الأنوار/78/178</w:t>
      </w:r>
    </w:p>
    <w:p w:rsidR="001C73B9" w:rsidRDefault="001C73B9" w:rsidP="001C73B9">
      <w:pPr>
        <w:pStyle w:val="libNormal"/>
      </w:pPr>
      <w:r>
        <w:t xml:space="preserve">Imam Baqir, the fifth Imam, [a.s.] said: </w:t>
      </w:r>
      <w:r w:rsidR="00E978C2" w:rsidRPr="00E978C2">
        <w:rPr>
          <w:rStyle w:val="libItalicChar"/>
        </w:rPr>
        <w:t>“</w:t>
      </w:r>
      <w:r w:rsidRPr="00E978C2">
        <w:rPr>
          <w:rStyle w:val="libItalicChar"/>
        </w:rPr>
        <w:t>No one is safe from sins unless the one controls his/her tongue.</w:t>
      </w:r>
      <w:r w:rsidR="00E978C2" w:rsidRPr="00E978C2">
        <w:rPr>
          <w:rStyle w:val="libItalicChar"/>
        </w:rPr>
        <w:t>”</w:t>
      </w:r>
    </w:p>
    <w:p w:rsidR="001C73B9" w:rsidRDefault="001C73B9" w:rsidP="001C73B9">
      <w:pPr>
        <w:pStyle w:val="libNormal"/>
      </w:pPr>
      <w:r>
        <w:t>Bihar</w:t>
      </w:r>
      <w:r w:rsidR="00D92C09">
        <w:t>-</w:t>
      </w:r>
      <w:r>
        <w:t>ul</w:t>
      </w:r>
      <w:r w:rsidR="00D92C09">
        <w:t>-</w:t>
      </w:r>
      <w:r>
        <w:t>Anwar, vol. 78, p. 178</w:t>
      </w:r>
    </w:p>
    <w:p w:rsidR="001C73B9" w:rsidRDefault="001C73B9" w:rsidP="001C73B9">
      <w:pPr>
        <w:pStyle w:val="libNormal"/>
      </w:pPr>
      <w:r>
        <w:br w:type="page"/>
      </w:r>
    </w:p>
    <w:p w:rsidR="001C73B9" w:rsidRDefault="001C73B9" w:rsidP="001C73B9">
      <w:pPr>
        <w:pStyle w:val="Heading1Center"/>
      </w:pPr>
      <w:bookmarkStart w:id="31" w:name="_Toc444518230"/>
      <w:r>
        <w:lastRenderedPageBreak/>
        <w:t>BACKBITING AND FAULTFINDING</w:t>
      </w:r>
      <w:bookmarkEnd w:id="31"/>
    </w:p>
    <w:p w:rsidR="001C73B9" w:rsidRDefault="001C73B9" w:rsidP="001C73B9">
      <w:pPr>
        <w:pStyle w:val="libAr"/>
      </w:pPr>
      <w:r>
        <w:rPr>
          <w:rtl/>
        </w:rPr>
        <w:t>175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اَلغِيبَة</w:t>
      </w:r>
      <w:r>
        <w:rPr>
          <w:rtl/>
        </w:rPr>
        <w:t xml:space="preserve"> اَسرَعُ في دينِ الرَّجُلِ المُسلِمِ منَ الأكِلَةِ في جَوفِهِ</w:t>
      </w:r>
      <w:r>
        <w:t>.</w:t>
      </w:r>
    </w:p>
    <w:p w:rsidR="001C73B9" w:rsidRDefault="001C73B9" w:rsidP="001C73B9">
      <w:pPr>
        <w:pStyle w:val="libAr"/>
      </w:pPr>
      <w:r>
        <w:rPr>
          <w:rFonts w:hint="eastAsia"/>
          <w:rtl/>
        </w:rPr>
        <w:t>الكافي</w:t>
      </w:r>
      <w:r>
        <w:rPr>
          <w:rtl/>
        </w:rPr>
        <w:t>/2/357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Slander acts quicker against the faith of a Muslim believer than leprosy does against his body.</w:t>
      </w:r>
      <w:r w:rsidR="00E978C2" w:rsidRPr="00E978C2">
        <w:rPr>
          <w:rStyle w:val="libItalicChar"/>
        </w:rPr>
        <w:t>”</w:t>
      </w:r>
    </w:p>
    <w:p w:rsidR="001C73B9" w:rsidRDefault="001C73B9" w:rsidP="001C73B9">
      <w:pPr>
        <w:pStyle w:val="libNormal"/>
      </w:pPr>
      <w:r>
        <w:t>Usul</w:t>
      </w:r>
      <w:r w:rsidR="00D92C09">
        <w:t>-</w:t>
      </w:r>
      <w:r>
        <w:t>I</w:t>
      </w:r>
      <w:r w:rsidR="00D92C09">
        <w:t>-</w:t>
      </w:r>
      <w:r>
        <w:t xml:space="preserve">Kafi, vol. 2, p. 257 </w:t>
      </w:r>
    </w:p>
    <w:p w:rsidR="001C73B9" w:rsidRDefault="001C73B9" w:rsidP="001C73B9">
      <w:pPr>
        <w:pStyle w:val="libAr"/>
      </w:pPr>
      <w:r>
        <w:rPr>
          <w:rtl/>
        </w:rPr>
        <w:t>176</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اَلسّامِعُ</w:t>
      </w:r>
      <w:r>
        <w:rPr>
          <w:rtl/>
        </w:rPr>
        <w:t xml:space="preserve"> لِلغيبَةِ كَالمُغتابِ</w:t>
      </w:r>
      <w:r>
        <w:t>.</w:t>
      </w:r>
    </w:p>
    <w:p w:rsidR="001C73B9" w:rsidRDefault="001C73B9" w:rsidP="001C73B9">
      <w:pPr>
        <w:pStyle w:val="libAr"/>
      </w:pPr>
      <w:r>
        <w:rPr>
          <w:rFonts w:hint="eastAsia"/>
          <w:rtl/>
        </w:rPr>
        <w:t>غرر</w:t>
      </w:r>
      <w:r>
        <w:rPr>
          <w:rtl/>
        </w:rPr>
        <w:t xml:space="preserve"> الحكم/307</w:t>
      </w:r>
    </w:p>
    <w:p w:rsidR="001C73B9" w:rsidRDefault="001C73B9" w:rsidP="001C73B9">
      <w:pPr>
        <w:pStyle w:val="libNormal"/>
      </w:pPr>
      <w:r>
        <w:t>Imam Amir</w:t>
      </w:r>
      <w:r w:rsidR="00D92C09">
        <w:t>-</w:t>
      </w:r>
      <w:r>
        <w:t>ul</w:t>
      </w:r>
      <w:r w:rsidR="00D92C09">
        <w:t>-</w:t>
      </w:r>
      <w:r>
        <w:t xml:space="preserve">Mu'mineen Mi [a.s.] said: </w:t>
      </w:r>
      <w:r w:rsidR="00E978C2" w:rsidRPr="00E978C2">
        <w:rPr>
          <w:rStyle w:val="libItalicChar"/>
        </w:rPr>
        <w:t>“</w:t>
      </w:r>
      <w:r w:rsidRPr="00E978C2">
        <w:rPr>
          <w:rStyle w:val="libItalicChar"/>
        </w:rPr>
        <w:t>The listener to backbiting is the same as the backbiter.</w:t>
      </w:r>
      <w:r w:rsidR="00E978C2" w:rsidRPr="00E978C2">
        <w:rPr>
          <w:rStyle w:val="libItalicChar"/>
        </w:rPr>
        <w:t>”</w:t>
      </w:r>
    </w:p>
    <w:p w:rsidR="001C73B9" w:rsidRDefault="001C73B9" w:rsidP="001C73B9">
      <w:pPr>
        <w:pStyle w:val="libNormal"/>
      </w:pPr>
      <w:r>
        <w:t>Ghurar</w:t>
      </w:r>
      <w:r w:rsidR="00D92C09">
        <w:t>-</w:t>
      </w:r>
      <w:r>
        <w:t>ul</w:t>
      </w:r>
      <w:r w:rsidR="00D92C09">
        <w:t>-</w:t>
      </w:r>
      <w:r>
        <w:t>Hikam, p. 307</w:t>
      </w:r>
    </w:p>
    <w:p w:rsidR="001C73B9" w:rsidRDefault="001C73B9" w:rsidP="001C73B9">
      <w:pPr>
        <w:pStyle w:val="libAr"/>
      </w:pPr>
      <w:r>
        <w:rPr>
          <w:rtl/>
        </w:rPr>
        <w:t>177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تَرْكُ</w:t>
      </w:r>
      <w:r>
        <w:rPr>
          <w:rtl/>
        </w:rPr>
        <w:t xml:space="preserve"> الغيبَة اَحَبُّ إِلى الله عَزَّوَجَلَّ مِنْ عَشـرَة آلافِ رَكعَةٍ تَطَوٌّعًا</w:t>
      </w:r>
      <w:r>
        <w:t>.</w:t>
      </w:r>
    </w:p>
    <w:p w:rsidR="001C73B9" w:rsidRDefault="001C73B9" w:rsidP="001C73B9">
      <w:pPr>
        <w:pStyle w:val="libAr"/>
      </w:pPr>
      <w:r>
        <w:rPr>
          <w:rFonts w:hint="eastAsia"/>
          <w:rtl/>
        </w:rPr>
        <w:t>بحار</w:t>
      </w:r>
      <w:r>
        <w:rPr>
          <w:rtl/>
        </w:rPr>
        <w:t xml:space="preserve"> الأنوار/75/261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abandoning of backbiting is more valuable to Allah, Almighty and Glorious, than the performance of ten thousand rak'at of recommended prayers.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75, p. 261 </w:t>
      </w:r>
    </w:p>
    <w:p w:rsidR="001C73B9" w:rsidRDefault="001C73B9" w:rsidP="001C73B9">
      <w:pPr>
        <w:pStyle w:val="libAr"/>
      </w:pPr>
      <w:r>
        <w:rPr>
          <w:rtl/>
        </w:rPr>
        <w:t>178</w:t>
      </w:r>
      <w:r w:rsidR="00D92C09">
        <w:rPr>
          <w:rtl/>
        </w:rPr>
        <w:t>-</w:t>
      </w:r>
      <w:r>
        <w:t xml:space="preserve"> </w:t>
      </w:r>
      <w:r>
        <w:rPr>
          <w:rtl/>
        </w:rPr>
        <w:t>قالَ عَبدُ الْمُؤمِنِ الْأَنصارِيِّ: دَخَلتُ عَلَى الإمامِ  أَبِي الحَسَنِ مُوسَى بنِ جَعفرٍ</w:t>
      </w:r>
      <w:r w:rsidR="00525C12">
        <w:rPr>
          <w:rtl/>
        </w:rPr>
        <w:t xml:space="preserve"> </w:t>
      </w:r>
      <w:r w:rsidR="008A02F7">
        <w:rPr>
          <w:rtl/>
        </w:rPr>
        <w:t xml:space="preserve">عليه السلام </w:t>
      </w:r>
      <w:r>
        <w:rPr>
          <w:rtl/>
        </w:rPr>
        <w:t>وَ عِندَهُ مُحَمَّدُ بنُ عَبدِ الله الجَعفَرِيِّ فَتَبَسَّمتُ اِلَيهِ فَقالَ اَتُحِبُّهُ؟ فَقُلتُ: نَعم وَ ما اَحبَبتُهُ إلاّ لَكُم، فَقالَ هُوَ ا</w:t>
      </w:r>
      <w:r>
        <w:rPr>
          <w:rFonts w:hint="eastAsia"/>
          <w:rtl/>
        </w:rPr>
        <w:t>َخُوكَ</w:t>
      </w:r>
      <w:r>
        <w:rPr>
          <w:rtl/>
        </w:rPr>
        <w:t xml:space="preserve"> وَالْمُؤمِنُ اَخُو المُؤمِنِ لاُِمِّهِ وَ اَبِيهِ وَ اِن لَم يَلِدهُ اَبُوهُ، مَلعُونٌ مَنِ اتَّهَمَ اَخاهُ مَلعُونٌ مَن غَشَّ اَخاهُ، مَلعُونٌ مَن لَم يَنصَحْ اَخاهُ، مَلعُونٌ مَنِ اغتابَ اَخاهُ</w:t>
      </w:r>
      <w:r>
        <w:t>.</w:t>
      </w:r>
    </w:p>
    <w:p w:rsidR="001C73B9" w:rsidRDefault="001C73B9" w:rsidP="001C73B9">
      <w:pPr>
        <w:pStyle w:val="libAr"/>
      </w:pPr>
      <w:r>
        <w:rPr>
          <w:rFonts w:hint="eastAsia"/>
          <w:rtl/>
        </w:rPr>
        <w:t>بحار</w:t>
      </w:r>
      <w:r>
        <w:rPr>
          <w:rtl/>
        </w:rPr>
        <w:t xml:space="preserve"> الأنوار/75/262</w:t>
      </w:r>
    </w:p>
    <w:p w:rsidR="001C73B9" w:rsidRDefault="001C73B9" w:rsidP="001C73B9">
      <w:pPr>
        <w:pStyle w:val="libNormal"/>
      </w:pPr>
      <w:r>
        <w:t>'Abd</w:t>
      </w:r>
      <w:r w:rsidR="00D92C09">
        <w:t>-</w:t>
      </w:r>
      <w:r>
        <w:t>ul</w:t>
      </w:r>
      <w:r w:rsidR="00D92C09">
        <w:t>-</w:t>
      </w:r>
      <w:r>
        <w:t>Mu'min</w:t>
      </w:r>
      <w:r w:rsidR="00D92C09">
        <w:t>-</w:t>
      </w:r>
      <w:r>
        <w:t>il</w:t>
      </w:r>
      <w:r w:rsidR="00D92C09">
        <w:t>-</w:t>
      </w:r>
      <w:r>
        <w:t>Ansari said that once he himself arrived in the presence of Imam Abil</w:t>
      </w:r>
      <w:r w:rsidR="00D92C09">
        <w:t>-</w:t>
      </w:r>
      <w:r>
        <w:t>Hassan Musa ibn Ja'far [a.s.] where Abdillah</w:t>
      </w:r>
      <w:r w:rsidR="00D92C09">
        <w:t>-</w:t>
      </w:r>
      <w:r>
        <w:t>il</w:t>
      </w:r>
      <w:r w:rsidR="00D92C09">
        <w:t>-</w:t>
      </w:r>
      <w:r>
        <w:t>Ja'fari had attended and Abdul</w:t>
      </w:r>
      <w:r w:rsidR="00D92C09">
        <w:t>-</w:t>
      </w:r>
      <w:r>
        <w:t>Mu'min smiled at him. Then he [a.s.] inquired whether Abdul</w:t>
      </w:r>
      <w:r w:rsidR="00D92C09">
        <w:t>-</w:t>
      </w:r>
      <w:r>
        <w:t>Mu'min liked Abdillah Al</w:t>
      </w:r>
      <w:r w:rsidR="00D92C09">
        <w:t>-</w:t>
      </w:r>
      <w:r>
        <w:t xml:space="preserve">Ja'fari when he replied to the Imam [a.s.] that he did not like him ('Abdillah) but on his account (the seventh Imam). Then Imam [a.s.] said: </w:t>
      </w:r>
      <w:r w:rsidR="00E978C2" w:rsidRPr="00E978C2">
        <w:rPr>
          <w:rStyle w:val="libItalicChar"/>
        </w:rPr>
        <w:t>“</w:t>
      </w:r>
      <w:r w:rsidRPr="00E978C2">
        <w:rPr>
          <w:rStyle w:val="libItalicChar"/>
        </w:rPr>
        <w:t>He is your brother, and a Muslim believer is the brother of another Muslim believer though their fathers are not the same. Hence, cursed is he who accuses his (Muslim) brother, cursed is he who deceives his (Muslim) brother, cursed is he who does not advise his (Muslim) brother, and cursed is he who slanders his (Muslim) brother.</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75, p. 262 </w:t>
      </w:r>
    </w:p>
    <w:p w:rsidR="001C73B9" w:rsidRDefault="001C73B9" w:rsidP="001C73B9">
      <w:pPr>
        <w:pStyle w:val="libAr"/>
      </w:pPr>
      <w:r>
        <w:rPr>
          <w:rtl/>
        </w:rPr>
        <w:t>179</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lastRenderedPageBreak/>
        <w:t>شَرٌّ</w:t>
      </w:r>
      <w:r>
        <w:rPr>
          <w:rtl/>
        </w:rPr>
        <w:t xml:space="preserve"> النّاسِ مَن كانَ مُتَتَبِّعًا لِعُيُوبِ النّاسِ عَمِياً عَن مَعايِبِهِ</w:t>
      </w:r>
      <w:r>
        <w:t>.</w:t>
      </w:r>
    </w:p>
    <w:p w:rsidR="001C73B9" w:rsidRDefault="001C73B9" w:rsidP="001C73B9">
      <w:pPr>
        <w:pStyle w:val="libAr"/>
      </w:pPr>
      <w:r>
        <w:rPr>
          <w:rFonts w:hint="eastAsia"/>
          <w:rtl/>
        </w:rPr>
        <w:t>طرائف</w:t>
      </w:r>
      <w:r>
        <w:rPr>
          <w:rtl/>
        </w:rPr>
        <w:t xml:space="preserve"> الحكم/176</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The most vicious person is he who looks for other people's defects while he overlooks his own faults.</w:t>
      </w:r>
      <w:r w:rsidR="00E978C2" w:rsidRPr="00E978C2">
        <w:rPr>
          <w:rStyle w:val="libItalicChar"/>
        </w:rPr>
        <w:t>”</w:t>
      </w:r>
    </w:p>
    <w:p w:rsidR="001C73B9" w:rsidRDefault="001C73B9" w:rsidP="001C73B9">
      <w:pPr>
        <w:pStyle w:val="libNormal"/>
      </w:pPr>
      <w:r>
        <w:t>Tara'if</w:t>
      </w:r>
      <w:r w:rsidR="00D92C09">
        <w:t>-</w:t>
      </w:r>
      <w:r>
        <w:t>ul</w:t>
      </w:r>
      <w:r w:rsidR="00D92C09">
        <w:t>-</w:t>
      </w:r>
      <w:r>
        <w:t xml:space="preserve">Hikam, p. 176 </w:t>
      </w:r>
    </w:p>
    <w:p w:rsidR="001C73B9" w:rsidRDefault="001C73B9" w:rsidP="001C73B9">
      <w:pPr>
        <w:pStyle w:val="libAr"/>
      </w:pPr>
      <w:r>
        <w:rPr>
          <w:rtl/>
        </w:rPr>
        <w:t>180</w:t>
      </w:r>
      <w:r w:rsidR="00D92C09">
        <w:rPr>
          <w:rtl/>
        </w:rPr>
        <w:t>-</w:t>
      </w:r>
      <w:r>
        <w:t xml:space="preserve"> </w:t>
      </w:r>
      <w:r>
        <w:rPr>
          <w:rtl/>
        </w:rPr>
        <w:t>قالَ الإمامُ مُوسَى بنُ جَعفَرٍ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مَلعُونٌ</w:t>
      </w:r>
      <w:r>
        <w:rPr>
          <w:rtl/>
        </w:rPr>
        <w:t xml:space="preserve"> مَنِ اغتابَ اَخاهُ</w:t>
      </w:r>
      <w:r>
        <w:t>.</w:t>
      </w:r>
    </w:p>
    <w:p w:rsidR="001C73B9" w:rsidRDefault="001C73B9" w:rsidP="001C73B9">
      <w:pPr>
        <w:pStyle w:val="libAr"/>
      </w:pPr>
      <w:r>
        <w:rPr>
          <w:rFonts w:hint="eastAsia"/>
          <w:rtl/>
        </w:rPr>
        <w:t>بحار</w:t>
      </w:r>
      <w:r>
        <w:rPr>
          <w:rtl/>
        </w:rPr>
        <w:t xml:space="preserve"> الأنوار/74/232</w:t>
      </w:r>
    </w:p>
    <w:p w:rsidR="001C73B9" w:rsidRDefault="001C73B9" w:rsidP="001C73B9">
      <w:pPr>
        <w:pStyle w:val="libNormal"/>
      </w:pPr>
      <w:r>
        <w:t xml:space="preserve">Imam Kazim [a.s.] said: </w:t>
      </w:r>
      <w:r w:rsidR="00E978C2" w:rsidRPr="00E978C2">
        <w:rPr>
          <w:rStyle w:val="libItalicChar"/>
        </w:rPr>
        <w:t>“</w:t>
      </w:r>
      <w:r w:rsidRPr="00E978C2">
        <w:rPr>
          <w:rStyle w:val="libItalicChar"/>
        </w:rPr>
        <w:t>Cursed is the one who backbites against one's brother (fellow Muslim).</w:t>
      </w:r>
      <w:r w:rsidR="00E978C2" w:rsidRPr="00E978C2">
        <w:rPr>
          <w:rStyle w:val="libItalicChar"/>
        </w:rPr>
        <w:t>”</w:t>
      </w:r>
    </w:p>
    <w:p w:rsidR="001C73B9" w:rsidRDefault="001C73B9" w:rsidP="001C73B9">
      <w:pPr>
        <w:pStyle w:val="libNormal"/>
      </w:pPr>
      <w:r>
        <w:t>Bihar</w:t>
      </w:r>
      <w:r w:rsidR="00D92C09">
        <w:t>-</w:t>
      </w:r>
      <w:r>
        <w:t>ul</w:t>
      </w:r>
      <w:r w:rsidR="00D92C09">
        <w:t>-</w:t>
      </w:r>
      <w:r>
        <w:t>Anwar, vol. 74, p. 232</w:t>
      </w:r>
    </w:p>
    <w:p w:rsidR="001C73B9" w:rsidRDefault="001C73B9" w:rsidP="001C73B9">
      <w:pPr>
        <w:pStyle w:val="libNormal"/>
      </w:pPr>
      <w:r>
        <w:br w:type="page"/>
      </w:r>
    </w:p>
    <w:p w:rsidR="001C73B9" w:rsidRDefault="001C73B9" w:rsidP="001C73B9">
      <w:pPr>
        <w:pStyle w:val="Heading1Center"/>
      </w:pPr>
      <w:bookmarkStart w:id="32" w:name="_Toc444518231"/>
      <w:r>
        <w:lastRenderedPageBreak/>
        <w:t>TELLING LIES</w:t>
      </w:r>
      <w:bookmarkEnd w:id="32"/>
    </w:p>
    <w:p w:rsidR="001C73B9" w:rsidRDefault="001C73B9" w:rsidP="001C73B9">
      <w:pPr>
        <w:pStyle w:val="libAr"/>
      </w:pPr>
      <w:r>
        <w:rPr>
          <w:rtl/>
        </w:rPr>
        <w:t>181</w:t>
      </w:r>
      <w:r w:rsidR="00D92C09">
        <w:rPr>
          <w:rtl/>
        </w:rPr>
        <w:t>-</w:t>
      </w:r>
      <w:r>
        <w:t xml:space="preserve"> </w:t>
      </w:r>
      <w:r>
        <w:rPr>
          <w:rtl/>
        </w:rPr>
        <w:t>عَن أَنَسِ بنِ مالِكٍ قالَ: قالَ رَسُولُ الله صَلَّـى اللّه</w:t>
      </w:r>
      <w:r w:rsidR="00525C12">
        <w:rPr>
          <w:rtl/>
        </w:rPr>
        <w:t xml:space="preserve"> عليه</w:t>
      </w:r>
      <w:r>
        <w:rPr>
          <w:rtl/>
        </w:rPr>
        <w:t xml:space="preserve"> وَ آلِه وَ سَلَّم:ِ تَقَبَّلُوا لي بِسِتٍّ اَتَقَبَّلُ لَكُم بِالجَنَّة</w:t>
      </w:r>
      <w:r>
        <w:t>:</w:t>
      </w:r>
    </w:p>
    <w:p w:rsidR="001C73B9" w:rsidRDefault="001C73B9" w:rsidP="001C73B9">
      <w:pPr>
        <w:pStyle w:val="libAr"/>
      </w:pPr>
      <w:r>
        <w:rPr>
          <w:rFonts w:hint="eastAsia"/>
          <w:rtl/>
        </w:rPr>
        <w:t>إذا</w:t>
      </w:r>
      <w:r>
        <w:rPr>
          <w:rtl/>
        </w:rPr>
        <w:t xml:space="preserve"> حَدَّثتُم فَلا تَكذِبُوا، وَإذا وَعَدتُم فَلا تُخلِفُوا، وإذا ائْتُمِنْتُـمْ فَلا تَخُونُوا، وَ غُضُّوا اَبصارَكُم، وَاحفَظُـوا فُرُوجَكُـم، وَ كُفُّـو اَيدِيَكُم وَ اَلسِنَتَكُم</w:t>
      </w:r>
      <w:r>
        <w:t>.</w:t>
      </w:r>
    </w:p>
    <w:p w:rsidR="001C73B9" w:rsidRDefault="001C73B9" w:rsidP="001C73B9">
      <w:pPr>
        <w:pStyle w:val="libAr"/>
      </w:pPr>
      <w:r>
        <w:rPr>
          <w:rFonts w:hint="eastAsia"/>
          <w:rtl/>
        </w:rPr>
        <w:t>الخصال</w:t>
      </w:r>
      <w:r>
        <w:rPr>
          <w:rtl/>
        </w:rPr>
        <w:t>/321</w:t>
      </w:r>
    </w:p>
    <w:p w:rsidR="001C73B9" w:rsidRPr="00E978C2" w:rsidRDefault="001C73B9" w:rsidP="001C73B9">
      <w:pPr>
        <w:pStyle w:val="libNormal"/>
        <w:rPr>
          <w:rStyle w:val="libItalicChar"/>
        </w:rPr>
      </w:pPr>
      <w:r>
        <w:t>'Anas</w:t>
      </w:r>
      <w:r w:rsidR="00D92C09">
        <w:t>-</w:t>
      </w:r>
      <w:r>
        <w:t>ibn</w:t>
      </w:r>
      <w:r w:rsidR="00D92C09">
        <w:t>-</w:t>
      </w:r>
      <w:r>
        <w:t xml:space="preserve">Mlaik narrates from the Messenger of Allah [p.b.u.h.] who said: </w:t>
      </w:r>
      <w:r w:rsidR="00E978C2" w:rsidRPr="00E978C2">
        <w:rPr>
          <w:rStyle w:val="libItalicChar"/>
        </w:rPr>
        <w:t>“</w:t>
      </w:r>
      <w:r w:rsidRPr="00E978C2">
        <w:rPr>
          <w:rStyle w:val="libItalicChar"/>
        </w:rPr>
        <w:t>Accept six things from me, then I will accept (and guarantee) the entrance of Heaven for you:</w:t>
      </w:r>
    </w:p>
    <w:p w:rsidR="001C73B9" w:rsidRPr="00E978C2" w:rsidRDefault="001C73B9" w:rsidP="001C73B9">
      <w:pPr>
        <w:pStyle w:val="libNormal"/>
        <w:rPr>
          <w:rStyle w:val="libItalicChar"/>
        </w:rPr>
      </w:pPr>
      <w:r w:rsidRPr="00E978C2">
        <w:rPr>
          <w:rStyle w:val="libItalicChar"/>
        </w:rPr>
        <w:t>1</w:t>
      </w:r>
      <w:r w:rsidR="00D92C09" w:rsidRPr="00E978C2">
        <w:rPr>
          <w:rStyle w:val="libItalicChar"/>
        </w:rPr>
        <w:t>-</w:t>
      </w:r>
      <w:r w:rsidRPr="00E978C2">
        <w:rPr>
          <w:rStyle w:val="libItalicChar"/>
        </w:rPr>
        <w:t xml:space="preserve"> When you speak, tell no lies. </w:t>
      </w:r>
    </w:p>
    <w:p w:rsidR="001C73B9" w:rsidRPr="00E978C2" w:rsidRDefault="001C73B9" w:rsidP="001C73B9">
      <w:pPr>
        <w:pStyle w:val="libNormal"/>
        <w:rPr>
          <w:rStyle w:val="libItalicChar"/>
        </w:rPr>
      </w:pPr>
      <w:r w:rsidRPr="00E978C2">
        <w:rPr>
          <w:rStyle w:val="libItalicChar"/>
        </w:rPr>
        <w:t>2</w:t>
      </w:r>
      <w:r w:rsidR="00D92C09" w:rsidRPr="00E978C2">
        <w:rPr>
          <w:rStyle w:val="libItalicChar"/>
        </w:rPr>
        <w:t>-</w:t>
      </w:r>
      <w:r w:rsidRPr="00E978C2">
        <w:rPr>
          <w:rStyle w:val="libItalicChar"/>
        </w:rPr>
        <w:t xml:space="preserve"> When you promise, do not break it. </w:t>
      </w:r>
    </w:p>
    <w:p w:rsidR="001C73B9" w:rsidRPr="00E978C2" w:rsidRDefault="001C73B9" w:rsidP="001C73B9">
      <w:pPr>
        <w:pStyle w:val="libNormal"/>
        <w:rPr>
          <w:rStyle w:val="libItalicChar"/>
        </w:rPr>
      </w:pPr>
      <w:r w:rsidRPr="00E978C2">
        <w:rPr>
          <w:rStyle w:val="libItalicChar"/>
        </w:rPr>
        <w:t>3</w:t>
      </w:r>
      <w:r w:rsidR="00D92C09" w:rsidRPr="00E978C2">
        <w:rPr>
          <w:rStyle w:val="libItalicChar"/>
        </w:rPr>
        <w:t>-</w:t>
      </w:r>
      <w:r w:rsidRPr="00E978C2">
        <w:rPr>
          <w:rStyle w:val="libItalicChar"/>
        </w:rPr>
        <w:t xml:space="preserve"> When you are trusted (by others), be honest. </w:t>
      </w:r>
    </w:p>
    <w:p w:rsidR="001C73B9" w:rsidRPr="00E978C2" w:rsidRDefault="001C73B9" w:rsidP="001C73B9">
      <w:pPr>
        <w:pStyle w:val="libNormal"/>
        <w:rPr>
          <w:rStyle w:val="libItalicChar"/>
        </w:rPr>
      </w:pPr>
      <w:r w:rsidRPr="00E978C2">
        <w:rPr>
          <w:rStyle w:val="libItalicChar"/>
        </w:rPr>
        <w:t>4</w:t>
      </w:r>
      <w:r w:rsidR="00D92C09" w:rsidRPr="00E978C2">
        <w:rPr>
          <w:rStyle w:val="libItalicChar"/>
        </w:rPr>
        <w:t>-</w:t>
      </w:r>
      <w:r w:rsidRPr="00E978C2">
        <w:rPr>
          <w:rStyle w:val="libItalicChar"/>
        </w:rPr>
        <w:t xml:space="preserve"> Lower your eyes (from committing sin). </w:t>
      </w:r>
    </w:p>
    <w:p w:rsidR="001C73B9" w:rsidRPr="00E978C2" w:rsidRDefault="001C73B9" w:rsidP="001C73B9">
      <w:pPr>
        <w:pStyle w:val="libNormal"/>
        <w:rPr>
          <w:rStyle w:val="libItalicChar"/>
        </w:rPr>
      </w:pPr>
      <w:r w:rsidRPr="00E978C2">
        <w:rPr>
          <w:rStyle w:val="libItalicChar"/>
        </w:rPr>
        <w:t>5</w:t>
      </w:r>
      <w:r w:rsidR="00D92C09" w:rsidRPr="00E978C2">
        <w:rPr>
          <w:rStyle w:val="libItalicChar"/>
        </w:rPr>
        <w:t>-</w:t>
      </w:r>
      <w:r w:rsidRPr="00E978C2">
        <w:rPr>
          <w:rStyle w:val="libItalicChar"/>
        </w:rPr>
        <w:t xml:space="preserve"> Guard your modesty. </w:t>
      </w:r>
    </w:p>
    <w:p w:rsidR="001C73B9" w:rsidRDefault="001C73B9" w:rsidP="001C73B9">
      <w:pPr>
        <w:pStyle w:val="libNormal"/>
      </w:pPr>
      <w:r w:rsidRPr="00E978C2">
        <w:rPr>
          <w:rStyle w:val="libItalicChar"/>
        </w:rPr>
        <w:t>6</w:t>
      </w:r>
      <w:r w:rsidR="00D92C09" w:rsidRPr="00E978C2">
        <w:rPr>
          <w:rStyle w:val="libItalicChar"/>
        </w:rPr>
        <w:t>-</w:t>
      </w:r>
      <w:r w:rsidRPr="00E978C2">
        <w:rPr>
          <w:rStyle w:val="libItalicChar"/>
        </w:rPr>
        <w:t xml:space="preserve"> Hold your hands and tongues.</w:t>
      </w:r>
      <w:r w:rsidR="00E978C2" w:rsidRPr="00E978C2">
        <w:rPr>
          <w:rStyle w:val="libItalicChar"/>
        </w:rPr>
        <w:t>”</w:t>
      </w:r>
      <w:r>
        <w:t xml:space="preserve"> </w:t>
      </w:r>
    </w:p>
    <w:p w:rsidR="001C73B9" w:rsidRDefault="001C73B9" w:rsidP="001C73B9">
      <w:pPr>
        <w:pStyle w:val="libNormal"/>
      </w:pPr>
      <w:r>
        <w:t>Khisal</w:t>
      </w:r>
      <w:r w:rsidR="00D92C09">
        <w:t>-</w:t>
      </w:r>
      <w:r>
        <w:t>i</w:t>
      </w:r>
      <w:r w:rsidR="00D92C09">
        <w:t>-</w:t>
      </w:r>
      <w:r>
        <w:t xml:space="preserve">Saduq, p. 321 </w:t>
      </w:r>
    </w:p>
    <w:p w:rsidR="001C73B9" w:rsidRDefault="001C73B9" w:rsidP="001C73B9">
      <w:pPr>
        <w:pStyle w:val="libAr"/>
      </w:pPr>
      <w:r>
        <w:rPr>
          <w:rtl/>
        </w:rPr>
        <w:t>182</w:t>
      </w:r>
      <w:r w:rsidR="00D92C09">
        <w:rPr>
          <w:rtl/>
        </w:rPr>
        <w:t>-</w:t>
      </w:r>
      <w:r>
        <w:t xml:space="preserve"> </w:t>
      </w:r>
      <w:r>
        <w:rPr>
          <w:rtl/>
        </w:rPr>
        <w:t>قالَ أَبُو مُحَمَّدٍ العَسكَرِيُّ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جُعِلَتِ</w:t>
      </w:r>
      <w:r>
        <w:rPr>
          <w:rtl/>
        </w:rPr>
        <w:t xml:space="preserve"> الخَبائِثُ في بَيتٍ وَ جُعِلَ مِفاحُهُ اَلكِذبَ</w:t>
      </w:r>
      <w:r>
        <w:t xml:space="preserve">. </w:t>
      </w:r>
    </w:p>
    <w:p w:rsidR="001C73B9" w:rsidRDefault="001C73B9" w:rsidP="001C73B9">
      <w:pPr>
        <w:pStyle w:val="libAr"/>
      </w:pPr>
      <w:r>
        <w:rPr>
          <w:rFonts w:hint="eastAsia"/>
          <w:rtl/>
        </w:rPr>
        <w:t>بحار</w:t>
      </w:r>
      <w:r>
        <w:rPr>
          <w:rtl/>
        </w:rPr>
        <w:t xml:space="preserve"> الأنوار/72/263</w:t>
      </w:r>
    </w:p>
    <w:p w:rsidR="001C73B9" w:rsidRDefault="001C73B9" w:rsidP="001C73B9">
      <w:pPr>
        <w:pStyle w:val="libNormal"/>
      </w:pPr>
      <w:r>
        <w:t>Imam Abi</w:t>
      </w:r>
      <w:r w:rsidR="00D92C09">
        <w:t>-</w:t>
      </w:r>
      <w:r>
        <w:t>Muhammad</w:t>
      </w:r>
      <w:r w:rsidR="00D92C09">
        <w:t>-</w:t>
      </w:r>
      <w:r>
        <w:t>al</w:t>
      </w:r>
      <w:r w:rsidR="00D92C09">
        <w:t>-</w:t>
      </w:r>
      <w:r>
        <w:t xml:space="preserve">'Askari, the eleventh Imam, [a.s.] said: </w:t>
      </w:r>
      <w:r w:rsidR="00E978C2" w:rsidRPr="00E978C2">
        <w:rPr>
          <w:rStyle w:val="libItalicChar"/>
        </w:rPr>
        <w:t>“</w:t>
      </w:r>
      <w:r w:rsidRPr="00E978C2">
        <w:rPr>
          <w:rStyle w:val="libItalicChar"/>
        </w:rPr>
        <w:t>Wickedness was put inside a house, and the key (of its door) was rendered to be lies.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72, p. 263 </w:t>
      </w:r>
    </w:p>
    <w:p w:rsidR="001C73B9" w:rsidRDefault="001C73B9" w:rsidP="001C73B9">
      <w:pPr>
        <w:pStyle w:val="libAr"/>
      </w:pPr>
      <w:r>
        <w:rPr>
          <w:rtl/>
        </w:rPr>
        <w:t>183</w:t>
      </w:r>
      <w:r w:rsidR="00D92C09">
        <w:rPr>
          <w:rtl/>
        </w:rPr>
        <w:t>-</w:t>
      </w:r>
      <w:r>
        <w:t xml:space="preserve"> </w:t>
      </w:r>
      <w:r>
        <w:rPr>
          <w:rtl/>
        </w:rPr>
        <w:t>قالَ الإمامُ السَّجّادُ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اِتَّقُوا</w:t>
      </w:r>
      <w:r>
        <w:rPr>
          <w:rtl/>
        </w:rPr>
        <w:t xml:space="preserve"> الكِذبَ، الصَّغِيـرَ مِنهُ وَالكَبِيـرَ فِي كُلِّ جِـدٍّ وَ هَـزلٍ، فاِنَّ الرَّجُـلَ إذا كَذِبَ فِي الصَّغِيرِ اِجتَرَأَ عَلَى الكَبِيرِ</w:t>
      </w:r>
      <w:r>
        <w:t>.</w:t>
      </w:r>
    </w:p>
    <w:p w:rsidR="001C73B9" w:rsidRDefault="001C73B9" w:rsidP="001C73B9">
      <w:pPr>
        <w:pStyle w:val="libAr"/>
      </w:pPr>
      <w:r>
        <w:rPr>
          <w:rFonts w:hint="eastAsia"/>
          <w:rtl/>
        </w:rPr>
        <w:t>تحف</w:t>
      </w:r>
      <w:r>
        <w:rPr>
          <w:rtl/>
        </w:rPr>
        <w:t xml:space="preserve"> العقول/201</w:t>
      </w:r>
    </w:p>
    <w:p w:rsidR="001C73B9" w:rsidRDefault="001C73B9" w:rsidP="001C73B9">
      <w:pPr>
        <w:pStyle w:val="libNormal"/>
      </w:pPr>
      <w:r>
        <w:t xml:space="preserve">Imam Sajjad [a.s.] said: </w:t>
      </w:r>
      <w:r w:rsidR="00E978C2" w:rsidRPr="00E978C2">
        <w:rPr>
          <w:rStyle w:val="libItalicChar"/>
        </w:rPr>
        <w:t>“</w:t>
      </w:r>
      <w:r w:rsidRPr="00E978C2">
        <w:rPr>
          <w:rStyle w:val="libItalicChar"/>
        </w:rPr>
        <w:t>Avoid telling lies irrespective of small or great, whether it is in earnest or joking, because when a person tells a lie in small (things), he dares to tell a lie in great things, too.</w:t>
      </w:r>
      <w:r w:rsidR="00E978C2" w:rsidRPr="00E978C2">
        <w:rPr>
          <w:rStyle w:val="libItalicChar"/>
        </w:rPr>
        <w:t>”</w:t>
      </w:r>
    </w:p>
    <w:p w:rsidR="001C73B9" w:rsidRDefault="001C73B9" w:rsidP="001C73B9">
      <w:pPr>
        <w:pStyle w:val="libNormal"/>
      </w:pPr>
      <w:r>
        <w:t>Tuhaful</w:t>
      </w:r>
      <w:r w:rsidR="00D92C09">
        <w:t>-</w:t>
      </w:r>
      <w:r>
        <w:t xml:space="preserve">Uqul, p. 201 </w:t>
      </w:r>
    </w:p>
    <w:p w:rsidR="001C73B9" w:rsidRDefault="001C73B9" w:rsidP="001C73B9">
      <w:pPr>
        <w:pStyle w:val="libAr"/>
      </w:pPr>
      <w:r>
        <w:rPr>
          <w:rtl/>
        </w:rPr>
        <w:t>184</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مـا</w:t>
      </w:r>
      <w:r>
        <w:rPr>
          <w:rtl/>
        </w:rPr>
        <w:t xml:space="preserve"> رَأَتهُ عَيناكَ فَهُوَ الحَقُّ وَ ما سَمِعَتهُ اُذُناكَ فَاَكثَرُهُ باطِلٌ</w:t>
      </w:r>
      <w:r>
        <w:t>.</w:t>
      </w:r>
    </w:p>
    <w:p w:rsidR="001C73B9" w:rsidRDefault="001C73B9" w:rsidP="001C73B9">
      <w:pPr>
        <w:pStyle w:val="libAr"/>
      </w:pPr>
      <w:r>
        <w:rPr>
          <w:rFonts w:hint="eastAsia"/>
          <w:rtl/>
        </w:rPr>
        <w:t>بحار</w:t>
      </w:r>
      <w:r>
        <w:rPr>
          <w:rtl/>
        </w:rPr>
        <w:t xml:space="preserve"> الأنوار/75/196</w:t>
      </w:r>
    </w:p>
    <w:p w:rsidR="001C73B9" w:rsidRDefault="001C73B9" w:rsidP="001C73B9">
      <w:pPr>
        <w:pStyle w:val="libNormal"/>
      </w:pPr>
      <w:r>
        <w:t>Once Imam Amir</w:t>
      </w:r>
      <w:r w:rsidR="00D92C09">
        <w:t>-</w:t>
      </w:r>
      <w:r>
        <w:t>ul</w:t>
      </w:r>
      <w:r w:rsidR="00D92C09">
        <w:t>-</w:t>
      </w:r>
      <w:r>
        <w:t xml:space="preserve">Mu'mineen Ali [a.s.] was asked about the distance between the truth and untruth and, while he [a.s.] was showing the distance </w:t>
      </w:r>
      <w:r>
        <w:lastRenderedPageBreak/>
        <w:t xml:space="preserve">between his eye and ear with his four fingers in order to illustrate this distance as his answer, he said: </w:t>
      </w:r>
    </w:p>
    <w:p w:rsidR="001C73B9" w:rsidRDefault="00E978C2" w:rsidP="001C73B9">
      <w:pPr>
        <w:pStyle w:val="libNormal"/>
      </w:pPr>
      <w:r w:rsidRPr="00E978C2">
        <w:rPr>
          <w:rStyle w:val="libItalicChar"/>
        </w:rPr>
        <w:t>“</w:t>
      </w:r>
      <w:r w:rsidR="001C73B9" w:rsidRPr="00E978C2">
        <w:rPr>
          <w:rStyle w:val="libItalicChar"/>
        </w:rPr>
        <w:t>What your eyes see is 'truth' and what your ears hear is for the most part 'untruth'.</w:t>
      </w:r>
      <w:r w:rsidRPr="00E978C2">
        <w:rPr>
          <w:rStyle w:val="libItalicChar"/>
        </w:rPr>
        <w:t>”</w:t>
      </w:r>
    </w:p>
    <w:p w:rsidR="001C73B9" w:rsidRDefault="001C73B9" w:rsidP="001C73B9">
      <w:pPr>
        <w:pStyle w:val="libNormal"/>
      </w:pPr>
      <w:r>
        <w:t>Bihar</w:t>
      </w:r>
      <w:r w:rsidR="00D92C09">
        <w:t>-</w:t>
      </w:r>
      <w:r>
        <w:t>ul</w:t>
      </w:r>
      <w:r w:rsidR="00D92C09">
        <w:t>-</w:t>
      </w:r>
      <w:r>
        <w:t xml:space="preserve">Anwar, vol. 75, p. 196 </w:t>
      </w:r>
    </w:p>
    <w:p w:rsidR="001C73B9" w:rsidRDefault="001C73B9" w:rsidP="001C73B9">
      <w:pPr>
        <w:pStyle w:val="libAr"/>
      </w:pPr>
      <w:r>
        <w:rPr>
          <w:rtl/>
        </w:rPr>
        <w:t>185</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اللّه تَعالى جَعَلَ لِلشَرِّ اَقفالاً وَ جَعَلَ مَفَاتيـحَ تِلكَ الأقفالِ الشَّرابَ، وَالكِذبُ شَرٌّ مِنَ الشَّرابِ</w:t>
      </w:r>
      <w:r>
        <w:t>.</w:t>
      </w:r>
    </w:p>
    <w:p w:rsidR="001C73B9" w:rsidRDefault="001C73B9" w:rsidP="001C73B9">
      <w:pPr>
        <w:pStyle w:val="libAr"/>
      </w:pPr>
      <w:r>
        <w:rPr>
          <w:rFonts w:hint="eastAsia"/>
          <w:rtl/>
        </w:rPr>
        <w:t>الكافي</w:t>
      </w:r>
      <w:r>
        <w:rPr>
          <w:rtl/>
        </w:rPr>
        <w:t>/2/339</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Verily, Allah, the exalted, has put some locks on vices, the key of which He has put in wine, but the vice of lying is worse than wine.</w:t>
      </w:r>
      <w:r w:rsidR="00E978C2" w:rsidRPr="00E978C2">
        <w:rPr>
          <w:rStyle w:val="libItalicChar"/>
        </w:rPr>
        <w:t>”</w:t>
      </w:r>
    </w:p>
    <w:p w:rsidR="001C73B9" w:rsidRDefault="001C73B9" w:rsidP="001C73B9">
      <w:pPr>
        <w:pStyle w:val="libNormal"/>
      </w:pPr>
      <w:r>
        <w:t>AI</w:t>
      </w:r>
      <w:r w:rsidR="00D92C09">
        <w:t>-</w:t>
      </w:r>
      <w:r>
        <w:t>Kafi, vol. 2, p. 339</w:t>
      </w:r>
    </w:p>
    <w:p w:rsidR="001C73B9" w:rsidRDefault="001C73B9" w:rsidP="001C73B9">
      <w:pPr>
        <w:pStyle w:val="libAr"/>
      </w:pPr>
      <w:r>
        <w:rPr>
          <w:rtl/>
        </w:rPr>
        <w:t>186</w:t>
      </w:r>
      <w:r w:rsidR="00D92C09">
        <w:rPr>
          <w:rtl/>
        </w:rPr>
        <w:t>-</w:t>
      </w:r>
      <w:r>
        <w:t xml:space="preserve"> </w:t>
      </w:r>
      <w:r>
        <w:rPr>
          <w:rtl/>
        </w:rPr>
        <w:t>قالَ الإمامُ عليّ بنُ مُوسَى الرِّضا</w:t>
      </w:r>
      <w:r w:rsidR="00525C12">
        <w:rPr>
          <w:rtl/>
        </w:rPr>
        <w:t xml:space="preserve"> </w:t>
      </w:r>
      <w:r w:rsidR="008A02F7">
        <w:rPr>
          <w:rtl/>
        </w:rPr>
        <w:t xml:space="preserve">عليه السلام </w:t>
      </w:r>
      <w:r>
        <w:t xml:space="preserve"> :</w:t>
      </w:r>
    </w:p>
    <w:p w:rsidR="001C73B9" w:rsidRDefault="001C73B9" w:rsidP="001C73B9">
      <w:pPr>
        <w:pStyle w:val="libAr"/>
      </w:pPr>
      <w:r>
        <w:rPr>
          <w:rFonts w:hint="eastAsia"/>
          <w:rtl/>
        </w:rPr>
        <w:t>عَلَيكُم</w:t>
      </w:r>
      <w:r>
        <w:rPr>
          <w:rtl/>
        </w:rPr>
        <w:t xml:space="preserve"> بِالصِّدقِ وَ إيّاكُم وَالكِذبَ</w:t>
      </w:r>
      <w:r>
        <w:t>.</w:t>
      </w:r>
    </w:p>
    <w:p w:rsidR="001C73B9" w:rsidRDefault="001C73B9" w:rsidP="001C73B9">
      <w:pPr>
        <w:pStyle w:val="libAr"/>
      </w:pPr>
      <w:r>
        <w:rPr>
          <w:rFonts w:hint="eastAsia"/>
          <w:rtl/>
        </w:rPr>
        <w:t>بحار</w:t>
      </w:r>
      <w:r>
        <w:rPr>
          <w:rtl/>
        </w:rPr>
        <w:t xml:space="preserve"> الأنوار/78/347</w:t>
      </w:r>
    </w:p>
    <w:p w:rsidR="001C73B9" w:rsidRDefault="001C73B9" w:rsidP="001C73B9">
      <w:pPr>
        <w:pStyle w:val="libNormal"/>
      </w:pPr>
      <w:r>
        <w:t xml:space="preserve">Imam Rida [a.s.] said: </w:t>
      </w:r>
      <w:r w:rsidR="00E978C2" w:rsidRPr="00E978C2">
        <w:rPr>
          <w:rStyle w:val="libItalicChar"/>
        </w:rPr>
        <w:t>“</w:t>
      </w:r>
      <w:r w:rsidRPr="00E978C2">
        <w:rPr>
          <w:rStyle w:val="libItalicChar"/>
        </w:rPr>
        <w:t>Be truthful and avoid telling lies.</w:t>
      </w:r>
      <w:r w:rsidR="00E978C2" w:rsidRPr="00E978C2">
        <w:rPr>
          <w:rStyle w:val="libItalicChar"/>
        </w:rPr>
        <w:t>”</w:t>
      </w:r>
    </w:p>
    <w:p w:rsidR="001C73B9" w:rsidRDefault="001C73B9" w:rsidP="001C73B9">
      <w:pPr>
        <w:pStyle w:val="libNormal"/>
      </w:pPr>
      <w:r>
        <w:t>Bihar</w:t>
      </w:r>
      <w:r w:rsidR="00D92C09">
        <w:t>-</w:t>
      </w:r>
      <w:r>
        <w:t>ul</w:t>
      </w:r>
      <w:r w:rsidR="00D92C09">
        <w:t>-</w:t>
      </w:r>
      <w:r>
        <w:t>Anwar, vol. 78, p. 347</w:t>
      </w:r>
    </w:p>
    <w:p w:rsidR="001C73B9" w:rsidRDefault="001C73B9" w:rsidP="001C73B9">
      <w:pPr>
        <w:pStyle w:val="libNormal"/>
      </w:pPr>
      <w:r>
        <w:br w:type="page"/>
      </w:r>
    </w:p>
    <w:p w:rsidR="001C73B9" w:rsidRDefault="001C73B9" w:rsidP="001C73B9">
      <w:pPr>
        <w:pStyle w:val="Heading1Center"/>
      </w:pPr>
      <w:bookmarkStart w:id="33" w:name="_Toc444518232"/>
      <w:r>
        <w:lastRenderedPageBreak/>
        <w:t>COMPANIONS &amp; FRIENDSHIP</w:t>
      </w:r>
      <w:bookmarkEnd w:id="33"/>
    </w:p>
    <w:p w:rsidR="001C73B9" w:rsidRDefault="001C73B9" w:rsidP="001C73B9">
      <w:pPr>
        <w:pStyle w:val="libAr"/>
      </w:pPr>
      <w:r>
        <w:rPr>
          <w:rtl/>
        </w:rPr>
        <w:t>187</w:t>
      </w:r>
      <w:r w:rsidR="00D92C09">
        <w:rPr>
          <w:rtl/>
        </w:rPr>
        <w:t>-</w:t>
      </w:r>
      <w:r>
        <w:t xml:space="preserve"> </w:t>
      </w:r>
      <w:r>
        <w:rPr>
          <w:rtl/>
        </w:rPr>
        <w:t>قالَ رَسُولُ اللهِ صل</w:t>
      </w:r>
      <w:r>
        <w:rPr>
          <w:rFonts w:hint="cs"/>
          <w:rtl/>
        </w:rPr>
        <w:t>ی</w:t>
      </w:r>
      <w:r>
        <w:rPr>
          <w:rtl/>
        </w:rPr>
        <w:t xml:space="preserve"> الله</w:t>
      </w:r>
      <w:r w:rsidR="00525C12">
        <w:rPr>
          <w:rtl/>
        </w:rPr>
        <w:t xml:space="preserve"> عليه</w:t>
      </w:r>
      <w:r>
        <w:rPr>
          <w:rtl/>
        </w:rPr>
        <w:t xml:space="preserve"> و آله و سلم</w:t>
      </w:r>
      <w:r>
        <w:t xml:space="preserve"> :</w:t>
      </w:r>
    </w:p>
    <w:p w:rsidR="001C73B9" w:rsidRDefault="001C73B9" w:rsidP="001C73B9">
      <w:pPr>
        <w:pStyle w:val="libAr"/>
      </w:pPr>
      <w:r>
        <w:rPr>
          <w:rFonts w:hint="eastAsia"/>
          <w:rtl/>
        </w:rPr>
        <w:t>اَلْمَرْءُ</w:t>
      </w:r>
      <w:r>
        <w:rPr>
          <w:rtl/>
        </w:rPr>
        <w:t xml:space="preserve"> عَلى دينِ خَليلِهِ فَلْيَنظُر اَحَدُكُم مَن يُخالِلُ</w:t>
      </w:r>
      <w:r>
        <w:t>.</w:t>
      </w:r>
    </w:p>
    <w:p w:rsidR="001C73B9" w:rsidRDefault="001C73B9" w:rsidP="001C73B9">
      <w:pPr>
        <w:pStyle w:val="libAr"/>
      </w:pPr>
      <w:r>
        <w:rPr>
          <w:rFonts w:hint="eastAsia"/>
          <w:rtl/>
        </w:rPr>
        <w:t>بحار</w:t>
      </w:r>
      <w:r>
        <w:rPr>
          <w:rtl/>
        </w:rPr>
        <w:t xml:space="preserve"> الأنوار/74/192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Man is influenced by the faith of his friends. Therefore, be careful of whom you associate with.</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74, p. 192 </w:t>
      </w:r>
    </w:p>
    <w:p w:rsidR="001C73B9" w:rsidRDefault="001C73B9" w:rsidP="001C73B9">
      <w:pPr>
        <w:pStyle w:val="libAr"/>
      </w:pPr>
      <w:r>
        <w:rPr>
          <w:rtl/>
        </w:rPr>
        <w:t>188</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اِصْحَبْ</w:t>
      </w:r>
      <w:r>
        <w:rPr>
          <w:rtl/>
        </w:rPr>
        <w:t xml:space="preserve"> مَن تَتَزَيَّنُ بِهِ وَ لا تَصْحَبْ مَن يَتَزَيَّنُ بِكَ</w:t>
      </w:r>
      <w:r>
        <w:t>.</w:t>
      </w:r>
    </w:p>
    <w:p w:rsidR="001C73B9" w:rsidRDefault="001C73B9" w:rsidP="001C73B9">
      <w:pPr>
        <w:pStyle w:val="libAr"/>
      </w:pPr>
      <w:r>
        <w:rPr>
          <w:rFonts w:hint="eastAsia"/>
          <w:rtl/>
        </w:rPr>
        <w:t>بحار</w:t>
      </w:r>
      <w:r>
        <w:rPr>
          <w:rtl/>
        </w:rPr>
        <w:t xml:space="preserve"> الأنوار/76/267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Be the friend of he who may grace you, not of one whom you are better than.</w:t>
      </w:r>
      <w:r w:rsidR="00E978C2" w:rsidRPr="00E978C2">
        <w:rPr>
          <w:rStyle w:val="libItalicChar"/>
        </w:rPr>
        <w:t>”</w:t>
      </w:r>
      <w:r>
        <w:t xml:space="preserve"> (</w:t>
      </w:r>
      <w:r w:rsidR="00D92C09">
        <w:t>-</w:t>
      </w:r>
      <w:r>
        <w:t xml:space="preserve"> viz. make friends with ones who are higher than you so that you progress.)</w:t>
      </w:r>
    </w:p>
    <w:p w:rsidR="001C73B9" w:rsidRDefault="001C73B9" w:rsidP="001C73B9">
      <w:pPr>
        <w:pStyle w:val="libNormal"/>
      </w:pPr>
      <w:r>
        <w:t>Bihar</w:t>
      </w:r>
      <w:r w:rsidR="00D92C09">
        <w:t>-</w:t>
      </w:r>
      <w:r>
        <w:t>ul</w:t>
      </w:r>
      <w:r w:rsidR="00D92C09">
        <w:t>-</w:t>
      </w:r>
      <w:r>
        <w:t>Anwar, vol. 76, p. 267</w:t>
      </w:r>
    </w:p>
    <w:p w:rsidR="001C73B9" w:rsidRDefault="001C73B9" w:rsidP="001C73B9">
      <w:pPr>
        <w:pStyle w:val="libNormal"/>
      </w:pPr>
      <w:r>
        <w:t xml:space="preserve"> </w:t>
      </w:r>
    </w:p>
    <w:p w:rsidR="001C73B9" w:rsidRDefault="001C73B9" w:rsidP="001C73B9">
      <w:pPr>
        <w:pStyle w:val="libAr"/>
      </w:pPr>
      <w:r>
        <w:rPr>
          <w:rtl/>
        </w:rPr>
        <w:t>189</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اَحَبُّ</w:t>
      </w:r>
      <w:r>
        <w:rPr>
          <w:rtl/>
        </w:rPr>
        <w:t xml:space="preserve"> اِخوانِي اِلَيَّ مَن اَهدى عُيُوبِي إِلَيَّ</w:t>
      </w:r>
      <w:r>
        <w:t xml:space="preserve">. </w:t>
      </w:r>
    </w:p>
    <w:p w:rsidR="001C73B9" w:rsidRDefault="001C73B9" w:rsidP="001C73B9">
      <w:pPr>
        <w:pStyle w:val="libAr"/>
      </w:pPr>
      <w:r>
        <w:rPr>
          <w:rFonts w:hint="eastAsia"/>
          <w:rtl/>
        </w:rPr>
        <w:t>بحار</w:t>
      </w:r>
      <w:r>
        <w:rPr>
          <w:rtl/>
        </w:rPr>
        <w:t xml:space="preserve"> الأنوار/74/282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My most beloved brother is he who (makes me aware of) my faults.</w:t>
      </w:r>
      <w:r w:rsidR="00E978C2" w:rsidRPr="00E978C2">
        <w:rPr>
          <w:rStyle w:val="libItalicChar"/>
        </w:rPr>
        <w:t>”</w:t>
      </w:r>
    </w:p>
    <w:p w:rsidR="001C73B9" w:rsidRDefault="001C73B9" w:rsidP="001C73B9">
      <w:pPr>
        <w:pStyle w:val="libNormal"/>
      </w:pPr>
      <w:r>
        <w:t>Bihar</w:t>
      </w:r>
      <w:r w:rsidR="00D92C09">
        <w:t>-</w:t>
      </w:r>
      <w:r>
        <w:t>ul</w:t>
      </w:r>
      <w:r w:rsidR="00D92C09">
        <w:t>-</w:t>
      </w:r>
      <w:r>
        <w:t>Anwar, vol. 74, p. 282</w:t>
      </w:r>
    </w:p>
    <w:p w:rsidR="001C73B9" w:rsidRDefault="001C73B9" w:rsidP="001C73B9">
      <w:pPr>
        <w:pStyle w:val="libNormal"/>
      </w:pPr>
      <w:r>
        <w:t xml:space="preserve"> </w:t>
      </w:r>
    </w:p>
    <w:p w:rsidR="001C73B9" w:rsidRDefault="001C73B9" w:rsidP="001C73B9">
      <w:pPr>
        <w:pStyle w:val="libAr"/>
      </w:pPr>
      <w:r>
        <w:rPr>
          <w:rtl/>
        </w:rPr>
        <w:t>190</w:t>
      </w:r>
      <w:r w:rsidR="00D92C09">
        <w:rPr>
          <w:rtl/>
        </w:rPr>
        <w:t>-</w:t>
      </w:r>
      <w:r>
        <w:t xml:space="preserve"> </w:t>
      </w:r>
      <w:r>
        <w:rPr>
          <w:rtl/>
        </w:rPr>
        <w:t>عَن جَعفَرِبنِ مُحَمَّدٍ عَن اَبيهِ عَن جَـدِّهِ</w:t>
      </w:r>
      <w:r w:rsidR="00525C12">
        <w:rPr>
          <w:rtl/>
        </w:rPr>
        <w:t xml:space="preserve"> عليه</w:t>
      </w:r>
      <w:r>
        <w:rPr>
          <w:rtl/>
        </w:rPr>
        <w:t>ـمُ السَّـلامُ قالَ قالَ عَلِيٌّ</w:t>
      </w:r>
      <w:r w:rsidR="00525C12">
        <w:rPr>
          <w:rtl/>
        </w:rPr>
        <w:t xml:space="preserve"> </w:t>
      </w:r>
      <w:r w:rsidR="008A02F7">
        <w:rPr>
          <w:rtl/>
        </w:rPr>
        <w:t xml:space="preserve">عليه السلام </w:t>
      </w:r>
      <w:r>
        <w:rPr>
          <w:rtl/>
        </w:rPr>
        <w:t xml:space="preserve">إِنَّ لِلمَـرءِ المُسلِـمِ ثَـلاثَ أَخِـلاّءٍ: فَخَليـلٌ يَقُولُ أَنَا مَعَكَ حَيًّا وَ مَيِتًّا وَ هُوَ عَمَلُهُ وَ خَليلٌ يَقُولُ لَهُ أَنَا مَعَكَ </w:t>
      </w:r>
      <w:r>
        <w:rPr>
          <w:rFonts w:hint="eastAsia"/>
          <w:rtl/>
        </w:rPr>
        <w:t>إِلى</w:t>
      </w:r>
      <w:r>
        <w:rPr>
          <w:rtl/>
        </w:rPr>
        <w:t xml:space="preserve"> بابِ قَبرِكَ ثُمَّ أُخَلّيك وَ هُوَ وَلَدُهُ وَ خَليلٌ يَقُولُ لَهُ أَنَا مَعَكَ إِلى أَنْ تَمُـوتَ وَ هُوَ مالُهُ فَإذا ماتَ صارَ لِلوارِثِ</w:t>
      </w:r>
      <w:r>
        <w:t>.</w:t>
      </w:r>
    </w:p>
    <w:p w:rsidR="001C73B9" w:rsidRDefault="001C73B9" w:rsidP="001C73B9">
      <w:pPr>
        <w:pStyle w:val="libAr"/>
      </w:pPr>
      <w:r>
        <w:rPr>
          <w:rFonts w:hint="eastAsia"/>
          <w:rtl/>
        </w:rPr>
        <w:t>الخصال</w:t>
      </w:r>
      <w:r>
        <w:rPr>
          <w:rtl/>
        </w:rPr>
        <w:t>/1/114</w:t>
      </w:r>
    </w:p>
    <w:p w:rsidR="001C73B9" w:rsidRPr="00E978C2" w:rsidRDefault="001C73B9" w:rsidP="001C73B9">
      <w:pPr>
        <w:pStyle w:val="libNormal"/>
        <w:rPr>
          <w:rStyle w:val="libItalicChar"/>
        </w:rPr>
      </w:pPr>
      <w:r>
        <w:t>Imam Amir</w:t>
      </w:r>
      <w:r w:rsidR="00D92C09">
        <w:t>-</w:t>
      </w:r>
      <w:r>
        <w:t>ul</w:t>
      </w:r>
      <w:r w:rsidR="00D92C09">
        <w:t>-</w:t>
      </w:r>
      <w:r>
        <w:t xml:space="preserve">Mu'mineen Ali [a.s.] said: </w:t>
      </w:r>
      <w:r w:rsidR="00E978C2" w:rsidRPr="00E978C2">
        <w:rPr>
          <w:rStyle w:val="libItalicChar"/>
        </w:rPr>
        <w:t>“</w:t>
      </w:r>
      <w:r w:rsidRPr="00E978C2">
        <w:rPr>
          <w:rStyle w:val="libItalicChar"/>
        </w:rPr>
        <w:t>Verily, there are three (types of) friends for a Muslim:</w:t>
      </w:r>
    </w:p>
    <w:p w:rsidR="001C73B9" w:rsidRPr="00E978C2" w:rsidRDefault="001C73B9" w:rsidP="001C73B9">
      <w:pPr>
        <w:pStyle w:val="libNormal"/>
        <w:rPr>
          <w:rStyle w:val="libItalicChar"/>
        </w:rPr>
      </w:pPr>
      <w:r w:rsidRPr="00E978C2">
        <w:rPr>
          <w:rStyle w:val="libItalicChar"/>
        </w:rPr>
        <w:t>1</w:t>
      </w:r>
      <w:r w:rsidR="00D92C09" w:rsidRPr="00E978C2">
        <w:rPr>
          <w:rStyle w:val="libItalicChar"/>
        </w:rPr>
        <w:t>-</w:t>
      </w:r>
      <w:r w:rsidRPr="00E978C2">
        <w:rPr>
          <w:rStyle w:val="libItalicChar"/>
        </w:rPr>
        <w:t xml:space="preserve"> The friend who says: 'I am with you whether you are alive or dead', and this is his deed. </w:t>
      </w:r>
    </w:p>
    <w:p w:rsidR="001C73B9" w:rsidRPr="00E978C2" w:rsidRDefault="001C73B9" w:rsidP="001C73B9">
      <w:pPr>
        <w:pStyle w:val="libNormal"/>
        <w:rPr>
          <w:rStyle w:val="libItalicChar"/>
        </w:rPr>
      </w:pPr>
      <w:r w:rsidRPr="00E978C2">
        <w:rPr>
          <w:rStyle w:val="libItalicChar"/>
        </w:rPr>
        <w:t>2</w:t>
      </w:r>
      <w:r w:rsidR="00D92C09" w:rsidRPr="00E978C2">
        <w:rPr>
          <w:rStyle w:val="libItalicChar"/>
        </w:rPr>
        <w:t>-</w:t>
      </w:r>
      <w:r w:rsidRPr="00E978C2">
        <w:rPr>
          <w:rStyle w:val="libItalicChar"/>
        </w:rPr>
        <w:t xml:space="preserve"> The friend who says: ' I am with you unto the threshold of your grave and then I will leave you', and this is his child. </w:t>
      </w:r>
    </w:p>
    <w:p w:rsidR="001C73B9" w:rsidRDefault="001C73B9" w:rsidP="001C73B9">
      <w:pPr>
        <w:pStyle w:val="libNormal"/>
      </w:pPr>
      <w:r w:rsidRPr="00E978C2">
        <w:rPr>
          <w:rStyle w:val="libItalicChar"/>
        </w:rPr>
        <w:t>3</w:t>
      </w:r>
      <w:r w:rsidR="00D92C09" w:rsidRPr="00E978C2">
        <w:rPr>
          <w:rStyle w:val="libItalicChar"/>
        </w:rPr>
        <w:t>-</w:t>
      </w:r>
      <w:r w:rsidRPr="00E978C2">
        <w:rPr>
          <w:rStyle w:val="libItalicChar"/>
        </w:rPr>
        <w:t xml:space="preserve"> The friend who says: 'I will be with you until when you die', and this is his wealth which will belong to the inheritors when he dies.</w:t>
      </w:r>
      <w:r w:rsidR="00E978C2" w:rsidRPr="00E978C2">
        <w:rPr>
          <w:rStyle w:val="libItalicChar"/>
        </w:rPr>
        <w:t>”</w:t>
      </w:r>
      <w:r>
        <w:t xml:space="preserve"> </w:t>
      </w:r>
    </w:p>
    <w:p w:rsidR="001C73B9" w:rsidRDefault="001C73B9" w:rsidP="001C73B9">
      <w:pPr>
        <w:pStyle w:val="libNormal"/>
      </w:pPr>
      <w:r>
        <w:t>Note:</w:t>
      </w:r>
    </w:p>
    <w:p w:rsidR="001C73B9" w:rsidRDefault="001C73B9" w:rsidP="001C73B9">
      <w:pPr>
        <w:pStyle w:val="libNormal"/>
      </w:pPr>
      <w:r>
        <w:t xml:space="preserve">From this tradition, and the like, we understand that the only thing which will avail for individuals in the Hereafter is Faith and good deeds. This is </w:t>
      </w:r>
      <w:r>
        <w:lastRenderedPageBreak/>
        <w:t>also referred to in many Islamic traditions as well as the verses of the Holy Qur'an, for example:</w:t>
      </w:r>
    </w:p>
    <w:p w:rsidR="001C73B9" w:rsidRPr="00E978C2" w:rsidRDefault="00E978C2" w:rsidP="001C73B9">
      <w:pPr>
        <w:pStyle w:val="libNormal"/>
        <w:rPr>
          <w:rStyle w:val="libItalicChar"/>
        </w:rPr>
      </w:pPr>
      <w:r w:rsidRPr="00E978C2">
        <w:rPr>
          <w:rStyle w:val="libItalicChar"/>
        </w:rPr>
        <w:t>“</w:t>
      </w:r>
      <w:r w:rsidR="001C73B9" w:rsidRPr="00E978C2">
        <w:rPr>
          <w:rStyle w:val="libItalicChar"/>
        </w:rPr>
        <w:t>For those who believe and work righteousness is</w:t>
      </w:r>
    </w:p>
    <w:p w:rsidR="001C73B9" w:rsidRDefault="001C73B9" w:rsidP="001C73B9">
      <w:pPr>
        <w:pStyle w:val="libNormal"/>
      </w:pPr>
      <w:r w:rsidRPr="00E978C2">
        <w:rPr>
          <w:rStyle w:val="libItalicChar"/>
        </w:rPr>
        <w:t>1</w:t>
      </w:r>
      <w:r w:rsidR="00D92C09" w:rsidRPr="00E978C2">
        <w:rPr>
          <w:rStyle w:val="libItalicChar"/>
        </w:rPr>
        <w:t>-</w:t>
      </w:r>
      <w:r w:rsidRPr="00E978C2">
        <w:rPr>
          <w:rStyle w:val="libItalicChar"/>
        </w:rPr>
        <w:t xml:space="preserve"> (every) blessedness and a beautiful place of (final) return.</w:t>
      </w:r>
      <w:r w:rsidR="00E978C2" w:rsidRPr="00E978C2">
        <w:rPr>
          <w:rStyle w:val="libItalicChar"/>
        </w:rPr>
        <w:t>”</w:t>
      </w:r>
      <w:r>
        <w:t xml:space="preserve"> (13:29) </w:t>
      </w:r>
    </w:p>
    <w:p w:rsidR="001C73B9" w:rsidRDefault="001C73B9" w:rsidP="001C73B9">
      <w:pPr>
        <w:pStyle w:val="libNormal"/>
      </w:pPr>
      <w:r>
        <w:t>2</w:t>
      </w:r>
      <w:r w:rsidR="00D92C09">
        <w:t>-</w:t>
      </w:r>
      <w:r>
        <w:t xml:space="preserve"> </w:t>
      </w:r>
      <w:r w:rsidR="00E978C2" w:rsidRPr="00E978C2">
        <w:rPr>
          <w:rStyle w:val="libItalicChar"/>
        </w:rPr>
        <w:t>“</w:t>
      </w:r>
      <w:r w:rsidRPr="00E978C2">
        <w:rPr>
          <w:rStyle w:val="libItalicChar"/>
        </w:rPr>
        <w:t>As to those who believe and work righteousness, verily We shall not suffer to perish the reward of any who do a (single) righteous deed.</w:t>
      </w:r>
      <w:r w:rsidR="00E978C2" w:rsidRPr="00E978C2">
        <w:rPr>
          <w:rStyle w:val="libItalicChar"/>
        </w:rPr>
        <w:t>”</w:t>
      </w:r>
      <w:r>
        <w:t xml:space="preserve"> (18:30) </w:t>
      </w:r>
    </w:p>
    <w:p w:rsidR="001C73B9" w:rsidRDefault="001C73B9" w:rsidP="001C73B9">
      <w:pPr>
        <w:pStyle w:val="libNormal"/>
      </w:pPr>
      <w:r>
        <w:t>3</w:t>
      </w:r>
      <w:r w:rsidR="00D92C09">
        <w:t>-</w:t>
      </w:r>
      <w:r>
        <w:t xml:space="preserve"> </w:t>
      </w:r>
      <w:r w:rsidR="00E978C2" w:rsidRPr="00E978C2">
        <w:rPr>
          <w:rStyle w:val="libItalicChar"/>
        </w:rPr>
        <w:t>“</w:t>
      </w:r>
      <w:r w:rsidRPr="00E978C2">
        <w:rPr>
          <w:rStyle w:val="libItalicChar"/>
        </w:rPr>
        <w:t>As to those who believe and work righteous deeds, they have, for their entertainment, the Gardens of Paradise.</w:t>
      </w:r>
      <w:r w:rsidR="00E978C2" w:rsidRPr="00E978C2">
        <w:rPr>
          <w:rStyle w:val="libItalicChar"/>
        </w:rPr>
        <w:t>”</w:t>
      </w:r>
      <w:r>
        <w:t xml:space="preserve"> (18: 107) </w:t>
      </w:r>
    </w:p>
    <w:p w:rsidR="001C73B9" w:rsidRDefault="001C73B9" w:rsidP="001C73B9">
      <w:pPr>
        <w:pStyle w:val="libNormal"/>
      </w:pPr>
      <w:r>
        <w:t>4</w:t>
      </w:r>
      <w:r w:rsidR="00D92C09">
        <w:t>-</w:t>
      </w:r>
      <w:r>
        <w:t xml:space="preserve"> </w:t>
      </w:r>
      <w:r w:rsidR="00E978C2" w:rsidRPr="00E978C2">
        <w:rPr>
          <w:rStyle w:val="libItalicChar"/>
        </w:rPr>
        <w:t>“</w:t>
      </w:r>
      <w:r w:rsidRPr="00E978C2">
        <w:rPr>
          <w:rStyle w:val="libItalicChar"/>
        </w:rPr>
        <w:t>On those who believe and work deeds of righteousness, will (God) Most Gracious bestow Love.</w:t>
      </w:r>
      <w:r w:rsidR="00E978C2" w:rsidRPr="00E978C2">
        <w:rPr>
          <w:rStyle w:val="libItalicChar"/>
        </w:rPr>
        <w:t>”</w:t>
      </w:r>
      <w:r>
        <w:t xml:space="preserve"> (19:96) </w:t>
      </w:r>
    </w:p>
    <w:p w:rsidR="001C73B9" w:rsidRDefault="001C73B9" w:rsidP="001C73B9">
      <w:pPr>
        <w:pStyle w:val="libNormal"/>
      </w:pPr>
      <w:r>
        <w:t>Al</w:t>
      </w:r>
      <w:r w:rsidR="00D92C09">
        <w:t>-</w:t>
      </w:r>
      <w:r>
        <w:t xml:space="preserve">Khisal by Saduq, vol. 1, p. 88 </w:t>
      </w:r>
    </w:p>
    <w:p w:rsidR="001C73B9" w:rsidRDefault="001C73B9" w:rsidP="001C73B9">
      <w:pPr>
        <w:pStyle w:val="libAr"/>
      </w:pPr>
      <w:r>
        <w:rPr>
          <w:rtl/>
        </w:rPr>
        <w:t>191</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عَلَيكَ</w:t>
      </w:r>
      <w:r>
        <w:rPr>
          <w:rtl/>
        </w:rPr>
        <w:t xml:space="preserve"> بِاِخوانِ الصِّدقِ فَاَكثِر مِنِ اكتِسابِهِـم فَاِنَّهُـم عُـدَّة عِندَ الرَّخاءِ وَ جُنَّةٌ عِندَالبَلاءِ</w:t>
      </w:r>
      <w:r>
        <w:t>.</w:t>
      </w:r>
    </w:p>
    <w:p w:rsidR="001C73B9" w:rsidRDefault="001C73B9" w:rsidP="001C73B9">
      <w:pPr>
        <w:pStyle w:val="libAr"/>
      </w:pPr>
      <w:r>
        <w:rPr>
          <w:rFonts w:hint="eastAsia"/>
          <w:rtl/>
        </w:rPr>
        <w:t>بحار</w:t>
      </w:r>
      <w:r>
        <w:rPr>
          <w:rtl/>
        </w:rPr>
        <w:t xml:space="preserve"> الأنوار/74/187</w:t>
      </w:r>
    </w:p>
    <w:p w:rsidR="001C73B9" w:rsidRDefault="001C73B9" w:rsidP="001C73B9">
      <w:pPr>
        <w:pStyle w:val="libNormal"/>
      </w:pPr>
      <w:r>
        <w:t xml:space="preserve">Imam Sadiq [a.s.] said: </w:t>
      </w:r>
      <w:r w:rsidR="00E978C2">
        <w:t>“</w:t>
      </w:r>
      <w:r>
        <w:t>Be careful to have truthful friends and try to obtain them, for they are your support when you are in welfare, and your advocator when you have misfortune.</w:t>
      </w:r>
    </w:p>
    <w:p w:rsidR="001C73B9" w:rsidRDefault="001C73B9" w:rsidP="001C73B9">
      <w:pPr>
        <w:pStyle w:val="libNormal"/>
      </w:pPr>
      <w:r>
        <w:t>Bihar</w:t>
      </w:r>
      <w:r w:rsidR="00D92C09">
        <w:t>-</w:t>
      </w:r>
      <w:r>
        <w:t>ul</w:t>
      </w:r>
      <w:r w:rsidR="00D92C09">
        <w:t>-</w:t>
      </w:r>
      <w:r>
        <w:t>Anwar, vol. 74, p. 187</w:t>
      </w:r>
    </w:p>
    <w:p w:rsidR="001C73B9" w:rsidRDefault="001C73B9" w:rsidP="001C73B9">
      <w:pPr>
        <w:pStyle w:val="libAr"/>
      </w:pPr>
      <w:r>
        <w:rPr>
          <w:rtl/>
        </w:rPr>
        <w:t>192</w:t>
      </w:r>
      <w:r w:rsidR="00D92C09">
        <w:rPr>
          <w:rtl/>
        </w:rPr>
        <w:t>-</w:t>
      </w:r>
      <w:r>
        <w:t xml:space="preserve"> </w:t>
      </w:r>
      <w:r>
        <w:rPr>
          <w:rtl/>
        </w:rPr>
        <w:t>قالَ الإمامُ السَّجّادُ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مَجالِسُ</w:t>
      </w:r>
      <w:r>
        <w:rPr>
          <w:rtl/>
        </w:rPr>
        <w:t xml:space="preserve"> الصّالِحِينَ داعِيَة إِلى الصَّلاحِ</w:t>
      </w:r>
      <w:r>
        <w:t>.</w:t>
      </w:r>
    </w:p>
    <w:p w:rsidR="001C73B9" w:rsidRDefault="001C73B9" w:rsidP="001C73B9">
      <w:pPr>
        <w:pStyle w:val="libAr"/>
      </w:pPr>
      <w:r>
        <w:rPr>
          <w:rFonts w:hint="eastAsia"/>
          <w:rtl/>
        </w:rPr>
        <w:t>بحار</w:t>
      </w:r>
      <w:r>
        <w:rPr>
          <w:rtl/>
        </w:rPr>
        <w:t xml:space="preserve"> الأنوار/78/141</w:t>
      </w:r>
    </w:p>
    <w:p w:rsidR="001C73B9" w:rsidRDefault="001C73B9" w:rsidP="001C73B9">
      <w:pPr>
        <w:pStyle w:val="libNormal"/>
      </w:pPr>
      <w:r>
        <w:t xml:space="preserve">Imam Sajjad [a.s.] said: </w:t>
      </w:r>
      <w:r w:rsidR="00E978C2" w:rsidRPr="00E978C2">
        <w:rPr>
          <w:rStyle w:val="libItalicChar"/>
        </w:rPr>
        <w:t>“</w:t>
      </w:r>
      <w:r w:rsidRPr="00E978C2">
        <w:rPr>
          <w:rStyle w:val="libItalicChar"/>
        </w:rPr>
        <w:t>The meeting of the righteous invites you to goodness.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78, p.141 </w:t>
      </w:r>
    </w:p>
    <w:p w:rsidR="001C73B9" w:rsidRDefault="001C73B9" w:rsidP="001C73B9">
      <w:pPr>
        <w:pStyle w:val="libAr"/>
      </w:pPr>
      <w:r>
        <w:rPr>
          <w:rtl/>
        </w:rPr>
        <w:t>193</w:t>
      </w:r>
      <w:r w:rsidR="00D92C09">
        <w:rPr>
          <w:rtl/>
        </w:rPr>
        <w:t>-</w:t>
      </w:r>
      <w:r>
        <w:t xml:space="preserve"> </w:t>
      </w:r>
      <w:r>
        <w:rPr>
          <w:rtl/>
        </w:rPr>
        <w:t>قالَ الإمامُ السَّجّادُ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إيّاكُم</w:t>
      </w:r>
      <w:r>
        <w:rPr>
          <w:rtl/>
        </w:rPr>
        <w:t xml:space="preserve"> وَ صُحبَةَ العاصينَ وَ مَعُونَةَ الظّالِمِينَ</w:t>
      </w:r>
      <w:r>
        <w:t>.</w:t>
      </w:r>
    </w:p>
    <w:p w:rsidR="001C73B9" w:rsidRDefault="001C73B9" w:rsidP="001C73B9">
      <w:pPr>
        <w:pStyle w:val="libAr"/>
      </w:pPr>
      <w:r>
        <w:rPr>
          <w:rFonts w:hint="eastAsia"/>
          <w:rtl/>
        </w:rPr>
        <w:t>بحار</w:t>
      </w:r>
      <w:r>
        <w:rPr>
          <w:rtl/>
        </w:rPr>
        <w:t xml:space="preserve"> الأنوار/78/151</w:t>
      </w:r>
    </w:p>
    <w:p w:rsidR="001C73B9" w:rsidRDefault="001C73B9" w:rsidP="001C73B9">
      <w:pPr>
        <w:pStyle w:val="libNormal"/>
      </w:pPr>
      <w:r>
        <w:t xml:space="preserve">Imam Sajjad [a.s.] said: </w:t>
      </w:r>
      <w:r w:rsidR="00E978C2" w:rsidRPr="00E978C2">
        <w:rPr>
          <w:rStyle w:val="libItalicChar"/>
        </w:rPr>
        <w:t>“</w:t>
      </w:r>
      <w:r w:rsidRPr="00E978C2">
        <w:rPr>
          <w:rStyle w:val="libItalicChar"/>
        </w:rPr>
        <w:t>Beware of the companionship of the sinful, and helping of the unjust.</w:t>
      </w:r>
      <w:r w:rsidR="00E978C2" w:rsidRPr="00E978C2">
        <w:rPr>
          <w:rStyle w:val="libItalicChar"/>
        </w:rPr>
        <w:t>”</w:t>
      </w:r>
    </w:p>
    <w:p w:rsidR="001C73B9" w:rsidRDefault="001C73B9" w:rsidP="001C73B9">
      <w:pPr>
        <w:pStyle w:val="libNormal"/>
      </w:pPr>
      <w:r>
        <w:t>Bihar</w:t>
      </w:r>
      <w:r w:rsidR="00D92C09">
        <w:t>-</w:t>
      </w:r>
      <w:r>
        <w:t>ul</w:t>
      </w:r>
      <w:r w:rsidR="00D92C09">
        <w:t>-</w:t>
      </w:r>
      <w:r>
        <w:t>Anwar, vol. 78, p.151</w:t>
      </w:r>
    </w:p>
    <w:p w:rsidR="001C73B9" w:rsidRDefault="001C73B9" w:rsidP="001C73B9">
      <w:pPr>
        <w:pStyle w:val="libNormal"/>
      </w:pPr>
      <w:r>
        <w:br w:type="page"/>
      </w:r>
    </w:p>
    <w:p w:rsidR="001C73B9" w:rsidRDefault="001C73B9" w:rsidP="001C73B9">
      <w:pPr>
        <w:pStyle w:val="Heading1Center"/>
      </w:pPr>
      <w:bookmarkStart w:id="34" w:name="_Toc444518233"/>
      <w:r>
        <w:lastRenderedPageBreak/>
        <w:t>IMMORAL FRIENDS</w:t>
      </w:r>
      <w:bookmarkEnd w:id="34"/>
    </w:p>
    <w:p w:rsidR="001C73B9" w:rsidRDefault="001C73B9" w:rsidP="001C73B9">
      <w:pPr>
        <w:pStyle w:val="libAr"/>
      </w:pPr>
      <w:r>
        <w:rPr>
          <w:rtl/>
        </w:rPr>
        <w:t>194</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قَعَدَ عِندَ سَبّابٍ لاَِوْلِياءِ اللهِ فَقَد عَصَى اللّه تَعالى</w:t>
      </w:r>
      <w:r>
        <w:t>.</w:t>
      </w:r>
    </w:p>
    <w:p w:rsidR="001C73B9" w:rsidRDefault="001C73B9" w:rsidP="001C73B9">
      <w:pPr>
        <w:pStyle w:val="libAr"/>
      </w:pPr>
      <w:r>
        <w:rPr>
          <w:rFonts w:hint="eastAsia"/>
          <w:rtl/>
        </w:rPr>
        <w:t>الكافي</w:t>
      </w:r>
      <w:r>
        <w:rPr>
          <w:rtl/>
        </w:rPr>
        <w:t>/2/379</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seeks the company of those who insult the lovers of Allah has surely disobeyed Him, the Sublime.</w:t>
      </w:r>
      <w:r w:rsidR="00E978C2" w:rsidRPr="00E978C2">
        <w:rPr>
          <w:rStyle w:val="libItalicChar"/>
        </w:rPr>
        <w:t>”</w:t>
      </w:r>
    </w:p>
    <w:p w:rsidR="001C73B9" w:rsidRDefault="001C73B9" w:rsidP="001C73B9">
      <w:pPr>
        <w:pStyle w:val="libNormal"/>
      </w:pPr>
      <w:r>
        <w:t>Usul</w:t>
      </w:r>
      <w:r w:rsidR="00D92C09">
        <w:t>-</w:t>
      </w:r>
      <w:r>
        <w:t>i</w:t>
      </w:r>
      <w:r w:rsidR="00D92C09">
        <w:t>-</w:t>
      </w:r>
      <w:r>
        <w:t xml:space="preserve">Kafi, vol. 2, p. 379 </w:t>
      </w:r>
    </w:p>
    <w:p w:rsidR="001C73B9" w:rsidRDefault="001C73B9" w:rsidP="001C73B9">
      <w:pPr>
        <w:pStyle w:val="libAr"/>
      </w:pPr>
      <w:r>
        <w:rPr>
          <w:rtl/>
        </w:rPr>
        <w:t>195</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أَنَّكُم إذا بَلَغَكُم عَنِ الرَّجُلِ شَيءٌ  تَمَشَّيتُم إِلَيهِ فَقُلتُـم يا هذا اِمّا أَنْ تَعتَزِلَنا وَ تَجتَنِبَنا وَ اِمّا أَنْ تَكُـفَّ عَـن هذا فَإِنْ فَعَـلَ وَ اِلاّ فَاجتَنِبُـوهُ</w:t>
      </w:r>
      <w:r>
        <w:t>.</w:t>
      </w:r>
    </w:p>
    <w:p w:rsidR="001C73B9" w:rsidRDefault="001C73B9" w:rsidP="001C73B9">
      <w:pPr>
        <w:pStyle w:val="libAr"/>
      </w:pPr>
      <w:r>
        <w:rPr>
          <w:rFonts w:hint="eastAsia"/>
          <w:rtl/>
        </w:rPr>
        <w:t>وسائل</w:t>
      </w:r>
      <w:r>
        <w:rPr>
          <w:rtl/>
        </w:rPr>
        <w:t xml:space="preserve"> الشيعة/16/146</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When you are informed of a fellow companion committing an evil action, then go to him and tell him: 'O so and so! Either refrain from committing this sin or keep away from us'; then, avoid him unless he does so.</w:t>
      </w:r>
      <w:r w:rsidR="00E978C2" w:rsidRPr="00E978C2">
        <w:rPr>
          <w:rStyle w:val="libItalicChar"/>
        </w:rPr>
        <w:t>”</w:t>
      </w:r>
    </w:p>
    <w:p w:rsidR="001C73B9" w:rsidRDefault="001C73B9" w:rsidP="001C73B9">
      <w:pPr>
        <w:pStyle w:val="libNormal"/>
      </w:pPr>
      <w:r>
        <w:t>Wasa'il</w:t>
      </w:r>
      <w:r w:rsidR="00D92C09">
        <w:t>-</w:t>
      </w:r>
      <w:r>
        <w:t>ush</w:t>
      </w:r>
      <w:r w:rsidR="00D92C09">
        <w:t>-</w:t>
      </w:r>
      <w:r>
        <w:t>Shi'ah, vol. 16, p. 146</w:t>
      </w:r>
    </w:p>
    <w:p w:rsidR="001C73B9" w:rsidRDefault="001C73B9" w:rsidP="001C73B9">
      <w:pPr>
        <w:pStyle w:val="libAr"/>
      </w:pPr>
      <w:r>
        <w:rPr>
          <w:rtl/>
        </w:rPr>
        <w:t>196</w:t>
      </w:r>
      <w:r w:rsidR="00D92C09">
        <w:rPr>
          <w:rtl/>
        </w:rPr>
        <w:t>-</w:t>
      </w:r>
      <w:r>
        <w:t xml:space="preserve"> </w:t>
      </w:r>
      <w:r>
        <w:rPr>
          <w:rtl/>
        </w:rPr>
        <w:t>عَن مُحَمَّدِ بنِ مُسلِمٍ عَنِ الصّادِقِ عَن اَبيهِ</w:t>
      </w:r>
      <w:r w:rsidR="00525C12">
        <w:rPr>
          <w:rtl/>
        </w:rPr>
        <w:t xml:space="preserve"> </w:t>
      </w:r>
      <w:r w:rsidR="008A02F7">
        <w:rPr>
          <w:rtl/>
        </w:rPr>
        <w:t xml:space="preserve">عليه السلام </w:t>
      </w:r>
      <w:r>
        <w:rPr>
          <w:rtl/>
        </w:rPr>
        <w:t>قالَ، قالَ لي اَبي عَلِيّ بنُ الحُسَينِ</w:t>
      </w:r>
      <w:r w:rsidR="00525C12">
        <w:rPr>
          <w:rtl/>
        </w:rPr>
        <w:t xml:space="preserve"> </w:t>
      </w:r>
      <w:r w:rsidR="008A02F7">
        <w:rPr>
          <w:rtl/>
        </w:rPr>
        <w:t xml:space="preserve">عليه السلام </w:t>
      </w:r>
      <w:r>
        <w:rPr>
          <w:rtl/>
        </w:rPr>
        <w:t>: يا بُنَيَّ انظُـر خَمسَةً فَلا تُصاحِبْهُـم وَلا تُحادِثْهُم وَلا تُرافِقْهُـم في طَريـقٍ،فَقُلـتُ يا اَبَـتِ مَـن هُـم عَرِّفْنيِهِمْ</w:t>
      </w:r>
      <w:r>
        <w:rPr>
          <w:rFonts w:hint="eastAsia"/>
          <w:rtl/>
        </w:rPr>
        <w:t>؟</w:t>
      </w:r>
      <w:r>
        <w:rPr>
          <w:rtl/>
        </w:rPr>
        <w:t xml:space="preserve"> قالَ: إيّاكَ وَ مُصاحَبَة الكَذّابِ فَاِنَّهُ بِمَنزِلَة السَّرابِ، يُقَرِّبُ لَـكَ البَعيـدَ وَ يُبَعِّدُ لَـكَ القَريـبَ، وَ إيّاكَ وَ مُصاحَبَة الفاسِقِ فَاِنَّـهُ بايِعُكَ بِاَكْلَةٍ اَو اَقَلَّ مِن ذلك وَ إيّاكَ وَ مُصاحَبَة البَخيلِ فَاِنَّـهُ يَخذ</w:t>
      </w:r>
      <w:r>
        <w:rPr>
          <w:rFonts w:hint="eastAsia"/>
          <w:rtl/>
        </w:rPr>
        <w:t>ُلُـكَ</w:t>
      </w:r>
      <w:r>
        <w:rPr>
          <w:rtl/>
        </w:rPr>
        <w:t xml:space="preserve"> في مالِـهِ اَحـوَجَ ما تَكُونُ اِلَيهِ وَ إيّاكَ و مُصاحَبَة الأحمَـقِ فَإِنَّـهُ يُريـدُ أَنْ يَنفَعَـكَ فَيَضُـرُّك، وَ إيّاكَ وَ مُصاحَبَة القاطِعِ لِرَحِمِهِ فَاِنّي وَجَدتُـهُ مَلعُونًا في كِتابِ الله عَزَّ وَجَلَّ في ثَلاثَة مَواضِعَ</w:t>
      </w:r>
      <w:r>
        <w:t>.</w:t>
      </w:r>
    </w:p>
    <w:p w:rsidR="001C73B9" w:rsidRDefault="001C73B9" w:rsidP="001C73B9">
      <w:pPr>
        <w:pStyle w:val="libAr"/>
      </w:pPr>
      <w:r>
        <w:rPr>
          <w:rFonts w:hint="eastAsia"/>
          <w:rtl/>
        </w:rPr>
        <w:t>الكافي</w:t>
      </w:r>
      <w:r>
        <w:rPr>
          <w:rtl/>
        </w:rPr>
        <w:t>/2/641</w:t>
      </w:r>
    </w:p>
    <w:p w:rsidR="001C73B9" w:rsidRDefault="001C73B9" w:rsidP="001C73B9">
      <w:pPr>
        <w:pStyle w:val="libNormal"/>
      </w:pPr>
      <w:r>
        <w:t xml:space="preserve">Imam Sadiq [a.s.] has narrated from his father Imam Muhammad Baqir [a.s.] who said his father Ali ibn Husayn [a.s.] stated: </w:t>
      </w:r>
      <w:r w:rsidR="00E978C2" w:rsidRPr="00E978C2">
        <w:rPr>
          <w:rStyle w:val="libItalicChar"/>
        </w:rPr>
        <w:t>“</w:t>
      </w:r>
      <w:r w:rsidRPr="00E978C2">
        <w:rPr>
          <w:rStyle w:val="libItalicChar"/>
        </w:rPr>
        <w:t>O' my son! Beware of five (groups) and do not seek companionship with them, do not speak with them, and do not make friends with them on (the) way.</w:t>
      </w:r>
      <w:r w:rsidR="00E978C2" w:rsidRPr="00E978C2">
        <w:rPr>
          <w:rStyle w:val="libItalicChar"/>
        </w:rPr>
        <w:t>”</w:t>
      </w:r>
    </w:p>
    <w:p w:rsidR="001C73B9" w:rsidRDefault="001C73B9" w:rsidP="001C73B9">
      <w:pPr>
        <w:pStyle w:val="libNormal"/>
      </w:pPr>
      <w:r>
        <w:t>Then, Imam Baqir [a.s.] asked his father who they were and might he introduce them to him. He responded:</w:t>
      </w:r>
    </w:p>
    <w:p w:rsidR="001C73B9" w:rsidRDefault="001C73B9" w:rsidP="001C73B9">
      <w:pPr>
        <w:pStyle w:val="libNormal"/>
      </w:pPr>
      <w:r>
        <w:t>1</w:t>
      </w:r>
      <w:r w:rsidR="00D92C09">
        <w:t>-</w:t>
      </w:r>
      <w:r>
        <w:t xml:space="preserve"> </w:t>
      </w:r>
      <w:r w:rsidR="00E978C2" w:rsidRPr="00E978C2">
        <w:rPr>
          <w:rStyle w:val="libItalicChar"/>
        </w:rPr>
        <w:t>“</w:t>
      </w:r>
      <w:r w:rsidRPr="00E978C2">
        <w:rPr>
          <w:rStyle w:val="libItalicChar"/>
        </w:rPr>
        <w:t>Beware of and do not associate with the one who tells lies. He is as a mirage which makes near for you what is far, and makes far to you what is near.</w:t>
      </w:r>
      <w:r w:rsidR="00E978C2" w:rsidRPr="00E978C2">
        <w:rPr>
          <w:rStyle w:val="libItalicChar"/>
        </w:rPr>
        <w:t>”</w:t>
      </w:r>
    </w:p>
    <w:p w:rsidR="001C73B9" w:rsidRDefault="001C73B9" w:rsidP="001C73B9">
      <w:pPr>
        <w:pStyle w:val="libNormal"/>
      </w:pPr>
      <w:r>
        <w:t>2</w:t>
      </w:r>
      <w:r w:rsidR="00D92C09">
        <w:t>-</w:t>
      </w:r>
      <w:r>
        <w:t xml:space="preserve"> </w:t>
      </w:r>
      <w:r w:rsidR="00E978C2" w:rsidRPr="00E978C2">
        <w:rPr>
          <w:rStyle w:val="libItalicChar"/>
        </w:rPr>
        <w:t>“</w:t>
      </w:r>
      <w:r w:rsidRPr="00E978C2">
        <w:rPr>
          <w:rStyle w:val="libItalicChar"/>
        </w:rPr>
        <w:t>Beware of and do not associate with an immoral person, because he will sell you at the price of a morsel or less than that.</w:t>
      </w:r>
      <w:r w:rsidR="00E978C2" w:rsidRPr="00E978C2">
        <w:rPr>
          <w:rStyle w:val="libItalicChar"/>
        </w:rPr>
        <w:t>”</w:t>
      </w:r>
      <w:r>
        <w:t xml:space="preserve"> </w:t>
      </w:r>
    </w:p>
    <w:p w:rsidR="001C73B9" w:rsidRDefault="001C73B9" w:rsidP="001C73B9">
      <w:pPr>
        <w:pStyle w:val="libNormal"/>
      </w:pPr>
      <w:r>
        <w:t>3</w:t>
      </w:r>
      <w:r w:rsidR="00D92C09">
        <w:t>-</w:t>
      </w:r>
      <w:r>
        <w:t xml:space="preserve"> </w:t>
      </w:r>
      <w:r w:rsidR="00E978C2" w:rsidRPr="00E978C2">
        <w:rPr>
          <w:rStyle w:val="libItalicChar"/>
        </w:rPr>
        <w:t>“</w:t>
      </w:r>
      <w:r w:rsidRPr="00E978C2">
        <w:rPr>
          <w:rStyle w:val="libItalicChar"/>
        </w:rPr>
        <w:t>Beware of and do not associate with a miser because he will deprive you of his wealth when you are seriously in need of it.</w:t>
      </w:r>
      <w:r w:rsidR="00E978C2" w:rsidRPr="00E978C2">
        <w:rPr>
          <w:rStyle w:val="libItalicChar"/>
        </w:rPr>
        <w:t>”</w:t>
      </w:r>
      <w:r>
        <w:t xml:space="preserve"> </w:t>
      </w:r>
    </w:p>
    <w:p w:rsidR="001C73B9" w:rsidRDefault="001C73B9" w:rsidP="001C73B9">
      <w:pPr>
        <w:pStyle w:val="libNormal"/>
      </w:pPr>
      <w:r>
        <w:lastRenderedPageBreak/>
        <w:t>4</w:t>
      </w:r>
      <w:r w:rsidR="00D92C09">
        <w:t>-</w:t>
      </w:r>
      <w:r>
        <w:t xml:space="preserve"> </w:t>
      </w:r>
      <w:r w:rsidR="00E978C2" w:rsidRPr="00E978C2">
        <w:rPr>
          <w:rStyle w:val="libItalicChar"/>
        </w:rPr>
        <w:t>“</w:t>
      </w:r>
      <w:r w:rsidRPr="00E978C2">
        <w:rPr>
          <w:rStyle w:val="libItalicChar"/>
        </w:rPr>
        <w:t>Beware of and do not associate with a fool, because he wants to be of avail to you but he harms you.</w:t>
      </w:r>
      <w:r w:rsidR="00E978C2" w:rsidRPr="00E978C2">
        <w:rPr>
          <w:rStyle w:val="libItalicChar"/>
        </w:rPr>
        <w:t>”</w:t>
      </w:r>
      <w:r>
        <w:t xml:space="preserve"> </w:t>
      </w:r>
    </w:p>
    <w:p w:rsidR="001C73B9" w:rsidRDefault="001C73B9" w:rsidP="001C73B9">
      <w:pPr>
        <w:pStyle w:val="libNormal"/>
      </w:pPr>
      <w:r>
        <w:t>5</w:t>
      </w:r>
      <w:r w:rsidR="00D92C09">
        <w:t>-</w:t>
      </w:r>
      <w:r>
        <w:t xml:space="preserve"> </w:t>
      </w:r>
      <w:r w:rsidR="00E978C2" w:rsidRPr="00E978C2">
        <w:rPr>
          <w:rStyle w:val="libItalicChar"/>
        </w:rPr>
        <w:t>“</w:t>
      </w:r>
      <w:r w:rsidRPr="00E978C2">
        <w:rPr>
          <w:rStyle w:val="libItalicChar"/>
        </w:rPr>
        <w:t>Beware of and do not associate with the one who disregards his kinfolks, because I found him (such a person) cursed in the Book Allah, Almighty and Glorious, in three occurrences.</w:t>
      </w:r>
      <w:r w:rsidR="00E978C2" w:rsidRPr="00E978C2">
        <w:rPr>
          <w:rStyle w:val="libItalicChar"/>
        </w:rPr>
        <w:t>”</w:t>
      </w:r>
      <w:r>
        <w:t xml:space="preserve"> </w:t>
      </w:r>
    </w:p>
    <w:p w:rsidR="001C73B9" w:rsidRDefault="001C73B9" w:rsidP="001C73B9">
      <w:pPr>
        <w:pStyle w:val="libNormal"/>
      </w:pPr>
      <w:r>
        <w:t>They are: (Sura AI</w:t>
      </w:r>
      <w:r w:rsidR="00D92C09">
        <w:t>-</w:t>
      </w:r>
      <w:r>
        <w:t>Baqarah, No.2, verse 27; Sura Ar</w:t>
      </w:r>
      <w:r w:rsidR="00D92C09">
        <w:t>-</w:t>
      </w:r>
      <w:r>
        <w:t>Ra'd, No.13, verse 25; and Sura Muhammad, No.47, verse 22).</w:t>
      </w:r>
    </w:p>
    <w:p w:rsidR="001C73B9" w:rsidRDefault="001C73B9" w:rsidP="001C73B9">
      <w:pPr>
        <w:pStyle w:val="libNormal"/>
      </w:pPr>
      <w:r>
        <w:t>Al</w:t>
      </w:r>
      <w:r w:rsidR="00D92C09">
        <w:t>-</w:t>
      </w:r>
      <w:r>
        <w:t xml:space="preserve">Kafi, vol. 2, p. 641 </w:t>
      </w:r>
    </w:p>
    <w:p w:rsidR="001C73B9" w:rsidRDefault="001C73B9" w:rsidP="001C73B9">
      <w:pPr>
        <w:pStyle w:val="libAr"/>
      </w:pPr>
      <w:r>
        <w:rPr>
          <w:rtl/>
        </w:rPr>
        <w:t>197</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يا</w:t>
      </w:r>
      <w:r>
        <w:rPr>
          <w:rtl/>
        </w:rPr>
        <w:t xml:space="preserve"> كُمَيـلُ! قُـلِ الحَـقَّ عَلى كُـلِّ حالٍ وَ وادِّ المُتَّقيـنَ، وَاهجُرِ الفاسِقينَ، وَ جانِبِ المُنافِقينَ وَ لا تُصاحِبِ الخائِنينَ</w:t>
      </w:r>
      <w:r>
        <w:t>.</w:t>
      </w:r>
    </w:p>
    <w:p w:rsidR="001C73B9" w:rsidRDefault="001C73B9" w:rsidP="001C73B9">
      <w:pPr>
        <w:pStyle w:val="libAr"/>
      </w:pPr>
      <w:r>
        <w:rPr>
          <w:rFonts w:hint="eastAsia"/>
          <w:rtl/>
        </w:rPr>
        <w:t>مستدرك</w:t>
      </w:r>
      <w:r>
        <w:rPr>
          <w:rtl/>
        </w:rPr>
        <w:t xml:space="preserve"> الوسائل/12/197</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O' Kumayl! Say what is just in any condition. Be friends with the righteous and avoid the evil doers, stay away from the hypocrites and do not accompany the treacherous.</w:t>
      </w:r>
      <w:r w:rsidR="00E978C2" w:rsidRPr="00E978C2">
        <w:rPr>
          <w:rStyle w:val="libItalicChar"/>
        </w:rPr>
        <w:t>”</w:t>
      </w:r>
    </w:p>
    <w:p w:rsidR="001C73B9" w:rsidRDefault="001C73B9" w:rsidP="001C73B9">
      <w:pPr>
        <w:pStyle w:val="libNormal"/>
      </w:pPr>
      <w:r>
        <w:t>Mustadrak</w:t>
      </w:r>
      <w:r w:rsidR="00D92C09">
        <w:t>-</w:t>
      </w:r>
      <w:r>
        <w:t>ul</w:t>
      </w:r>
      <w:r w:rsidR="00D92C09">
        <w:t>-</w:t>
      </w:r>
      <w:r>
        <w:t>Wasa'il, vol. 12, p. 197</w:t>
      </w:r>
    </w:p>
    <w:p w:rsidR="001C73B9" w:rsidRDefault="001C73B9" w:rsidP="001C73B9">
      <w:pPr>
        <w:pStyle w:val="libNormal"/>
      </w:pPr>
      <w:r>
        <w:t>SERVING PEOPLE</w:t>
      </w:r>
    </w:p>
    <w:p w:rsidR="001C73B9" w:rsidRDefault="001C73B9" w:rsidP="001C73B9">
      <w:pPr>
        <w:pStyle w:val="libAr"/>
      </w:pPr>
      <w:r>
        <w:rPr>
          <w:rtl/>
        </w:rPr>
        <w:t>198</w:t>
      </w:r>
      <w:r w:rsidR="00D92C09">
        <w:rPr>
          <w:rtl/>
        </w:rPr>
        <w:t>-</w:t>
      </w:r>
      <w:r>
        <w:t xml:space="preserve"> </w:t>
      </w:r>
      <w:r>
        <w:rPr>
          <w:rtl/>
        </w:rPr>
        <w:t>قالَ رَسُولُ اللهِ صل</w:t>
      </w:r>
      <w:r>
        <w:rPr>
          <w:rFonts w:hint="cs"/>
          <w:rtl/>
        </w:rPr>
        <w:t>ی</w:t>
      </w:r>
      <w:r>
        <w:rPr>
          <w:rtl/>
        </w:rPr>
        <w:t xml:space="preserve"> الله</w:t>
      </w:r>
      <w:r w:rsidR="00525C12">
        <w:rPr>
          <w:rtl/>
        </w:rPr>
        <w:t xml:space="preserve"> عليه</w:t>
      </w:r>
      <w:r>
        <w:rPr>
          <w:rtl/>
        </w:rPr>
        <w:t xml:space="preserve"> و آله و سلم</w:t>
      </w:r>
      <w:r>
        <w:t xml:space="preserve"> :</w:t>
      </w:r>
    </w:p>
    <w:p w:rsidR="001C73B9" w:rsidRDefault="001C73B9" w:rsidP="001C73B9">
      <w:pPr>
        <w:pStyle w:val="libAr"/>
      </w:pPr>
      <w:r>
        <w:rPr>
          <w:rFonts w:hint="eastAsia"/>
          <w:rtl/>
        </w:rPr>
        <w:t>مَن</w:t>
      </w:r>
      <w:r>
        <w:rPr>
          <w:rtl/>
        </w:rPr>
        <w:t xml:space="preserve"> فَرَّجَ عَن أَخيهِ كُربَةً مِن كُرَبِ الدّنيا فَرَّجَ اللّه عَنهُ كُربَةً مِن كُرَبِ يَومِ القِيامَة</w:t>
      </w:r>
      <w:r>
        <w:t>.</w:t>
      </w:r>
    </w:p>
    <w:p w:rsidR="001C73B9" w:rsidRDefault="001C73B9" w:rsidP="001C73B9">
      <w:pPr>
        <w:pStyle w:val="libAr"/>
      </w:pPr>
      <w:r>
        <w:rPr>
          <w:rFonts w:hint="eastAsia"/>
          <w:rtl/>
        </w:rPr>
        <w:t>شهاب</w:t>
      </w:r>
      <w:r>
        <w:rPr>
          <w:rtl/>
        </w:rPr>
        <w:t xml:space="preserve"> الأخبار/194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decreases a grief out of the grieves of this world for his Muslim brother, Allah will decrease for him a grief out of the grieves of the Hereafter.</w:t>
      </w:r>
      <w:r w:rsidR="00E978C2" w:rsidRPr="00E978C2">
        <w:rPr>
          <w:rStyle w:val="libItalicChar"/>
        </w:rPr>
        <w:t>”</w:t>
      </w:r>
    </w:p>
    <w:p w:rsidR="001C73B9" w:rsidRDefault="001C73B9" w:rsidP="001C73B9">
      <w:pPr>
        <w:pStyle w:val="libNormal"/>
      </w:pPr>
      <w:r>
        <w:t>Shahab</w:t>
      </w:r>
      <w:r w:rsidR="00D92C09">
        <w:t>-</w:t>
      </w:r>
      <w:r>
        <w:t>ul</w:t>
      </w:r>
      <w:r w:rsidR="00D92C09">
        <w:t>-</w:t>
      </w:r>
      <w:r>
        <w:t xml:space="preserve">Akhbar, p. 194 </w:t>
      </w:r>
    </w:p>
    <w:p w:rsidR="001C73B9" w:rsidRDefault="001C73B9" w:rsidP="001C73B9">
      <w:pPr>
        <w:pStyle w:val="libAr"/>
      </w:pPr>
      <w:r>
        <w:rPr>
          <w:rtl/>
        </w:rPr>
        <w:t>199</w:t>
      </w:r>
      <w:r w:rsidR="00D92C09">
        <w:rPr>
          <w:rtl/>
        </w:rPr>
        <w:t>-</w:t>
      </w:r>
      <w:r>
        <w:t xml:space="preserve"> </w:t>
      </w:r>
      <w:r>
        <w:rPr>
          <w:rtl/>
        </w:rPr>
        <w:t>قالَ الإمامُ الحُسَينُ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حَوائِجَ النّاسِ اِلَيكُم مِن نِعَمِ الله عَلَيكُم، فَلا تَمِلُّوا النِّعَمَ</w:t>
      </w:r>
      <w:r>
        <w:t>.</w:t>
      </w:r>
    </w:p>
    <w:p w:rsidR="001C73B9" w:rsidRDefault="001C73B9" w:rsidP="001C73B9">
      <w:pPr>
        <w:pStyle w:val="libAr"/>
      </w:pPr>
      <w:r>
        <w:rPr>
          <w:rFonts w:hint="eastAsia"/>
          <w:rtl/>
        </w:rPr>
        <w:t>بحار</w:t>
      </w:r>
      <w:r>
        <w:rPr>
          <w:rtl/>
        </w:rPr>
        <w:t xml:space="preserve"> الأنوار/74/318</w:t>
      </w:r>
    </w:p>
    <w:p w:rsidR="001C73B9" w:rsidRDefault="001C73B9" w:rsidP="001C73B9">
      <w:pPr>
        <w:pStyle w:val="libNormal"/>
      </w:pPr>
      <w:r>
        <w:t xml:space="preserve">Imam Husayn [a.s.] said: </w:t>
      </w:r>
      <w:r w:rsidR="00E978C2" w:rsidRPr="00E978C2">
        <w:rPr>
          <w:rStyle w:val="libItalicChar"/>
        </w:rPr>
        <w:t>“</w:t>
      </w:r>
      <w:r w:rsidRPr="00E978C2">
        <w:rPr>
          <w:rStyle w:val="libItalicChar"/>
        </w:rPr>
        <w:t>Verily, the procession of people's needs towards you is from among the blessings of Allah upon you. Therefore, grieve ye not because of these blessings.</w:t>
      </w:r>
      <w:r w:rsidR="00E978C2" w:rsidRPr="00E978C2">
        <w:rPr>
          <w:rStyle w:val="libItalicChar"/>
        </w:rPr>
        <w:t>”</w:t>
      </w:r>
    </w:p>
    <w:p w:rsidR="001C73B9" w:rsidRDefault="001C73B9" w:rsidP="001C73B9">
      <w:pPr>
        <w:pStyle w:val="libNormal"/>
      </w:pPr>
      <w:r>
        <w:t>Bihar</w:t>
      </w:r>
      <w:r w:rsidR="00D92C09">
        <w:t>-</w:t>
      </w:r>
      <w:r>
        <w:t>ul</w:t>
      </w:r>
      <w:r w:rsidR="00D92C09">
        <w:t>-</w:t>
      </w:r>
      <w:r>
        <w:t>Anwar, vol. 74, p. 318</w:t>
      </w:r>
    </w:p>
    <w:p w:rsidR="001C73B9" w:rsidRDefault="001C73B9" w:rsidP="001C73B9">
      <w:pPr>
        <w:pStyle w:val="libNormal"/>
      </w:pPr>
      <w:r>
        <w:t xml:space="preserve"> </w:t>
      </w:r>
    </w:p>
    <w:p w:rsidR="001C73B9" w:rsidRDefault="001C73B9" w:rsidP="001C73B9">
      <w:pPr>
        <w:pStyle w:val="libAr"/>
      </w:pPr>
      <w:r>
        <w:rPr>
          <w:rtl/>
        </w:rPr>
        <w:t>200</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يُكَلِّف اَحَدُكُم اَخاهُ الطَّلَبَ إذا عَرَفَ حاجَتَهُ</w:t>
      </w:r>
      <w:r>
        <w:t xml:space="preserve">. </w:t>
      </w:r>
    </w:p>
    <w:p w:rsidR="001C73B9" w:rsidRDefault="001C73B9" w:rsidP="001C73B9">
      <w:pPr>
        <w:pStyle w:val="libAr"/>
      </w:pPr>
      <w:r>
        <w:rPr>
          <w:rFonts w:hint="eastAsia"/>
          <w:rtl/>
        </w:rPr>
        <w:t>بحار</w:t>
      </w:r>
      <w:r>
        <w:rPr>
          <w:rtl/>
        </w:rPr>
        <w:t xml:space="preserve"> الأنوار/74/166</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Whenever you find that your Muslim brother is in need, try to see to it.</w:t>
      </w:r>
      <w:r w:rsidR="00E978C2" w:rsidRPr="00E978C2">
        <w:rPr>
          <w:rStyle w:val="libItalicChar"/>
        </w:rPr>
        <w:t>”</w:t>
      </w:r>
      <w:r>
        <w:t xml:space="preserve"> (Do not let him feel compelled to verbalize his need).</w:t>
      </w:r>
    </w:p>
    <w:p w:rsidR="001C73B9" w:rsidRDefault="001C73B9" w:rsidP="001C73B9">
      <w:pPr>
        <w:pStyle w:val="libNormal"/>
      </w:pPr>
      <w:r>
        <w:t>Bihar</w:t>
      </w:r>
      <w:r w:rsidR="00D92C09">
        <w:t>-</w:t>
      </w:r>
      <w:r>
        <w:t>ul</w:t>
      </w:r>
      <w:r w:rsidR="00D92C09">
        <w:t>-</w:t>
      </w:r>
      <w:r>
        <w:t>Anwar, vol. 74, p. 166</w:t>
      </w:r>
    </w:p>
    <w:p w:rsidR="001C73B9" w:rsidRDefault="001C73B9" w:rsidP="001C73B9">
      <w:pPr>
        <w:pStyle w:val="libNormal"/>
      </w:pPr>
      <w:r>
        <w:lastRenderedPageBreak/>
        <w:t xml:space="preserve"> </w:t>
      </w:r>
    </w:p>
    <w:p w:rsidR="001C73B9" w:rsidRDefault="001C73B9" w:rsidP="001C73B9">
      <w:pPr>
        <w:pStyle w:val="libAr"/>
      </w:pPr>
      <w:r>
        <w:rPr>
          <w:rtl/>
        </w:rPr>
        <w:t>201</w:t>
      </w:r>
      <w:r w:rsidR="00D92C09">
        <w:rPr>
          <w:rtl/>
        </w:rPr>
        <w:t>-</w:t>
      </w:r>
      <w:r>
        <w:t xml:space="preserve"> </w:t>
      </w:r>
      <w:r>
        <w:rPr>
          <w:rtl/>
        </w:rPr>
        <w:t>عَنِ الصّادِقِ عَن آبائِهِ</w:t>
      </w:r>
      <w:r w:rsidR="00525C12">
        <w:rPr>
          <w:rtl/>
        </w:rPr>
        <w:t xml:space="preserve"> </w:t>
      </w:r>
      <w:r w:rsidR="008A02F7">
        <w:rPr>
          <w:rtl/>
        </w:rPr>
        <w:t xml:space="preserve">عليه السلام </w:t>
      </w:r>
      <w:r>
        <w:rPr>
          <w:rtl/>
        </w:rPr>
        <w:t>عَن رَسُولِ الله صل</w:t>
      </w:r>
      <w:r>
        <w:rPr>
          <w:rFonts w:hint="cs"/>
          <w:rtl/>
        </w:rPr>
        <w:t>ی</w:t>
      </w:r>
      <w:r>
        <w:rPr>
          <w:rtl/>
        </w:rPr>
        <w:t xml:space="preserve"> الله</w:t>
      </w:r>
      <w:r w:rsidR="00525C12">
        <w:rPr>
          <w:rtl/>
        </w:rPr>
        <w:t xml:space="preserve"> عليه</w:t>
      </w:r>
      <w:r>
        <w:rPr>
          <w:rtl/>
        </w:rPr>
        <w:t xml:space="preserve"> و آله و سلم قالَ مَن اَطعَمَ مُؤمِناً مِن جُوعٍ اَطعَمَـهُ اللّه مِن ثِمـارِ الجَنَّةِ وَ مَن كَساهُ مِن عُرًى كَساهُ اللّه مِـن اِستَبـرَقٍ وَ حَريرٍ، وَ مَن سَقاهُ شَربَةً مِن عَط</w:t>
      </w:r>
      <w:r>
        <w:rPr>
          <w:rFonts w:hint="eastAsia"/>
          <w:rtl/>
        </w:rPr>
        <w:t>َشٍ</w:t>
      </w:r>
      <w:r>
        <w:rPr>
          <w:rtl/>
        </w:rPr>
        <w:t xml:space="preserve"> سَقاهُ اللّه مِنَ الرَّحيـقِ المَختُومِ، وَ مَن اَعانَهُ اَو كَشَـفَ كُربَتَهُ اَظَلَّهُ اللّه في ظِلِّ عَرشِهِ يَومَ لا ظِلَّ إلاّ ظِلُّهُ</w:t>
      </w:r>
      <w:r>
        <w:t>.</w:t>
      </w:r>
    </w:p>
    <w:p w:rsidR="001C73B9" w:rsidRDefault="001C73B9" w:rsidP="001C73B9">
      <w:pPr>
        <w:pStyle w:val="libAr"/>
      </w:pPr>
      <w:r>
        <w:rPr>
          <w:rFonts w:hint="eastAsia"/>
          <w:rtl/>
        </w:rPr>
        <w:t>بحار</w:t>
      </w:r>
      <w:r>
        <w:rPr>
          <w:rtl/>
        </w:rPr>
        <w:t xml:space="preserve"> الأنوار/74/382</w:t>
      </w:r>
    </w:p>
    <w:p w:rsidR="001C73B9" w:rsidRDefault="001C73B9" w:rsidP="001C73B9">
      <w:pPr>
        <w:pStyle w:val="libNormal"/>
      </w:pPr>
      <w:r>
        <w:t xml:space="preserve">Imam Sadiq [a.s.] narrates from his forefathers [a.s.], from the Messenger of Allah [p.b.u.h.], who said: </w:t>
      </w:r>
      <w:r w:rsidR="00E978C2" w:rsidRPr="00E978C2">
        <w:rPr>
          <w:rStyle w:val="libItalicChar"/>
        </w:rPr>
        <w:t>“</w:t>
      </w:r>
      <w:r w:rsidRPr="00E978C2">
        <w:rPr>
          <w:rStyle w:val="libItalicChar"/>
        </w:rPr>
        <w:t>He who feeds a believer to satiate him, Allah will feed him from the fruits of Heaven; he who dresses him to cover his nakedness, Allah will give him clothing of brocade and silk; he who quenches the thirst of a believer, Allah will give him drink of the sealed container; and he who helps him or removes his grief, Allah will settle him under the shade of His Throne on the Day of Reckoning when there is no shade except for His Shade.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74, p. 382 </w:t>
      </w:r>
    </w:p>
    <w:p w:rsidR="001C73B9" w:rsidRDefault="001C73B9" w:rsidP="001C73B9">
      <w:pPr>
        <w:pStyle w:val="libAr"/>
      </w:pPr>
      <w:r>
        <w:rPr>
          <w:rtl/>
        </w:rPr>
        <w:t>202</w:t>
      </w:r>
      <w:r w:rsidR="00D92C09">
        <w:rPr>
          <w:rtl/>
        </w:rPr>
        <w:t>-</w:t>
      </w:r>
      <w:r>
        <w:t xml:space="preserve"> </w:t>
      </w:r>
      <w:r>
        <w:rPr>
          <w:rtl/>
        </w:rPr>
        <w:t>قالَ رَسُولُ اللهِ صل</w:t>
      </w:r>
      <w:r>
        <w:rPr>
          <w:rFonts w:hint="cs"/>
          <w:rtl/>
        </w:rPr>
        <w:t>ی</w:t>
      </w:r>
      <w:r>
        <w:rPr>
          <w:rtl/>
        </w:rPr>
        <w:t xml:space="preserve"> الله</w:t>
      </w:r>
      <w:r w:rsidR="00525C12">
        <w:rPr>
          <w:rtl/>
        </w:rPr>
        <w:t xml:space="preserve"> عليه</w:t>
      </w:r>
      <w:r>
        <w:rPr>
          <w:rtl/>
        </w:rPr>
        <w:t xml:space="preserve"> و آله و سلم</w:t>
      </w:r>
      <w:r>
        <w:t xml:space="preserve"> :</w:t>
      </w:r>
    </w:p>
    <w:p w:rsidR="001C73B9" w:rsidRDefault="001C73B9" w:rsidP="001C73B9">
      <w:pPr>
        <w:pStyle w:val="libAr"/>
      </w:pPr>
      <w:r>
        <w:rPr>
          <w:rFonts w:hint="eastAsia"/>
          <w:rtl/>
        </w:rPr>
        <w:t>اَلخَلقُ</w:t>
      </w:r>
      <w:r>
        <w:rPr>
          <w:rtl/>
        </w:rPr>
        <w:t xml:space="preserve"> عِيالُ الله فَاَحَبُّ الخَلـقِ إِلى الله مَن نَفَـعَ عِيالَ الله وَ اَدخَلَ عَلى اَهلِ بَيتٍ سُرُورًا</w:t>
      </w:r>
      <w:r>
        <w:t>.</w:t>
      </w:r>
    </w:p>
    <w:p w:rsidR="001C73B9" w:rsidRDefault="001C73B9" w:rsidP="001C73B9">
      <w:pPr>
        <w:pStyle w:val="libAr"/>
      </w:pPr>
      <w:r>
        <w:rPr>
          <w:rFonts w:hint="eastAsia"/>
          <w:rtl/>
        </w:rPr>
        <w:t>الكافي</w:t>
      </w:r>
      <w:r>
        <w:rPr>
          <w:rtl/>
        </w:rPr>
        <w:t>/2/164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People are the dependents of Allah for sustenance, so the most beloved one of people with Him is the one who is helpful to the dependents Allah and makes the family members of a house happy.</w:t>
      </w:r>
      <w:r w:rsidR="00E978C2" w:rsidRPr="00E978C2">
        <w:rPr>
          <w:rStyle w:val="libItalicChar"/>
        </w:rPr>
        <w:t>”</w:t>
      </w:r>
    </w:p>
    <w:p w:rsidR="001C73B9" w:rsidRDefault="001C73B9" w:rsidP="001C73B9">
      <w:pPr>
        <w:pStyle w:val="libNormal"/>
      </w:pPr>
      <w:r>
        <w:t>AI</w:t>
      </w:r>
      <w:r w:rsidR="00D92C09">
        <w:t>-</w:t>
      </w:r>
      <w:r>
        <w:t xml:space="preserve">Kafi, vol. 2, p. 164 </w:t>
      </w:r>
    </w:p>
    <w:p w:rsidR="001C73B9" w:rsidRDefault="001C73B9" w:rsidP="001C73B9">
      <w:pPr>
        <w:pStyle w:val="libAr"/>
      </w:pPr>
      <w:r>
        <w:rPr>
          <w:rtl/>
        </w:rPr>
        <w:t>203</w:t>
      </w:r>
      <w:r w:rsidR="00D92C09">
        <w:rPr>
          <w:rtl/>
        </w:rPr>
        <w:t>-</w:t>
      </w:r>
      <w:r>
        <w:t xml:space="preserve"> </w:t>
      </w:r>
      <w:r>
        <w:rPr>
          <w:rtl/>
        </w:rPr>
        <w:t>قالَ رَسُولُ اللهِ صل</w:t>
      </w:r>
      <w:r>
        <w:rPr>
          <w:rFonts w:hint="cs"/>
          <w:rtl/>
        </w:rPr>
        <w:t>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اَعانَ مُؤمِناً نَفَّسَ اللّهُ عَزَّ وَ جَلَّ عَنهُ ثَلاثًا وسَبعِيـنَ كُربَةً، واحِدَةً  فِي  الدّنيا وَ ثِنتَينِ و سَبعيـنَ كُربَة عِندَ كُرَبِـهِ العُظمى، قالَ: حَيثُ يَتَشاغَلُ النّاسُ بِأَنفُسِهِم</w:t>
      </w:r>
      <w:r>
        <w:t>.</w:t>
      </w:r>
    </w:p>
    <w:p w:rsidR="001C73B9" w:rsidRDefault="001C73B9" w:rsidP="001C73B9">
      <w:pPr>
        <w:pStyle w:val="libAr"/>
      </w:pPr>
      <w:r>
        <w:rPr>
          <w:rFonts w:hint="eastAsia"/>
          <w:rtl/>
        </w:rPr>
        <w:t>الكافي</w:t>
      </w:r>
      <w:r>
        <w:rPr>
          <w:rtl/>
        </w:rPr>
        <w:t>/2/199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helps a Muslim believer (in his troubles), Allah, Almighty and Glorious, will remove from him seventy</w:t>
      </w:r>
      <w:r w:rsidR="00D92C09" w:rsidRPr="00E978C2">
        <w:rPr>
          <w:rStyle w:val="libItalicChar"/>
        </w:rPr>
        <w:t>-</w:t>
      </w:r>
      <w:r w:rsidRPr="00E978C2">
        <w:rPr>
          <w:rStyle w:val="libItalicChar"/>
        </w:rPr>
        <w:t>three agonies, one of which is in this world and seventy</w:t>
      </w:r>
      <w:r w:rsidR="00D92C09" w:rsidRPr="00E978C2">
        <w:rPr>
          <w:rStyle w:val="libItalicChar"/>
        </w:rPr>
        <w:t>-</w:t>
      </w:r>
      <w:r w:rsidRPr="00E978C2">
        <w:rPr>
          <w:rStyle w:val="libItalicChar"/>
        </w:rPr>
        <w:t>two other agonies at the time of Great Agony, when people are busy with themselves (in Hereafter).</w:t>
      </w:r>
      <w:r w:rsidR="00E978C2" w:rsidRPr="00E978C2">
        <w:rPr>
          <w:rStyle w:val="libItalicChar"/>
        </w:rPr>
        <w:t>”</w:t>
      </w:r>
    </w:p>
    <w:p w:rsidR="001C73B9" w:rsidRDefault="001C73B9" w:rsidP="001C73B9">
      <w:pPr>
        <w:pStyle w:val="libNormal"/>
      </w:pPr>
      <w:r>
        <w:t>Al</w:t>
      </w:r>
      <w:r w:rsidR="00D92C09">
        <w:t>-</w:t>
      </w:r>
      <w:r>
        <w:t>Kafi, vol. 2, p.199</w:t>
      </w:r>
    </w:p>
    <w:p w:rsidR="001C73B9" w:rsidRDefault="001C73B9" w:rsidP="001C73B9">
      <w:pPr>
        <w:pStyle w:val="libNormal"/>
      </w:pPr>
      <w:r>
        <w:br w:type="page"/>
      </w:r>
    </w:p>
    <w:p w:rsidR="001C73B9" w:rsidRDefault="001C73B9" w:rsidP="001C73B9">
      <w:pPr>
        <w:pStyle w:val="Heading1Center"/>
      </w:pPr>
      <w:bookmarkStart w:id="35" w:name="_Toc444518234"/>
      <w:r>
        <w:lastRenderedPageBreak/>
        <w:t>GIVING LOAN</w:t>
      </w:r>
      <w:bookmarkEnd w:id="35"/>
    </w:p>
    <w:p w:rsidR="001C73B9" w:rsidRDefault="001C73B9" w:rsidP="001C73B9">
      <w:pPr>
        <w:pStyle w:val="libAr"/>
      </w:pPr>
      <w:r>
        <w:rPr>
          <w:rtl/>
        </w:rPr>
        <w:t>204</w:t>
      </w:r>
      <w:r w:rsidR="00D92C09">
        <w:rPr>
          <w:rtl/>
        </w:rPr>
        <w:t>-</w:t>
      </w:r>
      <w:r>
        <w:t xml:space="preserve"> </w:t>
      </w:r>
      <w:r>
        <w:rPr>
          <w:rtl/>
        </w:rPr>
        <w:t>قالَ النَّبىُ صل</w:t>
      </w:r>
      <w:r>
        <w:rPr>
          <w:rFonts w:hint="cs"/>
          <w:rtl/>
        </w:rPr>
        <w:t>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شَكا اِلَيهِ اَخُوهُ المُسلِمُ فَلَم يُقرِضْـهُ حَرَّمَ اللّه</w:t>
      </w:r>
      <w:r w:rsidR="00525C12">
        <w:rPr>
          <w:rtl/>
        </w:rPr>
        <w:t xml:space="preserve"> عليه</w:t>
      </w:r>
      <w:r>
        <w:rPr>
          <w:rtl/>
        </w:rPr>
        <w:t xml:space="preserve"> الجَنَّة يَومَ يَجزِى المُحسِنينَ</w:t>
      </w:r>
      <w:r>
        <w:t>.</w:t>
      </w:r>
    </w:p>
    <w:p w:rsidR="001C73B9" w:rsidRDefault="001C73B9" w:rsidP="001C73B9">
      <w:pPr>
        <w:pStyle w:val="libAr"/>
      </w:pPr>
      <w:r>
        <w:rPr>
          <w:rFonts w:hint="eastAsia"/>
          <w:rtl/>
        </w:rPr>
        <w:t>بحار</w:t>
      </w:r>
      <w:r>
        <w:rPr>
          <w:rtl/>
        </w:rPr>
        <w:t xml:space="preserve"> الأنوار/76/369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whom is referred to by his Muslim brother (to borrow) but he does not give him loan, Allah will forbid him entering Paradise on the Day when the righteous will be recompensed.</w:t>
      </w:r>
      <w:r w:rsidR="00E978C2" w:rsidRPr="00E978C2">
        <w:rPr>
          <w:rStyle w:val="libItalicChar"/>
        </w:rPr>
        <w:t>”</w:t>
      </w:r>
    </w:p>
    <w:p w:rsidR="001C73B9" w:rsidRDefault="001C73B9" w:rsidP="001C73B9">
      <w:pPr>
        <w:pStyle w:val="libNormal"/>
      </w:pPr>
      <w:r>
        <w:t>Bihar</w:t>
      </w:r>
      <w:r w:rsidR="00D92C09">
        <w:t>-</w:t>
      </w:r>
      <w:r>
        <w:t>ul</w:t>
      </w:r>
      <w:r w:rsidR="00D92C09">
        <w:t>-</w:t>
      </w:r>
      <w:r>
        <w:t>Anwar, vol. 76, p. 369</w:t>
      </w:r>
    </w:p>
    <w:p w:rsidR="001C73B9" w:rsidRDefault="001C73B9" w:rsidP="001C73B9">
      <w:pPr>
        <w:pStyle w:val="libNormal"/>
      </w:pPr>
      <w:r>
        <w:t xml:space="preserve"> </w:t>
      </w:r>
    </w:p>
    <w:p w:rsidR="001C73B9" w:rsidRDefault="001C73B9" w:rsidP="001C73B9">
      <w:pPr>
        <w:pStyle w:val="libAr"/>
      </w:pPr>
      <w:r>
        <w:rPr>
          <w:rtl/>
        </w:rPr>
        <w:t>205</w:t>
      </w:r>
      <w:r w:rsidR="00D92C09">
        <w:rPr>
          <w:rtl/>
        </w:rPr>
        <w:t>-</w:t>
      </w:r>
      <w:r>
        <w:t xml:space="preserve"> </w:t>
      </w:r>
      <w:r>
        <w:rPr>
          <w:rtl/>
        </w:rPr>
        <w:t>قالَ النَّبِيُّ صل</w:t>
      </w:r>
      <w:r>
        <w:rPr>
          <w:rFonts w:hint="cs"/>
          <w:rtl/>
        </w:rPr>
        <w:t>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احتاجَ اِلَيهِ اَخُـوهُ المُسلِمُ  فِي  قَرضٍ فَلَم يُقرِضْهُ حَـرَّمَ اللّهُ</w:t>
      </w:r>
      <w:r w:rsidR="00525C12">
        <w:rPr>
          <w:rtl/>
        </w:rPr>
        <w:t xml:space="preserve"> عليه</w:t>
      </w:r>
      <w:r>
        <w:rPr>
          <w:rtl/>
        </w:rPr>
        <w:t xml:space="preserve"> الجَنَّة يَومَ يَجزِي المُحسِنينَ</w:t>
      </w:r>
    </w:p>
    <w:p w:rsidR="001C73B9" w:rsidRDefault="001C73B9" w:rsidP="001C73B9">
      <w:pPr>
        <w:pStyle w:val="libAr"/>
      </w:pPr>
      <w:r>
        <w:rPr>
          <w:rFonts w:hint="eastAsia"/>
          <w:rtl/>
        </w:rPr>
        <w:t>بحار</w:t>
      </w:r>
      <w:r>
        <w:rPr>
          <w:rtl/>
        </w:rPr>
        <w:t xml:space="preserve"> الأنوار/76/367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one from whom his brother Muslim needs borrowing but he does not give him loan, Allah prohibits him entering Paradise on the Day when the righteous will be recompensed.</w:t>
      </w:r>
      <w:r w:rsidR="00E978C2" w:rsidRPr="00E978C2">
        <w:rPr>
          <w:rStyle w:val="libItalicChar"/>
        </w:rPr>
        <w:t>”</w:t>
      </w:r>
    </w:p>
    <w:p w:rsidR="001C73B9" w:rsidRDefault="001C73B9" w:rsidP="001C73B9">
      <w:pPr>
        <w:pStyle w:val="libNormal"/>
      </w:pPr>
      <w:r>
        <w:t>Bihar</w:t>
      </w:r>
      <w:r w:rsidR="00D92C09">
        <w:t>-</w:t>
      </w:r>
      <w:r>
        <w:t>ul</w:t>
      </w:r>
      <w:r w:rsidR="00D92C09">
        <w:t>-</w:t>
      </w:r>
      <w:r>
        <w:t>Anwar, vol. 76, p. 367</w:t>
      </w:r>
    </w:p>
    <w:p w:rsidR="00E978C2" w:rsidRDefault="00E978C2" w:rsidP="000E27F6">
      <w:pPr>
        <w:pStyle w:val="libNormal"/>
      </w:pPr>
      <w:r>
        <w:br w:type="page"/>
      </w:r>
    </w:p>
    <w:p w:rsidR="001C73B9" w:rsidRDefault="001C73B9" w:rsidP="00E978C2">
      <w:pPr>
        <w:pStyle w:val="Heading1Center"/>
      </w:pPr>
      <w:bookmarkStart w:id="36" w:name="_Toc444518235"/>
      <w:r>
        <w:lastRenderedPageBreak/>
        <w:t>HELPING THE NEEDY</w:t>
      </w:r>
      <w:bookmarkEnd w:id="36"/>
    </w:p>
    <w:p w:rsidR="001C73B9" w:rsidRDefault="001C73B9" w:rsidP="001C73B9">
      <w:pPr>
        <w:pStyle w:val="libAr"/>
      </w:pPr>
      <w:r>
        <w:rPr>
          <w:rtl/>
        </w:rPr>
        <w:t>206</w:t>
      </w:r>
      <w:r w:rsidR="00D92C09">
        <w:rPr>
          <w:rtl/>
        </w:rPr>
        <w:t>-</w:t>
      </w:r>
      <w:r>
        <w:t xml:space="preserve"> </w:t>
      </w:r>
      <w:r>
        <w:rPr>
          <w:rtl/>
        </w:rPr>
        <w:t>قالَ رَسُولُ اللهِ صل</w:t>
      </w:r>
      <w:r>
        <w:rPr>
          <w:rFonts w:hint="cs"/>
          <w:rtl/>
        </w:rPr>
        <w:t>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سائِلُوا</w:t>
      </w:r>
      <w:r>
        <w:rPr>
          <w:rtl/>
        </w:rPr>
        <w:t xml:space="preserve"> العُلَماءَ، وَ خاطِبُوا الحُكَماءَ، وَ جالِسُوا الفُقَراءََ</w:t>
      </w:r>
      <w:r>
        <w:t>.</w:t>
      </w:r>
    </w:p>
    <w:p w:rsidR="001C73B9" w:rsidRDefault="001C73B9" w:rsidP="001C73B9">
      <w:pPr>
        <w:pStyle w:val="libAr"/>
      </w:pPr>
      <w:r>
        <w:rPr>
          <w:rFonts w:hint="eastAsia"/>
          <w:rtl/>
        </w:rPr>
        <w:t>تحف</w:t>
      </w:r>
      <w:r>
        <w:rPr>
          <w:rtl/>
        </w:rPr>
        <w:t xml:space="preserve"> العقول/34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Ask (questions from) the learned, speak with the wise, and associate with the poor.</w:t>
      </w:r>
      <w:r w:rsidR="00E978C2" w:rsidRPr="00E978C2">
        <w:rPr>
          <w:rStyle w:val="libItalicChar"/>
        </w:rPr>
        <w:t>”</w:t>
      </w:r>
    </w:p>
    <w:p w:rsidR="001C73B9" w:rsidRDefault="001C73B9" w:rsidP="001C73B9">
      <w:pPr>
        <w:pStyle w:val="libNormal"/>
      </w:pPr>
      <w:r>
        <w:t>Tuhaf</w:t>
      </w:r>
      <w:r w:rsidR="00D92C09">
        <w:t>-</w:t>
      </w:r>
      <w:r>
        <w:t>ul</w:t>
      </w:r>
      <w:r w:rsidR="00D92C09">
        <w:t>-</w:t>
      </w:r>
      <w:r>
        <w:t>'Uqul, p. 34</w:t>
      </w:r>
    </w:p>
    <w:p w:rsidR="001C73B9" w:rsidRDefault="001C73B9" w:rsidP="001C73B9">
      <w:pPr>
        <w:pStyle w:val="libAr"/>
      </w:pPr>
      <w:r>
        <w:rPr>
          <w:rtl/>
        </w:rPr>
        <w:t>207</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سَبَبُ</w:t>
      </w:r>
      <w:r>
        <w:rPr>
          <w:rtl/>
        </w:rPr>
        <w:t xml:space="preserve"> زَوالِ اليَسارِ مَنعُ المُحتاجِ</w:t>
      </w:r>
      <w:r>
        <w:t>.</w:t>
      </w:r>
    </w:p>
    <w:p w:rsidR="001C73B9" w:rsidRDefault="001C73B9" w:rsidP="001C73B9">
      <w:pPr>
        <w:pStyle w:val="libAr"/>
      </w:pPr>
      <w:r>
        <w:rPr>
          <w:rFonts w:hint="eastAsia"/>
          <w:rtl/>
        </w:rPr>
        <w:t>غرر</w:t>
      </w:r>
      <w:r>
        <w:rPr>
          <w:rtl/>
        </w:rPr>
        <w:t xml:space="preserve"> الحكم/4/190</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The cause of the cessation of (one's) wealth is leaving the needy heedless.</w:t>
      </w:r>
      <w:r w:rsidR="00E978C2" w:rsidRPr="00E978C2">
        <w:rPr>
          <w:rStyle w:val="libItalicChar"/>
        </w:rPr>
        <w:t>”</w:t>
      </w:r>
    </w:p>
    <w:p w:rsidR="001C73B9" w:rsidRDefault="001C73B9" w:rsidP="001C73B9">
      <w:pPr>
        <w:pStyle w:val="libNormal"/>
      </w:pPr>
      <w:r>
        <w:t>Ghurar</w:t>
      </w:r>
      <w:r w:rsidR="00D92C09">
        <w:t>-</w:t>
      </w:r>
      <w:r>
        <w:t>ul</w:t>
      </w:r>
      <w:r w:rsidR="00D92C09">
        <w:t>-</w:t>
      </w:r>
      <w:r>
        <w:t>Hikam, vol. 4, p. 190</w:t>
      </w:r>
    </w:p>
    <w:p w:rsidR="001C73B9" w:rsidRDefault="001C73B9" w:rsidP="001C73B9">
      <w:pPr>
        <w:pStyle w:val="libAr"/>
      </w:pPr>
      <w:r>
        <w:rPr>
          <w:rtl/>
        </w:rPr>
        <w:t>208</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عَنِ</w:t>
      </w:r>
      <w:r>
        <w:rPr>
          <w:rtl/>
        </w:rPr>
        <w:t xml:space="preserve"> النَّبِىِّصل</w:t>
      </w:r>
      <w:r>
        <w:rPr>
          <w:rFonts w:hint="cs"/>
          <w:rtl/>
        </w:rPr>
        <w:t>ی</w:t>
      </w:r>
      <w:r>
        <w:rPr>
          <w:rtl/>
        </w:rPr>
        <w:t xml:space="preserve"> الله</w:t>
      </w:r>
      <w:r w:rsidR="00525C12">
        <w:rPr>
          <w:rtl/>
        </w:rPr>
        <w:t xml:space="preserve"> عليه</w:t>
      </w:r>
      <w:r>
        <w:rPr>
          <w:rtl/>
        </w:rPr>
        <w:t xml:space="preserve"> و آله و سلم عَنِ الله تَعالى في لَيلَة المِعـراجِ: يا أَحمَـدُ مَحَبَّتي مَحَبَّةُ الفُقَـراءِ، فَأَدْنِ الفُقَـراءَ وَ قَرِّبْ مَجلِسَهُـم مِنكَ أُدْنِكَ و</w:t>
      </w:r>
      <w:r>
        <w:t xml:space="preserve"> ... .</w:t>
      </w:r>
    </w:p>
    <w:p w:rsidR="001C73B9" w:rsidRDefault="001C73B9" w:rsidP="001C73B9">
      <w:pPr>
        <w:pStyle w:val="libAr"/>
      </w:pPr>
      <w:r>
        <w:rPr>
          <w:rFonts w:hint="eastAsia"/>
          <w:rtl/>
        </w:rPr>
        <w:t>الحياة</w:t>
      </w:r>
      <w:r>
        <w:rPr>
          <w:rtl/>
        </w:rPr>
        <w:t>/2/51</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The Holy Prophet [p.b.u.h.] narrated from Allah, the Exalted, on the night of ascent, Who said: 'O' Ahmad, My love is the loving of the poor. Bring the poor nearer to yourself and situate them close to yourself in order that I approach you...</w:t>
      </w:r>
      <w:r w:rsidR="00E978C2" w:rsidRPr="00E978C2">
        <w:rPr>
          <w:rStyle w:val="libItalicChar"/>
        </w:rPr>
        <w:t>”</w:t>
      </w:r>
    </w:p>
    <w:p w:rsidR="001C73B9" w:rsidRDefault="001C73B9" w:rsidP="001C73B9">
      <w:pPr>
        <w:pStyle w:val="libNormal"/>
      </w:pPr>
      <w:r>
        <w:t>Al</w:t>
      </w:r>
      <w:r w:rsidR="00D92C09">
        <w:t>-</w:t>
      </w:r>
      <w:r>
        <w:t>Hayat, vol. 2, p. 51</w:t>
      </w:r>
    </w:p>
    <w:p w:rsidR="001C73B9" w:rsidRDefault="001C73B9" w:rsidP="001C73B9">
      <w:pPr>
        <w:pStyle w:val="libAr"/>
      </w:pPr>
      <w:r>
        <w:rPr>
          <w:rtl/>
        </w:rPr>
        <w:t>209</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اَطعَمَ مُؤمِناً حَتّى يَشبِعَهُ لَم يَدرِ اَحَدٌ مِن خَلقِ الله مالَهُ مِنَ الأجرِ  فِي  الآخِرَة لا مَلَكٌ مُقَرَّبٌ وَلا نَبِيّ مُرسَـلٌ إلاّ اللّهُ رَبُّ العالَميـنَ. ثُـمَّ قالَ: مِن مُوجِباتِ المَغفِـرَة اِطعامُ المُسلِـمِ السَّغبانِ ثُمَّ تَلا ق</w:t>
      </w:r>
      <w:r>
        <w:rPr>
          <w:rFonts w:hint="eastAsia"/>
          <w:rtl/>
        </w:rPr>
        <w:t>َـولَ</w:t>
      </w:r>
      <w:r>
        <w:rPr>
          <w:rtl/>
        </w:rPr>
        <w:t xml:space="preserve"> الله عَزَّ وَ جَلَّ:</w:t>
      </w:r>
      <w:r w:rsidR="00E978C2">
        <w:rPr>
          <w:rtl/>
        </w:rPr>
        <w:t>”</w:t>
      </w:r>
      <w:r>
        <w:rPr>
          <w:rtl/>
        </w:rPr>
        <w:t xml:space="preserve"> اَو اِطعامٌ في يَـومٍ ذِي مَسغَبَةٍ * يَتِيماً ذا مَقرَبَةٍ * اَو مِسكِينًا ذا مَترَبَةٍ</w:t>
      </w:r>
      <w:r w:rsidR="00E978C2">
        <w:rPr>
          <w:rtl/>
        </w:rPr>
        <w:t>”</w:t>
      </w:r>
      <w:r>
        <w:t>.</w:t>
      </w:r>
    </w:p>
    <w:p w:rsidR="001C73B9" w:rsidRDefault="001C73B9" w:rsidP="001C73B9">
      <w:pPr>
        <w:pStyle w:val="libAr"/>
      </w:pPr>
      <w:r>
        <w:rPr>
          <w:rFonts w:hint="eastAsia"/>
          <w:rtl/>
        </w:rPr>
        <w:t>الكافي</w:t>
      </w:r>
      <w:r>
        <w:rPr>
          <w:rtl/>
        </w:rPr>
        <w:t>/2/201</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Whoever satiates a hungry believer so that the one is satisfied fully, neither a human being among people nor a near</w:t>
      </w:r>
      <w:r w:rsidR="00D92C09" w:rsidRPr="00E978C2">
        <w:rPr>
          <w:rStyle w:val="libItalicChar"/>
        </w:rPr>
        <w:t>-</w:t>
      </w:r>
      <w:r w:rsidRPr="00E978C2">
        <w:rPr>
          <w:rStyle w:val="libItalicChar"/>
        </w:rPr>
        <w:t>stationed angel nor a divine Messenger knows how great his reward is in the Hereafter except Allah, the Lord of the Worlds.</w:t>
      </w:r>
      <w:r w:rsidR="00E978C2" w:rsidRPr="00E978C2">
        <w:rPr>
          <w:rStyle w:val="libItalicChar"/>
        </w:rPr>
        <w:t>”</w:t>
      </w:r>
      <w:r>
        <w:t xml:space="preserve"> Then, he added: </w:t>
      </w:r>
      <w:r w:rsidR="00E978C2" w:rsidRPr="00E978C2">
        <w:rPr>
          <w:rStyle w:val="libItalicChar"/>
        </w:rPr>
        <w:t>“</w:t>
      </w:r>
      <w:r w:rsidRPr="00E978C2">
        <w:rPr>
          <w:rStyle w:val="libItalicChar"/>
        </w:rPr>
        <w:t>Feeding a hungry Muslim is from among the means of forgiveness.</w:t>
      </w:r>
      <w:r w:rsidR="00E978C2" w:rsidRPr="00E978C2">
        <w:rPr>
          <w:rStyle w:val="libItalicChar"/>
        </w:rPr>
        <w:t>”</w:t>
      </w:r>
      <w:r>
        <w:t xml:space="preserve"> After that he recited the word of Allah, Almighty and Glorious: </w:t>
      </w:r>
      <w:r w:rsidR="00E978C2" w:rsidRPr="00E978C2">
        <w:rPr>
          <w:rStyle w:val="libItalicChar"/>
        </w:rPr>
        <w:t>“</w:t>
      </w:r>
      <w:r w:rsidRPr="00E978C2">
        <w:rPr>
          <w:rStyle w:val="libItalicChar"/>
        </w:rPr>
        <w:t>Or the feeding on a day of hunger, of an orphan near of kin, or to the indigent (down) in the dust.</w:t>
      </w:r>
      <w:r w:rsidR="00E978C2" w:rsidRPr="00E978C2">
        <w:rPr>
          <w:rStyle w:val="libItalicChar"/>
        </w:rPr>
        <w:t>”</w:t>
      </w:r>
      <w:r>
        <w:t xml:space="preserve"> (Sura Balad, No. 90, verses 14 to 16). </w:t>
      </w:r>
    </w:p>
    <w:p w:rsidR="001C73B9" w:rsidRDefault="001C73B9" w:rsidP="001C73B9">
      <w:pPr>
        <w:pStyle w:val="libNormal"/>
      </w:pPr>
      <w:r>
        <w:lastRenderedPageBreak/>
        <w:t>Al</w:t>
      </w:r>
      <w:r w:rsidR="00D92C09">
        <w:t>-</w:t>
      </w:r>
      <w:r>
        <w:t>Kafi, vol. 2, p. 201</w:t>
      </w:r>
    </w:p>
    <w:p w:rsidR="001C73B9" w:rsidRDefault="001C73B9" w:rsidP="001C73B9">
      <w:pPr>
        <w:pStyle w:val="libNormal"/>
      </w:pPr>
      <w:r>
        <w:br w:type="page"/>
      </w:r>
    </w:p>
    <w:p w:rsidR="001C73B9" w:rsidRDefault="001C73B9" w:rsidP="001C73B9">
      <w:pPr>
        <w:pStyle w:val="Heading1Center"/>
      </w:pPr>
      <w:bookmarkStart w:id="37" w:name="_Toc444518236"/>
      <w:r>
        <w:lastRenderedPageBreak/>
        <w:t>DONATION &amp; PLEASING THE BELIEVERS</w:t>
      </w:r>
      <w:bookmarkEnd w:id="37"/>
    </w:p>
    <w:p w:rsidR="001C73B9" w:rsidRDefault="001C73B9" w:rsidP="001C73B9">
      <w:pPr>
        <w:pStyle w:val="libAr"/>
      </w:pPr>
      <w:r>
        <w:rPr>
          <w:rtl/>
        </w:rPr>
        <w:t>210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إذا</w:t>
      </w:r>
      <w:r>
        <w:rPr>
          <w:rtl/>
        </w:rPr>
        <w:t xml:space="preserve"> خَرَجَتِ الصَّدَقَة مِن يَدِ صاحِبِها تَتَكَلَّمُ بِخَمسِ كَلِماتٍ: اَوَّلُها كُنتُ فانِياً فَاَثبَتَّنِي وَ كُنتُ صَغيراً فَكَبَّرتَني وَ كُنتُ عَدُوًّا فَأَحبَبتَني وَ كُنتَ تَحرُسُني  وَالآنَ أَنَا أَحْرُسُكَ إِلى يَومِ القِيامَة</w:t>
      </w:r>
      <w:r>
        <w:t>.</w:t>
      </w:r>
    </w:p>
    <w:p w:rsidR="001C73B9" w:rsidRDefault="001C73B9" w:rsidP="001C73B9">
      <w:pPr>
        <w:pStyle w:val="libAr"/>
      </w:pPr>
      <w:r>
        <w:rPr>
          <w:rFonts w:hint="eastAsia"/>
          <w:rtl/>
        </w:rPr>
        <w:t>الاثنى</w:t>
      </w:r>
      <w:r>
        <w:rPr>
          <w:rtl/>
        </w:rPr>
        <w:t xml:space="preserve"> عشرية/223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When charity (alms) is delivered out of the hand of its owner, it (the thing being given) says five things: 'At first I was perishing and you gave me life; I was insignificant and you made me great; I was an enemy and you turned me into a friend; you used to protect me then but now I will protect you up to the Day of Resurrection'.</w:t>
      </w:r>
      <w:r w:rsidR="00E978C2" w:rsidRPr="00E978C2">
        <w:rPr>
          <w:rStyle w:val="libItalicChar"/>
        </w:rPr>
        <w:t>”</w:t>
      </w:r>
    </w:p>
    <w:p w:rsidR="001C73B9" w:rsidRDefault="001C73B9" w:rsidP="001C73B9">
      <w:pPr>
        <w:pStyle w:val="libNormal"/>
      </w:pPr>
      <w:r>
        <w:t>Al</w:t>
      </w:r>
      <w:r w:rsidR="00D92C09">
        <w:t>-</w:t>
      </w:r>
      <w:r>
        <w:t xml:space="preserve">Ithna 'Ashariyyah, p.223 </w:t>
      </w:r>
    </w:p>
    <w:p w:rsidR="001C73B9" w:rsidRDefault="001C73B9" w:rsidP="001C73B9">
      <w:pPr>
        <w:pStyle w:val="libAr"/>
      </w:pPr>
      <w:r>
        <w:rPr>
          <w:rtl/>
        </w:rPr>
        <w:t>211</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سَرَّ مُؤمِناً فَبِالله بَدَأَ وَ بِالنَّبِىِّ ثَنّى وَ بِنا ثَلَّثَ</w:t>
      </w:r>
      <w:r>
        <w:t>.</w:t>
      </w:r>
    </w:p>
    <w:p w:rsidR="001C73B9" w:rsidRDefault="001C73B9" w:rsidP="001C73B9">
      <w:pPr>
        <w:pStyle w:val="libAr"/>
      </w:pPr>
      <w:r>
        <w:rPr>
          <w:rFonts w:hint="eastAsia"/>
          <w:rtl/>
        </w:rPr>
        <w:t>بحار</w:t>
      </w:r>
      <w:r>
        <w:rPr>
          <w:rtl/>
        </w:rPr>
        <w:t xml:space="preserve"> الأنوار/74/314</w:t>
      </w:r>
    </w:p>
    <w:p w:rsidR="001C73B9" w:rsidRDefault="001C73B9" w:rsidP="001C73B9">
      <w:pPr>
        <w:pStyle w:val="libNormal"/>
      </w:pPr>
      <w:r>
        <w:t xml:space="preserve">Imam Kazim, the seventh Imam, [a.s.], said: </w:t>
      </w:r>
      <w:r w:rsidR="00E978C2" w:rsidRPr="00E978C2">
        <w:rPr>
          <w:rStyle w:val="libItalicChar"/>
        </w:rPr>
        <w:t>“</w:t>
      </w:r>
      <w:r w:rsidRPr="00E978C2">
        <w:rPr>
          <w:rStyle w:val="libItalicChar"/>
        </w:rPr>
        <w:t>He who makes a Muslim believer happy, then, he has initially  pleased Allah, secondly the Prophet and thirdly us (Ahlul</w:t>
      </w:r>
      <w:r w:rsidR="00D92C09" w:rsidRPr="00E978C2">
        <w:rPr>
          <w:rStyle w:val="libItalicChar"/>
        </w:rPr>
        <w:t>-</w:t>
      </w:r>
      <w:r w:rsidRPr="00E978C2">
        <w:rPr>
          <w:rStyle w:val="libItalicChar"/>
        </w:rPr>
        <w:t>Bayt).</w:t>
      </w:r>
      <w:r w:rsidR="00E978C2" w:rsidRPr="00E978C2">
        <w:rPr>
          <w:rStyle w:val="libItalicChar"/>
        </w:rPr>
        <w:t>”</w:t>
      </w:r>
    </w:p>
    <w:p w:rsidR="001C73B9" w:rsidRDefault="001C73B9" w:rsidP="001C73B9">
      <w:pPr>
        <w:pStyle w:val="libNormal"/>
      </w:pPr>
      <w:r>
        <w:t>Bihar</w:t>
      </w:r>
      <w:r w:rsidR="00D92C09">
        <w:t>-</w:t>
      </w:r>
      <w:r>
        <w:t>ul</w:t>
      </w:r>
      <w:r w:rsidR="00D92C09">
        <w:t>-</w:t>
      </w:r>
      <w:r>
        <w:t>Anwar, vol. 74, p. 314</w:t>
      </w:r>
    </w:p>
    <w:p w:rsidR="001C73B9" w:rsidRDefault="001C73B9" w:rsidP="001C73B9">
      <w:pPr>
        <w:pStyle w:val="libNormal"/>
      </w:pPr>
      <w:r>
        <w:t xml:space="preserve"> </w:t>
      </w:r>
    </w:p>
    <w:p w:rsidR="001C73B9" w:rsidRDefault="001C73B9" w:rsidP="001C73B9">
      <w:pPr>
        <w:pStyle w:val="libAr"/>
      </w:pPr>
      <w:r>
        <w:rPr>
          <w:rtl/>
        </w:rPr>
        <w:t>212</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اللّهَ سُبحانَهُ فَرَضَ في اَموالِ الأغنِياءِ اَقواتَ الفُقَراءِ فَما جاعَ فَقيرٌ إلاّ بِما مَنَعَ غَنِيٌّ</w:t>
      </w:r>
      <w:r>
        <w:t>.</w:t>
      </w:r>
    </w:p>
    <w:p w:rsidR="001C73B9" w:rsidRDefault="001C73B9" w:rsidP="001C73B9">
      <w:pPr>
        <w:pStyle w:val="libAr"/>
      </w:pPr>
      <w:r>
        <w:rPr>
          <w:rFonts w:hint="eastAsia"/>
          <w:rtl/>
        </w:rPr>
        <w:t>نهج</w:t>
      </w:r>
      <w:r>
        <w:rPr>
          <w:rtl/>
        </w:rPr>
        <w:t xml:space="preserve"> البلاغة/533 الكلمات القصار/328</w:t>
      </w:r>
    </w:p>
    <w:p w:rsidR="001C73B9" w:rsidRDefault="001C73B9" w:rsidP="001C73B9">
      <w:pPr>
        <w:pStyle w:val="libNormal"/>
      </w:pPr>
      <w:r>
        <w:t>Imam Amir</w:t>
      </w:r>
      <w:r w:rsidR="00D92C09">
        <w:t>-</w:t>
      </w:r>
      <w:r>
        <w:t>ul</w:t>
      </w:r>
      <w:r w:rsidR="00D92C09">
        <w:t>-</w:t>
      </w:r>
      <w:r>
        <w:t>Mu'mineen [a.s.] said: Allah, the Glorified, has fixed the livelihood of the destitute in the wealth of the rich. Consequently, whenever a destitute remains hungry it is because some rich persons have denied him (his share).</w:t>
      </w:r>
      <w:r w:rsidR="00E978C2">
        <w:t>”</w:t>
      </w:r>
    </w:p>
    <w:p w:rsidR="001C73B9" w:rsidRDefault="001C73B9" w:rsidP="001C73B9">
      <w:pPr>
        <w:pStyle w:val="libNormal"/>
      </w:pPr>
      <w:r>
        <w:t>Nahjul Balagha, p. 533, saying No. 328</w:t>
      </w:r>
    </w:p>
    <w:p w:rsidR="001C73B9" w:rsidRDefault="001C73B9" w:rsidP="001C73B9">
      <w:pPr>
        <w:pStyle w:val="libNormal"/>
      </w:pPr>
      <w:r>
        <w:t xml:space="preserve"> </w:t>
      </w:r>
    </w:p>
    <w:p w:rsidR="001C73B9" w:rsidRDefault="001C73B9" w:rsidP="001C73B9">
      <w:pPr>
        <w:pStyle w:val="libAr"/>
      </w:pPr>
      <w:r>
        <w:rPr>
          <w:rtl/>
        </w:rPr>
        <w:t>213</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أَيُّمـا</w:t>
      </w:r>
      <w:r>
        <w:rPr>
          <w:rtl/>
        </w:rPr>
        <w:t xml:space="preserve"> مُؤمِنٍ حَبَسَ مُؤمِناً عَن مـالِهِ وَ هُوَ يَحتاجُ اِلَيهِ لَم يَـذُقْ وَالله مِن طَعامِ الجَنَّة وَ لا يَشرَبُ مِنَ الرَّحِيقِ المَختُومِ</w:t>
      </w:r>
      <w:r>
        <w:t>.</w:t>
      </w:r>
    </w:p>
    <w:p w:rsidR="001C73B9" w:rsidRDefault="001C73B9" w:rsidP="001C73B9">
      <w:pPr>
        <w:pStyle w:val="libAr"/>
      </w:pPr>
      <w:r>
        <w:rPr>
          <w:rFonts w:hint="eastAsia"/>
          <w:rtl/>
        </w:rPr>
        <w:t>بحار</w:t>
      </w:r>
      <w:r>
        <w:rPr>
          <w:rtl/>
        </w:rPr>
        <w:t xml:space="preserve"> الأنوار/75/314</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By Allah, he who withholds his wealth from helping a needy believer will never taste the food of Heaven nor drink from the drink sealed there.</w:t>
      </w:r>
      <w:r w:rsidR="00E978C2" w:rsidRPr="00E978C2">
        <w:rPr>
          <w:rStyle w:val="libItalicChar"/>
        </w:rPr>
        <w:t>”</w:t>
      </w:r>
    </w:p>
    <w:p w:rsidR="001C73B9" w:rsidRDefault="001C73B9" w:rsidP="001C73B9">
      <w:pPr>
        <w:pStyle w:val="libNormal"/>
      </w:pPr>
      <w:r>
        <w:t>Bihar</w:t>
      </w:r>
      <w:r w:rsidR="00D92C09">
        <w:t>-</w:t>
      </w:r>
      <w:r>
        <w:t>ul</w:t>
      </w:r>
      <w:r w:rsidR="00D92C09">
        <w:t>-</w:t>
      </w:r>
      <w:r>
        <w:t>Anwar, vol. 75, p. 314</w:t>
      </w:r>
    </w:p>
    <w:p w:rsidR="001C73B9" w:rsidRDefault="001C73B9" w:rsidP="001C73B9">
      <w:pPr>
        <w:pStyle w:val="libNormal"/>
      </w:pPr>
      <w:r>
        <w:lastRenderedPageBreak/>
        <w:br w:type="page"/>
      </w:r>
    </w:p>
    <w:p w:rsidR="001C73B9" w:rsidRDefault="001C73B9" w:rsidP="001C73B9">
      <w:pPr>
        <w:pStyle w:val="Heading1Center"/>
      </w:pPr>
      <w:bookmarkStart w:id="38" w:name="_Toc444518237"/>
      <w:r>
        <w:lastRenderedPageBreak/>
        <w:t>CHARITY AND ALMS</w:t>
      </w:r>
      <w:bookmarkEnd w:id="38"/>
    </w:p>
    <w:p w:rsidR="001C73B9" w:rsidRDefault="001C73B9" w:rsidP="001C73B9">
      <w:pPr>
        <w:pStyle w:val="libAr"/>
      </w:pPr>
      <w:r>
        <w:rPr>
          <w:rtl/>
        </w:rPr>
        <w:t>214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لاتَزالُ</w:t>
      </w:r>
      <w:r>
        <w:rPr>
          <w:rtl/>
        </w:rPr>
        <w:t xml:space="preserve"> أُمَّتي بِخَيرٍ مَالَم يَتَخَاوَنُوا، وَ اَدَّوُا الأََمانَةَ، وَ آتَوُا الزَّكاةَ، وَ إذا لَم يَفعَلُوا ذلِكَ اُبْتُلُوا بِالقَحْطِ وَالسِّنِينَ</w:t>
      </w:r>
      <w:r>
        <w:t>.</w:t>
      </w:r>
    </w:p>
    <w:p w:rsidR="001C73B9" w:rsidRDefault="001C73B9" w:rsidP="001C73B9">
      <w:pPr>
        <w:pStyle w:val="libAr"/>
      </w:pPr>
      <w:r>
        <w:rPr>
          <w:rFonts w:hint="eastAsia"/>
          <w:rtl/>
        </w:rPr>
        <w:t>وسائل</w:t>
      </w:r>
      <w:r>
        <w:rPr>
          <w:rtl/>
        </w:rPr>
        <w:t xml:space="preserve"> الشيعة/6/13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My community will continue to live fairly while they are faithful (to each other), return the deposits (to their owners), and give alms (of their property); but, if they do not fulfil these duties, they will encounter famine and scarcity.</w:t>
      </w:r>
      <w:r w:rsidR="00E978C2" w:rsidRPr="00E978C2">
        <w:rPr>
          <w:rStyle w:val="libItalicChar"/>
        </w:rPr>
        <w:t>”</w:t>
      </w:r>
    </w:p>
    <w:p w:rsidR="001C73B9" w:rsidRDefault="001C73B9" w:rsidP="001C73B9">
      <w:pPr>
        <w:pStyle w:val="libNormal"/>
      </w:pPr>
      <w:r>
        <w:t>Wasa'il</w:t>
      </w:r>
      <w:r w:rsidR="00D92C09">
        <w:t>-</w:t>
      </w:r>
      <w:r>
        <w:t xml:space="preserve">ush Shia'ah, vol. 6, p.13 </w:t>
      </w:r>
    </w:p>
    <w:p w:rsidR="001C73B9" w:rsidRDefault="001C73B9" w:rsidP="001C73B9">
      <w:pPr>
        <w:pStyle w:val="libAr"/>
      </w:pPr>
      <w:r>
        <w:rPr>
          <w:rtl/>
        </w:rPr>
        <w:t>215</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 xml:space="preserve">: </w:t>
      </w:r>
    </w:p>
    <w:p w:rsidR="001C73B9" w:rsidRDefault="001C73B9" w:rsidP="001C73B9">
      <w:pPr>
        <w:pStyle w:val="libAr"/>
      </w:pPr>
      <w:r>
        <w:rPr>
          <w:rFonts w:hint="eastAsia"/>
          <w:rtl/>
        </w:rPr>
        <w:t>يابنَ</w:t>
      </w:r>
      <w:r>
        <w:rPr>
          <w:rtl/>
        </w:rPr>
        <w:t xml:space="preserve"> آدَمَ، كُن وَصِيَّ  نَفسِكَ في مالِكَ  وَ اعْمَلْ فيهِ ما تُؤْثِرُ أَنْ يُعمَلَ فيهِ مِن بَعدِكَ</w:t>
      </w:r>
      <w:r>
        <w:t xml:space="preserve">. </w:t>
      </w:r>
    </w:p>
    <w:p w:rsidR="001C73B9" w:rsidRDefault="001C73B9" w:rsidP="001C73B9">
      <w:pPr>
        <w:pStyle w:val="libAr"/>
      </w:pPr>
      <w:r>
        <w:rPr>
          <w:rFonts w:hint="eastAsia"/>
          <w:rtl/>
        </w:rPr>
        <w:t>نهج</w:t>
      </w:r>
      <w:r>
        <w:rPr>
          <w:rtl/>
        </w:rPr>
        <w:t xml:space="preserve"> البلاغة/512 الكلمات القصار/254</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O' children of Adam! Be your own representative in the matter of your property and do with it whatever you like to be done with it after your death.</w:t>
      </w:r>
      <w:r w:rsidR="00E978C2" w:rsidRPr="00E978C2">
        <w:rPr>
          <w:rStyle w:val="libItalicChar"/>
        </w:rPr>
        <w:t>”</w:t>
      </w:r>
    </w:p>
    <w:p w:rsidR="001C73B9" w:rsidRDefault="001C73B9" w:rsidP="001C73B9">
      <w:pPr>
        <w:pStyle w:val="libNormal"/>
      </w:pPr>
      <w:r>
        <w:t>Note:</w:t>
      </w:r>
    </w:p>
    <w:p w:rsidR="001C73B9" w:rsidRDefault="001C73B9" w:rsidP="001C73B9">
      <w:pPr>
        <w:pStyle w:val="libNormal"/>
      </w:pPr>
      <w:r>
        <w:t>The meaning is that if a person desires that after his death a portion of his property should be spent on charity, he should not wait for his death but spend it wherever he desires even during his lifetime; for it is possible that after his death his successors may not act upon his will or he may not get an opportunity to write a will.</w:t>
      </w:r>
    </w:p>
    <w:p w:rsidR="001C73B9" w:rsidRDefault="001C73B9" w:rsidP="001C73B9">
      <w:pPr>
        <w:pStyle w:val="libNormal"/>
      </w:pPr>
      <w:r>
        <w:t>Nahjul</w:t>
      </w:r>
      <w:r w:rsidR="00D92C09">
        <w:t>-</w:t>
      </w:r>
      <w:r>
        <w:t>Balagha, p. 512 Saying No. 254</w:t>
      </w:r>
    </w:p>
    <w:p w:rsidR="001C73B9" w:rsidRDefault="001C73B9" w:rsidP="001C73B9">
      <w:pPr>
        <w:pStyle w:val="libNormal"/>
      </w:pPr>
      <w:r>
        <w:t xml:space="preserve"> </w:t>
      </w:r>
    </w:p>
    <w:p w:rsidR="001C73B9" w:rsidRDefault="001C73B9" w:rsidP="001C73B9">
      <w:pPr>
        <w:pStyle w:val="libAr"/>
      </w:pPr>
      <w:r>
        <w:rPr>
          <w:rtl/>
        </w:rPr>
        <w:t>216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تَصَدَّقُوا</w:t>
      </w:r>
      <w:r>
        <w:rPr>
          <w:rtl/>
        </w:rPr>
        <w:t xml:space="preserve"> وَ داوُوا مَرضاكُم بِالصَّدَقَة، فَاِنَّ الصَّدَقَة تَدفَـعُ عَـنِ الأَعراضِ وَالأَمراضِ وَ هِيَ زِيادَة في أَعمارِكُم وَ حَسَناتِكُم</w:t>
      </w:r>
      <w:r>
        <w:t>.</w:t>
      </w:r>
    </w:p>
    <w:p w:rsidR="001C73B9" w:rsidRDefault="001C73B9" w:rsidP="001C73B9">
      <w:pPr>
        <w:pStyle w:val="libAr"/>
      </w:pPr>
      <w:r>
        <w:rPr>
          <w:rFonts w:hint="eastAsia"/>
          <w:rtl/>
        </w:rPr>
        <w:t>كنز</w:t>
      </w:r>
      <w:r>
        <w:rPr>
          <w:rtl/>
        </w:rPr>
        <w:t xml:space="preserve"> العُمّال/6/371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Give alms and cure your sick persons by it, because alms can surely remove your bad fortunes and ailments; and it causes prolongation of your lifetimes and increases your rewards.</w:t>
      </w:r>
      <w:r w:rsidR="00E978C2" w:rsidRPr="00E978C2">
        <w:rPr>
          <w:rStyle w:val="libItalicChar"/>
        </w:rPr>
        <w:t>”</w:t>
      </w:r>
    </w:p>
    <w:p w:rsidR="001C73B9" w:rsidRDefault="001C73B9" w:rsidP="001C73B9">
      <w:pPr>
        <w:pStyle w:val="libNormal"/>
      </w:pPr>
      <w:r>
        <w:t>Kanz</w:t>
      </w:r>
      <w:r w:rsidR="00D92C09">
        <w:t>-</w:t>
      </w:r>
      <w:r>
        <w:t>ul</w:t>
      </w:r>
      <w:r w:rsidR="00D92C09">
        <w:t>-</w:t>
      </w:r>
      <w:r>
        <w:t xml:space="preserve">'Ummal, vol. 6, p. 371 </w:t>
      </w:r>
    </w:p>
    <w:p w:rsidR="001C73B9" w:rsidRDefault="001C73B9" w:rsidP="001C73B9">
      <w:pPr>
        <w:pStyle w:val="libAr"/>
      </w:pPr>
      <w:r>
        <w:rPr>
          <w:rtl/>
        </w:rPr>
        <w:t>217</w:t>
      </w:r>
      <w:r w:rsidR="00D92C09">
        <w:rPr>
          <w:rtl/>
        </w:rPr>
        <w:t>-</w:t>
      </w:r>
      <w:r>
        <w:t xml:space="preserve"> </w:t>
      </w:r>
      <w:r>
        <w:rPr>
          <w:rtl/>
        </w:rPr>
        <w:t xml:space="preserve">رُوِيَ عَنِ </w:t>
      </w:r>
      <w:r w:rsidR="005F6D68">
        <w:rPr>
          <w:rtl/>
        </w:rPr>
        <w:t>النَّبِيّ صلی</w:t>
      </w:r>
      <w:r>
        <w:rPr>
          <w:rtl/>
        </w:rPr>
        <w:t xml:space="preserve"> الله</w:t>
      </w:r>
      <w:r w:rsidR="00525C12">
        <w:rPr>
          <w:rtl/>
        </w:rPr>
        <w:t xml:space="preserve"> عليه</w:t>
      </w:r>
      <w:r>
        <w:rPr>
          <w:rtl/>
        </w:rPr>
        <w:t xml:space="preserve"> و آله و سلم قالَ</w:t>
      </w:r>
      <w:r>
        <w:t xml:space="preserve"> :</w:t>
      </w:r>
    </w:p>
    <w:p w:rsidR="001C73B9" w:rsidRDefault="001C73B9" w:rsidP="001C73B9">
      <w:pPr>
        <w:pStyle w:val="libAr"/>
      </w:pPr>
      <w:r>
        <w:rPr>
          <w:rFonts w:hint="eastAsia"/>
          <w:rtl/>
        </w:rPr>
        <w:t>لَمّا</w:t>
      </w:r>
      <w:r>
        <w:rPr>
          <w:rtl/>
        </w:rPr>
        <w:t xml:space="preserve"> اُسرِيَ بي إِلى السَّماءِ رَاَيتُ عَلى  بابِ الجَنَّة ثَلاثَةَ اَسطُـرٍ، اَلسَّطـرُ الأوَّلُ: بِسـمِ الله الرحمنِ الرَّحيـمِ أَنَـا اللّه لا إِلهَ إلاّ أَنَا سَبَقَت رَحمَتي غَضَبي وَ السَّطـرُ الثّاني : بِسـمِ الله الرَّحمنِ </w:t>
      </w:r>
      <w:r>
        <w:rPr>
          <w:rtl/>
        </w:rPr>
        <w:lastRenderedPageBreak/>
        <w:t xml:space="preserve">الرَّحيـمِ اَلصَّدَقَةُ </w:t>
      </w:r>
      <w:r>
        <w:rPr>
          <w:rFonts w:hint="eastAsia"/>
          <w:rtl/>
        </w:rPr>
        <w:t>بِعَشَـرَةٍ،</w:t>
      </w:r>
      <w:r>
        <w:rPr>
          <w:rtl/>
        </w:rPr>
        <w:t xml:space="preserve"> وَالقَـرضُ بِثَمـانِيَةَ عَشَـرَ، وَصِلَة الْأَرحامِ بِثَلاثينَ وَالسَّطرُ الثّالِثُ: مَن عَرَفَ قَـدْري وَ رُبُوبِيَّتي فَلا يَتَّهِمْني  فِي  الرِّزقِ</w:t>
      </w:r>
      <w:r>
        <w:t xml:space="preserve">. </w:t>
      </w:r>
    </w:p>
    <w:p w:rsidR="001C73B9" w:rsidRDefault="001C73B9" w:rsidP="001C73B9">
      <w:pPr>
        <w:pStyle w:val="libAr"/>
      </w:pPr>
      <w:r>
        <w:rPr>
          <w:rFonts w:hint="eastAsia"/>
          <w:rtl/>
        </w:rPr>
        <w:t>الاثنى</w:t>
      </w:r>
      <w:r>
        <w:rPr>
          <w:rtl/>
        </w:rPr>
        <w:t xml:space="preserve"> عشريّه/85</w:t>
      </w:r>
    </w:p>
    <w:p w:rsidR="001C73B9" w:rsidRDefault="001C73B9" w:rsidP="001C73B9">
      <w:pPr>
        <w:pStyle w:val="libNormal"/>
      </w:pPr>
      <w:r>
        <w:t>It is narrated from the Holy Prophet [p.b.u.h.] who said:</w:t>
      </w:r>
    </w:p>
    <w:p w:rsidR="001C73B9" w:rsidRPr="00E978C2" w:rsidRDefault="00E978C2" w:rsidP="001C73B9">
      <w:pPr>
        <w:pStyle w:val="libNormal"/>
        <w:rPr>
          <w:rStyle w:val="libItalicChar"/>
        </w:rPr>
      </w:pPr>
      <w:r w:rsidRPr="00E978C2">
        <w:rPr>
          <w:rStyle w:val="libItalicChar"/>
        </w:rPr>
        <w:t>“</w:t>
      </w:r>
      <w:r w:rsidR="001C73B9" w:rsidRPr="00E978C2">
        <w:rPr>
          <w:rStyle w:val="libItalicChar"/>
        </w:rPr>
        <w:t>When I ascended to the sky, I saw three lines written on the door of Heaven:</w:t>
      </w:r>
    </w:p>
    <w:p w:rsidR="001C73B9" w:rsidRPr="00E978C2" w:rsidRDefault="001C73B9" w:rsidP="001C73B9">
      <w:pPr>
        <w:pStyle w:val="libNormal"/>
        <w:rPr>
          <w:rStyle w:val="libItalicChar"/>
        </w:rPr>
      </w:pPr>
      <w:r w:rsidRPr="00E978C2">
        <w:rPr>
          <w:rStyle w:val="libItalicChar"/>
        </w:rPr>
        <w:t>The first line: In the Name of Allah, the Beneficent, the Merciful; I am Allah and there is no god save Me that My Grace preceeds My wrath.</w:t>
      </w:r>
    </w:p>
    <w:p w:rsidR="001C73B9" w:rsidRPr="00E978C2" w:rsidRDefault="001C73B9" w:rsidP="001C73B9">
      <w:pPr>
        <w:pStyle w:val="libNormal"/>
        <w:rPr>
          <w:rStyle w:val="libItalicChar"/>
        </w:rPr>
      </w:pPr>
      <w:r w:rsidRPr="00E978C2">
        <w:rPr>
          <w:rStyle w:val="libItalicChar"/>
        </w:rPr>
        <w:t>The second line: In the Name of Allah, the Beneficent the Merciful; charity is repaid ten times and loan eighteen times, and regard for kinship thirty times.</w:t>
      </w:r>
    </w:p>
    <w:p w:rsidR="001C73B9" w:rsidRDefault="001C73B9" w:rsidP="001C73B9">
      <w:pPr>
        <w:pStyle w:val="libNormal"/>
      </w:pPr>
      <w:r w:rsidRPr="00E978C2">
        <w:rPr>
          <w:rStyle w:val="libItalicChar"/>
        </w:rPr>
        <w:t>The third line: He who understands My Rank and My Lordship should never accuse Me regarding sustenance.</w:t>
      </w:r>
      <w:r w:rsidR="00E978C2" w:rsidRPr="00E978C2">
        <w:rPr>
          <w:rStyle w:val="libItalicChar"/>
        </w:rPr>
        <w:t>”</w:t>
      </w:r>
    </w:p>
    <w:p w:rsidR="001C73B9" w:rsidRDefault="001C73B9" w:rsidP="001C73B9">
      <w:pPr>
        <w:pStyle w:val="libNormal"/>
      </w:pPr>
      <w:r>
        <w:t xml:space="preserve">Al </w:t>
      </w:r>
      <w:r w:rsidR="00D92C09">
        <w:t>-</w:t>
      </w:r>
      <w:r>
        <w:t xml:space="preserve"> Ithna 'Ashariyyah, p. 85 </w:t>
      </w:r>
    </w:p>
    <w:p w:rsidR="001C73B9" w:rsidRDefault="001C73B9" w:rsidP="001C73B9">
      <w:pPr>
        <w:pStyle w:val="libAr"/>
      </w:pPr>
      <w:r>
        <w:rPr>
          <w:rtl/>
        </w:rPr>
        <w:t>218</w:t>
      </w:r>
      <w:r w:rsidR="00D92C09">
        <w:rPr>
          <w:rtl/>
        </w:rPr>
        <w:t>-</w:t>
      </w:r>
      <w:r>
        <w:t xml:space="preserve"> </w:t>
      </w:r>
      <w:r>
        <w:rPr>
          <w:rtl/>
        </w:rPr>
        <w:t>عَن طاوُوسِ بنِ اليَمانِ قالَ سَمِعتُ عَلِيَّ بنَ الحُسَينِ</w:t>
      </w:r>
      <w:r w:rsidR="00525C12">
        <w:rPr>
          <w:rtl/>
        </w:rPr>
        <w:t xml:space="preserve"> </w:t>
      </w:r>
      <w:r w:rsidR="008A02F7">
        <w:rPr>
          <w:rtl/>
        </w:rPr>
        <w:t xml:space="preserve">عليه السلام </w:t>
      </w:r>
      <w:r>
        <w:rPr>
          <w:rtl/>
        </w:rPr>
        <w:t>يَقُولُ: عَلاماتُ  المُؤمِنِ خَمـسٌ، قُلـتُ: وَ ماهُـنَّ يابنَ رَسُـولِ الله؟ قالَ: اَلوَرَعُ  فِي  الخَلوَة، وَالصَّدَقَة  فِي  القِلَّة، وَالصَّبرُ عِندَ المُصيبَة، وَالحِلمُ عِن</w:t>
      </w:r>
      <w:r>
        <w:rPr>
          <w:rFonts w:hint="eastAsia"/>
          <w:rtl/>
        </w:rPr>
        <w:t>دَ</w:t>
      </w:r>
      <w:r>
        <w:rPr>
          <w:rtl/>
        </w:rPr>
        <w:t xml:space="preserve"> الغَضَبِ، وَالصِّدقُ عِندَ الخَوفِ</w:t>
      </w:r>
      <w:r>
        <w:t>.</w:t>
      </w:r>
    </w:p>
    <w:p w:rsidR="001C73B9" w:rsidRDefault="001C73B9" w:rsidP="001C73B9">
      <w:pPr>
        <w:pStyle w:val="libAr"/>
      </w:pPr>
      <w:r>
        <w:rPr>
          <w:rFonts w:hint="eastAsia"/>
          <w:rtl/>
        </w:rPr>
        <w:t>الخصال</w:t>
      </w:r>
      <w:r>
        <w:rPr>
          <w:rtl/>
        </w:rPr>
        <w:t>/127</w:t>
      </w:r>
    </w:p>
    <w:p w:rsidR="001C73B9" w:rsidRDefault="001C73B9" w:rsidP="001C73B9">
      <w:pPr>
        <w:pStyle w:val="libNormal"/>
      </w:pPr>
      <w:r>
        <w:t>Tawus</w:t>
      </w:r>
      <w:r w:rsidR="00D92C09">
        <w:t>-</w:t>
      </w:r>
      <w:r>
        <w:t>ibn</w:t>
      </w:r>
      <w:r w:rsidR="00D92C09">
        <w:t>-</w:t>
      </w:r>
      <w:r>
        <w:t>il</w:t>
      </w:r>
      <w:r w:rsidR="00D92C09">
        <w:t>-</w:t>
      </w:r>
      <w:r>
        <w:t>Yaman said that he heard when Imam Ali</w:t>
      </w:r>
      <w:r w:rsidR="00D92C09">
        <w:t>-</w:t>
      </w:r>
      <w:r>
        <w:t>ibn</w:t>
      </w:r>
      <w:r w:rsidR="00D92C09">
        <w:t>-</w:t>
      </w:r>
      <w:r>
        <w:t>il</w:t>
      </w:r>
      <w:r w:rsidR="00D92C09">
        <w:t>-</w:t>
      </w:r>
      <w:r>
        <w:t>Husain, Zainul</w:t>
      </w:r>
      <w:r w:rsidR="00D92C09">
        <w:t>-</w:t>
      </w:r>
      <w:r>
        <w:t xml:space="preserve">'Abidin [a.s.] that said the epithets of a believer were five then he asked him [a.s.] about them and he answered: </w:t>
      </w:r>
      <w:r w:rsidR="00E978C2" w:rsidRPr="00E978C2">
        <w:rPr>
          <w:rStyle w:val="libItalicChar"/>
        </w:rPr>
        <w:t>“</w:t>
      </w:r>
      <w:r w:rsidRPr="00E978C2">
        <w:rPr>
          <w:rStyle w:val="libItalicChar"/>
        </w:rPr>
        <w:t>Piety in private, donating charity at the time of need, patience when misfortunes come, tolerance at the time of anger, truthfulness when there is fear.</w:t>
      </w:r>
      <w:r w:rsidR="00E978C2" w:rsidRPr="00E978C2">
        <w:rPr>
          <w:rStyle w:val="libItalicChar"/>
        </w:rPr>
        <w:t>”</w:t>
      </w:r>
    </w:p>
    <w:p w:rsidR="001C73B9" w:rsidRDefault="001C73B9" w:rsidP="001C73B9">
      <w:pPr>
        <w:pStyle w:val="libNormal"/>
      </w:pPr>
      <w:r>
        <w:t>Al</w:t>
      </w:r>
      <w:r w:rsidR="00D92C09">
        <w:t>-</w:t>
      </w:r>
      <w:r>
        <w:t>Khisal by Saduq, p. 127</w:t>
      </w:r>
    </w:p>
    <w:p w:rsidR="001C73B9" w:rsidRDefault="001C73B9" w:rsidP="001C73B9">
      <w:pPr>
        <w:pStyle w:val="libNormal"/>
      </w:pPr>
      <w:r>
        <w:br w:type="page"/>
      </w:r>
    </w:p>
    <w:p w:rsidR="001C73B9" w:rsidRDefault="001C73B9" w:rsidP="001C73B9">
      <w:pPr>
        <w:pStyle w:val="Heading1Center"/>
      </w:pPr>
      <w:bookmarkStart w:id="39" w:name="_Toc444518238"/>
      <w:r>
        <w:lastRenderedPageBreak/>
        <w:t>REGARD FOR KINSHIP</w:t>
      </w:r>
      <w:bookmarkEnd w:id="39"/>
    </w:p>
    <w:p w:rsidR="001C73B9" w:rsidRDefault="001C73B9" w:rsidP="001C73B9">
      <w:pPr>
        <w:pStyle w:val="libAr"/>
      </w:pPr>
      <w:r>
        <w:rPr>
          <w:rtl/>
        </w:rPr>
        <w:t>219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سَرَّهُ أَنْ يُبسَطَ لَهُ  فِي  رِزقِهِ وَ يُنسَأَ لَهُ في أَجَلِهِ فَلْيَصِلْ رَحِمَهُ</w:t>
      </w:r>
      <w:r>
        <w:t>.</w:t>
      </w:r>
    </w:p>
    <w:p w:rsidR="001C73B9" w:rsidRDefault="001C73B9" w:rsidP="001C73B9">
      <w:pPr>
        <w:pStyle w:val="libAr"/>
      </w:pPr>
      <w:r>
        <w:rPr>
          <w:rFonts w:hint="eastAsia"/>
          <w:rtl/>
        </w:rPr>
        <w:t>بحار</w:t>
      </w:r>
      <w:r>
        <w:rPr>
          <w:rtl/>
        </w:rPr>
        <w:t xml:space="preserve"> الأنوار/74/89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wishes that his sustenance be increased for him and his death day be delayed, then he should pay attention to his kinsfolk.</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74, p. 89 </w:t>
      </w:r>
    </w:p>
    <w:p w:rsidR="001C73B9" w:rsidRDefault="001C73B9" w:rsidP="001C73B9">
      <w:pPr>
        <w:pStyle w:val="libAr"/>
      </w:pPr>
      <w:r>
        <w:rPr>
          <w:rtl/>
        </w:rPr>
        <w:t>220</w:t>
      </w:r>
      <w:r w:rsidR="00D92C09">
        <w:rPr>
          <w:rtl/>
        </w:rPr>
        <w:t>-</w:t>
      </w:r>
      <w:r>
        <w:t xml:space="preserve"> </w:t>
      </w:r>
      <w:r>
        <w:rPr>
          <w:rtl/>
        </w:rPr>
        <w:t>قالَ الإمامُ عَلِيّ بنُ مُوسَى الرِّضا</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يَجتَمِـعُ المالُ إلاّ بِخِصالٍ خَمسٍ: بِبُخلٍ شَدِيدٍ وَ اَمَلٍ طَوِيلٍ وَ حِرصٍ غالِبٍ وَ قَطِيعَة الرَّحِمِ وَ اِيثارِالدّنيا عَلَى الآخِرَة</w:t>
      </w:r>
      <w:r>
        <w:t>.</w:t>
      </w:r>
    </w:p>
    <w:p w:rsidR="001C73B9" w:rsidRDefault="001C73B9" w:rsidP="001C73B9">
      <w:pPr>
        <w:pStyle w:val="libAr"/>
      </w:pPr>
      <w:r>
        <w:rPr>
          <w:rFonts w:hint="eastAsia"/>
          <w:rtl/>
        </w:rPr>
        <w:t>بحار</w:t>
      </w:r>
      <w:r>
        <w:rPr>
          <w:rtl/>
        </w:rPr>
        <w:t xml:space="preserve"> الأنوار/73/138</w:t>
      </w:r>
    </w:p>
    <w:p w:rsidR="001C73B9" w:rsidRDefault="001C73B9" w:rsidP="001C73B9">
      <w:pPr>
        <w:pStyle w:val="libNormal"/>
      </w:pPr>
      <w:r>
        <w:t>Imam Ali ibn Musa al</w:t>
      </w:r>
      <w:r w:rsidR="00D92C09">
        <w:t>-</w:t>
      </w:r>
      <w:r>
        <w:t xml:space="preserve">Rida [a.s.] said: </w:t>
      </w:r>
      <w:r w:rsidR="00E978C2" w:rsidRPr="00E978C2">
        <w:rPr>
          <w:rStyle w:val="libItalicChar"/>
        </w:rPr>
        <w:t>“</w:t>
      </w:r>
      <w:r w:rsidRPr="00E978C2">
        <w:rPr>
          <w:rStyle w:val="libItalicChar"/>
        </w:rPr>
        <w:t>Wealth does not (excessively) accumulate but by having five traits: extreme miserliness, high expectations, overwhelming greed, breaking off ties with one's kindred, and preferring this world to the next.</w:t>
      </w:r>
      <w:r w:rsidR="00E978C2" w:rsidRPr="00E978C2">
        <w:rPr>
          <w:rStyle w:val="libItalicChar"/>
        </w:rPr>
        <w:t>”</w:t>
      </w:r>
    </w:p>
    <w:p w:rsidR="001C73B9" w:rsidRDefault="001C73B9" w:rsidP="001C73B9">
      <w:pPr>
        <w:pStyle w:val="libNormal"/>
      </w:pPr>
      <w:r>
        <w:t>Bihar</w:t>
      </w:r>
      <w:r w:rsidR="00D92C09">
        <w:t>-</w:t>
      </w:r>
      <w:r>
        <w:t>ul</w:t>
      </w:r>
      <w:r w:rsidR="00D92C09">
        <w:t>-</w:t>
      </w:r>
      <w:r>
        <w:t>Anwar, vol. 73, p. 138</w:t>
      </w:r>
    </w:p>
    <w:p w:rsidR="001C73B9" w:rsidRDefault="001C73B9" w:rsidP="001C73B9">
      <w:pPr>
        <w:pStyle w:val="libAr"/>
      </w:pPr>
      <w:r>
        <w:rPr>
          <w:rtl/>
        </w:rPr>
        <w:t>221</w:t>
      </w:r>
      <w:r w:rsidR="00D92C09">
        <w:rPr>
          <w:rtl/>
        </w:rPr>
        <w:t>-</w:t>
      </w:r>
      <w:r>
        <w:t xml:space="preserve"> </w:t>
      </w:r>
      <w:r>
        <w:rPr>
          <w:rtl/>
        </w:rPr>
        <w:t>قالَ اَبُو جَعفَرٍ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صِلَة</w:t>
      </w:r>
      <w:r>
        <w:rPr>
          <w:rtl/>
        </w:rPr>
        <w:t xml:space="preserve"> الأرحامِ تُزَكِّي الأعمالَ وَ تُنمِي الأموالَ وَ تَدفَعُ البَلوى وَ تُيَسِّرُ الحِسابَ وَ تُنسِئُ  فِي  الأجَلِ</w:t>
      </w:r>
      <w:r>
        <w:t>.</w:t>
      </w:r>
    </w:p>
    <w:p w:rsidR="001C73B9" w:rsidRDefault="001C73B9" w:rsidP="001C73B9">
      <w:pPr>
        <w:pStyle w:val="libAr"/>
      </w:pPr>
      <w:r>
        <w:rPr>
          <w:rFonts w:hint="eastAsia"/>
          <w:rtl/>
        </w:rPr>
        <w:t>الكافي</w:t>
      </w:r>
      <w:r>
        <w:rPr>
          <w:rtl/>
        </w:rPr>
        <w:t>/2/150</w:t>
      </w:r>
    </w:p>
    <w:p w:rsidR="001C73B9" w:rsidRDefault="001C73B9" w:rsidP="001C73B9">
      <w:pPr>
        <w:pStyle w:val="libNormal"/>
      </w:pPr>
      <w:r>
        <w:t>Imam Muhammad Baqir [a.s.] said: regard for kinship causes (five advantages):</w:t>
      </w:r>
    </w:p>
    <w:p w:rsidR="001C73B9" w:rsidRDefault="001C73B9" w:rsidP="001C73B9">
      <w:pPr>
        <w:pStyle w:val="libNormal"/>
      </w:pPr>
      <w:r>
        <w:t>1</w:t>
      </w:r>
      <w:r w:rsidR="00D92C09">
        <w:t>-</w:t>
      </w:r>
      <w:r>
        <w:t xml:space="preserve"> The purification (and acceptance) of deeds. </w:t>
      </w:r>
    </w:p>
    <w:p w:rsidR="001C73B9" w:rsidRDefault="001C73B9" w:rsidP="001C73B9">
      <w:pPr>
        <w:pStyle w:val="libNormal"/>
      </w:pPr>
      <w:r>
        <w:t>2</w:t>
      </w:r>
      <w:r w:rsidR="00D92C09">
        <w:t>-</w:t>
      </w:r>
      <w:r>
        <w:t xml:space="preserve"> Increase in wealth. </w:t>
      </w:r>
    </w:p>
    <w:p w:rsidR="001C73B9" w:rsidRDefault="001C73B9" w:rsidP="001C73B9">
      <w:pPr>
        <w:pStyle w:val="libNormal"/>
      </w:pPr>
      <w:r>
        <w:t>3</w:t>
      </w:r>
      <w:r w:rsidR="00D92C09">
        <w:t>-</w:t>
      </w:r>
      <w:r>
        <w:t xml:space="preserve"> Repelling misfortunes. </w:t>
      </w:r>
    </w:p>
    <w:p w:rsidR="001C73B9" w:rsidRDefault="001C73B9" w:rsidP="001C73B9">
      <w:pPr>
        <w:pStyle w:val="libNormal"/>
      </w:pPr>
      <w:r>
        <w:t>4</w:t>
      </w:r>
      <w:r w:rsidR="00D92C09">
        <w:t>-</w:t>
      </w:r>
      <w:r>
        <w:t xml:space="preserve"> Easiness in Reckoning, (in the Hereafter). </w:t>
      </w:r>
    </w:p>
    <w:p w:rsidR="001C73B9" w:rsidRDefault="001C73B9" w:rsidP="001C73B9">
      <w:pPr>
        <w:pStyle w:val="libNormal"/>
      </w:pPr>
      <w:r>
        <w:t>5</w:t>
      </w:r>
      <w:r w:rsidR="00D92C09">
        <w:t>-</w:t>
      </w:r>
      <w:r>
        <w:t xml:space="preserve"> Prolonging life. </w:t>
      </w:r>
    </w:p>
    <w:p w:rsidR="001C73B9" w:rsidRDefault="001C73B9" w:rsidP="001C73B9">
      <w:pPr>
        <w:pStyle w:val="libNormal"/>
      </w:pPr>
      <w:r>
        <w:t>Usul</w:t>
      </w:r>
      <w:r w:rsidR="00D92C09">
        <w:t>-</w:t>
      </w:r>
      <w:r>
        <w:t>i</w:t>
      </w:r>
      <w:r w:rsidR="00D92C09">
        <w:t>-</w:t>
      </w:r>
      <w:r>
        <w:t xml:space="preserve">Kafi, vol. 2, p. 150 </w:t>
      </w:r>
    </w:p>
    <w:p w:rsidR="001C73B9" w:rsidRDefault="001C73B9" w:rsidP="001C73B9">
      <w:pPr>
        <w:pStyle w:val="libAr"/>
      </w:pPr>
      <w:r>
        <w:rPr>
          <w:rtl/>
        </w:rPr>
        <w:t>222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ثَلاثَة</w:t>
      </w:r>
      <w:r>
        <w:rPr>
          <w:rtl/>
        </w:rPr>
        <w:t xml:space="preserve"> لا يَدخُلُونَ الجَنَّة: مُدمِـنُ خَمرٍ وَ مُدمِـنُ سِحـرٍ وَ قاطِـعُ رَحِمٍ</w:t>
      </w:r>
      <w:r>
        <w:t>.</w:t>
      </w:r>
    </w:p>
    <w:p w:rsidR="001C73B9" w:rsidRDefault="001C73B9" w:rsidP="001C73B9">
      <w:pPr>
        <w:pStyle w:val="libAr"/>
      </w:pPr>
      <w:r>
        <w:rPr>
          <w:rFonts w:hint="eastAsia"/>
          <w:rtl/>
        </w:rPr>
        <w:t>الخصال</w:t>
      </w:r>
      <w:r>
        <w:rPr>
          <w:rtl/>
        </w:rPr>
        <w:t>/179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are three groups who will not (be allowed to) enter Heaven: drinkers of wine, witches, and renouncers of one's kindred.</w:t>
      </w:r>
      <w:r w:rsidR="00E978C2" w:rsidRPr="00E978C2">
        <w:rPr>
          <w:rStyle w:val="libItalicChar"/>
        </w:rPr>
        <w:t>”</w:t>
      </w:r>
    </w:p>
    <w:p w:rsidR="001C73B9" w:rsidRDefault="001C73B9" w:rsidP="001C73B9">
      <w:pPr>
        <w:pStyle w:val="libNormal"/>
      </w:pPr>
      <w:r>
        <w:t>Al</w:t>
      </w:r>
      <w:r w:rsidR="00D92C09">
        <w:t>-</w:t>
      </w:r>
      <w:r>
        <w:t>Khisal, p. 179</w:t>
      </w:r>
    </w:p>
    <w:p w:rsidR="001C73B9" w:rsidRDefault="001C73B9" w:rsidP="001C73B9">
      <w:pPr>
        <w:pStyle w:val="libNormal"/>
      </w:pPr>
      <w:r>
        <w:br w:type="page"/>
      </w:r>
    </w:p>
    <w:p w:rsidR="001C73B9" w:rsidRDefault="001C73B9" w:rsidP="001C73B9">
      <w:pPr>
        <w:pStyle w:val="Heading1Center"/>
      </w:pPr>
      <w:bookmarkStart w:id="40" w:name="_Toc444518239"/>
      <w:r>
        <w:lastRenderedPageBreak/>
        <w:t>KINDNESS TO PARENTS</w:t>
      </w:r>
      <w:bookmarkEnd w:id="40"/>
    </w:p>
    <w:p w:rsidR="001C73B9" w:rsidRDefault="001C73B9" w:rsidP="001C73B9">
      <w:pPr>
        <w:pStyle w:val="libAr"/>
      </w:pPr>
      <w:r>
        <w:rPr>
          <w:rtl/>
        </w:rPr>
        <w:t>223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رِضَى</w:t>
      </w:r>
      <w:r>
        <w:rPr>
          <w:rtl/>
        </w:rPr>
        <w:t xml:space="preserve"> الله في رِضَى الوالِدَينِ وَ سَخَطُهُ في سَخَطِهِم</w:t>
      </w:r>
      <w:r>
        <w:t>.</w:t>
      </w:r>
    </w:p>
    <w:p w:rsidR="001C73B9" w:rsidRDefault="001C73B9" w:rsidP="001C73B9">
      <w:pPr>
        <w:pStyle w:val="libAr"/>
      </w:pPr>
      <w:r>
        <w:rPr>
          <w:rFonts w:hint="eastAsia"/>
          <w:rtl/>
        </w:rPr>
        <w:t>مستدرك</w:t>
      </w:r>
      <w:r>
        <w:rPr>
          <w:rtl/>
        </w:rPr>
        <w:t xml:space="preserve"> الوسائل/15/176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pleasure of Allah lies in the pleasure of one's parents (in the case that it is right), and His wrath lies in their wrath.</w:t>
      </w:r>
      <w:r w:rsidR="00E978C2" w:rsidRPr="00E978C2">
        <w:rPr>
          <w:rStyle w:val="libItalicChar"/>
        </w:rPr>
        <w:t>”</w:t>
      </w:r>
    </w:p>
    <w:p w:rsidR="001C73B9" w:rsidRDefault="001C73B9" w:rsidP="001C73B9">
      <w:pPr>
        <w:pStyle w:val="libNormal"/>
      </w:pPr>
      <w:r>
        <w:t>Mustadrak</w:t>
      </w:r>
      <w:r w:rsidR="00D92C09">
        <w:t>-</w:t>
      </w:r>
      <w:r>
        <w:t>ul</w:t>
      </w:r>
      <w:r w:rsidR="00D92C09">
        <w:t>-</w:t>
      </w:r>
      <w:r>
        <w:t>Wasa'il</w:t>
      </w:r>
      <w:r w:rsidR="00D92C09">
        <w:t>-</w:t>
      </w:r>
      <w:r>
        <w:t>ush</w:t>
      </w:r>
      <w:r w:rsidR="00D92C09">
        <w:t>-</w:t>
      </w:r>
      <w:r>
        <w:t>Shi'ah, vol. 15, p. 176</w:t>
      </w:r>
    </w:p>
    <w:p w:rsidR="001C73B9" w:rsidRDefault="001C73B9" w:rsidP="001C73B9">
      <w:pPr>
        <w:pStyle w:val="libNormal"/>
      </w:pPr>
      <w:r>
        <w:t xml:space="preserve"> </w:t>
      </w:r>
    </w:p>
    <w:p w:rsidR="001C73B9" w:rsidRDefault="001C73B9" w:rsidP="001C73B9">
      <w:pPr>
        <w:pStyle w:val="libAr"/>
      </w:pPr>
      <w:r>
        <w:rPr>
          <w:rtl/>
        </w:rPr>
        <w:t>224</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اَفضَلُ</w:t>
      </w:r>
      <w:r>
        <w:rPr>
          <w:rtl/>
        </w:rPr>
        <w:t xml:space="preserve"> الأعمـالِ: اَلصَّلاة لِوَقتِها وَ بِرُّ الوالِدَينِ وَالجِهادُ في سَبِيلِ الله</w:t>
      </w:r>
      <w:r>
        <w:t>.</w:t>
      </w:r>
    </w:p>
    <w:p w:rsidR="001C73B9" w:rsidRDefault="001C73B9" w:rsidP="001C73B9">
      <w:pPr>
        <w:pStyle w:val="libAr"/>
      </w:pPr>
      <w:r>
        <w:rPr>
          <w:rFonts w:hint="eastAsia"/>
          <w:rtl/>
        </w:rPr>
        <w:t>بحار</w:t>
      </w:r>
      <w:r>
        <w:rPr>
          <w:rtl/>
        </w:rPr>
        <w:t xml:space="preserve"> الأنوار/74/85</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 best deeds are: punctual prayer, kindness to parents, and contributing to the Holy War (against the pagans) in the path of Allah.</w:t>
      </w:r>
      <w:r w:rsidR="00E978C2" w:rsidRPr="00E978C2">
        <w:rPr>
          <w:rStyle w:val="libItalicChar"/>
        </w:rPr>
        <w:t>”</w:t>
      </w:r>
    </w:p>
    <w:p w:rsidR="001C73B9" w:rsidRDefault="001C73B9" w:rsidP="001C73B9">
      <w:pPr>
        <w:pStyle w:val="libNormal"/>
      </w:pPr>
      <w:r>
        <w:t>Bihar</w:t>
      </w:r>
      <w:r w:rsidR="00D92C09">
        <w:t>-</w:t>
      </w:r>
      <w:r>
        <w:t>ul</w:t>
      </w:r>
      <w:r w:rsidR="00D92C09">
        <w:t>-</w:t>
      </w:r>
      <w:r>
        <w:t>Anwar, vol. 74, p. 85</w:t>
      </w:r>
    </w:p>
    <w:p w:rsidR="001C73B9" w:rsidRDefault="001C73B9" w:rsidP="001C73B9">
      <w:pPr>
        <w:pStyle w:val="libNormal"/>
      </w:pPr>
      <w:r>
        <w:t xml:space="preserve"> </w:t>
      </w:r>
    </w:p>
    <w:p w:rsidR="001C73B9" w:rsidRDefault="001C73B9" w:rsidP="001C73B9">
      <w:pPr>
        <w:pStyle w:val="libAr"/>
      </w:pPr>
      <w:r>
        <w:rPr>
          <w:rtl/>
        </w:rPr>
        <w:t>225</w:t>
      </w:r>
      <w:r w:rsidR="00D92C09">
        <w:rPr>
          <w:rtl/>
        </w:rPr>
        <w:t>-</w:t>
      </w:r>
      <w:r>
        <w:t xml:space="preserve"> </w:t>
      </w:r>
      <w:r>
        <w:rPr>
          <w:rtl/>
        </w:rPr>
        <w:t>عَنِ الصّادِقِ</w:t>
      </w:r>
      <w:r w:rsidR="00525C12">
        <w:rPr>
          <w:rtl/>
        </w:rPr>
        <w:t xml:space="preserve"> </w:t>
      </w:r>
      <w:r w:rsidR="008A02F7">
        <w:rPr>
          <w:rtl/>
        </w:rPr>
        <w:t xml:space="preserve">عليه السلام </w:t>
      </w:r>
      <w:r>
        <w:rPr>
          <w:rtl/>
        </w:rPr>
        <w:t>قالَ</w:t>
      </w:r>
      <w:r>
        <w:t xml:space="preserve">: </w:t>
      </w:r>
    </w:p>
    <w:p w:rsidR="001C73B9" w:rsidRDefault="001C73B9" w:rsidP="001C73B9">
      <w:pPr>
        <w:pStyle w:val="libAr"/>
      </w:pPr>
      <w:r>
        <w:rPr>
          <w:rFonts w:hint="eastAsia"/>
          <w:rtl/>
        </w:rPr>
        <w:t>مَنْ</w:t>
      </w:r>
      <w:r>
        <w:rPr>
          <w:rtl/>
        </w:rPr>
        <w:t xml:space="preserve"> أَحَبَّ أَنْ يُخَفِّفَ اللّهُ عَزَّ وَ جَلَّ عَنهُ سَكَراتِ المَوتِ فَليَكُن لِقَرابَتهِ وَصولاً وَ بِوالِدَيهِ بارًّا فَإذا كانَ كَذلك هَوَّنَ اللّه</w:t>
      </w:r>
      <w:r w:rsidR="00525C12">
        <w:rPr>
          <w:rtl/>
        </w:rPr>
        <w:t xml:space="preserve"> عليه</w:t>
      </w:r>
      <w:r>
        <w:rPr>
          <w:rtl/>
        </w:rPr>
        <w:t xml:space="preserve"> سَكَراتِ المَوتِ وَلَم يُصِبهُ في حَياتِهِ فَقرٌ اَبَدًا</w:t>
      </w:r>
      <w:r>
        <w:t>.</w:t>
      </w:r>
    </w:p>
    <w:p w:rsidR="001C73B9" w:rsidRDefault="001C73B9" w:rsidP="001C73B9">
      <w:pPr>
        <w:pStyle w:val="libAr"/>
      </w:pPr>
      <w:r>
        <w:rPr>
          <w:rFonts w:hint="eastAsia"/>
          <w:rtl/>
        </w:rPr>
        <w:t>سفينة</w:t>
      </w:r>
      <w:r>
        <w:rPr>
          <w:rtl/>
        </w:rPr>
        <w:t xml:space="preserve"> البحار/2/553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wishes Allah, Almighty and Glorious, to lighten the agonies of death, he should have regard for his kinship, and treat his parents with goodness. Then, when a person does so, Allah will make the agonies of death easy for him and he will not be stricken by poverty in his life at all.</w:t>
      </w:r>
      <w:r w:rsidR="00E978C2" w:rsidRPr="00E978C2">
        <w:rPr>
          <w:rStyle w:val="libItalicChar"/>
        </w:rPr>
        <w:t>”</w:t>
      </w:r>
    </w:p>
    <w:p w:rsidR="001C73B9" w:rsidRDefault="001C73B9" w:rsidP="001C73B9">
      <w:pPr>
        <w:pStyle w:val="libNormal"/>
      </w:pPr>
      <w:r>
        <w:t>Safinat</w:t>
      </w:r>
      <w:r w:rsidR="00D92C09">
        <w:t>-</w:t>
      </w:r>
      <w:r>
        <w:t>ul</w:t>
      </w:r>
      <w:r w:rsidR="00D92C09">
        <w:t>-</w:t>
      </w:r>
      <w:r>
        <w:t xml:space="preserve">Bihar, vol. 2, p. 553 </w:t>
      </w:r>
    </w:p>
    <w:p w:rsidR="001C73B9" w:rsidRDefault="001C73B9" w:rsidP="001C73B9">
      <w:pPr>
        <w:pStyle w:val="libAr"/>
      </w:pPr>
      <w:r>
        <w:rPr>
          <w:rtl/>
        </w:rPr>
        <w:t>226</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نَظَرَ إِلى  أَبَوَيهِ نَظَرَ ماقِتٍ وَ هُما ظالِمانِ لَهُ لَم يَقبَلِ اللّه لَهُ صَلاةً</w:t>
      </w:r>
      <w:r>
        <w:t>.</w:t>
      </w:r>
    </w:p>
    <w:p w:rsidR="001C73B9" w:rsidRDefault="001C73B9" w:rsidP="001C73B9">
      <w:pPr>
        <w:pStyle w:val="libAr"/>
      </w:pPr>
      <w:r>
        <w:rPr>
          <w:rFonts w:hint="eastAsia"/>
          <w:rtl/>
        </w:rPr>
        <w:t>الكافي</w:t>
      </w:r>
      <w:r>
        <w:rPr>
          <w:rtl/>
        </w:rPr>
        <w:t>/2/349</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glares at his parents with wrathful eyes, although they have been unjust to him, Allah will not accept his prayers (unless he repents).</w:t>
      </w:r>
      <w:r w:rsidR="00E978C2" w:rsidRPr="00E978C2">
        <w:rPr>
          <w:rStyle w:val="libItalicChar"/>
        </w:rPr>
        <w:t>”</w:t>
      </w:r>
    </w:p>
    <w:p w:rsidR="001C73B9" w:rsidRDefault="001C73B9" w:rsidP="001C73B9">
      <w:pPr>
        <w:pStyle w:val="libNormal"/>
      </w:pPr>
      <w:r>
        <w:t>Usul</w:t>
      </w:r>
      <w:r w:rsidR="00D92C09">
        <w:t>-</w:t>
      </w:r>
      <w:r>
        <w:t>i</w:t>
      </w:r>
      <w:r w:rsidR="00D92C09">
        <w:t>-</w:t>
      </w:r>
      <w:r>
        <w:t>Kafi, vol. 2, p. 349</w:t>
      </w:r>
    </w:p>
    <w:p w:rsidR="001C73B9" w:rsidRDefault="001C73B9" w:rsidP="001C73B9">
      <w:pPr>
        <w:pStyle w:val="libAr"/>
      </w:pPr>
      <w:r>
        <w:rPr>
          <w:rtl/>
        </w:rPr>
        <w:t>227</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بَرُّوا</w:t>
      </w:r>
      <w:r>
        <w:rPr>
          <w:rtl/>
        </w:rPr>
        <w:t xml:space="preserve"> آباءَكُـم يَبَرَّكُـم اَبناؤُكُـم وَ عِفُّـوا عَـن نِساءِ النّاسِ تَعِـفَّ نِساؤُكُم</w:t>
      </w:r>
      <w:r>
        <w:t>.</w:t>
      </w:r>
    </w:p>
    <w:p w:rsidR="001C73B9" w:rsidRDefault="001C73B9" w:rsidP="001C73B9">
      <w:pPr>
        <w:pStyle w:val="libAr"/>
      </w:pPr>
      <w:r>
        <w:rPr>
          <w:rFonts w:hint="eastAsia"/>
          <w:rtl/>
        </w:rPr>
        <w:lastRenderedPageBreak/>
        <w:t>الكافي</w:t>
      </w:r>
      <w:r>
        <w:rPr>
          <w:rtl/>
        </w:rPr>
        <w:t>/5/554</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Do treat kindly your parents so that your children do the same to you; and be pious unto the wives of people so that your wives remain pious.</w:t>
      </w:r>
      <w:r w:rsidR="00E978C2" w:rsidRPr="00E978C2">
        <w:rPr>
          <w:rStyle w:val="libItalicChar"/>
        </w:rPr>
        <w:t>”</w:t>
      </w:r>
    </w:p>
    <w:p w:rsidR="001C73B9" w:rsidRDefault="001C73B9" w:rsidP="001C73B9">
      <w:pPr>
        <w:pStyle w:val="libNormal"/>
      </w:pPr>
      <w:r>
        <w:t>AI</w:t>
      </w:r>
      <w:r w:rsidR="00D92C09">
        <w:t>-</w:t>
      </w:r>
      <w:r>
        <w:t>Kafi, vol. 5, p. 554</w:t>
      </w:r>
    </w:p>
    <w:p w:rsidR="001C73B9" w:rsidRDefault="001C73B9" w:rsidP="001C73B9">
      <w:pPr>
        <w:pStyle w:val="libNormal"/>
      </w:pPr>
      <w:r>
        <w:t xml:space="preserve"> </w:t>
      </w:r>
    </w:p>
    <w:p w:rsidR="001C73B9" w:rsidRDefault="001C73B9" w:rsidP="001C73B9">
      <w:pPr>
        <w:pStyle w:val="libAr"/>
      </w:pPr>
      <w:r>
        <w:rPr>
          <w:rtl/>
        </w:rPr>
        <w:t>228</w:t>
      </w:r>
      <w:r w:rsidR="00D92C09">
        <w:rPr>
          <w:rtl/>
        </w:rPr>
        <w:t>-</w:t>
      </w:r>
      <w:r>
        <w:t xml:space="preserve"> </w:t>
      </w:r>
      <w:r>
        <w:rPr>
          <w:rtl/>
        </w:rPr>
        <w:t>عَن أَبِى عَبدِالله</w:t>
      </w:r>
      <w:r w:rsidR="00525C12">
        <w:rPr>
          <w:rtl/>
        </w:rPr>
        <w:t xml:space="preserve"> </w:t>
      </w:r>
      <w:r w:rsidR="008A02F7">
        <w:rPr>
          <w:rtl/>
        </w:rPr>
        <w:t xml:space="preserve">عليه السلام </w:t>
      </w:r>
      <w:r>
        <w:rPr>
          <w:rtl/>
        </w:rPr>
        <w:t xml:space="preserve">قالَ: جاءَ رَجُلٌ وَ سَأَلَ </w:t>
      </w:r>
      <w:r w:rsidR="005F6D68">
        <w:rPr>
          <w:rtl/>
        </w:rPr>
        <w:t>النَّبِيّ صلی</w:t>
      </w:r>
      <w:r>
        <w:rPr>
          <w:rtl/>
        </w:rPr>
        <w:t xml:space="preserve"> الله</w:t>
      </w:r>
      <w:r w:rsidR="00525C12">
        <w:rPr>
          <w:rtl/>
        </w:rPr>
        <w:t xml:space="preserve"> عليه</w:t>
      </w:r>
      <w:r>
        <w:rPr>
          <w:rtl/>
        </w:rPr>
        <w:t xml:space="preserve"> و آله و سلم عَن بِرِّ الوالِدَينِ فَقالَ: اِبرِر ا</w:t>
      </w:r>
      <w:r w:rsidR="00E978C2">
        <w:rPr>
          <w:rtl/>
        </w:rPr>
        <w:t>ُمَّكَ اِبرِر اُمَّكَ اِبرِر اُ</w:t>
      </w:r>
      <w:r>
        <w:rPr>
          <w:rtl/>
        </w:rPr>
        <w:t>مَّكَ، اِبرِر أباكَ اِبرِر أباكَ اِبرِر أباكَ، وَ بَدَأَ بِالأُمِّ قَبلَ الأبِ</w:t>
      </w:r>
      <w:r>
        <w:t>.</w:t>
      </w:r>
    </w:p>
    <w:p w:rsidR="001C73B9" w:rsidRDefault="001C73B9" w:rsidP="001C73B9">
      <w:pPr>
        <w:pStyle w:val="libAr"/>
      </w:pPr>
      <w:r>
        <w:rPr>
          <w:rFonts w:hint="eastAsia"/>
          <w:rtl/>
        </w:rPr>
        <w:t>الكافي</w:t>
      </w:r>
      <w:r>
        <w:rPr>
          <w:rtl/>
        </w:rPr>
        <w:t>/2/162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Once a person came to the Prophet [p.b.u.h.] and asked him about good treatment to parents. Then, he [p.b.u.h.] said 'Treat kindly your mother, treat kindly your mother, and treat kindly your mother; be kind to your father, be kind to your father, and be kind to your father but begin (that kindness) with your mother before your father'.</w:t>
      </w:r>
      <w:r w:rsidR="00E978C2" w:rsidRPr="00E978C2">
        <w:rPr>
          <w:rStyle w:val="libItalicChar"/>
        </w:rPr>
        <w:t>”</w:t>
      </w:r>
    </w:p>
    <w:p w:rsidR="001C73B9" w:rsidRDefault="001C73B9" w:rsidP="001C73B9">
      <w:pPr>
        <w:pStyle w:val="libNormal"/>
      </w:pPr>
      <w:r>
        <w:t>Al</w:t>
      </w:r>
      <w:r w:rsidR="00D92C09">
        <w:t>-</w:t>
      </w:r>
      <w:r>
        <w:t>Kafi, vol. 2, p. 162</w:t>
      </w:r>
    </w:p>
    <w:p w:rsidR="001C73B9" w:rsidRDefault="001C73B9" w:rsidP="001C73B9">
      <w:pPr>
        <w:pStyle w:val="libNormal"/>
      </w:pPr>
      <w:r>
        <w:br w:type="page"/>
      </w:r>
    </w:p>
    <w:p w:rsidR="001C73B9" w:rsidRDefault="001C73B9" w:rsidP="001C73B9">
      <w:pPr>
        <w:pStyle w:val="Heading1Center"/>
      </w:pPr>
      <w:bookmarkStart w:id="41" w:name="_Toc444518240"/>
      <w:r>
        <w:lastRenderedPageBreak/>
        <w:t>THE RIGHTS OF CHILDREN</w:t>
      </w:r>
      <w:bookmarkEnd w:id="41"/>
    </w:p>
    <w:p w:rsidR="001C73B9" w:rsidRDefault="001C73B9" w:rsidP="001C73B9">
      <w:pPr>
        <w:pStyle w:val="libAr"/>
      </w:pPr>
      <w:r>
        <w:rPr>
          <w:rtl/>
        </w:rPr>
        <w:t>229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يا</w:t>
      </w:r>
      <w:r>
        <w:rPr>
          <w:rtl/>
        </w:rPr>
        <w:t xml:space="preserve"> عَلِيُّ لَعَنَ اللّه والِدَينِ حَمَلا وَلَدَهُمـا عَلى عُقُوقِهِما</w:t>
      </w:r>
      <w:r>
        <w:t>.</w:t>
      </w:r>
    </w:p>
    <w:p w:rsidR="001C73B9" w:rsidRDefault="001C73B9" w:rsidP="001C73B9">
      <w:pPr>
        <w:pStyle w:val="libAr"/>
      </w:pPr>
      <w:r>
        <w:rPr>
          <w:rFonts w:hint="eastAsia"/>
          <w:rtl/>
        </w:rPr>
        <w:t>وسائل</w:t>
      </w:r>
      <w:r>
        <w:rPr>
          <w:rtl/>
        </w:rPr>
        <w:t xml:space="preserve"> الشيعة/21/290</w:t>
      </w:r>
    </w:p>
    <w:p w:rsidR="001C73B9" w:rsidRDefault="001C73B9" w:rsidP="001C73B9">
      <w:pPr>
        <w:pStyle w:val="libNormal"/>
      </w:pPr>
      <w:r>
        <w:t>The Holy Prophet [p.b.u.h.] told Amir</w:t>
      </w:r>
      <w:r w:rsidR="00D92C09">
        <w:t>-</w:t>
      </w:r>
      <w:r>
        <w:t>ul</w:t>
      </w:r>
      <w:r w:rsidR="00D92C09">
        <w:t>-</w:t>
      </w:r>
      <w:r>
        <w:t xml:space="preserve">Mu'mineen Ali [a.s.]: </w:t>
      </w:r>
      <w:r w:rsidR="00E978C2" w:rsidRPr="00E978C2">
        <w:rPr>
          <w:rStyle w:val="libItalicChar"/>
        </w:rPr>
        <w:t>“</w:t>
      </w:r>
      <w:r w:rsidRPr="00E978C2">
        <w:rPr>
          <w:rStyle w:val="libItalicChar"/>
        </w:rPr>
        <w:t>O' Ali! Allah has cursed the parents who would cause their child to be disobedient of them by cursing them.</w:t>
      </w:r>
      <w:r w:rsidR="00E978C2" w:rsidRPr="00E978C2">
        <w:rPr>
          <w:rStyle w:val="libItalicChar"/>
        </w:rPr>
        <w:t>”</w:t>
      </w:r>
    </w:p>
    <w:p w:rsidR="001C73B9" w:rsidRDefault="001C73B9" w:rsidP="001C73B9">
      <w:pPr>
        <w:pStyle w:val="libNormal"/>
      </w:pPr>
      <w:r>
        <w:t>Wasa'il</w:t>
      </w:r>
      <w:r w:rsidR="00D92C09">
        <w:t>-</w:t>
      </w:r>
      <w:r>
        <w:t xml:space="preserve">ush Shiah, vol. 21, p. 290 </w:t>
      </w:r>
    </w:p>
    <w:p w:rsidR="001C73B9" w:rsidRDefault="001C73B9" w:rsidP="001C73B9">
      <w:pPr>
        <w:pStyle w:val="libAr"/>
      </w:pPr>
      <w:r>
        <w:rPr>
          <w:rtl/>
        </w:rPr>
        <w:t>230</w:t>
      </w:r>
      <w:r w:rsidR="00D92C09">
        <w:rPr>
          <w:rtl/>
        </w:rPr>
        <w:t>-</w:t>
      </w:r>
      <w:r>
        <w:t xml:space="preserve"> </w:t>
      </w:r>
      <w:r>
        <w:rPr>
          <w:rtl/>
        </w:rPr>
        <w:t xml:space="preserve">قالَ الإمامُ اَميرُالمُؤمِنينَ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لا</w:t>
      </w:r>
      <w:r>
        <w:rPr>
          <w:rtl/>
        </w:rPr>
        <w:t xml:space="preserve"> تَجعَلَنَّ اَكثَرَ شُغلِكَ بِاَهلِكَ وَ وَلَدِكَ فَاِن يَكُن اَهلُكَ وَ وَلَدُكَ اَولياءَ الله فَاِنَّ اللّه لا يُضيعُ اَولِياءَهُ وَ اِن يَكُونُوا اَعداءَ الله فَما هَمُّكَ وَ شُغْلُكَ بِاَعداءِ الله؟</w:t>
      </w:r>
    </w:p>
    <w:p w:rsidR="001C73B9" w:rsidRDefault="001C73B9" w:rsidP="001C73B9">
      <w:pPr>
        <w:pStyle w:val="libAr"/>
      </w:pPr>
      <w:r>
        <w:rPr>
          <w:rFonts w:hint="eastAsia"/>
          <w:rtl/>
        </w:rPr>
        <w:t>نهج</w:t>
      </w:r>
      <w:r>
        <w:rPr>
          <w:rtl/>
        </w:rPr>
        <w:t xml:space="preserve"> البلاغة/536/352</w:t>
      </w:r>
    </w:p>
    <w:p w:rsidR="001C73B9" w:rsidRDefault="001C73B9" w:rsidP="001C73B9">
      <w:pPr>
        <w:pStyle w:val="libNormal"/>
      </w:pPr>
      <w:r>
        <w:t>Imam Amir</w:t>
      </w:r>
      <w:r w:rsidR="00D92C09">
        <w:t>-</w:t>
      </w:r>
      <w:r>
        <w:t>ul</w:t>
      </w:r>
      <w:r w:rsidR="00D92C09">
        <w:t>-</w:t>
      </w:r>
      <w:r>
        <w:t xml:space="preserve">Mu'mineen Ali [a.s.] said to one of his followers: </w:t>
      </w:r>
      <w:r w:rsidR="00E978C2" w:rsidRPr="00E978C2">
        <w:rPr>
          <w:rStyle w:val="libItalicChar"/>
        </w:rPr>
        <w:t>“</w:t>
      </w:r>
      <w:r w:rsidRPr="00E978C2">
        <w:rPr>
          <w:rStyle w:val="libItalicChar"/>
        </w:rPr>
        <w:t>Do not devote most of your activity to your wife and your (grown up) children, because if your wife and children are lovers of Allah, then He will not leave His lovers uncared for, and if they be enemies of Allah, then why should you worry and keep yourself busy about the enemies of Allah.</w:t>
      </w:r>
      <w:r w:rsidR="00E978C2" w:rsidRPr="00E978C2">
        <w:rPr>
          <w:rStyle w:val="libItalicChar"/>
        </w:rPr>
        <w:t>”</w:t>
      </w:r>
    </w:p>
    <w:p w:rsidR="001C73B9" w:rsidRDefault="001C73B9" w:rsidP="001C73B9">
      <w:pPr>
        <w:pStyle w:val="libNormal"/>
      </w:pPr>
      <w:r>
        <w:t>(There are two opposite extremes that can be taken by  men in regards to providing for their families. One is the negligence of his responsibility to them and the other, which is addressed here, is the excessive compiling of wealth for them. Either of these two extremes are advised against).</w:t>
      </w:r>
    </w:p>
    <w:p w:rsidR="001C73B9" w:rsidRDefault="001C73B9" w:rsidP="001C73B9">
      <w:pPr>
        <w:pStyle w:val="libNormal"/>
      </w:pPr>
      <w:r>
        <w:t>Nahjul</w:t>
      </w:r>
      <w:r w:rsidR="00D92C09">
        <w:t>-</w:t>
      </w:r>
      <w:r>
        <w:t>Balagha, p. 536, saying No. 352</w:t>
      </w:r>
    </w:p>
    <w:p w:rsidR="001C73B9" w:rsidRDefault="001C73B9" w:rsidP="001C73B9">
      <w:pPr>
        <w:pStyle w:val="libNormal"/>
      </w:pPr>
      <w:r>
        <w:t xml:space="preserve"> </w:t>
      </w:r>
    </w:p>
    <w:p w:rsidR="001C73B9" w:rsidRDefault="001C73B9" w:rsidP="001C73B9">
      <w:pPr>
        <w:pStyle w:val="libAr"/>
      </w:pPr>
      <w:r>
        <w:rPr>
          <w:rtl/>
        </w:rPr>
        <w:t>231</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بادِرُوا</w:t>
      </w:r>
      <w:r>
        <w:rPr>
          <w:rtl/>
        </w:rPr>
        <w:t xml:space="preserve"> أَولادَكُم بِالحَدِيثِ، قَبلَ أَنْ يَسبِقَكُم إِلَيهِمُ المُرجِئَةُ</w:t>
      </w:r>
      <w:r>
        <w:t>.</w:t>
      </w:r>
    </w:p>
    <w:p w:rsidR="001C73B9" w:rsidRDefault="001C73B9" w:rsidP="001C73B9">
      <w:pPr>
        <w:pStyle w:val="libAr"/>
      </w:pPr>
      <w:r>
        <w:rPr>
          <w:rFonts w:hint="eastAsia"/>
          <w:rtl/>
        </w:rPr>
        <w:t>الكافي</w:t>
      </w:r>
      <w:r>
        <w:rPr>
          <w:rtl/>
        </w:rPr>
        <w:t>/6/47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Take action in teaching traditions (of Ahlul</w:t>
      </w:r>
      <w:r w:rsidR="00D92C09" w:rsidRPr="00E978C2">
        <w:rPr>
          <w:rStyle w:val="libItalicChar"/>
        </w:rPr>
        <w:t>-</w:t>
      </w:r>
      <w:r w:rsidRPr="00E978C2">
        <w:rPr>
          <w:rStyle w:val="libItalicChar"/>
        </w:rPr>
        <w:t>Bayt) to your children before the corrupted persons precede in corrupting them.</w:t>
      </w:r>
      <w:r w:rsidR="00E978C2" w:rsidRPr="00E978C2">
        <w:rPr>
          <w:rStyle w:val="libItalicChar"/>
        </w:rPr>
        <w:t>”</w:t>
      </w:r>
    </w:p>
    <w:p w:rsidR="001C73B9" w:rsidRDefault="001C73B9" w:rsidP="001C73B9">
      <w:pPr>
        <w:pStyle w:val="libNormal"/>
      </w:pPr>
      <w:r>
        <w:t>Al</w:t>
      </w:r>
      <w:r w:rsidR="00D92C09">
        <w:t>-</w:t>
      </w:r>
      <w:r>
        <w:t xml:space="preserve">Kafi, vol. 6, p. 47 </w:t>
      </w:r>
    </w:p>
    <w:p w:rsidR="001C73B9" w:rsidRDefault="001C73B9" w:rsidP="001C73B9">
      <w:pPr>
        <w:pStyle w:val="libAr"/>
      </w:pPr>
      <w:r>
        <w:rPr>
          <w:rtl/>
        </w:rPr>
        <w:t>232</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بِرُّ</w:t>
      </w:r>
      <w:r>
        <w:rPr>
          <w:rtl/>
        </w:rPr>
        <w:t xml:space="preserve"> الرَّجُلِ بِوَلَدِهِ بِرُّهُ بِوالِدَيهِ</w:t>
      </w:r>
      <w:r>
        <w:t>.</w:t>
      </w:r>
    </w:p>
    <w:p w:rsidR="001C73B9" w:rsidRDefault="001C73B9" w:rsidP="001C73B9">
      <w:pPr>
        <w:pStyle w:val="libAr"/>
      </w:pPr>
      <w:r>
        <w:rPr>
          <w:rFonts w:hint="eastAsia"/>
          <w:rtl/>
        </w:rPr>
        <w:t>من</w:t>
      </w:r>
      <w:r>
        <w:rPr>
          <w:rtl/>
        </w:rPr>
        <w:t xml:space="preserve"> لا يحضره الفقيه/3/483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Benediction of a man to his child is his benediction to his parents.</w:t>
      </w:r>
      <w:r w:rsidR="00E978C2" w:rsidRPr="00E978C2">
        <w:rPr>
          <w:rStyle w:val="libItalicChar"/>
        </w:rPr>
        <w:t>”</w:t>
      </w:r>
    </w:p>
    <w:p w:rsidR="001C73B9" w:rsidRDefault="001C73B9" w:rsidP="001C73B9">
      <w:pPr>
        <w:pStyle w:val="libNormal"/>
      </w:pPr>
      <w:r>
        <w:t>Man La YahduruhuI Faqih, vol. 3, p. 483</w:t>
      </w:r>
    </w:p>
    <w:p w:rsidR="001C73B9" w:rsidRDefault="001C73B9" w:rsidP="001C73B9">
      <w:pPr>
        <w:pStyle w:val="libNormal"/>
      </w:pPr>
      <w:r>
        <w:t xml:space="preserve"> </w:t>
      </w:r>
    </w:p>
    <w:p w:rsidR="001C73B9" w:rsidRDefault="001C73B9" w:rsidP="001C73B9">
      <w:pPr>
        <w:pStyle w:val="libAr"/>
      </w:pPr>
      <w:r>
        <w:rPr>
          <w:rtl/>
        </w:rPr>
        <w:t>233</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lastRenderedPageBreak/>
        <w:t>وَ</w:t>
      </w:r>
      <w:r>
        <w:rPr>
          <w:rtl/>
        </w:rPr>
        <w:t xml:space="preserve"> حَقُّ الوَلَدِ عَلَى الوالِدِ أَنْ يُحَسِّنَ اِسْمَهُ وَ يُحَسِّنَ أَدَبَهُ وَ يُعَلِّمَهُ القُرآنَ</w:t>
      </w:r>
      <w:r>
        <w:t>.</w:t>
      </w:r>
    </w:p>
    <w:p w:rsidR="001C73B9" w:rsidRDefault="001C73B9" w:rsidP="001C73B9">
      <w:pPr>
        <w:pStyle w:val="libAr"/>
      </w:pPr>
      <w:r>
        <w:rPr>
          <w:rFonts w:hint="eastAsia"/>
          <w:rtl/>
        </w:rPr>
        <w:t>نهج</w:t>
      </w:r>
      <w:r>
        <w:rPr>
          <w:rtl/>
        </w:rPr>
        <w:t xml:space="preserve"> البلاغة/546 الكلمات القصار/399</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The right of a child upon his father is that he should give him a nice appellation, train him well and teach him the Qur'an (with its rules).</w:t>
      </w:r>
      <w:r w:rsidR="00E978C2" w:rsidRPr="00E978C2">
        <w:rPr>
          <w:rStyle w:val="libItalicChar"/>
        </w:rPr>
        <w:t>”</w:t>
      </w:r>
    </w:p>
    <w:p w:rsidR="001C73B9" w:rsidRDefault="001C73B9" w:rsidP="001C73B9">
      <w:pPr>
        <w:pStyle w:val="libNormal"/>
      </w:pPr>
      <w:r>
        <w:t xml:space="preserve">Nahjul Balagha, Saying 399 </w:t>
      </w:r>
    </w:p>
    <w:p w:rsidR="001C73B9" w:rsidRDefault="001C73B9" w:rsidP="001C73B9">
      <w:pPr>
        <w:pStyle w:val="libAr"/>
      </w:pPr>
      <w:r>
        <w:rPr>
          <w:rtl/>
        </w:rPr>
        <w:t>234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عَلِّمُوا</w:t>
      </w:r>
      <w:r>
        <w:rPr>
          <w:rtl/>
        </w:rPr>
        <w:t xml:space="preserve"> اَولادَكُم اَلسَّباحَةَ وَ الرِّمايَةَ</w:t>
      </w:r>
      <w:r>
        <w:t>.</w:t>
      </w:r>
    </w:p>
    <w:p w:rsidR="001C73B9" w:rsidRDefault="001C73B9" w:rsidP="001C73B9">
      <w:pPr>
        <w:pStyle w:val="libAr"/>
      </w:pPr>
      <w:r>
        <w:rPr>
          <w:rFonts w:hint="eastAsia"/>
          <w:rtl/>
        </w:rPr>
        <w:t>الكافي</w:t>
      </w:r>
      <w:r>
        <w:rPr>
          <w:rtl/>
        </w:rPr>
        <w:t>/6/47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Have your children to learn swimming and and shooting.</w:t>
      </w:r>
      <w:r w:rsidR="00E978C2" w:rsidRPr="00E978C2">
        <w:rPr>
          <w:rStyle w:val="libItalicChar"/>
        </w:rPr>
        <w:t>”</w:t>
      </w:r>
    </w:p>
    <w:p w:rsidR="001C73B9" w:rsidRDefault="001C73B9" w:rsidP="001C73B9">
      <w:pPr>
        <w:pStyle w:val="libNormal"/>
      </w:pPr>
      <w:r>
        <w:t>AI</w:t>
      </w:r>
      <w:r w:rsidR="00D92C09">
        <w:t>-</w:t>
      </w:r>
      <w:r>
        <w:t>Kafi, vol. 6, p. 47</w:t>
      </w:r>
    </w:p>
    <w:p w:rsidR="001C73B9" w:rsidRDefault="001C73B9" w:rsidP="001C73B9">
      <w:pPr>
        <w:pStyle w:val="libNormal"/>
      </w:pPr>
      <w:r>
        <w:t xml:space="preserve"> </w:t>
      </w:r>
    </w:p>
    <w:p w:rsidR="001C73B9" w:rsidRDefault="001C73B9" w:rsidP="001C73B9">
      <w:pPr>
        <w:pStyle w:val="libAr"/>
      </w:pPr>
      <w:r>
        <w:rPr>
          <w:rtl/>
        </w:rPr>
        <w:t>235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عَلِّمُوا</w:t>
      </w:r>
      <w:r>
        <w:rPr>
          <w:rtl/>
        </w:rPr>
        <w:t xml:space="preserve"> اَولادَكُم اَلصَّـلاة إِذا بَلَغُوا سَبْعاً، وَاضرِبُوهُـم</w:t>
      </w:r>
      <w:r w:rsidR="00525C12">
        <w:rPr>
          <w:rtl/>
        </w:rPr>
        <w:t xml:space="preserve"> عليه</w:t>
      </w:r>
      <w:r>
        <w:rPr>
          <w:rtl/>
        </w:rPr>
        <w:t xml:space="preserve"> إِذا بَلَغُوا عَشرًا، وَ فَرِّقُوا بَينَهُم  فِي  المَضاجِعِ</w:t>
      </w:r>
      <w:r>
        <w:t>.</w:t>
      </w:r>
    </w:p>
    <w:p w:rsidR="001C73B9" w:rsidRDefault="001C73B9" w:rsidP="001C73B9">
      <w:pPr>
        <w:pStyle w:val="libAr"/>
      </w:pPr>
      <w:r>
        <w:rPr>
          <w:rFonts w:hint="eastAsia"/>
          <w:rtl/>
        </w:rPr>
        <w:t>كنز</w:t>
      </w:r>
      <w:r>
        <w:rPr>
          <w:rtl/>
        </w:rPr>
        <w:t xml:space="preserve"> العُمّال/16/45330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When your children are grown up to seven years, teach them the prayers, and when they are ten years old, seriously admonish them for it (in order that they establish prayers); and separate their sleeping beds from each other.</w:t>
      </w:r>
      <w:r w:rsidR="00E978C2" w:rsidRPr="00E978C2">
        <w:rPr>
          <w:rStyle w:val="libItalicChar"/>
        </w:rPr>
        <w:t>”</w:t>
      </w:r>
    </w:p>
    <w:p w:rsidR="001C73B9" w:rsidRDefault="001C73B9" w:rsidP="001C73B9">
      <w:pPr>
        <w:pStyle w:val="libNormal"/>
      </w:pPr>
      <w:r>
        <w:t>Kanz</w:t>
      </w:r>
      <w:r w:rsidR="00D92C09">
        <w:t>-</w:t>
      </w:r>
      <w:r>
        <w:t>ul</w:t>
      </w:r>
      <w:r w:rsidR="00D92C09">
        <w:t>-</w:t>
      </w:r>
      <w:r>
        <w:t>Ummal, vol. 16, No. 45330</w:t>
      </w:r>
    </w:p>
    <w:p w:rsidR="001C73B9" w:rsidRDefault="001C73B9" w:rsidP="001C73B9">
      <w:pPr>
        <w:pStyle w:val="libAr"/>
      </w:pPr>
      <w:r>
        <w:rPr>
          <w:rtl/>
        </w:rPr>
        <w:t>236</w:t>
      </w:r>
      <w:r w:rsidR="00D92C09">
        <w:rPr>
          <w:rtl/>
        </w:rPr>
        <w:t>-</w:t>
      </w:r>
      <w:r>
        <w:t xml:space="preserve"> </w:t>
      </w:r>
      <w:r>
        <w:rPr>
          <w:rtl/>
        </w:rPr>
        <w:t>قالَ الإمامُ السَّجّادُ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وَ</w:t>
      </w:r>
      <w:r>
        <w:rPr>
          <w:rtl/>
        </w:rPr>
        <w:t xml:space="preserve"> أمّـا حَقُّ وَلَدِكَ فَأَنْ تَعلَمَ أَنَّهُ مِنكَ وَ مُضافٌ إِلَيكَ  فِي عاجِلِ الدّنيا بِخَيـرِهِ وَ شَرِّهِ وَ أَنَّـكَ مَسـؤُولٌ عَمّـا وَلَّيتَهُ مِن حُسـنِ الأدَبِ والدَّلالَة عَلى رَبِّهِ عَزَّوَجَلَّ وَالمَعُونَة لَهُ عَلى طاعَتِـهِ فَاعمَلْ  فِي  اَمرِهِ عَمَلَ مَن يَعلَمُ أَنَّهُ مُثابٌ عَلَى الإِحسانِ اِلَيـهِ مُعاقَبٌ عَلَى الإِساءَة اِلَيهِ</w:t>
      </w:r>
      <w:r>
        <w:t>.</w:t>
      </w:r>
    </w:p>
    <w:p w:rsidR="001C73B9" w:rsidRDefault="001C73B9" w:rsidP="001C73B9">
      <w:pPr>
        <w:pStyle w:val="libAr"/>
      </w:pPr>
      <w:r>
        <w:rPr>
          <w:rFonts w:hint="eastAsia"/>
          <w:rtl/>
        </w:rPr>
        <w:t>من</w:t>
      </w:r>
      <w:r>
        <w:rPr>
          <w:rtl/>
        </w:rPr>
        <w:t xml:space="preserve"> لا يحضره الفقيه/2/622</w:t>
      </w:r>
    </w:p>
    <w:p w:rsidR="001C73B9" w:rsidRDefault="001C73B9" w:rsidP="001C73B9">
      <w:pPr>
        <w:pStyle w:val="libNormal"/>
      </w:pPr>
      <w:r>
        <w:t xml:space="preserve">Imam Sajjad, the fourth Imam, [a.s.] said: </w:t>
      </w:r>
      <w:r w:rsidR="00E978C2" w:rsidRPr="00E978C2">
        <w:rPr>
          <w:rStyle w:val="libItalicChar"/>
        </w:rPr>
        <w:t>“</w:t>
      </w:r>
      <w:r w:rsidRPr="00E978C2">
        <w:rPr>
          <w:rStyle w:val="libItalicChar"/>
        </w:rPr>
        <w:t>The right of your child is that you know that he has emerged from you and in this world, his right and wrong are attributed to you. You are responsible of his fine teaching and training, guiding him to his Lord, Almighty and Glorious, and, assisting him to obey Him. Therefore, be sure that if you do a favour to your child, you will obtain it; and if you act viciously against him, it will come back to you, too.</w:t>
      </w:r>
      <w:r w:rsidR="00E978C2" w:rsidRPr="00E978C2">
        <w:rPr>
          <w:rStyle w:val="libItalicChar"/>
        </w:rPr>
        <w:t>”</w:t>
      </w:r>
    </w:p>
    <w:p w:rsidR="001C73B9" w:rsidRDefault="001C73B9" w:rsidP="001C73B9">
      <w:pPr>
        <w:pStyle w:val="libNormal"/>
      </w:pPr>
      <w:r>
        <w:t>Man La Yahduruhul Faqih, vol. 2, p. 622</w:t>
      </w:r>
    </w:p>
    <w:p w:rsidR="001C73B9" w:rsidRDefault="001C73B9" w:rsidP="001C73B9">
      <w:pPr>
        <w:pStyle w:val="libNormal"/>
      </w:pPr>
      <w:r>
        <w:t xml:space="preserve"> </w:t>
      </w:r>
    </w:p>
    <w:p w:rsidR="001C73B9" w:rsidRDefault="001C73B9" w:rsidP="001C73B9">
      <w:pPr>
        <w:pStyle w:val="libAr"/>
      </w:pPr>
      <w:r>
        <w:rPr>
          <w:rtl/>
        </w:rPr>
        <w:t>236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lastRenderedPageBreak/>
        <w:t>اَكرِمُوا</w:t>
      </w:r>
      <w:r>
        <w:rPr>
          <w:rtl/>
        </w:rPr>
        <w:t xml:space="preserve"> اَولادَكُم وَ اَحسِنُوا آدابَهُم يُغْفَرْ لَكُمْ</w:t>
      </w:r>
      <w:r>
        <w:t>.</w:t>
      </w:r>
    </w:p>
    <w:p w:rsidR="001C73B9" w:rsidRDefault="001C73B9" w:rsidP="001C73B9">
      <w:pPr>
        <w:pStyle w:val="libAr"/>
      </w:pPr>
      <w:r>
        <w:rPr>
          <w:rFonts w:hint="eastAsia"/>
          <w:rtl/>
        </w:rPr>
        <w:t>بحار</w:t>
      </w:r>
      <w:r>
        <w:rPr>
          <w:rtl/>
        </w:rPr>
        <w:t xml:space="preserve"> الأنوار/104/95</w:t>
      </w:r>
    </w:p>
    <w:p w:rsidR="001C73B9" w:rsidRDefault="001C73B9" w:rsidP="001C73B9">
      <w:pPr>
        <w:pStyle w:val="libNormal"/>
      </w:pPr>
      <w:r>
        <w:t>The Holy Prophet [p.b.u.h.] said: Honour your children and train them well, you will be forgiven by Him.</w:t>
      </w:r>
      <w:r w:rsidR="00E978C2">
        <w:t>”</w:t>
      </w:r>
    </w:p>
    <w:p w:rsidR="001C73B9" w:rsidRDefault="001C73B9" w:rsidP="001C73B9">
      <w:pPr>
        <w:pStyle w:val="libNormal"/>
      </w:pPr>
      <w:r>
        <w:t>Bihar</w:t>
      </w:r>
      <w:r w:rsidR="00D92C09">
        <w:t>-</w:t>
      </w:r>
      <w:r>
        <w:t>ul</w:t>
      </w:r>
      <w:r w:rsidR="00D92C09">
        <w:t>-</w:t>
      </w:r>
      <w:r>
        <w:t>Anwar, vol. 104, p. 95</w:t>
      </w:r>
    </w:p>
    <w:p w:rsidR="001C73B9" w:rsidRDefault="001C73B9" w:rsidP="001C73B9">
      <w:pPr>
        <w:pStyle w:val="libNormal"/>
      </w:pPr>
      <w:r>
        <w:br w:type="page"/>
      </w:r>
    </w:p>
    <w:p w:rsidR="001C73B9" w:rsidRDefault="001C73B9" w:rsidP="001C73B9">
      <w:pPr>
        <w:pStyle w:val="Heading1Center"/>
      </w:pPr>
      <w:bookmarkStart w:id="42" w:name="_Toc444518241"/>
      <w:r>
        <w:lastRenderedPageBreak/>
        <w:t>SUCKLING</w:t>
      </w:r>
      <w:bookmarkEnd w:id="42"/>
    </w:p>
    <w:p w:rsidR="001C73B9" w:rsidRDefault="001C73B9" w:rsidP="001C73B9">
      <w:pPr>
        <w:pStyle w:val="libAr"/>
      </w:pPr>
      <w:r>
        <w:rPr>
          <w:rtl/>
        </w:rPr>
        <w:t>237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بَلى</w:t>
      </w:r>
      <w:r>
        <w:rPr>
          <w:rtl/>
        </w:rPr>
        <w:t xml:space="preserve"> لِلمَرأَة مَا بَينَ حَملِها إِلى وَضعِها إِلى قِطامِها مِنَ الأجرِ كَالمُرابِطِ في سَبيل الله فَاِن هَلَكَت فيما بَينَ ذلِكَ كانَ لَها مِثلُ مَنزِلَة الشَّهيدِ</w:t>
      </w:r>
      <w:r>
        <w:t>.</w:t>
      </w:r>
    </w:p>
    <w:p w:rsidR="001C73B9" w:rsidRDefault="001C73B9" w:rsidP="001C73B9">
      <w:pPr>
        <w:pStyle w:val="libAr"/>
      </w:pPr>
      <w:r>
        <w:rPr>
          <w:rFonts w:hint="eastAsia"/>
          <w:rtl/>
        </w:rPr>
        <w:t>من</w:t>
      </w:r>
      <w:r>
        <w:rPr>
          <w:rtl/>
        </w:rPr>
        <w:t xml:space="preserve"> لا يحضره الفقيه/3/ 561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Yes, the reward of a woman during her pregnancy until childbirth, and unto when she weans the child, is like that of a stationed (soldier guarding the Muslims' borders against the attack of pagan enemies) for the sake of Allah. So, if she dies during that, she will have the rank of a martyr.</w:t>
      </w:r>
      <w:r w:rsidR="00E978C2" w:rsidRPr="00E978C2">
        <w:rPr>
          <w:rStyle w:val="libItalicChar"/>
        </w:rPr>
        <w:t>”</w:t>
      </w:r>
    </w:p>
    <w:p w:rsidR="001C73B9" w:rsidRDefault="001C73B9" w:rsidP="001C73B9">
      <w:pPr>
        <w:pStyle w:val="libNormal"/>
      </w:pPr>
      <w:r>
        <w:t xml:space="preserve">Man La Yahduruhul Faqih, vol. 3, p. 561 </w:t>
      </w:r>
    </w:p>
    <w:p w:rsidR="001C73B9" w:rsidRDefault="001C73B9" w:rsidP="001C73B9">
      <w:pPr>
        <w:pStyle w:val="libAr"/>
      </w:pPr>
      <w:r>
        <w:rPr>
          <w:rtl/>
        </w:rPr>
        <w:t>238</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ما</w:t>
      </w:r>
      <w:r>
        <w:rPr>
          <w:rtl/>
        </w:rPr>
        <w:t xml:space="preserve"> مِن لَبَنٍ رَضِعَ بِهِ الصَّبِيُّ اَعظَمُ بَرَكَةً</w:t>
      </w:r>
      <w:r w:rsidR="00525C12">
        <w:rPr>
          <w:rtl/>
        </w:rPr>
        <w:t xml:space="preserve"> عليه</w:t>
      </w:r>
      <w:r>
        <w:rPr>
          <w:rtl/>
        </w:rPr>
        <w:t xml:space="preserve"> مِن لَبَنِ اُمَّهِ</w:t>
      </w:r>
      <w:r>
        <w:t>.</w:t>
      </w:r>
    </w:p>
    <w:p w:rsidR="001C73B9" w:rsidRDefault="001C73B9" w:rsidP="001C73B9">
      <w:pPr>
        <w:pStyle w:val="libAr"/>
      </w:pPr>
      <w:r>
        <w:rPr>
          <w:rFonts w:hint="eastAsia"/>
          <w:rtl/>
        </w:rPr>
        <w:t>وسائل</w:t>
      </w:r>
      <w:r>
        <w:rPr>
          <w:rtl/>
        </w:rPr>
        <w:t xml:space="preserve"> الشيعة/21/452</w:t>
      </w:r>
    </w:p>
    <w:p w:rsidR="001C73B9" w:rsidRDefault="001C73B9" w:rsidP="001C73B9">
      <w:pPr>
        <w:pStyle w:val="libNormal"/>
      </w:pPr>
      <w:r>
        <w:t>Imam Amir</w:t>
      </w:r>
      <w:r w:rsidR="00D92C09">
        <w:t>-</w:t>
      </w:r>
      <w:r>
        <w:t>ul</w:t>
      </w:r>
      <w:r w:rsidR="00D92C09">
        <w:t>-</w:t>
      </w:r>
      <w:r>
        <w:t xml:space="preserve">Mu'mineen Ali [a.s.] said: </w:t>
      </w:r>
      <w:r w:rsidR="00E978C2" w:rsidRPr="00E978C2">
        <w:rPr>
          <w:rStyle w:val="libItalicChar"/>
        </w:rPr>
        <w:t>“</w:t>
      </w:r>
      <w:r w:rsidRPr="00E978C2">
        <w:rPr>
          <w:rStyle w:val="libItalicChar"/>
        </w:rPr>
        <w:t>No milk is greater in prosperity than the mother's milk for the baby to suck from.</w:t>
      </w:r>
      <w:r w:rsidR="00E978C2" w:rsidRPr="00E978C2">
        <w:rPr>
          <w:rStyle w:val="libItalicChar"/>
        </w:rPr>
        <w:t>”</w:t>
      </w:r>
    </w:p>
    <w:p w:rsidR="001C73B9" w:rsidRDefault="001C73B9" w:rsidP="001C73B9">
      <w:pPr>
        <w:pStyle w:val="libNormal"/>
      </w:pPr>
      <w:r>
        <w:t>Wasa'il</w:t>
      </w:r>
      <w:r w:rsidR="00D92C09">
        <w:t>-</w:t>
      </w:r>
      <w:r>
        <w:t>ush Shi'ah vol. 21, p. 452</w:t>
      </w:r>
    </w:p>
    <w:p w:rsidR="001C73B9" w:rsidRDefault="001C73B9" w:rsidP="001C73B9">
      <w:pPr>
        <w:pStyle w:val="libAr"/>
      </w:pPr>
      <w:r>
        <w:rPr>
          <w:rtl/>
        </w:rPr>
        <w:t>239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إذا</w:t>
      </w:r>
      <w:r>
        <w:rPr>
          <w:rtl/>
        </w:rPr>
        <w:t xml:space="preserve"> حَمَلَتِ المَرة كانَت بِمَنزِلَة الصّائِمِ القائِمِ المُجاهِدِ بِنَفسِهِ وَ مالِهِ فِي سَبيلِ الله فَإذا وَضَعَت كانَ لَها مِنَ الأجرِ ما لا تَدْري ماهُوَ لِعِظَمِه فَإذا اَرضَعَتْ كانَ لَها بِكُلِّ مَصَّةٍ كَعِدْلِ عِتقِ مُحَرَّرٍ مِن وُلدِ اِسماعِيلَ</w:t>
      </w:r>
      <w:r>
        <w:rPr>
          <w:rFonts w:hint="eastAsia"/>
          <w:rtl/>
        </w:rPr>
        <w:t>،</w:t>
      </w:r>
      <w:r>
        <w:rPr>
          <w:rtl/>
        </w:rPr>
        <w:t xml:space="preserve"> فَإذا فَرَغَتْ مِن رِضَاعِهِ ضَرَبَ مَلَكٌ عَلى جَنبِها وَ قالَ، اِستَأْنِفِي  العَمَلَ فَقَد غُفِرَلَكِ</w:t>
      </w:r>
      <w:r>
        <w:t>.</w:t>
      </w:r>
    </w:p>
    <w:p w:rsidR="001C73B9" w:rsidRDefault="001C73B9" w:rsidP="001C73B9">
      <w:pPr>
        <w:pStyle w:val="libAr"/>
      </w:pPr>
      <w:r>
        <w:rPr>
          <w:rFonts w:hint="eastAsia"/>
          <w:rtl/>
        </w:rPr>
        <w:t>بحار</w:t>
      </w:r>
      <w:r>
        <w:rPr>
          <w:rtl/>
        </w:rPr>
        <w:t xml:space="preserve"> الأنوار/104/106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When a woman conceives with child she will be as a warrior who fasts during the day and keeps vigil at nights praying, and strives with his soul and wealth on the way of Allah. Then, when she delivers, there will be for her such a great reward with Allah that she does not know how magnificent it is. Thereafter, when she suckles (the child), she will have as much reward as freeing a child from Ismail's descendants for every suck. And, when she brings suckling the child to an end, an angel beside her tells her to begin the action again for she has surely been forgiven.</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104, p. 106 </w:t>
      </w:r>
    </w:p>
    <w:p w:rsidR="001C73B9" w:rsidRDefault="001C73B9" w:rsidP="001C73B9">
      <w:pPr>
        <w:pStyle w:val="libAr"/>
      </w:pPr>
      <w:r>
        <w:rPr>
          <w:rtl/>
        </w:rPr>
        <w:t>239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 لَيسَ لِلصَبيِّ لَبَنٌ خَيرٌ مِن لَبَنِ اُمِّهِ</w:t>
      </w:r>
      <w:r>
        <w:t>.</w:t>
      </w:r>
    </w:p>
    <w:p w:rsidR="001C73B9" w:rsidRDefault="001C73B9" w:rsidP="001C73B9">
      <w:pPr>
        <w:pStyle w:val="libAr"/>
      </w:pPr>
      <w:r>
        <w:rPr>
          <w:rFonts w:hint="eastAsia"/>
          <w:rtl/>
        </w:rPr>
        <w:t>مستدرك</w:t>
      </w:r>
      <w:r>
        <w:rPr>
          <w:rtl/>
        </w:rPr>
        <w:t xml:space="preserve"> الوسائل باب 48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is no milk for a baby better than the milk of its mother.</w:t>
      </w:r>
      <w:r w:rsidR="00E978C2" w:rsidRPr="00E978C2">
        <w:rPr>
          <w:rStyle w:val="libItalicChar"/>
        </w:rPr>
        <w:t>”</w:t>
      </w:r>
    </w:p>
    <w:p w:rsidR="001C73B9" w:rsidRDefault="001C73B9" w:rsidP="001C73B9">
      <w:pPr>
        <w:pStyle w:val="libNormal"/>
      </w:pPr>
      <w:r>
        <w:lastRenderedPageBreak/>
        <w:t>Mustadrak</w:t>
      </w:r>
      <w:r w:rsidR="00D92C09">
        <w:t>-</w:t>
      </w:r>
      <w:r>
        <w:t>ul</w:t>
      </w:r>
      <w:r w:rsidR="00D92C09">
        <w:t>-</w:t>
      </w:r>
      <w:r>
        <w:t>Wasa'il, section 48</w:t>
      </w:r>
    </w:p>
    <w:p w:rsidR="001C73B9" w:rsidRDefault="001C73B9" w:rsidP="001C73B9">
      <w:pPr>
        <w:pStyle w:val="libNormal"/>
      </w:pPr>
      <w:r>
        <w:br w:type="page"/>
      </w:r>
    </w:p>
    <w:p w:rsidR="001C73B9" w:rsidRDefault="001C73B9" w:rsidP="001C73B9">
      <w:pPr>
        <w:pStyle w:val="Heading1Center"/>
      </w:pPr>
      <w:bookmarkStart w:id="43" w:name="_Toc444518242"/>
      <w:r>
        <w:lastRenderedPageBreak/>
        <w:t>MARRIAGE, A GREAT WORSHIP</w:t>
      </w:r>
      <w:bookmarkEnd w:id="43"/>
    </w:p>
    <w:p w:rsidR="001C73B9" w:rsidRDefault="001C73B9" w:rsidP="001C73B9">
      <w:pPr>
        <w:pStyle w:val="libAr"/>
      </w:pPr>
      <w:r>
        <w:rPr>
          <w:rtl/>
        </w:rPr>
        <w:t>240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لَرَكعَتانِ</w:t>
      </w:r>
      <w:r>
        <w:rPr>
          <w:rtl/>
        </w:rPr>
        <w:t xml:space="preserve"> يُصَلِّيهِما مُتَزَّوِجٌ اَفضَـلُ مِن رَجُلٍ عَزَبٍ يَقُومُ لَيلَـهُ وَ يَصُومُ نَهارَهُ</w:t>
      </w:r>
    </w:p>
    <w:p w:rsidR="001C73B9" w:rsidRDefault="001C73B9" w:rsidP="001C73B9">
      <w:pPr>
        <w:pStyle w:val="libAr"/>
      </w:pPr>
      <w:r>
        <w:rPr>
          <w:rFonts w:hint="eastAsia"/>
          <w:rtl/>
        </w:rPr>
        <w:t>من</w:t>
      </w:r>
      <w:r>
        <w:rPr>
          <w:rtl/>
        </w:rPr>
        <w:t xml:space="preserve"> لا يحضره الفقيه/3/384</w:t>
      </w:r>
    </w:p>
    <w:p w:rsidR="001C73B9" w:rsidRDefault="001C73B9" w:rsidP="001C73B9">
      <w:pPr>
        <w:pStyle w:val="libNormal"/>
      </w:pPr>
      <w:r>
        <w:t xml:space="preserve">The Holy Prophet [p.b.u.h.] said: </w:t>
      </w:r>
      <w:r w:rsidR="00E978C2">
        <w:t>“</w:t>
      </w:r>
      <w:r>
        <w:t xml:space="preserve">A two rak'at prayer that a married person establishes is worthier than when a bachelor keeps up prayers at nights and fasts during the days. </w:t>
      </w:r>
    </w:p>
    <w:p w:rsidR="001C73B9" w:rsidRDefault="001C73B9" w:rsidP="001C73B9">
      <w:pPr>
        <w:pStyle w:val="libNormal"/>
      </w:pPr>
      <w:r>
        <w:t xml:space="preserve">Man La Yahduruhul Faqih, vol. 3, p. 384 </w:t>
      </w:r>
    </w:p>
    <w:p w:rsidR="001C73B9" w:rsidRDefault="001C73B9" w:rsidP="001C73B9">
      <w:pPr>
        <w:pStyle w:val="libAr"/>
      </w:pPr>
      <w:r>
        <w:rPr>
          <w:rtl/>
        </w:rPr>
        <w:t>241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اَلمُتَزَوِّجُ</w:t>
      </w:r>
      <w:r>
        <w:rPr>
          <w:rtl/>
        </w:rPr>
        <w:t xml:space="preserve"> النّائِمُ اَفضَلُ عِندَالله مِنَ الصّائِمِ القائِمِ العَزَبِ</w:t>
      </w:r>
      <w:r>
        <w:t>.</w:t>
      </w:r>
    </w:p>
    <w:p w:rsidR="001C73B9" w:rsidRDefault="001C73B9" w:rsidP="001C73B9">
      <w:pPr>
        <w:pStyle w:val="libAr"/>
      </w:pPr>
      <w:r>
        <w:rPr>
          <w:rFonts w:hint="eastAsia"/>
          <w:rtl/>
        </w:rPr>
        <w:t>بحار</w:t>
      </w:r>
      <w:r>
        <w:rPr>
          <w:rtl/>
        </w:rPr>
        <w:t xml:space="preserve"> الأنوار/103/221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sleep of a married person is better with Allah than an unmarried one who fasts during the day and keeps vigil at night, establishing prayers.</w:t>
      </w:r>
      <w:r w:rsidR="00E978C2" w:rsidRPr="00E978C2">
        <w:rPr>
          <w:rStyle w:val="libItalicChar"/>
        </w:rPr>
        <w:t>”</w:t>
      </w:r>
    </w:p>
    <w:p w:rsidR="001C73B9" w:rsidRDefault="001C73B9" w:rsidP="001C73B9">
      <w:pPr>
        <w:pStyle w:val="libNormal"/>
      </w:pPr>
      <w:r>
        <w:t>Bihar ul Anwar, vol. 103, p. 221</w:t>
      </w:r>
    </w:p>
    <w:p w:rsidR="001C73B9" w:rsidRDefault="001C73B9" w:rsidP="001C73B9">
      <w:pPr>
        <w:pStyle w:val="libAr"/>
      </w:pPr>
      <w:r>
        <w:rPr>
          <w:rtl/>
        </w:rPr>
        <w:t>242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خِيارُ</w:t>
      </w:r>
      <w:r>
        <w:rPr>
          <w:rtl/>
        </w:rPr>
        <w:t xml:space="preserve"> أُمَّتِي اَلْمُتَأَهِّلُونَ وَ شِرارُ أُمَّتِي اَلْعُزّابُ</w:t>
      </w:r>
      <w:r>
        <w:t>.</w:t>
      </w:r>
    </w:p>
    <w:p w:rsidR="001C73B9" w:rsidRDefault="001C73B9" w:rsidP="001C73B9">
      <w:pPr>
        <w:pStyle w:val="libAr"/>
      </w:pPr>
      <w:r>
        <w:rPr>
          <w:rFonts w:hint="eastAsia"/>
          <w:rtl/>
        </w:rPr>
        <w:t>بحار</w:t>
      </w:r>
      <w:r>
        <w:rPr>
          <w:rtl/>
        </w:rPr>
        <w:t xml:space="preserve"> الأنوار/103/221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(Mostly) the doers of good of my Ummah are the married ones, while the vicious of them are unmarried.</w:t>
      </w:r>
      <w:r w:rsidR="00E978C2" w:rsidRPr="00E978C2">
        <w:rPr>
          <w:rStyle w:val="libItalicChar"/>
        </w:rPr>
        <w:t>”</w:t>
      </w:r>
    </w:p>
    <w:p w:rsidR="001C73B9" w:rsidRDefault="001C73B9" w:rsidP="001C73B9">
      <w:pPr>
        <w:pStyle w:val="libNormal"/>
      </w:pPr>
      <w:r>
        <w:t>Bihar</w:t>
      </w:r>
      <w:r w:rsidR="00D92C09">
        <w:t>-</w:t>
      </w:r>
      <w:r>
        <w:t>ul</w:t>
      </w:r>
      <w:r w:rsidR="00D92C09">
        <w:t>-</w:t>
      </w:r>
      <w:r>
        <w:t>Anwar, vol. 103, p. 221</w:t>
      </w:r>
    </w:p>
    <w:p w:rsidR="001C73B9" w:rsidRDefault="001C73B9" w:rsidP="001C73B9">
      <w:pPr>
        <w:pStyle w:val="libNormal"/>
      </w:pPr>
      <w:r>
        <w:t xml:space="preserve"> </w:t>
      </w:r>
    </w:p>
    <w:p w:rsidR="001C73B9" w:rsidRDefault="001C73B9" w:rsidP="001C73B9">
      <w:pPr>
        <w:pStyle w:val="libAr"/>
      </w:pPr>
      <w:r>
        <w:rPr>
          <w:rtl/>
        </w:rPr>
        <w:t>243</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جاءَ</w:t>
      </w:r>
      <w:r>
        <w:rPr>
          <w:rtl/>
        </w:rPr>
        <w:t xml:space="preserve"> رَجُلٌ إِلى أَبي، فَقالَ</w:t>
      </w:r>
      <w:r w:rsidR="00525C12">
        <w:rPr>
          <w:rtl/>
        </w:rPr>
        <w:t xml:space="preserve"> </w:t>
      </w:r>
      <w:r w:rsidR="008A02F7">
        <w:rPr>
          <w:rtl/>
        </w:rPr>
        <w:t xml:space="preserve">عليه السلام </w:t>
      </w:r>
      <w:r>
        <w:rPr>
          <w:rtl/>
        </w:rPr>
        <w:t>لَهُ هَل لَكَ زَوجَةٌ قالَ: لا، قالَ لا أُحِبُّ أَنَّ لِيَ الدّنيا وَ مَا فِيها وَ أَنّي أَبيتُ لَيلَةً و لَيسَ لي زَوجَةٌ، قالَ: ثُمَّ قالَ إنَّ رَكعَتَينِ يُصَلِّيهِما رَجُلٌ مُتَزَوِّجٌ أَفْضَلُ مِن رَجُلٍ يَقُوم</w:t>
      </w:r>
      <w:r>
        <w:rPr>
          <w:rFonts w:hint="eastAsia"/>
          <w:rtl/>
        </w:rPr>
        <w:t>ُ</w:t>
      </w:r>
      <w:r>
        <w:rPr>
          <w:rtl/>
        </w:rPr>
        <w:t xml:space="preserve"> لَيلَهُ وَ يَصُـومُ نَهارَهُ، أَعْزَبَ ثُمَّ أَعطاهُ أَبي سَبعَة دَنانِيرَ قالَ تَزَوَّج بِهذِهِ</w:t>
      </w:r>
      <w:r>
        <w:t>.</w:t>
      </w:r>
    </w:p>
    <w:p w:rsidR="001C73B9" w:rsidRDefault="001C73B9" w:rsidP="001C73B9">
      <w:pPr>
        <w:pStyle w:val="libAr"/>
      </w:pPr>
      <w:r>
        <w:rPr>
          <w:rFonts w:hint="eastAsia"/>
          <w:rtl/>
        </w:rPr>
        <w:t>بحار</w:t>
      </w:r>
      <w:r>
        <w:rPr>
          <w:rtl/>
        </w:rPr>
        <w:t xml:space="preserve"> الأنوار/103/217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Once a man came to my father. He [a.s.] asked him whether he had a wife and he answered he had not. Then, my father said that he would not like to possess the world and what it includes but sleep one night without having a wife. Then he [a.s.] added that the two rak'at prayer established by a married man is worthier than that an unmarried man keeps vigil at night praying and fasts during the day. After that, he [a.s.] gave him seven golden coins (Dinar) and told him to marry with that.</w:t>
      </w:r>
      <w:r w:rsidR="00E978C2" w:rsidRPr="00E978C2">
        <w:rPr>
          <w:rStyle w:val="libItalicChar"/>
        </w:rPr>
        <w:t>”</w:t>
      </w:r>
    </w:p>
    <w:p w:rsidR="001C73B9" w:rsidRDefault="001C73B9" w:rsidP="001C73B9">
      <w:pPr>
        <w:pStyle w:val="libNormal"/>
      </w:pPr>
      <w:r>
        <w:t>Bihar</w:t>
      </w:r>
      <w:r w:rsidR="00D92C09">
        <w:t>-</w:t>
      </w:r>
      <w:r>
        <w:t>ul</w:t>
      </w:r>
      <w:r w:rsidR="00D92C09">
        <w:t>-</w:t>
      </w:r>
      <w:r>
        <w:t>Anwar, vol. 103, p. 217</w:t>
      </w:r>
    </w:p>
    <w:p w:rsidR="001C73B9" w:rsidRDefault="001C73B9" w:rsidP="001C73B9">
      <w:pPr>
        <w:pStyle w:val="libNormal"/>
      </w:pPr>
      <w:r>
        <w:lastRenderedPageBreak/>
        <w:br w:type="page"/>
      </w:r>
    </w:p>
    <w:p w:rsidR="001C73B9" w:rsidRDefault="001C73B9" w:rsidP="001C73B9">
      <w:pPr>
        <w:pStyle w:val="Heading1Center"/>
      </w:pPr>
      <w:bookmarkStart w:id="44" w:name="_Toc444518243"/>
      <w:r>
        <w:lastRenderedPageBreak/>
        <w:t>ENCOURAGEMENT FOR MARRIAGE</w:t>
      </w:r>
      <w:bookmarkEnd w:id="44"/>
    </w:p>
    <w:p w:rsidR="001C73B9" w:rsidRDefault="001C73B9" w:rsidP="001C73B9">
      <w:pPr>
        <w:pStyle w:val="libAr"/>
      </w:pPr>
      <w:r>
        <w:rPr>
          <w:rtl/>
        </w:rPr>
        <w:t>244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تَزَوَّجَ اَحرَزَ نِصفَ دينه ، وَ في حَدِيثٍ: فَليَتَّقِ اللّه  فِي النِّصفِ الآخَرِ اَوِ الباقِي</w:t>
      </w:r>
      <w:r>
        <w:t>.</w:t>
      </w:r>
    </w:p>
    <w:p w:rsidR="001C73B9" w:rsidRDefault="001C73B9" w:rsidP="001C73B9">
      <w:pPr>
        <w:pStyle w:val="libAr"/>
      </w:pPr>
      <w:r>
        <w:rPr>
          <w:rFonts w:hint="eastAsia"/>
          <w:rtl/>
        </w:rPr>
        <w:t>الكافي</w:t>
      </w:r>
      <w:r>
        <w:rPr>
          <w:rtl/>
        </w:rPr>
        <w:t>/5/328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person who marries gains half of his Faith, then he must fear of Allah for the next remaining half.</w:t>
      </w:r>
      <w:r w:rsidR="00E978C2" w:rsidRPr="00E978C2">
        <w:rPr>
          <w:rStyle w:val="libItalicChar"/>
        </w:rPr>
        <w:t>”</w:t>
      </w:r>
    </w:p>
    <w:p w:rsidR="001C73B9" w:rsidRDefault="001C73B9" w:rsidP="001C73B9">
      <w:pPr>
        <w:pStyle w:val="libNormal"/>
      </w:pPr>
      <w:r>
        <w:t>Al</w:t>
      </w:r>
      <w:r w:rsidR="00D92C09">
        <w:t>-</w:t>
      </w:r>
      <w:r>
        <w:t xml:space="preserve">Kafi, vol. 5, p. 328 </w:t>
      </w:r>
    </w:p>
    <w:p w:rsidR="001C73B9" w:rsidRDefault="001C73B9" w:rsidP="001C73B9">
      <w:pPr>
        <w:pStyle w:val="libAr"/>
      </w:pPr>
      <w:r>
        <w:rPr>
          <w:rtl/>
        </w:rPr>
        <w:t>245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اَكثَرُ</w:t>
      </w:r>
      <w:r>
        <w:rPr>
          <w:rtl/>
        </w:rPr>
        <w:t xml:space="preserve"> اَهلِ النّارِ اَلعُزّابُ</w:t>
      </w:r>
      <w:r>
        <w:t>.</w:t>
      </w:r>
    </w:p>
    <w:p w:rsidR="001C73B9" w:rsidRDefault="001C73B9" w:rsidP="001C73B9">
      <w:pPr>
        <w:pStyle w:val="libAr"/>
      </w:pPr>
      <w:r>
        <w:rPr>
          <w:rFonts w:hint="eastAsia"/>
          <w:rtl/>
        </w:rPr>
        <w:t>من</w:t>
      </w:r>
      <w:r>
        <w:rPr>
          <w:rtl/>
        </w:rPr>
        <w:t xml:space="preserve"> لا يحضره الفقيه/3/384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Most of the people of Hell will be the unmarried (irrespective of male or female).</w:t>
      </w:r>
      <w:r w:rsidR="00E978C2" w:rsidRPr="00E978C2">
        <w:rPr>
          <w:rStyle w:val="libItalicChar"/>
        </w:rPr>
        <w:t>”</w:t>
      </w:r>
    </w:p>
    <w:p w:rsidR="001C73B9" w:rsidRDefault="001C73B9" w:rsidP="001C73B9">
      <w:pPr>
        <w:pStyle w:val="libNormal"/>
      </w:pPr>
      <w:r>
        <w:t xml:space="preserve">Man La Yahduruhul Faqih, vol. 3, p. 384 </w:t>
      </w:r>
    </w:p>
    <w:p w:rsidR="001C73B9" w:rsidRDefault="001C73B9" w:rsidP="001C73B9">
      <w:pPr>
        <w:pStyle w:val="libAr"/>
      </w:pPr>
      <w:r>
        <w:rPr>
          <w:rtl/>
        </w:rPr>
        <w:t>246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رِذالُ</w:t>
      </w:r>
      <w:r>
        <w:rPr>
          <w:rtl/>
        </w:rPr>
        <w:t xml:space="preserve"> مَوتاكُم اَلعُزّابُ</w:t>
      </w:r>
      <w:r>
        <w:t xml:space="preserve">. </w:t>
      </w:r>
    </w:p>
    <w:p w:rsidR="001C73B9" w:rsidRDefault="001C73B9" w:rsidP="001C73B9">
      <w:pPr>
        <w:pStyle w:val="libAr"/>
      </w:pPr>
      <w:r>
        <w:rPr>
          <w:rFonts w:hint="eastAsia"/>
          <w:rtl/>
        </w:rPr>
        <w:t>التهذيب</w:t>
      </w:r>
      <w:r>
        <w:rPr>
          <w:rtl/>
        </w:rPr>
        <w:t>/7/239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most depraved of your dead are the unmarried.</w:t>
      </w:r>
      <w:r w:rsidR="00E978C2" w:rsidRPr="00E978C2">
        <w:rPr>
          <w:rStyle w:val="libItalicChar"/>
        </w:rPr>
        <w:t>”</w:t>
      </w:r>
    </w:p>
    <w:p w:rsidR="001C73B9" w:rsidRDefault="001C73B9" w:rsidP="001C73B9">
      <w:pPr>
        <w:pStyle w:val="libNormal"/>
      </w:pPr>
      <w:r>
        <w:t>Al</w:t>
      </w:r>
      <w:r w:rsidR="00D92C09">
        <w:t>-</w:t>
      </w:r>
      <w:r>
        <w:t xml:space="preserve">Tahthib, vol. 7, p. 239 </w:t>
      </w:r>
    </w:p>
    <w:p w:rsidR="001C73B9" w:rsidRDefault="001C73B9" w:rsidP="001C73B9">
      <w:pPr>
        <w:pStyle w:val="libAr"/>
      </w:pPr>
      <w:r>
        <w:rPr>
          <w:rtl/>
        </w:rPr>
        <w:t>247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سَرَّهُ أَنْ يَلقَى اللّهَ طاهِرًا مُطَهَّرًا فَلْيَلْقَهُ بِزَوجَةٍ</w:t>
      </w:r>
      <w:r>
        <w:t>.</w:t>
      </w:r>
    </w:p>
    <w:p w:rsidR="001C73B9" w:rsidRDefault="001C73B9" w:rsidP="001C73B9">
      <w:pPr>
        <w:pStyle w:val="libAr"/>
      </w:pPr>
      <w:r>
        <w:rPr>
          <w:rFonts w:hint="eastAsia"/>
          <w:rtl/>
        </w:rPr>
        <w:t>من</w:t>
      </w:r>
      <w:r>
        <w:rPr>
          <w:rtl/>
        </w:rPr>
        <w:t xml:space="preserve"> لا يحضره الفقيه/3/385</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wishes to be cleaned and purified when he meets Allah should marry and have a spouse.</w:t>
      </w:r>
      <w:r w:rsidR="00E978C2" w:rsidRPr="00E978C2">
        <w:rPr>
          <w:rStyle w:val="libItalicChar"/>
        </w:rPr>
        <w:t>”</w:t>
      </w:r>
    </w:p>
    <w:p w:rsidR="001C73B9" w:rsidRDefault="001C73B9" w:rsidP="001C73B9">
      <w:pPr>
        <w:pStyle w:val="libNormal"/>
      </w:pPr>
      <w:r>
        <w:t>Man La Yahduruhul Faqih, vol. 3, p. 385</w:t>
      </w:r>
    </w:p>
    <w:p w:rsidR="001C73B9" w:rsidRDefault="001C73B9" w:rsidP="001C73B9">
      <w:pPr>
        <w:pStyle w:val="libNormal"/>
      </w:pPr>
      <w:r>
        <w:t xml:space="preserve"> </w:t>
      </w:r>
    </w:p>
    <w:p w:rsidR="001C73B9" w:rsidRDefault="001C73B9" w:rsidP="001C73B9">
      <w:pPr>
        <w:pStyle w:val="libAr"/>
      </w:pPr>
      <w:r>
        <w:rPr>
          <w:rtl/>
        </w:rPr>
        <w:t>248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تَزَوَّج</w:t>
      </w:r>
      <w:r>
        <w:rPr>
          <w:rtl/>
        </w:rPr>
        <w:t xml:space="preserve"> وَ إلاّ فَأَنتَ مِن رُهبانِ النَّصارى (و  فِي  رِوايَةٍ) وَ إلاّ فَأَنتَ مِن اِخوانِ الشَّياطينِ</w:t>
      </w:r>
      <w:r>
        <w:t>.</w:t>
      </w:r>
    </w:p>
    <w:p w:rsidR="001C73B9" w:rsidRDefault="001C73B9" w:rsidP="001C73B9">
      <w:pPr>
        <w:pStyle w:val="libAr"/>
      </w:pPr>
      <w:r>
        <w:rPr>
          <w:rFonts w:hint="eastAsia"/>
          <w:rtl/>
        </w:rPr>
        <w:t>بحار</w:t>
      </w:r>
      <w:r>
        <w:rPr>
          <w:rtl/>
        </w:rPr>
        <w:t xml:space="preserve"> الأنوار/103/221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Marry, otherwise you will be (counted) among the Christian monks or the brothers of satan.</w:t>
      </w:r>
      <w:r w:rsidR="00E978C2" w:rsidRPr="00E978C2">
        <w:rPr>
          <w:rStyle w:val="libItalicChar"/>
        </w:rPr>
        <w:t>”</w:t>
      </w:r>
    </w:p>
    <w:p w:rsidR="001C73B9" w:rsidRDefault="001C73B9" w:rsidP="001C73B9">
      <w:pPr>
        <w:pStyle w:val="libNormal"/>
      </w:pPr>
      <w:r>
        <w:t>Bihar</w:t>
      </w:r>
      <w:r w:rsidR="00D92C09">
        <w:t>-</w:t>
      </w:r>
      <w:r>
        <w:t>ul</w:t>
      </w:r>
      <w:r w:rsidR="00D92C09">
        <w:t>-</w:t>
      </w:r>
      <w:r>
        <w:t>Anwar, vol. 103, p. 221</w:t>
      </w:r>
    </w:p>
    <w:p w:rsidR="001C73B9" w:rsidRDefault="001C73B9" w:rsidP="001C73B9">
      <w:pPr>
        <w:pStyle w:val="libNormal"/>
      </w:pPr>
      <w:r>
        <w:br w:type="page"/>
      </w:r>
    </w:p>
    <w:p w:rsidR="001C73B9" w:rsidRDefault="001C73B9" w:rsidP="001C73B9">
      <w:pPr>
        <w:pStyle w:val="Heading1Center"/>
      </w:pPr>
      <w:bookmarkStart w:id="45" w:name="_Toc444518244"/>
      <w:r>
        <w:lastRenderedPageBreak/>
        <w:t>MARRIAGE IS THE KEY TO DIVINE MERCY AND A GOOD TEMPER</w:t>
      </w:r>
      <w:bookmarkEnd w:id="45"/>
    </w:p>
    <w:p w:rsidR="001C73B9" w:rsidRDefault="001C73B9" w:rsidP="001C73B9">
      <w:pPr>
        <w:pStyle w:val="libAr"/>
      </w:pPr>
      <w:r>
        <w:rPr>
          <w:rtl/>
        </w:rPr>
        <w:t>249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يُفتَحُ</w:t>
      </w:r>
      <w:r>
        <w:rPr>
          <w:rtl/>
        </w:rPr>
        <w:t xml:space="preserve"> اَبوابُ السَّماءِ بِالرَّحمَة فِي اَربَعَةِ مَواضِعَ، عِندَ نزُولِ المَطرِ وَ عِندَ نَظرِ الوَلَدِ فِي وَجهِ الوالِدَينِ وَ عِندَ فَتحِ بابِ الكَعبَةِ وَ عِندَ النِّكاحِ</w:t>
      </w:r>
      <w:r>
        <w:t>.</w:t>
      </w:r>
    </w:p>
    <w:p w:rsidR="001C73B9" w:rsidRDefault="001C73B9" w:rsidP="001C73B9">
      <w:pPr>
        <w:pStyle w:val="libAr"/>
      </w:pPr>
      <w:r>
        <w:rPr>
          <w:rFonts w:hint="eastAsia"/>
          <w:rtl/>
        </w:rPr>
        <w:t>بحار</w:t>
      </w:r>
      <w:r>
        <w:rPr>
          <w:rtl/>
        </w:rPr>
        <w:t xml:space="preserve"> الأنوار/103/221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doors of Heaven to mercy will be opened in four situations: when it rains, when a child looks kindly at his parent's face, when the door of the Ka'bah is opened, and when marriage (occurs).</w:t>
      </w:r>
      <w:r w:rsidR="00E978C2" w:rsidRPr="00E978C2">
        <w:rPr>
          <w:rStyle w:val="libItalicChar"/>
        </w:rPr>
        <w:t>”</w:t>
      </w:r>
    </w:p>
    <w:p w:rsidR="001C73B9" w:rsidRDefault="001C73B9" w:rsidP="001C73B9">
      <w:pPr>
        <w:pStyle w:val="libNormal"/>
      </w:pPr>
      <w:r>
        <w:t>Bihar</w:t>
      </w:r>
      <w:r w:rsidR="00D92C09">
        <w:t>-</w:t>
      </w:r>
      <w:r>
        <w:t>ul</w:t>
      </w:r>
      <w:r w:rsidR="00D92C09">
        <w:t>-</w:t>
      </w:r>
      <w:r>
        <w:t>Anwar, vol. 103, p. 221</w:t>
      </w:r>
    </w:p>
    <w:p w:rsidR="001C73B9" w:rsidRDefault="001C73B9" w:rsidP="001C73B9">
      <w:pPr>
        <w:pStyle w:val="libNormal"/>
      </w:pPr>
      <w:r>
        <w:t xml:space="preserve"> </w:t>
      </w:r>
    </w:p>
    <w:p w:rsidR="001C73B9" w:rsidRDefault="001C73B9" w:rsidP="001C73B9">
      <w:pPr>
        <w:pStyle w:val="libAr"/>
      </w:pPr>
      <w:r>
        <w:rPr>
          <w:rtl/>
        </w:rPr>
        <w:t>250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زَوِّجُوا</w:t>
      </w:r>
      <w:r>
        <w:rPr>
          <w:rtl/>
        </w:rPr>
        <w:t xml:space="preserve"> أياماكُمْ فَاِنَّ اللّهَ يُحَسّـِنُ لَهُمْ فِي اَخلاقِهِمْ وَ يُوَسِّعُ لَهُمْ  فِي  اَرزاقِهِمْ وَ يَزِيدُهُم فِي مُرُوّاتِهِمْ</w:t>
      </w:r>
      <w:r>
        <w:t>.</w:t>
      </w:r>
    </w:p>
    <w:p w:rsidR="001C73B9" w:rsidRDefault="001C73B9" w:rsidP="001C73B9">
      <w:pPr>
        <w:pStyle w:val="libAr"/>
      </w:pPr>
      <w:r>
        <w:rPr>
          <w:rFonts w:hint="eastAsia"/>
          <w:rtl/>
        </w:rPr>
        <w:t>بحار</w:t>
      </w:r>
      <w:r>
        <w:rPr>
          <w:rtl/>
        </w:rPr>
        <w:t xml:space="preserve"> الأنوار/103/222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Join your children in marriage (boys or girls) because, thereby, Allah renders their tempers good, adds to their sustenance, and increases their sense of honour.</w:t>
      </w:r>
      <w:r w:rsidR="00E978C2" w:rsidRPr="00E978C2">
        <w:rPr>
          <w:rStyle w:val="libItalicChar"/>
        </w:rPr>
        <w:t>”</w:t>
      </w:r>
    </w:p>
    <w:p w:rsidR="001C73B9" w:rsidRDefault="001C73B9" w:rsidP="001C73B9">
      <w:pPr>
        <w:pStyle w:val="libNormal"/>
      </w:pPr>
      <w:r>
        <w:t>Bihar</w:t>
      </w:r>
      <w:r w:rsidR="00D92C09">
        <w:t>-</w:t>
      </w:r>
      <w:r>
        <w:t>ul</w:t>
      </w:r>
      <w:r w:rsidR="00D92C09">
        <w:t>-</w:t>
      </w:r>
      <w:r>
        <w:t>Anwar, vol. 103, p. 222</w:t>
      </w:r>
    </w:p>
    <w:p w:rsidR="001C73B9" w:rsidRDefault="001C73B9" w:rsidP="001C73B9">
      <w:pPr>
        <w:pStyle w:val="libAr"/>
      </w:pPr>
      <w:r>
        <w:rPr>
          <w:rtl/>
        </w:rPr>
        <w:t>251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تَزَوَّجُوا</w:t>
      </w:r>
      <w:r>
        <w:rPr>
          <w:rtl/>
        </w:rPr>
        <w:t xml:space="preserve"> وَ زَوِّجُوا ألا فَمِن حَظِّ اِمرِئٍ مُسلِمٍ اِنفاقُ قِيمَةِ اَيِّمَةٍ</w:t>
      </w:r>
      <w:r>
        <w:t>.</w:t>
      </w:r>
    </w:p>
    <w:p w:rsidR="001C73B9" w:rsidRDefault="001C73B9" w:rsidP="001C73B9">
      <w:pPr>
        <w:pStyle w:val="libAr"/>
      </w:pPr>
      <w:r>
        <w:rPr>
          <w:rFonts w:hint="eastAsia"/>
          <w:rtl/>
        </w:rPr>
        <w:t>الكافي</w:t>
      </w:r>
      <w:r>
        <w:rPr>
          <w:rtl/>
        </w:rPr>
        <w:t>/5/328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Get married and give your daughters in marriage, because it is from the good fortune of any Muslim man that he gives his (matured) daughter (or sister) in marriage.</w:t>
      </w:r>
      <w:r w:rsidR="00E978C2" w:rsidRPr="00E978C2">
        <w:rPr>
          <w:rStyle w:val="libItalicChar"/>
        </w:rPr>
        <w:t>”</w:t>
      </w:r>
    </w:p>
    <w:p w:rsidR="001C73B9" w:rsidRDefault="001C73B9" w:rsidP="001C73B9">
      <w:pPr>
        <w:pStyle w:val="libNormal"/>
      </w:pPr>
      <w:r>
        <w:t>Al</w:t>
      </w:r>
      <w:r w:rsidR="00D92C09">
        <w:t>-</w:t>
      </w:r>
      <w:r>
        <w:t xml:space="preserve">Kafi, vol. 5, p. 328 </w:t>
      </w:r>
    </w:p>
    <w:p w:rsidR="001C73B9" w:rsidRDefault="001C73B9" w:rsidP="001C73B9">
      <w:pPr>
        <w:pStyle w:val="libAr"/>
      </w:pPr>
      <w:r>
        <w:rPr>
          <w:rtl/>
        </w:rPr>
        <w:t>252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وَ</w:t>
      </w:r>
      <w:r>
        <w:rPr>
          <w:rtl/>
        </w:rPr>
        <w:t xml:space="preserve"> ما مِنْ شيْءٍ اَحَبَّ إِلى الله عَزَّ وَ جَلَّ مِن بَيتٍ يُعمَرُ  فِي  الإِسلامِ بِالنِّكاحِ، وَ ما مِنْ شيْءٍ اَبغَضُ إِلى الله عَزَّ وَ جَلَّ مِن بَيتٍ يَخْرَبُ فِي الإِسلامِ بالفُرقَةِ يَعنِي الطَّلاقَ</w:t>
      </w:r>
      <w:r>
        <w:t>.</w:t>
      </w:r>
    </w:p>
    <w:p w:rsidR="001C73B9" w:rsidRDefault="001C73B9" w:rsidP="001C73B9">
      <w:pPr>
        <w:pStyle w:val="libAr"/>
      </w:pPr>
      <w:r>
        <w:rPr>
          <w:rFonts w:hint="eastAsia"/>
          <w:rtl/>
        </w:rPr>
        <w:t>الكافي</w:t>
      </w:r>
      <w:r>
        <w:rPr>
          <w:rtl/>
        </w:rPr>
        <w:t>/5/328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is nothing to Allah, Almighty and Glorious, more beloved than the house which is developed in Islam by marriage; and there is nothing to Allah, Almighty and Glorious, more abhorent than the house which is ruined in Islam by separation, viz, divorce.</w:t>
      </w:r>
      <w:r w:rsidR="00E978C2" w:rsidRPr="00E978C2">
        <w:rPr>
          <w:rStyle w:val="libItalicChar"/>
        </w:rPr>
        <w:t>”</w:t>
      </w:r>
    </w:p>
    <w:p w:rsidR="001C73B9" w:rsidRDefault="001C73B9" w:rsidP="001C73B9">
      <w:pPr>
        <w:pStyle w:val="libNormal"/>
      </w:pPr>
      <w:r>
        <w:t>Al</w:t>
      </w:r>
      <w:r w:rsidR="00D92C09">
        <w:t>-</w:t>
      </w:r>
      <w:r>
        <w:t>Kafi, vol. 5, p. 328</w:t>
      </w:r>
    </w:p>
    <w:p w:rsidR="001C73B9" w:rsidRDefault="001C73B9" w:rsidP="001C73B9">
      <w:pPr>
        <w:pStyle w:val="libNormal"/>
      </w:pPr>
      <w:r>
        <w:lastRenderedPageBreak/>
        <w:br w:type="page"/>
      </w:r>
    </w:p>
    <w:p w:rsidR="001C73B9" w:rsidRDefault="001C73B9" w:rsidP="001C73B9">
      <w:pPr>
        <w:pStyle w:val="Heading1Center"/>
      </w:pPr>
      <w:bookmarkStart w:id="46" w:name="_Toc444518245"/>
      <w:r>
        <w:lastRenderedPageBreak/>
        <w:t>HASTEN TO MARRY</w:t>
      </w:r>
      <w:bookmarkEnd w:id="46"/>
    </w:p>
    <w:p w:rsidR="001C73B9" w:rsidRDefault="001C73B9" w:rsidP="001C73B9">
      <w:pPr>
        <w:pStyle w:val="libAr"/>
      </w:pPr>
      <w:r>
        <w:rPr>
          <w:rtl/>
        </w:rPr>
        <w:t>253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اِنَّ</w:t>
      </w:r>
      <w:r>
        <w:rPr>
          <w:rtl/>
        </w:rPr>
        <w:t xml:space="preserve"> الأبكارَ بِمَنزِلَة الثَّمَـرِ عَلَى الشَّجَـرِ إذا اَدرَكَ ثَمَـرُهُ فَلَـمْ يُجتَنَ اَفسَدَتهُ الشَّمسُ وَ نَثَرَتْـهُ الرِّياحُ وَ كَذلِكَ الاَبكارُ إذا اَدرَكْنَ ما يُدرِكُ النّـِساءُ فَلَيسَ لَهُـنَّ دَواءٌ اِلاَّ البُعُولَةُ و إلاّ لَـمْ يُؤمَن</w:t>
      </w:r>
      <w:r>
        <w:rPr>
          <w:rFonts w:hint="eastAsia"/>
          <w:rtl/>
        </w:rPr>
        <w:t>ْ</w:t>
      </w:r>
      <w:r w:rsidR="00525C12">
        <w:rPr>
          <w:rtl/>
        </w:rPr>
        <w:t xml:space="preserve"> عليه</w:t>
      </w:r>
      <w:r>
        <w:rPr>
          <w:rtl/>
        </w:rPr>
        <w:t>نَّ الفَسادُ لأِ َنَّهُنَّ بَشَرٌ</w:t>
      </w:r>
      <w:r>
        <w:t>.</w:t>
      </w:r>
    </w:p>
    <w:p w:rsidR="001C73B9" w:rsidRDefault="001C73B9" w:rsidP="001C73B9">
      <w:pPr>
        <w:pStyle w:val="libAr"/>
      </w:pPr>
      <w:r>
        <w:rPr>
          <w:rFonts w:hint="eastAsia"/>
          <w:rtl/>
        </w:rPr>
        <w:t>الكافي</w:t>
      </w:r>
      <w:r>
        <w:rPr>
          <w:rtl/>
        </w:rPr>
        <w:t>/5/337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Verily, maidens are like fruits of a tree; when its fruits ripen and are not reaped, sunshine ruins them and the wind scatters them. Maidens are in the same situation. When they comprehend what the women perceive, there is no remedy for them save a husband. If they are not given in marriage, they will not be secured from corruption, because they are human beings, too. (They have the same human instincts and temperament as others).</w:t>
      </w:r>
      <w:r w:rsidR="00E978C2" w:rsidRPr="00E978C2">
        <w:rPr>
          <w:rStyle w:val="libItalicChar"/>
        </w:rPr>
        <w:t>”</w:t>
      </w:r>
    </w:p>
    <w:p w:rsidR="001C73B9" w:rsidRDefault="001C73B9" w:rsidP="001C73B9">
      <w:pPr>
        <w:pStyle w:val="libNormal"/>
      </w:pPr>
      <w:r>
        <w:t>Al</w:t>
      </w:r>
      <w:r w:rsidR="00D92C09">
        <w:t>-</w:t>
      </w:r>
      <w:r>
        <w:t xml:space="preserve">Kafi, vol. 5, p. 337 </w:t>
      </w:r>
    </w:p>
    <w:p w:rsidR="001C73B9" w:rsidRDefault="001C73B9" w:rsidP="001C73B9">
      <w:pPr>
        <w:pStyle w:val="libAr"/>
      </w:pPr>
      <w:r>
        <w:rPr>
          <w:rtl/>
        </w:rPr>
        <w:t>254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ما</w:t>
      </w:r>
      <w:r>
        <w:rPr>
          <w:rtl/>
        </w:rPr>
        <w:t xml:space="preserve"> مِن شابٍّ تَزَوَّجَ  فِي  حَداثَة سِنِّهِ إلاّ عَجَّ شَيطانُهُ يا وَيلَهُ، يا وَيلَهُ عَصَمَ مِنِّي ثُلثَي دِينِهِ</w:t>
      </w:r>
      <w:r>
        <w:t xml:space="preserve">. </w:t>
      </w:r>
    </w:p>
    <w:p w:rsidR="001C73B9" w:rsidRDefault="001C73B9" w:rsidP="001C73B9">
      <w:pPr>
        <w:pStyle w:val="libAr"/>
      </w:pPr>
      <w:r>
        <w:rPr>
          <w:rFonts w:hint="eastAsia"/>
          <w:rtl/>
        </w:rPr>
        <w:t>بحار</w:t>
      </w:r>
      <w:r>
        <w:rPr>
          <w:rtl/>
        </w:rPr>
        <w:t xml:space="preserve"> الأنوار/103/221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Any young man who marries at the beginning of his youth, his devil moans and intensively regrets that he has protected two</w:t>
      </w:r>
      <w:r w:rsidR="00D92C09" w:rsidRPr="00E978C2">
        <w:rPr>
          <w:rStyle w:val="libItalicChar"/>
        </w:rPr>
        <w:t>-</w:t>
      </w:r>
      <w:r w:rsidRPr="00E978C2">
        <w:rPr>
          <w:rStyle w:val="libItalicChar"/>
        </w:rPr>
        <w:t>third of his Faith from Satan.</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103, p. 221 </w:t>
      </w:r>
    </w:p>
    <w:p w:rsidR="001C73B9" w:rsidRDefault="001C73B9" w:rsidP="001C73B9">
      <w:pPr>
        <w:pStyle w:val="libAr"/>
      </w:pPr>
      <w:r>
        <w:rPr>
          <w:rtl/>
        </w:rPr>
        <w:t>255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يا</w:t>
      </w:r>
      <w:r>
        <w:rPr>
          <w:rtl/>
        </w:rPr>
        <w:t xml:space="preserve"> مَعشَرَ الشَّبابِ مَنِ استَطاعَ مِنكُم الباهَ فَليَتَزَوَّجْ فَاِنَّهُ اَغَضُّ لِلبَصَرِ وَاَحصَنُ لِلفَرْجِ</w:t>
      </w:r>
      <w:r>
        <w:t>.</w:t>
      </w:r>
    </w:p>
    <w:p w:rsidR="001C73B9" w:rsidRDefault="001C73B9" w:rsidP="001C73B9">
      <w:pPr>
        <w:pStyle w:val="libAr"/>
      </w:pPr>
      <w:r>
        <w:rPr>
          <w:rFonts w:hint="eastAsia"/>
          <w:rtl/>
        </w:rPr>
        <w:t>مستدرك</w:t>
      </w:r>
      <w:r>
        <w:rPr>
          <w:rtl/>
        </w:rPr>
        <w:t xml:space="preserve"> وسائل الشيعة/14/153</w:t>
      </w:r>
    </w:p>
    <w:p w:rsidR="001C73B9" w:rsidRDefault="001C73B9" w:rsidP="001C73B9">
      <w:pPr>
        <w:pStyle w:val="libNormal"/>
      </w:pPr>
      <w:r>
        <w:t xml:space="preserve">The Holy Prophet [p.b.u.h.] said: </w:t>
      </w:r>
      <w:r w:rsidR="00E978C2">
        <w:t>“</w:t>
      </w:r>
      <w:r>
        <w:t>O' young people! If one of you is capable of marrying, then do it, because it is good for your eyes (not to stare at women) and protects your privy part (to remain more pious).</w:t>
      </w:r>
    </w:p>
    <w:p w:rsidR="001C73B9" w:rsidRDefault="001C73B9" w:rsidP="001C73B9">
      <w:pPr>
        <w:pStyle w:val="libNormal"/>
      </w:pPr>
      <w:r>
        <w:t>Mustadrak Wasa'il</w:t>
      </w:r>
      <w:r w:rsidR="00D92C09">
        <w:t>-</w:t>
      </w:r>
      <w:r>
        <w:t>ush Shi'ah, vol.14, p.153</w:t>
      </w:r>
    </w:p>
    <w:p w:rsidR="001C73B9" w:rsidRDefault="001C73B9" w:rsidP="001C73B9">
      <w:pPr>
        <w:pStyle w:val="libNormal"/>
      </w:pPr>
      <w:r>
        <w:t xml:space="preserve"> </w:t>
      </w:r>
    </w:p>
    <w:p w:rsidR="001C73B9" w:rsidRDefault="001C73B9" w:rsidP="001C73B9">
      <w:pPr>
        <w:pStyle w:val="libAr"/>
      </w:pPr>
      <w:r>
        <w:rPr>
          <w:rtl/>
        </w:rPr>
        <w:t>256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إِنَّهُ</w:t>
      </w:r>
      <w:r>
        <w:rPr>
          <w:rtl/>
        </w:rPr>
        <w:t xml:space="preserve"> نَهى عَنِ التَّبَتُّلِ وَ نَهَى النِّساءَ أَنْ يَتَبَتَّلْنَ وَ يَقْطَعْنَ أَنْفُسَهُنَّ مِنَ الأَزواجِ</w:t>
      </w:r>
      <w:r>
        <w:t>.</w:t>
      </w:r>
    </w:p>
    <w:p w:rsidR="001C73B9" w:rsidRDefault="001C73B9" w:rsidP="001C73B9">
      <w:pPr>
        <w:pStyle w:val="libAr"/>
      </w:pPr>
      <w:r>
        <w:rPr>
          <w:rFonts w:hint="eastAsia"/>
          <w:rtl/>
        </w:rPr>
        <w:t>مستدرك</w:t>
      </w:r>
      <w:r>
        <w:rPr>
          <w:rtl/>
        </w:rPr>
        <w:t xml:space="preserve"> وسائل الشيعة/14/248</w:t>
      </w:r>
    </w:p>
    <w:p w:rsidR="001C73B9" w:rsidRDefault="001C73B9" w:rsidP="001C73B9">
      <w:pPr>
        <w:pStyle w:val="libNormal"/>
      </w:pPr>
      <w:r>
        <w:t>The Holy Prophet [p.b.u.h.] forbade the life of celibacy, and prohibited women from living in chastity and allowing their selves to remain unmarried.</w:t>
      </w:r>
      <w:r w:rsidR="00E978C2">
        <w:t>”</w:t>
      </w:r>
    </w:p>
    <w:p w:rsidR="001C73B9" w:rsidRDefault="001C73B9" w:rsidP="001C73B9">
      <w:pPr>
        <w:pStyle w:val="libNormal"/>
      </w:pPr>
      <w:r>
        <w:t>Mustadrak Wasa'il</w:t>
      </w:r>
      <w:r w:rsidR="00D92C09">
        <w:t>-</w:t>
      </w:r>
      <w:r>
        <w:t xml:space="preserve">ush Shi'ah, vol.14, p. 248 </w:t>
      </w:r>
    </w:p>
    <w:p w:rsidR="001C73B9" w:rsidRDefault="001C73B9" w:rsidP="001C73B9">
      <w:pPr>
        <w:pStyle w:val="libNormal"/>
      </w:pPr>
      <w:r>
        <w:br w:type="page"/>
      </w:r>
    </w:p>
    <w:p w:rsidR="001C73B9" w:rsidRDefault="001C73B9" w:rsidP="001C73B9">
      <w:pPr>
        <w:pStyle w:val="Heading1Center"/>
      </w:pPr>
      <w:bookmarkStart w:id="47" w:name="_Toc444518246"/>
      <w:r>
        <w:lastRenderedPageBreak/>
        <w:t>INTERCESSION AND HELP IN LAWFUL MARRIAGE</w:t>
      </w:r>
      <w:bookmarkEnd w:id="47"/>
    </w:p>
    <w:p w:rsidR="001C73B9" w:rsidRDefault="001C73B9" w:rsidP="001C73B9">
      <w:pPr>
        <w:pStyle w:val="libAr"/>
      </w:pPr>
      <w:r>
        <w:rPr>
          <w:rtl/>
        </w:rPr>
        <w:t>257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عَمِلَ في تَزويجِ حَلالٍ حَتّى يَجمَعَ اللّه بَينَهُمـا زَوَّجَهُ اللّهُ مِنَ الحُورِ العِينِ وَ كانَ لَهُ بِكُلِّ خُطْوَةٍ خَطاها وَ كَلِمَةٍ تَكَلَّمَ بِها عِبادَةُ سَنَةٍ</w:t>
      </w:r>
      <w:r>
        <w:t>.</w:t>
      </w:r>
    </w:p>
    <w:p w:rsidR="001C73B9" w:rsidRDefault="001C73B9" w:rsidP="001C73B9">
      <w:pPr>
        <w:pStyle w:val="libAr"/>
      </w:pPr>
      <w:r>
        <w:rPr>
          <w:rFonts w:hint="eastAsia"/>
          <w:rtl/>
        </w:rPr>
        <w:t>بحار</w:t>
      </w:r>
      <w:r>
        <w:rPr>
          <w:rtl/>
        </w:rPr>
        <w:t xml:space="preserve"> الأنوار/103/221</w:t>
      </w:r>
    </w:p>
    <w:p w:rsidR="001C73B9" w:rsidRDefault="001C73B9" w:rsidP="001C73B9">
      <w:pPr>
        <w:pStyle w:val="libNormal"/>
      </w:pPr>
      <w:r>
        <w:t xml:space="preserve">The Holy Prophet (p.h.u.h.) said: </w:t>
      </w:r>
      <w:r w:rsidR="00E978C2" w:rsidRPr="00E978C2">
        <w:rPr>
          <w:rStyle w:val="libItalicChar"/>
        </w:rPr>
        <w:t>“</w:t>
      </w:r>
      <w:r w:rsidRPr="00E978C2">
        <w:rPr>
          <w:rStyle w:val="libItalicChar"/>
        </w:rPr>
        <w:t>He who struggles to join two Muslim believers in lawful marriage that they marry under the divine law, Allah will give him in marriage from the black</w:t>
      </w:r>
      <w:r w:rsidR="00D92C09" w:rsidRPr="00E978C2">
        <w:rPr>
          <w:rStyle w:val="libItalicChar"/>
        </w:rPr>
        <w:t>-</w:t>
      </w:r>
      <w:r w:rsidRPr="00E978C2">
        <w:rPr>
          <w:rStyle w:val="libItalicChar"/>
        </w:rPr>
        <w:t>eyed houri (damsels in Heaven), and there will be for him the reward of one year of worshipping for every step he takes or word he speaks.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103, p. 221 </w:t>
      </w:r>
    </w:p>
    <w:p w:rsidR="001C73B9" w:rsidRDefault="001C73B9" w:rsidP="001C73B9">
      <w:pPr>
        <w:pStyle w:val="libAr"/>
      </w:pPr>
      <w:r>
        <w:rPr>
          <w:rtl/>
        </w:rPr>
        <w:t>258</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أَفضَلُ</w:t>
      </w:r>
      <w:r>
        <w:rPr>
          <w:rtl/>
        </w:rPr>
        <w:t xml:space="preserve"> الشَّفَاعاتِ أَنْ تَشفَـعَ بَينَ اِثْنَيْـنِ في نِكاحٍ حَتّى يَجمَـعَ اللّهُ بَينَهُما</w:t>
      </w:r>
      <w:r>
        <w:t>.</w:t>
      </w:r>
    </w:p>
    <w:p w:rsidR="001C73B9" w:rsidRDefault="001C73B9" w:rsidP="001C73B9">
      <w:pPr>
        <w:pStyle w:val="libAr"/>
      </w:pPr>
      <w:r>
        <w:rPr>
          <w:rFonts w:hint="eastAsia"/>
          <w:rtl/>
        </w:rPr>
        <w:t>التهذيب</w:t>
      </w:r>
      <w:r>
        <w:rPr>
          <w:rtl/>
        </w:rPr>
        <w:t>/7/415 و الكافي/5/331</w:t>
      </w:r>
    </w:p>
    <w:p w:rsidR="001C73B9" w:rsidRDefault="001C73B9" w:rsidP="001C73B9">
      <w:pPr>
        <w:pStyle w:val="libNormal"/>
      </w:pPr>
      <w:r>
        <w:t>Imam Amir</w:t>
      </w:r>
      <w:r w:rsidR="00D92C09">
        <w:t>-</w:t>
      </w:r>
      <w:r>
        <w:t>ul</w:t>
      </w:r>
      <w:r w:rsidR="00D92C09">
        <w:t>-</w:t>
      </w:r>
      <w:r>
        <w:t xml:space="preserve">Mu'mineen Ali [a.s.] said: </w:t>
      </w:r>
      <w:r w:rsidR="00E978C2">
        <w:t>“</w:t>
      </w:r>
      <w:r>
        <w:t>The best mediations is it that you intercede between two persons for lawful marriage so that they both marry under the law of Allah.</w:t>
      </w:r>
    </w:p>
    <w:p w:rsidR="001C73B9" w:rsidRDefault="001C73B9" w:rsidP="001C73B9">
      <w:pPr>
        <w:pStyle w:val="libNormal"/>
      </w:pPr>
      <w:r>
        <w:t>AI</w:t>
      </w:r>
      <w:r w:rsidR="00D92C09">
        <w:t>-</w:t>
      </w:r>
      <w:r>
        <w:t>Tahthib, vol.7, p. 415 &amp; Al</w:t>
      </w:r>
      <w:r w:rsidR="00D92C09">
        <w:t>-</w:t>
      </w:r>
      <w:r>
        <w:t>Kafi, vol. 5, p. 331</w:t>
      </w:r>
    </w:p>
    <w:p w:rsidR="001C73B9" w:rsidRDefault="001C73B9" w:rsidP="001C73B9">
      <w:pPr>
        <w:pStyle w:val="libAr"/>
      </w:pPr>
      <w:r>
        <w:rPr>
          <w:rtl/>
        </w:rPr>
        <w:t>259</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ثَلاثةٌ</w:t>
      </w:r>
      <w:r>
        <w:rPr>
          <w:rtl/>
        </w:rPr>
        <w:t xml:space="preserve"> يَستَظِلُّونَ بِظِـلِّ عَرشِ الله يَومَ لاظِلَّ اِلاّظِلُّـهُ رَجُلٌ زَوَّجَ اَخاهُ المُسلِمَ اَو اَخدَمَهُ اَوْ كَتَمَ لَهُ سِرًّا</w:t>
      </w:r>
      <w:r>
        <w:t>.</w:t>
      </w:r>
    </w:p>
    <w:p w:rsidR="001C73B9" w:rsidRDefault="001C73B9" w:rsidP="001C73B9">
      <w:pPr>
        <w:pStyle w:val="libAr"/>
      </w:pPr>
      <w:r>
        <w:rPr>
          <w:rFonts w:hint="eastAsia"/>
          <w:rtl/>
        </w:rPr>
        <w:t>بحار</w:t>
      </w:r>
      <w:r>
        <w:rPr>
          <w:rtl/>
        </w:rPr>
        <w:t xml:space="preserve"> الأنوار/74/356</w:t>
      </w:r>
    </w:p>
    <w:p w:rsidR="001C73B9" w:rsidRDefault="001C73B9" w:rsidP="001C73B9">
      <w:pPr>
        <w:pStyle w:val="libNormal"/>
      </w:pPr>
      <w:r>
        <w:t>Imam al</w:t>
      </w:r>
      <w:r w:rsidR="00D92C09">
        <w:t>-</w:t>
      </w:r>
      <w:r>
        <w:t>Kadhim [a.s.] said: On the Judgement Day, the Day in which there is no shade except the shade of Allah's Mercy, three varieties will avail of the shade of Allah's Throne: the man who caused the marriage of his Muslim brother, or he who served him, or the one who concealed his secrets for his sake.</w:t>
      </w:r>
      <w:r w:rsidR="00E978C2">
        <w:t>”</w:t>
      </w:r>
    </w:p>
    <w:p w:rsidR="001C73B9" w:rsidRDefault="001C73B9" w:rsidP="001C73B9">
      <w:pPr>
        <w:pStyle w:val="libNormal"/>
      </w:pPr>
      <w:r>
        <w:t>Bihar</w:t>
      </w:r>
      <w:r w:rsidR="00D92C09">
        <w:t>-</w:t>
      </w:r>
      <w:r>
        <w:t>ul</w:t>
      </w:r>
      <w:r w:rsidR="00D92C09">
        <w:t>-</w:t>
      </w:r>
      <w:r>
        <w:t>Anwar, vol. 74, p. 356</w:t>
      </w:r>
    </w:p>
    <w:p w:rsidR="001C73B9" w:rsidRDefault="001C73B9" w:rsidP="001C73B9">
      <w:pPr>
        <w:pStyle w:val="libNormal"/>
      </w:pPr>
      <w:r>
        <w:t xml:space="preserve"> </w:t>
      </w:r>
    </w:p>
    <w:p w:rsidR="001C73B9" w:rsidRDefault="001C73B9" w:rsidP="001C73B9">
      <w:pPr>
        <w:pStyle w:val="libAr"/>
      </w:pPr>
      <w:r>
        <w:rPr>
          <w:rtl/>
        </w:rPr>
        <w:t>260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زَوَّجَ عَزَباً كانَ مِمَّن يَنظُرُ اللّهُ اِلَيهِ يَومَ القِيامَةِ</w:t>
      </w:r>
      <w:r>
        <w:t>.</w:t>
      </w:r>
    </w:p>
    <w:p w:rsidR="001C73B9" w:rsidRDefault="001C73B9" w:rsidP="001C73B9">
      <w:pPr>
        <w:pStyle w:val="libAr"/>
      </w:pPr>
      <w:r>
        <w:rPr>
          <w:rFonts w:hint="eastAsia"/>
          <w:rtl/>
        </w:rPr>
        <w:t>التهذيب</w:t>
      </w:r>
      <w:r>
        <w:rPr>
          <w:rtl/>
        </w:rPr>
        <w:t>/7/404</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unites an unmarried person in wedlock will be of those on whom Allah will look at (mercifully) on the Resurrection Day.</w:t>
      </w:r>
      <w:r w:rsidR="00E978C2" w:rsidRPr="00E978C2">
        <w:rPr>
          <w:rStyle w:val="libItalicChar"/>
        </w:rPr>
        <w:t>”</w:t>
      </w:r>
    </w:p>
    <w:p w:rsidR="001C73B9" w:rsidRDefault="001C73B9" w:rsidP="001C73B9">
      <w:pPr>
        <w:pStyle w:val="libNormal"/>
      </w:pPr>
      <w:r>
        <w:t>AI</w:t>
      </w:r>
      <w:r w:rsidR="00D92C09">
        <w:t>-</w:t>
      </w:r>
      <w:r>
        <w:t>Tahthib, vol. 7, p. 404</w:t>
      </w:r>
    </w:p>
    <w:p w:rsidR="001C73B9" w:rsidRDefault="001C73B9" w:rsidP="001C73B9">
      <w:pPr>
        <w:pStyle w:val="libAr"/>
      </w:pPr>
      <w:r>
        <w:rPr>
          <w:rtl/>
        </w:rPr>
        <w:lastRenderedPageBreak/>
        <w:t>261</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لِلّهِ ظِلاًّ تَحتَ يَدِهِ يَومَ القِيامَة لا يَستَظِلُّ تَحتَهُ إلاّ نَبِيّ اَو وَصِيّ نَبِيٍّ اَو مُؤْمِنٌ اَعتَقَ عَبـدًا مُؤمِنـًا اَو مُؤْمِنٌ قَضا مَغْـرَمَ مُؤْمِنٍ اَو مُؤمِنٌ كَفَّ اَيْمَةَ مُؤْمِنٍ</w:t>
      </w:r>
      <w:r>
        <w:t>.</w:t>
      </w:r>
    </w:p>
    <w:p w:rsidR="001C73B9" w:rsidRDefault="001C73B9" w:rsidP="001C73B9">
      <w:pPr>
        <w:pStyle w:val="libAr"/>
      </w:pPr>
      <w:r>
        <w:rPr>
          <w:rFonts w:hint="eastAsia"/>
          <w:rtl/>
        </w:rPr>
        <w:t>بحار</w:t>
      </w:r>
      <w:r>
        <w:rPr>
          <w:rtl/>
        </w:rPr>
        <w:t xml:space="preserve"> الأنوار/74/356</w:t>
      </w:r>
    </w:p>
    <w:p w:rsidR="001C73B9" w:rsidRDefault="001C73B9" w:rsidP="001C73B9">
      <w:pPr>
        <w:pStyle w:val="libNormal"/>
      </w:pPr>
      <w:r>
        <w:t>Imam al</w:t>
      </w:r>
      <w:r w:rsidR="00D92C09">
        <w:t>-</w:t>
      </w:r>
      <w:r>
        <w:t xml:space="preserve">Kadhim [a.s.] said: </w:t>
      </w:r>
      <w:r w:rsidR="00E978C2" w:rsidRPr="00E978C2">
        <w:rPr>
          <w:rStyle w:val="libItalicChar"/>
        </w:rPr>
        <w:t>“</w:t>
      </w:r>
      <w:r w:rsidRPr="00E978C2">
        <w:rPr>
          <w:rStyle w:val="libItalicChar"/>
        </w:rPr>
        <w:t>On the Reckoning Day, Allah has a special shade of Mercy to spread under which none will reside except the prophets, or their vicegerents, or a believer who frees a believing slave, or a believer who pays the debt of another believing one, or a believer who unites in wedlock a believing unmarried one.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74, p. 356 </w:t>
      </w:r>
    </w:p>
    <w:p w:rsidR="001C73B9" w:rsidRDefault="001C73B9" w:rsidP="001C73B9">
      <w:pPr>
        <w:pStyle w:val="libAr"/>
      </w:pPr>
      <w:r>
        <w:rPr>
          <w:rtl/>
        </w:rPr>
        <w:t>262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وَ</w:t>
      </w:r>
      <w:r>
        <w:rPr>
          <w:rtl/>
        </w:rPr>
        <w:t xml:space="preserve"> مَن عَمِلَ  فِي  تَزوِيجٍ بَينَ مُؤْمِنينِ حَتّى يَجمَـعَ بَينَهُما زَوَّجَهُ اللّهُ عَزَّوَجَلَّ اَلْفَ اِمرَةٍ مِنَ الحُورِ العِينِ كُلَّ اِمرَأَةٍ  فِي  قَصرٍ مِن دُرٍّ وَ ياقُوتٍ</w:t>
      </w:r>
      <w:r>
        <w:t>.</w:t>
      </w:r>
    </w:p>
    <w:p w:rsidR="001C73B9" w:rsidRDefault="001C73B9" w:rsidP="001C73B9">
      <w:pPr>
        <w:pStyle w:val="libAr"/>
      </w:pPr>
      <w:r>
        <w:rPr>
          <w:rFonts w:hint="eastAsia"/>
          <w:rtl/>
        </w:rPr>
        <w:t>وسائل</w:t>
      </w:r>
      <w:r>
        <w:rPr>
          <w:rtl/>
        </w:rPr>
        <w:t xml:space="preserve"> الشيعة/20/46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tries to join two Muslim believers in lawful marriage so that they marry under the divine law, Allah will join one thousand Houries (damsels of Heaven with black large eyes) in marriage with him each of whom will be in a castle from pearls and rubies.</w:t>
      </w:r>
      <w:r w:rsidR="00E978C2" w:rsidRPr="00E978C2">
        <w:rPr>
          <w:rStyle w:val="libItalicChar"/>
        </w:rPr>
        <w:t>”</w:t>
      </w:r>
    </w:p>
    <w:p w:rsidR="001C73B9" w:rsidRDefault="001C73B9" w:rsidP="001C73B9">
      <w:pPr>
        <w:pStyle w:val="libNormal"/>
      </w:pPr>
      <w:r>
        <w:t>Wasa'il ush</w:t>
      </w:r>
      <w:r w:rsidR="00D92C09">
        <w:t>-</w:t>
      </w:r>
      <w:r>
        <w:t>Shi'ah, vol. 20, p. 46</w:t>
      </w:r>
    </w:p>
    <w:p w:rsidR="001C73B9" w:rsidRDefault="001C73B9" w:rsidP="001C73B9">
      <w:pPr>
        <w:pStyle w:val="libNormal"/>
      </w:pPr>
      <w:r>
        <w:br w:type="page"/>
      </w:r>
    </w:p>
    <w:p w:rsidR="001C73B9" w:rsidRDefault="001C73B9" w:rsidP="001C73B9">
      <w:pPr>
        <w:pStyle w:val="Heading1Center"/>
      </w:pPr>
      <w:bookmarkStart w:id="48" w:name="_Toc444518247"/>
      <w:r>
        <w:lastRenderedPageBreak/>
        <w:t>INTERCESSION AND HELP IN LAWFUL MARRIAGE</w:t>
      </w:r>
      <w:bookmarkEnd w:id="48"/>
    </w:p>
    <w:p w:rsidR="001C73B9" w:rsidRDefault="001C73B9" w:rsidP="001C73B9">
      <w:pPr>
        <w:pStyle w:val="libAr"/>
      </w:pPr>
      <w:r>
        <w:rPr>
          <w:rtl/>
        </w:rPr>
        <w:t>257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عَمِلَ في تَزويجِ حَلالٍ حَتّى يَجمَعَ اللّه بَينَهُمـا زَوَّجَهُ اللّهُ مِنَ الحُورِ العِينِ وَ كانَ لَهُ بِكُلِّ خُطْوَةٍ خَطاها وَ كَلِمَةٍ تَكَلَّمَ بِها عِبادَةُ سَنَةٍ</w:t>
      </w:r>
      <w:r>
        <w:t>.</w:t>
      </w:r>
    </w:p>
    <w:p w:rsidR="001C73B9" w:rsidRDefault="001C73B9" w:rsidP="001C73B9">
      <w:pPr>
        <w:pStyle w:val="libAr"/>
      </w:pPr>
      <w:r>
        <w:rPr>
          <w:rFonts w:hint="eastAsia"/>
          <w:rtl/>
        </w:rPr>
        <w:t>بحار</w:t>
      </w:r>
      <w:r>
        <w:rPr>
          <w:rtl/>
        </w:rPr>
        <w:t xml:space="preserve"> الأنوار/103/221</w:t>
      </w:r>
    </w:p>
    <w:p w:rsidR="001C73B9" w:rsidRDefault="001C73B9" w:rsidP="001C73B9">
      <w:pPr>
        <w:pStyle w:val="libNormal"/>
      </w:pPr>
      <w:r>
        <w:t xml:space="preserve">The Holy Prophet (p.h.u.h.) said: </w:t>
      </w:r>
      <w:r w:rsidR="00E978C2" w:rsidRPr="00E978C2">
        <w:rPr>
          <w:rStyle w:val="libItalicChar"/>
        </w:rPr>
        <w:t>“</w:t>
      </w:r>
      <w:r w:rsidRPr="00E978C2">
        <w:rPr>
          <w:rStyle w:val="libItalicChar"/>
        </w:rPr>
        <w:t>He who struggles to join two Muslim believers in lawful marriage that they marry under the divine law, Allah will give him in marriage from the black</w:t>
      </w:r>
      <w:r w:rsidR="00D92C09" w:rsidRPr="00E978C2">
        <w:rPr>
          <w:rStyle w:val="libItalicChar"/>
        </w:rPr>
        <w:t>-</w:t>
      </w:r>
      <w:r w:rsidRPr="00E978C2">
        <w:rPr>
          <w:rStyle w:val="libItalicChar"/>
        </w:rPr>
        <w:t>eyed houri (damsels in Heaven), and there will be for him the reward of one year of worshipping for every step he takes or word he speaks.</w:t>
      </w:r>
      <w:r w:rsidR="00E978C2" w:rsidRPr="00E978C2">
        <w:rPr>
          <w:rStyle w:val="libItalicChar"/>
        </w:rPr>
        <w:t>”</w:t>
      </w:r>
    </w:p>
    <w:p w:rsidR="001C73B9" w:rsidRDefault="001C73B9" w:rsidP="001C73B9">
      <w:pPr>
        <w:pStyle w:val="libNormal"/>
      </w:pPr>
      <w:r>
        <w:t>Bihar</w:t>
      </w:r>
      <w:r w:rsidR="00D92C09">
        <w:t>-</w:t>
      </w:r>
      <w:r>
        <w:t>ul</w:t>
      </w:r>
      <w:r w:rsidR="00D92C09">
        <w:t>-</w:t>
      </w:r>
      <w:r>
        <w:t>Anwar, vol. 103, p. 221</w:t>
      </w:r>
    </w:p>
    <w:p w:rsidR="001C73B9" w:rsidRDefault="001C73B9" w:rsidP="001C73B9">
      <w:pPr>
        <w:pStyle w:val="libNormal"/>
      </w:pPr>
      <w:r>
        <w:t xml:space="preserve"> </w:t>
      </w:r>
    </w:p>
    <w:p w:rsidR="001C73B9" w:rsidRDefault="001C73B9" w:rsidP="001C73B9">
      <w:pPr>
        <w:pStyle w:val="libAr"/>
      </w:pPr>
      <w:r>
        <w:rPr>
          <w:rtl/>
        </w:rPr>
        <w:t>258</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أَفضَلُ</w:t>
      </w:r>
      <w:r>
        <w:rPr>
          <w:rtl/>
        </w:rPr>
        <w:t xml:space="preserve"> الشَّفَاعاتِ أَنْ تَشفَـعَ بَينَ اِثْنَيْـنِ في نِكاحٍ حَتّى يَجمَـعَ اللّهُ بَينَهُما</w:t>
      </w:r>
      <w:r>
        <w:t>.</w:t>
      </w:r>
    </w:p>
    <w:p w:rsidR="001C73B9" w:rsidRDefault="001C73B9" w:rsidP="001C73B9">
      <w:pPr>
        <w:pStyle w:val="libAr"/>
      </w:pPr>
      <w:r>
        <w:rPr>
          <w:rFonts w:hint="eastAsia"/>
          <w:rtl/>
        </w:rPr>
        <w:t>التهذيب</w:t>
      </w:r>
      <w:r>
        <w:rPr>
          <w:rtl/>
        </w:rPr>
        <w:t>/7/415 و الكافي/5/331</w:t>
      </w:r>
    </w:p>
    <w:p w:rsidR="001C73B9" w:rsidRDefault="001C73B9" w:rsidP="001C73B9">
      <w:pPr>
        <w:pStyle w:val="libNormal"/>
      </w:pPr>
      <w:r>
        <w:t>Imam Amir</w:t>
      </w:r>
      <w:r w:rsidR="00D92C09">
        <w:t>-</w:t>
      </w:r>
      <w:r>
        <w:t>ul</w:t>
      </w:r>
      <w:r w:rsidR="00D92C09">
        <w:t>-</w:t>
      </w:r>
      <w:r>
        <w:t xml:space="preserve">Mu'mineen Ali [a.s.] said: </w:t>
      </w:r>
      <w:r w:rsidR="00E978C2">
        <w:t>“</w:t>
      </w:r>
      <w:r>
        <w:t>The best mediations is it that you intercede between two persons for lawful marriage so that they both marry under the law of Allah.</w:t>
      </w:r>
    </w:p>
    <w:p w:rsidR="001C73B9" w:rsidRDefault="001C73B9" w:rsidP="001C73B9">
      <w:pPr>
        <w:pStyle w:val="libNormal"/>
      </w:pPr>
      <w:r>
        <w:t>AI</w:t>
      </w:r>
      <w:r w:rsidR="00D92C09">
        <w:t>-</w:t>
      </w:r>
      <w:r>
        <w:t>Tahthib, vol.7, p. 415 &amp; Al</w:t>
      </w:r>
      <w:r w:rsidR="00D92C09">
        <w:t>-</w:t>
      </w:r>
      <w:r>
        <w:t>Kafi, vol. 5, p. 331</w:t>
      </w:r>
    </w:p>
    <w:p w:rsidR="001C73B9" w:rsidRDefault="001C73B9" w:rsidP="001C73B9">
      <w:pPr>
        <w:pStyle w:val="libAr"/>
      </w:pPr>
      <w:r>
        <w:rPr>
          <w:rtl/>
        </w:rPr>
        <w:t>259</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ثَلاثةٌ</w:t>
      </w:r>
      <w:r>
        <w:rPr>
          <w:rtl/>
        </w:rPr>
        <w:t xml:space="preserve"> يَستَظِلُّونَ بِظِـلِّ عَرشِ الله يَومَ لاظِلَّ اِلاّظِلُّـهُ رَجُلٌ زَوَّجَ اَخاهُ المُسلِمَ اَو اَخدَمَهُ اَوْ كَتَمَ لَهُ سِرًّا</w:t>
      </w:r>
      <w:r>
        <w:t>.</w:t>
      </w:r>
    </w:p>
    <w:p w:rsidR="001C73B9" w:rsidRDefault="001C73B9" w:rsidP="001C73B9">
      <w:pPr>
        <w:pStyle w:val="libAr"/>
      </w:pPr>
      <w:r>
        <w:rPr>
          <w:rFonts w:hint="eastAsia"/>
          <w:rtl/>
        </w:rPr>
        <w:t>بحار</w:t>
      </w:r>
      <w:r>
        <w:rPr>
          <w:rtl/>
        </w:rPr>
        <w:t xml:space="preserve"> الأنوار/74/356</w:t>
      </w:r>
    </w:p>
    <w:p w:rsidR="001C73B9" w:rsidRDefault="001C73B9" w:rsidP="001C73B9">
      <w:pPr>
        <w:pStyle w:val="libNormal"/>
      </w:pPr>
      <w:r>
        <w:t>Imam al</w:t>
      </w:r>
      <w:r w:rsidR="00D92C09">
        <w:t>-</w:t>
      </w:r>
      <w:r>
        <w:t>Kadhim [a.s.] said: On the Judgement Day, the Day in which there is no shade except the shade of Allah's Mercy, three varieties will avail of the shade of Allah's Throne: the man who caused the marriage of his Muslim brother, or he who served him, or the one who concealed his secrets for his sake.</w:t>
      </w:r>
      <w:r w:rsidR="00E978C2">
        <w:t>”</w:t>
      </w:r>
    </w:p>
    <w:p w:rsidR="001C73B9" w:rsidRDefault="001C73B9" w:rsidP="001C73B9">
      <w:pPr>
        <w:pStyle w:val="libNormal"/>
      </w:pPr>
      <w:r>
        <w:t>Bihar</w:t>
      </w:r>
      <w:r w:rsidR="00D92C09">
        <w:t>-</w:t>
      </w:r>
      <w:r>
        <w:t>ul</w:t>
      </w:r>
      <w:r w:rsidR="00D92C09">
        <w:t>-</w:t>
      </w:r>
      <w:r>
        <w:t>Anwar, vol. 74, p. 356</w:t>
      </w:r>
    </w:p>
    <w:p w:rsidR="001C73B9" w:rsidRDefault="001C73B9" w:rsidP="001C73B9">
      <w:pPr>
        <w:pStyle w:val="libNormal"/>
      </w:pPr>
      <w:r>
        <w:t xml:space="preserve"> </w:t>
      </w:r>
    </w:p>
    <w:p w:rsidR="001C73B9" w:rsidRDefault="001C73B9" w:rsidP="001C73B9">
      <w:pPr>
        <w:pStyle w:val="libAr"/>
      </w:pPr>
      <w:r>
        <w:rPr>
          <w:rtl/>
        </w:rPr>
        <w:t>260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زَوَّجَ عَزَباً كانَ مِمَّن يَنظُرُ اللّهُ اِلَيهِ يَومَ القِيامَةِ</w:t>
      </w:r>
      <w:r>
        <w:t>.</w:t>
      </w:r>
    </w:p>
    <w:p w:rsidR="001C73B9" w:rsidRDefault="001C73B9" w:rsidP="001C73B9">
      <w:pPr>
        <w:pStyle w:val="libAr"/>
      </w:pPr>
      <w:r>
        <w:rPr>
          <w:rFonts w:hint="eastAsia"/>
          <w:rtl/>
        </w:rPr>
        <w:t>التهذيب</w:t>
      </w:r>
      <w:r>
        <w:rPr>
          <w:rtl/>
        </w:rPr>
        <w:t>/7/404</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unites an unmarried person in wedlock will be of those on whom Allah will look at (mercifully) on the Resurrection Day.</w:t>
      </w:r>
      <w:r w:rsidR="00E978C2" w:rsidRPr="00E978C2">
        <w:rPr>
          <w:rStyle w:val="libItalicChar"/>
        </w:rPr>
        <w:t>”</w:t>
      </w:r>
    </w:p>
    <w:p w:rsidR="001C73B9" w:rsidRDefault="001C73B9" w:rsidP="001C73B9">
      <w:pPr>
        <w:pStyle w:val="libNormal"/>
      </w:pPr>
      <w:r>
        <w:lastRenderedPageBreak/>
        <w:t>AI</w:t>
      </w:r>
      <w:r w:rsidR="00D92C09">
        <w:t>-</w:t>
      </w:r>
      <w:r>
        <w:t>Tahthib, vol. 7, p. 404</w:t>
      </w:r>
    </w:p>
    <w:p w:rsidR="001C73B9" w:rsidRDefault="001C73B9" w:rsidP="001C73B9">
      <w:pPr>
        <w:pStyle w:val="libAr"/>
      </w:pPr>
      <w:r>
        <w:rPr>
          <w:rtl/>
        </w:rPr>
        <w:t>261</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لِلّهِ ظِلاًّ تَحتَ يَدِهِ يَومَ القِيامَة لا يَستَظِلُّ تَحتَهُ إلاّ نَبِيّ اَو وَصِيّ نَبِيٍّ اَو مُؤْمِنٌ اَعتَقَ عَبـدًا مُؤمِنـًا اَو مُؤْمِنٌ قَضا مَغْـرَمَ مُؤْمِنٍ اَو مُؤمِنٌ كَفَّ اَيْمَةَ مُؤْمِنٍ</w:t>
      </w:r>
      <w:r>
        <w:t>.</w:t>
      </w:r>
    </w:p>
    <w:p w:rsidR="001C73B9" w:rsidRDefault="001C73B9" w:rsidP="001C73B9">
      <w:pPr>
        <w:pStyle w:val="libAr"/>
      </w:pPr>
      <w:r>
        <w:rPr>
          <w:rFonts w:hint="eastAsia"/>
          <w:rtl/>
        </w:rPr>
        <w:t>بحار</w:t>
      </w:r>
      <w:r>
        <w:rPr>
          <w:rtl/>
        </w:rPr>
        <w:t xml:space="preserve"> الأنوار/74/356</w:t>
      </w:r>
    </w:p>
    <w:p w:rsidR="001C73B9" w:rsidRDefault="001C73B9" w:rsidP="001C73B9">
      <w:pPr>
        <w:pStyle w:val="libNormal"/>
      </w:pPr>
      <w:r>
        <w:t>Imam al</w:t>
      </w:r>
      <w:r w:rsidR="00D92C09">
        <w:t>-</w:t>
      </w:r>
      <w:r>
        <w:t xml:space="preserve">Kadhim [a.s.] said: </w:t>
      </w:r>
      <w:r w:rsidR="00E978C2" w:rsidRPr="00E978C2">
        <w:rPr>
          <w:rStyle w:val="libItalicChar"/>
        </w:rPr>
        <w:t>“</w:t>
      </w:r>
      <w:r w:rsidRPr="00E978C2">
        <w:rPr>
          <w:rStyle w:val="libItalicChar"/>
        </w:rPr>
        <w:t>On the Reckoning Day, Allah has a special shade of Mercy to spread under which none will reside except the prophets, or their vicegerents, or a believer who frees a believing slave, or a believer who pays the debt of another believing one, or a believer who unites in wedlock a believing unmarried one.</w:t>
      </w:r>
      <w:r w:rsidR="00E978C2" w:rsidRPr="00E978C2">
        <w:rPr>
          <w:rStyle w:val="libItalicChar"/>
        </w:rPr>
        <w:t>”</w:t>
      </w:r>
    </w:p>
    <w:p w:rsidR="001C73B9" w:rsidRDefault="001C73B9" w:rsidP="001C73B9">
      <w:pPr>
        <w:pStyle w:val="libNormal"/>
      </w:pPr>
      <w:r>
        <w:t>Bihar</w:t>
      </w:r>
      <w:r w:rsidR="00D92C09">
        <w:t>-</w:t>
      </w:r>
      <w:r>
        <w:t>ul</w:t>
      </w:r>
      <w:r w:rsidR="00D92C09">
        <w:t>-</w:t>
      </w:r>
      <w:r>
        <w:t>Anwar, vol. 74, p. 356</w:t>
      </w:r>
    </w:p>
    <w:p w:rsidR="001C73B9" w:rsidRDefault="001C73B9" w:rsidP="001C73B9">
      <w:pPr>
        <w:pStyle w:val="libNormal"/>
      </w:pPr>
      <w:r>
        <w:t xml:space="preserve"> </w:t>
      </w:r>
    </w:p>
    <w:p w:rsidR="001C73B9" w:rsidRDefault="001C73B9" w:rsidP="001C73B9">
      <w:pPr>
        <w:pStyle w:val="libAr"/>
      </w:pPr>
      <w:r>
        <w:rPr>
          <w:rtl/>
        </w:rPr>
        <w:t>262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وَ</w:t>
      </w:r>
      <w:r>
        <w:rPr>
          <w:rtl/>
        </w:rPr>
        <w:t xml:space="preserve"> مَن عَمِلَ  فِي  تَزوِيجٍ بَينَ مُؤْمِنينِ حَتّى يَجمَـعَ بَينَهُما زَوَّجَهُ اللّهُ عَزَّوَجَلَّ اَلْفَ اِمرَةٍ مِنَ الحُورِ العِينِ كُلَّ اِمرَأَةٍ  فِي  قَصرٍ مِن دُرٍّ وَ ياقُوتٍ</w:t>
      </w:r>
      <w:r>
        <w:t>.</w:t>
      </w:r>
    </w:p>
    <w:p w:rsidR="001C73B9" w:rsidRDefault="001C73B9" w:rsidP="001C73B9">
      <w:pPr>
        <w:pStyle w:val="libAr"/>
      </w:pPr>
      <w:r>
        <w:rPr>
          <w:rFonts w:hint="eastAsia"/>
          <w:rtl/>
        </w:rPr>
        <w:t>وسائل</w:t>
      </w:r>
      <w:r>
        <w:rPr>
          <w:rtl/>
        </w:rPr>
        <w:t xml:space="preserve"> الشيعة/20/46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tries to join two Muslim believers in lawful marriage so that they marry under the divine law, Allah will join one thousand Houries (damsels of Heaven with black large eyes) in marriage with him each of whom will be in a castle from pearls and rubies.</w:t>
      </w:r>
      <w:r w:rsidR="00E978C2" w:rsidRPr="00E978C2">
        <w:rPr>
          <w:rStyle w:val="libItalicChar"/>
        </w:rPr>
        <w:t>”</w:t>
      </w:r>
    </w:p>
    <w:p w:rsidR="001C73B9" w:rsidRDefault="001C73B9" w:rsidP="001C73B9">
      <w:pPr>
        <w:pStyle w:val="libNormal"/>
      </w:pPr>
      <w:r>
        <w:t>Wasa'il ush</w:t>
      </w:r>
      <w:r w:rsidR="00D92C09">
        <w:t>-</w:t>
      </w:r>
      <w:r>
        <w:t>Shi'ah, vol. 20, p. 46</w:t>
      </w:r>
    </w:p>
    <w:p w:rsidR="001C73B9" w:rsidRDefault="001C73B9" w:rsidP="001C73B9">
      <w:pPr>
        <w:pStyle w:val="libNormal"/>
      </w:pPr>
      <w:r>
        <w:br w:type="page"/>
      </w:r>
    </w:p>
    <w:p w:rsidR="001C73B9" w:rsidRDefault="001C73B9" w:rsidP="001C73B9">
      <w:pPr>
        <w:pStyle w:val="Heading1Center"/>
      </w:pPr>
      <w:bookmarkStart w:id="49" w:name="_Toc444518248"/>
      <w:r>
        <w:lastRenderedPageBreak/>
        <w:t>WIFE AND HER DOWER</w:t>
      </w:r>
      <w:bookmarkEnd w:id="49"/>
    </w:p>
    <w:p w:rsidR="001C73B9" w:rsidRDefault="001C73B9" w:rsidP="001C73B9">
      <w:pPr>
        <w:pStyle w:val="libAr"/>
      </w:pPr>
      <w:r>
        <w:rPr>
          <w:rtl/>
        </w:rPr>
        <w:t>263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شُؤمُ</w:t>
      </w:r>
      <w:r>
        <w:rPr>
          <w:rtl/>
        </w:rPr>
        <w:t xml:space="preserve"> المَرأَةِ غَلاءُ مَهرِها وَ سُوءُ خُلْقِها</w:t>
      </w:r>
      <w:r>
        <w:t>.</w:t>
      </w:r>
    </w:p>
    <w:p w:rsidR="001C73B9" w:rsidRDefault="001C73B9" w:rsidP="001C73B9">
      <w:pPr>
        <w:pStyle w:val="libAr"/>
      </w:pPr>
      <w:r>
        <w:rPr>
          <w:rFonts w:hint="eastAsia"/>
          <w:rtl/>
        </w:rPr>
        <w:t>بحار</w:t>
      </w:r>
      <w:r>
        <w:rPr>
          <w:rtl/>
        </w:rPr>
        <w:t xml:space="preserve"> الأنوار/58/321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bad omen of a woman is her expensive dower and her ill temper.</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58, p. 321 </w:t>
      </w:r>
    </w:p>
    <w:p w:rsidR="001C73B9" w:rsidRDefault="001C73B9" w:rsidP="001C73B9">
      <w:pPr>
        <w:pStyle w:val="libAr"/>
      </w:pPr>
      <w:r>
        <w:rPr>
          <w:rtl/>
        </w:rPr>
        <w:t>264</w:t>
      </w:r>
      <w:r w:rsidR="00D92C09">
        <w:rPr>
          <w:rtl/>
        </w:rPr>
        <w:t>-</w:t>
      </w:r>
      <w:r>
        <w:t xml:space="preserve"> </w:t>
      </w:r>
      <w:r>
        <w:rPr>
          <w:rtl/>
        </w:rPr>
        <w:t>قالَ الإمامُ اَبُو عَبدِالله</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اَلسُّرّاقُ</w:t>
      </w:r>
      <w:r>
        <w:rPr>
          <w:rtl/>
        </w:rPr>
        <w:t xml:space="preserve"> ثَلاثَةٌ: مانِعُ الزَّكوةِ وَ مُستَحِّلُ مُهُورِ النّـِساءِ وَ كَذلِـكَ مَنِ استَدانَ وَلَم يَنْوِ قَضاءَهُ</w:t>
      </w:r>
      <w:r>
        <w:t>.</w:t>
      </w:r>
    </w:p>
    <w:p w:rsidR="001C73B9" w:rsidRDefault="001C73B9" w:rsidP="001C73B9">
      <w:pPr>
        <w:pStyle w:val="libAr"/>
      </w:pPr>
      <w:r>
        <w:rPr>
          <w:rFonts w:hint="eastAsia"/>
          <w:rtl/>
        </w:rPr>
        <w:t>بحار</w:t>
      </w:r>
      <w:r>
        <w:rPr>
          <w:rtl/>
        </w:rPr>
        <w:t xml:space="preserve"> الأنوار/96/12</w:t>
      </w:r>
    </w:p>
    <w:p w:rsidR="001C73B9" w:rsidRPr="00E978C2" w:rsidRDefault="001C73B9" w:rsidP="001C73B9">
      <w:pPr>
        <w:pStyle w:val="libNormal"/>
        <w:rPr>
          <w:rStyle w:val="libItalicChar"/>
        </w:rPr>
      </w:pPr>
      <w:r>
        <w:t xml:space="preserve">Imam Abu 'Abdullah said: </w:t>
      </w:r>
      <w:r w:rsidR="00E978C2" w:rsidRPr="00E978C2">
        <w:rPr>
          <w:rStyle w:val="libItalicChar"/>
        </w:rPr>
        <w:t>“</w:t>
      </w:r>
      <w:r w:rsidRPr="00E978C2">
        <w:rPr>
          <w:rStyle w:val="libItalicChar"/>
        </w:rPr>
        <w:t xml:space="preserve"> Thieves are of three divisions:</w:t>
      </w:r>
    </w:p>
    <w:p w:rsidR="001C73B9" w:rsidRPr="00E978C2" w:rsidRDefault="001C73B9" w:rsidP="001C73B9">
      <w:pPr>
        <w:pStyle w:val="libNormal"/>
        <w:rPr>
          <w:rStyle w:val="libItalicChar"/>
        </w:rPr>
      </w:pPr>
      <w:r w:rsidRPr="00E978C2">
        <w:rPr>
          <w:rStyle w:val="libItalicChar"/>
        </w:rPr>
        <w:t>1</w:t>
      </w:r>
      <w:r w:rsidR="00D92C09" w:rsidRPr="00E978C2">
        <w:rPr>
          <w:rStyle w:val="libItalicChar"/>
        </w:rPr>
        <w:t>-</w:t>
      </w:r>
      <w:r w:rsidRPr="00E978C2">
        <w:rPr>
          <w:rStyle w:val="libItalicChar"/>
        </w:rPr>
        <w:t xml:space="preserve"> Those who hinder giving alms; </w:t>
      </w:r>
    </w:p>
    <w:p w:rsidR="001C73B9" w:rsidRPr="00E978C2" w:rsidRDefault="001C73B9" w:rsidP="001C73B9">
      <w:pPr>
        <w:pStyle w:val="libNormal"/>
        <w:rPr>
          <w:rStyle w:val="libItalicChar"/>
        </w:rPr>
      </w:pPr>
      <w:r w:rsidRPr="00E978C2">
        <w:rPr>
          <w:rStyle w:val="libItalicChar"/>
        </w:rPr>
        <w:t>2</w:t>
      </w:r>
      <w:r w:rsidR="00D92C09" w:rsidRPr="00E978C2">
        <w:rPr>
          <w:rStyle w:val="libItalicChar"/>
        </w:rPr>
        <w:t>-</w:t>
      </w:r>
      <w:r w:rsidRPr="00E978C2">
        <w:rPr>
          <w:rStyle w:val="libItalicChar"/>
        </w:rPr>
        <w:t xml:space="preserve"> Those who consider the withholding of women's dower sum as lawful; </w:t>
      </w:r>
    </w:p>
    <w:p w:rsidR="001C73B9" w:rsidRDefault="001C73B9" w:rsidP="001C73B9">
      <w:pPr>
        <w:pStyle w:val="libNormal"/>
      </w:pPr>
      <w:r w:rsidRPr="00E978C2">
        <w:rPr>
          <w:rStyle w:val="libItalicChar"/>
        </w:rPr>
        <w:t>3</w:t>
      </w:r>
      <w:r w:rsidR="00D92C09" w:rsidRPr="00E978C2">
        <w:rPr>
          <w:rStyle w:val="libItalicChar"/>
        </w:rPr>
        <w:t>-</w:t>
      </w:r>
      <w:r w:rsidRPr="00E978C2">
        <w:rPr>
          <w:rStyle w:val="libItalicChar"/>
        </w:rPr>
        <w:t xml:space="preserve"> Those who take loans and have not decided to pay it back.</w:t>
      </w:r>
      <w:r w:rsidR="00E978C2" w:rsidRPr="00E978C2">
        <w:rPr>
          <w:rStyle w:val="libItalicChar"/>
        </w:rPr>
        <w:t>”</w:t>
      </w:r>
      <w:r>
        <w:t xml:space="preserve"> </w:t>
      </w:r>
    </w:p>
    <w:p w:rsidR="001C73B9" w:rsidRDefault="001C73B9" w:rsidP="001C73B9">
      <w:pPr>
        <w:pStyle w:val="libNormal"/>
      </w:pPr>
      <w:r>
        <w:t>Bihar</w:t>
      </w:r>
      <w:r w:rsidR="00D92C09">
        <w:t>-</w:t>
      </w:r>
      <w:r>
        <w:t>ul</w:t>
      </w:r>
      <w:r w:rsidR="00D92C09">
        <w:t>-</w:t>
      </w:r>
      <w:r>
        <w:t>Anwar, vol. 96, p. 12</w:t>
      </w:r>
    </w:p>
    <w:p w:rsidR="001C73B9" w:rsidRDefault="001C73B9" w:rsidP="001C73B9">
      <w:pPr>
        <w:pStyle w:val="libAr"/>
      </w:pPr>
      <w:r>
        <w:rPr>
          <w:rtl/>
        </w:rPr>
        <w:t>265</w:t>
      </w:r>
      <w:r w:rsidR="00D92C09">
        <w:rPr>
          <w:rtl/>
        </w:rPr>
        <w:t>-</w:t>
      </w:r>
      <w:r>
        <w:t xml:space="preserve"> </w:t>
      </w:r>
      <w:r>
        <w:rPr>
          <w:rtl/>
        </w:rPr>
        <w:t>قالَ الإمامُ الصّادِقُ (ع</w:t>
      </w:r>
      <w:r>
        <w:t>) :</w:t>
      </w:r>
    </w:p>
    <w:p w:rsidR="001C73B9" w:rsidRDefault="001C73B9" w:rsidP="001C73B9">
      <w:pPr>
        <w:pStyle w:val="libAr"/>
      </w:pPr>
      <w:r>
        <w:rPr>
          <w:rFonts w:hint="eastAsia"/>
          <w:rtl/>
        </w:rPr>
        <w:t>اِنَّ</w:t>
      </w:r>
      <w:r>
        <w:rPr>
          <w:rtl/>
        </w:rPr>
        <w:t xml:space="preserve"> مِن بَرِكَة المَرأَةِ قِلَّةَ مَهْرِها وَ مِن شُومِها كَثرَةَ مَهرِها</w:t>
      </w:r>
      <w:r>
        <w:t>.</w:t>
      </w:r>
    </w:p>
    <w:p w:rsidR="001C73B9" w:rsidRDefault="001C73B9" w:rsidP="001C73B9">
      <w:pPr>
        <w:pStyle w:val="libAr"/>
      </w:pPr>
      <w:r>
        <w:rPr>
          <w:rFonts w:hint="eastAsia"/>
          <w:rtl/>
        </w:rPr>
        <w:t>من</w:t>
      </w:r>
      <w:r>
        <w:rPr>
          <w:rtl/>
        </w:rPr>
        <w:t xml:space="preserve"> لا يحضره الفقيه/3/387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Verily, one of the blessings of a woman is the inexpensiveness of her dower, while one of her bad omens is the heaviness of her dower.</w:t>
      </w:r>
      <w:r w:rsidR="00E978C2" w:rsidRPr="00E978C2">
        <w:rPr>
          <w:rStyle w:val="libItalicChar"/>
        </w:rPr>
        <w:t>”</w:t>
      </w:r>
    </w:p>
    <w:p w:rsidR="001C73B9" w:rsidRDefault="001C73B9" w:rsidP="001C73B9">
      <w:pPr>
        <w:pStyle w:val="libNormal"/>
      </w:pPr>
      <w:r>
        <w:t xml:space="preserve">Man La Yahdurulul Faqih, vol. 3, p. 387 </w:t>
      </w:r>
    </w:p>
    <w:p w:rsidR="001C73B9" w:rsidRDefault="001C73B9" w:rsidP="001C73B9">
      <w:pPr>
        <w:pStyle w:val="libAr"/>
      </w:pPr>
      <w:r>
        <w:rPr>
          <w:rtl/>
        </w:rPr>
        <w:t>266</w:t>
      </w:r>
      <w:r w:rsidR="00D92C09">
        <w:rPr>
          <w:rtl/>
        </w:rPr>
        <w:t>-</w:t>
      </w:r>
      <w:r>
        <w:t xml:space="preserve"> </w:t>
      </w:r>
      <w:r>
        <w:rPr>
          <w:rtl/>
        </w:rPr>
        <w:t xml:space="preserve">قالَ الإمامُ اَمِيرُالمُؤمِنينَ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لا</w:t>
      </w:r>
      <w:r>
        <w:rPr>
          <w:rtl/>
        </w:rPr>
        <w:t xml:space="preserve"> تُغالُوا بِمُهُورِ النِّساءِ فَتَكُونَ عَداوَةً</w:t>
      </w:r>
      <w:r>
        <w:t>.</w:t>
      </w:r>
    </w:p>
    <w:p w:rsidR="001C73B9" w:rsidRDefault="001C73B9" w:rsidP="001C73B9">
      <w:pPr>
        <w:pStyle w:val="libAr"/>
      </w:pPr>
      <w:r>
        <w:rPr>
          <w:rFonts w:hint="eastAsia"/>
          <w:rtl/>
        </w:rPr>
        <w:t>وسائل</w:t>
      </w:r>
      <w:r>
        <w:rPr>
          <w:rtl/>
        </w:rPr>
        <w:t xml:space="preserve"> الشيعة/21/253</w:t>
      </w:r>
    </w:p>
    <w:p w:rsidR="001C73B9" w:rsidRDefault="001C73B9" w:rsidP="001C73B9">
      <w:pPr>
        <w:pStyle w:val="libNormal"/>
      </w:pPr>
      <w:r>
        <w:t xml:space="preserve">Imam Amir ul Mu'mineen [a.s.] said: </w:t>
      </w:r>
      <w:r w:rsidR="00E978C2" w:rsidRPr="00E978C2">
        <w:rPr>
          <w:rStyle w:val="libItalicChar"/>
        </w:rPr>
        <w:t>“</w:t>
      </w:r>
      <w:r w:rsidRPr="00E978C2">
        <w:rPr>
          <w:rStyle w:val="libItalicChar"/>
        </w:rPr>
        <w:t>Do not make the women's dowers heavy, because it creates enmity.</w:t>
      </w:r>
      <w:r w:rsidR="00E978C2" w:rsidRPr="00E978C2">
        <w:rPr>
          <w:rStyle w:val="libItalicChar"/>
        </w:rPr>
        <w:t>”</w:t>
      </w:r>
    </w:p>
    <w:p w:rsidR="001C73B9" w:rsidRDefault="001C73B9" w:rsidP="001C73B9">
      <w:pPr>
        <w:pStyle w:val="libNormal"/>
      </w:pPr>
      <w:r>
        <w:t>Wasa'il</w:t>
      </w:r>
      <w:r w:rsidR="00D92C09">
        <w:t>-</w:t>
      </w:r>
      <w:r>
        <w:t>ush Shi'ah, vol. 21, p. 253</w:t>
      </w:r>
    </w:p>
    <w:p w:rsidR="001C73B9" w:rsidRDefault="001C73B9" w:rsidP="001C73B9">
      <w:pPr>
        <w:pStyle w:val="libNormal"/>
      </w:pPr>
      <w:r>
        <w:t xml:space="preserve"> </w:t>
      </w:r>
    </w:p>
    <w:p w:rsidR="001C73B9" w:rsidRDefault="001C73B9" w:rsidP="001C73B9">
      <w:pPr>
        <w:pStyle w:val="libAr"/>
      </w:pPr>
      <w:r>
        <w:rPr>
          <w:rtl/>
        </w:rPr>
        <w:t>267</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اَقْذَرُ</w:t>
      </w:r>
      <w:r>
        <w:rPr>
          <w:rtl/>
        </w:rPr>
        <w:t xml:space="preserve"> الذُّنُوبِ ثَلاثَةٌ: قَتلُ البَهِيمَةِ وَ حَبـسُ مَهْرِ المَـرأَةِ وَ مَنْـعُ الأجِيرِ اَجْرَهُ</w:t>
      </w:r>
      <w:r>
        <w:t>.</w:t>
      </w:r>
    </w:p>
    <w:p w:rsidR="001C73B9" w:rsidRDefault="001C73B9" w:rsidP="001C73B9">
      <w:pPr>
        <w:pStyle w:val="libAr"/>
      </w:pPr>
      <w:r>
        <w:rPr>
          <w:rFonts w:hint="eastAsia"/>
          <w:rtl/>
        </w:rPr>
        <w:t>بحار</w:t>
      </w:r>
      <w:r>
        <w:rPr>
          <w:rtl/>
        </w:rPr>
        <w:t xml:space="preserve"> الأنوار/64/268</w:t>
      </w:r>
    </w:p>
    <w:p w:rsidR="001C73B9" w:rsidRPr="00E978C2" w:rsidRDefault="001C73B9" w:rsidP="001C73B9">
      <w:pPr>
        <w:pStyle w:val="libNormal"/>
        <w:rPr>
          <w:rStyle w:val="libItalicChar"/>
        </w:rPr>
      </w:pPr>
      <w:r>
        <w:t xml:space="preserve">Imam Sadiq [a.s.] said: </w:t>
      </w:r>
      <w:r w:rsidR="00E978C2" w:rsidRPr="00E978C2">
        <w:rPr>
          <w:rStyle w:val="libItalicChar"/>
        </w:rPr>
        <w:t>“</w:t>
      </w:r>
      <w:r w:rsidRPr="00E978C2">
        <w:rPr>
          <w:rStyle w:val="libItalicChar"/>
        </w:rPr>
        <w:t>The worst sins are three:</w:t>
      </w:r>
    </w:p>
    <w:p w:rsidR="001C73B9" w:rsidRDefault="001C73B9" w:rsidP="001C73B9">
      <w:pPr>
        <w:pStyle w:val="libNormal"/>
      </w:pPr>
      <w:r w:rsidRPr="00E978C2">
        <w:rPr>
          <w:rStyle w:val="libItalicChar"/>
        </w:rPr>
        <w:t>Labouring animals as murder, restraining the dower of a woman, and withholding the wage of a worker.</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64, p. 268 </w:t>
      </w:r>
    </w:p>
    <w:p w:rsidR="001C73B9" w:rsidRDefault="001C73B9" w:rsidP="001C73B9">
      <w:pPr>
        <w:pStyle w:val="libNormal"/>
      </w:pPr>
      <w:r>
        <w:br w:type="page"/>
      </w:r>
    </w:p>
    <w:p w:rsidR="001C73B9" w:rsidRDefault="001C73B9" w:rsidP="001C73B9">
      <w:pPr>
        <w:pStyle w:val="Heading1Center"/>
      </w:pPr>
      <w:bookmarkStart w:id="50" w:name="_Toc444518249"/>
      <w:r>
        <w:lastRenderedPageBreak/>
        <w:t>DOWER: THE LESS THE BETTER</w:t>
      </w:r>
      <w:bookmarkEnd w:id="50"/>
    </w:p>
    <w:p w:rsidR="001C73B9" w:rsidRDefault="001C73B9" w:rsidP="001C73B9">
      <w:pPr>
        <w:pStyle w:val="libAr"/>
      </w:pPr>
      <w:r>
        <w:rPr>
          <w:rtl/>
        </w:rPr>
        <w:t>268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اَعظَمُ</w:t>
      </w:r>
      <w:r>
        <w:rPr>
          <w:rtl/>
        </w:rPr>
        <w:t xml:space="preserve"> النِّكاحِ بَرَكَةً اَيسَرُهُ مَؤُونَةً</w:t>
      </w:r>
      <w:r>
        <w:t>.</w:t>
      </w:r>
    </w:p>
    <w:p w:rsidR="001C73B9" w:rsidRDefault="001C73B9" w:rsidP="001C73B9">
      <w:pPr>
        <w:pStyle w:val="libAr"/>
      </w:pPr>
      <w:r>
        <w:rPr>
          <w:rFonts w:hint="eastAsia"/>
          <w:rtl/>
        </w:rPr>
        <w:t>كنز</w:t>
      </w:r>
      <w:r>
        <w:rPr>
          <w:rtl/>
        </w:rPr>
        <w:t xml:space="preserve"> العُمّال/16/299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blessing of that marriage is greater that its expenditure is easier.</w:t>
      </w:r>
      <w:r w:rsidR="00E978C2" w:rsidRPr="00E978C2">
        <w:rPr>
          <w:rStyle w:val="libItalicChar"/>
        </w:rPr>
        <w:t>”</w:t>
      </w:r>
    </w:p>
    <w:p w:rsidR="001C73B9" w:rsidRDefault="001C73B9" w:rsidP="001C73B9">
      <w:pPr>
        <w:pStyle w:val="libNormal"/>
      </w:pPr>
      <w:r>
        <w:t>Kanz</w:t>
      </w:r>
      <w:r w:rsidR="00D92C09">
        <w:t>-</w:t>
      </w:r>
      <w:r>
        <w:t>ul</w:t>
      </w:r>
      <w:r w:rsidR="00D92C09">
        <w:t>-</w:t>
      </w:r>
      <w:r>
        <w:t>'Ummal, vol. 16, p. 299</w:t>
      </w:r>
    </w:p>
    <w:p w:rsidR="001C73B9" w:rsidRDefault="001C73B9" w:rsidP="001C73B9">
      <w:pPr>
        <w:pStyle w:val="libNormal"/>
      </w:pPr>
      <w:r>
        <w:t xml:space="preserve"> </w:t>
      </w:r>
    </w:p>
    <w:p w:rsidR="001C73B9" w:rsidRDefault="001C73B9" w:rsidP="001C73B9">
      <w:pPr>
        <w:pStyle w:val="libAr"/>
      </w:pPr>
      <w:r>
        <w:rPr>
          <w:rtl/>
        </w:rPr>
        <w:t>269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اَفضَلُ</w:t>
      </w:r>
      <w:r>
        <w:rPr>
          <w:rtl/>
        </w:rPr>
        <w:t xml:space="preserve"> نِساءِ اُمَّتِي اَصبَحَهُنَّ وَجهًا وَ اَقَلَّهُنَّ مَهْرًا</w:t>
      </w:r>
      <w:r>
        <w:t>.</w:t>
      </w:r>
    </w:p>
    <w:p w:rsidR="001C73B9" w:rsidRDefault="001C73B9" w:rsidP="001C73B9">
      <w:pPr>
        <w:pStyle w:val="libAr"/>
      </w:pPr>
      <w:r>
        <w:rPr>
          <w:rFonts w:hint="eastAsia"/>
          <w:rtl/>
        </w:rPr>
        <w:t>بحار</w:t>
      </w:r>
      <w:r>
        <w:rPr>
          <w:rtl/>
        </w:rPr>
        <w:t xml:space="preserve"> الأنوار/103/236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excellent women of my Ummah are those that the more their faces are beautiful the less are their dowers.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103, p. 236 </w:t>
      </w:r>
    </w:p>
    <w:p w:rsidR="001C73B9" w:rsidRDefault="001C73B9" w:rsidP="001C73B9">
      <w:pPr>
        <w:pStyle w:val="libAr"/>
      </w:pPr>
      <w:r>
        <w:rPr>
          <w:rtl/>
        </w:rPr>
        <w:t>270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تَزَوَّجْ</w:t>
      </w:r>
      <w:r>
        <w:rPr>
          <w:rtl/>
        </w:rPr>
        <w:t xml:space="preserve"> وَلَو بِخاتَمٍ مِنْ حَدِيدٍ</w:t>
      </w:r>
      <w:r>
        <w:t xml:space="preserve">. </w:t>
      </w:r>
    </w:p>
    <w:p w:rsidR="001C73B9" w:rsidRDefault="001C73B9" w:rsidP="001C73B9">
      <w:pPr>
        <w:pStyle w:val="libAr"/>
      </w:pPr>
      <w:r>
        <w:rPr>
          <w:rFonts w:hint="eastAsia"/>
          <w:rtl/>
        </w:rPr>
        <w:t>كنز</w:t>
      </w:r>
      <w:r>
        <w:rPr>
          <w:rtl/>
        </w:rPr>
        <w:t xml:space="preserve"> العُمّال/16/321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Marry even with an iron ring (as dower).</w:t>
      </w:r>
      <w:r w:rsidR="00E978C2" w:rsidRPr="00E978C2">
        <w:rPr>
          <w:rStyle w:val="libItalicChar"/>
        </w:rPr>
        <w:t>”</w:t>
      </w:r>
    </w:p>
    <w:p w:rsidR="001C73B9" w:rsidRDefault="001C73B9" w:rsidP="001C73B9">
      <w:pPr>
        <w:pStyle w:val="libNormal"/>
      </w:pPr>
      <w:r>
        <w:t>Kanz</w:t>
      </w:r>
      <w:r w:rsidR="00D92C09">
        <w:t>-</w:t>
      </w:r>
      <w:r>
        <w:t>ul</w:t>
      </w:r>
      <w:r w:rsidR="00D92C09">
        <w:t>-</w:t>
      </w:r>
      <w:r>
        <w:t xml:space="preserve">'Ummal, vol. 16, p. 321 </w:t>
      </w:r>
    </w:p>
    <w:p w:rsidR="001C73B9" w:rsidRDefault="001C73B9" w:rsidP="001C73B9">
      <w:pPr>
        <w:pStyle w:val="libAr"/>
      </w:pPr>
      <w:r>
        <w:rPr>
          <w:rtl/>
        </w:rPr>
        <w:t>271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اَعطى  فِي  صَداقٍ مِلْأَ كَفِّهِ سَويقًا اَو تَمْرًا فَقَدِ اسْتَحَلَّ</w:t>
      </w:r>
      <w:r>
        <w:t>.</w:t>
      </w:r>
    </w:p>
    <w:p w:rsidR="001C73B9" w:rsidRDefault="001C73B9" w:rsidP="001C73B9">
      <w:pPr>
        <w:pStyle w:val="libAr"/>
      </w:pPr>
      <w:r>
        <w:rPr>
          <w:rFonts w:hint="eastAsia"/>
          <w:rtl/>
        </w:rPr>
        <w:t>كنز</w:t>
      </w:r>
      <w:r>
        <w:rPr>
          <w:rtl/>
        </w:rPr>
        <w:t xml:space="preserve"> العُمّال/16/321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gives as much as a handful of grains or dates as a dowry (with the acceptance of the partner), surely his marriage is lawful and correct.</w:t>
      </w:r>
      <w:r w:rsidR="00E978C2" w:rsidRPr="00E978C2">
        <w:rPr>
          <w:rStyle w:val="libItalicChar"/>
        </w:rPr>
        <w:t>”</w:t>
      </w:r>
    </w:p>
    <w:p w:rsidR="001C73B9" w:rsidRDefault="001C73B9" w:rsidP="001C73B9">
      <w:pPr>
        <w:pStyle w:val="libNormal"/>
      </w:pPr>
      <w:r>
        <w:t>Kanz</w:t>
      </w:r>
      <w:r w:rsidR="00D92C09">
        <w:t>-</w:t>
      </w:r>
      <w:r>
        <w:t>ul</w:t>
      </w:r>
      <w:r w:rsidR="00D92C09">
        <w:t>-</w:t>
      </w:r>
      <w:r>
        <w:t>'Ummal, vol. 16, p. 321</w:t>
      </w:r>
    </w:p>
    <w:p w:rsidR="001C73B9" w:rsidRDefault="001C73B9" w:rsidP="001C73B9">
      <w:pPr>
        <w:pStyle w:val="libNormal"/>
      </w:pPr>
      <w:r>
        <w:t xml:space="preserve"> </w:t>
      </w:r>
    </w:p>
    <w:p w:rsidR="001C73B9" w:rsidRDefault="001C73B9" w:rsidP="001C73B9">
      <w:pPr>
        <w:pStyle w:val="libAr"/>
      </w:pPr>
      <w:r>
        <w:rPr>
          <w:rtl/>
        </w:rPr>
        <w:t>272</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زَوَّجَ</w:t>
      </w:r>
      <w:r>
        <w:rPr>
          <w:rtl/>
        </w:rPr>
        <w:t xml:space="preserve"> رَسُولُ اللهِ (ص) عَلِيًّا فاطِمَةَ (ع) عَلى دِرْعِ حَطَمِيَّةٍ تُساوي ثَلاثينَ دِرْهَما</w:t>
      </w:r>
      <w:r>
        <w:t>.</w:t>
      </w:r>
    </w:p>
    <w:p w:rsidR="001C73B9" w:rsidRDefault="001C73B9" w:rsidP="001C73B9">
      <w:pPr>
        <w:pStyle w:val="libAr"/>
      </w:pPr>
      <w:r>
        <w:rPr>
          <w:rFonts w:hint="eastAsia"/>
          <w:rtl/>
        </w:rPr>
        <w:t>وسائل</w:t>
      </w:r>
      <w:r>
        <w:rPr>
          <w:rtl/>
        </w:rPr>
        <w:t xml:space="preserve"> الشيعة/21/251</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 Holy Prophet [p.b.u.h.] gave Fatimah [a.s.] in marriage to Ali [a.s.] with (the dower of) an armor at the price of thirty Dirhams.</w:t>
      </w:r>
      <w:r w:rsidR="00E978C2" w:rsidRPr="00E978C2">
        <w:rPr>
          <w:rStyle w:val="libItalicChar"/>
        </w:rPr>
        <w:t>”</w:t>
      </w:r>
    </w:p>
    <w:p w:rsidR="001C73B9" w:rsidRDefault="001C73B9" w:rsidP="001C73B9">
      <w:pPr>
        <w:pStyle w:val="libNormal"/>
      </w:pPr>
      <w:r>
        <w:t>Wasa'il</w:t>
      </w:r>
      <w:r w:rsidR="00D92C09">
        <w:t>-</w:t>
      </w:r>
      <w:r>
        <w:t>ush Shi'ah, vol. 21, p. 251</w:t>
      </w:r>
    </w:p>
    <w:p w:rsidR="001C73B9" w:rsidRDefault="001C73B9" w:rsidP="001C73B9">
      <w:pPr>
        <w:pStyle w:val="libNormal"/>
      </w:pPr>
      <w:r>
        <w:br w:type="page"/>
      </w:r>
    </w:p>
    <w:p w:rsidR="001C73B9" w:rsidRDefault="001C73B9" w:rsidP="001C73B9">
      <w:pPr>
        <w:pStyle w:val="Heading1Center"/>
      </w:pPr>
      <w:bookmarkStart w:id="51" w:name="_Toc444518250"/>
      <w:r>
        <w:lastRenderedPageBreak/>
        <w:t>MARRIAGE WITH REGARD TO FAITH AND HONESTY</w:t>
      </w:r>
      <w:bookmarkEnd w:id="51"/>
    </w:p>
    <w:p w:rsidR="001C73B9" w:rsidRDefault="001C73B9" w:rsidP="001C73B9">
      <w:pPr>
        <w:pStyle w:val="libAr"/>
      </w:pPr>
      <w:r>
        <w:rPr>
          <w:rtl/>
        </w:rPr>
        <w:t>273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إذا</w:t>
      </w:r>
      <w:r>
        <w:rPr>
          <w:rtl/>
        </w:rPr>
        <w:t xml:space="preserve"> جاءَكُـم مَن تَرضَـوْنَ خُلْقَهُ وَ دِينَـهُ فَزَّوِجُـوهُ، قالَ قُلتُ يا رَسُولَ الله وَ اِن كانَ دَنِيًّا  فِي  نَسَبِهِ، قالَ: إذا جاءكُم مَن تَرضَوْنَ خُلقَهُ وَ دِينَهُ فَزَوِّجُـوهُ اِنَّكُمْ إلاّ تَفعَلُـوهُ تَكُنْ فِتْنَةٌ فِي الأرضِ وَ فَسادٌ </w:t>
      </w:r>
      <w:r>
        <w:rPr>
          <w:rFonts w:hint="eastAsia"/>
          <w:rtl/>
        </w:rPr>
        <w:t>كَبيرٌ</w:t>
      </w:r>
      <w:r>
        <w:t>.</w:t>
      </w:r>
    </w:p>
    <w:p w:rsidR="001C73B9" w:rsidRDefault="001C73B9" w:rsidP="001C73B9">
      <w:pPr>
        <w:pStyle w:val="libAr"/>
      </w:pPr>
      <w:r>
        <w:rPr>
          <w:rFonts w:hint="eastAsia"/>
          <w:rtl/>
        </w:rPr>
        <w:t>التهذيب</w:t>
      </w:r>
      <w:r>
        <w:rPr>
          <w:rtl/>
        </w:rPr>
        <w:t>/7/394</w:t>
      </w:r>
    </w:p>
    <w:p w:rsidR="001C73B9" w:rsidRDefault="001C73B9" w:rsidP="001C73B9">
      <w:pPr>
        <w:pStyle w:val="libNormal"/>
      </w:pPr>
      <w:r>
        <w:t xml:space="preserve">The Holy Prophet [p.b.u.h.] with no regard to the class of the one's generation, emphasized and said: </w:t>
      </w:r>
      <w:r w:rsidR="00E978C2" w:rsidRPr="00E978C2">
        <w:rPr>
          <w:rStyle w:val="libItalicChar"/>
        </w:rPr>
        <w:t>“</w:t>
      </w:r>
      <w:r w:rsidRPr="00E978C2">
        <w:rPr>
          <w:rStyle w:val="libItalicChar"/>
        </w:rPr>
        <w:t>When someone refers to you for marriage and you approve contently, his manner and his religion, then unite with him in wedlock. If you do not do that, you have caused a grand pest and decadence on the earth.</w:t>
      </w:r>
      <w:r w:rsidR="00E978C2" w:rsidRPr="00E978C2">
        <w:rPr>
          <w:rStyle w:val="libItalicChar"/>
        </w:rPr>
        <w:t>”</w:t>
      </w:r>
    </w:p>
    <w:p w:rsidR="001C73B9" w:rsidRDefault="001C73B9" w:rsidP="001C73B9">
      <w:pPr>
        <w:pStyle w:val="libNormal"/>
      </w:pPr>
      <w:r>
        <w:t>AI</w:t>
      </w:r>
      <w:r w:rsidR="00D92C09">
        <w:t>-</w:t>
      </w:r>
      <w:r>
        <w:t xml:space="preserve">Tahthib, vol. 7, p. 394 </w:t>
      </w:r>
    </w:p>
    <w:p w:rsidR="001C73B9" w:rsidRDefault="001C73B9" w:rsidP="001C73B9">
      <w:pPr>
        <w:pStyle w:val="libAr"/>
      </w:pPr>
      <w:r>
        <w:rPr>
          <w:rtl/>
        </w:rPr>
        <w:t>274</w:t>
      </w:r>
      <w:r w:rsidR="00D92C09">
        <w:rPr>
          <w:rtl/>
        </w:rPr>
        <w:t>-</w:t>
      </w:r>
      <w:r>
        <w:t xml:space="preserve"> </w:t>
      </w:r>
      <w:r>
        <w:rPr>
          <w:rtl/>
        </w:rPr>
        <w:t>قالَ الإمامُ الجَوادُ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مَـن</w:t>
      </w:r>
      <w:r>
        <w:rPr>
          <w:rtl/>
        </w:rPr>
        <w:t xml:space="preserve"> خَطَـبَ اِلَيكُـم فَرَضِيتُـمْ دِينَـهُ وَ اَمانَتَـهُ (كائِنـًا مَن كانَ) فَزَوِّجُوهُ</w:t>
      </w:r>
      <w:r>
        <w:t>.</w:t>
      </w:r>
    </w:p>
    <w:p w:rsidR="001C73B9" w:rsidRDefault="001C73B9" w:rsidP="001C73B9">
      <w:pPr>
        <w:pStyle w:val="libAr"/>
      </w:pPr>
      <w:r>
        <w:rPr>
          <w:rFonts w:hint="eastAsia"/>
          <w:rtl/>
        </w:rPr>
        <w:t>من</w:t>
      </w:r>
      <w:r>
        <w:rPr>
          <w:rtl/>
        </w:rPr>
        <w:t xml:space="preserve"> لا يحضره الفقيه/3/393</w:t>
      </w:r>
    </w:p>
    <w:p w:rsidR="001C73B9" w:rsidRPr="00E978C2" w:rsidRDefault="001C73B9" w:rsidP="001C73B9">
      <w:pPr>
        <w:pStyle w:val="libNormal"/>
        <w:rPr>
          <w:rStyle w:val="libItalicChar"/>
        </w:rPr>
      </w:pPr>
      <w:r>
        <w:t>Imam al</w:t>
      </w:r>
      <w:r w:rsidR="00D92C09">
        <w:t>-</w:t>
      </w:r>
      <w:r>
        <w:t xml:space="preserve">Jawad [a.s.] wrote in a letter: </w:t>
      </w:r>
      <w:r w:rsidR="00E978C2" w:rsidRPr="00E978C2">
        <w:rPr>
          <w:rStyle w:val="libItalicChar"/>
        </w:rPr>
        <w:t>“</w:t>
      </w:r>
      <w:r w:rsidRPr="00E978C2">
        <w:rPr>
          <w:rStyle w:val="libItalicChar"/>
        </w:rPr>
        <w:t>Whoever solicits you in marriage and you are convinced of his religion and</w:t>
      </w:r>
    </w:p>
    <w:p w:rsidR="001C73B9" w:rsidRDefault="001C73B9" w:rsidP="001C73B9">
      <w:pPr>
        <w:pStyle w:val="libNormal"/>
      </w:pPr>
      <w:r w:rsidRPr="00E978C2">
        <w:rPr>
          <w:rStyle w:val="libItalicChar"/>
        </w:rPr>
        <w:t>his honesty, then do unite with him in wedlock.</w:t>
      </w:r>
      <w:r w:rsidR="00E978C2" w:rsidRPr="00E978C2">
        <w:rPr>
          <w:rStyle w:val="libItalicChar"/>
        </w:rPr>
        <w:t>”</w:t>
      </w:r>
    </w:p>
    <w:p w:rsidR="001C73B9" w:rsidRDefault="001C73B9" w:rsidP="001C73B9">
      <w:pPr>
        <w:pStyle w:val="libNormal"/>
      </w:pPr>
      <w:r>
        <w:t>AI</w:t>
      </w:r>
      <w:r w:rsidR="00D92C09">
        <w:t>-</w:t>
      </w:r>
      <w:r>
        <w:t>Kafi, vol. 5, p. 347</w:t>
      </w:r>
    </w:p>
    <w:p w:rsidR="001C73B9" w:rsidRDefault="001C73B9" w:rsidP="001C73B9">
      <w:pPr>
        <w:pStyle w:val="libNormal"/>
      </w:pPr>
      <w:r>
        <w:t>Man La Yahdhuruhul</w:t>
      </w:r>
      <w:r w:rsidR="00D92C09">
        <w:t>-</w:t>
      </w:r>
      <w:r>
        <w:t>Faqih, vol. 3, p. 393; AI</w:t>
      </w:r>
      <w:r w:rsidR="00D92C09">
        <w:t>-</w:t>
      </w:r>
      <w:r>
        <w:t xml:space="preserve">Tahthib, vol. 7, p. 394 </w:t>
      </w:r>
    </w:p>
    <w:p w:rsidR="001C73B9" w:rsidRDefault="001C73B9" w:rsidP="001C73B9">
      <w:pPr>
        <w:pStyle w:val="libAr"/>
      </w:pPr>
      <w:r>
        <w:rPr>
          <w:rtl/>
        </w:rPr>
        <w:t>275</w:t>
      </w:r>
      <w:r w:rsidR="00D92C09">
        <w:rPr>
          <w:rtl/>
        </w:rPr>
        <w:t>-</w:t>
      </w:r>
      <w:r>
        <w:t xml:space="preserve"> </w:t>
      </w:r>
      <w:r>
        <w:rPr>
          <w:rtl/>
        </w:rPr>
        <w:t>جاءَ رَجُلٌ إِلى الإمامِ  الحُسَينِ</w:t>
      </w:r>
      <w:r w:rsidR="00525C12">
        <w:rPr>
          <w:rtl/>
        </w:rPr>
        <w:t xml:space="preserve"> </w:t>
      </w:r>
      <w:r w:rsidR="008A02F7">
        <w:rPr>
          <w:rtl/>
        </w:rPr>
        <w:t xml:space="preserve">عليه السلام </w:t>
      </w:r>
      <w:r>
        <w:rPr>
          <w:rtl/>
        </w:rPr>
        <w:t>فَقالَ</w:t>
      </w:r>
      <w:r>
        <w:t xml:space="preserve"> :</w:t>
      </w:r>
    </w:p>
    <w:p w:rsidR="001C73B9" w:rsidRDefault="001C73B9" w:rsidP="001C73B9">
      <w:pPr>
        <w:pStyle w:val="libAr"/>
      </w:pPr>
      <w:r>
        <w:rPr>
          <w:rFonts w:hint="eastAsia"/>
          <w:rtl/>
        </w:rPr>
        <w:t>إِنَّ</w:t>
      </w:r>
      <w:r>
        <w:rPr>
          <w:rtl/>
        </w:rPr>
        <w:t xml:space="preserve"> لي اِبْنَةً فَمَن تَرى أَنْ اُزَوِّجَها لَهُ، قالَ: زَوِّجْها مِمَّن يَتَّقِ اللّهَ عَزَّوَجَلَّ فَاِنْ اَحَبَّها اَكْرَمَها وَ اِن اَبْغَضَها لَم يَظْلِمْها</w:t>
      </w:r>
      <w:r>
        <w:t>.</w:t>
      </w:r>
    </w:p>
    <w:p w:rsidR="001C73B9" w:rsidRDefault="001C73B9" w:rsidP="001C73B9">
      <w:pPr>
        <w:pStyle w:val="libAr"/>
      </w:pPr>
      <w:r>
        <w:rPr>
          <w:rFonts w:hint="eastAsia"/>
          <w:rtl/>
        </w:rPr>
        <w:t>المستطرف</w:t>
      </w:r>
      <w:r>
        <w:rPr>
          <w:rtl/>
        </w:rPr>
        <w:t>/2/218</w:t>
      </w:r>
    </w:p>
    <w:p w:rsidR="001C73B9" w:rsidRDefault="001C73B9" w:rsidP="001C73B9">
      <w:pPr>
        <w:pStyle w:val="libNormal"/>
      </w:pPr>
      <w:r>
        <w:t xml:space="preserve">Once a man told Imam Husayn [a.s.] that he had a daughter and asked whom he [a.s.] would advise him to give her to in marriage, and he said: </w:t>
      </w:r>
      <w:r w:rsidR="00E978C2" w:rsidRPr="00E978C2">
        <w:rPr>
          <w:rStyle w:val="libItalicChar"/>
        </w:rPr>
        <w:t>“</w:t>
      </w:r>
      <w:r w:rsidRPr="00E978C2">
        <w:rPr>
          <w:rStyle w:val="libItalicChar"/>
        </w:rPr>
        <w:t>Give her in marriage to someone who (has Faith and) fears Allah, Almighty and Glorious, because he will love and respect her, and if he becomes angry with her, he will not hurt her.</w:t>
      </w:r>
      <w:r w:rsidR="00E978C2" w:rsidRPr="00E978C2">
        <w:rPr>
          <w:rStyle w:val="libItalicChar"/>
        </w:rPr>
        <w:t>”</w:t>
      </w:r>
    </w:p>
    <w:p w:rsidR="001C73B9" w:rsidRDefault="001C73B9" w:rsidP="001C73B9">
      <w:pPr>
        <w:pStyle w:val="libNormal"/>
      </w:pPr>
      <w:r>
        <w:t>AI</w:t>
      </w:r>
      <w:r w:rsidR="00D92C09">
        <w:t>-</w:t>
      </w:r>
      <w:r>
        <w:t>Mustatraf, vol. 2, p. 218</w:t>
      </w:r>
    </w:p>
    <w:p w:rsidR="001C73B9" w:rsidRDefault="001C73B9" w:rsidP="001C73B9">
      <w:pPr>
        <w:pStyle w:val="libNormal"/>
      </w:pPr>
      <w:r>
        <w:t xml:space="preserve"> </w:t>
      </w:r>
    </w:p>
    <w:p w:rsidR="001C73B9" w:rsidRDefault="001C73B9" w:rsidP="001C73B9">
      <w:pPr>
        <w:pStyle w:val="libAr"/>
      </w:pPr>
      <w:r>
        <w:rPr>
          <w:rtl/>
        </w:rPr>
        <w:t>276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زَوَّجَ كَرِيمَتَهُ مِن فاسِقٍ فَقَد قَطَعَ رَحِمَه</w:t>
      </w:r>
      <w:r>
        <w:t>.</w:t>
      </w:r>
    </w:p>
    <w:p w:rsidR="001C73B9" w:rsidRDefault="001C73B9" w:rsidP="001C73B9">
      <w:pPr>
        <w:pStyle w:val="libAr"/>
      </w:pPr>
      <w:r>
        <w:rPr>
          <w:rFonts w:hint="eastAsia"/>
          <w:rtl/>
        </w:rPr>
        <w:t>المحجة</w:t>
      </w:r>
      <w:r>
        <w:rPr>
          <w:rtl/>
        </w:rPr>
        <w:t xml:space="preserve"> البيضاء/3/94</w:t>
      </w:r>
    </w:p>
    <w:p w:rsidR="001C73B9" w:rsidRDefault="001C73B9" w:rsidP="001C73B9">
      <w:pPr>
        <w:pStyle w:val="libNormal"/>
      </w:pPr>
      <w:r>
        <w:lastRenderedPageBreak/>
        <w:t xml:space="preserve">The Holy Prophet [p.b.u.h.] said: </w:t>
      </w:r>
      <w:r w:rsidR="00E978C2" w:rsidRPr="00E978C2">
        <w:rPr>
          <w:rStyle w:val="libItalicChar"/>
        </w:rPr>
        <w:t>“</w:t>
      </w:r>
      <w:r w:rsidRPr="00E978C2">
        <w:rPr>
          <w:rStyle w:val="libItalicChar"/>
        </w:rPr>
        <w:t>He who gives his daughter in marriage to an ungodly man has indeed broken off her connection with her kindred.</w:t>
      </w:r>
      <w:r w:rsidR="00E978C2" w:rsidRPr="00E978C2">
        <w:rPr>
          <w:rStyle w:val="libItalicChar"/>
        </w:rPr>
        <w:t>”</w:t>
      </w:r>
    </w:p>
    <w:p w:rsidR="001C73B9" w:rsidRDefault="001C73B9" w:rsidP="001C73B9">
      <w:pPr>
        <w:pStyle w:val="libNormal"/>
      </w:pPr>
      <w:r>
        <w:t>AI</w:t>
      </w:r>
      <w:r w:rsidR="00D92C09">
        <w:t>-</w:t>
      </w:r>
      <w:r>
        <w:t>Muhajjat</w:t>
      </w:r>
      <w:r w:rsidR="00D92C09">
        <w:t>-</w:t>
      </w:r>
      <w:r>
        <w:t>ul</w:t>
      </w:r>
      <w:r w:rsidR="00D92C09">
        <w:t>-</w:t>
      </w:r>
      <w:r>
        <w:t>Bayda, vol. 3, p. 94</w:t>
      </w:r>
    </w:p>
    <w:p w:rsidR="001C73B9" w:rsidRDefault="001C73B9" w:rsidP="001C73B9">
      <w:pPr>
        <w:pStyle w:val="libNormal"/>
      </w:pPr>
      <w:r>
        <w:br w:type="page"/>
      </w:r>
    </w:p>
    <w:p w:rsidR="001C73B9" w:rsidRDefault="001C73B9" w:rsidP="001C73B9">
      <w:pPr>
        <w:pStyle w:val="Heading1Center"/>
      </w:pPr>
      <w:bookmarkStart w:id="52" w:name="_Toc444518251"/>
      <w:r>
        <w:lastRenderedPageBreak/>
        <w:t>MAN'S INTENTION IN MARRIAGE</w:t>
      </w:r>
      <w:bookmarkEnd w:id="52"/>
    </w:p>
    <w:p w:rsidR="001C73B9" w:rsidRDefault="001C73B9" w:rsidP="001C73B9">
      <w:pPr>
        <w:pStyle w:val="libAr"/>
      </w:pPr>
      <w:r>
        <w:rPr>
          <w:rtl/>
        </w:rPr>
        <w:t>277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تَزَوَّجَ امرَأَةً لا يَتَزَوَّجُها إلاّ لِجَمالِها لَم يَرَ فِيها ما يُحِـبُّ وَ مَن تَزَوَّجَها لِمالِها لا يَتَزَوَّجُها إلاّ لَهُ وَ كَلَـهُ اللّهُ اِلَيهِ، فَعَلَيكُـمْ بِذاتِ الدِّينِ</w:t>
      </w:r>
      <w:r>
        <w:t>.</w:t>
      </w:r>
    </w:p>
    <w:p w:rsidR="001C73B9" w:rsidRDefault="001C73B9" w:rsidP="001C73B9">
      <w:pPr>
        <w:pStyle w:val="libAr"/>
      </w:pPr>
      <w:r>
        <w:rPr>
          <w:rFonts w:hint="eastAsia"/>
          <w:rtl/>
        </w:rPr>
        <w:t>التهذيب</w:t>
      </w:r>
      <w:r>
        <w:rPr>
          <w:rtl/>
        </w:rPr>
        <w:t>/7/399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marries a woman only for her beauty (regardless of her Faith), he will not see (gain) what he likes; and he who marries a woman only for her wealth, Allah will leave him with that wealth only. Therefore, it is to you that you look for a religious wife.</w:t>
      </w:r>
      <w:r w:rsidR="00E978C2" w:rsidRPr="00E978C2">
        <w:rPr>
          <w:rStyle w:val="libItalicChar"/>
        </w:rPr>
        <w:t>”</w:t>
      </w:r>
    </w:p>
    <w:p w:rsidR="001C73B9" w:rsidRDefault="001C73B9" w:rsidP="001C73B9">
      <w:pPr>
        <w:pStyle w:val="libNormal"/>
      </w:pPr>
      <w:r>
        <w:t>Al</w:t>
      </w:r>
      <w:r w:rsidR="00D92C09">
        <w:t>-</w:t>
      </w:r>
      <w:r>
        <w:t xml:space="preserve">Tahthib, vol. 7, p.399 </w:t>
      </w:r>
    </w:p>
    <w:p w:rsidR="001C73B9" w:rsidRDefault="001C73B9" w:rsidP="001C73B9">
      <w:pPr>
        <w:pStyle w:val="libAr"/>
      </w:pPr>
      <w:r>
        <w:rPr>
          <w:rtl/>
        </w:rPr>
        <w:t>278</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تَزَوَّجَ امرَأَةً يُرِيدُ مالَها اَلجَأَهُ اللّهُ إِلى ذلِكَ المالِ</w:t>
      </w:r>
      <w:r>
        <w:t>.</w:t>
      </w:r>
    </w:p>
    <w:p w:rsidR="001C73B9" w:rsidRDefault="001C73B9" w:rsidP="001C73B9">
      <w:pPr>
        <w:pStyle w:val="libAr"/>
      </w:pPr>
      <w:r>
        <w:rPr>
          <w:rFonts w:hint="eastAsia"/>
          <w:rtl/>
        </w:rPr>
        <w:t>الكافي</w:t>
      </w:r>
      <w:r>
        <w:rPr>
          <w:rtl/>
        </w:rPr>
        <w:t>/5/333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marries a woman for the hope of her wealth, Allah leaves him with only that wealth.</w:t>
      </w:r>
      <w:r w:rsidR="00E978C2" w:rsidRPr="00E978C2">
        <w:rPr>
          <w:rStyle w:val="libItalicChar"/>
        </w:rPr>
        <w:t>”</w:t>
      </w:r>
    </w:p>
    <w:p w:rsidR="001C73B9" w:rsidRDefault="001C73B9" w:rsidP="001C73B9">
      <w:pPr>
        <w:pStyle w:val="libNormal"/>
      </w:pPr>
      <w:r>
        <w:t>AI</w:t>
      </w:r>
      <w:r w:rsidR="00D92C09">
        <w:t>-</w:t>
      </w:r>
      <w:r>
        <w:t>Kafi, vol. 5, p. 333</w:t>
      </w:r>
    </w:p>
    <w:p w:rsidR="001C73B9" w:rsidRDefault="001C73B9" w:rsidP="001C73B9">
      <w:pPr>
        <w:pStyle w:val="libAr"/>
      </w:pPr>
      <w:r>
        <w:rPr>
          <w:rtl/>
        </w:rPr>
        <w:t>279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تَزَوَّجَ اِمرَأَةً لِمالِها وَكَلَـهُ اللّهُ اِلَيهِ وَ مَن تَزَوَّجَها لِجَمالِها رَآى فيها ما يَكرَهُ وَ مَن تَزوَّجَها لِدينِها جَمَعَ اللّهُ لَهُ ذلِكَ</w:t>
      </w:r>
      <w:r>
        <w:t>.</w:t>
      </w:r>
    </w:p>
    <w:p w:rsidR="001C73B9" w:rsidRDefault="001C73B9" w:rsidP="001C73B9">
      <w:pPr>
        <w:pStyle w:val="libAr"/>
      </w:pPr>
      <w:r>
        <w:rPr>
          <w:rFonts w:hint="eastAsia"/>
          <w:rtl/>
        </w:rPr>
        <w:t>التهذيب</w:t>
      </w:r>
      <w:r>
        <w:rPr>
          <w:rtl/>
        </w:rPr>
        <w:t>/7/399</w:t>
      </w:r>
    </w:p>
    <w:p w:rsidR="001C73B9" w:rsidRDefault="001C73B9" w:rsidP="001C73B9">
      <w:pPr>
        <w:pStyle w:val="libNormal"/>
      </w:pPr>
      <w:r>
        <w:t>The Holy Prophet [p.b.u.h.] said: He who marries a woman for her wealth, Allah will leave him only with that; and he who marries a woman (only) for her beauty, he will see in her what he does not like; but he who marries a woman for her religion, Allah will gather those merits for him.</w:t>
      </w:r>
      <w:r w:rsidR="00E978C2">
        <w:t>”</w:t>
      </w:r>
    </w:p>
    <w:p w:rsidR="001C73B9" w:rsidRDefault="001C73B9" w:rsidP="001C73B9">
      <w:pPr>
        <w:pStyle w:val="libNormal"/>
      </w:pPr>
      <w:r>
        <w:t>AI</w:t>
      </w:r>
      <w:r w:rsidR="00D92C09">
        <w:t>-</w:t>
      </w:r>
      <w:r>
        <w:t>Tahthib, vol. 7, p. 399</w:t>
      </w:r>
    </w:p>
    <w:p w:rsidR="001C73B9" w:rsidRDefault="001C73B9" w:rsidP="001C73B9">
      <w:pPr>
        <w:pStyle w:val="libNormal"/>
      </w:pPr>
      <w:r>
        <w:t xml:space="preserve"> </w:t>
      </w:r>
    </w:p>
    <w:p w:rsidR="001C73B9" w:rsidRDefault="001C73B9" w:rsidP="001C73B9">
      <w:pPr>
        <w:pStyle w:val="libAr"/>
      </w:pPr>
      <w:r>
        <w:rPr>
          <w:rtl/>
        </w:rPr>
        <w:t>280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تَزَوَّجَ اِمرَأَةً لِجَمالِها جَعَلَ اللّهُ جَمالَها وَبالاً</w:t>
      </w:r>
      <w:r w:rsidR="00525C12">
        <w:rPr>
          <w:rtl/>
        </w:rPr>
        <w:t xml:space="preserve"> عليه</w:t>
      </w:r>
      <w:r>
        <w:t>.</w:t>
      </w:r>
    </w:p>
    <w:p w:rsidR="001C73B9" w:rsidRDefault="001C73B9" w:rsidP="001C73B9">
      <w:pPr>
        <w:pStyle w:val="libAr"/>
      </w:pPr>
      <w:r>
        <w:rPr>
          <w:rFonts w:hint="eastAsia"/>
          <w:rtl/>
        </w:rPr>
        <w:t>وسائل</w:t>
      </w:r>
      <w:r>
        <w:rPr>
          <w:rtl/>
        </w:rPr>
        <w:t xml:space="preserve"> الشيعة/20/53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marries a woman (only) for her beauty, Allah wiil assign the beauty of that woman as a harm and trouble for him.</w:t>
      </w:r>
      <w:r w:rsidR="00E978C2" w:rsidRPr="00E978C2">
        <w:rPr>
          <w:rStyle w:val="libItalicChar"/>
        </w:rPr>
        <w:t>”</w:t>
      </w:r>
    </w:p>
    <w:p w:rsidR="001C73B9" w:rsidRDefault="001C73B9" w:rsidP="001C73B9">
      <w:pPr>
        <w:pStyle w:val="libNormal"/>
      </w:pPr>
      <w:r>
        <w:t>Wasa'il</w:t>
      </w:r>
      <w:r w:rsidR="00D92C09">
        <w:t>-</w:t>
      </w:r>
      <w:r>
        <w:t xml:space="preserve">ush Shi'ah, vol. 20, p. 53 </w:t>
      </w:r>
    </w:p>
    <w:p w:rsidR="001C73B9" w:rsidRDefault="001C73B9" w:rsidP="001C73B9">
      <w:pPr>
        <w:pStyle w:val="libAr"/>
      </w:pPr>
      <w:r>
        <w:rPr>
          <w:rtl/>
        </w:rPr>
        <w:t>281</w:t>
      </w:r>
      <w:r w:rsidR="00D92C09">
        <w:rPr>
          <w:rtl/>
        </w:rPr>
        <w:t>-</w:t>
      </w:r>
      <w:r>
        <w:t xml:space="preserve"> </w:t>
      </w:r>
      <w:r>
        <w:rPr>
          <w:rtl/>
        </w:rPr>
        <w:t>قالَ الإمامُ السَّجّادُ</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تَزَوَّجَ لِلّهِ عَزَّوَجَلَّ وَ لِصَلِة الرَّحِمِ تَوَّجَهُ اللّهُ بِتاجِ المُلْـكِ وَالكَرامَةِ</w:t>
      </w:r>
      <w:r>
        <w:t>.</w:t>
      </w:r>
    </w:p>
    <w:p w:rsidR="001C73B9" w:rsidRDefault="001C73B9" w:rsidP="001C73B9">
      <w:pPr>
        <w:pStyle w:val="libAr"/>
      </w:pPr>
      <w:r>
        <w:rPr>
          <w:rFonts w:hint="eastAsia"/>
          <w:rtl/>
        </w:rPr>
        <w:lastRenderedPageBreak/>
        <w:t>من</w:t>
      </w:r>
      <w:r>
        <w:rPr>
          <w:rtl/>
        </w:rPr>
        <w:t xml:space="preserve"> لا يحضره الفقيه/3/385</w:t>
      </w:r>
    </w:p>
    <w:p w:rsidR="001C73B9" w:rsidRDefault="001C73B9" w:rsidP="001C73B9">
      <w:pPr>
        <w:pStyle w:val="libNormal"/>
      </w:pPr>
      <w:r>
        <w:t xml:space="preserve">Imam Sajjad [a.s.] said: </w:t>
      </w:r>
      <w:r w:rsidR="00E978C2" w:rsidRPr="00E978C2">
        <w:rPr>
          <w:rStyle w:val="libItalicChar"/>
        </w:rPr>
        <w:t>“</w:t>
      </w:r>
      <w:r w:rsidRPr="00E978C2">
        <w:rPr>
          <w:rStyle w:val="libItalicChar"/>
        </w:rPr>
        <w:t>He who marries for the sake of Allah, Almighty and Glorious, and for the union of kindred, Allah will grant him the crown of glory and honour.</w:t>
      </w:r>
      <w:r w:rsidR="00E978C2" w:rsidRPr="00E978C2">
        <w:rPr>
          <w:rStyle w:val="libItalicChar"/>
        </w:rPr>
        <w:t>”</w:t>
      </w:r>
    </w:p>
    <w:p w:rsidR="001C73B9" w:rsidRDefault="001C73B9" w:rsidP="001C73B9">
      <w:pPr>
        <w:pStyle w:val="libNormal"/>
      </w:pPr>
      <w:r>
        <w:t xml:space="preserve">Man La Yahduruhul Faqih, vol. 3, p. 385 </w:t>
      </w:r>
    </w:p>
    <w:p w:rsidR="001C73B9" w:rsidRDefault="001C73B9" w:rsidP="001C73B9">
      <w:pPr>
        <w:pStyle w:val="libAr"/>
      </w:pPr>
      <w:r>
        <w:rPr>
          <w:rtl/>
        </w:rPr>
        <w:t>282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لا</w:t>
      </w:r>
      <w:r>
        <w:rPr>
          <w:rtl/>
        </w:rPr>
        <w:t xml:space="preserve"> تَنْكِحِ المَرأَةَ لِجَمالِها فَلَعَلَّ جَمالَها يُرْدِيها وَ لا لِمالِها فَلَعَلَّ مالَها يُطغيها وَانكحِ المَرأةَ لِدينِها</w:t>
      </w:r>
      <w:r>
        <w:t>.</w:t>
      </w:r>
    </w:p>
    <w:p w:rsidR="001C73B9" w:rsidRDefault="001C73B9" w:rsidP="001C73B9">
      <w:pPr>
        <w:pStyle w:val="libAr"/>
      </w:pPr>
      <w:r>
        <w:rPr>
          <w:rFonts w:hint="eastAsia"/>
          <w:rtl/>
        </w:rPr>
        <w:t>المحجة</w:t>
      </w:r>
      <w:r>
        <w:rPr>
          <w:rtl/>
        </w:rPr>
        <w:t xml:space="preserve"> البيضاء/3/85</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Do not marry a woman only for her beauty since her beauty may cause her impiety; nor for her wealth because her wealth may cause her disobedience; but marry a religious woman for her Faith.</w:t>
      </w:r>
      <w:r w:rsidR="00E978C2" w:rsidRPr="00E978C2">
        <w:rPr>
          <w:rStyle w:val="libItalicChar"/>
        </w:rPr>
        <w:t>”</w:t>
      </w:r>
    </w:p>
    <w:p w:rsidR="001C73B9" w:rsidRDefault="001C73B9" w:rsidP="001C73B9">
      <w:pPr>
        <w:pStyle w:val="libNormal"/>
      </w:pPr>
      <w:r>
        <w:t>Al</w:t>
      </w:r>
      <w:r w:rsidR="00D92C09">
        <w:t>-</w:t>
      </w:r>
      <w:r>
        <w:t>Muhajjat</w:t>
      </w:r>
      <w:r w:rsidR="00D92C09">
        <w:t>-</w:t>
      </w:r>
      <w:r>
        <w:t>ul</w:t>
      </w:r>
      <w:r w:rsidR="00D92C09">
        <w:t>-</w:t>
      </w:r>
      <w:r>
        <w:t>Bayda, vol. 3, p. 85</w:t>
      </w:r>
    </w:p>
    <w:p w:rsidR="001C73B9" w:rsidRDefault="001C73B9" w:rsidP="001C73B9">
      <w:pPr>
        <w:pStyle w:val="libNormal"/>
      </w:pPr>
      <w:r>
        <w:br w:type="page"/>
      </w:r>
    </w:p>
    <w:p w:rsidR="001C73B9" w:rsidRDefault="001C73B9" w:rsidP="001C73B9">
      <w:pPr>
        <w:pStyle w:val="Heading1Center"/>
      </w:pPr>
      <w:bookmarkStart w:id="53" w:name="_Toc444518252"/>
      <w:r>
        <w:lastRenderedPageBreak/>
        <w:t>EARNING A LIVELIHOOD</w:t>
      </w:r>
      <w:bookmarkEnd w:id="53"/>
    </w:p>
    <w:p w:rsidR="001C73B9" w:rsidRDefault="001C73B9" w:rsidP="001C73B9">
      <w:pPr>
        <w:pStyle w:val="libAr"/>
      </w:pPr>
      <w:r>
        <w:rPr>
          <w:rtl/>
        </w:rPr>
        <w:t>283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مَلعُونٌ</w:t>
      </w:r>
      <w:r>
        <w:rPr>
          <w:rtl/>
        </w:rPr>
        <w:t xml:space="preserve"> مَلعُونٌ مَن يُضَيِّـعُ مَن يَعُولُ</w:t>
      </w:r>
      <w:r>
        <w:t>.</w:t>
      </w:r>
    </w:p>
    <w:p w:rsidR="001C73B9" w:rsidRDefault="001C73B9" w:rsidP="001C73B9">
      <w:pPr>
        <w:pStyle w:val="libAr"/>
      </w:pPr>
      <w:r>
        <w:rPr>
          <w:rFonts w:hint="eastAsia"/>
          <w:rtl/>
        </w:rPr>
        <w:t>من</w:t>
      </w:r>
      <w:r>
        <w:rPr>
          <w:rtl/>
        </w:rPr>
        <w:t xml:space="preserve"> لا يحضره الفقيه/3/168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is regardless of those whom he must feed, is cursed and again very much cursed.</w:t>
      </w:r>
      <w:r w:rsidR="00E978C2" w:rsidRPr="00E978C2">
        <w:rPr>
          <w:rStyle w:val="libItalicChar"/>
        </w:rPr>
        <w:t>”</w:t>
      </w:r>
    </w:p>
    <w:p w:rsidR="001C73B9" w:rsidRDefault="001C73B9" w:rsidP="001C73B9">
      <w:pPr>
        <w:pStyle w:val="libNormal"/>
      </w:pPr>
      <w:r>
        <w:t>Man La Yahduruhul Faqih, vol. 3, p. 168</w:t>
      </w:r>
    </w:p>
    <w:p w:rsidR="001C73B9" w:rsidRDefault="001C73B9" w:rsidP="001C73B9">
      <w:pPr>
        <w:pStyle w:val="libNormal"/>
      </w:pPr>
      <w:r>
        <w:t xml:space="preserve"> </w:t>
      </w:r>
    </w:p>
    <w:p w:rsidR="001C73B9" w:rsidRDefault="001C73B9" w:rsidP="001C73B9">
      <w:pPr>
        <w:pStyle w:val="libAr"/>
      </w:pPr>
      <w:r>
        <w:rPr>
          <w:rtl/>
        </w:rPr>
        <w:t>284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صَبَـرَ عَلى خُلْـقِ امـرَأَةٍ سَيِّئَةِ الخُلْقِ وَاحتَسَبَ  فِي  ذلِكَ الأجرَ اَعطاهُ اللّهُ ثَوابَ الشّاكِرِينَ</w:t>
      </w:r>
      <w:r>
        <w:t>.</w:t>
      </w:r>
    </w:p>
    <w:p w:rsidR="001C73B9" w:rsidRDefault="001C73B9" w:rsidP="001C73B9">
      <w:pPr>
        <w:pStyle w:val="libAr"/>
      </w:pPr>
      <w:r>
        <w:rPr>
          <w:rFonts w:hint="eastAsia"/>
          <w:rtl/>
        </w:rPr>
        <w:t>من</w:t>
      </w:r>
      <w:r>
        <w:rPr>
          <w:rtl/>
        </w:rPr>
        <w:t xml:space="preserve"> لا يحضره الفقيه/4/16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Any man who is patient with the wife who is bad tempered, and seeks that patience from Allah, He bestows him the reward given to the thankful ones.</w:t>
      </w:r>
      <w:r w:rsidR="00E978C2" w:rsidRPr="00E978C2">
        <w:rPr>
          <w:rStyle w:val="libItalicChar"/>
        </w:rPr>
        <w:t>”</w:t>
      </w:r>
    </w:p>
    <w:p w:rsidR="001C73B9" w:rsidRDefault="001C73B9" w:rsidP="001C73B9">
      <w:pPr>
        <w:pStyle w:val="libNormal"/>
      </w:pPr>
      <w:r>
        <w:t xml:space="preserve">Man La Yahduruhul Faqih, vol. 4, p. 16 </w:t>
      </w:r>
    </w:p>
    <w:p w:rsidR="001C73B9" w:rsidRDefault="001C73B9" w:rsidP="001C73B9">
      <w:pPr>
        <w:pStyle w:val="libAr"/>
      </w:pPr>
      <w:r>
        <w:rPr>
          <w:rtl/>
        </w:rPr>
        <w:t>285</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اَلكادّ</w:t>
      </w:r>
      <w:r>
        <w:rPr>
          <w:rtl/>
        </w:rPr>
        <w:t xml:space="preserve"> عَلى عِيالِه كَالمُجاهِدِ في سَبِيلِ اللهِ</w:t>
      </w:r>
      <w:r>
        <w:t xml:space="preserve">. </w:t>
      </w:r>
    </w:p>
    <w:p w:rsidR="001C73B9" w:rsidRDefault="001C73B9" w:rsidP="001C73B9">
      <w:pPr>
        <w:pStyle w:val="libAr"/>
      </w:pPr>
      <w:r>
        <w:rPr>
          <w:rFonts w:hint="eastAsia"/>
          <w:rtl/>
        </w:rPr>
        <w:t>الكافي</w:t>
      </w:r>
      <w:r>
        <w:rPr>
          <w:rtl/>
        </w:rPr>
        <w:t>/5/88 &amp; من لا يحضره الفقيه/3/168</w:t>
      </w:r>
    </w:p>
    <w:p w:rsidR="001C73B9" w:rsidRDefault="001C73B9" w:rsidP="001C73B9">
      <w:pPr>
        <w:pStyle w:val="libNormal"/>
      </w:pPr>
      <w:r>
        <w:t xml:space="preserve">Imam Sadiq [a.s.] said: </w:t>
      </w:r>
      <w:r w:rsidR="00E978C2">
        <w:t>“</w:t>
      </w:r>
      <w:r>
        <w:t>He who tolerates the task of earning money for (the comfort of) his wife, is like the one who fights in the way of Allah.</w:t>
      </w:r>
    </w:p>
    <w:p w:rsidR="001C73B9" w:rsidRDefault="001C73B9" w:rsidP="001C73B9">
      <w:pPr>
        <w:pStyle w:val="libNormal"/>
      </w:pPr>
      <w:r>
        <w:t>Man La Yahduruhul Faqih, vol. 3, p. 168</w:t>
      </w:r>
    </w:p>
    <w:p w:rsidR="001C73B9" w:rsidRDefault="001C73B9" w:rsidP="001C73B9">
      <w:pPr>
        <w:pStyle w:val="libNormal"/>
      </w:pPr>
      <w:r>
        <w:t>Al</w:t>
      </w:r>
      <w:r w:rsidR="00D92C09">
        <w:t>-</w:t>
      </w:r>
      <w:r>
        <w:t xml:space="preserve">Kafi, vol. 5, p. 88 </w:t>
      </w:r>
    </w:p>
    <w:p w:rsidR="001C73B9" w:rsidRDefault="001C73B9" w:rsidP="001C73B9">
      <w:pPr>
        <w:pStyle w:val="libAr"/>
      </w:pPr>
      <w:r>
        <w:rPr>
          <w:rtl/>
        </w:rPr>
        <w:t>286</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كَفى</w:t>
      </w:r>
      <w:r>
        <w:rPr>
          <w:rtl/>
        </w:rPr>
        <w:t xml:space="preserve"> بِالمَرءِ إِثْمًا أَنْ يُضَيِّـعَ مَنْ يَعُولُ</w:t>
      </w:r>
      <w:r>
        <w:t>.</w:t>
      </w:r>
    </w:p>
    <w:p w:rsidR="001C73B9" w:rsidRDefault="001C73B9" w:rsidP="001C73B9">
      <w:pPr>
        <w:pStyle w:val="libAr"/>
      </w:pPr>
      <w:r>
        <w:rPr>
          <w:rFonts w:hint="eastAsia"/>
          <w:rtl/>
        </w:rPr>
        <w:t>من</w:t>
      </w:r>
      <w:r>
        <w:rPr>
          <w:rtl/>
        </w:rPr>
        <w:t xml:space="preserve"> لا يحضره الفقيه/3/168</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This (sin) is enough for a man that he leaves those dependant on him for sustenance without regard.</w:t>
      </w:r>
      <w:r w:rsidR="00E978C2" w:rsidRPr="00E978C2">
        <w:rPr>
          <w:rStyle w:val="libItalicChar"/>
        </w:rPr>
        <w:t>”</w:t>
      </w:r>
    </w:p>
    <w:p w:rsidR="001C73B9" w:rsidRDefault="001C73B9" w:rsidP="001C73B9">
      <w:pPr>
        <w:pStyle w:val="libNormal"/>
      </w:pPr>
      <w:r>
        <w:t xml:space="preserve">Man La Yahduruhul Faqih, vol. 3, p. 168 </w:t>
      </w:r>
    </w:p>
    <w:p w:rsidR="001C73B9" w:rsidRDefault="001C73B9" w:rsidP="001C73B9">
      <w:pPr>
        <w:pStyle w:val="libAr"/>
      </w:pPr>
      <w:r>
        <w:rPr>
          <w:rtl/>
        </w:rPr>
        <w:t>287</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سَعادَة الْمَرْءِ أَنْ يَكُونَ القَيِّمَ عَلى عِيالِهِ</w:t>
      </w:r>
      <w:r>
        <w:t>.</w:t>
      </w:r>
    </w:p>
    <w:p w:rsidR="001C73B9" w:rsidRDefault="001C73B9" w:rsidP="001C73B9">
      <w:pPr>
        <w:pStyle w:val="libAr"/>
      </w:pPr>
      <w:r>
        <w:rPr>
          <w:rFonts w:hint="eastAsia"/>
          <w:rtl/>
        </w:rPr>
        <w:t>من</w:t>
      </w:r>
      <w:r>
        <w:rPr>
          <w:rtl/>
        </w:rPr>
        <w:t xml:space="preserve"> لا يحضره الفقيه/3/168</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Happy is a man who is the administrator of his wife and children himself.</w:t>
      </w:r>
      <w:r w:rsidR="00E978C2" w:rsidRPr="00E978C2">
        <w:rPr>
          <w:rStyle w:val="libItalicChar"/>
        </w:rPr>
        <w:t>”</w:t>
      </w:r>
    </w:p>
    <w:p w:rsidR="001C73B9" w:rsidRDefault="001C73B9" w:rsidP="001C73B9">
      <w:pPr>
        <w:pStyle w:val="libNormal"/>
      </w:pPr>
      <w:r>
        <w:t>Man La Yahduruhul Faqih, vol. 3, p. 168</w:t>
      </w:r>
    </w:p>
    <w:p w:rsidR="001C73B9" w:rsidRDefault="001C73B9" w:rsidP="001C73B9">
      <w:pPr>
        <w:pStyle w:val="libNormal"/>
      </w:pPr>
      <w:r>
        <w:br w:type="page"/>
      </w:r>
    </w:p>
    <w:p w:rsidR="001C73B9" w:rsidRDefault="001C73B9" w:rsidP="001C73B9">
      <w:pPr>
        <w:pStyle w:val="Heading1Center"/>
      </w:pPr>
      <w:bookmarkStart w:id="54" w:name="_Toc444518253"/>
      <w:r>
        <w:lastRenderedPageBreak/>
        <w:t>WIVES AND GOOD TREATMENT TO THEIR HUSBANDS</w:t>
      </w:r>
      <w:bookmarkEnd w:id="54"/>
    </w:p>
    <w:p w:rsidR="001C73B9" w:rsidRDefault="001C73B9" w:rsidP="001C73B9">
      <w:pPr>
        <w:pStyle w:val="libAr"/>
      </w:pPr>
      <w:r>
        <w:rPr>
          <w:rtl/>
        </w:rPr>
        <w:t>288</w:t>
      </w:r>
      <w:r w:rsidR="00D92C09">
        <w:rPr>
          <w:rtl/>
        </w:rPr>
        <w:t>-</w:t>
      </w:r>
      <w:r>
        <w:t xml:space="preserve"> </w:t>
      </w:r>
      <w:r>
        <w:rPr>
          <w:rtl/>
        </w:rPr>
        <w:t>قالَ اللّه تَعالى</w:t>
      </w:r>
      <w:r>
        <w:t xml:space="preserve"> :</w:t>
      </w:r>
    </w:p>
    <w:p w:rsidR="001C73B9" w:rsidRDefault="001C73B9" w:rsidP="001C73B9">
      <w:pPr>
        <w:pStyle w:val="libAr"/>
      </w:pPr>
      <w:r>
        <w:rPr>
          <w:rFonts w:hint="eastAsia"/>
        </w:rPr>
        <w:t>«</w:t>
      </w:r>
      <w:r>
        <w:rPr>
          <w:rFonts w:hint="eastAsia"/>
          <w:rtl/>
        </w:rPr>
        <w:t>وَ</w:t>
      </w:r>
      <w:r>
        <w:rPr>
          <w:rtl/>
        </w:rPr>
        <w:t xml:space="preserve"> مِن آياتِهِ اَنْ خَلَقَ لَكُم مِّن اَنفُسِكُم اَزوَاجـًا لِّتَسْكُنُوا اِلَيها وَ جَعَلَ بَينَكُمْ مَّوَدَّةً وَ رَحمَةً اِنَّ في ذلِكَ لَآياتٍ لِقَومٍ يَّتَفَكَّرُونَ</w:t>
      </w:r>
      <w:r>
        <w:t>».</w:t>
      </w:r>
    </w:p>
    <w:p w:rsidR="001C73B9" w:rsidRDefault="001C73B9" w:rsidP="001C73B9">
      <w:pPr>
        <w:pStyle w:val="libAr"/>
      </w:pPr>
      <w:r>
        <w:rPr>
          <w:rFonts w:hint="eastAsia"/>
          <w:rtl/>
        </w:rPr>
        <w:t>سورة</w:t>
      </w:r>
      <w:r>
        <w:rPr>
          <w:rtl/>
        </w:rPr>
        <w:t xml:space="preserve"> الروم/30/21</w:t>
      </w:r>
    </w:p>
    <w:p w:rsidR="001C73B9" w:rsidRDefault="001C73B9" w:rsidP="001C73B9">
      <w:pPr>
        <w:pStyle w:val="libNormal"/>
      </w:pPr>
      <w:r>
        <w:t xml:space="preserve">Allah (s.w.t.) said: </w:t>
      </w:r>
      <w:r w:rsidR="00E978C2" w:rsidRPr="00E978C2">
        <w:rPr>
          <w:rStyle w:val="libItalicChar"/>
        </w:rPr>
        <w:t>“</w:t>
      </w:r>
      <w:r w:rsidRPr="00E978C2">
        <w:rPr>
          <w:rStyle w:val="libItalicChar"/>
        </w:rPr>
        <w:t>And among His Signs is this, that He created for you mates from among yourselves, that ye may dwell in tranquility with them, and He has put love and mercy between your (hearts): verily in that are Signs for those who reflect.</w:t>
      </w:r>
      <w:r w:rsidR="00E978C2" w:rsidRPr="00E978C2">
        <w:rPr>
          <w:rStyle w:val="libItalicChar"/>
        </w:rPr>
        <w:t>”</w:t>
      </w:r>
    </w:p>
    <w:p w:rsidR="001C73B9" w:rsidRDefault="001C73B9" w:rsidP="001C73B9">
      <w:pPr>
        <w:pStyle w:val="libNormal"/>
      </w:pPr>
      <w:r>
        <w:t>Sura al</w:t>
      </w:r>
      <w:r w:rsidR="00D92C09">
        <w:t>-</w:t>
      </w:r>
      <w:r>
        <w:t>Room, No. 30, Verse 21</w:t>
      </w:r>
    </w:p>
    <w:p w:rsidR="001C73B9" w:rsidRDefault="001C73B9" w:rsidP="001C73B9">
      <w:pPr>
        <w:pStyle w:val="libNormal"/>
      </w:pPr>
      <w:r>
        <w:t xml:space="preserve"> </w:t>
      </w:r>
    </w:p>
    <w:p w:rsidR="001C73B9" w:rsidRDefault="001C73B9" w:rsidP="001C73B9">
      <w:pPr>
        <w:pStyle w:val="libAr"/>
      </w:pPr>
      <w:r>
        <w:rPr>
          <w:rtl/>
        </w:rPr>
        <w:t>289</w:t>
      </w:r>
      <w:r w:rsidR="00D92C09">
        <w:rPr>
          <w:rtl/>
        </w:rPr>
        <w:t>-</w:t>
      </w:r>
      <w:r>
        <w:t xml:space="preserve"> :  </w:t>
      </w:r>
      <w:r>
        <w:rPr>
          <w:rtl/>
        </w:rPr>
        <w:t>فِي  بِحارِ الأنوارِ عَنِ النَّبِىِّصل</w:t>
      </w:r>
      <w:r>
        <w:rPr>
          <w:rFonts w:hint="cs"/>
          <w:rtl/>
        </w:rPr>
        <w:t>ی</w:t>
      </w:r>
      <w:r>
        <w:rPr>
          <w:rtl/>
        </w:rPr>
        <w:t xml:space="preserve"> الله</w:t>
      </w:r>
      <w:r w:rsidR="00525C12">
        <w:rPr>
          <w:rtl/>
        </w:rPr>
        <w:t xml:space="preserve"> عليه</w:t>
      </w:r>
      <w:r>
        <w:rPr>
          <w:rtl/>
        </w:rPr>
        <w:t xml:space="preserve"> و آله و سلم</w:t>
      </w:r>
      <w:r>
        <w:t xml:space="preserve">: </w:t>
      </w:r>
    </w:p>
    <w:p w:rsidR="001C73B9" w:rsidRDefault="001C73B9" w:rsidP="001C73B9">
      <w:pPr>
        <w:pStyle w:val="libAr"/>
      </w:pPr>
      <w:r>
        <w:rPr>
          <w:rFonts w:hint="eastAsia"/>
          <w:rtl/>
        </w:rPr>
        <w:t>جاتِ</w:t>
      </w:r>
      <w:r>
        <w:rPr>
          <w:rtl/>
        </w:rPr>
        <w:t xml:space="preserve"> امـرَأَةُ عُثمـانَ بـنِ مَظعُـونٍ إِلى بَيـتِ اُمِّ سَلَمَةَ فَقالَت لَها: لِـمَ عَطَّلْتِ نَفْسَكِ مِنَ الطّيبِ وَالصَّبْغِ وَالخَضابِ وَ غَيرِهِ؟ فَقالَت: لِأََنَّ عُثمـانَ بنَ مَظعُونٍ زَوجي ما قَرَّبَني مُذ كَذا وَ كَذا، قالَـت اُمُّ سَلَمَةَ: وَ </w:t>
      </w:r>
      <w:r>
        <w:rPr>
          <w:rFonts w:hint="eastAsia"/>
          <w:rtl/>
        </w:rPr>
        <w:t>لِمَ</w:t>
      </w:r>
      <w:r>
        <w:rPr>
          <w:rtl/>
        </w:rPr>
        <w:t xml:space="preserve"> ذا؟ قالَت: لِأَنَّهُ قَـدْ حَـرَّمَ عَلى  نَفسِـهِ النِّساءَ وَ تَرَهَّـبَ، فَأَخْبَرَتْ اُمُّ سَلَمَةَ رَسُـولَ </w:t>
      </w:r>
      <w:r w:rsidR="00525C12">
        <w:rPr>
          <w:rtl/>
        </w:rPr>
        <w:t>الله صلی</w:t>
      </w:r>
      <w:r>
        <w:rPr>
          <w:rtl/>
        </w:rPr>
        <w:t xml:space="preserve"> الله</w:t>
      </w:r>
      <w:r w:rsidR="00525C12">
        <w:rPr>
          <w:rtl/>
        </w:rPr>
        <w:t xml:space="preserve"> عليه</w:t>
      </w:r>
      <w:r>
        <w:rPr>
          <w:rtl/>
        </w:rPr>
        <w:t xml:space="preserve"> و آله و سلم بِذلِكَ وَ خَرَجَ إِلى أَصحابِهِ وَ قالَ</w:t>
      </w:r>
      <w:r>
        <w:t>:</w:t>
      </w:r>
    </w:p>
    <w:p w:rsidR="001C73B9" w:rsidRDefault="001C73B9" w:rsidP="001C73B9">
      <w:pPr>
        <w:pStyle w:val="libAr"/>
      </w:pPr>
      <w:r>
        <w:rPr>
          <w:rFonts w:hint="eastAsia"/>
          <w:rtl/>
        </w:rPr>
        <w:t>أَ</w:t>
      </w:r>
      <w:r>
        <w:rPr>
          <w:rtl/>
        </w:rPr>
        <w:t xml:space="preserve"> تَرْغَبُونَ عَنِ النّـِساءِ، اِنّي آتِي النِّساءَ وَاُفْطِرُ بِالنَّهارِ وَ أَنامُ اللَّيلَ، فَمَن رَغِبَ عَن سُنَّتي فَلَيسَ مِنّي</w:t>
      </w:r>
      <w:r>
        <w:t xml:space="preserve">. </w:t>
      </w:r>
    </w:p>
    <w:p w:rsidR="001C73B9" w:rsidRDefault="001C73B9" w:rsidP="001C73B9">
      <w:pPr>
        <w:pStyle w:val="libAr"/>
      </w:pPr>
      <w:r>
        <w:rPr>
          <w:rFonts w:hint="eastAsia"/>
          <w:rtl/>
        </w:rPr>
        <w:t>بحار</w:t>
      </w:r>
      <w:r>
        <w:rPr>
          <w:rtl/>
        </w:rPr>
        <w:t xml:space="preserve"> الأنوار/93/73</w:t>
      </w:r>
    </w:p>
    <w:p w:rsidR="001C73B9" w:rsidRDefault="001C73B9" w:rsidP="001C73B9">
      <w:pPr>
        <w:pStyle w:val="libNormal"/>
      </w:pPr>
      <w:r>
        <w:t xml:space="preserve">When the Holy Prophet (p.b.u.k.) received some information from 'Umm Salamah about 'Uthman ibn Maz'un, he set out towards his followers and, (addressing some of them), said: </w:t>
      </w:r>
      <w:r w:rsidR="00E978C2" w:rsidRPr="00E978C2">
        <w:rPr>
          <w:rStyle w:val="libItalicChar"/>
        </w:rPr>
        <w:t>“</w:t>
      </w:r>
      <w:r w:rsidRPr="00E978C2">
        <w:rPr>
          <w:rStyle w:val="libItalicChar"/>
        </w:rPr>
        <w:t>Do you keep away from (your) wives? Surely, I go to women, I eat food during the day, and I sleep at night. So, he who turns away from my way of life is not of me.</w:t>
      </w:r>
      <w:r w:rsidR="00E978C2" w:rsidRPr="00E978C2">
        <w:rPr>
          <w:rStyle w:val="libItalicChar"/>
        </w:rPr>
        <w:t>”</w:t>
      </w:r>
    </w:p>
    <w:p w:rsidR="001C73B9" w:rsidRDefault="001C73B9" w:rsidP="001C73B9">
      <w:pPr>
        <w:pStyle w:val="libNormal"/>
      </w:pPr>
      <w:r>
        <w:t>Bihar</w:t>
      </w:r>
      <w:r w:rsidR="00D92C09">
        <w:t>-</w:t>
      </w:r>
      <w:r>
        <w:t>ul</w:t>
      </w:r>
      <w:r w:rsidR="00D92C09">
        <w:t>-</w:t>
      </w:r>
      <w:r>
        <w:t>Anwar, vol. 93, p. 73</w:t>
      </w:r>
    </w:p>
    <w:p w:rsidR="001C73B9" w:rsidRDefault="001C73B9" w:rsidP="001C73B9">
      <w:pPr>
        <w:pStyle w:val="libNormal"/>
      </w:pPr>
      <w:r>
        <w:t xml:space="preserve"> </w:t>
      </w:r>
    </w:p>
    <w:p w:rsidR="001C73B9" w:rsidRDefault="001C73B9" w:rsidP="001C73B9">
      <w:pPr>
        <w:pStyle w:val="libAr"/>
      </w:pPr>
      <w:r>
        <w:rPr>
          <w:rtl/>
        </w:rPr>
        <w:t>290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وَ</w:t>
      </w:r>
      <w:r>
        <w:rPr>
          <w:rtl/>
        </w:rPr>
        <w:t xml:space="preserve"> مَنْ تَرَكَ التَّزوِيجَ مَخافَة العَيْلَةِ فَقَدْ اَساءَ الظَّنَّ بِاللهِ عَزَّوَجَلَّ</w:t>
      </w:r>
      <w:r>
        <w:t>.</w:t>
      </w:r>
    </w:p>
    <w:p w:rsidR="001C73B9" w:rsidRDefault="001C73B9" w:rsidP="001C73B9">
      <w:pPr>
        <w:pStyle w:val="libAr"/>
      </w:pPr>
      <w:r>
        <w:rPr>
          <w:rFonts w:hint="eastAsia"/>
          <w:rtl/>
        </w:rPr>
        <w:t>من</w:t>
      </w:r>
      <w:r>
        <w:rPr>
          <w:rtl/>
        </w:rPr>
        <w:t xml:space="preserve"> لايحضرهُ الفقيه/3/385</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abandons marriage for the fear of the expenses imposed on him, mistrusts Allah, Almighty and Glorious.</w:t>
      </w:r>
      <w:r w:rsidR="00E978C2" w:rsidRPr="00E978C2">
        <w:rPr>
          <w:rStyle w:val="libItalicChar"/>
        </w:rPr>
        <w:t>”</w:t>
      </w:r>
    </w:p>
    <w:p w:rsidR="001C73B9" w:rsidRDefault="001C73B9" w:rsidP="001C73B9">
      <w:pPr>
        <w:pStyle w:val="libNormal"/>
      </w:pPr>
      <w:r>
        <w:t>Man La Yahduruhul Faqih, vol. 3, p. 385</w:t>
      </w:r>
    </w:p>
    <w:p w:rsidR="001C73B9" w:rsidRDefault="001C73B9" w:rsidP="001C73B9">
      <w:pPr>
        <w:pStyle w:val="libNormal"/>
      </w:pPr>
      <w:r>
        <w:t xml:space="preserve"> </w:t>
      </w:r>
    </w:p>
    <w:p w:rsidR="001C73B9" w:rsidRDefault="001C73B9" w:rsidP="001C73B9">
      <w:pPr>
        <w:pStyle w:val="libAr"/>
      </w:pPr>
      <w:r>
        <w:rPr>
          <w:rtl/>
        </w:rPr>
        <w:lastRenderedPageBreak/>
        <w:t>291</w:t>
      </w:r>
      <w:r w:rsidR="00D92C09">
        <w:rPr>
          <w:rtl/>
        </w:rPr>
        <w:t>-</w:t>
      </w:r>
      <w:r>
        <w:t xml:space="preserve"> </w:t>
      </w:r>
      <w:r>
        <w:rPr>
          <w:rtl/>
        </w:rPr>
        <w:t>عَنِ الإمامِ  الرِّضا</w:t>
      </w:r>
      <w:r w:rsidR="00525C12">
        <w:rPr>
          <w:rtl/>
        </w:rPr>
        <w:t xml:space="preserve"> </w:t>
      </w:r>
      <w:r w:rsidR="008A02F7">
        <w:rPr>
          <w:rtl/>
        </w:rPr>
        <w:t xml:space="preserve">عليه السلام </w:t>
      </w:r>
      <w:r>
        <w:rPr>
          <w:rtl/>
        </w:rPr>
        <w:t>قالَ: اِنَّ امرَأَةً سَأَلَتْ أبا جَعْفَرٍ</w:t>
      </w:r>
      <w:r w:rsidR="00525C12">
        <w:rPr>
          <w:rtl/>
        </w:rPr>
        <w:t xml:space="preserve"> </w:t>
      </w:r>
      <w:r w:rsidR="008A02F7">
        <w:rPr>
          <w:rtl/>
        </w:rPr>
        <w:t xml:space="preserve">عليه السلام </w:t>
      </w:r>
      <w:r>
        <w:rPr>
          <w:rtl/>
        </w:rPr>
        <w:t>فَقالَتْ: اَصلَحَكَ اللّهُ إِنّي مُتَبَتِّلَةٌ، فَقالَ لَها: وَ مَا التَّبَتُّلُ عِندَكِ؟ قالَت: لا اُريدُ التَّزويجَ أَبَداً، قالَ: وَلِمَ؟ قالَت: أَلْتَمِسُ في ذل</w:t>
      </w:r>
      <w:r>
        <w:rPr>
          <w:rFonts w:hint="eastAsia"/>
          <w:rtl/>
        </w:rPr>
        <w:t>ِكَ</w:t>
      </w:r>
      <w:r>
        <w:rPr>
          <w:rtl/>
        </w:rPr>
        <w:t xml:space="preserve"> اَلفَضْلَ، فَقالَ</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اِنْصَرِفي،</w:t>
      </w:r>
      <w:r>
        <w:rPr>
          <w:rtl/>
        </w:rPr>
        <w:t xml:space="preserve"> فَلَوكانَ فِي ذلِكَ فَضلٌ لَكانَتْ فاطِمَةُصَلَواتُ اللهِ</w:t>
      </w:r>
      <w:r w:rsidR="00525C12">
        <w:rPr>
          <w:rtl/>
        </w:rPr>
        <w:t xml:space="preserve"> عليه</w:t>
      </w:r>
      <w:r>
        <w:rPr>
          <w:rtl/>
        </w:rPr>
        <w:t>ا اَحَقَّ بِهِ مِنْكِ، اِنَّهُ لَيسَ اَحدٌ يَسبِقُها إِلى الفَضلِ</w:t>
      </w:r>
      <w:r>
        <w:t xml:space="preserve">. </w:t>
      </w:r>
    </w:p>
    <w:p w:rsidR="001C73B9" w:rsidRDefault="001C73B9" w:rsidP="001C73B9">
      <w:pPr>
        <w:pStyle w:val="libAr"/>
      </w:pPr>
      <w:r>
        <w:rPr>
          <w:rFonts w:hint="eastAsia"/>
          <w:rtl/>
        </w:rPr>
        <w:t>بحار</w:t>
      </w:r>
      <w:r>
        <w:rPr>
          <w:rtl/>
        </w:rPr>
        <w:t xml:space="preserve"> الأنوار/103/219</w:t>
      </w:r>
    </w:p>
    <w:p w:rsidR="001C73B9" w:rsidRDefault="001C73B9" w:rsidP="001C73B9">
      <w:pPr>
        <w:pStyle w:val="libNormal"/>
      </w:pPr>
      <w:r>
        <w:t xml:space="preserve">It is narrated from Imam Rida [a.s.] that Imam Sadiq [a.s.], in answer to a woman who wanted not to marry in order to gain a great virtue, said: </w:t>
      </w:r>
      <w:r w:rsidR="00E978C2" w:rsidRPr="00E978C2">
        <w:rPr>
          <w:rStyle w:val="libItalicChar"/>
        </w:rPr>
        <w:t>“</w:t>
      </w:r>
      <w:r w:rsidRPr="00E978C2">
        <w:rPr>
          <w:rStyle w:val="libItalicChar"/>
        </w:rPr>
        <w:t>Do not do that, because if it was a virtue, Fatimah (May God bless her and give her peace) would be more competent than you, and, surely, there is none (of women) who can excel her in any virtue.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103, p. 219 </w:t>
      </w:r>
    </w:p>
    <w:p w:rsidR="001C73B9" w:rsidRDefault="001C73B9" w:rsidP="001C73B9">
      <w:pPr>
        <w:pStyle w:val="libAr"/>
      </w:pPr>
      <w:r>
        <w:rPr>
          <w:rtl/>
        </w:rPr>
        <w:t>292</w:t>
      </w:r>
      <w:r w:rsidR="00D92C09">
        <w:rPr>
          <w:rtl/>
        </w:rPr>
        <w:t>-</w:t>
      </w:r>
      <w:r>
        <w:t xml:space="preserve"> </w:t>
      </w:r>
      <w:r>
        <w:rPr>
          <w:rtl/>
        </w:rPr>
        <w:t>عَن أَبِي عَبدِ الله</w:t>
      </w:r>
      <w:r w:rsidR="00525C12">
        <w:rPr>
          <w:rtl/>
        </w:rPr>
        <w:t xml:space="preserve"> </w:t>
      </w:r>
      <w:r w:rsidR="008A02F7">
        <w:rPr>
          <w:rtl/>
        </w:rPr>
        <w:t xml:space="preserve">عليه السلام </w:t>
      </w:r>
      <w:r>
        <w:rPr>
          <w:rtl/>
        </w:rPr>
        <w:t xml:space="preserve"> قالَ: اِنَّ ثَلاثَ نِسوَةٍ أَتَيْنَ رَسُولَ </w:t>
      </w:r>
      <w:r w:rsidR="00525C12">
        <w:rPr>
          <w:rtl/>
        </w:rPr>
        <w:t>الله صلی</w:t>
      </w:r>
      <w:r>
        <w:rPr>
          <w:rtl/>
        </w:rPr>
        <w:t xml:space="preserve"> الله</w:t>
      </w:r>
      <w:r w:rsidR="00525C12">
        <w:rPr>
          <w:rtl/>
        </w:rPr>
        <w:t xml:space="preserve"> عليه</w:t>
      </w:r>
      <w:r>
        <w:rPr>
          <w:rtl/>
        </w:rPr>
        <w:t xml:space="preserve"> و آله و سلمفَقالَت اِحداهُـنَّ: اِنَّ زَوجِـي لا يأكُـلُ اللَّحمَ، وَ قالَـتِ الأُخرى: اِنّ زَوجِى لا يَشَمُّ الطِّيبَ، وَ قالَتِ الأُخرى: اِنَّ زَوْ</w:t>
      </w:r>
      <w:r>
        <w:rPr>
          <w:rFonts w:hint="eastAsia"/>
          <w:rtl/>
        </w:rPr>
        <w:t>جِي</w:t>
      </w:r>
      <w:r>
        <w:rPr>
          <w:rtl/>
        </w:rPr>
        <w:t xml:space="preserve"> لا يَقرَبُ النِّساءَ، فَخَرَجَ رَسُولُ </w:t>
      </w:r>
      <w:r w:rsidR="00525C12">
        <w:rPr>
          <w:rtl/>
        </w:rPr>
        <w:t>الله صلی</w:t>
      </w:r>
      <w:r>
        <w:rPr>
          <w:rtl/>
        </w:rPr>
        <w:t xml:space="preserve"> الله</w:t>
      </w:r>
      <w:r w:rsidR="00525C12">
        <w:rPr>
          <w:rtl/>
        </w:rPr>
        <w:t xml:space="preserve"> عليه</w:t>
      </w:r>
      <w:r>
        <w:rPr>
          <w:rtl/>
        </w:rPr>
        <w:t xml:space="preserve"> و آله و سلم يَجُرُّ رِداءَهُ حَتّى صَعِدَ المِنْبَرَ فَحَمِدَ اللّهَ وَ اَثنى</w:t>
      </w:r>
      <w:r w:rsidR="00525C12">
        <w:rPr>
          <w:rtl/>
        </w:rPr>
        <w:t xml:space="preserve"> عليه</w:t>
      </w:r>
      <w:r>
        <w:rPr>
          <w:rtl/>
        </w:rPr>
        <w:t xml:space="preserve"> ثُمَّ قالَصل</w:t>
      </w:r>
      <w:r>
        <w:rPr>
          <w:rFonts w:hint="cs"/>
          <w:rtl/>
        </w:rPr>
        <w:t>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ما</w:t>
      </w:r>
      <w:r>
        <w:rPr>
          <w:rtl/>
        </w:rPr>
        <w:t xml:space="preserve"> بالُ اَقوامٍ مِن اَصحابِي لا يأْكُلُونَ اللَّحمَ، وَلا يَشَمُّونَ الطِّيبَ وَ لا يأْتُونَ النّـِساءَ</w:t>
      </w:r>
      <w:r>
        <w:t>.</w:t>
      </w:r>
    </w:p>
    <w:p w:rsidR="001C73B9" w:rsidRDefault="001C73B9" w:rsidP="001C73B9">
      <w:pPr>
        <w:pStyle w:val="libAr"/>
      </w:pPr>
      <w:r>
        <w:rPr>
          <w:rFonts w:hint="eastAsia"/>
          <w:rtl/>
        </w:rPr>
        <w:t>الكافي</w:t>
      </w:r>
      <w:r>
        <w:rPr>
          <w:rtl/>
        </w:rPr>
        <w:t>/5/496</w:t>
      </w:r>
    </w:p>
    <w:p w:rsidR="001C73B9" w:rsidRDefault="001C73B9" w:rsidP="001C73B9">
      <w:pPr>
        <w:pStyle w:val="libNormal"/>
      </w:pPr>
      <w:r>
        <w:t xml:space="preserve">Imam Sadiq [a.s.] is narrated to have said that three women came to the Holy Prophet [p.b.u.h.] and said that their husbands avoided eating meat or using perfume or approaching their wives. Then, (protesting their behaviour), he [p.b.u.h.] hastened to come out and went up in the pulpit and, after praising Allah said: </w:t>
      </w:r>
      <w:r w:rsidR="00E978C2">
        <w:t>“</w:t>
      </w:r>
      <w:r>
        <w:t>What has happened to some groups of my followers that they do not eat meat, do not utilize perfume, and avoid approaching their wives?</w:t>
      </w:r>
    </w:p>
    <w:p w:rsidR="001C73B9" w:rsidRDefault="001C73B9" w:rsidP="001C73B9">
      <w:pPr>
        <w:pStyle w:val="libNormal"/>
      </w:pPr>
      <w:r>
        <w:t>AI</w:t>
      </w:r>
      <w:r w:rsidR="00D92C09">
        <w:t>-</w:t>
      </w:r>
      <w:r>
        <w:t>Kafi, vol. 5, p. 496</w:t>
      </w:r>
    </w:p>
    <w:p w:rsidR="001C73B9" w:rsidRDefault="001C73B9" w:rsidP="001C73B9">
      <w:pPr>
        <w:pStyle w:val="libAr"/>
      </w:pPr>
      <w:r>
        <w:rPr>
          <w:rtl/>
        </w:rPr>
        <w:t>293</w:t>
      </w:r>
      <w:r w:rsidR="00D92C09">
        <w:rPr>
          <w:rtl/>
        </w:rPr>
        <w:t>-</w:t>
      </w:r>
      <w:r>
        <w:t xml:space="preserve"> </w:t>
      </w:r>
      <w:r>
        <w:rPr>
          <w:rtl/>
        </w:rPr>
        <w:t>عَنِ الإمامِ  الصّادِقِ</w:t>
      </w:r>
      <w:r w:rsidR="00525C12">
        <w:rPr>
          <w:rtl/>
        </w:rPr>
        <w:t xml:space="preserve"> </w:t>
      </w:r>
      <w:r w:rsidR="008A02F7">
        <w:rPr>
          <w:rtl/>
        </w:rPr>
        <w:t xml:space="preserve">عليه السلام </w:t>
      </w:r>
      <w:r>
        <w:rPr>
          <w:rtl/>
        </w:rPr>
        <w:t xml:space="preserve">قالَ: جاءَتْ اِمرَأَةُ عُثمـانَ بنِ مَظعُـونٍ إِلى </w:t>
      </w:r>
      <w:r w:rsidR="005F6D68">
        <w:rPr>
          <w:rtl/>
        </w:rPr>
        <w:t>النَّبِيّ صلی</w:t>
      </w:r>
      <w:r>
        <w:rPr>
          <w:rtl/>
        </w:rPr>
        <w:t xml:space="preserve"> الله</w:t>
      </w:r>
      <w:r w:rsidR="00525C12">
        <w:rPr>
          <w:rtl/>
        </w:rPr>
        <w:t xml:space="preserve"> عليه</w:t>
      </w:r>
      <w:r>
        <w:rPr>
          <w:rtl/>
        </w:rPr>
        <w:t xml:space="preserve"> و آله و سلم فَقالَت يا رَسُـولَ الله اِنَّ عُثمـانَ يَصُـومُ النَّهارَ وَ يَقُـومُ اللَّيـلَ فَخَرَجَ رَسُولُ </w:t>
      </w:r>
      <w:r w:rsidR="00525C12">
        <w:rPr>
          <w:rtl/>
        </w:rPr>
        <w:t>الله صلی</w:t>
      </w:r>
      <w:r>
        <w:rPr>
          <w:rtl/>
        </w:rPr>
        <w:t xml:space="preserve"> الله</w:t>
      </w:r>
      <w:r w:rsidR="00525C12">
        <w:rPr>
          <w:rtl/>
        </w:rPr>
        <w:t xml:space="preserve"> عليه</w:t>
      </w:r>
      <w:r>
        <w:rPr>
          <w:rtl/>
        </w:rPr>
        <w:t xml:space="preserve"> و آله و سلم </w:t>
      </w:r>
      <w:r>
        <w:rPr>
          <w:rFonts w:hint="eastAsia"/>
          <w:rtl/>
        </w:rPr>
        <w:t>مُغْضِبًا</w:t>
      </w:r>
      <w:r>
        <w:rPr>
          <w:rtl/>
        </w:rPr>
        <w:t xml:space="preserve"> يَحْمِلُ نَ</w:t>
      </w:r>
      <w:r w:rsidR="00525C12">
        <w:rPr>
          <w:rtl/>
        </w:rPr>
        <w:t xml:space="preserve"> عليه</w:t>
      </w:r>
      <w:r>
        <w:rPr>
          <w:rtl/>
        </w:rPr>
        <w:t xml:space="preserve"> حَتّى جاءَ إِلى عُثمانَ فَوَجَدَهُ يُصَلِّـي فَانصَرَفَ عُثمانُ حينَ رَآى رَسُولَ </w:t>
      </w:r>
      <w:r w:rsidR="00525C12">
        <w:rPr>
          <w:rtl/>
        </w:rPr>
        <w:t>الله صلی</w:t>
      </w:r>
      <w:r>
        <w:rPr>
          <w:rtl/>
        </w:rPr>
        <w:t xml:space="preserve"> الله</w:t>
      </w:r>
      <w:r w:rsidR="00525C12">
        <w:rPr>
          <w:rtl/>
        </w:rPr>
        <w:t xml:space="preserve"> عليه</w:t>
      </w:r>
      <w:r>
        <w:rPr>
          <w:rtl/>
        </w:rPr>
        <w:t xml:space="preserve"> و آله و سلم فَقالَ لَهُ</w:t>
      </w:r>
      <w:r>
        <w:t>:</w:t>
      </w:r>
    </w:p>
    <w:p w:rsidR="001C73B9" w:rsidRDefault="001C73B9" w:rsidP="001C73B9">
      <w:pPr>
        <w:pStyle w:val="libAr"/>
      </w:pPr>
      <w:r>
        <w:rPr>
          <w:rFonts w:hint="eastAsia"/>
          <w:rtl/>
        </w:rPr>
        <w:t>يا</w:t>
      </w:r>
      <w:r>
        <w:rPr>
          <w:rtl/>
        </w:rPr>
        <w:t xml:space="preserve"> عُثمـانُ لَـمْ يُرسِلنِـي اللّهُ تَعالى بِالرَّ هِبانِيَّةِ وَلكِنْ بَعَثَنِـي بِالحَنِيفِيّةِ السَّهلَةِ السَّمْحَةِ، اَصُومُ وَ اُصَلِّـي وَ اَلمِْسُ اَهلِي فَمَن اَحَـبَّ فِطرَتِي فَلْيَسْتَنَّ بِسُنَّتِي وَ اِنَّ مِنْ سُنَّتِي اَلنِّكاحَ</w:t>
      </w:r>
      <w:r>
        <w:t>.</w:t>
      </w:r>
    </w:p>
    <w:p w:rsidR="001C73B9" w:rsidRDefault="001C73B9" w:rsidP="001C73B9">
      <w:pPr>
        <w:pStyle w:val="libAr"/>
      </w:pPr>
      <w:r>
        <w:rPr>
          <w:rFonts w:hint="eastAsia"/>
          <w:rtl/>
        </w:rPr>
        <w:t>الكافي</w:t>
      </w:r>
      <w:r>
        <w:rPr>
          <w:rtl/>
        </w:rPr>
        <w:t>/5/494</w:t>
      </w:r>
    </w:p>
    <w:p w:rsidR="001C73B9" w:rsidRDefault="001C73B9" w:rsidP="001C73B9">
      <w:pPr>
        <w:pStyle w:val="libNormal"/>
      </w:pPr>
      <w:r>
        <w:lastRenderedPageBreak/>
        <w:t xml:space="preserve">Imam Sadiq [a.s.] said that when Uthman ibn Maz'un's wife announced to the Prophet [p.b.u.h.] that her husband was always busy fasting and praying day and night without paying attention to his life and wife, the Prophet [p.b.u.h.] went unto his house and found him praying. When 'Uthman finished his prayer, the Messenger of Allah [p.b.u.h.] said: </w:t>
      </w:r>
      <w:r w:rsidR="00E978C2" w:rsidRPr="00E978C2">
        <w:rPr>
          <w:rStyle w:val="libItalicChar"/>
        </w:rPr>
        <w:t>“</w:t>
      </w:r>
      <w:r w:rsidRPr="00E978C2">
        <w:rPr>
          <w:rStyle w:val="libItalicChar"/>
        </w:rPr>
        <w:t>O' 'Uthman, Allah has not sent me for monkery but appointed me for a fluent, easy religion (which protects the rights of the body and soul). I fast, keep up prayers, and associate with my family. Then, he who likes my way and my creed, must follow my way of life, my Sunnah; and, verily, marriage is of my Sunnah.</w:t>
      </w:r>
      <w:r w:rsidR="00E978C2" w:rsidRPr="00E978C2">
        <w:rPr>
          <w:rStyle w:val="libItalicChar"/>
        </w:rPr>
        <w:t>”</w:t>
      </w:r>
    </w:p>
    <w:p w:rsidR="001C73B9" w:rsidRDefault="001C73B9" w:rsidP="001C73B9">
      <w:pPr>
        <w:pStyle w:val="libNormal"/>
      </w:pPr>
      <w:r>
        <w:t>AI</w:t>
      </w:r>
      <w:r w:rsidR="00D92C09">
        <w:t>-</w:t>
      </w:r>
      <w:r>
        <w:t>Kafi, vol. 5, p.494</w:t>
      </w:r>
    </w:p>
    <w:p w:rsidR="001C73B9" w:rsidRDefault="001C73B9" w:rsidP="001C73B9">
      <w:pPr>
        <w:pStyle w:val="libNormal"/>
      </w:pPr>
      <w:r>
        <w:br w:type="page"/>
      </w:r>
    </w:p>
    <w:p w:rsidR="001C73B9" w:rsidRDefault="001C73B9" w:rsidP="001C73B9">
      <w:pPr>
        <w:pStyle w:val="Heading1Center"/>
      </w:pPr>
      <w:bookmarkStart w:id="55" w:name="_Toc444518254"/>
      <w:r>
        <w:lastRenderedPageBreak/>
        <w:t>HONOUR YOUR WIVES</w:t>
      </w:r>
      <w:bookmarkEnd w:id="55"/>
    </w:p>
    <w:p w:rsidR="001C73B9" w:rsidRDefault="001C73B9" w:rsidP="001C73B9">
      <w:pPr>
        <w:pStyle w:val="libAr"/>
      </w:pPr>
      <w:r>
        <w:rPr>
          <w:rtl/>
        </w:rPr>
        <w:t>294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وَيلٌ</w:t>
      </w:r>
      <w:r>
        <w:rPr>
          <w:rtl/>
        </w:rPr>
        <w:t xml:space="preserve"> لإِمرَأةٍ اَغْضَبَـتْ زَوجَها وَ طُوبى لإِمـرَأةٍ رَضِـيَ عَنها زَوجُها</w:t>
      </w:r>
      <w:r>
        <w:t>.</w:t>
      </w:r>
    </w:p>
    <w:p w:rsidR="001C73B9" w:rsidRDefault="001C73B9" w:rsidP="001C73B9">
      <w:pPr>
        <w:pStyle w:val="libAr"/>
      </w:pPr>
      <w:r>
        <w:rPr>
          <w:rFonts w:hint="eastAsia"/>
          <w:rtl/>
        </w:rPr>
        <w:t>بحار</w:t>
      </w:r>
      <w:r>
        <w:rPr>
          <w:rtl/>
        </w:rPr>
        <w:t xml:space="preserve"> الأنوار/8/310</w:t>
      </w:r>
    </w:p>
    <w:p w:rsidR="001C73B9" w:rsidRDefault="001C73B9" w:rsidP="001C73B9">
      <w:pPr>
        <w:pStyle w:val="libNormal"/>
      </w:pPr>
      <w:r>
        <w:t xml:space="preserve">Imam Rida [a.s.] narrated from his fathers from Imam Amir ul Mu'mineen Ali [a.s.] from the Holy Prophet [p.b.u.h.] who said: </w:t>
      </w:r>
      <w:r w:rsidR="00E978C2" w:rsidRPr="00E978C2">
        <w:rPr>
          <w:rStyle w:val="libItalicChar"/>
        </w:rPr>
        <w:t>“</w:t>
      </w:r>
      <w:r w:rsidRPr="00E978C2">
        <w:rPr>
          <w:rStyle w:val="libItalicChar"/>
        </w:rPr>
        <w:t>Woe to the woman who makes her husband angry, and happy is the woman whose husband is pleasantly contented with her.</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8, p. 310 </w:t>
      </w:r>
    </w:p>
    <w:p w:rsidR="001C73B9" w:rsidRDefault="001C73B9" w:rsidP="001C73B9">
      <w:pPr>
        <w:pStyle w:val="libAr"/>
      </w:pPr>
      <w:r>
        <w:rPr>
          <w:rtl/>
        </w:rPr>
        <w:t>295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كانَت لَهُ اِمرَأَتانِ فَلم يَعدِل بَينَهُما فِي القَسْمِ مِن نَفسِهِ وَ مالِه جاءَ يَومَ القِيامَة مَغلُولاً مائِلاً شِقُّهُ حَتّى يَدخُلَ النّارَ</w:t>
      </w:r>
      <w:r>
        <w:t>.</w:t>
      </w:r>
    </w:p>
    <w:p w:rsidR="001C73B9" w:rsidRDefault="001C73B9" w:rsidP="001C73B9">
      <w:pPr>
        <w:pStyle w:val="libAr"/>
      </w:pPr>
      <w:r>
        <w:rPr>
          <w:rFonts w:hint="eastAsia"/>
          <w:rtl/>
        </w:rPr>
        <w:t>بحار</w:t>
      </w:r>
      <w:r>
        <w:rPr>
          <w:rtl/>
        </w:rPr>
        <w:t xml:space="preserve"> الأنوار/7/214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has two wives and does not treat justly in dividing his self and his wealth between them, he will be raised on the Resurrection Day while he is chained in punishment and half of his body is not straight until he enters Hell.</w:t>
      </w:r>
      <w:r w:rsidR="00E978C2" w:rsidRPr="00E978C2">
        <w:rPr>
          <w:rStyle w:val="libItalicChar"/>
        </w:rPr>
        <w:t>”</w:t>
      </w:r>
    </w:p>
    <w:p w:rsidR="001C73B9" w:rsidRDefault="001C73B9" w:rsidP="001C73B9">
      <w:pPr>
        <w:pStyle w:val="libNormal"/>
      </w:pPr>
      <w:r>
        <w:t>Bihar</w:t>
      </w:r>
      <w:r w:rsidR="00D92C09">
        <w:t>-</w:t>
      </w:r>
      <w:r>
        <w:t>ul</w:t>
      </w:r>
      <w:r w:rsidR="00D92C09">
        <w:t>-</w:t>
      </w:r>
      <w:r>
        <w:t>Anwar, vol. 7, p. 214</w:t>
      </w:r>
    </w:p>
    <w:p w:rsidR="001C73B9" w:rsidRDefault="001C73B9" w:rsidP="001C73B9">
      <w:pPr>
        <w:pStyle w:val="libAr"/>
      </w:pPr>
      <w:r>
        <w:rPr>
          <w:rtl/>
        </w:rPr>
        <w:t>296</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اتَّخَذَ اِمرَأَةً فَليُكْرِمْها، فَاِنَّما اِمرَأةُ اَحَدِكُم لُعْبَةٌ فَمَنِ اتَّخَذَها فَلا يُضَيِّعْها</w:t>
      </w:r>
      <w:r>
        <w:t>.</w:t>
      </w:r>
    </w:p>
    <w:p w:rsidR="001C73B9" w:rsidRDefault="001C73B9" w:rsidP="001C73B9">
      <w:pPr>
        <w:pStyle w:val="libAr"/>
      </w:pPr>
      <w:r>
        <w:rPr>
          <w:rFonts w:hint="eastAsia"/>
          <w:rtl/>
        </w:rPr>
        <w:t>بحار</w:t>
      </w:r>
      <w:r>
        <w:rPr>
          <w:rtl/>
        </w:rPr>
        <w:t xml:space="preserve"> الأنوار/103/224</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He who takes a woman (marries) should certainly respect her, because the wife of anyone of you is a means of your pleasure, so the one who marries a woman should not spoil or disgrace her (by disregarding her respectable rights).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103, p. 224 </w:t>
      </w:r>
    </w:p>
    <w:p w:rsidR="001C73B9" w:rsidRDefault="001C73B9" w:rsidP="001C73B9">
      <w:pPr>
        <w:pStyle w:val="libAr"/>
      </w:pPr>
      <w:r>
        <w:rPr>
          <w:rtl/>
        </w:rPr>
        <w:t>297</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فَدارُوهُنَّ</w:t>
      </w:r>
      <w:r>
        <w:rPr>
          <w:rtl/>
        </w:rPr>
        <w:t xml:space="preserve"> عَلى كُلِّ حالٍ وَ اَحسِنُوا لَهُنَّ المَقالَ لَعَلَّهُنَّ يُحسِنَّ الفِعالَ</w:t>
      </w:r>
      <w:r>
        <w:t>.</w:t>
      </w:r>
    </w:p>
    <w:p w:rsidR="001C73B9" w:rsidRDefault="001C73B9" w:rsidP="001C73B9">
      <w:pPr>
        <w:pStyle w:val="libAr"/>
      </w:pPr>
      <w:r>
        <w:rPr>
          <w:rFonts w:hint="eastAsia"/>
          <w:rtl/>
        </w:rPr>
        <w:t>بحار</w:t>
      </w:r>
      <w:r>
        <w:rPr>
          <w:rtl/>
        </w:rPr>
        <w:t xml:space="preserve"> الأنوار/103/223</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In any condition conciliate the wives, and talk with them warmly and through kind words, thereby, they may change their actions into good ones.</w:t>
      </w:r>
      <w:r w:rsidR="00E978C2" w:rsidRPr="00E978C2">
        <w:rPr>
          <w:rStyle w:val="libItalicChar"/>
        </w:rPr>
        <w:t>”</w:t>
      </w:r>
    </w:p>
    <w:p w:rsidR="001C73B9" w:rsidRDefault="001C73B9" w:rsidP="001C73B9">
      <w:pPr>
        <w:pStyle w:val="libNormal"/>
      </w:pPr>
      <w:r>
        <w:t>Bihar</w:t>
      </w:r>
      <w:r w:rsidR="00D92C09">
        <w:t>-</w:t>
      </w:r>
      <w:r>
        <w:t>ul</w:t>
      </w:r>
      <w:r w:rsidR="00D92C09">
        <w:t>-</w:t>
      </w:r>
      <w:r>
        <w:t>Anwar, vol. 103, p. 223</w:t>
      </w:r>
    </w:p>
    <w:p w:rsidR="001C73B9" w:rsidRDefault="001C73B9" w:rsidP="001C73B9">
      <w:pPr>
        <w:pStyle w:val="libAr"/>
      </w:pPr>
      <w:r>
        <w:rPr>
          <w:rtl/>
        </w:rPr>
        <w:t>298</w:t>
      </w:r>
      <w:r w:rsidR="00D92C09">
        <w:rPr>
          <w:rtl/>
        </w:rPr>
        <w:t>-</w:t>
      </w:r>
      <w:r>
        <w:t xml:space="preserve"> </w:t>
      </w:r>
      <w:r>
        <w:rPr>
          <w:rtl/>
        </w:rPr>
        <w:t xml:space="preserve">عَن مُوسَى بنِ جَعفَرٍ، عَن آبائِهِ (ع) قالَ: 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كُلَّمَا</w:t>
      </w:r>
      <w:r>
        <w:rPr>
          <w:rtl/>
        </w:rPr>
        <w:t xml:space="preserve"> اِزدادَ العَبدُ اِيماناً اِزدادَ حُبًّا لِلنِّساءِ</w:t>
      </w:r>
      <w:r>
        <w:t>.</w:t>
      </w:r>
    </w:p>
    <w:p w:rsidR="001C73B9" w:rsidRDefault="001C73B9" w:rsidP="001C73B9">
      <w:pPr>
        <w:pStyle w:val="libAr"/>
      </w:pPr>
      <w:r>
        <w:rPr>
          <w:rFonts w:hint="eastAsia"/>
          <w:rtl/>
        </w:rPr>
        <w:lastRenderedPageBreak/>
        <w:t>بحار</w:t>
      </w:r>
      <w:r>
        <w:rPr>
          <w:rtl/>
        </w:rPr>
        <w:t xml:space="preserve"> الأنوار/103/228</w:t>
      </w:r>
    </w:p>
    <w:p w:rsidR="001C73B9" w:rsidRDefault="001C73B9" w:rsidP="001C73B9">
      <w:pPr>
        <w:pStyle w:val="libNormal"/>
      </w:pPr>
      <w:r>
        <w:t xml:space="preserve">Imam Musa ibn Ja'far [a.s.] narrated from his father [a.s.] from the Holy Prophet [p.b.u.h.] who said: </w:t>
      </w:r>
      <w:r w:rsidR="00E978C2" w:rsidRPr="00E978C2">
        <w:rPr>
          <w:rStyle w:val="libItalicChar"/>
        </w:rPr>
        <w:t>“</w:t>
      </w:r>
      <w:r w:rsidRPr="00E978C2">
        <w:rPr>
          <w:rStyle w:val="libItalicChar"/>
        </w:rPr>
        <w:t>However much the Faith of a man increases, his regard for women increases.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103, p. 228 </w:t>
      </w:r>
    </w:p>
    <w:p w:rsidR="001C73B9" w:rsidRDefault="001C73B9" w:rsidP="001C73B9">
      <w:pPr>
        <w:pStyle w:val="libAr"/>
      </w:pPr>
      <w:r>
        <w:rPr>
          <w:rtl/>
        </w:rPr>
        <w:t>299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حُبِّبَ</w:t>
      </w:r>
      <w:r>
        <w:rPr>
          <w:rtl/>
        </w:rPr>
        <w:t xml:space="preserve"> اِلَيَّ مِنَ الدّنيا ثَلاثٌ: اَلنِّساءُ وَالطِّيبُ، وَ قُرَّةُ عَيني فِي الصَّلوةِ</w:t>
      </w:r>
      <w:r>
        <w:t>.</w:t>
      </w:r>
    </w:p>
    <w:p w:rsidR="001C73B9" w:rsidRDefault="001C73B9" w:rsidP="001C73B9">
      <w:pPr>
        <w:pStyle w:val="libAr"/>
      </w:pPr>
      <w:r>
        <w:rPr>
          <w:rFonts w:hint="eastAsia"/>
          <w:rtl/>
        </w:rPr>
        <w:t>بحار</w:t>
      </w:r>
      <w:r>
        <w:rPr>
          <w:rtl/>
        </w:rPr>
        <w:t xml:space="preserve"> الأنوار/76/141 &amp; الخصال/1/183</w:t>
      </w:r>
    </w:p>
    <w:p w:rsidR="001C73B9" w:rsidRDefault="001C73B9" w:rsidP="001C73B9">
      <w:pPr>
        <w:pStyle w:val="libNormal"/>
      </w:pPr>
      <w:r>
        <w:t xml:space="preserve">The Holy Prophet [p.b.u.h.] said: </w:t>
      </w:r>
      <w:r w:rsidR="00E978C2">
        <w:t>“</w:t>
      </w:r>
      <w:r>
        <w:t>From the things of the world, I regard women and perfume highly, but prayer is the light of my eyes, (the love and worship of Allah).</w:t>
      </w:r>
    </w:p>
    <w:p w:rsidR="001C73B9" w:rsidRDefault="001C73B9" w:rsidP="001C73B9">
      <w:pPr>
        <w:pStyle w:val="libNormal"/>
      </w:pPr>
      <w:r>
        <w:t>Al</w:t>
      </w:r>
      <w:r w:rsidR="00D92C09">
        <w:t>-</w:t>
      </w:r>
      <w:r>
        <w:t>Khisal, vol. 1, p. 183 &amp; Bihar</w:t>
      </w:r>
      <w:r w:rsidR="00D92C09">
        <w:t>-</w:t>
      </w:r>
      <w:r>
        <w:t>ul</w:t>
      </w:r>
      <w:r w:rsidR="00D92C09">
        <w:t>-</w:t>
      </w:r>
      <w:r>
        <w:t>Anwar, vol. 76 p. 141</w:t>
      </w:r>
    </w:p>
    <w:p w:rsidR="001C73B9" w:rsidRDefault="001C73B9" w:rsidP="001C73B9">
      <w:pPr>
        <w:pStyle w:val="libAr"/>
      </w:pPr>
      <w:r>
        <w:rPr>
          <w:rtl/>
        </w:rPr>
        <w:t>299</w:t>
      </w:r>
      <w:r w:rsidR="00D92C09">
        <w:rPr>
          <w:rtl/>
        </w:rPr>
        <w:t>-</w:t>
      </w:r>
      <w:r>
        <w:t xml:space="preserve"> </w:t>
      </w:r>
      <w:r>
        <w:rPr>
          <w:rtl/>
        </w:rPr>
        <w:t xml:space="preserve">قالَ الإمامُ أَميرُ المُؤمنينَ </w:t>
      </w:r>
      <w:r w:rsidR="00525C12">
        <w:rPr>
          <w:rtl/>
        </w:rPr>
        <w:t xml:space="preserve">عَلِيّ </w:t>
      </w:r>
      <w:r w:rsidR="008A02F7">
        <w:rPr>
          <w:rtl/>
        </w:rPr>
        <w:t xml:space="preserve">عليه السلام </w:t>
      </w:r>
      <w:r>
        <w:t>:</w:t>
      </w:r>
    </w:p>
    <w:p w:rsidR="001C73B9" w:rsidRDefault="001C73B9" w:rsidP="001C73B9">
      <w:pPr>
        <w:pStyle w:val="libAr"/>
      </w:pPr>
      <w:r>
        <w:rPr>
          <w:rFonts w:hint="eastAsia"/>
          <w:rtl/>
        </w:rPr>
        <w:t>شَرُّ</w:t>
      </w:r>
      <w:r>
        <w:rPr>
          <w:rtl/>
        </w:rPr>
        <w:t xml:space="preserve"> النّاسِ اَلمُضَيِّقُ عَلى اَهلِهِ</w:t>
      </w:r>
      <w:r>
        <w:t>.</w:t>
      </w:r>
    </w:p>
    <w:p w:rsidR="001C73B9" w:rsidRDefault="001C73B9" w:rsidP="001C73B9">
      <w:pPr>
        <w:pStyle w:val="libAr"/>
      </w:pPr>
      <w:r>
        <w:rPr>
          <w:rFonts w:hint="eastAsia"/>
          <w:rtl/>
        </w:rPr>
        <w:t>نورالابصار</w:t>
      </w:r>
      <w:r>
        <w:rPr>
          <w:rtl/>
        </w:rPr>
        <w:t xml:space="preserve"> شبلنجى</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The worst man is he who restricts his household.</w:t>
      </w:r>
      <w:r w:rsidR="00E978C2" w:rsidRPr="00E978C2">
        <w:rPr>
          <w:rStyle w:val="libItalicChar"/>
        </w:rPr>
        <w:t>”</w:t>
      </w:r>
    </w:p>
    <w:p w:rsidR="001C73B9" w:rsidRDefault="001C73B9" w:rsidP="001C73B9">
      <w:pPr>
        <w:pStyle w:val="libNormal"/>
      </w:pPr>
      <w:r>
        <w:t>Nur</w:t>
      </w:r>
      <w:r w:rsidR="00D92C09">
        <w:t>-</w:t>
      </w:r>
      <w:r>
        <w:t>ul</w:t>
      </w:r>
      <w:r w:rsidR="00D92C09">
        <w:t>-</w:t>
      </w:r>
      <w:r>
        <w:t>Absar Shablanjy</w:t>
      </w:r>
    </w:p>
    <w:p w:rsidR="001C73B9" w:rsidRDefault="001C73B9" w:rsidP="001C73B9">
      <w:pPr>
        <w:pStyle w:val="libNormal"/>
      </w:pPr>
      <w:r>
        <w:br w:type="page"/>
      </w:r>
    </w:p>
    <w:p w:rsidR="001C73B9" w:rsidRDefault="001C73B9" w:rsidP="001C73B9">
      <w:pPr>
        <w:pStyle w:val="Heading1Center"/>
      </w:pPr>
      <w:bookmarkStart w:id="56" w:name="_Toc444518255"/>
      <w:r>
        <w:lastRenderedPageBreak/>
        <w:t>WIFE AND PLEASING HER HUSBAND</w:t>
      </w:r>
      <w:bookmarkEnd w:id="56"/>
    </w:p>
    <w:p w:rsidR="001C73B9" w:rsidRDefault="001C73B9" w:rsidP="001C73B9">
      <w:pPr>
        <w:pStyle w:val="libAr"/>
      </w:pPr>
      <w:r>
        <w:rPr>
          <w:rtl/>
        </w:rPr>
        <w:t>300</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شَفيعَ لِلمَرأَةِ أَنْجَحُ عِندَ رَبِّها مِن رِضا زَوجِها</w:t>
      </w:r>
      <w:r>
        <w:t>.</w:t>
      </w:r>
    </w:p>
    <w:p w:rsidR="001C73B9" w:rsidRDefault="001C73B9" w:rsidP="001C73B9">
      <w:pPr>
        <w:pStyle w:val="libAr"/>
      </w:pPr>
      <w:r>
        <w:rPr>
          <w:rFonts w:hint="eastAsia"/>
          <w:rtl/>
        </w:rPr>
        <w:t>بحار</w:t>
      </w:r>
      <w:r>
        <w:rPr>
          <w:rtl/>
        </w:rPr>
        <w:t xml:space="preserve"> الأنوار/81/345</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No intercessor for a woman, on the Reckoning Day, is more effective with Allah than the consent of her husband.</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81, p. 345 </w:t>
      </w:r>
    </w:p>
    <w:p w:rsidR="001C73B9" w:rsidRDefault="001C73B9" w:rsidP="001C73B9">
      <w:pPr>
        <w:pStyle w:val="libAr"/>
      </w:pPr>
      <w:r>
        <w:rPr>
          <w:rtl/>
        </w:rPr>
        <w:t>301</w:t>
      </w:r>
      <w:r w:rsidR="00D92C09">
        <w:rPr>
          <w:rtl/>
        </w:rPr>
        <w:t>-</w:t>
      </w:r>
      <w:r>
        <w:t xml:space="preserve"> </w:t>
      </w:r>
      <w:r>
        <w:rPr>
          <w:rtl/>
        </w:rPr>
        <w:t>رَوى أَبُو الحَسَنِ الرِّضا</w:t>
      </w:r>
      <w:r w:rsidR="00525C12">
        <w:rPr>
          <w:rtl/>
        </w:rPr>
        <w:t xml:space="preserve"> </w:t>
      </w:r>
      <w:r w:rsidR="008A02F7">
        <w:rPr>
          <w:rtl/>
        </w:rPr>
        <w:t xml:space="preserve">عليه السلام </w:t>
      </w:r>
      <w:r>
        <w:rPr>
          <w:rtl/>
        </w:rPr>
        <w:t>عَن اَميرِالمُؤمِنينَ عَلِىٍّ</w:t>
      </w:r>
      <w:r w:rsidR="00525C12">
        <w:rPr>
          <w:rtl/>
        </w:rPr>
        <w:t xml:space="preserve"> </w:t>
      </w:r>
      <w:r w:rsidR="008A02F7">
        <w:rPr>
          <w:rtl/>
        </w:rPr>
        <w:t xml:space="preserve">عليه السلام </w:t>
      </w:r>
      <w:r>
        <w:rPr>
          <w:rtl/>
        </w:rPr>
        <w:t>قالَ</w:t>
      </w:r>
      <w:r>
        <w:t xml:space="preserve"> :</w:t>
      </w:r>
    </w:p>
    <w:p w:rsidR="001C73B9" w:rsidRDefault="001C73B9" w:rsidP="001C73B9">
      <w:pPr>
        <w:pStyle w:val="libAr"/>
      </w:pPr>
      <w:r>
        <w:rPr>
          <w:rFonts w:hint="eastAsia"/>
          <w:rtl/>
        </w:rPr>
        <w:t>خَيرُ</w:t>
      </w:r>
      <w:r>
        <w:rPr>
          <w:rtl/>
        </w:rPr>
        <w:t xml:space="preserve"> نِسائِكُم اَلخَمْسُ قيلَ يا اَمِيرَ المُؤمِنينَ وَ مَا الخَمْسُ قالَ الهَيِّنَةُ اللَّيِّنَةُ المُواتِيَةُ الَّتي إذا غَضِـبَ زَوجُها لَم تَكتَحِـل بِغُمضٍ حَتّتى يَرضى وَ إذا غابَ عَنها زَوجُها حَفِظَتْهُ في غَيبَتِه فَتِلـكَ عامِلٌ مِن عُمّالِ الله وَ عامِلُ الله لا يَخيبُ</w:t>
      </w:r>
      <w:r>
        <w:t>.</w:t>
      </w:r>
    </w:p>
    <w:p w:rsidR="001C73B9" w:rsidRDefault="001C73B9" w:rsidP="001C73B9">
      <w:pPr>
        <w:pStyle w:val="libAr"/>
      </w:pPr>
      <w:r>
        <w:rPr>
          <w:rFonts w:hint="eastAsia"/>
          <w:rtl/>
        </w:rPr>
        <w:t>الكافي</w:t>
      </w:r>
      <w:r>
        <w:rPr>
          <w:rtl/>
        </w:rPr>
        <w:t>/5/324</w:t>
      </w:r>
    </w:p>
    <w:p w:rsidR="001C73B9" w:rsidRDefault="001C73B9" w:rsidP="001C73B9">
      <w:pPr>
        <w:pStyle w:val="libNormal"/>
      </w:pPr>
      <w:r>
        <w:t>Imam Abi</w:t>
      </w:r>
      <w:r w:rsidR="00D92C09">
        <w:t>-</w:t>
      </w:r>
      <w:r>
        <w:t>l</w:t>
      </w:r>
      <w:r w:rsidR="00D92C09">
        <w:t>-</w:t>
      </w:r>
      <w:r>
        <w:t>Hassan</w:t>
      </w:r>
      <w:r w:rsidR="00D92C09">
        <w:t>-</w:t>
      </w:r>
      <w:r>
        <w:t>ir</w:t>
      </w:r>
      <w:r w:rsidR="00D92C09">
        <w:t>-</w:t>
      </w:r>
      <w:r>
        <w:t>Rida [a.s.] narrates from Imam Amir ul Mu'mineen Ali [a.s.] who said: The best women among you are those who have five qualities.</w:t>
      </w:r>
      <w:r w:rsidR="00E978C2">
        <w:t>”</w:t>
      </w:r>
    </w:p>
    <w:p w:rsidR="001C73B9" w:rsidRDefault="001C73B9" w:rsidP="001C73B9">
      <w:pPr>
        <w:pStyle w:val="libNormal"/>
      </w:pPr>
      <w:r>
        <w:t>Amir ul Mu'mineen [a.s.] was requested what those five were when he said:</w:t>
      </w:r>
    </w:p>
    <w:p w:rsidR="001C73B9" w:rsidRDefault="001C73B9" w:rsidP="001C73B9">
      <w:pPr>
        <w:pStyle w:val="libNormal"/>
      </w:pPr>
      <w:r>
        <w:t>1</w:t>
      </w:r>
      <w:r w:rsidR="00D92C09">
        <w:t>-</w:t>
      </w:r>
      <w:r>
        <w:t xml:space="preserve"> She is easy</w:t>
      </w:r>
      <w:r w:rsidR="00D92C09">
        <w:t>-</w:t>
      </w:r>
      <w:r>
        <w:t xml:space="preserve">going, obedient, humble, and economical to her husband. </w:t>
      </w:r>
    </w:p>
    <w:p w:rsidR="001C73B9" w:rsidRDefault="001C73B9" w:rsidP="001C73B9">
      <w:pPr>
        <w:pStyle w:val="libNormal"/>
      </w:pPr>
      <w:r>
        <w:t>2</w:t>
      </w:r>
      <w:r w:rsidR="00D92C09">
        <w:t>-</w:t>
      </w:r>
      <w:r>
        <w:t xml:space="preserve"> She is good tempered to him. </w:t>
      </w:r>
    </w:p>
    <w:p w:rsidR="001C73B9" w:rsidRDefault="001C73B9" w:rsidP="001C73B9">
      <w:pPr>
        <w:pStyle w:val="libNormal"/>
      </w:pPr>
      <w:r>
        <w:t>3</w:t>
      </w:r>
      <w:r w:rsidR="00D92C09">
        <w:t>-</w:t>
      </w:r>
      <w:r>
        <w:t xml:space="preserve"> She is cooperative and helpful to him in difficulties. </w:t>
      </w:r>
    </w:p>
    <w:p w:rsidR="001C73B9" w:rsidRDefault="001C73B9" w:rsidP="001C73B9">
      <w:pPr>
        <w:pStyle w:val="libNormal"/>
      </w:pPr>
      <w:r>
        <w:t>4</w:t>
      </w:r>
      <w:r w:rsidR="00D92C09">
        <w:t>-</w:t>
      </w:r>
      <w:r>
        <w:t xml:space="preserve"> Whenever her husband is angry or depressed, she does not rest until she finds him happy and pleased. </w:t>
      </w:r>
    </w:p>
    <w:p w:rsidR="001C73B9" w:rsidRDefault="001C73B9" w:rsidP="001C73B9">
      <w:pPr>
        <w:pStyle w:val="libNormal"/>
      </w:pPr>
      <w:r>
        <w:t>5</w:t>
      </w:r>
      <w:r w:rsidR="00D92C09">
        <w:t>-</w:t>
      </w:r>
      <w:r>
        <w:t xml:space="preserve"> When her husband is absent from her, she protects his belongings in his absence. </w:t>
      </w:r>
    </w:p>
    <w:p w:rsidR="001C73B9" w:rsidRDefault="001C73B9" w:rsidP="001C73B9">
      <w:pPr>
        <w:pStyle w:val="libNormal"/>
      </w:pPr>
      <w:r>
        <w:t>Such a woman is an agent of the agents of Allah and the agent of Allah will not be disappointed, (she gains her correct hopes).</w:t>
      </w:r>
      <w:r w:rsidR="00E978C2">
        <w:t>”</w:t>
      </w:r>
    </w:p>
    <w:p w:rsidR="001C73B9" w:rsidRDefault="001C73B9" w:rsidP="001C73B9">
      <w:pPr>
        <w:pStyle w:val="libNormal"/>
      </w:pPr>
      <w:r>
        <w:t>Al</w:t>
      </w:r>
      <w:r w:rsidR="00D92C09">
        <w:t>-</w:t>
      </w:r>
      <w:r>
        <w:t xml:space="preserve">Kafi, vol. 5, p. 324 </w:t>
      </w:r>
    </w:p>
    <w:p w:rsidR="001C73B9" w:rsidRDefault="001C73B9" w:rsidP="001C73B9">
      <w:pPr>
        <w:pStyle w:val="libAr"/>
      </w:pPr>
      <w:r>
        <w:rPr>
          <w:rtl/>
        </w:rPr>
        <w:t>302</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اَيُّمـا</w:t>
      </w:r>
      <w:r>
        <w:rPr>
          <w:rtl/>
        </w:rPr>
        <w:t xml:space="preserve"> اِمرَأَةٍ باتَتْ وَ زَوجُها</w:t>
      </w:r>
      <w:r w:rsidR="00525C12">
        <w:rPr>
          <w:rtl/>
        </w:rPr>
        <w:t xml:space="preserve"> عليه</w:t>
      </w:r>
      <w:r>
        <w:rPr>
          <w:rtl/>
        </w:rPr>
        <w:t>ا ساخِطٌ في حَقٍّ لَم تُقبَلْ مِنهـا صَلوةٌ حَتّى يَرضى عَنها</w:t>
      </w:r>
      <w:r>
        <w:t>.</w:t>
      </w:r>
    </w:p>
    <w:p w:rsidR="001C73B9" w:rsidRDefault="001C73B9" w:rsidP="001C73B9">
      <w:pPr>
        <w:pStyle w:val="libAr"/>
      </w:pPr>
      <w:r>
        <w:rPr>
          <w:rFonts w:hint="eastAsia"/>
          <w:rtl/>
        </w:rPr>
        <w:t>الكافي</w:t>
      </w:r>
      <w:r>
        <w:rPr>
          <w:rtl/>
        </w:rPr>
        <w:t>/5/507</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Any woman who spends the night while her husband is rightfully angry with her, her prayer is not accepted from her until he becomes pleased with her.</w:t>
      </w:r>
      <w:r w:rsidR="00E978C2" w:rsidRPr="00E978C2">
        <w:rPr>
          <w:rStyle w:val="libItalicChar"/>
        </w:rPr>
        <w:t>”</w:t>
      </w:r>
    </w:p>
    <w:p w:rsidR="001C73B9" w:rsidRDefault="001C73B9" w:rsidP="001C73B9">
      <w:pPr>
        <w:pStyle w:val="libNormal"/>
      </w:pPr>
      <w:r>
        <w:t>AI</w:t>
      </w:r>
      <w:r w:rsidR="00D92C09">
        <w:t>-</w:t>
      </w:r>
      <w:r>
        <w:t xml:space="preserve">Kafi, vol. 5, p. 507 </w:t>
      </w:r>
    </w:p>
    <w:p w:rsidR="001C73B9" w:rsidRDefault="001C73B9" w:rsidP="001C73B9">
      <w:pPr>
        <w:pStyle w:val="libAr"/>
      </w:pPr>
      <w:r>
        <w:rPr>
          <w:rtl/>
        </w:rPr>
        <w:t>303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حَقُّ</w:t>
      </w:r>
      <w:r>
        <w:rPr>
          <w:rtl/>
        </w:rPr>
        <w:t xml:space="preserve"> الرَّجُلِ عَلَى المَرأَة، إنارَة السِّراجِ وَ اِصلاحُ الطَّعامِ و أَنْ تَستَقْبِلَهُ عِندَ بابِ بَيتِها فَتَرَحَّبَ بِهِ و أَنْْ لا تَمنَعَهُ نَفسَها اِلاّ مِن عِلَّةٍ</w:t>
      </w:r>
      <w:r>
        <w:t xml:space="preserve">. </w:t>
      </w:r>
    </w:p>
    <w:p w:rsidR="001C73B9" w:rsidRDefault="001C73B9" w:rsidP="001C73B9">
      <w:pPr>
        <w:pStyle w:val="libAr"/>
      </w:pPr>
      <w:r>
        <w:rPr>
          <w:rFonts w:hint="eastAsia"/>
          <w:rtl/>
        </w:rPr>
        <w:lastRenderedPageBreak/>
        <w:t>مكارم</w:t>
      </w:r>
      <w:r>
        <w:rPr>
          <w:rtl/>
        </w:rPr>
        <w:t xml:space="preserve"> الاخلاق/2/246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right of a man upon (his) wife is: lighting the light, preparing food, receiving him at the threshold of the door of the house with pleasant conversation, and avoid refusing to offer herself to him except for the time there is an excuse.</w:t>
      </w:r>
      <w:r w:rsidR="00E978C2" w:rsidRPr="00E978C2">
        <w:rPr>
          <w:rStyle w:val="libItalicChar"/>
        </w:rPr>
        <w:t>”</w:t>
      </w:r>
    </w:p>
    <w:p w:rsidR="001C73B9" w:rsidRDefault="001C73B9" w:rsidP="001C73B9">
      <w:pPr>
        <w:pStyle w:val="libNormal"/>
      </w:pPr>
      <w:r>
        <w:t>Makarim</w:t>
      </w:r>
      <w:r w:rsidR="00D92C09">
        <w:t>-</w:t>
      </w:r>
      <w:r>
        <w:t>ul</w:t>
      </w:r>
      <w:r w:rsidR="00D92C09">
        <w:t>-</w:t>
      </w:r>
      <w:r>
        <w:t>Akhlaq, vol. 2, p. 246</w:t>
      </w:r>
    </w:p>
    <w:p w:rsidR="001C73B9" w:rsidRDefault="001C73B9" w:rsidP="001C73B9">
      <w:pPr>
        <w:pStyle w:val="libNormal"/>
      </w:pPr>
      <w:r>
        <w:t xml:space="preserve"> </w:t>
      </w:r>
    </w:p>
    <w:p w:rsidR="001C73B9" w:rsidRDefault="001C73B9" w:rsidP="001C73B9">
      <w:pPr>
        <w:pStyle w:val="libAr"/>
      </w:pPr>
      <w:r>
        <w:rPr>
          <w:rtl/>
        </w:rPr>
        <w:t>304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لا</w:t>
      </w:r>
      <w:r>
        <w:rPr>
          <w:rtl/>
        </w:rPr>
        <w:t xml:space="preserve"> تُؤَدِّي المَرأَةُ حَقَّ اللهِ عَزَّ وَ جَلَّ حَتّى تُؤدِّيَ حَقَّ زَوجِها</w:t>
      </w:r>
      <w:r>
        <w:t>.</w:t>
      </w:r>
    </w:p>
    <w:p w:rsidR="001C73B9" w:rsidRDefault="001C73B9" w:rsidP="001C73B9">
      <w:pPr>
        <w:pStyle w:val="libAr"/>
      </w:pPr>
      <w:r>
        <w:rPr>
          <w:rFonts w:hint="eastAsia"/>
          <w:rtl/>
        </w:rPr>
        <w:t>مستدرك</w:t>
      </w:r>
      <w:r>
        <w:rPr>
          <w:rtl/>
        </w:rPr>
        <w:t xml:space="preserve"> الوسائل/14/257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 woman has not performed the right of Allah, Almighty and Glorious unless she performs the right of her husband.</w:t>
      </w:r>
      <w:r w:rsidR="00E978C2" w:rsidRPr="00E978C2">
        <w:rPr>
          <w:rStyle w:val="libItalicChar"/>
        </w:rPr>
        <w:t>”</w:t>
      </w:r>
    </w:p>
    <w:p w:rsidR="001C73B9" w:rsidRDefault="001C73B9" w:rsidP="001C73B9">
      <w:pPr>
        <w:pStyle w:val="libNormal"/>
      </w:pPr>
      <w:r>
        <w:t>Mustadrak</w:t>
      </w:r>
      <w:r w:rsidR="00D92C09">
        <w:t>-</w:t>
      </w:r>
      <w:r>
        <w:t>ul</w:t>
      </w:r>
      <w:r w:rsidR="00D92C09">
        <w:t>-</w:t>
      </w:r>
      <w:r>
        <w:t>Wasa'il</w:t>
      </w:r>
      <w:r w:rsidR="00D92C09">
        <w:t>-</w:t>
      </w:r>
      <w:r>
        <w:t xml:space="preserve">ush Shi'ah, vol. 14, p. 257 </w:t>
      </w:r>
    </w:p>
    <w:p w:rsidR="001C73B9" w:rsidRDefault="001C73B9" w:rsidP="001C73B9">
      <w:pPr>
        <w:pStyle w:val="libAr"/>
      </w:pPr>
      <w:r>
        <w:rPr>
          <w:rtl/>
        </w:rPr>
        <w:t>305</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جاءَتِ</w:t>
      </w:r>
      <w:r>
        <w:rPr>
          <w:rtl/>
        </w:rPr>
        <w:t xml:space="preserve"> امرَأَةٌ إِلى النَّبيِّصل</w:t>
      </w:r>
      <w:r>
        <w:rPr>
          <w:rFonts w:hint="cs"/>
          <w:rtl/>
        </w:rPr>
        <w:t>ی</w:t>
      </w:r>
      <w:r>
        <w:rPr>
          <w:rtl/>
        </w:rPr>
        <w:t xml:space="preserve"> الله</w:t>
      </w:r>
      <w:r w:rsidR="00525C12">
        <w:rPr>
          <w:rtl/>
        </w:rPr>
        <w:t xml:space="preserve"> عليه</w:t>
      </w:r>
      <w:r>
        <w:rPr>
          <w:rtl/>
        </w:rPr>
        <w:t xml:space="preserve"> و آله و سلم فَقالَت يا رَسُولَ الله ما حَقُّ الزَّوجِ عَلَى المَرأَةِ؟ فَقالَ: أَنْْ تُطيعَهُ وَلا تَعْصِيَهُ</w:t>
      </w:r>
      <w:r>
        <w:t>.</w:t>
      </w:r>
    </w:p>
    <w:p w:rsidR="001C73B9" w:rsidRDefault="001C73B9" w:rsidP="001C73B9">
      <w:pPr>
        <w:pStyle w:val="libAr"/>
      </w:pPr>
      <w:r>
        <w:rPr>
          <w:rFonts w:hint="eastAsia"/>
          <w:rtl/>
        </w:rPr>
        <w:t>وسائل</w:t>
      </w:r>
      <w:r>
        <w:rPr>
          <w:rtl/>
        </w:rPr>
        <w:t xml:space="preserve"> الشيعة/10/527</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 xml:space="preserve">Once a woman came to the Prophet [p.b.u.h.] and said: </w:t>
      </w:r>
      <w:r w:rsidR="00E978C2" w:rsidRPr="00E978C2">
        <w:rPr>
          <w:rStyle w:val="libItalicChar"/>
        </w:rPr>
        <w:t>“</w:t>
      </w:r>
      <w:r w:rsidRPr="00E978C2">
        <w:rPr>
          <w:rStyle w:val="libItalicChar"/>
        </w:rPr>
        <w:t>O' Messenger of Allah! What is the right of a husband upon his wife?</w:t>
      </w:r>
      <w:r w:rsidR="00E978C2" w:rsidRPr="00E978C2">
        <w:rPr>
          <w:rStyle w:val="libItalicChar"/>
        </w:rPr>
        <w:t>”</w:t>
      </w:r>
      <w:r>
        <w:t xml:space="preserve"> Then, he answered her: </w:t>
      </w:r>
      <w:r w:rsidR="00E978C2" w:rsidRPr="00E978C2">
        <w:rPr>
          <w:rStyle w:val="libItalicChar"/>
        </w:rPr>
        <w:t>“</w:t>
      </w:r>
      <w:r w:rsidRPr="00E978C2">
        <w:rPr>
          <w:rStyle w:val="libItalicChar"/>
        </w:rPr>
        <w:t>That she obeys him and does not offend him!</w:t>
      </w:r>
      <w:r w:rsidR="00E978C2" w:rsidRPr="00E978C2">
        <w:rPr>
          <w:rStyle w:val="libItalicChar"/>
        </w:rPr>
        <w:t>”</w:t>
      </w:r>
    </w:p>
    <w:p w:rsidR="001C73B9" w:rsidRDefault="001C73B9" w:rsidP="001C73B9">
      <w:pPr>
        <w:pStyle w:val="libNormal"/>
      </w:pPr>
      <w:r>
        <w:t>Wasa'il</w:t>
      </w:r>
      <w:r w:rsidR="00D92C09">
        <w:t>-</w:t>
      </w:r>
      <w:r>
        <w:t>ush Shi'ah, vol. 10, p. 527</w:t>
      </w:r>
    </w:p>
    <w:p w:rsidR="001C73B9" w:rsidRDefault="001C73B9" w:rsidP="001C73B9">
      <w:pPr>
        <w:pStyle w:val="libNormal"/>
      </w:pPr>
      <w:r>
        <w:br w:type="page"/>
      </w:r>
    </w:p>
    <w:p w:rsidR="001C73B9" w:rsidRDefault="001C73B9" w:rsidP="001C73B9">
      <w:pPr>
        <w:pStyle w:val="Heading1Center"/>
      </w:pPr>
      <w:bookmarkStart w:id="57" w:name="_Toc444518256"/>
      <w:r>
        <w:lastRenderedPageBreak/>
        <w:t>ADMIRABLE QUALITIES OF WIVES</w:t>
      </w:r>
      <w:bookmarkEnd w:id="57"/>
    </w:p>
    <w:p w:rsidR="001C73B9" w:rsidRDefault="001C73B9" w:rsidP="001C73B9">
      <w:pPr>
        <w:pStyle w:val="libAr"/>
      </w:pPr>
      <w:r>
        <w:rPr>
          <w:rtl/>
        </w:rPr>
        <w:t>306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ما</w:t>
      </w:r>
      <w:r>
        <w:rPr>
          <w:rtl/>
        </w:rPr>
        <w:t xml:space="preserve"> مِنِ امْرَأَةٍ تَسْقِي زَوجَها شَربَةً مِن مـاءٍ اِلاّ كانَ خَيرًا لَها مِن عِبادَة سَنَةِ صِيامِ نَهارِها وَ قِيامِ لَيلِها</w:t>
      </w:r>
      <w:r>
        <w:t>.</w:t>
      </w:r>
    </w:p>
    <w:p w:rsidR="001C73B9" w:rsidRDefault="001C73B9" w:rsidP="001C73B9">
      <w:pPr>
        <w:pStyle w:val="libAr"/>
      </w:pPr>
      <w:r>
        <w:rPr>
          <w:rFonts w:hint="eastAsia"/>
          <w:rtl/>
        </w:rPr>
        <w:t>وسائل</w:t>
      </w:r>
      <w:r>
        <w:rPr>
          <w:rtl/>
        </w:rPr>
        <w:t xml:space="preserve"> الشيعة/20/172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is no (believing) woman who gives her husband a glass of water but it will be rewarded her better than the worship of one year during which she fasts on days and keeps vigil during the nights.</w:t>
      </w:r>
      <w:r w:rsidR="00E978C2" w:rsidRPr="00E978C2">
        <w:rPr>
          <w:rStyle w:val="libItalicChar"/>
        </w:rPr>
        <w:t>”</w:t>
      </w:r>
    </w:p>
    <w:p w:rsidR="001C73B9" w:rsidRDefault="001C73B9" w:rsidP="001C73B9">
      <w:pPr>
        <w:pStyle w:val="libNormal"/>
      </w:pPr>
      <w:r>
        <w:t>Wasa'il</w:t>
      </w:r>
      <w:r w:rsidR="00D92C09">
        <w:t>-</w:t>
      </w:r>
      <w:r>
        <w:t xml:space="preserve">ush Shi'ah, vol. 20, p. 172 </w:t>
      </w:r>
    </w:p>
    <w:p w:rsidR="001C73B9" w:rsidRDefault="001C73B9" w:rsidP="001C73B9">
      <w:pPr>
        <w:pStyle w:val="libAr"/>
      </w:pPr>
      <w:r>
        <w:rPr>
          <w:rtl/>
        </w:rPr>
        <w:t>307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t xml:space="preserve">... </w:t>
      </w:r>
      <w:r>
        <w:rPr>
          <w:rtl/>
        </w:rPr>
        <w:t>وَ</w:t>
      </w:r>
      <w:r w:rsidR="00525C12">
        <w:rPr>
          <w:rtl/>
        </w:rPr>
        <w:t xml:space="preserve"> عليه</w:t>
      </w:r>
      <w:r>
        <w:rPr>
          <w:rtl/>
        </w:rPr>
        <w:t>ا أَنْْ تَطِيبَ بِأَطيَـبِ طِيبِها وَ تَلْبَـسَ بِأَحسَنِ ثِيابِها وَ تَزَيَّنَ بِأَحسَنِ زينَتِها وَ تَعرِضَ نَفسَها</w:t>
      </w:r>
      <w:r w:rsidR="00525C12">
        <w:rPr>
          <w:rtl/>
        </w:rPr>
        <w:t xml:space="preserve"> عليه</w:t>
      </w:r>
      <w:r>
        <w:rPr>
          <w:rtl/>
        </w:rPr>
        <w:t xml:space="preserve"> غُدْوَةً وَ عَشِيَّةً</w:t>
      </w:r>
      <w:r>
        <w:t>.</w:t>
      </w:r>
    </w:p>
    <w:p w:rsidR="001C73B9" w:rsidRDefault="001C73B9" w:rsidP="001C73B9">
      <w:pPr>
        <w:pStyle w:val="libAr"/>
      </w:pPr>
      <w:r>
        <w:rPr>
          <w:rFonts w:hint="eastAsia"/>
          <w:rtl/>
        </w:rPr>
        <w:t>الكافي</w:t>
      </w:r>
      <w:r>
        <w:rPr>
          <w:rtl/>
        </w:rPr>
        <w:t>/5/508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It is to a woman to perfume herself with her best fragrances, wear her best clothes, and ornament herself with her best ornamentation in order to present herself available to her husband whether it is day or night.</w:t>
      </w:r>
      <w:r w:rsidR="00E978C2" w:rsidRPr="00E978C2">
        <w:rPr>
          <w:rStyle w:val="libItalicChar"/>
        </w:rPr>
        <w:t>”</w:t>
      </w:r>
    </w:p>
    <w:p w:rsidR="001C73B9" w:rsidRDefault="001C73B9" w:rsidP="001C73B9">
      <w:pPr>
        <w:pStyle w:val="libNormal"/>
      </w:pPr>
      <w:r>
        <w:t>AI</w:t>
      </w:r>
      <w:r w:rsidR="00D92C09">
        <w:t>-</w:t>
      </w:r>
      <w:r>
        <w:t>Kafi, vol. 5, p. 508</w:t>
      </w:r>
    </w:p>
    <w:p w:rsidR="001C73B9" w:rsidRDefault="001C73B9" w:rsidP="001C73B9">
      <w:pPr>
        <w:pStyle w:val="libAr"/>
      </w:pPr>
      <w:r>
        <w:rPr>
          <w:rtl/>
        </w:rPr>
        <w:t>308</w:t>
      </w:r>
      <w:r w:rsidR="00D92C09">
        <w:rPr>
          <w:rtl/>
        </w:rPr>
        <w:t>-</w:t>
      </w:r>
      <w:r>
        <w:t xml:space="preserve"> </w:t>
      </w:r>
      <w:r>
        <w:rPr>
          <w:rtl/>
        </w:rPr>
        <w:t>قالَ الإمامُ اَميرُالمُؤمِنينَ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جِهادُ</w:t>
      </w:r>
      <w:r>
        <w:rPr>
          <w:rtl/>
        </w:rPr>
        <w:t xml:space="preserve"> المَرأَةِ حُسنُ التَّبَعُّلِ</w:t>
      </w:r>
      <w:r>
        <w:t>.</w:t>
      </w:r>
    </w:p>
    <w:p w:rsidR="001C73B9" w:rsidRDefault="001C73B9" w:rsidP="001C73B9">
      <w:pPr>
        <w:pStyle w:val="libAr"/>
      </w:pPr>
      <w:r>
        <w:rPr>
          <w:rFonts w:hint="eastAsia"/>
          <w:rtl/>
        </w:rPr>
        <w:t>نهج</w:t>
      </w:r>
      <w:r>
        <w:rPr>
          <w:rtl/>
        </w:rPr>
        <w:t xml:space="preserve"> البلاغة، الكلمات القصار/494</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The Jihad (fighting in the way of Allah) of a woman is to afford pleasant company to her husband.</w:t>
      </w:r>
      <w:r w:rsidR="00E978C2" w:rsidRPr="00E978C2">
        <w:rPr>
          <w:rStyle w:val="libItalicChar"/>
        </w:rPr>
        <w:t>”</w:t>
      </w:r>
    </w:p>
    <w:p w:rsidR="001C73B9" w:rsidRDefault="001C73B9" w:rsidP="001C73B9">
      <w:pPr>
        <w:pStyle w:val="libNormal"/>
      </w:pPr>
      <w:r>
        <w:t>Nahjul</w:t>
      </w:r>
      <w:r w:rsidR="00D92C09">
        <w:t>-</w:t>
      </w:r>
      <w:r>
        <w:t>Balagha, saying No. 494</w:t>
      </w:r>
    </w:p>
    <w:p w:rsidR="001C73B9" w:rsidRDefault="001C73B9" w:rsidP="001C73B9">
      <w:pPr>
        <w:pStyle w:val="libNormal"/>
      </w:pPr>
      <w:r>
        <w:t xml:space="preserve"> </w:t>
      </w:r>
    </w:p>
    <w:p w:rsidR="001C73B9" w:rsidRDefault="001C73B9" w:rsidP="001C73B9">
      <w:pPr>
        <w:pStyle w:val="libAr"/>
      </w:pPr>
      <w:r>
        <w:rPr>
          <w:rtl/>
        </w:rPr>
        <w:t>309</w:t>
      </w:r>
      <w:r w:rsidR="00D92C09">
        <w:rPr>
          <w:rtl/>
        </w:rPr>
        <w:t>-</w:t>
      </w:r>
      <w:r>
        <w:t xml:space="preserve"> </w:t>
      </w:r>
      <w:r>
        <w:rPr>
          <w:rtl/>
        </w:rPr>
        <w:t>عَن اَبي جَعفَرٍ</w:t>
      </w:r>
      <w:r w:rsidR="00525C12">
        <w:rPr>
          <w:rtl/>
        </w:rPr>
        <w:t xml:space="preserve"> </w:t>
      </w:r>
      <w:r w:rsidR="008A02F7">
        <w:rPr>
          <w:rtl/>
        </w:rPr>
        <w:t xml:space="preserve">عليه السلام </w:t>
      </w:r>
      <w:r>
        <w:rPr>
          <w:rtl/>
        </w:rPr>
        <w:t xml:space="preserve">قالَ: قالَ رَسُولُ </w:t>
      </w:r>
      <w:r w:rsidR="00525C12">
        <w:rPr>
          <w:rtl/>
        </w:rPr>
        <w:t>الله صلی</w:t>
      </w:r>
      <w:r>
        <w:rPr>
          <w:rtl/>
        </w:rPr>
        <w:t xml:space="preserve"> الله</w:t>
      </w:r>
      <w:r w:rsidR="00525C12">
        <w:rPr>
          <w:rtl/>
        </w:rPr>
        <w:t xml:space="preserve"> عليه</w:t>
      </w:r>
      <w:r>
        <w:rPr>
          <w:rtl/>
        </w:rPr>
        <w:t xml:space="preserve"> و آله و سلم: قالَ اللهُ عَزَّ وَجلَّ إذا أَرَدتُ أَنْ أَجْمَعَ لِلمُسلِـمِ خَيرَ الدّنيا وَ الآخِـرَةِ، جَعَلْتُ لَهُ قَلْبًا خاشِعاً، وَ لِسانًا ذاكِـرً، وَ جَسَـدًا عَلَى البَـلاءِ ص</w:t>
      </w:r>
      <w:r>
        <w:rPr>
          <w:rFonts w:hint="eastAsia"/>
          <w:rtl/>
        </w:rPr>
        <w:t>ابِراً،</w:t>
      </w:r>
      <w:r>
        <w:rPr>
          <w:rtl/>
        </w:rPr>
        <w:t xml:space="preserve"> وَ زَوجَةً مُؤمِنةً تَسُرُّهُ إذا نَظَرَ اِلَيها وَ تَحفَظُـهُ إذا غابَ عَنها في نَفسِها وَ مالِهِ</w:t>
      </w:r>
      <w:r>
        <w:t>.</w:t>
      </w:r>
    </w:p>
    <w:p w:rsidR="001C73B9" w:rsidRDefault="001C73B9" w:rsidP="001C73B9">
      <w:pPr>
        <w:pStyle w:val="libAr"/>
      </w:pPr>
      <w:r>
        <w:rPr>
          <w:rFonts w:hint="eastAsia"/>
          <w:rtl/>
        </w:rPr>
        <w:t>الكافي</w:t>
      </w:r>
      <w:r>
        <w:rPr>
          <w:rtl/>
        </w:rPr>
        <w:t>/5/327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 xml:space="preserve">Allah, Almighty and Glorious, has said: 'Had I willed to gather the good of this world and the next for a Muslim believer, I would set for the one a humble heart, a thankful tongue, and a body patient in afflictions. (To a man I would give) a pious wife whom </w:t>
      </w:r>
      <w:r w:rsidRPr="00E978C2">
        <w:rPr>
          <w:rStyle w:val="libItalicChar"/>
        </w:rPr>
        <w:lastRenderedPageBreak/>
        <w:t>when he looks at he is delighted and who (she) protects herself and his properties for him when he is away from her.</w:t>
      </w:r>
      <w:r w:rsidR="00E978C2" w:rsidRPr="00E978C2">
        <w:rPr>
          <w:rStyle w:val="libItalicChar"/>
        </w:rPr>
        <w:t>”</w:t>
      </w:r>
    </w:p>
    <w:p w:rsidR="001C73B9" w:rsidRDefault="001C73B9" w:rsidP="001C73B9">
      <w:pPr>
        <w:pStyle w:val="libNormal"/>
      </w:pPr>
      <w:r>
        <w:t>Usul</w:t>
      </w:r>
      <w:r w:rsidR="00D92C09">
        <w:t>-</w:t>
      </w:r>
      <w:r>
        <w:t>i</w:t>
      </w:r>
      <w:r w:rsidR="00D92C09">
        <w:t>-</w:t>
      </w:r>
      <w:r>
        <w:t>Kafi, vol. 5, p. 327</w:t>
      </w:r>
    </w:p>
    <w:p w:rsidR="001C73B9" w:rsidRDefault="001C73B9" w:rsidP="001C73B9">
      <w:pPr>
        <w:pStyle w:val="libAr"/>
      </w:pPr>
      <w:r>
        <w:rPr>
          <w:rtl/>
        </w:rPr>
        <w:t>310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مَلعُونَةٌ</w:t>
      </w:r>
      <w:r>
        <w:rPr>
          <w:rtl/>
        </w:rPr>
        <w:t xml:space="preserve"> مَلعُونَةٌ اِمرَأةٌ تُؤْذِي زَوجَها وَ تَغُمُّـهُ وَ سَعِيـدَةٌ سَعِيدَةٌ اِمرَأَةٌ تُكرِمُ زَوجَها وَلا تُؤْذِيهِ وَ تُطِيعُهُ  فِي جَمِيعِ اَحوالِهِ</w:t>
      </w:r>
      <w:r>
        <w:t>.</w:t>
      </w:r>
    </w:p>
    <w:p w:rsidR="001C73B9" w:rsidRDefault="001C73B9" w:rsidP="001C73B9">
      <w:pPr>
        <w:pStyle w:val="libAr"/>
      </w:pPr>
      <w:r>
        <w:rPr>
          <w:rFonts w:hint="eastAsia"/>
          <w:rtl/>
        </w:rPr>
        <w:t>بحار</w:t>
      </w:r>
      <w:r>
        <w:rPr>
          <w:rtl/>
        </w:rPr>
        <w:t xml:space="preserve"> الأنوار/103/252</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Intensively is cursed (by Allah) the woman who hurts her husband and makes him grievous, but intensively is prosperous the woman who respects her husband and does not hurt him while she does obey him in all conditions.</w:t>
      </w:r>
      <w:r w:rsidR="00E978C2" w:rsidRPr="00E978C2">
        <w:rPr>
          <w:rStyle w:val="libItalicChar"/>
        </w:rPr>
        <w:t>”</w:t>
      </w:r>
    </w:p>
    <w:p w:rsidR="001C73B9" w:rsidRDefault="001C73B9" w:rsidP="001C73B9">
      <w:pPr>
        <w:pStyle w:val="libNormal"/>
      </w:pPr>
      <w:r>
        <w:t>Bihar</w:t>
      </w:r>
      <w:r w:rsidR="00D92C09">
        <w:t>-</w:t>
      </w:r>
      <w:r>
        <w:t>uI</w:t>
      </w:r>
      <w:r w:rsidR="00D92C09">
        <w:t>-</w:t>
      </w:r>
      <w:r>
        <w:t>Anwar, vol. 103, p. 252</w:t>
      </w:r>
    </w:p>
    <w:p w:rsidR="001C73B9" w:rsidRDefault="001C73B9" w:rsidP="001C73B9">
      <w:pPr>
        <w:pStyle w:val="libNormal"/>
      </w:pPr>
      <w:r>
        <w:t xml:space="preserve"> </w:t>
      </w:r>
    </w:p>
    <w:p w:rsidR="001C73B9" w:rsidRDefault="001C73B9" w:rsidP="001C73B9">
      <w:pPr>
        <w:pStyle w:val="libAr"/>
      </w:pPr>
      <w:r>
        <w:rPr>
          <w:rtl/>
        </w:rPr>
        <w:t>311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اِنَّ</w:t>
      </w:r>
      <w:r>
        <w:rPr>
          <w:rtl/>
        </w:rPr>
        <w:t xml:space="preserve"> مِن خَيرِ نِسائِكُم اَلوَلوُدَ الوَدُودَ اَلسَّتيرةَ العَفيفةَ اَلعَزِيـزةَ فِي اَهلِها اَلذليلَةَ مَعَ بَعلِها اَلمُتَبَرِّجَةَ مِن زَوجِها اَلحَصانَ عَن غَيرِه الَّتي تَسمَعُ قَولَهُ وَ تُطيعُ اَمرَهُ وَ إذا خَلابِها بَذَلَـتْ لَهُ ما أَرادَ مِنها، وَلَم تَبَذَّلْ كَتَبََّذُّلِ الرَّجُلِ</w:t>
      </w:r>
      <w:r>
        <w:t>.</w:t>
      </w:r>
    </w:p>
    <w:p w:rsidR="001C73B9" w:rsidRDefault="001C73B9" w:rsidP="001C73B9">
      <w:pPr>
        <w:pStyle w:val="libAr"/>
      </w:pPr>
      <w:r>
        <w:rPr>
          <w:rFonts w:hint="eastAsia"/>
          <w:rtl/>
        </w:rPr>
        <w:t>بحار</w:t>
      </w:r>
      <w:r>
        <w:rPr>
          <w:rtl/>
        </w:rPr>
        <w:t xml:space="preserve"> الأنوار/103/235</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Verily your best woman is she who is fertile, affectionate, keeps secrets, and is pious. She obeys her husband and is honourably dear among her kinsmen. When she is with her husband, she reveals her ornaments but conceals it from anyone other than him. She hearkens to his speech and obeys his commands. When she is in private, she dresses herself beautifully and is eager to offer him generously whatever he wants from her. She is usually ornamented (for him) and is not plain as men are.</w:t>
      </w:r>
      <w:r w:rsidR="00E978C2" w:rsidRPr="00E978C2">
        <w:rPr>
          <w:rStyle w:val="libItalicChar"/>
        </w:rPr>
        <w:t>”</w:t>
      </w:r>
    </w:p>
    <w:p w:rsidR="001C73B9" w:rsidRDefault="001C73B9" w:rsidP="001C73B9">
      <w:pPr>
        <w:pStyle w:val="libNormal"/>
      </w:pPr>
      <w:r>
        <w:t>Bihar</w:t>
      </w:r>
      <w:r w:rsidR="00D92C09">
        <w:t>-</w:t>
      </w:r>
      <w:r>
        <w:t>ul</w:t>
      </w:r>
      <w:r w:rsidR="00D92C09">
        <w:t>-</w:t>
      </w:r>
      <w:r>
        <w:t>Anwar, vol. 103, p. 235</w:t>
      </w:r>
    </w:p>
    <w:p w:rsidR="001C73B9" w:rsidRDefault="001C73B9" w:rsidP="001C73B9">
      <w:pPr>
        <w:pStyle w:val="libNormal"/>
      </w:pPr>
      <w:r>
        <w:t xml:space="preserve"> </w:t>
      </w:r>
    </w:p>
    <w:p w:rsidR="001C73B9" w:rsidRDefault="001C73B9" w:rsidP="001C73B9">
      <w:pPr>
        <w:pStyle w:val="libAr"/>
      </w:pPr>
      <w:r>
        <w:rPr>
          <w:rtl/>
        </w:rPr>
        <w:t>312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سَعادَة المَرْءِ المُسلِمِ اَلزَّوجَةُ الصّالِحَةُ وَالمَسكَنُ الواسِـعُ وَالمَركَبُ الْهَنِيءُ وَالوَلَدُ الصّالِحُ</w:t>
      </w:r>
      <w:r>
        <w:t>.</w:t>
      </w:r>
    </w:p>
    <w:p w:rsidR="001C73B9" w:rsidRDefault="001C73B9" w:rsidP="001C73B9">
      <w:pPr>
        <w:pStyle w:val="libAr"/>
      </w:pPr>
      <w:r>
        <w:rPr>
          <w:rFonts w:hint="eastAsia"/>
          <w:rtl/>
        </w:rPr>
        <w:t>بحار</w:t>
      </w:r>
      <w:r>
        <w:rPr>
          <w:rtl/>
        </w:rPr>
        <w:t xml:space="preserve"> الأنوار/104/98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From the prosperity of a Muslim man is that he has a pious wife, a large (comfortable) house, a pleasant mount, and a righteous child.</w:t>
      </w:r>
      <w:r w:rsidR="00E978C2" w:rsidRPr="00E978C2">
        <w:rPr>
          <w:rStyle w:val="libItalicChar"/>
        </w:rPr>
        <w:t>”</w:t>
      </w:r>
    </w:p>
    <w:p w:rsidR="001C73B9" w:rsidRDefault="001C73B9" w:rsidP="001C73B9">
      <w:pPr>
        <w:pStyle w:val="libNormal"/>
      </w:pPr>
      <w:r>
        <w:t>Bihar</w:t>
      </w:r>
      <w:r w:rsidR="00D92C09">
        <w:t>-</w:t>
      </w:r>
      <w:r>
        <w:t>ul</w:t>
      </w:r>
      <w:r w:rsidR="00D92C09">
        <w:t>-</w:t>
      </w:r>
      <w:r>
        <w:t>Anwar, vol. 104, p. 98</w:t>
      </w:r>
    </w:p>
    <w:p w:rsidR="001C73B9" w:rsidRDefault="001C73B9" w:rsidP="001C73B9">
      <w:pPr>
        <w:pStyle w:val="libNormal"/>
      </w:pPr>
      <w:r>
        <w:t xml:space="preserve"> </w:t>
      </w:r>
    </w:p>
    <w:p w:rsidR="001C73B9" w:rsidRDefault="001C73B9" w:rsidP="001C73B9">
      <w:pPr>
        <w:pStyle w:val="libAr"/>
      </w:pPr>
      <w:r>
        <w:rPr>
          <w:rtl/>
        </w:rPr>
        <w:t>313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جِهادُ</w:t>
      </w:r>
      <w:r>
        <w:rPr>
          <w:rtl/>
        </w:rPr>
        <w:t xml:space="preserve"> المَرأَةِ حُسْنُ التَّبَعُّلِ وَ اَعظَمُ النّاسِ حَقّاً</w:t>
      </w:r>
      <w:r w:rsidR="00525C12">
        <w:rPr>
          <w:rtl/>
        </w:rPr>
        <w:t xml:space="preserve"> عليه</w:t>
      </w:r>
      <w:r>
        <w:rPr>
          <w:rtl/>
        </w:rPr>
        <w:t>ا زَوجُها</w:t>
      </w:r>
      <w:r>
        <w:t>.</w:t>
      </w:r>
    </w:p>
    <w:p w:rsidR="001C73B9" w:rsidRDefault="001C73B9" w:rsidP="001C73B9">
      <w:pPr>
        <w:pStyle w:val="libAr"/>
      </w:pPr>
      <w:r>
        <w:rPr>
          <w:rFonts w:hint="eastAsia"/>
          <w:rtl/>
        </w:rPr>
        <w:lastRenderedPageBreak/>
        <w:t>بحار</w:t>
      </w:r>
      <w:r>
        <w:rPr>
          <w:rtl/>
        </w:rPr>
        <w:t xml:space="preserve"> الأنوار/103/256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Jihad (fighting in the way of Allah) of a woman is to afford pleasant company to her husband and the right of her husband over her is the greatest right of all people over her.</w:t>
      </w:r>
      <w:r w:rsidR="00E978C2" w:rsidRPr="00E978C2">
        <w:rPr>
          <w:rStyle w:val="libItalicChar"/>
        </w:rPr>
        <w:t>”</w:t>
      </w:r>
    </w:p>
    <w:p w:rsidR="001C73B9" w:rsidRDefault="001C73B9" w:rsidP="001C73B9">
      <w:pPr>
        <w:pStyle w:val="libNormal"/>
      </w:pPr>
      <w:r>
        <w:t>Bihar</w:t>
      </w:r>
      <w:r w:rsidR="00D92C09">
        <w:t>-</w:t>
      </w:r>
      <w:r>
        <w:t>ul</w:t>
      </w:r>
      <w:r w:rsidR="00D92C09">
        <w:t>-</w:t>
      </w:r>
      <w:r>
        <w:t>Anwar, vol. 103, p. 256</w:t>
      </w:r>
    </w:p>
    <w:p w:rsidR="001C73B9" w:rsidRDefault="001C73B9" w:rsidP="001C73B9">
      <w:pPr>
        <w:pStyle w:val="libNormal"/>
      </w:pPr>
      <w:r>
        <w:br w:type="page"/>
      </w:r>
    </w:p>
    <w:p w:rsidR="001C73B9" w:rsidRDefault="001C73B9" w:rsidP="001C73B9">
      <w:pPr>
        <w:pStyle w:val="Heading1Center"/>
      </w:pPr>
      <w:bookmarkStart w:id="58" w:name="_Toc444518257"/>
      <w:r>
        <w:lastRenderedPageBreak/>
        <w:t>DIVORCE AND ITS EFFECTS</w:t>
      </w:r>
      <w:bookmarkEnd w:id="58"/>
    </w:p>
    <w:p w:rsidR="001C73B9" w:rsidRDefault="001C73B9" w:rsidP="001C73B9">
      <w:pPr>
        <w:pStyle w:val="libAr"/>
      </w:pPr>
      <w:r>
        <w:rPr>
          <w:rtl/>
        </w:rPr>
        <w:t>314</w:t>
      </w:r>
      <w:r w:rsidR="00D92C09">
        <w:rPr>
          <w:rtl/>
        </w:rPr>
        <w:t>-</w:t>
      </w:r>
      <w:r>
        <w:t xml:space="preserve"> </w:t>
      </w:r>
      <w:r>
        <w:rPr>
          <w:rtl/>
        </w:rPr>
        <w:t>قالَ اللّه تَعالى</w:t>
      </w:r>
      <w:r>
        <w:t xml:space="preserve"> :</w:t>
      </w:r>
    </w:p>
    <w:p w:rsidR="001C73B9" w:rsidRDefault="001C73B9" w:rsidP="001C73B9">
      <w:pPr>
        <w:pStyle w:val="libAr"/>
      </w:pPr>
      <w:r>
        <w:rPr>
          <w:rFonts w:hint="eastAsia"/>
          <w:rtl/>
        </w:rPr>
        <w:t>وَ</w:t>
      </w:r>
      <w:r>
        <w:rPr>
          <w:rtl/>
        </w:rPr>
        <w:t xml:space="preserve"> إذا طَلَّقتُمُ النِّسَاءَ فَبَلَغْـنَ اَجَلَهُـنَّ فَاَمسِكُوهُـنَّ بِمَعرُوفٍ اَو سَرِّحُوهُـنَّ بِمَعـرُوفٍ وَلا تُمسِكُوهُـنَّ ضِـرارًا لِّتَعتَـدُوا وَ مَن يَّفعَلْ ذلِكَ فَقَدْ ظَلَمَ نَفسَهُ وَلا تَتَّخِذُوا آياتِ اللهِ هُزُوًا وَاذْكُرُوا نِعمَتَ اللهِ عَلَيكُـمْ وَ مَا اَنـزَلَ عَلَيكُـم مِّنَ الكِتابِ وَالحِكمَةِ يَعِظُكُم بِه  وَاتَّقُوا اللّهَ وَ اعْلَمُوا اَنَّ اللّهَ بِكُلِّ شَيْءٍ عَلِيمٌ</w:t>
      </w:r>
      <w:r>
        <w:t>.</w:t>
      </w:r>
    </w:p>
    <w:p w:rsidR="001C73B9" w:rsidRDefault="001C73B9" w:rsidP="001C73B9">
      <w:pPr>
        <w:pStyle w:val="libAr"/>
      </w:pPr>
      <w:r>
        <w:rPr>
          <w:rFonts w:hint="eastAsia"/>
          <w:rtl/>
        </w:rPr>
        <w:t>سورة</w:t>
      </w:r>
      <w:r>
        <w:rPr>
          <w:rtl/>
        </w:rPr>
        <w:t xml:space="preserve"> بقره/2/231</w:t>
      </w:r>
    </w:p>
    <w:p w:rsidR="001C73B9" w:rsidRDefault="001C73B9" w:rsidP="001C73B9">
      <w:pPr>
        <w:pStyle w:val="libNormal"/>
      </w:pPr>
      <w:r>
        <w:t xml:space="preserve">Allah (s.w.t.) said: </w:t>
      </w:r>
      <w:r w:rsidR="00E978C2" w:rsidRPr="00E978C2">
        <w:rPr>
          <w:rStyle w:val="libItalicChar"/>
        </w:rPr>
        <w:t>“</w:t>
      </w:r>
      <w:r w:rsidRPr="00E978C2">
        <w:rPr>
          <w:rStyle w:val="libItalicChar"/>
        </w:rPr>
        <w:t>And when you divorce women and they reach their prescribed time, then either retain them in good fellowship or set them free with liberality, and do not retain them for injury, so that you exceed the limits; and whoever does this, he indeed is unjust to his own soul; and do not take Allah's communications for a mockery, and remember the favor of Allah upon you, and that which He has revealed to you of the Book and the Wisdom, admonishing you thereby; and be careful (of your duty to) Allah, and know that Allah is the Knower of all things.</w:t>
      </w:r>
      <w:r w:rsidR="00E978C2" w:rsidRPr="00E978C2">
        <w:rPr>
          <w:rStyle w:val="libItalicChar"/>
        </w:rPr>
        <w:t>”</w:t>
      </w:r>
    </w:p>
    <w:p w:rsidR="001C73B9" w:rsidRDefault="001C73B9" w:rsidP="001C73B9">
      <w:pPr>
        <w:pStyle w:val="libNormal"/>
      </w:pPr>
      <w:r>
        <w:t>Sura Al</w:t>
      </w:r>
      <w:r w:rsidR="00D92C09">
        <w:t>-</w:t>
      </w:r>
      <w:r>
        <w:t xml:space="preserve">Baqarah, No. 2, Verse 231 </w:t>
      </w:r>
    </w:p>
    <w:p w:rsidR="001C73B9" w:rsidRDefault="001C73B9" w:rsidP="001C73B9">
      <w:pPr>
        <w:pStyle w:val="libAr"/>
      </w:pPr>
      <w:r>
        <w:rPr>
          <w:rtl/>
        </w:rPr>
        <w:t>315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تَزَوَّجُوا</w:t>
      </w:r>
      <w:r>
        <w:rPr>
          <w:rtl/>
        </w:rPr>
        <w:t xml:space="preserve"> وَلا تُطَلِّقُوا فَاِنَّ الطَّلاقَ يَهتَزُّ مِنهُ العَرشُ</w:t>
      </w:r>
      <w:r>
        <w:t xml:space="preserve">. </w:t>
      </w:r>
    </w:p>
    <w:p w:rsidR="001C73B9" w:rsidRDefault="001C73B9" w:rsidP="001C73B9">
      <w:pPr>
        <w:pStyle w:val="libAr"/>
      </w:pPr>
      <w:r>
        <w:rPr>
          <w:rFonts w:hint="eastAsia"/>
          <w:rtl/>
        </w:rPr>
        <w:t>وسائل</w:t>
      </w:r>
      <w:r>
        <w:rPr>
          <w:rtl/>
        </w:rPr>
        <w:t xml:space="preserve"> الشيعة/22/9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Marry and do not divorce because the Throne of heaven quakes from divorce.</w:t>
      </w:r>
      <w:r w:rsidR="00E978C2" w:rsidRPr="00E978C2">
        <w:rPr>
          <w:rStyle w:val="libItalicChar"/>
        </w:rPr>
        <w:t>”</w:t>
      </w:r>
    </w:p>
    <w:p w:rsidR="001C73B9" w:rsidRDefault="001C73B9" w:rsidP="001C73B9">
      <w:pPr>
        <w:pStyle w:val="libNormal"/>
      </w:pPr>
      <w:r>
        <w:t>Wasa'il ush Shiah, vol. 22, p. 9</w:t>
      </w:r>
    </w:p>
    <w:p w:rsidR="001C73B9" w:rsidRDefault="001C73B9" w:rsidP="001C73B9">
      <w:pPr>
        <w:pStyle w:val="libNormal"/>
      </w:pPr>
      <w:r>
        <w:t xml:space="preserve"> </w:t>
      </w:r>
    </w:p>
    <w:p w:rsidR="001C73B9" w:rsidRDefault="001C73B9" w:rsidP="001C73B9">
      <w:pPr>
        <w:pStyle w:val="libAr"/>
      </w:pPr>
      <w:r>
        <w:rPr>
          <w:rtl/>
        </w:rPr>
        <w:t>316</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اللّهَ عَزَّ وَ جَلَّ يُحِبُّ البَيتَ الّذي  فِيهِ العُرْسُ وَ يُبْغِضُ البَيتَ الّذي  فِيهِ الطَّلاقُ وَ ما مِنْ شيْءٍ اَبْغَضُ إِلى اللهِ عَزَّوَجَلَّ مِنَ الطَّلاقِ</w:t>
      </w:r>
      <w:r>
        <w:t>.</w:t>
      </w:r>
    </w:p>
    <w:p w:rsidR="001C73B9" w:rsidRDefault="001C73B9" w:rsidP="001C73B9">
      <w:pPr>
        <w:pStyle w:val="libAr"/>
      </w:pPr>
      <w:r>
        <w:rPr>
          <w:rFonts w:hint="eastAsia"/>
          <w:rtl/>
        </w:rPr>
        <w:t>الكافي</w:t>
      </w:r>
      <w:r>
        <w:rPr>
          <w:rtl/>
        </w:rPr>
        <w:t>/6/54</w:t>
      </w:r>
    </w:p>
    <w:p w:rsidR="001C73B9" w:rsidRDefault="001C73B9" w:rsidP="001C73B9">
      <w:pPr>
        <w:pStyle w:val="libNormal"/>
      </w:pPr>
      <w:r>
        <w:t>Imam Sadiq [a.s.] said: Allah, Almighty and Glorious, is pleased with the house wherein marriage takes place and is displeased with the house wherein divorce is found, and there is nothing with Allah more hateful than divorce.</w:t>
      </w:r>
      <w:r w:rsidR="00E978C2">
        <w:t>”</w:t>
      </w:r>
    </w:p>
    <w:p w:rsidR="001C73B9" w:rsidRDefault="001C73B9" w:rsidP="001C73B9">
      <w:pPr>
        <w:pStyle w:val="libNormal"/>
      </w:pPr>
      <w:r>
        <w:t>Al</w:t>
      </w:r>
      <w:r w:rsidR="00D92C09">
        <w:t>-</w:t>
      </w:r>
      <w:r>
        <w:t>Kafi, vol. 6, p. 54</w:t>
      </w:r>
    </w:p>
    <w:p w:rsidR="001C73B9" w:rsidRDefault="001C73B9" w:rsidP="001C73B9">
      <w:pPr>
        <w:pStyle w:val="libNormal"/>
      </w:pPr>
      <w:r>
        <w:t xml:space="preserve"> </w:t>
      </w:r>
    </w:p>
    <w:p w:rsidR="001C73B9" w:rsidRDefault="001C73B9" w:rsidP="001C73B9">
      <w:pPr>
        <w:pStyle w:val="libAr"/>
      </w:pPr>
      <w:r>
        <w:rPr>
          <w:rtl/>
        </w:rPr>
        <w:t>317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اِنَّ</w:t>
      </w:r>
      <w:r>
        <w:rPr>
          <w:rtl/>
        </w:rPr>
        <w:t xml:space="preserve"> اللّهَ عَزَّ وَ جَلَّ يُبْغِضُ اَوْ يَلْعَنُ كُلَّ ذَوّاقٍ مِنَ الرِّجالِ وَ كُـلَّ ذَوّاقَةٍ مِنَ النِّساءِ</w:t>
      </w:r>
      <w:r>
        <w:t>.</w:t>
      </w:r>
    </w:p>
    <w:p w:rsidR="001C73B9" w:rsidRDefault="001C73B9" w:rsidP="001C73B9">
      <w:pPr>
        <w:pStyle w:val="libAr"/>
      </w:pPr>
      <w:r>
        <w:rPr>
          <w:rFonts w:hint="eastAsia"/>
          <w:rtl/>
        </w:rPr>
        <w:t>الكافي</w:t>
      </w:r>
      <w:r>
        <w:rPr>
          <w:rtl/>
        </w:rPr>
        <w:t>/6/54</w:t>
      </w:r>
    </w:p>
    <w:p w:rsidR="001C73B9" w:rsidRDefault="001C73B9" w:rsidP="001C73B9">
      <w:pPr>
        <w:pStyle w:val="libNormal"/>
      </w:pPr>
      <w:r>
        <w:lastRenderedPageBreak/>
        <w:t xml:space="preserve">The Holy Prophet [p.b.u.h.] said: </w:t>
      </w:r>
      <w:r w:rsidR="00E978C2" w:rsidRPr="00E978C2">
        <w:rPr>
          <w:rStyle w:val="libItalicChar"/>
        </w:rPr>
        <w:t>“</w:t>
      </w:r>
      <w:r w:rsidRPr="00E978C2">
        <w:rPr>
          <w:rStyle w:val="libItalicChar"/>
        </w:rPr>
        <w:t>Certainly, Allah, Almighty and Glorious, dislikes or curses any man or woman whose intention of divorce or marriage is merely tasting the pleasure of it.</w:t>
      </w:r>
      <w:r w:rsidR="00E978C2" w:rsidRPr="00E978C2">
        <w:rPr>
          <w:rStyle w:val="libItalicChar"/>
        </w:rPr>
        <w:t>”</w:t>
      </w:r>
    </w:p>
    <w:p w:rsidR="001C73B9" w:rsidRDefault="001C73B9" w:rsidP="001C73B9">
      <w:pPr>
        <w:pStyle w:val="libNormal"/>
      </w:pPr>
      <w:r>
        <w:t xml:space="preserve">The Holy Prophet [p.b.u.h.] repeated this statement three times to emphasize that any man who divorces his wife for a new marriage and tasting the pleasure of the new wed, as well as if any woman who demands her divorce for the same purpose and marries another man, is involved in the curse of Allah. </w:t>
      </w:r>
    </w:p>
    <w:p w:rsidR="001C73B9" w:rsidRDefault="001C73B9" w:rsidP="001C73B9">
      <w:pPr>
        <w:pStyle w:val="libNormal"/>
      </w:pPr>
      <w:r>
        <w:t>Al</w:t>
      </w:r>
      <w:r w:rsidR="00D92C09">
        <w:t>-</w:t>
      </w:r>
      <w:r>
        <w:t xml:space="preserve">Kafi, vol. 6, p. 54 </w:t>
      </w:r>
    </w:p>
    <w:p w:rsidR="001C73B9" w:rsidRDefault="001C73B9" w:rsidP="001C73B9">
      <w:pPr>
        <w:pStyle w:val="libAr"/>
      </w:pPr>
      <w:r>
        <w:rPr>
          <w:rtl/>
        </w:rPr>
        <w:t>318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سَلِمَ مِن نِساءِ اُمَّتي مِن اَربَعِ خِصالٍ فَلَهَا الجَنَّةُ إذا حَفِظَتْ ما بَينَ رِجْلَيْها وَ اَطاعَتْ زَوْجَها وَصَلَّتْ خَمْسَها وَ صامَتْ شَهْرَها</w:t>
      </w:r>
      <w:r>
        <w:t>.</w:t>
      </w:r>
    </w:p>
    <w:p w:rsidR="001C73B9" w:rsidRDefault="001C73B9" w:rsidP="001C73B9">
      <w:pPr>
        <w:pStyle w:val="libAr"/>
      </w:pPr>
      <w:r>
        <w:rPr>
          <w:rFonts w:hint="eastAsia"/>
          <w:rtl/>
        </w:rPr>
        <w:t>بحار</w:t>
      </w:r>
      <w:r>
        <w:rPr>
          <w:rtl/>
        </w:rPr>
        <w:t xml:space="preserve"> الأنوار/104/107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lady from the women of my Ummah who safely observes four traits deserves Heaven: if she protects her piety, obeys her husband, establishes her five cardinal prayers, and fasts in the month of Ramadan.</w:t>
      </w:r>
      <w:r w:rsidR="00E978C2" w:rsidRPr="00E978C2">
        <w:rPr>
          <w:rStyle w:val="libItalicChar"/>
        </w:rPr>
        <w:t>”</w:t>
      </w:r>
    </w:p>
    <w:p w:rsidR="001C73B9" w:rsidRDefault="001C73B9" w:rsidP="001C73B9">
      <w:pPr>
        <w:pStyle w:val="libNormal"/>
      </w:pPr>
      <w:r>
        <w:t>Bihar</w:t>
      </w:r>
      <w:r w:rsidR="00D92C09">
        <w:t>-</w:t>
      </w:r>
      <w:r>
        <w:t>ul</w:t>
      </w:r>
      <w:r w:rsidR="00D92C09">
        <w:t>-</w:t>
      </w:r>
      <w:r>
        <w:t>Anwar, vol. 104, p. 107</w:t>
      </w:r>
    </w:p>
    <w:p w:rsidR="001C73B9" w:rsidRDefault="001C73B9" w:rsidP="001C73B9">
      <w:pPr>
        <w:pStyle w:val="libNormal"/>
      </w:pPr>
      <w:r>
        <w:br w:type="page"/>
      </w:r>
    </w:p>
    <w:p w:rsidR="001C73B9" w:rsidRDefault="001C73B9" w:rsidP="001C73B9">
      <w:pPr>
        <w:pStyle w:val="Heading1Center"/>
      </w:pPr>
      <w:bookmarkStart w:id="59" w:name="_Toc444518258"/>
      <w:r>
        <w:lastRenderedPageBreak/>
        <w:t>LOWERING THE GAZE AND GUARDING THE MODESTY</w:t>
      </w:r>
      <w:bookmarkEnd w:id="59"/>
    </w:p>
    <w:p w:rsidR="001C73B9" w:rsidRDefault="001C73B9" w:rsidP="001C73B9">
      <w:pPr>
        <w:pStyle w:val="libAr"/>
      </w:pPr>
      <w:r>
        <w:rPr>
          <w:rtl/>
        </w:rPr>
        <w:t>319</w:t>
      </w:r>
      <w:r w:rsidR="00D92C09">
        <w:rPr>
          <w:rtl/>
        </w:rPr>
        <w:t>-</w:t>
      </w:r>
      <w:r>
        <w:t xml:space="preserve"> </w:t>
      </w:r>
      <w:r>
        <w:rPr>
          <w:rtl/>
        </w:rPr>
        <w:t>قالَ اللّهُ تَعالى</w:t>
      </w:r>
      <w:r>
        <w:t xml:space="preserve"> :</w:t>
      </w:r>
    </w:p>
    <w:p w:rsidR="001C73B9" w:rsidRDefault="001C73B9" w:rsidP="001C73B9">
      <w:pPr>
        <w:pStyle w:val="libAr"/>
      </w:pPr>
      <w:r>
        <w:rPr>
          <w:rFonts w:hint="eastAsia"/>
          <w:rtl/>
        </w:rPr>
        <w:t>قُلْ</w:t>
      </w:r>
      <w:r>
        <w:rPr>
          <w:rtl/>
        </w:rPr>
        <w:t xml:space="preserve"> لِلمُؤمِنينَ يَغُضُّوا مِنْ اَبصارِهِم وَ يَحْفَظُوا فُرُوجَهُم ذلِكَ اَزكى لَهُم اِنَّ اللّهَ خَبيرٌ بِما يَصنَعُونَ</w:t>
      </w:r>
      <w:r>
        <w:t>.</w:t>
      </w:r>
    </w:p>
    <w:p w:rsidR="001C73B9" w:rsidRDefault="001C73B9" w:rsidP="001C73B9">
      <w:pPr>
        <w:pStyle w:val="libAr"/>
      </w:pPr>
      <w:r>
        <w:rPr>
          <w:rFonts w:hint="eastAsia"/>
          <w:rtl/>
        </w:rPr>
        <w:t>سورة</w:t>
      </w:r>
      <w:r>
        <w:rPr>
          <w:rtl/>
        </w:rPr>
        <w:t xml:space="preserve"> النّور الرقم 24 الآية  30</w:t>
      </w:r>
    </w:p>
    <w:p w:rsidR="001C73B9" w:rsidRDefault="001C73B9" w:rsidP="001C73B9">
      <w:pPr>
        <w:pStyle w:val="libNormal"/>
      </w:pPr>
      <w:r>
        <w:t xml:space="preserve">Allah (s.w.t.) said: </w:t>
      </w:r>
      <w:r w:rsidR="00E978C2" w:rsidRPr="00E978C2">
        <w:rPr>
          <w:rStyle w:val="libItalicChar"/>
        </w:rPr>
        <w:t>“</w:t>
      </w:r>
      <w:r w:rsidRPr="00E978C2">
        <w:rPr>
          <w:rStyle w:val="libItalicChar"/>
        </w:rPr>
        <w:t>Tell the believing men to cast down their looks and guard their private parts, that is purer for them, surely Allah is well acquainted with what they do.</w:t>
      </w:r>
      <w:r w:rsidR="00E978C2" w:rsidRPr="00E978C2">
        <w:rPr>
          <w:rStyle w:val="libItalicChar"/>
        </w:rPr>
        <w:t>”</w:t>
      </w:r>
    </w:p>
    <w:p w:rsidR="001C73B9" w:rsidRDefault="001C73B9" w:rsidP="001C73B9">
      <w:pPr>
        <w:pStyle w:val="libNormal"/>
      </w:pPr>
      <w:r>
        <w:t>Sura An</w:t>
      </w:r>
      <w:r w:rsidR="00D92C09">
        <w:t>-</w:t>
      </w:r>
      <w:r>
        <w:t>Nur, No. 24, verse 30</w:t>
      </w:r>
    </w:p>
    <w:p w:rsidR="001C73B9" w:rsidRDefault="001C73B9" w:rsidP="001C73B9">
      <w:pPr>
        <w:pStyle w:val="libNormal"/>
      </w:pPr>
      <w:r>
        <w:t xml:space="preserve"> </w:t>
      </w:r>
    </w:p>
    <w:p w:rsidR="001C73B9" w:rsidRDefault="001C73B9" w:rsidP="001C73B9">
      <w:pPr>
        <w:pStyle w:val="libAr"/>
      </w:pPr>
      <w:r>
        <w:rPr>
          <w:rtl/>
        </w:rPr>
        <w:t>320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اَلنَّظَرُ</w:t>
      </w:r>
      <w:r>
        <w:rPr>
          <w:rtl/>
        </w:rPr>
        <w:t xml:space="preserve"> سَهْمٌ مِن سِهامِ اِبليـسَ مَسمُومٌ، مَن تَرَكَها لِلّهِ عَزَّ وَجَلَّ لا لِغَيرِهِ اَعْقَبَهُ اللّهُ اِيمانًا يَجِدُ طَعْمَهُ</w:t>
      </w:r>
      <w:r>
        <w:t>.</w:t>
      </w:r>
    </w:p>
    <w:p w:rsidR="001C73B9" w:rsidRDefault="001C73B9" w:rsidP="001C73B9">
      <w:pPr>
        <w:pStyle w:val="libAr"/>
      </w:pPr>
      <w:r>
        <w:rPr>
          <w:rFonts w:hint="eastAsia"/>
          <w:rtl/>
        </w:rPr>
        <w:t>من</w:t>
      </w:r>
      <w:r>
        <w:rPr>
          <w:rtl/>
        </w:rPr>
        <w:t xml:space="preserve"> لا يحضره الفقيه/4/18</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An unlawful look (at na</w:t>
      </w:r>
      <w:r w:rsidR="00D92C09" w:rsidRPr="00E978C2">
        <w:rPr>
          <w:rStyle w:val="libItalicChar"/>
        </w:rPr>
        <w:t>-</w:t>
      </w:r>
      <w:r w:rsidRPr="00E978C2">
        <w:rPr>
          <w:rStyle w:val="libItalicChar"/>
        </w:rPr>
        <w:t>mahram) is an arrow from the arrows of Satan which is poisonous. He who abandons it for the sake of Allah, Almighty and Glorious, and not for something else, consequently, Allah will give him a Faith that he finds its pleasure (in his self).</w:t>
      </w:r>
      <w:r w:rsidR="00E978C2" w:rsidRPr="00E978C2">
        <w:rPr>
          <w:rStyle w:val="libItalicChar"/>
        </w:rPr>
        <w:t>”</w:t>
      </w:r>
    </w:p>
    <w:p w:rsidR="001C73B9" w:rsidRDefault="001C73B9" w:rsidP="001C73B9">
      <w:pPr>
        <w:pStyle w:val="libNormal"/>
      </w:pPr>
      <w:r>
        <w:t>Man La Yahduruhul Faqih, vol. 4, p. 18</w:t>
      </w:r>
    </w:p>
    <w:p w:rsidR="001C73B9" w:rsidRDefault="001C73B9" w:rsidP="001C73B9">
      <w:pPr>
        <w:pStyle w:val="libAr"/>
      </w:pPr>
      <w:r>
        <w:rPr>
          <w:rtl/>
        </w:rPr>
        <w:t>321</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فَزِنَى</w:t>
      </w:r>
      <w:r>
        <w:rPr>
          <w:rtl/>
        </w:rPr>
        <w:t xml:space="preserve"> العَينَينِ اَلنَّظَرُ، وَزِنَى الفَمِ اَلقُبْلَةْ، وَزِنَى اليَدَينِ اَللَّمـسُ صَدَّقَ الفَرجُ ذَلِكَ أَم كَذَّبَ</w:t>
      </w:r>
      <w:r>
        <w:t>.</w:t>
      </w:r>
    </w:p>
    <w:p w:rsidR="001C73B9" w:rsidRDefault="001C73B9" w:rsidP="001C73B9">
      <w:pPr>
        <w:pStyle w:val="libAr"/>
      </w:pPr>
      <w:r>
        <w:rPr>
          <w:rFonts w:hint="eastAsia"/>
          <w:rtl/>
        </w:rPr>
        <w:t>الكافي</w:t>
      </w:r>
      <w:r>
        <w:rPr>
          <w:rtl/>
        </w:rPr>
        <w:t>/5/559</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 fornication of the eyes is the intercourse of unlawful (lustful) looks, the fornication of the lips is a forbidden kiss (of na</w:t>
      </w:r>
      <w:r w:rsidR="00D92C09" w:rsidRPr="00E978C2">
        <w:rPr>
          <w:rStyle w:val="libItalicChar"/>
        </w:rPr>
        <w:t>-</w:t>
      </w:r>
      <w:r w:rsidRPr="00E978C2">
        <w:rPr>
          <w:rStyle w:val="libItalicChar"/>
        </w:rPr>
        <w:t>mahram), and the fornication of the hands is touching (hands or other limbs of a na</w:t>
      </w:r>
      <w:r w:rsidR="00D92C09" w:rsidRPr="00E978C2">
        <w:rPr>
          <w:rStyle w:val="libItalicChar"/>
        </w:rPr>
        <w:t>-</w:t>
      </w:r>
      <w:r w:rsidRPr="00E978C2">
        <w:rPr>
          <w:rStyle w:val="libItalicChar"/>
        </w:rPr>
        <w:t>mahram), whether the response of the genital affirm it or disaffirms it .</w:t>
      </w:r>
      <w:r w:rsidR="00E978C2" w:rsidRPr="00E978C2">
        <w:rPr>
          <w:rStyle w:val="libItalicChar"/>
        </w:rPr>
        <w:t>”</w:t>
      </w:r>
    </w:p>
    <w:p w:rsidR="001C73B9" w:rsidRDefault="001C73B9" w:rsidP="001C73B9">
      <w:pPr>
        <w:pStyle w:val="libNormal"/>
      </w:pPr>
      <w:r>
        <w:t>Al</w:t>
      </w:r>
      <w:r w:rsidR="00D92C09">
        <w:t>-</w:t>
      </w:r>
      <w:r>
        <w:t>Kafi, vol. 5, p. 559</w:t>
      </w:r>
    </w:p>
    <w:p w:rsidR="001C73B9" w:rsidRDefault="001C73B9" w:rsidP="001C73B9">
      <w:pPr>
        <w:pStyle w:val="libNormal"/>
      </w:pPr>
      <w:r>
        <w:t xml:space="preserve"> </w:t>
      </w:r>
    </w:p>
    <w:p w:rsidR="001C73B9" w:rsidRDefault="001C73B9" w:rsidP="001C73B9">
      <w:pPr>
        <w:pStyle w:val="libAr"/>
      </w:pPr>
      <w:r>
        <w:rPr>
          <w:rtl/>
        </w:rPr>
        <w:t>322</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لَعَنَ</w:t>
      </w:r>
      <w:r>
        <w:rPr>
          <w:rtl/>
        </w:rPr>
        <w:t xml:space="preserve"> رَسُولُ الله صَلَّى اللّه</w:t>
      </w:r>
      <w:r w:rsidR="00525C12">
        <w:rPr>
          <w:rtl/>
        </w:rPr>
        <w:t xml:space="preserve"> عليه</w:t>
      </w:r>
      <w:r>
        <w:rPr>
          <w:rtl/>
        </w:rPr>
        <w:t xml:space="preserve"> وَ آلِهِ وَ سَلَّمَ رَجُـلاً يَنظُرُ إِلى فَرجِ اِمرَأَةٍ لا تَحِلُّ لَهُ، وَ رَجُلاً خانَ اَخاهُ  فِي  اِمرَأَتِـه ، وَ رَجُلاً يَحْتاجُ النّاسُ إِلى نَفْعِهِ فَسَأَلَهُمُ الرُّشْوَةَ</w:t>
      </w:r>
      <w:r>
        <w:t>.</w:t>
      </w:r>
    </w:p>
    <w:p w:rsidR="001C73B9" w:rsidRDefault="001C73B9" w:rsidP="001C73B9">
      <w:pPr>
        <w:pStyle w:val="libAr"/>
      </w:pPr>
      <w:r>
        <w:rPr>
          <w:rFonts w:hint="eastAsia"/>
          <w:rtl/>
        </w:rPr>
        <w:t>الكافي</w:t>
      </w:r>
      <w:r>
        <w:rPr>
          <w:rtl/>
        </w:rPr>
        <w:t>/5/559</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 xml:space="preserve">The Holy Prophet [p.b.u.h.] cursed the man who looks at the private part of a woman who is not lawful to him, and also the </w:t>
      </w:r>
      <w:r w:rsidRPr="00E978C2">
        <w:rPr>
          <w:rStyle w:val="libItalicChar"/>
        </w:rPr>
        <w:lastRenderedPageBreak/>
        <w:t>man proves treacherous to his religious brother's wife, and also the man that people need his help (because of his position) but he asks for a bribe from them.</w:t>
      </w:r>
      <w:r w:rsidR="00E978C2" w:rsidRPr="00E978C2">
        <w:rPr>
          <w:rStyle w:val="libItalicChar"/>
        </w:rPr>
        <w:t>”</w:t>
      </w:r>
    </w:p>
    <w:p w:rsidR="001C73B9" w:rsidRDefault="001C73B9" w:rsidP="001C73B9">
      <w:pPr>
        <w:pStyle w:val="libNormal"/>
      </w:pPr>
      <w:r>
        <w:t>AI</w:t>
      </w:r>
      <w:r w:rsidR="00D92C09">
        <w:t>-</w:t>
      </w:r>
      <w:r>
        <w:t>Kafi, vol. 5, p. 559</w:t>
      </w:r>
    </w:p>
    <w:p w:rsidR="001C73B9" w:rsidRDefault="001C73B9" w:rsidP="001C73B9">
      <w:pPr>
        <w:pStyle w:val="libNormal"/>
      </w:pPr>
      <w:r>
        <w:br w:type="page"/>
      </w:r>
    </w:p>
    <w:p w:rsidR="001C73B9" w:rsidRDefault="001C73B9" w:rsidP="001C73B9">
      <w:pPr>
        <w:pStyle w:val="Heading1Center"/>
      </w:pPr>
      <w:bookmarkStart w:id="60" w:name="_Toc444518259"/>
      <w:r>
        <w:lastRenderedPageBreak/>
        <w:t>WOMEN AND ORNAMENTATION</w:t>
      </w:r>
      <w:bookmarkEnd w:id="60"/>
    </w:p>
    <w:p w:rsidR="001C73B9" w:rsidRDefault="001C73B9" w:rsidP="001C73B9">
      <w:pPr>
        <w:pStyle w:val="libAr"/>
      </w:pPr>
      <w:r>
        <w:rPr>
          <w:rtl/>
        </w:rPr>
        <w:t>323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قَوْلُ</w:t>
      </w:r>
      <w:r>
        <w:rPr>
          <w:rtl/>
        </w:rPr>
        <w:t xml:space="preserve"> الرَّجُلِ لِلْمَرْأَةِ إنِّي أُحِبُّكِ لايَذْهَبُ مِنْ قَلْبِها أَبَدًا</w:t>
      </w:r>
      <w:r>
        <w:t>.</w:t>
      </w:r>
    </w:p>
    <w:p w:rsidR="001C73B9" w:rsidRDefault="001C73B9" w:rsidP="001C73B9">
      <w:pPr>
        <w:pStyle w:val="libAr"/>
      </w:pPr>
      <w:r>
        <w:rPr>
          <w:rFonts w:hint="eastAsia"/>
          <w:rtl/>
        </w:rPr>
        <w:t>وسائل</w:t>
      </w:r>
      <w:r>
        <w:rPr>
          <w:rtl/>
        </w:rPr>
        <w:t xml:space="preserve"> الشيعة/14/10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 man's word telling his wife: 'I love you' never will quit her heart.</w:t>
      </w:r>
      <w:r w:rsidR="00E978C2" w:rsidRPr="00E978C2">
        <w:rPr>
          <w:rStyle w:val="libItalicChar"/>
        </w:rPr>
        <w:t>”</w:t>
      </w:r>
    </w:p>
    <w:p w:rsidR="001C73B9" w:rsidRDefault="001C73B9" w:rsidP="001C73B9">
      <w:pPr>
        <w:pStyle w:val="libNormal"/>
      </w:pPr>
      <w:r>
        <w:t>Wasa'il</w:t>
      </w:r>
      <w:r w:rsidR="00D92C09">
        <w:t>-</w:t>
      </w:r>
      <w:r>
        <w:t>ush Shi'ah, vol. 14, p. 10</w:t>
      </w:r>
    </w:p>
    <w:p w:rsidR="001C73B9" w:rsidRDefault="001C73B9" w:rsidP="001C73B9">
      <w:pPr>
        <w:pStyle w:val="libNormal"/>
      </w:pPr>
      <w:r>
        <w:t xml:space="preserve"> </w:t>
      </w:r>
    </w:p>
    <w:p w:rsidR="001C73B9" w:rsidRDefault="001C73B9" w:rsidP="001C73B9">
      <w:pPr>
        <w:pStyle w:val="libAr"/>
      </w:pPr>
      <w:r>
        <w:rPr>
          <w:rtl/>
        </w:rPr>
        <w:t>324</w:t>
      </w:r>
      <w:r w:rsidR="00D92C09">
        <w:rPr>
          <w:rtl/>
        </w:rPr>
        <w:t>-</w:t>
      </w:r>
      <w:r>
        <w:t xml:space="preserve"> </w:t>
      </w:r>
      <w:r>
        <w:rPr>
          <w:rtl/>
        </w:rPr>
        <w:t>سُئِلَ الإمامُ الباقِرُ</w:t>
      </w:r>
      <w:r w:rsidR="00525C12">
        <w:rPr>
          <w:rtl/>
        </w:rPr>
        <w:t xml:space="preserve"> </w:t>
      </w:r>
      <w:r w:rsidR="008A02F7">
        <w:rPr>
          <w:rtl/>
        </w:rPr>
        <w:t xml:space="preserve">عليه السلام </w:t>
      </w:r>
      <w:r>
        <w:rPr>
          <w:rtl/>
        </w:rPr>
        <w:t>عَنِ القَرامِلِ الَّتِي تَضَعُها النِّساءُ  فِي رُؤُوسِهِنَّ يَصِلْنَهُ بِشُعُورِهِنَّ فَقالَ: لا بَأسَ عَلَى المَرأَةِ بِما تَزَيَّنَتْ بِهِ  لِزَوْجِها</w:t>
      </w:r>
      <w:r>
        <w:t>.</w:t>
      </w:r>
    </w:p>
    <w:p w:rsidR="001C73B9" w:rsidRDefault="001C73B9" w:rsidP="001C73B9">
      <w:pPr>
        <w:pStyle w:val="libAr"/>
      </w:pPr>
      <w:r>
        <w:rPr>
          <w:rFonts w:hint="eastAsia"/>
          <w:rtl/>
        </w:rPr>
        <w:t>الكافي</w:t>
      </w:r>
      <w:r>
        <w:rPr>
          <w:rtl/>
        </w:rPr>
        <w:t>/5/119</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It does not matter what a women ornaments herseff with for her husband.</w:t>
      </w:r>
      <w:r w:rsidR="00E978C2" w:rsidRPr="00E978C2">
        <w:rPr>
          <w:rStyle w:val="libItalicChar"/>
        </w:rPr>
        <w:t>”</w:t>
      </w:r>
    </w:p>
    <w:p w:rsidR="001C73B9" w:rsidRDefault="001C73B9" w:rsidP="001C73B9">
      <w:pPr>
        <w:pStyle w:val="libNormal"/>
      </w:pPr>
      <w:r>
        <w:t>AI</w:t>
      </w:r>
      <w:r w:rsidR="00D92C09">
        <w:t>-</w:t>
      </w:r>
      <w:r>
        <w:t xml:space="preserve">Kafi, vol. 5, p. 119 </w:t>
      </w:r>
    </w:p>
    <w:p w:rsidR="001C73B9" w:rsidRDefault="001C73B9" w:rsidP="001C73B9">
      <w:pPr>
        <w:pStyle w:val="libAr"/>
      </w:pPr>
      <w:r>
        <w:rPr>
          <w:rtl/>
        </w:rPr>
        <w:t>325</w:t>
      </w:r>
      <w:r w:rsidR="00D92C09">
        <w:rPr>
          <w:rtl/>
        </w:rPr>
        <w:t>-</w:t>
      </w:r>
      <w:r>
        <w:t xml:space="preserve"> </w:t>
      </w:r>
      <w:r>
        <w:rPr>
          <w:rtl/>
        </w:rPr>
        <w:t>قالَ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نَهى</w:t>
      </w:r>
      <w:r>
        <w:rPr>
          <w:rtl/>
        </w:rPr>
        <w:t xml:space="preserve"> رَسُولُ اللهِ صل</w:t>
      </w:r>
      <w:r>
        <w:rPr>
          <w:rFonts w:hint="cs"/>
          <w:rtl/>
        </w:rPr>
        <w:t>ی</w:t>
      </w:r>
      <w:r>
        <w:rPr>
          <w:rtl/>
        </w:rPr>
        <w:t xml:space="preserve"> الله</w:t>
      </w:r>
      <w:r w:rsidR="00525C12">
        <w:rPr>
          <w:rtl/>
        </w:rPr>
        <w:t xml:space="preserve"> عليه</w:t>
      </w:r>
      <w:r>
        <w:rPr>
          <w:rtl/>
        </w:rPr>
        <w:t xml:space="preserve"> و آله و سلم أَنْْ تَتَزَيَّنَ لِغَيرِ زَوجِها فَاِن فَعَلَـتْ كانَ حَقًّا عَلَى اللهِ عَزَّ وَجَلَّ أَنْْ يُحْرِقَها بِالنّارِ</w:t>
      </w:r>
      <w:r>
        <w:t xml:space="preserve">. </w:t>
      </w:r>
    </w:p>
    <w:p w:rsidR="001C73B9" w:rsidRDefault="001C73B9" w:rsidP="001C73B9">
      <w:pPr>
        <w:pStyle w:val="libAr"/>
      </w:pPr>
      <w:r>
        <w:rPr>
          <w:rFonts w:hint="eastAsia"/>
          <w:rtl/>
        </w:rPr>
        <w:t>من</w:t>
      </w:r>
      <w:r>
        <w:rPr>
          <w:rtl/>
        </w:rPr>
        <w:t xml:space="preserve"> لا يحضره الفقيه/4/6</w:t>
      </w:r>
    </w:p>
    <w:p w:rsidR="001C73B9" w:rsidRDefault="001C73B9" w:rsidP="001C73B9">
      <w:pPr>
        <w:pStyle w:val="libNormal"/>
      </w:pPr>
      <w:r>
        <w:t>Imam Amir ul Mu'mineen Ali [a.s.] said that the Prophet [p.b.u.h.] prohibited the ornamentation of a woman for someone else other than her husband, and said:</w:t>
      </w:r>
    </w:p>
    <w:p w:rsidR="001C73B9" w:rsidRDefault="00E978C2" w:rsidP="001C73B9">
      <w:pPr>
        <w:pStyle w:val="libNormal"/>
      </w:pPr>
      <w:r w:rsidRPr="00E978C2">
        <w:rPr>
          <w:rStyle w:val="libItalicChar"/>
        </w:rPr>
        <w:t>“</w:t>
      </w:r>
      <w:r w:rsidR="001C73B9" w:rsidRPr="00E978C2">
        <w:rPr>
          <w:rStyle w:val="libItalicChar"/>
        </w:rPr>
        <w:t>Thus, if she does so, it is the right of Allah, Almighty and Glorious, to burn her in Hell.</w:t>
      </w:r>
      <w:r w:rsidRPr="00E978C2">
        <w:rPr>
          <w:rStyle w:val="libItalicChar"/>
        </w:rPr>
        <w:t>”</w:t>
      </w:r>
      <w:r w:rsidR="001C73B9">
        <w:t xml:space="preserve"> (Unless she repents.)</w:t>
      </w:r>
    </w:p>
    <w:p w:rsidR="001C73B9" w:rsidRDefault="001C73B9" w:rsidP="001C73B9">
      <w:pPr>
        <w:pStyle w:val="libNormal"/>
      </w:pPr>
      <w:r>
        <w:t>Man La YahduruhuI Faqih, vol. 4, p. 6</w:t>
      </w:r>
    </w:p>
    <w:p w:rsidR="001C73B9" w:rsidRDefault="001C73B9" w:rsidP="001C73B9">
      <w:pPr>
        <w:pStyle w:val="libAr"/>
      </w:pPr>
      <w:r>
        <w:rPr>
          <w:rtl/>
        </w:rPr>
        <w:t>326</w:t>
      </w:r>
      <w:r w:rsidR="00D92C09">
        <w:rPr>
          <w:rtl/>
        </w:rPr>
        <w:t>-</w:t>
      </w:r>
      <w:r>
        <w:t xml:space="preserve"> </w:t>
      </w:r>
      <w:r>
        <w:rPr>
          <w:rtl/>
        </w:rPr>
        <w:t>عَن أَبي عَبدِ الله</w:t>
      </w:r>
      <w:r w:rsidR="00525C12">
        <w:rPr>
          <w:rtl/>
        </w:rPr>
        <w:t xml:space="preserve"> </w:t>
      </w:r>
      <w:r w:rsidR="008A02F7">
        <w:rPr>
          <w:rtl/>
        </w:rPr>
        <w:t xml:space="preserve">عليه السلام </w:t>
      </w:r>
      <w:r>
        <w:rPr>
          <w:rtl/>
        </w:rPr>
        <w:t>قالَ</w:t>
      </w:r>
      <w:r>
        <w:t>:</w:t>
      </w:r>
    </w:p>
    <w:p w:rsidR="001C73B9" w:rsidRDefault="001C73B9" w:rsidP="001C73B9">
      <w:pPr>
        <w:pStyle w:val="libAr"/>
      </w:pPr>
      <w:r>
        <w:rPr>
          <w:rFonts w:hint="eastAsia"/>
          <w:rtl/>
        </w:rPr>
        <w:t>كُلُّ</w:t>
      </w:r>
      <w:r>
        <w:rPr>
          <w:rtl/>
        </w:rPr>
        <w:t xml:space="preserve"> مَنْ اِشْتَدَّ لَنا حُبًّا اِشْتَدَّ لِلنِساءِ حُبًّا</w:t>
      </w:r>
      <w:r>
        <w:t xml:space="preserve">. </w:t>
      </w:r>
    </w:p>
    <w:p w:rsidR="001C73B9" w:rsidRDefault="001C73B9" w:rsidP="001C73B9">
      <w:pPr>
        <w:pStyle w:val="libAr"/>
      </w:pPr>
      <w:r>
        <w:rPr>
          <w:rFonts w:hint="eastAsia"/>
          <w:rtl/>
        </w:rPr>
        <w:t>وسائل</w:t>
      </w:r>
      <w:r>
        <w:rPr>
          <w:rtl/>
        </w:rPr>
        <w:t xml:space="preserve"> الشيعة/14/11</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Everyone who intensifies love for us (AhIul</w:t>
      </w:r>
      <w:r w:rsidR="00D92C09" w:rsidRPr="00E978C2">
        <w:rPr>
          <w:rStyle w:val="libItalicChar"/>
        </w:rPr>
        <w:t>-</w:t>
      </w:r>
      <w:r w:rsidRPr="00E978C2">
        <w:rPr>
          <w:rStyle w:val="libItalicChar"/>
        </w:rPr>
        <w:t>Bayt) intensifies love for his wife, too.</w:t>
      </w:r>
      <w:r w:rsidR="00E978C2" w:rsidRPr="00E978C2">
        <w:rPr>
          <w:rStyle w:val="libItalicChar"/>
        </w:rPr>
        <w:t>”</w:t>
      </w:r>
    </w:p>
    <w:p w:rsidR="001C73B9" w:rsidRDefault="001C73B9" w:rsidP="001C73B9">
      <w:pPr>
        <w:pStyle w:val="libNormal"/>
      </w:pPr>
      <w:r>
        <w:t>Wasa'il</w:t>
      </w:r>
      <w:r w:rsidR="00D92C09">
        <w:t>-</w:t>
      </w:r>
      <w:r>
        <w:t xml:space="preserve">ush Shi'ah, vol. 14, p. 11 </w:t>
      </w:r>
    </w:p>
    <w:p w:rsidR="001C73B9" w:rsidRDefault="001C73B9" w:rsidP="001C73B9">
      <w:pPr>
        <w:pStyle w:val="libAr"/>
      </w:pPr>
      <w:r>
        <w:rPr>
          <w:rtl/>
        </w:rPr>
        <w:t>327</w:t>
      </w:r>
      <w:r w:rsidR="00D92C09">
        <w:rPr>
          <w:rtl/>
        </w:rPr>
        <w:t>-</w:t>
      </w:r>
      <w:r>
        <w:t xml:space="preserve"> </w:t>
      </w:r>
      <w:r>
        <w:rPr>
          <w:rtl/>
        </w:rPr>
        <w:t xml:space="preserve">قالَ </w:t>
      </w:r>
      <w:r w:rsidR="005F6D68">
        <w:rPr>
          <w:rtl/>
        </w:rPr>
        <w:t>النَّبِيّ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خَيرُ</w:t>
      </w:r>
      <w:r>
        <w:rPr>
          <w:rtl/>
        </w:rPr>
        <w:t xml:space="preserve"> نِسائِكُم اَلعَفِيفَةُ الغَلِمَةُ</w:t>
      </w:r>
      <w:r>
        <w:t>.</w:t>
      </w:r>
    </w:p>
    <w:p w:rsidR="001C73B9" w:rsidRDefault="001C73B9" w:rsidP="001C73B9">
      <w:pPr>
        <w:pStyle w:val="libAr"/>
      </w:pPr>
      <w:r>
        <w:rPr>
          <w:rFonts w:hint="eastAsia"/>
          <w:rtl/>
        </w:rPr>
        <w:t>وسائل</w:t>
      </w:r>
      <w:r>
        <w:rPr>
          <w:rtl/>
        </w:rPr>
        <w:t xml:space="preserve"> الشيعة/20/30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best of your women is the one who is pious and obeys her husband in lust and ornamentation (but is impenetrable for others).</w:t>
      </w:r>
      <w:r w:rsidR="00E978C2" w:rsidRPr="00E978C2">
        <w:rPr>
          <w:rStyle w:val="libItalicChar"/>
        </w:rPr>
        <w:t>”</w:t>
      </w:r>
    </w:p>
    <w:p w:rsidR="001C73B9" w:rsidRDefault="001C73B9" w:rsidP="001C73B9">
      <w:pPr>
        <w:pStyle w:val="libNormal"/>
      </w:pPr>
      <w:r>
        <w:lastRenderedPageBreak/>
        <w:t>Wasa'il</w:t>
      </w:r>
      <w:r w:rsidR="00D92C09">
        <w:t>-</w:t>
      </w:r>
      <w:r>
        <w:t>ush Shi'ah, vol 20, p.30</w:t>
      </w:r>
    </w:p>
    <w:p w:rsidR="001C73B9" w:rsidRDefault="001C73B9" w:rsidP="001C73B9">
      <w:pPr>
        <w:pStyle w:val="libNormal"/>
      </w:pPr>
      <w:r>
        <w:br w:type="page"/>
      </w:r>
    </w:p>
    <w:p w:rsidR="001C73B9" w:rsidRDefault="001C73B9" w:rsidP="001C73B9">
      <w:pPr>
        <w:pStyle w:val="Heading1Center"/>
      </w:pPr>
      <w:bookmarkStart w:id="61" w:name="_Toc444518260"/>
      <w:r>
        <w:lastRenderedPageBreak/>
        <w:t>FORNICATION AND ITS HARMFUL EFFECTS</w:t>
      </w:r>
      <w:bookmarkEnd w:id="61"/>
    </w:p>
    <w:p w:rsidR="001C73B9" w:rsidRDefault="001C73B9" w:rsidP="001C73B9">
      <w:pPr>
        <w:pStyle w:val="libAr"/>
      </w:pPr>
      <w:r>
        <w:rPr>
          <w:rtl/>
        </w:rPr>
        <w:t>328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مَكتُوبٌ</w:t>
      </w:r>
      <w:r>
        <w:rPr>
          <w:rtl/>
        </w:rPr>
        <w:t xml:space="preserve"> فِي التَّوراةِ: أَنَا اللّهُ قاتِلُ القاتِلينَ و مُفَقِّرُالزّانِينَ</w:t>
      </w:r>
      <w:r>
        <w:t>.</w:t>
      </w:r>
    </w:p>
    <w:p w:rsidR="001C73B9" w:rsidRDefault="001C73B9" w:rsidP="001C73B9">
      <w:pPr>
        <w:pStyle w:val="libAr"/>
      </w:pPr>
      <w:r>
        <w:rPr>
          <w:rFonts w:hint="eastAsia"/>
          <w:rtl/>
        </w:rPr>
        <w:t>الكافي</w:t>
      </w:r>
      <w:r>
        <w:rPr>
          <w:rtl/>
        </w:rPr>
        <w:t>/5/554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It is written in the Turah: 'I am Allah, the killer of murderers and distractor of fornicators.</w:t>
      </w:r>
      <w:r w:rsidR="00E978C2" w:rsidRPr="00E978C2">
        <w:rPr>
          <w:rStyle w:val="libItalicChar"/>
        </w:rPr>
        <w:t>”</w:t>
      </w:r>
    </w:p>
    <w:p w:rsidR="001C73B9" w:rsidRDefault="001C73B9" w:rsidP="001C73B9">
      <w:pPr>
        <w:pStyle w:val="libNormal"/>
      </w:pPr>
      <w:r>
        <w:t>Al</w:t>
      </w:r>
      <w:r w:rsidR="00D92C09">
        <w:t>-</w:t>
      </w:r>
      <w:r>
        <w:t>Kafi, vol. 5, p. 554</w:t>
      </w:r>
    </w:p>
    <w:p w:rsidR="001C73B9" w:rsidRDefault="001C73B9" w:rsidP="001C73B9">
      <w:pPr>
        <w:pStyle w:val="libNormal"/>
      </w:pPr>
      <w:r>
        <w:t xml:space="preserve"> </w:t>
      </w:r>
    </w:p>
    <w:p w:rsidR="001C73B9" w:rsidRDefault="001C73B9" w:rsidP="001C73B9">
      <w:pPr>
        <w:pStyle w:val="libAr"/>
      </w:pPr>
      <w:r>
        <w:rPr>
          <w:rtl/>
        </w:rPr>
        <w:t>329</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لِلزّاني</w:t>
      </w:r>
      <w:r>
        <w:rPr>
          <w:rtl/>
        </w:rPr>
        <w:t xml:space="preserve"> سِتُّ خِصالٍ: ثَلاثٌ  فِي  الدّنيا وَ ثَلاثٌ  فِي  الآخِـرَةِ، أَمَّـا الَّتي  فِي الدّنيا فَيَذهَبُ بِنُـورِ الوَجـهِ وَ يُورِثُ الفَقـرَ وَ يُعَجِّـلُ الفَناءَ وَ اَمَّا الَّتي  فِي الآخِـرَةِ فَسَخَـطُ الرَّبِّ وَ سُـوءُ الحِسابِ وَالخُلُودُ  ف</w:t>
      </w:r>
      <w:r>
        <w:rPr>
          <w:rFonts w:hint="eastAsia"/>
          <w:rtl/>
        </w:rPr>
        <w:t>ِي</w:t>
      </w:r>
      <w:r>
        <w:rPr>
          <w:rtl/>
        </w:rPr>
        <w:t xml:space="preserve">  النّارِ</w:t>
      </w:r>
      <w:r>
        <w:t>.</w:t>
      </w:r>
    </w:p>
    <w:p w:rsidR="001C73B9" w:rsidRDefault="001C73B9" w:rsidP="001C73B9">
      <w:pPr>
        <w:pStyle w:val="libAr"/>
      </w:pPr>
      <w:r>
        <w:rPr>
          <w:rFonts w:hint="eastAsia"/>
          <w:rtl/>
        </w:rPr>
        <w:t>الكافي</w:t>
      </w:r>
      <w:r>
        <w:rPr>
          <w:rtl/>
        </w:rPr>
        <w:t>/5/541</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There are six effects for a fornicator, three of which are in this world and the other three will be in the next world. Those that occur in this world are: taking the honour of the person and defaming the one; causing the one to become poor; and shortening the length of life, (i.e. hastening one's death). Then, those which will be in the Hereafter are: the wrath of Allah, graveness in Reckoning, and residing in Fire eternally.</w:t>
      </w:r>
      <w:r w:rsidR="00E978C2" w:rsidRPr="00E978C2">
        <w:rPr>
          <w:rStyle w:val="libItalicChar"/>
        </w:rPr>
        <w:t>”</w:t>
      </w:r>
    </w:p>
    <w:p w:rsidR="001C73B9" w:rsidRDefault="001C73B9" w:rsidP="001C73B9">
      <w:pPr>
        <w:pStyle w:val="libNormal"/>
      </w:pPr>
      <w:r>
        <w:t>Al</w:t>
      </w:r>
      <w:r w:rsidR="00D92C09">
        <w:t>-</w:t>
      </w:r>
      <w:r>
        <w:t>Kafi, vol. 5, p. 541</w:t>
      </w:r>
    </w:p>
    <w:p w:rsidR="001C73B9" w:rsidRDefault="001C73B9" w:rsidP="001C73B9">
      <w:pPr>
        <w:pStyle w:val="libAr"/>
      </w:pPr>
      <w:r>
        <w:rPr>
          <w:rtl/>
        </w:rPr>
        <w:t>330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اَيُّهَا</w:t>
      </w:r>
      <w:r>
        <w:rPr>
          <w:rtl/>
        </w:rPr>
        <w:t xml:space="preserve"> النّاسُ لا تَزْنُوا فَتَزْنِيَ نِساءُكُمْ، كَماتَدِينُ تُدانُ</w:t>
      </w:r>
      <w:r>
        <w:t>.</w:t>
      </w:r>
    </w:p>
    <w:p w:rsidR="001C73B9" w:rsidRDefault="001C73B9" w:rsidP="001C73B9">
      <w:pPr>
        <w:pStyle w:val="libAr"/>
      </w:pPr>
      <w:r>
        <w:rPr>
          <w:rFonts w:hint="eastAsia"/>
          <w:rtl/>
        </w:rPr>
        <w:t>الكافي</w:t>
      </w:r>
      <w:r>
        <w:rPr>
          <w:rtl/>
        </w:rPr>
        <w:t>/5/554</w:t>
      </w:r>
    </w:p>
    <w:p w:rsidR="001C73B9" w:rsidRDefault="001C73B9" w:rsidP="001C73B9">
      <w:pPr>
        <w:pStyle w:val="libNormal"/>
      </w:pPr>
      <w:r>
        <w:t>The Holy Prophet [p.b.u.h.] said again from the Turah:</w:t>
      </w:r>
    </w:p>
    <w:p w:rsidR="001C73B9" w:rsidRDefault="00E978C2" w:rsidP="001C73B9">
      <w:pPr>
        <w:pStyle w:val="libNormal"/>
      </w:pPr>
      <w:r w:rsidRPr="00E978C2">
        <w:rPr>
          <w:rStyle w:val="libItalicChar"/>
        </w:rPr>
        <w:t>“</w:t>
      </w:r>
      <w:r w:rsidR="001C73B9" w:rsidRPr="00E978C2">
        <w:rPr>
          <w:rStyle w:val="libItalicChar"/>
        </w:rPr>
        <w:t>O' people, do not commit fornication because your wives will do the same, too. That which you sow, you will reap.</w:t>
      </w:r>
      <w:r w:rsidRPr="00E978C2">
        <w:rPr>
          <w:rStyle w:val="libItalicChar"/>
        </w:rPr>
        <w:t>”</w:t>
      </w:r>
      <w:r w:rsidR="001C73B9">
        <w:t xml:space="preserve"> (The same as you do will be done to you).</w:t>
      </w:r>
    </w:p>
    <w:p w:rsidR="001C73B9" w:rsidRDefault="001C73B9" w:rsidP="001C73B9">
      <w:pPr>
        <w:pStyle w:val="libNormal"/>
      </w:pPr>
      <w:r>
        <w:t>Al</w:t>
      </w:r>
      <w:r w:rsidR="00D92C09">
        <w:t>-</w:t>
      </w:r>
      <w:r>
        <w:t>Kafi, vol.5, p.554</w:t>
      </w:r>
    </w:p>
    <w:p w:rsidR="001C73B9" w:rsidRDefault="001C73B9" w:rsidP="001C73B9">
      <w:pPr>
        <w:pStyle w:val="libNormal"/>
      </w:pPr>
      <w:r>
        <w:t xml:space="preserve"> </w:t>
      </w:r>
    </w:p>
    <w:p w:rsidR="001C73B9" w:rsidRDefault="001C73B9" w:rsidP="001C73B9">
      <w:pPr>
        <w:pStyle w:val="libAr"/>
      </w:pPr>
      <w:r>
        <w:rPr>
          <w:rtl/>
        </w:rPr>
        <w:t>331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وَ</w:t>
      </w:r>
      <w:r>
        <w:rPr>
          <w:rtl/>
        </w:rPr>
        <w:t xml:space="preserve"> مَنِ التَزَمَ اِمـرأَةً حَرامًا قُرِنَ في سِلسِلَةٍ مِن نارٍ مَـعَ شَيطانٍ فَيُقْذَفانِ  فِي النّارِ</w:t>
      </w:r>
      <w:r>
        <w:t>.</w:t>
      </w:r>
    </w:p>
    <w:p w:rsidR="001C73B9" w:rsidRDefault="001C73B9" w:rsidP="001C73B9">
      <w:pPr>
        <w:pStyle w:val="libAr"/>
      </w:pPr>
      <w:r>
        <w:rPr>
          <w:rFonts w:hint="eastAsia"/>
          <w:rtl/>
        </w:rPr>
        <w:t>من</w:t>
      </w:r>
      <w:r>
        <w:rPr>
          <w:rtl/>
        </w:rPr>
        <w:t xml:space="preserve"> لا يحضره الفقيه/4/14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embraces a woman who is unlawful (haram) to him, will be bound by a chain of fire alongwith Satan and both will be thrown into Hell.</w:t>
      </w:r>
      <w:r w:rsidR="00E978C2" w:rsidRPr="00E978C2">
        <w:rPr>
          <w:rStyle w:val="libItalicChar"/>
        </w:rPr>
        <w:t>”</w:t>
      </w:r>
    </w:p>
    <w:p w:rsidR="001C73B9" w:rsidRDefault="001C73B9" w:rsidP="001C73B9">
      <w:pPr>
        <w:pStyle w:val="libNormal"/>
      </w:pPr>
      <w:r>
        <w:t xml:space="preserve">Man La Yahduruhul Faqih, vol. 4, p. 14 </w:t>
      </w:r>
    </w:p>
    <w:p w:rsidR="001C73B9" w:rsidRDefault="001C73B9" w:rsidP="001C73B9">
      <w:pPr>
        <w:pStyle w:val="libAr"/>
      </w:pPr>
      <w:r>
        <w:rPr>
          <w:rtl/>
        </w:rPr>
        <w:t>332</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lastRenderedPageBreak/>
        <w:t>كُلُّ</w:t>
      </w:r>
      <w:r>
        <w:rPr>
          <w:rtl/>
        </w:rPr>
        <w:t xml:space="preserve"> ما أَنْزَلَ بِهِ الرَّجُلُ ماءَهُ فِي هذا وَ شِبْهِهِ فَهُوَ زِنى</w:t>
      </w:r>
      <w:r>
        <w:t>.</w:t>
      </w:r>
    </w:p>
    <w:p w:rsidR="001C73B9" w:rsidRDefault="001C73B9" w:rsidP="001C73B9">
      <w:pPr>
        <w:pStyle w:val="libAr"/>
      </w:pPr>
      <w:r>
        <w:rPr>
          <w:rFonts w:hint="eastAsia"/>
          <w:rtl/>
        </w:rPr>
        <w:t>الكافي</w:t>
      </w:r>
      <w:r>
        <w:rPr>
          <w:rtl/>
        </w:rPr>
        <w:t>/5/541</w:t>
      </w:r>
    </w:p>
    <w:p w:rsidR="001C73B9" w:rsidRDefault="001C73B9" w:rsidP="001C73B9">
      <w:pPr>
        <w:pStyle w:val="libNormal"/>
      </w:pPr>
      <w:r>
        <w:t xml:space="preserve">Once, 'Ammar ibn Musa asked Imam Sadiq [a.s.] about </w:t>
      </w:r>
    </w:p>
    <w:p w:rsidR="001C73B9" w:rsidRDefault="001C73B9" w:rsidP="001C73B9">
      <w:pPr>
        <w:pStyle w:val="libNormal"/>
      </w:pPr>
      <w:r>
        <w:t xml:space="preserve">commiting sexual intercourse with beasts or masterbation by the hand or other limbs of one's ownself, and he [a.s.] replied: </w:t>
      </w:r>
      <w:r w:rsidR="00E978C2" w:rsidRPr="00E978C2">
        <w:rPr>
          <w:rStyle w:val="libItalicChar"/>
        </w:rPr>
        <w:t>“</w:t>
      </w:r>
      <w:r w:rsidRPr="00E978C2">
        <w:rPr>
          <w:rStyle w:val="libItalicChar"/>
        </w:rPr>
        <w:t>Any form of these kinds and the like of them by which man pours forth his water, is (considered as) fornication (and it is unlawful).</w:t>
      </w:r>
      <w:r w:rsidR="00E978C2" w:rsidRPr="00E978C2">
        <w:rPr>
          <w:rStyle w:val="libItalicChar"/>
        </w:rPr>
        <w:t>”</w:t>
      </w:r>
    </w:p>
    <w:p w:rsidR="001C73B9" w:rsidRDefault="001C73B9" w:rsidP="001C73B9">
      <w:pPr>
        <w:pStyle w:val="libNormal"/>
      </w:pPr>
      <w:r>
        <w:t>AI</w:t>
      </w:r>
      <w:r w:rsidR="00D92C09">
        <w:t>-</w:t>
      </w:r>
      <w:r>
        <w:t xml:space="preserve">Kafi, vol. 5, p. 541 </w:t>
      </w:r>
    </w:p>
    <w:p w:rsidR="001C73B9" w:rsidRDefault="001C73B9" w:rsidP="001C73B9">
      <w:pPr>
        <w:pStyle w:val="libAr"/>
      </w:pPr>
      <w:r>
        <w:rPr>
          <w:rtl/>
        </w:rPr>
        <w:t>333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t xml:space="preserve">... </w:t>
      </w:r>
      <w:r>
        <w:rPr>
          <w:rtl/>
        </w:rPr>
        <w:t>مَلعُونٌ مَلعُونٌ مَنْ نَكَحَ بَهِيمَةً</w:t>
      </w:r>
      <w:r>
        <w:t>.</w:t>
      </w:r>
    </w:p>
    <w:p w:rsidR="001C73B9" w:rsidRDefault="001C73B9" w:rsidP="001C73B9">
      <w:pPr>
        <w:pStyle w:val="libAr"/>
      </w:pPr>
      <w:r>
        <w:rPr>
          <w:rFonts w:hint="eastAsia"/>
          <w:rtl/>
        </w:rPr>
        <w:t>الكافي</w:t>
      </w:r>
      <w:r>
        <w:rPr>
          <w:rtl/>
        </w:rPr>
        <w:t>/2/270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Cursed is he, cursed is he who copulates with beasts.</w:t>
      </w:r>
      <w:r w:rsidR="00E978C2" w:rsidRPr="00E978C2">
        <w:rPr>
          <w:rStyle w:val="libItalicChar"/>
        </w:rPr>
        <w:t>”</w:t>
      </w:r>
    </w:p>
    <w:p w:rsidR="001C73B9" w:rsidRDefault="001C73B9" w:rsidP="001C73B9">
      <w:pPr>
        <w:pStyle w:val="libNormal"/>
      </w:pPr>
      <w:r>
        <w:t>AI</w:t>
      </w:r>
      <w:r w:rsidR="00D92C09">
        <w:t>-</w:t>
      </w:r>
      <w:r>
        <w:t xml:space="preserve">Kafi, vol. 2, p. 270 </w:t>
      </w:r>
    </w:p>
    <w:p w:rsidR="001C73B9" w:rsidRDefault="001C73B9" w:rsidP="001C73B9">
      <w:pPr>
        <w:pStyle w:val="libAr"/>
      </w:pPr>
      <w:r>
        <w:rPr>
          <w:rtl/>
        </w:rPr>
        <w:t>334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سِحاقُ</w:t>
      </w:r>
      <w:r>
        <w:rPr>
          <w:rtl/>
        </w:rPr>
        <w:t xml:space="preserve"> النِّساءِ بَيْنَهُنَّ زِنى</w:t>
      </w:r>
      <w:r>
        <w:t>.</w:t>
      </w:r>
    </w:p>
    <w:p w:rsidR="001C73B9" w:rsidRDefault="001C73B9" w:rsidP="001C73B9">
      <w:pPr>
        <w:pStyle w:val="libAr"/>
      </w:pPr>
      <w:r>
        <w:rPr>
          <w:rFonts w:hint="eastAsia"/>
          <w:rtl/>
        </w:rPr>
        <w:t>كنز</w:t>
      </w:r>
      <w:r>
        <w:rPr>
          <w:rtl/>
        </w:rPr>
        <w:t xml:space="preserve"> العُمّال/5/316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Lesbianism between themselves is (the same as) fornication.</w:t>
      </w:r>
      <w:r w:rsidR="00E978C2" w:rsidRPr="00E978C2">
        <w:rPr>
          <w:rStyle w:val="libItalicChar"/>
        </w:rPr>
        <w:t>”</w:t>
      </w:r>
    </w:p>
    <w:p w:rsidR="001C73B9" w:rsidRDefault="001C73B9" w:rsidP="001C73B9">
      <w:pPr>
        <w:pStyle w:val="libNormal"/>
      </w:pPr>
      <w:r>
        <w:t>Kanz</w:t>
      </w:r>
      <w:r w:rsidR="00D92C09">
        <w:t>-</w:t>
      </w:r>
      <w:r>
        <w:t>ul</w:t>
      </w:r>
      <w:r w:rsidR="00D92C09">
        <w:t>-</w:t>
      </w:r>
      <w:r>
        <w:t>'Ummal, vol. 5, p. 316</w:t>
      </w:r>
    </w:p>
    <w:p w:rsidR="001C73B9" w:rsidRDefault="001C73B9" w:rsidP="001C73B9">
      <w:pPr>
        <w:pStyle w:val="libNormal"/>
      </w:pPr>
      <w:r>
        <w:br w:type="page"/>
      </w:r>
    </w:p>
    <w:p w:rsidR="001C73B9" w:rsidRDefault="001C73B9" w:rsidP="001C73B9">
      <w:pPr>
        <w:pStyle w:val="Heading1Center"/>
      </w:pPr>
      <w:bookmarkStart w:id="62" w:name="_Toc444518261"/>
      <w:r>
        <w:lastRenderedPageBreak/>
        <w:t>HYGIENE IN ISLAM</w:t>
      </w:r>
      <w:bookmarkEnd w:id="62"/>
    </w:p>
    <w:p w:rsidR="001C73B9" w:rsidRDefault="001C73B9" w:rsidP="001C73B9">
      <w:pPr>
        <w:pStyle w:val="libAr"/>
      </w:pPr>
      <w:r>
        <w:rPr>
          <w:rtl/>
        </w:rPr>
        <w:t>335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ثَلاثَةٌ</w:t>
      </w:r>
      <w:r>
        <w:rPr>
          <w:rtl/>
        </w:rPr>
        <w:t xml:space="preserve"> يُحِبُّهَا اللّهُ: قِلَّةُ الكَلامِ وَ قِلَّةُ المَنامِ وَ قِلَّةُ الطَّعامِ، ثَلاثَةٌ يُبْغِضُهَا اللّهُ: كَثْرَةُ الكَلامِ وَ كَثْرَةُ المَنامِ وَ كَثْرَةُ الطَّعامِ</w:t>
      </w:r>
      <w:r>
        <w:t>.</w:t>
      </w:r>
    </w:p>
    <w:p w:rsidR="001C73B9" w:rsidRDefault="001C73B9" w:rsidP="001C73B9">
      <w:pPr>
        <w:pStyle w:val="libAr"/>
      </w:pPr>
      <w:r>
        <w:rPr>
          <w:rFonts w:hint="eastAsia"/>
          <w:rtl/>
        </w:rPr>
        <w:t>اثنى</w:t>
      </w:r>
      <w:r>
        <w:rPr>
          <w:rtl/>
        </w:rPr>
        <w:t xml:space="preserve"> عشريه/92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are three traits which Allah loves (in people): briefness in speech, short (length) of sleep, and small (portion) of food; while there are three traits which He dislikes (in them): loquaciousness, oversleeping, and overeating.</w:t>
      </w:r>
      <w:r w:rsidR="00E978C2" w:rsidRPr="00E978C2">
        <w:rPr>
          <w:rStyle w:val="libItalicChar"/>
        </w:rPr>
        <w:t>”</w:t>
      </w:r>
    </w:p>
    <w:p w:rsidR="001C73B9" w:rsidRDefault="001C73B9" w:rsidP="001C73B9">
      <w:pPr>
        <w:pStyle w:val="libNormal"/>
      </w:pPr>
      <w:r>
        <w:t xml:space="preserve">Al Ithna'Ashariyyah, p. 92 </w:t>
      </w:r>
    </w:p>
    <w:p w:rsidR="001C73B9" w:rsidRDefault="001C73B9" w:rsidP="001C73B9">
      <w:pPr>
        <w:pStyle w:val="libAr"/>
      </w:pPr>
      <w:r>
        <w:rPr>
          <w:rtl/>
        </w:rPr>
        <w:t>336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تَنَظَّفُوا</w:t>
      </w:r>
      <w:r>
        <w:rPr>
          <w:rtl/>
        </w:rPr>
        <w:t xml:space="preserve"> بِكُلِّ مَا اسْتَطَعْتُمْ، فَاِنَّ اللّهَ تَعالى بَنَـى الاِسـلامَ عَلَـى النَّظافَةِ، وَلَنْ يَدْخُلَ الجَنَّةَ اِلاّ كُلُّ نَظِيفٍ</w:t>
      </w:r>
      <w:r>
        <w:t>.</w:t>
      </w:r>
    </w:p>
    <w:p w:rsidR="001C73B9" w:rsidRDefault="001C73B9" w:rsidP="001C73B9">
      <w:pPr>
        <w:pStyle w:val="libAr"/>
      </w:pPr>
      <w:r>
        <w:rPr>
          <w:rFonts w:hint="eastAsia"/>
          <w:rtl/>
        </w:rPr>
        <w:t>كنز</w:t>
      </w:r>
      <w:r>
        <w:rPr>
          <w:rtl/>
        </w:rPr>
        <w:t xml:space="preserve"> العُمّال/26002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Try to be clean as much as you are able to. Verily, Allah has based the foundation of Islam on cleanliness; hence, never can a person enter Paradise but the clean ones.</w:t>
      </w:r>
      <w:r w:rsidR="00E978C2" w:rsidRPr="00E978C2">
        <w:rPr>
          <w:rStyle w:val="libItalicChar"/>
        </w:rPr>
        <w:t>”</w:t>
      </w:r>
    </w:p>
    <w:p w:rsidR="001C73B9" w:rsidRDefault="001C73B9" w:rsidP="001C73B9">
      <w:pPr>
        <w:pStyle w:val="libNormal"/>
      </w:pPr>
      <w:r>
        <w:t>Kanz</w:t>
      </w:r>
      <w:r w:rsidR="00D92C09">
        <w:t>-</w:t>
      </w:r>
      <w:r>
        <w:t>ul</w:t>
      </w:r>
      <w:r w:rsidR="00D92C09">
        <w:t>-</w:t>
      </w:r>
      <w:r>
        <w:t>'Ummal, Tradition 26002</w:t>
      </w:r>
    </w:p>
    <w:p w:rsidR="001C73B9" w:rsidRDefault="001C73B9" w:rsidP="001C73B9">
      <w:pPr>
        <w:pStyle w:val="libAr"/>
      </w:pPr>
      <w:r>
        <w:rPr>
          <w:rtl/>
        </w:rPr>
        <w:t>337</w:t>
      </w:r>
      <w:r w:rsidR="00D92C09">
        <w:rPr>
          <w:rtl/>
        </w:rPr>
        <w:t>-</w:t>
      </w:r>
      <w:r>
        <w:t xml:space="preserve"> </w:t>
      </w:r>
      <w:r>
        <w:rPr>
          <w:rtl/>
        </w:rPr>
        <w:t>قالَ الإمامُ اَميرُالمُؤمِنينَ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إِدْمانُ</w:t>
      </w:r>
      <w:r>
        <w:rPr>
          <w:rtl/>
        </w:rPr>
        <w:t xml:space="preserve"> الشَّبَعِ يُورِثُ أَنواعَ الوَجَعِ</w:t>
      </w:r>
      <w:r>
        <w:t>.</w:t>
      </w:r>
    </w:p>
    <w:p w:rsidR="001C73B9" w:rsidRDefault="001C73B9" w:rsidP="001C73B9">
      <w:pPr>
        <w:pStyle w:val="libAr"/>
      </w:pPr>
      <w:r>
        <w:rPr>
          <w:rFonts w:hint="eastAsia"/>
          <w:rtl/>
        </w:rPr>
        <w:t>غرر</w:t>
      </w:r>
      <w:r>
        <w:rPr>
          <w:rtl/>
        </w:rPr>
        <w:t xml:space="preserve"> الحكم/359</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Overindulgence of food causes various kinds of diseases.</w:t>
      </w:r>
      <w:r w:rsidR="00E978C2" w:rsidRPr="00E978C2">
        <w:rPr>
          <w:rStyle w:val="libItalicChar"/>
        </w:rPr>
        <w:t>”</w:t>
      </w:r>
    </w:p>
    <w:p w:rsidR="001C73B9" w:rsidRDefault="001C73B9" w:rsidP="001C73B9">
      <w:pPr>
        <w:pStyle w:val="libNormal"/>
      </w:pPr>
      <w:r>
        <w:t>Ghurar</w:t>
      </w:r>
      <w:r w:rsidR="00D92C09">
        <w:t>-</w:t>
      </w:r>
      <w:r>
        <w:t>ul</w:t>
      </w:r>
      <w:r w:rsidR="00D92C09">
        <w:t>-</w:t>
      </w:r>
      <w:r>
        <w:t>Hikam, p. 359</w:t>
      </w:r>
    </w:p>
    <w:p w:rsidR="001C73B9" w:rsidRDefault="001C73B9" w:rsidP="001C73B9">
      <w:pPr>
        <w:pStyle w:val="libNormal"/>
      </w:pPr>
      <w:r>
        <w:t xml:space="preserve"> </w:t>
      </w:r>
    </w:p>
    <w:p w:rsidR="001C73B9" w:rsidRDefault="001C73B9" w:rsidP="001C73B9">
      <w:pPr>
        <w:pStyle w:val="libAr"/>
      </w:pPr>
      <w:r>
        <w:rPr>
          <w:rtl/>
        </w:rPr>
        <w:t>338</w:t>
      </w:r>
      <w:r w:rsidR="00D92C09">
        <w:rPr>
          <w:rtl/>
        </w:rPr>
        <w:t>-</w:t>
      </w:r>
      <w:r>
        <w:t xml:space="preserve"> </w:t>
      </w:r>
      <w:r>
        <w:rPr>
          <w:rtl/>
        </w:rPr>
        <w:t>عَنِ الحَسَنِ بْنِ جَهْمٍ قالَ: قالَ اَبُوالحَسَنِ مُوسَى بنُ جَعفَرٍ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خَمْسٌ</w:t>
      </w:r>
      <w:r>
        <w:rPr>
          <w:rtl/>
        </w:rPr>
        <w:t xml:space="preserve"> مِنَ السُّنَنِ  فِي  الرَّأْسِ وَ خَمْسٌ  فِي  الجَسَدِ: فَاَمَّا الّتي  في  الرّأَْسِ: فَالسِّـواكُ، وَ اَخْذُ الشّارِبِ، وَ فَرْقُ الشَّعْرِ، وَ المَضمَضَة وَ الاِسْتِنْشاقُ، وَ اَمَّا الَّتي  فِي  الجَسَدِ، فَالخِتانُ، وَ حَلْقُ العانَةِ، وَ نَتف</w:t>
      </w:r>
      <w:r>
        <w:rPr>
          <w:rFonts w:hint="eastAsia"/>
          <w:rtl/>
        </w:rPr>
        <w:t>ُ</w:t>
      </w:r>
      <w:r>
        <w:rPr>
          <w:rtl/>
        </w:rPr>
        <w:t xml:space="preserve"> الاِبْطَيْنِ، وَ تَقلِيمُ الأظْفارِ، وَ الاِستِنْجاءُ</w:t>
      </w:r>
      <w:r>
        <w:t>.</w:t>
      </w:r>
    </w:p>
    <w:p w:rsidR="001C73B9" w:rsidRDefault="001C73B9" w:rsidP="001C73B9">
      <w:pPr>
        <w:pStyle w:val="libAr"/>
      </w:pPr>
      <w:r>
        <w:rPr>
          <w:rFonts w:hint="eastAsia"/>
          <w:rtl/>
        </w:rPr>
        <w:t>الخصال</w:t>
      </w:r>
      <w:r>
        <w:rPr>
          <w:rtl/>
        </w:rPr>
        <w:t>/125</w:t>
      </w:r>
    </w:p>
    <w:p w:rsidR="001C73B9" w:rsidRDefault="001C73B9" w:rsidP="001C73B9">
      <w:pPr>
        <w:pStyle w:val="libNormal"/>
      </w:pPr>
      <w:r>
        <w:t>Imam Musa ibn Ja'far, the seventh Imam, [a.s.] said:</w:t>
      </w:r>
    </w:p>
    <w:p w:rsidR="001C73B9" w:rsidRPr="00E978C2" w:rsidRDefault="00E978C2" w:rsidP="001C73B9">
      <w:pPr>
        <w:pStyle w:val="libNormal"/>
        <w:rPr>
          <w:rStyle w:val="libItalicChar"/>
        </w:rPr>
      </w:pPr>
      <w:r w:rsidRPr="00E978C2">
        <w:rPr>
          <w:rStyle w:val="libItalicChar"/>
        </w:rPr>
        <w:t>“</w:t>
      </w:r>
      <w:r w:rsidR="001C73B9" w:rsidRPr="00E978C2">
        <w:rPr>
          <w:rStyle w:val="libItalicChar"/>
        </w:rPr>
        <w:t>There are five sunnah about the head and five others related to the body. The first five concerning the head, are: washing the mouth, trimming the moustache, combing the hair, and drawing up water through the mouth and nostrils.</w:t>
      </w:r>
    </w:p>
    <w:p w:rsidR="001C73B9" w:rsidRPr="00E978C2" w:rsidRDefault="001C73B9" w:rsidP="001C73B9">
      <w:pPr>
        <w:pStyle w:val="libNormal"/>
        <w:rPr>
          <w:rStyle w:val="libItalicChar"/>
        </w:rPr>
      </w:pPr>
      <w:r w:rsidRPr="00E978C2">
        <w:rPr>
          <w:rStyle w:val="libItalicChar"/>
        </w:rPr>
        <w:lastRenderedPageBreak/>
        <w:t>The second five, concerning the body, are: circumcision, shaving the pubic hair, depilating the armpits, clipping the nails, and cleansing the privy parts (with water, tissue, cloth,</w:t>
      </w:r>
    </w:p>
    <w:p w:rsidR="001C73B9" w:rsidRDefault="001C73B9" w:rsidP="001C73B9">
      <w:pPr>
        <w:pStyle w:val="libNormal"/>
      </w:pPr>
      <w:r w:rsidRPr="00E978C2">
        <w:rPr>
          <w:rStyle w:val="libItalicChar"/>
        </w:rPr>
        <w:t>etc., while water is preferable).</w:t>
      </w:r>
      <w:r w:rsidR="00E978C2" w:rsidRPr="00E978C2">
        <w:rPr>
          <w:rStyle w:val="libItalicChar"/>
        </w:rPr>
        <w:t>”</w:t>
      </w:r>
    </w:p>
    <w:p w:rsidR="001C73B9" w:rsidRDefault="001C73B9" w:rsidP="001C73B9">
      <w:pPr>
        <w:pStyle w:val="libNormal"/>
      </w:pPr>
      <w:r>
        <w:t>Khisal by Saduq, p. 125</w:t>
      </w:r>
    </w:p>
    <w:p w:rsidR="001C73B9" w:rsidRDefault="001C73B9" w:rsidP="001C73B9">
      <w:pPr>
        <w:pStyle w:val="libNormal"/>
      </w:pPr>
      <w:r>
        <w:t xml:space="preserve"> </w:t>
      </w:r>
    </w:p>
    <w:p w:rsidR="001C73B9" w:rsidRDefault="001C73B9" w:rsidP="001C73B9">
      <w:pPr>
        <w:pStyle w:val="libAr"/>
      </w:pPr>
      <w:r>
        <w:rPr>
          <w:rtl/>
        </w:rPr>
        <w:t>339</w:t>
      </w:r>
      <w:r w:rsidR="00D92C09">
        <w:rPr>
          <w:rtl/>
        </w:rPr>
        <w:t>-</w:t>
      </w:r>
      <w:r>
        <w:t xml:space="preserve"> </w:t>
      </w:r>
      <w:r>
        <w:rPr>
          <w:rtl/>
        </w:rPr>
        <w:t>قالَ الإمامُ اَميرُالمُؤمِنينَ عَلِيٌّ</w:t>
      </w:r>
      <w:r w:rsidR="00525C12">
        <w:rPr>
          <w:rtl/>
        </w:rPr>
        <w:t xml:space="preserve"> </w:t>
      </w:r>
      <w:r w:rsidR="008A02F7">
        <w:rPr>
          <w:rtl/>
        </w:rPr>
        <w:t xml:space="preserve">عليه السلام </w:t>
      </w:r>
      <w:r>
        <w:rPr>
          <w:rtl/>
        </w:rPr>
        <w:t>لِلحَسَنِ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أَلا</w:t>
      </w:r>
      <w:r>
        <w:rPr>
          <w:rtl/>
        </w:rPr>
        <w:t xml:space="preserve"> اُعَلِّمُكَ أَربَعَ خِصالٍ تَستَغنِي بِها عَنِ الطِّبِّ؟ قالَ:بَلى، قالَ: لاَ تَجْلِسْ عَلَى الطَّعامِ إِلاّ وَأَنْتَ جائِعٌ وَلاَ تَقُمْ عَنِ الطَّعامِ إِلاّ وَ أَنْتَ تَشْتَهِيهِ  وَ جَوِّدِ المَضْـغَ وَ إذا نِمْتَ فَاعْرَضْ نَفْسَـكَ عَلَى الخَلاءِ فَاِذَا اسْتَعْمَلْتَ هَذا اِسْتَغْنَيْتَ عَنِ الطِّبِّ</w:t>
      </w:r>
    </w:p>
    <w:p w:rsidR="001C73B9" w:rsidRDefault="001C73B9" w:rsidP="001C73B9">
      <w:pPr>
        <w:pStyle w:val="libAr"/>
      </w:pPr>
      <w:r>
        <w:rPr>
          <w:rFonts w:hint="eastAsia"/>
          <w:rtl/>
        </w:rPr>
        <w:t>وسائل</w:t>
      </w:r>
      <w:r>
        <w:rPr>
          <w:rtl/>
        </w:rPr>
        <w:t xml:space="preserve"> الشيعة/24/245</w:t>
      </w:r>
    </w:p>
    <w:p w:rsidR="001C73B9" w:rsidRDefault="001C73B9" w:rsidP="001C73B9">
      <w:pPr>
        <w:pStyle w:val="libNormal"/>
      </w:pPr>
      <w:r>
        <w:t xml:space="preserve">Imam Amir ul Mu'mineen Ali [a.s.] told Imam Hassan [a.s.]: </w:t>
      </w:r>
      <w:r w:rsidR="00E978C2" w:rsidRPr="00E978C2">
        <w:rPr>
          <w:rStyle w:val="libItalicChar"/>
        </w:rPr>
        <w:t>“</w:t>
      </w:r>
      <w:r w:rsidRPr="00E978C2">
        <w:rPr>
          <w:rStyle w:val="libItalicChar"/>
        </w:rPr>
        <w:t>Shall I teach you four traits by which you will be in no need of any medical treatment?</w:t>
      </w:r>
      <w:r w:rsidR="00E978C2" w:rsidRPr="00E978C2">
        <w:rPr>
          <w:rStyle w:val="libItalicChar"/>
        </w:rPr>
        <w:t>”</w:t>
      </w:r>
    </w:p>
    <w:p w:rsidR="001C73B9" w:rsidRDefault="00E978C2" w:rsidP="001C73B9">
      <w:pPr>
        <w:pStyle w:val="libNormal"/>
      </w:pPr>
      <w:r w:rsidRPr="00E978C2">
        <w:rPr>
          <w:rStyle w:val="libItalicChar"/>
        </w:rPr>
        <w:t>“</w:t>
      </w:r>
      <w:r w:rsidR="001C73B9" w:rsidRPr="00E978C2">
        <w:rPr>
          <w:rStyle w:val="libItalicChar"/>
        </w:rPr>
        <w:t>Yes,</w:t>
      </w:r>
      <w:r w:rsidRPr="00E978C2">
        <w:rPr>
          <w:rStyle w:val="libItalicChar"/>
        </w:rPr>
        <w:t>”</w:t>
      </w:r>
      <w:r w:rsidR="001C73B9">
        <w:t xml:space="preserve"> Imam Hassan answered. Then, Ali [a.s.] said:</w:t>
      </w:r>
    </w:p>
    <w:p w:rsidR="001C73B9" w:rsidRDefault="001C73B9" w:rsidP="001C73B9">
      <w:pPr>
        <w:pStyle w:val="libNormal"/>
      </w:pPr>
      <w:r>
        <w:t>1</w:t>
      </w:r>
      <w:r w:rsidR="00D92C09">
        <w:t>-</w:t>
      </w:r>
      <w:r>
        <w:t xml:space="preserve"> Do not sit for food (in order to eat) unless you are hungry; </w:t>
      </w:r>
    </w:p>
    <w:p w:rsidR="001C73B9" w:rsidRDefault="001C73B9" w:rsidP="001C73B9">
      <w:pPr>
        <w:pStyle w:val="libNormal"/>
      </w:pPr>
      <w:r>
        <w:t>2</w:t>
      </w:r>
      <w:r w:rsidR="00D92C09">
        <w:t>-</w:t>
      </w:r>
      <w:r>
        <w:t xml:space="preserve"> And, do not leave the (table of) food but you still have an appetite for it; </w:t>
      </w:r>
    </w:p>
    <w:p w:rsidR="001C73B9" w:rsidRDefault="001C73B9" w:rsidP="001C73B9">
      <w:pPr>
        <w:pStyle w:val="libNormal"/>
      </w:pPr>
      <w:r>
        <w:t>3</w:t>
      </w:r>
      <w:r w:rsidR="00D92C09">
        <w:t>-</w:t>
      </w:r>
      <w:r>
        <w:t xml:space="preserve"> Chew (your food in your mouth) well; </w:t>
      </w:r>
    </w:p>
    <w:p w:rsidR="001C73B9" w:rsidRDefault="001C73B9" w:rsidP="001C73B9">
      <w:pPr>
        <w:pStyle w:val="libNormal"/>
      </w:pPr>
      <w:r>
        <w:t>4</w:t>
      </w:r>
      <w:r w:rsidR="00D92C09">
        <w:t>-</w:t>
      </w:r>
      <w:r>
        <w:t xml:space="preserve"> And, when you want to go to bed, (primarily) go to the water</w:t>
      </w:r>
      <w:r w:rsidR="00D92C09">
        <w:t>-</w:t>
      </w:r>
      <w:r>
        <w:t xml:space="preserve">closet to ease nature. </w:t>
      </w:r>
    </w:p>
    <w:p w:rsidR="001C73B9" w:rsidRDefault="001C73B9" w:rsidP="001C73B9">
      <w:pPr>
        <w:pStyle w:val="libNormal"/>
      </w:pPr>
      <w:r>
        <w:t>If you take these in action, you will be in no need of any medical treatment.</w:t>
      </w:r>
      <w:r w:rsidR="00E978C2">
        <w:t>”</w:t>
      </w:r>
    </w:p>
    <w:p w:rsidR="001C73B9" w:rsidRDefault="001C73B9" w:rsidP="001C73B9">
      <w:pPr>
        <w:pStyle w:val="libNormal"/>
      </w:pPr>
      <w:r>
        <w:t>Wasa'il</w:t>
      </w:r>
      <w:r w:rsidR="00D92C09">
        <w:t>-</w:t>
      </w:r>
      <w:r>
        <w:t>ush Shi'ah, vol. 24, p. 245</w:t>
      </w:r>
    </w:p>
    <w:p w:rsidR="001C73B9" w:rsidRDefault="001C73B9" w:rsidP="001C73B9">
      <w:pPr>
        <w:pStyle w:val="libNormal"/>
      </w:pPr>
      <w:r>
        <w:br w:type="page"/>
      </w:r>
    </w:p>
    <w:p w:rsidR="001C73B9" w:rsidRDefault="001C73B9" w:rsidP="001C73B9">
      <w:pPr>
        <w:pStyle w:val="Heading1Center"/>
      </w:pPr>
      <w:bookmarkStart w:id="63" w:name="_Toc444518262"/>
      <w:r>
        <w:lastRenderedPageBreak/>
        <w:t>BUSINESS AND SOCIAL RELATIONSHIPS</w:t>
      </w:r>
      <w:bookmarkEnd w:id="63"/>
    </w:p>
    <w:p w:rsidR="001C73B9" w:rsidRDefault="001C73B9" w:rsidP="001C73B9">
      <w:pPr>
        <w:pStyle w:val="libAr"/>
      </w:pPr>
      <w:r>
        <w:rPr>
          <w:rtl/>
        </w:rPr>
        <w:t>340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أَيُّمـا</w:t>
      </w:r>
      <w:r>
        <w:rPr>
          <w:rtl/>
        </w:rPr>
        <w:t xml:space="preserve"> رَجُلٍ اشْتَرى طَعاماً فَكَبَسَـهُ اَربَعينَ صَباحـاً يُرِيـدُ بِـه  غِلاءَ المُسلِمينَ ثُمَّ باعَـهُ فَتَصَـدَّقَ بِثَمَنِـهِ لَم يَكُن كَفّارةً لِمـا صَنَعَ</w:t>
      </w:r>
      <w:r>
        <w:t>.</w:t>
      </w:r>
    </w:p>
    <w:p w:rsidR="001C73B9" w:rsidRDefault="001C73B9" w:rsidP="001C73B9">
      <w:pPr>
        <w:pStyle w:val="libAr"/>
      </w:pPr>
      <w:r>
        <w:rPr>
          <w:rFonts w:hint="eastAsia"/>
          <w:rtl/>
        </w:rPr>
        <w:t>بحار</w:t>
      </w:r>
      <w:r>
        <w:rPr>
          <w:rtl/>
        </w:rPr>
        <w:t xml:space="preserve"> الأنوار/103/89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purchases the food stuff which is a public necessity and stores it for forty days with the hope that its price will go up in the Muslim market, then, sells it and gives the entire sum as charity to the poor, it can not be the atonement for what he has done.</w:t>
      </w:r>
      <w:r w:rsidR="00E978C2" w:rsidRPr="00E978C2">
        <w:rPr>
          <w:rStyle w:val="libItalicChar"/>
        </w:rPr>
        <w:t>”</w:t>
      </w:r>
    </w:p>
    <w:p w:rsidR="001C73B9" w:rsidRDefault="001C73B9" w:rsidP="001C73B9">
      <w:pPr>
        <w:pStyle w:val="libNormal"/>
      </w:pPr>
      <w:r>
        <w:t>Bihar</w:t>
      </w:r>
      <w:r w:rsidR="00D92C09">
        <w:t>-</w:t>
      </w:r>
      <w:r>
        <w:t>ul</w:t>
      </w:r>
      <w:r w:rsidR="00D92C09">
        <w:t>-</w:t>
      </w:r>
      <w:r>
        <w:t>Anwar, vol. 103, p. 89</w:t>
      </w:r>
    </w:p>
    <w:p w:rsidR="001C73B9" w:rsidRDefault="001C73B9" w:rsidP="001C73B9">
      <w:pPr>
        <w:pStyle w:val="libAr"/>
      </w:pPr>
      <w:r>
        <w:rPr>
          <w:rtl/>
        </w:rPr>
        <w:t>341</w:t>
      </w:r>
      <w:r w:rsidR="00D92C09">
        <w:rPr>
          <w:rtl/>
        </w:rPr>
        <w:t>-</w:t>
      </w:r>
      <w:r>
        <w:t xml:space="preserve"> </w:t>
      </w:r>
      <w:r>
        <w:rPr>
          <w:rtl/>
        </w:rPr>
        <w:t>قالَ الإمامُ اَميرُالمُؤمِنينَ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اتَّجَرَ بِغَيرِ فِقهٍ فَقَدِ ارتَطَمَ  فِي  الرِّبا</w:t>
      </w:r>
      <w:r>
        <w:t>.</w:t>
      </w:r>
    </w:p>
    <w:p w:rsidR="001C73B9" w:rsidRDefault="001C73B9" w:rsidP="001C73B9">
      <w:pPr>
        <w:pStyle w:val="libAr"/>
      </w:pPr>
      <w:r>
        <w:rPr>
          <w:rFonts w:hint="eastAsia"/>
          <w:rtl/>
        </w:rPr>
        <w:t>بحار</w:t>
      </w:r>
      <w:r>
        <w:rPr>
          <w:rtl/>
        </w:rPr>
        <w:t xml:space="preserve"> الأنوار/103/93</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He who ventures transactions without observing the concerning Islamic rules, has surely run into usury,</w:t>
      </w:r>
      <w:r w:rsidR="00E978C2" w:rsidRPr="00E978C2">
        <w:rPr>
          <w:rStyle w:val="libItalicChar"/>
        </w:rPr>
        <w:t>”</w:t>
      </w:r>
      <w:r>
        <w:t xml:space="preserve"> (while he is not aware of it).</w:t>
      </w:r>
    </w:p>
    <w:p w:rsidR="001C73B9" w:rsidRDefault="001C73B9" w:rsidP="001C73B9">
      <w:pPr>
        <w:pStyle w:val="libNormal"/>
      </w:pPr>
      <w:r>
        <w:t>Bihar</w:t>
      </w:r>
      <w:r w:rsidR="00D92C09">
        <w:t>-</w:t>
      </w:r>
      <w:r>
        <w:t>ul</w:t>
      </w:r>
      <w:r w:rsidR="00D92C09">
        <w:t>-</w:t>
      </w:r>
      <w:r>
        <w:t>Anwar, vol. 103, p. 93</w:t>
      </w:r>
    </w:p>
    <w:p w:rsidR="001C73B9" w:rsidRDefault="001C73B9" w:rsidP="001C73B9">
      <w:pPr>
        <w:pStyle w:val="libNormal"/>
      </w:pPr>
      <w:r>
        <w:t xml:space="preserve"> </w:t>
      </w:r>
    </w:p>
    <w:p w:rsidR="001C73B9" w:rsidRDefault="001C73B9" w:rsidP="001C73B9">
      <w:pPr>
        <w:pStyle w:val="libAr"/>
      </w:pPr>
      <w:r>
        <w:rPr>
          <w:rtl/>
        </w:rPr>
        <w:t>342</w:t>
      </w:r>
      <w:r w:rsidR="00D92C09">
        <w:rPr>
          <w:rtl/>
        </w:rPr>
        <w:t>-</w:t>
      </w:r>
      <w:r>
        <w:t xml:space="preserve"> </w:t>
      </w:r>
      <w:r>
        <w:rPr>
          <w:rtl/>
        </w:rPr>
        <w:t>عَن اَمِيرِالمُؤمِنينَ عَلِىٍّ</w:t>
      </w:r>
      <w:r w:rsidR="00525C12">
        <w:rPr>
          <w:rtl/>
        </w:rPr>
        <w:t xml:space="preserve"> </w:t>
      </w:r>
      <w:r w:rsidR="008A02F7">
        <w:rPr>
          <w:rtl/>
        </w:rPr>
        <w:t xml:space="preserve">عليه السلام </w:t>
      </w:r>
      <w:r>
        <w:rPr>
          <w:rtl/>
        </w:rPr>
        <w:t xml:space="preserve">قالَ: 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باعَ وَاشتَرى فَلْيَجتَنِبْ خَمْسَ خِصالٍ وَ اِلاّ فَلا يَبِيعَـنَّ وَ لا يَشتَرِيَنَّ: الرِّبا، وَالحَلْفُ، وَ كِتْمـانُ العَيْـبِ، وَالمَـدْحُ إذا باعَ، وَالذَّمُّ اِذَا اشْتَرى</w:t>
      </w:r>
      <w:r>
        <w:t>.</w:t>
      </w:r>
    </w:p>
    <w:p w:rsidR="001C73B9" w:rsidRDefault="001C73B9" w:rsidP="001C73B9">
      <w:pPr>
        <w:pStyle w:val="libAr"/>
      </w:pPr>
      <w:r>
        <w:rPr>
          <w:rFonts w:hint="eastAsia"/>
          <w:rtl/>
        </w:rPr>
        <w:t>الخصال</w:t>
      </w:r>
      <w:r>
        <w:rPr>
          <w:rtl/>
        </w:rPr>
        <w:t>/1/286</w:t>
      </w:r>
    </w:p>
    <w:p w:rsidR="001C73B9" w:rsidRDefault="001C73B9" w:rsidP="001C73B9">
      <w:pPr>
        <w:pStyle w:val="libNormal"/>
      </w:pPr>
      <w:r>
        <w:t xml:space="preserve">Imam Amir ul Mu'mineen Ali [a.s.] narrates from the Messenger of Allah who said: </w:t>
      </w:r>
      <w:r w:rsidR="00E978C2" w:rsidRPr="00E978C2">
        <w:rPr>
          <w:rStyle w:val="libItalicChar"/>
        </w:rPr>
        <w:t>“</w:t>
      </w:r>
      <w:r w:rsidRPr="00E978C2">
        <w:rPr>
          <w:rStyle w:val="libItalicChar"/>
        </w:rPr>
        <w:t>He who is in business and buys and sells things must avoid five traits, otherwise he should not buy or sell anything: usury, taking oath, concealing the faults or defects of the goods, praising it wrongly when selling it, and finding faults in it when buying it.</w:t>
      </w:r>
      <w:r w:rsidR="00E978C2" w:rsidRPr="00E978C2">
        <w:rPr>
          <w:rStyle w:val="libItalicChar"/>
        </w:rPr>
        <w:t>”</w:t>
      </w:r>
    </w:p>
    <w:p w:rsidR="001C73B9" w:rsidRDefault="001C73B9" w:rsidP="001C73B9">
      <w:pPr>
        <w:pStyle w:val="libNormal"/>
      </w:pPr>
      <w:r>
        <w:t>AI</w:t>
      </w:r>
      <w:r w:rsidR="00D92C09">
        <w:t>-</w:t>
      </w:r>
      <w:r>
        <w:t xml:space="preserve">Khisal by Saduq, vol. 1, p. 286 </w:t>
      </w:r>
    </w:p>
    <w:p w:rsidR="001C73B9" w:rsidRDefault="001C73B9" w:rsidP="001C73B9">
      <w:pPr>
        <w:pStyle w:val="libAr"/>
      </w:pPr>
      <w:r>
        <w:rPr>
          <w:rtl/>
        </w:rPr>
        <w:t>343</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طَلَبَ الرِّزْقَ فِي الدّنيا اِستِعفافًا عَنِ النّاسِ وَ تَوْسِيعًا عَلى  اَهلِهِ وَ تَعَطُّفًا عَلى جارِهِ لَقَى اللّهَ عَزَّوَجَـلَّ يَـومَ القِيامَة وَ وَجهُهُ مِثلُ القَمَرِ لَيلَةَ البَدرِ</w:t>
      </w:r>
      <w:r>
        <w:t>.</w:t>
      </w:r>
    </w:p>
    <w:p w:rsidR="001C73B9" w:rsidRDefault="001C73B9" w:rsidP="001C73B9">
      <w:pPr>
        <w:pStyle w:val="libAr"/>
      </w:pPr>
      <w:r>
        <w:rPr>
          <w:rFonts w:hint="eastAsia"/>
          <w:rtl/>
        </w:rPr>
        <w:t>الكافي</w:t>
      </w:r>
      <w:r>
        <w:rPr>
          <w:rtl/>
        </w:rPr>
        <w:t>/5/78</w:t>
      </w:r>
    </w:p>
    <w:p w:rsidR="001C73B9" w:rsidRDefault="001C73B9" w:rsidP="001C73B9">
      <w:pPr>
        <w:pStyle w:val="libNormal"/>
      </w:pPr>
      <w:r>
        <w:t xml:space="preserve">Imam Baqir, the fifth Imam [a.s.] said: </w:t>
      </w:r>
      <w:r w:rsidR="00E978C2" w:rsidRPr="00E978C2">
        <w:rPr>
          <w:rStyle w:val="libItalicChar"/>
        </w:rPr>
        <w:t>“</w:t>
      </w:r>
      <w:r w:rsidRPr="00E978C2">
        <w:rPr>
          <w:rStyle w:val="libItalicChar"/>
        </w:rPr>
        <w:t xml:space="preserve">He who seeks for sustenance in this world in order to be independent of people for his needs, to provide for his famlly members, and to stretch affection unto his neighbours, will meet </w:t>
      </w:r>
      <w:r w:rsidRPr="00E978C2">
        <w:rPr>
          <w:rStyle w:val="libItalicChar"/>
        </w:rPr>
        <w:lastRenderedPageBreak/>
        <w:t>Allah, Almighty and Glorious, on the Day of Judgement while his face will be as bright as the full moon.</w:t>
      </w:r>
      <w:r w:rsidR="00E978C2" w:rsidRPr="00E978C2">
        <w:rPr>
          <w:rStyle w:val="libItalicChar"/>
        </w:rPr>
        <w:t>”</w:t>
      </w:r>
    </w:p>
    <w:p w:rsidR="001C73B9" w:rsidRDefault="001C73B9" w:rsidP="001C73B9">
      <w:pPr>
        <w:pStyle w:val="libNormal"/>
      </w:pPr>
      <w:r>
        <w:t>Al</w:t>
      </w:r>
      <w:r w:rsidR="00D92C09">
        <w:t>-</w:t>
      </w:r>
      <w:r>
        <w:t>Kafi, vol. 5, p. 78</w:t>
      </w:r>
    </w:p>
    <w:p w:rsidR="001C73B9" w:rsidRDefault="001C73B9" w:rsidP="001C73B9">
      <w:pPr>
        <w:pStyle w:val="libNormal"/>
      </w:pPr>
      <w:r>
        <w:br w:type="page"/>
      </w:r>
    </w:p>
    <w:p w:rsidR="001C73B9" w:rsidRDefault="001C73B9" w:rsidP="001C73B9">
      <w:pPr>
        <w:pStyle w:val="Heading1Center"/>
      </w:pPr>
      <w:bookmarkStart w:id="64" w:name="_Toc444518263"/>
      <w:r>
        <w:lastRenderedPageBreak/>
        <w:t>FRAUD IN BARGAIN</w:t>
      </w:r>
      <w:bookmarkEnd w:id="64"/>
    </w:p>
    <w:p w:rsidR="001C73B9" w:rsidRDefault="001C73B9" w:rsidP="001C73B9">
      <w:pPr>
        <w:pStyle w:val="libAr"/>
      </w:pPr>
      <w:r>
        <w:rPr>
          <w:rtl/>
        </w:rPr>
        <w:t>344</w:t>
      </w:r>
      <w:r w:rsidR="00D92C09">
        <w:rPr>
          <w:rtl/>
        </w:rPr>
        <w:t>-</w:t>
      </w:r>
      <w:r>
        <w:t xml:space="preserve"> </w:t>
      </w:r>
      <w:r>
        <w:rPr>
          <w:rtl/>
        </w:rPr>
        <w:t xml:space="preserve">قالَ </w:t>
      </w:r>
      <w:r w:rsidR="005F6D68">
        <w:rPr>
          <w:rtl/>
        </w:rPr>
        <w:t>النَّبِيّ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باتَ وَ  فِي  قَلبِهِ غِشٌّ لاَِخِيـهِ المُسلِمِ باتَ  فِي  سَخَطِ اللهِ وَ اَصْبَحَ كَذلِكَ حَتّى يَتُوبَ</w:t>
      </w:r>
      <w:r>
        <w:t>.</w:t>
      </w:r>
    </w:p>
    <w:p w:rsidR="001C73B9" w:rsidRDefault="001C73B9" w:rsidP="001C73B9">
      <w:pPr>
        <w:pStyle w:val="libAr"/>
      </w:pPr>
      <w:r>
        <w:rPr>
          <w:rFonts w:hint="eastAsia"/>
          <w:rtl/>
        </w:rPr>
        <w:t>سفينة</w:t>
      </w:r>
      <w:r>
        <w:rPr>
          <w:rtl/>
        </w:rPr>
        <w:t xml:space="preserve"> البحار/2/318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sleeps bearing deceit against his Muslim brother in his heart, has slept in the wrath of Allah and remains in that case until he repents.</w:t>
      </w:r>
      <w:r w:rsidR="00E978C2" w:rsidRPr="00E978C2">
        <w:rPr>
          <w:rStyle w:val="libItalicChar"/>
        </w:rPr>
        <w:t>”</w:t>
      </w:r>
    </w:p>
    <w:p w:rsidR="001C73B9" w:rsidRDefault="001C73B9" w:rsidP="001C73B9">
      <w:pPr>
        <w:pStyle w:val="libNormal"/>
      </w:pPr>
      <w:r>
        <w:t>Safinat</w:t>
      </w:r>
      <w:r w:rsidR="00D92C09">
        <w:t>-</w:t>
      </w:r>
      <w:r>
        <w:t>ul</w:t>
      </w:r>
      <w:r w:rsidR="00D92C09">
        <w:t>-</w:t>
      </w:r>
      <w:r>
        <w:t>Bihar, vol. 2, p. 318</w:t>
      </w:r>
    </w:p>
    <w:p w:rsidR="001C73B9" w:rsidRDefault="001C73B9" w:rsidP="001C73B9">
      <w:pPr>
        <w:pStyle w:val="libNormal"/>
      </w:pPr>
      <w:r>
        <w:t xml:space="preserve"> </w:t>
      </w:r>
    </w:p>
    <w:p w:rsidR="001C73B9" w:rsidRDefault="001C73B9" w:rsidP="001C73B9">
      <w:pPr>
        <w:pStyle w:val="libAr"/>
      </w:pPr>
      <w:r>
        <w:rPr>
          <w:rtl/>
        </w:rPr>
        <w:t>345</w:t>
      </w:r>
      <w:r w:rsidR="00D92C09">
        <w:rPr>
          <w:rtl/>
        </w:rPr>
        <w:t>-</w:t>
      </w:r>
      <w:r>
        <w:t xml:space="preserve"> </w:t>
      </w:r>
      <w:r>
        <w:rPr>
          <w:rtl/>
        </w:rPr>
        <w:t xml:space="preserve">قالَ </w:t>
      </w:r>
      <w:r w:rsidR="005F6D68">
        <w:rPr>
          <w:rtl/>
        </w:rPr>
        <w:t>النَّبِيّ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وَ</w:t>
      </w:r>
      <w:r>
        <w:rPr>
          <w:rtl/>
        </w:rPr>
        <w:t xml:space="preserve"> مَن غَشَّ اَخاهُ المُسلِـمَ نَـزَعَ اللّهُ بَرَكَةَ رِزقِـهِ وَ اَفسَدَ</w:t>
      </w:r>
      <w:r w:rsidR="00525C12">
        <w:rPr>
          <w:rtl/>
        </w:rPr>
        <w:t xml:space="preserve"> عليه</w:t>
      </w:r>
      <w:r>
        <w:rPr>
          <w:rtl/>
        </w:rPr>
        <w:t xml:space="preserve"> مَعيشَتَهُ وَ وَكَلَهُ إِلى نَفسِهِ</w:t>
      </w:r>
      <w:r>
        <w:t>.</w:t>
      </w:r>
    </w:p>
    <w:p w:rsidR="001C73B9" w:rsidRDefault="001C73B9" w:rsidP="001C73B9">
      <w:pPr>
        <w:pStyle w:val="libAr"/>
      </w:pPr>
      <w:r>
        <w:rPr>
          <w:rFonts w:hint="eastAsia"/>
          <w:rtl/>
        </w:rPr>
        <w:t>وسائل</w:t>
      </w:r>
      <w:r>
        <w:rPr>
          <w:rtl/>
        </w:rPr>
        <w:t xml:space="preserve"> الشيعة/17/283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 xml:space="preserve"> ...And he who deceives his Muslim brother, Allah takes away the abundancy of his sustenance and spoils his livelihood and leaves him to his ownself.</w:t>
      </w:r>
      <w:r w:rsidR="00E978C2" w:rsidRPr="00E978C2">
        <w:rPr>
          <w:rStyle w:val="libItalicChar"/>
        </w:rPr>
        <w:t>”</w:t>
      </w:r>
    </w:p>
    <w:p w:rsidR="001C73B9" w:rsidRDefault="001C73B9" w:rsidP="001C73B9">
      <w:pPr>
        <w:pStyle w:val="libNormal"/>
      </w:pPr>
      <w:r>
        <w:t>Wasa'il</w:t>
      </w:r>
      <w:r w:rsidR="00D92C09">
        <w:t>-</w:t>
      </w:r>
      <w:r>
        <w:t xml:space="preserve">ush Shi'ah, vol. 17, p. 283 </w:t>
      </w:r>
    </w:p>
    <w:p w:rsidR="001C73B9" w:rsidRDefault="001C73B9" w:rsidP="001C73B9">
      <w:pPr>
        <w:pStyle w:val="libAr"/>
      </w:pPr>
      <w:r>
        <w:rPr>
          <w:rtl/>
        </w:rPr>
        <w:t>346</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نَهَى</w:t>
      </w:r>
      <w:r>
        <w:rPr>
          <w:rtl/>
        </w:rPr>
        <w:t xml:space="preserve"> </w:t>
      </w:r>
      <w:r w:rsidR="005F6D68">
        <w:rPr>
          <w:rtl/>
        </w:rPr>
        <w:t>النَّبِيّ صلی</w:t>
      </w:r>
      <w:r>
        <w:rPr>
          <w:rtl/>
        </w:rPr>
        <w:t xml:space="preserve"> الله</w:t>
      </w:r>
      <w:r w:rsidR="00525C12">
        <w:rPr>
          <w:rtl/>
        </w:rPr>
        <w:t xml:space="preserve"> عليه</w:t>
      </w:r>
      <w:r>
        <w:rPr>
          <w:rtl/>
        </w:rPr>
        <w:t xml:space="preserve"> و آله و سلم أَنْْ يُشابَ اللَّبَنُ بالماءِ لِلْبَيْعِ</w:t>
      </w:r>
      <w:r>
        <w:t>.</w:t>
      </w:r>
    </w:p>
    <w:p w:rsidR="001C73B9" w:rsidRDefault="001C73B9" w:rsidP="001C73B9">
      <w:pPr>
        <w:pStyle w:val="libAr"/>
      </w:pPr>
      <w:r>
        <w:rPr>
          <w:rFonts w:hint="eastAsia"/>
          <w:rtl/>
        </w:rPr>
        <w:t>التهذيب</w:t>
      </w:r>
      <w:r>
        <w:rPr>
          <w:rtl/>
        </w:rPr>
        <w:t>/7/13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 Holy Prophet [p.b.u.h.] prohibited that milk be mixed with water for sale.</w:t>
      </w:r>
      <w:r w:rsidR="00E978C2" w:rsidRPr="00E978C2">
        <w:rPr>
          <w:rStyle w:val="libItalicChar"/>
        </w:rPr>
        <w:t>”</w:t>
      </w:r>
    </w:p>
    <w:p w:rsidR="001C73B9" w:rsidRDefault="001C73B9" w:rsidP="001C73B9">
      <w:pPr>
        <w:pStyle w:val="libNormal"/>
      </w:pPr>
      <w:r>
        <w:t>At</w:t>
      </w:r>
      <w:r w:rsidR="00D92C09">
        <w:t>-</w:t>
      </w:r>
      <w:r>
        <w:t xml:space="preserve">Tahthib, vol. 7, p. 13 </w:t>
      </w:r>
    </w:p>
    <w:p w:rsidR="001C73B9" w:rsidRDefault="001C73B9" w:rsidP="001C73B9">
      <w:pPr>
        <w:pStyle w:val="libAr"/>
      </w:pPr>
      <w:r>
        <w:rPr>
          <w:rtl/>
        </w:rPr>
        <w:t>347</w:t>
      </w:r>
      <w:r w:rsidR="00D92C09">
        <w:rPr>
          <w:rtl/>
        </w:rPr>
        <w:t>-</w:t>
      </w:r>
      <w:r>
        <w:t xml:space="preserve"> </w:t>
      </w:r>
      <w:r>
        <w:rPr>
          <w:rtl/>
        </w:rPr>
        <w:t>قالَ الإمامُ الصّادِقُصل</w:t>
      </w:r>
      <w:r>
        <w:rPr>
          <w:rFonts w:hint="cs"/>
          <w:rtl/>
        </w:rPr>
        <w:t>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لَيْسَ</w:t>
      </w:r>
      <w:r>
        <w:rPr>
          <w:rtl/>
        </w:rPr>
        <w:t xml:space="preserve"> مِنّا مَنْ غَشَّنا</w:t>
      </w:r>
      <w:r>
        <w:t>.</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Those who play imposture with us (Muslims in general) is not from us.</w:t>
      </w:r>
      <w:r w:rsidR="00E978C2" w:rsidRPr="00E978C2">
        <w:rPr>
          <w:rStyle w:val="libItalicChar"/>
        </w:rPr>
        <w:t>”</w:t>
      </w:r>
    </w:p>
    <w:p w:rsidR="001C73B9" w:rsidRDefault="001C73B9" w:rsidP="001C73B9">
      <w:pPr>
        <w:pStyle w:val="libAr"/>
      </w:pPr>
      <w:r>
        <w:rPr>
          <w:rtl/>
        </w:rPr>
        <w:t>348</w:t>
      </w:r>
      <w:r w:rsidR="00D92C09">
        <w:rPr>
          <w:rtl/>
        </w:rPr>
        <w:t>-</w:t>
      </w:r>
      <w:r>
        <w:t xml:space="preserve"> </w:t>
      </w:r>
      <w:r>
        <w:rPr>
          <w:rtl/>
        </w:rPr>
        <w:t xml:space="preserve">قالَ </w:t>
      </w:r>
      <w:r w:rsidR="005F6D68">
        <w:rPr>
          <w:rtl/>
        </w:rPr>
        <w:t>النَّبِيّ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غَشَّ مُسلِمًا في شِراءٍ أَوْ بَيْعٍ فَلَيْسَ مِنّا وَ يُحْشَرُ يَوْمَ القيامَةِ مَعَ اليَهُودِ لِأَنَّهُمْ أَغَشُّ الخَلْقِ لِلمُسلِمينَ</w:t>
      </w:r>
      <w:r>
        <w:t>.</w:t>
      </w:r>
    </w:p>
    <w:p w:rsidR="001C73B9" w:rsidRDefault="001C73B9" w:rsidP="001C73B9">
      <w:pPr>
        <w:pStyle w:val="libAr"/>
      </w:pPr>
      <w:r>
        <w:rPr>
          <w:rFonts w:hint="eastAsia"/>
          <w:rtl/>
        </w:rPr>
        <w:t>بحار</w:t>
      </w:r>
      <w:r>
        <w:rPr>
          <w:rtl/>
        </w:rPr>
        <w:t xml:space="preserve"> الأنوار/103/80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person who deceives a Muslim believer in buying or selling (things), is not of us, and, on the Resurrection Day, will be raised among the Jews, because they have been the most deceitful against Muslims.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103, p. 80 </w:t>
      </w:r>
    </w:p>
    <w:p w:rsidR="001C73B9" w:rsidRDefault="001C73B9" w:rsidP="001C73B9">
      <w:pPr>
        <w:pStyle w:val="libNormal"/>
      </w:pPr>
      <w:r>
        <w:lastRenderedPageBreak/>
        <w:br w:type="page"/>
      </w:r>
    </w:p>
    <w:p w:rsidR="001C73B9" w:rsidRDefault="001C73B9" w:rsidP="001C73B9">
      <w:pPr>
        <w:pStyle w:val="Heading1Center"/>
      </w:pPr>
      <w:bookmarkStart w:id="65" w:name="_Toc444518264"/>
      <w:r>
        <w:lastRenderedPageBreak/>
        <w:t>LUSTS</w:t>
      </w:r>
      <w:bookmarkEnd w:id="65"/>
    </w:p>
    <w:p w:rsidR="001C73B9" w:rsidRDefault="001C73B9" w:rsidP="001C73B9">
      <w:pPr>
        <w:pStyle w:val="libAr"/>
      </w:pPr>
      <w:r>
        <w:rPr>
          <w:rtl/>
        </w:rPr>
        <w:t>349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ثَلاثٌ</w:t>
      </w:r>
      <w:r>
        <w:rPr>
          <w:rtl/>
        </w:rPr>
        <w:t xml:space="preserve"> اَخافُهُنَّ عَلى اُمَّتي مِن بَعدي: اَلضَّلالَةُ بَعْدَ المَعرِفَةِ وَ مَضَلاّتُ الفِتَنِ وَ شَهْوَةُ البَطْنِ وَ الفَرْجِ</w:t>
      </w:r>
      <w:r>
        <w:t>.</w:t>
      </w:r>
    </w:p>
    <w:p w:rsidR="001C73B9" w:rsidRDefault="001C73B9" w:rsidP="001C73B9">
      <w:pPr>
        <w:pStyle w:val="libAr"/>
      </w:pPr>
      <w:r>
        <w:rPr>
          <w:rFonts w:hint="eastAsia"/>
          <w:rtl/>
        </w:rPr>
        <w:t>الكافي</w:t>
      </w:r>
      <w:r>
        <w:rPr>
          <w:rtl/>
        </w:rPr>
        <w:t>/2/79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After myself, I fear of three things for my Ummah: misguidance after knowledge, misleading temptations, and the lust of the stomach and the privy parts.</w:t>
      </w:r>
      <w:r w:rsidR="00E978C2" w:rsidRPr="00E978C2">
        <w:rPr>
          <w:rStyle w:val="libItalicChar"/>
        </w:rPr>
        <w:t>”</w:t>
      </w:r>
    </w:p>
    <w:p w:rsidR="001C73B9" w:rsidRDefault="001C73B9" w:rsidP="001C73B9">
      <w:pPr>
        <w:pStyle w:val="libNormal"/>
      </w:pPr>
      <w:r>
        <w:t>Al</w:t>
      </w:r>
      <w:r w:rsidR="00D92C09">
        <w:t>-</w:t>
      </w:r>
      <w:r>
        <w:t xml:space="preserve">Kafi, vol. 2, p. 79 </w:t>
      </w:r>
    </w:p>
    <w:p w:rsidR="001C73B9" w:rsidRDefault="001C73B9" w:rsidP="001C73B9">
      <w:pPr>
        <w:pStyle w:val="libAr"/>
      </w:pPr>
      <w:r>
        <w:rPr>
          <w:rtl/>
        </w:rPr>
        <w:t>350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ما</w:t>
      </w:r>
      <w:r>
        <w:rPr>
          <w:rtl/>
        </w:rPr>
        <w:t xml:space="preserve"> مِنْ عِبادَةٍ اَفْضَلُ عِندَ اللهِ مِن عِفَّةِ بَطْنٍ وَ فَرْجٍ</w:t>
      </w:r>
      <w:r>
        <w:t>.</w:t>
      </w:r>
    </w:p>
    <w:p w:rsidR="001C73B9" w:rsidRDefault="001C73B9" w:rsidP="001C73B9">
      <w:pPr>
        <w:pStyle w:val="libAr"/>
      </w:pPr>
      <w:r>
        <w:rPr>
          <w:rFonts w:hint="eastAsia"/>
          <w:rtl/>
        </w:rPr>
        <w:t>الكافي</w:t>
      </w:r>
      <w:r>
        <w:rPr>
          <w:rtl/>
        </w:rPr>
        <w:t>/2/80</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No worship with Allah is worthier than the purity of one's stomach and privity part (from lust).</w:t>
      </w:r>
      <w:r w:rsidR="00E978C2" w:rsidRPr="00E978C2">
        <w:rPr>
          <w:rStyle w:val="libItalicChar"/>
        </w:rPr>
        <w:t>”</w:t>
      </w:r>
    </w:p>
    <w:p w:rsidR="001C73B9" w:rsidRDefault="001C73B9" w:rsidP="001C73B9">
      <w:pPr>
        <w:pStyle w:val="libNormal"/>
      </w:pPr>
      <w:r>
        <w:t>Al</w:t>
      </w:r>
      <w:r w:rsidR="00D92C09">
        <w:t>-</w:t>
      </w:r>
      <w:r>
        <w:t xml:space="preserve">Kafi, vol. 2, p. 80 </w:t>
      </w:r>
    </w:p>
    <w:p w:rsidR="001C73B9" w:rsidRDefault="001C73B9" w:rsidP="001C73B9">
      <w:pPr>
        <w:pStyle w:val="libAr"/>
      </w:pPr>
      <w:r>
        <w:rPr>
          <w:rtl/>
        </w:rPr>
        <w:t>351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عَرَضَتْ لَهُ فاحِشَةٌ اَو شَهـوَةٌ فَاجْتَنَبَها مِنْ مَخافَةِ اللهِ عَزَّ وَ جَلَّ حَرَّمَ اللّهُ</w:t>
      </w:r>
      <w:r w:rsidR="00525C12">
        <w:rPr>
          <w:rtl/>
        </w:rPr>
        <w:t xml:space="preserve"> عليه</w:t>
      </w:r>
      <w:r>
        <w:rPr>
          <w:rtl/>
        </w:rPr>
        <w:t xml:space="preserve"> النّارَ وَ آمَنَهُ مِنَ الفَزَعِ الأكبَرِ</w:t>
      </w:r>
      <w:r>
        <w:t>... .</w:t>
      </w:r>
    </w:p>
    <w:p w:rsidR="001C73B9" w:rsidRDefault="001C73B9" w:rsidP="001C73B9">
      <w:pPr>
        <w:pStyle w:val="libAr"/>
      </w:pPr>
      <w:r>
        <w:rPr>
          <w:rFonts w:hint="eastAsia"/>
          <w:rtl/>
        </w:rPr>
        <w:t>مكارم</w:t>
      </w:r>
      <w:r>
        <w:rPr>
          <w:rtl/>
        </w:rPr>
        <w:t xml:space="preserve"> الاخلاق/429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person for whom lust and vice is readily available but he avoids them for the fear of Allah, Almighty and Glorious, He will bar the Fire for him and ensure him against the Great Fear....</w:t>
      </w:r>
      <w:r w:rsidR="00E978C2" w:rsidRPr="00E978C2">
        <w:rPr>
          <w:rStyle w:val="libItalicChar"/>
        </w:rPr>
        <w:t>”</w:t>
      </w:r>
    </w:p>
    <w:p w:rsidR="001C73B9" w:rsidRDefault="001C73B9" w:rsidP="001C73B9">
      <w:pPr>
        <w:pStyle w:val="libNormal"/>
      </w:pPr>
      <w:r>
        <w:t>Makarim</w:t>
      </w:r>
      <w:r w:rsidR="00D92C09">
        <w:t>-</w:t>
      </w:r>
      <w:r>
        <w:t>ul</w:t>
      </w:r>
      <w:r w:rsidR="00D92C09">
        <w:t>-</w:t>
      </w:r>
      <w:r>
        <w:t xml:space="preserve">Akhlaq </w:t>
      </w:r>
    </w:p>
    <w:p w:rsidR="001C73B9" w:rsidRDefault="001C73B9" w:rsidP="001C73B9">
      <w:pPr>
        <w:pStyle w:val="libAr"/>
      </w:pPr>
      <w:r>
        <w:rPr>
          <w:rtl/>
        </w:rPr>
        <w:t>352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وُقِيَ شَرَّ قَبْقَبِهِ وَ ذَبْذَبِهِ وَ لَقْلَقِهِ فَقَدْ وُقِيَ</w:t>
      </w:r>
      <w:r>
        <w:t>.</w:t>
      </w:r>
    </w:p>
    <w:p w:rsidR="001C73B9" w:rsidRDefault="001C73B9" w:rsidP="001C73B9">
      <w:pPr>
        <w:pStyle w:val="libAr"/>
      </w:pPr>
      <w:r>
        <w:rPr>
          <w:rFonts w:hint="eastAsia"/>
          <w:rtl/>
        </w:rPr>
        <w:t>المحجةالبيضاء</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is guarded against the vices of his stomach, tongue, and privy parts, is surely safeguarded from all sins.</w:t>
      </w:r>
      <w:r w:rsidR="00E978C2" w:rsidRPr="00E978C2">
        <w:rPr>
          <w:rStyle w:val="libItalicChar"/>
        </w:rPr>
        <w:t>”</w:t>
      </w:r>
    </w:p>
    <w:p w:rsidR="001C73B9" w:rsidRDefault="001C73B9" w:rsidP="001C73B9">
      <w:pPr>
        <w:pStyle w:val="libNormal"/>
      </w:pPr>
      <w:r>
        <w:t>Al</w:t>
      </w:r>
      <w:r w:rsidR="00D92C09">
        <w:t>-</w:t>
      </w:r>
      <w:r>
        <w:t>Muhajjat</w:t>
      </w:r>
      <w:r w:rsidR="00D92C09">
        <w:t>-</w:t>
      </w:r>
      <w:r>
        <w:t>ul Bayda</w:t>
      </w:r>
    </w:p>
    <w:p w:rsidR="001C73B9" w:rsidRDefault="001C73B9" w:rsidP="001C73B9">
      <w:pPr>
        <w:pStyle w:val="libNormal"/>
      </w:pPr>
      <w:r>
        <w:t xml:space="preserve"> </w:t>
      </w:r>
    </w:p>
    <w:p w:rsidR="001C73B9" w:rsidRDefault="001C73B9" w:rsidP="001C73B9">
      <w:pPr>
        <w:pStyle w:val="libAr"/>
      </w:pPr>
      <w:r>
        <w:rPr>
          <w:rtl/>
        </w:rPr>
        <w:t>353</w:t>
      </w:r>
      <w:r w:rsidR="00D92C09">
        <w:rPr>
          <w:rtl/>
        </w:rPr>
        <w:t>-</w:t>
      </w:r>
      <w:r>
        <w:t xml:space="preserve"> </w:t>
      </w:r>
      <w:r>
        <w:rPr>
          <w:rtl/>
        </w:rPr>
        <w:t>قالَ الإمامُ اَميرُالمُؤمِنينَ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اُذكُرُوا</w:t>
      </w:r>
      <w:r>
        <w:rPr>
          <w:rtl/>
        </w:rPr>
        <w:t xml:space="preserve"> انقِطاعَ الْلَّذّاتِ وَ بَقاءَ التَّبِعاتِ</w:t>
      </w:r>
      <w:r>
        <w:t xml:space="preserve">. </w:t>
      </w:r>
    </w:p>
    <w:p w:rsidR="001C73B9" w:rsidRDefault="001C73B9" w:rsidP="001C73B9">
      <w:pPr>
        <w:pStyle w:val="libAr"/>
      </w:pPr>
      <w:r>
        <w:rPr>
          <w:rFonts w:hint="eastAsia"/>
          <w:rtl/>
        </w:rPr>
        <w:t>نهج</w:t>
      </w:r>
      <w:r>
        <w:rPr>
          <w:rtl/>
        </w:rPr>
        <w:t xml:space="preserve"> البلاغة/553</w:t>
      </w:r>
    </w:p>
    <w:p w:rsidR="001C73B9" w:rsidRDefault="001C73B9" w:rsidP="001C73B9">
      <w:pPr>
        <w:pStyle w:val="libNormal"/>
      </w:pPr>
      <w:r>
        <w:lastRenderedPageBreak/>
        <w:t xml:space="preserve">Imam Amir ul Mu'mineen Ali [a.s.] said: </w:t>
      </w:r>
      <w:r w:rsidR="00E978C2">
        <w:t>“</w:t>
      </w:r>
      <w:r>
        <w:t xml:space="preserve">Remember, (when committing sin), that pleasures are fleeting while the consequences remain. </w:t>
      </w:r>
    </w:p>
    <w:p w:rsidR="001C73B9" w:rsidRDefault="001C73B9" w:rsidP="001C73B9">
      <w:pPr>
        <w:pStyle w:val="libNormal"/>
      </w:pPr>
      <w:r>
        <w:t xml:space="preserve">Nahjul Balagha, p. 553 </w:t>
      </w:r>
    </w:p>
    <w:p w:rsidR="001C73B9" w:rsidRDefault="001C73B9" w:rsidP="001C73B9">
      <w:pPr>
        <w:pStyle w:val="libAr"/>
      </w:pPr>
      <w:r>
        <w:rPr>
          <w:rtl/>
        </w:rPr>
        <w:t>354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قَبَّلَ غُلاماً مِنْ شَهْوَةٍ اَلجَمَهُ اللّهُ عَزَّ وَ جَلَّ بِلِجامٍ مِن نارٍ</w:t>
      </w:r>
      <w:r>
        <w:t>.</w:t>
      </w:r>
    </w:p>
    <w:p w:rsidR="001C73B9" w:rsidRDefault="001C73B9" w:rsidP="001C73B9">
      <w:pPr>
        <w:pStyle w:val="libAr"/>
      </w:pPr>
      <w:r>
        <w:rPr>
          <w:rFonts w:hint="eastAsia"/>
          <w:rtl/>
        </w:rPr>
        <w:t>الكافي</w:t>
      </w:r>
      <w:r>
        <w:rPr>
          <w:rtl/>
        </w:rPr>
        <w:t>/5/548</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kisses a lad lustily, Allah, Almighty and Glorious, will bridle him with a reign of Fire.</w:t>
      </w:r>
      <w:r w:rsidR="00E978C2" w:rsidRPr="00E978C2">
        <w:rPr>
          <w:rStyle w:val="libItalicChar"/>
        </w:rPr>
        <w:t>”</w:t>
      </w:r>
    </w:p>
    <w:p w:rsidR="001C73B9" w:rsidRDefault="001C73B9" w:rsidP="001C73B9">
      <w:pPr>
        <w:pStyle w:val="libNormal"/>
      </w:pPr>
      <w:r>
        <w:t>Al</w:t>
      </w:r>
      <w:r w:rsidR="00D92C09">
        <w:t>-</w:t>
      </w:r>
      <w:r>
        <w:t xml:space="preserve">Kafi, vol. 5, p. 548 </w:t>
      </w:r>
    </w:p>
    <w:p w:rsidR="001C73B9" w:rsidRDefault="001C73B9" w:rsidP="001C73B9">
      <w:pPr>
        <w:pStyle w:val="libAr"/>
      </w:pPr>
      <w:r>
        <w:rPr>
          <w:rtl/>
        </w:rPr>
        <w:t>355</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أيُّ</w:t>
      </w:r>
      <w:r>
        <w:rPr>
          <w:rtl/>
        </w:rPr>
        <w:t xml:space="preserve"> الاِجتهادِ اَفْضَلُ مِنْ عِفَّةِ بَطْنٍ وَ فَرْجٍ</w:t>
      </w:r>
      <w:r>
        <w:t>.</w:t>
      </w:r>
    </w:p>
    <w:p w:rsidR="001C73B9" w:rsidRDefault="001C73B9" w:rsidP="001C73B9">
      <w:pPr>
        <w:pStyle w:val="libAr"/>
      </w:pPr>
      <w:r>
        <w:rPr>
          <w:rFonts w:hint="eastAsia"/>
          <w:rtl/>
        </w:rPr>
        <w:t>الكافي</w:t>
      </w:r>
      <w:r>
        <w:rPr>
          <w:rtl/>
        </w:rPr>
        <w:t>/2/79</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What a struggle is better than for the piety of stomach and privity parts.</w:t>
      </w:r>
      <w:r w:rsidR="00E978C2" w:rsidRPr="00E978C2">
        <w:rPr>
          <w:rStyle w:val="libItalicChar"/>
        </w:rPr>
        <w:t>”</w:t>
      </w:r>
    </w:p>
    <w:p w:rsidR="001C73B9" w:rsidRDefault="001C73B9" w:rsidP="001C73B9">
      <w:pPr>
        <w:pStyle w:val="libNormal"/>
      </w:pPr>
      <w:r>
        <w:t>AI</w:t>
      </w:r>
      <w:r w:rsidR="00D92C09">
        <w:t>-</w:t>
      </w:r>
      <w:r>
        <w:t xml:space="preserve">Kafi, vol. 2, p. 79 </w:t>
      </w:r>
    </w:p>
    <w:p w:rsidR="001C73B9" w:rsidRDefault="001C73B9" w:rsidP="001C73B9">
      <w:pPr>
        <w:pStyle w:val="libNormal"/>
      </w:pPr>
      <w:r>
        <w:br w:type="page"/>
      </w:r>
    </w:p>
    <w:p w:rsidR="001C73B9" w:rsidRDefault="001C73B9" w:rsidP="001C73B9">
      <w:pPr>
        <w:pStyle w:val="Heading1Center"/>
      </w:pPr>
      <w:bookmarkStart w:id="66" w:name="_Toc444518265"/>
      <w:r>
        <w:lastRenderedPageBreak/>
        <w:t>WORLDLY POSSESSIONS AND GREEDILY COMPILING WEALTH</w:t>
      </w:r>
      <w:bookmarkEnd w:id="66"/>
    </w:p>
    <w:p w:rsidR="001C73B9" w:rsidRDefault="001C73B9" w:rsidP="001C73B9">
      <w:pPr>
        <w:pStyle w:val="libAr"/>
      </w:pPr>
      <w:r>
        <w:rPr>
          <w:rtl/>
        </w:rPr>
        <w:t>356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اسْتَوى يَوماهُ فَهُوَ مَغبُونٌ</w:t>
      </w:r>
      <w:r>
        <w:t>.</w:t>
      </w:r>
    </w:p>
    <w:p w:rsidR="001C73B9" w:rsidRDefault="001C73B9" w:rsidP="001C73B9">
      <w:pPr>
        <w:pStyle w:val="libAr"/>
      </w:pPr>
      <w:r>
        <w:rPr>
          <w:rFonts w:hint="eastAsia"/>
          <w:rtl/>
        </w:rPr>
        <w:t>بحار</w:t>
      </w:r>
      <w:r>
        <w:rPr>
          <w:rtl/>
        </w:rPr>
        <w:t xml:space="preserve"> الأنوار/71/173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whose two days (of life) are the same (making no spiritual progress) is at loss.</w:t>
      </w:r>
      <w:r w:rsidR="00E978C2" w:rsidRPr="00E978C2">
        <w:rPr>
          <w:rStyle w:val="libItalicChar"/>
        </w:rPr>
        <w:t>”</w:t>
      </w:r>
    </w:p>
    <w:p w:rsidR="001C73B9" w:rsidRDefault="001C73B9" w:rsidP="001C73B9">
      <w:pPr>
        <w:pStyle w:val="libNormal"/>
      </w:pPr>
      <w:r>
        <w:t>Bihar</w:t>
      </w:r>
      <w:r w:rsidR="00D92C09">
        <w:t>-</w:t>
      </w:r>
      <w:r>
        <w:t>ul</w:t>
      </w:r>
      <w:r w:rsidR="00D92C09">
        <w:t>-</w:t>
      </w:r>
      <w:r>
        <w:t>Anwar, vol. 71, p. 173</w:t>
      </w:r>
    </w:p>
    <w:p w:rsidR="001C73B9" w:rsidRDefault="001C73B9" w:rsidP="001C73B9">
      <w:pPr>
        <w:pStyle w:val="libNormal"/>
      </w:pPr>
      <w:r>
        <w:t xml:space="preserve"> </w:t>
      </w:r>
    </w:p>
    <w:p w:rsidR="001C73B9" w:rsidRDefault="001C73B9" w:rsidP="001C73B9">
      <w:pPr>
        <w:pStyle w:val="libAr"/>
      </w:pPr>
      <w:r>
        <w:rPr>
          <w:rtl/>
        </w:rPr>
        <w:t>357</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مَثَلُ</w:t>
      </w:r>
      <w:r>
        <w:rPr>
          <w:rtl/>
        </w:rPr>
        <w:t xml:space="preserve"> الدّنيا مَثَلُ ماءِ البَحْرِ كُلَّما شَرِبَ مِنهُ العَطْشانُ اِزْدادَ عَطَشًا حَتّى يَقْتُلَهُ</w:t>
      </w:r>
      <w:r>
        <w:t>.</w:t>
      </w:r>
    </w:p>
    <w:p w:rsidR="001C73B9" w:rsidRDefault="001C73B9" w:rsidP="001C73B9">
      <w:pPr>
        <w:pStyle w:val="libAr"/>
      </w:pPr>
      <w:r>
        <w:rPr>
          <w:rFonts w:hint="eastAsia"/>
          <w:rtl/>
        </w:rPr>
        <w:t>بحار</w:t>
      </w:r>
      <w:r>
        <w:rPr>
          <w:rtl/>
        </w:rPr>
        <w:t xml:space="preserve"> الأنوار/78/311</w:t>
      </w:r>
    </w:p>
    <w:p w:rsidR="001C73B9" w:rsidRDefault="001C73B9" w:rsidP="001C73B9">
      <w:pPr>
        <w:pStyle w:val="libNormal"/>
      </w:pPr>
      <w:r>
        <w:t xml:space="preserve">The seventh Imam, Musa ibn Ja'far [a.s.], said: </w:t>
      </w:r>
      <w:r w:rsidR="00E978C2" w:rsidRPr="00E978C2">
        <w:rPr>
          <w:rStyle w:val="libItalicChar"/>
        </w:rPr>
        <w:t>“</w:t>
      </w:r>
      <w:r w:rsidRPr="00E978C2">
        <w:rPr>
          <w:rStyle w:val="libItalicChar"/>
        </w:rPr>
        <w:t>The likeness of this world is as the water of the sea. However much (water) a thirsty person drinks from it, his thirst increases so much so that the water kills him.</w:t>
      </w:r>
      <w:r w:rsidR="00E978C2" w:rsidRPr="00E978C2">
        <w:rPr>
          <w:rStyle w:val="libItalicChar"/>
        </w:rPr>
        <w:t>”</w:t>
      </w:r>
    </w:p>
    <w:p w:rsidR="001C73B9" w:rsidRDefault="001C73B9" w:rsidP="001C73B9">
      <w:pPr>
        <w:pStyle w:val="libNormal"/>
      </w:pPr>
      <w:r>
        <w:t>Bihar</w:t>
      </w:r>
      <w:r w:rsidR="00D92C09">
        <w:t>-</w:t>
      </w:r>
      <w:r>
        <w:t>uI</w:t>
      </w:r>
      <w:r w:rsidR="00D92C09">
        <w:t>-</w:t>
      </w:r>
      <w:r>
        <w:t>Anwar, vol. 78, p. 311</w:t>
      </w:r>
    </w:p>
    <w:p w:rsidR="001C73B9" w:rsidRDefault="001C73B9" w:rsidP="001C73B9">
      <w:pPr>
        <w:pStyle w:val="libNormal"/>
      </w:pPr>
      <w:r>
        <w:t xml:space="preserve"> </w:t>
      </w:r>
    </w:p>
    <w:p w:rsidR="001C73B9" w:rsidRDefault="001C73B9" w:rsidP="001C73B9">
      <w:pPr>
        <w:pStyle w:val="libAr"/>
      </w:pPr>
      <w:r>
        <w:rPr>
          <w:rtl/>
        </w:rPr>
        <w:t>358</w:t>
      </w:r>
      <w:r w:rsidR="00D92C09">
        <w:rPr>
          <w:rtl/>
        </w:rPr>
        <w:t>-</w:t>
      </w:r>
      <w:r>
        <w:t xml:space="preserve"> </w:t>
      </w:r>
      <w:r>
        <w:rPr>
          <w:rtl/>
        </w:rPr>
        <w:t>قالَ الإمامُ عليّ بنُ مُحَمَّدٍ الهادِى</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اَلنّاسُ</w:t>
      </w:r>
      <w:r>
        <w:rPr>
          <w:rtl/>
        </w:rPr>
        <w:t xml:space="preserve"> فِي الدّنيا بِالأموالِ وَ فِي الآخِرَةِ بِالأعمالِ</w:t>
      </w:r>
      <w:r>
        <w:t>.</w:t>
      </w:r>
    </w:p>
    <w:p w:rsidR="001C73B9" w:rsidRDefault="001C73B9" w:rsidP="001C73B9">
      <w:pPr>
        <w:pStyle w:val="libAr"/>
      </w:pPr>
      <w:r>
        <w:rPr>
          <w:rFonts w:hint="eastAsia"/>
          <w:rtl/>
        </w:rPr>
        <w:t>بحار</w:t>
      </w:r>
      <w:r>
        <w:rPr>
          <w:rtl/>
        </w:rPr>
        <w:t xml:space="preserve"> الأنوار/78/368</w:t>
      </w:r>
    </w:p>
    <w:p w:rsidR="001C73B9" w:rsidRDefault="001C73B9" w:rsidP="001C73B9">
      <w:pPr>
        <w:pStyle w:val="libNormal"/>
      </w:pPr>
      <w:r>
        <w:t xml:space="preserve">Imam Hadi, the tenth Imam [a.s.], said: </w:t>
      </w:r>
      <w:r w:rsidR="00E978C2" w:rsidRPr="00E978C2">
        <w:rPr>
          <w:rStyle w:val="libItalicChar"/>
        </w:rPr>
        <w:t>“</w:t>
      </w:r>
      <w:r w:rsidRPr="00E978C2">
        <w:rPr>
          <w:rStyle w:val="libItalicChar"/>
        </w:rPr>
        <w:t>People are respected in this world for possessing wealth and in the Hereafter for possessing righteous deeds.</w:t>
      </w:r>
      <w:r w:rsidR="00E978C2" w:rsidRPr="00E978C2">
        <w:rPr>
          <w:rStyle w:val="libItalicChar"/>
        </w:rPr>
        <w:t>”</w:t>
      </w:r>
    </w:p>
    <w:p w:rsidR="001C73B9" w:rsidRDefault="001C73B9" w:rsidP="001C73B9">
      <w:pPr>
        <w:pStyle w:val="libNormal"/>
      </w:pPr>
      <w:r>
        <w:t>Bihar</w:t>
      </w:r>
      <w:r w:rsidR="00D92C09">
        <w:t>-</w:t>
      </w:r>
      <w:r>
        <w:t>ul</w:t>
      </w:r>
      <w:r w:rsidR="00D92C09">
        <w:t>-</w:t>
      </w:r>
      <w:r>
        <w:t>Anwar, vol. 78, p. 368</w:t>
      </w:r>
    </w:p>
    <w:p w:rsidR="001C73B9" w:rsidRDefault="001C73B9" w:rsidP="001C73B9">
      <w:pPr>
        <w:pStyle w:val="libNormal"/>
      </w:pPr>
      <w:r>
        <w:t xml:space="preserve"> </w:t>
      </w:r>
    </w:p>
    <w:p w:rsidR="001C73B9" w:rsidRDefault="001C73B9" w:rsidP="001C73B9">
      <w:pPr>
        <w:pStyle w:val="libAr"/>
      </w:pPr>
      <w:r>
        <w:rPr>
          <w:rtl/>
        </w:rPr>
        <w:t>359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هَلاكُ</w:t>
      </w:r>
      <w:r>
        <w:rPr>
          <w:rtl/>
        </w:rPr>
        <w:t xml:space="preserve"> نِساءِ اُمَّتِي فِي الأمرَينِ الذَّهَبِ وَالثِّيابِ الرِّقاقِ وَ هَـلاكُ رِجالِ اُمَّتي  فِي  تَرْكِ العِلْمِ وَ جَمْعِ المـالِ</w:t>
      </w:r>
      <w:r>
        <w:t>.</w:t>
      </w:r>
    </w:p>
    <w:p w:rsidR="001C73B9" w:rsidRDefault="001C73B9" w:rsidP="001C73B9">
      <w:pPr>
        <w:pStyle w:val="libAr"/>
      </w:pPr>
      <w:r>
        <w:rPr>
          <w:rFonts w:hint="eastAsia"/>
          <w:rtl/>
        </w:rPr>
        <w:t>مجموعة</w:t>
      </w:r>
      <w:r>
        <w:rPr>
          <w:rtl/>
        </w:rPr>
        <w:t xml:space="preserve"> ورّام</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destruction of my female followers is in two things: gold and immodest clothes; and the destruction of my male followers lies in abandoning knowledge and compiling wealth.</w:t>
      </w:r>
      <w:r w:rsidR="00E978C2" w:rsidRPr="00E978C2">
        <w:rPr>
          <w:rStyle w:val="libItalicChar"/>
        </w:rPr>
        <w:t>”</w:t>
      </w:r>
    </w:p>
    <w:p w:rsidR="001C73B9" w:rsidRDefault="001C73B9" w:rsidP="001C73B9">
      <w:pPr>
        <w:pStyle w:val="libNormal"/>
      </w:pPr>
      <w:r>
        <w:t xml:space="preserve">The Collection of Waram </w:t>
      </w:r>
    </w:p>
    <w:p w:rsidR="001C73B9" w:rsidRDefault="001C73B9" w:rsidP="001C73B9">
      <w:pPr>
        <w:pStyle w:val="libNormal"/>
      </w:pPr>
      <w:r>
        <w:br w:type="page"/>
      </w:r>
    </w:p>
    <w:p w:rsidR="001C73B9" w:rsidRDefault="001C73B9" w:rsidP="001C73B9">
      <w:pPr>
        <w:pStyle w:val="Heading1Center"/>
      </w:pPr>
      <w:bookmarkStart w:id="67" w:name="_Toc444518266"/>
      <w:r>
        <w:lastRenderedPageBreak/>
        <w:t>THIS FLEETING WORLD, ITS ATTRACTIVENESS AND POISON</w:t>
      </w:r>
      <w:bookmarkEnd w:id="67"/>
    </w:p>
    <w:p w:rsidR="001C73B9" w:rsidRDefault="001C73B9" w:rsidP="001C73B9">
      <w:pPr>
        <w:pStyle w:val="libAr"/>
      </w:pPr>
      <w:r>
        <w:rPr>
          <w:rtl/>
        </w:rPr>
        <w:t>360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t xml:space="preserve">... </w:t>
      </w:r>
      <w:r>
        <w:rPr>
          <w:rtl/>
        </w:rPr>
        <w:t>اِذا حُمِلَ المَيِّتُ عَلى نَعْشِهِ رَفرَفَ رُوحُهُ فَوقَ النَّعْشِ وَ هُوَ يُنادي: يا اَهلي وَ يا وُلْدِي لا تَلعَبَنَّ بِكُمُ الدّنيا كَمـا لَعِبَتْ بي فَجَمَعتُ المـالَ مِن حِلِّهِ وَ غَيْرِ حِلِّهِ ثُمَّ خَلَّفْتُهُ لِغَيري فَالْمَهْنَا لَهُ وَالتّ</w:t>
      </w:r>
      <w:r>
        <w:rPr>
          <w:rFonts w:hint="eastAsia"/>
          <w:rtl/>
        </w:rPr>
        <w:t>َبِعَةُ</w:t>
      </w:r>
      <w:r>
        <w:rPr>
          <w:rtl/>
        </w:rPr>
        <w:t xml:space="preserve"> عَلَيَّ فَاحْذَرُوا مِثْلَ ما حَلَّ بي</w:t>
      </w:r>
      <w:r>
        <w:t>.</w:t>
      </w:r>
    </w:p>
    <w:p w:rsidR="001C73B9" w:rsidRDefault="001C73B9" w:rsidP="001C73B9">
      <w:pPr>
        <w:pStyle w:val="libAr"/>
      </w:pPr>
      <w:r>
        <w:rPr>
          <w:rFonts w:hint="eastAsia"/>
          <w:rtl/>
        </w:rPr>
        <w:t>بحار</w:t>
      </w:r>
      <w:r>
        <w:rPr>
          <w:rtl/>
        </w:rPr>
        <w:t xml:space="preserve"> الأنوار/6/161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At the moment when the coffin of a person is being lifted and carried, the concerning soul follows its corpse and regretfully calls: 'O you my children and my relatives! Beware that the world does not cheat you as it did me. I gathered wealth regardless of it being lawful or unlawful and left all of it for others. Now I am left with its burden upon me while they enjoy the fruit of it; therefore, avoid that which is similar to what happened to me'.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6, p. 161 </w:t>
      </w:r>
    </w:p>
    <w:p w:rsidR="001C73B9" w:rsidRDefault="001C73B9" w:rsidP="001C73B9">
      <w:pPr>
        <w:pStyle w:val="libAr"/>
      </w:pPr>
      <w:r>
        <w:rPr>
          <w:rtl/>
        </w:rPr>
        <w:t>361</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رَأَى العَبْدُ اَجَلَهُ وَ سُرْعَتَهُ اِلَيهِ لَاََبْغَضَ الأمَلَ وَ طَلَبَ الدّنيا</w:t>
      </w:r>
      <w:r>
        <w:t xml:space="preserve">. </w:t>
      </w:r>
    </w:p>
    <w:p w:rsidR="001C73B9" w:rsidRDefault="001C73B9" w:rsidP="001C73B9">
      <w:pPr>
        <w:pStyle w:val="libAr"/>
      </w:pPr>
      <w:r>
        <w:rPr>
          <w:rFonts w:hint="eastAsia"/>
          <w:rtl/>
        </w:rPr>
        <w:t>بحار</w:t>
      </w:r>
      <w:r>
        <w:rPr>
          <w:rtl/>
        </w:rPr>
        <w:t xml:space="preserve"> الأنوار/73/166</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If man perceived his death and its speed towards him, he would certainly detest the world and its hopes.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73, p. 166 </w:t>
      </w:r>
    </w:p>
    <w:p w:rsidR="001C73B9" w:rsidRDefault="001C73B9" w:rsidP="001C73B9">
      <w:pPr>
        <w:pStyle w:val="libAr"/>
      </w:pPr>
      <w:r>
        <w:rPr>
          <w:rtl/>
        </w:rPr>
        <w:t>362</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مَثَلُ</w:t>
      </w:r>
      <w:r>
        <w:rPr>
          <w:rtl/>
        </w:rPr>
        <w:t xml:space="preserve"> الدّنيا مَثَلُ الحَيَّةِ مَسُّها لَيِّنٌ وَ  فِي  جَوفِها اَلسَّمُّ القاتِلُ يَحذَرُهَا الرِّجالُ ذَوُوا العُقُولِ وَ يَهْوي اِلَيْهَا الصِّبيانُ بِأَيديهِم</w:t>
      </w:r>
      <w:r>
        <w:t>.</w:t>
      </w:r>
    </w:p>
    <w:p w:rsidR="001C73B9" w:rsidRDefault="001C73B9" w:rsidP="001C73B9">
      <w:pPr>
        <w:pStyle w:val="libAr"/>
      </w:pPr>
      <w:r>
        <w:rPr>
          <w:rFonts w:hint="eastAsia"/>
          <w:rtl/>
        </w:rPr>
        <w:t>بحار</w:t>
      </w:r>
      <w:r>
        <w:rPr>
          <w:rtl/>
        </w:rPr>
        <w:t xml:space="preserve"> الأنوار/78/311</w:t>
      </w:r>
    </w:p>
    <w:p w:rsidR="001C73B9" w:rsidRDefault="001C73B9" w:rsidP="001C73B9">
      <w:pPr>
        <w:pStyle w:val="libNormal"/>
      </w:pPr>
      <w:r>
        <w:t xml:space="preserve">Imam Kadhim, the seventh Imam [a.s.], said: </w:t>
      </w:r>
      <w:r w:rsidR="00E978C2" w:rsidRPr="00E978C2">
        <w:rPr>
          <w:rStyle w:val="libItalicChar"/>
        </w:rPr>
        <w:t>“</w:t>
      </w:r>
      <w:r w:rsidRPr="00E978C2">
        <w:rPr>
          <w:rStyle w:val="libItalicChar"/>
        </w:rPr>
        <w:t>The likeness of this world is as a snake which is soft to the touch while there is killing poison in its inside. Possessors of wisdom avoid it but children (naive ones) are fond of it and like to catch it with their hands.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78, p. 311 </w:t>
      </w:r>
    </w:p>
    <w:p w:rsidR="001C73B9" w:rsidRDefault="001C73B9" w:rsidP="001C73B9">
      <w:pPr>
        <w:pStyle w:val="libAr"/>
      </w:pPr>
      <w:r>
        <w:rPr>
          <w:rtl/>
        </w:rPr>
        <w:t>363</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حُبُّ</w:t>
      </w:r>
      <w:r>
        <w:rPr>
          <w:rtl/>
        </w:rPr>
        <w:t xml:space="preserve"> الدّنيا رَأْسُ كُلِّ خَطِيئَةٍ</w:t>
      </w:r>
      <w:r>
        <w:t>.</w:t>
      </w:r>
    </w:p>
    <w:p w:rsidR="001C73B9" w:rsidRDefault="001C73B9" w:rsidP="001C73B9">
      <w:pPr>
        <w:pStyle w:val="libAr"/>
      </w:pPr>
      <w:r>
        <w:rPr>
          <w:rFonts w:hint="eastAsia"/>
          <w:rtl/>
        </w:rPr>
        <w:t>الكافي</w:t>
      </w:r>
      <w:r>
        <w:rPr>
          <w:rtl/>
        </w:rPr>
        <w:t>/2/315</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 love of this fleeting world is the origin of all vices.</w:t>
      </w:r>
      <w:r w:rsidR="00E978C2" w:rsidRPr="00E978C2">
        <w:rPr>
          <w:rStyle w:val="libItalicChar"/>
        </w:rPr>
        <w:t>”</w:t>
      </w:r>
    </w:p>
    <w:p w:rsidR="001C73B9" w:rsidRDefault="001C73B9" w:rsidP="001C73B9">
      <w:pPr>
        <w:pStyle w:val="libNormal"/>
      </w:pPr>
      <w:r>
        <w:t>AI</w:t>
      </w:r>
      <w:r w:rsidR="00D92C09">
        <w:t>-</w:t>
      </w:r>
      <w:r>
        <w:t>Kafi, vol. 2, p. 315</w:t>
      </w:r>
    </w:p>
    <w:p w:rsidR="001C73B9" w:rsidRDefault="001C73B9" w:rsidP="001C73B9">
      <w:pPr>
        <w:pStyle w:val="libNormal"/>
      </w:pPr>
      <w:r>
        <w:lastRenderedPageBreak/>
        <w:br w:type="page"/>
      </w:r>
    </w:p>
    <w:p w:rsidR="001C73B9" w:rsidRDefault="001C73B9" w:rsidP="001C73B9">
      <w:pPr>
        <w:pStyle w:val="Heading1Center"/>
      </w:pPr>
      <w:bookmarkStart w:id="68" w:name="_Toc444518267"/>
      <w:r>
        <w:lastRenderedPageBreak/>
        <w:t>THE NEGLECTFUL SLAVES OF THIS DECEITFUL WORLD</w:t>
      </w:r>
      <w:bookmarkEnd w:id="68"/>
    </w:p>
    <w:p w:rsidR="001C73B9" w:rsidRDefault="001C73B9" w:rsidP="001C73B9">
      <w:pPr>
        <w:pStyle w:val="libAr"/>
      </w:pPr>
      <w:r>
        <w:rPr>
          <w:rtl/>
        </w:rPr>
        <w:t>364</w:t>
      </w:r>
      <w:r w:rsidR="00D92C09">
        <w:rPr>
          <w:rtl/>
        </w:rPr>
        <w:t>-</w:t>
      </w:r>
      <w:r>
        <w:t xml:space="preserve"> </w:t>
      </w:r>
      <w:r>
        <w:rPr>
          <w:rtl/>
        </w:rPr>
        <w:t>قالَ الإمامُ الحُسَينُ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النّاسَ عَبِيدُ الدّنيا وَالدّينُ لَعِقٌ عَلى اَلْسِنَتِهِمْ يَحُوطُونَهُ مادَرَّتْ مَعايِشُهُم فَإذا مُحِّصُوا بِالبَلاءِ قَلَّ الدَّيانُونَ</w:t>
      </w:r>
      <w:r>
        <w:t>.</w:t>
      </w:r>
    </w:p>
    <w:p w:rsidR="001C73B9" w:rsidRDefault="001C73B9" w:rsidP="001C73B9">
      <w:pPr>
        <w:pStyle w:val="libAr"/>
      </w:pPr>
      <w:r>
        <w:rPr>
          <w:rFonts w:hint="eastAsia"/>
          <w:rtl/>
        </w:rPr>
        <w:t>بحار</w:t>
      </w:r>
      <w:r>
        <w:rPr>
          <w:rtl/>
        </w:rPr>
        <w:t xml:space="preserve"> الأنوار/78/117</w:t>
      </w:r>
    </w:p>
    <w:p w:rsidR="001C73B9" w:rsidRDefault="001C73B9" w:rsidP="001C73B9">
      <w:pPr>
        <w:pStyle w:val="libNormal"/>
      </w:pPr>
      <w:r>
        <w:t xml:space="preserve">Imam Husayn [a.s.] said: </w:t>
      </w:r>
      <w:r w:rsidR="00E978C2" w:rsidRPr="00E978C2">
        <w:rPr>
          <w:rStyle w:val="libItalicChar"/>
        </w:rPr>
        <w:t>“</w:t>
      </w:r>
      <w:r w:rsidRPr="00E978C2">
        <w:rPr>
          <w:rStyle w:val="libItalicChar"/>
        </w:rPr>
        <w:t>Verily, people are the slaves of the world and their religion is superficial, only on their tongues. They are attentive to it as long as their material benefits are provided, but when they are tested, the number of true devotees dwindles.</w:t>
      </w:r>
      <w:r w:rsidR="00E978C2" w:rsidRPr="00E978C2">
        <w:rPr>
          <w:rStyle w:val="libItalicChar"/>
        </w:rPr>
        <w:t>”</w:t>
      </w:r>
    </w:p>
    <w:p w:rsidR="001C73B9" w:rsidRDefault="001C73B9" w:rsidP="001C73B9">
      <w:pPr>
        <w:pStyle w:val="libNormal"/>
      </w:pPr>
      <w:r>
        <w:t>Tuhaful</w:t>
      </w:r>
      <w:r w:rsidR="00D92C09">
        <w:t>-</w:t>
      </w:r>
      <w:r>
        <w:t>'Uqul &amp; Bihar</w:t>
      </w:r>
      <w:r w:rsidR="00D92C09">
        <w:t>-</w:t>
      </w:r>
      <w:r>
        <w:t>ul</w:t>
      </w:r>
      <w:r w:rsidR="00D92C09">
        <w:t>-</w:t>
      </w:r>
      <w:r>
        <w:t>Anwar, vol. 44, p. 374</w:t>
      </w:r>
    </w:p>
    <w:p w:rsidR="001C73B9" w:rsidRDefault="001C73B9" w:rsidP="001C73B9">
      <w:pPr>
        <w:pStyle w:val="libNormal"/>
      </w:pPr>
      <w:r>
        <w:t xml:space="preserve"> </w:t>
      </w:r>
    </w:p>
    <w:p w:rsidR="001C73B9" w:rsidRDefault="001C73B9" w:rsidP="001C73B9">
      <w:pPr>
        <w:pStyle w:val="libAr"/>
      </w:pPr>
      <w:r>
        <w:rPr>
          <w:rtl/>
        </w:rPr>
        <w:t>365</w:t>
      </w:r>
      <w:r w:rsidR="00D92C09">
        <w:rPr>
          <w:rtl/>
        </w:rPr>
        <w:t>-</w:t>
      </w:r>
      <w:r>
        <w:t xml:space="preserve"> </w:t>
      </w:r>
      <w:r>
        <w:rPr>
          <w:rtl/>
        </w:rPr>
        <w:t>قالَ الإمامُ المُجتَبى</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عَجِبْتُ</w:t>
      </w:r>
      <w:r>
        <w:rPr>
          <w:rtl/>
        </w:rPr>
        <w:t xml:space="preserve"> لِمَنْ يَتَفَكَّرُ فِي مَأكُولِهِ كَيْفَ لا يَتَفَكَّرُ في مَعقُولِهِ، فيُجَنِّبُ بَطْنَهُ ما يُؤْذِيهِ وَ يُودِعُ صَدْرَهُ ما يُرْديهِ</w:t>
      </w:r>
      <w:r>
        <w:t>.</w:t>
      </w:r>
    </w:p>
    <w:p w:rsidR="001C73B9" w:rsidRDefault="001C73B9" w:rsidP="001C73B9">
      <w:pPr>
        <w:pStyle w:val="libAr"/>
      </w:pPr>
      <w:r>
        <w:rPr>
          <w:rFonts w:hint="eastAsia"/>
          <w:rtl/>
        </w:rPr>
        <w:t>سفينة</w:t>
      </w:r>
      <w:r>
        <w:rPr>
          <w:rtl/>
        </w:rPr>
        <w:t xml:space="preserve"> البحار/2/84</w:t>
      </w:r>
    </w:p>
    <w:p w:rsidR="001C73B9" w:rsidRDefault="001C73B9" w:rsidP="001C73B9">
      <w:pPr>
        <w:pStyle w:val="libNormal"/>
      </w:pPr>
      <w:r>
        <w:t xml:space="preserve">Imam Hassan ibn Ali [a.s.] said: </w:t>
      </w:r>
      <w:r w:rsidR="00E978C2" w:rsidRPr="00E978C2">
        <w:rPr>
          <w:rStyle w:val="libItalicChar"/>
        </w:rPr>
        <w:t>“</w:t>
      </w:r>
      <w:r w:rsidRPr="00E978C2">
        <w:rPr>
          <w:rStyle w:val="libItalicChar"/>
        </w:rPr>
        <w:t>I wonder about the person who contemplates about his nutrition but he does not consider (the food of) his intellect. Thus, he avoids of what hurts him in his stomach but he lets his mind to be filled with what destroys him.</w:t>
      </w:r>
      <w:r w:rsidR="00E978C2" w:rsidRPr="00E978C2">
        <w:rPr>
          <w:rStyle w:val="libItalicChar"/>
        </w:rPr>
        <w:t>”</w:t>
      </w:r>
    </w:p>
    <w:p w:rsidR="001C73B9" w:rsidRDefault="001C73B9" w:rsidP="001C73B9">
      <w:pPr>
        <w:pStyle w:val="libNormal"/>
      </w:pPr>
      <w:r>
        <w:t>Safinat</w:t>
      </w:r>
      <w:r w:rsidR="00D92C09">
        <w:t>-</w:t>
      </w:r>
      <w:r>
        <w:t>ul</w:t>
      </w:r>
      <w:r w:rsidR="00D92C09">
        <w:t>-</w:t>
      </w:r>
      <w:r>
        <w:t>Bihar, vol. 2, p. 84</w:t>
      </w:r>
    </w:p>
    <w:p w:rsidR="001C73B9" w:rsidRDefault="001C73B9" w:rsidP="001C73B9">
      <w:pPr>
        <w:pStyle w:val="libNormal"/>
      </w:pPr>
      <w:r>
        <w:br w:type="page"/>
      </w:r>
    </w:p>
    <w:p w:rsidR="001C73B9" w:rsidRDefault="001C73B9" w:rsidP="001C73B9">
      <w:pPr>
        <w:pStyle w:val="Heading1Center"/>
      </w:pPr>
      <w:bookmarkStart w:id="69" w:name="_Toc444518268"/>
      <w:r>
        <w:lastRenderedPageBreak/>
        <w:t>GREED AND FUTILE HOPES</w:t>
      </w:r>
      <w:bookmarkEnd w:id="69"/>
    </w:p>
    <w:p w:rsidR="001C73B9" w:rsidRDefault="001C73B9" w:rsidP="001C73B9">
      <w:pPr>
        <w:pStyle w:val="libAr"/>
      </w:pPr>
      <w:r>
        <w:rPr>
          <w:rtl/>
        </w:rPr>
        <w:t>366</w:t>
      </w:r>
      <w:r w:rsidR="00D92C09">
        <w:rPr>
          <w:rtl/>
        </w:rPr>
        <w:t>-</w:t>
      </w:r>
      <w:r>
        <w:t xml:space="preserve"> </w:t>
      </w:r>
      <w:r>
        <w:rPr>
          <w:rtl/>
        </w:rPr>
        <w:t>قالَ الإمامُ اَميرُالمُؤمِنينَ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اِنَّ</w:t>
      </w:r>
      <w:r>
        <w:rPr>
          <w:rtl/>
        </w:rPr>
        <w:t xml:space="preserve"> البُخْلَ وَالجُبْنَ وَالحِرْصَ غَرائِزُ شَتّى يَجْمَعُها سُوءُ الظَّنِّ بِاللهِ</w:t>
      </w:r>
      <w:r>
        <w:t>.</w:t>
      </w:r>
    </w:p>
    <w:p w:rsidR="001C73B9" w:rsidRDefault="001C73B9" w:rsidP="001C73B9">
      <w:pPr>
        <w:pStyle w:val="libAr"/>
      </w:pPr>
      <w:r>
        <w:rPr>
          <w:rFonts w:hint="eastAsia"/>
          <w:rtl/>
        </w:rPr>
        <w:t>نهج</w:t>
      </w:r>
      <w:r>
        <w:rPr>
          <w:rtl/>
        </w:rPr>
        <w:t xml:space="preserve"> البلاغة الرسالة/53</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Even though miserliness, cowardice and greed are different qualities, yet they are common in having an incorrect idea about Allah.</w:t>
      </w:r>
      <w:r w:rsidR="00E978C2" w:rsidRPr="00E978C2">
        <w:rPr>
          <w:rStyle w:val="libItalicChar"/>
        </w:rPr>
        <w:t>”</w:t>
      </w:r>
    </w:p>
    <w:p w:rsidR="001C73B9" w:rsidRDefault="001C73B9" w:rsidP="001C73B9">
      <w:pPr>
        <w:pStyle w:val="libNormal"/>
      </w:pPr>
      <w:r>
        <w:t>Nahjul</w:t>
      </w:r>
      <w:r w:rsidR="00D92C09">
        <w:t>-</w:t>
      </w:r>
      <w:r>
        <w:t>Balagha, letter 52</w:t>
      </w:r>
    </w:p>
    <w:p w:rsidR="001C73B9" w:rsidRDefault="001C73B9" w:rsidP="001C73B9">
      <w:pPr>
        <w:pStyle w:val="libNormal"/>
      </w:pPr>
      <w:r>
        <w:t xml:space="preserve"> </w:t>
      </w:r>
    </w:p>
    <w:p w:rsidR="001C73B9" w:rsidRDefault="001C73B9" w:rsidP="001C73B9">
      <w:pPr>
        <w:pStyle w:val="libAr"/>
      </w:pPr>
      <w:r>
        <w:rPr>
          <w:rtl/>
        </w:rPr>
        <w:t>367</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أَنَّ لِابْنِ آدَمَ وادِيَينِ يَسِيلانِ ذَهَبًا وَ فِضَّةً لَابْتَغى إِلَيْهِم ثالِثًا</w:t>
      </w:r>
      <w:r>
        <w:t>.</w:t>
      </w:r>
    </w:p>
    <w:p w:rsidR="001C73B9" w:rsidRDefault="001C73B9" w:rsidP="001C73B9">
      <w:pPr>
        <w:pStyle w:val="libAr"/>
      </w:pPr>
      <w:r>
        <w:rPr>
          <w:rFonts w:hint="eastAsia"/>
          <w:rtl/>
        </w:rPr>
        <w:t>من</w:t>
      </w:r>
      <w:r>
        <w:rPr>
          <w:rtl/>
        </w:rPr>
        <w:t xml:space="preserve"> لايحضره الفقيه/4/418</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If a son of Adam possessed two vast valleys wherein gold and silver flowed, he would still wish to search for the third one.</w:t>
      </w:r>
      <w:r w:rsidR="00E978C2" w:rsidRPr="00E978C2">
        <w:rPr>
          <w:rStyle w:val="libItalicChar"/>
        </w:rPr>
        <w:t>”</w:t>
      </w:r>
    </w:p>
    <w:p w:rsidR="001C73B9" w:rsidRDefault="001C73B9" w:rsidP="001C73B9">
      <w:pPr>
        <w:pStyle w:val="libNormal"/>
      </w:pPr>
      <w:r>
        <w:t xml:space="preserve">Man La Yahduruhul Faqih, vol. 4, p. 418 </w:t>
      </w:r>
    </w:p>
    <w:p w:rsidR="001C73B9" w:rsidRDefault="001C73B9" w:rsidP="001C73B9">
      <w:pPr>
        <w:pStyle w:val="libAr"/>
      </w:pPr>
      <w:r>
        <w:rPr>
          <w:rtl/>
        </w:rPr>
        <w:t>368</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تَعَلَّقَ قَلبُهُ بِالدّنيا تَعَلَّقَ قَلبُهُ بِثَلاثِ خِصالٍ: هَمٌّ لا يَفْنى وَ اَمَلٌ لا يُدْرَكُ وَ رَجاءٌ لا يَنالُ</w:t>
      </w:r>
      <w:r>
        <w:t>.</w:t>
      </w:r>
    </w:p>
    <w:p w:rsidR="001C73B9" w:rsidRDefault="001C73B9" w:rsidP="001C73B9">
      <w:pPr>
        <w:pStyle w:val="libAr"/>
      </w:pPr>
      <w:r>
        <w:rPr>
          <w:rFonts w:hint="eastAsia"/>
          <w:rtl/>
        </w:rPr>
        <w:t>الكافي</w:t>
      </w:r>
      <w:r>
        <w:rPr>
          <w:rtl/>
        </w:rPr>
        <w:t>/2/320</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devotes his heart to this world will be subjected to three conditions: endless grief, unquenchable desire, and futile hope.</w:t>
      </w:r>
      <w:r w:rsidR="00E978C2" w:rsidRPr="00E978C2">
        <w:rPr>
          <w:rStyle w:val="libItalicChar"/>
        </w:rPr>
        <w:t>”</w:t>
      </w:r>
    </w:p>
    <w:p w:rsidR="001C73B9" w:rsidRDefault="001C73B9" w:rsidP="001C73B9">
      <w:pPr>
        <w:pStyle w:val="libNormal"/>
      </w:pPr>
      <w:r>
        <w:t>Usul</w:t>
      </w:r>
      <w:r w:rsidR="00D92C09">
        <w:t>-</w:t>
      </w:r>
      <w:r>
        <w:t>I</w:t>
      </w:r>
      <w:r w:rsidR="00D92C09">
        <w:t>-</w:t>
      </w:r>
      <w:r>
        <w:t xml:space="preserve">Kafi, vol. 2 p. 320 </w:t>
      </w:r>
    </w:p>
    <w:p w:rsidR="001C73B9" w:rsidRDefault="001C73B9" w:rsidP="001C73B9">
      <w:pPr>
        <w:pStyle w:val="libAr"/>
      </w:pPr>
      <w:r>
        <w:rPr>
          <w:rtl/>
        </w:rPr>
        <w:t>369</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كَمْ</w:t>
      </w:r>
      <w:r>
        <w:rPr>
          <w:rtl/>
        </w:rPr>
        <w:t xml:space="preserve"> مِنْ شَقِىٍّ حَضَرَهُ اَجَلُهُ وَ هُوَ مُجِدٌّ فِي الطَّلَبِ</w:t>
      </w:r>
      <w:r>
        <w:t>.</w:t>
      </w:r>
    </w:p>
    <w:p w:rsidR="001C73B9" w:rsidRDefault="001C73B9" w:rsidP="001C73B9">
      <w:pPr>
        <w:pStyle w:val="libAr"/>
      </w:pPr>
      <w:r>
        <w:rPr>
          <w:rFonts w:hint="eastAsia"/>
          <w:rtl/>
        </w:rPr>
        <w:t>غرر</w:t>
      </w:r>
      <w:r>
        <w:rPr>
          <w:rtl/>
        </w:rPr>
        <w:t xml:space="preserve"> الحكم/240</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How many wretched people there are whose days are being numbered but yet they are laboriously seeking wealth.</w:t>
      </w:r>
      <w:r w:rsidR="00E978C2" w:rsidRPr="00E978C2">
        <w:rPr>
          <w:rStyle w:val="libItalicChar"/>
        </w:rPr>
        <w:t>”</w:t>
      </w:r>
    </w:p>
    <w:p w:rsidR="001C73B9" w:rsidRDefault="001C73B9" w:rsidP="001C73B9">
      <w:pPr>
        <w:pStyle w:val="libNormal"/>
      </w:pPr>
      <w:r>
        <w:t>Ghurar</w:t>
      </w:r>
      <w:r w:rsidR="00D92C09">
        <w:t>-</w:t>
      </w:r>
      <w:r>
        <w:t>ul</w:t>
      </w:r>
      <w:r w:rsidR="00D92C09">
        <w:t>-</w:t>
      </w:r>
      <w:r>
        <w:t>Hikam, p. 240</w:t>
      </w:r>
    </w:p>
    <w:p w:rsidR="001C73B9" w:rsidRDefault="001C73B9" w:rsidP="001C73B9">
      <w:pPr>
        <w:pStyle w:val="libNormal"/>
      </w:pPr>
      <w:r>
        <w:br w:type="page"/>
      </w:r>
    </w:p>
    <w:p w:rsidR="001C73B9" w:rsidRDefault="001C73B9" w:rsidP="001C73B9">
      <w:pPr>
        <w:pStyle w:val="Heading1Center"/>
      </w:pPr>
      <w:bookmarkStart w:id="70" w:name="_Toc444518269"/>
      <w:r>
        <w:lastRenderedPageBreak/>
        <w:t>ARROGANCE AND PRIDE</w:t>
      </w:r>
      <w:bookmarkEnd w:id="70"/>
    </w:p>
    <w:p w:rsidR="001C73B9" w:rsidRDefault="001C73B9" w:rsidP="001C73B9">
      <w:pPr>
        <w:pStyle w:val="libAr"/>
      </w:pPr>
      <w:r>
        <w:rPr>
          <w:rtl/>
        </w:rPr>
        <w:t>370</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تَسْتَبِدَّ بِرَأْيكَ فَمَنِ استَبَدَّ بِرَأْيِهِ هَلَكَ</w:t>
      </w:r>
      <w:r>
        <w:t>.</w:t>
      </w:r>
    </w:p>
    <w:p w:rsidR="001C73B9" w:rsidRDefault="001C73B9" w:rsidP="001C73B9">
      <w:pPr>
        <w:pStyle w:val="libAr"/>
      </w:pPr>
      <w:r>
        <w:rPr>
          <w:rFonts w:hint="eastAsia"/>
          <w:rtl/>
        </w:rPr>
        <w:t>تصنيف</w:t>
      </w:r>
      <w:r>
        <w:rPr>
          <w:rtl/>
        </w:rPr>
        <w:t xml:space="preserve"> غرر الحكم/443</w:t>
      </w:r>
    </w:p>
    <w:p w:rsidR="001C73B9" w:rsidRDefault="001C73B9" w:rsidP="001C73B9">
      <w:pPr>
        <w:pStyle w:val="libNormal"/>
      </w:pPr>
      <w:r>
        <w:t xml:space="preserve">Amir ul Mu'mineen Ali [a.s.] said: </w:t>
      </w:r>
      <w:r w:rsidR="00E978C2" w:rsidRPr="00E978C2">
        <w:rPr>
          <w:rStyle w:val="libItalicChar"/>
        </w:rPr>
        <w:t>“</w:t>
      </w:r>
      <w:r w:rsidRPr="00E978C2">
        <w:rPr>
          <w:rStyle w:val="libItalicChar"/>
        </w:rPr>
        <w:t>Do not become obstinate (and do not strictly follow your own ideas), because such a one will meet destruction.</w:t>
      </w:r>
      <w:r w:rsidR="00E978C2" w:rsidRPr="00E978C2">
        <w:rPr>
          <w:rStyle w:val="libItalicChar"/>
        </w:rPr>
        <w:t>”</w:t>
      </w:r>
    </w:p>
    <w:p w:rsidR="001C73B9" w:rsidRDefault="001C73B9" w:rsidP="001C73B9">
      <w:pPr>
        <w:pStyle w:val="libNormal"/>
      </w:pPr>
      <w:r>
        <w:t>Tasnif</w:t>
      </w:r>
      <w:r w:rsidR="00D92C09">
        <w:t>-</w:t>
      </w:r>
      <w:r>
        <w:t>I</w:t>
      </w:r>
      <w:r w:rsidR="00D92C09">
        <w:t>-</w:t>
      </w:r>
      <w:r>
        <w:t>Ghurar</w:t>
      </w:r>
      <w:r w:rsidR="00D92C09">
        <w:t>-</w:t>
      </w:r>
      <w:r>
        <w:t>ul</w:t>
      </w:r>
      <w:r w:rsidR="00D92C09">
        <w:t>-</w:t>
      </w:r>
      <w:r>
        <w:t xml:space="preserve">Hikam, p. 443 </w:t>
      </w:r>
    </w:p>
    <w:p w:rsidR="001C73B9" w:rsidRDefault="001C73B9" w:rsidP="001C73B9">
      <w:pPr>
        <w:pStyle w:val="libAr"/>
      </w:pPr>
      <w:r>
        <w:rPr>
          <w:rtl/>
        </w:rPr>
        <w:t>371</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كانَ عِندَ نَفسِهِ عَظيمًا كانَ عِندَ اللهِ حَقيرًا</w:t>
      </w:r>
      <w:r>
        <w:t>.</w:t>
      </w:r>
    </w:p>
    <w:p w:rsidR="001C73B9" w:rsidRDefault="001C73B9" w:rsidP="001C73B9">
      <w:pPr>
        <w:pStyle w:val="libAr"/>
      </w:pPr>
      <w:r>
        <w:rPr>
          <w:rFonts w:hint="eastAsia"/>
          <w:rtl/>
        </w:rPr>
        <w:t>تصنيف</w:t>
      </w:r>
      <w:r>
        <w:rPr>
          <w:rtl/>
        </w:rPr>
        <w:t xml:space="preserve"> غرر الحكم/308</w:t>
      </w:r>
    </w:p>
    <w:p w:rsidR="001C73B9" w:rsidRDefault="001C73B9" w:rsidP="001C73B9">
      <w:pPr>
        <w:pStyle w:val="libNormal"/>
      </w:pPr>
      <w:r>
        <w:t xml:space="preserve">Imam Amir ul Mu'mineen [a.s.] said: </w:t>
      </w:r>
      <w:r w:rsidR="00E978C2" w:rsidRPr="00E978C2">
        <w:rPr>
          <w:rStyle w:val="libItalicChar"/>
        </w:rPr>
        <w:t>“</w:t>
      </w:r>
      <w:r w:rsidRPr="00E978C2">
        <w:rPr>
          <w:rStyle w:val="libItalicChar"/>
        </w:rPr>
        <w:t>He who considers himself a great one (self</w:t>
      </w:r>
      <w:r w:rsidR="00D92C09" w:rsidRPr="00E978C2">
        <w:rPr>
          <w:rStyle w:val="libItalicChar"/>
        </w:rPr>
        <w:t>-</w:t>
      </w:r>
      <w:r w:rsidRPr="00E978C2">
        <w:rPr>
          <w:rStyle w:val="libItalicChar"/>
        </w:rPr>
        <w:t>conceited), is naught with Allah.</w:t>
      </w:r>
      <w:r w:rsidR="00E978C2" w:rsidRPr="00E978C2">
        <w:rPr>
          <w:rStyle w:val="libItalicChar"/>
        </w:rPr>
        <w:t>”</w:t>
      </w:r>
      <w:r>
        <w:t xml:space="preserve"> </w:t>
      </w:r>
    </w:p>
    <w:p w:rsidR="001C73B9" w:rsidRDefault="001C73B9" w:rsidP="001C73B9">
      <w:pPr>
        <w:pStyle w:val="libNormal"/>
      </w:pPr>
      <w:r>
        <w:t>Tasnif</w:t>
      </w:r>
      <w:r w:rsidR="00D92C09">
        <w:t>-</w:t>
      </w:r>
      <w:r>
        <w:t>I</w:t>
      </w:r>
      <w:r w:rsidR="00D92C09">
        <w:t>-</w:t>
      </w:r>
      <w:r>
        <w:t>Ghurar</w:t>
      </w:r>
      <w:r w:rsidR="00D92C09">
        <w:t>-</w:t>
      </w:r>
      <w:r>
        <w:t>ul</w:t>
      </w:r>
      <w:r w:rsidR="00D92C09">
        <w:t>-</w:t>
      </w:r>
      <w:r>
        <w:t>Hikam, p. 308 &amp; Bihar</w:t>
      </w:r>
      <w:r w:rsidR="00D92C09">
        <w:t>-</w:t>
      </w:r>
      <w:r>
        <w:t>ul</w:t>
      </w:r>
      <w:r w:rsidR="00D92C09">
        <w:t>-</w:t>
      </w:r>
      <w:r>
        <w:t xml:space="preserve">Anwar, vol. 6, p. 91 </w:t>
      </w:r>
    </w:p>
    <w:p w:rsidR="001C73B9" w:rsidRDefault="001C73B9" w:rsidP="001C73B9">
      <w:pPr>
        <w:pStyle w:val="libAr"/>
      </w:pPr>
      <w:r>
        <w:rPr>
          <w:rtl/>
        </w:rPr>
        <w:t>372</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أَهْلَكَ</w:t>
      </w:r>
      <w:r>
        <w:rPr>
          <w:rtl/>
        </w:rPr>
        <w:t xml:space="preserve"> النّاسَ  اِثنانِ: خَوفُ الفَقرِ وَ طَلَبُ الفَخْرِ</w:t>
      </w:r>
      <w:r>
        <w:t xml:space="preserve"> .</w:t>
      </w:r>
    </w:p>
    <w:p w:rsidR="001C73B9" w:rsidRDefault="001C73B9" w:rsidP="001C73B9">
      <w:pPr>
        <w:pStyle w:val="libAr"/>
      </w:pPr>
      <w:r>
        <w:rPr>
          <w:rFonts w:hint="eastAsia"/>
          <w:rtl/>
        </w:rPr>
        <w:t>بحار</w:t>
      </w:r>
      <w:r>
        <w:rPr>
          <w:rtl/>
        </w:rPr>
        <w:t xml:space="preserve"> الأنوار/72/39</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Two things cause people to be destroyed (and lead unto Hell): fear of poverty, and seeking superiority through pride.</w:t>
      </w:r>
      <w:r w:rsidR="00E978C2" w:rsidRPr="00E978C2">
        <w:rPr>
          <w:rStyle w:val="libItalicChar"/>
        </w:rPr>
        <w:t>”</w:t>
      </w:r>
    </w:p>
    <w:p w:rsidR="001C73B9" w:rsidRDefault="001C73B9" w:rsidP="001C73B9">
      <w:pPr>
        <w:pStyle w:val="libNormal"/>
      </w:pPr>
      <w:r>
        <w:t>Bihar</w:t>
      </w:r>
      <w:r w:rsidR="00D92C09">
        <w:t>-</w:t>
      </w:r>
      <w:r>
        <w:t>ul</w:t>
      </w:r>
      <w:r w:rsidR="00D92C09">
        <w:t>-</w:t>
      </w:r>
      <w:r>
        <w:t>Anwar, vol. 72, p. 39</w:t>
      </w:r>
    </w:p>
    <w:p w:rsidR="001C73B9" w:rsidRDefault="001C73B9" w:rsidP="001C73B9">
      <w:pPr>
        <w:pStyle w:val="libNormal"/>
      </w:pPr>
      <w:r>
        <w:t xml:space="preserve"> </w:t>
      </w:r>
    </w:p>
    <w:p w:rsidR="001C73B9" w:rsidRDefault="001C73B9" w:rsidP="001C73B9">
      <w:pPr>
        <w:pStyle w:val="libAr"/>
      </w:pPr>
      <w:r>
        <w:rPr>
          <w:rtl/>
        </w:rPr>
        <w:t>373</w:t>
      </w:r>
      <w:r w:rsidR="00D92C09">
        <w:rPr>
          <w:rtl/>
        </w:rPr>
        <w:t>-</w:t>
      </w:r>
      <w:r>
        <w:t xml:space="preserve"> </w:t>
      </w:r>
      <w:r>
        <w:rPr>
          <w:rtl/>
        </w:rPr>
        <w:t>قالَ الإمامُ اَميرُالمُؤمِنِينَ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إيّاكَ</w:t>
      </w:r>
      <w:r>
        <w:rPr>
          <w:rtl/>
        </w:rPr>
        <w:t xml:space="preserve"> وَالاِعجابَ وَحُبَّ الاِطراءِ فَاِنَّ ذلكَ مِنْ اَوْثَقِ فُرَصِ الشَّيطانِ</w:t>
      </w:r>
      <w:r>
        <w:t>.</w:t>
      </w:r>
    </w:p>
    <w:p w:rsidR="001C73B9" w:rsidRDefault="001C73B9" w:rsidP="001C73B9">
      <w:pPr>
        <w:pStyle w:val="libAr"/>
      </w:pPr>
      <w:r>
        <w:rPr>
          <w:rFonts w:hint="eastAsia"/>
          <w:rtl/>
        </w:rPr>
        <w:t>غرر</w:t>
      </w:r>
      <w:r>
        <w:rPr>
          <w:rtl/>
        </w:rPr>
        <w:t xml:space="preserve"> الحكم/298</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You should avoid self</w:t>
      </w:r>
      <w:r w:rsidR="00D92C09" w:rsidRPr="00E978C2">
        <w:rPr>
          <w:rStyle w:val="libItalicChar"/>
        </w:rPr>
        <w:t>-</w:t>
      </w:r>
      <w:r w:rsidRPr="00E978C2">
        <w:rPr>
          <w:rStyle w:val="libItalicChar"/>
        </w:rPr>
        <w:t>admiration, having reliance upon what appears good in yourself, and love of exaggerated praise because this is one of the most reliable opportunities for Satan.</w:t>
      </w:r>
      <w:r w:rsidR="00E978C2" w:rsidRPr="00E978C2">
        <w:rPr>
          <w:rStyle w:val="libItalicChar"/>
        </w:rPr>
        <w:t>”</w:t>
      </w:r>
    </w:p>
    <w:p w:rsidR="001C73B9" w:rsidRDefault="001C73B9" w:rsidP="001C73B9">
      <w:pPr>
        <w:pStyle w:val="libNormal"/>
      </w:pPr>
      <w:r>
        <w:t>Ghurar</w:t>
      </w:r>
      <w:r w:rsidR="00D92C09">
        <w:t>-</w:t>
      </w:r>
      <w:r>
        <w:t>ul</w:t>
      </w:r>
      <w:r w:rsidR="00D92C09">
        <w:t>-</w:t>
      </w:r>
      <w:r>
        <w:t>Hikam, p. 298</w:t>
      </w:r>
    </w:p>
    <w:p w:rsidR="001C73B9" w:rsidRDefault="001C73B9" w:rsidP="001C73B9">
      <w:pPr>
        <w:pStyle w:val="libNormal"/>
      </w:pPr>
      <w:r>
        <w:t xml:space="preserve"> </w:t>
      </w:r>
    </w:p>
    <w:p w:rsidR="001C73B9" w:rsidRDefault="001C73B9" w:rsidP="001C73B9">
      <w:pPr>
        <w:pStyle w:val="libAr"/>
      </w:pPr>
      <w:r>
        <w:rPr>
          <w:rtl/>
        </w:rPr>
        <w:t>374</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لا</w:t>
      </w:r>
      <w:r>
        <w:rPr>
          <w:rtl/>
        </w:rPr>
        <w:t xml:space="preserve"> يَدْخُلُ الجَنَّةَ مَن في قَلبِهِ مِثْقالُ ذَرَّةٍ مِنْ كِبْرٍ</w:t>
      </w:r>
      <w:r>
        <w:t>.</w:t>
      </w:r>
    </w:p>
    <w:p w:rsidR="001C73B9" w:rsidRDefault="001C73B9" w:rsidP="001C73B9">
      <w:pPr>
        <w:pStyle w:val="libAr"/>
      </w:pPr>
      <w:r>
        <w:rPr>
          <w:rFonts w:hint="eastAsia"/>
          <w:rtl/>
        </w:rPr>
        <w:t>الكافي</w:t>
      </w:r>
      <w:r>
        <w:rPr>
          <w:rtl/>
        </w:rPr>
        <w:t>/2/310</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has even a little arrogance in his heart will not be allowed to enter Heaven.</w:t>
      </w:r>
      <w:r w:rsidR="00E978C2" w:rsidRPr="00E978C2">
        <w:rPr>
          <w:rStyle w:val="libItalicChar"/>
        </w:rPr>
        <w:t>”</w:t>
      </w:r>
    </w:p>
    <w:p w:rsidR="001C73B9" w:rsidRDefault="001C73B9" w:rsidP="001C73B9">
      <w:pPr>
        <w:pStyle w:val="libNormal"/>
      </w:pPr>
      <w:r>
        <w:t>Al</w:t>
      </w:r>
      <w:r w:rsidR="00D92C09">
        <w:t>-</w:t>
      </w:r>
      <w:r>
        <w:t xml:space="preserve">Kafi, vol. 2, p. 310 </w:t>
      </w:r>
    </w:p>
    <w:p w:rsidR="001C73B9" w:rsidRDefault="001C73B9" w:rsidP="001C73B9">
      <w:pPr>
        <w:pStyle w:val="libNormal"/>
      </w:pPr>
      <w:r>
        <w:br w:type="page"/>
      </w:r>
    </w:p>
    <w:p w:rsidR="001C73B9" w:rsidRDefault="001C73B9" w:rsidP="001C73B9">
      <w:pPr>
        <w:pStyle w:val="Heading1Center"/>
      </w:pPr>
      <w:bookmarkStart w:id="71" w:name="_Toc444518270"/>
      <w:r>
        <w:lastRenderedPageBreak/>
        <w:t>MODERATION IN ECONOMIC AFFAIRS</w:t>
      </w:r>
      <w:bookmarkEnd w:id="71"/>
    </w:p>
    <w:p w:rsidR="001C73B9" w:rsidRDefault="001C73B9" w:rsidP="001C73B9">
      <w:pPr>
        <w:pStyle w:val="libAr"/>
      </w:pPr>
      <w:r>
        <w:rPr>
          <w:rtl/>
        </w:rPr>
        <w:t>375</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ضَمِنْتُ</w:t>
      </w:r>
      <w:r>
        <w:rPr>
          <w:rtl/>
        </w:rPr>
        <w:t xml:space="preserve"> لِمَنِ اقْتَصَدَ أَنْْ لا يَفْتَقِرَ</w:t>
      </w:r>
      <w:r>
        <w:t>.</w:t>
      </w:r>
    </w:p>
    <w:p w:rsidR="001C73B9" w:rsidRDefault="001C73B9" w:rsidP="001C73B9">
      <w:pPr>
        <w:pStyle w:val="libAr"/>
      </w:pPr>
      <w:r>
        <w:rPr>
          <w:rFonts w:hint="eastAsia"/>
          <w:rtl/>
        </w:rPr>
        <w:t>بحار</w:t>
      </w:r>
      <w:r>
        <w:rPr>
          <w:rtl/>
        </w:rPr>
        <w:t xml:space="preserve"> الأنوار/71/346</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I ensure that he who economizes will never become indigent.</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71, p. 346 </w:t>
      </w:r>
    </w:p>
    <w:p w:rsidR="001C73B9" w:rsidRDefault="001C73B9" w:rsidP="001C73B9">
      <w:pPr>
        <w:pStyle w:val="libAr"/>
      </w:pPr>
      <w:r>
        <w:rPr>
          <w:rtl/>
        </w:rPr>
        <w:t>376</w:t>
      </w:r>
      <w:r w:rsidR="00D92C09">
        <w:rPr>
          <w:rtl/>
        </w:rPr>
        <w:t>-</w:t>
      </w:r>
      <w:r>
        <w:t xml:space="preserve"> </w:t>
      </w:r>
      <w:r>
        <w:rPr>
          <w:rtl/>
        </w:rPr>
        <w:t>قالَ الإمامُ اَميرُالمُؤمِنينَ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رَأْسُ</w:t>
      </w:r>
      <w:r>
        <w:rPr>
          <w:rtl/>
        </w:rPr>
        <w:t xml:space="preserve"> السِّياسَةِ اِسْتِعْمالُ الرِّفْقِ</w:t>
      </w:r>
      <w:r>
        <w:t>.</w:t>
      </w:r>
    </w:p>
    <w:p w:rsidR="001C73B9" w:rsidRDefault="001C73B9" w:rsidP="001C73B9">
      <w:pPr>
        <w:pStyle w:val="libAr"/>
      </w:pPr>
      <w:r>
        <w:rPr>
          <w:rFonts w:hint="eastAsia"/>
          <w:rtl/>
        </w:rPr>
        <w:t>غرر</w:t>
      </w:r>
      <w:r>
        <w:rPr>
          <w:rtl/>
        </w:rPr>
        <w:t xml:space="preserve"> الحكم/182</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The best policy is the application of benevolence.</w:t>
      </w:r>
      <w:r w:rsidR="00E978C2" w:rsidRPr="00E978C2">
        <w:rPr>
          <w:rStyle w:val="libItalicChar"/>
        </w:rPr>
        <w:t>”</w:t>
      </w:r>
    </w:p>
    <w:p w:rsidR="001C73B9" w:rsidRDefault="001C73B9" w:rsidP="001C73B9">
      <w:pPr>
        <w:pStyle w:val="libNormal"/>
      </w:pPr>
      <w:r>
        <w:t>Ghurar</w:t>
      </w:r>
      <w:r w:rsidR="00D92C09">
        <w:t>-</w:t>
      </w:r>
      <w:r>
        <w:t>ul</w:t>
      </w:r>
      <w:r w:rsidR="00D92C09">
        <w:t>-</w:t>
      </w:r>
      <w:r>
        <w:t>Hikam, p. 182</w:t>
      </w:r>
    </w:p>
    <w:p w:rsidR="001C73B9" w:rsidRDefault="001C73B9" w:rsidP="001C73B9">
      <w:pPr>
        <w:pStyle w:val="libNormal"/>
      </w:pPr>
      <w:r>
        <w:t xml:space="preserve"> </w:t>
      </w:r>
    </w:p>
    <w:p w:rsidR="001C73B9" w:rsidRDefault="001C73B9" w:rsidP="001C73B9">
      <w:pPr>
        <w:pStyle w:val="libAr"/>
      </w:pPr>
      <w:r>
        <w:rPr>
          <w:rtl/>
        </w:rPr>
        <w:t>377</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ما</w:t>
      </w:r>
      <w:r>
        <w:rPr>
          <w:rtl/>
        </w:rPr>
        <w:t xml:space="preserve"> فَوقَ الكَفافِ اِسرافٌ</w:t>
      </w:r>
      <w:r>
        <w:t>.</w:t>
      </w:r>
    </w:p>
    <w:p w:rsidR="001C73B9" w:rsidRDefault="001C73B9" w:rsidP="001C73B9">
      <w:pPr>
        <w:pStyle w:val="libAr"/>
      </w:pPr>
      <w:r>
        <w:rPr>
          <w:rFonts w:hint="eastAsia"/>
          <w:rtl/>
        </w:rPr>
        <w:t>مستدرك</w:t>
      </w:r>
      <w:r>
        <w:rPr>
          <w:rtl/>
        </w:rPr>
        <w:t xml:space="preserve"> الوسائل/15/271</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(To consume) more than needed is extravagance.</w:t>
      </w:r>
      <w:r w:rsidR="00E978C2" w:rsidRPr="00E978C2">
        <w:rPr>
          <w:rStyle w:val="libItalicChar"/>
        </w:rPr>
        <w:t>”</w:t>
      </w:r>
    </w:p>
    <w:p w:rsidR="001C73B9" w:rsidRDefault="001C73B9" w:rsidP="001C73B9">
      <w:pPr>
        <w:pStyle w:val="libNormal"/>
      </w:pPr>
      <w:r>
        <w:t>Mustadrak</w:t>
      </w:r>
      <w:r w:rsidR="00D92C09">
        <w:t>-</w:t>
      </w:r>
      <w:r>
        <w:t>ul</w:t>
      </w:r>
      <w:r w:rsidR="00D92C09">
        <w:t>-</w:t>
      </w:r>
      <w:r>
        <w:t xml:space="preserve">Wasa'iI, vol. 15, p. 271 </w:t>
      </w:r>
    </w:p>
    <w:p w:rsidR="001C73B9" w:rsidRDefault="001C73B9" w:rsidP="001C73B9">
      <w:pPr>
        <w:pStyle w:val="libAr"/>
      </w:pPr>
      <w:r>
        <w:rPr>
          <w:rtl/>
        </w:rPr>
        <w:t>378</w:t>
      </w:r>
      <w:r w:rsidR="00D92C09">
        <w:rPr>
          <w:rtl/>
        </w:rPr>
        <w:t>-</w:t>
      </w:r>
      <w:r>
        <w:t xml:space="preserve"> </w:t>
      </w:r>
      <w:r>
        <w:rPr>
          <w:rtl/>
        </w:rPr>
        <w:t>قالَ الإمامُ الكاظِمُ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أَنَّ النّاسَ قَصَدُوا فِي المَطعَمِ لَاسْتَقامَتْ أَبْدانُهُمْ</w:t>
      </w:r>
      <w:r>
        <w:t>.</w:t>
      </w:r>
    </w:p>
    <w:p w:rsidR="001C73B9" w:rsidRDefault="001C73B9" w:rsidP="001C73B9">
      <w:pPr>
        <w:pStyle w:val="libAr"/>
      </w:pPr>
      <w:r>
        <w:rPr>
          <w:rFonts w:hint="eastAsia"/>
          <w:rtl/>
        </w:rPr>
        <w:t>بحار</w:t>
      </w:r>
      <w:r>
        <w:rPr>
          <w:rtl/>
        </w:rPr>
        <w:t xml:space="preserve"> الأنوار/66/334</w:t>
      </w:r>
    </w:p>
    <w:p w:rsidR="001C73B9" w:rsidRDefault="001C73B9" w:rsidP="001C73B9">
      <w:pPr>
        <w:pStyle w:val="libNormal"/>
      </w:pPr>
      <w:r>
        <w:t xml:space="preserve">Imam Kadhim [a.s.] said: </w:t>
      </w:r>
      <w:r w:rsidR="00E978C2" w:rsidRPr="00E978C2">
        <w:rPr>
          <w:rStyle w:val="libItalicChar"/>
        </w:rPr>
        <w:t>“</w:t>
      </w:r>
      <w:r w:rsidRPr="00E978C2">
        <w:rPr>
          <w:rStyle w:val="libItalicChar"/>
        </w:rPr>
        <w:t>Had people a moderate habit in eating, their bodies would become strengthened.</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66, p. 334 </w:t>
      </w:r>
    </w:p>
    <w:p w:rsidR="001C73B9" w:rsidRDefault="001C73B9" w:rsidP="001C73B9">
      <w:pPr>
        <w:pStyle w:val="libAr"/>
      </w:pPr>
      <w:r>
        <w:rPr>
          <w:rtl/>
        </w:rPr>
        <w:t>379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ما</w:t>
      </w:r>
      <w:r>
        <w:rPr>
          <w:rtl/>
        </w:rPr>
        <w:t xml:space="preserve"> مِنْ اَحَدٍ يَمُرُّ بِمَقْبَرَةٍ اِلّا وَ اَهْلُ المَقْبَرَةِ يُنادُونَ: يا غافِلُ! لَوْ عَلِمْتَ ما عَلِمْنا لَذابَ لَحْمُكَ عَلى جَسَدِكَ</w:t>
      </w:r>
      <w:r>
        <w:t>.</w:t>
      </w:r>
    </w:p>
    <w:p w:rsidR="001C73B9" w:rsidRDefault="001C73B9" w:rsidP="001C73B9">
      <w:pPr>
        <w:pStyle w:val="libAr"/>
      </w:pPr>
      <w:r>
        <w:rPr>
          <w:rFonts w:hint="eastAsia"/>
          <w:rtl/>
        </w:rPr>
        <w:t>ارشادالقلوب</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None passes a graveyard except that the dead call out to him: 'O you neglectful person! Were you aware of what we have been made aware of, it would make your blood run cold'.</w:t>
      </w:r>
      <w:r w:rsidR="00E978C2" w:rsidRPr="00E978C2">
        <w:rPr>
          <w:rStyle w:val="libItalicChar"/>
        </w:rPr>
        <w:t>”</w:t>
      </w:r>
      <w:r>
        <w:t xml:space="preserve"> </w:t>
      </w:r>
    </w:p>
    <w:p w:rsidR="001C73B9" w:rsidRDefault="001C73B9" w:rsidP="001C73B9">
      <w:pPr>
        <w:pStyle w:val="libNormal"/>
      </w:pPr>
      <w:r>
        <w:t>Irshad</w:t>
      </w:r>
      <w:r w:rsidR="00D92C09">
        <w:t>-</w:t>
      </w:r>
      <w:r>
        <w:t>ul</w:t>
      </w:r>
      <w:r w:rsidR="00D92C09">
        <w:t>-</w:t>
      </w:r>
      <w:r>
        <w:t xml:space="preserve">Qulub </w:t>
      </w:r>
    </w:p>
    <w:p w:rsidR="001C73B9" w:rsidRDefault="001C73B9" w:rsidP="001C73B9">
      <w:pPr>
        <w:pStyle w:val="libNormal"/>
      </w:pPr>
      <w:r>
        <w:br w:type="page"/>
      </w:r>
    </w:p>
    <w:p w:rsidR="001C73B9" w:rsidRDefault="001C73B9" w:rsidP="001C73B9">
      <w:pPr>
        <w:pStyle w:val="Heading1Center"/>
      </w:pPr>
      <w:bookmarkStart w:id="72" w:name="_Toc444518271"/>
      <w:r>
        <w:lastRenderedPageBreak/>
        <w:t>CONSULTATION</w:t>
      </w:r>
      <w:bookmarkEnd w:id="72"/>
    </w:p>
    <w:p w:rsidR="001C73B9" w:rsidRDefault="001C73B9" w:rsidP="001C73B9">
      <w:pPr>
        <w:pStyle w:val="libAr"/>
      </w:pPr>
      <w:r>
        <w:rPr>
          <w:rtl/>
        </w:rPr>
        <w:t>380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إذا</w:t>
      </w:r>
      <w:r>
        <w:rPr>
          <w:rtl/>
        </w:rPr>
        <w:t xml:space="preserve"> كانَ اُمَراؤُكُم خِيارَكُم وَ اَغنِياؤُكُم سُمَحائَكُم وَ اَمرُكُم شُورى بَينَكُم فَظَهرُ الأرضِ خَيرٌ لَكُم مِن بَطنِها، وَ إذا كانَ اُمَراؤُكُم شِرارَكم وَ اَغنِياؤُكُم بُخَلاءَكُم وَ لَم تَكُن اَمرُكُم شُورى بَينَكُم فَبَطنُ الأرضِ خَيرٌ لَكُم مِن ظ</w:t>
      </w:r>
      <w:r>
        <w:rPr>
          <w:rFonts w:hint="eastAsia"/>
          <w:rtl/>
        </w:rPr>
        <w:t>َهرِها</w:t>
      </w:r>
      <w:r>
        <w:t>.</w:t>
      </w:r>
    </w:p>
    <w:p w:rsidR="001C73B9" w:rsidRDefault="001C73B9" w:rsidP="001C73B9">
      <w:pPr>
        <w:pStyle w:val="libAr"/>
      </w:pPr>
      <w:r>
        <w:rPr>
          <w:rFonts w:hint="eastAsia"/>
          <w:rtl/>
        </w:rPr>
        <w:t>منهج</w:t>
      </w:r>
      <w:r>
        <w:rPr>
          <w:rtl/>
        </w:rPr>
        <w:t xml:space="preserve"> الصادقين/2/373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If your rulers are the good doers of you, rich ones are from the gracious ones of you, and your affairs go on through consultation among you, then (living) on the earth is better for you than (being) under it. But, if your rulers are the wicked ones of you, your rich ones from the misers of you, and your affairs go on without consultation among you, then (being) under the ground is better for you than (living) on it.</w:t>
      </w:r>
      <w:r w:rsidR="00E978C2" w:rsidRPr="00E978C2">
        <w:rPr>
          <w:rStyle w:val="libItalicChar"/>
        </w:rPr>
        <w:t>”</w:t>
      </w:r>
    </w:p>
    <w:p w:rsidR="001C73B9" w:rsidRDefault="001C73B9" w:rsidP="001C73B9">
      <w:pPr>
        <w:pStyle w:val="libNormal"/>
      </w:pPr>
      <w:r>
        <w:t>Manhaj</w:t>
      </w:r>
      <w:r w:rsidR="00D92C09">
        <w:t>-</w:t>
      </w:r>
      <w:r>
        <w:t>us</w:t>
      </w:r>
      <w:r w:rsidR="00D92C09">
        <w:t>-</w:t>
      </w:r>
      <w:r>
        <w:t xml:space="preserve">Sadiqeen, commentary, vol. 2, p. 373 </w:t>
      </w:r>
    </w:p>
    <w:p w:rsidR="001C73B9" w:rsidRDefault="001C73B9" w:rsidP="001C73B9">
      <w:pPr>
        <w:pStyle w:val="libAr"/>
      </w:pPr>
      <w:r>
        <w:rPr>
          <w:rtl/>
        </w:rPr>
        <w:t>381</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شاوَرَ ذَوِي العُقُولِ اِستَضاءَ بِأَنوارِ العُقُولِ</w:t>
      </w:r>
      <w:r>
        <w:t>.</w:t>
      </w:r>
    </w:p>
    <w:p w:rsidR="001C73B9" w:rsidRDefault="001C73B9" w:rsidP="001C73B9">
      <w:pPr>
        <w:pStyle w:val="libAr"/>
      </w:pPr>
      <w:r>
        <w:rPr>
          <w:rFonts w:hint="eastAsia"/>
          <w:rtl/>
        </w:rPr>
        <w:t>غرر</w:t>
      </w:r>
      <w:r>
        <w:rPr>
          <w:rtl/>
        </w:rPr>
        <w:t xml:space="preserve"> الحكم/336</w:t>
      </w:r>
    </w:p>
    <w:p w:rsidR="001C73B9" w:rsidRPr="00E978C2" w:rsidRDefault="001C73B9" w:rsidP="001C73B9">
      <w:pPr>
        <w:pStyle w:val="libNormal"/>
        <w:rPr>
          <w:rStyle w:val="libItalicChar"/>
        </w:rPr>
      </w:pPr>
      <w:r>
        <w:t xml:space="preserve">Imam Amir ul Mu'mineen Ali [a.s.] said: </w:t>
      </w:r>
      <w:r w:rsidR="00E978C2" w:rsidRPr="00E978C2">
        <w:rPr>
          <w:rStyle w:val="libItalicChar"/>
        </w:rPr>
        <w:t>“</w:t>
      </w:r>
      <w:r w:rsidRPr="00E978C2">
        <w:rPr>
          <w:rStyle w:val="libItalicChar"/>
        </w:rPr>
        <w:t>He who</w:t>
      </w:r>
    </w:p>
    <w:p w:rsidR="001C73B9" w:rsidRDefault="001C73B9" w:rsidP="001C73B9">
      <w:pPr>
        <w:pStyle w:val="libNormal"/>
      </w:pPr>
      <w:r w:rsidRPr="00E978C2">
        <w:rPr>
          <w:rStyle w:val="libItalicChar"/>
        </w:rPr>
        <w:t>consults with the wise, seeks for the lights of intelligence to be enlightened with</w:t>
      </w:r>
      <w:r w:rsidR="00E978C2" w:rsidRPr="00E978C2">
        <w:rPr>
          <w:rStyle w:val="libItalicChar"/>
        </w:rPr>
        <w:t>”</w:t>
      </w:r>
      <w:r>
        <w:t>, (and will recognize right from wrong).</w:t>
      </w:r>
    </w:p>
    <w:p w:rsidR="001C73B9" w:rsidRDefault="001C73B9" w:rsidP="001C73B9">
      <w:pPr>
        <w:pStyle w:val="libNormal"/>
      </w:pPr>
      <w:r>
        <w:t>Ghurar</w:t>
      </w:r>
      <w:r w:rsidR="00D92C09">
        <w:t>-</w:t>
      </w:r>
      <w:r>
        <w:t>ul</w:t>
      </w:r>
      <w:r w:rsidR="00D92C09">
        <w:t>-</w:t>
      </w:r>
      <w:r>
        <w:t xml:space="preserve">Hikam, p. 336 </w:t>
      </w:r>
    </w:p>
    <w:p w:rsidR="001C73B9" w:rsidRDefault="001C73B9" w:rsidP="001C73B9">
      <w:pPr>
        <w:pStyle w:val="libAr"/>
      </w:pPr>
      <w:r>
        <w:rPr>
          <w:rtl/>
        </w:rPr>
        <w:t>382</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شاوَرَ ذَوِي الألبابِ دَلَّ عَلَى الرَّشادِ، وَ نالَ النُّصُحَ مِمَّن قَبِلَهُ</w:t>
      </w:r>
      <w:r>
        <w:t>.</w:t>
      </w:r>
    </w:p>
    <w:p w:rsidR="001C73B9" w:rsidRDefault="001C73B9" w:rsidP="001C73B9">
      <w:pPr>
        <w:pStyle w:val="libAr"/>
      </w:pPr>
      <w:r>
        <w:rPr>
          <w:rFonts w:hint="eastAsia"/>
          <w:rtl/>
        </w:rPr>
        <w:t>بحار</w:t>
      </w:r>
      <w:r>
        <w:rPr>
          <w:rtl/>
        </w:rPr>
        <w:t xml:space="preserve"> الأنوار/75/105</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He who consults with men of understanding, shows his development....</w:t>
      </w:r>
      <w:r w:rsidR="00E978C2" w:rsidRPr="00E978C2">
        <w:rPr>
          <w:rStyle w:val="libItalicChar"/>
        </w:rPr>
        <w:t>”</w:t>
      </w:r>
    </w:p>
    <w:p w:rsidR="001C73B9" w:rsidRDefault="001C73B9" w:rsidP="001C73B9">
      <w:pPr>
        <w:pStyle w:val="libNormal"/>
      </w:pPr>
      <w:r>
        <w:t>Bihar</w:t>
      </w:r>
      <w:r w:rsidR="00D92C09">
        <w:t>-</w:t>
      </w:r>
      <w:r>
        <w:t>ul</w:t>
      </w:r>
      <w:r w:rsidR="00D92C09">
        <w:t>-</w:t>
      </w:r>
      <w:r>
        <w:t>Anwar, vol. 75, p. 105</w:t>
      </w:r>
    </w:p>
    <w:p w:rsidR="001C73B9" w:rsidRDefault="001C73B9" w:rsidP="001C73B9">
      <w:pPr>
        <w:pStyle w:val="libNormal"/>
      </w:pPr>
      <w:r>
        <w:t xml:space="preserve"> </w:t>
      </w:r>
    </w:p>
    <w:p w:rsidR="001C73B9" w:rsidRDefault="001C73B9" w:rsidP="001C73B9">
      <w:pPr>
        <w:pStyle w:val="libAr"/>
      </w:pPr>
      <w:r>
        <w:rPr>
          <w:rtl/>
        </w:rPr>
        <w:t>383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ما</w:t>
      </w:r>
      <w:r>
        <w:rPr>
          <w:rtl/>
        </w:rPr>
        <w:t xml:space="preserve"> شَقى عَبدٌ قَطُّ بِمَشوَرَةٍ وَما سَعَدَ بِاستِغناءٍ بِرَأْيٍ</w:t>
      </w:r>
      <w:r>
        <w:t>.</w:t>
      </w:r>
    </w:p>
    <w:p w:rsidR="001C73B9" w:rsidRDefault="001C73B9" w:rsidP="001C73B9">
      <w:pPr>
        <w:pStyle w:val="libAr"/>
      </w:pPr>
      <w:r>
        <w:rPr>
          <w:rFonts w:hint="eastAsia"/>
          <w:rtl/>
        </w:rPr>
        <w:t>نهج</w:t>
      </w:r>
      <w:r>
        <w:rPr>
          <w:rtl/>
        </w:rPr>
        <w:t xml:space="preserve"> الفصاحة/533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No believer will become wretched by consultation, and none will gain merit through stubbornness.</w:t>
      </w:r>
      <w:r w:rsidR="00E978C2" w:rsidRPr="00E978C2">
        <w:rPr>
          <w:rStyle w:val="libItalicChar"/>
        </w:rPr>
        <w:t>”</w:t>
      </w:r>
    </w:p>
    <w:p w:rsidR="001C73B9" w:rsidRDefault="001C73B9" w:rsidP="001C73B9">
      <w:pPr>
        <w:pStyle w:val="libNormal"/>
      </w:pPr>
      <w:r>
        <w:t>Nahj</w:t>
      </w:r>
      <w:r w:rsidR="00D92C09">
        <w:t>-</w:t>
      </w:r>
      <w:r>
        <w:t>ul</w:t>
      </w:r>
      <w:r w:rsidR="00D92C09">
        <w:t>-</w:t>
      </w:r>
      <w:r>
        <w:t xml:space="preserve">Fisahah, p. 533 </w:t>
      </w:r>
    </w:p>
    <w:p w:rsidR="001C73B9" w:rsidRDefault="001C73B9" w:rsidP="001C73B9">
      <w:pPr>
        <w:pStyle w:val="libNormal"/>
      </w:pPr>
      <w:r>
        <w:br w:type="page"/>
      </w:r>
    </w:p>
    <w:p w:rsidR="001C73B9" w:rsidRDefault="001C73B9" w:rsidP="001C73B9">
      <w:pPr>
        <w:pStyle w:val="Heading1Center"/>
      </w:pPr>
      <w:bookmarkStart w:id="73" w:name="_Toc444518272"/>
      <w:r>
        <w:lastRenderedPageBreak/>
        <w:t>ACTIVITY AND IDLENESS</w:t>
      </w:r>
      <w:bookmarkEnd w:id="73"/>
    </w:p>
    <w:p w:rsidR="001C73B9" w:rsidRDefault="001C73B9" w:rsidP="001C73B9">
      <w:pPr>
        <w:pStyle w:val="libAr"/>
      </w:pPr>
      <w:r>
        <w:rPr>
          <w:rtl/>
        </w:rPr>
        <w:t>384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اَلعِبادَة</w:t>
      </w:r>
      <w:r>
        <w:rPr>
          <w:rtl/>
        </w:rPr>
        <w:t xml:space="preserve"> سَبعُونَ جُزْءًا أَفضَلُها طَلَبُ الحَلالِ</w:t>
      </w:r>
      <w:r>
        <w:t>.</w:t>
      </w:r>
    </w:p>
    <w:p w:rsidR="001C73B9" w:rsidRDefault="001C73B9" w:rsidP="001C73B9">
      <w:pPr>
        <w:pStyle w:val="libAr"/>
      </w:pPr>
      <w:r>
        <w:rPr>
          <w:rFonts w:hint="eastAsia"/>
          <w:rtl/>
        </w:rPr>
        <w:t>التهذيب</w:t>
      </w:r>
      <w:r>
        <w:rPr>
          <w:rtl/>
        </w:rPr>
        <w:t>/6/324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are seventy branches of worship, the best of which is earning a living lawfully.</w:t>
      </w:r>
      <w:r w:rsidR="00E978C2" w:rsidRPr="00E978C2">
        <w:rPr>
          <w:rStyle w:val="libItalicChar"/>
        </w:rPr>
        <w:t>”</w:t>
      </w:r>
    </w:p>
    <w:p w:rsidR="001C73B9" w:rsidRDefault="001C73B9" w:rsidP="001C73B9">
      <w:pPr>
        <w:pStyle w:val="libNormal"/>
      </w:pPr>
      <w:r>
        <w:t>At</w:t>
      </w:r>
      <w:r w:rsidR="00D92C09">
        <w:t>-</w:t>
      </w:r>
      <w:r>
        <w:t>Tahthib, vol. 6, p. 324</w:t>
      </w:r>
    </w:p>
    <w:p w:rsidR="001C73B9" w:rsidRDefault="001C73B9" w:rsidP="001C73B9">
      <w:pPr>
        <w:pStyle w:val="libNormal"/>
      </w:pPr>
      <w:r>
        <w:t xml:space="preserve"> </w:t>
      </w:r>
    </w:p>
    <w:p w:rsidR="001C73B9" w:rsidRDefault="001C73B9" w:rsidP="001C73B9">
      <w:pPr>
        <w:pStyle w:val="libAr"/>
      </w:pPr>
      <w:r>
        <w:rPr>
          <w:rtl/>
        </w:rPr>
        <w:t>385</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هَيهاتَ</w:t>
      </w:r>
      <w:r>
        <w:rPr>
          <w:rtl/>
        </w:rPr>
        <w:t xml:space="preserve"> مِن نَيلِ السَّعادَةِ اَلسُّكُونُ إِلى الهَوانِي وَالبِطالَةِ</w:t>
      </w:r>
      <w:r>
        <w:t>.</w:t>
      </w:r>
    </w:p>
    <w:p w:rsidR="001C73B9" w:rsidRDefault="001C73B9" w:rsidP="001C73B9">
      <w:pPr>
        <w:pStyle w:val="libAr"/>
      </w:pPr>
      <w:r>
        <w:rPr>
          <w:rFonts w:hint="eastAsia"/>
          <w:rtl/>
        </w:rPr>
        <w:t>غرر</w:t>
      </w:r>
      <w:r>
        <w:rPr>
          <w:rtl/>
        </w:rPr>
        <w:t xml:space="preserve"> الحكم/197</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Never, never will prosperity be reached by remaining idle and lazy.</w:t>
      </w:r>
      <w:r w:rsidR="00E978C2" w:rsidRPr="00E978C2">
        <w:rPr>
          <w:rStyle w:val="libItalicChar"/>
        </w:rPr>
        <w:t>”</w:t>
      </w:r>
    </w:p>
    <w:p w:rsidR="001C73B9" w:rsidRDefault="001C73B9" w:rsidP="001C73B9">
      <w:pPr>
        <w:pStyle w:val="libNormal"/>
      </w:pPr>
      <w:r>
        <w:t>Ghurar</w:t>
      </w:r>
      <w:r w:rsidR="00D92C09">
        <w:t>-</w:t>
      </w:r>
      <w:r>
        <w:t>ul</w:t>
      </w:r>
      <w:r w:rsidR="00D92C09">
        <w:t>-</w:t>
      </w:r>
      <w:r>
        <w:t>Hikam, p.197</w:t>
      </w:r>
    </w:p>
    <w:p w:rsidR="001C73B9" w:rsidRDefault="001C73B9" w:rsidP="001C73B9">
      <w:pPr>
        <w:pStyle w:val="libAr"/>
      </w:pPr>
      <w:r>
        <w:rPr>
          <w:rtl/>
        </w:rPr>
        <w:t>386</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إيّاكَ</w:t>
      </w:r>
      <w:r>
        <w:rPr>
          <w:rtl/>
        </w:rPr>
        <w:t xml:space="preserve"> وَالكَسَلَ وَالضَّجَرَ فَاِنَّهُمـا مِفتاحُ كُـلِّ شَرٍّ</w:t>
      </w:r>
      <w:r>
        <w:t>.</w:t>
      </w:r>
    </w:p>
    <w:p w:rsidR="001C73B9" w:rsidRDefault="001C73B9" w:rsidP="001C73B9">
      <w:pPr>
        <w:pStyle w:val="libAr"/>
      </w:pPr>
      <w:r>
        <w:rPr>
          <w:rFonts w:hint="eastAsia"/>
          <w:rtl/>
        </w:rPr>
        <w:t>بحار</w:t>
      </w:r>
      <w:r>
        <w:rPr>
          <w:rtl/>
        </w:rPr>
        <w:t xml:space="preserve"> الأنوار/78/175</w:t>
      </w:r>
    </w:p>
    <w:p w:rsidR="001C73B9" w:rsidRDefault="001C73B9" w:rsidP="001C73B9">
      <w:pPr>
        <w:pStyle w:val="libNormal"/>
      </w:pPr>
      <w:r>
        <w:t xml:space="preserve">Imam Baqir, the fifth Imam [a.s.] said: </w:t>
      </w:r>
      <w:r w:rsidR="00E978C2" w:rsidRPr="00E978C2">
        <w:rPr>
          <w:rStyle w:val="libItalicChar"/>
        </w:rPr>
        <w:t>“</w:t>
      </w:r>
      <w:r w:rsidRPr="00E978C2">
        <w:rPr>
          <w:rStyle w:val="libItalicChar"/>
        </w:rPr>
        <w:t>Avoid laziness and discontent. These two are the keys to every vice.</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78, p. 175 </w:t>
      </w:r>
    </w:p>
    <w:p w:rsidR="001C73B9" w:rsidRDefault="001C73B9" w:rsidP="001C73B9">
      <w:pPr>
        <w:pStyle w:val="libAr"/>
      </w:pPr>
      <w:r>
        <w:rPr>
          <w:rtl/>
        </w:rPr>
        <w:t>387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رَوى</w:t>
      </w:r>
      <w:r>
        <w:rPr>
          <w:rtl/>
        </w:rPr>
        <w:t xml:space="preserve"> أَنَسُ بنُ مالكٍ أَنَّ رَسُولَ </w:t>
      </w:r>
      <w:r w:rsidR="00525C12">
        <w:rPr>
          <w:rtl/>
        </w:rPr>
        <w:t>الله صلی</w:t>
      </w:r>
      <w:r>
        <w:rPr>
          <w:rtl/>
        </w:rPr>
        <w:t xml:space="preserve"> الله</w:t>
      </w:r>
      <w:r w:rsidR="00525C12">
        <w:rPr>
          <w:rtl/>
        </w:rPr>
        <w:t xml:space="preserve"> عليه</w:t>
      </w:r>
      <w:r>
        <w:rPr>
          <w:rtl/>
        </w:rPr>
        <w:t xml:space="preserve"> و آله و سلم لَمّا أَقبَـلَ مِن غَـزوَةِ تَبُوكٍ اِستَقبَلَهُ سَعْدُ الأََنصارِيِّ فَصافَحَهُ </w:t>
      </w:r>
      <w:r w:rsidR="005F6D68">
        <w:rPr>
          <w:rtl/>
        </w:rPr>
        <w:t>النَّبِيّ صلی</w:t>
      </w:r>
      <w:r>
        <w:rPr>
          <w:rtl/>
        </w:rPr>
        <w:t xml:space="preserve"> الله</w:t>
      </w:r>
      <w:r w:rsidR="00525C12">
        <w:rPr>
          <w:rtl/>
        </w:rPr>
        <w:t xml:space="preserve"> عليه</w:t>
      </w:r>
      <w:r>
        <w:rPr>
          <w:rtl/>
        </w:rPr>
        <w:t xml:space="preserve"> و آله و سلم ثُمَّ قالَ لَهُ: ما هذَا الَّذي أَكْتَبَ يَدَيْكَ؟ قالَ: يا رَسُـولَ الل</w:t>
      </w:r>
      <w:r>
        <w:rPr>
          <w:rFonts w:hint="eastAsia"/>
          <w:rtl/>
        </w:rPr>
        <w:t>هِ</w:t>
      </w:r>
      <w:r>
        <w:rPr>
          <w:rtl/>
        </w:rPr>
        <w:t xml:space="preserve"> أَضْـرِبُ بِالْمَـرِّ وَالمِسْحاةِ فَأَنْفَقُهُ عَلى عِيالي فَقَبَّلَ يَـدَهُ رَسُـولُ </w:t>
      </w:r>
      <w:r w:rsidR="00525C12">
        <w:rPr>
          <w:rtl/>
        </w:rPr>
        <w:t>الله صلی</w:t>
      </w:r>
      <w:r>
        <w:rPr>
          <w:rtl/>
        </w:rPr>
        <w:t xml:space="preserve"> الله</w:t>
      </w:r>
      <w:r w:rsidR="00525C12">
        <w:rPr>
          <w:rtl/>
        </w:rPr>
        <w:t xml:space="preserve"> عليه</w:t>
      </w:r>
      <w:r>
        <w:rPr>
          <w:rtl/>
        </w:rPr>
        <w:t xml:space="preserve"> و آله و سلم وَ قالَ: هذِهِ يَدٌ لا تَمَسُّهَا النّارُ</w:t>
      </w:r>
      <w:r>
        <w:t>.</w:t>
      </w:r>
    </w:p>
    <w:p w:rsidR="001C73B9" w:rsidRDefault="001C73B9" w:rsidP="001C73B9">
      <w:pPr>
        <w:pStyle w:val="libAr"/>
      </w:pPr>
      <w:r>
        <w:rPr>
          <w:rFonts w:hint="eastAsia"/>
          <w:rtl/>
        </w:rPr>
        <w:t>أُسدالغابة</w:t>
      </w:r>
      <w:r>
        <w:rPr>
          <w:rtl/>
        </w:rPr>
        <w:t>/2/269</w:t>
      </w:r>
    </w:p>
    <w:p w:rsidR="001C73B9" w:rsidRDefault="001C73B9" w:rsidP="001C73B9">
      <w:pPr>
        <w:pStyle w:val="libNormal"/>
      </w:pPr>
      <w:r>
        <w:t xml:space="preserve">When Sa'd Ansari responded to the Holy Prophet [p.b.u.h.] that his hands were calloused because he used to work with a rope and a shovel to earn money to spend for his wife and children, he [p.b.u.h.] kissed his hand (as an honour) and said: </w:t>
      </w:r>
      <w:r w:rsidR="00E978C2" w:rsidRPr="00E978C2">
        <w:rPr>
          <w:rStyle w:val="libItalicChar"/>
        </w:rPr>
        <w:t>“</w:t>
      </w:r>
      <w:r w:rsidRPr="00E978C2">
        <w:rPr>
          <w:rStyle w:val="libItalicChar"/>
        </w:rPr>
        <w:t>This is a hand which the Fire (of Hell) will never touch.</w:t>
      </w:r>
      <w:r w:rsidR="00E978C2" w:rsidRPr="00E978C2">
        <w:rPr>
          <w:rStyle w:val="libItalicChar"/>
        </w:rPr>
        <w:t>”</w:t>
      </w:r>
    </w:p>
    <w:p w:rsidR="001C73B9" w:rsidRDefault="001C73B9" w:rsidP="001C73B9">
      <w:pPr>
        <w:pStyle w:val="libNormal"/>
      </w:pPr>
      <w:r>
        <w:t>Usd</w:t>
      </w:r>
      <w:r w:rsidR="00D92C09">
        <w:t>-</w:t>
      </w:r>
      <w:r>
        <w:t>ul</w:t>
      </w:r>
      <w:r w:rsidR="00D92C09">
        <w:t>-</w:t>
      </w:r>
      <w:r>
        <w:t xml:space="preserve">Ghabah, vol. 2, p. 269 </w:t>
      </w:r>
    </w:p>
    <w:p w:rsidR="001C73B9" w:rsidRDefault="001C73B9" w:rsidP="001C73B9">
      <w:pPr>
        <w:pStyle w:val="libNormal"/>
      </w:pPr>
      <w:r>
        <w:br w:type="page"/>
      </w:r>
    </w:p>
    <w:p w:rsidR="001C73B9" w:rsidRDefault="001C73B9" w:rsidP="001C73B9">
      <w:pPr>
        <w:pStyle w:val="Heading1Center"/>
      </w:pPr>
      <w:bookmarkStart w:id="74" w:name="_Toc444518273"/>
      <w:r>
        <w:lastRenderedPageBreak/>
        <w:t>MARTYRS AND MARTYRDOM</w:t>
      </w:r>
      <w:bookmarkEnd w:id="74"/>
    </w:p>
    <w:p w:rsidR="001C73B9" w:rsidRDefault="001C73B9" w:rsidP="001C73B9">
      <w:pPr>
        <w:pStyle w:val="libAr"/>
      </w:pPr>
      <w:r>
        <w:rPr>
          <w:rtl/>
        </w:rPr>
        <w:t>388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فَوقَ</w:t>
      </w:r>
      <w:r>
        <w:rPr>
          <w:rtl/>
        </w:rPr>
        <w:t xml:space="preserve"> كُلِّ بِرٍّ بِرٌّ حَتّى يُقتَلَ الرَّجُلُ  فِي  سَبِيلِ اللهِ عزَّ وَ جَلَّ فَلَيسَ فَوقَهُ بِرٌّ</w:t>
      </w:r>
      <w:r>
        <w:t>.</w:t>
      </w:r>
    </w:p>
    <w:p w:rsidR="001C73B9" w:rsidRDefault="001C73B9" w:rsidP="001C73B9">
      <w:pPr>
        <w:pStyle w:val="libAr"/>
      </w:pPr>
      <w:r>
        <w:rPr>
          <w:rFonts w:hint="eastAsia"/>
          <w:rtl/>
        </w:rPr>
        <w:t>بحار</w:t>
      </w:r>
      <w:r>
        <w:rPr>
          <w:rtl/>
        </w:rPr>
        <w:t xml:space="preserve"> الأنوار/100/10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is a goodness above any goodness until when a believing person, (fighting against the enemies of Islam who slaughter Muslims), is killed in the way of Allah, Almighty and Glorious, then there is no goodness above it.</w:t>
      </w:r>
      <w:r w:rsidR="00E978C2" w:rsidRPr="00E978C2">
        <w:rPr>
          <w:rStyle w:val="libItalicChar"/>
        </w:rPr>
        <w:t>”</w:t>
      </w:r>
    </w:p>
    <w:p w:rsidR="001C73B9" w:rsidRDefault="001C73B9" w:rsidP="001C73B9">
      <w:pPr>
        <w:pStyle w:val="libNormal"/>
      </w:pPr>
      <w:r>
        <w:t>Bihar</w:t>
      </w:r>
      <w:r w:rsidR="00D92C09">
        <w:t>-</w:t>
      </w:r>
      <w:r>
        <w:t>ul</w:t>
      </w:r>
      <w:r w:rsidR="00D92C09">
        <w:t>-</w:t>
      </w:r>
      <w:r>
        <w:t>Anwar, vol. 10, p. 100</w:t>
      </w:r>
    </w:p>
    <w:p w:rsidR="001C73B9" w:rsidRDefault="001C73B9" w:rsidP="001C73B9">
      <w:pPr>
        <w:pStyle w:val="libNormal"/>
      </w:pPr>
      <w:r>
        <w:t xml:space="preserve"> </w:t>
      </w:r>
    </w:p>
    <w:p w:rsidR="001C73B9" w:rsidRDefault="001C73B9" w:rsidP="001C73B9">
      <w:pPr>
        <w:pStyle w:val="libAr"/>
      </w:pPr>
      <w:r>
        <w:rPr>
          <w:rtl/>
        </w:rPr>
        <w:t>389</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قُتِلَ في سَبيلِ الله لَم يُعَرِّفْهُ اللّهُ شَيئاً مِن سَيِّئاتِهِ</w:t>
      </w:r>
      <w:r>
        <w:t>.</w:t>
      </w:r>
    </w:p>
    <w:p w:rsidR="001C73B9" w:rsidRDefault="001C73B9" w:rsidP="001C73B9">
      <w:pPr>
        <w:pStyle w:val="libAr"/>
      </w:pPr>
      <w:r>
        <w:rPr>
          <w:rFonts w:hint="eastAsia"/>
          <w:rtl/>
        </w:rPr>
        <w:t>الكافي</w:t>
      </w:r>
      <w:r>
        <w:rPr>
          <w:rtl/>
        </w:rPr>
        <w:t>/5/54</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is slain in the path of Allah (as a martyr), He will not recount anything of his sins to him, (his sins will be forgiven totally).</w:t>
      </w:r>
      <w:r w:rsidR="00E978C2" w:rsidRPr="00E978C2">
        <w:rPr>
          <w:rStyle w:val="libItalicChar"/>
        </w:rPr>
        <w:t>”</w:t>
      </w:r>
    </w:p>
    <w:p w:rsidR="001C73B9" w:rsidRDefault="001C73B9" w:rsidP="001C73B9">
      <w:pPr>
        <w:pStyle w:val="libNormal"/>
      </w:pPr>
      <w:r>
        <w:t>Furu</w:t>
      </w:r>
      <w:r w:rsidR="00D92C09">
        <w:t>-</w:t>
      </w:r>
      <w:r>
        <w:t>I</w:t>
      </w:r>
      <w:r w:rsidR="00D92C09">
        <w:t>-</w:t>
      </w:r>
      <w:r>
        <w:t xml:space="preserve">Kafi, vol. 5, p. 54 </w:t>
      </w:r>
    </w:p>
    <w:p w:rsidR="001C73B9" w:rsidRDefault="001C73B9" w:rsidP="001C73B9">
      <w:pPr>
        <w:pStyle w:val="libAr"/>
      </w:pPr>
      <w:r>
        <w:rPr>
          <w:rtl/>
        </w:rPr>
        <w:t>390</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t>...</w:t>
      </w:r>
      <w:r>
        <w:rPr>
          <w:rtl/>
        </w:rPr>
        <w:t>وَالّذي نَفسِي بِيَدهِ لَو أَنَّ أَهلَ السَّماواتِ وَالأَرضِ اِجْتَمَعُـو عَلى قَتلِ مُؤمِن أَو رَضُوا بِهِ لَأََدْخَلَهُمُ اللّهُ فِي النّارِ</w:t>
      </w:r>
      <w:r>
        <w:t>.</w:t>
      </w:r>
    </w:p>
    <w:p w:rsidR="001C73B9" w:rsidRDefault="001C73B9" w:rsidP="001C73B9">
      <w:pPr>
        <w:pStyle w:val="libAr"/>
      </w:pPr>
      <w:r>
        <w:rPr>
          <w:rFonts w:hint="eastAsia"/>
          <w:rtl/>
        </w:rPr>
        <w:t>بحار</w:t>
      </w:r>
      <w:r>
        <w:rPr>
          <w:rtl/>
        </w:rPr>
        <w:t xml:space="preserve"> الأنوار/75/149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...By the One in Whose hand is my soul, if all the members in the skies and on the earth gather to kill a (sinless) believer or be persuaded to it, Allah will surely put them all in the Fire.</w:t>
      </w:r>
      <w:r w:rsidR="00E978C2" w:rsidRPr="00E978C2">
        <w:rPr>
          <w:rStyle w:val="libItalicChar"/>
        </w:rPr>
        <w:t>”</w:t>
      </w:r>
    </w:p>
    <w:p w:rsidR="001C73B9" w:rsidRDefault="001C73B9" w:rsidP="001C73B9">
      <w:pPr>
        <w:pStyle w:val="libNormal"/>
      </w:pPr>
      <w:r>
        <w:t>Bihar</w:t>
      </w:r>
      <w:r w:rsidR="00D92C09">
        <w:t>-</w:t>
      </w:r>
      <w:r>
        <w:t>ul</w:t>
      </w:r>
      <w:r w:rsidR="00D92C09">
        <w:t>-</w:t>
      </w:r>
      <w:r>
        <w:t>Anwar, vol. 75, p. 149</w:t>
      </w:r>
    </w:p>
    <w:p w:rsidR="001C73B9" w:rsidRDefault="001C73B9" w:rsidP="001C73B9">
      <w:pPr>
        <w:pStyle w:val="libNormal"/>
      </w:pPr>
      <w:r>
        <w:t xml:space="preserve"> </w:t>
      </w:r>
    </w:p>
    <w:p w:rsidR="001C73B9" w:rsidRDefault="001C73B9" w:rsidP="001C73B9">
      <w:pPr>
        <w:pStyle w:val="libAr"/>
      </w:pPr>
      <w:r>
        <w:rPr>
          <w:rtl/>
        </w:rPr>
        <w:t>391</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ما</w:t>
      </w:r>
      <w:r>
        <w:rPr>
          <w:rtl/>
        </w:rPr>
        <w:t xml:space="preserve"> مِن قَطرَةٍ اَحَبَّ إِلى اللهِ عَزَّوَجَلَّ مِن قَطرَةِ دَمٍ  فِي سَبِيلِ اللهِ</w:t>
      </w:r>
      <w:r>
        <w:t>.</w:t>
      </w:r>
    </w:p>
    <w:p w:rsidR="001C73B9" w:rsidRDefault="001C73B9" w:rsidP="001C73B9">
      <w:pPr>
        <w:pStyle w:val="libAr"/>
      </w:pPr>
      <w:r>
        <w:rPr>
          <w:rFonts w:hint="eastAsia"/>
          <w:rtl/>
        </w:rPr>
        <w:t>وسائل</w:t>
      </w:r>
      <w:r>
        <w:rPr>
          <w:rtl/>
        </w:rPr>
        <w:t xml:space="preserve"> الشيعة/15/14</w:t>
      </w:r>
    </w:p>
    <w:p w:rsidR="001C73B9" w:rsidRDefault="001C73B9" w:rsidP="001C73B9">
      <w:pPr>
        <w:pStyle w:val="libNormal"/>
      </w:pPr>
      <w:r>
        <w:t xml:space="preserve">The Holy Prophet [p.b.u.h.] said: </w:t>
      </w:r>
      <w:r w:rsidR="00E978C2">
        <w:t>“</w:t>
      </w:r>
      <w:r>
        <w:t>No drop is more beloved with Allah, Almighty and Glorious, than the drop of blood which is poured in the way of Allah.</w:t>
      </w:r>
    </w:p>
    <w:p w:rsidR="001C73B9" w:rsidRDefault="001C73B9" w:rsidP="001C73B9">
      <w:pPr>
        <w:pStyle w:val="libNormal"/>
      </w:pPr>
      <w:r>
        <w:t>Wasa'il</w:t>
      </w:r>
      <w:r w:rsidR="00D92C09">
        <w:t>-</w:t>
      </w:r>
      <w:r>
        <w:t xml:space="preserve">ush Shi'ah, vol. 15, p. 14 </w:t>
      </w:r>
    </w:p>
    <w:p w:rsidR="001C73B9" w:rsidRDefault="001C73B9" w:rsidP="001C73B9">
      <w:pPr>
        <w:pStyle w:val="libNormal"/>
      </w:pPr>
      <w:r>
        <w:br w:type="page"/>
      </w:r>
    </w:p>
    <w:p w:rsidR="001C73B9" w:rsidRDefault="001C73B9" w:rsidP="001C73B9">
      <w:pPr>
        <w:pStyle w:val="Heading1Center"/>
      </w:pPr>
      <w:bookmarkStart w:id="75" w:name="_Toc444518274"/>
      <w:r>
        <w:lastRenderedPageBreak/>
        <w:t>THE EXPECTED MAHDI [A.S.] AND HIS GOVERNMENT OF JUSTICE</w:t>
      </w:r>
      <w:bookmarkEnd w:id="75"/>
    </w:p>
    <w:p w:rsidR="001C73B9" w:rsidRDefault="001C73B9" w:rsidP="001C73B9">
      <w:pPr>
        <w:pStyle w:val="libAr"/>
      </w:pPr>
      <w:r>
        <w:rPr>
          <w:rtl/>
        </w:rPr>
        <w:t>392</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اَلْمَهدِيّ</w:t>
      </w:r>
      <w:r>
        <w:rPr>
          <w:rtl/>
        </w:rPr>
        <w:t xml:space="preserve"> مِن عِترَتِي مِن وُلدِ فاطِمَةَ</w:t>
      </w:r>
      <w:r>
        <w:t>.</w:t>
      </w:r>
    </w:p>
    <w:p w:rsidR="001C73B9" w:rsidRDefault="001C73B9" w:rsidP="001C73B9">
      <w:pPr>
        <w:pStyle w:val="libAr"/>
      </w:pPr>
      <w:r>
        <w:rPr>
          <w:rFonts w:hint="eastAsia"/>
          <w:rtl/>
        </w:rPr>
        <w:t>سنن</w:t>
      </w:r>
      <w:r>
        <w:rPr>
          <w:rtl/>
        </w:rPr>
        <w:t xml:space="preserve"> أبي داود/4/107</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Al</w:t>
      </w:r>
      <w:r w:rsidR="00D92C09" w:rsidRPr="00E978C2">
        <w:rPr>
          <w:rStyle w:val="libItalicChar"/>
        </w:rPr>
        <w:t>-</w:t>
      </w:r>
      <w:r w:rsidRPr="00E978C2">
        <w:rPr>
          <w:rStyle w:val="libItalicChar"/>
        </w:rPr>
        <w:t>Mahdi is of my progeny from the sons of Fatimah [a.s.].</w:t>
      </w:r>
      <w:r w:rsidR="00E978C2" w:rsidRPr="00E978C2">
        <w:rPr>
          <w:rStyle w:val="libItalicChar"/>
        </w:rPr>
        <w:t>”</w:t>
      </w:r>
    </w:p>
    <w:p w:rsidR="001C73B9" w:rsidRDefault="001C73B9" w:rsidP="001C73B9">
      <w:pPr>
        <w:pStyle w:val="libNormal"/>
      </w:pPr>
      <w:r>
        <w:t>Sunan</w:t>
      </w:r>
      <w:r w:rsidR="00D92C09">
        <w:t>-</w:t>
      </w:r>
      <w:r>
        <w:t>I</w:t>
      </w:r>
      <w:r w:rsidR="00D92C09">
        <w:t>-</w:t>
      </w:r>
      <w:r>
        <w:t xml:space="preserve">Abu Dawud, vol. 4, p. 107 </w:t>
      </w:r>
    </w:p>
    <w:p w:rsidR="001C73B9" w:rsidRDefault="001C73B9" w:rsidP="001C73B9">
      <w:pPr>
        <w:pStyle w:val="libAr"/>
      </w:pPr>
      <w:r>
        <w:rPr>
          <w:rtl/>
        </w:rPr>
        <w:t>393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طُوبـى</w:t>
      </w:r>
      <w:r>
        <w:rPr>
          <w:rtl/>
        </w:rPr>
        <w:t xml:space="preserve"> لِمَـن اَدرَكَ قائِـمَ اَهلِ بَيتِـي وَ هُوَ مُقتَدٍ بِهِ قَبلَ قِيامِـهِ، يَتَوَلّى وَلِيَّهُ وَ يَتَبَرَّأُ مِنْ عَدُّوِهِ  وَ يَتَوَلَّى الأَئِمَّةَ الهاديَةَ مِن قَبلِهِ، اوُلـئِكَ رُفَقائِي وَ ذَوُوا وُدّي وَ مَوَدَّتِي وَ اَكْرَمُ اُمَّتي عَلَ</w:t>
      </w:r>
      <w:r>
        <w:rPr>
          <w:rFonts w:hint="eastAsia"/>
          <w:rtl/>
        </w:rPr>
        <w:t>يَّ</w:t>
      </w:r>
      <w:r>
        <w:t xml:space="preserve">. </w:t>
      </w:r>
    </w:p>
    <w:p w:rsidR="001C73B9" w:rsidRDefault="001C73B9" w:rsidP="001C73B9">
      <w:pPr>
        <w:pStyle w:val="libAr"/>
      </w:pPr>
      <w:r>
        <w:rPr>
          <w:rFonts w:hint="eastAsia"/>
          <w:rtl/>
        </w:rPr>
        <w:t>بحار</w:t>
      </w:r>
      <w:r>
        <w:rPr>
          <w:rtl/>
        </w:rPr>
        <w:t xml:space="preserve"> الأنوار/52/129</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Happiness is for the one who will attend the Qaim of my Ahlul Bayt and will follow him before his rise. This person will love his (Qaim's) lovers and hate his enemies, and will accept the leadership of the Imams from before his advent. These ones are my friends, and are the most sincere members of my Ummah whom I honour very much.</w:t>
      </w:r>
      <w:r w:rsidR="00E978C2" w:rsidRPr="00E978C2">
        <w:rPr>
          <w:rStyle w:val="libItalicChar"/>
        </w:rPr>
        <w:t>”</w:t>
      </w:r>
    </w:p>
    <w:p w:rsidR="001C73B9" w:rsidRDefault="001C73B9" w:rsidP="001C73B9">
      <w:pPr>
        <w:pStyle w:val="libNormal"/>
      </w:pPr>
      <w:r>
        <w:t>Bihar</w:t>
      </w:r>
      <w:r w:rsidR="00D92C09">
        <w:t>-</w:t>
      </w:r>
      <w:r>
        <w:t>ul</w:t>
      </w:r>
      <w:r w:rsidR="00D92C09">
        <w:t>-</w:t>
      </w:r>
      <w:r>
        <w:t>Anwar, vol. 52, p. 129</w:t>
      </w:r>
    </w:p>
    <w:p w:rsidR="001C73B9" w:rsidRDefault="001C73B9" w:rsidP="001C73B9">
      <w:pPr>
        <w:pStyle w:val="libAr"/>
      </w:pPr>
      <w:r>
        <w:rPr>
          <w:rtl/>
        </w:rPr>
        <w:t>394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يَبعَثُ</w:t>
      </w:r>
      <w:r>
        <w:rPr>
          <w:rtl/>
        </w:rPr>
        <w:t xml:space="preserve"> اللّهُ رَجُلاً مِن عِترَتِي مِن اَهلِ بَيْتي فَيَمْلَأُ  بِهِ الأرضَ قِسطاً كَما مُلِئَتْ ظُلماً وَ جَورًا</w:t>
      </w:r>
      <w:r>
        <w:t>.</w:t>
      </w:r>
    </w:p>
    <w:p w:rsidR="001C73B9" w:rsidRDefault="001C73B9" w:rsidP="001C73B9">
      <w:pPr>
        <w:pStyle w:val="libAr"/>
      </w:pPr>
      <w:r>
        <w:rPr>
          <w:rFonts w:hint="eastAsia"/>
          <w:rtl/>
        </w:rPr>
        <w:t>المصنف</w:t>
      </w:r>
      <w:r>
        <w:rPr>
          <w:rtl/>
        </w:rPr>
        <w:t>/11/371</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Allah will raise a man from my progeny, from my Ahlul Bayt, by whom the earth will be filled with justice thoroughly the same as it has been filled with injustice and oppression.</w:t>
      </w:r>
      <w:r w:rsidR="00E978C2" w:rsidRPr="00E978C2">
        <w:rPr>
          <w:rStyle w:val="libItalicChar"/>
        </w:rPr>
        <w:t>”</w:t>
      </w:r>
    </w:p>
    <w:p w:rsidR="001C73B9" w:rsidRDefault="001C73B9" w:rsidP="001C73B9">
      <w:pPr>
        <w:pStyle w:val="libNormal"/>
      </w:pPr>
      <w:r>
        <w:t>Al</w:t>
      </w:r>
      <w:r w:rsidR="00D92C09">
        <w:t>-</w:t>
      </w:r>
      <w:r>
        <w:t>Musannif, vol. 11, p. 371</w:t>
      </w:r>
    </w:p>
    <w:p w:rsidR="001C73B9" w:rsidRDefault="001C73B9" w:rsidP="001C73B9">
      <w:pPr>
        <w:pStyle w:val="libNormal"/>
      </w:pPr>
      <w:r>
        <w:t xml:space="preserve"> </w:t>
      </w:r>
    </w:p>
    <w:p w:rsidR="001C73B9" w:rsidRDefault="001C73B9" w:rsidP="001C73B9">
      <w:pPr>
        <w:pStyle w:val="libAr"/>
      </w:pPr>
      <w:r>
        <w:rPr>
          <w:rtl/>
        </w:rPr>
        <w:t>395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ماتَ وَلَم يَعرِفْ اِمامَ زَمانِهِ ماتَ مَيتةً جاهِلِيَّةً</w:t>
      </w:r>
      <w:r>
        <w:t>.</w:t>
      </w:r>
    </w:p>
    <w:p w:rsidR="001C73B9" w:rsidRDefault="001C73B9" w:rsidP="001C73B9">
      <w:pPr>
        <w:pStyle w:val="libAr"/>
      </w:pPr>
      <w:r>
        <w:rPr>
          <w:rFonts w:hint="eastAsia"/>
          <w:rtl/>
        </w:rPr>
        <w:t>مسند</w:t>
      </w:r>
      <w:r>
        <w:rPr>
          <w:rtl/>
        </w:rPr>
        <w:t xml:space="preserve"> احمد بن حنبل/2/83 و 3/446 و 4/96</w:t>
      </w:r>
    </w:p>
    <w:p w:rsidR="001C73B9" w:rsidRDefault="001C73B9" w:rsidP="001C73B9">
      <w:pPr>
        <w:pStyle w:val="libAr"/>
      </w:pPr>
      <w:r>
        <w:rPr>
          <w:rFonts w:hint="eastAsia"/>
          <w:rtl/>
        </w:rPr>
        <w:t>صحيح</w:t>
      </w:r>
      <w:r>
        <w:rPr>
          <w:rtl/>
        </w:rPr>
        <w:t xml:space="preserve"> البخاري/5/13 و صحيح مسلم/6/21 الرقم 1849</w:t>
      </w:r>
    </w:p>
    <w:p w:rsidR="001C73B9" w:rsidRDefault="001C73B9" w:rsidP="001C73B9">
      <w:pPr>
        <w:pStyle w:val="libAr"/>
      </w:pPr>
      <w:r>
        <w:rPr>
          <w:rFonts w:hint="eastAsia"/>
          <w:rtl/>
        </w:rPr>
        <w:t>و</w:t>
      </w:r>
      <w:r>
        <w:rPr>
          <w:rtl/>
        </w:rPr>
        <w:t xml:space="preserve"> 25 مصدرًا آخرَ مِن مصادرِ علماءِ العامَّةِ</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person who dies and has not known the Imam of his time (Imam Mahdi [a.s.] is that of the present time) has died the same as one who died during the Age of Ignorance.</w:t>
      </w:r>
      <w:r w:rsidR="00E978C2" w:rsidRPr="00E978C2">
        <w:rPr>
          <w:rStyle w:val="libItalicChar"/>
        </w:rPr>
        <w:t>”</w:t>
      </w:r>
    </w:p>
    <w:p w:rsidR="001C73B9" w:rsidRDefault="001C73B9" w:rsidP="001C73B9">
      <w:pPr>
        <w:pStyle w:val="libNormal"/>
      </w:pPr>
      <w:r>
        <w:lastRenderedPageBreak/>
        <w:t>Musnad</w:t>
      </w:r>
      <w:r w:rsidR="00D92C09">
        <w:t>-</w:t>
      </w:r>
      <w:r>
        <w:t>i</w:t>
      </w:r>
      <w:r w:rsidR="00D92C09">
        <w:t>-</w:t>
      </w:r>
      <w:r>
        <w:t>Ahmad</w:t>
      </w:r>
      <w:r w:rsidR="00D92C09">
        <w:t>-</w:t>
      </w:r>
      <w:r>
        <w:t>ibn</w:t>
      </w:r>
      <w:r w:rsidR="00D92C09">
        <w:t>-</w:t>
      </w:r>
      <w:r>
        <w:t>Hanbal, vol. 2, p. 83; vol. 3, p. 446 &amp; vol. 4, p. 96: Sahih</w:t>
      </w:r>
      <w:r w:rsidR="00D92C09">
        <w:t>-</w:t>
      </w:r>
      <w:r>
        <w:t>i</w:t>
      </w:r>
      <w:r w:rsidR="00D92C09">
        <w:t>-</w:t>
      </w:r>
      <w:r>
        <w:t>Bukhari, vol. 5, p. 13 &amp; Sahih</w:t>
      </w:r>
      <w:r w:rsidR="00D92C09">
        <w:t>-</w:t>
      </w:r>
      <w:r>
        <w:t>i</w:t>
      </w:r>
      <w:r w:rsidR="00D92C09">
        <w:t>-</w:t>
      </w:r>
      <w:r>
        <w:t xml:space="preserve">Muslim vol. 6, p. 21, No.1849. In addition to 25 other references introduced by Sunni scholars. </w:t>
      </w:r>
    </w:p>
    <w:p w:rsidR="001C73B9" w:rsidRDefault="001C73B9" w:rsidP="001C73B9">
      <w:pPr>
        <w:pStyle w:val="libAr"/>
      </w:pPr>
      <w:r>
        <w:rPr>
          <w:rtl/>
        </w:rPr>
        <w:t>396</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قَد قامَ قائِمُنا لَأَََنزَلَتِ السَّماءُ قَطْرَها، و لَأَخْرَجَتِ الأََرْضُ نَباتَها، وَ لذَهَبتِ الشَّحْناءُ مِن قُلُوبِ العِبادِ و اِصْطَلَحَتِ السِّباعُ وَ البَهائِمُ</w:t>
      </w:r>
      <w:r>
        <w:t>.</w:t>
      </w:r>
    </w:p>
    <w:p w:rsidR="001C73B9" w:rsidRDefault="001C73B9" w:rsidP="001C73B9">
      <w:pPr>
        <w:pStyle w:val="libAr"/>
      </w:pPr>
      <w:r>
        <w:rPr>
          <w:rFonts w:hint="eastAsia"/>
          <w:rtl/>
        </w:rPr>
        <w:t>بحار</w:t>
      </w:r>
      <w:r>
        <w:rPr>
          <w:rtl/>
        </w:rPr>
        <w:t xml:space="preserve"> الأنوار/52/316</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When our Qaim rises, the sky will send down its drops, the earth will grow its plants, enmity will come out from the servants' hearts (in order that they live in peace and brotherly love), and savages and beasts will continue to live together peacefully....</w:t>
      </w:r>
      <w:r w:rsidR="00E978C2" w:rsidRPr="00E978C2">
        <w:rPr>
          <w:rStyle w:val="libItalicChar"/>
        </w:rPr>
        <w:t>”</w:t>
      </w:r>
    </w:p>
    <w:p w:rsidR="001C73B9" w:rsidRDefault="001C73B9" w:rsidP="001C73B9">
      <w:pPr>
        <w:pStyle w:val="libNormal"/>
      </w:pPr>
      <w:r>
        <w:t>Bihar</w:t>
      </w:r>
      <w:r w:rsidR="00D92C09">
        <w:t>-</w:t>
      </w:r>
      <w:r>
        <w:t>ul</w:t>
      </w:r>
      <w:r w:rsidR="00D92C09">
        <w:t>-</w:t>
      </w:r>
      <w:r>
        <w:t>Anwar, vol. 52, p. 316</w:t>
      </w:r>
    </w:p>
    <w:p w:rsidR="001C73B9" w:rsidRDefault="001C73B9" w:rsidP="001C73B9">
      <w:pPr>
        <w:pStyle w:val="libNormal"/>
      </w:pPr>
      <w:r>
        <w:t xml:space="preserve"> </w:t>
      </w:r>
    </w:p>
    <w:p w:rsidR="001C73B9" w:rsidRDefault="001C73B9" w:rsidP="001C73B9">
      <w:pPr>
        <w:pStyle w:val="libAr"/>
      </w:pPr>
      <w:r>
        <w:rPr>
          <w:rtl/>
        </w:rPr>
        <w:t>397</w:t>
      </w:r>
      <w:r w:rsidR="00D92C09">
        <w:rPr>
          <w:rtl/>
        </w:rPr>
        <w:t>-</w:t>
      </w:r>
      <w:r>
        <w:t xml:space="preserve"> </w:t>
      </w:r>
      <w:r>
        <w:rPr>
          <w:rtl/>
        </w:rPr>
        <w:t>عَنهُ، عَن أَبِي ِالجارُودِ قالَ: قُلتُ لِأَبي جَعفَـرٍ</w:t>
      </w:r>
      <w:r w:rsidR="00525C12">
        <w:rPr>
          <w:rtl/>
        </w:rPr>
        <w:t xml:space="preserve"> </w:t>
      </w:r>
      <w:r w:rsidR="008A02F7">
        <w:rPr>
          <w:rtl/>
        </w:rPr>
        <w:t xml:space="preserve">عليه السلام </w:t>
      </w:r>
      <w:r>
        <w:rPr>
          <w:rtl/>
        </w:rPr>
        <w:t>: يَابـنَ رَسُولِ اللهِ هَل تَعرِفُ مَوَدَّتِي لَكُم وَانقِطاعي إِلَيْكُم وَ مُوالاتي إيّاكُم؟ قالَ: فَقالَ: نَعَم، قالَ</w:t>
      </w:r>
      <w:r>
        <w:t xml:space="preserve">: </w:t>
      </w:r>
    </w:p>
    <w:p w:rsidR="001C73B9" w:rsidRDefault="001C73B9" w:rsidP="001C73B9">
      <w:pPr>
        <w:pStyle w:val="libAr"/>
      </w:pPr>
      <w:r>
        <w:rPr>
          <w:rFonts w:hint="eastAsia"/>
          <w:rtl/>
        </w:rPr>
        <w:t>فَقُلتُ</w:t>
      </w:r>
      <w:r>
        <w:rPr>
          <w:rtl/>
        </w:rPr>
        <w:t>: فَإِنّي أَسْأَلُكَ مَسأَلَةً تُجِيبُنِي فيها فَاِنّي مَكفُوفُ البَصَرِ قَلِيلُ المَشْـيِ وَلا أَسْتَطيعُ زِيارَتَكُم كُلَّ حينٍ قالَ: هاتِ حاجَتَكَ، قُلتُ: أَخْبِرْنِي بِدِينِكَ الّذي تَدِينُ اللّهَ عَزَّوَجَلَّ بِهِ أَنتَ وَ أَهلُ بَيتِكَ لِأَدِي</w:t>
      </w:r>
      <w:r>
        <w:rPr>
          <w:rFonts w:hint="eastAsia"/>
          <w:rtl/>
        </w:rPr>
        <w:t>نَ</w:t>
      </w:r>
      <w:r>
        <w:rPr>
          <w:rtl/>
        </w:rPr>
        <w:t xml:space="preserve"> اللّهَ عَزَّوَجَلَّ بِهِ، قالَ</w:t>
      </w:r>
      <w:r>
        <w:t>:</w:t>
      </w:r>
    </w:p>
    <w:p w:rsidR="001C73B9" w:rsidRDefault="001C73B9" w:rsidP="001C73B9">
      <w:pPr>
        <w:pStyle w:val="libAr"/>
      </w:pPr>
      <w:r>
        <w:rPr>
          <w:rFonts w:hint="eastAsia"/>
          <w:rtl/>
        </w:rPr>
        <w:t>إنْ</w:t>
      </w:r>
      <w:r>
        <w:rPr>
          <w:rtl/>
        </w:rPr>
        <w:t xml:space="preserve"> كُنْتَ أَقْصَرْتَ الخُطبَةَ فَقَدْ أَعْظَمْتَ الْمَسْأَلَةَ، وَ اللهِ لَأَُعْطِيَنَّكَ دِينِي وَ دينَ آبائِيَ الّذِي نَدِينُ اللّهَ عَزَّوَجَلَّ بِهِ: شَهادَةَ أَنْ لا إلهَ إلَّا اللّهُ، وَ أَنَّ مُحَمَّداً رَسُولُ </w:t>
      </w:r>
      <w:r w:rsidR="00525C12">
        <w:rPr>
          <w:rtl/>
        </w:rPr>
        <w:t>الله صلی</w:t>
      </w:r>
      <w:r>
        <w:rPr>
          <w:rtl/>
        </w:rPr>
        <w:t xml:space="preserve"> الله</w:t>
      </w:r>
      <w:r w:rsidR="00525C12">
        <w:rPr>
          <w:rtl/>
        </w:rPr>
        <w:t xml:space="preserve"> عليه</w:t>
      </w:r>
      <w:r>
        <w:rPr>
          <w:rtl/>
        </w:rPr>
        <w:t xml:space="preserve"> و آله و سلم، وَ ال</w:t>
      </w:r>
      <w:r>
        <w:rPr>
          <w:rFonts w:hint="eastAsia"/>
          <w:rtl/>
        </w:rPr>
        <w:t>إِِقرارَ</w:t>
      </w:r>
      <w:r>
        <w:rPr>
          <w:rtl/>
        </w:rPr>
        <w:t xml:space="preserve"> بِماجاءَ بِهِ مِن عِندِ اللهِ، وَالوَلايَةَ لِوَلِيِّنا وَالبَراءَةَ مِـنْ عَدُوِّنا، وَالتَّسليمَ لأَِمْرِنا، وَانتِْظارَ قائِمِنا، وَالاِِجْتِهادَ وَالوَرَعَ</w:t>
      </w:r>
      <w:r>
        <w:t>.</w:t>
      </w:r>
    </w:p>
    <w:p w:rsidR="001C73B9" w:rsidRDefault="001C73B9" w:rsidP="001C73B9">
      <w:pPr>
        <w:pStyle w:val="libAr"/>
      </w:pPr>
      <w:r>
        <w:rPr>
          <w:rFonts w:hint="eastAsia"/>
          <w:rtl/>
        </w:rPr>
        <w:t>الكافي</w:t>
      </w:r>
      <w:r>
        <w:rPr>
          <w:rtl/>
        </w:rPr>
        <w:t>/1/34</w:t>
      </w:r>
    </w:p>
    <w:p w:rsidR="001C73B9" w:rsidRPr="00E978C2" w:rsidRDefault="001C73B9" w:rsidP="001C73B9">
      <w:pPr>
        <w:pStyle w:val="libNormal"/>
        <w:rPr>
          <w:rStyle w:val="libItalicChar"/>
        </w:rPr>
      </w:pPr>
      <w:r>
        <w:t>Abil</w:t>
      </w:r>
      <w:r w:rsidR="00D92C09">
        <w:t>-</w:t>
      </w:r>
      <w:r>
        <w:t xml:space="preserve">Jarud said: </w:t>
      </w:r>
      <w:r w:rsidR="00E978C2" w:rsidRPr="00E978C2">
        <w:rPr>
          <w:rStyle w:val="libItalicChar"/>
        </w:rPr>
        <w:t>“</w:t>
      </w:r>
      <w:r w:rsidRPr="00E978C2">
        <w:rPr>
          <w:rStyle w:val="libItalicChar"/>
        </w:rPr>
        <w:t>I asked Imam Baqir [a.s.] whether he knew about my love and sincerity for him and he answered he did. Then, I said I had a question for him to answer me, for my eyes were blind and I scarcely walked, so I could not always go to visit him. He wanted me to express my question. I requested him to inform me of the creed by which he and his household adored Allah, Almighty and Glorious, so that I could worship Him, too, by it. He responded:</w:t>
      </w:r>
    </w:p>
    <w:p w:rsidR="001C73B9" w:rsidRDefault="001C73B9" w:rsidP="001C73B9">
      <w:pPr>
        <w:pStyle w:val="libNormal"/>
      </w:pPr>
      <w:r w:rsidRPr="00E978C2">
        <w:rPr>
          <w:rStyle w:val="libItalicChar"/>
        </w:rPr>
        <w:t xml:space="preserve">'You asked a great thing, though you stated a short expression. By Allah, I give you (your answer of) my religion and the religion of my fathers by which we worship Allah, Almighty and Glorious. It is: the confession of faith that there is no god but Allah, that Muhammad [p.b.u.h.] is the Messenger of Allah, with affirmation that what has come to him (the Qur'an) is from Allah, having affection (for us and) for the lovers and obedients to us (AhIul Bayt) and hatred to our enemies, surrender to our cause, awaiting our Qaim (the twelveth Imam, for whom there is a </w:t>
      </w:r>
      <w:r w:rsidRPr="00E978C2">
        <w:rPr>
          <w:rStyle w:val="libItalicChar"/>
        </w:rPr>
        <w:lastRenderedPageBreak/>
        <w:t>domination that will come whenever Allah wills), and endeavouring (for establishing divine obligatories and lawful matters) and being pious, (with avoiding unlawful things)'.</w:t>
      </w:r>
      <w:r w:rsidR="00E978C2" w:rsidRPr="00E978C2">
        <w:rPr>
          <w:rStyle w:val="libItalicChar"/>
        </w:rPr>
        <w:t>”</w:t>
      </w:r>
    </w:p>
    <w:p w:rsidR="001C73B9" w:rsidRDefault="001C73B9" w:rsidP="001C73B9">
      <w:pPr>
        <w:pStyle w:val="libNormal"/>
      </w:pPr>
      <w:r>
        <w:t>Al</w:t>
      </w:r>
      <w:r w:rsidR="00D92C09">
        <w:t>-</w:t>
      </w:r>
      <w:r>
        <w:t>Kafi, vol. 1, p. 34</w:t>
      </w:r>
    </w:p>
    <w:p w:rsidR="001C73B9" w:rsidRDefault="001C73B9" w:rsidP="001C73B9">
      <w:pPr>
        <w:pStyle w:val="libNormal"/>
      </w:pPr>
      <w:r>
        <w:t xml:space="preserve"> </w:t>
      </w:r>
    </w:p>
    <w:p w:rsidR="001C73B9" w:rsidRDefault="001C73B9" w:rsidP="001C73B9">
      <w:pPr>
        <w:pStyle w:val="libAr"/>
      </w:pPr>
      <w:r>
        <w:rPr>
          <w:rtl/>
        </w:rPr>
        <w:t>398</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t xml:space="preserve">... </w:t>
      </w:r>
      <w:r>
        <w:rPr>
          <w:rtl/>
        </w:rPr>
        <w:t>إِذا قامَ قائِمُنا وَضَـعَ يَدَهُ عَلى رُؤُوسِ العِبادِ فَجَمَعَ بِهِ عُقُولَهُم، وَ كَمُلَتْ بِهِ أَحْلامُهُمْ، ثُمَّ مَدَّ اللّهُ فِي أَبصارِهِمْ وَ أَسْمـاعِهِمْ حَتّى لا يَكُونَ بَيْنَهُـمْ وَ بَينَ القائِمِ حِجابٌ يُرِيدُ أَنْ يُكَلِّمَهُمْ فَيَسْ</w:t>
      </w:r>
      <w:r>
        <w:rPr>
          <w:rFonts w:hint="eastAsia"/>
          <w:rtl/>
        </w:rPr>
        <w:t>مَعُونَ،</w:t>
      </w:r>
      <w:r>
        <w:rPr>
          <w:rtl/>
        </w:rPr>
        <w:t xml:space="preserve"> وَ يَنظُرُونَ إِلَيْهِ وَ هوَ في مَكانِهِ</w:t>
      </w:r>
      <w:r>
        <w:t>!</w:t>
      </w:r>
    </w:p>
    <w:p w:rsidR="001C73B9" w:rsidRDefault="001C73B9" w:rsidP="001C73B9">
      <w:pPr>
        <w:pStyle w:val="libAr"/>
      </w:pPr>
      <w:r>
        <w:rPr>
          <w:rFonts w:hint="eastAsia"/>
          <w:rtl/>
        </w:rPr>
        <w:t>يوم</w:t>
      </w:r>
      <w:r>
        <w:rPr>
          <w:rtl/>
        </w:rPr>
        <w:t xml:space="preserve"> الخلاص/269</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When our Qaim rises, sets his hand (authority) over the heads of the servants, then, he will give them intellectual development and complete their patience and insights. After that, Allah will extend their sights and their hearing so that there will be no barrier between them and the Qaim when he decides to speak with them, then they hear, and they can watch him while he is in his place.</w:t>
      </w:r>
      <w:r w:rsidR="00E978C2" w:rsidRPr="00E978C2">
        <w:rPr>
          <w:rStyle w:val="libItalicChar"/>
        </w:rPr>
        <w:t>”</w:t>
      </w:r>
    </w:p>
    <w:p w:rsidR="001C73B9" w:rsidRDefault="001C73B9" w:rsidP="001C73B9">
      <w:pPr>
        <w:pStyle w:val="libNormal"/>
      </w:pPr>
      <w:r>
        <w:t>Yaumul Khalas, p. 269</w:t>
      </w:r>
    </w:p>
    <w:p w:rsidR="001C73B9" w:rsidRDefault="001C73B9" w:rsidP="001C73B9">
      <w:pPr>
        <w:pStyle w:val="libNormal"/>
      </w:pPr>
      <w:r>
        <w:t xml:space="preserve"> </w:t>
      </w:r>
    </w:p>
    <w:p w:rsidR="001C73B9" w:rsidRDefault="001C73B9" w:rsidP="001C73B9">
      <w:pPr>
        <w:pStyle w:val="libAr"/>
      </w:pPr>
      <w:r>
        <w:rPr>
          <w:rtl/>
        </w:rPr>
        <w:t>399</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إِنَّ</w:t>
      </w:r>
      <w:r>
        <w:rPr>
          <w:rtl/>
        </w:rPr>
        <w:t xml:space="preserve"> الْمُؤمِنَ فِي زَمانِ القائِمِ، وَ هُوَ بِالمَشرِقِ، لَيَرى أَخاهُ الّذي  هُوَ فِي المَغرِبِ، و كَذَا الّذي فِي المَغرِبِ يَرى أَخاهُ الّذي فِي المَشْرِقِ</w:t>
      </w:r>
      <w:r>
        <w:t>.</w:t>
      </w:r>
    </w:p>
    <w:p w:rsidR="001C73B9" w:rsidRDefault="001C73B9" w:rsidP="001C73B9">
      <w:pPr>
        <w:pStyle w:val="libAr"/>
      </w:pPr>
      <w:r>
        <w:rPr>
          <w:rFonts w:hint="eastAsia"/>
          <w:rtl/>
        </w:rPr>
        <w:t>بحار</w:t>
      </w:r>
      <w:r>
        <w:rPr>
          <w:rtl/>
        </w:rPr>
        <w:t xml:space="preserve"> الأنوار/52/391</w:t>
      </w:r>
    </w:p>
    <w:p w:rsidR="001C73B9" w:rsidRPr="00E978C2" w:rsidRDefault="001C73B9" w:rsidP="001C73B9">
      <w:pPr>
        <w:pStyle w:val="libNormal"/>
        <w:rPr>
          <w:rStyle w:val="libItalicChar"/>
        </w:rPr>
      </w:pPr>
      <w:r>
        <w:t xml:space="preserve">Imam Sadiq [a.s.] said: </w:t>
      </w:r>
      <w:r w:rsidR="00E978C2" w:rsidRPr="00E978C2">
        <w:rPr>
          <w:rStyle w:val="libItalicChar"/>
        </w:rPr>
        <w:t>“</w:t>
      </w:r>
      <w:r w:rsidRPr="00E978C2">
        <w:rPr>
          <w:rStyle w:val="libItalicChar"/>
        </w:rPr>
        <w:t>At the time of Al</w:t>
      </w:r>
      <w:r w:rsidR="00D92C09" w:rsidRPr="00E978C2">
        <w:rPr>
          <w:rStyle w:val="libItalicChar"/>
        </w:rPr>
        <w:t>-</w:t>
      </w:r>
      <w:r w:rsidRPr="00E978C2">
        <w:rPr>
          <w:rStyle w:val="libItalicChar"/>
        </w:rPr>
        <w:t>Qaim (Al</w:t>
      </w:r>
      <w:r w:rsidR="00D92C09" w:rsidRPr="00E978C2">
        <w:rPr>
          <w:rStyle w:val="libItalicChar"/>
        </w:rPr>
        <w:t>-</w:t>
      </w:r>
      <w:r w:rsidRPr="00E978C2">
        <w:rPr>
          <w:rStyle w:val="libItalicChar"/>
        </w:rPr>
        <w:t>Mahdi) [a.s.] a believer who is in the East can see his</w:t>
      </w:r>
    </w:p>
    <w:p w:rsidR="001C73B9" w:rsidRDefault="001C73B9" w:rsidP="001C73B9">
      <w:pPr>
        <w:pStyle w:val="libNormal"/>
      </w:pPr>
      <w:r w:rsidRPr="00E978C2">
        <w:rPr>
          <w:rStyle w:val="libItalicChar"/>
        </w:rPr>
        <w:t>(Muslim) brother who is in the West, and vice versa, the one who is in the West can see his (Muslim) brother who is the East.</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52, p. 391 </w:t>
      </w:r>
    </w:p>
    <w:p w:rsidR="001C73B9" w:rsidRDefault="001C73B9" w:rsidP="001C73B9">
      <w:pPr>
        <w:pStyle w:val="libNormal"/>
      </w:pPr>
      <w:r>
        <w:t>Note:</w:t>
      </w:r>
    </w:p>
    <w:p w:rsidR="001C73B9" w:rsidRDefault="001C73B9" w:rsidP="001C73B9">
      <w:pPr>
        <w:pStyle w:val="libNormal"/>
      </w:pPr>
      <w:r>
        <w:t>Dear reader! Surely the existence of the means of communication such as satellites, televisions and the like can be helpful for us to understand this tradition although none of these technological devices existed when these precious words were uttered.</w:t>
      </w:r>
    </w:p>
    <w:p w:rsidR="001C73B9" w:rsidRDefault="001C73B9" w:rsidP="001C73B9">
      <w:pPr>
        <w:pStyle w:val="libAr"/>
      </w:pPr>
      <w:r>
        <w:rPr>
          <w:rtl/>
        </w:rPr>
        <w:t>400</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t xml:space="preserve">... </w:t>
      </w:r>
      <w:r>
        <w:rPr>
          <w:rtl/>
        </w:rPr>
        <w:t>يَقِفُ بَيْنَ الرُّكْنِ وَالمَقامِ، فَيَصرُخُ صَرخَةً فيَقُـولُ: يا مَعاشِرَ نُقَبائِي، وَ أَهـلَ خاصَّتِي، وَ مَنْ ذَخَرَهُـمُ اللّهُ  لِنُصْرَتِـي قَبـل ظُهُورِي عَلى وَجـهِ الأَرضِ: اِئْتُونِي طائِعِينَ!. فَتَرِدُ صَيْحَتُـهُ</w:t>
      </w:r>
      <w:r w:rsidR="00525C12">
        <w:rPr>
          <w:rtl/>
        </w:rPr>
        <w:t xml:space="preserve"> عليه</w:t>
      </w:r>
      <w:r>
        <w:rPr>
          <w:rtl/>
        </w:rPr>
        <w:t xml:space="preserve">مْ وَ هُمْ  فِي  مَحارِيبِهِمْ وَ عَلى  فُرُشِهِمْ  فِي شَرقِ الأَرضِ وَ غَربِها، فَيَسمَعُونَـهُ  فِي صَيحَةٍ </w:t>
      </w:r>
      <w:r>
        <w:rPr>
          <w:rtl/>
        </w:rPr>
        <w:lastRenderedPageBreak/>
        <w:t>واحِـدَةٍ  فِي اُذُنِ كُـلِّ رَجُـلٍ، فَيَجِيئُونَ نَحوَها،وَلا يَمضِي لَهُم اِلّا كَلَمْحَةِ بَصَرٍ حَتّى يَكُونُوا كُلُّهُمْ بَينَ يَدَيْهِ</w:t>
      </w:r>
      <w:r w:rsidR="00525C12">
        <w:rPr>
          <w:rtl/>
        </w:rPr>
        <w:t xml:space="preserve"> </w:t>
      </w:r>
      <w:r w:rsidR="008A02F7">
        <w:rPr>
          <w:rtl/>
        </w:rPr>
        <w:t xml:space="preserve">عليه السلام </w:t>
      </w:r>
      <w:r>
        <w:rPr>
          <w:rtl/>
        </w:rPr>
        <w:t>بَينَ ا</w:t>
      </w:r>
      <w:r>
        <w:rPr>
          <w:rFonts w:hint="eastAsia"/>
          <w:rtl/>
        </w:rPr>
        <w:t>لرُّكْنِ</w:t>
      </w:r>
      <w:r>
        <w:rPr>
          <w:rtl/>
        </w:rPr>
        <w:t xml:space="preserve"> وَ المَقامِ</w:t>
      </w:r>
      <w:r>
        <w:t>.</w:t>
      </w:r>
    </w:p>
    <w:p w:rsidR="001C73B9" w:rsidRDefault="001C73B9" w:rsidP="001C73B9">
      <w:pPr>
        <w:pStyle w:val="libAr"/>
      </w:pPr>
      <w:r>
        <w:rPr>
          <w:rFonts w:hint="eastAsia"/>
          <w:rtl/>
        </w:rPr>
        <w:t>بحار</w:t>
      </w:r>
      <w:r>
        <w:rPr>
          <w:rtl/>
        </w:rPr>
        <w:t xml:space="preserve"> الأنوار/53/7</w:t>
      </w:r>
    </w:p>
    <w:p w:rsidR="001C73B9" w:rsidRPr="00E978C2" w:rsidRDefault="001C73B9" w:rsidP="001C73B9">
      <w:pPr>
        <w:pStyle w:val="libNormal"/>
        <w:rPr>
          <w:rStyle w:val="libItalicChar"/>
        </w:rPr>
      </w:pPr>
      <w:r>
        <w:t xml:space="preserve">Imam Sadiq [a.s.] said: </w:t>
      </w:r>
      <w:r w:rsidR="00E978C2" w:rsidRPr="00E978C2">
        <w:rPr>
          <w:rStyle w:val="libItalicChar"/>
        </w:rPr>
        <w:t>“</w:t>
      </w:r>
      <w:r w:rsidRPr="00E978C2">
        <w:rPr>
          <w:rStyle w:val="libItalicChar"/>
        </w:rPr>
        <w:t>He (Al</w:t>
      </w:r>
      <w:r w:rsidR="00D92C09" w:rsidRPr="00E978C2">
        <w:rPr>
          <w:rStyle w:val="libItalicChar"/>
        </w:rPr>
        <w:t>-</w:t>
      </w:r>
      <w:r w:rsidRPr="00E978C2">
        <w:rPr>
          <w:rStyle w:val="libItalicChar"/>
        </w:rPr>
        <w:t xml:space="preserve">Mahdi) will stay (in a </w:t>
      </w:r>
    </w:p>
    <w:p w:rsidR="001C73B9" w:rsidRDefault="001C73B9" w:rsidP="001C73B9">
      <w:pPr>
        <w:pStyle w:val="libNormal"/>
      </w:pPr>
      <w:r w:rsidRPr="00E978C2">
        <w:rPr>
          <w:rStyle w:val="libItalicChar"/>
        </w:rPr>
        <w:t xml:space="preserve">place close to the Kabah) between the Pillar and the Standing place (of Abraham) and will call out saying: </w:t>
      </w:r>
      <w:r w:rsidR="00E978C2" w:rsidRPr="00E978C2">
        <w:rPr>
          <w:rStyle w:val="libItalicChar"/>
        </w:rPr>
        <w:t>“</w:t>
      </w:r>
      <w:r w:rsidRPr="00E978C2">
        <w:rPr>
          <w:rStyle w:val="libItalicChar"/>
        </w:rPr>
        <w:t>O' group of my administrators and the prominent people of mine whom Allah has stored preparing for my triumph before my advent over the face of the earth! Come to me obediently.</w:t>
      </w:r>
      <w:r w:rsidR="00E978C2" w:rsidRPr="00E978C2">
        <w:rPr>
          <w:rStyle w:val="libItalicChar"/>
        </w:rPr>
        <w:t>”</w:t>
      </w:r>
      <w:r>
        <w:t xml:space="preserve"> Then, his call will reach them while they are in their praying places and at home in their beds whether in the East of the Earth or in its West. So, they hear him with this single call which reaches the ears of every one, and, they totally respond (by coming to him) as well. Then, it takes for them but a moment that all of them gather there, between the Pillar and the Standing</w:t>
      </w:r>
      <w:r w:rsidR="00D92C09">
        <w:t>-</w:t>
      </w:r>
      <w:r>
        <w:t>place (of Abraham), attending him [a.s.].</w:t>
      </w:r>
      <w:r w:rsidR="00E978C2">
        <w:t>”</w:t>
      </w:r>
    </w:p>
    <w:p w:rsidR="001C73B9" w:rsidRDefault="001C73B9" w:rsidP="001C73B9">
      <w:pPr>
        <w:pStyle w:val="libNormal"/>
      </w:pPr>
      <w:r>
        <w:t>Bihar</w:t>
      </w:r>
      <w:r w:rsidR="00D92C09">
        <w:t>-</w:t>
      </w:r>
      <w:r>
        <w:t>ul</w:t>
      </w:r>
      <w:r w:rsidR="00D92C09">
        <w:t>-</w:t>
      </w:r>
      <w:r>
        <w:t xml:space="preserve">Anwar, vol. 53, p. 7 </w:t>
      </w:r>
    </w:p>
    <w:p w:rsidR="001C73B9" w:rsidRDefault="001C73B9" w:rsidP="001C73B9">
      <w:pPr>
        <w:pStyle w:val="libAr"/>
      </w:pPr>
      <w:r>
        <w:rPr>
          <w:rtl/>
        </w:rPr>
        <w:t>401</w:t>
      </w:r>
      <w:r w:rsidR="00D92C09">
        <w:rPr>
          <w:rtl/>
        </w:rPr>
        <w:t>-</w:t>
      </w:r>
      <w:r>
        <w:t xml:space="preserve"> </w:t>
      </w:r>
      <w:r>
        <w:rPr>
          <w:rtl/>
        </w:rPr>
        <w:t>قالَ المُفَضَّلُ: سُبحانَ اللهِ، أَجَلَّ هذا مِنْ عِلْمٍ، قالَ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نَعَمْ،</w:t>
      </w:r>
      <w:r>
        <w:rPr>
          <w:rtl/>
        </w:rPr>
        <w:t xml:space="preserve"> يا مُفَضَّلُ فَأَلْقِهِ إِلى شِيعَتِنا لِئَلّا يَشُكُّوا  فِي  الدِّينِ</w:t>
      </w:r>
      <w:r>
        <w:t>.</w:t>
      </w:r>
    </w:p>
    <w:p w:rsidR="001C73B9" w:rsidRDefault="001C73B9" w:rsidP="001C73B9">
      <w:pPr>
        <w:pStyle w:val="libAr"/>
      </w:pPr>
      <w:r>
        <w:rPr>
          <w:rFonts w:hint="eastAsia"/>
          <w:rtl/>
        </w:rPr>
        <w:t>بحار</w:t>
      </w:r>
      <w:r>
        <w:rPr>
          <w:rtl/>
        </w:rPr>
        <w:t xml:space="preserve"> الأنوار/53/6</w:t>
      </w:r>
    </w:p>
    <w:p w:rsidR="001C73B9" w:rsidRDefault="001C73B9" w:rsidP="001C73B9">
      <w:pPr>
        <w:pStyle w:val="libNormal"/>
      </w:pPr>
      <w:r>
        <w:t>Imam Sadiq [a.s.] told his sincere companion, Al</w:t>
      </w:r>
      <w:r w:rsidR="00D92C09">
        <w:t>-</w:t>
      </w:r>
      <w:r>
        <w:t>Mufaddal, somethings from the story of Al</w:t>
      </w:r>
      <w:r w:rsidR="00D92C09">
        <w:t>-</w:t>
      </w:r>
      <w:r>
        <w:t xml:space="preserve">Mahdi and his advent, thus: </w:t>
      </w:r>
      <w:r w:rsidR="00E978C2" w:rsidRPr="00E978C2">
        <w:rPr>
          <w:rStyle w:val="libItalicChar"/>
        </w:rPr>
        <w:t>“</w:t>
      </w:r>
      <w:r w:rsidRPr="00E978C2">
        <w:rPr>
          <w:rStyle w:val="libItalicChar"/>
        </w:rPr>
        <w:t>O' Mufaddal! tell our followers the data (about Al</w:t>
      </w:r>
      <w:r w:rsidR="00D92C09" w:rsidRPr="00E978C2">
        <w:rPr>
          <w:rStyle w:val="libItalicChar"/>
        </w:rPr>
        <w:t>-</w:t>
      </w:r>
      <w:r w:rsidRPr="00E978C2">
        <w:rPr>
          <w:rStyle w:val="libItalicChar"/>
        </w:rPr>
        <w:t>Mahdi) in order that they may not doubt in (their) religion.</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53, p. 6 </w:t>
      </w:r>
    </w:p>
    <w:p w:rsidR="001C73B9" w:rsidRDefault="001C73B9" w:rsidP="001C73B9">
      <w:pPr>
        <w:pStyle w:val="libAr"/>
      </w:pPr>
      <w:r>
        <w:rPr>
          <w:rtl/>
        </w:rPr>
        <w:t>402</w:t>
      </w:r>
      <w:r w:rsidR="00D92C09">
        <w:rPr>
          <w:rtl/>
        </w:rPr>
        <w:t>-</w:t>
      </w:r>
      <w:r>
        <w:t xml:space="preserve"> </w:t>
      </w:r>
      <w:r>
        <w:rPr>
          <w:rtl/>
        </w:rPr>
        <w:t>قالَ الإمامُ المَهدِيّعجل الله تعال</w:t>
      </w:r>
      <w:r>
        <w:rPr>
          <w:rFonts w:hint="cs"/>
          <w:rtl/>
        </w:rPr>
        <w:t>ی</w:t>
      </w:r>
      <w:r>
        <w:rPr>
          <w:rtl/>
        </w:rPr>
        <w:t xml:space="preserve"> فرجه الشريف</w:t>
      </w:r>
      <w:r>
        <w:t xml:space="preserve"> :</w:t>
      </w:r>
    </w:p>
    <w:p w:rsidR="001C73B9" w:rsidRDefault="001C73B9" w:rsidP="001C73B9">
      <w:pPr>
        <w:pStyle w:val="libAr"/>
      </w:pPr>
      <w:r>
        <w:rPr>
          <w:rFonts w:hint="eastAsia"/>
          <w:rtl/>
        </w:rPr>
        <w:t>أَنَا</w:t>
      </w:r>
      <w:r>
        <w:rPr>
          <w:rtl/>
        </w:rPr>
        <w:t xml:space="preserve"> الْمَهدِيُّ و أَنَا قائِمُ الزَّمانِ، أَنَا الَّذي أَمْلَأُها عَدلاً كَمـا مُلِئَتْ جَورًا، إِنَّ الأرضَ لا تَخلُو مِن حُجَّةٍ وَ لا يَبقَى النّاسُ  فِي  فَتـرَةٍ وَ هذِه أَمانَةٌ لا تُحَدِّثْ بِها إلّا إِخْوانَكَ مِن أَهلِ الْحَقِّ</w:t>
      </w:r>
      <w:r>
        <w:t>.</w:t>
      </w:r>
    </w:p>
    <w:p w:rsidR="001C73B9" w:rsidRDefault="001C73B9" w:rsidP="001C73B9">
      <w:pPr>
        <w:pStyle w:val="libAr"/>
      </w:pPr>
      <w:r>
        <w:rPr>
          <w:rFonts w:hint="eastAsia"/>
          <w:rtl/>
        </w:rPr>
        <w:t>كمال</w:t>
      </w:r>
      <w:r>
        <w:rPr>
          <w:rtl/>
        </w:rPr>
        <w:t xml:space="preserve"> الدين/445</w:t>
      </w:r>
    </w:p>
    <w:p w:rsidR="001C73B9" w:rsidRDefault="001C73B9" w:rsidP="001C73B9">
      <w:pPr>
        <w:pStyle w:val="libNormal"/>
      </w:pPr>
      <w:r>
        <w:t>Imam Mahdi [a.s.] said: I am Al</w:t>
      </w:r>
      <w:r w:rsidR="00D92C09">
        <w:t>-</w:t>
      </w:r>
      <w:r>
        <w:t>Mahdi and I am the still</w:t>
      </w:r>
      <w:r w:rsidR="00D92C09">
        <w:t>-</w:t>
      </w:r>
      <w:r>
        <w:t>living one who will establish justice throughout the world the same as it has been filled with oppression. Surely the earth will never remain without a witness, and people will not live in lack of a leader. Thus, do not retell this deposite except for your (Muslim) brothers who are Men of God.</w:t>
      </w:r>
      <w:r w:rsidR="00E978C2">
        <w:t>”</w:t>
      </w:r>
    </w:p>
    <w:p w:rsidR="001C73B9" w:rsidRDefault="001C73B9" w:rsidP="001C73B9">
      <w:pPr>
        <w:pStyle w:val="libNormal"/>
      </w:pPr>
      <w:r>
        <w:t>Kamal</w:t>
      </w:r>
      <w:r w:rsidR="00D92C09">
        <w:t>-</w:t>
      </w:r>
      <w:r>
        <w:t>ud</w:t>
      </w:r>
      <w:r w:rsidR="00D92C09">
        <w:t>-</w:t>
      </w:r>
      <w:r>
        <w:t xml:space="preserve">Din, p. 445 </w:t>
      </w:r>
    </w:p>
    <w:p w:rsidR="001C73B9" w:rsidRDefault="001C73B9" w:rsidP="001C73B9">
      <w:pPr>
        <w:pStyle w:val="libAr"/>
      </w:pPr>
      <w:r>
        <w:rPr>
          <w:rtl/>
        </w:rPr>
        <w:t>403</w:t>
      </w:r>
      <w:r w:rsidR="00D92C09">
        <w:rPr>
          <w:rtl/>
        </w:rPr>
        <w:t>-</w:t>
      </w:r>
      <w:r>
        <w:t xml:space="preserve"> </w:t>
      </w:r>
      <w:r>
        <w:rPr>
          <w:rtl/>
        </w:rPr>
        <w:t>قالَ الإمامُ المَهدِيّعجل الله تعال</w:t>
      </w:r>
      <w:r>
        <w:rPr>
          <w:rFonts w:hint="cs"/>
          <w:rtl/>
        </w:rPr>
        <w:t>ی</w:t>
      </w:r>
      <w:r>
        <w:rPr>
          <w:rtl/>
        </w:rPr>
        <w:t xml:space="preserve"> فرجه الشريف</w:t>
      </w:r>
      <w:r>
        <w:t>:</w:t>
      </w:r>
    </w:p>
    <w:p w:rsidR="001C73B9" w:rsidRDefault="001C73B9" w:rsidP="001C73B9">
      <w:pPr>
        <w:pStyle w:val="libAr"/>
      </w:pPr>
      <w:r>
        <w:t xml:space="preserve">... </w:t>
      </w:r>
      <w:r>
        <w:rPr>
          <w:rtl/>
        </w:rPr>
        <w:t>أَمَّا الحَوادِثُ الواقِعَةُ فَارْجِعُوا فِيها إِلى رُواةِ حَدِيثِنا فَإِنَّهُم حُجَّتِي عَلَيكُمْ وَ أَنَا حُجَّةُ اللهِ</w:t>
      </w:r>
      <w:r w:rsidR="00525C12">
        <w:rPr>
          <w:rtl/>
        </w:rPr>
        <w:t xml:space="preserve"> عليه</w:t>
      </w:r>
      <w:r>
        <w:rPr>
          <w:rtl/>
        </w:rPr>
        <w:t>مْ</w:t>
      </w:r>
      <w:r>
        <w:t>.</w:t>
      </w:r>
    </w:p>
    <w:p w:rsidR="001C73B9" w:rsidRDefault="001C73B9" w:rsidP="001C73B9">
      <w:pPr>
        <w:pStyle w:val="libAr"/>
      </w:pPr>
      <w:r>
        <w:rPr>
          <w:rFonts w:hint="eastAsia"/>
          <w:rtl/>
        </w:rPr>
        <w:t>كمال</w:t>
      </w:r>
      <w:r>
        <w:rPr>
          <w:rtl/>
        </w:rPr>
        <w:t xml:space="preserve"> الدين/484</w:t>
      </w:r>
    </w:p>
    <w:p w:rsidR="001C73B9" w:rsidRDefault="001C73B9" w:rsidP="001C73B9">
      <w:pPr>
        <w:pStyle w:val="libNormal"/>
      </w:pPr>
      <w:r>
        <w:lastRenderedPageBreak/>
        <w:t xml:space="preserve">Imam Mahdi [a.s.] said: </w:t>
      </w:r>
      <w:r w:rsidR="00E978C2" w:rsidRPr="00E978C2">
        <w:rPr>
          <w:rStyle w:val="libItalicChar"/>
        </w:rPr>
        <w:t>“</w:t>
      </w:r>
      <w:r w:rsidRPr="00E978C2">
        <w:rPr>
          <w:rStyle w:val="libItalicChar"/>
        </w:rPr>
        <w:t>But for the incidents that happen (for Muslims), refer to the narrators of our traditions, (i.e. scholars), because they are my witnesses upon you and I am the witness of Allah upon them.</w:t>
      </w:r>
      <w:r w:rsidR="00E978C2" w:rsidRPr="00E978C2">
        <w:rPr>
          <w:rStyle w:val="libItalicChar"/>
        </w:rPr>
        <w:t>”</w:t>
      </w:r>
    </w:p>
    <w:p w:rsidR="001C73B9" w:rsidRDefault="001C73B9" w:rsidP="001C73B9">
      <w:pPr>
        <w:pStyle w:val="libNormal"/>
      </w:pPr>
      <w:r>
        <w:t>Kamal</w:t>
      </w:r>
      <w:r w:rsidR="00D92C09">
        <w:t>-</w:t>
      </w:r>
      <w:r>
        <w:t>ud</w:t>
      </w:r>
      <w:r w:rsidR="00D92C09">
        <w:t>-</w:t>
      </w:r>
      <w:r>
        <w:t>Din, p. 484</w:t>
      </w:r>
    </w:p>
    <w:p w:rsidR="001C73B9" w:rsidRDefault="001C73B9" w:rsidP="001C73B9">
      <w:pPr>
        <w:pStyle w:val="libNormal"/>
      </w:pPr>
      <w:r>
        <w:t xml:space="preserve"> </w:t>
      </w:r>
    </w:p>
    <w:p w:rsidR="001C73B9" w:rsidRDefault="001C73B9" w:rsidP="001C73B9">
      <w:pPr>
        <w:pStyle w:val="libAr"/>
      </w:pPr>
      <w:r>
        <w:rPr>
          <w:rtl/>
        </w:rPr>
        <w:t>404</w:t>
      </w:r>
      <w:r w:rsidR="00D92C09">
        <w:rPr>
          <w:rtl/>
        </w:rPr>
        <w:t>-</w:t>
      </w:r>
      <w:r>
        <w:t xml:space="preserve"> </w:t>
      </w:r>
      <w:r>
        <w:rPr>
          <w:rtl/>
        </w:rPr>
        <w:t>كَتَبَ الإمامُ المَهدِيُّعجل الله تعال</w:t>
      </w:r>
      <w:r>
        <w:rPr>
          <w:rFonts w:hint="cs"/>
          <w:rtl/>
        </w:rPr>
        <w:t>ی</w:t>
      </w:r>
      <w:r>
        <w:rPr>
          <w:rtl/>
        </w:rPr>
        <w:t xml:space="preserve"> فرجه الشريف  فِي  رِسالةٍ إِلى الشَّيخِ المُفِيدِ(ره</w:t>
      </w:r>
      <w:r>
        <w:t>) :</w:t>
      </w:r>
    </w:p>
    <w:p w:rsidR="001C73B9" w:rsidRDefault="001C73B9" w:rsidP="001C73B9">
      <w:pPr>
        <w:pStyle w:val="libAr"/>
      </w:pPr>
      <w:r>
        <w:rPr>
          <w:rFonts w:hint="eastAsia"/>
          <w:rtl/>
        </w:rPr>
        <w:t>فَإِنّا</w:t>
      </w:r>
      <w:r>
        <w:rPr>
          <w:rtl/>
        </w:rPr>
        <w:t xml:space="preserve"> يُحِيطُ عِلْمُنا بِأَنبائِكُم وَلا يَعْزُبُ عَنّا شَيْءٌ مِنْ أَخبارِكُم</w:t>
      </w:r>
      <w:r>
        <w:t>.</w:t>
      </w:r>
    </w:p>
    <w:p w:rsidR="001C73B9" w:rsidRDefault="001C73B9" w:rsidP="001C73B9">
      <w:pPr>
        <w:pStyle w:val="libAr"/>
      </w:pPr>
      <w:r>
        <w:rPr>
          <w:rFonts w:hint="eastAsia"/>
          <w:rtl/>
        </w:rPr>
        <w:t>بحار</w:t>
      </w:r>
      <w:r>
        <w:rPr>
          <w:rtl/>
        </w:rPr>
        <w:t xml:space="preserve"> الأنوار/53/175</w:t>
      </w:r>
    </w:p>
    <w:p w:rsidR="001C73B9" w:rsidRDefault="001C73B9" w:rsidP="001C73B9">
      <w:pPr>
        <w:pStyle w:val="libNormal"/>
      </w:pPr>
      <w:r>
        <w:t>Imam Al</w:t>
      </w:r>
      <w:r w:rsidR="00D92C09">
        <w:t>-</w:t>
      </w:r>
      <w:r>
        <w:t>Mahdi [a.s.] wrote in a letter to Ash</w:t>
      </w:r>
      <w:r w:rsidR="00D92C09">
        <w:t>-</w:t>
      </w:r>
      <w:r>
        <w:t>Shaykh Al</w:t>
      </w:r>
      <w:r w:rsidR="00D92C09">
        <w:t>-</w:t>
      </w:r>
      <w:r>
        <w:t xml:space="preserve">Mufid: </w:t>
      </w:r>
      <w:r w:rsidR="00E978C2" w:rsidRPr="00E978C2">
        <w:rPr>
          <w:rStyle w:val="libItalicChar"/>
        </w:rPr>
        <w:t>“</w:t>
      </w:r>
      <w:r w:rsidRPr="00E978C2">
        <w:rPr>
          <w:rStyle w:val="libItalicChar"/>
        </w:rPr>
        <w:t>We are aware of your circumstances and nothing of your affairs is concealed from us.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53, p. 175 </w:t>
      </w:r>
    </w:p>
    <w:p w:rsidR="001C73B9" w:rsidRDefault="001C73B9" w:rsidP="001C73B9">
      <w:pPr>
        <w:pStyle w:val="libAr"/>
      </w:pPr>
      <w:r>
        <w:rPr>
          <w:rtl/>
        </w:rPr>
        <w:t>405</w:t>
      </w:r>
      <w:r w:rsidR="00D92C09">
        <w:rPr>
          <w:rtl/>
        </w:rPr>
        <w:t>-</w:t>
      </w:r>
      <w:r>
        <w:t xml:space="preserve"> </w:t>
      </w:r>
      <w:r>
        <w:rPr>
          <w:rtl/>
        </w:rPr>
        <w:t>وَ كَذلِكَ كُتِبَ  فِي  هذِهِ الرِّسالَةِ</w:t>
      </w:r>
      <w:r>
        <w:t xml:space="preserve"> :</w:t>
      </w:r>
    </w:p>
    <w:p w:rsidR="001C73B9" w:rsidRDefault="001C73B9" w:rsidP="001C73B9">
      <w:pPr>
        <w:pStyle w:val="libAr"/>
      </w:pPr>
      <w:r>
        <w:rPr>
          <w:rFonts w:hint="eastAsia"/>
          <w:rtl/>
        </w:rPr>
        <w:t>إِنّا</w:t>
      </w:r>
      <w:r>
        <w:rPr>
          <w:rtl/>
        </w:rPr>
        <w:t xml:space="preserve"> غَيرُ مُهمِلِينَ لِمُراعاتِكُمْ وَ لا ناسِيـنَ لِذِكْرِكُـمْ وَ لَولا ذلِكَ لَنَـزَلَ بِكُـمُ الْـلَأْواءُ وَاصْطَلَمَـكُـمُ الأعـداءُ فَاتَّقُـوا اللّهَ جَلَّ جَلالُهُ</w:t>
      </w:r>
      <w:r>
        <w:t xml:space="preserve"> ... .</w:t>
      </w:r>
    </w:p>
    <w:p w:rsidR="001C73B9" w:rsidRDefault="001C73B9" w:rsidP="001C73B9">
      <w:pPr>
        <w:pStyle w:val="libAr"/>
      </w:pPr>
      <w:r>
        <w:rPr>
          <w:rFonts w:hint="eastAsia"/>
          <w:rtl/>
        </w:rPr>
        <w:t>بحار</w:t>
      </w:r>
      <w:r>
        <w:rPr>
          <w:rtl/>
        </w:rPr>
        <w:t xml:space="preserve"> الأنوار/53/175</w:t>
      </w:r>
    </w:p>
    <w:p w:rsidR="001C73B9" w:rsidRDefault="001C73B9" w:rsidP="001C73B9">
      <w:pPr>
        <w:pStyle w:val="libNormal"/>
      </w:pPr>
      <w:r>
        <w:t>Imam Mahdi [a.s.] wrote in a letter to Ash</w:t>
      </w:r>
      <w:r w:rsidR="00D92C09">
        <w:t>-</w:t>
      </w:r>
      <w:r>
        <w:t>Shaykh Al</w:t>
      </w:r>
      <w:r w:rsidR="00D92C09">
        <w:t>-</w:t>
      </w:r>
      <w:r>
        <w:t xml:space="preserve">Mufid: </w:t>
      </w:r>
      <w:r w:rsidR="00E978C2" w:rsidRPr="00E978C2">
        <w:rPr>
          <w:rStyle w:val="libItalicChar"/>
        </w:rPr>
        <w:t>“</w:t>
      </w:r>
      <w:r w:rsidRPr="00E978C2">
        <w:rPr>
          <w:rStyle w:val="libItalicChar"/>
        </w:rPr>
        <w:t>We are not regardless of considering you nor are we forgetful of you, because if it were not so, afflictions would shower upon you and enemies would eradicate you. Hence, fear Allah and obey Him, Glory be to His Majesty.</w:t>
      </w:r>
      <w:r w:rsidR="00E978C2" w:rsidRPr="00E978C2">
        <w:rPr>
          <w:rStyle w:val="libItalicChar"/>
        </w:rPr>
        <w:t>”</w:t>
      </w:r>
    </w:p>
    <w:p w:rsidR="001C73B9" w:rsidRDefault="001C73B9" w:rsidP="001C73B9">
      <w:pPr>
        <w:pStyle w:val="libNormal"/>
      </w:pPr>
      <w:r>
        <w:t>Bihar</w:t>
      </w:r>
      <w:r w:rsidR="00D92C09">
        <w:t>-</w:t>
      </w:r>
      <w:r>
        <w:t>ul</w:t>
      </w:r>
      <w:r w:rsidR="00D92C09">
        <w:t>-</w:t>
      </w:r>
      <w:r>
        <w:t>Anwar, vol. 53, p. 175</w:t>
      </w:r>
    </w:p>
    <w:p w:rsidR="001C73B9" w:rsidRDefault="001C73B9" w:rsidP="001C73B9">
      <w:pPr>
        <w:pStyle w:val="libNormal"/>
      </w:pPr>
      <w:r>
        <w:t>Supplication</w:t>
      </w:r>
    </w:p>
    <w:p w:rsidR="001C73B9" w:rsidRDefault="001C73B9" w:rsidP="001C73B9">
      <w:pPr>
        <w:pStyle w:val="libNormal"/>
      </w:pPr>
      <w:r>
        <w:t>May Allah (s.w.t.) hasten the reappearence of our 12th Imam [a.s.] to establish equality, truth, and justice throughout the world</w:t>
      </w:r>
    </w:p>
    <w:p w:rsidR="001C73B9" w:rsidRDefault="001C73B9" w:rsidP="001C73B9">
      <w:pPr>
        <w:pStyle w:val="libNormal"/>
      </w:pPr>
      <w:r>
        <w:br w:type="page"/>
      </w:r>
    </w:p>
    <w:p w:rsidR="001C73B9" w:rsidRDefault="001C73B9" w:rsidP="001C73B9">
      <w:pPr>
        <w:pStyle w:val="Heading1Center"/>
      </w:pPr>
      <w:bookmarkStart w:id="76" w:name="_Toc444518275"/>
      <w:r>
        <w:lastRenderedPageBreak/>
        <w:t>THE MUSLIM UMMAH AT THE END OF THE TIME</w:t>
      </w:r>
      <w:bookmarkEnd w:id="76"/>
    </w:p>
    <w:p w:rsidR="001C73B9" w:rsidRDefault="001C73B9" w:rsidP="001C73B9">
      <w:pPr>
        <w:pStyle w:val="libAr"/>
      </w:pPr>
      <w:r>
        <w:rPr>
          <w:rtl/>
        </w:rPr>
        <w:t>406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سَيأْتي</w:t>
      </w:r>
      <w:r>
        <w:rPr>
          <w:rtl/>
        </w:rPr>
        <w:t xml:space="preserve"> عَلَـى النّاسِ زَمـانٌ لا يُكـرِمُـونَ العُلَمـاءَ إلّا بِثَـوبٍ حَسَنٍ وَ لا يَسمَعُونَ القُرآنَ إلّا بِصَوتٍ حَسَنٍ وَلا يَعبُدُونَ اللّهَ إلّا في شَهرِ رَمَضانَ، لا حَياءَ  لِنِسائِهِم وَ لا صَبْرَ لِفُقَرائِهِـم، وَ لا سَخاءَ لأَِغنيائِهِم لا ي</w:t>
      </w:r>
      <w:r>
        <w:rPr>
          <w:rFonts w:hint="eastAsia"/>
          <w:rtl/>
        </w:rPr>
        <w:t>َقنَعُـونَ</w:t>
      </w:r>
      <w:r>
        <w:rPr>
          <w:rtl/>
        </w:rPr>
        <w:t xml:space="preserve"> بِالقَليـلِ، وَ لا يَشبَعُـونَ بِالكَثيـرِ، هِمَّتُهُم بُطُونُهُـم، وَ دينُهُـم دَراهِمُهُـم، وَ نِساوئُهُـم قِبْلَتُهُم، وَ بُيُوتُهُم مَساجِدُهُم يَفِرُّونَ مِـنَ العُلَمـاءِ كَمـا تَفِـرُّ الغَنَـمُ مِـنَ الذِّئْبِ، فَإذا كانَ ذلكَ اِبْتَلاهُ</w:t>
      </w:r>
      <w:r>
        <w:rPr>
          <w:rFonts w:hint="eastAsia"/>
          <w:rtl/>
        </w:rPr>
        <w:t>مُ</w:t>
      </w:r>
      <w:r>
        <w:rPr>
          <w:rtl/>
        </w:rPr>
        <w:t xml:space="preserve"> اللّهُ بِثَلاثِ خِصالٍ: اَوَّلُها يَرفَعُ البَرَكَةَ مِن أَموالِهِم. وَ الثّانِيَةُ يُسَلِّطُ اللّهُ</w:t>
      </w:r>
      <w:r w:rsidR="00525C12">
        <w:rPr>
          <w:rtl/>
        </w:rPr>
        <w:t xml:space="preserve"> عليه</w:t>
      </w:r>
      <w:r>
        <w:rPr>
          <w:rtl/>
        </w:rPr>
        <w:t>م سُلطانًا جائِـرًا. وَالثّالِثَةُ يَخرُجُونَ مِنَ الدّنيا بِغَيرِ إِيمانٍ</w:t>
      </w:r>
      <w:r>
        <w:t>.</w:t>
      </w:r>
    </w:p>
    <w:p w:rsidR="001C73B9" w:rsidRDefault="001C73B9" w:rsidP="001C73B9">
      <w:pPr>
        <w:pStyle w:val="libAr"/>
      </w:pPr>
      <w:r>
        <w:rPr>
          <w:rFonts w:hint="eastAsia"/>
          <w:rtl/>
        </w:rPr>
        <w:t>وقايع</w:t>
      </w:r>
      <w:r>
        <w:rPr>
          <w:rtl/>
        </w:rPr>
        <w:t xml:space="preserve"> الأيّام/439</w:t>
      </w:r>
    </w:p>
    <w:p w:rsidR="001C73B9" w:rsidRPr="00E978C2" w:rsidRDefault="001C73B9" w:rsidP="001C73B9">
      <w:pPr>
        <w:pStyle w:val="libNormal"/>
        <w:rPr>
          <w:rStyle w:val="libItalicChar"/>
        </w:rPr>
      </w:pPr>
      <w:r>
        <w:t xml:space="preserve">The Holy Prophet [p.b.u.h.] said: </w:t>
      </w:r>
      <w:r w:rsidR="00E978C2" w:rsidRPr="00E978C2">
        <w:rPr>
          <w:rStyle w:val="libItalicChar"/>
        </w:rPr>
        <w:t>“</w:t>
      </w:r>
      <w:r w:rsidRPr="00E978C2">
        <w:rPr>
          <w:rStyle w:val="libItalicChar"/>
        </w:rPr>
        <w:t>There will come a time for people that: they will not respect their scholars except for their good clothing; they will not hearken to the Qur'an except for the pleasant voice; and they will not worship Allah except for during the fasting month; there will be no shyness in their women, no patience in their poor ones; and no prosperity for their rich ones, they will not be contented with a small (portion), and they will not be satiated with abundance. They will strive (only) for their  stomach; their religion is their money (wealth); their women are their Qiblah (direction of worship); and their homes are their mosques; they run away from their scholars just as lambs run away from wolves.</w:t>
      </w:r>
    </w:p>
    <w:p w:rsidR="001C73B9" w:rsidRDefault="001C73B9" w:rsidP="001C73B9">
      <w:pPr>
        <w:pStyle w:val="libNormal"/>
      </w:pPr>
      <w:r w:rsidRPr="00E978C2">
        <w:rPr>
          <w:rStyle w:val="libItalicChar"/>
        </w:rPr>
        <w:t>Then, when they become like that, the Lord will afflict them with three conditions. At first, He takes the prosperity from their properties. The second is that a cruel ruler will dominate them. The third is that they will pass away from this world without having (true) Faith.</w:t>
      </w:r>
      <w:r w:rsidR="00E978C2" w:rsidRPr="00E978C2">
        <w:rPr>
          <w:rStyle w:val="libItalicChar"/>
        </w:rPr>
        <w:t>”</w:t>
      </w:r>
    </w:p>
    <w:p w:rsidR="001C73B9" w:rsidRDefault="001C73B9" w:rsidP="001C73B9">
      <w:pPr>
        <w:pStyle w:val="libNormal"/>
      </w:pPr>
      <w:r>
        <w:t>Waqayi'</w:t>
      </w:r>
      <w:r w:rsidR="00D92C09">
        <w:t>-</w:t>
      </w:r>
      <w:r>
        <w:t>ul</w:t>
      </w:r>
      <w:r w:rsidR="00D92C09">
        <w:t>-</w:t>
      </w:r>
      <w:r>
        <w:t xml:space="preserve">'Ayyam, p. 439 </w:t>
      </w:r>
    </w:p>
    <w:p w:rsidR="001C73B9" w:rsidRDefault="001C73B9" w:rsidP="001C73B9">
      <w:pPr>
        <w:pStyle w:val="libAr"/>
      </w:pPr>
      <w:r>
        <w:rPr>
          <w:rtl/>
        </w:rPr>
        <w:t>407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يَأْتي</w:t>
      </w:r>
      <w:r>
        <w:rPr>
          <w:rtl/>
        </w:rPr>
        <w:t xml:space="preserve"> عَلى أُمَّتي زَمانٌ يَكُونُ أُمَراؤُهُمْ عَلَى الجَورِ وَ عُلَماؤُهُمْ عَلَى الطَّمَعِ وَ قِلَّةِ الوَرَعِ، وَ عُبّادُهُم عَلَى الرِّياءِ، وَ تُجّارُهُـمْ عَلى  أَكْلِ الرِّبا وَ كِتمـانِ العَيْبِ فِي  البَيعِ وَ الشِّرى، وَ نِساؤُهُمْ عَلى  زِينَةِ الدّنيا فَعِنـدَ ذلكَ يُسَلَّـطُ</w:t>
      </w:r>
      <w:r w:rsidR="00525C12">
        <w:rPr>
          <w:rtl/>
        </w:rPr>
        <w:t xml:space="preserve"> عليه</w:t>
      </w:r>
      <w:r>
        <w:rPr>
          <w:rtl/>
        </w:rPr>
        <w:t>م شِرارُهُم فَيَدْعُو خِيارُهُمْ فَلا يُستَجابُ لَهُمْ</w:t>
      </w:r>
      <w:r>
        <w:t>.</w:t>
      </w:r>
    </w:p>
    <w:p w:rsidR="001C73B9" w:rsidRDefault="001C73B9" w:rsidP="001C73B9">
      <w:pPr>
        <w:pStyle w:val="libAr"/>
      </w:pPr>
      <w:r>
        <w:rPr>
          <w:rFonts w:hint="eastAsia"/>
          <w:rtl/>
        </w:rPr>
        <w:t>بحار</w:t>
      </w:r>
      <w:r>
        <w:rPr>
          <w:rtl/>
        </w:rPr>
        <w:t xml:space="preserve"> الأنوار/23/22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There will come a time for my Ummah when their rulers will be cruel, their scholars will be greedy and have little piety, their worshippers (will act) hypocritically, their merchants will commit usury and conceal the defects of their buyings and sellings and their women will be busy with the ornaments of the world. Hence, at this time, the most vicious of them will  dominate over them, and their good doers will invocate but they will not be answered.</w:t>
      </w:r>
      <w:r w:rsidR="00E978C2" w:rsidRPr="00E978C2">
        <w:rPr>
          <w:rStyle w:val="libItalicChar"/>
        </w:rPr>
        <w:t>”</w:t>
      </w:r>
    </w:p>
    <w:p w:rsidR="001C73B9" w:rsidRDefault="001C73B9" w:rsidP="001C73B9">
      <w:pPr>
        <w:pStyle w:val="libNormal"/>
      </w:pPr>
      <w:r>
        <w:t>Bihar</w:t>
      </w:r>
      <w:r w:rsidR="00D92C09">
        <w:t>-</w:t>
      </w:r>
      <w:r>
        <w:t>uI</w:t>
      </w:r>
      <w:r w:rsidR="00D92C09">
        <w:t>-</w:t>
      </w:r>
      <w:r>
        <w:t xml:space="preserve">Anwar, vol. 23, p. 22 </w:t>
      </w:r>
    </w:p>
    <w:p w:rsidR="001C73B9" w:rsidRDefault="001C73B9" w:rsidP="001C73B9">
      <w:pPr>
        <w:pStyle w:val="libAr"/>
      </w:pPr>
      <w:r>
        <w:rPr>
          <w:rtl/>
        </w:rPr>
        <w:lastRenderedPageBreak/>
        <w:t>408</w:t>
      </w:r>
      <w:r w:rsidR="00D92C09">
        <w:rPr>
          <w:rtl/>
        </w:rPr>
        <w:t>-</w:t>
      </w:r>
      <w:r>
        <w:t xml:space="preserve"> </w:t>
      </w:r>
      <w:r>
        <w:rPr>
          <w:rtl/>
        </w:rPr>
        <w:t xml:space="preserve">قالَ </w:t>
      </w:r>
      <w:r w:rsidR="005F6D68">
        <w:rPr>
          <w:rtl/>
        </w:rPr>
        <w:t>النَّبِيّ صلی</w:t>
      </w:r>
      <w:r>
        <w:rPr>
          <w:rtl/>
        </w:rPr>
        <w:t xml:space="preserve"> الله</w:t>
      </w:r>
      <w:r w:rsidR="00525C12">
        <w:rPr>
          <w:rtl/>
        </w:rPr>
        <w:t xml:space="preserve"> عليه</w:t>
      </w:r>
      <w:r>
        <w:rPr>
          <w:rtl/>
        </w:rPr>
        <w:t xml:space="preserve"> و آله و سلم: سَيأْتِي زَمانٌ عَلى أُمَّتي يُحِبُّـونَ خَمْسـًا وَ يَنْسَـوْنَ خَمْسًا: يُحِبُّونَ الدّنيا وَ يَنْسَوْنَ الآخِرَةَ، وَ يُحِبُّونَ المالَ وَ يَنْسَوْنَ الحِسابَ، وَ يُحِبُّونَ النِّساءَ وَ يَنْسَـوْنَ الحُـورَ</w:t>
      </w:r>
      <w:r>
        <w:rPr>
          <w:rFonts w:hint="eastAsia"/>
          <w:rtl/>
        </w:rPr>
        <w:t>،</w:t>
      </w:r>
      <w:r>
        <w:rPr>
          <w:rtl/>
        </w:rPr>
        <w:t xml:space="preserve"> وَ يُحِبُّونَ القُصُورَ وَ يَنْسَوْنَ القُبورَ، وَ يُحِبّونَ النَّفْسَ وَ يَنْسَوْنَ الرَّبَّ، أُولئِكَ بَريئُونَ مِنّي وَ أَنَ بَرِيءٌ مِنْهُمْ</w:t>
      </w:r>
      <w:r>
        <w:t>.</w:t>
      </w:r>
    </w:p>
    <w:p w:rsidR="001C73B9" w:rsidRDefault="001C73B9" w:rsidP="001C73B9">
      <w:pPr>
        <w:pStyle w:val="libAr"/>
      </w:pPr>
      <w:r>
        <w:rPr>
          <w:rFonts w:hint="eastAsia"/>
          <w:rtl/>
        </w:rPr>
        <w:t>اثنى</w:t>
      </w:r>
      <w:r>
        <w:rPr>
          <w:rtl/>
        </w:rPr>
        <w:t xml:space="preserve"> عشريه/202</w:t>
      </w:r>
    </w:p>
    <w:p w:rsidR="001C73B9" w:rsidRPr="00E978C2" w:rsidRDefault="001C73B9" w:rsidP="001C73B9">
      <w:pPr>
        <w:pStyle w:val="libNormal"/>
        <w:rPr>
          <w:rStyle w:val="libItalicChar"/>
        </w:rPr>
      </w:pPr>
      <w:r>
        <w:t xml:space="preserve">The Holy Prophet [p.b.u.h.] said: </w:t>
      </w:r>
      <w:r w:rsidR="00E978C2" w:rsidRPr="00E978C2">
        <w:rPr>
          <w:rStyle w:val="libItalicChar"/>
        </w:rPr>
        <w:t>“</w:t>
      </w:r>
      <w:r w:rsidRPr="00E978C2">
        <w:rPr>
          <w:rStyle w:val="libItalicChar"/>
        </w:rPr>
        <w:t>There will come a time for my Ummah when they will love five things while neglecting five others:</w:t>
      </w:r>
    </w:p>
    <w:p w:rsidR="001C73B9" w:rsidRPr="00E978C2" w:rsidRDefault="001C73B9" w:rsidP="001C73B9">
      <w:pPr>
        <w:pStyle w:val="libNormal"/>
        <w:rPr>
          <w:rStyle w:val="libItalicChar"/>
        </w:rPr>
      </w:pPr>
      <w:r w:rsidRPr="00E978C2">
        <w:rPr>
          <w:rStyle w:val="libItalicChar"/>
        </w:rPr>
        <w:t>They will love this world and neglect the next world.</w:t>
      </w:r>
    </w:p>
    <w:p w:rsidR="001C73B9" w:rsidRPr="00E978C2" w:rsidRDefault="001C73B9" w:rsidP="001C73B9">
      <w:pPr>
        <w:pStyle w:val="libNormal"/>
        <w:rPr>
          <w:rStyle w:val="libItalicChar"/>
        </w:rPr>
      </w:pPr>
      <w:r w:rsidRPr="00E978C2">
        <w:rPr>
          <w:rStyle w:val="libItalicChar"/>
        </w:rPr>
        <w:t>They will love wealth and forget (the Day of) Reckoning.</w:t>
      </w:r>
    </w:p>
    <w:p w:rsidR="001C73B9" w:rsidRPr="00E978C2" w:rsidRDefault="001C73B9" w:rsidP="001C73B9">
      <w:pPr>
        <w:pStyle w:val="libNormal"/>
        <w:rPr>
          <w:rStyle w:val="libItalicChar"/>
        </w:rPr>
      </w:pPr>
      <w:r w:rsidRPr="00E978C2">
        <w:rPr>
          <w:rStyle w:val="libItalicChar"/>
        </w:rPr>
        <w:t>They (their men) will love (corruptive) women and forget the houries.</w:t>
      </w:r>
    </w:p>
    <w:p w:rsidR="001C73B9" w:rsidRPr="00E978C2" w:rsidRDefault="001C73B9" w:rsidP="001C73B9">
      <w:pPr>
        <w:pStyle w:val="libNormal"/>
        <w:rPr>
          <w:rStyle w:val="libItalicChar"/>
        </w:rPr>
      </w:pPr>
      <w:r w:rsidRPr="00E978C2">
        <w:rPr>
          <w:rStyle w:val="libItalicChar"/>
        </w:rPr>
        <w:t>They will love buildings and forget the graves.</w:t>
      </w:r>
    </w:p>
    <w:p w:rsidR="001C73B9" w:rsidRDefault="001C73B9" w:rsidP="001C73B9">
      <w:pPr>
        <w:pStyle w:val="libNormal"/>
      </w:pPr>
      <w:r w:rsidRPr="00E978C2">
        <w:rPr>
          <w:rStyle w:val="libItalicChar"/>
        </w:rPr>
        <w:t>And, they will love (their) selves and forget the Lord. Those (such people) dislike me and I, too, dislike them.</w:t>
      </w:r>
      <w:r w:rsidR="00E978C2" w:rsidRPr="00E978C2">
        <w:rPr>
          <w:rStyle w:val="libItalicChar"/>
        </w:rPr>
        <w:t>”</w:t>
      </w:r>
    </w:p>
    <w:p w:rsidR="001C73B9" w:rsidRDefault="001C73B9" w:rsidP="001C73B9">
      <w:pPr>
        <w:pStyle w:val="libNormal"/>
      </w:pPr>
      <w:r>
        <w:t>Al</w:t>
      </w:r>
      <w:r w:rsidR="00D92C09">
        <w:t>-</w:t>
      </w:r>
      <w:r>
        <w:t xml:space="preserve">Ithna 'Ashariyyah, p. 202 </w:t>
      </w:r>
    </w:p>
    <w:p w:rsidR="001C73B9" w:rsidRDefault="001C73B9" w:rsidP="001C73B9">
      <w:pPr>
        <w:pStyle w:val="libNormal"/>
      </w:pPr>
      <w:r>
        <w:br w:type="page"/>
      </w:r>
    </w:p>
    <w:p w:rsidR="001C73B9" w:rsidRDefault="001C73B9" w:rsidP="001C73B9">
      <w:pPr>
        <w:pStyle w:val="Heading1Center"/>
      </w:pPr>
      <w:bookmarkStart w:id="77" w:name="_Toc444518276"/>
      <w:r>
        <w:lastRenderedPageBreak/>
        <w:t>LIFETIME SHOULD BE WELL SPENT</w:t>
      </w:r>
      <w:bookmarkEnd w:id="77"/>
    </w:p>
    <w:p w:rsidR="001C73B9" w:rsidRDefault="001C73B9" w:rsidP="001C73B9">
      <w:pPr>
        <w:pStyle w:val="libAr"/>
      </w:pPr>
      <w:r>
        <w:rPr>
          <w:rtl/>
        </w:rPr>
        <w:t>409</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يا</w:t>
      </w:r>
      <w:r>
        <w:rPr>
          <w:rtl/>
        </w:rPr>
        <w:t xml:space="preserve"> أباذَرٍّ اِغتَنِمْ خَمْساً قَبْلَ خَمْسٍ شَبابَكَ قَبْلَ هَرَمِكَ وَ صِحَّتَكَ قَبْلَ سُقْمِكَ وَ غِناكَ قَبْلَ فَقْرِكَ وَ فَراغَكَ قَبْلَ شُغْلِكَ وَ حَياتَكَ قَبْلَ مَوْتِكَ</w:t>
      </w:r>
      <w:r>
        <w:t>.</w:t>
      </w:r>
    </w:p>
    <w:p w:rsidR="001C73B9" w:rsidRDefault="001C73B9" w:rsidP="001C73B9">
      <w:pPr>
        <w:pStyle w:val="libAr"/>
      </w:pPr>
      <w:r>
        <w:rPr>
          <w:rFonts w:hint="eastAsia"/>
          <w:rtl/>
        </w:rPr>
        <w:t>بحار</w:t>
      </w:r>
      <w:r>
        <w:rPr>
          <w:rtl/>
        </w:rPr>
        <w:t xml:space="preserve"> الأنوار/77/77</w:t>
      </w:r>
    </w:p>
    <w:p w:rsidR="001C73B9" w:rsidRPr="00E978C2" w:rsidRDefault="001C73B9" w:rsidP="001C73B9">
      <w:pPr>
        <w:pStyle w:val="libNormal"/>
        <w:rPr>
          <w:rStyle w:val="libItalicChar"/>
        </w:rPr>
      </w:pPr>
      <w:r>
        <w:t xml:space="preserve">The holy Prophet [p.b.u.h.] told Abu Dharr: </w:t>
      </w:r>
      <w:r w:rsidR="00E978C2" w:rsidRPr="00E978C2">
        <w:rPr>
          <w:rStyle w:val="libItalicChar"/>
        </w:rPr>
        <w:t>“</w:t>
      </w:r>
      <w:r w:rsidRPr="00E978C2">
        <w:rPr>
          <w:rStyle w:val="libItalicChar"/>
        </w:rPr>
        <w:t>Take advantage of five opportunities before five other things:</w:t>
      </w:r>
    </w:p>
    <w:p w:rsidR="001C73B9" w:rsidRDefault="001C73B9" w:rsidP="001C73B9">
      <w:pPr>
        <w:pStyle w:val="libNormal"/>
      </w:pPr>
      <w:r w:rsidRPr="00E978C2">
        <w:rPr>
          <w:rStyle w:val="libItalicChar"/>
        </w:rPr>
        <w:t>Your youth before your senescence, your health before your illness, your wealth before your poverty, your leisure before your haste, and your life before your death.</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77, p. 77 </w:t>
      </w:r>
    </w:p>
    <w:p w:rsidR="001C73B9" w:rsidRDefault="001C73B9" w:rsidP="001C73B9">
      <w:pPr>
        <w:pStyle w:val="libAr"/>
      </w:pPr>
      <w:r>
        <w:rPr>
          <w:rtl/>
        </w:rPr>
        <w:t>410</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لَيْسَ</w:t>
      </w:r>
      <w:r>
        <w:rPr>
          <w:rtl/>
        </w:rPr>
        <w:t xml:space="preserve"> شَيْءٌ اَعَزَّ مِنَ الكِبريتِ الأحْمَرِ إلّا ما بَقِيَ مِنْ عُمْرِ الْمُؤْمِنِ</w:t>
      </w:r>
      <w:r>
        <w:t>.</w:t>
      </w:r>
    </w:p>
    <w:p w:rsidR="001C73B9" w:rsidRDefault="001C73B9" w:rsidP="001C73B9">
      <w:pPr>
        <w:pStyle w:val="libAr"/>
      </w:pPr>
      <w:r>
        <w:rPr>
          <w:rFonts w:hint="eastAsia"/>
          <w:rtl/>
        </w:rPr>
        <w:t>غرر</w:t>
      </w:r>
      <w:r>
        <w:rPr>
          <w:rtl/>
        </w:rPr>
        <w:t xml:space="preserve"> الحكم/257</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There is nothing worthier than gold save what remains of a true believer's life.</w:t>
      </w:r>
      <w:r w:rsidR="00E978C2" w:rsidRPr="00E978C2">
        <w:rPr>
          <w:rStyle w:val="libItalicChar"/>
        </w:rPr>
        <w:t>”</w:t>
      </w:r>
    </w:p>
    <w:p w:rsidR="001C73B9" w:rsidRDefault="001C73B9" w:rsidP="001C73B9">
      <w:pPr>
        <w:pStyle w:val="libNormal"/>
      </w:pPr>
      <w:r>
        <w:t>Ghurar</w:t>
      </w:r>
      <w:r w:rsidR="00D92C09">
        <w:t>-</w:t>
      </w:r>
      <w:r>
        <w:t>ul</w:t>
      </w:r>
      <w:r w:rsidR="00D92C09">
        <w:t>-</w:t>
      </w:r>
      <w:r>
        <w:t xml:space="preserve">Hikam, p. 257 </w:t>
      </w:r>
    </w:p>
    <w:p w:rsidR="001C73B9" w:rsidRDefault="001C73B9" w:rsidP="001C73B9">
      <w:pPr>
        <w:pStyle w:val="libAr"/>
      </w:pPr>
      <w:r>
        <w:rPr>
          <w:rtl/>
        </w:rPr>
        <w:t>411</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إذا</w:t>
      </w:r>
      <w:r>
        <w:rPr>
          <w:rtl/>
        </w:rPr>
        <w:t xml:space="preserve"> كانَ يَومُ القِيامَة يَقُومُ عُنُقٌ مِنَ النّاسِ فَيَأْتُونَ بابَ الجَنَّةِ فَيَضْرِبُونَهُ فَيُقالُ لَهُم: مَن أَنْتُمْ؟ فَيقُولُونَ: نَحْنُ أَهلُ الصَّبرِ فَيُقالُ لَهُم: عَلى ما صَبَرتُمْ؟ فَيَقُولُونَ: كُنّا نَصْبِرُ عَلى طاعَةِ اللهِ وَ نَصْبِرُ ع</w:t>
      </w:r>
      <w:r>
        <w:rPr>
          <w:rFonts w:hint="eastAsia"/>
          <w:rtl/>
        </w:rPr>
        <w:t>َنْ</w:t>
      </w:r>
      <w:r>
        <w:rPr>
          <w:rtl/>
        </w:rPr>
        <w:t xml:space="preserve"> مَعاصِي اللهِ، فَيَقُولُ اللّهُ عَزَّوَجَلَّ صَدَقُوا، أَدْخِلُوهُمُ الجَنَّةَ وَ هُـوَ قَـولُ اللهِ عَزَّ وَ جَلَّ: إِنَّما يُوَفَّى الصّابِرُونَ أَجْرَهُمْ بِغَيْرِ حِسابٍ</w:t>
      </w:r>
      <w:r>
        <w:t>.</w:t>
      </w:r>
    </w:p>
    <w:p w:rsidR="001C73B9" w:rsidRDefault="001C73B9" w:rsidP="001C73B9">
      <w:pPr>
        <w:pStyle w:val="libAr"/>
      </w:pPr>
      <w:r>
        <w:rPr>
          <w:rFonts w:hint="eastAsia"/>
          <w:rtl/>
        </w:rPr>
        <w:t>الكافي</w:t>
      </w:r>
      <w:r>
        <w:rPr>
          <w:rtl/>
        </w:rPr>
        <w:t>/2/75</w:t>
      </w:r>
    </w:p>
    <w:p w:rsidR="001C73B9" w:rsidRDefault="001C73B9" w:rsidP="001C73B9">
      <w:pPr>
        <w:pStyle w:val="libNormal"/>
      </w:pPr>
      <w:r>
        <w:t xml:space="preserve">Imam Sadiq [a.s.] said: </w:t>
      </w:r>
      <w:r w:rsidR="00E978C2">
        <w:t>“</w:t>
      </w:r>
      <w:r>
        <w:t>When it is the Day of Judgement, a group of people stand and then come to the door of Heaven to knock on it. They will be asked who they are and they will say: 'We are the people of patience.' Then, they will be inquired upon what they were patient about, and they will respond: 'We were patient with the obedience of Allah and were patient with avoiding the sins against Him'. So Allah, Almighty and Glorious, will say they are right and He will let them enter Heaven. This is the word of Allah, Almighty and Glorious, Who says: 'Those who patiently persevere will truly receive a reward without measure!'</w:t>
      </w:r>
      <w:r w:rsidR="00E978C2">
        <w:t>“</w:t>
      </w:r>
      <w:r>
        <w:t xml:space="preserve"> (Sura 39. Verse 10) </w:t>
      </w:r>
    </w:p>
    <w:p w:rsidR="001C73B9" w:rsidRDefault="001C73B9" w:rsidP="001C73B9">
      <w:pPr>
        <w:pStyle w:val="libNormal"/>
      </w:pPr>
      <w:r>
        <w:t>AI</w:t>
      </w:r>
      <w:r w:rsidR="00D92C09">
        <w:t>-</w:t>
      </w:r>
      <w:r>
        <w:t>Kafi, vol. 2, p. 75</w:t>
      </w:r>
    </w:p>
    <w:p w:rsidR="001C73B9" w:rsidRDefault="001C73B9" w:rsidP="001C73B9">
      <w:pPr>
        <w:pStyle w:val="libNormal"/>
      </w:pPr>
      <w:r>
        <w:t xml:space="preserve"> </w:t>
      </w:r>
    </w:p>
    <w:p w:rsidR="001C73B9" w:rsidRDefault="001C73B9" w:rsidP="001C73B9">
      <w:pPr>
        <w:pStyle w:val="libAr"/>
      </w:pPr>
      <w:r>
        <w:rPr>
          <w:rtl/>
        </w:rPr>
        <w:t>412</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طُوبى</w:t>
      </w:r>
      <w:r>
        <w:rPr>
          <w:rtl/>
        </w:rPr>
        <w:t xml:space="preserve"> لِمَنْ قَصُرَ أَمَلُهُ وَاغْتَنَمَ مُهَلَهُ</w:t>
      </w:r>
      <w:r>
        <w:t>.</w:t>
      </w:r>
    </w:p>
    <w:p w:rsidR="001C73B9" w:rsidRDefault="001C73B9" w:rsidP="001C73B9">
      <w:pPr>
        <w:pStyle w:val="libAr"/>
      </w:pPr>
      <w:r>
        <w:rPr>
          <w:rFonts w:hint="eastAsia"/>
          <w:rtl/>
        </w:rPr>
        <w:lastRenderedPageBreak/>
        <w:t>غرر</w:t>
      </w:r>
      <w:r>
        <w:rPr>
          <w:rtl/>
        </w:rPr>
        <w:t xml:space="preserve"> الحكم/206</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Happy is he who has not great expectations and wishes (in his life) and tries to make the most of his remaining life</w:t>
      </w:r>
      <w:r w:rsidR="00D92C09" w:rsidRPr="00E978C2">
        <w:rPr>
          <w:rStyle w:val="libItalicChar"/>
        </w:rPr>
        <w:t>-</w:t>
      </w:r>
      <w:r w:rsidRPr="00E978C2">
        <w:rPr>
          <w:rStyle w:val="libItalicChar"/>
        </w:rPr>
        <w:t>time.</w:t>
      </w:r>
      <w:r w:rsidR="00E978C2" w:rsidRPr="00E978C2">
        <w:rPr>
          <w:rStyle w:val="libItalicChar"/>
        </w:rPr>
        <w:t>”</w:t>
      </w:r>
    </w:p>
    <w:p w:rsidR="001C73B9" w:rsidRDefault="001C73B9" w:rsidP="001C73B9">
      <w:pPr>
        <w:pStyle w:val="libNormal"/>
      </w:pPr>
      <w:r>
        <w:t>Ghurar</w:t>
      </w:r>
      <w:r w:rsidR="00D92C09">
        <w:t>-</w:t>
      </w:r>
      <w:r>
        <w:t>ul</w:t>
      </w:r>
      <w:r w:rsidR="00D92C09">
        <w:t>-</w:t>
      </w:r>
      <w:r>
        <w:t>Hikam, p. 206</w:t>
      </w:r>
    </w:p>
    <w:p w:rsidR="001C73B9" w:rsidRDefault="001C73B9" w:rsidP="001C73B9">
      <w:pPr>
        <w:pStyle w:val="libNormal"/>
      </w:pPr>
      <w:r>
        <w:br w:type="page"/>
      </w:r>
    </w:p>
    <w:p w:rsidR="001C73B9" w:rsidRDefault="001C73B9" w:rsidP="001C73B9">
      <w:pPr>
        <w:pStyle w:val="Heading1Center"/>
      </w:pPr>
      <w:bookmarkStart w:id="78" w:name="_Toc444518277"/>
      <w:r>
        <w:lastRenderedPageBreak/>
        <w:t>RELIGION AND STUDYING ITS AFFAIRS</w:t>
      </w:r>
      <w:bookmarkEnd w:id="78"/>
    </w:p>
    <w:p w:rsidR="001C73B9" w:rsidRDefault="001C73B9" w:rsidP="001C73B9">
      <w:pPr>
        <w:pStyle w:val="libAr"/>
      </w:pPr>
      <w:r>
        <w:rPr>
          <w:rtl/>
        </w:rPr>
        <w:t>413</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أُفٍّ</w:t>
      </w:r>
      <w:r>
        <w:rPr>
          <w:rtl/>
        </w:rPr>
        <w:t xml:space="preserve"> لِكُلِّ مُسْلِمٍ لا يَجْعَلُ فِي كُلِّ جُمُعَةٍ يَوْماً يَتَفَقَّهُ فيهِ أَمْرَ دِينِهِ وَ يَسْأَلُ عَنْ دِينِهِ</w:t>
      </w:r>
      <w:r>
        <w:t>.</w:t>
      </w:r>
    </w:p>
    <w:p w:rsidR="001C73B9" w:rsidRDefault="001C73B9" w:rsidP="001C73B9">
      <w:pPr>
        <w:pStyle w:val="libAr"/>
      </w:pPr>
      <w:r>
        <w:rPr>
          <w:rFonts w:hint="eastAsia"/>
          <w:rtl/>
        </w:rPr>
        <w:t>بحار</w:t>
      </w:r>
      <w:r>
        <w:rPr>
          <w:rtl/>
        </w:rPr>
        <w:t xml:space="preserve"> الأنوار/1/176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Fie upon that Muslim who does not allocate (at least) one day a week to the study of the details of his religion and to explore (the affairs) of his religion.</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 p. 176 </w:t>
      </w:r>
    </w:p>
    <w:p w:rsidR="001C73B9" w:rsidRDefault="001C73B9" w:rsidP="001C73B9">
      <w:pPr>
        <w:pStyle w:val="libAr"/>
      </w:pPr>
      <w:r>
        <w:rPr>
          <w:rtl/>
        </w:rPr>
        <w:t>414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تَفَقَّهَ فِي دِينِ اللهِ كَفاهُ اللّهُ هَمَّهُ وَ رَزَقَهُ مِنْ حَيْثُ لا يَحْتَسِبُ</w:t>
      </w:r>
      <w:r>
        <w:t>.</w:t>
      </w:r>
    </w:p>
    <w:p w:rsidR="001C73B9" w:rsidRDefault="001C73B9" w:rsidP="001C73B9">
      <w:pPr>
        <w:pStyle w:val="libAr"/>
      </w:pPr>
      <w:r>
        <w:rPr>
          <w:rFonts w:hint="eastAsia"/>
          <w:rtl/>
        </w:rPr>
        <w:t>المحجّة</w:t>
      </w:r>
      <w:r>
        <w:rPr>
          <w:rtl/>
        </w:rPr>
        <w:t xml:space="preserve"> البيضاء/1/15</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He who studies the religion of Allah, He is sufficient to remove his grief and provides him with sustenance from whence he could never imagine.</w:t>
      </w:r>
      <w:r w:rsidR="00E978C2" w:rsidRPr="00E978C2">
        <w:rPr>
          <w:rStyle w:val="libItalicChar"/>
        </w:rPr>
        <w:t>”</w:t>
      </w:r>
    </w:p>
    <w:p w:rsidR="001C73B9" w:rsidRDefault="001C73B9" w:rsidP="001C73B9">
      <w:pPr>
        <w:pStyle w:val="libNormal"/>
      </w:pPr>
      <w:r>
        <w:t>Mahajjat</w:t>
      </w:r>
      <w:r w:rsidR="00D92C09">
        <w:t>-</w:t>
      </w:r>
      <w:r>
        <w:t xml:space="preserve">ul Bayda vol. 1, p.15 </w:t>
      </w:r>
    </w:p>
    <w:p w:rsidR="001C73B9" w:rsidRDefault="001C73B9" w:rsidP="001C73B9">
      <w:pPr>
        <w:pStyle w:val="libAr"/>
      </w:pPr>
      <w:r>
        <w:rPr>
          <w:rtl/>
        </w:rPr>
        <w:t>415</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لَو</w:t>
      </w:r>
      <w:r>
        <w:rPr>
          <w:rtl/>
        </w:rPr>
        <w:t xml:space="preserve"> أُتِيتُ بِشابٍّ مِن شَبابِ</w:t>
      </w:r>
      <w:r w:rsidR="00E978C2">
        <w:rPr>
          <w:rtl/>
        </w:rPr>
        <w:t xml:space="preserve"> الشِّيعَةِ لا يَتَفَقَّهُ لَأَ</w:t>
      </w:r>
      <w:r>
        <w:rPr>
          <w:rtl/>
        </w:rPr>
        <w:t>دَّبْتُهُ</w:t>
      </w:r>
      <w:r>
        <w:t xml:space="preserve">. </w:t>
      </w:r>
    </w:p>
    <w:p w:rsidR="001C73B9" w:rsidRDefault="001C73B9" w:rsidP="001C73B9">
      <w:pPr>
        <w:pStyle w:val="libAr"/>
      </w:pPr>
      <w:r>
        <w:rPr>
          <w:rFonts w:hint="eastAsia"/>
          <w:rtl/>
        </w:rPr>
        <w:t>بحار</w:t>
      </w:r>
      <w:r>
        <w:rPr>
          <w:rtl/>
        </w:rPr>
        <w:t xml:space="preserve"> الأنوار/1/214</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(Shi'ah youth should have religious instructional programs.) If I see a young one from Shi'ah who does not have this program, I will teach him a lesson.</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1, p. 214 </w:t>
      </w:r>
    </w:p>
    <w:p w:rsidR="001C73B9" w:rsidRDefault="001C73B9" w:rsidP="001C73B9">
      <w:pPr>
        <w:pStyle w:val="libAr"/>
      </w:pPr>
      <w:r>
        <w:rPr>
          <w:rtl/>
        </w:rPr>
        <w:t>416</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أَبْلِغْ</w:t>
      </w:r>
      <w:r>
        <w:rPr>
          <w:rtl/>
        </w:rPr>
        <w:t xml:space="preserve"> شِيعَتَنا أَنَّهُم إِذا قَامُوا بِمَا أُمِرُوا أَنَّهُمْ هُمُ الفائِزُونَ يَومَ القِيامَةِ</w:t>
      </w:r>
      <w:r>
        <w:t>.</w:t>
      </w:r>
    </w:p>
    <w:p w:rsidR="001C73B9" w:rsidRDefault="001C73B9" w:rsidP="001C73B9">
      <w:pPr>
        <w:pStyle w:val="libAr"/>
      </w:pPr>
      <w:r>
        <w:rPr>
          <w:rFonts w:hint="eastAsia"/>
          <w:rtl/>
        </w:rPr>
        <w:t>بحار</w:t>
      </w:r>
      <w:r>
        <w:rPr>
          <w:rtl/>
        </w:rPr>
        <w:t xml:space="preserve"> الأنوار/2/29</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Inform our followers that they will surely be among the saved on the Resurrection Day if they establish what they are commanded to.</w:t>
      </w:r>
      <w:r w:rsidR="00E978C2" w:rsidRPr="00E978C2">
        <w:rPr>
          <w:rStyle w:val="libItalicChar"/>
        </w:rPr>
        <w:t>”</w:t>
      </w:r>
    </w:p>
    <w:p w:rsidR="001C73B9" w:rsidRDefault="001C73B9" w:rsidP="001C73B9">
      <w:pPr>
        <w:pStyle w:val="libNormal"/>
      </w:pPr>
      <w:r>
        <w:t>Bihar</w:t>
      </w:r>
      <w:r w:rsidR="00D92C09">
        <w:t>-</w:t>
      </w:r>
      <w:r>
        <w:t>ul</w:t>
      </w:r>
      <w:r w:rsidR="00D92C09">
        <w:t>-</w:t>
      </w:r>
      <w:r>
        <w:t>Anwar, vol. 2, p. 29</w:t>
      </w:r>
    </w:p>
    <w:p w:rsidR="001C73B9" w:rsidRDefault="001C73B9" w:rsidP="001C73B9">
      <w:pPr>
        <w:pStyle w:val="libNormal"/>
      </w:pPr>
      <w:r>
        <w:t xml:space="preserve"> </w:t>
      </w:r>
    </w:p>
    <w:p w:rsidR="001C73B9" w:rsidRDefault="001C73B9" w:rsidP="001C73B9">
      <w:pPr>
        <w:pStyle w:val="libAr"/>
      </w:pPr>
      <w:r>
        <w:rPr>
          <w:rtl/>
        </w:rPr>
        <w:t>417</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حَفِظَ مِنْ أُمَّتي أَرْبَعِينَ حَدِيثاً مِمّا يَحتاجُونَ إِلَيْهِ مِن أَمْرِ دِينِهِمْ بَعَثَهُ اللّهُ يَومَ القِيامَةِ فَقيهاً عالِمًا</w:t>
      </w:r>
      <w:r>
        <w:t>.</w:t>
      </w:r>
    </w:p>
    <w:p w:rsidR="001C73B9" w:rsidRDefault="001C73B9" w:rsidP="001C73B9">
      <w:pPr>
        <w:pStyle w:val="libAr"/>
      </w:pPr>
      <w:r>
        <w:rPr>
          <w:rFonts w:hint="eastAsia"/>
          <w:rtl/>
        </w:rPr>
        <w:t>بحار</w:t>
      </w:r>
      <w:r>
        <w:rPr>
          <w:rtl/>
        </w:rPr>
        <w:t xml:space="preserve"> الأنوار/2/153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 xml:space="preserve">The one amongst my Ummah who memorizes forty traditions from among those which people need for their </w:t>
      </w:r>
      <w:r w:rsidRPr="00E978C2">
        <w:rPr>
          <w:rStyle w:val="libItalicChar"/>
        </w:rPr>
        <w:lastRenderedPageBreak/>
        <w:t>religious life (to propagate and instruct), Allah will raise him from the dead as a jurist on the Day of Resurrection.</w:t>
      </w:r>
      <w:r w:rsidR="00E978C2" w:rsidRPr="00E978C2">
        <w:rPr>
          <w:rStyle w:val="libItalicChar"/>
        </w:rPr>
        <w:t>”</w:t>
      </w:r>
    </w:p>
    <w:p w:rsidR="001C73B9" w:rsidRDefault="001C73B9" w:rsidP="001C73B9">
      <w:pPr>
        <w:pStyle w:val="libNormal"/>
      </w:pPr>
      <w:r>
        <w:t>Bihar</w:t>
      </w:r>
      <w:r w:rsidR="00D92C09">
        <w:t>-</w:t>
      </w:r>
      <w:r>
        <w:t>ul</w:t>
      </w:r>
      <w:r w:rsidR="00D92C09">
        <w:t>-</w:t>
      </w:r>
      <w:r>
        <w:t>Anwar, vol. 2, p. 153</w:t>
      </w:r>
    </w:p>
    <w:p w:rsidR="001C73B9" w:rsidRDefault="001C73B9" w:rsidP="001C73B9">
      <w:pPr>
        <w:pStyle w:val="libNormal"/>
      </w:pPr>
      <w:r>
        <w:br w:type="page"/>
      </w:r>
    </w:p>
    <w:p w:rsidR="001C73B9" w:rsidRDefault="001C73B9" w:rsidP="001C73B9">
      <w:pPr>
        <w:pStyle w:val="Heading1Center"/>
      </w:pPr>
      <w:bookmarkStart w:id="79" w:name="_Toc444518278"/>
      <w:r>
        <w:lastRenderedPageBreak/>
        <w:t>GOOD TEMPER AND ITS GOOD RESULTS</w:t>
      </w:r>
      <w:bookmarkEnd w:id="79"/>
    </w:p>
    <w:p w:rsidR="001C73B9" w:rsidRDefault="001C73B9" w:rsidP="001C73B9">
      <w:pPr>
        <w:pStyle w:val="libAr"/>
      </w:pPr>
      <w:r>
        <w:rPr>
          <w:rtl/>
        </w:rPr>
        <w:t>418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إِنَّ</w:t>
      </w:r>
      <w:r>
        <w:rPr>
          <w:rtl/>
        </w:rPr>
        <w:t xml:space="preserve"> العَبْدَ لَيُدْرِكُ بِحُسنِ خُلْقِهِ دَرَجَةَ الصّائِمِ القائِمِ</w:t>
      </w:r>
      <w:r>
        <w:t>.</w:t>
      </w:r>
    </w:p>
    <w:p w:rsidR="001C73B9" w:rsidRDefault="001C73B9" w:rsidP="001C73B9">
      <w:pPr>
        <w:pStyle w:val="libAr"/>
      </w:pPr>
      <w:r>
        <w:rPr>
          <w:rFonts w:hint="eastAsia"/>
          <w:rtl/>
        </w:rPr>
        <w:t>بحار</w:t>
      </w:r>
      <w:r>
        <w:rPr>
          <w:rtl/>
        </w:rPr>
        <w:t xml:space="preserve"> الأنوار/71/373</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Verily, a servant can gain the rank of he who both fasts during the day and keeps vigil at night, keeping up prayers, through his good disposition.</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71, p. 373 </w:t>
      </w:r>
    </w:p>
    <w:p w:rsidR="001C73B9" w:rsidRDefault="001C73B9" w:rsidP="001C73B9">
      <w:pPr>
        <w:pStyle w:val="libAr"/>
      </w:pPr>
      <w:r>
        <w:rPr>
          <w:rtl/>
        </w:rPr>
        <w:t>419</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rPr>
          <w:rtl/>
        </w:rPr>
        <w:t>لإبنِهِ الحَسَنِ</w:t>
      </w:r>
      <w:r>
        <w:t xml:space="preserve"> :</w:t>
      </w:r>
    </w:p>
    <w:p w:rsidR="001C73B9" w:rsidRDefault="001C73B9" w:rsidP="001C73B9">
      <w:pPr>
        <w:pStyle w:val="libAr"/>
      </w:pPr>
      <w:r>
        <w:rPr>
          <w:rFonts w:hint="eastAsia"/>
          <w:rtl/>
        </w:rPr>
        <w:t>يا</w:t>
      </w:r>
      <w:r>
        <w:rPr>
          <w:rtl/>
        </w:rPr>
        <w:t xml:space="preserve"> بُنَيَّ ! لا غِنى أَكْبَرُ مِنَ العَقلِ، وَ لا فَقْرَ مِثلُ الجَهلِ، وَ لا وَحْشَةَ أَشَدُّ مِنَ العُجْبِ، وَ لا عَيْشَ أَلَذُّ مِنْ حُسْنِ الخُلْقِ</w:t>
      </w:r>
      <w:r>
        <w:t>.</w:t>
      </w:r>
    </w:p>
    <w:p w:rsidR="001C73B9" w:rsidRDefault="001C73B9" w:rsidP="001C73B9">
      <w:pPr>
        <w:pStyle w:val="libAr"/>
      </w:pPr>
      <w:r>
        <w:rPr>
          <w:rFonts w:hint="eastAsia"/>
          <w:rtl/>
        </w:rPr>
        <w:t>بحار</w:t>
      </w:r>
      <w:r>
        <w:rPr>
          <w:rtl/>
        </w:rPr>
        <w:t xml:space="preserve"> الأنوار/78/111</w:t>
      </w:r>
    </w:p>
    <w:p w:rsidR="001C73B9" w:rsidRDefault="001C73B9" w:rsidP="001C73B9">
      <w:pPr>
        <w:pStyle w:val="libNormal"/>
      </w:pPr>
      <w:r>
        <w:t xml:space="preserve">Imam Amir ul Mu'mineen Ali [a.s.] told his son, Imam Hassan [a.s.]: </w:t>
      </w:r>
      <w:r w:rsidR="00E978C2" w:rsidRPr="00E978C2">
        <w:rPr>
          <w:rStyle w:val="libItalicChar"/>
        </w:rPr>
        <w:t>“</w:t>
      </w:r>
      <w:r w:rsidRPr="00E978C2">
        <w:rPr>
          <w:rStyle w:val="libItalicChar"/>
        </w:rPr>
        <w:t>0' my son! No wealth is more valuable than intelligence and no poverty is similar to ignorance; no terror is worse than arrogance, and no life is more pleasant than being good tempered.</w:t>
      </w:r>
      <w:r w:rsidR="00E978C2" w:rsidRPr="00E978C2">
        <w:rPr>
          <w:rStyle w:val="libItalicChar"/>
        </w:rPr>
        <w:t>”</w:t>
      </w:r>
    </w:p>
    <w:p w:rsidR="001C73B9" w:rsidRDefault="001C73B9" w:rsidP="001C73B9">
      <w:pPr>
        <w:pStyle w:val="libNormal"/>
      </w:pPr>
      <w:r>
        <w:t>Bihar</w:t>
      </w:r>
      <w:r w:rsidR="00D92C09">
        <w:t>-</w:t>
      </w:r>
      <w:r>
        <w:t>ul</w:t>
      </w:r>
      <w:r w:rsidR="00D92C09">
        <w:t>-</w:t>
      </w:r>
      <w:r>
        <w:t>Anwar, vol. 78, p. 111</w:t>
      </w:r>
    </w:p>
    <w:p w:rsidR="001C73B9" w:rsidRDefault="001C73B9" w:rsidP="001C73B9">
      <w:pPr>
        <w:pStyle w:val="libNormal"/>
      </w:pPr>
      <w:r>
        <w:t xml:space="preserve"> </w:t>
      </w:r>
    </w:p>
    <w:p w:rsidR="001C73B9" w:rsidRDefault="001C73B9" w:rsidP="001C73B9">
      <w:pPr>
        <w:pStyle w:val="libAr"/>
      </w:pPr>
      <w:r>
        <w:rPr>
          <w:rtl/>
        </w:rPr>
        <w:t>420</w:t>
      </w:r>
      <w:r w:rsidR="00D92C09">
        <w:rPr>
          <w:rtl/>
        </w:rPr>
        <w:t>-</w:t>
      </w:r>
      <w:r>
        <w:t xml:space="preserve"> </w:t>
      </w:r>
      <w:r>
        <w:rPr>
          <w:rtl/>
        </w:rPr>
        <w:t>رِوايَةٌ عنِ الإمامِ  الحَسَنِ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حَدَّثَنَا</w:t>
      </w:r>
      <w:r>
        <w:rPr>
          <w:rtl/>
        </w:rPr>
        <w:t xml:space="preserve"> الحَسَنُ عَنِ الحَسَنِ عَنِ الحَسَنِ</w:t>
      </w:r>
      <w:r w:rsidR="00525C12">
        <w:rPr>
          <w:rtl/>
        </w:rPr>
        <w:t xml:space="preserve"> </w:t>
      </w:r>
      <w:r w:rsidR="008A02F7">
        <w:rPr>
          <w:rtl/>
        </w:rPr>
        <w:t xml:space="preserve">عليه السلام </w:t>
      </w:r>
      <w:r>
        <w:rPr>
          <w:rtl/>
        </w:rPr>
        <w:t>إِنَّ أَحْسَنَ الْحَسَنِ اَلْخُلْقُ الحَسَنُ</w:t>
      </w:r>
      <w:r>
        <w:t>.</w:t>
      </w:r>
    </w:p>
    <w:p w:rsidR="001C73B9" w:rsidRDefault="001C73B9" w:rsidP="001C73B9">
      <w:pPr>
        <w:pStyle w:val="libAr"/>
      </w:pPr>
      <w:r>
        <w:rPr>
          <w:rFonts w:hint="eastAsia"/>
          <w:rtl/>
        </w:rPr>
        <w:t>الخصال</w:t>
      </w:r>
      <w:r>
        <w:rPr>
          <w:rtl/>
        </w:rPr>
        <w:t>/29</w:t>
      </w:r>
    </w:p>
    <w:p w:rsidR="001C73B9" w:rsidRDefault="001C73B9" w:rsidP="001C73B9">
      <w:pPr>
        <w:pStyle w:val="libNormal"/>
      </w:pPr>
      <w:r>
        <w:t xml:space="preserve">Imam Hassan ibn Ali [a.s.] said: </w:t>
      </w:r>
      <w:r w:rsidR="00E978C2" w:rsidRPr="00E978C2">
        <w:rPr>
          <w:rStyle w:val="libItalicChar"/>
        </w:rPr>
        <w:t>“</w:t>
      </w:r>
      <w:r w:rsidRPr="00E978C2">
        <w:rPr>
          <w:rStyle w:val="libItalicChar"/>
        </w:rPr>
        <w:t>Verily, the best of bests is a good temper.</w:t>
      </w:r>
      <w:r w:rsidR="00E978C2" w:rsidRPr="00E978C2">
        <w:rPr>
          <w:rStyle w:val="libItalicChar"/>
        </w:rPr>
        <w:t>”</w:t>
      </w:r>
    </w:p>
    <w:p w:rsidR="001C73B9" w:rsidRDefault="001C73B9" w:rsidP="001C73B9">
      <w:pPr>
        <w:pStyle w:val="libNormal"/>
      </w:pPr>
      <w:r>
        <w:t>Khisal</w:t>
      </w:r>
      <w:r w:rsidR="00D92C09">
        <w:t>-</w:t>
      </w:r>
      <w:r>
        <w:t>I</w:t>
      </w:r>
      <w:r w:rsidR="00D92C09">
        <w:t>-</w:t>
      </w:r>
      <w:r>
        <w:t xml:space="preserve">Saduq, p. 29 </w:t>
      </w:r>
    </w:p>
    <w:p w:rsidR="001C73B9" w:rsidRDefault="001C73B9" w:rsidP="001C73B9">
      <w:pPr>
        <w:pStyle w:val="libAr"/>
      </w:pPr>
      <w:r>
        <w:rPr>
          <w:rtl/>
        </w:rPr>
        <w:t>421</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حُسْنُ</w:t>
      </w:r>
      <w:r>
        <w:rPr>
          <w:rtl/>
        </w:rPr>
        <w:t xml:space="preserve"> الخُلْقِ في ثَلاثٍ: اِجتِنابُ المَحارِمِ، وَ طَلَبُ الحَلالِ، وَالتَّوَسُّعُ عَلَى العِيالِ</w:t>
      </w:r>
      <w:r>
        <w:t>.</w:t>
      </w:r>
    </w:p>
    <w:p w:rsidR="001C73B9" w:rsidRDefault="001C73B9" w:rsidP="001C73B9">
      <w:pPr>
        <w:pStyle w:val="libAr"/>
      </w:pPr>
      <w:r>
        <w:rPr>
          <w:rFonts w:hint="eastAsia"/>
          <w:rtl/>
        </w:rPr>
        <w:t>بحار</w:t>
      </w:r>
      <w:r>
        <w:rPr>
          <w:rtl/>
        </w:rPr>
        <w:t xml:space="preserve"> الأنوار/71/394</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Good behaviour lies in three traits: Avoiding unlawful things, acquiring the lawful ones, and being fair to one's family members.</w:t>
      </w:r>
      <w:r w:rsidR="00E978C2" w:rsidRPr="00E978C2">
        <w:rPr>
          <w:rStyle w:val="libItalicChar"/>
        </w:rPr>
        <w:t>”</w:t>
      </w:r>
    </w:p>
    <w:p w:rsidR="001C73B9" w:rsidRDefault="001C73B9" w:rsidP="001C73B9">
      <w:pPr>
        <w:pStyle w:val="libNormal"/>
      </w:pPr>
      <w:r>
        <w:t>Bihar</w:t>
      </w:r>
      <w:r w:rsidR="00D92C09">
        <w:t>-</w:t>
      </w:r>
      <w:r>
        <w:t>ul</w:t>
      </w:r>
      <w:r w:rsidR="00D92C09">
        <w:t>-</w:t>
      </w:r>
      <w:r>
        <w:t>Anwar, vol. 71, p. 394</w:t>
      </w:r>
    </w:p>
    <w:p w:rsidR="001C73B9" w:rsidRDefault="001C73B9" w:rsidP="001C73B9">
      <w:pPr>
        <w:pStyle w:val="libNormal"/>
      </w:pPr>
      <w:r>
        <w:t xml:space="preserve"> </w:t>
      </w:r>
    </w:p>
    <w:p w:rsidR="001C73B9" w:rsidRDefault="001C73B9" w:rsidP="001C73B9">
      <w:pPr>
        <w:pStyle w:val="libAr"/>
      </w:pPr>
      <w:r>
        <w:rPr>
          <w:rtl/>
        </w:rPr>
        <w:t>422</w:t>
      </w:r>
      <w:r w:rsidR="00D92C09">
        <w:rPr>
          <w:rtl/>
        </w:rPr>
        <w:t>-</w:t>
      </w:r>
      <w:r>
        <w:t xml:space="preserve"> </w:t>
      </w:r>
      <w:r>
        <w:rPr>
          <w:rtl/>
        </w:rPr>
        <w:t>حَدَّثَنا أَبُوحَمْزَةِ الثُّمالِي عَنْ عَلِيٍّ بْنِ الحُسَينِ</w:t>
      </w:r>
      <w:r w:rsidR="00525C12">
        <w:rPr>
          <w:rtl/>
        </w:rPr>
        <w:t xml:space="preserve"> </w:t>
      </w:r>
      <w:r w:rsidR="008A02F7">
        <w:rPr>
          <w:rtl/>
        </w:rPr>
        <w:t xml:space="preserve">عليه السلام </w:t>
      </w:r>
      <w:r>
        <w:rPr>
          <w:rtl/>
        </w:rPr>
        <w:t>قالَ</w:t>
      </w:r>
      <w:r>
        <w:t xml:space="preserve"> :</w:t>
      </w:r>
    </w:p>
    <w:p w:rsidR="001C73B9" w:rsidRDefault="001C73B9" w:rsidP="001C73B9">
      <w:pPr>
        <w:pStyle w:val="libAr"/>
      </w:pPr>
      <w:r>
        <w:rPr>
          <w:rFonts w:hint="eastAsia"/>
          <w:rtl/>
        </w:rPr>
        <w:t>اَلْقَوْلُ</w:t>
      </w:r>
      <w:r>
        <w:rPr>
          <w:rtl/>
        </w:rPr>
        <w:t xml:space="preserve"> الحَسَنُ يُثرِي المالَ وَ يُنْمِي الرِّزْقَ، وَ يُنْسِئُ فِي الْأَجَلِ، وَ يُحَبِّبُ إِلى الأهلِ، وَ يُدخِلُ الجَنَّةَ</w:t>
      </w:r>
      <w:r>
        <w:t xml:space="preserve"> .</w:t>
      </w:r>
    </w:p>
    <w:p w:rsidR="001C73B9" w:rsidRDefault="001C73B9" w:rsidP="001C73B9">
      <w:pPr>
        <w:pStyle w:val="libAr"/>
      </w:pPr>
      <w:r>
        <w:rPr>
          <w:rFonts w:hint="eastAsia"/>
          <w:rtl/>
        </w:rPr>
        <w:lastRenderedPageBreak/>
        <w:t>الخصال</w:t>
      </w:r>
      <w:r>
        <w:rPr>
          <w:rtl/>
        </w:rPr>
        <w:t>/317</w:t>
      </w:r>
    </w:p>
    <w:p w:rsidR="001C73B9" w:rsidRDefault="001C73B9" w:rsidP="001C73B9">
      <w:pPr>
        <w:pStyle w:val="libNormal"/>
      </w:pPr>
      <w:r>
        <w:t xml:space="preserve">Imam Ali ibn Husayn, the fourth Imam, [a.s.] said: </w:t>
      </w:r>
      <w:r w:rsidR="00E978C2" w:rsidRPr="00E978C2">
        <w:rPr>
          <w:rStyle w:val="libItalicChar"/>
        </w:rPr>
        <w:t>“</w:t>
      </w:r>
      <w:r w:rsidRPr="00E978C2">
        <w:rPr>
          <w:rStyle w:val="libItalicChar"/>
        </w:rPr>
        <w:t>Fair speech increases wealth, stretches sustenance, postpones death, creates love among family members, and causes the person to enter Heaven.</w:t>
      </w:r>
      <w:r w:rsidR="00E978C2" w:rsidRPr="00E978C2">
        <w:rPr>
          <w:rStyle w:val="libItalicChar"/>
        </w:rPr>
        <w:t>”</w:t>
      </w:r>
    </w:p>
    <w:p w:rsidR="001C73B9" w:rsidRDefault="001C73B9" w:rsidP="001C73B9">
      <w:pPr>
        <w:pStyle w:val="libNormal"/>
      </w:pPr>
      <w:r>
        <w:t xml:space="preserve">Khisal by Saduq, p. 317 </w:t>
      </w:r>
    </w:p>
    <w:p w:rsidR="001C73B9" w:rsidRDefault="001C73B9" w:rsidP="001C73B9">
      <w:pPr>
        <w:pStyle w:val="libAr"/>
      </w:pPr>
      <w:r>
        <w:rPr>
          <w:rtl/>
        </w:rPr>
        <w:t>423</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ثَلاثٌ</w:t>
      </w:r>
      <w:r>
        <w:rPr>
          <w:rtl/>
        </w:rPr>
        <w:t xml:space="preserve"> مَنْ أَتَى اللّهَ بِواحِدَةٍ مِنْهُنَّ أَوْجَبَ اللّهُ لَهُ الجَنَّةَ: اَلإِنْفاقُ مِنْ إِقْتارٍ، وَالبِْشْرُ لِجَمِيعِ العالَمِ وَالْإِنْصافُ مِنْ نَفسِهِ</w:t>
      </w:r>
      <w:r>
        <w:t>.</w:t>
      </w:r>
    </w:p>
    <w:p w:rsidR="001C73B9" w:rsidRDefault="001C73B9" w:rsidP="001C73B9">
      <w:pPr>
        <w:pStyle w:val="libAr"/>
      </w:pPr>
      <w:r>
        <w:rPr>
          <w:rFonts w:hint="eastAsia"/>
          <w:rtl/>
        </w:rPr>
        <w:t>الكافي</w:t>
      </w:r>
      <w:r>
        <w:rPr>
          <w:rtl/>
        </w:rPr>
        <w:t>/2/103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There are three things that each of which is brought by a person to Allah, He will necessitate Heaven for the one: donation in poverty, a good temper with all people, and justice to one's self.</w:t>
      </w:r>
      <w:r w:rsidR="00E978C2" w:rsidRPr="00E978C2">
        <w:rPr>
          <w:rStyle w:val="libItalicChar"/>
        </w:rPr>
        <w:t>”</w:t>
      </w:r>
    </w:p>
    <w:p w:rsidR="001C73B9" w:rsidRDefault="001C73B9" w:rsidP="001C73B9">
      <w:pPr>
        <w:pStyle w:val="libNormal"/>
      </w:pPr>
      <w:r>
        <w:t>Al</w:t>
      </w:r>
      <w:r w:rsidR="00D92C09">
        <w:t>-</w:t>
      </w:r>
      <w:r>
        <w:t xml:space="preserve">Kafi, vol. 2, p. 103 </w:t>
      </w:r>
    </w:p>
    <w:p w:rsidR="001C73B9" w:rsidRDefault="001C73B9" w:rsidP="001C73B9">
      <w:pPr>
        <w:pStyle w:val="libAr"/>
      </w:pPr>
      <w:r>
        <w:rPr>
          <w:rtl/>
        </w:rPr>
        <w:t>424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أَكْثَرُ</w:t>
      </w:r>
      <w:r>
        <w:rPr>
          <w:rtl/>
        </w:rPr>
        <w:t xml:space="preserve"> ما تَلِجُ بِهِ أُمَّتِي اَلْجَنَّةَ تَقْوَى اللهِ وَ حُسْنُ الخُلْقِ</w:t>
      </w:r>
      <w:r>
        <w:t>.</w:t>
      </w:r>
    </w:p>
    <w:p w:rsidR="001C73B9" w:rsidRDefault="001C73B9" w:rsidP="001C73B9">
      <w:pPr>
        <w:pStyle w:val="libAr"/>
      </w:pPr>
      <w:r>
        <w:rPr>
          <w:rFonts w:hint="eastAsia"/>
          <w:rtl/>
        </w:rPr>
        <w:t>الكافي</w:t>
      </w:r>
      <w:r>
        <w:rPr>
          <w:rtl/>
        </w:rPr>
        <w:t>/2/100</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The things by which my Ummah can enjoy Heaven most of all are godliness, and a good temper.</w:t>
      </w:r>
      <w:r w:rsidR="00E978C2" w:rsidRPr="00E978C2">
        <w:rPr>
          <w:rStyle w:val="libItalicChar"/>
        </w:rPr>
        <w:t>”</w:t>
      </w:r>
    </w:p>
    <w:p w:rsidR="001C73B9" w:rsidRDefault="001C73B9" w:rsidP="001C73B9">
      <w:pPr>
        <w:pStyle w:val="libNormal"/>
      </w:pPr>
      <w:r>
        <w:t>AI</w:t>
      </w:r>
      <w:r w:rsidR="00D92C09">
        <w:t>-</w:t>
      </w:r>
      <w:r>
        <w:t>Kafi, vol. 2, p. 100</w:t>
      </w:r>
    </w:p>
    <w:p w:rsidR="00E978C2" w:rsidRDefault="00E978C2" w:rsidP="000E27F6">
      <w:pPr>
        <w:pStyle w:val="libNormal"/>
      </w:pPr>
      <w:r>
        <w:br w:type="page"/>
      </w:r>
    </w:p>
    <w:p w:rsidR="001C73B9" w:rsidRDefault="001C73B9" w:rsidP="00E978C2">
      <w:pPr>
        <w:pStyle w:val="Heading1Center"/>
      </w:pPr>
      <w:bookmarkStart w:id="80" w:name="_Toc444518279"/>
      <w:r>
        <w:lastRenderedPageBreak/>
        <w:t>THE DISADVANTAGES OF ANGER AND AN ILL TEMPER</w:t>
      </w:r>
      <w:bookmarkEnd w:id="80"/>
    </w:p>
    <w:p w:rsidR="001C73B9" w:rsidRDefault="001C73B9" w:rsidP="001C73B9">
      <w:pPr>
        <w:pStyle w:val="libAr"/>
      </w:pPr>
      <w:r>
        <w:rPr>
          <w:rtl/>
        </w:rPr>
        <w:t>425</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اَلْغَضَبُ</w:t>
      </w:r>
      <w:r>
        <w:rPr>
          <w:rtl/>
        </w:rPr>
        <w:t xml:space="preserve"> يُفْسِدُ الإِيمانَ كَما يُفْسِدُ الخَلُّ اَلْعَسَلَ</w:t>
      </w:r>
      <w:r>
        <w:t>.</w:t>
      </w:r>
    </w:p>
    <w:p w:rsidR="001C73B9" w:rsidRDefault="001C73B9" w:rsidP="001C73B9">
      <w:pPr>
        <w:pStyle w:val="libAr"/>
      </w:pPr>
      <w:r>
        <w:rPr>
          <w:rFonts w:hint="eastAsia"/>
          <w:rtl/>
        </w:rPr>
        <w:t>الكافي</w:t>
      </w:r>
      <w:r>
        <w:rPr>
          <w:rtl/>
        </w:rPr>
        <w:t>/2/302</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Anger spoils Faith as much as vinegar spoils honey.</w:t>
      </w:r>
      <w:r w:rsidR="00E978C2" w:rsidRPr="00E978C2">
        <w:rPr>
          <w:rStyle w:val="libItalicChar"/>
        </w:rPr>
        <w:t>”</w:t>
      </w:r>
    </w:p>
    <w:p w:rsidR="001C73B9" w:rsidRDefault="001C73B9" w:rsidP="001C73B9">
      <w:pPr>
        <w:pStyle w:val="libNormal"/>
      </w:pPr>
      <w:r>
        <w:t>AI</w:t>
      </w:r>
      <w:r w:rsidR="00D92C09">
        <w:t>-</w:t>
      </w:r>
      <w:r>
        <w:t>Kafi, vol. 2, p. 302</w:t>
      </w:r>
    </w:p>
    <w:p w:rsidR="001C73B9" w:rsidRDefault="001C73B9" w:rsidP="001C73B9">
      <w:pPr>
        <w:pStyle w:val="libNormal"/>
      </w:pPr>
      <w:r>
        <w:t xml:space="preserve"> </w:t>
      </w:r>
    </w:p>
    <w:p w:rsidR="001C73B9" w:rsidRDefault="001C73B9" w:rsidP="001C73B9">
      <w:pPr>
        <w:pStyle w:val="libAr"/>
      </w:pPr>
      <w:r>
        <w:rPr>
          <w:rtl/>
        </w:rPr>
        <w:t>426</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اَلْغَضَبُ</w:t>
      </w:r>
      <w:r>
        <w:rPr>
          <w:rtl/>
        </w:rPr>
        <w:t xml:space="preserve"> مِفْتاحُ كُلِّ شَرٍّ</w:t>
      </w:r>
      <w:r>
        <w:t>.</w:t>
      </w:r>
    </w:p>
    <w:p w:rsidR="001C73B9" w:rsidRDefault="001C73B9" w:rsidP="001C73B9">
      <w:pPr>
        <w:pStyle w:val="libAr"/>
      </w:pPr>
      <w:r>
        <w:rPr>
          <w:rFonts w:hint="eastAsia"/>
          <w:rtl/>
        </w:rPr>
        <w:t>الكافي</w:t>
      </w:r>
      <w:r>
        <w:rPr>
          <w:rtl/>
        </w:rPr>
        <w:t>/2/303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Wrath is the key to all vices.</w:t>
      </w:r>
      <w:r w:rsidR="00E978C2" w:rsidRPr="00E978C2">
        <w:rPr>
          <w:rStyle w:val="libItalicChar"/>
        </w:rPr>
        <w:t>”</w:t>
      </w:r>
    </w:p>
    <w:p w:rsidR="001C73B9" w:rsidRDefault="001C73B9" w:rsidP="001C73B9">
      <w:pPr>
        <w:pStyle w:val="libNormal"/>
      </w:pPr>
      <w:r>
        <w:t>AI</w:t>
      </w:r>
      <w:r w:rsidR="00D92C09">
        <w:t>-</w:t>
      </w:r>
      <w:r>
        <w:t xml:space="preserve">Kafi, vol. 2, p. 303 </w:t>
      </w:r>
    </w:p>
    <w:p w:rsidR="001C73B9" w:rsidRDefault="001C73B9" w:rsidP="001C73B9">
      <w:pPr>
        <w:pStyle w:val="libAr"/>
      </w:pPr>
      <w:r>
        <w:rPr>
          <w:rtl/>
        </w:rPr>
        <w:t>427</w:t>
      </w:r>
      <w:r w:rsidR="00D92C09">
        <w:rPr>
          <w:rtl/>
        </w:rPr>
        <w:t>-</w:t>
      </w:r>
      <w:r>
        <w:t xml:space="preserve"> </w:t>
      </w:r>
      <w:r>
        <w:rPr>
          <w:rtl/>
        </w:rPr>
        <w:t>عَنِ الرِّضا</w:t>
      </w:r>
      <w:r w:rsidR="00525C12">
        <w:rPr>
          <w:rtl/>
        </w:rPr>
        <w:t xml:space="preserve"> </w:t>
      </w:r>
      <w:r w:rsidR="008A02F7">
        <w:rPr>
          <w:rtl/>
        </w:rPr>
        <w:t xml:space="preserve">عليه السلام </w:t>
      </w:r>
      <w:r>
        <w:rPr>
          <w:rtl/>
        </w:rPr>
        <w:t>عَنْ آبائِهِ، عَنْ أَميرِالْمُؤْمِنينَ</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قالَ</w:t>
      </w:r>
      <w:r>
        <w:rPr>
          <w:rtl/>
        </w:rPr>
        <w:t xml:space="preserve"> رَجُلٌ لِلنَّبِيِّ صل</w:t>
      </w:r>
      <w:r>
        <w:rPr>
          <w:rFonts w:hint="cs"/>
          <w:rtl/>
        </w:rPr>
        <w:t>ی</w:t>
      </w:r>
      <w:r>
        <w:rPr>
          <w:rtl/>
        </w:rPr>
        <w:t xml:space="preserve"> الله</w:t>
      </w:r>
      <w:r w:rsidR="00525C12">
        <w:rPr>
          <w:rtl/>
        </w:rPr>
        <w:t xml:space="preserve"> عليه</w:t>
      </w:r>
      <w:r>
        <w:rPr>
          <w:rtl/>
        </w:rPr>
        <w:t xml:space="preserve"> و آله و سلم عَلِّمْنِي عَمَلاً لا يُحالُ بَيْنَهُ وَ بَيْنَ الجَنَّةِ، قالَ: لا تَغْضَبْ وَلا تَسْأَلِ النّاسَ شَيْئًا، وَ اِرْضَ لِلنّاسِ ما تَرْضى لِنَفْسِكَ</w:t>
      </w:r>
      <w:r>
        <w:t xml:space="preserve"> .</w:t>
      </w:r>
    </w:p>
    <w:p w:rsidR="001C73B9" w:rsidRDefault="001C73B9" w:rsidP="001C73B9">
      <w:pPr>
        <w:pStyle w:val="libAr"/>
      </w:pPr>
      <w:r>
        <w:rPr>
          <w:rFonts w:hint="eastAsia"/>
          <w:rtl/>
        </w:rPr>
        <w:t>بحار</w:t>
      </w:r>
      <w:r>
        <w:rPr>
          <w:rtl/>
        </w:rPr>
        <w:t xml:space="preserve"> الأنوار/75/27</w:t>
      </w:r>
    </w:p>
    <w:p w:rsidR="001C73B9" w:rsidRDefault="001C73B9" w:rsidP="001C73B9">
      <w:pPr>
        <w:pStyle w:val="libNormal"/>
      </w:pPr>
      <w:r>
        <w:t>Imam Ridha [a.s.] narrated from his father [a.s.] from Imam Amir ul Mu'mineen [a.s.] who said that a man once asked the Prophet [p.b.u.h.] to teach him an action to prevent a barrier between him and Paradise.</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Do not get angry; do not ask people for things; wish for people whatever you wish for yourself.</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75, p. 27 </w:t>
      </w:r>
    </w:p>
    <w:p w:rsidR="001C73B9" w:rsidRDefault="001C73B9" w:rsidP="001C73B9">
      <w:pPr>
        <w:pStyle w:val="libAr"/>
      </w:pPr>
      <w:r>
        <w:rPr>
          <w:rtl/>
        </w:rPr>
        <w:t>428</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كَفَّ غَضَبَهُ سَتَرَ اللّهُ عَوْرَتَهُ</w:t>
      </w:r>
      <w:r>
        <w:t>.</w:t>
      </w:r>
    </w:p>
    <w:p w:rsidR="001C73B9" w:rsidRDefault="001C73B9" w:rsidP="001C73B9">
      <w:pPr>
        <w:pStyle w:val="libAr"/>
      </w:pPr>
      <w:r>
        <w:rPr>
          <w:rFonts w:hint="eastAsia"/>
          <w:rtl/>
        </w:rPr>
        <w:t>الكافي</w:t>
      </w:r>
      <w:r>
        <w:rPr>
          <w:rtl/>
        </w:rPr>
        <w:t>/2/303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restrains his anger, Allah will cover his blemishes.</w:t>
      </w:r>
      <w:r w:rsidR="00E978C2" w:rsidRPr="00E978C2">
        <w:rPr>
          <w:rStyle w:val="libItalicChar"/>
        </w:rPr>
        <w:t>”</w:t>
      </w:r>
    </w:p>
    <w:p w:rsidR="001C73B9" w:rsidRDefault="001C73B9" w:rsidP="001C73B9">
      <w:pPr>
        <w:pStyle w:val="libNormal"/>
      </w:pPr>
      <w:r>
        <w:t>AI</w:t>
      </w:r>
      <w:r w:rsidR="00D92C09">
        <w:t>-</w:t>
      </w:r>
      <w:r>
        <w:t xml:space="preserve">Kafi, vol. 2, p. 303 </w:t>
      </w:r>
    </w:p>
    <w:p w:rsidR="001C73B9" w:rsidRDefault="001C73B9" w:rsidP="001C73B9">
      <w:pPr>
        <w:pStyle w:val="libAr"/>
      </w:pPr>
      <w:r>
        <w:rPr>
          <w:rtl/>
        </w:rPr>
        <w:t>429</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اَلْغَضَبُ</w:t>
      </w:r>
      <w:r>
        <w:rPr>
          <w:rtl/>
        </w:rPr>
        <w:t xml:space="preserve"> مَمْحَقَةٌ لِقَلْبِ الْحَكِيمِ، وَ قالَ: مَنْ لَمْ يَمْلِكْ غَضَبَهُ لَمْ يَمْلِكْ عَقْلَهُ</w:t>
      </w:r>
      <w:r>
        <w:t>.</w:t>
      </w:r>
    </w:p>
    <w:p w:rsidR="001C73B9" w:rsidRDefault="001C73B9" w:rsidP="001C73B9">
      <w:pPr>
        <w:pStyle w:val="libAr"/>
      </w:pPr>
      <w:r>
        <w:rPr>
          <w:rFonts w:hint="eastAsia"/>
          <w:rtl/>
        </w:rPr>
        <w:t>الكافي</w:t>
      </w:r>
      <w:r>
        <w:rPr>
          <w:rtl/>
        </w:rPr>
        <w:t>/2/303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Anger is a destroyer for the heart of a sage; and he who does not have his anger under his control does not have his wisdom under his control, either.</w:t>
      </w:r>
      <w:r w:rsidR="00E978C2" w:rsidRPr="00E978C2">
        <w:rPr>
          <w:rStyle w:val="libItalicChar"/>
        </w:rPr>
        <w:t>”</w:t>
      </w:r>
    </w:p>
    <w:p w:rsidR="001C73B9" w:rsidRDefault="001C73B9" w:rsidP="001C73B9">
      <w:pPr>
        <w:pStyle w:val="libNormal"/>
      </w:pPr>
      <w:r>
        <w:lastRenderedPageBreak/>
        <w:t>AI</w:t>
      </w:r>
      <w:r w:rsidR="00D92C09">
        <w:t>-</w:t>
      </w:r>
      <w:r>
        <w:t>Kafi, vol. 2, p. 303</w:t>
      </w:r>
    </w:p>
    <w:p w:rsidR="001C73B9" w:rsidRDefault="001C73B9" w:rsidP="001C73B9">
      <w:pPr>
        <w:pStyle w:val="libNormal"/>
      </w:pPr>
      <w:r>
        <w:br w:type="page"/>
      </w:r>
    </w:p>
    <w:p w:rsidR="001C73B9" w:rsidRDefault="001C73B9" w:rsidP="001C73B9">
      <w:pPr>
        <w:pStyle w:val="Heading1Center"/>
      </w:pPr>
      <w:bookmarkStart w:id="81" w:name="_Toc444518280"/>
      <w:r>
        <w:lastRenderedPageBreak/>
        <w:t>ASKING FOR DIVINE PARDON</w:t>
      </w:r>
      <w:bookmarkEnd w:id="81"/>
    </w:p>
    <w:p w:rsidR="001C73B9" w:rsidRDefault="001C73B9" w:rsidP="001C73B9">
      <w:pPr>
        <w:pStyle w:val="libAr"/>
      </w:pPr>
      <w:r>
        <w:rPr>
          <w:rtl/>
        </w:rPr>
        <w:t>430</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تَعَطَّرُوا</w:t>
      </w:r>
      <w:r>
        <w:rPr>
          <w:rtl/>
        </w:rPr>
        <w:t xml:space="preserve"> بِالْاِسْتِغفارِ لا تَفْضَحَنَّكُمْ رَوايِـحُ الذُّنُوبِ</w:t>
      </w:r>
      <w:r>
        <w:t>.</w:t>
      </w:r>
    </w:p>
    <w:p w:rsidR="001C73B9" w:rsidRDefault="001C73B9" w:rsidP="001C73B9">
      <w:pPr>
        <w:pStyle w:val="libAr"/>
      </w:pPr>
      <w:r>
        <w:rPr>
          <w:rFonts w:hint="eastAsia"/>
          <w:rtl/>
        </w:rPr>
        <w:t>بحار</w:t>
      </w:r>
      <w:r>
        <w:rPr>
          <w:rtl/>
        </w:rPr>
        <w:t xml:space="preserve"> الأنوار/6/22</w:t>
      </w:r>
    </w:p>
    <w:p w:rsidR="001C73B9" w:rsidRDefault="001C73B9" w:rsidP="001C73B9">
      <w:pPr>
        <w:pStyle w:val="libNormal"/>
      </w:pPr>
      <w:r>
        <w:t xml:space="preserve">Imam Amir ul Mu'mineen Ali [a.s.] said: </w:t>
      </w:r>
      <w:r w:rsidR="00E978C2" w:rsidRPr="00E978C2">
        <w:rPr>
          <w:rStyle w:val="libItalicChar"/>
        </w:rPr>
        <w:t>“</w:t>
      </w:r>
      <w:r w:rsidRPr="00E978C2">
        <w:rPr>
          <w:rStyle w:val="libItalicChar"/>
        </w:rPr>
        <w:t>Perfume yourself with penitence so that the stench of your sins do not disgrace you.</w:t>
      </w:r>
      <w:r w:rsidR="00E978C2" w:rsidRPr="00E978C2">
        <w:rPr>
          <w:rStyle w:val="libItalicChar"/>
        </w:rPr>
        <w:t>”</w:t>
      </w:r>
    </w:p>
    <w:p w:rsidR="001C73B9" w:rsidRDefault="001C73B9" w:rsidP="001C73B9">
      <w:pPr>
        <w:pStyle w:val="libNormal"/>
      </w:pPr>
      <w:r>
        <w:t>Bihar</w:t>
      </w:r>
      <w:r w:rsidR="00D92C09">
        <w:t>-</w:t>
      </w:r>
      <w:r>
        <w:t>ul</w:t>
      </w:r>
      <w:r w:rsidR="00D92C09">
        <w:t>-</w:t>
      </w:r>
      <w:r>
        <w:t>Anwar, vol. 6, p. 22</w:t>
      </w:r>
    </w:p>
    <w:p w:rsidR="001C73B9" w:rsidRDefault="001C73B9" w:rsidP="001C73B9">
      <w:pPr>
        <w:pStyle w:val="libNormal"/>
      </w:pPr>
      <w:r>
        <w:t xml:space="preserve"> </w:t>
      </w:r>
    </w:p>
    <w:p w:rsidR="001C73B9" w:rsidRDefault="001C73B9" w:rsidP="001C73B9">
      <w:pPr>
        <w:pStyle w:val="libAr"/>
      </w:pPr>
      <w:r>
        <w:rPr>
          <w:rtl/>
        </w:rPr>
        <w:t>431</w:t>
      </w:r>
      <w:r w:rsidR="00D92C09">
        <w:rPr>
          <w:rtl/>
        </w:rPr>
        <w:t>-</w:t>
      </w:r>
      <w:r>
        <w:t xml:space="preserve"> </w:t>
      </w:r>
      <w:r>
        <w:rPr>
          <w:rtl/>
        </w:rPr>
        <w:t>قالَ الإمامُ أَميرُ المُؤمنينَ عَلِيٌّ</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اَلْحَمدُ</w:t>
      </w:r>
      <w:r>
        <w:rPr>
          <w:rtl/>
        </w:rPr>
        <w:t xml:space="preserve"> لِلّهِ عَلى كُلِّ نِعْمَةٍ، وَ أَسْأَلُ اللّهَ مِنْ كُلِّ خَيرٍ وَ أَعُـوذُ بِاللهِ مِنْ كُلِّ شَرٍّ، وَ أَسْتَغْفِرُ اللّهَ مِنْ كُلِّ ذَنْبٍ</w:t>
      </w:r>
      <w:r>
        <w:t>.</w:t>
      </w:r>
    </w:p>
    <w:p w:rsidR="001C73B9" w:rsidRDefault="001C73B9" w:rsidP="001C73B9">
      <w:pPr>
        <w:pStyle w:val="libAr"/>
      </w:pPr>
      <w:r>
        <w:rPr>
          <w:rFonts w:hint="eastAsia"/>
          <w:rtl/>
        </w:rPr>
        <w:t>بحار</w:t>
      </w:r>
      <w:r>
        <w:rPr>
          <w:rtl/>
        </w:rPr>
        <w:t xml:space="preserve"> الأنوار/94/242</w:t>
      </w:r>
    </w:p>
    <w:p w:rsidR="001C73B9" w:rsidRDefault="001C73B9" w:rsidP="001C73B9">
      <w:pPr>
        <w:pStyle w:val="libNormal"/>
      </w:pPr>
      <w:r>
        <w:t xml:space="preserve">Imam Amir ul Mu'mineen Ali [a.s.] taught someone to seek Allah in invocation in brief by saying: </w:t>
      </w:r>
      <w:r w:rsidR="00E978C2" w:rsidRPr="00E978C2">
        <w:rPr>
          <w:rStyle w:val="libItalicChar"/>
        </w:rPr>
        <w:t>“</w:t>
      </w:r>
      <w:r w:rsidRPr="00E978C2">
        <w:rPr>
          <w:rStyle w:val="libItalicChar"/>
        </w:rPr>
        <w:t>Praise is (only) Allah's for every blessing; and I ask Him for all goodness; and I take refuge in Allah from all vices; and, I seek Allah's forgiveness for all sins.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94, p. 242 </w:t>
      </w:r>
    </w:p>
    <w:p w:rsidR="001C73B9" w:rsidRDefault="001C73B9" w:rsidP="001C73B9">
      <w:pPr>
        <w:pStyle w:val="libAr"/>
      </w:pPr>
      <w:r>
        <w:rPr>
          <w:rtl/>
        </w:rPr>
        <w:t>432</w:t>
      </w:r>
      <w:r w:rsidR="00D92C09">
        <w:rPr>
          <w:rtl/>
        </w:rPr>
        <w:t>-</w:t>
      </w:r>
      <w:r>
        <w:t xml:space="preserve"> </w:t>
      </w:r>
      <w:r>
        <w:rPr>
          <w:rtl/>
        </w:rPr>
        <w:t>عَنْ أَبي جَعْفَرٍ مُحَمَّدِ بْنِ عَلِـيٍّ الباقِـرِ</w:t>
      </w:r>
      <w:r w:rsidR="00525C12">
        <w:rPr>
          <w:rtl/>
        </w:rPr>
        <w:t xml:space="preserve"> </w:t>
      </w:r>
      <w:r w:rsidR="008A02F7">
        <w:rPr>
          <w:rtl/>
        </w:rPr>
        <w:t xml:space="preserve">عليه السلام </w:t>
      </w:r>
      <w:r>
        <w:rPr>
          <w:rtl/>
        </w:rPr>
        <w:t xml:space="preserve">قالَ سُئِـلَ رَسُولُ </w:t>
      </w:r>
      <w:r w:rsidR="00525C12">
        <w:rPr>
          <w:rtl/>
        </w:rPr>
        <w:t>الله صلی</w:t>
      </w:r>
      <w:r>
        <w:rPr>
          <w:rtl/>
        </w:rPr>
        <w:t xml:space="preserve"> الله</w:t>
      </w:r>
      <w:r w:rsidR="00525C12">
        <w:rPr>
          <w:rtl/>
        </w:rPr>
        <w:t xml:space="preserve"> عليه</w:t>
      </w:r>
      <w:r>
        <w:rPr>
          <w:rtl/>
        </w:rPr>
        <w:t xml:space="preserve"> و آله و سلم عَنْ خِيارِ العِبادِ، فَقالَ: إذا أَحْسَنُوا اِسْتَبْشَرُوا، وَ إذا اَساؤُوا اِسْتََغْفَرُوا، وَ إذا أُعْطُوا شَكَرُوا، وَ إذ اُبْتُلُو</w:t>
      </w:r>
      <w:r>
        <w:rPr>
          <w:rFonts w:hint="eastAsia"/>
          <w:rtl/>
        </w:rPr>
        <w:t>ا</w:t>
      </w:r>
      <w:r>
        <w:rPr>
          <w:rtl/>
        </w:rPr>
        <w:t xml:space="preserve"> صَبَرُوا، وَ إذا غَضِبُوا غَفَرُوا</w:t>
      </w:r>
      <w:r>
        <w:t>.</w:t>
      </w:r>
    </w:p>
    <w:p w:rsidR="001C73B9" w:rsidRDefault="001C73B9" w:rsidP="001C73B9">
      <w:pPr>
        <w:pStyle w:val="libAr"/>
      </w:pPr>
      <w:r>
        <w:rPr>
          <w:rFonts w:hint="eastAsia"/>
          <w:rtl/>
        </w:rPr>
        <w:t>الخصال</w:t>
      </w:r>
      <w:r>
        <w:rPr>
          <w:rtl/>
        </w:rPr>
        <w:t>/317</w:t>
      </w:r>
    </w:p>
    <w:p w:rsidR="001C73B9" w:rsidRDefault="001C73B9" w:rsidP="001C73B9">
      <w:pPr>
        <w:pStyle w:val="libNormal"/>
      </w:pPr>
      <w:r>
        <w:t>Imam Baqir [a.s.] said that the Holy Prophet [p.b.u.h.] was once asked about the best servants and he replied:</w:t>
      </w:r>
    </w:p>
    <w:p w:rsidR="001C73B9" w:rsidRDefault="00E978C2" w:rsidP="001C73B9">
      <w:pPr>
        <w:pStyle w:val="libNormal"/>
      </w:pPr>
      <w:r w:rsidRPr="00E978C2">
        <w:rPr>
          <w:rStyle w:val="libItalicChar"/>
        </w:rPr>
        <w:t>“</w:t>
      </w:r>
      <w:r w:rsidR="001C73B9" w:rsidRPr="00E978C2">
        <w:rPr>
          <w:rStyle w:val="libItalicChar"/>
        </w:rPr>
        <w:t>They are such that: when they do good, they are cheerful about it; when they do wrong, they seek forgiveness; when they are granted (something), they are thankful; when they are involved in a difficulty, they show patience; and when they become angry (with someone), they pardon.</w:t>
      </w:r>
      <w:r w:rsidRPr="00E978C2">
        <w:rPr>
          <w:rStyle w:val="libItalicChar"/>
        </w:rPr>
        <w:t>”</w:t>
      </w:r>
    </w:p>
    <w:p w:rsidR="001C73B9" w:rsidRDefault="001C73B9" w:rsidP="001C73B9">
      <w:pPr>
        <w:pStyle w:val="libNormal"/>
      </w:pPr>
      <w:r>
        <w:t xml:space="preserve">Khisal by Saduq, p. 317 </w:t>
      </w:r>
    </w:p>
    <w:p w:rsidR="001C73B9" w:rsidRDefault="001C73B9" w:rsidP="001C73B9">
      <w:pPr>
        <w:pStyle w:val="libAr"/>
      </w:pPr>
      <w:r>
        <w:rPr>
          <w:rtl/>
        </w:rPr>
        <w:t>433</w:t>
      </w:r>
      <w:r w:rsidR="00D92C09">
        <w:rPr>
          <w:rtl/>
        </w:rPr>
        <w:t>-</w:t>
      </w:r>
      <w:r>
        <w:t xml:space="preserve"> </w:t>
      </w:r>
      <w:r>
        <w:rPr>
          <w:rtl/>
        </w:rPr>
        <w:t>قالَ الإمامُ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إذا</w:t>
      </w:r>
      <w:r>
        <w:rPr>
          <w:rtl/>
        </w:rPr>
        <w:t xml:space="preserve"> أَكْثَرَ العَبدُ مِنَ الْاِسْتِِغْفارِ رُفِعَتْ صَحِيفَتُهُ وَ هِيَ تَتَلَأْلَأُ</w:t>
      </w:r>
      <w:r>
        <w:t>.</w:t>
      </w:r>
    </w:p>
    <w:p w:rsidR="001C73B9" w:rsidRDefault="001C73B9" w:rsidP="001C73B9">
      <w:pPr>
        <w:pStyle w:val="libAr"/>
      </w:pPr>
      <w:r>
        <w:rPr>
          <w:rFonts w:hint="eastAsia"/>
          <w:rtl/>
        </w:rPr>
        <w:t>مكارم</w:t>
      </w:r>
      <w:r>
        <w:rPr>
          <w:rtl/>
        </w:rPr>
        <w:t xml:space="preserve"> الأخلاق/313</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When a believing Muslim frequently asks Allah for forgiveness, his record (of deeds) will ascend while it will be glowing.</w:t>
      </w:r>
      <w:r w:rsidR="00E978C2" w:rsidRPr="00E978C2">
        <w:rPr>
          <w:rStyle w:val="libItalicChar"/>
        </w:rPr>
        <w:t>”</w:t>
      </w:r>
    </w:p>
    <w:p w:rsidR="001C73B9" w:rsidRDefault="001C73B9" w:rsidP="001C73B9">
      <w:pPr>
        <w:pStyle w:val="libNormal"/>
      </w:pPr>
      <w:r>
        <w:t>Makarim</w:t>
      </w:r>
      <w:r w:rsidR="00D92C09">
        <w:t>-</w:t>
      </w:r>
      <w:r>
        <w:t>ul</w:t>
      </w:r>
      <w:r w:rsidR="00D92C09">
        <w:t>-</w:t>
      </w:r>
      <w:r>
        <w:t xml:space="preserve">Akhlaq, p. 313 </w:t>
      </w:r>
    </w:p>
    <w:p w:rsidR="001C73B9" w:rsidRDefault="001C73B9" w:rsidP="001C73B9">
      <w:pPr>
        <w:pStyle w:val="libNormal"/>
      </w:pPr>
      <w:r>
        <w:br w:type="page"/>
      </w:r>
    </w:p>
    <w:p w:rsidR="001C73B9" w:rsidRDefault="001C73B9" w:rsidP="001C73B9">
      <w:pPr>
        <w:pStyle w:val="Heading1Center"/>
      </w:pPr>
      <w:bookmarkStart w:id="82" w:name="_Toc444518281"/>
      <w:r>
        <w:lastRenderedPageBreak/>
        <w:t>CONGREGATION PRAYER</w:t>
      </w:r>
      <w:bookmarkEnd w:id="82"/>
    </w:p>
    <w:p w:rsidR="001C73B9" w:rsidRDefault="001C73B9" w:rsidP="001C73B9">
      <w:pPr>
        <w:pStyle w:val="libAr"/>
      </w:pPr>
      <w:r>
        <w:rPr>
          <w:rtl/>
        </w:rPr>
        <w:t>434</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إِنَّ</w:t>
      </w:r>
      <w:r>
        <w:rPr>
          <w:rtl/>
        </w:rPr>
        <w:t xml:space="preserve"> اللّهَ يَسْتَحِْيي مِنْ عَبْدِهِ إذا صَلّى في جَماعَةٍ ثُمَّ سَأَلَهُ حاجَةً أَنْ يَنْصَرِفَ حَتّى يَقْضِيَه</w:t>
      </w:r>
      <w:r>
        <w:t>.</w:t>
      </w:r>
    </w:p>
    <w:p w:rsidR="001C73B9" w:rsidRDefault="001C73B9" w:rsidP="001C73B9">
      <w:pPr>
        <w:pStyle w:val="libAr"/>
      </w:pPr>
      <w:r>
        <w:rPr>
          <w:rFonts w:hint="eastAsia"/>
          <w:rtl/>
        </w:rPr>
        <w:t>بحار</w:t>
      </w:r>
      <w:r>
        <w:rPr>
          <w:rtl/>
        </w:rPr>
        <w:t xml:space="preserve"> الأنوار/88/4</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Verily, when one of His servants establishes a prayer in congregation and asks Him something which He does not grant, Allah will be ashamed until He fulfils it.</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88, p. 4 </w:t>
      </w:r>
    </w:p>
    <w:p w:rsidR="001C73B9" w:rsidRDefault="001C73B9" w:rsidP="001C73B9">
      <w:pPr>
        <w:pStyle w:val="libAr"/>
      </w:pPr>
      <w:r>
        <w:rPr>
          <w:rtl/>
        </w:rPr>
        <w:t>435</w:t>
      </w:r>
      <w:r w:rsidR="00D92C09">
        <w:rPr>
          <w:rtl/>
        </w:rPr>
        <w:t>-</w:t>
      </w:r>
      <w:r>
        <w:t xml:space="preserve"> </w:t>
      </w:r>
      <w:r>
        <w:rPr>
          <w:rtl/>
        </w:rPr>
        <w:t>قالَ الإِمامُ الرِّضا</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فَضْلُ</w:t>
      </w:r>
      <w:r>
        <w:rPr>
          <w:rtl/>
        </w:rPr>
        <w:t xml:space="preserve"> الجَماعَةِ عَلَى الفَرْدِ بِكُلِّ رَكْعَةٍ أَلْفا رَكْعَةٍ</w:t>
      </w:r>
      <w:r>
        <w:t>.</w:t>
      </w:r>
    </w:p>
    <w:p w:rsidR="001C73B9" w:rsidRDefault="001C73B9" w:rsidP="001C73B9">
      <w:pPr>
        <w:pStyle w:val="libAr"/>
      </w:pPr>
      <w:r>
        <w:rPr>
          <w:rFonts w:hint="eastAsia"/>
          <w:rtl/>
        </w:rPr>
        <w:t>بحار</w:t>
      </w:r>
      <w:r>
        <w:rPr>
          <w:rtl/>
        </w:rPr>
        <w:t xml:space="preserve"> الأنوار/88/4 &amp; وسائل الشيعة/8/290</w:t>
      </w:r>
    </w:p>
    <w:p w:rsidR="001C73B9" w:rsidRDefault="001C73B9" w:rsidP="001C73B9">
      <w:pPr>
        <w:pStyle w:val="libNormal"/>
      </w:pPr>
      <w:r>
        <w:t>Imam Ali ibn Musa al</w:t>
      </w:r>
      <w:r w:rsidR="00D92C09">
        <w:t>-</w:t>
      </w:r>
      <w:r>
        <w:t xml:space="preserve">Ridha, the eighth Imam, [a.s.] said: </w:t>
      </w:r>
      <w:r w:rsidR="00E978C2" w:rsidRPr="00E978C2">
        <w:rPr>
          <w:rStyle w:val="libItalicChar"/>
        </w:rPr>
        <w:t>“</w:t>
      </w:r>
      <w:r w:rsidRPr="00E978C2">
        <w:rPr>
          <w:rStyle w:val="libItalicChar"/>
        </w:rPr>
        <w:t>The excellence of the congregational prayer, comparing with solitary prayer, is one rak'at to two thousand rak'ats.</w:t>
      </w:r>
      <w:r w:rsidR="00E978C2" w:rsidRPr="00E978C2">
        <w:rPr>
          <w:rStyle w:val="libItalicChar"/>
        </w:rPr>
        <w:t>”</w:t>
      </w:r>
    </w:p>
    <w:p w:rsidR="001C73B9" w:rsidRDefault="001C73B9" w:rsidP="001C73B9">
      <w:pPr>
        <w:pStyle w:val="libNormal"/>
      </w:pPr>
      <w:r>
        <w:t>Bihar</w:t>
      </w:r>
      <w:r w:rsidR="00D92C09">
        <w:t>-</w:t>
      </w:r>
      <w:r>
        <w:t>ul</w:t>
      </w:r>
      <w:r w:rsidR="00D92C09">
        <w:t>-</w:t>
      </w:r>
      <w:r>
        <w:t>Anwar, vol. 88, p. 4 &amp; Wasa'il</w:t>
      </w:r>
      <w:r w:rsidR="00D92C09">
        <w:t>-</w:t>
      </w:r>
      <w:r>
        <w:t>ush Shi'ah, vol. 8, p. 290</w:t>
      </w:r>
    </w:p>
    <w:p w:rsidR="001C73B9" w:rsidRDefault="001C73B9" w:rsidP="001C73B9">
      <w:pPr>
        <w:pStyle w:val="libNormal"/>
      </w:pPr>
      <w:r>
        <w:t xml:space="preserve"> </w:t>
      </w:r>
    </w:p>
    <w:p w:rsidR="001C73B9" w:rsidRDefault="001C73B9" w:rsidP="001C73B9">
      <w:pPr>
        <w:pStyle w:val="libAr"/>
      </w:pPr>
      <w:r>
        <w:rPr>
          <w:rtl/>
        </w:rPr>
        <w:t>436</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صَلاةُ</w:t>
      </w:r>
      <w:r>
        <w:rPr>
          <w:rtl/>
        </w:rPr>
        <w:t xml:space="preserve"> الرَّجُلِ في جَماعَةٍ خَيْرٌ مِنْ صَلوتِهِ فِي  بَيْتِهِ أَرْبَعِينَ سَنَةً</w:t>
      </w:r>
      <w:r>
        <w:t xml:space="preserve"> .</w:t>
      </w:r>
    </w:p>
    <w:p w:rsidR="001C73B9" w:rsidRDefault="001C73B9" w:rsidP="001C73B9">
      <w:pPr>
        <w:pStyle w:val="libAr"/>
      </w:pPr>
      <w:r>
        <w:rPr>
          <w:rFonts w:hint="eastAsia"/>
          <w:rtl/>
        </w:rPr>
        <w:t>مستدرك</w:t>
      </w:r>
      <w:r>
        <w:rPr>
          <w:rtl/>
        </w:rPr>
        <w:t xml:space="preserve"> الوسائل/6/446</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One prayer of a man in congregation is worthier than his forty years of prayers at home (alone).</w:t>
      </w:r>
      <w:r w:rsidR="00E978C2" w:rsidRPr="00E978C2">
        <w:rPr>
          <w:rStyle w:val="libItalicChar"/>
        </w:rPr>
        <w:t>”</w:t>
      </w:r>
    </w:p>
    <w:p w:rsidR="001C73B9" w:rsidRDefault="001C73B9" w:rsidP="001C73B9">
      <w:pPr>
        <w:pStyle w:val="libNormal"/>
      </w:pPr>
      <w:r>
        <w:t>Mustadrak</w:t>
      </w:r>
      <w:r w:rsidR="00D92C09">
        <w:t>-</w:t>
      </w:r>
      <w:r>
        <w:t>ul</w:t>
      </w:r>
      <w:r w:rsidR="00D92C09">
        <w:t>-</w:t>
      </w:r>
      <w:r>
        <w:t xml:space="preserve">Wasa'il, vol. 6, p. 446 </w:t>
      </w:r>
    </w:p>
    <w:p w:rsidR="001C73B9" w:rsidRDefault="001C73B9" w:rsidP="001C73B9">
      <w:pPr>
        <w:pStyle w:val="libAr"/>
      </w:pPr>
      <w:r>
        <w:rPr>
          <w:rtl/>
        </w:rPr>
        <w:t>437</w:t>
      </w:r>
      <w:r w:rsidR="00D92C09">
        <w:rPr>
          <w:rtl/>
        </w:rPr>
        <w:t>-</w:t>
      </w:r>
      <w:r>
        <w:t xml:space="preserve"> </w:t>
      </w:r>
      <w:r>
        <w:rPr>
          <w:rtl/>
        </w:rPr>
        <w:t xml:space="preserve">قالَ </w:t>
      </w:r>
      <w:r w:rsidR="005F6D68">
        <w:rPr>
          <w:rtl/>
        </w:rPr>
        <w:t>النَّبِيّ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وَ</w:t>
      </w:r>
      <w:r>
        <w:rPr>
          <w:rtl/>
        </w:rPr>
        <w:t xml:space="preserve"> أَمَّا الجَمـاعَةُ فَإِنَّ صُفُـوفَ أُمَّتِي  فِي الأرضِ كَصُـفُـوفِ المَلائِكَةِ فِي السَّماءِ، وَ الرَّكْعَةُ فِي جَماعَةٍ اَرْبَعَةٌ و عِشْـرُونَ رَكْعَةً كُلُّ رَكْعَةٍ أَحَبُّ إِلى اللهِ عَزَّ وَ جَلَّ مِنْ عِبادَة أَرْبَعِينَ سَنَةً، وَ أَمّا يَوم</w:t>
      </w:r>
      <w:r>
        <w:rPr>
          <w:rFonts w:hint="eastAsia"/>
          <w:rtl/>
        </w:rPr>
        <w:t>ُ</w:t>
      </w:r>
      <w:r>
        <w:rPr>
          <w:rtl/>
        </w:rPr>
        <w:t xml:space="preserve"> القِيامَةِ فَيَجْمَعُ اللّهُ فِيهِ الأوَّلِينَ وَ الآخِرِينَ لِلْحِسابِ، فَما مِنْ مُؤمِنٍ مَشى إِلى الجُمُعَةِ إلّا خَفَّفَ اللّهُ</w:t>
      </w:r>
      <w:r w:rsidR="00525C12">
        <w:rPr>
          <w:rtl/>
        </w:rPr>
        <w:t xml:space="preserve"> عليه</w:t>
      </w:r>
      <w:r>
        <w:rPr>
          <w:rtl/>
        </w:rPr>
        <w:t xml:space="preserve"> عَزَّ وَ جَلَّ أَهْوالَ يَوْمِ القِيامَةِ ثُمَّ يَأْمُرُ بِهِ إِلى الْجَنَّةِ</w:t>
      </w:r>
      <w:r>
        <w:t>.</w:t>
      </w:r>
    </w:p>
    <w:p w:rsidR="001C73B9" w:rsidRDefault="001C73B9" w:rsidP="001C73B9">
      <w:pPr>
        <w:pStyle w:val="libAr"/>
      </w:pPr>
      <w:r>
        <w:rPr>
          <w:rFonts w:hint="eastAsia"/>
          <w:rtl/>
        </w:rPr>
        <w:t>بحار</w:t>
      </w:r>
      <w:r>
        <w:rPr>
          <w:rtl/>
        </w:rPr>
        <w:t xml:space="preserve"> الأنوار/88/6</w:t>
      </w:r>
    </w:p>
    <w:p w:rsidR="001C73B9" w:rsidRDefault="001C73B9" w:rsidP="001C73B9">
      <w:pPr>
        <w:pStyle w:val="libNormal"/>
      </w:pPr>
      <w:r>
        <w:t xml:space="preserve">The Holy Prophet [p.b.u.h.] said: </w:t>
      </w:r>
      <w:r w:rsidR="00E978C2">
        <w:t>“</w:t>
      </w:r>
      <w:r>
        <w:t>The rows of my followers in the congregational prayer on the earth are like the rows of angels in the sky; and a rak'at of prayer in congregation is equivalent with twenty</w:t>
      </w:r>
      <w:r w:rsidR="00D92C09">
        <w:t>-</w:t>
      </w:r>
      <w:r>
        <w:t>four rak'ats, and every rak'at with Allah, Almighty and Glorious, is more beloved than forty years of worship. Therefore, on the Day of Justice, when Allah gathers all human beings from the beginning to the end for Reckoning, there will be no believer who has attended the congregational prayer but for whom Allah will decrease the grievousness of the Day of</w:t>
      </w:r>
    </w:p>
    <w:p w:rsidR="001C73B9" w:rsidRDefault="001C73B9" w:rsidP="001C73B9">
      <w:pPr>
        <w:pStyle w:val="libNormal"/>
      </w:pPr>
      <w:r>
        <w:t>Reckoning and after that the one will be told to enter Heaven.</w:t>
      </w:r>
    </w:p>
    <w:p w:rsidR="001C73B9" w:rsidRDefault="001C73B9" w:rsidP="001C73B9">
      <w:pPr>
        <w:pStyle w:val="libNormal"/>
      </w:pPr>
      <w:r>
        <w:lastRenderedPageBreak/>
        <w:t>Bihar</w:t>
      </w:r>
      <w:r w:rsidR="00D92C09">
        <w:t>-</w:t>
      </w:r>
      <w:r>
        <w:t>uI</w:t>
      </w:r>
      <w:r w:rsidR="00D92C09">
        <w:t>-</w:t>
      </w:r>
      <w:r>
        <w:t xml:space="preserve">Anwar, vol. 88, p. 6 </w:t>
      </w:r>
    </w:p>
    <w:p w:rsidR="001C73B9" w:rsidRDefault="001C73B9" w:rsidP="001C73B9">
      <w:pPr>
        <w:pStyle w:val="libAr"/>
      </w:pPr>
      <w:r>
        <w:rPr>
          <w:rtl/>
        </w:rPr>
        <w:t>438</w:t>
      </w:r>
      <w:r w:rsidR="00D92C09">
        <w:rPr>
          <w:rtl/>
        </w:rPr>
        <w:t>-</w:t>
      </w:r>
      <w:r>
        <w:t xml:space="preserve"> </w:t>
      </w:r>
      <w:r>
        <w:rPr>
          <w:rtl/>
        </w:rPr>
        <w:t xml:space="preserve">قالَ رَسُولُ </w:t>
      </w:r>
      <w:r w:rsidR="00525C12">
        <w:rPr>
          <w:rtl/>
        </w:rPr>
        <w:t>الله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أَتى</w:t>
      </w:r>
      <w:r>
        <w:rPr>
          <w:rtl/>
        </w:rPr>
        <w:t xml:space="preserve"> رَجُلٌ أَعْمى رَسُولَ </w:t>
      </w:r>
      <w:r w:rsidR="00525C12">
        <w:rPr>
          <w:rtl/>
        </w:rPr>
        <w:t>الله صلی</w:t>
      </w:r>
      <w:r>
        <w:rPr>
          <w:rtl/>
        </w:rPr>
        <w:t xml:space="preserve"> الله</w:t>
      </w:r>
      <w:r w:rsidR="00525C12">
        <w:rPr>
          <w:rtl/>
        </w:rPr>
        <w:t xml:space="preserve"> عليه</w:t>
      </w:r>
      <w:r>
        <w:rPr>
          <w:rtl/>
        </w:rPr>
        <w:t xml:space="preserve"> و آله و سلم فَقالَ: يا رَسُولَ اللهِ إِنّي ضَرِيرُ البَصَرِ وَ رُبَّمـا أَسْمَعُ النِّـدَاءَ  وَلا أَجِـدُ مَن يَقُودُنـِي إِلى الْجَمـاعَةِ وَالصَّلاةِ مَعَكَ فَقالَ لَهُ </w:t>
      </w:r>
      <w:r w:rsidR="005F6D68">
        <w:rPr>
          <w:rtl/>
        </w:rPr>
        <w:t>النَّبِيّ صلی</w:t>
      </w:r>
      <w:r>
        <w:rPr>
          <w:rtl/>
        </w:rPr>
        <w:t xml:space="preserve"> الله</w:t>
      </w:r>
      <w:r w:rsidR="00525C12">
        <w:rPr>
          <w:rtl/>
        </w:rPr>
        <w:t xml:space="preserve"> عليه</w:t>
      </w:r>
      <w:r>
        <w:rPr>
          <w:rtl/>
        </w:rPr>
        <w:t xml:space="preserve"> و آله و سلم شُ</w:t>
      </w:r>
      <w:r>
        <w:rPr>
          <w:rFonts w:hint="eastAsia"/>
          <w:rtl/>
        </w:rPr>
        <w:t>دَّ</w:t>
      </w:r>
      <w:r>
        <w:rPr>
          <w:rtl/>
        </w:rPr>
        <w:t xml:space="preserve"> مِنْ مَنْزِلِكَ إِلى المَسجِدِ حَبْلاً وَ اُحْضُرِ الْجَماعَةَ</w:t>
      </w:r>
      <w:r>
        <w:t>.</w:t>
      </w:r>
    </w:p>
    <w:p w:rsidR="001C73B9" w:rsidRDefault="001C73B9" w:rsidP="001C73B9">
      <w:pPr>
        <w:pStyle w:val="libAr"/>
      </w:pPr>
      <w:r>
        <w:rPr>
          <w:rFonts w:hint="eastAsia"/>
          <w:rtl/>
        </w:rPr>
        <w:t>التهذيب</w:t>
      </w:r>
      <w:r>
        <w:rPr>
          <w:rtl/>
        </w:rPr>
        <w:t>/3/266</w:t>
      </w:r>
    </w:p>
    <w:p w:rsidR="001C73B9" w:rsidRDefault="001C73B9" w:rsidP="001C73B9">
      <w:pPr>
        <w:pStyle w:val="libNormal"/>
      </w:pPr>
      <w:r>
        <w:t>Once a blind man came to the Holy Prophet [p.b.u.h.] and said that there was not anybody to take him to the mosque to attend the congregational prayer with him [p.b.u.h.] when he heard the prayer call. Then the Holy Prophet [p.b.u.h.] said: Stretch a thread from your house unto the mosque and attend the congregational prayer.</w:t>
      </w:r>
      <w:r w:rsidR="00E978C2">
        <w:t>”</w:t>
      </w:r>
    </w:p>
    <w:p w:rsidR="001C73B9" w:rsidRDefault="001C73B9" w:rsidP="001C73B9">
      <w:pPr>
        <w:pStyle w:val="libNormal"/>
      </w:pPr>
      <w:r>
        <w:t>At</w:t>
      </w:r>
      <w:r w:rsidR="00D92C09">
        <w:t>-</w:t>
      </w:r>
      <w:r>
        <w:t xml:space="preserve">Tahthib, vol. 3, p. 266 </w:t>
      </w:r>
    </w:p>
    <w:p w:rsidR="001C73B9" w:rsidRDefault="001C73B9" w:rsidP="001C73B9">
      <w:pPr>
        <w:pStyle w:val="libAr"/>
      </w:pPr>
      <w:r>
        <w:rPr>
          <w:rtl/>
        </w:rPr>
        <w:t>439</w:t>
      </w:r>
      <w:r w:rsidR="00D92C09">
        <w:rPr>
          <w:rtl/>
        </w:rPr>
        <w:t>-</w:t>
      </w:r>
      <w:r>
        <w:t xml:space="preserve"> </w:t>
      </w:r>
      <w:r>
        <w:rPr>
          <w:rtl/>
        </w:rPr>
        <w:t>قالَ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مَنْ</w:t>
      </w:r>
      <w:r>
        <w:rPr>
          <w:rtl/>
        </w:rPr>
        <w:t xml:space="preserve"> تَرَكَ الْجَماعَةَ رَغْبَةً عَنْها وَ عَنْ جَماعَةِ المُسْلِمِينَ مِنْ غَيْرِ عِلَّةٍ فَلا صَلاةَ لَهُ</w:t>
      </w:r>
      <w:r>
        <w:t xml:space="preserve"> .</w:t>
      </w:r>
    </w:p>
    <w:p w:rsidR="001C73B9" w:rsidRDefault="001C73B9" w:rsidP="001C73B9">
      <w:pPr>
        <w:pStyle w:val="libAr"/>
      </w:pPr>
      <w:r>
        <w:rPr>
          <w:rFonts w:hint="eastAsia"/>
          <w:rtl/>
        </w:rPr>
        <w:t>بحار</w:t>
      </w:r>
      <w:r>
        <w:rPr>
          <w:rtl/>
        </w:rPr>
        <w:t xml:space="preserve"> الأنوار/88/11</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The person who abandons the congregation (of prayer) without having an excuse but only for unwillingness, and in order to avoid attending the folk of Muslims, there will not be (considered) any prayer for him.</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88, p. 11 </w:t>
      </w:r>
    </w:p>
    <w:p w:rsidR="001C73B9" w:rsidRDefault="001C73B9" w:rsidP="001C73B9">
      <w:pPr>
        <w:pStyle w:val="libAr"/>
      </w:pPr>
      <w:r>
        <w:rPr>
          <w:rtl/>
        </w:rPr>
        <w:t>440</w:t>
      </w:r>
      <w:r w:rsidR="00D92C09">
        <w:rPr>
          <w:rtl/>
        </w:rPr>
        <w:t>-</w:t>
      </w:r>
      <w:r>
        <w:t xml:space="preserve"> </w:t>
      </w:r>
      <w:r>
        <w:rPr>
          <w:rtl/>
        </w:rPr>
        <w:t>قالَ الإمامُ الرِّضا</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إِنَّما</w:t>
      </w:r>
      <w:r>
        <w:rPr>
          <w:rtl/>
        </w:rPr>
        <w:t xml:space="preserve"> جُعِلَتِ الْجَماعَةُ قِيلَ لِئَلاّ يَكُونَ الإِخلاصُ وَالتَّوحِيدُ وَالإِسلامُ وَ العِبادَةُ لِلّهِ إلّا طاهِرًا مَكْشُوفاً مَشهُودًا لأَِنَّ فِي إِظهارِهِ حُجَّةً عَلى أَهلِ الْمَشرِقِ وَ الْمَغرِبِ لِلّهِ عَزَّوَ جَلَّ وَحدَهُ وَ لِيَكُونَ الْمُن</w:t>
      </w:r>
      <w:r>
        <w:rPr>
          <w:rFonts w:hint="eastAsia"/>
          <w:rtl/>
        </w:rPr>
        <w:t>افِقُ</w:t>
      </w:r>
      <w:r>
        <w:rPr>
          <w:rtl/>
        </w:rPr>
        <w:t xml:space="preserve"> وَالمُستَخِفُّ مُؤَدِّياً لِما أَقَرَّ بِهِ يُظْهِرُ الْإِسْلامَ وَالْمُراقَبَـهَ وَ لِتَكُونَ شَهاداتُ النّاسِ بِالْإسلامِ مِن بَعضِهِم لِبَعضٍ جائِزَةً مُمكِنَةً مَعَ ما فيهِ مِنَ المُساعَدَةِ عَلَى البِرِّ وَالتَّقوى وَالزَّجرِ عَن كَثِيرٍ مِن مَع</w:t>
      </w:r>
      <w:r>
        <w:rPr>
          <w:rFonts w:hint="eastAsia"/>
          <w:rtl/>
        </w:rPr>
        <w:t>اصِي</w:t>
      </w:r>
      <w:r>
        <w:rPr>
          <w:rtl/>
        </w:rPr>
        <w:t xml:space="preserve"> اللهِ عزَّوَجَلَّ</w:t>
      </w:r>
      <w:r>
        <w:t>.</w:t>
      </w:r>
    </w:p>
    <w:p w:rsidR="001C73B9" w:rsidRDefault="001C73B9" w:rsidP="001C73B9">
      <w:pPr>
        <w:pStyle w:val="libAr"/>
      </w:pPr>
      <w:r>
        <w:rPr>
          <w:rFonts w:hint="eastAsia"/>
          <w:rtl/>
        </w:rPr>
        <w:t>بحار</w:t>
      </w:r>
      <w:r>
        <w:rPr>
          <w:rtl/>
        </w:rPr>
        <w:t xml:space="preserve"> الأنوار/88/12</w:t>
      </w:r>
    </w:p>
    <w:p w:rsidR="001C73B9" w:rsidRPr="00E978C2" w:rsidRDefault="001C73B9" w:rsidP="00E978C2">
      <w:pPr>
        <w:pStyle w:val="libNormal"/>
        <w:rPr>
          <w:rStyle w:val="libItalicChar"/>
        </w:rPr>
      </w:pPr>
      <w:r>
        <w:t xml:space="preserve">Imam Ridha [a.s.] said: </w:t>
      </w:r>
      <w:r w:rsidR="00E978C2" w:rsidRPr="00E978C2">
        <w:rPr>
          <w:rStyle w:val="libItalicChar"/>
        </w:rPr>
        <w:t>“</w:t>
      </w:r>
      <w:r w:rsidRPr="00E978C2">
        <w:rPr>
          <w:rStyle w:val="libItalicChar"/>
        </w:rPr>
        <w:t xml:space="preserve">Certainly the congregational prayer has been decreed in order that the pure Faith in Unity, in Islam, and in worshipping Allah be openly revealed and (publicly) manifested, because, thereby and with its apparency the reason of Allah, Almighty and Glorious, will be completed for the totality of people in the East and West (of the world). (Thus, the reality of Islam will be manifested and known and infidelity and paganism before Islam will be like darkness before light which cannot resist and vanishes at last.) Another reason (for decreeing the congregational prayer) is that those who are far from the truth, the hypocrite, and those who take it light but claim Islam, then they may, willy or nilly, treat </w:t>
      </w:r>
      <w:r w:rsidRPr="00E978C2">
        <w:rPr>
          <w:rStyle w:val="libItalicChar"/>
        </w:rPr>
        <w:lastRenderedPageBreak/>
        <w:t>accordingly and show Islam from them and try to protect (its laws in the society).</w:t>
      </w:r>
    </w:p>
    <w:p w:rsidR="001C73B9" w:rsidRDefault="001C73B9" w:rsidP="001C73B9">
      <w:pPr>
        <w:pStyle w:val="libNormal"/>
      </w:pPr>
      <w:r w:rsidRPr="00E978C2">
        <w:rPr>
          <w:rStyle w:val="libItalicChar"/>
        </w:rPr>
        <w:t>Again, the congregational prayer causes people to know each other which makes it allowed and possible that some of them bear witness for some others about their Islam, wherein there is the means of facility and association for righteous deeds and godly actions which prevents too much disobedience against Allah, Almighty and Glorious.</w:t>
      </w:r>
      <w:r w:rsidR="00E978C2" w:rsidRPr="00E978C2">
        <w:rPr>
          <w:rStyle w:val="libItalicChar"/>
        </w:rPr>
        <w:t>”</w:t>
      </w:r>
    </w:p>
    <w:p w:rsidR="001C73B9" w:rsidRDefault="001C73B9" w:rsidP="001C73B9">
      <w:pPr>
        <w:pStyle w:val="libNormal"/>
      </w:pPr>
      <w:r>
        <w:t>Bihar</w:t>
      </w:r>
      <w:r w:rsidR="00D92C09">
        <w:t>-</w:t>
      </w:r>
      <w:r>
        <w:t>ul</w:t>
      </w:r>
      <w:r w:rsidR="00D92C09">
        <w:t>-</w:t>
      </w:r>
      <w:r>
        <w:t xml:space="preserve">Anwar, vol. 88, p. 12 </w:t>
      </w:r>
    </w:p>
    <w:p w:rsidR="001C73B9" w:rsidRDefault="001C73B9" w:rsidP="001C73B9">
      <w:pPr>
        <w:pStyle w:val="libNormal"/>
      </w:pPr>
      <w:r>
        <w:br w:type="page"/>
      </w:r>
    </w:p>
    <w:p w:rsidR="001C73B9" w:rsidRDefault="001C73B9" w:rsidP="001C73B9">
      <w:pPr>
        <w:pStyle w:val="Heading1Center"/>
      </w:pPr>
      <w:bookmarkStart w:id="83" w:name="_Toc444518282"/>
      <w:r>
        <w:lastRenderedPageBreak/>
        <w:t>SUPPLICATION</w:t>
      </w:r>
      <w:bookmarkEnd w:id="83"/>
    </w:p>
    <w:p w:rsidR="001C73B9" w:rsidRDefault="001C73B9" w:rsidP="001C73B9">
      <w:pPr>
        <w:pStyle w:val="libAr"/>
      </w:pPr>
      <w:r>
        <w:rPr>
          <w:rFonts w:hint="eastAsia"/>
          <w:rtl/>
        </w:rPr>
        <w:t>قالَ</w:t>
      </w:r>
      <w:r>
        <w:rPr>
          <w:rtl/>
        </w:rPr>
        <w:t xml:space="preserve"> الإمامُ الباقِرُ</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اَللّهُمَّ</w:t>
      </w:r>
      <w:r>
        <w:rPr>
          <w:rtl/>
        </w:rPr>
        <w:t xml:space="preserve"> إِنّا نَرغَبُ إِلَيْكَ في دَولَةٍ كَريمَةٍ تُعِزُّ بِهَا الإِسلامَ وَ أَهْلَهُ وَ تُذِلُّ بِهَا النِّفاقَ وَ أَهْلَهُ وَ تَجْعَلُنا فيها مِنَ الدُّعاةِ إِلى طاعَتِكَ وَالقادَةِ إِلى سَبيلِكَ وَ تَرْزُقُنا بِها كَرامَةَ الدُّنيا وَالآخِرَةِ</w:t>
      </w:r>
      <w:r>
        <w:t>.</w:t>
      </w:r>
    </w:p>
    <w:p w:rsidR="001C73B9" w:rsidRDefault="001C73B9" w:rsidP="001C73B9">
      <w:pPr>
        <w:pStyle w:val="libAr"/>
      </w:pPr>
      <w:r>
        <w:rPr>
          <w:rFonts w:hint="eastAsia"/>
          <w:rtl/>
        </w:rPr>
        <w:t>بحار</w:t>
      </w:r>
      <w:r>
        <w:rPr>
          <w:rtl/>
        </w:rPr>
        <w:t xml:space="preserve"> الأنوار/91/6</w:t>
      </w:r>
    </w:p>
    <w:p w:rsidR="001C73B9" w:rsidRDefault="001C73B9" w:rsidP="001C73B9">
      <w:pPr>
        <w:pStyle w:val="libNormal"/>
      </w:pPr>
      <w:r>
        <w:t>O' Lord! We eagerly desire that You assign us to the just, fair Islamic government, (the which is really the rightful government of Imam Mahdi, may Allah hasten his reappearance). Through his auspicious government, thou reactivate and dearly love Islam and its followers while thou humiliate hypocrisy and the hypocrite. And, in that period, include us among those who invite people unto Thy obedience and lead them to Thy path of guidance; and, endow us the honour and grandeur of both this world and the next.</w:t>
      </w:r>
    </w:p>
    <w:p w:rsidR="001C73B9" w:rsidRDefault="001C73B9" w:rsidP="001C73B9">
      <w:pPr>
        <w:pStyle w:val="libNormal"/>
      </w:pPr>
      <w:r>
        <w:t>Bihar</w:t>
      </w:r>
      <w:r w:rsidR="00D92C09">
        <w:t>-</w:t>
      </w:r>
      <w:r>
        <w:t>ul</w:t>
      </w:r>
      <w:r w:rsidR="00D92C09">
        <w:t>-</w:t>
      </w:r>
      <w:r>
        <w:t xml:space="preserve">Anwar, vol. 91, p. 6 </w:t>
      </w:r>
    </w:p>
    <w:p w:rsidR="001C73B9" w:rsidRDefault="001C73B9" w:rsidP="001C73B9">
      <w:pPr>
        <w:pStyle w:val="libNormal"/>
      </w:pPr>
      <w:r>
        <w:br w:type="page"/>
      </w:r>
    </w:p>
    <w:p w:rsidR="001C73B9" w:rsidRDefault="001C73B9" w:rsidP="001C73B9">
      <w:pPr>
        <w:pStyle w:val="Heading1Center"/>
      </w:pPr>
      <w:bookmarkStart w:id="84" w:name="_Toc444518283"/>
      <w:r>
        <w:lastRenderedPageBreak/>
        <w:t>REFERENCES</w:t>
      </w:r>
      <w:bookmarkEnd w:id="84"/>
    </w:p>
    <w:p w:rsidR="001C73B9" w:rsidRDefault="001C73B9" w:rsidP="00FC0D7F">
      <w:pPr>
        <w:pStyle w:val="Heading2Center"/>
      </w:pPr>
      <w:bookmarkStart w:id="85" w:name="_Toc444518284"/>
      <w:r>
        <w:t>Material and Tradition Sources</w:t>
      </w:r>
      <w:bookmarkEnd w:id="85"/>
    </w:p>
    <w:p w:rsidR="001C73B9" w:rsidRDefault="001C73B9" w:rsidP="001C73B9">
      <w:pPr>
        <w:pStyle w:val="libNormal"/>
      </w:pPr>
      <w:r>
        <w:t>1</w:t>
      </w:r>
      <w:r w:rsidR="00D92C09">
        <w:t>-</w:t>
      </w:r>
      <w:r>
        <w:t>The Holy Qur'an, Text, Translation and Commentary, by Abdullah Yusuf Ali, Publication of the Presidency of Islamic Course &amp; Affairs, State of Qatar, 1946.</w:t>
      </w:r>
    </w:p>
    <w:p w:rsidR="001C73B9" w:rsidRDefault="001C73B9" w:rsidP="001C73B9">
      <w:pPr>
        <w:pStyle w:val="libNormal"/>
      </w:pPr>
      <w:r>
        <w:t>2</w:t>
      </w:r>
      <w:r w:rsidR="00D92C09">
        <w:t>-</w:t>
      </w:r>
      <w:r>
        <w:t>An Enlightening Commentary into the Light of the Holy Qur'an, by a group of Muslim Scholars, Translated by Sayyid Abbas Sadr</w:t>
      </w:r>
      <w:r w:rsidR="00D92C09">
        <w:t>-</w:t>
      </w:r>
      <w:r>
        <w:t xml:space="preserve">'Amili, Amir ul Mu'mineen Library, Isfahan, Iran, 1997 AD., 1417 AH. </w:t>
      </w:r>
    </w:p>
    <w:p w:rsidR="001C73B9" w:rsidRDefault="001C73B9" w:rsidP="001C73B9">
      <w:pPr>
        <w:pStyle w:val="libNormal"/>
      </w:pPr>
      <w:r>
        <w:t>3</w:t>
      </w:r>
      <w:r w:rsidR="00D92C09">
        <w:t>-</w:t>
      </w:r>
      <w:r>
        <w:t xml:space="preserve"> Nahjul Balagha by as</w:t>
      </w:r>
      <w:r w:rsidR="00D92C09">
        <w:t>-</w:t>
      </w:r>
      <w:r>
        <w:t>Sayyid ar</w:t>
      </w:r>
      <w:r w:rsidR="00D92C09">
        <w:t>-</w:t>
      </w:r>
      <w:r>
        <w:t>Radi, Darul</w:t>
      </w:r>
      <w:r w:rsidR="00D92C09">
        <w:t>-</w:t>
      </w:r>
      <w:r>
        <w:t>Kitab al</w:t>
      </w:r>
      <w:r w:rsidR="00D92C09">
        <w:t>-</w:t>
      </w:r>
      <w:r>
        <w:t xml:space="preserve">Lubnani, Beirut, Lebanon, 1922. </w:t>
      </w:r>
    </w:p>
    <w:p w:rsidR="001C73B9" w:rsidRDefault="001C73B9" w:rsidP="001C73B9">
      <w:pPr>
        <w:pStyle w:val="libNormal"/>
      </w:pPr>
      <w:r>
        <w:t>4</w:t>
      </w:r>
      <w:r w:rsidR="00D92C09">
        <w:t>-</w:t>
      </w:r>
      <w:r>
        <w:t xml:space="preserve"> Sahifah Sajjadiyyah, al</w:t>
      </w:r>
      <w:r w:rsidR="00D92C09">
        <w:t>-</w:t>
      </w:r>
      <w:r>
        <w:t>Imam</w:t>
      </w:r>
      <w:r w:rsidR="00D92C09">
        <w:t>-</w:t>
      </w:r>
      <w:r>
        <w:t>us</w:t>
      </w:r>
      <w:r w:rsidR="00D92C09">
        <w:t>-</w:t>
      </w:r>
      <w:r>
        <w:t>Sajjad [a.s.], printed in al</w:t>
      </w:r>
      <w:r w:rsidR="00D92C09">
        <w:t>-</w:t>
      </w:r>
      <w:r>
        <w:t>A'lam</w:t>
      </w:r>
      <w:r w:rsidR="00D92C09">
        <w:t>-</w:t>
      </w:r>
      <w:r>
        <w:t>ul</w:t>
      </w:r>
      <w:r w:rsidR="00D92C09">
        <w:t>-</w:t>
      </w:r>
      <w:r>
        <w:t xml:space="preserve">Islami, Qum, Iran, 1984 AD. </w:t>
      </w:r>
    </w:p>
    <w:p w:rsidR="001C73B9" w:rsidRDefault="001C73B9" w:rsidP="001C73B9">
      <w:pPr>
        <w:pStyle w:val="libNormal"/>
      </w:pPr>
      <w:r>
        <w:t>5</w:t>
      </w:r>
      <w:r w:rsidR="00D92C09">
        <w:t>-</w:t>
      </w:r>
      <w:r>
        <w:t xml:space="preserve"> Kamal</w:t>
      </w:r>
      <w:r w:rsidR="00D92C09">
        <w:t>-</w:t>
      </w:r>
      <w:r>
        <w:t>ud</w:t>
      </w:r>
      <w:r w:rsidR="00D92C09">
        <w:t>-</w:t>
      </w:r>
      <w:r>
        <w:t>Din, Ash</w:t>
      </w:r>
      <w:r w:rsidR="00D92C09">
        <w:t>-</w:t>
      </w:r>
      <w:r>
        <w:t>Shaykh</w:t>
      </w:r>
      <w:r w:rsidR="00D92C09">
        <w:t>-</w:t>
      </w:r>
      <w:r>
        <w:t>us</w:t>
      </w:r>
      <w:r w:rsidR="00D92C09">
        <w:t>-</w:t>
      </w:r>
      <w:r>
        <w:t>Saduq, Dar</w:t>
      </w:r>
      <w:r w:rsidR="00D92C09">
        <w:t>-</w:t>
      </w:r>
      <w:r>
        <w:t>ul</w:t>
      </w:r>
      <w:r w:rsidR="00D92C09">
        <w:t>-</w:t>
      </w:r>
      <w:r>
        <w:t>Kutub</w:t>
      </w:r>
      <w:r w:rsidR="00D92C09">
        <w:t>-</w:t>
      </w:r>
      <w:r>
        <w:t>il</w:t>
      </w:r>
      <w:r w:rsidR="00D92C09">
        <w:t>-</w:t>
      </w:r>
      <w:r>
        <w:t xml:space="preserve">Islamiyyah, Tehran, 1354/1395 AH. </w:t>
      </w:r>
    </w:p>
    <w:p w:rsidR="001C73B9" w:rsidRDefault="001C73B9" w:rsidP="001C73B9">
      <w:pPr>
        <w:pStyle w:val="libNormal"/>
      </w:pPr>
      <w:r>
        <w:t>6</w:t>
      </w:r>
      <w:r w:rsidR="00D92C09">
        <w:t>-</w:t>
      </w:r>
      <w:r>
        <w:t xml:space="preserve"> Bihar</w:t>
      </w:r>
      <w:r w:rsidR="00D92C09">
        <w:t>-</w:t>
      </w:r>
      <w:r>
        <w:t>ul</w:t>
      </w:r>
      <w:r w:rsidR="00D92C09">
        <w:t>-</w:t>
      </w:r>
      <w:r>
        <w:t>Anwar, by Muhammad Baqir Al</w:t>
      </w:r>
      <w:r w:rsidR="00D92C09">
        <w:t>-</w:t>
      </w:r>
      <w:r>
        <w:t>Majlisi, Al</w:t>
      </w:r>
      <w:r w:rsidR="00D92C09">
        <w:t>-</w:t>
      </w:r>
      <w:r>
        <w:t>Matba'at</w:t>
      </w:r>
      <w:r w:rsidR="00D92C09">
        <w:t>-</w:t>
      </w:r>
      <w:r>
        <w:t>ul</w:t>
      </w:r>
      <w:r w:rsidR="00D92C09">
        <w:t>-</w:t>
      </w:r>
      <w:r>
        <w:t xml:space="preserve">Islamiyyah, Tehran, 1387 AH. </w:t>
      </w:r>
    </w:p>
    <w:p w:rsidR="001C73B9" w:rsidRDefault="001C73B9" w:rsidP="001C73B9">
      <w:pPr>
        <w:pStyle w:val="libNormal"/>
      </w:pPr>
      <w:r>
        <w:t>7</w:t>
      </w:r>
      <w:r w:rsidR="00D92C09">
        <w:t>-</w:t>
      </w:r>
      <w:r>
        <w:t xml:space="preserve"> Wasa'il</w:t>
      </w:r>
      <w:r w:rsidR="00D92C09">
        <w:t>-</w:t>
      </w:r>
      <w:r>
        <w:t>ush Shi'ah, by Al</w:t>
      </w:r>
      <w:r w:rsidR="00D92C09">
        <w:t>-</w:t>
      </w:r>
      <w:r>
        <w:t>Hurr</w:t>
      </w:r>
      <w:r w:rsidR="00D92C09">
        <w:t>-</w:t>
      </w:r>
      <w:r>
        <w:t>ul</w:t>
      </w:r>
      <w:r w:rsidR="00D92C09">
        <w:t>-</w:t>
      </w:r>
      <w:r>
        <w:t>'Amili, 'Al</w:t>
      </w:r>
      <w:r w:rsidR="00D92C09">
        <w:t>-</w:t>
      </w:r>
      <w:r>
        <w:t>ul</w:t>
      </w:r>
      <w:r w:rsidR="00D92C09">
        <w:t>-</w:t>
      </w:r>
      <w:r>
        <w:t xml:space="preserve">Bayt Institute, Qum, Iran, 1409 AH. </w:t>
      </w:r>
    </w:p>
    <w:p w:rsidR="001C73B9" w:rsidRDefault="001C73B9" w:rsidP="001C73B9">
      <w:pPr>
        <w:pStyle w:val="libNormal"/>
      </w:pPr>
      <w:r>
        <w:t>8</w:t>
      </w:r>
      <w:r w:rsidR="00D92C09">
        <w:t>-</w:t>
      </w:r>
      <w:r>
        <w:t xml:space="preserve"> At</w:t>
      </w:r>
      <w:r w:rsidR="00D92C09">
        <w:t>-</w:t>
      </w:r>
      <w:r>
        <w:t>Tahthib, by Ash</w:t>
      </w:r>
      <w:r w:rsidR="00D92C09">
        <w:t>-</w:t>
      </w:r>
      <w:r>
        <w:t>Shaykh</w:t>
      </w:r>
      <w:r w:rsidR="00D92C09">
        <w:t>-</w:t>
      </w:r>
      <w:r>
        <w:t>ut</w:t>
      </w:r>
      <w:r w:rsidR="00D92C09">
        <w:t>-</w:t>
      </w:r>
      <w:r>
        <w:t>Tusi, printed in Dar</w:t>
      </w:r>
      <w:r w:rsidR="00D92C09">
        <w:t>-</w:t>
      </w:r>
      <w:r>
        <w:t>ul</w:t>
      </w:r>
      <w:r w:rsidR="00D92C09">
        <w:t>-</w:t>
      </w:r>
      <w:r>
        <w:t>Kutub</w:t>
      </w:r>
      <w:r w:rsidR="00D92C09">
        <w:t>-</w:t>
      </w:r>
      <w:r>
        <w:t xml:space="preserve">il Islamiyyah, Tehran, 1390 AH. </w:t>
      </w:r>
    </w:p>
    <w:p w:rsidR="001C73B9" w:rsidRDefault="001C73B9" w:rsidP="001C73B9">
      <w:pPr>
        <w:pStyle w:val="libNormal"/>
      </w:pPr>
      <w:r>
        <w:t>9</w:t>
      </w:r>
      <w:r w:rsidR="00D92C09">
        <w:t>-</w:t>
      </w:r>
      <w:r>
        <w:t xml:space="preserve"> Man</w:t>
      </w:r>
      <w:r w:rsidR="00D92C09">
        <w:t>-</w:t>
      </w:r>
      <w:r>
        <w:t>la</w:t>
      </w:r>
      <w:r w:rsidR="00D92C09">
        <w:t>-</w:t>
      </w:r>
      <w:r>
        <w:t>Yahduruhul Faqih, by Ash</w:t>
      </w:r>
      <w:r w:rsidR="00D92C09">
        <w:t>-</w:t>
      </w:r>
      <w:r>
        <w:t>Shaykhus</w:t>
      </w:r>
      <w:r w:rsidR="00D92C09">
        <w:t>-</w:t>
      </w:r>
      <w:r>
        <w:t>Saduq, Maktabat</w:t>
      </w:r>
      <w:r w:rsidR="00D92C09">
        <w:t>-</w:t>
      </w:r>
      <w:r>
        <w:t>us</w:t>
      </w:r>
      <w:r w:rsidR="00D92C09">
        <w:t>-</w:t>
      </w:r>
      <w:r>
        <w:t xml:space="preserve">Saduq, Tehran, 1392 AH. </w:t>
      </w:r>
    </w:p>
    <w:p w:rsidR="001C73B9" w:rsidRDefault="001C73B9" w:rsidP="001C73B9">
      <w:pPr>
        <w:pStyle w:val="libNormal"/>
      </w:pPr>
      <w:r>
        <w:t>10</w:t>
      </w:r>
      <w:r w:rsidR="00D92C09">
        <w:t>-</w:t>
      </w:r>
      <w:r>
        <w:t xml:space="preserve"> Makarim</w:t>
      </w:r>
      <w:r w:rsidR="00D92C09">
        <w:t>-</w:t>
      </w:r>
      <w:r>
        <w:t>ul</w:t>
      </w:r>
      <w:r w:rsidR="00D92C09">
        <w:t>-</w:t>
      </w:r>
      <w:r>
        <w:t>Akhlaq, by Ash</w:t>
      </w:r>
      <w:r w:rsidR="00D92C09">
        <w:t>-</w:t>
      </w:r>
      <w:r>
        <w:t>Shaykh</w:t>
      </w:r>
      <w:r w:rsidR="00D92C09">
        <w:t>-</w:t>
      </w:r>
      <w:r>
        <w:t>ut</w:t>
      </w:r>
      <w:r w:rsidR="00D92C09">
        <w:t>-</w:t>
      </w:r>
      <w:r>
        <w:t>Tabarsi, printed in Al</w:t>
      </w:r>
      <w:r w:rsidR="00D92C09">
        <w:t>-</w:t>
      </w:r>
      <w:r>
        <w:t xml:space="preserve">A'lami, Beirut, 1972 AD. </w:t>
      </w:r>
    </w:p>
    <w:p w:rsidR="001C73B9" w:rsidRDefault="001C73B9" w:rsidP="001C73B9">
      <w:pPr>
        <w:pStyle w:val="libNormal"/>
      </w:pPr>
      <w:r>
        <w:t>11</w:t>
      </w:r>
      <w:r w:rsidR="00D92C09">
        <w:t>-</w:t>
      </w:r>
      <w:r>
        <w:t xml:space="preserve"> Kanz</w:t>
      </w:r>
      <w:r w:rsidR="00D92C09">
        <w:t>-</w:t>
      </w:r>
      <w:r>
        <w:t>ul</w:t>
      </w:r>
      <w:r w:rsidR="00D92C09">
        <w:t>-</w:t>
      </w:r>
      <w:r>
        <w:t>Ummal, by Salam</w:t>
      </w:r>
      <w:r w:rsidR="00D92C09">
        <w:t>-</w:t>
      </w:r>
      <w:r>
        <w:t>ul</w:t>
      </w:r>
      <w:r w:rsidR="00D92C09">
        <w:t>-</w:t>
      </w:r>
      <w:r>
        <w:t>Hindi, Ar</w:t>
      </w:r>
      <w:r w:rsidR="00D92C09">
        <w:t>-</w:t>
      </w:r>
      <w:r>
        <w:t xml:space="preserve">Rasalah, Beirut, 1979 AD. </w:t>
      </w:r>
    </w:p>
    <w:p w:rsidR="001C73B9" w:rsidRDefault="001C73B9" w:rsidP="001C73B9">
      <w:pPr>
        <w:pStyle w:val="libNormal"/>
      </w:pPr>
      <w:r>
        <w:t>12</w:t>
      </w:r>
      <w:r w:rsidR="00D92C09">
        <w:t>-</w:t>
      </w:r>
      <w:r>
        <w:t xml:space="preserve"> Qurur</w:t>
      </w:r>
      <w:r w:rsidR="00D92C09">
        <w:t>-</w:t>
      </w:r>
      <w:r>
        <w:t>ul</w:t>
      </w:r>
      <w:r w:rsidR="00D92C09">
        <w:t>-</w:t>
      </w:r>
      <w:r>
        <w:t>Hikam, by Jum'at</w:t>
      </w:r>
      <w:r w:rsidR="00D92C09">
        <w:t>-</w:t>
      </w:r>
      <w:r>
        <w:t>ul</w:t>
      </w:r>
      <w:r w:rsidR="00D92C09">
        <w:t>-</w:t>
      </w:r>
      <w:r>
        <w:t>'Amidi, printed in Matba'at</w:t>
      </w:r>
      <w:r w:rsidR="00D92C09">
        <w:t>-</w:t>
      </w:r>
      <w:r>
        <w:t>un</w:t>
      </w:r>
      <w:r w:rsidR="00D92C09">
        <w:t>-</w:t>
      </w:r>
      <w:r>
        <w:t xml:space="preserve">Nu'man, Najaf. </w:t>
      </w:r>
    </w:p>
    <w:p w:rsidR="001C73B9" w:rsidRDefault="001C73B9" w:rsidP="001C73B9">
      <w:pPr>
        <w:pStyle w:val="libNormal"/>
      </w:pPr>
      <w:r>
        <w:t>13</w:t>
      </w:r>
      <w:r w:rsidR="00D92C09">
        <w:t>-</w:t>
      </w:r>
      <w:r>
        <w:t xml:space="preserve"> Sharh</w:t>
      </w:r>
      <w:r w:rsidR="00D92C09">
        <w:t>-</w:t>
      </w:r>
      <w:r>
        <w:t>I</w:t>
      </w:r>
      <w:r w:rsidR="00D92C09">
        <w:t>-</w:t>
      </w:r>
      <w:r>
        <w:t>Ghurar</w:t>
      </w:r>
      <w:r w:rsidR="00D92C09">
        <w:t>-</w:t>
      </w:r>
      <w:r>
        <w:t>ul</w:t>
      </w:r>
      <w:r w:rsidR="00D92C09">
        <w:t>-</w:t>
      </w:r>
      <w:r>
        <w:t>Hikam, by Jamal</w:t>
      </w:r>
      <w:r w:rsidR="00D92C09">
        <w:t>-</w:t>
      </w:r>
      <w:r>
        <w:t>ud</w:t>
      </w:r>
      <w:r w:rsidR="00D92C09">
        <w:t>-</w:t>
      </w:r>
      <w:r>
        <w:t xml:space="preserve">Din Khunsari, Jami'ah Tehran, Tehran, 1280 AH. </w:t>
      </w:r>
    </w:p>
    <w:p w:rsidR="001C73B9" w:rsidRDefault="001C73B9" w:rsidP="001C73B9">
      <w:pPr>
        <w:pStyle w:val="libNormal"/>
      </w:pPr>
      <w:r>
        <w:t>14</w:t>
      </w:r>
      <w:r w:rsidR="00D92C09">
        <w:t>-</w:t>
      </w:r>
      <w:r>
        <w:t xml:space="preserve"> Tasnif</w:t>
      </w:r>
      <w:r w:rsidR="00D92C09">
        <w:t>-</w:t>
      </w:r>
      <w:r>
        <w:t>i</w:t>
      </w:r>
      <w:r w:rsidR="00D92C09">
        <w:t>-</w:t>
      </w:r>
      <w:r>
        <w:t>Ghurar</w:t>
      </w:r>
      <w:r w:rsidR="00D92C09">
        <w:t>-</w:t>
      </w:r>
      <w:r>
        <w:t>ul</w:t>
      </w:r>
      <w:r w:rsidR="00D92C09">
        <w:t>-</w:t>
      </w:r>
      <w:r>
        <w:t>Hikam, by Jum'at</w:t>
      </w:r>
      <w:r w:rsidR="00D92C09">
        <w:t>-</w:t>
      </w:r>
      <w:r>
        <w:t>ul</w:t>
      </w:r>
      <w:r w:rsidR="00D92C09">
        <w:t>-</w:t>
      </w:r>
      <w:r>
        <w:t>'Amidi, printed in Maktab</w:t>
      </w:r>
      <w:r w:rsidR="00D92C09">
        <w:t>-</w:t>
      </w:r>
      <w:r>
        <w:t>ul</w:t>
      </w:r>
      <w:r w:rsidR="00D92C09">
        <w:t>-</w:t>
      </w:r>
      <w:r>
        <w:t>A'lam</w:t>
      </w:r>
      <w:r w:rsidR="00D92C09">
        <w:t>-</w:t>
      </w:r>
      <w:r>
        <w:t>ul</w:t>
      </w:r>
      <w:r w:rsidR="00D92C09">
        <w:t>-</w:t>
      </w:r>
      <w:r>
        <w:t xml:space="preserve">Islami, Qum, 1366/1407 AH. </w:t>
      </w:r>
    </w:p>
    <w:p w:rsidR="001C73B9" w:rsidRDefault="001C73B9" w:rsidP="001C73B9">
      <w:pPr>
        <w:pStyle w:val="libNormal"/>
      </w:pPr>
      <w:r>
        <w:t>15</w:t>
      </w:r>
      <w:r w:rsidR="00D92C09">
        <w:t>-</w:t>
      </w:r>
      <w:r>
        <w:t xml:space="preserve"> Mustadrak</w:t>
      </w:r>
      <w:r w:rsidR="00D92C09">
        <w:t>-</w:t>
      </w:r>
      <w:r>
        <w:t>ul</w:t>
      </w:r>
      <w:r w:rsidR="00D92C09">
        <w:t>-</w:t>
      </w:r>
      <w:r>
        <w:t>Wasa'il, by Al 'Allamat</w:t>
      </w:r>
      <w:r w:rsidR="00D92C09">
        <w:t>-</w:t>
      </w:r>
      <w:r>
        <w:t>un</w:t>
      </w:r>
      <w:r w:rsidR="00D92C09">
        <w:t>-</w:t>
      </w:r>
      <w:r>
        <w:t>Nuri, Institute of 'Al</w:t>
      </w:r>
      <w:r w:rsidR="00D92C09">
        <w:t>-</w:t>
      </w:r>
      <w:r>
        <w:t>ul</w:t>
      </w:r>
      <w:r w:rsidR="00D92C09">
        <w:t>-</w:t>
      </w:r>
      <w:r>
        <w:t xml:space="preserve">Bayt, Qum, 1407 AH. </w:t>
      </w:r>
    </w:p>
    <w:p w:rsidR="001C73B9" w:rsidRDefault="001C73B9" w:rsidP="001C73B9">
      <w:pPr>
        <w:pStyle w:val="libNormal"/>
      </w:pPr>
      <w:r>
        <w:t>16</w:t>
      </w:r>
      <w:r w:rsidR="00D92C09">
        <w:t>-</w:t>
      </w:r>
      <w:r>
        <w:t xml:space="preserve"> Mahajjat</w:t>
      </w:r>
      <w:r w:rsidR="00D92C09">
        <w:t>-</w:t>
      </w:r>
      <w:r>
        <w:t>ul</w:t>
      </w:r>
      <w:r w:rsidR="00D92C09">
        <w:t>-</w:t>
      </w:r>
      <w:r>
        <w:t>Bayda', by Al</w:t>
      </w:r>
      <w:r w:rsidR="00D92C09">
        <w:t>-</w:t>
      </w:r>
      <w:r>
        <w:t>Fayd</w:t>
      </w:r>
      <w:r w:rsidR="00D92C09">
        <w:t>-</w:t>
      </w:r>
      <w:r>
        <w:t>ul</w:t>
      </w:r>
      <w:r w:rsidR="00D92C09">
        <w:t>-</w:t>
      </w:r>
      <w:r>
        <w:t>Kashani, printed in Maktab</w:t>
      </w:r>
      <w:r w:rsidR="00D92C09">
        <w:t>-</w:t>
      </w:r>
      <w:r>
        <w:t>un</w:t>
      </w:r>
      <w:r w:rsidR="00D92C09">
        <w:t>-</w:t>
      </w:r>
      <w:r>
        <w:t>Nashr</w:t>
      </w:r>
      <w:r w:rsidR="00D92C09">
        <w:t>-</w:t>
      </w:r>
      <w:r>
        <w:t>ul</w:t>
      </w:r>
      <w:r w:rsidR="00D92C09">
        <w:t>-</w:t>
      </w:r>
      <w:r>
        <w:t xml:space="preserve">IsIsmi, Tehran, 1383 AH. </w:t>
      </w:r>
    </w:p>
    <w:p w:rsidR="001C73B9" w:rsidRDefault="001C73B9" w:rsidP="001C73B9">
      <w:pPr>
        <w:pStyle w:val="libNormal"/>
      </w:pPr>
      <w:r>
        <w:t>17</w:t>
      </w:r>
      <w:r w:rsidR="00D92C09">
        <w:t>-</w:t>
      </w:r>
      <w:r>
        <w:t xml:space="preserve"> Al</w:t>
      </w:r>
      <w:r w:rsidR="00D92C09">
        <w:t>-</w:t>
      </w:r>
      <w:r>
        <w:t>Khisal, by Ash</w:t>
      </w:r>
      <w:r w:rsidR="00D92C09">
        <w:t>-</w:t>
      </w:r>
      <w:r>
        <w:t>Shaykh</w:t>
      </w:r>
      <w:r w:rsidR="00D92C09">
        <w:t>-</w:t>
      </w:r>
      <w:r>
        <w:t>us</w:t>
      </w:r>
      <w:r w:rsidR="00D92C09">
        <w:t>-</w:t>
      </w:r>
      <w:r>
        <w:t>Saduq, printed in Mu'assisat</w:t>
      </w:r>
      <w:r w:rsidR="00D92C09">
        <w:t>-</w:t>
      </w:r>
      <w:r>
        <w:t>un</w:t>
      </w:r>
      <w:r w:rsidR="00D92C09">
        <w:t>-</w:t>
      </w:r>
      <w:r>
        <w:t>Nashr</w:t>
      </w:r>
      <w:r w:rsidR="00D92C09">
        <w:t>-</w:t>
      </w:r>
      <w:r>
        <w:t>ul</w:t>
      </w:r>
      <w:r w:rsidR="00D92C09">
        <w:t>-</w:t>
      </w:r>
      <w:r>
        <w:t xml:space="preserve">Islami, Qum, Iran, 1403 AH. </w:t>
      </w:r>
    </w:p>
    <w:p w:rsidR="001C73B9" w:rsidRDefault="001C73B9" w:rsidP="001C73B9">
      <w:pPr>
        <w:pStyle w:val="libNormal"/>
      </w:pPr>
      <w:r>
        <w:t>18</w:t>
      </w:r>
      <w:r w:rsidR="00D92C09">
        <w:t>-</w:t>
      </w:r>
      <w:r>
        <w:t xml:space="preserve"> Al</w:t>
      </w:r>
      <w:r w:rsidR="00D92C09">
        <w:t>-</w:t>
      </w:r>
      <w:r>
        <w:t>'Ithna</w:t>
      </w:r>
      <w:r w:rsidR="00D92C09">
        <w:t>-</w:t>
      </w:r>
      <w:r>
        <w:t>'Ashariyyah, by Al</w:t>
      </w:r>
      <w:r w:rsidR="00D92C09">
        <w:t>-</w:t>
      </w:r>
      <w:r>
        <w:t>Hurr</w:t>
      </w:r>
      <w:r w:rsidR="00D92C09">
        <w:t>-</w:t>
      </w:r>
      <w:r>
        <w:t>ul</w:t>
      </w:r>
      <w:r w:rsidR="00D92C09">
        <w:t>-</w:t>
      </w:r>
      <w:r>
        <w:t>'Amili, printed in Dar</w:t>
      </w:r>
      <w:r w:rsidR="00D92C09">
        <w:t>-</w:t>
      </w:r>
      <w:r>
        <w:t>ul</w:t>
      </w:r>
      <w:r w:rsidR="00D92C09">
        <w:t>-</w:t>
      </w:r>
      <w:r>
        <w:t>Kutub</w:t>
      </w:r>
      <w:r w:rsidR="00D92C09">
        <w:t>-</w:t>
      </w:r>
      <w:r>
        <w:t>il</w:t>
      </w:r>
      <w:r w:rsidR="00D92C09">
        <w:t>-</w:t>
      </w:r>
      <w:r>
        <w:t xml:space="preserve">'Ilmiyyah, Qum, Iran, 1400 AH. </w:t>
      </w:r>
    </w:p>
    <w:p w:rsidR="001C73B9" w:rsidRDefault="001C73B9" w:rsidP="001C73B9">
      <w:pPr>
        <w:pStyle w:val="libNormal"/>
      </w:pPr>
      <w:r>
        <w:t>19</w:t>
      </w:r>
      <w:r w:rsidR="00D92C09">
        <w:t>-</w:t>
      </w:r>
      <w:r>
        <w:t xml:space="preserve"> La'aliy</w:t>
      </w:r>
      <w:r w:rsidR="00D92C09">
        <w:t>-</w:t>
      </w:r>
      <w:r>
        <w:t>ul</w:t>
      </w:r>
      <w:r w:rsidR="00D92C09">
        <w:t>-</w:t>
      </w:r>
      <w:r>
        <w:t>Akhbar, by Muhammad Nabiat</w:t>
      </w:r>
      <w:r w:rsidR="00D92C09">
        <w:t>-</w:t>
      </w:r>
      <w:r>
        <w:t>Tuysirkani, Maktabat</w:t>
      </w:r>
      <w:r w:rsidR="00D92C09">
        <w:t>-</w:t>
      </w:r>
      <w:r>
        <w:t>ul</w:t>
      </w:r>
      <w:r w:rsidR="00D92C09">
        <w:t>-</w:t>
      </w:r>
      <w:r w:rsidR="00E978C2">
        <w:t>”</w:t>
      </w:r>
      <w:r>
        <w:t xml:space="preserve">Allamah, Qum, Iran </w:t>
      </w:r>
    </w:p>
    <w:p w:rsidR="001C73B9" w:rsidRDefault="001C73B9" w:rsidP="001C73B9">
      <w:pPr>
        <w:pStyle w:val="libNormal"/>
      </w:pPr>
      <w:r>
        <w:t>20</w:t>
      </w:r>
      <w:r w:rsidR="00D92C09">
        <w:t>-</w:t>
      </w:r>
      <w:r>
        <w:t xml:space="preserve"> Safinat</w:t>
      </w:r>
      <w:r w:rsidR="00D92C09">
        <w:t>-</w:t>
      </w:r>
      <w:r>
        <w:t>ul</w:t>
      </w:r>
      <w:r w:rsidR="00D92C09">
        <w:t>-</w:t>
      </w:r>
      <w:r>
        <w:t>Bihar, by Ash</w:t>
      </w:r>
      <w:r w:rsidR="00D92C09">
        <w:t>-</w:t>
      </w:r>
      <w:r>
        <w:t>Shaykh</w:t>
      </w:r>
      <w:r w:rsidR="00D92C09">
        <w:t>-</w:t>
      </w:r>
      <w:r>
        <w:t>ul</w:t>
      </w:r>
      <w:r w:rsidR="00D92C09">
        <w:t>-</w:t>
      </w:r>
      <w:r>
        <w:t xml:space="preserve">Qummi, Maktabab, Sana'I, Tehran </w:t>
      </w:r>
    </w:p>
    <w:p w:rsidR="001C73B9" w:rsidRDefault="001C73B9" w:rsidP="001C73B9">
      <w:pPr>
        <w:pStyle w:val="libNormal"/>
      </w:pPr>
      <w:r>
        <w:t>21</w:t>
      </w:r>
      <w:r w:rsidR="00D92C09">
        <w:t>-</w:t>
      </w:r>
      <w:r>
        <w:t xml:space="preserve"> Mustadrak Safinat</w:t>
      </w:r>
      <w:r w:rsidR="00D92C09">
        <w:t>-</w:t>
      </w:r>
      <w:r>
        <w:t>ul</w:t>
      </w:r>
      <w:r w:rsidR="00D92C09">
        <w:t>-</w:t>
      </w:r>
      <w:r>
        <w:t>Bihar, by Ash</w:t>
      </w:r>
      <w:r w:rsidR="00D92C09">
        <w:t>-</w:t>
      </w:r>
      <w:r>
        <w:t>Shaykh</w:t>
      </w:r>
      <w:r w:rsidR="00D92C09">
        <w:t>-</w:t>
      </w:r>
      <w:r>
        <w:t>ul</w:t>
      </w:r>
      <w:r w:rsidR="00D92C09">
        <w:t>-</w:t>
      </w:r>
      <w:r>
        <w:t>Ansari, Mu'assisat</w:t>
      </w:r>
      <w:r w:rsidR="00D92C09">
        <w:t>-</w:t>
      </w:r>
      <w:r>
        <w:t>ul</w:t>
      </w:r>
      <w:r w:rsidR="00D92C09">
        <w:t>-</w:t>
      </w:r>
      <w:r>
        <w:t xml:space="preserve">Bi'thah, Tehran, 1410 AH. </w:t>
      </w:r>
    </w:p>
    <w:p w:rsidR="001C73B9" w:rsidRDefault="001C73B9" w:rsidP="001C73B9">
      <w:pPr>
        <w:pStyle w:val="libNormal"/>
      </w:pPr>
      <w:r>
        <w:t>22</w:t>
      </w:r>
      <w:r w:rsidR="00D92C09">
        <w:t>-</w:t>
      </w:r>
      <w:r>
        <w:t xml:space="preserve"> Sharh</w:t>
      </w:r>
      <w:r w:rsidR="00D92C09">
        <w:t>-</w:t>
      </w:r>
      <w:r>
        <w:t>I</w:t>
      </w:r>
      <w:r w:rsidR="00D92C09">
        <w:t>-</w:t>
      </w:r>
      <w:r>
        <w:t>Nahjul</w:t>
      </w:r>
      <w:r w:rsidR="00D92C09">
        <w:t>-</w:t>
      </w:r>
      <w:r>
        <w:t>Balagha, by Ibn Abil</w:t>
      </w:r>
      <w:r w:rsidR="00D92C09">
        <w:t>-</w:t>
      </w:r>
      <w:r>
        <w:t>Hadid, Dar 'Ihya'</w:t>
      </w:r>
      <w:r w:rsidR="00D92C09">
        <w:t>-</w:t>
      </w:r>
      <w:r>
        <w:t>it</w:t>
      </w:r>
      <w:r w:rsidR="00D92C09">
        <w:t>-</w:t>
      </w:r>
      <w:r>
        <w:t>Turath</w:t>
      </w:r>
      <w:r w:rsidR="00D92C09">
        <w:t>-</w:t>
      </w:r>
      <w:r>
        <w:t>il</w:t>
      </w:r>
      <w:r w:rsidR="00D92C09">
        <w:t>-</w:t>
      </w:r>
      <w:r>
        <w:t xml:space="preserve">'Arabi, Beirut, 1960 AD. </w:t>
      </w:r>
    </w:p>
    <w:p w:rsidR="001C73B9" w:rsidRDefault="001C73B9" w:rsidP="001C73B9">
      <w:pPr>
        <w:pStyle w:val="libNormal"/>
      </w:pPr>
      <w:r>
        <w:lastRenderedPageBreak/>
        <w:t>23</w:t>
      </w:r>
      <w:r w:rsidR="00D92C09">
        <w:t>-</w:t>
      </w:r>
      <w:r>
        <w:t xml:space="preserve"> Tara'if</w:t>
      </w:r>
      <w:r w:rsidR="00D92C09">
        <w:t>-</w:t>
      </w:r>
      <w:r>
        <w:t>ul</w:t>
      </w:r>
      <w:r w:rsidR="00D92C09">
        <w:t>-</w:t>
      </w:r>
      <w:r>
        <w:t>Hikam, by Mirza Ahmad 'Ashtiyani, Maktabat</w:t>
      </w:r>
      <w:r w:rsidR="00D92C09">
        <w:t>-</w:t>
      </w:r>
      <w:r>
        <w:t>yl</w:t>
      </w:r>
      <w:r w:rsidR="00D92C09">
        <w:t>-</w:t>
      </w:r>
      <w:r>
        <w:t xml:space="preserve">Saduq, Tehran, 1381 AH. </w:t>
      </w:r>
    </w:p>
    <w:p w:rsidR="001C73B9" w:rsidRDefault="001C73B9" w:rsidP="001C73B9">
      <w:pPr>
        <w:pStyle w:val="libNormal"/>
      </w:pPr>
      <w:r>
        <w:t>24</w:t>
      </w:r>
      <w:r w:rsidR="00D92C09">
        <w:t>-</w:t>
      </w:r>
      <w:r>
        <w:t xml:space="preserve"> Majmuah Warram, by Al</w:t>
      </w:r>
      <w:r w:rsidR="00D92C09">
        <w:t>-</w:t>
      </w:r>
      <w:r>
        <w:t>Amir Warram</w:t>
      </w:r>
      <w:r w:rsidR="00D92C09">
        <w:t>-</w:t>
      </w:r>
      <w:r>
        <w:t>ul</w:t>
      </w:r>
      <w:r w:rsidR="00D92C09">
        <w:t>-</w:t>
      </w:r>
      <w:r>
        <w:t>Maliki, Dar</w:t>
      </w:r>
      <w:r w:rsidR="00D92C09">
        <w:t>-</w:t>
      </w:r>
      <w:r>
        <w:t>ul</w:t>
      </w:r>
      <w:r w:rsidR="00D92C09">
        <w:t>-</w:t>
      </w:r>
      <w:r>
        <w:t>Kutub</w:t>
      </w:r>
      <w:r w:rsidR="00D92C09">
        <w:t>-</w:t>
      </w:r>
      <w:r>
        <w:t>il</w:t>
      </w:r>
      <w:r w:rsidR="00D92C09">
        <w:t>-</w:t>
      </w:r>
      <w:r>
        <w:t xml:space="preserve">Ismmiyyah, Tehran. </w:t>
      </w:r>
    </w:p>
    <w:p w:rsidR="001C73B9" w:rsidRDefault="001C73B9" w:rsidP="001C73B9">
      <w:pPr>
        <w:pStyle w:val="libNormal"/>
      </w:pPr>
      <w:r>
        <w:t>25</w:t>
      </w:r>
      <w:r w:rsidR="00D92C09">
        <w:t>-</w:t>
      </w:r>
      <w:r>
        <w:t xml:space="preserve"> 'Irshad</w:t>
      </w:r>
      <w:r w:rsidR="00D92C09">
        <w:t>-</w:t>
      </w:r>
      <w:r>
        <w:t>ul</w:t>
      </w:r>
      <w:r w:rsidR="00D92C09">
        <w:t>-</w:t>
      </w:r>
      <w:r>
        <w:t>Qulub, by Ash</w:t>
      </w:r>
      <w:r w:rsidR="00D92C09">
        <w:t>-</w:t>
      </w:r>
      <w:r>
        <w:t>Shaykh</w:t>
      </w:r>
      <w:r w:rsidR="00D92C09">
        <w:t>-</w:t>
      </w:r>
      <w:r>
        <w:t>ud</w:t>
      </w:r>
      <w:r w:rsidR="00D92C09">
        <w:t>-</w:t>
      </w:r>
      <w:r>
        <w:t>Diylami, printed in Al</w:t>
      </w:r>
      <w:r w:rsidR="00D92C09">
        <w:t>-</w:t>
      </w:r>
      <w:r>
        <w:t xml:space="preserve">A'lami, Beirut, 1978 AD. </w:t>
      </w:r>
    </w:p>
    <w:p w:rsidR="001C73B9" w:rsidRDefault="001C73B9" w:rsidP="001C73B9">
      <w:pPr>
        <w:pStyle w:val="libNormal"/>
      </w:pPr>
      <w:r>
        <w:t>26</w:t>
      </w:r>
      <w:r w:rsidR="00D92C09">
        <w:t>-</w:t>
      </w:r>
      <w:r>
        <w:t xml:space="preserve"> Al</w:t>
      </w:r>
      <w:r w:rsidR="00D92C09">
        <w:t>-</w:t>
      </w:r>
      <w:r>
        <w:t>Irshad, by Ash</w:t>
      </w:r>
      <w:r w:rsidR="00D92C09">
        <w:t>-</w:t>
      </w:r>
      <w:r>
        <w:t>Shaykh</w:t>
      </w:r>
      <w:r w:rsidR="00D92C09">
        <w:t>-</w:t>
      </w:r>
      <w:r>
        <w:t>ul</w:t>
      </w:r>
      <w:r w:rsidR="00D92C09">
        <w:t>-</w:t>
      </w:r>
      <w:r>
        <w:t>Mufid, printed in Al</w:t>
      </w:r>
      <w:r w:rsidR="00D92C09">
        <w:t>-</w:t>
      </w:r>
      <w:r>
        <w:t xml:space="preserve">A'lami, Beirut, 1979 AD. </w:t>
      </w:r>
    </w:p>
    <w:p w:rsidR="001C73B9" w:rsidRDefault="001C73B9" w:rsidP="001C73B9">
      <w:pPr>
        <w:pStyle w:val="libNormal"/>
      </w:pPr>
      <w:r>
        <w:t>27</w:t>
      </w:r>
      <w:r w:rsidR="00D92C09">
        <w:t>-</w:t>
      </w:r>
      <w:r>
        <w:t xml:space="preserve"> Ma'ani</w:t>
      </w:r>
      <w:r w:rsidR="00D92C09">
        <w:t>-</w:t>
      </w:r>
      <w:r>
        <w:t>ul</w:t>
      </w:r>
      <w:r w:rsidR="00D92C09">
        <w:t>-</w:t>
      </w:r>
      <w:r>
        <w:t>Akhbar, by Ash</w:t>
      </w:r>
      <w:r w:rsidR="00D92C09">
        <w:t>-</w:t>
      </w:r>
      <w:r>
        <w:t>Shaykh</w:t>
      </w:r>
      <w:r w:rsidR="00D92C09">
        <w:t>-</w:t>
      </w:r>
      <w:r>
        <w:t>us</w:t>
      </w:r>
      <w:r w:rsidR="00D92C09">
        <w:t>-</w:t>
      </w:r>
      <w:r>
        <w:t>Saduq, printed in Mu'assisat</w:t>
      </w:r>
      <w:r w:rsidR="00D92C09">
        <w:t>-</w:t>
      </w:r>
      <w:r>
        <w:t>un</w:t>
      </w:r>
      <w:r w:rsidR="00D92C09">
        <w:t>-</w:t>
      </w:r>
      <w:r>
        <w:t>Nashr</w:t>
      </w:r>
      <w:r w:rsidR="00D92C09">
        <w:t>-</w:t>
      </w:r>
      <w:r>
        <w:t>ul</w:t>
      </w:r>
      <w:r w:rsidR="00D92C09">
        <w:t>-</w:t>
      </w:r>
      <w:r>
        <w:t xml:space="preserve">Islamiyyah, Qum, Iran, 1379 AH. </w:t>
      </w:r>
    </w:p>
    <w:p w:rsidR="001C73B9" w:rsidRDefault="001C73B9" w:rsidP="001C73B9">
      <w:pPr>
        <w:pStyle w:val="libNormal"/>
      </w:pPr>
      <w:r>
        <w:t>28</w:t>
      </w:r>
      <w:r w:rsidR="00D92C09">
        <w:t>-</w:t>
      </w:r>
      <w:r>
        <w:t xml:space="preserve"> Waghayi'</w:t>
      </w:r>
      <w:r w:rsidR="00D92C09">
        <w:t>-</w:t>
      </w:r>
      <w:r>
        <w:t>ul</w:t>
      </w:r>
      <w:r w:rsidR="00D92C09">
        <w:t>-</w:t>
      </w:r>
      <w:r>
        <w:t>'Ayyam, by Ash</w:t>
      </w:r>
      <w:r w:rsidR="00D92C09">
        <w:t>-</w:t>
      </w:r>
      <w:r>
        <w:t>Shaykh Abbas Qummi, Majma' Nashr</w:t>
      </w:r>
      <w:r w:rsidR="00D92C09">
        <w:t>-</w:t>
      </w:r>
      <w:r>
        <w:t>i</w:t>
      </w:r>
      <w:r w:rsidR="00D92C09">
        <w:t>-</w:t>
      </w:r>
      <w:r>
        <w:t xml:space="preserve">Tehran, Tehran, 1351,1392 AH. </w:t>
      </w:r>
    </w:p>
    <w:p w:rsidR="001C73B9" w:rsidRDefault="001C73B9" w:rsidP="001C73B9">
      <w:pPr>
        <w:pStyle w:val="libNormal"/>
      </w:pPr>
      <w:r>
        <w:t>29</w:t>
      </w:r>
      <w:r w:rsidR="00D92C09">
        <w:t>-</w:t>
      </w:r>
      <w:r>
        <w:t xml:space="preserve"> Misbah</w:t>
      </w:r>
      <w:r w:rsidR="00D92C09">
        <w:t>-</w:t>
      </w:r>
      <w:r>
        <w:t>uI</w:t>
      </w:r>
      <w:r w:rsidR="00D92C09">
        <w:t>-</w:t>
      </w:r>
      <w:r>
        <w:t>Mutuhajjid, by Ash</w:t>
      </w:r>
      <w:r w:rsidR="00D92C09">
        <w:t>-</w:t>
      </w:r>
      <w:r>
        <w:t>Shaykh</w:t>
      </w:r>
      <w:r w:rsidR="00D92C09">
        <w:t>-</w:t>
      </w:r>
      <w:r>
        <w:t>ut</w:t>
      </w:r>
      <w:r w:rsidR="00D92C09">
        <w:t>-</w:t>
      </w:r>
      <w:r>
        <w:t>Tusi, printed in Fiqh</w:t>
      </w:r>
      <w:r w:rsidR="00D92C09">
        <w:t>-</w:t>
      </w:r>
      <w:r>
        <w:t>ush</w:t>
      </w:r>
      <w:r w:rsidR="00D92C09">
        <w:t>-</w:t>
      </w:r>
      <w:r>
        <w:t xml:space="preserve">Shi'ah Institute of, Beirut, 1991 AD. </w:t>
      </w:r>
    </w:p>
    <w:p w:rsidR="001C73B9" w:rsidRDefault="001C73B9" w:rsidP="001C73B9">
      <w:pPr>
        <w:pStyle w:val="libNormal"/>
      </w:pPr>
      <w:r>
        <w:t>30</w:t>
      </w:r>
      <w:r w:rsidR="00D92C09">
        <w:t>-</w:t>
      </w:r>
      <w:r>
        <w:t xml:space="preserve"> Sifat</w:t>
      </w:r>
      <w:r w:rsidR="00D92C09">
        <w:t>-</w:t>
      </w:r>
      <w:r>
        <w:t>ush</w:t>
      </w:r>
      <w:r w:rsidR="00D92C09">
        <w:t>-</w:t>
      </w:r>
      <w:r>
        <w:t>Shi'ah, by Ash</w:t>
      </w:r>
      <w:r w:rsidR="00D92C09">
        <w:t>-</w:t>
      </w:r>
      <w:r>
        <w:t>Shaykh</w:t>
      </w:r>
      <w:r w:rsidR="00D92C09">
        <w:t>-</w:t>
      </w:r>
      <w:r>
        <w:t>us</w:t>
      </w:r>
      <w:r w:rsidR="00D92C09">
        <w:t>-</w:t>
      </w:r>
      <w:r>
        <w:t xml:space="preserve">Saduq,... </w:t>
      </w:r>
    </w:p>
    <w:p w:rsidR="001C73B9" w:rsidRDefault="001C73B9" w:rsidP="00FC0D7F">
      <w:pPr>
        <w:pStyle w:val="libNormal"/>
      </w:pPr>
      <w:r>
        <w:t>31</w:t>
      </w:r>
      <w:r w:rsidR="00D92C09">
        <w:t>-</w:t>
      </w:r>
      <w:r>
        <w:t>Al</w:t>
      </w:r>
      <w:r w:rsidR="00D92C09">
        <w:t>-</w:t>
      </w:r>
      <w:r>
        <w:t>'Amaly</w:t>
      </w:r>
      <w:r w:rsidR="00D92C09">
        <w:t>-</w:t>
      </w:r>
      <w:r>
        <w:t>us</w:t>
      </w:r>
      <w:r w:rsidR="00D92C09">
        <w:t>-</w:t>
      </w:r>
      <w:r>
        <w:t>Saduq, by Ash</w:t>
      </w:r>
      <w:r w:rsidR="00D92C09">
        <w:t>-</w:t>
      </w:r>
      <w:r>
        <w:t>Shaykh</w:t>
      </w:r>
      <w:r w:rsidR="00D92C09">
        <w:t>-</w:t>
      </w:r>
      <w:r>
        <w:t>us</w:t>
      </w:r>
      <w:r w:rsidR="00D92C09">
        <w:t>-</w:t>
      </w:r>
      <w:r>
        <w:t xml:space="preserve">Saduq, printed </w:t>
      </w:r>
      <w:r w:rsidR="00FC0D7F">
        <w:t xml:space="preserve"> </w:t>
      </w:r>
      <w:r>
        <w:t>in Al</w:t>
      </w:r>
      <w:r w:rsidR="00D92C09">
        <w:t>-</w:t>
      </w:r>
      <w:r>
        <w:t>Maktabat</w:t>
      </w:r>
      <w:r w:rsidR="00D92C09">
        <w:t>-</w:t>
      </w:r>
      <w:r>
        <w:t>ul</w:t>
      </w:r>
      <w:r w:rsidR="00D92C09">
        <w:t>-</w:t>
      </w:r>
      <w:r>
        <w:t xml:space="preserve">Islamiyyah, Tehran, 1404 AH. </w:t>
      </w:r>
    </w:p>
    <w:p w:rsidR="001C73B9" w:rsidRDefault="001C73B9" w:rsidP="001C73B9">
      <w:pPr>
        <w:pStyle w:val="libNormal"/>
      </w:pPr>
      <w:r>
        <w:t>32</w:t>
      </w:r>
      <w:r w:rsidR="00D92C09">
        <w:t>-</w:t>
      </w:r>
      <w:r>
        <w:t xml:space="preserve"> 'Uyun 'Akhbar</w:t>
      </w:r>
      <w:r w:rsidR="00D92C09">
        <w:t>-</w:t>
      </w:r>
      <w:r>
        <w:t>ur</w:t>
      </w:r>
      <w:r w:rsidR="00D92C09">
        <w:t>-</w:t>
      </w:r>
      <w:r>
        <w:t>Rida, by Ash</w:t>
      </w:r>
      <w:r w:rsidR="00D92C09">
        <w:t>-</w:t>
      </w:r>
      <w:r>
        <w:t>Shaykh</w:t>
      </w:r>
      <w:r w:rsidR="00D92C09">
        <w:t>-</w:t>
      </w:r>
      <w:r>
        <w:t>us</w:t>
      </w:r>
      <w:r w:rsidR="00D92C09">
        <w:t>-</w:t>
      </w:r>
      <w:r>
        <w:t>Saduq, Nashr</w:t>
      </w:r>
      <w:r w:rsidR="00D92C09">
        <w:t>-</w:t>
      </w:r>
      <w:r>
        <w:t>ul</w:t>
      </w:r>
      <w:r w:rsidR="00D92C09">
        <w:t>-</w:t>
      </w:r>
      <w:r>
        <w:t xml:space="preserve">'Alam, Tehran, 1377 AH. </w:t>
      </w:r>
    </w:p>
    <w:p w:rsidR="001C73B9" w:rsidRDefault="001C73B9" w:rsidP="001C73B9">
      <w:pPr>
        <w:pStyle w:val="libNormal"/>
      </w:pPr>
      <w:r>
        <w:t>33</w:t>
      </w:r>
      <w:r w:rsidR="00D92C09">
        <w:t>-</w:t>
      </w:r>
      <w:r>
        <w:t xml:space="preserve"> Muntah</w:t>
      </w:r>
      <w:r w:rsidR="00D92C09">
        <w:t>-</w:t>
      </w:r>
      <w:r>
        <w:t>al</w:t>
      </w:r>
      <w:r w:rsidR="00D92C09">
        <w:t>-</w:t>
      </w:r>
      <w:r>
        <w:t>'Amal, by Ash</w:t>
      </w:r>
      <w:r w:rsidR="00D92C09">
        <w:t>-</w:t>
      </w:r>
      <w:r>
        <w:t>Shaykh</w:t>
      </w:r>
      <w:r w:rsidR="00D92C09">
        <w:t>-</w:t>
      </w:r>
      <w:r>
        <w:t>ul</w:t>
      </w:r>
      <w:r w:rsidR="00D92C09">
        <w:t>-</w:t>
      </w:r>
      <w:r>
        <w:t>Qummi, printed in An</w:t>
      </w:r>
      <w:r w:rsidR="00D92C09">
        <w:t>-</w:t>
      </w:r>
      <w:r>
        <w:t>Nashr</w:t>
      </w:r>
      <w:r w:rsidR="00D92C09">
        <w:t>-</w:t>
      </w:r>
      <w:r>
        <w:t>ul</w:t>
      </w:r>
      <w:r w:rsidR="00D92C09">
        <w:t>-</w:t>
      </w:r>
      <w:r>
        <w:t xml:space="preserve">Islamiyyah, Qum, Iran, 1415 AH. </w:t>
      </w:r>
    </w:p>
    <w:p w:rsidR="001C73B9" w:rsidRDefault="001C73B9" w:rsidP="001C73B9">
      <w:pPr>
        <w:pStyle w:val="libNormal"/>
      </w:pPr>
      <w:r>
        <w:t>34</w:t>
      </w:r>
      <w:r w:rsidR="00D92C09">
        <w:t>-</w:t>
      </w:r>
      <w:r>
        <w:t xml:space="preserve"> Al</w:t>
      </w:r>
      <w:r w:rsidR="00D92C09">
        <w:t>-</w:t>
      </w:r>
      <w:r>
        <w:t>Hayat, by Muhammad Rida Al</w:t>
      </w:r>
      <w:r w:rsidR="00D92C09">
        <w:t>-</w:t>
      </w:r>
      <w:r>
        <w:t>Hakimi, Maktab Nashr</w:t>
      </w:r>
      <w:r w:rsidR="00D92C09">
        <w:t>-</w:t>
      </w:r>
      <w:r>
        <w:t>uth</w:t>
      </w:r>
      <w:r w:rsidR="00D92C09">
        <w:t>-</w:t>
      </w:r>
      <w:r>
        <w:t>Thiqafat</w:t>
      </w:r>
      <w:r w:rsidR="00D92C09">
        <w:t>-</w:t>
      </w:r>
      <w:r>
        <w:t>ul</w:t>
      </w:r>
      <w:r w:rsidR="00D92C09">
        <w:t>-</w:t>
      </w:r>
      <w:r>
        <w:t xml:space="preserve">Islamiyyah, Tehran, 1399 AH. </w:t>
      </w:r>
    </w:p>
    <w:p w:rsidR="001C73B9" w:rsidRDefault="001C73B9" w:rsidP="001C73B9">
      <w:pPr>
        <w:pStyle w:val="libNormal"/>
      </w:pPr>
      <w:r>
        <w:t>35</w:t>
      </w:r>
      <w:r w:rsidR="00D92C09">
        <w:t>-</w:t>
      </w:r>
      <w:r>
        <w:t xml:space="preserve"> Tuhaf</w:t>
      </w:r>
      <w:r w:rsidR="00D92C09">
        <w:t>-</w:t>
      </w:r>
      <w:r>
        <w:t>ul</w:t>
      </w:r>
      <w:r w:rsidR="00D92C09">
        <w:t>-</w:t>
      </w:r>
      <w:r>
        <w:t>Uqul, by Ibn Shu'bat</w:t>
      </w:r>
      <w:r w:rsidR="00D92C09">
        <w:t>-</w:t>
      </w:r>
      <w:r>
        <w:t>ul</w:t>
      </w:r>
      <w:r w:rsidR="00D92C09">
        <w:t>-</w:t>
      </w:r>
      <w:r>
        <w:t>Bahrani, printed in Al</w:t>
      </w:r>
      <w:r w:rsidR="00D92C09">
        <w:t>-</w:t>
      </w:r>
      <w:r>
        <w:t>Matba'at</w:t>
      </w:r>
      <w:r w:rsidR="00D92C09">
        <w:t>-</w:t>
      </w:r>
      <w:r>
        <w:t>ul</w:t>
      </w:r>
      <w:r w:rsidR="00D92C09">
        <w:t>-</w:t>
      </w:r>
      <w:r>
        <w:t xml:space="preserve">Islamiyyah, Tehran, 1354/1391 AH. </w:t>
      </w:r>
    </w:p>
    <w:p w:rsidR="001C73B9" w:rsidRDefault="001C73B9" w:rsidP="001C73B9">
      <w:pPr>
        <w:pStyle w:val="libNormal"/>
      </w:pPr>
      <w:r>
        <w:t>36</w:t>
      </w:r>
      <w:r w:rsidR="00D92C09">
        <w:t>-</w:t>
      </w:r>
      <w:r>
        <w:t xml:space="preserve"> AI</w:t>
      </w:r>
      <w:r w:rsidR="00D92C09">
        <w:t>-</w:t>
      </w:r>
      <w:r>
        <w:t>'Ihtijaj, by Ash</w:t>
      </w:r>
      <w:r w:rsidR="00D92C09">
        <w:t>-</w:t>
      </w:r>
      <w:r>
        <w:t>Shaykh</w:t>
      </w:r>
      <w:r w:rsidR="00D92C09">
        <w:t>-</w:t>
      </w:r>
      <w:r>
        <w:t>ut</w:t>
      </w:r>
      <w:r w:rsidR="00D92C09">
        <w:t>-</w:t>
      </w:r>
      <w:r>
        <w:t>Tabarsi, An</w:t>
      </w:r>
      <w:r w:rsidR="00D92C09">
        <w:t>-</w:t>
      </w:r>
      <w:r>
        <w:t>Nu'man, An</w:t>
      </w:r>
      <w:r w:rsidR="00D92C09">
        <w:t>-</w:t>
      </w:r>
      <w:r>
        <w:t>Najaf</w:t>
      </w:r>
      <w:r w:rsidR="00D92C09">
        <w:t>-</w:t>
      </w:r>
      <w:r>
        <w:t>ul</w:t>
      </w:r>
      <w:r w:rsidR="00D92C09">
        <w:t>-</w:t>
      </w:r>
      <w:r>
        <w:t xml:space="preserve">Ashraf, 1906 AD. </w:t>
      </w:r>
    </w:p>
    <w:p w:rsidR="001C73B9" w:rsidRDefault="001C73B9" w:rsidP="001C73B9">
      <w:pPr>
        <w:pStyle w:val="libNormal"/>
      </w:pPr>
      <w:r>
        <w:t>37</w:t>
      </w:r>
      <w:r w:rsidR="00D92C09">
        <w:t>-</w:t>
      </w:r>
      <w:r>
        <w:t xml:space="preserve"> 'Usd</w:t>
      </w:r>
      <w:r w:rsidR="00D92C09">
        <w:t>-</w:t>
      </w:r>
      <w:r>
        <w:t>ul</w:t>
      </w:r>
      <w:r w:rsidR="00D92C09">
        <w:t>-</w:t>
      </w:r>
      <w:r>
        <w:t>Ghabah, by Ibn</w:t>
      </w:r>
      <w:r w:rsidR="00D92C09">
        <w:t>-</w:t>
      </w:r>
      <w:r>
        <w:t>il</w:t>
      </w:r>
      <w:r w:rsidR="00D92C09">
        <w:t>-</w:t>
      </w:r>
      <w:r>
        <w:t>Athir, Al</w:t>
      </w:r>
      <w:r w:rsidR="00D92C09">
        <w:t>-</w:t>
      </w:r>
      <w:r>
        <w:t>Maktab</w:t>
      </w:r>
      <w:r w:rsidR="00D92C09">
        <w:t>-</w:t>
      </w:r>
      <w:r>
        <w:t>ul</w:t>
      </w:r>
      <w:r w:rsidR="00D92C09">
        <w:t>-</w:t>
      </w:r>
      <w:r>
        <w:t xml:space="preserve">Islamiyyah, Tehran, 1342 AH. </w:t>
      </w:r>
    </w:p>
    <w:p w:rsidR="001C73B9" w:rsidRDefault="001C73B9" w:rsidP="001C73B9">
      <w:pPr>
        <w:pStyle w:val="libNormal"/>
      </w:pPr>
      <w:r>
        <w:t>38</w:t>
      </w:r>
      <w:r w:rsidR="00D92C09">
        <w:t>-</w:t>
      </w:r>
      <w:r>
        <w:t xml:space="preserve"> Shahab</w:t>
      </w:r>
      <w:r w:rsidR="00D92C09">
        <w:t>-</w:t>
      </w:r>
      <w:r>
        <w:t>ul</w:t>
      </w:r>
      <w:r w:rsidR="00D92C09">
        <w:t>-</w:t>
      </w:r>
      <w:r>
        <w:t>Akhbar, by Qadi Qada'i, printed in Markaz</w:t>
      </w:r>
      <w:r w:rsidR="00D92C09">
        <w:t>-</w:t>
      </w:r>
      <w:r>
        <w:t>un</w:t>
      </w:r>
      <w:r w:rsidR="00D92C09">
        <w:t>-</w:t>
      </w:r>
      <w:r>
        <w:t>Nashr</w:t>
      </w:r>
      <w:r w:rsidR="00D92C09">
        <w:t>-</w:t>
      </w:r>
      <w:r>
        <w:t>ul</w:t>
      </w:r>
      <w:r w:rsidR="00D92C09">
        <w:t>-</w:t>
      </w:r>
      <w:r>
        <w:t>'llmi</w:t>
      </w:r>
      <w:r w:rsidR="00D92C09">
        <w:t>-</w:t>
      </w:r>
      <w:r>
        <w:t>wal</w:t>
      </w:r>
      <w:r w:rsidR="00D92C09">
        <w:t>-</w:t>
      </w:r>
      <w:r>
        <w:t xml:space="preserve">Thaqafi, Tehran, 1361/1402 AH. </w:t>
      </w:r>
    </w:p>
    <w:p w:rsidR="001C73B9" w:rsidRDefault="001C73B9" w:rsidP="001C73B9">
      <w:pPr>
        <w:pStyle w:val="libNormal"/>
      </w:pPr>
      <w:r>
        <w:t>39</w:t>
      </w:r>
      <w:r w:rsidR="00D92C09">
        <w:t>-</w:t>
      </w:r>
      <w:r>
        <w:t xml:space="preserve"> 'Iqab</w:t>
      </w:r>
      <w:r w:rsidR="00D92C09">
        <w:t>-</w:t>
      </w:r>
      <w:r>
        <w:t>ul</w:t>
      </w:r>
      <w:r w:rsidR="00D92C09">
        <w:t>-</w:t>
      </w:r>
      <w:r>
        <w:t>'A'mal, by Ash</w:t>
      </w:r>
      <w:r w:rsidR="00D92C09">
        <w:t>-</w:t>
      </w:r>
      <w:r>
        <w:t>Shaykh</w:t>
      </w:r>
      <w:r w:rsidR="00D92C09">
        <w:t>-</w:t>
      </w:r>
      <w:r>
        <w:t>us</w:t>
      </w:r>
      <w:r w:rsidR="00D92C09">
        <w:t>-</w:t>
      </w:r>
      <w:r>
        <w:t>Saduq, printed in Maktabat</w:t>
      </w:r>
      <w:r w:rsidR="00D92C09">
        <w:t>-</w:t>
      </w:r>
      <w:r>
        <w:t>us</w:t>
      </w:r>
      <w:r w:rsidR="00D92C09">
        <w:t>-</w:t>
      </w:r>
      <w:r>
        <w:t xml:space="preserve">Saduq, Tehran, 1391 AH. </w:t>
      </w:r>
    </w:p>
    <w:p w:rsidR="001C73B9" w:rsidRDefault="001C73B9" w:rsidP="001C73B9">
      <w:pPr>
        <w:pStyle w:val="libNormal"/>
      </w:pPr>
      <w:r>
        <w:t>40</w:t>
      </w:r>
      <w:r w:rsidR="00D92C09">
        <w:t>-</w:t>
      </w:r>
      <w:r>
        <w:t xml:space="preserve"> 'Alam</w:t>
      </w:r>
      <w:r w:rsidR="00D92C09">
        <w:t>-</w:t>
      </w:r>
      <w:r>
        <w:t>ul</w:t>
      </w:r>
      <w:r w:rsidR="00D92C09">
        <w:t>-</w:t>
      </w:r>
      <w:r>
        <w:t>Wara, by Ash</w:t>
      </w:r>
      <w:r w:rsidR="00D92C09">
        <w:t>-</w:t>
      </w:r>
      <w:r>
        <w:t>Shaykh</w:t>
      </w:r>
      <w:r w:rsidR="00D92C09">
        <w:t>-</w:t>
      </w:r>
      <w:r>
        <w:t>ut</w:t>
      </w:r>
      <w:r w:rsidR="00D92C09">
        <w:t>-</w:t>
      </w:r>
      <w:r>
        <w:t>Tabarsi, Dar</w:t>
      </w:r>
      <w:r w:rsidR="00D92C09">
        <w:t>-</w:t>
      </w:r>
      <w:r>
        <w:t>ul</w:t>
      </w:r>
      <w:r w:rsidR="00D92C09">
        <w:t>-</w:t>
      </w:r>
      <w:r>
        <w:t>Kutub Al</w:t>
      </w:r>
      <w:r w:rsidR="00D92C09">
        <w:t>-</w:t>
      </w:r>
      <w:r>
        <w:t xml:space="preserve">Islamiyyah, Tehran </w:t>
      </w:r>
    </w:p>
    <w:p w:rsidR="001C73B9" w:rsidRDefault="001C73B9" w:rsidP="001C73B9">
      <w:pPr>
        <w:pStyle w:val="libNormal"/>
      </w:pPr>
      <w:r>
        <w:t>41</w:t>
      </w:r>
      <w:r w:rsidR="00D92C09">
        <w:t>-</w:t>
      </w:r>
      <w:r>
        <w:t xml:space="preserve"> AI</w:t>
      </w:r>
      <w:r w:rsidR="00D92C09">
        <w:t>-</w:t>
      </w:r>
      <w:r>
        <w:t>Imam</w:t>
      </w:r>
      <w:r w:rsidR="00D92C09">
        <w:t>-</w:t>
      </w:r>
      <w:r>
        <w:t>ul</w:t>
      </w:r>
      <w:r w:rsidR="00D92C09">
        <w:t>-</w:t>
      </w:r>
      <w:r>
        <w:t>Mahdi 'Inda Ahl</w:t>
      </w:r>
      <w:r w:rsidR="00D92C09">
        <w:t>-</w:t>
      </w:r>
      <w:r>
        <w:t>is</w:t>
      </w:r>
      <w:r w:rsidR="00D92C09">
        <w:t>-</w:t>
      </w:r>
      <w:r>
        <w:t>Sunnah, by Mahdi Al</w:t>
      </w:r>
      <w:r w:rsidR="00D92C09">
        <w:t>-</w:t>
      </w:r>
      <w:r>
        <w:t>Faghih Imani, Maktabat</w:t>
      </w:r>
      <w:r w:rsidR="00D92C09">
        <w:t>-</w:t>
      </w:r>
      <w:r>
        <w:t>ul</w:t>
      </w:r>
      <w:r w:rsidR="00D92C09">
        <w:t>-</w:t>
      </w:r>
      <w:r>
        <w:t xml:space="preserve">Imam Amir ul Mu'mineen Ali [a.s.], Isfahan, 1402 AH. </w:t>
      </w:r>
    </w:p>
    <w:p w:rsidR="001C73B9" w:rsidRDefault="001C73B9" w:rsidP="001C73B9">
      <w:pPr>
        <w:pStyle w:val="libNormal"/>
      </w:pPr>
      <w:r>
        <w:t>42</w:t>
      </w:r>
      <w:r w:rsidR="00D92C09">
        <w:t>-</w:t>
      </w:r>
      <w:r>
        <w:t xml:space="preserve"> Yaum</w:t>
      </w:r>
      <w:r w:rsidR="00D92C09">
        <w:t>-</w:t>
      </w:r>
      <w:r>
        <w:t>ul</w:t>
      </w:r>
      <w:r w:rsidR="00D92C09">
        <w:t>-</w:t>
      </w:r>
      <w:r>
        <w:t>Khalas, by KasiI Sulayman, Dar</w:t>
      </w:r>
      <w:r w:rsidR="00D92C09">
        <w:t>-</w:t>
      </w:r>
      <w:r>
        <w:t>ul</w:t>
      </w:r>
      <w:r w:rsidR="00D92C09">
        <w:t>-</w:t>
      </w:r>
      <w:r>
        <w:t>Kitab</w:t>
      </w:r>
      <w:r w:rsidR="00D92C09">
        <w:t>-</w:t>
      </w:r>
      <w:r>
        <w:t>Al</w:t>
      </w:r>
      <w:r w:rsidR="00D92C09">
        <w:t>-</w:t>
      </w:r>
      <w:r>
        <w:t xml:space="preserve">Lubnani, Beirut, 1979 AD., 1399 AH. </w:t>
      </w:r>
    </w:p>
    <w:p w:rsidR="001C73B9" w:rsidRDefault="001C73B9" w:rsidP="001C73B9">
      <w:pPr>
        <w:pStyle w:val="libNormal"/>
      </w:pPr>
      <w:r>
        <w:t>43</w:t>
      </w:r>
      <w:r w:rsidR="00D92C09">
        <w:t>-</w:t>
      </w:r>
      <w:r>
        <w:t xml:space="preserve"> Sunan</w:t>
      </w:r>
      <w:r w:rsidR="00D92C09">
        <w:t>-</w:t>
      </w:r>
      <w:r>
        <w:t>I</w:t>
      </w:r>
      <w:r w:rsidR="00D92C09">
        <w:t>-</w:t>
      </w:r>
      <w:r>
        <w:t>ibn</w:t>
      </w:r>
      <w:r w:rsidR="00D92C09">
        <w:t>-</w:t>
      </w:r>
      <w:r>
        <w:t>I</w:t>
      </w:r>
      <w:r w:rsidR="00D92C09">
        <w:t>-</w:t>
      </w:r>
      <w:r>
        <w:t>Majih, by lbn</w:t>
      </w:r>
      <w:r w:rsidR="00D92C09">
        <w:t>-</w:t>
      </w:r>
      <w:r>
        <w:t>i</w:t>
      </w:r>
      <w:r w:rsidR="00D92C09">
        <w:t>-</w:t>
      </w:r>
      <w:r>
        <w:t>Majih</w:t>
      </w:r>
      <w:r w:rsidR="00D92C09">
        <w:t>-</w:t>
      </w:r>
      <w:r>
        <w:t>Al</w:t>
      </w:r>
      <w:r w:rsidR="00D92C09">
        <w:t>-</w:t>
      </w:r>
      <w:r>
        <w:t>Qazwini, Dar</w:t>
      </w:r>
      <w:r w:rsidR="00D92C09">
        <w:t>-</w:t>
      </w:r>
      <w:r>
        <w:t>ul</w:t>
      </w:r>
      <w:r w:rsidR="00D92C09">
        <w:t>-</w:t>
      </w:r>
      <w:r>
        <w:t xml:space="preserve">Jabal, Beirut </w:t>
      </w:r>
    </w:p>
    <w:p w:rsidR="001C73B9" w:rsidRDefault="001C73B9" w:rsidP="001C73B9">
      <w:pPr>
        <w:pStyle w:val="libNormal"/>
      </w:pPr>
      <w:r>
        <w:t>44</w:t>
      </w:r>
      <w:r w:rsidR="00D92C09">
        <w:t>-</w:t>
      </w:r>
      <w:r>
        <w:t xml:space="preserve"> Sunan</w:t>
      </w:r>
      <w:r w:rsidR="00D92C09">
        <w:t>-</w:t>
      </w:r>
      <w:r>
        <w:t>i</w:t>
      </w:r>
      <w:r w:rsidR="00D92C09">
        <w:t>-</w:t>
      </w:r>
      <w:r>
        <w:t>Abu</w:t>
      </w:r>
      <w:r w:rsidR="00D92C09">
        <w:t>-</w:t>
      </w:r>
      <w:r>
        <w:t>Dawud, Abu</w:t>
      </w:r>
      <w:r w:rsidR="00D92C09">
        <w:t>-</w:t>
      </w:r>
      <w:r>
        <w:t>Dawud Sulayman Sajistani Al</w:t>
      </w:r>
      <w:r w:rsidR="00D92C09">
        <w:t>-</w:t>
      </w:r>
      <w:r>
        <w:t>'Azdi, Dar</w:t>
      </w:r>
      <w:r w:rsidR="00D92C09">
        <w:t>-</w:t>
      </w:r>
      <w:r>
        <w:t>i</w:t>
      </w:r>
      <w:r w:rsidR="00D92C09">
        <w:t>-</w:t>
      </w:r>
      <w:r>
        <w:t>'Ihya'</w:t>
      </w:r>
      <w:r w:rsidR="00D92C09">
        <w:t>-</w:t>
      </w:r>
      <w:r>
        <w:t>it</w:t>
      </w:r>
      <w:r w:rsidR="00D92C09">
        <w:t>-</w:t>
      </w:r>
      <w:r>
        <w:t>Turath</w:t>
      </w:r>
      <w:r w:rsidR="00D92C09">
        <w:t>-</w:t>
      </w:r>
      <w:r>
        <w:t>il</w:t>
      </w:r>
      <w:r w:rsidR="00D92C09">
        <w:t>-</w:t>
      </w:r>
      <w:r>
        <w:t xml:space="preserve">Arabi, Beirut, Lebanon </w:t>
      </w:r>
    </w:p>
    <w:p w:rsidR="00FC0D7F" w:rsidRDefault="001C73B9" w:rsidP="001C73B9">
      <w:pPr>
        <w:pStyle w:val="libNormal"/>
      </w:pPr>
      <w:r>
        <w:t>45</w:t>
      </w:r>
      <w:r w:rsidR="00D92C09">
        <w:t>-</w:t>
      </w:r>
      <w:r>
        <w:t xml:space="preserve"> Al</w:t>
      </w:r>
      <w:r w:rsidR="00D92C09">
        <w:t>-</w:t>
      </w:r>
      <w:r>
        <w:t>Musannif, by Al</w:t>
      </w:r>
      <w:r w:rsidR="00D92C09">
        <w:t>-</w:t>
      </w:r>
      <w:r>
        <w:t>Hafiz Abubakr Al</w:t>
      </w:r>
      <w:r w:rsidR="00D92C09">
        <w:t>-</w:t>
      </w:r>
      <w:r>
        <w:t>sanani, Al</w:t>
      </w:r>
      <w:r w:rsidR="00D92C09">
        <w:t>-</w:t>
      </w:r>
      <w:r>
        <w:t>Majlisul</w:t>
      </w:r>
      <w:r w:rsidR="00D92C09">
        <w:t>-</w:t>
      </w:r>
      <w:r>
        <w:t xml:space="preserve">'Ilmi, Beirut, 1970. </w:t>
      </w:r>
    </w:p>
    <w:p w:rsidR="00FC0D7F" w:rsidRDefault="00FC0D7F" w:rsidP="00FC0D7F">
      <w:pPr>
        <w:pStyle w:val="libNormal"/>
      </w:pPr>
      <w:r>
        <w:br w:type="page"/>
      </w:r>
    </w:p>
    <w:p w:rsidR="001C73B9" w:rsidRDefault="001C73B9" w:rsidP="001C73B9">
      <w:pPr>
        <w:pStyle w:val="libNormal"/>
      </w:pPr>
    </w:p>
    <w:p w:rsidR="001C73B9" w:rsidRDefault="001C73B9" w:rsidP="001C73B9">
      <w:pPr>
        <w:pStyle w:val="libAr"/>
      </w:pPr>
      <w:r>
        <w:rPr>
          <w:rFonts w:hint="eastAsia"/>
          <w:rtl/>
        </w:rPr>
        <w:t>قالَ</w:t>
      </w:r>
      <w:r>
        <w:rPr>
          <w:rtl/>
        </w:rPr>
        <w:t xml:space="preserve"> رَسُولُ ا</w:t>
      </w:r>
      <w:r w:rsidR="005F6D68">
        <w:rPr>
          <w:rtl/>
        </w:rPr>
        <w:t>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اَحَبَّ اَن يرکَبَ سَفِينَةُ النَّجاة وَ يستَمسِکُ بِالعُروَةِ الوُثقي وَ يعتَصِمُ بِحَبلِ اللهِ المَتِينِ، فَليوالِ علِياً بَعدِي وَليعادِ عَدُوَّهُ وَلياتَمَ بِايئِمَّةِ الهُداةِ مِن وُلدِه، فَاِنَّهُم خُلَفآئي وَ اَوصِيائي وَ حُجَجِ اللهِ عَلي خَلقِ</w:t>
      </w:r>
      <w:r>
        <w:rPr>
          <w:rFonts w:hint="eastAsia"/>
          <w:rtl/>
        </w:rPr>
        <w:t>ه</w:t>
      </w:r>
      <w:r>
        <w:rPr>
          <w:rtl/>
        </w:rPr>
        <w:t xml:space="preserve"> بَعدِي وَ ساداتُ اُمَّتي</w:t>
      </w:r>
      <w:r>
        <w:t>.</w:t>
      </w:r>
    </w:p>
    <w:p w:rsidR="001C73B9" w:rsidRDefault="001C73B9" w:rsidP="001C73B9">
      <w:pPr>
        <w:pStyle w:val="libNormal"/>
      </w:pPr>
      <w:r>
        <w:t xml:space="preserve">'Allmah Muhaddith Hamadani has narrated from Ali (a.s.) that the Messenger of Allah (p.b.u.h .. ) said: </w:t>
      </w:r>
    </w:p>
    <w:p w:rsidR="001C73B9" w:rsidRDefault="00E978C2" w:rsidP="001C73B9">
      <w:pPr>
        <w:pStyle w:val="libNormal"/>
      </w:pPr>
      <w:r>
        <w:t>“</w:t>
      </w:r>
      <w:r w:rsidR="001C73B9">
        <w:t>He who likes to embark the ship of salvation and to grasp the firmest handle, and holds fast by the strong cord of Allah, then he must, after me, loves Ali and should be inimical to his enemy; and he must follow the Imams (leaders) of right guidance from his offspring since they are my vicegerents, and my legates, and Allah's witnesses over His servants after me, and the chiefs of my Ummah.?</w:t>
      </w:r>
      <w:r w:rsidR="001C73B9" w:rsidRPr="00D23CAB">
        <w:rPr>
          <w:rStyle w:val="libFootnotenumChar"/>
        </w:rPr>
        <w:t>[5]</w:t>
      </w:r>
    </w:p>
    <w:p w:rsidR="001C73B9" w:rsidRDefault="001C73B9" w:rsidP="001C73B9">
      <w:pPr>
        <w:pStyle w:val="libNormal"/>
      </w:pPr>
      <w:r>
        <w:br w:type="page"/>
      </w:r>
    </w:p>
    <w:p w:rsidR="001C73B9" w:rsidRDefault="001C73B9" w:rsidP="001C73B9">
      <w:pPr>
        <w:pStyle w:val="Heading1Center"/>
      </w:pPr>
      <w:bookmarkStart w:id="86" w:name="_Toc444518285"/>
      <w:r>
        <w:lastRenderedPageBreak/>
        <w:t>FRIENDSHIP WITH AHL</w:t>
      </w:r>
      <w:r w:rsidR="00D92C09">
        <w:t>-</w:t>
      </w:r>
      <w:r>
        <w:t>UL</w:t>
      </w:r>
      <w:r w:rsidR="00D92C09">
        <w:t>-</w:t>
      </w:r>
      <w:r>
        <w:t>BAYT (A.S.) OR WITH THEIR ENEMIES?</w:t>
      </w:r>
      <w:bookmarkEnd w:id="86"/>
    </w:p>
    <w:p w:rsidR="001C73B9" w:rsidRDefault="001C73B9" w:rsidP="001C73B9">
      <w:pPr>
        <w:pStyle w:val="libAr"/>
      </w:pPr>
      <w:r>
        <w:rPr>
          <w:rFonts w:hint="eastAsia"/>
          <w:rtl/>
        </w:rPr>
        <w:t>قالَ</w:t>
      </w:r>
      <w:r>
        <w:rPr>
          <w:rtl/>
        </w:rPr>
        <w:t xml:space="preserve"> رَسُولُ ا</w:t>
      </w:r>
      <w:r w:rsidR="005F6D68">
        <w:rPr>
          <w:rtl/>
        </w:rPr>
        <w:t>للهُ صلی</w:t>
      </w:r>
      <w:r>
        <w:rPr>
          <w:rtl/>
        </w:rPr>
        <w:t xml:space="preserve">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ماتَ عَلي حُبِّ آلِ مُحَمَّدٍ ماتَ شَهِيداً</w:t>
      </w:r>
      <w:r>
        <w:t>.</w:t>
      </w:r>
    </w:p>
    <w:p w:rsidR="001C73B9" w:rsidRDefault="001C73B9" w:rsidP="001C73B9">
      <w:pPr>
        <w:pStyle w:val="libAr"/>
      </w:pPr>
      <w:r>
        <w:rPr>
          <w:rFonts w:hint="eastAsia"/>
          <w:rtl/>
        </w:rPr>
        <w:t>ألا</w:t>
      </w:r>
      <w:r>
        <w:rPr>
          <w:rtl/>
        </w:rPr>
        <w:t xml:space="preserve"> وَ مَن ماتَ عَلي حُبِّ آلِ مُحَمَّدٍ ماتَ مَغفُوراً لَهُ</w:t>
      </w:r>
    </w:p>
    <w:p w:rsidR="001C73B9" w:rsidRDefault="001C73B9" w:rsidP="001C73B9">
      <w:pPr>
        <w:pStyle w:val="libAr"/>
      </w:pPr>
      <w:r>
        <w:rPr>
          <w:rFonts w:hint="eastAsia"/>
          <w:rtl/>
        </w:rPr>
        <w:t>ألا</w:t>
      </w:r>
      <w:r>
        <w:rPr>
          <w:rtl/>
        </w:rPr>
        <w:t xml:space="preserve"> وَ مَن ماتَ عَلي حُبِّ آلِ مُحَمَّدٍ ماتَ تآئِباً</w:t>
      </w:r>
    </w:p>
    <w:p w:rsidR="001C73B9" w:rsidRDefault="001C73B9" w:rsidP="001C73B9">
      <w:pPr>
        <w:pStyle w:val="libAr"/>
      </w:pPr>
      <w:r>
        <w:rPr>
          <w:rFonts w:hint="eastAsia"/>
          <w:rtl/>
        </w:rPr>
        <w:t>ألا</w:t>
      </w:r>
      <w:r>
        <w:rPr>
          <w:rtl/>
        </w:rPr>
        <w:t xml:space="preserve"> وَ مَن ماتَ عَلي حُبِّ آلِ مُحَمَّدٍ ماتَ مُؤمِناً مُستَکمِلُ الايمانِ</w:t>
      </w:r>
      <w:r>
        <w:t>.</w:t>
      </w:r>
    </w:p>
    <w:p w:rsidR="001C73B9" w:rsidRDefault="001C73B9" w:rsidP="001C73B9">
      <w:pPr>
        <w:pStyle w:val="libAr"/>
      </w:pPr>
      <w:r>
        <w:rPr>
          <w:rFonts w:hint="eastAsia"/>
          <w:rtl/>
        </w:rPr>
        <w:t>ألا</w:t>
      </w:r>
      <w:r>
        <w:rPr>
          <w:rtl/>
        </w:rPr>
        <w:t xml:space="preserve"> وَ مَن ماتَ عَلي حُبِّ آلِ مُحَمَّدٍ بَشَّرَهُ مَلَکُ المَوتِ بِالجَنَّةِ ثُمَّ مَُنکَرٍ وَ نَکيير</w:t>
      </w:r>
      <w:r>
        <w:t>.</w:t>
      </w:r>
    </w:p>
    <w:p w:rsidR="001C73B9" w:rsidRDefault="001C73B9" w:rsidP="001C73B9">
      <w:pPr>
        <w:pStyle w:val="libAr"/>
      </w:pPr>
      <w:r>
        <w:rPr>
          <w:rFonts w:hint="eastAsia"/>
          <w:rtl/>
        </w:rPr>
        <w:t>ألا</w:t>
      </w:r>
      <w:r>
        <w:rPr>
          <w:rtl/>
        </w:rPr>
        <w:t xml:space="preserve"> وَ مَن ماتَ عَلي حُبِّ آلِ مُحَمَّدٍ يزِفُّ اِلَي الجَنَّةِ کَما تَزِفُّ العَرُوسِ اِلي بَيتِ زُوجِها</w:t>
      </w:r>
      <w:r>
        <w:t>.</w:t>
      </w:r>
    </w:p>
    <w:p w:rsidR="001C73B9" w:rsidRDefault="001C73B9" w:rsidP="001C73B9">
      <w:pPr>
        <w:pStyle w:val="libAr"/>
      </w:pPr>
      <w:r>
        <w:rPr>
          <w:rFonts w:hint="eastAsia"/>
          <w:rtl/>
        </w:rPr>
        <w:t>ألا</w:t>
      </w:r>
      <w:r>
        <w:rPr>
          <w:rtl/>
        </w:rPr>
        <w:t xml:space="preserve"> وَ مَن ماتَ عَلي حُبِّ آلِ مُحَمَّدٍ فُتِحَ لَهُ في قَبرِه بابانِ اِلَي الجَنَّةِ</w:t>
      </w:r>
      <w:r>
        <w:t>.</w:t>
      </w:r>
    </w:p>
    <w:p w:rsidR="001C73B9" w:rsidRDefault="001C73B9" w:rsidP="001C73B9">
      <w:pPr>
        <w:pStyle w:val="libAr"/>
      </w:pPr>
      <w:r>
        <w:rPr>
          <w:rFonts w:hint="eastAsia"/>
          <w:rtl/>
        </w:rPr>
        <w:t>ألا</w:t>
      </w:r>
      <w:r>
        <w:rPr>
          <w:rtl/>
        </w:rPr>
        <w:t xml:space="preserve"> وَ مَن ماتَ عَلي حُبِّ آلِ مُحَمَّدٍ جَعَلَ زُوّارَ قَبرِه(قبره مزار) ملائِکَةُ الرَّحمَةِ</w:t>
      </w:r>
      <w:r>
        <w:t>.</w:t>
      </w:r>
    </w:p>
    <w:p w:rsidR="001C73B9" w:rsidRDefault="001C73B9" w:rsidP="001C73B9">
      <w:pPr>
        <w:pStyle w:val="libAr"/>
      </w:pPr>
      <w:r>
        <w:rPr>
          <w:rFonts w:hint="eastAsia"/>
          <w:rtl/>
        </w:rPr>
        <w:t>ألا</w:t>
      </w:r>
      <w:r>
        <w:rPr>
          <w:rtl/>
        </w:rPr>
        <w:t xml:space="preserve"> وَ مَن ماتَ عَلي حُبِّ آلِ مُحَمَّدٍ ماتَ عَلَي السُنَّةِ وَ الجَماعَةِ</w:t>
      </w:r>
      <w:r>
        <w:t>.</w:t>
      </w:r>
    </w:p>
    <w:p w:rsidR="001C73B9" w:rsidRDefault="001C73B9" w:rsidP="001C73B9">
      <w:pPr>
        <w:pStyle w:val="libAr"/>
      </w:pPr>
      <w:r>
        <w:rPr>
          <w:rFonts w:hint="eastAsia"/>
          <w:rtl/>
        </w:rPr>
        <w:t>ألا</w:t>
      </w:r>
      <w:r>
        <w:rPr>
          <w:rtl/>
        </w:rPr>
        <w:t xml:space="preserve"> وَ مَن ماتَ عَلي بُغضِ آلِ مُحَمَّدٍ جاءَ يومَ القِيامَةِ مَکتُوباً بَينَ عَينَيهِ: آيسُ مِن رَحمَةِ اللهِ</w:t>
      </w:r>
      <w:r>
        <w:t>.</w:t>
      </w:r>
    </w:p>
    <w:p w:rsidR="001C73B9" w:rsidRDefault="001C73B9" w:rsidP="001C73B9">
      <w:pPr>
        <w:pStyle w:val="libAr"/>
      </w:pPr>
      <w:r>
        <w:rPr>
          <w:rFonts w:hint="eastAsia"/>
          <w:rtl/>
        </w:rPr>
        <w:t>ألا</w:t>
      </w:r>
      <w:r>
        <w:rPr>
          <w:rtl/>
        </w:rPr>
        <w:t xml:space="preserve"> وَ مَن ماتَ عَلي بُغضِ آلِ مُحَمَّدٍ آلِ مُحَمَّدٍ ماتَ کافِراً</w:t>
      </w:r>
      <w:r>
        <w:t>.</w:t>
      </w:r>
    </w:p>
    <w:p w:rsidR="001C73B9" w:rsidRDefault="001C73B9" w:rsidP="001C73B9">
      <w:pPr>
        <w:pStyle w:val="libAr"/>
      </w:pPr>
      <w:r>
        <w:rPr>
          <w:rFonts w:hint="eastAsia"/>
          <w:rtl/>
        </w:rPr>
        <w:t>ألا</w:t>
      </w:r>
      <w:r>
        <w:rPr>
          <w:rtl/>
        </w:rPr>
        <w:t xml:space="preserve"> وَ مَن ماتَ عَلي بُغضِ آلِ مُحَمَّدٍ آل مُحَمَّدٍ لَم يشُمَّ رائِحَةَ الجَنَّةِ</w:t>
      </w:r>
      <w:r>
        <w:t>.</w:t>
      </w:r>
    </w:p>
    <w:p w:rsidR="001C73B9" w:rsidRPr="00E978C2" w:rsidRDefault="00E978C2" w:rsidP="001C73B9">
      <w:pPr>
        <w:pStyle w:val="libNormal"/>
        <w:rPr>
          <w:rStyle w:val="libItalicChar"/>
        </w:rPr>
      </w:pPr>
      <w:r w:rsidRPr="00E978C2">
        <w:rPr>
          <w:rStyle w:val="libItalicChar"/>
        </w:rPr>
        <w:t>“</w:t>
      </w:r>
      <w:r w:rsidR="001C73B9" w:rsidRPr="00E978C2">
        <w:rPr>
          <w:rStyle w:val="libItalicChar"/>
        </w:rPr>
        <w:t>Allamah Abu</w:t>
      </w:r>
      <w:r w:rsidR="00D92C09" w:rsidRPr="00E978C2">
        <w:rPr>
          <w:rStyle w:val="libItalicChar"/>
        </w:rPr>
        <w:t>-</w:t>
      </w:r>
      <w:r w:rsidR="001C73B9" w:rsidRPr="00E978C2">
        <w:rPr>
          <w:rStyle w:val="libItalicChar"/>
        </w:rPr>
        <w:t xml:space="preserve">'Isbaq Tha'Iabl, one of the outstanding commentators of Sunnites, with reference to this document,  has narrated from the Messenger of Allah (p.b.u.h.), who said: </w:t>
      </w:r>
    </w:p>
    <w:p w:rsidR="001C73B9" w:rsidRDefault="00E978C2" w:rsidP="001C73B9">
      <w:pPr>
        <w:pStyle w:val="libNormal"/>
      </w:pPr>
      <w:r w:rsidRPr="00E978C2">
        <w:rPr>
          <w:rStyle w:val="libItalicChar"/>
        </w:rPr>
        <w:t>“</w:t>
      </w:r>
      <w:r w:rsidR="001C73B9" w:rsidRPr="00E978C2">
        <w:rPr>
          <w:rStyle w:val="libItalicChar"/>
        </w:rPr>
        <w:t>Whoever dies with the love of Muhammad's progeny, has died as a martyr.</w:t>
      </w:r>
      <w:r w:rsidRPr="00E978C2">
        <w:rPr>
          <w:rStyle w:val="libItalicChar"/>
        </w:rPr>
        <w:t>”</w:t>
      </w:r>
      <w:r w:rsidR="001C73B9">
        <w:t xml:space="preserve"> </w:t>
      </w:r>
    </w:p>
    <w:p w:rsidR="001C73B9" w:rsidRDefault="00E978C2" w:rsidP="001C73B9">
      <w:pPr>
        <w:pStyle w:val="libNormal"/>
      </w:pPr>
      <w:r w:rsidRPr="00E978C2">
        <w:rPr>
          <w:rStyle w:val="libItalicChar"/>
        </w:rPr>
        <w:t>“</w:t>
      </w:r>
      <w:r w:rsidR="001C73B9" w:rsidRPr="00E978C2">
        <w:rPr>
          <w:rStyle w:val="libItalicChar"/>
        </w:rPr>
        <w:t>Beware! Whoever dies with he love of Muhammad's progeny, has died with forgiveness (of his sins).</w:t>
      </w:r>
      <w:r w:rsidRPr="00E978C2">
        <w:rPr>
          <w:rStyle w:val="libItalicChar"/>
        </w:rPr>
        <w:t>”</w:t>
      </w:r>
      <w:r w:rsidR="001C73B9">
        <w:t xml:space="preserve"> </w:t>
      </w:r>
    </w:p>
    <w:p w:rsidR="001C73B9" w:rsidRDefault="00E978C2" w:rsidP="001C73B9">
      <w:pPr>
        <w:pStyle w:val="libNormal"/>
      </w:pPr>
      <w:r w:rsidRPr="00E978C2">
        <w:rPr>
          <w:rStyle w:val="libItalicChar"/>
        </w:rPr>
        <w:t>“</w:t>
      </w:r>
      <w:r w:rsidR="001C73B9" w:rsidRPr="00E978C2">
        <w:rPr>
          <w:rStyle w:val="libItalicChar"/>
        </w:rPr>
        <w:t>Beware! Whoever dies with the love of Muhammad's progeny, has died with repentance,</w:t>
      </w:r>
      <w:r w:rsidRPr="00E978C2">
        <w:rPr>
          <w:rStyle w:val="libItalicChar"/>
        </w:rPr>
        <w:t>”</w:t>
      </w:r>
      <w:r w:rsidR="001C73B9">
        <w:t xml:space="preserve"> </w:t>
      </w:r>
    </w:p>
    <w:p w:rsidR="001C73B9" w:rsidRDefault="00E978C2" w:rsidP="001C73B9">
      <w:pPr>
        <w:pStyle w:val="libNormal"/>
      </w:pPr>
      <w:r w:rsidRPr="00E978C2">
        <w:rPr>
          <w:rStyle w:val="libItalicChar"/>
        </w:rPr>
        <w:t>“</w:t>
      </w:r>
      <w:r w:rsidR="001C73B9" w:rsidRPr="00E978C2">
        <w:rPr>
          <w:rStyle w:val="libItalicChar"/>
        </w:rPr>
        <w:t>Beware! Whoever dies with the love of Muhammad's progeny, has died while he is a believer whose Faith is complete.</w:t>
      </w:r>
      <w:r w:rsidRPr="00E978C2">
        <w:rPr>
          <w:rStyle w:val="libItalicChar"/>
        </w:rPr>
        <w:t>”</w:t>
      </w:r>
      <w:r w:rsidR="001C73B9">
        <w:t xml:space="preserve"> </w:t>
      </w:r>
    </w:p>
    <w:p w:rsidR="001C73B9" w:rsidRDefault="00E978C2" w:rsidP="001C73B9">
      <w:pPr>
        <w:pStyle w:val="libNormal"/>
      </w:pPr>
      <w:r w:rsidRPr="00E978C2">
        <w:rPr>
          <w:rStyle w:val="libItalicChar"/>
        </w:rPr>
        <w:t>“</w:t>
      </w:r>
      <w:r w:rsidR="001C73B9" w:rsidRPr="00E978C2">
        <w:rPr>
          <w:rStyle w:val="libItalicChar"/>
        </w:rPr>
        <w:t>Beware! Whoever dies with the love of Muhammad's progeny, the angel of death and then Munkar and Nak'ir (two angels commissioned to question him at his arrival in the grave) will give him the glad tidings of Paradise.</w:t>
      </w:r>
      <w:r w:rsidRPr="00E978C2">
        <w:rPr>
          <w:rStyle w:val="libItalicChar"/>
        </w:rPr>
        <w:t>”</w:t>
      </w:r>
      <w:r w:rsidR="001C73B9">
        <w:t xml:space="preserve"> </w:t>
      </w:r>
    </w:p>
    <w:p w:rsidR="001C73B9" w:rsidRDefault="00E978C2" w:rsidP="001C73B9">
      <w:pPr>
        <w:pStyle w:val="libNormal"/>
      </w:pPr>
      <w:r w:rsidRPr="00E978C2">
        <w:rPr>
          <w:rStyle w:val="libItalicChar"/>
        </w:rPr>
        <w:t>“</w:t>
      </w:r>
      <w:r w:rsidR="001C73B9" w:rsidRPr="00E978C2">
        <w:rPr>
          <w:rStyle w:val="libItalicChar"/>
        </w:rPr>
        <w:t>Beware! Whoever dies with the love of Muhammad's progeny, will be ornamented for going into Paradise like ornamenting the bride when going into the house of her husband,</w:t>
      </w:r>
      <w:r w:rsidRPr="00E978C2">
        <w:rPr>
          <w:rStyle w:val="libItalicChar"/>
        </w:rPr>
        <w:t>”</w:t>
      </w:r>
      <w:r w:rsidR="001C73B9">
        <w:t xml:space="preserve"> </w:t>
      </w:r>
    </w:p>
    <w:p w:rsidR="001C73B9" w:rsidRDefault="00E978C2" w:rsidP="001C73B9">
      <w:pPr>
        <w:pStyle w:val="libNormal"/>
      </w:pPr>
      <w:r w:rsidRPr="00E978C2">
        <w:rPr>
          <w:rStyle w:val="libItalicChar"/>
        </w:rPr>
        <w:t>“</w:t>
      </w:r>
      <w:r w:rsidR="001C73B9" w:rsidRPr="00E978C2">
        <w:rPr>
          <w:rStyle w:val="libItalicChar"/>
        </w:rPr>
        <w:t>Beware! Whoever dies with the love of Muhammad's progeny, two doors will be opened for him in his grave to the Paradise.</w:t>
      </w:r>
      <w:r w:rsidRPr="00E978C2">
        <w:rPr>
          <w:rStyle w:val="libItalicChar"/>
        </w:rPr>
        <w:t>”</w:t>
      </w:r>
      <w:r w:rsidR="001C73B9">
        <w:t xml:space="preserve"> </w:t>
      </w:r>
    </w:p>
    <w:p w:rsidR="001C73B9" w:rsidRPr="00E978C2" w:rsidRDefault="00E978C2" w:rsidP="001C73B9">
      <w:pPr>
        <w:pStyle w:val="libNormal"/>
        <w:rPr>
          <w:rStyle w:val="libItalicChar"/>
        </w:rPr>
      </w:pPr>
      <w:r w:rsidRPr="00E978C2">
        <w:rPr>
          <w:rStyle w:val="libItalicChar"/>
        </w:rPr>
        <w:t>“</w:t>
      </w:r>
      <w:r w:rsidR="001C73B9" w:rsidRPr="00E978C2">
        <w:rPr>
          <w:rStyle w:val="libItalicChar"/>
        </w:rPr>
        <w:t>Beware! Whoever dies with the love of Muhammad's progeny, Allah will appoint the angels of mercy to be pilgrims of his grave. '</w:t>
      </w:r>
      <w:r w:rsidRPr="00E978C2">
        <w:rPr>
          <w:rStyle w:val="libItalicChar"/>
        </w:rPr>
        <w:t>“</w:t>
      </w:r>
      <w:r w:rsidR="001C73B9" w:rsidRPr="00E978C2">
        <w:rPr>
          <w:rStyle w:val="libItalicChar"/>
        </w:rPr>
        <w:t xml:space="preserve"> </w:t>
      </w:r>
    </w:p>
    <w:p w:rsidR="001C73B9" w:rsidRDefault="00E978C2" w:rsidP="001C73B9">
      <w:pPr>
        <w:pStyle w:val="libNormal"/>
      </w:pPr>
      <w:r w:rsidRPr="00E978C2">
        <w:rPr>
          <w:rStyle w:val="libItalicChar"/>
        </w:rPr>
        <w:lastRenderedPageBreak/>
        <w:t>“</w:t>
      </w:r>
      <w:r w:rsidR="001C73B9" w:rsidRPr="00E978C2">
        <w:rPr>
          <w:rStyle w:val="libItalicChar"/>
        </w:rPr>
        <w:t>Beware! Whoever dies with the love of Muhammad's progeny, has died on the Sunnah and Jama'ah.</w:t>
      </w:r>
      <w:r w:rsidRPr="00E978C2">
        <w:rPr>
          <w:rStyle w:val="libItalicChar"/>
        </w:rPr>
        <w:t>”</w:t>
      </w:r>
      <w:r w:rsidR="001C73B9">
        <w:t xml:space="preserve"> </w:t>
      </w:r>
    </w:p>
    <w:p w:rsidR="001C73B9" w:rsidRDefault="00E978C2" w:rsidP="001C73B9">
      <w:pPr>
        <w:pStyle w:val="libNormal"/>
      </w:pPr>
      <w:r w:rsidRPr="00E978C2">
        <w:rPr>
          <w:rStyle w:val="libItalicChar"/>
        </w:rPr>
        <w:t>“</w:t>
      </w:r>
      <w:r w:rsidR="001C73B9" w:rsidRPr="00E978C2">
        <w:rPr>
          <w:rStyle w:val="libItalicChar"/>
        </w:rPr>
        <w:t>Beware! Whoever dies with tbe hostility of Muhammad's progeny, comes on the Day of Hereafter while it is written on his forehead: 'disappointed to the Mercy of Allah'.</w:t>
      </w:r>
      <w:r w:rsidRPr="00E978C2">
        <w:rPr>
          <w:rStyle w:val="libItalicChar"/>
        </w:rPr>
        <w:t>”</w:t>
      </w:r>
      <w:r w:rsidR="001C73B9">
        <w:t xml:space="preserve"> </w:t>
      </w:r>
    </w:p>
    <w:p w:rsidR="001C73B9" w:rsidRPr="00E978C2" w:rsidRDefault="00E978C2" w:rsidP="001C73B9">
      <w:pPr>
        <w:pStyle w:val="libNormal"/>
        <w:rPr>
          <w:rStyle w:val="libItalicChar"/>
        </w:rPr>
      </w:pPr>
      <w:r w:rsidRPr="00E978C2">
        <w:rPr>
          <w:rStyle w:val="libItalicChar"/>
        </w:rPr>
        <w:t>“</w:t>
      </w:r>
      <w:r w:rsidR="001C73B9" w:rsidRPr="00E978C2">
        <w:rPr>
          <w:rStyle w:val="libItalicChar"/>
        </w:rPr>
        <w:t xml:space="preserve">Beware! Whoever dies with the hostility of Muhammad's progeny, has died heathen,' </w:t>
      </w:r>
    </w:p>
    <w:p w:rsidR="001C73B9" w:rsidRDefault="00E978C2" w:rsidP="001C73B9">
      <w:pPr>
        <w:pStyle w:val="libNormal"/>
      </w:pPr>
      <w:r w:rsidRPr="00E978C2">
        <w:rPr>
          <w:rStyle w:val="libItalicChar"/>
        </w:rPr>
        <w:t>“</w:t>
      </w:r>
      <w:r w:rsidR="001C73B9" w:rsidRPr="00E978C2">
        <w:rPr>
          <w:rStyle w:val="libItalicChar"/>
        </w:rPr>
        <w:t>Beware! Whoever dies with the hostility of Muhammad's progeny, will not breathe the odour of Paradise.</w:t>
      </w:r>
      <w:r w:rsidRPr="00E978C2">
        <w:rPr>
          <w:rStyle w:val="libItalicChar"/>
        </w:rPr>
        <w:t>”</w:t>
      </w:r>
      <w:r w:rsidR="001C73B9" w:rsidRPr="00D23CAB">
        <w:rPr>
          <w:rStyle w:val="libFootnotenumChar"/>
        </w:rPr>
        <w:t>[6]</w:t>
      </w:r>
      <w:r w:rsidR="001C73B9">
        <w:t xml:space="preserve"> </w:t>
      </w:r>
    </w:p>
    <w:p w:rsidR="001C73B9" w:rsidRDefault="001C73B9" w:rsidP="001C73B9">
      <w:pPr>
        <w:pStyle w:val="libNormal"/>
      </w:pPr>
      <w:r>
        <w:t xml:space="preserve">There are about thirty persons of the Sunnite commentators, traditionists and the men among historians and theologians who have narrated the abovementioned haly tradition exaetly, or with omitting some words or sentences, from Tha'Iabi among whom, for the sake of brevity, we suffice to mention six names here; so, those are interested in knowing all of the narrators of the tradition can refer to the concerning Islamic sources. </w:t>
      </w:r>
    </w:p>
    <w:p w:rsidR="001C73B9" w:rsidRDefault="001C73B9" w:rsidP="001C73B9">
      <w:pPr>
        <w:pStyle w:val="libNormal"/>
      </w:pPr>
      <w:r>
        <w:t>1. Zamakhshari in Kashshaf vol. 3, p. 403, Egypt Edition, and vol. 4, pp. 200</w:t>
      </w:r>
      <w:r w:rsidR="00D92C09">
        <w:t>-</w:t>
      </w:r>
      <w:r>
        <w:t xml:space="preserve">221 Beyrut Edition. </w:t>
      </w:r>
    </w:p>
    <w:p w:rsidR="001C73B9" w:rsidRDefault="001C73B9" w:rsidP="001C73B9">
      <w:pPr>
        <w:pStyle w:val="libNormal"/>
      </w:pPr>
      <w:r>
        <w:t>2. Mafitih</w:t>
      </w:r>
      <w:r w:rsidR="00D92C09">
        <w:t>-</w:t>
      </w:r>
      <w:r>
        <w:t>ul</w:t>
      </w:r>
      <w:r w:rsidR="00D92C09">
        <w:t>-</w:t>
      </w:r>
      <w:r>
        <w:t>Qayb, by Fakhr</w:t>
      </w:r>
      <w:r w:rsidR="00D92C09">
        <w:t>-</w:t>
      </w:r>
      <w:r>
        <w:t>i</w:t>
      </w:r>
      <w:r w:rsidR="00D92C09">
        <w:t>-</w:t>
      </w:r>
      <w:r>
        <w:t>RazI, vol. 7, p. 40, Egypt, Dar</w:t>
      </w:r>
      <w:r w:rsidR="00D92C09">
        <w:t>-</w:t>
      </w:r>
      <w:r>
        <w:t>ul</w:t>
      </w:r>
      <w:r w:rsidR="00D92C09">
        <w:t>-</w:t>
      </w:r>
      <w:r>
        <w:t xml:space="preserve">'Amirah Edition. </w:t>
      </w:r>
    </w:p>
    <w:p w:rsidR="001C73B9" w:rsidRDefault="001C73B9" w:rsidP="001C73B9">
      <w:pPr>
        <w:pStyle w:val="libNormal"/>
      </w:pPr>
      <w:r>
        <w:t>3. Mawaddat</w:t>
      </w:r>
      <w:r w:rsidR="00D92C09">
        <w:t>-</w:t>
      </w:r>
      <w:r>
        <w:t>il</w:t>
      </w:r>
      <w:r w:rsidR="00D92C09">
        <w:t>-</w:t>
      </w:r>
      <w:r>
        <w:t xml:space="preserve">Qurba, by Sayyid Ali Hamadani, the thirteenth Mawaddah, p. 117, Lahur Edition. </w:t>
      </w:r>
    </w:p>
    <w:p w:rsidR="001C73B9" w:rsidRDefault="001C73B9" w:rsidP="001C73B9">
      <w:pPr>
        <w:pStyle w:val="libNormal"/>
      </w:pPr>
      <w:r>
        <w:t>4. AI</w:t>
      </w:r>
      <w:r w:rsidR="00D92C09">
        <w:t>-</w:t>
      </w:r>
      <w:r>
        <w:t>Kishif, by Ibn</w:t>
      </w:r>
      <w:r w:rsidR="00D92C09">
        <w:t>-</w:t>
      </w:r>
      <w:r>
        <w:t xml:space="preserve">Hajar 'Aghani, p. 145, Egypt, Mustafa Mohammad Edition. </w:t>
      </w:r>
    </w:p>
    <w:p w:rsidR="001C73B9" w:rsidRDefault="001C73B9" w:rsidP="001C73B9">
      <w:pPr>
        <w:pStyle w:val="libNormal"/>
      </w:pPr>
      <w:r>
        <w:br w:type="page"/>
      </w:r>
    </w:p>
    <w:p w:rsidR="001C73B9" w:rsidRDefault="001C73B9" w:rsidP="001C73B9">
      <w:pPr>
        <w:pStyle w:val="Heading1Center"/>
      </w:pPr>
      <w:bookmarkStart w:id="87" w:name="_Toc444518286"/>
      <w:r>
        <w:lastRenderedPageBreak/>
        <w:t>A GIFT FROM FATIMAH, THE PROPHET'S DAUGHTER (P.B.U.H.)</w:t>
      </w:r>
      <w:bookmarkEnd w:id="87"/>
    </w:p>
    <w:p w:rsidR="001C73B9" w:rsidRDefault="001C73B9" w:rsidP="001C73B9">
      <w:pPr>
        <w:pStyle w:val="libAr"/>
      </w:pPr>
      <w:r>
        <w:rPr>
          <w:rFonts w:hint="eastAsia"/>
          <w:rtl/>
        </w:rPr>
        <w:t>قالَت</w:t>
      </w:r>
      <w:r>
        <w:rPr>
          <w:rtl/>
        </w:rPr>
        <w:t xml:space="preserve"> فاطمةُ الزَّهراسلام الله</w:t>
      </w:r>
      <w:r w:rsidR="00525C12">
        <w:rPr>
          <w:rtl/>
        </w:rPr>
        <w:t xml:space="preserve"> عليه</w:t>
      </w:r>
      <w:r>
        <w:rPr>
          <w:rtl/>
        </w:rPr>
        <w:t>ا</w:t>
      </w:r>
      <w:r>
        <w:t>:</w:t>
      </w:r>
    </w:p>
    <w:p w:rsidR="001C73B9" w:rsidRDefault="001C73B9" w:rsidP="001C73B9">
      <w:pPr>
        <w:pStyle w:val="libAr"/>
      </w:pPr>
      <w:r>
        <w:rPr>
          <w:rFonts w:hint="eastAsia"/>
          <w:rtl/>
        </w:rPr>
        <w:t>خِيارُکُم</w:t>
      </w:r>
      <w:r>
        <w:rPr>
          <w:rtl/>
        </w:rPr>
        <w:t xml:space="preserve"> أليَنَکُم مَناکِبَهُ وَ أکرَمُهُم لِنِسائِهِم</w:t>
      </w:r>
      <w:r>
        <w:t>.</w:t>
      </w:r>
    </w:p>
    <w:p w:rsidR="001C73B9" w:rsidRDefault="001C73B9" w:rsidP="001C73B9">
      <w:pPr>
        <w:pStyle w:val="libNormal"/>
      </w:pPr>
      <w:r>
        <w:t>B. Fatimat</w:t>
      </w:r>
      <w:r w:rsidR="00D92C09">
        <w:t>-</w:t>
      </w:r>
      <w:r>
        <w:t>uz</w:t>
      </w:r>
      <w:r w:rsidR="00D92C09">
        <w:t>-</w:t>
      </w:r>
      <w:r>
        <w:t>zahra (a.s.) said:</w:t>
      </w:r>
      <w:r w:rsidR="00E978C2">
        <w:t>”</w:t>
      </w:r>
      <w:r>
        <w:t>The best of you is the one whose treatment (with people) is the most moderate (and affectionate), and the worthiest of them are those who behave graciously (and honourably) with their wives.</w:t>
      </w:r>
      <w:r w:rsidR="00E978C2">
        <w:t>”</w:t>
      </w:r>
      <w:r>
        <w:t xml:space="preserve"> </w:t>
      </w:r>
    </w:p>
    <w:p w:rsidR="001C73B9" w:rsidRDefault="001C73B9" w:rsidP="001C73B9">
      <w:pPr>
        <w:pStyle w:val="libNormal"/>
      </w:pPr>
      <w:r>
        <w:t>Daia'il</w:t>
      </w:r>
      <w:r w:rsidR="00D92C09">
        <w:t>-</w:t>
      </w:r>
      <w:r>
        <w:t>ul</w:t>
      </w:r>
      <w:r w:rsidR="00D92C09">
        <w:t>-</w:t>
      </w:r>
      <w:r>
        <w:t>'lmimah</w:t>
      </w:r>
    </w:p>
    <w:p w:rsidR="001C73B9" w:rsidRDefault="001C73B9" w:rsidP="001C73B9">
      <w:pPr>
        <w:pStyle w:val="libAr"/>
      </w:pPr>
      <w:r>
        <w:rPr>
          <w:rFonts w:hint="eastAsia"/>
          <w:rtl/>
        </w:rPr>
        <w:t>قالَت</w:t>
      </w:r>
      <w:r>
        <w:rPr>
          <w:rtl/>
        </w:rPr>
        <w:t xml:space="preserve"> فاطمةُ الزَّهراسلام الله</w:t>
      </w:r>
      <w:r w:rsidR="00525C12">
        <w:rPr>
          <w:rtl/>
        </w:rPr>
        <w:t xml:space="preserve"> عليه</w:t>
      </w:r>
      <w:r>
        <w:rPr>
          <w:rtl/>
        </w:rPr>
        <w:t>ا</w:t>
      </w:r>
      <w:r>
        <w:t>:</w:t>
      </w:r>
    </w:p>
    <w:p w:rsidR="001C73B9" w:rsidRDefault="001C73B9" w:rsidP="001C73B9">
      <w:pPr>
        <w:pStyle w:val="libAr"/>
      </w:pPr>
      <w:r>
        <w:rPr>
          <w:rFonts w:hint="eastAsia"/>
          <w:rtl/>
        </w:rPr>
        <w:t>رُوحي</w:t>
      </w:r>
      <w:r>
        <w:rPr>
          <w:rtl/>
        </w:rPr>
        <w:t xml:space="preserve"> لِروُحِکَ الفِداءُ وَ نَفسي لِنَفسِکَ لوِقا يا اَبَاالحَسَنِ</w:t>
      </w:r>
      <w:r>
        <w:t>!</w:t>
      </w:r>
    </w:p>
    <w:p w:rsidR="001C73B9" w:rsidRDefault="001C73B9" w:rsidP="001C73B9">
      <w:pPr>
        <w:pStyle w:val="libAr"/>
      </w:pPr>
      <w:r>
        <w:rPr>
          <w:rFonts w:hint="eastAsia"/>
          <w:rtl/>
        </w:rPr>
        <w:t>اِن</w:t>
      </w:r>
      <w:r>
        <w:rPr>
          <w:rtl/>
        </w:rPr>
        <w:t xml:space="preserve"> کُنتَ في خَيرٍ کُنتُ مَعَکَ وَ اِن کُنتَ في شَرٍّ کُنتُ مَعَکَ</w:t>
      </w:r>
      <w:r>
        <w:t>.</w:t>
      </w:r>
    </w:p>
    <w:p w:rsidR="001C73B9" w:rsidRDefault="001C73B9" w:rsidP="001C73B9">
      <w:pPr>
        <w:pStyle w:val="libAr"/>
      </w:pPr>
      <w:r>
        <w:rPr>
          <w:rFonts w:hint="eastAsia"/>
          <w:rtl/>
        </w:rPr>
        <w:t>الکواکب</w:t>
      </w:r>
      <w:r>
        <w:rPr>
          <w:rtl/>
        </w:rPr>
        <w:t xml:space="preserve"> الدّر</w:t>
      </w:r>
      <w:r>
        <w:rPr>
          <w:rFonts w:hint="cs"/>
          <w:rtl/>
        </w:rPr>
        <w:t>ی</w:t>
      </w:r>
      <w:r>
        <w:rPr>
          <w:rtl/>
        </w:rPr>
        <w:t xml:space="preserve"> ج 1 ص 196</w:t>
      </w:r>
    </w:p>
    <w:p w:rsidR="001C73B9" w:rsidRDefault="001C73B9" w:rsidP="001C73B9">
      <w:pPr>
        <w:pStyle w:val="libNormal"/>
      </w:pPr>
      <w:r>
        <w:t>A. Fatimat</w:t>
      </w:r>
      <w:r w:rsidR="00D92C09">
        <w:t>-</w:t>
      </w:r>
      <w:r>
        <w:t>uz</w:t>
      </w:r>
      <w:r w:rsidR="00D92C09">
        <w:t>-</w:t>
      </w:r>
      <w:r>
        <w:t xml:space="preserve">zahra (a.s.) addressing Ali (a.s.) said: </w:t>
      </w:r>
    </w:p>
    <w:p w:rsidR="001C73B9" w:rsidRDefault="00E978C2" w:rsidP="001C73B9">
      <w:pPr>
        <w:pStyle w:val="libNormal"/>
      </w:pPr>
      <w:r w:rsidRPr="00E978C2">
        <w:rPr>
          <w:rStyle w:val="libItalicChar"/>
        </w:rPr>
        <w:t>“</w:t>
      </w:r>
      <w:r w:rsidR="001C73B9" w:rsidRPr="00E978C2">
        <w:rPr>
          <w:rStyle w:val="libItalicChar"/>
        </w:rPr>
        <w:t>May my soul be sacrified for your soul, and my self be as a shield (against disasters) for your self. O' Hassan's fathed! if you be in a good condition, I will be with you; and if you be in disasters, I will be with you, too.</w:t>
      </w:r>
      <w:r w:rsidRPr="00E978C2">
        <w:rPr>
          <w:rStyle w:val="libItalicChar"/>
        </w:rPr>
        <w:t>”</w:t>
      </w:r>
      <w:r w:rsidR="001C73B9">
        <w:t xml:space="preserve"> </w:t>
      </w:r>
    </w:p>
    <w:p w:rsidR="001C73B9" w:rsidRDefault="001C73B9" w:rsidP="001C73B9">
      <w:pPr>
        <w:pStyle w:val="libNormal"/>
      </w:pPr>
      <w:r>
        <w:t>Al</w:t>
      </w:r>
      <w:r w:rsidR="00D92C09">
        <w:t>-</w:t>
      </w:r>
      <w:r>
        <w:t>Kaukab</w:t>
      </w:r>
      <w:r w:rsidR="00D92C09">
        <w:t>-</w:t>
      </w:r>
      <w:r>
        <w:t>ud</w:t>
      </w:r>
      <w:r w:rsidR="00D92C09">
        <w:t>-</w:t>
      </w:r>
      <w:r>
        <w:t xml:space="preserve">Durri,  vol. 1, p. 196 </w:t>
      </w:r>
    </w:p>
    <w:p w:rsidR="001C73B9" w:rsidRDefault="001C73B9" w:rsidP="001C73B9">
      <w:pPr>
        <w:pStyle w:val="libNormal"/>
      </w:pPr>
      <w:r>
        <w:t xml:space="preserve">C. Imam Hassan Mujtaba (a.s.) saw his mother was uttering invocation for the neighbours, the believers, and other people. He asked her why she did not invocate for herseilf, and she answered: </w:t>
      </w:r>
    </w:p>
    <w:p w:rsidR="001C73B9" w:rsidRDefault="001C73B9" w:rsidP="001C73B9">
      <w:pPr>
        <w:pStyle w:val="libAr"/>
      </w:pPr>
      <w:r>
        <w:rPr>
          <w:rFonts w:hint="eastAsia"/>
          <w:rtl/>
        </w:rPr>
        <w:t>قالَت</w:t>
      </w:r>
      <w:r>
        <w:rPr>
          <w:rtl/>
        </w:rPr>
        <w:t xml:space="preserve"> فاطمةُ الزَّهراسلام الله</w:t>
      </w:r>
      <w:r w:rsidR="00525C12">
        <w:rPr>
          <w:rtl/>
        </w:rPr>
        <w:t xml:space="preserve"> عليه</w:t>
      </w:r>
      <w:r>
        <w:rPr>
          <w:rtl/>
        </w:rPr>
        <w:t>ا: الجَار ثُمَّ الدّار</w:t>
      </w:r>
      <w:r>
        <w:t>.</w:t>
      </w:r>
    </w:p>
    <w:p w:rsidR="001C73B9" w:rsidRDefault="001C73B9" w:rsidP="001C73B9">
      <w:pPr>
        <w:pStyle w:val="libAr"/>
      </w:pPr>
      <w:r>
        <w:rPr>
          <w:rFonts w:hint="eastAsia"/>
          <w:rtl/>
        </w:rPr>
        <w:t>کشف</w:t>
      </w:r>
      <w:r>
        <w:rPr>
          <w:rtl/>
        </w:rPr>
        <w:t xml:space="preserve"> الغمّه ج2 ص25</w:t>
      </w:r>
    </w:p>
    <w:p w:rsidR="001C73B9" w:rsidRDefault="00E978C2" w:rsidP="001C73B9">
      <w:pPr>
        <w:pStyle w:val="libNormal"/>
      </w:pPr>
      <w:r w:rsidRPr="00E978C2">
        <w:rPr>
          <w:rStyle w:val="libItalicChar"/>
        </w:rPr>
        <w:t>“</w:t>
      </w:r>
      <w:r w:rsidR="001C73B9" w:rsidRPr="00E978C2">
        <w:rPr>
          <w:rStyle w:val="libItalicChar"/>
        </w:rPr>
        <w:t>First the neighbours, and then (the members of) the house.</w:t>
      </w:r>
      <w:r w:rsidRPr="00E978C2">
        <w:rPr>
          <w:rStyle w:val="libItalicChar"/>
        </w:rPr>
        <w:t>”</w:t>
      </w:r>
    </w:p>
    <w:p w:rsidR="001C73B9" w:rsidRDefault="001C73B9" w:rsidP="001C73B9">
      <w:pPr>
        <w:pStyle w:val="libNormal"/>
      </w:pPr>
      <w:r>
        <w:t>Kashf</w:t>
      </w:r>
      <w:r w:rsidR="00D92C09">
        <w:t>-</w:t>
      </w:r>
      <w:r>
        <w:t>ul</w:t>
      </w:r>
      <w:r w:rsidR="00D92C09">
        <w:t>-</w:t>
      </w:r>
      <w:r>
        <w:t>Qummah, vol.2, p. 25</w:t>
      </w:r>
    </w:p>
    <w:p w:rsidR="001C73B9" w:rsidRDefault="001C73B9" w:rsidP="001C73B9">
      <w:pPr>
        <w:pStyle w:val="libNormal"/>
      </w:pPr>
      <w:r>
        <w:br w:type="page"/>
      </w:r>
    </w:p>
    <w:p w:rsidR="001C73B9" w:rsidRDefault="001C73B9" w:rsidP="001C73B9">
      <w:pPr>
        <w:pStyle w:val="Heading1Center"/>
      </w:pPr>
      <w:bookmarkStart w:id="88" w:name="_Toc444518287"/>
      <w:r>
        <w:lastRenderedPageBreak/>
        <w:t>THE RECOMONDATION OF FATIMAH, THE PROPHET'S DAUGHTER (P.B.U.H.) TO PEOPLE</w:t>
      </w:r>
      <w:bookmarkEnd w:id="88"/>
    </w:p>
    <w:p w:rsidR="001C73B9" w:rsidRDefault="001C73B9" w:rsidP="001C73B9">
      <w:pPr>
        <w:pStyle w:val="libAr"/>
      </w:pPr>
      <w:r>
        <w:rPr>
          <w:rFonts w:hint="eastAsia"/>
          <w:rtl/>
        </w:rPr>
        <w:t>قالَت</w:t>
      </w:r>
      <w:r>
        <w:rPr>
          <w:rtl/>
        </w:rPr>
        <w:t xml:space="preserve"> فاطمةُ الزَّهراسلام الله</w:t>
      </w:r>
      <w:r w:rsidR="00525C12">
        <w:rPr>
          <w:rtl/>
        </w:rPr>
        <w:t xml:space="preserve"> عليه</w:t>
      </w:r>
      <w:r>
        <w:rPr>
          <w:rtl/>
        </w:rPr>
        <w:t>ا بنتِ رسول اللهصلي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فَجَعَلَ</w:t>
      </w:r>
      <w:r>
        <w:rPr>
          <w:rtl/>
        </w:rPr>
        <w:t xml:space="preserve"> اللهُ الإيمانَ تَطهِيراً لَ:ُم مِنَ الشِّرکِ، وَ الصَّلاةَ تَنزِيهاً لَکُم عَنِ الکِبرِ، وَ الزَّکاةَ تَزکِيةَ لِلنَّفسِ وَ نَماءً فِي الرِّزقِ، وَ الصِّيامَ تَثبِيتاً لِلإخلاصِ، وَ الحَجَّ تَشييداً لِلّدِينِ، و العَدلَ تَنسِيقاً لِلقُلُوبِ، وَ طا</w:t>
      </w:r>
      <w:r>
        <w:rPr>
          <w:rFonts w:hint="eastAsia"/>
          <w:rtl/>
        </w:rPr>
        <w:t>عَتَنا</w:t>
      </w:r>
      <w:r>
        <w:rPr>
          <w:rtl/>
        </w:rPr>
        <w:t xml:space="preserve"> نِظاماً لِلمِلَّةِ، وَ اَمامَتَنا اَماناً مِنَ الفُرقَةِ، وَ الجِهادَ عِزَّاً لِلاِسلامِ، وَ الصَّبرَ مَعُونَةً عَلي استِيجابِ الاَجرِ، وَ الاَمرَ بِالمعَرُوفِ مَصلَحَةً لِلعامَّةِ، وَ بِرَّ الوالِدَينِ وِقايةً مِنَ السُّخطِ، وَ صِلَةَ الارحامِ مِنم</w:t>
      </w:r>
      <w:r>
        <w:rPr>
          <w:rFonts w:hint="eastAsia"/>
          <w:rtl/>
        </w:rPr>
        <w:t>اةً</w:t>
      </w:r>
      <w:r>
        <w:rPr>
          <w:rtl/>
        </w:rPr>
        <w:t xml:space="preserve"> لِلعَدَدِ، وَ القِصاصَ حِقناً لِلدِّماءِ، وَ الوَفاءَ بِالنَّذرِ تَعرِيضاً لِلمَغفِرَةِ وَ تَوفِيةَ المَکاييلِ وَ المَوازِينِ تَغييراً لِلبَخسِ، وَ النَّهي عَن شُربِ الخَمرِ تَنزِيهاً عَنِ الرِّجسِ، وَ اجتِنابَ القَذفِ حِجاباً عَنِ اللَّعنَةِ وَ تَرکَ </w:t>
      </w:r>
      <w:r>
        <w:rPr>
          <w:rFonts w:hint="eastAsia"/>
          <w:rtl/>
        </w:rPr>
        <w:t>السَّرِقَةِ</w:t>
      </w:r>
      <w:r>
        <w:rPr>
          <w:rtl/>
        </w:rPr>
        <w:t xml:space="preserve"> اِيجاباً لِلعِفَّةِ وَ حَرَّمَ اللهُ الشِّرکَ اِخلاصاً لَهُ بَالرُّبُوبِيةِ</w:t>
      </w:r>
      <w:r>
        <w:t>.</w:t>
      </w:r>
    </w:p>
    <w:p w:rsidR="001C73B9" w:rsidRDefault="00E978C2" w:rsidP="001C73B9">
      <w:pPr>
        <w:pStyle w:val="libAr"/>
      </w:pPr>
      <w:r>
        <w:rPr>
          <w:rtl/>
        </w:rPr>
        <w:t>“</w:t>
      </w:r>
      <w:r w:rsidR="001C73B9">
        <w:rPr>
          <w:rtl/>
        </w:rPr>
        <w:t>فَاتَّقُوا اللهَ حَقَّ تُقاتِهِ وَ لا تَمُوتُنَّ اِلّا وَ اَنتُم مُسلِمُونَ</w:t>
      </w:r>
      <w:r>
        <w:rPr>
          <w:rtl/>
        </w:rPr>
        <w:t>”</w:t>
      </w:r>
    </w:p>
    <w:p w:rsidR="001C73B9" w:rsidRDefault="001C73B9" w:rsidP="001C73B9">
      <w:pPr>
        <w:pStyle w:val="libAr"/>
      </w:pPr>
      <w:r>
        <w:rPr>
          <w:rFonts w:hint="eastAsia"/>
          <w:rtl/>
        </w:rPr>
        <w:t>وَ</w:t>
      </w:r>
      <w:r>
        <w:rPr>
          <w:rtl/>
        </w:rPr>
        <w:t xml:space="preserve"> اَطِيعُوا اللهَ فِيما اَمَرَ کُم بِهِ وَ نَهاکُم عَنهُ</w:t>
      </w:r>
      <w:r>
        <w:t>.</w:t>
      </w:r>
    </w:p>
    <w:p w:rsidR="001C73B9" w:rsidRDefault="001C73B9" w:rsidP="001C73B9">
      <w:pPr>
        <w:pStyle w:val="libAr"/>
      </w:pPr>
      <w:r>
        <w:rPr>
          <w:rFonts w:hint="eastAsia"/>
          <w:rtl/>
        </w:rPr>
        <w:t>بحارالانوار</w:t>
      </w:r>
      <w:r>
        <w:rPr>
          <w:rtl/>
        </w:rPr>
        <w:t xml:space="preserve"> ج8 ص 108</w:t>
      </w:r>
      <w:r>
        <w:t>.</w:t>
      </w:r>
    </w:p>
    <w:p w:rsidR="001C73B9" w:rsidRDefault="001C73B9" w:rsidP="001C73B9">
      <w:pPr>
        <w:pStyle w:val="libAr"/>
      </w:pPr>
      <w:r>
        <w:rPr>
          <w:rFonts w:hint="eastAsia"/>
          <w:rtl/>
        </w:rPr>
        <w:t>ابن</w:t>
      </w:r>
      <w:r>
        <w:rPr>
          <w:rtl/>
        </w:rPr>
        <w:t xml:space="preserve"> ابي الحديد في شرح نهج البلاغه</w:t>
      </w:r>
    </w:p>
    <w:p w:rsidR="001C73B9" w:rsidRDefault="001C73B9" w:rsidP="001C73B9">
      <w:pPr>
        <w:pStyle w:val="libAr"/>
      </w:pPr>
      <w:r>
        <w:rPr>
          <w:rFonts w:hint="eastAsia"/>
          <w:rtl/>
        </w:rPr>
        <w:t>مسعودي</w:t>
      </w:r>
      <w:r>
        <w:rPr>
          <w:rtl/>
        </w:rPr>
        <w:t xml:space="preserve"> في</w:t>
      </w:r>
      <w:r w:rsidR="00E978C2">
        <w:rPr>
          <w:rtl/>
        </w:rPr>
        <w:t>”</w:t>
      </w:r>
      <w:r>
        <w:rPr>
          <w:rtl/>
        </w:rPr>
        <w:t xml:space="preserve"> مروج الذهب</w:t>
      </w:r>
    </w:p>
    <w:p w:rsidR="001C73B9" w:rsidRDefault="001C73B9" w:rsidP="001C73B9">
      <w:pPr>
        <w:pStyle w:val="libAr"/>
      </w:pPr>
      <w:r>
        <w:rPr>
          <w:rFonts w:hint="eastAsia"/>
          <w:rtl/>
        </w:rPr>
        <w:t>سيد</w:t>
      </w:r>
      <w:r>
        <w:rPr>
          <w:rtl/>
        </w:rPr>
        <w:t xml:space="preserve"> مرتضي في </w:t>
      </w:r>
      <w:r w:rsidR="00E978C2">
        <w:rPr>
          <w:rtl/>
        </w:rPr>
        <w:t>“</w:t>
      </w:r>
      <w:r>
        <w:rPr>
          <w:rtl/>
        </w:rPr>
        <w:t>الشافي</w:t>
      </w:r>
      <w:r w:rsidR="00E978C2">
        <w:rPr>
          <w:rtl/>
        </w:rPr>
        <w:t>”</w:t>
      </w:r>
      <w:r>
        <w:rPr>
          <w:rtl/>
        </w:rPr>
        <w:t>، عَن عايشه</w:t>
      </w:r>
    </w:p>
    <w:p w:rsidR="001C73B9" w:rsidRDefault="001C73B9" w:rsidP="001C73B9">
      <w:pPr>
        <w:pStyle w:val="libAr"/>
      </w:pPr>
      <w:r>
        <w:rPr>
          <w:rFonts w:hint="eastAsia"/>
          <w:rtl/>
        </w:rPr>
        <w:t>احمد</w:t>
      </w:r>
      <w:r>
        <w:rPr>
          <w:rtl/>
        </w:rPr>
        <w:t xml:space="preserve"> بن موسي ابن مردويه اصفهاني في</w:t>
      </w:r>
      <w:r w:rsidR="00E978C2">
        <w:rPr>
          <w:rtl/>
        </w:rPr>
        <w:t>”</w:t>
      </w:r>
      <w:r>
        <w:rPr>
          <w:rtl/>
        </w:rPr>
        <w:t>المناقب</w:t>
      </w:r>
      <w:r w:rsidR="00E978C2">
        <w:rPr>
          <w:rtl/>
        </w:rPr>
        <w:t>”</w:t>
      </w:r>
      <w:r>
        <w:rPr>
          <w:rtl/>
        </w:rPr>
        <w:t xml:space="preserve"> عَن عايشه</w:t>
      </w:r>
    </w:p>
    <w:p w:rsidR="001C73B9" w:rsidRDefault="001C73B9" w:rsidP="001C73B9">
      <w:pPr>
        <w:pStyle w:val="libNormal"/>
      </w:pPr>
      <w:r>
        <w:t>D. Fatimat</w:t>
      </w:r>
      <w:r w:rsidR="00D92C09">
        <w:t>-</w:t>
      </w:r>
      <w:r>
        <w:t>uz</w:t>
      </w:r>
      <w:r w:rsidR="00D92C09">
        <w:t>-</w:t>
      </w:r>
      <w:r>
        <w:t xml:space="preserve">Zahra (a.s.) in one of her sermons, addressing people, said: </w:t>
      </w:r>
    </w:p>
    <w:p w:rsidR="001C73B9" w:rsidRPr="00E978C2" w:rsidRDefault="00E978C2" w:rsidP="001C73B9">
      <w:pPr>
        <w:pStyle w:val="libNormal"/>
        <w:rPr>
          <w:rStyle w:val="libItalicChar"/>
        </w:rPr>
      </w:pPr>
      <w:r w:rsidRPr="00E978C2">
        <w:rPr>
          <w:rStyle w:val="libItalicChar"/>
        </w:rPr>
        <w:t>“</w:t>
      </w:r>
      <w:r w:rsidR="001C73B9" w:rsidRPr="00E978C2">
        <w:rPr>
          <w:rStyle w:val="libItalicChar"/>
        </w:rPr>
        <w:t xml:space="preserve">… Allah assigned Faith for you as purification from polytheism; </w:t>
      </w:r>
    </w:p>
    <w:p w:rsidR="001C73B9" w:rsidRPr="00E978C2" w:rsidRDefault="001C73B9" w:rsidP="001C73B9">
      <w:pPr>
        <w:pStyle w:val="libNormal"/>
        <w:rPr>
          <w:rStyle w:val="libItalicChar"/>
        </w:rPr>
      </w:pPr>
      <w:r w:rsidRPr="00E978C2">
        <w:rPr>
          <w:rStyle w:val="libItalicChar"/>
        </w:rPr>
        <w:t xml:space="preserve">Prayers as being free from pride; </w:t>
      </w:r>
    </w:p>
    <w:p w:rsidR="001C73B9" w:rsidRPr="00E978C2" w:rsidRDefault="001C73B9" w:rsidP="001C73B9">
      <w:pPr>
        <w:pStyle w:val="libNormal"/>
        <w:rPr>
          <w:rStyle w:val="libItalicChar"/>
        </w:rPr>
      </w:pPr>
      <w:r w:rsidRPr="00E978C2">
        <w:rPr>
          <w:rStyle w:val="libItalicChar"/>
        </w:rPr>
        <w:t>Alms</w:t>
      </w:r>
      <w:r w:rsidR="00D92C09" w:rsidRPr="00E978C2">
        <w:rPr>
          <w:rStyle w:val="libItalicChar"/>
        </w:rPr>
        <w:t>-</w:t>
      </w:r>
      <w:r w:rsidRPr="00E978C2">
        <w:rPr>
          <w:rStyle w:val="libItalicChar"/>
        </w:rPr>
        <w:t xml:space="preserve">tax as refinement of the soul and increase of the sustenance; </w:t>
      </w:r>
    </w:p>
    <w:p w:rsidR="001C73B9" w:rsidRPr="00E978C2" w:rsidRDefault="001C73B9" w:rsidP="001C73B9">
      <w:pPr>
        <w:pStyle w:val="libNormal"/>
        <w:rPr>
          <w:rStyle w:val="libItalicChar"/>
        </w:rPr>
      </w:pPr>
      <w:r w:rsidRPr="00E978C2">
        <w:rPr>
          <w:rStyle w:val="libItalicChar"/>
        </w:rPr>
        <w:t xml:space="preserve">Fasting for fixing the sincerity; </w:t>
      </w:r>
    </w:p>
    <w:p w:rsidR="001C73B9" w:rsidRPr="00E978C2" w:rsidRDefault="001C73B9" w:rsidP="001C73B9">
      <w:pPr>
        <w:pStyle w:val="libNormal"/>
        <w:rPr>
          <w:rStyle w:val="libItalicChar"/>
        </w:rPr>
      </w:pPr>
      <w:r w:rsidRPr="00E978C2">
        <w:rPr>
          <w:rStyle w:val="libItalicChar"/>
        </w:rPr>
        <w:t xml:space="preserve">Hajj pillimage as a cause of strength in the religion (of Islam); </w:t>
      </w:r>
    </w:p>
    <w:p w:rsidR="001C73B9" w:rsidRPr="00E978C2" w:rsidRDefault="001C73B9" w:rsidP="001C73B9">
      <w:pPr>
        <w:pStyle w:val="libNormal"/>
        <w:rPr>
          <w:rStyle w:val="libItalicChar"/>
        </w:rPr>
      </w:pPr>
      <w:r w:rsidRPr="00E978C2">
        <w:rPr>
          <w:rStyle w:val="libItalicChar"/>
        </w:rPr>
        <w:t xml:space="preserve">Justice as a means of harmonization of the hearts; </w:t>
      </w:r>
    </w:p>
    <w:p w:rsidR="001C73B9" w:rsidRPr="00E978C2" w:rsidRDefault="001C73B9" w:rsidP="001C73B9">
      <w:pPr>
        <w:pStyle w:val="libNormal"/>
        <w:rPr>
          <w:rStyle w:val="libItalicChar"/>
        </w:rPr>
      </w:pPr>
      <w:r w:rsidRPr="00E978C2">
        <w:rPr>
          <w:rStyle w:val="libItalicChar"/>
        </w:rPr>
        <w:t xml:space="preserve">Our obedience as a source of oganization of (Islamic) community; </w:t>
      </w:r>
    </w:p>
    <w:p w:rsidR="001C73B9" w:rsidRPr="00E978C2" w:rsidRDefault="001C73B9" w:rsidP="001C73B9">
      <w:pPr>
        <w:pStyle w:val="libNormal"/>
        <w:rPr>
          <w:rStyle w:val="libItalicChar"/>
        </w:rPr>
      </w:pPr>
      <w:r w:rsidRPr="00E978C2">
        <w:rPr>
          <w:rStyle w:val="libItalicChar"/>
        </w:rPr>
        <w:t xml:space="preserve">Our mastership as a protcdion from dispersion; </w:t>
      </w:r>
    </w:p>
    <w:p w:rsidR="001C73B9" w:rsidRPr="00E978C2" w:rsidRDefault="001C73B9" w:rsidP="001C73B9">
      <w:pPr>
        <w:pStyle w:val="libNormal"/>
        <w:rPr>
          <w:rStyle w:val="libItalicChar"/>
        </w:rPr>
      </w:pPr>
      <w:r w:rsidRPr="00E978C2">
        <w:rPr>
          <w:rStyle w:val="libItalicChar"/>
        </w:rPr>
        <w:t xml:space="preserve">Holy struggle as the glory of Islam; </w:t>
      </w:r>
    </w:p>
    <w:p w:rsidR="001C73B9" w:rsidRPr="00E978C2" w:rsidRDefault="001C73B9" w:rsidP="001C73B9">
      <w:pPr>
        <w:pStyle w:val="libNormal"/>
        <w:rPr>
          <w:rStyle w:val="libItalicChar"/>
        </w:rPr>
      </w:pPr>
      <w:r w:rsidRPr="00E978C2">
        <w:rPr>
          <w:rStyle w:val="libItalicChar"/>
        </w:rPr>
        <w:t xml:space="preserve">Patience as a means of absorbing rewards (from Allah); </w:t>
      </w:r>
    </w:p>
    <w:p w:rsidR="001C73B9" w:rsidRPr="00E978C2" w:rsidRDefault="001C73B9" w:rsidP="001C73B9">
      <w:pPr>
        <w:pStyle w:val="libNormal"/>
        <w:rPr>
          <w:rStyle w:val="libItalicChar"/>
        </w:rPr>
      </w:pPr>
      <w:r w:rsidRPr="00E978C2">
        <w:rPr>
          <w:rStyle w:val="libItalicChar"/>
        </w:rPr>
        <w:t xml:space="preserve">Enjoining right and forbidding wrong as a means of improvement of common people; </w:t>
      </w:r>
    </w:p>
    <w:p w:rsidR="001C73B9" w:rsidRPr="00E978C2" w:rsidRDefault="001C73B9" w:rsidP="001C73B9">
      <w:pPr>
        <w:pStyle w:val="libNormal"/>
        <w:rPr>
          <w:rStyle w:val="libItalicChar"/>
        </w:rPr>
      </w:pPr>
      <w:r w:rsidRPr="00E978C2">
        <w:rPr>
          <w:rStyle w:val="libItalicChar"/>
        </w:rPr>
        <w:t xml:space="preserve">Doing goodness to the parents as a barrier for the Wrath (of Allah); </w:t>
      </w:r>
    </w:p>
    <w:p w:rsidR="001C73B9" w:rsidRPr="00E978C2" w:rsidRDefault="001C73B9" w:rsidP="001C73B9">
      <w:pPr>
        <w:pStyle w:val="libNormal"/>
        <w:rPr>
          <w:rStyle w:val="libItalicChar"/>
        </w:rPr>
      </w:pPr>
      <w:r w:rsidRPr="00E978C2">
        <w:rPr>
          <w:rStyle w:val="libItalicChar"/>
        </w:rPr>
        <w:t>Strengthening blood</w:t>
      </w:r>
      <w:r w:rsidR="00D92C09" w:rsidRPr="00E978C2">
        <w:rPr>
          <w:rStyle w:val="libItalicChar"/>
        </w:rPr>
        <w:t>-</w:t>
      </w:r>
      <w:r w:rsidRPr="00E978C2">
        <w:rPr>
          <w:rStyle w:val="libItalicChar"/>
        </w:rPr>
        <w:t xml:space="preserve">kinship as a cause of increase in population and power; </w:t>
      </w:r>
    </w:p>
    <w:p w:rsidR="001C73B9" w:rsidRPr="00E978C2" w:rsidRDefault="001C73B9" w:rsidP="001C73B9">
      <w:pPr>
        <w:pStyle w:val="libNormal"/>
        <w:rPr>
          <w:rStyle w:val="libItalicChar"/>
        </w:rPr>
      </w:pPr>
      <w:r w:rsidRPr="00E978C2">
        <w:rPr>
          <w:rStyle w:val="libItalicChar"/>
        </w:rPr>
        <w:t xml:space="preserve">Retaliation as a prevention of bloodsheds (a security of lives); </w:t>
      </w:r>
    </w:p>
    <w:p w:rsidR="001C73B9" w:rsidRPr="00E978C2" w:rsidRDefault="001C73B9" w:rsidP="001C73B9">
      <w:pPr>
        <w:pStyle w:val="libNormal"/>
        <w:rPr>
          <w:rStyle w:val="libItalicChar"/>
        </w:rPr>
      </w:pPr>
      <w:r w:rsidRPr="00E978C2">
        <w:rPr>
          <w:rStyle w:val="libItalicChar"/>
        </w:rPr>
        <w:t xml:space="preserve">Fulfillment of the promise as an extension of forgiveness; </w:t>
      </w:r>
    </w:p>
    <w:p w:rsidR="001C73B9" w:rsidRPr="00E978C2" w:rsidRDefault="001C73B9" w:rsidP="001C73B9">
      <w:pPr>
        <w:pStyle w:val="libNormal"/>
        <w:rPr>
          <w:rStyle w:val="libItalicChar"/>
        </w:rPr>
      </w:pPr>
      <w:r w:rsidRPr="00E978C2">
        <w:rPr>
          <w:rStyle w:val="libItalicChar"/>
        </w:rPr>
        <w:lastRenderedPageBreak/>
        <w:t xml:space="preserve">Hindering from defrauding in scales and measures as a means against deficiencies; </w:t>
      </w:r>
    </w:p>
    <w:p w:rsidR="001C73B9" w:rsidRPr="00E978C2" w:rsidRDefault="001C73B9" w:rsidP="001C73B9">
      <w:pPr>
        <w:pStyle w:val="libNormal"/>
        <w:rPr>
          <w:rStyle w:val="libItalicChar"/>
        </w:rPr>
      </w:pPr>
      <w:r w:rsidRPr="00E978C2">
        <w:rPr>
          <w:rStyle w:val="libItalicChar"/>
        </w:rPr>
        <w:t xml:space="preserve">Discourage of drinking wine ( alcoholic liquors) as a cause of purification from abominations </w:t>
      </w:r>
    </w:p>
    <w:p w:rsidR="001C73B9" w:rsidRPr="00E978C2" w:rsidRDefault="001C73B9" w:rsidP="001C73B9">
      <w:pPr>
        <w:pStyle w:val="libNormal"/>
        <w:rPr>
          <w:rStyle w:val="libItalicChar"/>
        </w:rPr>
      </w:pPr>
      <w:r w:rsidRPr="00E978C2">
        <w:rPr>
          <w:rStyle w:val="libItalicChar"/>
        </w:rPr>
        <w:t xml:space="preserve">Avoiding from accusation as a curtain before the curse of Allah; </w:t>
      </w:r>
    </w:p>
    <w:p w:rsidR="001C73B9" w:rsidRPr="00E978C2" w:rsidRDefault="001C73B9" w:rsidP="001C73B9">
      <w:pPr>
        <w:pStyle w:val="libNormal"/>
        <w:rPr>
          <w:rStyle w:val="libItalicChar"/>
        </w:rPr>
      </w:pPr>
      <w:r w:rsidRPr="00E978C2">
        <w:rPr>
          <w:rStyle w:val="libItalicChar"/>
        </w:rPr>
        <w:t xml:space="preserve">Abundoning theft for the protection of modesty of the self; </w:t>
      </w:r>
    </w:p>
    <w:p w:rsidR="001C73B9" w:rsidRDefault="001C73B9" w:rsidP="001C73B9">
      <w:pPr>
        <w:pStyle w:val="libNormal"/>
      </w:pPr>
      <w:r w:rsidRPr="00E978C2">
        <w:rPr>
          <w:rStyle w:val="libItalicChar"/>
        </w:rPr>
        <w:t>Prohibition of polytheism as sincerity in servitude to Him and the lordship of the Lord.</w:t>
      </w:r>
      <w:r w:rsidR="00E978C2" w:rsidRPr="00E978C2">
        <w:rPr>
          <w:rStyle w:val="libItalicChar"/>
        </w:rPr>
        <w:t>”</w:t>
      </w:r>
      <w:r>
        <w:t xml:space="preserve"> </w:t>
      </w:r>
    </w:p>
    <w:p w:rsidR="001C73B9" w:rsidRDefault="00E978C2" w:rsidP="001C73B9">
      <w:pPr>
        <w:pStyle w:val="libNormal"/>
      </w:pPr>
      <w:r w:rsidRPr="00E978C2">
        <w:rPr>
          <w:rStyle w:val="libItalicChar"/>
        </w:rPr>
        <w:t>“</w:t>
      </w:r>
      <w:r w:rsidR="001C73B9" w:rsidRPr="00E978C2">
        <w:rPr>
          <w:rStyle w:val="libItalicChar"/>
        </w:rPr>
        <w:t>Now that it is so, ' Then be in awe of Allah as it is due to him: and do not die unless you are Muslims'.</w:t>
      </w:r>
      <w:r w:rsidRPr="00E978C2">
        <w:rPr>
          <w:rStyle w:val="libItalicChar"/>
        </w:rPr>
        <w:t>”</w:t>
      </w:r>
      <w:r w:rsidR="001C73B9" w:rsidRPr="00D23CAB">
        <w:rPr>
          <w:rStyle w:val="libFootnotenumChar"/>
        </w:rPr>
        <w:t>[7]</w:t>
      </w:r>
      <w:r w:rsidR="001C73B9">
        <w:t xml:space="preserve"> </w:t>
      </w:r>
    </w:p>
    <w:p w:rsidR="001C73B9" w:rsidRDefault="00E978C2" w:rsidP="001C73B9">
      <w:pPr>
        <w:pStyle w:val="libNormal"/>
      </w:pPr>
      <w:r w:rsidRPr="00E978C2">
        <w:rPr>
          <w:rStyle w:val="libItalicChar"/>
        </w:rPr>
        <w:t>“</w:t>
      </w:r>
      <w:r w:rsidR="001C73B9" w:rsidRPr="00E978C2">
        <w:rPr>
          <w:rStyle w:val="libItalicChar"/>
        </w:rPr>
        <w:t xml:space="preserve"> And obey Allah,in what He has commanded you to, and in what He has prohibited you from; and pave the way of knowledge. ....</w:t>
      </w:r>
      <w:r w:rsidRPr="00E978C2">
        <w:rPr>
          <w:rStyle w:val="libItalicChar"/>
        </w:rPr>
        <w:t>”</w:t>
      </w:r>
    </w:p>
    <w:p w:rsidR="001C73B9" w:rsidRDefault="001C73B9" w:rsidP="001C73B9">
      <w:pPr>
        <w:pStyle w:val="libNormal"/>
      </w:pPr>
      <w:r>
        <w:t>Sharh</w:t>
      </w:r>
      <w:r w:rsidR="00D92C09">
        <w:t>-</w:t>
      </w:r>
      <w:r>
        <w:t>i</w:t>
      </w:r>
      <w:r w:rsidR="00D92C09">
        <w:t>-</w:t>
      </w:r>
      <w:r>
        <w:t>Nahjul</w:t>
      </w:r>
      <w:r w:rsidR="00D92C09">
        <w:t>-</w:t>
      </w:r>
      <w:r>
        <w:t>Ballqah  by Ibn</w:t>
      </w:r>
      <w:r w:rsidR="00D92C09">
        <w:t>-</w:t>
      </w:r>
      <w:r>
        <w:t>Abil</w:t>
      </w:r>
      <w:r w:rsidR="00D92C09">
        <w:t>-</w:t>
      </w:r>
      <w:r>
        <w:t>Hadid;</w:t>
      </w:r>
    </w:p>
    <w:p w:rsidR="001C73B9" w:rsidRDefault="001C73B9" w:rsidP="001C73B9">
      <w:pPr>
        <w:pStyle w:val="libNormal"/>
      </w:pPr>
      <w:r>
        <w:t>Muruj</w:t>
      </w:r>
      <w:r w:rsidR="00D92C09">
        <w:t>-</w:t>
      </w:r>
      <w:r>
        <w:t>uz</w:t>
      </w:r>
      <w:r w:rsidR="00D92C09">
        <w:t>-</w:t>
      </w:r>
      <w:r>
        <w:t>Zahab by Masudi;</w:t>
      </w:r>
    </w:p>
    <w:p w:rsidR="001C73B9" w:rsidRDefault="001C73B9" w:rsidP="001C73B9">
      <w:pPr>
        <w:pStyle w:val="libNormal"/>
      </w:pPr>
      <w:r>
        <w:t xml:space="preserve"> Shafi; by Sayyid</w:t>
      </w:r>
      <w:r w:rsidR="00D92C09">
        <w:t>-</w:t>
      </w:r>
      <w:r>
        <w:t>i</w:t>
      </w:r>
      <w:r w:rsidR="00D92C09">
        <w:t>-</w:t>
      </w:r>
      <w:r>
        <w:t>Murtada, narrated  from 'Ayishah;</w:t>
      </w:r>
    </w:p>
    <w:p w:rsidR="001C73B9" w:rsidRDefault="001C73B9" w:rsidP="001C73B9">
      <w:pPr>
        <w:pStyle w:val="libNormal"/>
      </w:pPr>
      <w:r>
        <w:t xml:space="preserve"> Al</w:t>
      </w:r>
      <w:r w:rsidR="00D92C09">
        <w:t>-</w:t>
      </w:r>
      <w:r>
        <w:t>Manaqib, by  Abmad</w:t>
      </w:r>
      <w:r w:rsidR="00D92C09">
        <w:t>-</w:t>
      </w:r>
      <w:r>
        <w:t>ibn</w:t>
      </w:r>
      <w:r w:rsidR="00D92C09">
        <w:t>-</w:t>
      </w:r>
      <w:r>
        <w:t>Musa Ibn</w:t>
      </w:r>
      <w:r w:rsidR="00D92C09">
        <w:t>-</w:t>
      </w:r>
      <w:r>
        <w:t xml:space="preserve">Mardiwayh Esfahani  </w:t>
      </w:r>
    </w:p>
    <w:p w:rsidR="001C73B9" w:rsidRDefault="001C73B9" w:rsidP="001C73B9">
      <w:pPr>
        <w:pStyle w:val="libAr"/>
      </w:pPr>
      <w:r>
        <w:rPr>
          <w:rFonts w:hint="eastAsia"/>
          <w:rtl/>
        </w:rPr>
        <w:t>قَالَ</w:t>
      </w:r>
      <w:r>
        <w:rPr>
          <w:rtl/>
        </w:rPr>
        <w:t xml:space="preserve"> النَّبِي</w:t>
      </w:r>
      <w:r>
        <w:t xml:space="preserve"> </w:t>
      </w:r>
      <w:r>
        <w:rPr>
          <w:rtl/>
        </w:rPr>
        <w:t xml:space="preserve">صلي الله </w:t>
      </w:r>
      <w:r w:rsidR="00525C12">
        <w:rPr>
          <w:rtl/>
        </w:rPr>
        <w:t xml:space="preserve"> عليه</w:t>
      </w:r>
      <w:r>
        <w:rPr>
          <w:rtl/>
        </w:rPr>
        <w:t xml:space="preserve"> و آله و سلم</w:t>
      </w:r>
      <w:r>
        <w:t>:</w:t>
      </w:r>
    </w:p>
    <w:p w:rsidR="001C73B9" w:rsidRDefault="001C73B9" w:rsidP="001C73B9">
      <w:pPr>
        <w:pStyle w:val="libAr"/>
      </w:pPr>
      <w:r>
        <w:rPr>
          <w:rFonts w:hint="eastAsia"/>
          <w:rtl/>
        </w:rPr>
        <w:t>يا</w:t>
      </w:r>
      <w:r>
        <w:rPr>
          <w:rtl/>
        </w:rPr>
        <w:t xml:space="preserve"> سَلمانُ مَن اَحَبَّ فاطِمَةَ بِنتي فَهُوَ فِي الجَنَّةِ مَعي، وَ مَن اَبغَضَعا فَهُوَ فِي النَّار</w:t>
      </w:r>
    </w:p>
    <w:p w:rsidR="001C73B9" w:rsidRDefault="001C73B9" w:rsidP="001C73B9">
      <w:pPr>
        <w:pStyle w:val="libAr"/>
      </w:pPr>
      <w:r>
        <w:rPr>
          <w:rFonts w:hint="eastAsia"/>
          <w:rtl/>
        </w:rPr>
        <w:t>فرائد</w:t>
      </w:r>
      <w:r>
        <w:rPr>
          <w:rtl/>
        </w:rPr>
        <w:t xml:space="preserve"> السّمطين، ج2 ص 67</w:t>
      </w:r>
    </w:p>
    <w:p w:rsidR="001C73B9" w:rsidRDefault="001C73B9" w:rsidP="001C73B9">
      <w:pPr>
        <w:pStyle w:val="libNormal"/>
      </w:pPr>
      <w:r>
        <w:t xml:space="preserve">The holy Prophet (p.b.u.h.), about the virtue of Fatimah, said: </w:t>
      </w:r>
      <w:r w:rsidR="00E978C2" w:rsidRPr="00E978C2">
        <w:rPr>
          <w:rStyle w:val="libItalicChar"/>
        </w:rPr>
        <w:t>“</w:t>
      </w:r>
      <w:r w:rsidRPr="00E978C2">
        <w:rPr>
          <w:rStyle w:val="libItalicChar"/>
        </w:rPr>
        <w:t>O' Salman! whoever loves Fatimah, my daugbter, will be in Heaven with me; and whoever dislikes her, then the one win be in (Hell) Fire.</w:t>
      </w:r>
      <w:r w:rsidR="00E978C2" w:rsidRPr="00E978C2">
        <w:rPr>
          <w:rStyle w:val="libItalicChar"/>
        </w:rPr>
        <w:t>”</w:t>
      </w:r>
    </w:p>
    <w:p w:rsidR="001C73B9" w:rsidRDefault="001C73B9" w:rsidP="001C73B9">
      <w:pPr>
        <w:pStyle w:val="libNormal"/>
      </w:pPr>
      <w:r>
        <w:t>Faraid</w:t>
      </w:r>
      <w:r w:rsidR="00D92C09">
        <w:t>-</w:t>
      </w:r>
      <w:r>
        <w:t>us</w:t>
      </w:r>
      <w:r w:rsidR="00D92C09">
        <w:t>-</w:t>
      </w:r>
      <w:r>
        <w:t xml:space="preserve">Samtayn, vol.2, p.67 </w:t>
      </w:r>
    </w:p>
    <w:p w:rsidR="001C73B9" w:rsidRDefault="001C73B9" w:rsidP="001C73B9">
      <w:pPr>
        <w:pStyle w:val="libAr"/>
      </w:pPr>
      <w:r>
        <w:rPr>
          <w:rFonts w:hint="eastAsia"/>
          <w:rtl/>
        </w:rPr>
        <w:t>قَالَ</w:t>
      </w:r>
      <w:r>
        <w:rPr>
          <w:rtl/>
        </w:rPr>
        <w:t xml:space="preserve"> رَسُولَ اللهصلي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مَن</w:t>
      </w:r>
      <w:r>
        <w:rPr>
          <w:rtl/>
        </w:rPr>
        <w:t xml:space="preserve"> اَنکَرَ القائِمَ مِن وُلدي في غَيبَتِهِ ماتَ ميتَةَ الجاهِلَّيةِ</w:t>
      </w:r>
      <w:r>
        <w:t>.</w:t>
      </w:r>
    </w:p>
    <w:p w:rsidR="001C73B9" w:rsidRDefault="001C73B9" w:rsidP="001C73B9">
      <w:pPr>
        <w:pStyle w:val="libNormal"/>
      </w:pPr>
      <w:r>
        <w:t xml:space="preserve">The Messenger of Allah (p.b.u.h.) said: </w:t>
      </w:r>
      <w:r w:rsidR="00E978C2" w:rsidRPr="00E978C2">
        <w:rPr>
          <w:rStyle w:val="libItalicChar"/>
        </w:rPr>
        <w:t>“</w:t>
      </w:r>
      <w:r w:rsidRPr="00E978C2">
        <w:rPr>
          <w:rStyle w:val="libItalicChar"/>
        </w:rPr>
        <w:t>He who rejects Qa'im (the Upholder) from my progeny in his absence, has died like the death in the Age of Ignorance,</w:t>
      </w:r>
      <w:r w:rsidR="00E978C2" w:rsidRPr="00E978C2">
        <w:rPr>
          <w:rStyle w:val="libItalicChar"/>
        </w:rPr>
        <w:t>”</w:t>
      </w:r>
      <w:r>
        <w:t xml:space="preserve"> </w:t>
      </w:r>
    </w:p>
    <w:p w:rsidR="001C73B9" w:rsidRDefault="001C73B9" w:rsidP="001C73B9">
      <w:pPr>
        <w:pStyle w:val="libNormal"/>
      </w:pPr>
      <w:r>
        <w:t>Bihar</w:t>
      </w:r>
      <w:r w:rsidR="00D92C09">
        <w:t>-</w:t>
      </w:r>
      <w:r>
        <w:t>ul</w:t>
      </w:r>
      <w:r w:rsidR="00D92C09">
        <w:t>-</w:t>
      </w:r>
      <w:r>
        <w:t>'Anwar, VoL 51, p. 72</w:t>
      </w:r>
    </w:p>
    <w:p w:rsidR="001C73B9" w:rsidRDefault="001C73B9" w:rsidP="001C73B9">
      <w:pPr>
        <w:pStyle w:val="libAr"/>
      </w:pPr>
      <w:r>
        <w:rPr>
          <w:rFonts w:hint="eastAsia"/>
          <w:rtl/>
        </w:rPr>
        <w:t>قال</w:t>
      </w:r>
      <w:r>
        <w:rPr>
          <w:rtl/>
        </w:rPr>
        <w:t xml:space="preserve"> النَّبيصلي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طُوبي</w:t>
      </w:r>
      <w:r>
        <w:rPr>
          <w:rtl/>
        </w:rPr>
        <w:t xml:space="preserve"> لِلصّابِرينَ في غَيبَتِهِ، طُوبي لِلمُتَّقينَ عَلي مُحَجَّتِهِم، اُولئِکَ وَ صَفَهُمُ اللهُ في کِتابِهِ فَقالَ: «وَالَّذين يؤمِنُونَ بالغَيبِ» وَ قالَ:« اُولئِکَ حِزبُ اللهِ اَلا اِنَّ حِزبَ اللهِ هُمُ المُفلِحُونَ</w:t>
      </w:r>
      <w:r>
        <w:t>».</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Happy are those who are patient in his absence, and happy are those who remain steadfast in having their love (Ahl</w:t>
      </w:r>
      <w:r w:rsidR="00D92C09" w:rsidRPr="00E978C2">
        <w:rPr>
          <w:rStyle w:val="libItalicChar"/>
        </w:rPr>
        <w:t>-</w:t>
      </w:r>
      <w:r w:rsidRPr="00E978C2">
        <w:rPr>
          <w:rStyle w:val="libItalicChar"/>
        </w:rPr>
        <w:t>ul</w:t>
      </w:r>
      <w:r w:rsidR="00D92C09" w:rsidRPr="00E978C2">
        <w:rPr>
          <w:rStyle w:val="libItalicChar"/>
        </w:rPr>
        <w:t>-</w:t>
      </w:r>
      <w:r w:rsidRPr="00E978C2">
        <w:rPr>
          <w:rStyle w:val="libItalicChar"/>
        </w:rPr>
        <w:t xml:space="preserve">Bayt's). Allah has explained (their qualities) in His Book. saying: </w:t>
      </w:r>
      <w:r w:rsidR="00E978C2" w:rsidRPr="00E978C2">
        <w:rPr>
          <w:rStyle w:val="libItalicChar"/>
        </w:rPr>
        <w:t>“</w:t>
      </w:r>
      <w:r w:rsidRPr="00E978C2">
        <w:rPr>
          <w:rStyle w:val="libItalicChar"/>
        </w:rPr>
        <w:t>Those who believe in Unseen',</w:t>
      </w:r>
      <w:r w:rsidRPr="00E978C2">
        <w:rPr>
          <w:rStyle w:val="libFootnotenumChar"/>
        </w:rPr>
        <w:t>[8]</w:t>
      </w:r>
      <w:r w:rsidRPr="00E978C2">
        <w:rPr>
          <w:rStyle w:val="libItalicChar"/>
        </w:rPr>
        <w:t xml:space="preserve"> and he added: 'These are Allah's party, now surely the party of Allah are the successful ones'.</w:t>
      </w:r>
      <w:r w:rsidR="00E978C2" w:rsidRPr="00E978C2">
        <w:rPr>
          <w:rStyle w:val="libItalicChar"/>
        </w:rPr>
        <w:t>”</w:t>
      </w:r>
      <w:r w:rsidRPr="00D23CAB">
        <w:rPr>
          <w:rStyle w:val="libFootnotenumChar"/>
        </w:rPr>
        <w:t>[9]</w:t>
      </w:r>
      <w:r>
        <w:t xml:space="preserve"> </w:t>
      </w:r>
    </w:p>
    <w:p w:rsidR="001C73B9" w:rsidRDefault="001C73B9" w:rsidP="001C73B9">
      <w:pPr>
        <w:pStyle w:val="libNormal"/>
      </w:pPr>
      <w:r>
        <w:t>Bihar</w:t>
      </w:r>
      <w:r w:rsidR="00D92C09">
        <w:t>-</w:t>
      </w:r>
      <w:r>
        <w:t>ul</w:t>
      </w:r>
      <w:r w:rsidR="00D92C09">
        <w:t>-</w:t>
      </w:r>
      <w:r>
        <w:t>' Anwar,. Vol. 52, P. 143</w:t>
      </w:r>
    </w:p>
    <w:p w:rsidR="001C73B9" w:rsidRDefault="001C73B9" w:rsidP="001C73B9">
      <w:pPr>
        <w:pStyle w:val="libAr"/>
      </w:pPr>
      <w:r>
        <w:rPr>
          <w:rFonts w:hint="eastAsia"/>
          <w:rtl/>
        </w:rPr>
        <w:t>قالَ</w:t>
      </w:r>
      <w:r>
        <w:rPr>
          <w:rtl/>
        </w:rPr>
        <w:t xml:space="preserve">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lastRenderedPageBreak/>
        <w:t>يا</w:t>
      </w:r>
      <w:r>
        <w:rPr>
          <w:rtl/>
        </w:rPr>
        <w:t xml:space="preserve"> اَبا بَصير طُوبي لِشِيعَةِ قائِمِنَا المُنتَظِرينَ لِظُهُورِهِ، في غَيبِتِهِ، وَ المُطِيعينَ لَه في ظُهُورِهِ، اُولئِکَ اَؤلياءُ اللهِ الَّذِينَ لا خَوفٌ</w:t>
      </w:r>
      <w:r w:rsidR="00525C12">
        <w:rPr>
          <w:rtl/>
        </w:rPr>
        <w:t xml:space="preserve"> عليه</w:t>
      </w:r>
      <w:r>
        <w:rPr>
          <w:rtl/>
        </w:rPr>
        <w:t>م وَ لا هُم يحزَنُونَ</w:t>
      </w:r>
      <w:r>
        <w:t>..</w:t>
      </w:r>
    </w:p>
    <w:p w:rsidR="001C73B9" w:rsidRDefault="001C73B9" w:rsidP="001C73B9">
      <w:pPr>
        <w:pStyle w:val="libNormal"/>
      </w:pPr>
      <w:r>
        <w:t>Imam Sadiq (a.s.) said:</w:t>
      </w:r>
      <w:r w:rsidR="00E978C2">
        <w:t>”</w:t>
      </w:r>
      <w:r>
        <w:t xml:space="preserve">O' Abubasir! Happy is he who is among the followers of our Qa'im (the Upholder), these who wait for his reappearance in his absence and obey him at the time of his advent These are the saints of Allah, those who no fear shall be upon them, nor shan they grieve:' </w:t>
      </w:r>
    </w:p>
    <w:p w:rsidR="001C73B9" w:rsidRDefault="001C73B9" w:rsidP="001C73B9">
      <w:pPr>
        <w:pStyle w:val="libNormal"/>
      </w:pPr>
      <w:r>
        <w:t>Bihar</w:t>
      </w:r>
      <w:r w:rsidR="00D92C09">
        <w:t>-</w:t>
      </w:r>
      <w:r>
        <w:t>ul</w:t>
      </w:r>
      <w:r w:rsidR="00D92C09">
        <w:t>-</w:t>
      </w:r>
      <w:r>
        <w:t xml:space="preserve">' Anwar, vol. 52, p. 150 </w:t>
      </w:r>
    </w:p>
    <w:p w:rsidR="001C73B9" w:rsidRDefault="001C73B9" w:rsidP="001C73B9">
      <w:pPr>
        <w:pStyle w:val="libAr"/>
      </w:pPr>
      <w:r>
        <w:rPr>
          <w:rFonts w:hint="eastAsia"/>
          <w:rtl/>
        </w:rPr>
        <w:t>قَالَ</w:t>
      </w:r>
      <w:r>
        <w:rPr>
          <w:rtl/>
        </w:rPr>
        <w:t xml:space="preserve"> اَبُوعَبدِاللهِ</w:t>
      </w:r>
      <w:r w:rsidR="00525C12">
        <w:rPr>
          <w:rtl/>
        </w:rPr>
        <w:t xml:space="preserve"> </w:t>
      </w:r>
      <w:r w:rsidR="008A02F7">
        <w:rPr>
          <w:rtl/>
        </w:rPr>
        <w:t xml:space="preserve">عليه السلام </w:t>
      </w:r>
      <w:r>
        <w:t>:</w:t>
      </w:r>
    </w:p>
    <w:p w:rsidR="001C73B9" w:rsidRDefault="001C73B9" w:rsidP="001C73B9">
      <w:pPr>
        <w:pStyle w:val="libAr"/>
      </w:pPr>
      <w:r>
        <w:rPr>
          <w:rtl/>
        </w:rPr>
        <w:t>مَن سَرَّهُ اَن يکُونَ مِن اصحابِ القائِمِ فَلينتَظِر، وَليعمَل بِالوَرَعِ وَ مَحاسِنِ الأخلاقِ وَ هُوَ مُنتَظِرُ</w:t>
      </w:r>
      <w:r>
        <w:t>.</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He who wishes to be among the companions of Hadrat Mahdi (May Allah hasten his reappearance) should wait (for him) and act piously while behaves with high moral standards,</w:t>
      </w:r>
      <w:r w:rsidR="00E978C2" w:rsidRPr="00E978C2">
        <w:rPr>
          <w:rStyle w:val="libItalicChar"/>
        </w:rPr>
        <w:t>”</w:t>
      </w:r>
      <w:r>
        <w:t xml:space="preserve"> </w:t>
      </w:r>
    </w:p>
    <w:p w:rsidR="001C73B9" w:rsidRDefault="001C73B9" w:rsidP="001C73B9">
      <w:pPr>
        <w:pStyle w:val="libNormal"/>
      </w:pPr>
      <w:r>
        <w:t>Bihar</w:t>
      </w:r>
      <w:r w:rsidR="00D92C09">
        <w:t>-</w:t>
      </w:r>
      <w:r>
        <w:t>ul</w:t>
      </w:r>
      <w:r w:rsidR="00D92C09">
        <w:t>-</w:t>
      </w:r>
      <w:r>
        <w:t>'Anwar, vol. 52, p. 140</w:t>
      </w:r>
    </w:p>
    <w:p w:rsidR="001C73B9" w:rsidRDefault="001C73B9" w:rsidP="001C73B9">
      <w:pPr>
        <w:pStyle w:val="libAr"/>
      </w:pPr>
      <w:r>
        <w:rPr>
          <w:rFonts w:hint="eastAsia"/>
          <w:rtl/>
        </w:rPr>
        <w:t>عَنِ</w:t>
      </w:r>
      <w:r>
        <w:rPr>
          <w:rtl/>
        </w:rPr>
        <w:t xml:space="preserve"> الإمامِ العَسکَري</w:t>
      </w:r>
      <w:r w:rsidR="00525C12">
        <w:rPr>
          <w:rtl/>
        </w:rPr>
        <w:t xml:space="preserve"> </w:t>
      </w:r>
      <w:r w:rsidR="008A02F7">
        <w:rPr>
          <w:rtl/>
        </w:rPr>
        <w:t xml:space="preserve">عليه السلام </w:t>
      </w:r>
      <w:r>
        <w:rPr>
          <w:rtl/>
        </w:rPr>
        <w:t>لاِبنِ بابِويهِ</w:t>
      </w:r>
      <w:r>
        <w:t>:</w:t>
      </w:r>
    </w:p>
    <w:p w:rsidR="001C73B9" w:rsidRDefault="001C73B9" w:rsidP="001C73B9">
      <w:pPr>
        <w:pStyle w:val="libAr"/>
      </w:pPr>
      <w:r>
        <w:t xml:space="preserve">... </w:t>
      </w:r>
      <w:r>
        <w:rPr>
          <w:rtl/>
        </w:rPr>
        <w:t>وَ عَلَيکَ بِالصَّبرِ وَ اِنتِظارِ الفَرَجِ، فَاِنَّ النَّبِيصلي الله</w:t>
      </w:r>
      <w:r w:rsidR="00525C12">
        <w:rPr>
          <w:rtl/>
        </w:rPr>
        <w:t xml:space="preserve"> عليه</w:t>
      </w:r>
      <w:r>
        <w:rPr>
          <w:rtl/>
        </w:rPr>
        <w:t xml:space="preserve"> و آله و سلم قالَ: اَفضَلُ اَعمالِ اُمَّتي اِنتِظارُ الفَرَجِ</w:t>
      </w:r>
      <w:r>
        <w:t>.</w:t>
      </w:r>
    </w:p>
    <w:p w:rsidR="001C73B9" w:rsidRDefault="001C73B9" w:rsidP="001C73B9">
      <w:pPr>
        <w:pStyle w:val="libNormal"/>
      </w:pPr>
      <w:r>
        <w:t>Imam Hassan ' Askarl (a.s.) once told Ibn</w:t>
      </w:r>
      <w:r w:rsidR="00D92C09">
        <w:t>-</w:t>
      </w:r>
      <w:r>
        <w:t xml:space="preserve">Babiwayh: </w:t>
      </w:r>
    </w:p>
    <w:p w:rsidR="001C73B9" w:rsidRDefault="00E978C2" w:rsidP="001C73B9">
      <w:pPr>
        <w:pStyle w:val="libNormal"/>
      </w:pPr>
      <w:r w:rsidRPr="00E978C2">
        <w:rPr>
          <w:rStyle w:val="libItalicChar"/>
        </w:rPr>
        <w:t>“</w:t>
      </w:r>
      <w:r w:rsidR="001C73B9" w:rsidRPr="00E978C2">
        <w:rPr>
          <w:rStyle w:val="libItalicChar"/>
        </w:rPr>
        <w:t xml:space="preserve">It is to you to be patient and wait for the reappearance, for the Prophet (p.b.u.h.) said: </w:t>
      </w:r>
      <w:r w:rsidRPr="00E978C2">
        <w:rPr>
          <w:rStyle w:val="libItalicChar"/>
        </w:rPr>
        <w:t>“</w:t>
      </w:r>
      <w:r w:rsidR="001C73B9" w:rsidRPr="00E978C2">
        <w:rPr>
          <w:rStyle w:val="libItalicChar"/>
        </w:rPr>
        <w:t>The best deeds of my Ummat is expectation for reappearance'.</w:t>
      </w:r>
      <w:r w:rsidRPr="00E978C2">
        <w:rPr>
          <w:rStyle w:val="libItalicChar"/>
        </w:rPr>
        <w:t>”</w:t>
      </w:r>
      <w:r w:rsidR="001C73B9">
        <w:t xml:space="preserve"> </w:t>
      </w:r>
    </w:p>
    <w:p w:rsidR="001C73B9" w:rsidRDefault="001C73B9" w:rsidP="001C73B9">
      <w:pPr>
        <w:pStyle w:val="libNormal"/>
      </w:pPr>
      <w:r>
        <w:t>Muntakhab</w:t>
      </w:r>
      <w:r w:rsidR="00D92C09">
        <w:t>-</w:t>
      </w:r>
      <w:r>
        <w:t>ul</w:t>
      </w:r>
      <w:r w:rsidR="00E978C2">
        <w:t xml:space="preserve"> </w:t>
      </w:r>
      <w:r w:rsidR="00D92C09">
        <w:t>-</w:t>
      </w:r>
      <w:r>
        <w:t xml:space="preserve">Athar, p. 234 </w:t>
      </w:r>
    </w:p>
    <w:p w:rsidR="001C73B9" w:rsidRDefault="001C73B9" w:rsidP="001C73B9">
      <w:pPr>
        <w:pStyle w:val="libAr"/>
      </w:pPr>
      <w:r>
        <w:rPr>
          <w:rFonts w:hint="eastAsia"/>
          <w:rtl/>
        </w:rPr>
        <w:t>قالَ</w:t>
      </w:r>
      <w:r>
        <w:rPr>
          <w:rtl/>
        </w:rPr>
        <w:t xml:space="preserve"> الکاظِمُ</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طُوبي</w:t>
      </w:r>
      <w:r>
        <w:rPr>
          <w:rtl/>
        </w:rPr>
        <w:t xml:space="preserve"> لِشيعَتِنَا المُتَمَسِّکينَ بِحُبِّنا في غَيبَةِ قائِمنا اَلثّابِتينَ عَلي مُوالاتِنا وَالبَرائَةِ مِن اَعدآئِنا اُولئِکَ مِنّا وَ نَحنُ مِنهُم وَ قَ رَضُوابِنا اَئِمَّةً وَ رَضينا بِهِم شيعَةً وَ طُوبي لَهُم، هُم وَ اللهِ مَعَنا في دَرَجَتِنا يومَ ا</w:t>
      </w:r>
      <w:r>
        <w:rPr>
          <w:rFonts w:hint="eastAsia"/>
          <w:rtl/>
        </w:rPr>
        <w:t>لقِيامةِ</w:t>
      </w:r>
      <w:r>
        <w:t>.</w:t>
      </w:r>
    </w:p>
    <w:p w:rsidR="001C73B9" w:rsidRDefault="001C73B9" w:rsidP="001C73B9">
      <w:pPr>
        <w:pStyle w:val="libNormal"/>
      </w:pPr>
      <w:r>
        <w:t xml:space="preserve">Imam Kazim (a.s.) said: </w:t>
      </w:r>
      <w:r w:rsidR="00E978C2" w:rsidRPr="00E978C2">
        <w:rPr>
          <w:rStyle w:val="libItalicChar"/>
        </w:rPr>
        <w:t>“</w:t>
      </w:r>
      <w:r w:rsidRPr="00E978C2">
        <w:rPr>
          <w:rStyle w:val="libItalicChar"/>
        </w:rPr>
        <w:t>Happy are our followers who clasp to the love of us at the time of absence of our Qa'im (the Upholder) and are steadfast in loving us and having aversion from our enemies. These are of us and we are of them; they are pleased with us as (their) leaders, and we are pleased with them as (our) followers, and happy they are. By Allah, they will be with us and  in our rank on the Day of Hereafter.</w:t>
      </w:r>
      <w:r w:rsidR="00E978C2" w:rsidRPr="00E978C2">
        <w:rPr>
          <w:rStyle w:val="libItalicChar"/>
        </w:rPr>
        <w:t>”</w:t>
      </w:r>
      <w:r>
        <w:t xml:space="preserve"> </w:t>
      </w:r>
    </w:p>
    <w:p w:rsidR="001C73B9" w:rsidRDefault="001C73B9" w:rsidP="001C73B9">
      <w:pPr>
        <w:pStyle w:val="libNormal"/>
      </w:pPr>
      <w:r>
        <w:t>Bihar</w:t>
      </w:r>
      <w:r w:rsidR="00D92C09">
        <w:t>-</w:t>
      </w:r>
      <w:r>
        <w:t>ul</w:t>
      </w:r>
      <w:r w:rsidR="00D92C09">
        <w:t>-</w:t>
      </w:r>
      <w:r>
        <w:t>'Anwar, vol. 51, p. 151</w:t>
      </w:r>
    </w:p>
    <w:p w:rsidR="001C73B9" w:rsidRDefault="001C73B9" w:rsidP="001C73B9">
      <w:pPr>
        <w:pStyle w:val="libAr"/>
      </w:pPr>
      <w:r>
        <w:rPr>
          <w:rFonts w:hint="eastAsia"/>
          <w:rtl/>
        </w:rPr>
        <w:t>قالَ</w:t>
      </w:r>
      <w:r>
        <w:rPr>
          <w:rtl/>
        </w:rPr>
        <w:t xml:space="preserve"> الصّادقُ</w:t>
      </w:r>
      <w:r w:rsidR="00525C12">
        <w:rPr>
          <w:rtl/>
        </w:rPr>
        <w:t xml:space="preserve"> </w:t>
      </w:r>
      <w:r w:rsidR="008A02F7">
        <w:rPr>
          <w:rtl/>
        </w:rPr>
        <w:t xml:space="preserve">عليه السلام </w:t>
      </w:r>
      <w:r>
        <w:t>:</w:t>
      </w:r>
    </w:p>
    <w:p w:rsidR="001C73B9" w:rsidRDefault="001C73B9" w:rsidP="001C73B9">
      <w:pPr>
        <w:pStyle w:val="libAr"/>
      </w:pPr>
      <w:r>
        <w:rPr>
          <w:rFonts w:hint="eastAsia"/>
          <w:rtl/>
        </w:rPr>
        <w:t>طُوبي</w:t>
      </w:r>
      <w:r>
        <w:rPr>
          <w:rtl/>
        </w:rPr>
        <w:t xml:space="preserve"> لِمَن تَمَسَّکَ بِاَمرِنا في غَيبَةِ قائِمِنا، فَلَم يزَغ قَلبُهُ بِالهِدايةِ</w:t>
      </w:r>
      <w:r>
        <w:t>.</w:t>
      </w:r>
    </w:p>
    <w:p w:rsidR="001C73B9" w:rsidRDefault="001C73B9" w:rsidP="001C73B9">
      <w:pPr>
        <w:pStyle w:val="libNormal"/>
      </w:pPr>
      <w:r>
        <w:t xml:space="preserve">Imam Sadiq (a.s.) said: </w:t>
      </w:r>
      <w:r w:rsidR="00E978C2" w:rsidRPr="00E978C2">
        <w:rPr>
          <w:rStyle w:val="libItalicChar"/>
        </w:rPr>
        <w:t>“</w:t>
      </w:r>
      <w:r w:rsidRPr="00E978C2">
        <w:rPr>
          <w:rStyle w:val="libItalicChar"/>
        </w:rPr>
        <w:t>Happy is he who grasps our command when our Qa'im (the Upholder) is absent and his guided heart does not incline to falsehood.</w:t>
      </w:r>
      <w:r w:rsidR="00E978C2" w:rsidRPr="00E978C2">
        <w:rPr>
          <w:rStyle w:val="libItalicChar"/>
        </w:rPr>
        <w:t>”</w:t>
      </w:r>
      <w:r>
        <w:t xml:space="preserve"> </w:t>
      </w:r>
    </w:p>
    <w:p w:rsidR="001C73B9" w:rsidRDefault="001C73B9" w:rsidP="001C73B9">
      <w:pPr>
        <w:pStyle w:val="libNormal"/>
      </w:pPr>
      <w:r>
        <w:lastRenderedPageBreak/>
        <w:t>Bihar</w:t>
      </w:r>
      <w:r w:rsidR="00D92C09">
        <w:t>-</w:t>
      </w:r>
      <w:r>
        <w:t>ul</w:t>
      </w:r>
      <w:r w:rsidR="00D92C09">
        <w:t>-</w:t>
      </w:r>
      <w:r w:rsidR="00E978C2">
        <w:t xml:space="preserve"> </w:t>
      </w:r>
      <w:r>
        <w:t>'Anwar, vol 52, p. 123</w:t>
      </w:r>
    </w:p>
    <w:p w:rsidR="001C73B9" w:rsidRDefault="001C73B9" w:rsidP="001C73B9">
      <w:pPr>
        <w:pStyle w:val="libAr"/>
      </w:pPr>
      <w:r>
        <w:rPr>
          <w:rFonts w:hint="eastAsia"/>
          <w:rtl/>
        </w:rPr>
        <w:t>عَن</w:t>
      </w:r>
      <w:r>
        <w:rPr>
          <w:rtl/>
        </w:rPr>
        <w:t xml:space="preserve"> اَبي جَعفَرٍ</w:t>
      </w:r>
      <w:r w:rsidR="00525C12">
        <w:rPr>
          <w:rtl/>
        </w:rPr>
        <w:t xml:space="preserve"> </w:t>
      </w:r>
      <w:r w:rsidR="008A02F7">
        <w:rPr>
          <w:rtl/>
        </w:rPr>
        <w:t xml:space="preserve">عليه السلام </w:t>
      </w:r>
      <w:r>
        <w:rPr>
          <w:rtl/>
        </w:rPr>
        <w:t>قالَ</w:t>
      </w:r>
      <w:r>
        <w:t>:</w:t>
      </w:r>
    </w:p>
    <w:p w:rsidR="001C73B9" w:rsidRDefault="001C73B9" w:rsidP="001C73B9">
      <w:pPr>
        <w:pStyle w:val="libAr"/>
      </w:pPr>
      <w:r>
        <w:rPr>
          <w:rFonts w:hint="eastAsia"/>
          <w:rtl/>
        </w:rPr>
        <w:t>يأتي</w:t>
      </w:r>
      <w:r>
        <w:rPr>
          <w:rtl/>
        </w:rPr>
        <w:t xml:space="preserve"> عَلَي النّاسِ زَمانٌ يغيبُ عَنهُم اِمامُهُم فَيا طُوبي لِلثّابِتِينَ عَلي اَمرِنا في ذلِکَ الزَّمانِ</w:t>
      </w:r>
      <w:r>
        <w:t>.</w:t>
      </w:r>
    </w:p>
    <w:p w:rsidR="001C73B9" w:rsidRDefault="001C73B9" w:rsidP="001C73B9">
      <w:pPr>
        <w:pStyle w:val="libNormal"/>
      </w:pPr>
      <w:r>
        <w:t xml:space="preserve">Imam Baqir (a.s.) said: </w:t>
      </w:r>
      <w:r w:rsidR="00E978C2" w:rsidRPr="00E978C2">
        <w:rPr>
          <w:rStyle w:val="libItalicChar"/>
        </w:rPr>
        <w:t>“</w:t>
      </w:r>
      <w:r w:rsidRPr="00E978C2">
        <w:rPr>
          <w:rStyle w:val="libItalicChar"/>
        </w:rPr>
        <w:t>There will come a time unto people when their lmam is absent. Then happy are those who are steadfast in our command at that time.</w:t>
      </w:r>
      <w:r w:rsidR="00E978C2" w:rsidRPr="00E978C2">
        <w:rPr>
          <w:rStyle w:val="libItalicChar"/>
        </w:rPr>
        <w:t>”</w:t>
      </w:r>
      <w:r>
        <w:t xml:space="preserve"> </w:t>
      </w:r>
    </w:p>
    <w:p w:rsidR="001C73B9" w:rsidRDefault="001C73B9" w:rsidP="001C73B9">
      <w:pPr>
        <w:pStyle w:val="libNormal"/>
      </w:pPr>
      <w:r>
        <w:t>Bihar</w:t>
      </w:r>
      <w:r w:rsidR="00D92C09">
        <w:t>-</w:t>
      </w:r>
      <w:r>
        <w:t>ul</w:t>
      </w:r>
      <w:r w:rsidR="00D92C09">
        <w:t>-</w:t>
      </w:r>
      <w:r>
        <w:t>' Anwar, vol. 52, p. 145</w:t>
      </w:r>
    </w:p>
    <w:p w:rsidR="001C73B9" w:rsidRDefault="001C73B9" w:rsidP="001C73B9">
      <w:pPr>
        <w:pStyle w:val="libAr"/>
      </w:pPr>
      <w:r>
        <w:rPr>
          <w:rFonts w:hint="eastAsia"/>
          <w:rtl/>
        </w:rPr>
        <w:t>قالَ</w:t>
      </w:r>
      <w:r>
        <w:rPr>
          <w:rtl/>
        </w:rPr>
        <w:t xml:space="preserve"> حُجَّةِ ابنِ الحَسَنِ المَهديعجل الله تعالي فرجه الشريف</w:t>
      </w:r>
      <w:r>
        <w:t>:</w:t>
      </w:r>
    </w:p>
    <w:p w:rsidR="001C73B9" w:rsidRDefault="001C73B9" w:rsidP="001C73B9">
      <w:pPr>
        <w:pStyle w:val="libAr"/>
      </w:pPr>
      <w:r>
        <w:rPr>
          <w:rFonts w:hint="eastAsia"/>
          <w:rtl/>
        </w:rPr>
        <w:t>طَلَبُ</w:t>
      </w:r>
      <w:r>
        <w:rPr>
          <w:rtl/>
        </w:rPr>
        <w:t xml:space="preserve"> المَعارِفِ مِن غَيرِ طَريقِنا اَهلِ البَيتِ مُساوِقٌ لِاِنکارِنا</w:t>
      </w:r>
      <w:r>
        <w:t>.</w:t>
      </w:r>
    </w:p>
    <w:p w:rsidR="001C73B9" w:rsidRDefault="001C73B9" w:rsidP="001C73B9">
      <w:pPr>
        <w:pStyle w:val="libNormal"/>
      </w:pPr>
      <w:r>
        <w:t xml:space="preserve">Imam Mahdi (a.s.) said: </w:t>
      </w:r>
      <w:r w:rsidR="00E978C2" w:rsidRPr="00E978C2">
        <w:rPr>
          <w:rStyle w:val="libItalicChar"/>
        </w:rPr>
        <w:t>“</w:t>
      </w:r>
      <w:r w:rsidRPr="00E978C2">
        <w:rPr>
          <w:rStyle w:val="libItalicChar"/>
        </w:rPr>
        <w:t>Seeking knowledge from (any way) other than our way. The Ahl</w:t>
      </w:r>
      <w:r w:rsidR="00D92C09" w:rsidRPr="00E978C2">
        <w:rPr>
          <w:rStyle w:val="libItalicChar"/>
        </w:rPr>
        <w:t>-</w:t>
      </w:r>
      <w:r w:rsidRPr="00E978C2">
        <w:rPr>
          <w:rStyle w:val="libItalicChar"/>
        </w:rPr>
        <w:t>ul</w:t>
      </w:r>
      <w:r w:rsidR="00D92C09" w:rsidRPr="00E978C2">
        <w:rPr>
          <w:rStyle w:val="libItalicChar"/>
        </w:rPr>
        <w:t>-</w:t>
      </w:r>
      <w:r w:rsidRPr="00E978C2">
        <w:rPr>
          <w:rStyle w:val="libItalicChar"/>
        </w:rPr>
        <w:t>Bayt, is equal to rejecting us.</w:t>
      </w:r>
      <w:r w:rsidR="00E978C2" w:rsidRPr="00E978C2">
        <w:rPr>
          <w:rStyle w:val="libItalicChar"/>
        </w:rPr>
        <w:t>”</w:t>
      </w:r>
      <w:r>
        <w:t xml:space="preserve"> </w:t>
      </w:r>
    </w:p>
    <w:p w:rsidR="001C73B9" w:rsidRDefault="001C73B9" w:rsidP="001C73B9">
      <w:pPr>
        <w:pStyle w:val="libNormal"/>
      </w:pPr>
      <w:r>
        <w:t>'Ihtijaj, vol. 2, p. 497</w:t>
      </w:r>
    </w:p>
    <w:p w:rsidR="001C73B9" w:rsidRDefault="001C73B9" w:rsidP="001C73B9">
      <w:pPr>
        <w:pStyle w:val="libAr"/>
      </w:pPr>
      <w:r>
        <w:rPr>
          <w:rFonts w:hint="eastAsia"/>
          <w:rtl/>
        </w:rPr>
        <w:t>قالَ</w:t>
      </w:r>
      <w:r>
        <w:rPr>
          <w:rtl/>
        </w:rPr>
        <w:t xml:space="preserve"> حُجَّةِ ابنِ الحَسَنِ المَهديعجل الله تعالي فرجه الشريف</w:t>
      </w:r>
      <w:r>
        <w:t>:</w:t>
      </w:r>
    </w:p>
    <w:p w:rsidR="001C73B9" w:rsidRDefault="001C73B9" w:rsidP="001C73B9">
      <w:pPr>
        <w:pStyle w:val="libAr"/>
      </w:pPr>
      <w:r>
        <w:rPr>
          <w:rFonts w:hint="eastAsia"/>
          <w:rtl/>
        </w:rPr>
        <w:t>فَاِنّا</w:t>
      </w:r>
      <w:r>
        <w:rPr>
          <w:rtl/>
        </w:rPr>
        <w:t xml:space="preserve"> يحِيطُ عِلمُنا بِاَنبائِکُم وَ لا يعزُبُ عَنّا شَيي مِن اَخبارِکُم اِنّا غَيرُ مُهمِلينَ لِمُراعاتِکُم وَ لا ناسِينَ لِذِکرِکُم</w:t>
      </w:r>
      <w:r>
        <w:t>.</w:t>
      </w:r>
    </w:p>
    <w:p w:rsidR="001C73B9" w:rsidRPr="00E978C2" w:rsidRDefault="001C73B9" w:rsidP="001C73B9">
      <w:pPr>
        <w:pStyle w:val="libNormal"/>
        <w:rPr>
          <w:rStyle w:val="libItalicChar"/>
        </w:rPr>
      </w:pPr>
      <w:r>
        <w:t xml:space="preserve">Imam MahdI (a.s.) said: </w:t>
      </w:r>
      <w:r w:rsidR="00E978C2" w:rsidRPr="00E978C2">
        <w:rPr>
          <w:rStyle w:val="libItalicChar"/>
        </w:rPr>
        <w:t>“</w:t>
      </w:r>
      <w:r w:rsidRPr="00E978C2">
        <w:rPr>
          <w:rStyle w:val="libItalicChar"/>
        </w:rPr>
        <w:t xml:space="preserve">Then, verily our cognizance envelops your circumstances and nothing of your news is concealed to us. </w:t>
      </w:r>
    </w:p>
    <w:p w:rsidR="001C73B9" w:rsidRDefault="001C73B9" w:rsidP="001C73B9">
      <w:pPr>
        <w:pStyle w:val="libNormal"/>
      </w:pPr>
      <w:r w:rsidRPr="00E978C2">
        <w:rPr>
          <w:rStyle w:val="libItalicChar"/>
        </w:rPr>
        <w:t>Verily we do not neglect considering you (your circumstances), and do not forsake your remembrance.</w:t>
      </w:r>
      <w:r w:rsidR="00E978C2" w:rsidRPr="00E978C2">
        <w:rPr>
          <w:rStyle w:val="libItalicChar"/>
        </w:rPr>
        <w:t>”</w:t>
      </w:r>
      <w:r>
        <w:t xml:space="preserve"> (Bihar</w:t>
      </w:r>
      <w:r w:rsidR="00D92C09">
        <w:t>-</w:t>
      </w:r>
      <w:r>
        <w:t>ul</w:t>
      </w:r>
      <w:r w:rsidR="00D92C09">
        <w:t>-</w:t>
      </w:r>
      <w:r>
        <w:t xml:space="preserve">Anwar, vol. 53, p. 175) </w:t>
      </w:r>
    </w:p>
    <w:p w:rsidR="001C73B9" w:rsidRDefault="001C73B9" w:rsidP="001C73B9">
      <w:pPr>
        <w:pStyle w:val="libNormal"/>
      </w:pPr>
      <w:r>
        <w:t>5. Al</w:t>
      </w:r>
      <w:r w:rsidR="00D92C09">
        <w:t>-</w:t>
      </w:r>
      <w:r>
        <w:t>Hawadith</w:t>
      </w:r>
      <w:r w:rsidR="00D92C09">
        <w:t>-</w:t>
      </w:r>
      <w:r>
        <w:t>ul</w:t>
      </w:r>
      <w:r w:rsidR="00D92C09">
        <w:t>-</w:t>
      </w:r>
      <w:r>
        <w:t>Jami'ah, by lbn</w:t>
      </w:r>
      <w:r w:rsidR="00D92C09">
        <w:t>-</w:t>
      </w:r>
      <w:r>
        <w:t>i</w:t>
      </w:r>
      <w:r w:rsidR="00D92C09">
        <w:t>-</w:t>
      </w:r>
      <w:r>
        <w:t xml:space="preserve">Futi, p. 15.3, Baqdad Edition. </w:t>
      </w:r>
    </w:p>
    <w:p w:rsidR="001C73B9" w:rsidRDefault="001C73B9" w:rsidP="001C73B9">
      <w:pPr>
        <w:pStyle w:val="libNormal"/>
      </w:pPr>
      <w:r>
        <w:t>6. Ashsharaf</w:t>
      </w:r>
      <w:r w:rsidR="00D92C09">
        <w:t>-</w:t>
      </w:r>
      <w:r>
        <w:t>ul</w:t>
      </w:r>
      <w:r w:rsidR="00D92C09">
        <w:t>-</w:t>
      </w:r>
      <w:r>
        <w:t xml:space="preserve">Mu'abbad </w:t>
      </w:r>
      <w:r>
        <w:tab/>
        <w:t>Li</w:t>
      </w:r>
      <w:r w:rsidR="00D92C09">
        <w:t>-</w:t>
      </w:r>
      <w:r>
        <w:t>'Ali</w:t>
      </w:r>
      <w:r w:rsidR="00D92C09">
        <w:t>-</w:t>
      </w:r>
      <w:r>
        <w:t>Muhammad (p.b.u.h.), by BanhanI, p. 74, Egypt Edition.</w:t>
      </w:r>
    </w:p>
    <w:p w:rsidR="001C73B9" w:rsidRDefault="001C73B9" w:rsidP="001C73B9">
      <w:pPr>
        <w:pStyle w:val="libAr"/>
      </w:pPr>
      <w:r>
        <w:rPr>
          <w:rFonts w:hint="eastAsia"/>
          <w:rtl/>
        </w:rPr>
        <w:t>قَالَ</w:t>
      </w:r>
      <w:r>
        <w:rPr>
          <w:rtl/>
        </w:rPr>
        <w:t xml:space="preserve"> رَسُولَ الله</w:t>
      </w:r>
      <w:r>
        <w:t xml:space="preserve"> </w:t>
      </w:r>
      <w:r>
        <w:rPr>
          <w:rtl/>
        </w:rPr>
        <w:t>صلي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يا</w:t>
      </w:r>
      <w:r>
        <w:rPr>
          <w:rtl/>
        </w:rPr>
        <w:t xml:space="preserve"> عَلي اَنتَ وَصِّيي، حَربُکَ حَربي وَ سِلمُکَ سِلمي، وَ اَنتَ الإمامُ اَبُو ايئمَّةَ ايحدي عَشَر، اَلَّذينَ هُم المُطَهَّرُونَ المَعصُومُونَ، وَ مِنهُمُ المَهدِي اَلَّذي يملَا الأرضَ قِسطاً و َ عَدلاً فَوَيلٌ لِمُبغِضِيهِم</w:t>
      </w:r>
      <w:r>
        <w:t>.</w:t>
      </w:r>
    </w:p>
    <w:p w:rsidR="001C73B9" w:rsidRDefault="001C73B9" w:rsidP="001C73B9">
      <w:pPr>
        <w:pStyle w:val="libAr"/>
      </w:pPr>
      <w:r>
        <w:rPr>
          <w:rFonts w:hint="eastAsia"/>
          <w:rtl/>
        </w:rPr>
        <w:t>يا</w:t>
      </w:r>
      <w:r>
        <w:rPr>
          <w:rtl/>
        </w:rPr>
        <w:t xml:space="preserve"> عَلي لَو اَنَّ رَجُلُ اُحَبُّکَ وَ أولادَکَ فِي اللهِ، لَحَشَرَهُ اللهُ مَعَکَ وَ مَعَ أولادِکَ، وَ اَنتُم مَعِي فِي الدَّرِجاتُ العُلي وَ اَنتَ قَسِيمُ الجَنَّةِ وَ النَّارِ</w:t>
      </w:r>
      <w:r>
        <w:t>.</w:t>
      </w:r>
    </w:p>
    <w:p w:rsidR="001C73B9" w:rsidRDefault="001C73B9" w:rsidP="001C73B9">
      <w:pPr>
        <w:pStyle w:val="libNormal"/>
      </w:pPr>
      <w:r>
        <w:t>'Allimah Ghanduzi narrates from Abu</w:t>
      </w:r>
      <w:r w:rsidR="00D92C09">
        <w:t>-</w:t>
      </w:r>
      <w:r>
        <w:t>Tufayl' Amir</w:t>
      </w:r>
      <w:r w:rsidR="00E978C2">
        <w:t xml:space="preserve"> </w:t>
      </w:r>
      <w:r w:rsidR="00D92C09">
        <w:t>-</w:t>
      </w:r>
      <w:r>
        <w:t>ibn</w:t>
      </w:r>
      <w:r w:rsidR="00D92C09">
        <w:t>-</w:t>
      </w:r>
      <w:r>
        <w:t xml:space="preserve">Wathilah, one of the companions of the Prophet (p.h.u.h.), who died as the last one of them, and he has narrated from Ali (a.s.) who said that the Prophet (p.b.u.h.) said: </w:t>
      </w:r>
      <w:r w:rsidR="00E978C2" w:rsidRPr="00E978C2">
        <w:rPr>
          <w:rStyle w:val="libItalicChar"/>
        </w:rPr>
        <w:t>“</w:t>
      </w:r>
      <w:r w:rsidRPr="00E978C2">
        <w:rPr>
          <w:rStyle w:val="libItalicChar"/>
        </w:rPr>
        <w:t>O' Ali! You are my vicegerent that fighting against you is a fight against me and peace with you is peace with me; and you are Imam and the father (If the eleven Imams, those who are all purified and Immaculate, among whom is Mahdi</w:t>
      </w:r>
      <w:r w:rsidR="00E978C2" w:rsidRPr="00E978C2">
        <w:rPr>
          <w:rStyle w:val="libItalicChar"/>
        </w:rPr>
        <w:t>”</w:t>
      </w:r>
      <w:r>
        <w:t xml:space="preserve"> who will fill the earth with equity and justice, then woe on their enemies.</w:t>
      </w:r>
    </w:p>
    <w:p w:rsidR="001C73B9" w:rsidRDefault="001C73B9" w:rsidP="001C73B9">
      <w:pPr>
        <w:pStyle w:val="libNormal"/>
      </w:pPr>
      <w:r>
        <w:t xml:space="preserve">O' Ali! If a man loves you and your children in the cause of Allah, He will muster him with you and with your children; and you (you, your children, and your followers) will be with me in the high degrees (of </w:t>
      </w:r>
      <w:r>
        <w:lastRenderedPageBreak/>
        <w:t>Heaven); and you will be the divider of Paradise and Hell, (you will let your friends enter into Paradise and your enemies into Hell).</w:t>
      </w:r>
      <w:r w:rsidRPr="00D23CAB">
        <w:rPr>
          <w:rStyle w:val="libFootnotenumChar"/>
        </w:rPr>
        <w:t>[10]</w:t>
      </w:r>
    </w:p>
    <w:p w:rsidR="001C73B9" w:rsidRDefault="001C73B9" w:rsidP="001C73B9">
      <w:pPr>
        <w:pStyle w:val="libAr"/>
      </w:pPr>
      <w:r>
        <w:rPr>
          <w:rFonts w:hint="eastAsia"/>
          <w:rtl/>
        </w:rPr>
        <w:t>قالَ</w:t>
      </w:r>
      <w:r>
        <w:rPr>
          <w:rtl/>
        </w:rPr>
        <w:t xml:space="preserve"> النَبِي صَلَي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فاطِمَةُ</w:t>
      </w:r>
      <w:r>
        <w:rPr>
          <w:rtl/>
        </w:rPr>
        <w:t xml:space="preserve"> بَهجَةُ قَلبِي، وَ اَبنآؤها ثَمَرَةُ فُؤادِي، وَ بَعلُها نُورَ بَصَرِي، وَ ايئِمَةِ مِن وُلدِها اُمَنآءُ رَبِّي، وَ حَبلُهُ المَمدُودُ بَينَهُ وَ بَينَ خَلقِهُ، مَنِ اعتَصَمَ بِهِم نَجا وَ مَن تَخَلَّفَ عَنهُم هَوي</w:t>
      </w:r>
      <w:r>
        <w:t>.</w:t>
      </w:r>
    </w:p>
    <w:p w:rsidR="001C73B9" w:rsidRDefault="001C73B9" w:rsidP="001C73B9">
      <w:pPr>
        <w:pStyle w:val="libNormal"/>
      </w:pPr>
      <w:r>
        <w:t xml:space="preserve">The Holy Prophet (p.b.u.h.) said: </w:t>
      </w:r>
      <w:r w:rsidR="00E978C2" w:rsidRPr="00E978C2">
        <w:rPr>
          <w:rStyle w:val="libItalicChar"/>
        </w:rPr>
        <w:t>“</w:t>
      </w:r>
      <w:r w:rsidRPr="00E978C2">
        <w:rPr>
          <w:rStyle w:val="libItalicChar"/>
        </w:rPr>
        <w:t>Farirnah is the joy of my heart, and her two sons are the fruits of my heart, and her husband is the light of my eyes, and the Imams from her progeny are the trustees of my Lord and are as a stretched line between Him and His creatures. Whoever grasps fast to them will prosper and whoever offends them will ruin.</w:t>
      </w:r>
      <w:r w:rsidR="00E978C2" w:rsidRPr="00E978C2">
        <w:rPr>
          <w:rStyle w:val="libItalicChar"/>
        </w:rPr>
        <w:t>”</w:t>
      </w:r>
      <w:r>
        <w:t xml:space="preserve"> (Manaqib</w:t>
      </w:r>
      <w:r w:rsidR="00D92C09">
        <w:t>-</w:t>
      </w:r>
      <w:r>
        <w:t>i</w:t>
      </w:r>
      <w:r w:rsidR="00D92C09">
        <w:t>-</w:t>
      </w:r>
      <w:r>
        <w:t>Zamakhshari, p. 213 (Ihghagh</w:t>
      </w:r>
      <w:r w:rsidR="00D92C09">
        <w:t>-</w:t>
      </w:r>
      <w:r>
        <w:t>ul</w:t>
      </w:r>
      <w:r w:rsidR="00D92C09">
        <w:t>-</w:t>
      </w:r>
      <w:r w:rsidR="00E978C2">
        <w:t xml:space="preserve"> </w:t>
      </w:r>
      <w:r>
        <w:t>Haghgh, vel, 13, p. 79) Maghtal</w:t>
      </w:r>
      <w:r w:rsidR="00D92C09">
        <w:t>-</w:t>
      </w:r>
      <w:r>
        <w:t>ul</w:t>
      </w:r>
      <w:r w:rsidR="00D92C09">
        <w:t>-</w:t>
      </w:r>
      <w:r>
        <w:t>Husayn, Kharazmi, vol. 1, p. 59; Fara'id</w:t>
      </w:r>
      <w:r w:rsidR="00D92C09">
        <w:t>-</w:t>
      </w:r>
      <w:r>
        <w:t>us</w:t>
      </w:r>
      <w:r w:rsidR="00D92C09">
        <w:t>-</w:t>
      </w:r>
      <w:r>
        <w:t>Samtayn, by Hamwini, vol. 2, p. 66) No. 390; Bahr</w:t>
      </w:r>
      <w:r w:rsidR="00D92C09">
        <w:t>-</w:t>
      </w:r>
      <w:r>
        <w:t>ul</w:t>
      </w:r>
      <w:r w:rsidR="00D92C09">
        <w:t>-</w:t>
      </w:r>
      <w:r>
        <w:t>Ma'arif by Ibn</w:t>
      </w:r>
      <w:r w:rsidR="00D92C09">
        <w:t>-</w:t>
      </w:r>
      <w:r>
        <w:t>i</w:t>
      </w:r>
      <w:r w:rsidR="00D92C09">
        <w:t>-</w:t>
      </w:r>
      <w:r>
        <w:t>Hasmtyah Musili, p. 106 (handwritten) (Ihghagh</w:t>
      </w:r>
      <w:r w:rsidR="00D92C09">
        <w:t>-</w:t>
      </w:r>
      <w:r>
        <w:t>ul</w:t>
      </w:r>
      <w:r w:rsidR="00D92C09">
        <w:t>-</w:t>
      </w:r>
      <w:r>
        <w:t>Haghgh, vol, 13, p, 79); Yanabi'</w:t>
      </w:r>
      <w:r w:rsidR="00D92C09">
        <w:t>-</w:t>
      </w:r>
      <w:r>
        <w:t>ul</w:t>
      </w:r>
      <w:r w:rsidR="00D92C09">
        <w:t>-</w:t>
      </w:r>
      <w:r>
        <w:t>Mawaddah, by Ghanduzl, chapter 5, p. 93, Najaf Edition, and p. 82 Eslambul Edition; ' Arba'in, by ' Abilfawaris, p. 14 (handwritten) by Jabir</w:t>
      </w:r>
      <w:r w:rsidR="00D92C09">
        <w:t>-</w:t>
      </w:r>
      <w:r>
        <w:t>ibn</w:t>
      </w:r>
      <w:r w:rsidR="00D92C09">
        <w:t>-</w:t>
      </w:r>
      <w:r>
        <w:t xml:space="preserve">' Abdillah, (the Index of 'Ihghagh, vol. 4, p. 288).) </w:t>
      </w:r>
    </w:p>
    <w:p w:rsidR="00C926F8" w:rsidRDefault="00C926F8" w:rsidP="005C5F48">
      <w:pPr>
        <w:pStyle w:val="libNormal"/>
      </w:pPr>
      <w:r>
        <w:br w:type="page"/>
      </w:r>
    </w:p>
    <w:p w:rsidR="001C73B9" w:rsidRDefault="001C73B9" w:rsidP="00C926F8">
      <w:pPr>
        <w:pStyle w:val="Heading1Center"/>
      </w:pPr>
      <w:bookmarkStart w:id="89" w:name="_Toc444518288"/>
      <w:r>
        <w:lastRenderedPageBreak/>
        <w:t>THE FIRST AND THE LAST ONE OF THE ELEVEN VICEGERENT</w:t>
      </w:r>
      <w:bookmarkEnd w:id="89"/>
    </w:p>
    <w:p w:rsidR="001C73B9" w:rsidRDefault="001C73B9" w:rsidP="001C73B9">
      <w:pPr>
        <w:pStyle w:val="libAr"/>
      </w:pPr>
      <w:r>
        <w:rPr>
          <w:rFonts w:hint="eastAsia"/>
          <w:rtl/>
        </w:rPr>
        <w:t>قَالَ</w:t>
      </w:r>
      <w:r>
        <w:rPr>
          <w:rtl/>
        </w:rPr>
        <w:t xml:space="preserve"> رَسُولَ اللهصلي الله</w:t>
      </w:r>
      <w:r w:rsidR="00525C12">
        <w:rPr>
          <w:rtl/>
        </w:rPr>
        <w:t xml:space="preserve"> عليه</w:t>
      </w:r>
      <w:r>
        <w:rPr>
          <w:rtl/>
        </w:rPr>
        <w:t xml:space="preserve"> و آله و سلم</w:t>
      </w:r>
      <w:r>
        <w:t>:</w:t>
      </w:r>
    </w:p>
    <w:p w:rsidR="001C73B9" w:rsidRDefault="001C73B9" w:rsidP="001C73B9">
      <w:pPr>
        <w:pStyle w:val="libAr"/>
      </w:pPr>
      <w:r>
        <w:rPr>
          <w:rFonts w:hint="eastAsia"/>
          <w:rtl/>
        </w:rPr>
        <w:t>اِنَّ</w:t>
      </w:r>
      <w:r>
        <w:rPr>
          <w:rtl/>
        </w:rPr>
        <w:t xml:space="preserve"> اَولِيآئِي وَ اَوصِيآئِي وَ حُجَجُ اللهِ عَلَي الخَلقِ بَعدِي اِثنا عَشَر، اَوَّلُهُم اَخي وَ آخِرُهُم وَلَدِي. قِيلَ: يا رَسُولَ اللهِ! مَن اَخُوکَ؟ قالَ: عَلِي بنُ اَبِيطالِب. قِيلَ: فَمَن وُلدَک؟ قالَ: المَهدِي، الَّذي يملاَها قِسطاً وَ عَدلاً کَم</w:t>
      </w:r>
      <w:r>
        <w:rPr>
          <w:rFonts w:hint="eastAsia"/>
          <w:rtl/>
        </w:rPr>
        <w:t>ا</w:t>
      </w:r>
      <w:r>
        <w:rPr>
          <w:rtl/>
        </w:rPr>
        <w:t xml:space="preserve"> مُلِئَت جَوراً وَ ظُلماً</w:t>
      </w:r>
      <w:r>
        <w:t>...</w:t>
      </w:r>
    </w:p>
    <w:p w:rsidR="001C73B9" w:rsidRDefault="001C73B9" w:rsidP="001C73B9">
      <w:pPr>
        <w:pStyle w:val="libNormal"/>
      </w:pPr>
      <w:r>
        <w:t>Hafiz Ebrahim Hamwini, as well as other traditionists, documenting from 'Abdullah</w:t>
      </w:r>
      <w:r w:rsidR="00D92C09">
        <w:t>-</w:t>
      </w:r>
      <w:r>
        <w:t>ibn</w:t>
      </w:r>
      <w:r w:rsidR="00D92C09">
        <w:t>-</w:t>
      </w:r>
      <w:r>
        <w:t xml:space="preserve"> 'Abbas has narrated from the holy Prophet (p.b.u.h.) who said: </w:t>
      </w:r>
      <w:r w:rsidR="00E978C2" w:rsidRPr="00E978C2">
        <w:rPr>
          <w:rStyle w:val="libItalicChar"/>
        </w:rPr>
        <w:t>“</w:t>
      </w:r>
      <w:r w:rsidRPr="00E978C2">
        <w:rPr>
          <w:rStyle w:val="libItalicChar"/>
        </w:rPr>
        <w:t>Verily my successors and my vicegerents and the witnesses over people after me are twelve, the first of whom is my brother and the last of them is my son.</w:t>
      </w:r>
      <w:r w:rsidR="00E978C2" w:rsidRPr="00E978C2">
        <w:rPr>
          <w:rStyle w:val="libItalicChar"/>
        </w:rPr>
        <w:t>”</w:t>
      </w:r>
      <w:r>
        <w:t xml:space="preserve"> He was asked: </w:t>
      </w:r>
      <w:r w:rsidR="00E978C2" w:rsidRPr="00E978C2">
        <w:rPr>
          <w:rStyle w:val="libItalicChar"/>
        </w:rPr>
        <w:t>“</w:t>
      </w:r>
      <w:r w:rsidRPr="00E978C2">
        <w:rPr>
          <w:rStyle w:val="libItalicChar"/>
        </w:rPr>
        <w:t>O' Messenger of Allah! Who is your brother?</w:t>
      </w:r>
      <w:r w:rsidR="00E978C2" w:rsidRPr="00E978C2">
        <w:rPr>
          <w:rStyle w:val="libItalicChar"/>
        </w:rPr>
        <w:t>”</w:t>
      </w:r>
      <w:r>
        <w:t xml:space="preserve"> He said: </w:t>
      </w:r>
      <w:r w:rsidR="00E978C2" w:rsidRPr="00E978C2">
        <w:rPr>
          <w:rStyle w:val="libItalicChar"/>
        </w:rPr>
        <w:t>“</w:t>
      </w:r>
      <w:r w:rsidRPr="00E978C2">
        <w:rPr>
          <w:rStyle w:val="libItalicChar"/>
        </w:rPr>
        <w:t>Ali</w:t>
      </w:r>
      <w:r w:rsidR="00D92C09" w:rsidRPr="00E978C2">
        <w:rPr>
          <w:rStyle w:val="libItalicChar"/>
        </w:rPr>
        <w:t>-</w:t>
      </w:r>
      <w:r w:rsidR="00E978C2" w:rsidRPr="00E978C2">
        <w:rPr>
          <w:rStyle w:val="libItalicChar"/>
        </w:rPr>
        <w:t xml:space="preserve"> </w:t>
      </w:r>
      <w:r w:rsidRPr="00E978C2">
        <w:rPr>
          <w:rStyle w:val="libItalicChar"/>
        </w:rPr>
        <w:t>ibn</w:t>
      </w:r>
      <w:r w:rsidR="00D92C09" w:rsidRPr="00E978C2">
        <w:rPr>
          <w:rStyle w:val="libItalicChar"/>
        </w:rPr>
        <w:t>-</w:t>
      </w:r>
      <w:r w:rsidRPr="00E978C2">
        <w:rPr>
          <w:rStyle w:val="libItalicChar"/>
        </w:rPr>
        <w:t>Abitalib.</w:t>
      </w:r>
      <w:r w:rsidR="00E978C2" w:rsidRPr="00E978C2">
        <w:rPr>
          <w:rStyle w:val="libItalicChar"/>
        </w:rPr>
        <w:t>”</w:t>
      </w:r>
      <w:r>
        <w:t xml:space="preserve"> It was said: </w:t>
      </w:r>
      <w:r w:rsidR="00E978C2" w:rsidRPr="00E978C2">
        <w:rPr>
          <w:rStyle w:val="libItalicChar"/>
        </w:rPr>
        <w:t>“</w:t>
      </w:r>
      <w:r w:rsidRPr="00E978C2">
        <w:rPr>
          <w:rStyle w:val="libItalicChar"/>
        </w:rPr>
        <w:t>Then who is your son?</w:t>
      </w:r>
      <w:r w:rsidR="00E978C2" w:rsidRPr="00E978C2">
        <w:rPr>
          <w:rStyle w:val="libItalicChar"/>
        </w:rPr>
        <w:t>”</w:t>
      </w:r>
      <w:r>
        <w:t xml:space="preserve"> He said: </w:t>
      </w:r>
      <w:r w:rsidR="00E978C2" w:rsidRPr="00E978C2">
        <w:rPr>
          <w:rStyle w:val="libItalicChar"/>
        </w:rPr>
        <w:t>“</w:t>
      </w:r>
      <w:r w:rsidRPr="00E978C2">
        <w:rPr>
          <w:rStyle w:val="libItalicChar"/>
        </w:rPr>
        <w:t>Al</w:t>
      </w:r>
      <w:r w:rsidR="00D92C09" w:rsidRPr="00E978C2">
        <w:rPr>
          <w:rStyle w:val="libItalicChar"/>
        </w:rPr>
        <w:t>-</w:t>
      </w:r>
      <w:r w:rsidRPr="00E978C2">
        <w:rPr>
          <w:rStyle w:val="libItalicChar"/>
        </w:rPr>
        <w:t>Mahdi who will fill it (the world) with equity and justice, the same as it has been filled with cruelty and injustice.</w:t>
      </w:r>
      <w:r w:rsidR="00E978C2" w:rsidRPr="00E978C2">
        <w:rPr>
          <w:rStyle w:val="libItalicChar"/>
        </w:rPr>
        <w:t>”</w:t>
      </w:r>
      <w:r w:rsidRPr="00D23CAB">
        <w:rPr>
          <w:rStyle w:val="libFootnotenumChar"/>
        </w:rPr>
        <w:t>[11]</w:t>
      </w:r>
    </w:p>
    <w:p w:rsidR="001C73B9" w:rsidRDefault="001C73B9" w:rsidP="001C73B9">
      <w:pPr>
        <w:pStyle w:val="libNormal"/>
      </w:pPr>
      <w:r>
        <w:t xml:space="preserve">Regarding the word 'vicegerent' and mentioning the name of Ali (a.s.) as the first vicegerent and Hadrat Mahdi (a.s.) as the last vicegerent out of twelve vicegerents, there will remain no doubt that this tradition and the like are the true documents for the real vicegerents. </w:t>
      </w:r>
    </w:p>
    <w:p w:rsidR="001C73B9" w:rsidRDefault="001C73B9" w:rsidP="001C73B9">
      <w:pPr>
        <w:pStyle w:val="libNormal"/>
      </w:pPr>
      <w:r>
        <w:br w:type="page"/>
      </w:r>
    </w:p>
    <w:p w:rsidR="001C73B9" w:rsidRDefault="001C73B9" w:rsidP="001C73B9">
      <w:pPr>
        <w:pStyle w:val="Heading1Center"/>
      </w:pPr>
      <w:bookmarkStart w:id="90" w:name="_Toc444518289"/>
      <w:r>
        <w:lastRenderedPageBreak/>
        <w:t>END NOTE</w:t>
      </w:r>
      <w:bookmarkEnd w:id="90"/>
    </w:p>
    <w:p w:rsidR="001C73B9" w:rsidRDefault="001C73B9" w:rsidP="00D23CAB">
      <w:pPr>
        <w:pStyle w:val="libFootnote"/>
      </w:pPr>
      <w:r>
        <w:t>1. Sura Al</w:t>
      </w:r>
      <w:r w:rsidR="00D92C09">
        <w:t>-</w:t>
      </w:r>
      <w:r>
        <w:t xml:space="preserve">Jinn, No.72, verses 26 &amp; 27 </w:t>
      </w:r>
    </w:p>
    <w:p w:rsidR="001C73B9" w:rsidRDefault="001C73B9" w:rsidP="00D23CAB">
      <w:pPr>
        <w:pStyle w:val="libFootnote"/>
      </w:pPr>
      <w:r>
        <w:t>2. Space</w:t>
      </w:r>
    </w:p>
    <w:p w:rsidR="001C73B9" w:rsidRDefault="001C73B9" w:rsidP="00D23CAB">
      <w:pPr>
        <w:pStyle w:val="libFootnote"/>
      </w:pPr>
      <w:r>
        <w:t>3. Sura Al</w:t>
      </w:r>
      <w:r w:rsidR="00D92C09">
        <w:t>-</w:t>
      </w:r>
      <w:r>
        <w:t>Baqarah, No.2, verse 177</w:t>
      </w:r>
    </w:p>
    <w:p w:rsidR="001C73B9" w:rsidRDefault="001C73B9" w:rsidP="00D23CAB">
      <w:pPr>
        <w:pStyle w:val="libFootnote"/>
      </w:pPr>
      <w:r>
        <w:t>4. Bismillah, here is a short form of /bismillah</w:t>
      </w:r>
      <w:r w:rsidR="00D92C09">
        <w:t>-</w:t>
      </w:r>
      <w:r>
        <w:t>ir</w:t>
      </w:r>
      <w:r w:rsidR="00D92C09">
        <w:t>-</w:t>
      </w:r>
      <w:r>
        <w:t>rahman</w:t>
      </w:r>
      <w:r w:rsidR="00D92C09">
        <w:t>-</w:t>
      </w:r>
      <w:r>
        <w:t>ir</w:t>
      </w:r>
      <w:r w:rsidR="00D92C09">
        <w:t>-</w:t>
      </w:r>
      <w:r>
        <w:t>rahim</w:t>
      </w:r>
    </w:p>
    <w:p w:rsidR="001C73B9" w:rsidRDefault="001C73B9" w:rsidP="00D23CAB">
      <w:pPr>
        <w:pStyle w:val="libFootnote"/>
      </w:pPr>
      <w:r>
        <w:t>5. Mwassat</w:t>
      </w:r>
      <w:r w:rsidR="00D92C09">
        <w:t>-</w:t>
      </w:r>
      <w:r>
        <w:t>ul</w:t>
      </w:r>
      <w:r w:rsidR="00D92C09">
        <w:t>-</w:t>
      </w:r>
      <w:r>
        <w:t>Qurba the tenth Mawaddah, p. 96, Labur Edition; and Yanabi</w:t>
      </w:r>
      <w:r w:rsidR="00D92C09">
        <w:t>-</w:t>
      </w:r>
      <w:r>
        <w:t>ul</w:t>
      </w:r>
      <w:r w:rsidR="00D92C09">
        <w:t>-</w:t>
      </w:r>
      <w:r>
        <w:t xml:space="preserve">Mawaddah, pp. 254 and 256, Eslambul Edition, and pp, 301 and 331 Heydarriyah Edition. </w:t>
      </w:r>
    </w:p>
    <w:p w:rsidR="001C73B9" w:rsidRDefault="001C73B9" w:rsidP="00D23CAB">
      <w:pPr>
        <w:pStyle w:val="libFootnote"/>
      </w:pPr>
      <w:r>
        <w:t>6. Tafsi</w:t>
      </w:r>
      <w:r w:rsidR="00D92C09">
        <w:t>-</w:t>
      </w:r>
      <w:r>
        <w:t>i</w:t>
      </w:r>
      <w:r w:rsidR="00D92C09">
        <w:t>-</w:t>
      </w:r>
      <w:r>
        <w:t>Kashf</w:t>
      </w:r>
      <w:r w:rsidR="00D92C09">
        <w:t>-</w:t>
      </w:r>
      <w:r>
        <w:t>i</w:t>
      </w:r>
      <w:r w:rsidR="00D92C09">
        <w:t>-</w:t>
      </w:r>
      <w:r>
        <w:t>wal Bayat, following Sura Shuora, No. 42, verse 23.</w:t>
      </w:r>
    </w:p>
    <w:p w:rsidR="001C73B9" w:rsidRDefault="001C73B9" w:rsidP="00D23CAB">
      <w:pPr>
        <w:pStyle w:val="libFootnote"/>
      </w:pPr>
      <w:r>
        <w:t>7. Sura 'Al</w:t>
      </w:r>
      <w:r w:rsidR="00D92C09">
        <w:t>-</w:t>
      </w:r>
      <w:r>
        <w:t>i</w:t>
      </w:r>
      <w:r w:rsidR="00D92C09">
        <w:t>-</w:t>
      </w:r>
      <w:r>
        <w:t xml:space="preserve">Imran, No. 3, verse 102. </w:t>
      </w:r>
    </w:p>
    <w:p w:rsidR="001C73B9" w:rsidRDefault="001C73B9" w:rsidP="00D23CAB">
      <w:pPr>
        <w:pStyle w:val="libFootnote"/>
      </w:pPr>
      <w:r>
        <w:t>8. Sura Al</w:t>
      </w:r>
      <w:r w:rsidR="00D92C09">
        <w:t>-</w:t>
      </w:r>
      <w:r>
        <w:t>Baqarah, No. 2, verse 5.</w:t>
      </w:r>
    </w:p>
    <w:p w:rsidR="001C73B9" w:rsidRDefault="001C73B9" w:rsidP="00D23CAB">
      <w:pPr>
        <w:pStyle w:val="libFootnote"/>
      </w:pPr>
      <w:r>
        <w:t>9. Sura Al</w:t>
      </w:r>
      <w:r w:rsidR="00D92C09">
        <w:t>-</w:t>
      </w:r>
      <w:r>
        <w:t>Mujadilah, No. 58, verse 22.</w:t>
      </w:r>
    </w:p>
    <w:p w:rsidR="001C73B9" w:rsidRDefault="001C73B9" w:rsidP="00D23CAB">
      <w:pPr>
        <w:pStyle w:val="libFootnote"/>
      </w:pPr>
      <w:r>
        <w:t>10. Yanabi</w:t>
      </w:r>
      <w:r w:rsidR="00D92C09">
        <w:t>-</w:t>
      </w:r>
      <w:r>
        <w:t>ul</w:t>
      </w:r>
      <w:r w:rsidR="00D92C09">
        <w:t>-</w:t>
      </w:r>
      <w:r>
        <w:t>Mawadah, chapter 16, p. 91, Heydariyyah Edition, and p. 85 Eslambul Edition.</w:t>
      </w:r>
    </w:p>
    <w:p w:rsidR="001C73B9" w:rsidRDefault="001C73B9" w:rsidP="00E978C2">
      <w:pPr>
        <w:pStyle w:val="libFootnote"/>
      </w:pPr>
      <w:r>
        <w:t>11. Fara</w:t>
      </w:r>
      <w:r w:rsidR="00D92C09">
        <w:t>-</w:t>
      </w:r>
      <w:r>
        <w:t>id</w:t>
      </w:r>
      <w:r w:rsidR="00D92C09">
        <w:t>-</w:t>
      </w:r>
      <w:r>
        <w:t>us</w:t>
      </w:r>
      <w:r w:rsidR="00D92C09">
        <w:t>-</w:t>
      </w:r>
      <w:r>
        <w:t>Samtayn, vol. 2, p. 312, No. 562; Rudat</w:t>
      </w:r>
      <w:r w:rsidR="00D92C09">
        <w:t>-</w:t>
      </w:r>
      <w:r>
        <w:t>ul</w:t>
      </w:r>
      <w:r w:rsidR="00D92C09">
        <w:t>-</w:t>
      </w:r>
      <w:r>
        <w:t>Ahbab, by 'Ata'</w:t>
      </w:r>
      <w:r w:rsidR="00E978C2">
        <w:t>-</w:t>
      </w:r>
      <w:r>
        <w:t>ul</w:t>
      </w:r>
      <w:r w:rsidR="00D92C09">
        <w:t>-</w:t>
      </w:r>
      <w:r>
        <w:t>lah</w:t>
      </w:r>
      <w:r w:rsidR="00D92C09">
        <w:t>-</w:t>
      </w:r>
      <w:r>
        <w:t>ibn</w:t>
      </w:r>
      <w:r w:rsidR="00D92C09">
        <w:t>-</w:t>
      </w:r>
      <w:r>
        <w:t>Fadl</w:t>
      </w:r>
      <w:r w:rsidR="00D92C09">
        <w:t>-</w:t>
      </w:r>
      <w:r>
        <w:t>Shirazi known as Jamal</w:t>
      </w:r>
      <w:r w:rsidR="00D92C09">
        <w:t>-</w:t>
      </w:r>
      <w:r>
        <w:t>ud</w:t>
      </w:r>
      <w:r w:rsidR="00D92C09">
        <w:t>-</w:t>
      </w:r>
      <w:r>
        <w:t>Din Muhaddith (Abaghat, part Thaghalayn, vol. 3,  p. 337); and Yanabi</w:t>
      </w:r>
      <w:r w:rsidR="00D92C09">
        <w:t>-</w:t>
      </w:r>
      <w:r>
        <w:t>ul</w:t>
      </w:r>
      <w:r w:rsidR="00D92C09">
        <w:t>-</w:t>
      </w:r>
      <w:r>
        <w:t>Mawaddah, by Ghanduzi, at the beginning of chapter 78, p. 536</w:t>
      </w:r>
    </w:p>
    <w:p w:rsidR="001C73B9" w:rsidRDefault="001C73B9" w:rsidP="001C73B9">
      <w:pPr>
        <w:pStyle w:val="libNormal"/>
      </w:pPr>
      <w:r>
        <w:br w:type="page"/>
      </w:r>
    </w:p>
    <w:p w:rsidR="00561C4B" w:rsidRDefault="00561C4B" w:rsidP="00561C4B">
      <w:pPr>
        <w:pStyle w:val="libCenterBold1"/>
      </w:pPr>
    </w:p>
    <w:p w:rsidR="00561C4B" w:rsidRDefault="00561C4B" w:rsidP="00561C4B">
      <w:pPr>
        <w:pStyle w:val="libCenterBold1"/>
      </w:pPr>
    </w:p>
    <w:p w:rsidR="00561C4B" w:rsidRDefault="00561C4B" w:rsidP="00561C4B">
      <w:pPr>
        <w:pStyle w:val="libCenterBold1"/>
      </w:pPr>
    </w:p>
    <w:p w:rsidR="00561C4B" w:rsidRDefault="00561C4B" w:rsidP="00561C4B">
      <w:pPr>
        <w:pStyle w:val="libCenterBold1"/>
      </w:pPr>
    </w:p>
    <w:p w:rsidR="00561C4B" w:rsidRDefault="00561C4B" w:rsidP="00561C4B">
      <w:pPr>
        <w:pStyle w:val="libCenterBold1"/>
      </w:pPr>
    </w:p>
    <w:p w:rsidR="00561C4B" w:rsidRDefault="00561C4B" w:rsidP="00561C4B">
      <w:pPr>
        <w:pStyle w:val="libCenterBold1"/>
      </w:pPr>
    </w:p>
    <w:p w:rsidR="00561C4B" w:rsidRDefault="00561C4B" w:rsidP="00561C4B">
      <w:pPr>
        <w:pStyle w:val="libCenterBold1"/>
      </w:pPr>
    </w:p>
    <w:p w:rsidR="00561C4B" w:rsidRDefault="00561C4B" w:rsidP="00561C4B">
      <w:pPr>
        <w:pStyle w:val="libCenterBold1"/>
      </w:pPr>
    </w:p>
    <w:p w:rsidR="00561C4B" w:rsidRDefault="00561C4B" w:rsidP="00561C4B">
      <w:pPr>
        <w:pStyle w:val="libCenterBold1"/>
      </w:pPr>
      <w:r>
        <w:t>All rights reserved for Al</w:t>
      </w:r>
      <w:r w:rsidR="00D92C09">
        <w:t>-</w:t>
      </w:r>
      <w:r>
        <w:t>Hassanain (p) Network, ImamHussain (p) Foundation</w:t>
      </w:r>
    </w:p>
    <w:p w:rsidR="00561C4B" w:rsidRDefault="00561C4B" w:rsidP="00561C4B">
      <w:pPr>
        <w:pStyle w:val="libCenterBold1"/>
      </w:pPr>
    </w:p>
    <w:p w:rsidR="00561C4B" w:rsidRDefault="00561C4B" w:rsidP="00561C4B">
      <w:pPr>
        <w:pStyle w:val="libCenterBold1"/>
      </w:pPr>
      <w:r>
        <w:t>Alhassanain (p) Network for Islamic Heritage and Thought</w:t>
      </w:r>
    </w:p>
    <w:p w:rsidR="00561C4B" w:rsidRDefault="00561C4B" w:rsidP="00561C4B">
      <w:pPr>
        <w:pStyle w:val="libCenterBold1"/>
      </w:pPr>
    </w:p>
    <w:p w:rsidR="00413479" w:rsidRDefault="00424EA1" w:rsidP="00561C4B">
      <w:pPr>
        <w:pStyle w:val="libCenterBold1"/>
      </w:pPr>
      <w:hyperlink r:id="rId9" w:history="1">
        <w:r w:rsidR="00561C4B" w:rsidRPr="002679BF">
          <w:rPr>
            <w:rStyle w:val="Hyperlink"/>
          </w:rPr>
          <w:t>www.alhassanain.org/english</w:t>
        </w:r>
      </w:hyperlink>
    </w:p>
    <w:sectPr w:rsidR="00413479" w:rsidSect="004A1A8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9F5" w:rsidRDefault="00BF29F5" w:rsidP="00113C59">
      <w:r>
        <w:separator/>
      </w:r>
    </w:p>
  </w:endnote>
  <w:endnote w:type="continuationSeparator" w:id="0">
    <w:p w:rsidR="00BF29F5" w:rsidRDefault="00BF29F5" w:rsidP="00113C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24EA1" w:rsidP="00745C1D">
    <w:pPr>
      <w:pStyle w:val="Footer"/>
      <w:tabs>
        <w:tab w:val="clear" w:pos="4153"/>
        <w:tab w:val="clear" w:pos="8306"/>
      </w:tabs>
    </w:pPr>
    <w:fldSimple w:instr=" PAGE   \* MERGEFORMAT ">
      <w:r w:rsidR="004A1A8D">
        <w:rPr>
          <w:noProof/>
        </w:rPr>
        <w:t>180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24EA1" w:rsidP="004A1A8D">
    <w:pPr>
      <w:pStyle w:val="libCenter"/>
    </w:pPr>
    <w:fldSimple w:instr=" PAGE   \* MERGEFORMAT ">
      <w:r w:rsidR="00484EBE">
        <w:rPr>
          <w:noProof/>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24EA1" w:rsidP="00745C1D">
    <w:pPr>
      <w:pStyle w:val="Footer"/>
      <w:tabs>
        <w:tab w:val="clear" w:pos="4153"/>
        <w:tab w:val="clear" w:pos="8306"/>
      </w:tabs>
    </w:pPr>
    <w:fldSimple w:instr=" PAGE   \* MERGEFORMAT ">
      <w:r w:rsidR="004A1A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9F5" w:rsidRDefault="00BF29F5" w:rsidP="00113C59">
      <w:r>
        <w:separator/>
      </w:r>
    </w:p>
  </w:footnote>
  <w:footnote w:type="continuationSeparator" w:id="0">
    <w:p w:rsidR="00BF29F5" w:rsidRDefault="00BF29F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80"/>
    <w:multiLevelType w:val="singleLevel"/>
    <w:tmpl w:val="AF700894"/>
    <w:lvl w:ilvl="0">
      <w:start w:val="1"/>
      <w:numFmt w:val="bullet"/>
      <w:lvlText w:val=""/>
      <w:lvlJc w:val="left"/>
      <w:pPr>
        <w:tabs>
          <w:tab w:val="num" w:pos="1492"/>
        </w:tabs>
        <w:ind w:left="1492" w:hanging="360"/>
      </w:pPr>
      <w:rPr>
        <w:rFonts w:ascii="Symbol" w:hAnsi="Symbol" w:hint="default"/>
      </w:rPr>
    </w:lvl>
  </w:abstractNum>
  <w:abstractNum w:abstractNumId="2">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9"/>
  </w:num>
  <w:num w:numId="5">
    <w:abstractNumId w:val="2"/>
  </w:num>
  <w:num w:numId="6">
    <w:abstractNumId w:val="10"/>
  </w:num>
  <w:num w:numId="7">
    <w:abstractNumId w:val="3"/>
  </w:num>
  <w:num w:numId="8">
    <w:abstractNumId w:val="4"/>
  </w:num>
  <w:num w:numId="9">
    <w:abstractNumId w:val="6"/>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C2F4A"/>
    <w:rsid w:val="00005A19"/>
    <w:rsid w:val="000267FE"/>
    <w:rsid w:val="00035139"/>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27F6"/>
    <w:rsid w:val="000E591F"/>
    <w:rsid w:val="000E6824"/>
    <w:rsid w:val="000F355B"/>
    <w:rsid w:val="0010049D"/>
    <w:rsid w:val="00101CEF"/>
    <w:rsid w:val="00107A6B"/>
    <w:rsid w:val="001106A5"/>
    <w:rsid w:val="00111AE3"/>
    <w:rsid w:val="00111B47"/>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3B9"/>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58BB"/>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6F64"/>
    <w:rsid w:val="0039787F"/>
    <w:rsid w:val="003A1475"/>
    <w:rsid w:val="003A3298"/>
    <w:rsid w:val="003A4587"/>
    <w:rsid w:val="003A661E"/>
    <w:rsid w:val="003A6E34"/>
    <w:rsid w:val="003B0913"/>
    <w:rsid w:val="003B20C5"/>
    <w:rsid w:val="003B3C5A"/>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B96"/>
    <w:rsid w:val="00407D56"/>
    <w:rsid w:val="00413479"/>
    <w:rsid w:val="00416E2B"/>
    <w:rsid w:val="004209BA"/>
    <w:rsid w:val="00420C44"/>
    <w:rsid w:val="004241E7"/>
    <w:rsid w:val="00424EA1"/>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EBE"/>
    <w:rsid w:val="004919C3"/>
    <w:rsid w:val="004953C3"/>
    <w:rsid w:val="00497042"/>
    <w:rsid w:val="004A0866"/>
    <w:rsid w:val="004A1A8D"/>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5C12"/>
    <w:rsid w:val="00526724"/>
    <w:rsid w:val="00542EEF"/>
    <w:rsid w:val="00550B2F"/>
    <w:rsid w:val="00551712"/>
    <w:rsid w:val="00551E02"/>
    <w:rsid w:val="005529FE"/>
    <w:rsid w:val="00552C63"/>
    <w:rsid w:val="00553E8E"/>
    <w:rsid w:val="005549DE"/>
    <w:rsid w:val="00555E4C"/>
    <w:rsid w:val="00557FB6"/>
    <w:rsid w:val="00561C4B"/>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5F48"/>
    <w:rsid w:val="005D2C72"/>
    <w:rsid w:val="005D4D79"/>
    <w:rsid w:val="005E2913"/>
    <w:rsid w:val="005F6D68"/>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0888"/>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265C"/>
    <w:rsid w:val="00856941"/>
    <w:rsid w:val="00857A7C"/>
    <w:rsid w:val="00864864"/>
    <w:rsid w:val="008656BE"/>
    <w:rsid w:val="008703F4"/>
    <w:rsid w:val="00870D4D"/>
    <w:rsid w:val="00873D57"/>
    <w:rsid w:val="00874112"/>
    <w:rsid w:val="00875188"/>
    <w:rsid w:val="008777DC"/>
    <w:rsid w:val="00880BCE"/>
    <w:rsid w:val="008810AF"/>
    <w:rsid w:val="008830EF"/>
    <w:rsid w:val="008933CF"/>
    <w:rsid w:val="00895362"/>
    <w:rsid w:val="008A02F7"/>
    <w:rsid w:val="008A225D"/>
    <w:rsid w:val="008A4630"/>
    <w:rsid w:val="008B5AE2"/>
    <w:rsid w:val="008B5B7E"/>
    <w:rsid w:val="008C0DB1"/>
    <w:rsid w:val="008C2F4A"/>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5D01"/>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9F5"/>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085B"/>
    <w:rsid w:val="00C76A9C"/>
    <w:rsid w:val="00C81C96"/>
    <w:rsid w:val="00C9021F"/>
    <w:rsid w:val="00C9028D"/>
    <w:rsid w:val="00C906FE"/>
    <w:rsid w:val="00C926F8"/>
    <w:rsid w:val="00CA16EC"/>
    <w:rsid w:val="00CA2801"/>
    <w:rsid w:val="00CA3AC2"/>
    <w:rsid w:val="00CA41BF"/>
    <w:rsid w:val="00CA4B16"/>
    <w:rsid w:val="00CB10B0"/>
    <w:rsid w:val="00CB22FF"/>
    <w:rsid w:val="00CB686E"/>
    <w:rsid w:val="00CC0833"/>
    <w:rsid w:val="00CC156E"/>
    <w:rsid w:val="00CD72D4"/>
    <w:rsid w:val="00CE30CD"/>
    <w:rsid w:val="00CF137D"/>
    <w:rsid w:val="00D10971"/>
    <w:rsid w:val="00D20EAE"/>
    <w:rsid w:val="00D212D5"/>
    <w:rsid w:val="00D23CAB"/>
    <w:rsid w:val="00D24B24"/>
    <w:rsid w:val="00D24EB0"/>
    <w:rsid w:val="00D25987"/>
    <w:rsid w:val="00D302F5"/>
    <w:rsid w:val="00D33A32"/>
    <w:rsid w:val="00D404A6"/>
    <w:rsid w:val="00D46C32"/>
    <w:rsid w:val="00D51C50"/>
    <w:rsid w:val="00D52EB9"/>
    <w:rsid w:val="00D52EC6"/>
    <w:rsid w:val="00D53C02"/>
    <w:rsid w:val="00D544E3"/>
    <w:rsid w:val="00D54728"/>
    <w:rsid w:val="00D66EE9"/>
    <w:rsid w:val="00D67101"/>
    <w:rsid w:val="00D70D85"/>
    <w:rsid w:val="00D718B1"/>
    <w:rsid w:val="00D7331A"/>
    <w:rsid w:val="00D7499D"/>
    <w:rsid w:val="00D84ECA"/>
    <w:rsid w:val="00D854D7"/>
    <w:rsid w:val="00D91B67"/>
    <w:rsid w:val="00D92C09"/>
    <w:rsid w:val="00D92CDF"/>
    <w:rsid w:val="00DA5931"/>
    <w:rsid w:val="00DA722B"/>
    <w:rsid w:val="00DB2424"/>
    <w:rsid w:val="00DB3E84"/>
    <w:rsid w:val="00DC02A0"/>
    <w:rsid w:val="00DC0B08"/>
    <w:rsid w:val="00DC0E27"/>
    <w:rsid w:val="00DD1BB4"/>
    <w:rsid w:val="00DD6547"/>
    <w:rsid w:val="00DD78A5"/>
    <w:rsid w:val="00DE4448"/>
    <w:rsid w:val="00DE49C9"/>
    <w:rsid w:val="00DE5CD3"/>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2352"/>
    <w:rsid w:val="00E96F05"/>
    <w:rsid w:val="00E978C2"/>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0D7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07B9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B58BB"/>
    <w:rPr>
      <w:rFonts w:ascii="Tahoma" w:hAnsi="Tahoma" w:cs="Tahoma"/>
      <w:sz w:val="16"/>
      <w:szCs w:val="16"/>
    </w:rPr>
  </w:style>
  <w:style w:type="character" w:customStyle="1" w:styleId="DocumentMapChar">
    <w:name w:val="Document Map Char"/>
    <w:basedOn w:val="DefaultParagraphFont"/>
    <w:link w:val="DocumentMap"/>
    <w:rsid w:val="002B58BB"/>
    <w:rPr>
      <w:rFonts w:ascii="Tahoma" w:hAnsi="Tahoma" w:cs="Tahoma"/>
      <w:color w:val="000000"/>
      <w:sz w:val="16"/>
      <w:szCs w:val="16"/>
    </w:rPr>
  </w:style>
  <w:style w:type="paragraph" w:styleId="TOC6">
    <w:name w:val="toc 6"/>
    <w:basedOn w:val="Normal"/>
    <w:next w:val="Normal"/>
    <w:autoRedefine/>
    <w:uiPriority w:val="39"/>
    <w:unhideWhenUsed/>
    <w:rsid w:val="00CA3AC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A3AC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A3AC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A3AC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87B52-4886-4F1C-A987-2A855F055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64</TotalTime>
  <Pages>186</Pages>
  <Words>42464</Words>
  <Characters>242048</Characters>
  <Application>Microsoft Office Word</Application>
  <DocSecurity>0</DocSecurity>
  <Lines>2017</Lines>
  <Paragraphs>567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283945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33</cp:revision>
  <cp:lastPrinted>1601-01-01T00:00:00Z</cp:lastPrinted>
  <dcterms:created xsi:type="dcterms:W3CDTF">2016-02-29T08:30:00Z</dcterms:created>
  <dcterms:modified xsi:type="dcterms:W3CDTF">2016-02-29T10:38:00Z</dcterms:modified>
</cp:coreProperties>
</file>