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582" w:rsidRDefault="00884582" w:rsidP="00555BAA">
      <w:pPr>
        <w:pStyle w:val="libCenterTitr"/>
      </w:pPr>
    </w:p>
    <w:p w:rsidR="00884582" w:rsidRDefault="00884582" w:rsidP="00555BAA">
      <w:pPr>
        <w:pStyle w:val="libCenterTitr"/>
      </w:pPr>
    </w:p>
    <w:p w:rsidR="00884582" w:rsidRDefault="00FC298D" w:rsidP="00FC298D">
      <w:pPr>
        <w:pStyle w:val="libCenterBold1"/>
      </w:pPr>
      <w:proofErr w:type="spellStart"/>
      <w:r w:rsidRPr="00FC298D">
        <w:t>Alhassanain</w:t>
      </w:r>
      <w:proofErr w:type="spellEnd"/>
      <w:r w:rsidRPr="00FC298D">
        <w:t xml:space="preserve"> (p) Network for Islamic Heritage and Thought</w:t>
      </w:r>
    </w:p>
    <w:p w:rsidR="00884582" w:rsidRDefault="00884582" w:rsidP="00555BAA">
      <w:pPr>
        <w:pStyle w:val="libCenterTitr"/>
      </w:pPr>
    </w:p>
    <w:p w:rsidR="00555BAA" w:rsidRDefault="00555BAA" w:rsidP="00555BAA">
      <w:pPr>
        <w:pStyle w:val="libCenterTitr"/>
      </w:pPr>
      <w:r>
        <w:rPr>
          <w:rtl/>
        </w:rPr>
        <w:t>الأحاديث القدسية</w:t>
      </w:r>
    </w:p>
    <w:p w:rsidR="003D6CA4" w:rsidRDefault="003D6CA4" w:rsidP="00555BAA">
      <w:pPr>
        <w:pStyle w:val="libCenterTitr"/>
      </w:pPr>
    </w:p>
    <w:p w:rsidR="00555BAA" w:rsidRDefault="00555BAA" w:rsidP="003D6CA4">
      <w:pPr>
        <w:pStyle w:val="libCenterTitr"/>
      </w:pPr>
      <w:r>
        <w:t>AL</w:t>
      </w:r>
      <w:r w:rsidR="003D6CA4">
        <w:t>-</w:t>
      </w:r>
      <w:r>
        <w:t>HADITH AL</w:t>
      </w:r>
      <w:r w:rsidR="003D6CA4">
        <w:t>-</w:t>
      </w:r>
      <w:r>
        <w:t>QUDSI</w:t>
      </w:r>
    </w:p>
    <w:p w:rsidR="006F3EF0" w:rsidRDefault="00555BAA" w:rsidP="00555BAA">
      <w:pPr>
        <w:pStyle w:val="libCenterTitr"/>
      </w:pPr>
      <w:r>
        <w:t>(A WORD OF ALLAH)</w:t>
      </w:r>
    </w:p>
    <w:p w:rsidR="003D6CA4" w:rsidRDefault="003D6CA4" w:rsidP="00555BAA">
      <w:pPr>
        <w:pStyle w:val="libCenterBold1"/>
      </w:pPr>
    </w:p>
    <w:p w:rsidR="003D6CA4" w:rsidRDefault="003D6CA4" w:rsidP="00555BAA">
      <w:pPr>
        <w:pStyle w:val="libCenterBold1"/>
      </w:pPr>
    </w:p>
    <w:p w:rsidR="006F3EF0" w:rsidRDefault="00555BAA" w:rsidP="00555BAA">
      <w:pPr>
        <w:pStyle w:val="libCenterBold1"/>
      </w:pPr>
      <w:r>
        <w:t xml:space="preserve">Translated By: S. M. </w:t>
      </w:r>
      <w:proofErr w:type="spellStart"/>
      <w:r>
        <w:t>Zaki</w:t>
      </w:r>
      <w:proofErr w:type="spellEnd"/>
      <w:r>
        <w:t xml:space="preserve"> </w:t>
      </w:r>
      <w:proofErr w:type="spellStart"/>
      <w:r>
        <w:t>Baqri</w:t>
      </w:r>
      <w:proofErr w:type="spellEnd"/>
    </w:p>
    <w:p w:rsidR="00D97391" w:rsidRDefault="00D97391" w:rsidP="00555BAA">
      <w:pPr>
        <w:pStyle w:val="libCenterBold1"/>
      </w:pPr>
    </w:p>
    <w:p w:rsidR="00D97391" w:rsidRDefault="00D97391" w:rsidP="00555BAA">
      <w:pPr>
        <w:pStyle w:val="libCenterBold1"/>
      </w:pPr>
    </w:p>
    <w:p w:rsidR="00D97391" w:rsidRDefault="00D97391" w:rsidP="00555BAA">
      <w:pPr>
        <w:pStyle w:val="libCenterBold1"/>
      </w:pPr>
    </w:p>
    <w:p w:rsidR="00D97391" w:rsidRDefault="00D97391" w:rsidP="00555BAA">
      <w:pPr>
        <w:pStyle w:val="libCenterBold1"/>
      </w:pPr>
    </w:p>
    <w:p w:rsidR="00D97391" w:rsidRDefault="00D97391" w:rsidP="00555BAA">
      <w:pPr>
        <w:pStyle w:val="libCenterBold1"/>
      </w:pPr>
      <w:hyperlink r:id="rId8" w:history="1">
        <w:r w:rsidRPr="00D675A2">
          <w:rPr>
            <w:rStyle w:val="Hyperlink"/>
          </w:rPr>
          <w:t>www.alhassanain.org/english</w:t>
        </w:r>
      </w:hyperlink>
    </w:p>
    <w:p w:rsidR="006F3EF0" w:rsidRDefault="00555BAA" w:rsidP="00D20B5B">
      <w:pPr>
        <w:pStyle w:val="libNormal"/>
      </w:pPr>
      <w:r>
        <w:br w:type="page"/>
      </w:r>
    </w:p>
    <w:p w:rsidR="006F3EF0" w:rsidRDefault="00555BAA" w:rsidP="00616AF4">
      <w:pPr>
        <w:pStyle w:val="libCenter"/>
      </w:pPr>
      <w:proofErr w:type="spellStart"/>
      <w:r>
        <w:lastRenderedPageBreak/>
        <w:t>Shirazi</w:t>
      </w:r>
      <w:proofErr w:type="spellEnd"/>
      <w:r>
        <w:t xml:space="preserve">, Hassan </w:t>
      </w:r>
      <w:proofErr w:type="spellStart"/>
      <w:r>
        <w:t>Qudsi</w:t>
      </w:r>
      <w:proofErr w:type="spellEnd"/>
      <w:r>
        <w:t>, 1934 - 1980.</w:t>
      </w:r>
    </w:p>
    <w:p w:rsidR="00555BAA" w:rsidRDefault="00555BAA" w:rsidP="00616AF4">
      <w:pPr>
        <w:pStyle w:val="libCenter"/>
      </w:pPr>
      <w:r>
        <w:t>AI-</w:t>
      </w:r>
      <w:proofErr w:type="spellStart"/>
      <w:r>
        <w:t>Hadith</w:t>
      </w:r>
      <w:proofErr w:type="spellEnd"/>
      <w:r>
        <w:t xml:space="preserve"> al-</w:t>
      </w:r>
      <w:proofErr w:type="spellStart"/>
      <w:r>
        <w:t>Qudsi</w:t>
      </w:r>
      <w:proofErr w:type="spellEnd"/>
      <w:r>
        <w:t xml:space="preserve">: a </w:t>
      </w:r>
      <w:proofErr w:type="spellStart"/>
      <w:r>
        <w:t>werd</w:t>
      </w:r>
      <w:proofErr w:type="spellEnd"/>
      <w:r>
        <w:t xml:space="preserve"> of Allah</w:t>
      </w:r>
      <w:proofErr w:type="gramStart"/>
      <w:r>
        <w:t>/[</w:t>
      </w:r>
      <w:proofErr w:type="gramEnd"/>
      <w:r>
        <w:t>Taken from the book "</w:t>
      </w:r>
      <w:proofErr w:type="spellStart"/>
      <w:r>
        <w:t>Kalimatullah</w:t>
      </w:r>
      <w:proofErr w:type="spellEnd"/>
      <w:r>
        <w:t xml:space="preserve">" of Hassan </w:t>
      </w:r>
      <w:proofErr w:type="spellStart"/>
      <w:r>
        <w:t>Shirazi</w:t>
      </w:r>
      <w:proofErr w:type="spellEnd"/>
      <w:r>
        <w:t xml:space="preserve">]; Translated by S.M. </w:t>
      </w:r>
      <w:proofErr w:type="spellStart"/>
      <w:r>
        <w:t>Zaki</w:t>
      </w:r>
      <w:proofErr w:type="spellEnd"/>
      <w:r>
        <w:t xml:space="preserve"> </w:t>
      </w:r>
      <w:proofErr w:type="spellStart"/>
      <w:r>
        <w:t>Baqri</w:t>
      </w:r>
      <w:proofErr w:type="spellEnd"/>
      <w:r>
        <w:t xml:space="preserve">.- Qum: </w:t>
      </w:r>
      <w:proofErr w:type="spellStart"/>
      <w:r>
        <w:t>Ansariyan</w:t>
      </w:r>
      <w:proofErr w:type="spellEnd"/>
      <w:r>
        <w:t>, 2003.</w:t>
      </w:r>
    </w:p>
    <w:p w:rsidR="00555BAA" w:rsidRDefault="00555BAA" w:rsidP="00616AF4">
      <w:pPr>
        <w:pStyle w:val="libCenter"/>
      </w:pPr>
      <w:proofErr w:type="gramStart"/>
      <w:r>
        <w:t>86 P.</w:t>
      </w:r>
      <w:proofErr w:type="gramEnd"/>
    </w:p>
    <w:p w:rsidR="00555BAA" w:rsidRDefault="00555BAA" w:rsidP="00616AF4">
      <w:pPr>
        <w:pStyle w:val="libCenter"/>
      </w:pPr>
      <w:r>
        <w:t>ISBN: 964-438-080-0</w:t>
      </w:r>
    </w:p>
    <w:p w:rsidR="00555BAA" w:rsidRDefault="00555BAA" w:rsidP="00616AF4">
      <w:pPr>
        <w:pStyle w:val="libCenter"/>
      </w:pPr>
      <w:r>
        <w:t>1. AI-</w:t>
      </w:r>
      <w:proofErr w:type="spellStart"/>
      <w:r>
        <w:t>Hadith</w:t>
      </w:r>
      <w:proofErr w:type="spellEnd"/>
      <w:r>
        <w:t xml:space="preserve"> AI-</w:t>
      </w:r>
      <w:proofErr w:type="spellStart"/>
      <w:r>
        <w:t>Qudsi</w:t>
      </w:r>
      <w:proofErr w:type="spellEnd"/>
      <w:r>
        <w:t xml:space="preserve">. </w:t>
      </w:r>
      <w:r>
        <w:tab/>
        <w:t xml:space="preserve">I. </w:t>
      </w:r>
      <w:proofErr w:type="spellStart"/>
      <w:r>
        <w:t>Zaki</w:t>
      </w:r>
      <w:proofErr w:type="spellEnd"/>
      <w:r>
        <w:t xml:space="preserve"> </w:t>
      </w:r>
      <w:proofErr w:type="spellStart"/>
      <w:r>
        <w:t>Baqri</w:t>
      </w:r>
      <w:proofErr w:type="spellEnd"/>
      <w:r>
        <w:t>, S.M., Tr.</w:t>
      </w:r>
    </w:p>
    <w:p w:rsidR="00555BAA" w:rsidRDefault="00555BAA" w:rsidP="00616AF4">
      <w:pPr>
        <w:pStyle w:val="libCenter"/>
      </w:pPr>
      <w:r>
        <w:t xml:space="preserve">II. Title. </w:t>
      </w:r>
      <w:r>
        <w:tab/>
        <w:t xml:space="preserve">III. Title: </w:t>
      </w:r>
      <w:proofErr w:type="spellStart"/>
      <w:r>
        <w:t>Kalimatullah.Selections</w:t>
      </w:r>
      <w:proofErr w:type="spellEnd"/>
      <w:r>
        <w:t xml:space="preserve"> (English).</w:t>
      </w:r>
    </w:p>
    <w:p w:rsidR="00555BAA" w:rsidRDefault="00555BAA" w:rsidP="00616AF4">
      <w:pPr>
        <w:pStyle w:val="libCenter"/>
      </w:pPr>
      <w:r>
        <w:t>IV. Title: AI-</w:t>
      </w:r>
      <w:proofErr w:type="spellStart"/>
      <w:r>
        <w:t>Hadith</w:t>
      </w:r>
      <w:proofErr w:type="spellEnd"/>
      <w:r>
        <w:t xml:space="preserve"> al-</w:t>
      </w:r>
      <w:proofErr w:type="spellStart"/>
      <w:r>
        <w:t>Qudsi</w:t>
      </w:r>
      <w:proofErr w:type="spellEnd"/>
      <w:r>
        <w:t>: a word of Allah.</w:t>
      </w:r>
    </w:p>
    <w:p w:rsidR="006F3EF0" w:rsidRDefault="00555BAA" w:rsidP="00616AF4">
      <w:pPr>
        <w:pStyle w:val="libCenter"/>
      </w:pPr>
      <w:r>
        <w:t xml:space="preserve">297.213 </w:t>
      </w:r>
      <w:r>
        <w:tab/>
        <w:t>BP139.5.S9K8</w:t>
      </w:r>
      <w:proofErr w:type="gramStart"/>
      <w:r>
        <w:t>,4952</w:t>
      </w:r>
      <w:proofErr w:type="gramEnd"/>
    </w:p>
    <w:p w:rsidR="00555BAA" w:rsidRDefault="00555BAA" w:rsidP="00616AF4">
      <w:pPr>
        <w:pStyle w:val="libCenter"/>
      </w:pPr>
      <w:r>
        <w:rPr>
          <w:rtl/>
        </w:rPr>
        <w:t>الأحاديث القدسية</w:t>
      </w:r>
    </w:p>
    <w:p w:rsidR="00555BAA" w:rsidRDefault="00555BAA" w:rsidP="00616AF4">
      <w:pPr>
        <w:pStyle w:val="libCenter"/>
      </w:pPr>
      <w:r>
        <w:t>AL•HADITH AL•QUDSI</w:t>
      </w:r>
    </w:p>
    <w:p w:rsidR="006F3EF0" w:rsidRDefault="00555BAA" w:rsidP="00616AF4">
      <w:pPr>
        <w:pStyle w:val="libCenter"/>
      </w:pPr>
      <w:r>
        <w:t>(A WORD OF ALLAH)</w:t>
      </w:r>
    </w:p>
    <w:p w:rsidR="00555BAA" w:rsidRDefault="00555BAA" w:rsidP="00616AF4">
      <w:pPr>
        <w:pStyle w:val="libCenter"/>
      </w:pPr>
      <w:r>
        <w:t xml:space="preserve">Author: Hassan </w:t>
      </w:r>
      <w:proofErr w:type="spellStart"/>
      <w:r>
        <w:t>Shirazi</w:t>
      </w:r>
      <w:proofErr w:type="spellEnd"/>
    </w:p>
    <w:p w:rsidR="00555BAA" w:rsidRDefault="00555BAA" w:rsidP="00616AF4">
      <w:pPr>
        <w:pStyle w:val="libCenter"/>
      </w:pPr>
      <w:r>
        <w:t xml:space="preserve">Translated by: </w:t>
      </w:r>
      <w:proofErr w:type="spellStart"/>
      <w:r>
        <w:t>S.M.Zaki</w:t>
      </w:r>
      <w:proofErr w:type="spellEnd"/>
      <w:r>
        <w:t xml:space="preserve"> </w:t>
      </w:r>
      <w:proofErr w:type="spellStart"/>
      <w:r>
        <w:t>Baqri</w:t>
      </w:r>
      <w:proofErr w:type="spellEnd"/>
    </w:p>
    <w:p w:rsidR="00555BAA" w:rsidRDefault="00555BAA" w:rsidP="00616AF4">
      <w:pPr>
        <w:pStyle w:val="libCenter"/>
      </w:pPr>
      <w:r>
        <w:t xml:space="preserve">Publisher: </w:t>
      </w:r>
      <w:proofErr w:type="spellStart"/>
      <w:r>
        <w:t>Ansariyan</w:t>
      </w:r>
      <w:proofErr w:type="spellEnd"/>
      <w:r>
        <w:t xml:space="preserve"> Publications – Qum</w:t>
      </w:r>
    </w:p>
    <w:p w:rsidR="00555BAA" w:rsidRDefault="00555BAA" w:rsidP="00616AF4">
      <w:pPr>
        <w:pStyle w:val="libCenter"/>
      </w:pPr>
      <w:r>
        <w:t>First Edition: 1417-1997-1376</w:t>
      </w:r>
    </w:p>
    <w:p w:rsidR="00555BAA" w:rsidRDefault="00555BAA" w:rsidP="00616AF4">
      <w:pPr>
        <w:pStyle w:val="libCenter"/>
      </w:pPr>
      <w:r>
        <w:t>Second Reprint: 1420-1999-1378</w:t>
      </w:r>
    </w:p>
    <w:p w:rsidR="00555BAA" w:rsidRDefault="00555BAA" w:rsidP="00616AF4">
      <w:pPr>
        <w:pStyle w:val="libCenter"/>
      </w:pPr>
      <w:r>
        <w:t>Third Reprint: 1424-2003-1382</w:t>
      </w:r>
    </w:p>
    <w:p w:rsidR="006F3EF0" w:rsidRDefault="00555BAA" w:rsidP="00616AF4">
      <w:pPr>
        <w:pStyle w:val="libCenter"/>
      </w:pPr>
      <w:r>
        <w:t>ISBN: 964-438-080-0</w:t>
      </w:r>
    </w:p>
    <w:p w:rsidR="000509AC" w:rsidRDefault="000509AC" w:rsidP="00D20B5B">
      <w:pPr>
        <w:pStyle w:val="libNormal"/>
      </w:pPr>
      <w:r>
        <w:br w:type="page"/>
      </w:r>
    </w:p>
    <w:sdt>
      <w:sdtPr>
        <w:id w:val="188894751"/>
        <w:docPartObj>
          <w:docPartGallery w:val="Table of Contents"/>
          <w:docPartUnique/>
        </w:docPartObj>
      </w:sdtPr>
      <w:sdtEndPr>
        <w:rPr>
          <w:b w:val="0"/>
          <w:bCs w:val="0"/>
        </w:rPr>
      </w:sdtEndPr>
      <w:sdtContent>
        <w:p w:rsidR="00BE19C8" w:rsidRDefault="00BE19C8" w:rsidP="00BE19C8">
          <w:pPr>
            <w:pStyle w:val="libCenterBold1"/>
          </w:pPr>
          <w:r>
            <w:t>Table of Contents</w:t>
          </w:r>
        </w:p>
        <w:p w:rsidR="00BE19C8" w:rsidRDefault="006D2F9C" w:rsidP="00BE19C8">
          <w:pPr>
            <w:pStyle w:val="TOC1"/>
            <w:rPr>
              <w:rFonts w:asciiTheme="minorHAnsi" w:eastAsiaTheme="minorEastAsia" w:hAnsiTheme="minorHAnsi" w:cstheme="minorBidi"/>
              <w:b w:val="0"/>
              <w:bCs w:val="0"/>
              <w:color w:val="auto"/>
              <w:sz w:val="22"/>
              <w:szCs w:val="22"/>
              <w:rtl/>
            </w:rPr>
          </w:pPr>
          <w:r w:rsidRPr="006D2F9C">
            <w:fldChar w:fldCharType="begin"/>
          </w:r>
          <w:r w:rsidR="00BE19C8">
            <w:instrText xml:space="preserve"> TOC \o "1-3" \h \z \u </w:instrText>
          </w:r>
          <w:r w:rsidRPr="006D2F9C">
            <w:fldChar w:fldCharType="separate"/>
          </w:r>
          <w:hyperlink w:anchor="_Toc444945283" w:history="1">
            <w:r w:rsidR="00BE19C8" w:rsidRPr="009B552E">
              <w:rPr>
                <w:rStyle w:val="Hyperlink"/>
              </w:rPr>
              <w:t>TRANSLATOR NOTES</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Toc444945283 \h</w:instrText>
            </w:r>
            <w:r w:rsidR="00BE19C8">
              <w:rPr>
                <w:webHidden/>
                <w:rtl/>
              </w:rPr>
              <w:instrText xml:space="preserve"> </w:instrText>
            </w:r>
            <w:r>
              <w:rPr>
                <w:webHidden/>
                <w:rtl/>
              </w:rPr>
            </w:r>
            <w:r>
              <w:rPr>
                <w:webHidden/>
                <w:rtl/>
              </w:rPr>
              <w:fldChar w:fldCharType="separate"/>
            </w:r>
            <w:r w:rsidR="00065FEF">
              <w:rPr>
                <w:webHidden/>
              </w:rPr>
              <w:t>7</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284"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الأول‏</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Toc444945284 \h</w:instrText>
            </w:r>
            <w:r w:rsidR="00BE19C8">
              <w:rPr>
                <w:webHidden/>
                <w:rtl/>
              </w:rPr>
              <w:instrText xml:space="preserve"> </w:instrText>
            </w:r>
            <w:r>
              <w:rPr>
                <w:webHidden/>
                <w:rtl/>
              </w:rPr>
            </w:r>
            <w:r>
              <w:rPr>
                <w:webHidden/>
                <w:rtl/>
              </w:rPr>
              <w:fldChar w:fldCharType="separate"/>
            </w:r>
            <w:r w:rsidR="00065FEF">
              <w:rPr>
                <w:webHidden/>
              </w:rPr>
              <w:t>9</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285" w:history="1">
            <w:r w:rsidR="00BE19C8" w:rsidRPr="009B552E">
              <w:rPr>
                <w:rStyle w:val="Hyperlink"/>
              </w:rPr>
              <w:t>Chapter 1</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Toc444945285 \h</w:instrText>
            </w:r>
            <w:r w:rsidR="00BE19C8">
              <w:rPr>
                <w:webHidden/>
                <w:rtl/>
              </w:rPr>
              <w:instrText xml:space="preserve"> </w:instrText>
            </w:r>
            <w:r>
              <w:rPr>
                <w:webHidden/>
                <w:rtl/>
              </w:rPr>
            </w:r>
            <w:r>
              <w:rPr>
                <w:webHidden/>
                <w:rtl/>
              </w:rPr>
              <w:fldChar w:fldCharType="separate"/>
            </w:r>
            <w:r w:rsidR="00065FEF">
              <w:rPr>
                <w:webHidden/>
              </w:rPr>
              <w:t>10</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286"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الثاني‏</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Toc444945286 \h</w:instrText>
            </w:r>
            <w:r w:rsidR="00BE19C8">
              <w:rPr>
                <w:webHidden/>
                <w:rtl/>
              </w:rPr>
              <w:instrText xml:space="preserve"> </w:instrText>
            </w:r>
            <w:r>
              <w:rPr>
                <w:webHidden/>
                <w:rtl/>
              </w:rPr>
            </w:r>
            <w:r>
              <w:rPr>
                <w:webHidden/>
                <w:rtl/>
              </w:rPr>
              <w:fldChar w:fldCharType="separate"/>
            </w:r>
            <w:r w:rsidR="00065FEF">
              <w:rPr>
                <w:webHidden/>
              </w:rPr>
              <w:t>11</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287" w:history="1">
            <w:r w:rsidR="00BE19C8" w:rsidRPr="009B552E">
              <w:rPr>
                <w:rStyle w:val="Hyperlink"/>
              </w:rPr>
              <w:t>Chapter 2</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Toc444945287 \h</w:instrText>
            </w:r>
            <w:r w:rsidR="00BE19C8">
              <w:rPr>
                <w:webHidden/>
                <w:rtl/>
              </w:rPr>
              <w:instrText xml:space="preserve"> </w:instrText>
            </w:r>
            <w:r>
              <w:rPr>
                <w:webHidden/>
                <w:rtl/>
              </w:rPr>
            </w:r>
            <w:r>
              <w:rPr>
                <w:webHidden/>
                <w:rtl/>
              </w:rPr>
              <w:fldChar w:fldCharType="separate"/>
            </w:r>
            <w:r w:rsidR="00065FEF">
              <w:rPr>
                <w:webHidden/>
              </w:rPr>
              <w:t>12</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288"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الثالث‏</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Toc444945288 \h</w:instrText>
            </w:r>
            <w:r w:rsidR="00BE19C8">
              <w:rPr>
                <w:webHidden/>
                <w:rtl/>
              </w:rPr>
              <w:instrText xml:space="preserve"> </w:instrText>
            </w:r>
            <w:r>
              <w:rPr>
                <w:webHidden/>
                <w:rtl/>
              </w:rPr>
            </w:r>
            <w:r>
              <w:rPr>
                <w:webHidden/>
                <w:rtl/>
              </w:rPr>
              <w:fldChar w:fldCharType="separate"/>
            </w:r>
            <w:r w:rsidR="00065FEF">
              <w:rPr>
                <w:webHidden/>
              </w:rPr>
              <w:t>13</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289" w:history="1">
            <w:r w:rsidR="00BE19C8" w:rsidRPr="009B552E">
              <w:rPr>
                <w:rStyle w:val="Hyperlink"/>
              </w:rPr>
              <w:t>Chapter 3</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Toc444945289 \h</w:instrText>
            </w:r>
            <w:r w:rsidR="00BE19C8">
              <w:rPr>
                <w:webHidden/>
                <w:rtl/>
              </w:rPr>
              <w:instrText xml:space="preserve"> </w:instrText>
            </w:r>
            <w:r>
              <w:rPr>
                <w:webHidden/>
                <w:rtl/>
              </w:rPr>
            </w:r>
            <w:r>
              <w:rPr>
                <w:webHidden/>
                <w:rtl/>
              </w:rPr>
              <w:fldChar w:fldCharType="separate"/>
            </w:r>
            <w:r w:rsidR="00065FEF">
              <w:rPr>
                <w:webHidden/>
              </w:rPr>
              <w:t>14</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290"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الرابع‏</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Toc444945290 \h</w:instrText>
            </w:r>
            <w:r w:rsidR="00BE19C8">
              <w:rPr>
                <w:webHidden/>
                <w:rtl/>
              </w:rPr>
              <w:instrText xml:space="preserve"> </w:instrText>
            </w:r>
            <w:r>
              <w:rPr>
                <w:webHidden/>
                <w:rtl/>
              </w:rPr>
            </w:r>
            <w:r>
              <w:rPr>
                <w:webHidden/>
                <w:rtl/>
              </w:rPr>
              <w:fldChar w:fldCharType="separate"/>
            </w:r>
            <w:r w:rsidR="00065FEF">
              <w:rPr>
                <w:webHidden/>
              </w:rPr>
              <w:t>15</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291" w:history="1">
            <w:r w:rsidR="00BE19C8" w:rsidRPr="009B552E">
              <w:rPr>
                <w:rStyle w:val="Hyperlink"/>
              </w:rPr>
              <w:t>Chapter 4</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Toc444945291 \h</w:instrText>
            </w:r>
            <w:r w:rsidR="00BE19C8">
              <w:rPr>
                <w:webHidden/>
                <w:rtl/>
              </w:rPr>
              <w:instrText xml:space="preserve"> </w:instrText>
            </w:r>
            <w:r>
              <w:rPr>
                <w:webHidden/>
                <w:rtl/>
              </w:rPr>
            </w:r>
            <w:r>
              <w:rPr>
                <w:webHidden/>
                <w:rtl/>
              </w:rPr>
              <w:fldChar w:fldCharType="separate"/>
            </w:r>
            <w:r w:rsidR="00065FEF">
              <w:rPr>
                <w:webHidden/>
              </w:rPr>
              <w:t>16</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292"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الخامس‏</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Toc444945292 \h</w:instrText>
            </w:r>
            <w:r w:rsidR="00BE19C8">
              <w:rPr>
                <w:webHidden/>
                <w:rtl/>
              </w:rPr>
              <w:instrText xml:space="preserve"> </w:instrText>
            </w:r>
            <w:r>
              <w:rPr>
                <w:webHidden/>
                <w:rtl/>
              </w:rPr>
            </w:r>
            <w:r>
              <w:rPr>
                <w:webHidden/>
                <w:rtl/>
              </w:rPr>
              <w:fldChar w:fldCharType="separate"/>
            </w:r>
            <w:r w:rsidR="00065FEF">
              <w:rPr>
                <w:webHidden/>
              </w:rPr>
              <w:t>17</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293" w:history="1">
            <w:r w:rsidR="00BE19C8" w:rsidRPr="009B552E">
              <w:rPr>
                <w:rStyle w:val="Hyperlink"/>
              </w:rPr>
              <w:t>Chapter 5</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Toc444945293 \h</w:instrText>
            </w:r>
            <w:r w:rsidR="00BE19C8">
              <w:rPr>
                <w:webHidden/>
                <w:rtl/>
              </w:rPr>
              <w:instrText xml:space="preserve"> </w:instrText>
            </w:r>
            <w:r>
              <w:rPr>
                <w:webHidden/>
                <w:rtl/>
              </w:rPr>
            </w:r>
            <w:r>
              <w:rPr>
                <w:webHidden/>
                <w:rtl/>
              </w:rPr>
              <w:fldChar w:fldCharType="separate"/>
            </w:r>
            <w:r w:rsidR="00065FEF">
              <w:rPr>
                <w:webHidden/>
              </w:rPr>
              <w:t>18</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294"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السادس‏</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Toc444945294 \h</w:instrText>
            </w:r>
            <w:r w:rsidR="00BE19C8">
              <w:rPr>
                <w:webHidden/>
                <w:rtl/>
              </w:rPr>
              <w:instrText xml:space="preserve"> </w:instrText>
            </w:r>
            <w:r>
              <w:rPr>
                <w:webHidden/>
                <w:rtl/>
              </w:rPr>
            </w:r>
            <w:r>
              <w:rPr>
                <w:webHidden/>
                <w:rtl/>
              </w:rPr>
              <w:fldChar w:fldCharType="separate"/>
            </w:r>
            <w:r w:rsidR="00065FEF">
              <w:rPr>
                <w:webHidden/>
              </w:rPr>
              <w:t>19</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295" w:history="1">
            <w:r w:rsidR="00BE19C8" w:rsidRPr="009B552E">
              <w:rPr>
                <w:rStyle w:val="Hyperlink"/>
              </w:rPr>
              <w:t>Chapter 6</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Toc444945295 \h</w:instrText>
            </w:r>
            <w:r w:rsidR="00BE19C8">
              <w:rPr>
                <w:webHidden/>
                <w:rtl/>
              </w:rPr>
              <w:instrText xml:space="preserve"> </w:instrText>
            </w:r>
            <w:r>
              <w:rPr>
                <w:webHidden/>
                <w:rtl/>
              </w:rPr>
            </w:r>
            <w:r>
              <w:rPr>
                <w:webHidden/>
                <w:rtl/>
              </w:rPr>
              <w:fldChar w:fldCharType="separate"/>
            </w:r>
            <w:r w:rsidR="00065FEF">
              <w:rPr>
                <w:webHidden/>
              </w:rPr>
              <w:t>20</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296"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السابع‏</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Toc444945296 \h</w:instrText>
            </w:r>
            <w:r w:rsidR="00BE19C8">
              <w:rPr>
                <w:webHidden/>
                <w:rtl/>
              </w:rPr>
              <w:instrText xml:space="preserve"> </w:instrText>
            </w:r>
            <w:r>
              <w:rPr>
                <w:webHidden/>
                <w:rtl/>
              </w:rPr>
            </w:r>
            <w:r>
              <w:rPr>
                <w:webHidden/>
                <w:rtl/>
              </w:rPr>
              <w:fldChar w:fldCharType="separate"/>
            </w:r>
            <w:r w:rsidR="00065FEF">
              <w:rPr>
                <w:webHidden/>
              </w:rPr>
              <w:t>21</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297" w:history="1">
            <w:r w:rsidR="00BE19C8" w:rsidRPr="009B552E">
              <w:rPr>
                <w:rStyle w:val="Hyperlink"/>
              </w:rPr>
              <w:t>Chapter 7</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Toc444945297 \h</w:instrText>
            </w:r>
            <w:r w:rsidR="00BE19C8">
              <w:rPr>
                <w:webHidden/>
                <w:rtl/>
              </w:rPr>
              <w:instrText xml:space="preserve"> </w:instrText>
            </w:r>
            <w:r>
              <w:rPr>
                <w:webHidden/>
                <w:rtl/>
              </w:rPr>
            </w:r>
            <w:r>
              <w:rPr>
                <w:webHidden/>
                <w:rtl/>
              </w:rPr>
              <w:fldChar w:fldCharType="separate"/>
            </w:r>
            <w:r w:rsidR="00065FEF">
              <w:rPr>
                <w:webHidden/>
              </w:rPr>
              <w:t>22</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298"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الثامن‏</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Toc444945298 \h</w:instrText>
            </w:r>
            <w:r w:rsidR="00BE19C8">
              <w:rPr>
                <w:webHidden/>
                <w:rtl/>
              </w:rPr>
              <w:instrText xml:space="preserve"> </w:instrText>
            </w:r>
            <w:r>
              <w:rPr>
                <w:webHidden/>
                <w:rtl/>
              </w:rPr>
            </w:r>
            <w:r>
              <w:rPr>
                <w:webHidden/>
                <w:rtl/>
              </w:rPr>
              <w:fldChar w:fldCharType="separate"/>
            </w:r>
            <w:r w:rsidR="00065FEF">
              <w:rPr>
                <w:webHidden/>
              </w:rPr>
              <w:t>23</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299" w:history="1">
            <w:r w:rsidR="00BE19C8" w:rsidRPr="009B552E">
              <w:rPr>
                <w:rStyle w:val="Hyperlink"/>
              </w:rPr>
              <w:t>Chapter 8</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Toc444945299 \h</w:instrText>
            </w:r>
            <w:r w:rsidR="00BE19C8">
              <w:rPr>
                <w:webHidden/>
                <w:rtl/>
              </w:rPr>
              <w:instrText xml:space="preserve"> </w:instrText>
            </w:r>
            <w:r>
              <w:rPr>
                <w:webHidden/>
                <w:rtl/>
              </w:rPr>
            </w:r>
            <w:r>
              <w:rPr>
                <w:webHidden/>
                <w:rtl/>
              </w:rPr>
              <w:fldChar w:fldCharType="separate"/>
            </w:r>
            <w:r w:rsidR="00065FEF">
              <w:rPr>
                <w:webHidden/>
              </w:rPr>
              <w:t>24</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00"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التاسع‏</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Toc444945300 \h</w:instrText>
            </w:r>
            <w:r w:rsidR="00BE19C8">
              <w:rPr>
                <w:webHidden/>
                <w:rtl/>
              </w:rPr>
              <w:instrText xml:space="preserve"> </w:instrText>
            </w:r>
            <w:r>
              <w:rPr>
                <w:webHidden/>
                <w:rtl/>
              </w:rPr>
            </w:r>
            <w:r>
              <w:rPr>
                <w:webHidden/>
                <w:rtl/>
              </w:rPr>
              <w:fldChar w:fldCharType="separate"/>
            </w:r>
            <w:r w:rsidR="00065FEF">
              <w:rPr>
                <w:webHidden/>
              </w:rPr>
              <w:t>25</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01" w:history="1">
            <w:r w:rsidR="00BE19C8" w:rsidRPr="009B552E">
              <w:rPr>
                <w:rStyle w:val="Hyperlink"/>
              </w:rPr>
              <w:t>Chapter 9</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Toc444945301 \h</w:instrText>
            </w:r>
            <w:r w:rsidR="00BE19C8">
              <w:rPr>
                <w:webHidden/>
                <w:rtl/>
              </w:rPr>
              <w:instrText xml:space="preserve"> </w:instrText>
            </w:r>
            <w:r>
              <w:rPr>
                <w:webHidden/>
                <w:rtl/>
              </w:rPr>
            </w:r>
            <w:r>
              <w:rPr>
                <w:webHidden/>
                <w:rtl/>
              </w:rPr>
              <w:fldChar w:fldCharType="separate"/>
            </w:r>
            <w:r w:rsidR="00065FEF">
              <w:rPr>
                <w:webHidden/>
              </w:rPr>
              <w:t>26</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02"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العاشر</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Toc444945302 \h</w:instrText>
            </w:r>
            <w:r w:rsidR="00BE19C8">
              <w:rPr>
                <w:webHidden/>
                <w:rtl/>
              </w:rPr>
              <w:instrText xml:space="preserve"> </w:instrText>
            </w:r>
            <w:r>
              <w:rPr>
                <w:webHidden/>
                <w:rtl/>
              </w:rPr>
            </w:r>
            <w:r>
              <w:rPr>
                <w:webHidden/>
                <w:rtl/>
              </w:rPr>
              <w:fldChar w:fldCharType="separate"/>
            </w:r>
            <w:r w:rsidR="00065FEF">
              <w:rPr>
                <w:webHidden/>
              </w:rPr>
              <w:t>27</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03" w:history="1">
            <w:r w:rsidR="00BE19C8" w:rsidRPr="009B552E">
              <w:rPr>
                <w:rStyle w:val="Hyperlink"/>
              </w:rPr>
              <w:t>Chapter 10</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Toc444945303 \h</w:instrText>
            </w:r>
            <w:r w:rsidR="00BE19C8">
              <w:rPr>
                <w:webHidden/>
                <w:rtl/>
              </w:rPr>
              <w:instrText xml:space="preserve"> </w:instrText>
            </w:r>
            <w:r>
              <w:rPr>
                <w:webHidden/>
                <w:rtl/>
              </w:rPr>
            </w:r>
            <w:r>
              <w:rPr>
                <w:webHidden/>
                <w:rtl/>
              </w:rPr>
              <w:fldChar w:fldCharType="separate"/>
            </w:r>
            <w:r w:rsidR="00065FEF">
              <w:rPr>
                <w:webHidden/>
              </w:rPr>
              <w:t>28</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04"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الحادي</w:t>
            </w:r>
            <w:r w:rsidR="00BE19C8" w:rsidRPr="009B552E">
              <w:rPr>
                <w:rStyle w:val="Hyperlink"/>
                <w:rtl/>
              </w:rPr>
              <w:t xml:space="preserve"> </w:t>
            </w:r>
            <w:r w:rsidR="00BE19C8" w:rsidRPr="009B552E">
              <w:rPr>
                <w:rStyle w:val="Hyperlink"/>
                <w:rFonts w:hint="eastAsia"/>
                <w:rtl/>
              </w:rPr>
              <w:t>عشر</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Toc444945304 \h</w:instrText>
            </w:r>
            <w:r w:rsidR="00BE19C8">
              <w:rPr>
                <w:webHidden/>
                <w:rtl/>
              </w:rPr>
              <w:instrText xml:space="preserve"> </w:instrText>
            </w:r>
            <w:r>
              <w:rPr>
                <w:webHidden/>
                <w:rtl/>
              </w:rPr>
            </w:r>
            <w:r>
              <w:rPr>
                <w:webHidden/>
                <w:rtl/>
              </w:rPr>
              <w:fldChar w:fldCharType="separate"/>
            </w:r>
            <w:r w:rsidR="00065FEF">
              <w:rPr>
                <w:webHidden/>
              </w:rPr>
              <w:t>29</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05" w:history="1">
            <w:r w:rsidR="00BE19C8" w:rsidRPr="009B552E">
              <w:rPr>
                <w:rStyle w:val="Hyperlink"/>
              </w:rPr>
              <w:t>Chapter 11</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Toc444945305 \h</w:instrText>
            </w:r>
            <w:r w:rsidR="00BE19C8">
              <w:rPr>
                <w:webHidden/>
                <w:rtl/>
              </w:rPr>
              <w:instrText xml:space="preserve"> </w:instrText>
            </w:r>
            <w:r>
              <w:rPr>
                <w:webHidden/>
                <w:rtl/>
              </w:rPr>
            </w:r>
            <w:r>
              <w:rPr>
                <w:webHidden/>
                <w:rtl/>
              </w:rPr>
              <w:fldChar w:fldCharType="separate"/>
            </w:r>
            <w:r w:rsidR="00065FEF">
              <w:rPr>
                <w:webHidden/>
              </w:rPr>
              <w:t>30</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06"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الثاني</w:t>
            </w:r>
            <w:r w:rsidR="00BE19C8" w:rsidRPr="009B552E">
              <w:rPr>
                <w:rStyle w:val="Hyperlink"/>
                <w:rtl/>
              </w:rPr>
              <w:t xml:space="preserve"> </w:t>
            </w:r>
            <w:r w:rsidR="00BE19C8" w:rsidRPr="009B552E">
              <w:rPr>
                <w:rStyle w:val="Hyperlink"/>
                <w:rFonts w:hint="eastAsia"/>
                <w:rtl/>
              </w:rPr>
              <w:t>عشر</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Toc444945306 \h</w:instrText>
            </w:r>
            <w:r w:rsidR="00BE19C8">
              <w:rPr>
                <w:webHidden/>
                <w:rtl/>
              </w:rPr>
              <w:instrText xml:space="preserve"> </w:instrText>
            </w:r>
            <w:r>
              <w:rPr>
                <w:webHidden/>
                <w:rtl/>
              </w:rPr>
            </w:r>
            <w:r>
              <w:rPr>
                <w:webHidden/>
                <w:rtl/>
              </w:rPr>
              <w:fldChar w:fldCharType="separate"/>
            </w:r>
            <w:r w:rsidR="00065FEF">
              <w:rPr>
                <w:webHidden/>
              </w:rPr>
              <w:t>31</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07" w:history="1">
            <w:r w:rsidR="00BE19C8" w:rsidRPr="009B552E">
              <w:rPr>
                <w:rStyle w:val="Hyperlink"/>
              </w:rPr>
              <w:t>Chapter 12</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Toc444945307 \h</w:instrText>
            </w:r>
            <w:r w:rsidR="00BE19C8">
              <w:rPr>
                <w:webHidden/>
                <w:rtl/>
              </w:rPr>
              <w:instrText xml:space="preserve"> </w:instrText>
            </w:r>
            <w:r>
              <w:rPr>
                <w:webHidden/>
                <w:rtl/>
              </w:rPr>
            </w:r>
            <w:r>
              <w:rPr>
                <w:webHidden/>
                <w:rtl/>
              </w:rPr>
              <w:fldChar w:fldCharType="separate"/>
            </w:r>
            <w:r w:rsidR="00065FEF">
              <w:rPr>
                <w:webHidden/>
              </w:rPr>
              <w:t>32</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08"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الثالث</w:t>
            </w:r>
            <w:r w:rsidR="00BE19C8" w:rsidRPr="009B552E">
              <w:rPr>
                <w:rStyle w:val="Hyperlink"/>
                <w:rtl/>
              </w:rPr>
              <w:t xml:space="preserve"> </w:t>
            </w:r>
            <w:r w:rsidR="00BE19C8" w:rsidRPr="009B552E">
              <w:rPr>
                <w:rStyle w:val="Hyperlink"/>
                <w:rFonts w:hint="eastAsia"/>
                <w:rtl/>
              </w:rPr>
              <w:t>عشر</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Toc444945308 \h</w:instrText>
            </w:r>
            <w:r w:rsidR="00BE19C8">
              <w:rPr>
                <w:webHidden/>
                <w:rtl/>
              </w:rPr>
              <w:instrText xml:space="preserve"> </w:instrText>
            </w:r>
            <w:r>
              <w:rPr>
                <w:webHidden/>
                <w:rtl/>
              </w:rPr>
            </w:r>
            <w:r>
              <w:rPr>
                <w:webHidden/>
                <w:rtl/>
              </w:rPr>
              <w:fldChar w:fldCharType="separate"/>
            </w:r>
            <w:r w:rsidR="00065FEF">
              <w:rPr>
                <w:webHidden/>
              </w:rPr>
              <w:t>33</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09" w:history="1">
            <w:r w:rsidR="00BE19C8" w:rsidRPr="009B552E">
              <w:rPr>
                <w:rStyle w:val="Hyperlink"/>
              </w:rPr>
              <w:t>Chapter 13</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Toc444945309 \h</w:instrText>
            </w:r>
            <w:r w:rsidR="00BE19C8">
              <w:rPr>
                <w:webHidden/>
                <w:rtl/>
              </w:rPr>
              <w:instrText xml:space="preserve"> </w:instrText>
            </w:r>
            <w:r>
              <w:rPr>
                <w:webHidden/>
                <w:rtl/>
              </w:rPr>
            </w:r>
            <w:r>
              <w:rPr>
                <w:webHidden/>
                <w:rtl/>
              </w:rPr>
              <w:fldChar w:fldCharType="separate"/>
            </w:r>
            <w:r w:rsidR="00065FEF">
              <w:rPr>
                <w:webHidden/>
              </w:rPr>
              <w:t>34</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10"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الرابع</w:t>
            </w:r>
            <w:r w:rsidR="00BE19C8" w:rsidRPr="009B552E">
              <w:rPr>
                <w:rStyle w:val="Hyperlink"/>
                <w:rtl/>
              </w:rPr>
              <w:t xml:space="preserve"> </w:t>
            </w:r>
            <w:r w:rsidR="00BE19C8" w:rsidRPr="009B552E">
              <w:rPr>
                <w:rStyle w:val="Hyperlink"/>
                <w:rFonts w:hint="eastAsia"/>
                <w:rtl/>
              </w:rPr>
              <w:t>عشر</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Toc444945310 \h</w:instrText>
            </w:r>
            <w:r w:rsidR="00BE19C8">
              <w:rPr>
                <w:webHidden/>
                <w:rtl/>
              </w:rPr>
              <w:instrText xml:space="preserve"> </w:instrText>
            </w:r>
            <w:r>
              <w:rPr>
                <w:webHidden/>
                <w:rtl/>
              </w:rPr>
            </w:r>
            <w:r>
              <w:rPr>
                <w:webHidden/>
                <w:rtl/>
              </w:rPr>
              <w:fldChar w:fldCharType="separate"/>
            </w:r>
            <w:r w:rsidR="00065FEF">
              <w:rPr>
                <w:webHidden/>
              </w:rPr>
              <w:t>35</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11" w:history="1">
            <w:r w:rsidR="00BE19C8" w:rsidRPr="009B552E">
              <w:rPr>
                <w:rStyle w:val="Hyperlink"/>
              </w:rPr>
              <w:t>Chapter 14</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Toc444945311 \h</w:instrText>
            </w:r>
            <w:r w:rsidR="00BE19C8">
              <w:rPr>
                <w:webHidden/>
                <w:rtl/>
              </w:rPr>
              <w:instrText xml:space="preserve"> </w:instrText>
            </w:r>
            <w:r>
              <w:rPr>
                <w:webHidden/>
                <w:rtl/>
              </w:rPr>
            </w:r>
            <w:r>
              <w:rPr>
                <w:webHidden/>
                <w:rtl/>
              </w:rPr>
              <w:fldChar w:fldCharType="separate"/>
            </w:r>
            <w:r w:rsidR="00065FEF">
              <w:rPr>
                <w:webHidden/>
              </w:rPr>
              <w:t>36</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12"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الخامس</w:t>
            </w:r>
            <w:r w:rsidR="00BE19C8" w:rsidRPr="009B552E">
              <w:rPr>
                <w:rStyle w:val="Hyperlink"/>
                <w:rtl/>
              </w:rPr>
              <w:t xml:space="preserve"> </w:t>
            </w:r>
            <w:r w:rsidR="00BE19C8" w:rsidRPr="009B552E">
              <w:rPr>
                <w:rStyle w:val="Hyperlink"/>
                <w:rFonts w:hint="eastAsia"/>
                <w:rtl/>
              </w:rPr>
              <w:t>عشر</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Toc444945312 \h</w:instrText>
            </w:r>
            <w:r w:rsidR="00BE19C8">
              <w:rPr>
                <w:webHidden/>
                <w:rtl/>
              </w:rPr>
              <w:instrText xml:space="preserve"> </w:instrText>
            </w:r>
            <w:r>
              <w:rPr>
                <w:webHidden/>
                <w:rtl/>
              </w:rPr>
            </w:r>
            <w:r>
              <w:rPr>
                <w:webHidden/>
                <w:rtl/>
              </w:rPr>
              <w:fldChar w:fldCharType="separate"/>
            </w:r>
            <w:r w:rsidR="00065FEF">
              <w:rPr>
                <w:webHidden/>
              </w:rPr>
              <w:t>37</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13" w:history="1">
            <w:r w:rsidR="00BE19C8" w:rsidRPr="009B552E">
              <w:rPr>
                <w:rStyle w:val="Hyperlink"/>
              </w:rPr>
              <w:t>Chapter 15</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Toc444945313 \h</w:instrText>
            </w:r>
            <w:r w:rsidR="00BE19C8">
              <w:rPr>
                <w:webHidden/>
                <w:rtl/>
              </w:rPr>
              <w:instrText xml:space="preserve"> </w:instrText>
            </w:r>
            <w:r>
              <w:rPr>
                <w:webHidden/>
                <w:rtl/>
              </w:rPr>
            </w:r>
            <w:r>
              <w:rPr>
                <w:webHidden/>
                <w:rtl/>
              </w:rPr>
              <w:fldChar w:fldCharType="separate"/>
            </w:r>
            <w:r w:rsidR="00065FEF">
              <w:rPr>
                <w:webHidden/>
              </w:rPr>
              <w:t>38</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14"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السادس</w:t>
            </w:r>
            <w:r w:rsidR="00BE19C8" w:rsidRPr="009B552E">
              <w:rPr>
                <w:rStyle w:val="Hyperlink"/>
                <w:rtl/>
              </w:rPr>
              <w:t xml:space="preserve"> </w:t>
            </w:r>
            <w:r w:rsidR="00BE19C8" w:rsidRPr="009B552E">
              <w:rPr>
                <w:rStyle w:val="Hyperlink"/>
                <w:rFonts w:hint="eastAsia"/>
                <w:rtl/>
              </w:rPr>
              <w:t>عشر</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Toc444945314 \h</w:instrText>
            </w:r>
            <w:r w:rsidR="00BE19C8">
              <w:rPr>
                <w:webHidden/>
                <w:rtl/>
              </w:rPr>
              <w:instrText xml:space="preserve"> </w:instrText>
            </w:r>
            <w:r>
              <w:rPr>
                <w:webHidden/>
                <w:rtl/>
              </w:rPr>
            </w:r>
            <w:r>
              <w:rPr>
                <w:webHidden/>
                <w:rtl/>
              </w:rPr>
              <w:fldChar w:fldCharType="separate"/>
            </w:r>
            <w:r w:rsidR="00065FEF">
              <w:rPr>
                <w:webHidden/>
              </w:rPr>
              <w:t>39</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15" w:history="1">
            <w:r w:rsidR="00BE19C8" w:rsidRPr="009B552E">
              <w:rPr>
                <w:rStyle w:val="Hyperlink"/>
              </w:rPr>
              <w:t>Chapter 16</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Toc444945315 \h</w:instrText>
            </w:r>
            <w:r w:rsidR="00BE19C8">
              <w:rPr>
                <w:webHidden/>
                <w:rtl/>
              </w:rPr>
              <w:instrText xml:space="preserve"> </w:instrText>
            </w:r>
            <w:r>
              <w:rPr>
                <w:webHidden/>
                <w:rtl/>
              </w:rPr>
            </w:r>
            <w:r>
              <w:rPr>
                <w:webHidden/>
                <w:rtl/>
              </w:rPr>
              <w:fldChar w:fldCharType="separate"/>
            </w:r>
            <w:r w:rsidR="00065FEF">
              <w:rPr>
                <w:webHidden/>
              </w:rPr>
              <w:t>40</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16"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السابع</w:t>
            </w:r>
            <w:r w:rsidR="00BE19C8" w:rsidRPr="009B552E">
              <w:rPr>
                <w:rStyle w:val="Hyperlink"/>
                <w:rtl/>
              </w:rPr>
              <w:t xml:space="preserve"> </w:t>
            </w:r>
            <w:r w:rsidR="00BE19C8" w:rsidRPr="009B552E">
              <w:rPr>
                <w:rStyle w:val="Hyperlink"/>
                <w:rFonts w:hint="eastAsia"/>
                <w:rtl/>
              </w:rPr>
              <w:t>عشر</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Toc444945316 \h</w:instrText>
            </w:r>
            <w:r w:rsidR="00BE19C8">
              <w:rPr>
                <w:webHidden/>
                <w:rtl/>
              </w:rPr>
              <w:instrText xml:space="preserve"> </w:instrText>
            </w:r>
            <w:r>
              <w:rPr>
                <w:webHidden/>
                <w:rtl/>
              </w:rPr>
            </w:r>
            <w:r>
              <w:rPr>
                <w:webHidden/>
                <w:rtl/>
              </w:rPr>
              <w:fldChar w:fldCharType="separate"/>
            </w:r>
            <w:r w:rsidR="00065FEF">
              <w:rPr>
                <w:webHidden/>
              </w:rPr>
              <w:t>41</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17" w:history="1">
            <w:r w:rsidR="00BE19C8" w:rsidRPr="009B552E">
              <w:rPr>
                <w:rStyle w:val="Hyperlink"/>
              </w:rPr>
              <w:t>Chapter 17</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Toc444945317 \h</w:instrText>
            </w:r>
            <w:r w:rsidR="00BE19C8">
              <w:rPr>
                <w:webHidden/>
                <w:rtl/>
              </w:rPr>
              <w:instrText xml:space="preserve"> </w:instrText>
            </w:r>
            <w:r>
              <w:rPr>
                <w:webHidden/>
                <w:rtl/>
              </w:rPr>
            </w:r>
            <w:r>
              <w:rPr>
                <w:webHidden/>
                <w:rtl/>
              </w:rPr>
              <w:fldChar w:fldCharType="separate"/>
            </w:r>
            <w:r w:rsidR="00065FEF">
              <w:rPr>
                <w:webHidden/>
              </w:rPr>
              <w:t>42</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18"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الثامن</w:t>
            </w:r>
            <w:r w:rsidR="00BE19C8" w:rsidRPr="009B552E">
              <w:rPr>
                <w:rStyle w:val="Hyperlink"/>
                <w:rtl/>
              </w:rPr>
              <w:t xml:space="preserve"> </w:t>
            </w:r>
            <w:r w:rsidR="00BE19C8" w:rsidRPr="009B552E">
              <w:rPr>
                <w:rStyle w:val="Hyperlink"/>
                <w:rFonts w:hint="eastAsia"/>
                <w:rtl/>
              </w:rPr>
              <w:t>عشر</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Toc444945318 \h</w:instrText>
            </w:r>
            <w:r w:rsidR="00BE19C8">
              <w:rPr>
                <w:webHidden/>
                <w:rtl/>
              </w:rPr>
              <w:instrText xml:space="preserve"> </w:instrText>
            </w:r>
            <w:r>
              <w:rPr>
                <w:webHidden/>
                <w:rtl/>
              </w:rPr>
            </w:r>
            <w:r>
              <w:rPr>
                <w:webHidden/>
                <w:rtl/>
              </w:rPr>
              <w:fldChar w:fldCharType="separate"/>
            </w:r>
            <w:r w:rsidR="00065FEF">
              <w:rPr>
                <w:webHidden/>
              </w:rPr>
              <w:t>43</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19" w:history="1">
            <w:r w:rsidR="00BE19C8" w:rsidRPr="009B552E">
              <w:rPr>
                <w:rStyle w:val="Hyperlink"/>
              </w:rPr>
              <w:t>Chapter 18</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Toc444945319 \h</w:instrText>
            </w:r>
            <w:r w:rsidR="00BE19C8">
              <w:rPr>
                <w:webHidden/>
                <w:rtl/>
              </w:rPr>
              <w:instrText xml:space="preserve"> </w:instrText>
            </w:r>
            <w:r>
              <w:rPr>
                <w:webHidden/>
                <w:rtl/>
              </w:rPr>
            </w:r>
            <w:r>
              <w:rPr>
                <w:webHidden/>
                <w:rtl/>
              </w:rPr>
              <w:fldChar w:fldCharType="separate"/>
            </w:r>
            <w:r w:rsidR="00065FEF">
              <w:rPr>
                <w:webHidden/>
              </w:rPr>
              <w:t>44</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20"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التاسع</w:t>
            </w:r>
            <w:r w:rsidR="00BE19C8" w:rsidRPr="009B552E">
              <w:rPr>
                <w:rStyle w:val="Hyperlink"/>
                <w:rtl/>
              </w:rPr>
              <w:t xml:space="preserve"> </w:t>
            </w:r>
            <w:r w:rsidR="00BE19C8" w:rsidRPr="009B552E">
              <w:rPr>
                <w:rStyle w:val="Hyperlink"/>
                <w:rFonts w:hint="eastAsia"/>
                <w:rtl/>
              </w:rPr>
              <w:t>عشر</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Toc444945320 \h</w:instrText>
            </w:r>
            <w:r w:rsidR="00BE19C8">
              <w:rPr>
                <w:webHidden/>
                <w:rtl/>
              </w:rPr>
              <w:instrText xml:space="preserve"> </w:instrText>
            </w:r>
            <w:r>
              <w:rPr>
                <w:webHidden/>
                <w:rtl/>
              </w:rPr>
            </w:r>
            <w:r>
              <w:rPr>
                <w:webHidden/>
                <w:rtl/>
              </w:rPr>
              <w:fldChar w:fldCharType="separate"/>
            </w:r>
            <w:r w:rsidR="00065FEF">
              <w:rPr>
                <w:webHidden/>
              </w:rPr>
              <w:t>45</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21" w:history="1">
            <w:r w:rsidR="00BE19C8" w:rsidRPr="009B552E">
              <w:rPr>
                <w:rStyle w:val="Hyperlink"/>
              </w:rPr>
              <w:t>Chapter 19</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Toc444945321 \h</w:instrText>
            </w:r>
            <w:r w:rsidR="00BE19C8">
              <w:rPr>
                <w:webHidden/>
                <w:rtl/>
              </w:rPr>
              <w:instrText xml:space="preserve"> </w:instrText>
            </w:r>
            <w:r>
              <w:rPr>
                <w:webHidden/>
                <w:rtl/>
              </w:rPr>
            </w:r>
            <w:r>
              <w:rPr>
                <w:webHidden/>
                <w:rtl/>
              </w:rPr>
              <w:fldChar w:fldCharType="separate"/>
            </w:r>
            <w:r w:rsidR="00065FEF">
              <w:rPr>
                <w:webHidden/>
              </w:rPr>
              <w:t>46</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22"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العشرون‏</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Toc444945322 \h</w:instrText>
            </w:r>
            <w:r w:rsidR="00BE19C8">
              <w:rPr>
                <w:webHidden/>
                <w:rtl/>
              </w:rPr>
              <w:instrText xml:space="preserve"> </w:instrText>
            </w:r>
            <w:r>
              <w:rPr>
                <w:webHidden/>
                <w:rtl/>
              </w:rPr>
            </w:r>
            <w:r>
              <w:rPr>
                <w:webHidden/>
                <w:rtl/>
              </w:rPr>
              <w:fldChar w:fldCharType="separate"/>
            </w:r>
            <w:r w:rsidR="00065FEF">
              <w:rPr>
                <w:webHidden/>
              </w:rPr>
              <w:t>47</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23" w:history="1">
            <w:r w:rsidR="00BE19C8" w:rsidRPr="009B552E">
              <w:rPr>
                <w:rStyle w:val="Hyperlink"/>
              </w:rPr>
              <w:t>Chapter 20</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Toc444945323 \h</w:instrText>
            </w:r>
            <w:r w:rsidR="00BE19C8">
              <w:rPr>
                <w:webHidden/>
                <w:rtl/>
              </w:rPr>
              <w:instrText xml:space="preserve"> </w:instrText>
            </w:r>
            <w:r>
              <w:rPr>
                <w:webHidden/>
                <w:rtl/>
              </w:rPr>
            </w:r>
            <w:r>
              <w:rPr>
                <w:webHidden/>
                <w:rtl/>
              </w:rPr>
              <w:fldChar w:fldCharType="separate"/>
            </w:r>
            <w:r w:rsidR="00065FEF">
              <w:rPr>
                <w:webHidden/>
              </w:rPr>
              <w:t>48</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24"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الحادي</w:t>
            </w:r>
            <w:r w:rsidR="00BE19C8" w:rsidRPr="009B552E">
              <w:rPr>
                <w:rStyle w:val="Hyperlink"/>
                <w:rtl/>
              </w:rPr>
              <w:t xml:space="preserve"> </w:t>
            </w:r>
            <w:r w:rsidR="00BE19C8" w:rsidRPr="009B552E">
              <w:rPr>
                <w:rStyle w:val="Hyperlink"/>
                <w:rFonts w:hint="eastAsia"/>
                <w:rtl/>
              </w:rPr>
              <w:t>والعشرون‏</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Toc444945324 \h</w:instrText>
            </w:r>
            <w:r w:rsidR="00BE19C8">
              <w:rPr>
                <w:webHidden/>
                <w:rtl/>
              </w:rPr>
              <w:instrText xml:space="preserve"> </w:instrText>
            </w:r>
            <w:r>
              <w:rPr>
                <w:webHidden/>
                <w:rtl/>
              </w:rPr>
            </w:r>
            <w:r>
              <w:rPr>
                <w:webHidden/>
                <w:rtl/>
              </w:rPr>
              <w:fldChar w:fldCharType="separate"/>
            </w:r>
            <w:r w:rsidR="00065FEF">
              <w:rPr>
                <w:webHidden/>
              </w:rPr>
              <w:t>49</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25" w:history="1">
            <w:r w:rsidR="00BE19C8" w:rsidRPr="009B552E">
              <w:rPr>
                <w:rStyle w:val="Hyperlink"/>
              </w:rPr>
              <w:t>Chapter 21</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Toc444945325 \h</w:instrText>
            </w:r>
            <w:r w:rsidR="00BE19C8">
              <w:rPr>
                <w:webHidden/>
                <w:rtl/>
              </w:rPr>
              <w:instrText xml:space="preserve"> </w:instrText>
            </w:r>
            <w:r>
              <w:rPr>
                <w:webHidden/>
                <w:rtl/>
              </w:rPr>
            </w:r>
            <w:r>
              <w:rPr>
                <w:webHidden/>
                <w:rtl/>
              </w:rPr>
              <w:fldChar w:fldCharType="separate"/>
            </w:r>
            <w:r w:rsidR="00065FEF">
              <w:rPr>
                <w:webHidden/>
              </w:rPr>
              <w:t>50</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26"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الثاني</w:t>
            </w:r>
            <w:r w:rsidR="00BE19C8" w:rsidRPr="009B552E">
              <w:rPr>
                <w:rStyle w:val="Hyperlink"/>
                <w:rtl/>
              </w:rPr>
              <w:t xml:space="preserve"> </w:t>
            </w:r>
            <w:r w:rsidR="00BE19C8" w:rsidRPr="009B552E">
              <w:rPr>
                <w:rStyle w:val="Hyperlink"/>
                <w:rFonts w:hint="eastAsia"/>
                <w:rtl/>
              </w:rPr>
              <w:t>والعشرون‏</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Toc444945326 \h</w:instrText>
            </w:r>
            <w:r w:rsidR="00BE19C8">
              <w:rPr>
                <w:webHidden/>
                <w:rtl/>
              </w:rPr>
              <w:instrText xml:space="preserve"> </w:instrText>
            </w:r>
            <w:r>
              <w:rPr>
                <w:webHidden/>
                <w:rtl/>
              </w:rPr>
            </w:r>
            <w:r>
              <w:rPr>
                <w:webHidden/>
                <w:rtl/>
              </w:rPr>
              <w:fldChar w:fldCharType="separate"/>
            </w:r>
            <w:r w:rsidR="00065FEF">
              <w:rPr>
                <w:webHidden/>
              </w:rPr>
              <w:t>51</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27" w:history="1">
            <w:r w:rsidR="00BE19C8" w:rsidRPr="009B552E">
              <w:rPr>
                <w:rStyle w:val="Hyperlink"/>
              </w:rPr>
              <w:t>Chapter 22</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Toc444945327 \h</w:instrText>
            </w:r>
            <w:r w:rsidR="00BE19C8">
              <w:rPr>
                <w:webHidden/>
                <w:rtl/>
              </w:rPr>
              <w:instrText xml:space="preserve"> </w:instrText>
            </w:r>
            <w:r>
              <w:rPr>
                <w:webHidden/>
                <w:rtl/>
              </w:rPr>
            </w:r>
            <w:r>
              <w:rPr>
                <w:webHidden/>
                <w:rtl/>
              </w:rPr>
              <w:fldChar w:fldCharType="separate"/>
            </w:r>
            <w:r w:rsidR="00065FEF">
              <w:rPr>
                <w:webHidden/>
              </w:rPr>
              <w:t>52</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28"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الثالث</w:t>
            </w:r>
            <w:r w:rsidR="00BE19C8" w:rsidRPr="009B552E">
              <w:rPr>
                <w:rStyle w:val="Hyperlink"/>
                <w:rtl/>
              </w:rPr>
              <w:t xml:space="preserve"> </w:t>
            </w:r>
            <w:r w:rsidR="00BE19C8" w:rsidRPr="009B552E">
              <w:rPr>
                <w:rStyle w:val="Hyperlink"/>
                <w:rFonts w:hint="eastAsia"/>
                <w:rtl/>
              </w:rPr>
              <w:t>والعشرون‏</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Toc444945328 \h</w:instrText>
            </w:r>
            <w:r w:rsidR="00BE19C8">
              <w:rPr>
                <w:webHidden/>
                <w:rtl/>
              </w:rPr>
              <w:instrText xml:space="preserve"> </w:instrText>
            </w:r>
            <w:r>
              <w:rPr>
                <w:webHidden/>
                <w:rtl/>
              </w:rPr>
            </w:r>
            <w:r>
              <w:rPr>
                <w:webHidden/>
                <w:rtl/>
              </w:rPr>
              <w:fldChar w:fldCharType="separate"/>
            </w:r>
            <w:r w:rsidR="00065FEF">
              <w:rPr>
                <w:webHidden/>
              </w:rPr>
              <w:t>53</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29" w:history="1">
            <w:r w:rsidR="00BE19C8" w:rsidRPr="009B552E">
              <w:rPr>
                <w:rStyle w:val="Hyperlink"/>
              </w:rPr>
              <w:t>Chapter 23</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Toc444945329 \h</w:instrText>
            </w:r>
            <w:r w:rsidR="00BE19C8">
              <w:rPr>
                <w:webHidden/>
                <w:rtl/>
              </w:rPr>
              <w:instrText xml:space="preserve"> </w:instrText>
            </w:r>
            <w:r>
              <w:rPr>
                <w:webHidden/>
                <w:rtl/>
              </w:rPr>
            </w:r>
            <w:r>
              <w:rPr>
                <w:webHidden/>
                <w:rtl/>
              </w:rPr>
              <w:fldChar w:fldCharType="separate"/>
            </w:r>
            <w:r w:rsidR="00065FEF">
              <w:rPr>
                <w:webHidden/>
              </w:rPr>
              <w:t>54</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30"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الرابع</w:t>
            </w:r>
            <w:r w:rsidR="00BE19C8" w:rsidRPr="009B552E">
              <w:rPr>
                <w:rStyle w:val="Hyperlink"/>
                <w:rtl/>
              </w:rPr>
              <w:t xml:space="preserve"> </w:t>
            </w:r>
            <w:r w:rsidR="00BE19C8" w:rsidRPr="009B552E">
              <w:rPr>
                <w:rStyle w:val="Hyperlink"/>
                <w:rFonts w:hint="eastAsia"/>
                <w:rtl/>
              </w:rPr>
              <w:t>والعشرون‏</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Toc444945330 \h</w:instrText>
            </w:r>
            <w:r w:rsidR="00BE19C8">
              <w:rPr>
                <w:webHidden/>
                <w:rtl/>
              </w:rPr>
              <w:instrText xml:space="preserve"> </w:instrText>
            </w:r>
            <w:r>
              <w:rPr>
                <w:webHidden/>
                <w:rtl/>
              </w:rPr>
            </w:r>
            <w:r>
              <w:rPr>
                <w:webHidden/>
                <w:rtl/>
              </w:rPr>
              <w:fldChar w:fldCharType="separate"/>
            </w:r>
            <w:r w:rsidR="00065FEF">
              <w:rPr>
                <w:webHidden/>
              </w:rPr>
              <w:t>55</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31" w:history="1">
            <w:r w:rsidR="00BE19C8" w:rsidRPr="009B552E">
              <w:rPr>
                <w:rStyle w:val="Hyperlink"/>
              </w:rPr>
              <w:t>Chapter 24</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Toc444945331 \h</w:instrText>
            </w:r>
            <w:r w:rsidR="00BE19C8">
              <w:rPr>
                <w:webHidden/>
                <w:rtl/>
              </w:rPr>
              <w:instrText xml:space="preserve"> </w:instrText>
            </w:r>
            <w:r>
              <w:rPr>
                <w:webHidden/>
                <w:rtl/>
              </w:rPr>
            </w:r>
            <w:r>
              <w:rPr>
                <w:webHidden/>
                <w:rtl/>
              </w:rPr>
              <w:fldChar w:fldCharType="separate"/>
            </w:r>
            <w:r w:rsidR="00065FEF">
              <w:rPr>
                <w:webHidden/>
              </w:rPr>
              <w:t>56</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32"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الخامس</w:t>
            </w:r>
            <w:r w:rsidR="00BE19C8" w:rsidRPr="009B552E">
              <w:rPr>
                <w:rStyle w:val="Hyperlink"/>
                <w:rtl/>
              </w:rPr>
              <w:t xml:space="preserve"> </w:t>
            </w:r>
            <w:r w:rsidR="00BE19C8" w:rsidRPr="009B552E">
              <w:rPr>
                <w:rStyle w:val="Hyperlink"/>
                <w:rFonts w:hint="eastAsia"/>
                <w:rtl/>
              </w:rPr>
              <w:t>والعشرون‏</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Toc444945332 \h</w:instrText>
            </w:r>
            <w:r w:rsidR="00BE19C8">
              <w:rPr>
                <w:webHidden/>
                <w:rtl/>
              </w:rPr>
              <w:instrText xml:space="preserve"> </w:instrText>
            </w:r>
            <w:r>
              <w:rPr>
                <w:webHidden/>
                <w:rtl/>
              </w:rPr>
            </w:r>
            <w:r>
              <w:rPr>
                <w:webHidden/>
                <w:rtl/>
              </w:rPr>
              <w:fldChar w:fldCharType="separate"/>
            </w:r>
            <w:r w:rsidR="00065FEF">
              <w:rPr>
                <w:webHidden/>
              </w:rPr>
              <w:t>57</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33" w:history="1">
            <w:r w:rsidR="00BE19C8" w:rsidRPr="009B552E">
              <w:rPr>
                <w:rStyle w:val="Hyperlink"/>
              </w:rPr>
              <w:t>Chapter 25</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Toc444945333 \h</w:instrText>
            </w:r>
            <w:r w:rsidR="00BE19C8">
              <w:rPr>
                <w:webHidden/>
                <w:rtl/>
              </w:rPr>
              <w:instrText xml:space="preserve"> </w:instrText>
            </w:r>
            <w:r>
              <w:rPr>
                <w:webHidden/>
                <w:rtl/>
              </w:rPr>
            </w:r>
            <w:r>
              <w:rPr>
                <w:webHidden/>
                <w:rtl/>
              </w:rPr>
              <w:fldChar w:fldCharType="separate"/>
            </w:r>
            <w:r w:rsidR="00065FEF">
              <w:rPr>
                <w:webHidden/>
              </w:rPr>
              <w:t>58</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34"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السادس</w:t>
            </w:r>
            <w:r w:rsidR="00BE19C8" w:rsidRPr="009B552E">
              <w:rPr>
                <w:rStyle w:val="Hyperlink"/>
                <w:rtl/>
              </w:rPr>
              <w:t xml:space="preserve"> </w:t>
            </w:r>
            <w:r w:rsidR="00BE19C8" w:rsidRPr="009B552E">
              <w:rPr>
                <w:rStyle w:val="Hyperlink"/>
                <w:rFonts w:hint="eastAsia"/>
                <w:rtl/>
              </w:rPr>
              <w:t>والعشرون‏</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Toc444945334 \h</w:instrText>
            </w:r>
            <w:r w:rsidR="00BE19C8">
              <w:rPr>
                <w:webHidden/>
                <w:rtl/>
              </w:rPr>
              <w:instrText xml:space="preserve"> </w:instrText>
            </w:r>
            <w:r>
              <w:rPr>
                <w:webHidden/>
                <w:rtl/>
              </w:rPr>
            </w:r>
            <w:r>
              <w:rPr>
                <w:webHidden/>
                <w:rtl/>
              </w:rPr>
              <w:fldChar w:fldCharType="separate"/>
            </w:r>
            <w:r w:rsidR="00065FEF">
              <w:rPr>
                <w:webHidden/>
              </w:rPr>
              <w:t>59</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35" w:history="1">
            <w:r w:rsidR="00BE19C8" w:rsidRPr="009B552E">
              <w:rPr>
                <w:rStyle w:val="Hyperlink"/>
              </w:rPr>
              <w:t>Chapter 26</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Toc444945335 \h</w:instrText>
            </w:r>
            <w:r w:rsidR="00BE19C8">
              <w:rPr>
                <w:webHidden/>
                <w:rtl/>
              </w:rPr>
              <w:instrText xml:space="preserve"> </w:instrText>
            </w:r>
            <w:r>
              <w:rPr>
                <w:webHidden/>
                <w:rtl/>
              </w:rPr>
            </w:r>
            <w:r>
              <w:rPr>
                <w:webHidden/>
                <w:rtl/>
              </w:rPr>
              <w:fldChar w:fldCharType="separate"/>
            </w:r>
            <w:r w:rsidR="00065FEF">
              <w:rPr>
                <w:webHidden/>
              </w:rPr>
              <w:t>60</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36"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السابع</w:t>
            </w:r>
            <w:r w:rsidR="00BE19C8" w:rsidRPr="009B552E">
              <w:rPr>
                <w:rStyle w:val="Hyperlink"/>
                <w:rtl/>
              </w:rPr>
              <w:t xml:space="preserve"> </w:t>
            </w:r>
            <w:r w:rsidR="00BE19C8" w:rsidRPr="009B552E">
              <w:rPr>
                <w:rStyle w:val="Hyperlink"/>
                <w:rFonts w:hint="eastAsia"/>
                <w:rtl/>
              </w:rPr>
              <w:t>والعشرون‏</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Toc444945336 \h</w:instrText>
            </w:r>
            <w:r w:rsidR="00BE19C8">
              <w:rPr>
                <w:webHidden/>
                <w:rtl/>
              </w:rPr>
              <w:instrText xml:space="preserve"> </w:instrText>
            </w:r>
            <w:r>
              <w:rPr>
                <w:webHidden/>
                <w:rtl/>
              </w:rPr>
            </w:r>
            <w:r>
              <w:rPr>
                <w:webHidden/>
                <w:rtl/>
              </w:rPr>
              <w:fldChar w:fldCharType="separate"/>
            </w:r>
            <w:r w:rsidR="00065FEF">
              <w:rPr>
                <w:webHidden/>
              </w:rPr>
              <w:t>61</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37" w:history="1">
            <w:r w:rsidR="00BE19C8" w:rsidRPr="009B552E">
              <w:rPr>
                <w:rStyle w:val="Hyperlink"/>
              </w:rPr>
              <w:t>Chapter 27</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Toc444945337 \h</w:instrText>
            </w:r>
            <w:r w:rsidR="00BE19C8">
              <w:rPr>
                <w:webHidden/>
                <w:rtl/>
              </w:rPr>
              <w:instrText xml:space="preserve"> </w:instrText>
            </w:r>
            <w:r>
              <w:rPr>
                <w:webHidden/>
                <w:rtl/>
              </w:rPr>
            </w:r>
            <w:r>
              <w:rPr>
                <w:webHidden/>
                <w:rtl/>
              </w:rPr>
              <w:fldChar w:fldCharType="separate"/>
            </w:r>
            <w:r w:rsidR="00065FEF">
              <w:rPr>
                <w:webHidden/>
              </w:rPr>
              <w:t>62</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38"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الثامن</w:t>
            </w:r>
            <w:r w:rsidR="00BE19C8" w:rsidRPr="009B552E">
              <w:rPr>
                <w:rStyle w:val="Hyperlink"/>
                <w:rtl/>
              </w:rPr>
              <w:t xml:space="preserve"> </w:t>
            </w:r>
            <w:r w:rsidR="00BE19C8" w:rsidRPr="009B552E">
              <w:rPr>
                <w:rStyle w:val="Hyperlink"/>
                <w:rFonts w:hint="eastAsia"/>
                <w:rtl/>
              </w:rPr>
              <w:t>والعشرون‏</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Toc444945338 \h</w:instrText>
            </w:r>
            <w:r w:rsidR="00BE19C8">
              <w:rPr>
                <w:webHidden/>
                <w:rtl/>
              </w:rPr>
              <w:instrText xml:space="preserve"> </w:instrText>
            </w:r>
            <w:r>
              <w:rPr>
                <w:webHidden/>
                <w:rtl/>
              </w:rPr>
            </w:r>
            <w:r>
              <w:rPr>
                <w:webHidden/>
                <w:rtl/>
              </w:rPr>
              <w:fldChar w:fldCharType="separate"/>
            </w:r>
            <w:r w:rsidR="00065FEF">
              <w:rPr>
                <w:webHidden/>
              </w:rPr>
              <w:t>63</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39" w:history="1">
            <w:r w:rsidR="00BE19C8" w:rsidRPr="009B552E">
              <w:rPr>
                <w:rStyle w:val="Hyperlink"/>
              </w:rPr>
              <w:t>Chapter 28</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Toc444945339 \h</w:instrText>
            </w:r>
            <w:r w:rsidR="00BE19C8">
              <w:rPr>
                <w:webHidden/>
                <w:rtl/>
              </w:rPr>
              <w:instrText xml:space="preserve"> </w:instrText>
            </w:r>
            <w:r>
              <w:rPr>
                <w:webHidden/>
                <w:rtl/>
              </w:rPr>
            </w:r>
            <w:r>
              <w:rPr>
                <w:webHidden/>
                <w:rtl/>
              </w:rPr>
              <w:fldChar w:fldCharType="separate"/>
            </w:r>
            <w:r w:rsidR="00065FEF">
              <w:rPr>
                <w:webHidden/>
              </w:rPr>
              <w:t>64</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40"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التاسع</w:t>
            </w:r>
            <w:r w:rsidR="00BE19C8" w:rsidRPr="009B552E">
              <w:rPr>
                <w:rStyle w:val="Hyperlink"/>
                <w:rtl/>
              </w:rPr>
              <w:t xml:space="preserve"> </w:t>
            </w:r>
            <w:r w:rsidR="00BE19C8" w:rsidRPr="009B552E">
              <w:rPr>
                <w:rStyle w:val="Hyperlink"/>
                <w:rFonts w:hint="eastAsia"/>
                <w:rtl/>
              </w:rPr>
              <w:t>والعشرون‏</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Toc444945340 \h</w:instrText>
            </w:r>
            <w:r w:rsidR="00BE19C8">
              <w:rPr>
                <w:webHidden/>
                <w:rtl/>
              </w:rPr>
              <w:instrText xml:space="preserve"> </w:instrText>
            </w:r>
            <w:r>
              <w:rPr>
                <w:webHidden/>
                <w:rtl/>
              </w:rPr>
            </w:r>
            <w:r>
              <w:rPr>
                <w:webHidden/>
                <w:rtl/>
              </w:rPr>
              <w:fldChar w:fldCharType="separate"/>
            </w:r>
            <w:r w:rsidR="00065FEF">
              <w:rPr>
                <w:webHidden/>
              </w:rPr>
              <w:t>65</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41" w:history="1">
            <w:r w:rsidR="00BE19C8" w:rsidRPr="009B552E">
              <w:rPr>
                <w:rStyle w:val="Hyperlink"/>
              </w:rPr>
              <w:t>Chapter 29</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Toc444945341 \h</w:instrText>
            </w:r>
            <w:r w:rsidR="00BE19C8">
              <w:rPr>
                <w:webHidden/>
                <w:rtl/>
              </w:rPr>
              <w:instrText xml:space="preserve"> </w:instrText>
            </w:r>
            <w:r>
              <w:rPr>
                <w:webHidden/>
                <w:rtl/>
              </w:rPr>
            </w:r>
            <w:r>
              <w:rPr>
                <w:webHidden/>
                <w:rtl/>
              </w:rPr>
              <w:fldChar w:fldCharType="separate"/>
            </w:r>
            <w:r w:rsidR="00065FEF">
              <w:rPr>
                <w:webHidden/>
              </w:rPr>
              <w:t>66</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42"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الثلاثون‏</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Toc444945342 \h</w:instrText>
            </w:r>
            <w:r w:rsidR="00BE19C8">
              <w:rPr>
                <w:webHidden/>
                <w:rtl/>
              </w:rPr>
              <w:instrText xml:space="preserve"> </w:instrText>
            </w:r>
            <w:r>
              <w:rPr>
                <w:webHidden/>
                <w:rtl/>
              </w:rPr>
            </w:r>
            <w:r>
              <w:rPr>
                <w:webHidden/>
                <w:rtl/>
              </w:rPr>
              <w:fldChar w:fldCharType="separate"/>
            </w:r>
            <w:r w:rsidR="00065FEF">
              <w:rPr>
                <w:webHidden/>
              </w:rPr>
              <w:t>67</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43" w:history="1">
            <w:r w:rsidR="00BE19C8" w:rsidRPr="009B552E">
              <w:rPr>
                <w:rStyle w:val="Hyperlink"/>
              </w:rPr>
              <w:t>Chapter 30</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Toc444945343 \h</w:instrText>
            </w:r>
            <w:r w:rsidR="00BE19C8">
              <w:rPr>
                <w:webHidden/>
                <w:rtl/>
              </w:rPr>
              <w:instrText xml:space="preserve"> </w:instrText>
            </w:r>
            <w:r>
              <w:rPr>
                <w:webHidden/>
                <w:rtl/>
              </w:rPr>
            </w:r>
            <w:r>
              <w:rPr>
                <w:webHidden/>
                <w:rtl/>
              </w:rPr>
              <w:fldChar w:fldCharType="separate"/>
            </w:r>
            <w:r w:rsidR="00065FEF">
              <w:rPr>
                <w:webHidden/>
              </w:rPr>
              <w:t>68</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44"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الحادي</w:t>
            </w:r>
            <w:r w:rsidR="00BE19C8" w:rsidRPr="009B552E">
              <w:rPr>
                <w:rStyle w:val="Hyperlink"/>
                <w:rtl/>
              </w:rPr>
              <w:t xml:space="preserve"> </w:t>
            </w:r>
            <w:r w:rsidR="00BE19C8" w:rsidRPr="009B552E">
              <w:rPr>
                <w:rStyle w:val="Hyperlink"/>
                <w:rFonts w:hint="eastAsia"/>
                <w:rtl/>
              </w:rPr>
              <w:t>والثلاثون‏</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Toc444945344 \h</w:instrText>
            </w:r>
            <w:r w:rsidR="00BE19C8">
              <w:rPr>
                <w:webHidden/>
                <w:rtl/>
              </w:rPr>
              <w:instrText xml:space="preserve"> </w:instrText>
            </w:r>
            <w:r>
              <w:rPr>
                <w:webHidden/>
                <w:rtl/>
              </w:rPr>
            </w:r>
            <w:r>
              <w:rPr>
                <w:webHidden/>
                <w:rtl/>
              </w:rPr>
              <w:fldChar w:fldCharType="separate"/>
            </w:r>
            <w:r w:rsidR="00065FEF">
              <w:rPr>
                <w:webHidden/>
              </w:rPr>
              <w:t>69</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45" w:history="1">
            <w:r w:rsidR="00BE19C8" w:rsidRPr="009B552E">
              <w:rPr>
                <w:rStyle w:val="Hyperlink"/>
              </w:rPr>
              <w:t>Chapter 31</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Toc444945345 \h</w:instrText>
            </w:r>
            <w:r w:rsidR="00BE19C8">
              <w:rPr>
                <w:webHidden/>
                <w:rtl/>
              </w:rPr>
              <w:instrText xml:space="preserve"> </w:instrText>
            </w:r>
            <w:r>
              <w:rPr>
                <w:webHidden/>
                <w:rtl/>
              </w:rPr>
            </w:r>
            <w:r>
              <w:rPr>
                <w:webHidden/>
                <w:rtl/>
              </w:rPr>
              <w:fldChar w:fldCharType="separate"/>
            </w:r>
            <w:r w:rsidR="00065FEF">
              <w:rPr>
                <w:webHidden/>
              </w:rPr>
              <w:t>70</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46"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الثانى</w:t>
            </w:r>
            <w:r w:rsidR="00BE19C8" w:rsidRPr="009B552E">
              <w:rPr>
                <w:rStyle w:val="Hyperlink"/>
                <w:rtl/>
              </w:rPr>
              <w:t xml:space="preserve"> </w:t>
            </w:r>
            <w:r w:rsidR="00BE19C8" w:rsidRPr="009B552E">
              <w:rPr>
                <w:rStyle w:val="Hyperlink"/>
                <w:rFonts w:hint="eastAsia"/>
                <w:rtl/>
              </w:rPr>
              <w:t>والثلاثون‏</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Toc444945346 \h</w:instrText>
            </w:r>
            <w:r w:rsidR="00BE19C8">
              <w:rPr>
                <w:webHidden/>
                <w:rtl/>
              </w:rPr>
              <w:instrText xml:space="preserve"> </w:instrText>
            </w:r>
            <w:r>
              <w:rPr>
                <w:webHidden/>
                <w:rtl/>
              </w:rPr>
            </w:r>
            <w:r>
              <w:rPr>
                <w:webHidden/>
                <w:rtl/>
              </w:rPr>
              <w:fldChar w:fldCharType="separate"/>
            </w:r>
            <w:r w:rsidR="00065FEF">
              <w:rPr>
                <w:webHidden/>
              </w:rPr>
              <w:t>71</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47" w:history="1">
            <w:r w:rsidR="00BE19C8" w:rsidRPr="009B552E">
              <w:rPr>
                <w:rStyle w:val="Hyperlink"/>
              </w:rPr>
              <w:t>Chapter 32</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Toc444945347 \h</w:instrText>
            </w:r>
            <w:r w:rsidR="00BE19C8">
              <w:rPr>
                <w:webHidden/>
                <w:rtl/>
              </w:rPr>
              <w:instrText xml:space="preserve"> </w:instrText>
            </w:r>
            <w:r>
              <w:rPr>
                <w:webHidden/>
                <w:rtl/>
              </w:rPr>
            </w:r>
            <w:r>
              <w:rPr>
                <w:webHidden/>
                <w:rtl/>
              </w:rPr>
              <w:fldChar w:fldCharType="separate"/>
            </w:r>
            <w:r w:rsidR="00065FEF">
              <w:rPr>
                <w:webHidden/>
              </w:rPr>
              <w:t>72</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48"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الثالث</w:t>
            </w:r>
            <w:r w:rsidR="00BE19C8" w:rsidRPr="009B552E">
              <w:rPr>
                <w:rStyle w:val="Hyperlink"/>
                <w:rtl/>
              </w:rPr>
              <w:t xml:space="preserve"> </w:t>
            </w:r>
            <w:r w:rsidR="00BE19C8" w:rsidRPr="009B552E">
              <w:rPr>
                <w:rStyle w:val="Hyperlink"/>
                <w:rFonts w:hint="eastAsia"/>
                <w:rtl/>
              </w:rPr>
              <w:t>والثلاثون‏</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Toc444945348 \h</w:instrText>
            </w:r>
            <w:r w:rsidR="00BE19C8">
              <w:rPr>
                <w:webHidden/>
                <w:rtl/>
              </w:rPr>
              <w:instrText xml:space="preserve"> </w:instrText>
            </w:r>
            <w:r>
              <w:rPr>
                <w:webHidden/>
                <w:rtl/>
              </w:rPr>
            </w:r>
            <w:r>
              <w:rPr>
                <w:webHidden/>
                <w:rtl/>
              </w:rPr>
              <w:fldChar w:fldCharType="separate"/>
            </w:r>
            <w:r w:rsidR="00065FEF">
              <w:rPr>
                <w:webHidden/>
              </w:rPr>
              <w:t>73</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49" w:history="1">
            <w:r w:rsidR="00BE19C8" w:rsidRPr="009B552E">
              <w:rPr>
                <w:rStyle w:val="Hyperlink"/>
              </w:rPr>
              <w:t>Chapter 33</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Toc444945349 \h</w:instrText>
            </w:r>
            <w:r w:rsidR="00BE19C8">
              <w:rPr>
                <w:webHidden/>
                <w:rtl/>
              </w:rPr>
              <w:instrText xml:space="preserve"> </w:instrText>
            </w:r>
            <w:r>
              <w:rPr>
                <w:webHidden/>
                <w:rtl/>
              </w:rPr>
            </w:r>
            <w:r>
              <w:rPr>
                <w:webHidden/>
                <w:rtl/>
              </w:rPr>
              <w:fldChar w:fldCharType="separate"/>
            </w:r>
            <w:r w:rsidR="00065FEF">
              <w:rPr>
                <w:webHidden/>
              </w:rPr>
              <w:t>74</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50"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الرابع</w:t>
            </w:r>
            <w:r w:rsidR="00BE19C8" w:rsidRPr="009B552E">
              <w:rPr>
                <w:rStyle w:val="Hyperlink"/>
                <w:rtl/>
              </w:rPr>
              <w:t xml:space="preserve"> </w:t>
            </w:r>
            <w:r w:rsidR="00BE19C8" w:rsidRPr="009B552E">
              <w:rPr>
                <w:rStyle w:val="Hyperlink"/>
                <w:rFonts w:hint="eastAsia"/>
                <w:rtl/>
              </w:rPr>
              <w:t>والثلاثون‏</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Toc444945350 \h</w:instrText>
            </w:r>
            <w:r w:rsidR="00BE19C8">
              <w:rPr>
                <w:webHidden/>
                <w:rtl/>
              </w:rPr>
              <w:instrText xml:space="preserve"> </w:instrText>
            </w:r>
            <w:r>
              <w:rPr>
                <w:webHidden/>
                <w:rtl/>
              </w:rPr>
            </w:r>
            <w:r>
              <w:rPr>
                <w:webHidden/>
                <w:rtl/>
              </w:rPr>
              <w:fldChar w:fldCharType="separate"/>
            </w:r>
            <w:r w:rsidR="00065FEF">
              <w:rPr>
                <w:webHidden/>
              </w:rPr>
              <w:t>75</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51" w:history="1">
            <w:r w:rsidR="00BE19C8" w:rsidRPr="009B552E">
              <w:rPr>
                <w:rStyle w:val="Hyperlink"/>
              </w:rPr>
              <w:t>Chapter 34</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Toc444945351 \h</w:instrText>
            </w:r>
            <w:r w:rsidR="00BE19C8">
              <w:rPr>
                <w:webHidden/>
                <w:rtl/>
              </w:rPr>
              <w:instrText xml:space="preserve"> </w:instrText>
            </w:r>
            <w:r>
              <w:rPr>
                <w:webHidden/>
                <w:rtl/>
              </w:rPr>
            </w:r>
            <w:r>
              <w:rPr>
                <w:webHidden/>
                <w:rtl/>
              </w:rPr>
              <w:fldChar w:fldCharType="separate"/>
            </w:r>
            <w:r w:rsidR="00065FEF">
              <w:rPr>
                <w:webHidden/>
              </w:rPr>
              <w:t>76</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52"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الخامس</w:t>
            </w:r>
            <w:r w:rsidR="00BE19C8" w:rsidRPr="009B552E">
              <w:rPr>
                <w:rStyle w:val="Hyperlink"/>
                <w:rtl/>
              </w:rPr>
              <w:t xml:space="preserve"> </w:t>
            </w:r>
            <w:r w:rsidR="00BE19C8" w:rsidRPr="009B552E">
              <w:rPr>
                <w:rStyle w:val="Hyperlink"/>
                <w:rFonts w:hint="eastAsia"/>
                <w:rtl/>
              </w:rPr>
              <w:t>والثلاثون‏</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Toc444945352 \h</w:instrText>
            </w:r>
            <w:r w:rsidR="00BE19C8">
              <w:rPr>
                <w:webHidden/>
                <w:rtl/>
              </w:rPr>
              <w:instrText xml:space="preserve"> </w:instrText>
            </w:r>
            <w:r>
              <w:rPr>
                <w:webHidden/>
                <w:rtl/>
              </w:rPr>
            </w:r>
            <w:r>
              <w:rPr>
                <w:webHidden/>
                <w:rtl/>
              </w:rPr>
              <w:fldChar w:fldCharType="separate"/>
            </w:r>
            <w:r w:rsidR="00065FEF">
              <w:rPr>
                <w:webHidden/>
              </w:rPr>
              <w:t>77</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53" w:history="1">
            <w:r w:rsidR="00BE19C8" w:rsidRPr="009B552E">
              <w:rPr>
                <w:rStyle w:val="Hyperlink"/>
              </w:rPr>
              <w:t>Chapter 35</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Toc444945353 \h</w:instrText>
            </w:r>
            <w:r w:rsidR="00BE19C8">
              <w:rPr>
                <w:webHidden/>
                <w:rtl/>
              </w:rPr>
              <w:instrText xml:space="preserve"> </w:instrText>
            </w:r>
            <w:r>
              <w:rPr>
                <w:webHidden/>
                <w:rtl/>
              </w:rPr>
            </w:r>
            <w:r>
              <w:rPr>
                <w:webHidden/>
                <w:rtl/>
              </w:rPr>
              <w:fldChar w:fldCharType="separate"/>
            </w:r>
            <w:r w:rsidR="00065FEF">
              <w:rPr>
                <w:webHidden/>
              </w:rPr>
              <w:t>78</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54"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السادس</w:t>
            </w:r>
            <w:r w:rsidR="00BE19C8" w:rsidRPr="009B552E">
              <w:rPr>
                <w:rStyle w:val="Hyperlink"/>
                <w:rtl/>
              </w:rPr>
              <w:t xml:space="preserve"> </w:t>
            </w:r>
            <w:r w:rsidR="00BE19C8" w:rsidRPr="009B552E">
              <w:rPr>
                <w:rStyle w:val="Hyperlink"/>
                <w:rFonts w:hint="eastAsia"/>
                <w:rtl/>
              </w:rPr>
              <w:t>والثلاثون‏</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Toc444945354 \h</w:instrText>
            </w:r>
            <w:r w:rsidR="00BE19C8">
              <w:rPr>
                <w:webHidden/>
                <w:rtl/>
              </w:rPr>
              <w:instrText xml:space="preserve"> </w:instrText>
            </w:r>
            <w:r>
              <w:rPr>
                <w:webHidden/>
                <w:rtl/>
              </w:rPr>
            </w:r>
            <w:r>
              <w:rPr>
                <w:webHidden/>
                <w:rtl/>
              </w:rPr>
              <w:fldChar w:fldCharType="separate"/>
            </w:r>
            <w:r w:rsidR="00065FEF">
              <w:rPr>
                <w:webHidden/>
              </w:rPr>
              <w:t>79</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55" w:history="1">
            <w:r w:rsidR="00BE19C8" w:rsidRPr="009B552E">
              <w:rPr>
                <w:rStyle w:val="Hyperlink"/>
              </w:rPr>
              <w:t>Chapter 36</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Toc444945355 \h</w:instrText>
            </w:r>
            <w:r w:rsidR="00BE19C8">
              <w:rPr>
                <w:webHidden/>
                <w:rtl/>
              </w:rPr>
              <w:instrText xml:space="preserve"> </w:instrText>
            </w:r>
            <w:r>
              <w:rPr>
                <w:webHidden/>
                <w:rtl/>
              </w:rPr>
            </w:r>
            <w:r>
              <w:rPr>
                <w:webHidden/>
                <w:rtl/>
              </w:rPr>
              <w:fldChar w:fldCharType="separate"/>
            </w:r>
            <w:r w:rsidR="00065FEF">
              <w:rPr>
                <w:webHidden/>
              </w:rPr>
              <w:t>80</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56"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السابع</w:t>
            </w:r>
            <w:r w:rsidR="00BE19C8" w:rsidRPr="009B552E">
              <w:rPr>
                <w:rStyle w:val="Hyperlink"/>
                <w:rtl/>
              </w:rPr>
              <w:t xml:space="preserve"> </w:t>
            </w:r>
            <w:r w:rsidR="00BE19C8" w:rsidRPr="009B552E">
              <w:rPr>
                <w:rStyle w:val="Hyperlink"/>
                <w:rFonts w:hint="eastAsia"/>
                <w:rtl/>
              </w:rPr>
              <w:t>والثلاثون‏</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Toc444945356 \h</w:instrText>
            </w:r>
            <w:r w:rsidR="00BE19C8">
              <w:rPr>
                <w:webHidden/>
                <w:rtl/>
              </w:rPr>
              <w:instrText xml:space="preserve"> </w:instrText>
            </w:r>
            <w:r>
              <w:rPr>
                <w:webHidden/>
                <w:rtl/>
              </w:rPr>
            </w:r>
            <w:r>
              <w:rPr>
                <w:webHidden/>
                <w:rtl/>
              </w:rPr>
              <w:fldChar w:fldCharType="separate"/>
            </w:r>
            <w:r w:rsidR="00065FEF">
              <w:rPr>
                <w:webHidden/>
              </w:rPr>
              <w:t>81</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57" w:history="1">
            <w:r w:rsidR="00BE19C8" w:rsidRPr="009B552E">
              <w:rPr>
                <w:rStyle w:val="Hyperlink"/>
              </w:rPr>
              <w:t>Chapter 37</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Toc444945357 \h</w:instrText>
            </w:r>
            <w:r w:rsidR="00BE19C8">
              <w:rPr>
                <w:webHidden/>
                <w:rtl/>
              </w:rPr>
              <w:instrText xml:space="preserve"> </w:instrText>
            </w:r>
            <w:r>
              <w:rPr>
                <w:webHidden/>
                <w:rtl/>
              </w:rPr>
            </w:r>
            <w:r>
              <w:rPr>
                <w:webHidden/>
                <w:rtl/>
              </w:rPr>
              <w:fldChar w:fldCharType="separate"/>
            </w:r>
            <w:r w:rsidR="00065FEF">
              <w:rPr>
                <w:webHidden/>
              </w:rPr>
              <w:t>82</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58"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الثامن</w:t>
            </w:r>
            <w:r w:rsidR="00BE19C8" w:rsidRPr="009B552E">
              <w:rPr>
                <w:rStyle w:val="Hyperlink"/>
                <w:rtl/>
              </w:rPr>
              <w:t xml:space="preserve"> </w:t>
            </w:r>
            <w:r w:rsidR="00BE19C8" w:rsidRPr="009B552E">
              <w:rPr>
                <w:rStyle w:val="Hyperlink"/>
                <w:rFonts w:hint="eastAsia"/>
                <w:rtl/>
              </w:rPr>
              <w:t>والثلاثون‏</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Toc444945358 \h</w:instrText>
            </w:r>
            <w:r w:rsidR="00BE19C8">
              <w:rPr>
                <w:webHidden/>
                <w:rtl/>
              </w:rPr>
              <w:instrText xml:space="preserve"> </w:instrText>
            </w:r>
            <w:r>
              <w:rPr>
                <w:webHidden/>
                <w:rtl/>
              </w:rPr>
            </w:r>
            <w:r>
              <w:rPr>
                <w:webHidden/>
                <w:rtl/>
              </w:rPr>
              <w:fldChar w:fldCharType="separate"/>
            </w:r>
            <w:r w:rsidR="00065FEF">
              <w:rPr>
                <w:webHidden/>
              </w:rPr>
              <w:t>83</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59" w:history="1">
            <w:r w:rsidR="00BE19C8" w:rsidRPr="009B552E">
              <w:rPr>
                <w:rStyle w:val="Hyperlink"/>
              </w:rPr>
              <w:t>Chapter 38</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Toc444945359 \h</w:instrText>
            </w:r>
            <w:r w:rsidR="00BE19C8">
              <w:rPr>
                <w:webHidden/>
                <w:rtl/>
              </w:rPr>
              <w:instrText xml:space="preserve"> </w:instrText>
            </w:r>
            <w:r>
              <w:rPr>
                <w:webHidden/>
                <w:rtl/>
              </w:rPr>
            </w:r>
            <w:r>
              <w:rPr>
                <w:webHidden/>
                <w:rtl/>
              </w:rPr>
              <w:fldChar w:fldCharType="separate"/>
            </w:r>
            <w:r w:rsidR="00065FEF">
              <w:rPr>
                <w:webHidden/>
              </w:rPr>
              <w:t>84</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60"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التاسع</w:t>
            </w:r>
            <w:r w:rsidR="00BE19C8" w:rsidRPr="009B552E">
              <w:rPr>
                <w:rStyle w:val="Hyperlink"/>
                <w:rtl/>
              </w:rPr>
              <w:t xml:space="preserve"> </w:t>
            </w:r>
            <w:r w:rsidR="00BE19C8" w:rsidRPr="009B552E">
              <w:rPr>
                <w:rStyle w:val="Hyperlink"/>
                <w:rFonts w:hint="eastAsia"/>
                <w:rtl/>
              </w:rPr>
              <w:t>والثلاثون‏</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Toc444945360 \h</w:instrText>
            </w:r>
            <w:r w:rsidR="00BE19C8">
              <w:rPr>
                <w:webHidden/>
                <w:rtl/>
              </w:rPr>
              <w:instrText xml:space="preserve"> </w:instrText>
            </w:r>
            <w:r>
              <w:rPr>
                <w:webHidden/>
                <w:rtl/>
              </w:rPr>
            </w:r>
            <w:r>
              <w:rPr>
                <w:webHidden/>
                <w:rtl/>
              </w:rPr>
              <w:fldChar w:fldCharType="separate"/>
            </w:r>
            <w:r w:rsidR="00065FEF">
              <w:rPr>
                <w:webHidden/>
              </w:rPr>
              <w:t>85</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61" w:history="1">
            <w:r w:rsidR="00BE19C8" w:rsidRPr="009B552E">
              <w:rPr>
                <w:rStyle w:val="Hyperlink"/>
              </w:rPr>
              <w:t>Chapter 39</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Toc444945361 \h</w:instrText>
            </w:r>
            <w:r w:rsidR="00BE19C8">
              <w:rPr>
                <w:webHidden/>
                <w:rtl/>
              </w:rPr>
              <w:instrText xml:space="preserve"> </w:instrText>
            </w:r>
            <w:r>
              <w:rPr>
                <w:webHidden/>
                <w:rtl/>
              </w:rPr>
            </w:r>
            <w:r>
              <w:rPr>
                <w:webHidden/>
                <w:rtl/>
              </w:rPr>
              <w:fldChar w:fldCharType="separate"/>
            </w:r>
            <w:r w:rsidR="00065FEF">
              <w:rPr>
                <w:webHidden/>
              </w:rPr>
              <w:t>86</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62" w:history="1">
            <w:r w:rsidR="00BE19C8" w:rsidRPr="009B552E">
              <w:rPr>
                <w:rStyle w:val="Hyperlink"/>
                <w:rFonts w:hint="eastAsia"/>
                <w:rtl/>
              </w:rPr>
              <w:t>الحديث</w:t>
            </w:r>
            <w:r w:rsidR="00BE19C8" w:rsidRPr="009B552E">
              <w:rPr>
                <w:rStyle w:val="Hyperlink"/>
                <w:rtl/>
              </w:rPr>
              <w:t xml:space="preserve"> </w:t>
            </w:r>
            <w:r w:rsidR="00BE19C8" w:rsidRPr="009B552E">
              <w:rPr>
                <w:rStyle w:val="Hyperlink"/>
                <w:rFonts w:hint="eastAsia"/>
                <w:rtl/>
              </w:rPr>
              <w:t>الاربعون‏</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Toc444945362 \h</w:instrText>
            </w:r>
            <w:r w:rsidR="00BE19C8">
              <w:rPr>
                <w:webHidden/>
                <w:rtl/>
              </w:rPr>
              <w:instrText xml:space="preserve"> </w:instrText>
            </w:r>
            <w:r>
              <w:rPr>
                <w:webHidden/>
                <w:rtl/>
              </w:rPr>
            </w:r>
            <w:r>
              <w:rPr>
                <w:webHidden/>
                <w:rtl/>
              </w:rPr>
              <w:fldChar w:fldCharType="separate"/>
            </w:r>
            <w:r w:rsidR="00065FEF">
              <w:rPr>
                <w:webHidden/>
              </w:rPr>
              <w:t>87</w:t>
            </w:r>
            <w:r>
              <w:rPr>
                <w:webHidden/>
                <w:rtl/>
              </w:rPr>
              <w:fldChar w:fldCharType="end"/>
            </w:r>
          </w:hyperlink>
        </w:p>
        <w:p w:rsidR="00BE19C8" w:rsidRDefault="006D2F9C" w:rsidP="00BE19C8">
          <w:pPr>
            <w:pStyle w:val="TOC1"/>
            <w:rPr>
              <w:rFonts w:asciiTheme="minorHAnsi" w:eastAsiaTheme="minorEastAsia" w:hAnsiTheme="minorHAnsi" w:cstheme="minorBidi"/>
              <w:b w:val="0"/>
              <w:bCs w:val="0"/>
              <w:color w:val="auto"/>
              <w:sz w:val="22"/>
              <w:szCs w:val="22"/>
              <w:rtl/>
            </w:rPr>
          </w:pPr>
          <w:hyperlink w:anchor="_Toc444945363" w:history="1">
            <w:r w:rsidR="00BE19C8" w:rsidRPr="009B552E">
              <w:rPr>
                <w:rStyle w:val="Hyperlink"/>
              </w:rPr>
              <w:t>Chapter 40</w:t>
            </w:r>
            <w:r w:rsidR="00BE19C8">
              <w:rPr>
                <w:webHidden/>
                <w:rtl/>
              </w:rPr>
              <w:tab/>
            </w:r>
            <w:r>
              <w:rPr>
                <w:webHidden/>
                <w:rtl/>
              </w:rPr>
              <w:fldChar w:fldCharType="begin"/>
            </w:r>
            <w:r w:rsidR="00BE19C8">
              <w:rPr>
                <w:webHidden/>
                <w:rtl/>
              </w:rPr>
              <w:instrText xml:space="preserve"> </w:instrText>
            </w:r>
            <w:r w:rsidR="00BE19C8">
              <w:rPr>
                <w:webHidden/>
              </w:rPr>
              <w:instrText>PAGEREF</w:instrText>
            </w:r>
            <w:r w:rsidR="00BE19C8">
              <w:rPr>
                <w:webHidden/>
                <w:rtl/>
              </w:rPr>
              <w:instrText xml:space="preserve"> _</w:instrText>
            </w:r>
            <w:r w:rsidR="00BE19C8">
              <w:rPr>
                <w:webHidden/>
              </w:rPr>
              <w:instrText>Toc444945363 \h</w:instrText>
            </w:r>
            <w:r w:rsidR="00BE19C8">
              <w:rPr>
                <w:webHidden/>
                <w:rtl/>
              </w:rPr>
              <w:instrText xml:space="preserve"> </w:instrText>
            </w:r>
            <w:r>
              <w:rPr>
                <w:webHidden/>
                <w:rtl/>
              </w:rPr>
            </w:r>
            <w:r>
              <w:rPr>
                <w:webHidden/>
                <w:rtl/>
              </w:rPr>
              <w:fldChar w:fldCharType="separate"/>
            </w:r>
            <w:r w:rsidR="00065FEF">
              <w:rPr>
                <w:webHidden/>
              </w:rPr>
              <w:t>88</w:t>
            </w:r>
            <w:r>
              <w:rPr>
                <w:webHidden/>
                <w:rtl/>
              </w:rPr>
              <w:fldChar w:fldCharType="end"/>
            </w:r>
          </w:hyperlink>
        </w:p>
        <w:p w:rsidR="00BE19C8" w:rsidRDefault="006D2F9C" w:rsidP="00BE19C8">
          <w:pPr>
            <w:pStyle w:val="libNormal"/>
          </w:pPr>
          <w:r>
            <w:fldChar w:fldCharType="end"/>
          </w:r>
        </w:p>
      </w:sdtContent>
    </w:sdt>
    <w:p w:rsidR="006F3EF0" w:rsidRDefault="00555BAA" w:rsidP="00D20B5B">
      <w:pPr>
        <w:pStyle w:val="libNormal"/>
      </w:pPr>
      <w:r>
        <w:br w:type="page"/>
      </w:r>
    </w:p>
    <w:p w:rsidR="00555BAA" w:rsidRDefault="00555BAA" w:rsidP="00B102C5">
      <w:pPr>
        <w:pStyle w:val="libCenter"/>
      </w:pPr>
      <w:r>
        <w:rPr>
          <w:rtl/>
        </w:rPr>
        <w:lastRenderedPageBreak/>
        <w:t>بسم الله الرحمن الرحيم</w:t>
      </w:r>
    </w:p>
    <w:p w:rsidR="006F3EF0" w:rsidRDefault="00555BAA" w:rsidP="00555BAA">
      <w:pPr>
        <w:pStyle w:val="libNormal"/>
      </w:pPr>
      <w:r>
        <w:t>In the Name of Allah, Most Gracious, Most Merciful</w:t>
      </w:r>
    </w:p>
    <w:p w:rsidR="00555BAA" w:rsidRDefault="00555BAA" w:rsidP="00D20B5B">
      <w:pPr>
        <w:pStyle w:val="libNormal"/>
      </w:pPr>
      <w:r>
        <w:br w:type="page"/>
      </w:r>
    </w:p>
    <w:p w:rsidR="00555BAA" w:rsidRDefault="00555BAA" w:rsidP="000509AC">
      <w:pPr>
        <w:pStyle w:val="Heading1Center"/>
      </w:pPr>
      <w:bookmarkStart w:id="0" w:name="_Toc444945283"/>
      <w:r>
        <w:lastRenderedPageBreak/>
        <w:t>TRANSLATOR NOTES</w:t>
      </w:r>
      <w:bookmarkEnd w:id="0"/>
    </w:p>
    <w:p w:rsidR="00555BAA" w:rsidRDefault="00555BAA" w:rsidP="00555BAA">
      <w:pPr>
        <w:pStyle w:val="libNormal"/>
      </w:pPr>
      <w:r>
        <w:t>"A fact of this world life" is an expression, which is unknown to the majority of us. One who has knowledge of this life is in fact the smartest and the most successful of all people. On the one hand, worldly life is a fact that nobody can deny. On the other hand, it is extremely difficult to acquire a comprehensive knowledge of it.</w:t>
      </w:r>
    </w:p>
    <w:p w:rsidR="00555BAA" w:rsidRDefault="00555BAA" w:rsidP="00555BAA">
      <w:pPr>
        <w:pStyle w:val="libNormal"/>
      </w:pPr>
      <w:r>
        <w:t xml:space="preserve">Almighty </w:t>
      </w:r>
      <w:proofErr w:type="gramStart"/>
      <w:r>
        <w:t>Allah(</w:t>
      </w:r>
      <w:proofErr w:type="gramEnd"/>
      <w:r>
        <w:t>S.W.T.) poses us a basic question:</w:t>
      </w:r>
    </w:p>
    <w:p w:rsidR="00555BAA" w:rsidRDefault="00555BAA" w:rsidP="00555BAA">
      <w:pPr>
        <w:pStyle w:val="libNormal"/>
      </w:pPr>
      <w:r>
        <w:t xml:space="preserve">"What! </w:t>
      </w:r>
      <w:proofErr w:type="gramStart"/>
      <w:r>
        <w:t>did</w:t>
      </w:r>
      <w:proofErr w:type="gramEnd"/>
      <w:r>
        <w:t xml:space="preserve"> you then think that had created you in vain and that you shall not be returned to us?" (Al-Qur'an 23:115)</w:t>
      </w:r>
    </w:p>
    <w:p w:rsidR="00555BAA" w:rsidRDefault="00555BAA" w:rsidP="00555BAA">
      <w:pPr>
        <w:pStyle w:val="libNormal"/>
      </w:pPr>
      <w:r>
        <w:t xml:space="preserve">In this Divine question two points are clear: One is that "life is a fact" and the other is that "it has a purpose". In many places the Holy Qur'an has made this point clear by giving us examples of past historic events. The wealth of </w:t>
      </w:r>
      <w:proofErr w:type="spellStart"/>
      <w:r>
        <w:t>Shaddad</w:t>
      </w:r>
      <w:proofErr w:type="spellEnd"/>
      <w:r>
        <w:t xml:space="preserve"> and </w:t>
      </w:r>
      <w:proofErr w:type="spellStart"/>
      <w:r>
        <w:t>Fir`aun</w:t>
      </w:r>
      <w:proofErr w:type="spellEnd"/>
      <w:r>
        <w:t xml:space="preserve"> (Pharaoh), and persons of such categories, perished. They left this </w:t>
      </w:r>
      <w:proofErr w:type="gramStart"/>
      <w:r>
        <w:t>world ;with</w:t>
      </w:r>
      <w:proofErr w:type="gramEnd"/>
      <w:r>
        <w:t xml:space="preserve"> nothing but their own deeds and they are tasting the punishment for the evils they committed.</w:t>
      </w:r>
    </w:p>
    <w:p w:rsidR="00555BAA" w:rsidRDefault="00555BAA" w:rsidP="00555BAA">
      <w:pPr>
        <w:pStyle w:val="libNormal"/>
      </w:pPr>
      <w:r>
        <w:t xml:space="preserve">Some of the verses of the Holy Qur'an have </w:t>
      </w:r>
      <w:proofErr w:type="gramStart"/>
      <w:r>
        <w:t>make</w:t>
      </w:r>
      <w:proofErr w:type="gramEnd"/>
      <w:r>
        <w:t xml:space="preserve"> it clear that this </w:t>
      </w:r>
      <w:proofErr w:type="spellStart"/>
      <w:r>
        <w:t>worhtless</w:t>
      </w:r>
      <w:proofErr w:type="spellEnd"/>
      <w:r>
        <w:t xml:space="preserve"> world is nothing but play. For example:</w:t>
      </w:r>
    </w:p>
    <w:p w:rsidR="00555BAA" w:rsidRDefault="00555BAA" w:rsidP="00555BAA">
      <w:pPr>
        <w:pStyle w:val="libNormal"/>
      </w:pPr>
      <w:r>
        <w:t>"And this life of the world is nothing but a sport and play: and as for the next abode, that most surely is the life - did they but know</w:t>
      </w:r>
      <w:proofErr w:type="gramStart"/>
      <w:r>
        <w:t>! "</w:t>
      </w:r>
      <w:proofErr w:type="gramEnd"/>
      <w:r>
        <w:t>(Al-Qur'an 29:64) I think we should strive hard, by using whatever means and sources we have, to understand this worldly life.</w:t>
      </w:r>
    </w:p>
    <w:p w:rsidR="00555BAA" w:rsidRDefault="00555BAA" w:rsidP="00555BAA">
      <w:pPr>
        <w:pStyle w:val="libNormal"/>
      </w:pPr>
      <w:r>
        <w:t xml:space="preserve">HADITH AL-QUDSI (Sacred </w:t>
      </w:r>
      <w:proofErr w:type="spellStart"/>
      <w:r>
        <w:t>Hadith</w:t>
      </w:r>
      <w:proofErr w:type="spellEnd"/>
      <w:r>
        <w:t xml:space="preserve">) is one of; the </w:t>
      </w:r>
      <w:proofErr w:type="gramStart"/>
      <w:r>
        <w:t>sources</w:t>
      </w:r>
      <w:proofErr w:type="gramEnd"/>
      <w:r>
        <w:t xml:space="preserve"> which opens up our eyes, shakes us up, and awakens us so that we may think. For example:</w:t>
      </w:r>
    </w:p>
    <w:p w:rsidR="00555BAA" w:rsidRDefault="00555BAA" w:rsidP="00555BAA">
      <w:pPr>
        <w:pStyle w:val="libNormal"/>
      </w:pPr>
      <w:r>
        <w:t xml:space="preserve">"O Son of Adam! </w:t>
      </w:r>
      <w:proofErr w:type="gramStart"/>
      <w:r>
        <w:t>obey</w:t>
      </w:r>
      <w:proofErr w:type="gramEnd"/>
      <w:r>
        <w:t xml:space="preserve"> Me to the extent of your deeds towards Me. Disobey Me to the extent of your ability to tolerate the Fire of Hell. Collect wealth in this world according to the length of your stay here. Collect for the Hereafter (</w:t>
      </w:r>
      <w:proofErr w:type="spellStart"/>
      <w:r>
        <w:t>Aakhirah</w:t>
      </w:r>
      <w:proofErr w:type="spellEnd"/>
      <w:r>
        <w:t>) according to the length of your stay here. Do not think that your death is far and that the Bounties (you receive from Allah) will always be available, or that your sins are hidden." (Al-</w:t>
      </w:r>
      <w:proofErr w:type="spellStart"/>
      <w:r>
        <w:t>Hadith</w:t>
      </w:r>
      <w:proofErr w:type="spellEnd"/>
      <w:r>
        <w:t xml:space="preserve"> Al-</w:t>
      </w:r>
      <w:proofErr w:type="spellStart"/>
      <w:r>
        <w:t>Qudsi</w:t>
      </w:r>
      <w:proofErr w:type="spellEnd"/>
      <w:r>
        <w:t xml:space="preserve">, </w:t>
      </w:r>
      <w:proofErr w:type="spellStart"/>
      <w:r>
        <w:t>Hadith</w:t>
      </w:r>
      <w:proofErr w:type="spellEnd"/>
      <w:r>
        <w:t xml:space="preserve"> No.13)</w:t>
      </w:r>
    </w:p>
    <w:p w:rsidR="00555BAA" w:rsidRDefault="00555BAA" w:rsidP="00555BAA">
      <w:pPr>
        <w:pStyle w:val="libNormal"/>
      </w:pPr>
      <w:r>
        <w:t xml:space="preserve">The materialistic world has dragged humankind into a race of unlimited desire. This mad search for pleasure, excitement, new sensations and the accumulation of material wealth, results in a </w:t>
      </w:r>
      <w:proofErr w:type="spellStart"/>
      <w:r>
        <w:t>disgracerful</w:t>
      </w:r>
      <w:proofErr w:type="spellEnd"/>
      <w:r>
        <w:t xml:space="preserve"> life. This drive to experience more and more is the direct and root cause of all family and social problems and manifests itself in genocide, homicide, substance abuse, child abuse and violence towards women. The so-called "civilized" countries of our time have failed to understand this, although they possess sophisticated weapons to defend their values as well as accurate computers. In my view, Islam is the only solution to all of these problems. Not only does it teach that we should be achievers in this worldly life, but it also teaches humankind to have God-consciousness (</w:t>
      </w:r>
      <w:proofErr w:type="spellStart"/>
      <w:r>
        <w:t>Taqwa</w:t>
      </w:r>
      <w:proofErr w:type="spellEnd"/>
      <w:r>
        <w:t>). THE THREE WAYS OF COMMUNICATION OF ALMIGHTY ALLAH:</w:t>
      </w:r>
    </w:p>
    <w:p w:rsidR="00555BAA" w:rsidRDefault="00555BAA" w:rsidP="00555BAA">
      <w:pPr>
        <w:pStyle w:val="libNormal"/>
      </w:pPr>
      <w:r>
        <w:t xml:space="preserve">As </w:t>
      </w:r>
      <w:proofErr w:type="spellStart"/>
      <w:r>
        <w:t>Mawlana</w:t>
      </w:r>
      <w:proofErr w:type="spellEnd"/>
      <w:r>
        <w:t xml:space="preserve"> </w:t>
      </w:r>
      <w:proofErr w:type="spellStart"/>
      <w:r>
        <w:t>Sayyid</w:t>
      </w:r>
      <w:proofErr w:type="spellEnd"/>
      <w:r>
        <w:t xml:space="preserve"> </w:t>
      </w:r>
      <w:proofErr w:type="spellStart"/>
      <w:r>
        <w:t>Akhtar</w:t>
      </w:r>
      <w:proofErr w:type="spellEnd"/>
      <w:r>
        <w:t xml:space="preserve"> </w:t>
      </w:r>
      <w:proofErr w:type="spellStart"/>
      <w:r>
        <w:t>Rizvi</w:t>
      </w:r>
      <w:proofErr w:type="spellEnd"/>
      <w:r>
        <w:t xml:space="preserve"> expresses in his book The Qur'an and </w:t>
      </w:r>
      <w:proofErr w:type="spellStart"/>
      <w:r>
        <w:t>Hadith</w:t>
      </w:r>
      <w:proofErr w:type="spellEnd"/>
      <w:r>
        <w:t>:</w:t>
      </w:r>
    </w:p>
    <w:p w:rsidR="00555BAA" w:rsidRDefault="00555BAA" w:rsidP="00555BAA">
      <w:pPr>
        <w:pStyle w:val="libNormal"/>
      </w:pPr>
      <w:r>
        <w:t>"According to the Muslims, the Revelations from God can be of three kinds:</w:t>
      </w:r>
    </w:p>
    <w:p w:rsidR="00555BAA" w:rsidRDefault="00555BAA" w:rsidP="00555BAA">
      <w:pPr>
        <w:pStyle w:val="libNormal"/>
      </w:pPr>
      <w:r>
        <w:lastRenderedPageBreak/>
        <w:t>a) Al-Qur'an: Where the words and meanings both are revealed from God, and it is meant to be a miracle in itself. Such Revelation is the Qur'an. No other Revelation was meant to be a miracle, challenging the antagonists to bring its 'like' if they can, and prophesying that they can never do it.</w:t>
      </w:r>
    </w:p>
    <w:p w:rsidR="00555BAA" w:rsidRDefault="00555BAA" w:rsidP="00555BAA">
      <w:pPr>
        <w:pStyle w:val="libNormal"/>
      </w:pPr>
      <w:proofErr w:type="gramStart"/>
      <w:r>
        <w:t>b)</w:t>
      </w:r>
      <w:proofErr w:type="spellStart"/>
      <w:proofErr w:type="gramEnd"/>
      <w:r>
        <w:t>Hadith</w:t>
      </w:r>
      <w:proofErr w:type="spellEnd"/>
      <w:r>
        <w:t xml:space="preserve"> Al-</w:t>
      </w:r>
      <w:proofErr w:type="spellStart"/>
      <w:r>
        <w:t>Qudsi</w:t>
      </w:r>
      <w:proofErr w:type="spellEnd"/>
      <w:r>
        <w:t>: Where the words and meanings are both from God, but it is not intended to be a miracle. It is found in the Books of Traditions and generally begins with these words: "The Holy Prophet said that Allah said".</w:t>
      </w:r>
    </w:p>
    <w:p w:rsidR="00555BAA" w:rsidRDefault="00555BAA" w:rsidP="00555BAA">
      <w:pPr>
        <w:pStyle w:val="libNormal"/>
      </w:pPr>
      <w:proofErr w:type="gramStart"/>
      <w:r>
        <w:t>c)</w:t>
      </w:r>
      <w:proofErr w:type="spellStart"/>
      <w:r>
        <w:t>Hadith</w:t>
      </w:r>
      <w:proofErr w:type="spellEnd"/>
      <w:proofErr w:type="gramEnd"/>
      <w:r>
        <w:t>: Where only the meanings are from God, but the words are of Prophets. Inspirations, and also Traditions of the Prophet of Islam come into this category."</w:t>
      </w:r>
    </w:p>
    <w:p w:rsidR="00555BAA" w:rsidRDefault="00555BAA" w:rsidP="00555BAA">
      <w:pPr>
        <w:pStyle w:val="libNormal"/>
      </w:pPr>
      <w:r>
        <w:t xml:space="preserve">The </w:t>
      </w:r>
      <w:proofErr w:type="spellStart"/>
      <w:r>
        <w:t>Hadith</w:t>
      </w:r>
      <w:proofErr w:type="spellEnd"/>
      <w:r>
        <w:t xml:space="preserve"> Al-</w:t>
      </w:r>
      <w:proofErr w:type="spellStart"/>
      <w:r>
        <w:t>Qudsi</w:t>
      </w:r>
      <w:proofErr w:type="spellEnd"/>
      <w:r>
        <w:t xml:space="preserve"> is scattered in the Books of Tradition. Some of the scholars have made attempts to compile them. This presentation of </w:t>
      </w:r>
      <w:proofErr w:type="spellStart"/>
      <w:r>
        <w:t>Hadith</w:t>
      </w:r>
      <w:proofErr w:type="spellEnd"/>
      <w:r>
        <w:t xml:space="preserve"> Al-</w:t>
      </w:r>
      <w:proofErr w:type="spellStart"/>
      <w:r>
        <w:t>Qudsi</w:t>
      </w:r>
      <w:proofErr w:type="spellEnd"/>
      <w:r>
        <w:t xml:space="preserve"> has been taken from the book </w:t>
      </w:r>
      <w:proofErr w:type="spellStart"/>
      <w:r>
        <w:t>Kalimatullah</w:t>
      </w:r>
      <w:proofErr w:type="spellEnd"/>
      <w:r>
        <w:t xml:space="preserve"> by the great scholar </w:t>
      </w:r>
      <w:proofErr w:type="spellStart"/>
      <w:r>
        <w:t>Aqai</w:t>
      </w:r>
      <w:proofErr w:type="spellEnd"/>
      <w:r>
        <w:t xml:space="preserve"> </w:t>
      </w:r>
      <w:proofErr w:type="spellStart"/>
      <w:r>
        <w:t>Sayyid</w:t>
      </w:r>
      <w:proofErr w:type="spellEnd"/>
      <w:r>
        <w:t xml:space="preserve"> Hassan </w:t>
      </w:r>
      <w:proofErr w:type="spellStart"/>
      <w:r>
        <w:t>Shirazi</w:t>
      </w:r>
      <w:proofErr w:type="spellEnd"/>
      <w:r>
        <w:t xml:space="preserve">. As a child I would listen to my father's speeches and his daily communications. From time to time he used to mention these </w:t>
      </w:r>
      <w:proofErr w:type="spellStart"/>
      <w:r>
        <w:t>Hadith</w:t>
      </w:r>
      <w:proofErr w:type="spellEnd"/>
      <w:r>
        <w:t xml:space="preserve"> Al-</w:t>
      </w:r>
      <w:proofErr w:type="spellStart"/>
      <w:r>
        <w:t>Qudsi</w:t>
      </w:r>
      <w:proofErr w:type="spellEnd"/>
      <w:r>
        <w:t xml:space="preserve">. Consequently, I have been reading them over and over again. This completion of Scared </w:t>
      </w:r>
      <w:proofErr w:type="spellStart"/>
      <w:r>
        <w:t>Hadith</w:t>
      </w:r>
      <w:proofErr w:type="spellEnd"/>
      <w:r>
        <w:t xml:space="preserve"> has been translated into Urdu by the late </w:t>
      </w:r>
      <w:proofErr w:type="spellStart"/>
      <w:r>
        <w:t>Maulanay</w:t>
      </w:r>
      <w:proofErr w:type="spellEnd"/>
      <w:r>
        <w:t xml:space="preserve"> </w:t>
      </w:r>
      <w:proofErr w:type="spellStart"/>
      <w:r>
        <w:t>sayid</w:t>
      </w:r>
      <w:proofErr w:type="spellEnd"/>
      <w:r>
        <w:t xml:space="preserve"> Ali </w:t>
      </w:r>
      <w:proofErr w:type="spellStart"/>
      <w:r>
        <w:t>Muhammed</w:t>
      </w:r>
      <w:proofErr w:type="spellEnd"/>
      <w:r>
        <w:t xml:space="preserve"> </w:t>
      </w:r>
      <w:proofErr w:type="spellStart"/>
      <w:r>
        <w:t>Ijlal</w:t>
      </w:r>
      <w:proofErr w:type="spellEnd"/>
      <w:r>
        <w:t xml:space="preserve"> </w:t>
      </w:r>
      <w:proofErr w:type="spellStart"/>
      <w:r>
        <w:t>Lakhnavi</w:t>
      </w:r>
      <w:proofErr w:type="spellEnd"/>
      <w:r>
        <w:t xml:space="preserve"> of India. I hope that readers will benefit from this translation, and pray for me and for the entire Muslim </w:t>
      </w:r>
      <w:proofErr w:type="spellStart"/>
      <w:r>
        <w:t>Ummah</w:t>
      </w:r>
      <w:proofErr w:type="spellEnd"/>
      <w:r>
        <w:t xml:space="preserve"> for their unity.</w:t>
      </w:r>
    </w:p>
    <w:p w:rsidR="00887949" w:rsidRDefault="00887949" w:rsidP="00555BAA">
      <w:pPr>
        <w:pStyle w:val="libNormal"/>
      </w:pPr>
    </w:p>
    <w:p w:rsidR="00887949" w:rsidRDefault="00887949" w:rsidP="00555BAA">
      <w:pPr>
        <w:pStyle w:val="libNormal"/>
      </w:pPr>
    </w:p>
    <w:p w:rsidR="00555BAA" w:rsidRDefault="00555BAA" w:rsidP="00555BAA">
      <w:pPr>
        <w:pStyle w:val="libNormal"/>
      </w:pPr>
      <w:proofErr w:type="gramStart"/>
      <w:r>
        <w:t>Was Salaam.</w:t>
      </w:r>
      <w:proofErr w:type="gramEnd"/>
    </w:p>
    <w:p w:rsidR="00555BAA" w:rsidRDefault="00555BAA" w:rsidP="00555BAA">
      <w:pPr>
        <w:pStyle w:val="libBold1"/>
      </w:pPr>
      <w:r>
        <w:t>S.M. ZAKI BAQRI</w:t>
      </w:r>
    </w:p>
    <w:p w:rsidR="00555BAA" w:rsidRDefault="00555BAA" w:rsidP="00D20B5B">
      <w:pPr>
        <w:pStyle w:val="libNormal"/>
      </w:pPr>
      <w:r>
        <w:br w:type="page"/>
      </w:r>
    </w:p>
    <w:p w:rsidR="00555BAA" w:rsidRDefault="00555BAA" w:rsidP="000509AC">
      <w:pPr>
        <w:pStyle w:val="Heading1Center"/>
      </w:pPr>
      <w:bookmarkStart w:id="1" w:name="_Toc444945284"/>
      <w:r>
        <w:rPr>
          <w:rtl/>
        </w:rPr>
        <w:lastRenderedPageBreak/>
        <w:t>الحديث الأول‏</w:t>
      </w:r>
      <w:bookmarkEnd w:id="1"/>
    </w:p>
    <w:p w:rsidR="006F3EF0" w:rsidRDefault="00555BAA" w:rsidP="00616AF4">
      <w:pPr>
        <w:pStyle w:val="libAr"/>
      </w:pPr>
      <w:r>
        <w:rPr>
          <w:rtl/>
        </w:rPr>
        <w:t>قالَ اللَّهُ تَعَالَى: عَجِبْتُ لِمَنْ أَيْقَنَ بِالْموْتِ كَيْفَ يَفْرَحُ، وَعَجِبْتُ لِمَنْ أَيْقَنَ بِالحِسَابِ كَيفَ يَجْمَعُ الْمَالَ، وَعَجِبْتُ لِمَنْ أَيْقَنَ بِالْقَبْرِ كَيْفَ يَضْحَكُ، وَعَجِبْتُ لِمَنْ أَيْقَنَ بِزَوَالِ الدُّنْيَا كَيْفَ يَطْمَئِنُّ إِلَيْهَا، وَعَجِبْتُ لِمَنْ أَيْقَنَ بِبَقَاءِ الآخِرَةِ وَنَعِيمِهَا كَيْفَ يَستَرِيحُ، وَعَجِبْتُ لِمَنْ هُوَ عَالِمٌ بَاللِّسَانِ وَجَاهِلٌ بِالْقَلْبِ، وَعَجِْتُ لِمَنْ هُوَ مُطَهِّرٌ بِالمَاء وَغَيْرُ طَاهِرٍ بِالْقَلْبِ، وَعَجِبْتُ لِمَنِ اشْتَغَلَ بِعُيُوبِ النَّاسِ وَهُوَ غَافِلٌ عَنْ عُيُوبِ نَفْسِهِ، وَعَجِبْتُ لِمَنْ يَعْلَمُ أَنَّ اللَّه تَعَالَى مُطَّلِعٌ عَلَيْهِ كَيْفَ يَعْصِيهِ، وَعَجِبْتُ لِمَنْ يَعْلَمُ أَنَّهُ يَمُوتُ وَحْدَهُ وَيَدْخُلُ الْقَبْرَ وَحْدَهُ وَيُحَاسَبُ وَحْدَهُ كَيْفَ يَسْتأنِسُ بِالنَّاسِ، وَيَقُولُ اللَّهُ تَعَالَى لَا إلهَ إلَّا اللَّهُ حَقّاً حَقّاً مُحَمَّدٌ عَبْدِي وَرَسُولِي</w:t>
      </w:r>
      <w:r>
        <w:t>.</w:t>
      </w:r>
    </w:p>
    <w:p w:rsidR="00555BAA" w:rsidRDefault="00555BAA" w:rsidP="00D20B5B">
      <w:pPr>
        <w:pStyle w:val="libNormal"/>
      </w:pPr>
      <w:r>
        <w:br w:type="page"/>
      </w:r>
    </w:p>
    <w:p w:rsidR="006F3EF0" w:rsidRDefault="00555BAA" w:rsidP="000509AC">
      <w:pPr>
        <w:pStyle w:val="Heading1Center"/>
      </w:pPr>
      <w:bookmarkStart w:id="2" w:name="_Toc444945285"/>
      <w:r>
        <w:lastRenderedPageBreak/>
        <w:t>Chapter 1</w:t>
      </w:r>
      <w:bookmarkEnd w:id="2"/>
    </w:p>
    <w:p w:rsidR="00555BAA" w:rsidRDefault="00555BAA" w:rsidP="00555BAA">
      <w:pPr>
        <w:pStyle w:val="libNormal"/>
      </w:pPr>
      <w:r>
        <w:t>Almighty Allah says:</w:t>
      </w:r>
    </w:p>
    <w:p w:rsidR="00555BAA" w:rsidRDefault="00555BAA" w:rsidP="00555BAA">
      <w:pPr>
        <w:pStyle w:val="libNormal"/>
      </w:pPr>
      <w:r>
        <w:t>I wonder how a person can be happy, who is certain of death.</w:t>
      </w:r>
    </w:p>
    <w:p w:rsidR="00555BAA" w:rsidRDefault="00555BAA" w:rsidP="00555BAA">
      <w:pPr>
        <w:pStyle w:val="libNormal"/>
      </w:pPr>
      <w:r>
        <w:t xml:space="preserve">I wonder at a person who is certain of </w:t>
      </w:r>
      <w:proofErr w:type="spellStart"/>
      <w:r>
        <w:t>reckconing</w:t>
      </w:r>
      <w:proofErr w:type="spellEnd"/>
      <w:r>
        <w:t xml:space="preserve"> (the Day of </w:t>
      </w:r>
      <w:proofErr w:type="spellStart"/>
      <w:r>
        <w:t>Judgement</w:t>
      </w:r>
      <w:proofErr w:type="spellEnd"/>
      <w:r>
        <w:t>), but still accumulates wealth.</w:t>
      </w:r>
    </w:p>
    <w:p w:rsidR="00555BAA" w:rsidRDefault="00555BAA" w:rsidP="00555BAA">
      <w:pPr>
        <w:pStyle w:val="libNormal"/>
      </w:pPr>
      <w:r>
        <w:t>I wonder at a person who is certain of going into the grave, but still smiles without concern.</w:t>
      </w:r>
    </w:p>
    <w:p w:rsidR="00555BAA" w:rsidRDefault="00555BAA" w:rsidP="00555BAA">
      <w:pPr>
        <w:pStyle w:val="libNormal"/>
      </w:pPr>
      <w:r>
        <w:t>I wonder at a person who is certain of this world’s doom, but still has tranquility in loving this world.</w:t>
      </w:r>
    </w:p>
    <w:p w:rsidR="00555BAA" w:rsidRDefault="00555BAA" w:rsidP="00555BAA">
      <w:pPr>
        <w:pStyle w:val="libNormal"/>
      </w:pPr>
      <w:r>
        <w:t>I wonder at a person who is certain of the Hereafter and its Bounties but he still rests.</w:t>
      </w:r>
    </w:p>
    <w:p w:rsidR="00555BAA" w:rsidRDefault="00555BAA" w:rsidP="00555BAA">
      <w:pPr>
        <w:pStyle w:val="libNormal"/>
      </w:pPr>
      <w:r>
        <w:t>I wonder at a person who is knowledgeable in his speech, and ignorant in his heart.</w:t>
      </w:r>
    </w:p>
    <w:p w:rsidR="00555BAA" w:rsidRDefault="00555BAA" w:rsidP="00555BAA">
      <w:pPr>
        <w:pStyle w:val="libNormal"/>
      </w:pPr>
      <w:r>
        <w:t>I wonder at a person who cleans him/herself with water, but does not cleanse his heart.</w:t>
      </w:r>
    </w:p>
    <w:p w:rsidR="00555BAA" w:rsidRDefault="00555BAA" w:rsidP="00555BAA">
      <w:pPr>
        <w:pStyle w:val="libNormal"/>
      </w:pPr>
      <w:r>
        <w:t xml:space="preserve">I wonder at people who look for bad points in others, but </w:t>
      </w:r>
      <w:proofErr w:type="gramStart"/>
      <w:r>
        <w:t>is</w:t>
      </w:r>
      <w:proofErr w:type="gramEnd"/>
      <w:r>
        <w:t xml:space="preserve"> unaware of the same in themselves.</w:t>
      </w:r>
    </w:p>
    <w:p w:rsidR="00555BAA" w:rsidRDefault="00555BAA" w:rsidP="00555BAA">
      <w:pPr>
        <w:pStyle w:val="libNormal"/>
      </w:pPr>
      <w:r>
        <w:t>I wonder at a person who knows that Almighty Allah is aware of his actions, but still commits sins.</w:t>
      </w:r>
    </w:p>
    <w:p w:rsidR="00555BAA" w:rsidRDefault="00555BAA" w:rsidP="00555BAA">
      <w:pPr>
        <w:pStyle w:val="libNormal"/>
      </w:pPr>
      <w:r>
        <w:t>I wonder at a person who preaches to the people, but does not preach to his own soul.</w:t>
      </w:r>
    </w:p>
    <w:p w:rsidR="00555BAA" w:rsidRDefault="00555BAA" w:rsidP="00555BAA">
      <w:pPr>
        <w:pStyle w:val="libNormal"/>
      </w:pPr>
      <w:r>
        <w:t xml:space="preserve">I wonder at a person who knows that he/she will die alone, go into the grave alone, give accounts alone, but </w:t>
      </w:r>
      <w:proofErr w:type="gramStart"/>
      <w:r>
        <w:t>is</w:t>
      </w:r>
      <w:proofErr w:type="gramEnd"/>
      <w:r>
        <w:t xml:space="preserve"> still totally engrossed with people who will not be able to help him/her.</w:t>
      </w:r>
    </w:p>
    <w:p w:rsidR="00D3374F" w:rsidRDefault="00555BAA" w:rsidP="00555BAA">
      <w:pPr>
        <w:pStyle w:val="libNormal"/>
      </w:pPr>
      <w:r>
        <w:t xml:space="preserve">Allah says: There is no god but </w:t>
      </w:r>
      <w:proofErr w:type="gramStart"/>
      <w:r>
        <w:t>Me</w:t>
      </w:r>
      <w:proofErr w:type="gramEnd"/>
      <w:r>
        <w:t xml:space="preserve">. Thus Mohammed (SAW) is </w:t>
      </w:r>
      <w:proofErr w:type="gramStart"/>
      <w:r>
        <w:t>My</w:t>
      </w:r>
      <w:proofErr w:type="gramEnd"/>
      <w:r>
        <w:t xml:space="preserve"> servant and My messenger.</w:t>
      </w:r>
    </w:p>
    <w:p w:rsidR="00D3374F" w:rsidRDefault="00D3374F" w:rsidP="00D3374F">
      <w:pPr>
        <w:pStyle w:val="libNormal"/>
      </w:pPr>
      <w:r>
        <w:br w:type="page"/>
      </w:r>
    </w:p>
    <w:p w:rsidR="00555BAA" w:rsidRDefault="00555BAA" w:rsidP="000509AC">
      <w:pPr>
        <w:pStyle w:val="Heading1Center"/>
      </w:pPr>
      <w:bookmarkStart w:id="3" w:name="_Toc444945286"/>
      <w:r>
        <w:rPr>
          <w:rtl/>
        </w:rPr>
        <w:lastRenderedPageBreak/>
        <w:t>الحديث الثاني‏</w:t>
      </w:r>
      <w:bookmarkEnd w:id="3"/>
    </w:p>
    <w:p w:rsidR="006F3EF0" w:rsidRDefault="00555BAA" w:rsidP="00616AF4">
      <w:pPr>
        <w:pStyle w:val="libAr"/>
      </w:pPr>
      <w:r>
        <w:rPr>
          <w:rtl/>
        </w:rPr>
        <w:t>شَهِدَتْ نَفْسِي لِنَفْسِي أَنْ لَاإلهَ إِلَّا أنَا وَحْدِي لَا شَرِيْكَ لِي، وَمُحَمَّدٌ صَلَّى اللَّهُ عَلَيْهِ وَ آلِهِ عَبْدِي وَ رَسُولِي، مَنْ لَمْ يَرْضَ بِقَضَائِي وَ لَمْ يَصْبِرْ عَلَى بَلَائِي وَ لَمْ يَشْكُرْ عَلَى نَعْمَائِي وَ لَمْ يَقْنَعْ بِعَطَائِي فَلْيَطْلُبْ رَبّاً سِوَائِي وَلْيَخْرُجْ مِنْ تَحْتِ سَمَائِي، وَ مَنْ أَصْبَحَ حَزِيناً عَلى الدُّنْيَا فَكَأنَّما أَصْبَحَ سَاخِطاً عَلَيَّ، وَ مَنِ اشْتَكَى مُصِيبَةً نَزَلَتْ بِهِ إلَى غَيْرِي فَقَدْ شَكَانِي، وَ مَنْ دَخَلَ عَلى غَنِيٍّ فَتَوَاضَعَ لَهُ مِنْ أَجْلِ غِنَائِهِ ذَهَبَ ثُلثُ دِينِهِ، وَ مَنْ لَطَمَ وَجْهَهُ عَلى مَيِّتٍ فَكَأَنَّما أخَذَ رُمْحاً يُقَاتِلُنِي بِهِ، وَ مَنْ كَسَرَ عُوْداً عَلى قَبْرِ مَيِّتٍ فَكَأَنَّما هَدَم كَعْبَتي بِيَدِهِ، وَ مَنْ لَمْ يُبَالِ مِنْ أيْنَ يَأكُلُ لَمْ أُبَالِ بِهِ مِنْ أَيِّ بَابٍ أُدْخِلُهُ فِي جَهَنَّمَ، وَ مَنْ لَمْ يَكُنْ فِي الزِّيَادَةِ فِي دِينِهِ فَهُوَ فِي النُّقْصَانِ، وَ مَنْ كَانَ فِي النُّقْصَانِ فَالْمَوْتُ خَيْرٌ لَهُ، وَ مَنْ عَمِلَ بِما عَلِمَ زِدْتُهُ عِلْماً إلَى عِلْمِهِ</w:t>
      </w:r>
      <w:r>
        <w:t>.</w:t>
      </w:r>
    </w:p>
    <w:p w:rsidR="00555BAA" w:rsidRDefault="00555BAA" w:rsidP="00D20B5B">
      <w:pPr>
        <w:pStyle w:val="libNormal"/>
      </w:pPr>
      <w:r>
        <w:br w:type="page"/>
      </w:r>
    </w:p>
    <w:p w:rsidR="006F3EF0" w:rsidRDefault="00555BAA" w:rsidP="000509AC">
      <w:pPr>
        <w:pStyle w:val="Heading1Center"/>
      </w:pPr>
      <w:bookmarkStart w:id="4" w:name="_Toc444945287"/>
      <w:r>
        <w:lastRenderedPageBreak/>
        <w:t>Chapter 2</w:t>
      </w:r>
      <w:bookmarkEnd w:id="4"/>
    </w:p>
    <w:p w:rsidR="00555BAA" w:rsidRDefault="00555BAA" w:rsidP="00555BAA">
      <w:pPr>
        <w:pStyle w:val="libNormal"/>
      </w:pPr>
      <w:r>
        <w:t>Almighty Allah says:</w:t>
      </w:r>
    </w:p>
    <w:p w:rsidR="00555BAA" w:rsidRDefault="00555BAA" w:rsidP="00555BAA">
      <w:pPr>
        <w:pStyle w:val="libNormal"/>
      </w:pPr>
      <w:r>
        <w:t xml:space="preserve">My Essence witnesses My Being that there is no god but </w:t>
      </w:r>
      <w:proofErr w:type="gramStart"/>
      <w:r>
        <w:t>Me</w:t>
      </w:r>
      <w:proofErr w:type="gramEnd"/>
      <w:r>
        <w:t xml:space="preserve"> alone, without any partner and Mohammad (SAW) is My servant and Messenger.</w:t>
      </w:r>
    </w:p>
    <w:p w:rsidR="00555BAA" w:rsidRDefault="00555BAA" w:rsidP="00555BAA">
      <w:pPr>
        <w:pStyle w:val="libNormal"/>
      </w:pPr>
      <w:r>
        <w:t>A person who is not happy with My orders, not patient with my afflictions, not thankful for My bounties, not content with My gifts, then he should look for another lord other than Me and he should get out of My universe.</w:t>
      </w:r>
    </w:p>
    <w:p w:rsidR="00555BAA" w:rsidRDefault="00555BAA" w:rsidP="00555BAA">
      <w:pPr>
        <w:pStyle w:val="libNormal"/>
      </w:pPr>
      <w:r>
        <w:t xml:space="preserve">A person who does not get what he wants in this world and becomes sad by it, is as if he is angry with </w:t>
      </w:r>
      <w:proofErr w:type="gramStart"/>
      <w:r>
        <w:t>Me</w:t>
      </w:r>
      <w:proofErr w:type="gramEnd"/>
      <w:r>
        <w:t>.</w:t>
      </w:r>
    </w:p>
    <w:p w:rsidR="00555BAA" w:rsidRDefault="00555BAA" w:rsidP="00555BAA">
      <w:pPr>
        <w:pStyle w:val="libNormal"/>
      </w:pPr>
      <w:r>
        <w:t xml:space="preserve">A person who complains to another of calamities which has befallen upon him is as if he has complained about </w:t>
      </w:r>
      <w:proofErr w:type="gramStart"/>
      <w:r>
        <w:t>Me</w:t>
      </w:r>
      <w:proofErr w:type="gramEnd"/>
      <w:r>
        <w:t>.</w:t>
      </w:r>
    </w:p>
    <w:p w:rsidR="00555BAA" w:rsidRDefault="00555BAA" w:rsidP="00555BAA">
      <w:pPr>
        <w:pStyle w:val="libNormal"/>
      </w:pPr>
      <w:r>
        <w:t>A person who goes to a rich person and humiliates himself because of his wealth, one-third of his faith is lost.</w:t>
      </w:r>
    </w:p>
    <w:p w:rsidR="00555BAA" w:rsidRDefault="00555BAA" w:rsidP="00555BAA">
      <w:pPr>
        <w:pStyle w:val="libNormal"/>
      </w:pPr>
      <w:r>
        <w:t xml:space="preserve">A person who hits himself in front of a dead body is as if he has taken a sword to fight with </w:t>
      </w:r>
      <w:proofErr w:type="gramStart"/>
      <w:r>
        <w:t>Me</w:t>
      </w:r>
      <w:proofErr w:type="gramEnd"/>
      <w:r>
        <w:t xml:space="preserve"> and he has ruined </w:t>
      </w:r>
      <w:proofErr w:type="spellStart"/>
      <w:r>
        <w:t>Ka’ba</w:t>
      </w:r>
      <w:proofErr w:type="spellEnd"/>
      <w:r>
        <w:t xml:space="preserve"> with his hands.</w:t>
      </w:r>
    </w:p>
    <w:p w:rsidR="00555BAA" w:rsidRDefault="00555BAA" w:rsidP="00555BAA">
      <w:pPr>
        <w:pStyle w:val="libNormal"/>
      </w:pPr>
      <w:r>
        <w:t xml:space="preserve">A person who does not care about what he eats (whether </w:t>
      </w:r>
      <w:proofErr w:type="spellStart"/>
      <w:r>
        <w:t>Halal</w:t>
      </w:r>
      <w:proofErr w:type="spellEnd"/>
      <w:r>
        <w:t xml:space="preserve"> or </w:t>
      </w:r>
      <w:proofErr w:type="spellStart"/>
      <w:r>
        <w:t>Haram</w:t>
      </w:r>
      <w:proofErr w:type="spellEnd"/>
      <w:r>
        <w:t>), I will not care from which door I will make him enter Hell.</w:t>
      </w:r>
    </w:p>
    <w:p w:rsidR="00555BAA" w:rsidRDefault="00555BAA" w:rsidP="00555BAA">
      <w:pPr>
        <w:pStyle w:val="libNormal"/>
      </w:pPr>
      <w:r>
        <w:t>A person who is not trying to improve faith (by doing good deeds) is in loss. The one who is loss; death is better for him.</w:t>
      </w:r>
    </w:p>
    <w:p w:rsidR="00555BAA" w:rsidRDefault="00555BAA" w:rsidP="00555BAA">
      <w:pPr>
        <w:pStyle w:val="libNormal"/>
      </w:pPr>
      <w:r>
        <w:t>A person who practices according to his knowledge, I will increase his knowledge towards his acts.</w:t>
      </w:r>
    </w:p>
    <w:p w:rsidR="00555BAA" w:rsidRDefault="00555BAA" w:rsidP="00D20B5B">
      <w:pPr>
        <w:pStyle w:val="libNormal"/>
      </w:pPr>
      <w:r>
        <w:br w:type="page"/>
      </w:r>
    </w:p>
    <w:p w:rsidR="00555BAA" w:rsidRDefault="00555BAA" w:rsidP="000509AC">
      <w:pPr>
        <w:pStyle w:val="Heading1Center"/>
      </w:pPr>
      <w:bookmarkStart w:id="5" w:name="_Toc444945288"/>
      <w:r>
        <w:rPr>
          <w:rtl/>
        </w:rPr>
        <w:lastRenderedPageBreak/>
        <w:t>الحديث الثالث‏</w:t>
      </w:r>
      <w:bookmarkEnd w:id="5"/>
    </w:p>
    <w:p w:rsidR="00555BAA" w:rsidRDefault="00555BAA" w:rsidP="00616AF4">
      <w:pPr>
        <w:pStyle w:val="libAr"/>
      </w:pPr>
      <w:r>
        <w:rPr>
          <w:rtl/>
        </w:rPr>
        <w:t>يَابْنَ آدَمَ!! مَنْ قَنَع اسْتَغْنَى، وَ مَنْ رَضِيَ بِالْقَلِيْلِ مِنَ الدُّنْيا فَقَدْ وَثَقَ بِاللَّهِ عَزَّ وَ جَلَّ</w:t>
      </w:r>
      <w:r>
        <w:t>.</w:t>
      </w:r>
    </w:p>
    <w:p w:rsidR="00555BAA" w:rsidRDefault="00555BAA" w:rsidP="00616AF4">
      <w:pPr>
        <w:pStyle w:val="libAr"/>
      </w:pPr>
      <w:r>
        <w:rPr>
          <w:rtl/>
        </w:rPr>
        <w:t>يَابْنَ آدَمَ!! مَنْ تَرَكَ الْحَسَدَ اسْتَرَاحَ، وَ مَنِ اجْتَنَبَ الْحَرَامَ خَلّصَ دِيْنَهُ، وَ مَنْ تَرَكَ الغِيْبَةَ ظَهَرَتْ مَحَبَّتُهْ في الْقُلُوبِ، وَ مَنِ اْعَتَزَلَ عَنِ النّاسِ سَلِمَ مِنْهُمْ، وَ مَنْ قَلَّ كَلَامُهُ كَمُلَ عَقْلُهُ، وَ مَنْ رَضِيَ مِنَ اللَّهِ بِالْقَلِيلِ مِنَ الرِّزْقِ رَضِيَ اللَّهُ عَنْهُ بِالْقَلِيْلِ مِنَ الْعَمَلِ</w:t>
      </w:r>
      <w:r>
        <w:t>.</w:t>
      </w:r>
    </w:p>
    <w:p w:rsidR="00555BAA" w:rsidRDefault="00555BAA" w:rsidP="00616AF4">
      <w:pPr>
        <w:pStyle w:val="libAr"/>
      </w:pPr>
      <w:r>
        <w:rPr>
          <w:rtl/>
        </w:rPr>
        <w:t>يَابْنَ آدَمَ!! أَنْتَ بِمَا تَعْلَمُ لا تَعْمَلُ كَيْفَ تَطْلُبُ مَا لَا تَعْلَمُ</w:t>
      </w:r>
      <w:r>
        <w:t>.</w:t>
      </w:r>
    </w:p>
    <w:p w:rsidR="006F3EF0" w:rsidRDefault="00555BAA" w:rsidP="00616AF4">
      <w:pPr>
        <w:pStyle w:val="libAr"/>
      </w:pPr>
      <w:r>
        <w:rPr>
          <w:rtl/>
        </w:rPr>
        <w:t>يَابْنَ آدَمَ!! أَفْنَيتَ عُمْرَكَ في طَلَبِ الدُّنْيا فَمَتَى تَطْلُبُ الآخِرَة</w:t>
      </w:r>
      <w:r>
        <w:t>.</w:t>
      </w:r>
    </w:p>
    <w:p w:rsidR="00555BAA" w:rsidRDefault="00555BAA" w:rsidP="00D20B5B">
      <w:pPr>
        <w:pStyle w:val="libNormal"/>
      </w:pPr>
      <w:r>
        <w:br w:type="page"/>
      </w:r>
    </w:p>
    <w:p w:rsidR="00555BAA" w:rsidRDefault="00555BAA" w:rsidP="000509AC">
      <w:pPr>
        <w:pStyle w:val="Heading1Center"/>
      </w:pPr>
      <w:bookmarkStart w:id="6" w:name="_Toc444945289"/>
      <w:r>
        <w:lastRenderedPageBreak/>
        <w:t>Chapter 3</w:t>
      </w:r>
      <w:bookmarkEnd w:id="6"/>
    </w:p>
    <w:p w:rsidR="00555BAA" w:rsidRDefault="00555BAA" w:rsidP="00555BAA">
      <w:pPr>
        <w:pStyle w:val="libNormal"/>
      </w:pPr>
      <w:r>
        <w:t>Almighty Allah says:</w:t>
      </w:r>
    </w:p>
    <w:p w:rsidR="00555BAA" w:rsidRDefault="00555BAA" w:rsidP="00555BAA">
      <w:pPr>
        <w:pStyle w:val="libNormal"/>
      </w:pPr>
      <w:r>
        <w:t xml:space="preserve">O, Son of Adam! </w:t>
      </w:r>
      <w:proofErr w:type="gramStart"/>
      <w:r>
        <w:t>one</w:t>
      </w:r>
      <w:proofErr w:type="gramEnd"/>
      <w:r>
        <w:t xml:space="preserve"> who is content, is independent. One who is not jealous has tranquility. One who protects himself from unlawful (</w:t>
      </w:r>
      <w:proofErr w:type="spellStart"/>
      <w:proofErr w:type="gramStart"/>
      <w:r>
        <w:t>Haram</w:t>
      </w:r>
      <w:proofErr w:type="spellEnd"/>
      <w:r>
        <w:t xml:space="preserve"> )</w:t>
      </w:r>
      <w:proofErr w:type="gramEnd"/>
      <w:r>
        <w:t xml:space="preserve">, his faith becomes pure. One who does not gossip, will be loved by people. One who separates himself from people is safe (from their mischief). </w:t>
      </w:r>
      <w:proofErr w:type="gramStart"/>
      <w:r>
        <w:t>One</w:t>
      </w:r>
      <w:proofErr w:type="gramEnd"/>
      <w:r>
        <w:t xml:space="preserve"> who reduces his talk, increases his wisdom. One who is pleased with whatever little he has, has full trust upon Allah. One who is pleased at a little bounty from Allah, Allah is pleased with his little obedience.</w:t>
      </w:r>
    </w:p>
    <w:p w:rsidR="00555BAA" w:rsidRDefault="00555BAA" w:rsidP="00555BAA">
      <w:pPr>
        <w:pStyle w:val="libNormal"/>
      </w:pPr>
      <w:r>
        <w:t xml:space="preserve">O, Son of Adam! </w:t>
      </w:r>
      <w:proofErr w:type="gramStart"/>
      <w:r>
        <w:t>you</w:t>
      </w:r>
      <w:proofErr w:type="gramEnd"/>
      <w:r>
        <w:t xml:space="preserve"> do not practice according to whatever knowledge you gain. Then how could you be a seeker of knowledge when you do not </w:t>
      </w:r>
      <w:proofErr w:type="spellStart"/>
      <w:r>
        <w:t>practise</w:t>
      </w:r>
      <w:proofErr w:type="spellEnd"/>
      <w:r>
        <w:t>?</w:t>
      </w:r>
    </w:p>
    <w:p w:rsidR="00555BAA" w:rsidRDefault="00555BAA" w:rsidP="00555BAA">
      <w:pPr>
        <w:pStyle w:val="libNormal"/>
      </w:pPr>
      <w:r>
        <w:t xml:space="preserve">O, Son of Adam! </w:t>
      </w:r>
      <w:proofErr w:type="gramStart"/>
      <w:r>
        <w:t>if</w:t>
      </w:r>
      <w:proofErr w:type="gramEnd"/>
      <w:r>
        <w:t xml:space="preserve"> you spend your whole life acquiring wealth, when will you be able to acquire the hereafter (</w:t>
      </w:r>
      <w:proofErr w:type="spellStart"/>
      <w:r>
        <w:t>Akhirat</w:t>
      </w:r>
      <w:proofErr w:type="spellEnd"/>
      <w:r>
        <w:t>) ?</w:t>
      </w:r>
    </w:p>
    <w:p w:rsidR="00555BAA" w:rsidRDefault="00555BAA" w:rsidP="00D20B5B">
      <w:pPr>
        <w:pStyle w:val="libNormal"/>
      </w:pPr>
      <w:r>
        <w:br w:type="page"/>
      </w:r>
    </w:p>
    <w:p w:rsidR="00555BAA" w:rsidRDefault="00555BAA" w:rsidP="000509AC">
      <w:pPr>
        <w:pStyle w:val="Heading1Center"/>
      </w:pPr>
      <w:bookmarkStart w:id="7" w:name="_Toc444945290"/>
      <w:r>
        <w:rPr>
          <w:rtl/>
        </w:rPr>
        <w:lastRenderedPageBreak/>
        <w:t>الحديث الرابع‏</w:t>
      </w:r>
      <w:bookmarkEnd w:id="7"/>
    </w:p>
    <w:p w:rsidR="00555BAA" w:rsidRDefault="00555BAA" w:rsidP="00616AF4">
      <w:pPr>
        <w:pStyle w:val="libAr"/>
      </w:pPr>
      <w:r>
        <w:rPr>
          <w:rtl/>
        </w:rPr>
        <w:t>يَابْنَ آدَمَ!! مَنْ أَصْبَحَ حَرِيصاً عَلَى الدُّنْيا لَمْ يَزِدْ مِنَ اللَّهِ إِلا بُعْداً، وَ فِي الآخِرَةِ إلَّا جُهْداً، وَ أَلْزَمَ اللَّهُ تَعَالَى قَلْبَهُ هَمّاً لَا يَنْقَطِعُ أَبَداً وَ فَقْراً لَا يَنَالُ غِنَاهُ أبَداً، وَ أمَلاً لَا يَنَالُ مُنَاهُ أَبَداً</w:t>
      </w:r>
      <w:r>
        <w:t xml:space="preserve"> .</w:t>
      </w:r>
    </w:p>
    <w:p w:rsidR="00555BAA" w:rsidRDefault="00555BAA" w:rsidP="00616AF4">
      <w:pPr>
        <w:pStyle w:val="libAr"/>
      </w:pPr>
      <w:r>
        <w:rPr>
          <w:rtl/>
        </w:rPr>
        <w:t>يَابْنَ آدَمَ!! كُلَّ يَوْمٍ يَنْقُصُ مِنْ عُمْرِكَ وَ أَنْتَ لَا تَدْرِي، وَ يَأتِي كُلَّ يَوْمٍ رِزْقُكَ مِنْ عِنْدِي وَ أنْتَ لَا تَحْمَدُهُ، فَلَا بِالْقَلِيلِ تَقنَعُ وَ لَا بِالكَثِيرِ تَشْبَعُ</w:t>
      </w:r>
      <w:r>
        <w:t xml:space="preserve"> .</w:t>
      </w:r>
    </w:p>
    <w:p w:rsidR="006F3EF0" w:rsidRDefault="00555BAA" w:rsidP="00616AF4">
      <w:pPr>
        <w:pStyle w:val="libAr"/>
      </w:pPr>
      <w:r>
        <w:rPr>
          <w:rtl/>
        </w:rPr>
        <w:t>يَابْنَ آدَمَ!! مَا مِنْ يَوْمٍ جَدِيدٍ إِلَّا وَيَأتِيكَ مِنْ عِنْدِي رِزْقٌ جَدِيدٌ، وَ مَا مِنْ لَيْلَةٍ إلّا وَ يَأتِيني مَلآئِكَتِي مِنْ عِنْدِكَ بِعَمَلٍ قَبِيحٍ، تَأكُلُ رِزْقي وَ تَعْصِيْنِي وَ أنْتَ تَدْعُونِي فَأسْتَجِيبُ لَك!. خَيْري إِلَيْكَ نَازِلٌ وَ شَرُّكَ إلَيَّ صَاعِدٌ، فَنِعْمَ الْمَوْلَى أَنَا وَ بِئْسَ الْعَبْدُ أَنْتَ، تَسْألُنِي فأعْطِيكَ وَ أسْتُرُ إِلَيْكَ سُوءًَ بَعْدَ سوءٍ وَ قَبِيحاً بَعْدَ قَبِيحٍ، أنَا أسْتَحْيِي مِنْكَ وَ أنْتَ لَا تَسْتَحْيِي مِنِّي وَ تَنْسَانِي وَ تَذْكُرُ غَيْرِي وَ تَخَافُ النّاسَ وَ تَأمَنُ غَضَبي</w:t>
      </w:r>
      <w:r>
        <w:t xml:space="preserve"> .</w:t>
      </w:r>
    </w:p>
    <w:p w:rsidR="00555BAA" w:rsidRDefault="00555BAA" w:rsidP="00D20B5B">
      <w:pPr>
        <w:pStyle w:val="libNormal"/>
      </w:pPr>
      <w:r>
        <w:br w:type="page"/>
      </w:r>
    </w:p>
    <w:p w:rsidR="00555BAA" w:rsidRDefault="00555BAA" w:rsidP="000509AC">
      <w:pPr>
        <w:pStyle w:val="Heading1Center"/>
      </w:pPr>
      <w:bookmarkStart w:id="8" w:name="_Toc444945291"/>
      <w:r>
        <w:lastRenderedPageBreak/>
        <w:t>Chapter 4</w:t>
      </w:r>
      <w:bookmarkEnd w:id="8"/>
    </w:p>
    <w:p w:rsidR="00555BAA" w:rsidRDefault="00555BAA" w:rsidP="00555BAA">
      <w:pPr>
        <w:pStyle w:val="libNormal"/>
      </w:pPr>
      <w:r>
        <w:t>Almighty Allah says:</w:t>
      </w:r>
    </w:p>
    <w:p w:rsidR="00555BAA" w:rsidRDefault="00555BAA" w:rsidP="00555BAA">
      <w:pPr>
        <w:pStyle w:val="libNormal"/>
      </w:pPr>
      <w:r>
        <w:t xml:space="preserve">O, Son of Adam! </w:t>
      </w:r>
      <w:proofErr w:type="gramStart"/>
      <w:r>
        <w:t>a</w:t>
      </w:r>
      <w:proofErr w:type="gramEnd"/>
      <w:r>
        <w:t xml:space="preserve"> person who starts his day with greed for this world, finds no increase (in wealth) from Allah, and he is far from Allah. From this world nothing added to his wealth but struggle, and for the hereafter he has added exertion. Almighty Allah has added grief in his heart that will never end. Almighty Allah will add to his poverty which will never change into wealth, and increase his wishes and leave them unfulfilled.</w:t>
      </w:r>
    </w:p>
    <w:p w:rsidR="00555BAA" w:rsidRDefault="00555BAA" w:rsidP="00555BAA">
      <w:pPr>
        <w:pStyle w:val="libNormal"/>
      </w:pPr>
      <w:r>
        <w:t xml:space="preserve">O, Son of Adam! </w:t>
      </w:r>
      <w:proofErr w:type="gramStart"/>
      <w:r>
        <w:t>every</w:t>
      </w:r>
      <w:proofErr w:type="gramEnd"/>
      <w:r>
        <w:t xml:space="preserve"> day of your life is getting shorter, but still you do not understand? Each day I send down to you </w:t>
      </w:r>
      <w:proofErr w:type="gramStart"/>
      <w:r>
        <w:t>My</w:t>
      </w:r>
      <w:proofErr w:type="gramEnd"/>
      <w:r>
        <w:t xml:space="preserve"> bounties, but you are not thankful to Me for them. You are not content with little nor are you satisfied with much.</w:t>
      </w:r>
    </w:p>
    <w:p w:rsidR="006F3EF0" w:rsidRDefault="00555BAA" w:rsidP="00555BAA">
      <w:pPr>
        <w:pStyle w:val="libNormal"/>
      </w:pPr>
      <w:r>
        <w:t xml:space="preserve">O, Son of Adam! </w:t>
      </w:r>
      <w:proofErr w:type="gramStart"/>
      <w:r>
        <w:t>not</w:t>
      </w:r>
      <w:proofErr w:type="gramEnd"/>
      <w:r>
        <w:t xml:space="preserve"> a single day misses but that your provision comes to you from Me; and not a single night passes, but that My angles give Me accounts of your bad deeds. You eat </w:t>
      </w:r>
      <w:proofErr w:type="gramStart"/>
      <w:r>
        <w:t>My</w:t>
      </w:r>
      <w:proofErr w:type="gramEnd"/>
      <w:r>
        <w:t xml:space="preserve"> provision, and you still disobey Me; but still when you call Me, I still answer you. From </w:t>
      </w:r>
      <w:proofErr w:type="gramStart"/>
      <w:r>
        <w:t>Me</w:t>
      </w:r>
      <w:proofErr w:type="gramEnd"/>
      <w:r>
        <w:t xml:space="preserve">, good bounties descend upon you and from you. And from you, sinful deeds come up to </w:t>
      </w:r>
      <w:proofErr w:type="gramStart"/>
      <w:r>
        <w:t>Me</w:t>
      </w:r>
      <w:proofErr w:type="gramEnd"/>
      <w:r>
        <w:t xml:space="preserve">. How good a master I am and how bad a servant you are! I give you </w:t>
      </w:r>
      <w:proofErr w:type="spellStart"/>
      <w:r>
        <w:t>what ever</w:t>
      </w:r>
      <w:proofErr w:type="spellEnd"/>
      <w:r>
        <w:t xml:space="preserve"> you ask </w:t>
      </w:r>
      <w:proofErr w:type="gramStart"/>
      <w:r>
        <w:t>Me</w:t>
      </w:r>
      <w:proofErr w:type="gramEnd"/>
      <w:r>
        <w:t xml:space="preserve">, but still you go on sinning. I hide these sins, one after another, one evil deed after another. I am ashamed of you, but you are not ashamed of </w:t>
      </w:r>
      <w:proofErr w:type="gramStart"/>
      <w:r>
        <w:t>Me</w:t>
      </w:r>
      <w:proofErr w:type="gramEnd"/>
      <w:r>
        <w:t xml:space="preserve">? You forget </w:t>
      </w:r>
      <w:proofErr w:type="gramStart"/>
      <w:r>
        <w:t>Me</w:t>
      </w:r>
      <w:proofErr w:type="gramEnd"/>
      <w:r>
        <w:t xml:space="preserve">, but I remember you. You are afraid of people, and you are careless of </w:t>
      </w:r>
      <w:proofErr w:type="gramStart"/>
      <w:r>
        <w:t>Me</w:t>
      </w:r>
      <w:proofErr w:type="gramEnd"/>
      <w:r>
        <w:t xml:space="preserve">. You fear enmity of people, but you do not fear </w:t>
      </w:r>
      <w:proofErr w:type="gramStart"/>
      <w:r>
        <w:t>My</w:t>
      </w:r>
      <w:proofErr w:type="gramEnd"/>
      <w:r>
        <w:t xml:space="preserve"> wrath?</w:t>
      </w:r>
    </w:p>
    <w:p w:rsidR="00555BAA" w:rsidRDefault="00555BAA" w:rsidP="00D20B5B">
      <w:pPr>
        <w:pStyle w:val="libNormal"/>
      </w:pPr>
      <w:r>
        <w:br w:type="page"/>
      </w:r>
    </w:p>
    <w:p w:rsidR="00555BAA" w:rsidRDefault="00555BAA" w:rsidP="000509AC">
      <w:pPr>
        <w:pStyle w:val="Heading1Center"/>
      </w:pPr>
      <w:bookmarkStart w:id="9" w:name="_Toc444945292"/>
      <w:r>
        <w:rPr>
          <w:rtl/>
        </w:rPr>
        <w:lastRenderedPageBreak/>
        <w:t>الحديث الخامس‏</w:t>
      </w:r>
      <w:bookmarkEnd w:id="9"/>
    </w:p>
    <w:p w:rsidR="00555BAA" w:rsidRDefault="00555BAA" w:rsidP="00616AF4">
      <w:pPr>
        <w:pStyle w:val="libAr"/>
      </w:pPr>
      <w:r>
        <w:rPr>
          <w:rtl/>
        </w:rPr>
        <w:t>يَابْنَ آدَمَ!! لَا تَكُنْ مِمَّنْ يَطْلُبُ التَّوْبَةَ بِطُولِ الأمَلِ وَيَرْجُو الآخِرَةَ بِغَيْرِ عَمَلٍ، يَقُولُ قَوْلَ الزّاهِدِينَ وَ يَعْمَلُ عَمَلَ الْمُنَافِقِينَ، إنْ أُعْطِىَ لَا يَقْنَعُ وَ إِنْ مُنِعَ لَا يَصْبِرُ، يَأمُرُ بِالْخَيْرِ وَ لَا يَفْعَلُهُ، وَ يَنْهَى عَنِ الشَّرِّ وَ لاَ يُنْهَى عَنْهُ، وَ يُحِبُّ الصَّالِحِينَ وَ لَيْسَ مِنْهُمْ، وَ يُبْغِضُ الْمُنَافِقِينَ وَ هُوَ مِنْهُمْ</w:t>
      </w:r>
      <w:r>
        <w:t xml:space="preserve"> .</w:t>
      </w:r>
    </w:p>
    <w:p w:rsidR="006F3EF0" w:rsidRDefault="00555BAA" w:rsidP="00616AF4">
      <w:pPr>
        <w:pStyle w:val="libAr"/>
      </w:pPr>
      <w:r>
        <w:rPr>
          <w:rtl/>
        </w:rPr>
        <w:t>يَابْنَ آدَمَ!! مَا مِنْ يَوْمٍ جَدِيدٍ إِلَّا وَ الأَرْضُ تُخَاطِبُكَ وَ تَقُولُ: يَابْنَ آدَمَ، تَمْشِي عَلى ظَهْرِي وَ مَصِيرُكَ في بَطْني وَتُذْنِب عَلَى ظَهْرِي وَ تُعَذَّبُ في بَطْنِي؛ يَابْنَ آدَمَ، أَنا بَيْتُ الوَحْدَةِ وَ أنَا بَيْتُ الْوَحْشَةِ وَ أَنَا بَيْتُ الظُلْمَةِ وَ أَنَا بَيْتُ العَقَارِبِ وَ الْحَيَّاتِ وَ أَنَا بَيْتُ الهَوانِ، فَاعْمُرِني وَ لَا تَخْرَبْنِي</w:t>
      </w:r>
      <w:r>
        <w:t>.</w:t>
      </w:r>
    </w:p>
    <w:p w:rsidR="00555BAA" w:rsidRDefault="00555BAA" w:rsidP="00D20B5B">
      <w:pPr>
        <w:pStyle w:val="libNormal"/>
      </w:pPr>
      <w:r>
        <w:br w:type="page"/>
      </w:r>
    </w:p>
    <w:p w:rsidR="00555BAA" w:rsidRDefault="00555BAA" w:rsidP="000509AC">
      <w:pPr>
        <w:pStyle w:val="Heading1Center"/>
      </w:pPr>
      <w:bookmarkStart w:id="10" w:name="_Toc444945293"/>
      <w:r>
        <w:lastRenderedPageBreak/>
        <w:t>Chapter 5</w:t>
      </w:r>
      <w:bookmarkEnd w:id="10"/>
    </w:p>
    <w:p w:rsidR="00555BAA" w:rsidRDefault="00555BAA" w:rsidP="00555BAA">
      <w:pPr>
        <w:pStyle w:val="libNormal"/>
      </w:pPr>
      <w:r>
        <w:t>Almighty Allah says:</w:t>
      </w:r>
    </w:p>
    <w:p w:rsidR="00555BAA" w:rsidRDefault="00555BAA" w:rsidP="00555BAA">
      <w:pPr>
        <w:pStyle w:val="libNormal"/>
      </w:pPr>
      <w:r>
        <w:t xml:space="preserve">O, son of Adam! </w:t>
      </w:r>
      <w:proofErr w:type="gramStart"/>
      <w:r>
        <w:t>don</w:t>
      </w:r>
      <w:proofErr w:type="gramEnd"/>
      <w:r>
        <w:t xml:space="preserve"> not be like the one; who seeks pardon because of his unlimited desires. Who hopes for heaven, but does not do good deeds; </w:t>
      </w:r>
      <w:proofErr w:type="gramStart"/>
      <w:r>
        <w:t>Who</w:t>
      </w:r>
      <w:proofErr w:type="gramEnd"/>
      <w:r>
        <w:t xml:space="preserve"> speaks like pious person, but acts like hypocrites; Who has been blessed by bounties, but is not content; And if who is given (bounties), is not patient; Who advises others to do good deeds, but he himself indulges in evil ones. Who advises others to stay away from evil deeds, but he himself does not stay away from them; </w:t>
      </w:r>
      <w:proofErr w:type="gramStart"/>
      <w:r>
        <w:t>Who</w:t>
      </w:r>
      <w:proofErr w:type="gramEnd"/>
      <w:r>
        <w:t xml:space="preserve"> hates hypocrites, but is one of them.</w:t>
      </w:r>
    </w:p>
    <w:p w:rsidR="00555BAA" w:rsidRDefault="00555BAA" w:rsidP="00555BAA">
      <w:pPr>
        <w:pStyle w:val="libNormal"/>
      </w:pPr>
      <w:r>
        <w:t xml:space="preserve">O, Son of Adam! </w:t>
      </w:r>
      <w:proofErr w:type="gramStart"/>
      <w:r>
        <w:t>the</w:t>
      </w:r>
      <w:proofErr w:type="gramEnd"/>
      <w:r>
        <w:t xml:space="preserve"> earth always says “You walk on me, but in the end you will be within my bowls. I am a dwelling where you will have to stay all alone. I am a dwelling which is full of ferocious things, such as serpents and scorpions. So, O, Son of Adam, do good deeds and thereafter enter me; only then would you be happy and without hardships.”</w:t>
      </w:r>
    </w:p>
    <w:p w:rsidR="00555BAA" w:rsidRDefault="00555BAA" w:rsidP="00D20B5B">
      <w:pPr>
        <w:pStyle w:val="libNormal"/>
      </w:pPr>
      <w:r>
        <w:br w:type="page"/>
      </w:r>
    </w:p>
    <w:p w:rsidR="00555BAA" w:rsidRDefault="00555BAA" w:rsidP="000509AC">
      <w:pPr>
        <w:pStyle w:val="Heading1Center"/>
      </w:pPr>
      <w:bookmarkStart w:id="11" w:name="_Toc444945294"/>
      <w:r>
        <w:rPr>
          <w:rtl/>
        </w:rPr>
        <w:lastRenderedPageBreak/>
        <w:t>الحديث السادس‏</w:t>
      </w:r>
      <w:bookmarkEnd w:id="11"/>
    </w:p>
    <w:p w:rsidR="006F3EF0" w:rsidRDefault="00555BAA" w:rsidP="00616AF4">
      <w:pPr>
        <w:pStyle w:val="libAr"/>
      </w:pPr>
      <w:r>
        <w:rPr>
          <w:rtl/>
        </w:rPr>
        <w:t>يَابْنَ آدَمَ!! مَا خَلَقْتُكُمْ لِأَسْتَكْثِرَ بِكُمْ مِن قِلَّةٍ، وَ لَا لِأَسْتَأنِسَ بِكُمْ مِنْ وَحْشَةٍ، وَ لَا لِأَسْتعِينَ بِكُمْ عَلَى أَمْرٍ عَجَزْتُ عَنْهُ، وَ لَا لِاَجْلِ مَنْفَعَةٍ وَ لَا لِدَفْعِ مَضَرَّةٍ، بَلْ خَلَقْتُكُمْ لِتَعْبُدُوني طَوِيلاً وَ تَشْكُرُوني كَثِيراً وَ تُسَبِّحُوني بُكْرَةً وَ أصِيلاً، وَ لَو أنَّ أَوَّلَكُم وَ آخِرَكُمْ وَ حَيَّكُمْ وَ مَيِّتَكُمْ وَ صَغِيرَكُمْ وَ كَبِيرَكُمْ وَحُرَّكُمْ وَ عَبْدَكُمْ وَ إِنْسَكُمْ وَ جِنَّكُمْ اجْتَمَعْتُمْ عَلَى طَاعَتِي لَمَا زَادَ ذلِكَ في مُلْكِي مِثْقَالَ ذَرَّةٍ، وَ لَوْ أَنَّ أَوَّلَكُمْ وَ آخِرَكُمْ وَ حَيَّكُمْ وَ مَيَِّتَكُمْ وَ صَغِيرَكُمْ وَ كَبِيرَكُمْ وَ حُرَّكُمْ وَ عَبْدَكُمْ وَ إنْسَكُمْ وَ جِنَّكُمَ اجْتَمَعتُمْ عَلَى مَعْصِيَتي مَا نَقَصَ ذلِكَ مِنْ مُلْكِي مِثْقَالَ ذَرَّةٍ، وَ مَنْ جَاهَدَ فَإنَّمَا يُجَاهِدُ لِنَفْسِهِ، إِنَّ اللَّهَ غَنِىُّ عَنِ العَالَمِينَ</w:t>
      </w:r>
      <w:r>
        <w:t>.</w:t>
      </w:r>
    </w:p>
    <w:p w:rsidR="00555BAA" w:rsidRDefault="00555BAA" w:rsidP="00D20B5B">
      <w:pPr>
        <w:pStyle w:val="libNormal"/>
      </w:pPr>
      <w:r>
        <w:br w:type="page"/>
      </w:r>
    </w:p>
    <w:p w:rsidR="00555BAA" w:rsidRDefault="00555BAA" w:rsidP="000509AC">
      <w:pPr>
        <w:pStyle w:val="Heading1Center"/>
      </w:pPr>
      <w:bookmarkStart w:id="12" w:name="_Toc444945295"/>
      <w:r>
        <w:lastRenderedPageBreak/>
        <w:t>Chapter 6</w:t>
      </w:r>
      <w:bookmarkEnd w:id="12"/>
    </w:p>
    <w:p w:rsidR="00555BAA" w:rsidRDefault="00555BAA" w:rsidP="00555BAA">
      <w:pPr>
        <w:pStyle w:val="libNormal"/>
      </w:pPr>
      <w:r>
        <w:t>Almighty Allah says:</w:t>
      </w:r>
    </w:p>
    <w:p w:rsidR="00555BAA" w:rsidRDefault="00555BAA" w:rsidP="00555BAA">
      <w:pPr>
        <w:pStyle w:val="libNormal"/>
      </w:pPr>
      <w:r>
        <w:t xml:space="preserve">O, Children of Adam! I did not create you so as to: increase Myself out of poverty through you, or to seek companionship through you after being lonely, or to seek your help on matter in which I was inefficient, or for the sake of a benefit or for warding off harms. But I created you so you can worship </w:t>
      </w:r>
      <w:proofErr w:type="gramStart"/>
      <w:r>
        <w:t>Me</w:t>
      </w:r>
      <w:proofErr w:type="gramEnd"/>
      <w:r>
        <w:t xml:space="preserve"> constantly and thank Me a lot, and praise Me day and night. Were the first you of and the last of you: those of who are living and those of you who are dead, your </w:t>
      </w:r>
      <w:proofErr w:type="spellStart"/>
      <w:r>
        <w:t>youngesters</w:t>
      </w:r>
      <w:proofErr w:type="spellEnd"/>
      <w:r>
        <w:t xml:space="preserve"> and your elders, your slaves your masters, the human among you and the jinn among you, to join hand in hand, in order to obey Me, you would not be adding an atom to My kingdom. Were the first you of and the last of you: those of who are living and those of you who are dead, your </w:t>
      </w:r>
      <w:proofErr w:type="spellStart"/>
      <w:r>
        <w:t>youngesters</w:t>
      </w:r>
      <w:proofErr w:type="spellEnd"/>
      <w:r>
        <w:t xml:space="preserve"> and your elders, your slaves your masters, the human among you and the jinn among you, to join hand in hand, in order </w:t>
      </w:r>
      <w:proofErr w:type="spellStart"/>
      <w:r>
        <w:t>todisobey</w:t>
      </w:r>
      <w:proofErr w:type="spellEnd"/>
      <w:r>
        <w:t xml:space="preserve"> Me, you would not reduce an atom in My Kingdom. </w:t>
      </w:r>
      <w:proofErr w:type="gramStart"/>
      <w:r>
        <w:t>"Thus everything is perishable but He" (28:88).</w:t>
      </w:r>
      <w:proofErr w:type="gramEnd"/>
      <w:r>
        <w:t xml:space="preserve"> If you fear of Hell fire like you fear poverty, I would have made you wealthy to such an extent that nobody </w:t>
      </w:r>
      <w:proofErr w:type="spellStart"/>
      <w:r>
        <w:t>whould</w:t>
      </w:r>
      <w:proofErr w:type="spellEnd"/>
      <w:r>
        <w:t xml:space="preserve"> have been able to count your wealth. If you desire of heaven as you desire this world, I would have showered </w:t>
      </w:r>
      <w:proofErr w:type="gramStart"/>
      <w:r>
        <w:t>My</w:t>
      </w:r>
      <w:proofErr w:type="gramEnd"/>
      <w:r>
        <w:t xml:space="preserve"> blessings upon you in this world and hereafter. Don’t make your heart dead out of love for this world. Indeed, this world is going to bring an end to you very soon. The one who struggles (in the path of Allah (Jihad) is struggling for his own soul. Indeed, Allah is self sufficient above any need of the worlds (3:97).</w:t>
      </w:r>
    </w:p>
    <w:p w:rsidR="00555BAA" w:rsidRDefault="00555BAA" w:rsidP="00D20B5B">
      <w:pPr>
        <w:pStyle w:val="libNormal"/>
      </w:pPr>
      <w:r>
        <w:br w:type="page"/>
      </w:r>
    </w:p>
    <w:p w:rsidR="00555BAA" w:rsidRDefault="00555BAA" w:rsidP="000509AC">
      <w:pPr>
        <w:pStyle w:val="Heading1Center"/>
      </w:pPr>
      <w:bookmarkStart w:id="13" w:name="_Toc444945296"/>
      <w:r>
        <w:rPr>
          <w:rtl/>
        </w:rPr>
        <w:lastRenderedPageBreak/>
        <w:t>الحديث السابع‏</w:t>
      </w:r>
      <w:bookmarkEnd w:id="13"/>
    </w:p>
    <w:p w:rsidR="00555BAA" w:rsidRDefault="00555BAA" w:rsidP="00616AF4">
      <w:pPr>
        <w:pStyle w:val="libAr"/>
      </w:pPr>
      <w:r>
        <w:rPr>
          <w:rtl/>
        </w:rPr>
        <w:t>يَا عَبِيدَ الدَّنَانِيرِ وَ الدَّرَاهِمِ!! إِنِّي مَا خَلَقْتُ لَكُمُ الدَّرَاهِمَ وَ الدَّنَانِيرَ إلَّا لِتَأكُلوا بِهَا رِزْقِي وَ تَلْبَسُوا بِهَا ثِيَابِي وَ تُنْفِقُوا بِهَا فِي سَبِيلي، فَأخَذْتُمْ كِتَابِي فَجَعَلْتُمُوهُ تَحْتَ أَقْدَامِكُمْ، وَ أَخَذْتُمُ الدُّنْيَا فَجَعَلْتُمُوهَا فَوْقَ رُؤُوسِكُمْ، وَ رَفَعْتُمْ بُيُوتَكُمْ وَ خَفَضْتُمْ بُيُوتِي، وَ آنَسْتُمْ بُيُوتَكُمْ وَ أَوْحَشْتُمْ بُيُوتِي، فَلَا أَنْتُمْ عَبِيدَ أَحرَارٌ أَبْرَارٌ</w:t>
      </w:r>
      <w:r>
        <w:t>.</w:t>
      </w:r>
    </w:p>
    <w:p w:rsidR="00555BAA" w:rsidRDefault="00555BAA" w:rsidP="00616AF4">
      <w:pPr>
        <w:pStyle w:val="libAr"/>
      </w:pPr>
      <w:r>
        <w:rPr>
          <w:rtl/>
        </w:rPr>
        <w:t>يَا عَبِيْدَ الدُّنْيَا!! إِنَّما مَثَلُكُمْ كَالقُبُورِ الْمُجَصَّصَةِ يُرَى ظَاهِرُهَا مَلِيحاً وَ بَاطِنُهَا قَبِيحاً</w:t>
      </w:r>
      <w:r>
        <w:t>.</w:t>
      </w:r>
    </w:p>
    <w:p w:rsidR="00555BAA" w:rsidRDefault="00555BAA" w:rsidP="00616AF4">
      <w:pPr>
        <w:pStyle w:val="libAr"/>
      </w:pPr>
      <w:r>
        <w:rPr>
          <w:rtl/>
        </w:rPr>
        <w:t>يَابْنَ آدَمَ!! كَما لَا يُغْنِي الْمِصْبَاحُ فَوْقَ الْبَيْتِ عَنِ الظّلْمَةِ الدّاخِلَةِ عَلَيْهِ، كَذلِكَ لَا يُغْنِي كَلَامُكُمُ الطَّيِّبُ مَعَ أَفْعَالِكُمُ الرَّدِيَّةِ</w:t>
      </w:r>
      <w:r>
        <w:t>.</w:t>
      </w:r>
    </w:p>
    <w:p w:rsidR="006F3EF0" w:rsidRDefault="00555BAA" w:rsidP="00616AF4">
      <w:pPr>
        <w:pStyle w:val="libAr"/>
      </w:pPr>
      <w:r>
        <w:rPr>
          <w:rtl/>
        </w:rPr>
        <w:t>يَابْنَ آدَمَ!! أَخْلِصْ عَمَلَكَ وَ لَا تَسْألْنِي فَإنّي أُعْطِيْكَ أَكْثَرَ مِمَّا يَطْلُبُ السَّائِلُونَ</w:t>
      </w:r>
      <w:r>
        <w:t>.</w:t>
      </w:r>
    </w:p>
    <w:p w:rsidR="00555BAA" w:rsidRDefault="00555BAA" w:rsidP="00D20B5B">
      <w:pPr>
        <w:pStyle w:val="libNormal"/>
      </w:pPr>
      <w:r>
        <w:br w:type="page"/>
      </w:r>
    </w:p>
    <w:p w:rsidR="00555BAA" w:rsidRDefault="00555BAA" w:rsidP="000509AC">
      <w:pPr>
        <w:pStyle w:val="Heading1Center"/>
      </w:pPr>
      <w:bookmarkStart w:id="14" w:name="_Toc444945297"/>
      <w:r>
        <w:lastRenderedPageBreak/>
        <w:t>Chapter 7</w:t>
      </w:r>
      <w:bookmarkEnd w:id="14"/>
    </w:p>
    <w:p w:rsidR="00555BAA" w:rsidRDefault="00555BAA" w:rsidP="00555BAA">
      <w:pPr>
        <w:pStyle w:val="libNormal"/>
      </w:pPr>
      <w:r>
        <w:t>Almighty Allah says:</w:t>
      </w:r>
    </w:p>
    <w:p w:rsidR="00555BAA" w:rsidRDefault="00555BAA" w:rsidP="00555BAA">
      <w:pPr>
        <w:pStyle w:val="libNormal"/>
      </w:pPr>
      <w:r>
        <w:t xml:space="preserve">O, Sons of Dinars and </w:t>
      </w:r>
      <w:proofErr w:type="spellStart"/>
      <w:r>
        <w:t>Dirhams</w:t>
      </w:r>
      <w:proofErr w:type="spellEnd"/>
      <w:r>
        <w:t xml:space="preserve"> (Dollars and Cents)! I did not create Dinars or </w:t>
      </w:r>
      <w:proofErr w:type="spellStart"/>
      <w:r>
        <w:t>Dirahms</w:t>
      </w:r>
      <w:proofErr w:type="spellEnd"/>
      <w:r>
        <w:t xml:space="preserve"> but for you to eat your food, wear your clothes, and give alms in </w:t>
      </w:r>
      <w:proofErr w:type="gramStart"/>
      <w:r>
        <w:t>My</w:t>
      </w:r>
      <w:proofErr w:type="gramEnd"/>
      <w:r>
        <w:t xml:space="preserve"> way. You have taken My Book and placed it under your feet, and you have taken this world and placed it over your head. You have raised your house, but you have lowered </w:t>
      </w:r>
      <w:proofErr w:type="gramStart"/>
      <w:r>
        <w:t>Mine</w:t>
      </w:r>
      <w:proofErr w:type="gramEnd"/>
      <w:r>
        <w:t xml:space="preserve">. You are attached to and enjoy being in your houses, but when you come to </w:t>
      </w:r>
      <w:proofErr w:type="gramStart"/>
      <w:r>
        <w:t>My</w:t>
      </w:r>
      <w:proofErr w:type="gramEnd"/>
      <w:r>
        <w:t xml:space="preserve"> houses (the mosques) you restless and feel uneasy. Thus, you are neither independent, nor good servants. Indeed your parable is like solid and decorated graves which appear beautiful, but inside they are ugly.</w:t>
      </w:r>
    </w:p>
    <w:p w:rsidR="00555BAA" w:rsidRDefault="00555BAA" w:rsidP="00555BAA">
      <w:pPr>
        <w:pStyle w:val="libNormal"/>
      </w:pPr>
      <w:r>
        <w:t xml:space="preserve">O, Sons of Adam! </w:t>
      </w:r>
      <w:proofErr w:type="gramStart"/>
      <w:r>
        <w:t>just</w:t>
      </w:r>
      <w:proofErr w:type="gramEnd"/>
      <w:r>
        <w:t xml:space="preserve"> as a lighted lamp on top of a house, but darkness inside does not help, in the same way your good words with evil deeds do not help.</w:t>
      </w:r>
    </w:p>
    <w:p w:rsidR="00555BAA" w:rsidRDefault="00555BAA" w:rsidP="00555BAA">
      <w:pPr>
        <w:pStyle w:val="libNormal"/>
      </w:pPr>
      <w:r>
        <w:t xml:space="preserve">O, Sons of Adam! </w:t>
      </w:r>
      <w:proofErr w:type="gramStart"/>
      <w:r>
        <w:t>purify</w:t>
      </w:r>
      <w:proofErr w:type="gramEnd"/>
      <w:r>
        <w:t xml:space="preserve"> your deeds and do not ask, for I will give you more than what you ask for.</w:t>
      </w:r>
    </w:p>
    <w:p w:rsidR="00D20B5B" w:rsidRDefault="00D20B5B" w:rsidP="00B102C5">
      <w:pPr>
        <w:pStyle w:val="libNormal"/>
      </w:pPr>
      <w:r>
        <w:br w:type="page"/>
      </w:r>
    </w:p>
    <w:p w:rsidR="00555BAA" w:rsidRDefault="00555BAA" w:rsidP="00D20B5B">
      <w:pPr>
        <w:pStyle w:val="Heading1Center"/>
      </w:pPr>
      <w:bookmarkStart w:id="15" w:name="_Toc444945298"/>
      <w:r>
        <w:rPr>
          <w:rtl/>
        </w:rPr>
        <w:lastRenderedPageBreak/>
        <w:t>الحديث الثامن‏</w:t>
      </w:r>
      <w:bookmarkEnd w:id="15"/>
    </w:p>
    <w:p w:rsidR="00555BAA" w:rsidRDefault="00555BAA" w:rsidP="00616AF4">
      <w:pPr>
        <w:pStyle w:val="libAr"/>
      </w:pPr>
      <w:r>
        <w:rPr>
          <w:rtl/>
        </w:rPr>
        <w:t>يَابْنَ آدَمَ!! إنِّي لَم أَخْلُقْكُمْ عَبَثاً وَ لَا جَعَلْتُكُمْ سُدَىً وَ لَا أَنَا بِغَافِلٍ عَمَّا تَعْمَلُونَ، وَ إِنَّكُمْ لَنْ تَنَالُوا مَا عِنْدِي إِلَّا بِالصَّبْرِ عَلى مَا تَكْرَهُونَ فِي طَلَبِ رِضَائِي، وَالصَّبْرُ عَلى طَاعَتِي أيْسَرُ عَلَيْكُمْ مِنَ الصَّبْرِ عَلى حَرِّ النَّارِ، وَ عَذَابُ الدُّنْيَا أَيْسَرُ عَلَيْكُمْ مِنْ عَذَابِ الآخِرَةِ</w:t>
      </w:r>
      <w:r>
        <w:t>.</w:t>
      </w:r>
    </w:p>
    <w:p w:rsidR="006F3EF0" w:rsidRDefault="00555BAA" w:rsidP="00616AF4">
      <w:pPr>
        <w:pStyle w:val="libAr"/>
      </w:pPr>
      <w:r>
        <w:rPr>
          <w:rtl/>
        </w:rPr>
        <w:t>يَابْنَ آدَمَ!! كُلُّكُمْ ضَالٌّ إلَّا مَنْ هَدَيْتُهُ، وَ كُلكُمْ مَرِيضٌ إِلَّا مَنْ شَفَيْتُهُ، وَ كُلُّكُمْ فَقِيرٌ إلَّا مَنْ أغْنَيْتُهُ، وَ كُلُّكُمْ هَالِكٌ إلَّا مَنْ أنْجَيْتُهُ، وَ كُلُّكُمْ مُسِي‏ءٌ إلَّا مَنْ عَصَمْتُهُ، فَتُوبُوا إلَيَّ أَرْحَمْكُمْ وَ لَا تَهْتِكُوا أَسْتَارَكُمْ عِنْدَ مَنْ لَا يَخْفَى عَلَيْهِ أَسْرَارُكُمْ</w:t>
      </w:r>
      <w:r>
        <w:t>.</w:t>
      </w:r>
    </w:p>
    <w:p w:rsidR="00555BAA" w:rsidRDefault="00555BAA" w:rsidP="00D20B5B">
      <w:pPr>
        <w:pStyle w:val="libNormal"/>
      </w:pPr>
      <w:r>
        <w:br w:type="page"/>
      </w:r>
    </w:p>
    <w:p w:rsidR="00555BAA" w:rsidRDefault="00555BAA" w:rsidP="000509AC">
      <w:pPr>
        <w:pStyle w:val="Heading1Center"/>
      </w:pPr>
      <w:bookmarkStart w:id="16" w:name="_Toc444945299"/>
      <w:r>
        <w:lastRenderedPageBreak/>
        <w:t>Chapter 8</w:t>
      </w:r>
      <w:bookmarkEnd w:id="16"/>
    </w:p>
    <w:p w:rsidR="00555BAA" w:rsidRDefault="00555BAA" w:rsidP="00555BAA">
      <w:pPr>
        <w:pStyle w:val="libNormal"/>
      </w:pPr>
      <w:r>
        <w:t>Almighty Allah says:</w:t>
      </w:r>
    </w:p>
    <w:p w:rsidR="00555BAA" w:rsidRDefault="00555BAA" w:rsidP="00555BAA">
      <w:pPr>
        <w:pStyle w:val="libNormal"/>
      </w:pPr>
      <w:r>
        <w:t xml:space="preserve">O, Son of Adam! I did not create you aimlessly, nor did I create you in vain. I am not heedless of your actions. Indeed you will not get what I posses but with being patient on those things which you don’t like (but you still do) in order to seek </w:t>
      </w:r>
      <w:proofErr w:type="gramStart"/>
      <w:r>
        <w:t>My</w:t>
      </w:r>
      <w:proofErr w:type="gramEnd"/>
      <w:r>
        <w:t xml:space="preserve"> pleasure. Patience in My obedience is easier for you than patience in fire of Hell. Punishment in this world is easier for you than punishment in the Hereafter.</w:t>
      </w:r>
    </w:p>
    <w:p w:rsidR="00555BAA" w:rsidRDefault="00555BAA" w:rsidP="00555BAA">
      <w:pPr>
        <w:pStyle w:val="libNormal"/>
      </w:pPr>
      <w:r>
        <w:t xml:space="preserve">O, Son of Adam! </w:t>
      </w:r>
      <w:proofErr w:type="gramStart"/>
      <w:r>
        <w:t>all</w:t>
      </w:r>
      <w:proofErr w:type="gramEnd"/>
      <w:r>
        <w:t xml:space="preserve"> of you are lost except the one whom I guide. All of you are sick except the one whom I cure. All of you are going to be destroyed except the one whom I save. All of you are sinful except the one whom I protect. Thus seek pardon from </w:t>
      </w:r>
      <w:proofErr w:type="gramStart"/>
      <w:r>
        <w:t>Me</w:t>
      </w:r>
      <w:proofErr w:type="gramEnd"/>
      <w:r>
        <w:t xml:space="preserve"> so that I can be merciful to you. Don not </w:t>
      </w:r>
      <w:proofErr w:type="gramStart"/>
      <w:r>
        <w:t>try</w:t>
      </w:r>
      <w:proofErr w:type="gramEnd"/>
      <w:r>
        <w:t xml:space="preserve"> hard to hang up curtains in order to hide from the one from whom your secrets are not hidden.</w:t>
      </w:r>
    </w:p>
    <w:p w:rsidR="00555BAA" w:rsidRDefault="00555BAA" w:rsidP="00D20B5B">
      <w:pPr>
        <w:pStyle w:val="libNormal"/>
      </w:pPr>
      <w:r>
        <w:br w:type="page"/>
      </w:r>
    </w:p>
    <w:p w:rsidR="00555BAA" w:rsidRDefault="00555BAA" w:rsidP="000509AC">
      <w:pPr>
        <w:pStyle w:val="Heading1Center"/>
      </w:pPr>
      <w:bookmarkStart w:id="17" w:name="_Toc444945300"/>
      <w:r>
        <w:rPr>
          <w:rtl/>
        </w:rPr>
        <w:lastRenderedPageBreak/>
        <w:t>الحديث التاسع‏</w:t>
      </w:r>
      <w:bookmarkEnd w:id="17"/>
    </w:p>
    <w:p w:rsidR="00555BAA" w:rsidRDefault="00555BAA" w:rsidP="00616AF4">
      <w:pPr>
        <w:pStyle w:val="libAr"/>
      </w:pPr>
      <w:r>
        <w:rPr>
          <w:rtl/>
        </w:rPr>
        <w:t>يَابْنَ آدَمَ!! لَا تَلْعَنُوا الْمَخْلُوقِيْنَ فَتَرْجِعَ اللَّعْنَةُ عَلَيْكُمْ</w:t>
      </w:r>
      <w:r>
        <w:t xml:space="preserve"> .</w:t>
      </w:r>
    </w:p>
    <w:p w:rsidR="00555BAA" w:rsidRDefault="00555BAA" w:rsidP="00616AF4">
      <w:pPr>
        <w:pStyle w:val="libAr"/>
      </w:pPr>
      <w:r>
        <w:rPr>
          <w:rtl/>
        </w:rPr>
        <w:t>يَابْنَ آدَمَ!! اسْتَقَامَتْ سَموَاتِي فِي الْهَوَاءِ بِلَا عَمَدٍ بِاسْمٍ مِنْ أسْمَائِي، وَ لَا تَسْتَقِيمُ قُلُوبُكُمْ بِألْفِ مَوْعِظَةٍ مِنْ كِتَابِي</w:t>
      </w:r>
      <w:r>
        <w:t>.</w:t>
      </w:r>
    </w:p>
    <w:p w:rsidR="00555BAA" w:rsidRDefault="00555BAA" w:rsidP="00616AF4">
      <w:pPr>
        <w:pStyle w:val="libAr"/>
      </w:pPr>
      <w:r>
        <w:rPr>
          <w:rtl/>
        </w:rPr>
        <w:t>يَا أيُّهَا النَّاسُ!! كَما لَا يَلِينُ الْحَجَرُ فِي الْمَاءِ كَذَلِكَ لَا تُفِيدُ الْمَوْعِظَةُ فِي الْقُلُوبِ الْقَاسِيَةَ</w:t>
      </w:r>
      <w:r>
        <w:t xml:space="preserve"> .</w:t>
      </w:r>
    </w:p>
    <w:p w:rsidR="006F3EF0" w:rsidRDefault="00555BAA" w:rsidP="00616AF4">
      <w:pPr>
        <w:pStyle w:val="libAr"/>
      </w:pPr>
      <w:r>
        <w:rPr>
          <w:rtl/>
        </w:rPr>
        <w:t>يَابْنَ آدَمَ!! كَيْفَ لَا تَجْتَنِبُونَ الْحَرَامَ، وَ لَا اكْتِسَابَ الْآثامِ، وَ لَا تَخَافُونَ النِّيْرَانَ، وَ لَا تَتَّقُونَ غَضَبَ الرَّحْمن! فَلَوْلَا مَشَائِخُ رُكَّعٌ وَ أَطْفَالٌ رُضَّعٌ وَ بَهَائِمُ رُتَّعٌ وَ شَبَابٌ خُشَّعٌ لَجَعَلْتُ السَّمَاء فَوْقَكُمْ حَدِيداً وَ الْأَرْضَ صُفْراً وَ التُّرَابَ جِمَاراً، وَ لَا أَنْزَلْتُ عَلَيْكُمْ مِنَ السَّمَاءِ قَطْرَةً وَ لَا أنْبَتُّ لَكُمْ مِنَ الْاَرْضِ حَبَّةً وَ صَبَبْتُ عَلَيْكُمُ العَذَابَ صَبّاً</w:t>
      </w:r>
      <w:r>
        <w:t>.</w:t>
      </w:r>
    </w:p>
    <w:p w:rsidR="00555BAA" w:rsidRDefault="00555BAA" w:rsidP="00D20B5B">
      <w:pPr>
        <w:pStyle w:val="libNormal"/>
      </w:pPr>
      <w:r>
        <w:br w:type="page"/>
      </w:r>
    </w:p>
    <w:p w:rsidR="00555BAA" w:rsidRDefault="00555BAA" w:rsidP="000509AC">
      <w:pPr>
        <w:pStyle w:val="Heading1Center"/>
      </w:pPr>
      <w:bookmarkStart w:id="18" w:name="_Toc444945301"/>
      <w:r>
        <w:lastRenderedPageBreak/>
        <w:t>Chapter 9</w:t>
      </w:r>
      <w:bookmarkEnd w:id="18"/>
    </w:p>
    <w:p w:rsidR="00555BAA" w:rsidRDefault="00555BAA" w:rsidP="00555BAA">
      <w:pPr>
        <w:pStyle w:val="libNormal"/>
      </w:pPr>
      <w:r>
        <w:t>Almighty Allah says:</w:t>
      </w:r>
    </w:p>
    <w:p w:rsidR="00555BAA" w:rsidRDefault="00555BAA" w:rsidP="00555BAA">
      <w:pPr>
        <w:pStyle w:val="libNormal"/>
      </w:pPr>
      <w:r>
        <w:t xml:space="preserve">O, Son of Adam! </w:t>
      </w:r>
      <w:proofErr w:type="gramStart"/>
      <w:r>
        <w:t>do</w:t>
      </w:r>
      <w:proofErr w:type="gramEnd"/>
      <w:r>
        <w:t xml:space="preserve"> not curse My creatures, because the curse will bounce back to you. O, Son of Adam! My Heavens are suspended in space by one of My Names, without any pillars. Your hearts are not going to be straightened except by </w:t>
      </w:r>
      <w:proofErr w:type="gramStart"/>
      <w:r>
        <w:t>My</w:t>
      </w:r>
      <w:proofErr w:type="gramEnd"/>
      <w:r>
        <w:t xml:space="preserve"> admonitions from My Book.</w:t>
      </w:r>
    </w:p>
    <w:p w:rsidR="00555BAA" w:rsidRDefault="00555BAA" w:rsidP="00555BAA">
      <w:pPr>
        <w:pStyle w:val="libNormal"/>
      </w:pPr>
      <w:r>
        <w:t>O, you people, stone does not dissolve in water; in the same way admonitions won’t change your cruel heart.</w:t>
      </w:r>
    </w:p>
    <w:p w:rsidR="00555BAA" w:rsidRDefault="00555BAA" w:rsidP="00555BAA">
      <w:pPr>
        <w:pStyle w:val="libNormal"/>
      </w:pPr>
      <w:r>
        <w:t xml:space="preserve">O, Son of Adam, why are you not protecting yourself from evil deeds? Why are you not protecting yourself from sins? Aren’t you afraid of Hell? Why aren’t you protecting yourself from the wrath of Allah? If it were not for </w:t>
      </w:r>
      <w:proofErr w:type="spellStart"/>
      <w:r>
        <w:t>Ruku</w:t>
      </w:r>
      <w:proofErr w:type="spellEnd"/>
      <w:r>
        <w:t xml:space="preserve">’ (the kneeling) of elders(in prayers), suckling babies, grazing animals, humble youths, indeed I would have made the sky of steel, the earth of copper and the mud of pebbles. I would not have send a single drop of water from the sky nor grown a single grain from the earth. I would have poured on you </w:t>
      </w:r>
      <w:proofErr w:type="gramStart"/>
      <w:r>
        <w:t>My</w:t>
      </w:r>
      <w:proofErr w:type="gramEnd"/>
      <w:r>
        <w:t xml:space="preserve"> worst wrath.</w:t>
      </w:r>
    </w:p>
    <w:p w:rsidR="00555BAA" w:rsidRDefault="00555BAA" w:rsidP="00D20B5B">
      <w:pPr>
        <w:pStyle w:val="libNormal"/>
      </w:pPr>
      <w:r>
        <w:br w:type="page"/>
      </w:r>
    </w:p>
    <w:p w:rsidR="00555BAA" w:rsidRDefault="00555BAA" w:rsidP="000509AC">
      <w:pPr>
        <w:pStyle w:val="Heading1Center"/>
      </w:pPr>
      <w:bookmarkStart w:id="19" w:name="_Toc444945302"/>
      <w:r>
        <w:rPr>
          <w:rtl/>
        </w:rPr>
        <w:lastRenderedPageBreak/>
        <w:t>الحديث العاشر</w:t>
      </w:r>
      <w:bookmarkEnd w:id="19"/>
    </w:p>
    <w:p w:rsidR="006F3EF0" w:rsidRDefault="00555BAA" w:rsidP="00616AF4">
      <w:pPr>
        <w:pStyle w:val="libAr"/>
      </w:pPr>
      <w:r>
        <w:rPr>
          <w:rtl/>
        </w:rPr>
        <w:t>يَابْنَ آدَمَ!! قَد جَاءَكُمُ الْحَقُّ مِنْ رَبِّكُمْ فَمَنْ شَاءَ فَلْيُؤْمِنْ، وَ مَنْ شَاءِ فَلْيَكْفُرْ، وَ إنَّكُمْ لَا تُحْسِنُونَ إلَّا بِمَنْ أَحْسَنَ إِلَيْكُمْ وَ لَا تَصِلُونَ إلَّا لِمَنْ وَصَلَكُمْ وَ لَا تُكَلِّمُونَ إلَّا لِمَنْ كَلَّمَكُمْ، وَ لَا تُطْعِمُونَ إلّا لِمَنْ أَكْرَمَكُمْ، فَلَيْسَ لِأَحَدٍ عَلَى أَحَدٍ فَضْلٌ، إنَّما الْمُؤْمِنُونَ الَّذِينَ آمَنُوا بِاللَّهِ وَ رَسُولِهِ الّذِينَ يُحْسِنُونَ إلَى مَنْ أسَاء إلَيْهِمْ، وَيَصِلُونَ إلَى مَنْ قَطَعَهُمْ وَ يُعْطُونَ إلَى مَنْ حَرَمَهُمْ، وَ نُنْصِفُونَ مَنْ خَانَهُمْ، وَ يُكَلِّمُونَ إلَى مَنْ هَاجَرَ مِنْهُمْ وَ يُكَرِّمُونَ مَنْ أَهَانَهُمْ</w:t>
      </w:r>
      <w:r>
        <w:t xml:space="preserve"> .</w:t>
      </w:r>
    </w:p>
    <w:p w:rsidR="00555BAA" w:rsidRDefault="00555BAA" w:rsidP="00D20B5B">
      <w:pPr>
        <w:pStyle w:val="libNormal"/>
      </w:pPr>
      <w:r>
        <w:br w:type="page"/>
      </w:r>
    </w:p>
    <w:p w:rsidR="00555BAA" w:rsidRDefault="00555BAA" w:rsidP="000509AC">
      <w:pPr>
        <w:pStyle w:val="Heading1Center"/>
      </w:pPr>
      <w:bookmarkStart w:id="20" w:name="_Toc444945303"/>
      <w:r>
        <w:lastRenderedPageBreak/>
        <w:t>Chapter 10</w:t>
      </w:r>
      <w:bookmarkEnd w:id="20"/>
    </w:p>
    <w:p w:rsidR="00555BAA" w:rsidRDefault="00555BAA" w:rsidP="00555BAA">
      <w:pPr>
        <w:pStyle w:val="libNormal"/>
      </w:pPr>
      <w:r>
        <w:t>Almighty Allah says:</w:t>
      </w:r>
    </w:p>
    <w:p w:rsidR="00555BAA" w:rsidRDefault="00555BAA" w:rsidP="00555BAA">
      <w:pPr>
        <w:pStyle w:val="libNormal"/>
      </w:pPr>
      <w:r>
        <w:t xml:space="preserve">O, Son of Adam! </w:t>
      </w:r>
      <w:proofErr w:type="gramStart"/>
      <w:r>
        <w:t>indeed</w:t>
      </w:r>
      <w:proofErr w:type="gramEnd"/>
      <w:r>
        <w:t xml:space="preserve"> the truth has been revealed to you from your Lord. Whoever wants to believe in </w:t>
      </w:r>
      <w:proofErr w:type="gramStart"/>
      <w:r>
        <w:t>Him,</w:t>
      </w:r>
      <w:proofErr w:type="gramEnd"/>
      <w:r>
        <w:t xml:space="preserve"> let him believe. And whoever wants to disbelieve, let him be a disbeliever. Indeed you are not good to a person, unless he is good to you. And you are not kind to your relatives, unless they are good to you. And you do not talk to a person, unless he talks to you. And you do not feed a person, unless he feeds you. And you are not just to a person, unless he is just to you. And you do not respect a person, unless he respects you. No one is superior over </w:t>
      </w:r>
      <w:proofErr w:type="gramStart"/>
      <w:r>
        <w:t>the another</w:t>
      </w:r>
      <w:proofErr w:type="gramEnd"/>
      <w:r>
        <w:t>. Indeed, the believers are: those who believe in Allah and His Messengers, do good to those who are bad to them, are kind to those who break ties of relationship with them, give to those who do not give to them, just to those who are unjust to them, talk to those who isolate themselves from them, respectful to those who don’t respect them.</w:t>
      </w:r>
    </w:p>
    <w:p w:rsidR="00555BAA" w:rsidRDefault="00555BAA" w:rsidP="00D20B5B">
      <w:pPr>
        <w:pStyle w:val="libNormal"/>
      </w:pPr>
      <w:r>
        <w:br w:type="page"/>
      </w:r>
    </w:p>
    <w:p w:rsidR="00555BAA" w:rsidRDefault="00555BAA" w:rsidP="000509AC">
      <w:pPr>
        <w:pStyle w:val="Heading1Center"/>
      </w:pPr>
      <w:bookmarkStart w:id="21" w:name="_Toc444945304"/>
      <w:r>
        <w:rPr>
          <w:rtl/>
        </w:rPr>
        <w:lastRenderedPageBreak/>
        <w:t>الحديث الحادي عشر</w:t>
      </w:r>
      <w:bookmarkEnd w:id="21"/>
    </w:p>
    <w:p w:rsidR="006F3EF0" w:rsidRDefault="00555BAA" w:rsidP="00616AF4">
      <w:pPr>
        <w:pStyle w:val="libAr"/>
      </w:pPr>
      <w:r>
        <w:rPr>
          <w:rtl/>
        </w:rPr>
        <w:t>يَا أَيُّها النَّاسُ!! إِنَّما الدُّنْيَا دَارُ مَنْ لاَ دَارَ لَهُ وَ مَالُ مَنْ لاَ مَالَ لَهُ وَلَهَا يَجْمَعُ مَنْ لاَ عَقْلَ لَهُ وَبِهَا يَفْرَحُ مَنْ لاَ يَقِينَ لَهُ وَعَلَيْها يَحْرِصُ مَنْ لاَ تَوَكُّلَ لَهُ وَيَطْلُبُ شَهَوَاتِها مَنْ لاَ مَعْرِفَةَ لَهُ؛ فَمَنْ أَخَذَ نِعْمَةَ زَائِلَةَ وَ حَياة مُنْقَطِعَة وَ شَهْوَةً فاِنيَة ظَلَمَ نَفْسَهُ وَ عَصَى رَبَّهُ وَ نَسِىَ آخِرَتَهُ وَ غَرَّتْهُ حَيَاتَهُ</w:t>
      </w:r>
      <w:r>
        <w:t>.</w:t>
      </w:r>
    </w:p>
    <w:p w:rsidR="00555BAA" w:rsidRDefault="00555BAA" w:rsidP="00D20B5B">
      <w:pPr>
        <w:pStyle w:val="libNormal"/>
      </w:pPr>
      <w:r>
        <w:br w:type="page"/>
      </w:r>
    </w:p>
    <w:p w:rsidR="00555BAA" w:rsidRDefault="00555BAA" w:rsidP="000509AC">
      <w:pPr>
        <w:pStyle w:val="Heading1Center"/>
      </w:pPr>
      <w:bookmarkStart w:id="22" w:name="_Toc444945305"/>
      <w:r>
        <w:lastRenderedPageBreak/>
        <w:t>Chapter 11</w:t>
      </w:r>
      <w:bookmarkEnd w:id="22"/>
    </w:p>
    <w:p w:rsidR="00555BAA" w:rsidRDefault="00555BAA" w:rsidP="00555BAA">
      <w:pPr>
        <w:pStyle w:val="libNormal"/>
      </w:pPr>
      <w:r>
        <w:t>Almighty Allah says:</w:t>
      </w:r>
    </w:p>
    <w:p w:rsidR="00555BAA" w:rsidRDefault="00555BAA" w:rsidP="00555BAA">
      <w:pPr>
        <w:pStyle w:val="libNormal"/>
      </w:pPr>
      <w:r>
        <w:t xml:space="preserve">O, You People! </w:t>
      </w:r>
      <w:proofErr w:type="gramStart"/>
      <w:r>
        <w:t>this</w:t>
      </w:r>
      <w:proofErr w:type="gramEnd"/>
      <w:r>
        <w:t xml:space="preserve"> world is a house for one who has no house. This world is wealth for the one who has no wealth. One who is not </w:t>
      </w:r>
      <w:proofErr w:type="gramStart"/>
      <w:r>
        <w:t>have</w:t>
      </w:r>
      <w:proofErr w:type="gramEnd"/>
      <w:r>
        <w:t xml:space="preserve"> </w:t>
      </w:r>
      <w:proofErr w:type="spellStart"/>
      <w:r>
        <w:t>certaint</w:t>
      </w:r>
      <w:proofErr w:type="spellEnd"/>
      <w:r>
        <w:t xml:space="preserve"> of the Hereafter, collects wealth in this world. One who does not have trust in Allah, is greedy for this world. One who does not have knowledge of Allah, desires this world. So, one who takes of the exhaustible bounties in this short worldly life, and follows his perishable desires, indeed he has been unjust to his soul. That person is sinful to Allah and he has forgotten his hereafter. That </w:t>
      </w:r>
      <w:proofErr w:type="spellStart"/>
      <w:proofErr w:type="gramStart"/>
      <w:r>
        <w:t>persons</w:t>
      </w:r>
      <w:proofErr w:type="spellEnd"/>
      <w:proofErr w:type="gramEnd"/>
      <w:r>
        <w:t xml:space="preserve"> life has deceived him!</w:t>
      </w:r>
    </w:p>
    <w:p w:rsidR="00555BAA" w:rsidRDefault="00555BAA" w:rsidP="00D20B5B">
      <w:pPr>
        <w:pStyle w:val="libNormal"/>
      </w:pPr>
      <w:r>
        <w:br w:type="page"/>
      </w:r>
    </w:p>
    <w:p w:rsidR="00555BAA" w:rsidRDefault="00555BAA" w:rsidP="000509AC">
      <w:pPr>
        <w:pStyle w:val="Heading1Center"/>
      </w:pPr>
      <w:bookmarkStart w:id="23" w:name="_Toc444945306"/>
      <w:r>
        <w:rPr>
          <w:rtl/>
        </w:rPr>
        <w:lastRenderedPageBreak/>
        <w:t>الحديث الثاني عشر</w:t>
      </w:r>
      <w:bookmarkEnd w:id="23"/>
    </w:p>
    <w:p w:rsidR="00555BAA" w:rsidRDefault="00555BAA" w:rsidP="00616AF4">
      <w:pPr>
        <w:pStyle w:val="libAr"/>
      </w:pPr>
      <w:r>
        <w:rPr>
          <w:rtl/>
        </w:rPr>
        <w:t>يَابْنَ آدَمَ!! أُذْكُروا نِعْمَتِي الَّتِي أَنْعَمْتُ عَلَيْكُمْ؛ كَما لاَ تَهْتَدُونَ السَّبِيلَ إِلَّا بِالدَّلِيْلِ فَكَذلِكَ لاَ تَهْتَدُونَ طَرِيقَ الْجنَّةِ إلَّا بِالْعِلْمِ وَ كَمَا لا تَجْتَمِعُونَ الْمَالَ إِلّا بِالتَّعَبِ وَ كَذلِكَ لا تَدْخُلُونَ الْجَنَّةَ إِلاّ بِالصَّبْرِ عَلى الْعِبَادَةِ فَتَقَرَّبُوا بِالنَّوافِلِ وَاطْلُبُوا رِضَائِي بِرَضاءِ الْمَساكِيْنِ فَإنَّ رَحْمَتِي لا تُفَارِقُهُمْ طَرْفَةَ عَيْنٍ أَبَداً</w:t>
      </w:r>
      <w:r>
        <w:t>.</w:t>
      </w:r>
    </w:p>
    <w:p w:rsidR="006F3EF0" w:rsidRDefault="00555BAA" w:rsidP="00616AF4">
      <w:pPr>
        <w:pStyle w:val="libAr"/>
      </w:pPr>
      <w:r>
        <w:rPr>
          <w:rtl/>
        </w:rPr>
        <w:t>يَا مُوسَى!! اسْمَعْ مَا أقُولُ وَالْحَقُّ مَا أقُولُ إِنَّهُ مَنْ تَكَبَّرَ عَلى مِسْكِيْنٍ حَشَرْتُهُ يَوْمَ الْقِيَامَةِ عَلى صُورَةِ ذَرَّةِ تَحْتَ أقْدَامِ النَّاسِ وَمَنْ تَعَرَّضَ بِهْتْكِ سِتْرِ مُسْلِمٍ أهْتِكُ سِتْرَهُ سَبْعِيْنَ مَرَّة وَمَنْ تَوَاضَعَ لِعَالِمٍ أوْ وَالِدَيْهِ رَفَعْتُهُ في الدَّارَيْنِ وَمَنْ أهَانَ مُؤْمِناً مُسْلِماً لِفَقْرِهِ فَقَدْ بَارَزَنِي في الْمُحَارَبَةِ، وَمَنْ أَحَبَّ مُؤْمِناً مِنْ أجْلِي صَافَحَتْهُ الْمَلائِكَةُ في الدَّارَيْنِ في الدُّنْيا سِرّاً وَفي الآخِرَةِ جَهْراً</w:t>
      </w:r>
      <w:r>
        <w:t>.</w:t>
      </w:r>
    </w:p>
    <w:p w:rsidR="00555BAA" w:rsidRDefault="00555BAA" w:rsidP="00D20B5B">
      <w:pPr>
        <w:pStyle w:val="libNormal"/>
      </w:pPr>
      <w:r>
        <w:br w:type="page"/>
      </w:r>
    </w:p>
    <w:p w:rsidR="00555BAA" w:rsidRDefault="00555BAA" w:rsidP="000509AC">
      <w:pPr>
        <w:pStyle w:val="Heading1Center"/>
      </w:pPr>
      <w:bookmarkStart w:id="24" w:name="_Toc444945307"/>
      <w:r>
        <w:lastRenderedPageBreak/>
        <w:t>Chapter 12</w:t>
      </w:r>
      <w:bookmarkEnd w:id="24"/>
    </w:p>
    <w:p w:rsidR="00555BAA" w:rsidRDefault="00555BAA" w:rsidP="00555BAA">
      <w:pPr>
        <w:pStyle w:val="libNormal"/>
      </w:pPr>
      <w:r>
        <w:t>Almighty Allah says:</w:t>
      </w:r>
    </w:p>
    <w:p w:rsidR="00555BAA" w:rsidRDefault="00555BAA" w:rsidP="00555BAA">
      <w:pPr>
        <w:pStyle w:val="libNormal"/>
      </w:pPr>
      <w:r>
        <w:t xml:space="preserve">O, Sons of Adam! </w:t>
      </w:r>
      <w:proofErr w:type="gramStart"/>
      <w:r>
        <w:t>call</w:t>
      </w:r>
      <w:proofErr w:type="gramEnd"/>
      <w:r>
        <w:t xml:space="preserve"> to mind My favors which I bestow upon you. Without a guide you cannot find the way. In the same way you cannot find the way to </w:t>
      </w:r>
      <w:proofErr w:type="spellStart"/>
      <w:r>
        <w:t>Jannat</w:t>
      </w:r>
      <w:proofErr w:type="spellEnd"/>
      <w:r>
        <w:t xml:space="preserve"> (heaven), without knowledge. You cannot gather wealth without struggle. In the same way, you cannot enter heaven except with patience in </w:t>
      </w:r>
      <w:proofErr w:type="gramStart"/>
      <w:r>
        <w:t>My</w:t>
      </w:r>
      <w:proofErr w:type="gramEnd"/>
      <w:r>
        <w:t xml:space="preserve"> obedience. And you can get closer to </w:t>
      </w:r>
      <w:proofErr w:type="gramStart"/>
      <w:r>
        <w:t>Me</w:t>
      </w:r>
      <w:proofErr w:type="gramEnd"/>
      <w:r>
        <w:t xml:space="preserve"> by practicing supererogatory acts. And seek </w:t>
      </w:r>
      <w:proofErr w:type="gramStart"/>
      <w:r>
        <w:t>My</w:t>
      </w:r>
      <w:proofErr w:type="gramEnd"/>
      <w:r>
        <w:t xml:space="preserve"> pleasure by pleasing the </w:t>
      </w:r>
      <w:proofErr w:type="spellStart"/>
      <w:r>
        <w:t>poor.Indeed</w:t>
      </w:r>
      <w:proofErr w:type="spellEnd"/>
      <w:r>
        <w:t xml:space="preserve"> My pleasure never separates from you even for a blink of an eye. O, Musa! </w:t>
      </w:r>
      <w:proofErr w:type="gramStart"/>
      <w:r>
        <w:t>listen</w:t>
      </w:r>
      <w:proofErr w:type="gramEnd"/>
      <w:r>
        <w:t xml:space="preserve"> to Me! </w:t>
      </w:r>
      <w:proofErr w:type="gramStart"/>
      <w:r>
        <w:t>what</w:t>
      </w:r>
      <w:proofErr w:type="gramEnd"/>
      <w:r>
        <w:t xml:space="preserve"> I say and what I say is the truth. Indeed, one who has pride and does not associate himself with the poor, I will raise him on the day of </w:t>
      </w:r>
      <w:proofErr w:type="spellStart"/>
      <w:r>
        <w:t>judgement</w:t>
      </w:r>
      <w:proofErr w:type="spellEnd"/>
      <w:r>
        <w:t xml:space="preserve">, the size of an atom under people’s feet. The one who disgraces a Muslim, I will disgrace him 70 times. The one who humbles himself before an </w:t>
      </w:r>
      <w:proofErr w:type="spellStart"/>
      <w:r>
        <w:t>A’lim</w:t>
      </w:r>
      <w:proofErr w:type="spellEnd"/>
      <w:r>
        <w:t xml:space="preserve"> (knowledgeable person) and his parents, I will raise his dignity in this world and in the hereafter. One who insults a Muslim and </w:t>
      </w:r>
      <w:proofErr w:type="spellStart"/>
      <w:r>
        <w:t>Mo’min</w:t>
      </w:r>
      <w:proofErr w:type="spellEnd"/>
      <w:r>
        <w:t xml:space="preserve"> (believers) because of his poverty, indeed, he is calling me to fight with him. The one who loves a </w:t>
      </w:r>
      <w:proofErr w:type="spellStart"/>
      <w:r>
        <w:t>Mo’min</w:t>
      </w:r>
      <w:proofErr w:type="spellEnd"/>
      <w:r>
        <w:t xml:space="preserve"> (believer) because of Me, Angels will greet him in both the worlds. </w:t>
      </w:r>
      <w:proofErr w:type="gramStart"/>
      <w:r>
        <w:t>In this world, secretly.</w:t>
      </w:r>
      <w:proofErr w:type="gramEnd"/>
      <w:r>
        <w:t xml:space="preserve"> </w:t>
      </w:r>
      <w:proofErr w:type="gramStart"/>
      <w:r>
        <w:t>And in the Hereafter, openly.</w:t>
      </w:r>
      <w:proofErr w:type="gramEnd"/>
    </w:p>
    <w:p w:rsidR="00555BAA" w:rsidRDefault="00555BAA" w:rsidP="00D20B5B">
      <w:pPr>
        <w:pStyle w:val="libNormal"/>
      </w:pPr>
      <w:r>
        <w:br w:type="page"/>
      </w:r>
    </w:p>
    <w:p w:rsidR="00555BAA" w:rsidRDefault="00555BAA" w:rsidP="000509AC">
      <w:pPr>
        <w:pStyle w:val="Heading1Center"/>
      </w:pPr>
      <w:bookmarkStart w:id="25" w:name="_Toc444945308"/>
      <w:r>
        <w:rPr>
          <w:rtl/>
        </w:rPr>
        <w:lastRenderedPageBreak/>
        <w:t>الحديث الثالث عشر</w:t>
      </w:r>
      <w:bookmarkEnd w:id="25"/>
    </w:p>
    <w:p w:rsidR="006F3EF0" w:rsidRDefault="00555BAA" w:rsidP="00616AF4">
      <w:pPr>
        <w:pStyle w:val="libAr"/>
      </w:pPr>
      <w:r>
        <w:rPr>
          <w:rtl/>
        </w:rPr>
        <w:t>يَابْنَ آدَمَ!! أطِيْعُونِى بِقَدْرِ حَوَائِجِكُمْ إلَىَّ وَاعْصُونِي بِقَدْرِ صَبْرِكُمْ عَلى النَّارِ وَتَزَوَّدُوا مِنَ الدُّنْيَا بِقَدْرِ مَسْكَنِكُمْ فِيْهَا وَتَزَوَّدُوا للآخِرَةِ بِقَدْرِ مَسْكَنِكُمْ فِيهَا وَلا تَنْظُرُوا إلى آجَالِكُمُ الْمُتَأخَّرَةِ وَأَرزَاقِكُمُ الْحَاضِرَةِ وَ ذُنُوبِكُمُ الْمَسْتُورَةِ؛ وَ كُلُّ شَي‏ءِ هَالِكٌ إلَّا وَجْهِي وَ لَوْ خِفْتُمْ مِنَ النَّارِ كَما خِفْتُمْ مِنَ الفَقْرِ لأغْنَتُكُمْ مِنْ حَيْثُ لا تَحْتَسِبُونَ وَ لو رَغِبْتُمْ فِي الْجَنَّةِ كَما رَغِبْتُمْ فِي الدُّنْيَا لأسْعَدْتُكُمْ فِي الدَّارَينِ وَ لا تُمِيْتُوا قُلُوبَكُمْ بِحُبِّ الدُّنْيَا فَزَوَالُهَا قَرِيبٌ</w:t>
      </w:r>
      <w:r>
        <w:t>.</w:t>
      </w:r>
    </w:p>
    <w:p w:rsidR="00555BAA" w:rsidRDefault="00555BAA" w:rsidP="00D20B5B">
      <w:pPr>
        <w:pStyle w:val="libNormal"/>
      </w:pPr>
      <w:r>
        <w:br w:type="page"/>
      </w:r>
    </w:p>
    <w:p w:rsidR="00555BAA" w:rsidRDefault="00555BAA" w:rsidP="000509AC">
      <w:pPr>
        <w:pStyle w:val="Heading1Center"/>
      </w:pPr>
      <w:bookmarkStart w:id="26" w:name="_Toc444945309"/>
      <w:r>
        <w:lastRenderedPageBreak/>
        <w:t>Chapter 13</w:t>
      </w:r>
      <w:bookmarkEnd w:id="26"/>
    </w:p>
    <w:p w:rsidR="00555BAA" w:rsidRDefault="00555BAA" w:rsidP="00555BAA">
      <w:pPr>
        <w:pStyle w:val="libNormal"/>
      </w:pPr>
      <w:r>
        <w:t>Almighty Allah says:</w:t>
      </w:r>
    </w:p>
    <w:p w:rsidR="00555BAA" w:rsidRDefault="00555BAA" w:rsidP="00555BAA">
      <w:pPr>
        <w:pStyle w:val="libNormal"/>
      </w:pPr>
      <w:r>
        <w:t xml:space="preserve">O, Sons of Adam! </w:t>
      </w:r>
      <w:proofErr w:type="gramStart"/>
      <w:r>
        <w:t>obey</w:t>
      </w:r>
      <w:proofErr w:type="gramEnd"/>
      <w:r>
        <w:t xml:space="preserve"> me to the extent of your needs towards Me. Disobey Me to the extent of your ability to tolerate the fire of Hell. Collect wealth in this world according to the length of your stay in this world. Collect for your </w:t>
      </w:r>
      <w:proofErr w:type="spellStart"/>
      <w:r>
        <w:t>Akhirat</w:t>
      </w:r>
      <w:proofErr w:type="spellEnd"/>
      <w:r>
        <w:t xml:space="preserve"> (hereafter) according to length of your stay there. Do not think that death is far and that the Bounties (you receive from Allah) will always be available, or your sins are hidden. Everything is perishable but </w:t>
      </w:r>
      <w:proofErr w:type="gramStart"/>
      <w:r>
        <w:t>He</w:t>
      </w:r>
      <w:proofErr w:type="gramEnd"/>
      <w:r>
        <w:t>. If you would fear the fire of Hell as much as you fear poverty, surely I would have made you free by giving you countless Bounties. If you would desire heaven as much as you desire this world, I would have made you happy in both worlds. Love of this world makes your heart die and this world is going to be destroyed very soon.</w:t>
      </w:r>
    </w:p>
    <w:p w:rsidR="00555BAA" w:rsidRDefault="00555BAA" w:rsidP="00D20B5B">
      <w:pPr>
        <w:pStyle w:val="libNormal"/>
      </w:pPr>
      <w:r>
        <w:br w:type="page"/>
      </w:r>
    </w:p>
    <w:p w:rsidR="00555BAA" w:rsidRDefault="00555BAA" w:rsidP="000509AC">
      <w:pPr>
        <w:pStyle w:val="Heading1Center"/>
      </w:pPr>
      <w:bookmarkStart w:id="27" w:name="_Toc444945310"/>
      <w:r>
        <w:rPr>
          <w:rtl/>
        </w:rPr>
        <w:lastRenderedPageBreak/>
        <w:t>الحديث الرابع عشر</w:t>
      </w:r>
      <w:bookmarkEnd w:id="27"/>
    </w:p>
    <w:p w:rsidR="00555BAA" w:rsidRDefault="00555BAA" w:rsidP="00616AF4">
      <w:pPr>
        <w:pStyle w:val="libAr"/>
      </w:pPr>
      <w:r>
        <w:rPr>
          <w:rtl/>
        </w:rPr>
        <w:t>يَابْنَ آدَمَ!! كَمْ مِنْ سِرَاجِ أَطْفَأتْهُ الرِّيحُ؟ وَكَمْ مِنْ عَابِدٍ أَفْسَدَهُ العَجْبُ؟ وَكَمْ مِنْ فَقِيرٍ أَفْسَدَهُ الفَقْرُ؟ وَكَمْ مِنْ غَنِيّ أَفْسَدَهُ الْغِنَ</w:t>
      </w:r>
      <w:r>
        <w:rPr>
          <w:rFonts w:hint="cs"/>
          <w:rtl/>
        </w:rPr>
        <w:t>ی</w:t>
      </w:r>
      <w:r>
        <w:rPr>
          <w:rtl/>
        </w:rPr>
        <w:t xml:space="preserve"> وَكَمْ مِنْ صَحِيحٍ أَفْسَدَهُ العَافِيَةُ؟ وَكَمْ مِنْ عَالمٍ أَفْسَدَهُ الْع</w:t>
      </w:r>
      <w:r>
        <w:rPr>
          <w:rFonts w:hint="eastAsia"/>
          <w:rtl/>
        </w:rPr>
        <w:t>ِلْمُ؟</w:t>
      </w:r>
    </w:p>
    <w:p w:rsidR="00555BAA" w:rsidRDefault="00555BAA" w:rsidP="00616AF4">
      <w:pPr>
        <w:pStyle w:val="libAr"/>
      </w:pPr>
      <w:r>
        <w:rPr>
          <w:rFonts w:hint="eastAsia"/>
          <w:rtl/>
        </w:rPr>
        <w:t>يَابْنَ</w:t>
      </w:r>
      <w:r>
        <w:rPr>
          <w:rtl/>
        </w:rPr>
        <w:t xml:space="preserve"> آدَمَ!! زَارِعُونِي وَ رَابِحُونِي وَاسْأَلُونِي وَ عَامِلُونِي فَإنَّ رِبْحَكُمْ عِنْدِي مَا لاَ عَيْنٌ رَأَتْ وَ لاَ أُذُنٌ سَمِعَتْ وَ لاَ خَطَرَ عَلى قَلْبِ بَشَرٍ وَلاَ تَنْفَدُ خَزَائِني وَلاَ يَنْقُصُ مُلْكِي وَأَنَا الوَهَّابُ</w:t>
      </w:r>
      <w:r>
        <w:t>.</w:t>
      </w:r>
    </w:p>
    <w:p w:rsidR="006F3EF0" w:rsidRDefault="00555BAA" w:rsidP="00616AF4">
      <w:pPr>
        <w:pStyle w:val="libAr"/>
      </w:pPr>
      <w:r>
        <w:rPr>
          <w:rFonts w:hint="eastAsia"/>
          <w:rtl/>
        </w:rPr>
        <w:t>يَابْنَ</w:t>
      </w:r>
      <w:r>
        <w:rPr>
          <w:rtl/>
        </w:rPr>
        <w:t xml:space="preserve"> آدَمَ!! دِينُكَ لَحْمُكَ وَدَمُكَ، فَإنْ صَلُحَ دِينُكَ صَلُحَ لَحْمُكَ وَ دَمُكَ وَ إِنْ فَسَدَ دِينُكَ فَسَدَ لَحْمُكَ وَ دَمُكَ، فَلاَ تَكُنْ كالْمِصْبَاحِ يُضِي‏ءُ لِلنَّاسِ وَ يُحْرِقُ نَفْسَهُ بِالنَّارِ، وَ أَخْرِجْ حُبَّ الدُّنْيَا عَنْ قَل</w:t>
      </w:r>
      <w:r>
        <w:rPr>
          <w:rFonts w:hint="eastAsia"/>
          <w:rtl/>
        </w:rPr>
        <w:t>ْبِكَ</w:t>
      </w:r>
      <w:r>
        <w:rPr>
          <w:rtl/>
        </w:rPr>
        <w:t xml:space="preserve"> فَإِنِّي لاَ أَجْمَعُ حُبيِّ وَحُبَّ الدُّنْيَا فِي قَلْبٍ وَاحِدٍ أَبَداً كما لاَ يَجْتَمِعُ الْمَاءُ وَ النَّارُ فِي إنَاءٍ وَاحِدٍ وَارْفَقْ بِنَفْسِكَ فِي جَمْعِ الرِّزْقِ، فَإنَّ الرِّزْقَ مَقْسُومٌ والْحَرِيصَ مَحْرُومٌ وَالبَخِيلَ مَذْمُومٌ وَ</w:t>
      </w:r>
      <w:r>
        <w:rPr>
          <w:rFonts w:hint="eastAsia"/>
          <w:rtl/>
        </w:rPr>
        <w:t>النِّعْمَةَ</w:t>
      </w:r>
      <w:r>
        <w:rPr>
          <w:rtl/>
        </w:rPr>
        <w:t xml:space="preserve"> لاَ تَدَومُ وَالأَجَلَ مَعْلُومٌ وَ خَيْرُ الْحِكْمَةِ خَشْيَةُ اللَّهِ تَعَالَى وَ خَيْرُ الْغَنِى القَنَاعَةُ وَ خَيْرُ الزَّادِ التَّقْوَى وَ شَرُّ صَلاَحِكُمُ الكِذْبُ وَ شَرُّ نَصِيحَتِكُمُ النَّمِيمَةُ وَ مَا رَبُّكَ بِظَلَّامٍ لِلْعَبِيد</w:t>
      </w:r>
      <w:r>
        <w:rPr>
          <w:rFonts w:hint="eastAsia"/>
          <w:rtl/>
        </w:rPr>
        <w:t>ِ</w:t>
      </w:r>
      <w:r>
        <w:t>.</w:t>
      </w:r>
    </w:p>
    <w:p w:rsidR="00555BAA" w:rsidRDefault="00555BAA" w:rsidP="00D20B5B">
      <w:pPr>
        <w:pStyle w:val="libNormal"/>
      </w:pPr>
      <w:r>
        <w:br w:type="page"/>
      </w:r>
    </w:p>
    <w:p w:rsidR="00555BAA" w:rsidRDefault="00555BAA" w:rsidP="000509AC">
      <w:pPr>
        <w:pStyle w:val="Heading1Center"/>
      </w:pPr>
      <w:bookmarkStart w:id="28" w:name="_Toc444945311"/>
      <w:r>
        <w:lastRenderedPageBreak/>
        <w:t>Chapter 14</w:t>
      </w:r>
      <w:bookmarkEnd w:id="28"/>
    </w:p>
    <w:p w:rsidR="00555BAA" w:rsidRDefault="00555BAA" w:rsidP="00555BAA">
      <w:pPr>
        <w:pStyle w:val="libNormal"/>
      </w:pPr>
      <w:r>
        <w:t>Almighty Allah says:</w:t>
      </w:r>
    </w:p>
    <w:p w:rsidR="00555BAA" w:rsidRDefault="00555BAA" w:rsidP="00555BAA">
      <w:pPr>
        <w:pStyle w:val="libNormal"/>
      </w:pPr>
      <w:r>
        <w:t xml:space="preserve">O, Sons of Adam! </w:t>
      </w:r>
      <w:proofErr w:type="gramStart"/>
      <w:r>
        <w:t>how</w:t>
      </w:r>
      <w:proofErr w:type="gramEnd"/>
      <w:r>
        <w:t xml:space="preserve"> many candles have been extinguished by the wind? How many worshippers’ worship </w:t>
      </w:r>
      <w:proofErr w:type="gramStart"/>
      <w:r>
        <w:t>have</w:t>
      </w:r>
      <w:proofErr w:type="gramEnd"/>
      <w:r>
        <w:t xml:space="preserve"> been corrupted by their pride? How many poor people have been corrupted by their poverty? How many wealthy people have been corrupted by their wealth? How many healthy people have been corrupted by their good health? How many scholars have been corrupted because of their knowledge? O, Sons of Adam! </w:t>
      </w:r>
      <w:proofErr w:type="gramStart"/>
      <w:r>
        <w:t>cultivate</w:t>
      </w:r>
      <w:proofErr w:type="gramEnd"/>
      <w:r>
        <w:t xml:space="preserve"> for Me and get benefited from Me. Ask from Me and do business with Me. Indeed, your benefits are from </w:t>
      </w:r>
      <w:proofErr w:type="gramStart"/>
      <w:r>
        <w:t>Me</w:t>
      </w:r>
      <w:proofErr w:type="gramEnd"/>
      <w:r>
        <w:t xml:space="preserve">; they have not been seen by any eye, nor heard by any ear, nor thought of by any human mind. My treasure is endless. There will be no reduction in My Kingdom. I am the Most Generous Provider. O, Son of Adam! </w:t>
      </w:r>
      <w:proofErr w:type="gramStart"/>
      <w:r>
        <w:t>your</w:t>
      </w:r>
      <w:proofErr w:type="gramEnd"/>
      <w:r>
        <w:t xml:space="preserve"> religion is your flesh and blood. If you purify your </w:t>
      </w:r>
      <w:proofErr w:type="spellStart"/>
      <w:r>
        <w:t>Deen</w:t>
      </w:r>
      <w:proofErr w:type="spellEnd"/>
      <w:r>
        <w:t xml:space="preserve"> (religion) you have purified your flesh and blood. If you have corrupted your </w:t>
      </w:r>
      <w:proofErr w:type="spellStart"/>
      <w:r>
        <w:t>Deen</w:t>
      </w:r>
      <w:proofErr w:type="spellEnd"/>
      <w:r>
        <w:t xml:space="preserve"> (religion) you have corrupted your flesh and blood. Don’t be like a candle which is a light for people and burns itself out. Remove the love of this world from your heart. Indeed, I will not join </w:t>
      </w:r>
      <w:proofErr w:type="gramStart"/>
      <w:r>
        <w:t>My</w:t>
      </w:r>
      <w:proofErr w:type="gramEnd"/>
      <w:r>
        <w:t xml:space="preserve"> love and love of this world in one heart, as water and fire cannot join in one pot. Be moderate when you collect your provision. Indeed, the provision is already divided. Bounties are not permanent. Everyone knows of death. The greatest wisdom is fear of Almighty Allah. And the best of wealth is contentment. And the best of belongings is piety (</w:t>
      </w:r>
      <w:proofErr w:type="spellStart"/>
      <w:r>
        <w:t>taqwa</w:t>
      </w:r>
      <w:proofErr w:type="spellEnd"/>
      <w:r>
        <w:t>). And the worst of your weapons is lies and the worst of your advice is gossiping. Allah is not in the least unjust to the servants (37:82)</w:t>
      </w:r>
    </w:p>
    <w:p w:rsidR="00555BAA" w:rsidRDefault="00555BAA" w:rsidP="00D20B5B">
      <w:pPr>
        <w:pStyle w:val="libNormal"/>
      </w:pPr>
      <w:r>
        <w:br w:type="page"/>
      </w:r>
    </w:p>
    <w:p w:rsidR="00555BAA" w:rsidRDefault="00555BAA" w:rsidP="000509AC">
      <w:pPr>
        <w:pStyle w:val="Heading1Center"/>
      </w:pPr>
      <w:bookmarkStart w:id="29" w:name="_Toc444945312"/>
      <w:r>
        <w:rPr>
          <w:rFonts w:hint="eastAsia"/>
          <w:rtl/>
        </w:rPr>
        <w:lastRenderedPageBreak/>
        <w:t>الحديث</w:t>
      </w:r>
      <w:r>
        <w:rPr>
          <w:rtl/>
        </w:rPr>
        <w:t xml:space="preserve"> الخامس عشر</w:t>
      </w:r>
      <w:bookmarkEnd w:id="29"/>
    </w:p>
    <w:p w:rsidR="00555BAA" w:rsidRDefault="00555BAA" w:rsidP="00616AF4">
      <w:pPr>
        <w:pStyle w:val="libAr"/>
      </w:pPr>
      <w:r>
        <w:rPr>
          <w:rtl/>
        </w:rPr>
        <w:t>يَا أَيُّهَا الَّذِينَ آمَنُوا لِمَ تَقُولُونَ مَا لاَ تَفْعَلُونَ وَ لِمَ تَنْهَوْنَ عَمَّا لاَ تُنْهَوْنَ وَ لِمَ تَأمُرُنَ بِمَا لاَ تَعْمَلُونَ وَ لِمَ تَجْمَعُونَ مَا لاَ تَأكُلُونَ وَلِمَ التَّوْبَةَ يَوْماً بَعْدَ يَوْمٍ تُؤَخِّرُونَ وَبِعَامٍ بَعْ</w:t>
      </w:r>
      <w:r>
        <w:rPr>
          <w:rFonts w:hint="eastAsia"/>
          <w:rtl/>
        </w:rPr>
        <w:t>دَ</w:t>
      </w:r>
      <w:r>
        <w:rPr>
          <w:rtl/>
        </w:rPr>
        <w:t xml:space="preserve"> عَامٍ تَنْتَظِرُونَ؛ أَلَكُمْ مِنَ الْمَوْتِ أمانٌ أمْ بِأَيْدِيْكُمْ بَراءَةٌ مِنَ النِّيْرَانِ أَمْ تَحَقَّقْتُمُ الْفَوْزَ بِالْجِنَانِ؛ أنْظَرَتْكُمُ النِّعْمَةُ وَ غَرَّكُمْ مِنَ اللَّهِ تَعَالَى طُولُ الآمَالِ؛ فَلاَ تَغُرَّنَّكُمُ الصِّحَةُ وَ ال</w:t>
      </w:r>
      <w:r>
        <w:rPr>
          <w:rFonts w:hint="eastAsia"/>
          <w:rtl/>
        </w:rPr>
        <w:t>سَّلامَةُ</w:t>
      </w:r>
      <w:r>
        <w:rPr>
          <w:rtl/>
        </w:rPr>
        <w:t xml:space="preserve"> فَإنَّ أيَّامَكُمْ مَعْلومَةٌ وَ أَنْفَاسَكُمْ مَعدُودَةٌ وَ سَرِائِرَكُمْ مَكْشُوفَةٌْ وَأَسْتَارَكُمْ مَهْتُوكَةٌ؛ فَاتَّقُوا اللَّهَ يَا اوْلِي الْأَلْبَابِ وَ قَدِّمُوا مَا في ايْدِيكُمْ لِمَا بَيْنَ ايْدِيكُمْ</w:t>
      </w:r>
      <w:r>
        <w:t>.</w:t>
      </w:r>
    </w:p>
    <w:p w:rsidR="006F3EF0" w:rsidRDefault="00555BAA" w:rsidP="00616AF4">
      <w:pPr>
        <w:pStyle w:val="libAr"/>
      </w:pPr>
      <w:r>
        <w:rPr>
          <w:rFonts w:hint="eastAsia"/>
          <w:rtl/>
        </w:rPr>
        <w:t>يابْنَ</w:t>
      </w:r>
      <w:r>
        <w:rPr>
          <w:rtl/>
        </w:rPr>
        <w:t xml:space="preserve"> آدَمَ!! تَقَدَّمْ فإنَّكَ في هَدْمِ عُمْرِكَ وَ مِنْ يَوْمٍ خَرَجْتَ مِنْ بَطْنِ أُمِّكَ تَدْنُو في كُلِّ يَوْمٍ قَبْرَكَ فَلاَ تَكُنْ كَالْخَشبِ الَّذِي يُحْرِقُ نَفْسَهُ بِالنَّارِ لِغَيْرِهِ؛ لاَ إلَهَ إلَّا اللَّهُ حَقّاً حَقّاً مُحَمَّدٌ عَبْدِ</w:t>
      </w:r>
      <w:r>
        <w:rPr>
          <w:rFonts w:hint="eastAsia"/>
          <w:rtl/>
        </w:rPr>
        <w:t>ي</w:t>
      </w:r>
      <w:r>
        <w:rPr>
          <w:rtl/>
        </w:rPr>
        <w:t xml:space="preserve"> وَرَسُولِي</w:t>
      </w:r>
      <w:r>
        <w:t>.</w:t>
      </w:r>
    </w:p>
    <w:p w:rsidR="00555BAA" w:rsidRDefault="00555BAA" w:rsidP="00D20B5B">
      <w:pPr>
        <w:pStyle w:val="libNormal"/>
      </w:pPr>
      <w:r>
        <w:br w:type="page"/>
      </w:r>
    </w:p>
    <w:p w:rsidR="00555BAA" w:rsidRDefault="00555BAA" w:rsidP="000509AC">
      <w:pPr>
        <w:pStyle w:val="Heading1Center"/>
      </w:pPr>
      <w:bookmarkStart w:id="30" w:name="_Toc444945313"/>
      <w:r>
        <w:lastRenderedPageBreak/>
        <w:t>Chapter 15</w:t>
      </w:r>
      <w:bookmarkEnd w:id="30"/>
    </w:p>
    <w:p w:rsidR="00555BAA" w:rsidRDefault="00555BAA" w:rsidP="00555BAA">
      <w:pPr>
        <w:pStyle w:val="libNormal"/>
      </w:pPr>
      <w:r>
        <w:t>Almighty Allah says:</w:t>
      </w:r>
    </w:p>
    <w:p w:rsidR="00555BAA" w:rsidRDefault="00555BAA" w:rsidP="00555BAA">
      <w:pPr>
        <w:pStyle w:val="libNormal"/>
      </w:pPr>
      <w:r>
        <w:t xml:space="preserve">O, you who believe! </w:t>
      </w:r>
      <w:proofErr w:type="gramStart"/>
      <w:r>
        <w:t>why</w:t>
      </w:r>
      <w:proofErr w:type="gramEnd"/>
      <w:r>
        <w:t xml:space="preserve"> do you say that which you do not do ? (61:2). Why do you forbid that which you do not forbid </w:t>
      </w:r>
      <w:proofErr w:type="gramStart"/>
      <w:r>
        <w:t>yourself ?</w:t>
      </w:r>
      <w:proofErr w:type="gramEnd"/>
      <w:r>
        <w:t xml:space="preserve"> Why do you command that which you do not </w:t>
      </w:r>
      <w:proofErr w:type="spellStart"/>
      <w:proofErr w:type="gramStart"/>
      <w:r>
        <w:t>practise</w:t>
      </w:r>
      <w:proofErr w:type="spellEnd"/>
      <w:r>
        <w:t xml:space="preserve"> ?</w:t>
      </w:r>
      <w:proofErr w:type="gramEnd"/>
      <w:r>
        <w:t xml:space="preserve"> Why do you collect those things that which you do not </w:t>
      </w:r>
      <w:proofErr w:type="gramStart"/>
      <w:r>
        <w:t>eat ?</w:t>
      </w:r>
      <w:proofErr w:type="gramEnd"/>
      <w:r>
        <w:t xml:space="preserve"> Why do you put off doing </w:t>
      </w:r>
      <w:proofErr w:type="spellStart"/>
      <w:r>
        <w:t>Tauba</w:t>
      </w:r>
      <w:proofErr w:type="spellEnd"/>
      <w:r>
        <w:t xml:space="preserve"> (seeking pardon) day after day, and you wait year after </w:t>
      </w:r>
      <w:proofErr w:type="gramStart"/>
      <w:r>
        <w:t>year ?</w:t>
      </w:r>
      <w:proofErr w:type="gramEnd"/>
      <w:r>
        <w:t xml:space="preserve"> Have you gotten protection from </w:t>
      </w:r>
      <w:proofErr w:type="gramStart"/>
      <w:r>
        <w:t>death ?</w:t>
      </w:r>
      <w:proofErr w:type="gramEnd"/>
      <w:r>
        <w:t xml:space="preserve"> Do you have the power in your hands to keep you from fire of </w:t>
      </w:r>
      <w:proofErr w:type="gramStart"/>
      <w:r>
        <w:t>Hell ?</w:t>
      </w:r>
      <w:proofErr w:type="gramEnd"/>
      <w:r>
        <w:t xml:space="preserve"> Do you have certainty of entering </w:t>
      </w:r>
      <w:proofErr w:type="gramStart"/>
      <w:r>
        <w:t>Heaven ?</w:t>
      </w:r>
      <w:proofErr w:type="gramEnd"/>
      <w:r>
        <w:t xml:space="preserve"> Have the bounties given you a period of </w:t>
      </w:r>
      <w:proofErr w:type="gramStart"/>
      <w:r>
        <w:t>grace ?</w:t>
      </w:r>
      <w:proofErr w:type="gramEnd"/>
      <w:r>
        <w:t xml:space="preserve"> Have you become proud due to fulfillment of some of your unlimited desires by Almighty </w:t>
      </w:r>
      <w:proofErr w:type="gramStart"/>
      <w:r>
        <w:t>Allah ?</w:t>
      </w:r>
      <w:proofErr w:type="gramEnd"/>
      <w:r>
        <w:t xml:space="preserve"> Thus, do not become proud of your good health and safety. Indeed, your days are known and your breaths are counted. Your secrets are open, your curtains are removed. So, fear Allah. O, you wise people! </w:t>
      </w:r>
      <w:proofErr w:type="gramStart"/>
      <w:r>
        <w:t>be</w:t>
      </w:r>
      <w:proofErr w:type="gramEnd"/>
      <w:r>
        <w:t xml:space="preserve"> careful of (your duty to) Allah. To protect yourself from the future, use the power you now have in your hands. O, son of Adam! </w:t>
      </w:r>
      <w:proofErr w:type="gramStart"/>
      <w:r>
        <w:t>look</w:t>
      </w:r>
      <w:proofErr w:type="gramEnd"/>
      <w:r>
        <w:t xml:space="preserve"> at your actions before you act. Indeed you are tangled in ruining your life. From the time you get out of your mother’s womb you are getting nearer to your grave. So, don’t be like wood which burns itself in fire for the sake of others. Indeed, indeed, there is no god but Allah. Mohammad (SAW) is my servant and my Messenger.</w:t>
      </w:r>
    </w:p>
    <w:p w:rsidR="00555BAA" w:rsidRDefault="00555BAA" w:rsidP="00D20B5B">
      <w:pPr>
        <w:pStyle w:val="libNormal"/>
      </w:pPr>
      <w:r>
        <w:br w:type="page"/>
      </w:r>
    </w:p>
    <w:p w:rsidR="00555BAA" w:rsidRDefault="00555BAA" w:rsidP="000509AC">
      <w:pPr>
        <w:pStyle w:val="Heading1Center"/>
      </w:pPr>
      <w:bookmarkStart w:id="31" w:name="_Toc444945314"/>
      <w:r>
        <w:rPr>
          <w:rFonts w:hint="eastAsia"/>
          <w:rtl/>
        </w:rPr>
        <w:lastRenderedPageBreak/>
        <w:t>الحديث</w:t>
      </w:r>
      <w:r>
        <w:rPr>
          <w:rtl/>
        </w:rPr>
        <w:t xml:space="preserve"> السادس عشر</w:t>
      </w:r>
      <w:bookmarkEnd w:id="31"/>
    </w:p>
    <w:p w:rsidR="00555BAA" w:rsidRDefault="00555BAA" w:rsidP="00616AF4">
      <w:pPr>
        <w:pStyle w:val="libAr"/>
      </w:pPr>
      <w:r>
        <w:rPr>
          <w:rFonts w:hint="eastAsia"/>
          <w:rtl/>
        </w:rPr>
        <w:t>يَابْنَ</w:t>
      </w:r>
      <w:r>
        <w:rPr>
          <w:rtl/>
        </w:rPr>
        <w:t xml:space="preserve"> آدَمَ!! أَنَا حَيُّ لاَ أَمُوتُ؛ إعْمَلْ بِما أمَرْتُكَ وَانْتَهِ عَمَّا نَهَيْتُكَ حَتَّى أَجْعَلَكَ حَيّاً لا تَمُوتُ</w:t>
      </w:r>
      <w:r>
        <w:t>.</w:t>
      </w:r>
    </w:p>
    <w:p w:rsidR="00555BAA" w:rsidRDefault="00555BAA" w:rsidP="00616AF4">
      <w:pPr>
        <w:pStyle w:val="libAr"/>
      </w:pPr>
      <w:r>
        <w:rPr>
          <w:rFonts w:hint="eastAsia"/>
          <w:rtl/>
        </w:rPr>
        <w:t>يَابْنَ</w:t>
      </w:r>
      <w:r>
        <w:rPr>
          <w:rtl/>
        </w:rPr>
        <w:t xml:space="preserve"> آدَمَ!! أَنَا مَلِكٌ لاَ أزُولُ إِذا قُلْتُ لِشَي‏ءِ كُنْ فَيَكُونُ أطِعنِي فِيْما أمَرْتُكَ وَانْتَهِ عَمَّا نَهَيْتُكَ حَتَّى تَقُولَ لِشَي‏ءِ كُنْ فَيَكُونُ</w:t>
      </w:r>
      <w:r>
        <w:t>.</w:t>
      </w:r>
    </w:p>
    <w:p w:rsidR="00555BAA" w:rsidRDefault="00555BAA" w:rsidP="00616AF4">
      <w:pPr>
        <w:pStyle w:val="libAr"/>
      </w:pPr>
      <w:r>
        <w:rPr>
          <w:rFonts w:hint="eastAsia"/>
          <w:rtl/>
        </w:rPr>
        <w:t>يَابْنَ</w:t>
      </w:r>
      <w:r>
        <w:rPr>
          <w:rtl/>
        </w:rPr>
        <w:t xml:space="preserve"> آدَمَ!! إذَا كَانَ قَوْلُكَ مَلِيحاً وَ عَمَلُكَ قَبِيْحاً فَأنْتَ رَأْسُ المَنَافِقِيْنَ وَ إنْ كَانَ ظَاهِرُك مَلِيحاً وَ بَاطِنُكَ قَبِيحاً فَأنْتَ أهْلَكُ الْهَالِكِيْنَ</w:t>
      </w:r>
      <w:r>
        <w:t>.</w:t>
      </w:r>
    </w:p>
    <w:p w:rsidR="006F3EF0" w:rsidRDefault="00555BAA" w:rsidP="00616AF4">
      <w:pPr>
        <w:pStyle w:val="libAr"/>
      </w:pPr>
      <w:r>
        <w:rPr>
          <w:rFonts w:hint="eastAsia"/>
          <w:rtl/>
        </w:rPr>
        <w:t>يَابْنَ</w:t>
      </w:r>
      <w:r>
        <w:rPr>
          <w:rtl/>
        </w:rPr>
        <w:t xml:space="preserve"> آدَمَ!! لا يَدْخُلُ جَنَّتي إلَّا مَنْ تَوَاضَعَ لِعَظَمَتِي وَ قَطَعَ نَهَارَهُ بِذِكْرِي وَ كَفَّ عَنِ الشَّهَوات مِنْ أَجْلِي وَ َيُراخِي الغَرِيْبَ وَ يُوَاسِي الفَقِيرَ وَ يَرْحَمُ الْمُصَابَ وَ يُكْرِم الْيَتِيمَ وَ يَكُونُ لَهُ كالأبِ الرَّح</w:t>
      </w:r>
      <w:r>
        <w:rPr>
          <w:rFonts w:hint="eastAsia"/>
          <w:rtl/>
        </w:rPr>
        <w:t>ِيمِ</w:t>
      </w:r>
      <w:r>
        <w:rPr>
          <w:rtl/>
        </w:rPr>
        <w:t xml:space="preserve"> وَ لِلأرَامِلِ كَالزَّوجِ الشَّفِيق، فَمَنْ كَانَ هَذِهِ صِفَتَهُ يَكُونُ إن دَعَانِي لَبَّيْتُهُ وَإنْ سَألَنِي أعْطَيْتُهُ</w:t>
      </w:r>
      <w:r>
        <w:t>.</w:t>
      </w:r>
    </w:p>
    <w:p w:rsidR="00555BAA" w:rsidRDefault="00555BAA" w:rsidP="00D20B5B">
      <w:pPr>
        <w:pStyle w:val="libNormal"/>
      </w:pPr>
      <w:r>
        <w:br w:type="page"/>
      </w:r>
    </w:p>
    <w:p w:rsidR="00555BAA" w:rsidRDefault="00555BAA" w:rsidP="000509AC">
      <w:pPr>
        <w:pStyle w:val="Heading1Center"/>
      </w:pPr>
      <w:bookmarkStart w:id="32" w:name="_Toc444945315"/>
      <w:r>
        <w:lastRenderedPageBreak/>
        <w:t>Chapter 16</w:t>
      </w:r>
      <w:bookmarkEnd w:id="32"/>
    </w:p>
    <w:p w:rsidR="00555BAA" w:rsidRDefault="00555BAA" w:rsidP="00555BAA">
      <w:pPr>
        <w:pStyle w:val="libNormal"/>
      </w:pPr>
      <w:r>
        <w:t>Almighty Allah says:</w:t>
      </w:r>
    </w:p>
    <w:p w:rsidR="00555BAA" w:rsidRDefault="00555BAA" w:rsidP="00555BAA">
      <w:pPr>
        <w:pStyle w:val="libNormal"/>
      </w:pPr>
      <w:r>
        <w:t xml:space="preserve">O, Son of Adam! I am Ever-living. I will never die. Act on what I have commanded. Protect yourself from what I have prohibited, so I can make you eternal. O, Son of </w:t>
      </w:r>
      <w:proofErr w:type="spellStart"/>
      <w:r>
        <w:t>Adam</w:t>
      </w:r>
      <w:proofErr w:type="gramStart"/>
      <w:r>
        <w:t>!I</w:t>
      </w:r>
      <w:proofErr w:type="spellEnd"/>
      <w:proofErr w:type="gramEnd"/>
      <w:r>
        <w:t xml:space="preserve"> am the king whose kingdom will never perish. When I say to a thing </w:t>
      </w:r>
      <w:proofErr w:type="gramStart"/>
      <w:r>
        <w:t>Be</w:t>
      </w:r>
      <w:proofErr w:type="gramEnd"/>
      <w:r>
        <w:t xml:space="preserve">! </w:t>
      </w:r>
      <w:proofErr w:type="gramStart"/>
      <w:r>
        <w:t>it</w:t>
      </w:r>
      <w:proofErr w:type="gramEnd"/>
      <w:r>
        <w:t xml:space="preserve"> becomes. Obey what I have commanded and stay away from those things I have prohibited, to the extent that when you say to a thing </w:t>
      </w:r>
      <w:proofErr w:type="gramStart"/>
      <w:r>
        <w:t>Be</w:t>
      </w:r>
      <w:proofErr w:type="gramEnd"/>
      <w:r>
        <w:t xml:space="preserve">! </w:t>
      </w:r>
      <w:proofErr w:type="gramStart"/>
      <w:r>
        <w:t>it</w:t>
      </w:r>
      <w:proofErr w:type="gramEnd"/>
      <w:r>
        <w:t xml:space="preserve"> becomes. If your sayings are sweet and your deeds are bad, you are the leader of the hypocrites. If your appearance is beautiful and your inside is disgraceful, you will be worse than those people who have been destroyed. O, Son of Adam! </w:t>
      </w:r>
      <w:proofErr w:type="gramStart"/>
      <w:r>
        <w:t>no</w:t>
      </w:r>
      <w:proofErr w:type="gramEnd"/>
      <w:r>
        <w:t xml:space="preserve"> one will enter my Heaven except: One who has humbled himself in front of My greatness. One who has spent his day in </w:t>
      </w:r>
      <w:proofErr w:type="gramStart"/>
      <w:r>
        <w:t>My</w:t>
      </w:r>
      <w:proofErr w:type="gramEnd"/>
      <w:r>
        <w:t xml:space="preserve"> remembrance. One who has safeguarded his soul from lust, for the sake of </w:t>
      </w:r>
      <w:proofErr w:type="gramStart"/>
      <w:r>
        <w:t>Allah.</w:t>
      </w:r>
      <w:proofErr w:type="gramEnd"/>
      <w:r>
        <w:t xml:space="preserve"> One who shows brotherhood towards </w:t>
      </w:r>
      <w:proofErr w:type="spellStart"/>
      <w:proofErr w:type="gramStart"/>
      <w:r>
        <w:t>traveller</w:t>
      </w:r>
      <w:proofErr w:type="spellEnd"/>
      <w:r>
        <w:t>.</w:t>
      </w:r>
      <w:proofErr w:type="gramEnd"/>
      <w:r>
        <w:t xml:space="preserve"> One who takes care of </w:t>
      </w:r>
      <w:proofErr w:type="gramStart"/>
      <w:r>
        <w:t>poor.</w:t>
      </w:r>
      <w:proofErr w:type="gramEnd"/>
      <w:r>
        <w:t xml:space="preserve"> One who is merciful towards the </w:t>
      </w:r>
      <w:proofErr w:type="gramStart"/>
      <w:r>
        <w:t>afflicted.</w:t>
      </w:r>
      <w:proofErr w:type="gramEnd"/>
      <w:r>
        <w:t xml:space="preserve"> And one who respects the orphans and acts as a kind father to them. And for the widows he is like a tender husband. The one who has these qualities, if he calls </w:t>
      </w:r>
      <w:proofErr w:type="gramStart"/>
      <w:r>
        <w:t>Me</w:t>
      </w:r>
      <w:proofErr w:type="gramEnd"/>
      <w:r>
        <w:t xml:space="preserve"> I will answer him at once and if he asks Me (for anything) I will give it to him.</w:t>
      </w:r>
    </w:p>
    <w:p w:rsidR="00555BAA" w:rsidRDefault="00555BAA" w:rsidP="00D20B5B">
      <w:pPr>
        <w:pStyle w:val="libNormal"/>
      </w:pPr>
      <w:r>
        <w:br w:type="page"/>
      </w:r>
    </w:p>
    <w:p w:rsidR="00555BAA" w:rsidRDefault="00555BAA" w:rsidP="000509AC">
      <w:pPr>
        <w:pStyle w:val="Heading1Center"/>
      </w:pPr>
      <w:bookmarkStart w:id="33" w:name="_Toc444945316"/>
      <w:r>
        <w:rPr>
          <w:rFonts w:hint="eastAsia"/>
          <w:rtl/>
        </w:rPr>
        <w:lastRenderedPageBreak/>
        <w:t>الحديث</w:t>
      </w:r>
      <w:r>
        <w:rPr>
          <w:rtl/>
        </w:rPr>
        <w:t xml:space="preserve"> السابع عشر</w:t>
      </w:r>
      <w:bookmarkEnd w:id="33"/>
    </w:p>
    <w:p w:rsidR="006F3EF0" w:rsidRDefault="00555BAA" w:rsidP="00616AF4">
      <w:pPr>
        <w:pStyle w:val="libAr"/>
      </w:pPr>
      <w:r>
        <w:rPr>
          <w:rtl/>
        </w:rPr>
        <w:t>يَابْنَ آدَمَ!! إِلى كَمْ تَشْكُونَنِي وَ إِلَى كَمْ تََنْسُونَنِي وَ إِلَ</w:t>
      </w:r>
      <w:r>
        <w:rPr>
          <w:rFonts w:hint="cs"/>
          <w:rtl/>
        </w:rPr>
        <w:t>ی</w:t>
      </w:r>
      <w:r>
        <w:rPr>
          <w:rtl/>
        </w:rPr>
        <w:t xml:space="preserve"> كَمْ تَكفُرونَنِي وَ لَسْتُ بِظَلّامٍ لِعَبيْدِ وَ إلَى مَتَى تَجْحَدُونَ بِنِعْمَتِي وَ رِزْقُكُمْ يَأتِيْكُم في كُلِّ يَومٍ مِنْ عِنْدِي وَإلى مَتَى تَجْحَدُونَ بِرُبوبِيَّتي وَ لَيْسَ لَكُم رَبُّ غَيْرِي وَ إلَى مَتَى تَجْفُونَنِي وَ لَمْ أَجْفُكُمْ وَ إِذا طَلَبْتُمُ الطَّبِيْبَ لَِأْبدَانِكُمْ فَمَنْ يَشْفِيكُمْ عَنْ ذُنُوبِكُمْ فَقَدْ شَكُوْتُمْ وَسَخِطتُمْ قَضَائي؛ وَ إذَا لَمْ يَجِدْ أَحَدُكُمْ قُوتَ ثَلاَثَةِ أَيَّامٍ فَقَ</w:t>
      </w:r>
      <w:r>
        <w:rPr>
          <w:rFonts w:hint="eastAsia"/>
          <w:rtl/>
        </w:rPr>
        <w:t>الَ</w:t>
      </w:r>
      <w:r>
        <w:rPr>
          <w:rtl/>
        </w:rPr>
        <w:t xml:space="preserve"> أَنَا بِشَرِّ وَ لَسْتُ بِخَيْرٍ فَقَدْ جَحَدَ بِنِعْمَتِي؛ وَ مَنْ مَنَعَ الزَّكاةَ مِنْ مَالِهِ فَقَدِ اسْتَخَفَّ بِكِتابِي؛ وَ إذا عَلِم بِوَقْتِ الصَّلاَةِ وَ لَمْ يَفْرَغْ لَهَا فَقَدْ غَفَلَ عَنّي؛ وَ إِذا قَالَ إِنَّ الْخَيْرَ مِنْ عِنْدِي وَ ال</w:t>
      </w:r>
      <w:r>
        <w:rPr>
          <w:rFonts w:hint="eastAsia"/>
          <w:rtl/>
        </w:rPr>
        <w:t>شَّرَّ</w:t>
      </w:r>
      <w:r>
        <w:rPr>
          <w:rtl/>
        </w:rPr>
        <w:t xml:space="preserve"> مِنْ عِنْدِ ابْلِيْسَ فَقَدْ جَحَدَ رُبُوبِيَّتِي وَ جَعَلَ إبْلِيسَ شَريْكاً لِي</w:t>
      </w:r>
      <w:r>
        <w:t>.</w:t>
      </w:r>
    </w:p>
    <w:p w:rsidR="00555BAA" w:rsidRDefault="00555BAA" w:rsidP="00D20B5B">
      <w:pPr>
        <w:pStyle w:val="libNormal"/>
      </w:pPr>
      <w:r>
        <w:br w:type="page"/>
      </w:r>
    </w:p>
    <w:p w:rsidR="00555BAA" w:rsidRDefault="00555BAA" w:rsidP="000509AC">
      <w:pPr>
        <w:pStyle w:val="Heading1Center"/>
      </w:pPr>
      <w:bookmarkStart w:id="34" w:name="_Toc444945317"/>
      <w:r>
        <w:lastRenderedPageBreak/>
        <w:t>Chapter 17</w:t>
      </w:r>
      <w:bookmarkEnd w:id="34"/>
    </w:p>
    <w:p w:rsidR="00555BAA" w:rsidRDefault="00555BAA" w:rsidP="00555BAA">
      <w:pPr>
        <w:pStyle w:val="libNormal"/>
      </w:pPr>
      <w:r>
        <w:t>Almighty Allah says:</w:t>
      </w:r>
    </w:p>
    <w:p w:rsidR="00555BAA" w:rsidRDefault="00555BAA" w:rsidP="00555BAA">
      <w:pPr>
        <w:pStyle w:val="libNormal"/>
      </w:pPr>
      <w:r>
        <w:t xml:space="preserve">O, Son of Adam! </w:t>
      </w:r>
      <w:proofErr w:type="gramStart"/>
      <w:r>
        <w:t>up</w:t>
      </w:r>
      <w:proofErr w:type="gramEnd"/>
      <w:r>
        <w:t xml:space="preserve"> to what extent will you forget Me? Up to what extent will you deny </w:t>
      </w:r>
      <w:proofErr w:type="gramStart"/>
      <w:r>
        <w:t>Me</w:t>
      </w:r>
      <w:proofErr w:type="gramEnd"/>
      <w:r>
        <w:t xml:space="preserve">? I am not in the least unjust to the servants. Each and every day you get your sustenance from Me. Up to what extent will you keep on denying </w:t>
      </w:r>
      <w:proofErr w:type="gramStart"/>
      <w:r>
        <w:t>My</w:t>
      </w:r>
      <w:proofErr w:type="gramEnd"/>
      <w:r>
        <w:t xml:space="preserve"> bounties? And up to what extent will you deny My Master-ship? You don’t have any other Lord besides Me. And how long are you going to treat </w:t>
      </w:r>
      <w:proofErr w:type="gramStart"/>
      <w:r>
        <w:t>Me</w:t>
      </w:r>
      <w:proofErr w:type="gramEnd"/>
      <w:r>
        <w:t xml:space="preserve"> rudely? I have never been unjust to you. When you are sick and require the help of a doctor; who is going to cure (intercede) for your sins? Indeed you complained and you are displeased with </w:t>
      </w:r>
      <w:proofErr w:type="gramStart"/>
      <w:r>
        <w:t>My</w:t>
      </w:r>
      <w:proofErr w:type="gramEnd"/>
      <w:r>
        <w:t xml:space="preserve"> decree. If you don’t get food for three days then you say </w:t>
      </w:r>
      <w:proofErr w:type="gramStart"/>
      <w:r>
        <w:t>“ I</w:t>
      </w:r>
      <w:proofErr w:type="gramEnd"/>
      <w:r>
        <w:t xml:space="preserve"> am wicked I wasn’t pious”. Indeed, has he denied </w:t>
      </w:r>
      <w:proofErr w:type="gramStart"/>
      <w:r>
        <w:t>My</w:t>
      </w:r>
      <w:proofErr w:type="gramEnd"/>
      <w:r>
        <w:t xml:space="preserve"> bounties? And the one who did not give </w:t>
      </w:r>
      <w:proofErr w:type="spellStart"/>
      <w:r>
        <w:t>Zakat</w:t>
      </w:r>
      <w:proofErr w:type="spellEnd"/>
      <w:r>
        <w:t xml:space="preserve"> (alms) from his </w:t>
      </w:r>
      <w:proofErr w:type="gramStart"/>
      <w:r>
        <w:t>wealth,</w:t>
      </w:r>
      <w:proofErr w:type="gramEnd"/>
      <w:r>
        <w:t xml:space="preserve"> indeed he has condemned My Book. And when he knows that it is time of payer and he does not pray, indeed he is careless about </w:t>
      </w:r>
      <w:proofErr w:type="gramStart"/>
      <w:r>
        <w:t>Me</w:t>
      </w:r>
      <w:proofErr w:type="gramEnd"/>
      <w:r>
        <w:t xml:space="preserve">. And when he thinks that good is from </w:t>
      </w:r>
      <w:proofErr w:type="gramStart"/>
      <w:r>
        <w:t>Me</w:t>
      </w:r>
      <w:proofErr w:type="gramEnd"/>
      <w:r>
        <w:t xml:space="preserve"> and evil is from Satan, indeed he has denied My Lordship and made </w:t>
      </w:r>
      <w:proofErr w:type="spellStart"/>
      <w:r>
        <w:t>Iblis</w:t>
      </w:r>
      <w:proofErr w:type="spellEnd"/>
      <w:r>
        <w:t xml:space="preserve"> (Satan) My partner.</w:t>
      </w:r>
    </w:p>
    <w:p w:rsidR="00555BAA" w:rsidRDefault="00555BAA" w:rsidP="00D20B5B">
      <w:pPr>
        <w:pStyle w:val="libNormal"/>
      </w:pPr>
      <w:r>
        <w:br w:type="page"/>
      </w:r>
    </w:p>
    <w:p w:rsidR="00555BAA" w:rsidRDefault="00555BAA" w:rsidP="000509AC">
      <w:pPr>
        <w:pStyle w:val="Heading1Center"/>
      </w:pPr>
      <w:bookmarkStart w:id="35" w:name="_Toc444945318"/>
      <w:r>
        <w:rPr>
          <w:rFonts w:hint="eastAsia"/>
          <w:rtl/>
        </w:rPr>
        <w:lastRenderedPageBreak/>
        <w:t>الحديث</w:t>
      </w:r>
      <w:r>
        <w:rPr>
          <w:rtl/>
        </w:rPr>
        <w:t xml:space="preserve"> الثامن عشر</w:t>
      </w:r>
      <w:bookmarkEnd w:id="35"/>
    </w:p>
    <w:p w:rsidR="00555BAA" w:rsidRDefault="00555BAA" w:rsidP="00616AF4">
      <w:pPr>
        <w:pStyle w:val="libAr"/>
      </w:pPr>
      <w:r>
        <w:rPr>
          <w:rtl/>
        </w:rPr>
        <w:t>يَابْنَ آدَمَ!! إصْبِرْ وَ تَوَاضَعْ أَرْفَعْكَ وَ اشْكُرْ لِي أَزِدْكَ وَ اسْتَغْفِرْ لِي أغْفِرْ لَكَ وَ أدْعُنِي أَسْتَجِبْ لَكَ وَاسْألْنِي أُعْطِكَ وَ تَصَدَّقْ لِي أُبَارِكْ لَكَ فِي رِزْقِكَ وَصِلْ رَحِمَكَ أَزِدْ فِي عُمْرِكَ وَ أُنْسِي أَجَلَكَ و</w:t>
      </w:r>
      <w:r>
        <w:rPr>
          <w:rFonts w:hint="eastAsia"/>
          <w:rtl/>
        </w:rPr>
        <w:t>َ</w:t>
      </w:r>
      <w:r>
        <w:rPr>
          <w:rtl/>
        </w:rPr>
        <w:t xml:space="preserve"> اطْلُبْ مِنِّي الْعَافِيَةَ بِطُوْلِ الصِّحَّةِ وَ اطْلُبِ السَّلاََمَةَ فِي الْوَحْدَةِ وَالإخْلاَصَ فِي الْوَرَعِ وَ الزُّهْدَ فِى التَّوبَةِ وَ العِبَادَةَ فِي العِلْمِ وَ الغِنَى فِي الْقَنَاعَةِ</w:t>
      </w:r>
      <w:r>
        <w:t>.</w:t>
      </w:r>
    </w:p>
    <w:p w:rsidR="006F3EF0" w:rsidRDefault="00555BAA" w:rsidP="00616AF4">
      <w:pPr>
        <w:pStyle w:val="libAr"/>
      </w:pPr>
      <w:r>
        <w:rPr>
          <w:rFonts w:hint="eastAsia"/>
          <w:rtl/>
        </w:rPr>
        <w:t>يَابْنَ</w:t>
      </w:r>
      <w:r>
        <w:rPr>
          <w:rtl/>
        </w:rPr>
        <w:t xml:space="preserve"> آدَمَ!! كَيْفَ تَطْمَعُ فِي الْعِبَادَةِ مَعَ الشَّبَعِ وَ كَيْفَ تَطْلُبُ جَلاَء الْقَلْب مَعَ كَثْرَةِ النَّومِ وَ كَيْفَ تَطْمَعُ فِي الْخَوْفِ مِنَ اللَّهِ تَعَالَى مَعَ خَوْفِ الْفَقْرِ وَ كَيْفَ تَطْمَعُ فِي مَرْضَاةِ اللَّهِ تَعَالَى مَعَ اح</w:t>
      </w:r>
      <w:r>
        <w:rPr>
          <w:rFonts w:hint="eastAsia"/>
          <w:rtl/>
        </w:rPr>
        <w:t>ْتِقَارِ</w:t>
      </w:r>
      <w:r>
        <w:rPr>
          <w:rtl/>
        </w:rPr>
        <w:t xml:space="preserve"> الْفُقَرَاءِ والْمَسَاكِين</w:t>
      </w:r>
      <w:r>
        <w:t>.</w:t>
      </w:r>
    </w:p>
    <w:p w:rsidR="00555BAA" w:rsidRDefault="00555BAA" w:rsidP="00D20B5B">
      <w:pPr>
        <w:pStyle w:val="libNormal"/>
      </w:pPr>
      <w:r>
        <w:br w:type="page"/>
      </w:r>
    </w:p>
    <w:p w:rsidR="00555BAA" w:rsidRDefault="00555BAA" w:rsidP="000509AC">
      <w:pPr>
        <w:pStyle w:val="Heading1Center"/>
      </w:pPr>
      <w:bookmarkStart w:id="36" w:name="_Toc444945319"/>
      <w:r>
        <w:lastRenderedPageBreak/>
        <w:t>Chapter 18</w:t>
      </w:r>
      <w:bookmarkEnd w:id="36"/>
    </w:p>
    <w:p w:rsidR="00555BAA" w:rsidRDefault="00555BAA" w:rsidP="00555BAA">
      <w:pPr>
        <w:pStyle w:val="libNormal"/>
      </w:pPr>
      <w:r>
        <w:t>Almighty Allah says:</w:t>
      </w:r>
    </w:p>
    <w:p w:rsidR="00555BAA" w:rsidRDefault="00555BAA" w:rsidP="00555BAA">
      <w:pPr>
        <w:pStyle w:val="libNormal"/>
      </w:pPr>
      <w:r>
        <w:t xml:space="preserve">O, Son of Adam! </w:t>
      </w:r>
      <w:proofErr w:type="gramStart"/>
      <w:r>
        <w:t>be</w:t>
      </w:r>
      <w:proofErr w:type="gramEnd"/>
      <w:r>
        <w:t xml:space="preserve"> patient and be humble and I will elevate you. Thank </w:t>
      </w:r>
      <w:proofErr w:type="gramStart"/>
      <w:r>
        <w:t>Me</w:t>
      </w:r>
      <w:proofErr w:type="gramEnd"/>
      <w:r>
        <w:t xml:space="preserve"> and I will increase your bounties. Seek pardon from </w:t>
      </w:r>
      <w:proofErr w:type="gramStart"/>
      <w:r>
        <w:t>Me</w:t>
      </w:r>
      <w:proofErr w:type="gramEnd"/>
      <w:r>
        <w:t xml:space="preserve">, and I will forgive you. Call upon Me, I will answer you. Ask of Me, I will provide for you. Give alms in </w:t>
      </w:r>
      <w:proofErr w:type="gramStart"/>
      <w:r>
        <w:t>My</w:t>
      </w:r>
      <w:proofErr w:type="gramEnd"/>
      <w:r>
        <w:t xml:space="preserve"> way, and I will bless you with bounties. Be kind towards your relatives, and I will add to your age by delaying death. Seek from </w:t>
      </w:r>
      <w:proofErr w:type="gramStart"/>
      <w:r>
        <w:t>Me</w:t>
      </w:r>
      <w:proofErr w:type="gramEnd"/>
      <w:r>
        <w:t xml:space="preserve"> good health as long as you are healthy. And while you are alone seek safety from Me. Seek sincerity in purity. Seek piety in repentance (</w:t>
      </w:r>
      <w:proofErr w:type="spellStart"/>
      <w:r>
        <w:t>Tawba</w:t>
      </w:r>
      <w:proofErr w:type="spellEnd"/>
      <w:r>
        <w:t xml:space="preserve">). Seek worship in knowledge. Seek independence in contentment. O, Son of Adam! </w:t>
      </w:r>
      <w:proofErr w:type="gramStart"/>
      <w:r>
        <w:t>how</w:t>
      </w:r>
      <w:proofErr w:type="gramEnd"/>
      <w:r>
        <w:t xml:space="preserve"> can you be curious of worship when your stomach is full? How can you enlighten your heart by sleeping a lot? How can you have fear of Allah with fear of poverty? How can you seek the pleasure of Almighty Allah by degrading the poor and the beggars?</w:t>
      </w:r>
    </w:p>
    <w:p w:rsidR="00555BAA" w:rsidRDefault="00555BAA" w:rsidP="00D20B5B">
      <w:pPr>
        <w:pStyle w:val="libNormal"/>
      </w:pPr>
      <w:r>
        <w:br w:type="page"/>
      </w:r>
    </w:p>
    <w:p w:rsidR="00555BAA" w:rsidRDefault="00555BAA" w:rsidP="000509AC">
      <w:pPr>
        <w:pStyle w:val="Heading1Center"/>
      </w:pPr>
      <w:bookmarkStart w:id="37" w:name="_Toc444945320"/>
      <w:r>
        <w:rPr>
          <w:rFonts w:hint="eastAsia"/>
          <w:rtl/>
        </w:rPr>
        <w:lastRenderedPageBreak/>
        <w:t>الحديث</w:t>
      </w:r>
      <w:r>
        <w:rPr>
          <w:rtl/>
        </w:rPr>
        <w:t xml:space="preserve"> التاسع عشر</w:t>
      </w:r>
      <w:bookmarkEnd w:id="37"/>
    </w:p>
    <w:p w:rsidR="00555BAA" w:rsidRDefault="00555BAA" w:rsidP="00616AF4">
      <w:pPr>
        <w:pStyle w:val="libAr"/>
      </w:pPr>
      <w:r>
        <w:rPr>
          <w:rtl/>
        </w:rPr>
        <w:t>يَا أَيُّها النَّاسُ!! لاَ عَقْلَ كَالتَّدْبِيْرِ وَ لاَ وَرَعَ كَالْكَفِّ عَنِ الأَذى وَ لاَ حَسَبَ أرْفَعُ مِنَ الأَدَبِ وَ لاَ شَفِيْعَ كَالتَّوْبَةِ وَ لاَ عِبَادَةَ كَالعِلْمِ وَ لاَ صَلاَةَ إِلّا مَعَ الْخَشْيَةَ وَ لاَ فَقْرَ إلّا مَعَ الصَّبْرِ وَ لاَ عِبَادَة كَالتَّوفِيقِ وَ لاَ قَرِيْنَ أَزْيَنُ مِنَ الْعَقْلِ وَ لاَ رَفِيقَ أَشْيَنُ مِنَ الْجِهْلِ</w:t>
      </w:r>
      <w:r>
        <w:t>.</w:t>
      </w:r>
    </w:p>
    <w:p w:rsidR="006F3EF0" w:rsidRDefault="00555BAA" w:rsidP="00616AF4">
      <w:pPr>
        <w:pStyle w:val="libAr"/>
      </w:pPr>
      <w:r>
        <w:rPr>
          <w:rFonts w:hint="eastAsia"/>
          <w:rtl/>
        </w:rPr>
        <w:t>يَابْنَ</w:t>
      </w:r>
      <w:r>
        <w:rPr>
          <w:rtl/>
        </w:rPr>
        <w:t xml:space="preserve"> آدَمَ!! تَفَرَّغْ لِعِبَادَتِي لَاَََمْلَأُ قَلْبَكَ غِنَى وَ يَدَيْكَ رِزْقاً وَ جِسْمَكَ رَاحَةً؛ وَ لاَ تَغْفُلْ عَنْ ذِكْرِي فَأَمْلَأُ قَلْبَكَ فَقْراً وَ بَدَنَكَ تَعَباً وَ صَدْرَكَ غَمَّاً وَ هَمَّاً وَ جِسْمَك سُقْماً وَ دُنيَاكَ عُسْرَةً</w:t>
      </w:r>
      <w:r>
        <w:t>.</w:t>
      </w:r>
    </w:p>
    <w:p w:rsidR="00555BAA" w:rsidRDefault="00555BAA" w:rsidP="00D20B5B">
      <w:pPr>
        <w:pStyle w:val="libNormal"/>
      </w:pPr>
      <w:r>
        <w:br w:type="page"/>
      </w:r>
    </w:p>
    <w:p w:rsidR="00555BAA" w:rsidRDefault="00555BAA" w:rsidP="000509AC">
      <w:pPr>
        <w:pStyle w:val="Heading1Center"/>
      </w:pPr>
      <w:bookmarkStart w:id="38" w:name="_Toc444945321"/>
      <w:r>
        <w:lastRenderedPageBreak/>
        <w:t>Chapter 19</w:t>
      </w:r>
      <w:bookmarkEnd w:id="38"/>
    </w:p>
    <w:p w:rsidR="00555BAA" w:rsidRDefault="00555BAA" w:rsidP="00555BAA">
      <w:pPr>
        <w:pStyle w:val="libNormal"/>
      </w:pPr>
      <w:r>
        <w:t>Almighty Allah says:</w:t>
      </w:r>
    </w:p>
    <w:p w:rsidR="00555BAA" w:rsidRDefault="00555BAA" w:rsidP="00555BAA">
      <w:pPr>
        <w:pStyle w:val="libNormal"/>
      </w:pPr>
      <w:r>
        <w:t xml:space="preserve">O, You people! </w:t>
      </w:r>
      <w:proofErr w:type="gramStart"/>
      <w:r>
        <w:t>without</w:t>
      </w:r>
      <w:proofErr w:type="gramEnd"/>
      <w:r>
        <w:t xml:space="preserve"> thought there is no wisdom. By annoying others there can be no devotion. Family status is not higher than ethics. There is no intercession like </w:t>
      </w:r>
      <w:proofErr w:type="spellStart"/>
      <w:r>
        <w:t>Tawba</w:t>
      </w:r>
      <w:proofErr w:type="spellEnd"/>
      <w:r>
        <w:t xml:space="preserve"> (repentance). There is no worship like seeking knowledge. There is no worship without fear of Allah. There is no poverty without patience. There is no worship like </w:t>
      </w:r>
      <w:proofErr w:type="spellStart"/>
      <w:r>
        <w:t>Tawfiq</w:t>
      </w:r>
      <w:proofErr w:type="spellEnd"/>
      <w:r>
        <w:t xml:space="preserve"> (heavenly guidance). There is nothing nearer to a person than his intelligence. O, Son of Adam! </w:t>
      </w:r>
      <w:proofErr w:type="gramStart"/>
      <w:r>
        <w:t>by</w:t>
      </w:r>
      <w:proofErr w:type="gramEnd"/>
      <w:r>
        <w:t xml:space="preserve"> worshipping Me be independent from this world. I will fill your heart with independence and your hands with sustenance and your body with rest. Don’t neglect </w:t>
      </w:r>
      <w:proofErr w:type="gramStart"/>
      <w:r>
        <w:t>My</w:t>
      </w:r>
      <w:proofErr w:type="gramEnd"/>
      <w:r>
        <w:t xml:space="preserve"> remembrance or I will fill your heart with poverty, your soul with difficulties, your body with sickness, your world full of afflictions.</w:t>
      </w:r>
    </w:p>
    <w:p w:rsidR="00555BAA" w:rsidRDefault="00555BAA" w:rsidP="00D20B5B">
      <w:pPr>
        <w:pStyle w:val="libNormal"/>
      </w:pPr>
      <w:r>
        <w:br w:type="page"/>
      </w:r>
    </w:p>
    <w:p w:rsidR="00555BAA" w:rsidRDefault="00555BAA" w:rsidP="000509AC">
      <w:pPr>
        <w:pStyle w:val="Heading1Center"/>
      </w:pPr>
      <w:bookmarkStart w:id="39" w:name="_Toc444945322"/>
      <w:r>
        <w:rPr>
          <w:rFonts w:hint="eastAsia"/>
          <w:rtl/>
        </w:rPr>
        <w:lastRenderedPageBreak/>
        <w:t>الحديث</w:t>
      </w:r>
      <w:r>
        <w:rPr>
          <w:rtl/>
        </w:rPr>
        <w:t xml:space="preserve"> العشرون‏</w:t>
      </w:r>
      <w:bookmarkEnd w:id="39"/>
    </w:p>
    <w:p w:rsidR="00555BAA" w:rsidRDefault="00555BAA" w:rsidP="00616AF4">
      <w:pPr>
        <w:pStyle w:val="libAr"/>
      </w:pPr>
      <w:r>
        <w:rPr>
          <w:rtl/>
        </w:rPr>
        <w:t xml:space="preserve">يَابْنَ آدَمَ!! اَلْمَوْتُ يَكْشِفُ أَسْرَارَكَ وَالْقِيَامَةُ تَبْلُو أَخْبَارَكَ وَالكِتَابُ يَهْتِكُ أَسْتَارَكَ فَإذا أَذْنَبْتَ ذَنْباً صَغِيراً فَلا تَنْظُرْ إلَى صِغَرِهِ وَلَكِن اُنْظُرْ إلَى مَنْ عَصَيْتَهُ وَ إذا رُزِقْتَ رِزْقاً قَلِيلاً فَلاَ </w:t>
      </w:r>
      <w:r>
        <w:rPr>
          <w:rFonts w:hint="eastAsia"/>
          <w:rtl/>
        </w:rPr>
        <w:t>تَنْظُرْ</w:t>
      </w:r>
      <w:r>
        <w:rPr>
          <w:rtl/>
        </w:rPr>
        <w:t xml:space="preserve"> إلَى قِلَّتِهِ وَ لَكِنِ اُنْظُرْ إلَى مَنْ رَزَقَكَ</w:t>
      </w:r>
      <w:r>
        <w:t>.</w:t>
      </w:r>
    </w:p>
    <w:p w:rsidR="00555BAA" w:rsidRDefault="00555BAA" w:rsidP="00616AF4">
      <w:pPr>
        <w:pStyle w:val="libAr"/>
      </w:pPr>
      <w:r>
        <w:rPr>
          <w:rFonts w:hint="eastAsia"/>
          <w:rtl/>
        </w:rPr>
        <w:t>يَابْنَ</w:t>
      </w:r>
      <w:r>
        <w:rPr>
          <w:rtl/>
        </w:rPr>
        <w:t xml:space="preserve"> آدَمَ!! لاَ تَأمَنْ مِنْ مَكْرِي فَإنَّ مَكْرِي أَخْفَى مِنْ دَبِيْبِ النَّمْلِ عَلى الصَّفَاءِ في اللَّيْلَةِ الظَّلْمَاءِ</w:t>
      </w:r>
      <w:r>
        <w:t>.</w:t>
      </w:r>
    </w:p>
    <w:p w:rsidR="006F3EF0" w:rsidRDefault="00555BAA" w:rsidP="00616AF4">
      <w:pPr>
        <w:pStyle w:val="libAr"/>
      </w:pPr>
      <w:r>
        <w:rPr>
          <w:rFonts w:hint="eastAsia"/>
          <w:rtl/>
        </w:rPr>
        <w:t>يَابْنَ</w:t>
      </w:r>
      <w:r>
        <w:rPr>
          <w:rtl/>
        </w:rPr>
        <w:t xml:space="preserve"> آدَمَ!! هَلْ أَدَّيْتُمْ فَرَائِضِي كَما أمرْتُكُمْ وَهَلْ وَاسيْتُمُ الْمَسَاكِينَ بِأَمْوالِكُمْ وَ أَنْفُسِكُمْ وَ هَلْ أَحْسَنْتُمْ إِلَى مَنْ أَسَاءَ إِلَيْكُمْ وَ هَلْ عَفَوْتُمْ عَمَّنْ ظَلَمَكُمْ وَ هَلْ وَصَلْتُمْ مَنْ قَطَعَكُمْ وَهلْ أَن</w:t>
      </w:r>
      <w:r>
        <w:rPr>
          <w:rFonts w:hint="eastAsia"/>
          <w:rtl/>
        </w:rPr>
        <w:t>ْصَفْتُمْ</w:t>
      </w:r>
      <w:r>
        <w:rPr>
          <w:rtl/>
        </w:rPr>
        <w:t xml:space="preserve"> مَنْ خَانَكُمْ وَهَلْ كَلَّمْتُمْ مَنْ هَاجَرَكُمْ وَ هَلْ أَدَّبْتُمْ أَوْلاَدَكُمْ وَ هَلْ سَألْتُمُ العْلَمَاءَ مِنْ أَمْرِ دِيْنِكُمْ وَ دُنْيَاكُمْ؛ فَإِنِّي لاَ أَنْظُرُ إلَى صُوَرِكُمْ وَ لاَ إِلَى مَحاسِنِكُمْ وَ لَكِنْ أَنْظُرُ إلَى قُلُ</w:t>
      </w:r>
      <w:r>
        <w:rPr>
          <w:rFonts w:hint="eastAsia"/>
          <w:rtl/>
        </w:rPr>
        <w:t>وبِكُمْ</w:t>
      </w:r>
      <w:r>
        <w:rPr>
          <w:rtl/>
        </w:rPr>
        <w:t xml:space="preserve"> وَ أَعْمَالِكُمْ وَ أرْضَى مِنْكُمْ بِهذِهِ الْخِصَال</w:t>
      </w:r>
      <w:r>
        <w:t>.</w:t>
      </w:r>
    </w:p>
    <w:p w:rsidR="00555BAA" w:rsidRDefault="00555BAA" w:rsidP="00D20B5B">
      <w:pPr>
        <w:pStyle w:val="libNormal"/>
      </w:pPr>
      <w:r>
        <w:br w:type="page"/>
      </w:r>
    </w:p>
    <w:p w:rsidR="00555BAA" w:rsidRDefault="00555BAA" w:rsidP="000509AC">
      <w:pPr>
        <w:pStyle w:val="Heading1Center"/>
      </w:pPr>
      <w:bookmarkStart w:id="40" w:name="_Toc444945323"/>
      <w:r>
        <w:lastRenderedPageBreak/>
        <w:t>Chapter 20</w:t>
      </w:r>
      <w:bookmarkEnd w:id="40"/>
    </w:p>
    <w:p w:rsidR="00555BAA" w:rsidRDefault="00555BAA" w:rsidP="00555BAA">
      <w:pPr>
        <w:pStyle w:val="libNormal"/>
      </w:pPr>
      <w:r>
        <w:t>Almighty Allah says:</w:t>
      </w:r>
    </w:p>
    <w:p w:rsidR="00555BAA" w:rsidRDefault="00555BAA" w:rsidP="00555BAA">
      <w:pPr>
        <w:pStyle w:val="libNormal"/>
      </w:pPr>
      <w:r>
        <w:t xml:space="preserve">O, Son of Adam! </w:t>
      </w:r>
      <w:proofErr w:type="gramStart"/>
      <w:r>
        <w:t>death</w:t>
      </w:r>
      <w:proofErr w:type="gramEnd"/>
      <w:r>
        <w:t xml:space="preserve"> will reveal your character. The Day of </w:t>
      </w:r>
      <w:proofErr w:type="spellStart"/>
      <w:r>
        <w:t>Judgement</w:t>
      </w:r>
      <w:proofErr w:type="spellEnd"/>
      <w:r>
        <w:t xml:space="preserve"> is going to be a test of your deeds. Your book of deeds will reveal your character. When you commit a minor sin, don’t think of it as little but think towards whom you committed the sin. If you get little sustenance, don’t think of it as little, but think from whom you are getting it. O, Son of Adam! </w:t>
      </w:r>
      <w:proofErr w:type="gramStart"/>
      <w:r>
        <w:t>don’t</w:t>
      </w:r>
      <w:proofErr w:type="gramEnd"/>
      <w:r>
        <w:t xml:space="preserve"> become peaceful of My deceptions because My deceptions are concealed like the movement of an ant on a stone in utter darkness. O, Son of Adam! </w:t>
      </w:r>
      <w:proofErr w:type="gramStart"/>
      <w:r>
        <w:t>have</w:t>
      </w:r>
      <w:proofErr w:type="gramEnd"/>
      <w:r>
        <w:t xml:space="preserve"> you ever completed the commands which I have commanded you? Have you ever been nicer to the poor than you are to yourself by giving you wealth to them? Have you ever been good towards the people who have been bad to you? Did you forgive those who were unjust to you? Have you been kind to relatives who have broken off their ties with you? Have you ever been just towards those who are treacherous towards you? Did you talk to those who have left you? Did you teach your children good manners? Did you ask learned ones (</w:t>
      </w:r>
      <w:proofErr w:type="spellStart"/>
      <w:r>
        <w:t>Ulamas</w:t>
      </w:r>
      <w:proofErr w:type="spellEnd"/>
      <w:r>
        <w:t xml:space="preserve">) about your world and your Hereafter? Indeed, I will look at your beautiful faces and good appearance, but I will see your hearts and deeds, and will be pleased because of these </w:t>
      </w:r>
      <w:proofErr w:type="spellStart"/>
      <w:r>
        <w:t>characterise</w:t>
      </w:r>
      <w:proofErr w:type="spellEnd"/>
      <w:r>
        <w:t>.</w:t>
      </w:r>
    </w:p>
    <w:p w:rsidR="00555BAA" w:rsidRDefault="00555BAA" w:rsidP="00D20B5B">
      <w:pPr>
        <w:pStyle w:val="libNormal"/>
      </w:pPr>
      <w:r>
        <w:br w:type="page"/>
      </w:r>
    </w:p>
    <w:p w:rsidR="00555BAA" w:rsidRDefault="00555BAA" w:rsidP="000509AC">
      <w:pPr>
        <w:pStyle w:val="Heading1Center"/>
      </w:pPr>
      <w:bookmarkStart w:id="41" w:name="_Toc444945324"/>
      <w:r>
        <w:rPr>
          <w:rFonts w:hint="eastAsia"/>
          <w:rtl/>
        </w:rPr>
        <w:lastRenderedPageBreak/>
        <w:t>الحديث</w:t>
      </w:r>
      <w:r>
        <w:rPr>
          <w:rtl/>
        </w:rPr>
        <w:t xml:space="preserve"> الحادي والعشرون‏</w:t>
      </w:r>
      <w:bookmarkEnd w:id="41"/>
    </w:p>
    <w:p w:rsidR="006F3EF0" w:rsidRDefault="00555BAA" w:rsidP="00616AF4">
      <w:pPr>
        <w:pStyle w:val="libAr"/>
      </w:pPr>
      <w:r>
        <w:rPr>
          <w:rtl/>
        </w:rPr>
        <w:t>يَابْنَ آدَمَ! انْظُرْ إلَى نَفْسِكَ وَإلَى جَمِيعِ خلْقِي فَإنْ وَجَدْتَ أَخداً أَعِزَّ إِلَيْكَ مِنْ نَفْسِكَ فَصْرفُ كَرَامَتَكَ إِلَيْهِ وَ إِلَّا فَأكرِمْ نَفْسَكَ بِالتَّوْبَةِ وَ العَمَلِ الصَّالِحِ إِنْ كانَتْ عَلَيْكَ عَزِيزَةً، يَا أَيُّهَا الَّ</w:t>
      </w:r>
      <w:r>
        <w:rPr>
          <w:rFonts w:hint="eastAsia"/>
          <w:rtl/>
        </w:rPr>
        <w:t>ذِينَ</w:t>
      </w:r>
      <w:r>
        <w:rPr>
          <w:rtl/>
        </w:rPr>
        <w:t xml:space="preserve"> آمَنُوا اذْكُرُوا نِعْمَةَ اللَّهِ عَلَيْكُمْ وَ اتَّقُوا اللَّهَ قَبْلَ يَوْمِ الْقِيَامَةِ وَ يَوْمِ الوَاقِعَةِ وَ يَوْمِ التَّغَابُنِ وَ يَوْمِ الْحَاقَّةِ وَ يَوْمٍ كانَ مِقْدَارُهُ خَمْسِيْنَ أَلْفَ سَنَةٍ وَ يَوْمٍ لَا يُؤْذَنُ لَهُمْ فَيَعْتَ</w:t>
      </w:r>
      <w:r>
        <w:rPr>
          <w:rFonts w:hint="eastAsia"/>
          <w:rtl/>
        </w:rPr>
        <w:t>ذِرُونَ</w:t>
      </w:r>
      <w:r>
        <w:rPr>
          <w:rtl/>
        </w:rPr>
        <w:t xml:space="preserve"> وَ يَوْمِ الطَّامَّةِ، وَ يَوْمِ الصَّاخَّةِ وَ يَوْمٍ عَبُوسٍ قمطَرِيرٍ وَ يَوْمٍ لّا تَمْلِكُ نَفْسٌ لِنَفْسٍ شَيْئاً وَ يَوْمِ الدَّمدَمَةِ وَ يَوْمِ الزَّلْزَلَةِ وَ يَوْمِ القَارِعَةِ، فَاتَّقُوا اللَّهَ لِيَوْمِ مَوَاقِعِ الْجِبَالِ قَبْلَ ال</w:t>
      </w:r>
      <w:r>
        <w:rPr>
          <w:rFonts w:hint="eastAsia"/>
          <w:rtl/>
        </w:rPr>
        <w:t>صَّيْحَةِ</w:t>
      </w:r>
      <w:r>
        <w:rPr>
          <w:rtl/>
        </w:rPr>
        <w:t xml:space="preserve"> وَالزِّلْزَالِ إِذَا شَابَ مِنْ هَوْلِهِ الْأَطْفَالُ وَ لَا تَكُونُوا كَالَّذِيْنَ قَالُوا سَمِعْنَا وَعَصَيْنَا</w:t>
      </w:r>
      <w:r>
        <w:t>.</w:t>
      </w:r>
    </w:p>
    <w:p w:rsidR="00555BAA" w:rsidRDefault="00555BAA" w:rsidP="00D20B5B">
      <w:pPr>
        <w:pStyle w:val="libNormal"/>
      </w:pPr>
      <w:r>
        <w:br w:type="page"/>
      </w:r>
    </w:p>
    <w:p w:rsidR="00555BAA" w:rsidRDefault="00555BAA" w:rsidP="000509AC">
      <w:pPr>
        <w:pStyle w:val="Heading1Center"/>
      </w:pPr>
      <w:bookmarkStart w:id="42" w:name="_Toc444945325"/>
      <w:r>
        <w:lastRenderedPageBreak/>
        <w:t>Chapter 21</w:t>
      </w:r>
      <w:bookmarkEnd w:id="42"/>
    </w:p>
    <w:p w:rsidR="00555BAA" w:rsidRDefault="00555BAA" w:rsidP="00555BAA">
      <w:pPr>
        <w:pStyle w:val="libNormal"/>
      </w:pPr>
      <w:r>
        <w:t>Almighty Allah says:</w:t>
      </w:r>
    </w:p>
    <w:p w:rsidR="00555BAA" w:rsidRDefault="00555BAA" w:rsidP="00555BAA">
      <w:pPr>
        <w:pStyle w:val="libNormal"/>
      </w:pPr>
      <w:r>
        <w:t xml:space="preserve">O, Son of Adam! </w:t>
      </w:r>
      <w:proofErr w:type="gramStart"/>
      <w:r>
        <w:t>look</w:t>
      </w:r>
      <w:proofErr w:type="gramEnd"/>
      <w:r>
        <w:t xml:space="preserve"> towards your soul and towards all My creatures. If you find one of them more honorable then yourself, be generous to him. Otherwise increase your </w:t>
      </w:r>
      <w:proofErr w:type="spellStart"/>
      <w:r>
        <w:t>honour</w:t>
      </w:r>
      <w:proofErr w:type="spellEnd"/>
      <w:r>
        <w:t xml:space="preserve"> by doing </w:t>
      </w:r>
      <w:proofErr w:type="spellStart"/>
      <w:r>
        <w:t>Tawba</w:t>
      </w:r>
      <w:proofErr w:type="spellEnd"/>
      <w:r>
        <w:t xml:space="preserve"> (repentance) and with good deeds (if you </w:t>
      </w:r>
      <w:proofErr w:type="spellStart"/>
      <w:r>
        <w:t>honour</w:t>
      </w:r>
      <w:proofErr w:type="spellEnd"/>
      <w:r>
        <w:t xml:space="preserve"> yourself). O, You who believe! </w:t>
      </w:r>
      <w:proofErr w:type="gramStart"/>
      <w:r>
        <w:t>remember</w:t>
      </w:r>
      <w:proofErr w:type="gramEnd"/>
      <w:r>
        <w:t xml:space="preserve"> the bounties of Allah bestowed upon you. Fear Allah before, the day of </w:t>
      </w:r>
      <w:proofErr w:type="spellStart"/>
      <w:r>
        <w:t>judgement</w:t>
      </w:r>
      <w:proofErr w:type="spellEnd"/>
      <w:r>
        <w:t>: the great event (</w:t>
      </w:r>
      <w:proofErr w:type="spellStart"/>
      <w:r>
        <w:t>Waqia</w:t>
      </w:r>
      <w:proofErr w:type="spellEnd"/>
      <w:r>
        <w:t>), the day of calamity, the day which measures 50,000 years, the day in which all are speechless, the day when excuses won’t be accepted, the day of predominating calamity (</w:t>
      </w:r>
      <w:proofErr w:type="spellStart"/>
      <w:r>
        <w:t>Taamma</w:t>
      </w:r>
      <w:proofErr w:type="spellEnd"/>
      <w:r>
        <w:t>), the day when the deafening cry comes (</w:t>
      </w:r>
      <w:proofErr w:type="spellStart"/>
      <w:r>
        <w:t>Sakha</w:t>
      </w:r>
      <w:proofErr w:type="spellEnd"/>
      <w:r>
        <w:t xml:space="preserve">), the day of stern and distress, the day when no soul </w:t>
      </w:r>
      <w:proofErr w:type="spellStart"/>
      <w:r>
        <w:t>wil</w:t>
      </w:r>
      <w:proofErr w:type="spellEnd"/>
      <w:r>
        <w:t xml:space="preserve"> have power over another </w:t>
      </w:r>
      <w:proofErr w:type="spellStart"/>
      <w:r>
        <w:t>another</w:t>
      </w:r>
      <w:proofErr w:type="spellEnd"/>
      <w:r>
        <w:t xml:space="preserve"> soul, the day of destruction (</w:t>
      </w:r>
      <w:proofErr w:type="spellStart"/>
      <w:r>
        <w:t>Damor</w:t>
      </w:r>
      <w:proofErr w:type="spellEnd"/>
      <w:r>
        <w:t>), the day of earthquake, the day of terrible calamity (</w:t>
      </w:r>
      <w:proofErr w:type="spellStart"/>
      <w:r>
        <w:t>Zilzala</w:t>
      </w:r>
      <w:proofErr w:type="spellEnd"/>
      <w:r>
        <w:t xml:space="preserve">). Thus: Fear Allah for the day when mountains will perish because of the earthquake; </w:t>
      </w:r>
      <w:proofErr w:type="gramStart"/>
      <w:r>
        <w:t>The</w:t>
      </w:r>
      <w:proofErr w:type="gramEnd"/>
      <w:r>
        <w:t xml:space="preserve"> day of horror that turns children into gray. Don’t become one of those people who will say we heard and we disobeyed.</w:t>
      </w:r>
    </w:p>
    <w:p w:rsidR="00555BAA" w:rsidRDefault="00555BAA" w:rsidP="00D20B5B">
      <w:pPr>
        <w:pStyle w:val="libNormal"/>
      </w:pPr>
      <w:r>
        <w:br w:type="page"/>
      </w:r>
    </w:p>
    <w:p w:rsidR="00555BAA" w:rsidRDefault="00555BAA" w:rsidP="000509AC">
      <w:pPr>
        <w:pStyle w:val="Heading1Center"/>
      </w:pPr>
      <w:bookmarkStart w:id="43" w:name="_Toc444945326"/>
      <w:r>
        <w:rPr>
          <w:rFonts w:hint="eastAsia"/>
          <w:rtl/>
        </w:rPr>
        <w:lastRenderedPageBreak/>
        <w:t>الحديث</w:t>
      </w:r>
      <w:r>
        <w:rPr>
          <w:rtl/>
        </w:rPr>
        <w:t xml:space="preserve"> الثاني والعشرون‏</w:t>
      </w:r>
      <w:bookmarkEnd w:id="43"/>
    </w:p>
    <w:p w:rsidR="006F3EF0" w:rsidRDefault="00555BAA" w:rsidP="00616AF4">
      <w:pPr>
        <w:pStyle w:val="libAr"/>
      </w:pPr>
      <w:r>
        <w:rPr>
          <w:rFonts w:hint="eastAsia"/>
          <w:rtl/>
        </w:rPr>
        <w:t>يَا</w:t>
      </w:r>
      <w:r>
        <w:rPr>
          <w:rtl/>
        </w:rPr>
        <w:t xml:space="preserve"> أَيُّهَا الَّذِينَ آمَنُوا اذْكُرُوا اللَّه ذِكراً كثِيراً، يَا مُوسَى بْنَ عِمْرَانَ يَا صَاحِبَ البَيَانِ اسْمَعِ كَلَامِي ألْوَاناً ألْوَاناً إِنِّي أَنا اللَّهُ الْمَلِكُ الدّيّانُ لَيْسَ بَيْنِي وَ بَيْنَكَ تَرْجُمَانٌ، بَشِّرْ آكِلَ الرِّبَا وَ ا</w:t>
      </w:r>
      <w:r>
        <w:rPr>
          <w:rFonts w:hint="eastAsia"/>
          <w:rtl/>
        </w:rPr>
        <w:t>لعَاقَّ</w:t>
      </w:r>
      <w:r>
        <w:rPr>
          <w:rtl/>
        </w:rPr>
        <w:t xml:space="preserve"> لِوَالِدَيْهِ بِغَضَبِ الرَّحمنِ وَ مُقَطَّعَاتِ النِّيرَانِ، يَابْنَ آدَمَ إِذَا وَجَدْتَ قَسَاوَةً فِي قَلْبِكَ وَ سُقْماً فِي بَدَنِكَ أَوْ حِرْمَاناً فِي رِزْقِكَ. فَاعْلَمْ</w:t>
      </w:r>
      <w:r>
        <w:t>.</w:t>
      </w:r>
    </w:p>
    <w:p w:rsidR="00555BAA" w:rsidRDefault="00555BAA" w:rsidP="00D20B5B">
      <w:pPr>
        <w:pStyle w:val="libNormal"/>
      </w:pPr>
      <w:r>
        <w:br w:type="page"/>
      </w:r>
    </w:p>
    <w:p w:rsidR="00555BAA" w:rsidRDefault="00555BAA" w:rsidP="000509AC">
      <w:pPr>
        <w:pStyle w:val="Heading1Center"/>
      </w:pPr>
      <w:bookmarkStart w:id="44" w:name="_Toc444945327"/>
      <w:r>
        <w:lastRenderedPageBreak/>
        <w:t>Chapter 22</w:t>
      </w:r>
      <w:bookmarkEnd w:id="44"/>
    </w:p>
    <w:p w:rsidR="00555BAA" w:rsidRDefault="00555BAA" w:rsidP="00555BAA">
      <w:pPr>
        <w:pStyle w:val="libNormal"/>
      </w:pPr>
      <w:r>
        <w:t>Almighty Allah says:</w:t>
      </w:r>
    </w:p>
    <w:p w:rsidR="00555BAA" w:rsidRDefault="00555BAA" w:rsidP="00555BAA">
      <w:pPr>
        <w:pStyle w:val="libNormal"/>
      </w:pPr>
      <w:r>
        <w:t xml:space="preserve">O, you who believe! </w:t>
      </w:r>
      <w:proofErr w:type="gramStart"/>
      <w:r>
        <w:t>remember</w:t>
      </w:r>
      <w:proofErr w:type="gramEnd"/>
      <w:r>
        <w:t xml:space="preserve"> Allah abundantly. O, Musa Son of </w:t>
      </w:r>
      <w:proofErr w:type="spellStart"/>
      <w:r>
        <w:t>Imran</w:t>
      </w:r>
      <w:proofErr w:type="spellEnd"/>
      <w:r>
        <w:t xml:space="preserve">! O, Master of expression, listen to </w:t>
      </w:r>
      <w:proofErr w:type="gramStart"/>
      <w:r>
        <w:t>My</w:t>
      </w:r>
      <w:proofErr w:type="gramEnd"/>
      <w:r>
        <w:t xml:space="preserve"> different kind of words: Indeed, I am Allah the King who gives reward. There is no need of any interpreter between you and Me. Warn the one who takes </w:t>
      </w:r>
      <w:proofErr w:type="gramStart"/>
      <w:r>
        <w:t>Reba’(</w:t>
      </w:r>
      <w:proofErr w:type="gramEnd"/>
      <w:r>
        <w:t>interest) and the one who is disinherited by his parents (</w:t>
      </w:r>
      <w:proofErr w:type="spellStart"/>
      <w:r>
        <w:t>Aaq</w:t>
      </w:r>
      <w:proofErr w:type="spellEnd"/>
      <w:r>
        <w:t xml:space="preserve"> al-</w:t>
      </w:r>
      <w:proofErr w:type="spellStart"/>
      <w:r>
        <w:t>Walidain</w:t>
      </w:r>
      <w:proofErr w:type="spellEnd"/>
      <w:r>
        <w:t xml:space="preserve">). Warn him of wrath of </w:t>
      </w:r>
      <w:proofErr w:type="spellStart"/>
      <w:r>
        <w:t>Rahman</w:t>
      </w:r>
      <w:proofErr w:type="spellEnd"/>
      <w:r>
        <w:t xml:space="preserve"> (the beneficent) and flame of Hell. O, Son of Adam! </w:t>
      </w:r>
      <w:proofErr w:type="gramStart"/>
      <w:r>
        <w:t>when</w:t>
      </w:r>
      <w:proofErr w:type="gramEnd"/>
      <w:r>
        <w:t xml:space="preserve"> you find that your heart has hardened and there is disease in your body and you don’t find sustenance, then you should know that: Indeed, you have said something which has not benefited you. O, Son of Adam! </w:t>
      </w:r>
      <w:proofErr w:type="gramStart"/>
      <w:r>
        <w:t>your</w:t>
      </w:r>
      <w:proofErr w:type="gramEnd"/>
      <w:r>
        <w:t xml:space="preserve"> religion is not going to correct you until you straighten your tongue and your heart. And your heart is not going to be straightened unless you straighten your tongue. And your tongue is not going to be straightened unless you are humble towards your Lord. When you see the faults of people and don’t see the faults in yourself, then indeed, you have pleased Satan and angered you Lord. O, Son of Adam! If your tongue is (like) a lion and if you leave it alone, it will destroy </w:t>
      </w:r>
      <w:proofErr w:type="gramStart"/>
      <w:r>
        <w:t>you,</w:t>
      </w:r>
      <w:proofErr w:type="gramEnd"/>
      <w:r>
        <w:t xml:space="preserve"> your destruction is because of your tongue.</w:t>
      </w:r>
    </w:p>
    <w:p w:rsidR="00555BAA" w:rsidRDefault="00555BAA" w:rsidP="00D20B5B">
      <w:pPr>
        <w:pStyle w:val="libNormal"/>
      </w:pPr>
      <w:r>
        <w:br w:type="page"/>
      </w:r>
    </w:p>
    <w:p w:rsidR="00555BAA" w:rsidRDefault="00555BAA" w:rsidP="000509AC">
      <w:pPr>
        <w:pStyle w:val="Heading1Center"/>
      </w:pPr>
      <w:bookmarkStart w:id="45" w:name="_Toc444945328"/>
      <w:r>
        <w:rPr>
          <w:rFonts w:hint="eastAsia"/>
          <w:rtl/>
        </w:rPr>
        <w:lastRenderedPageBreak/>
        <w:t>الحديث</w:t>
      </w:r>
      <w:r>
        <w:rPr>
          <w:rtl/>
        </w:rPr>
        <w:t xml:space="preserve"> الثالث والعشرون‏</w:t>
      </w:r>
      <w:bookmarkEnd w:id="45"/>
    </w:p>
    <w:p w:rsidR="006F3EF0" w:rsidRDefault="00555BAA" w:rsidP="00616AF4">
      <w:pPr>
        <w:pStyle w:val="libAr"/>
      </w:pPr>
      <w:r>
        <w:rPr>
          <w:rtl/>
        </w:rPr>
        <w:t>يَابْنَ آدَمَ! إِنَّ الشَّيْطَانَ لَكُمْ عَدُوٌّ مُبِيْنٌ فَاتَّخِذُوهُ عَدُوّاً فَعْمَلُوا لِلْيَوْم الَّذِي تُحْشَروُنَ فِيهِ إِلَى اللَّهِ تَعَالَى فَوْجاً فَوْجاً. وَتَقِفُونَ بَيْنَ يَدَي اللَّهِ صَفّاً صَفّاً وَتَقْرَوْنَ الكِتَابَ حَرْفاً حَرْفاً و</w:t>
      </w:r>
      <w:r>
        <w:rPr>
          <w:rFonts w:hint="eastAsia"/>
          <w:rtl/>
        </w:rPr>
        <w:t>َتُسْأَلُونَ</w:t>
      </w:r>
      <w:r>
        <w:rPr>
          <w:rtl/>
        </w:rPr>
        <w:t xml:space="preserve"> عَمَّا تَعْمَلُونَ سِرّاً وَجَهْراً، ثُمَّ يُسَاقُ الْمُتَّقُونَ إِلَى الْجِنَانِ وَفْداً وَفْداً وَالْمُجْرِمُونَ إِلَى جَهَنَّمَ وِرْداً وِرْداً كَفَاكُمْ مِنَ اللَّهِ وَعْداً وَ وَعِيداً، أَنَّكَ نَكلَّمْتَ فِيما لَا يَعْنِيكَ، يَابْنَ آدَم</w:t>
      </w:r>
      <w:r>
        <w:rPr>
          <w:rFonts w:hint="eastAsia"/>
          <w:rtl/>
        </w:rPr>
        <w:t>َ</w:t>
      </w:r>
      <w:r>
        <w:rPr>
          <w:rtl/>
        </w:rPr>
        <w:t xml:space="preserve"> لَا يَسْتَقِيمُ دِيْنُكَ حَتَّى يَسْتَقِيمَ لِسَانُكَ وَ قَلْبُكَ وَ لّا يَسْتَقِيمُ قَلْبُكَ حَتَّى يَسْتَقِيمَ لِسَانُكَ وَ لَا يَسْتَقِيمُ لِسَانُكَ حَتَّى تَسْتَحْيِي مِنْ رَبِّكَ، وَ إِذَا نَظَرْتَ إِلَى عُيُوبِ النَّاسِ وَ نَسِيْتَ عُيُوبَكَ فَقَدْ أَرْضَيْت الشَّيْطَانَ وَ أَغْضَبْتَ الرَّحمنَ، يَابْنَ آدَمَ لِسَانُكَ أَسَدٌ إنْ أَطْلَقْتَهُ أَهْلَكَكَ وَ هَلَاكُكَ فِي طَرَفِ لسَانك. فَأنا اللَّهُ فَأعرِفُونِي، وَ أَنَا الْمُنْعِمُ فَاشْكُرُونِي، وَ أَنَا الغَفَّارُ فاسْتَغْفِرُونِي وَ أَنَا الْمَق</w:t>
      </w:r>
      <w:r>
        <w:rPr>
          <w:rFonts w:hint="eastAsia"/>
          <w:rtl/>
        </w:rPr>
        <w:t>ْصُودُ</w:t>
      </w:r>
      <w:r>
        <w:rPr>
          <w:rtl/>
        </w:rPr>
        <w:t xml:space="preserve"> فَاقْصِدُونِي، وَ أَنَا الْعَالِمُ بِالسَّرائِرِ فَاحْذَرُونِي</w:t>
      </w:r>
      <w:r>
        <w:t>.</w:t>
      </w:r>
    </w:p>
    <w:p w:rsidR="00555BAA" w:rsidRDefault="00555BAA" w:rsidP="00D20B5B">
      <w:pPr>
        <w:pStyle w:val="libNormal"/>
      </w:pPr>
      <w:r>
        <w:br w:type="page"/>
      </w:r>
    </w:p>
    <w:p w:rsidR="00555BAA" w:rsidRDefault="00555BAA" w:rsidP="000509AC">
      <w:pPr>
        <w:pStyle w:val="Heading1Center"/>
      </w:pPr>
      <w:bookmarkStart w:id="46" w:name="_Toc444945329"/>
      <w:r>
        <w:lastRenderedPageBreak/>
        <w:t>Chapter 23</w:t>
      </w:r>
      <w:bookmarkEnd w:id="46"/>
    </w:p>
    <w:p w:rsidR="00555BAA" w:rsidRDefault="00555BAA" w:rsidP="00555BAA">
      <w:pPr>
        <w:pStyle w:val="libNormal"/>
      </w:pPr>
      <w:r>
        <w:t>Almighty Allah says:</w:t>
      </w:r>
    </w:p>
    <w:p w:rsidR="00555BAA" w:rsidRDefault="00555BAA" w:rsidP="00555BAA">
      <w:pPr>
        <w:pStyle w:val="libNormal"/>
      </w:pPr>
      <w:r>
        <w:t xml:space="preserve">O, Son of Adam! Indeed Satan is your open </w:t>
      </w:r>
      <w:proofErr w:type="gramStart"/>
      <w:r>
        <w:t>enemy,</w:t>
      </w:r>
      <w:proofErr w:type="gramEnd"/>
      <w:r>
        <w:t xml:space="preserve"> therefore regard him as your enemy. Do good deeds for the Day on which you will be present in front of Almighty Allah in groups. In front of Allah you will be lined up and you will read your book of deeds, word by word. You will be asked what you have done openly and secretly. Then pious people will go towards Heaven, group after group. And the sinful people will go towards Hell. Sufficient for you are the promises of Allah. And I am Allah you should know! </w:t>
      </w:r>
      <w:proofErr w:type="spellStart"/>
      <w:r>
        <w:t>Me</w:t>
      </w:r>
      <w:proofErr w:type="gramStart"/>
      <w:r>
        <w:t>!I</w:t>
      </w:r>
      <w:proofErr w:type="spellEnd"/>
      <w:proofErr w:type="gramEnd"/>
      <w:r>
        <w:t xml:space="preserve"> am the Sustainer, thus thank Me. I am the Forgiver, thus seek forgiveness from </w:t>
      </w:r>
      <w:proofErr w:type="gramStart"/>
      <w:r>
        <w:t>Me</w:t>
      </w:r>
      <w:proofErr w:type="gramEnd"/>
      <w:r>
        <w:t xml:space="preserve">. I am the final destination, thus turn towards </w:t>
      </w:r>
      <w:proofErr w:type="gramStart"/>
      <w:r>
        <w:t>Me</w:t>
      </w:r>
      <w:proofErr w:type="gramEnd"/>
      <w:r>
        <w:t xml:space="preserve">. I am the Knower of your secrets, thus fear </w:t>
      </w:r>
      <w:proofErr w:type="gramStart"/>
      <w:r>
        <w:t>Me</w:t>
      </w:r>
      <w:proofErr w:type="gramEnd"/>
      <w:r>
        <w:t>.</w:t>
      </w:r>
    </w:p>
    <w:p w:rsidR="00555BAA" w:rsidRDefault="00555BAA" w:rsidP="00D20B5B">
      <w:pPr>
        <w:pStyle w:val="libNormal"/>
      </w:pPr>
      <w:r>
        <w:br w:type="page"/>
      </w:r>
    </w:p>
    <w:p w:rsidR="00555BAA" w:rsidRDefault="00555BAA" w:rsidP="000509AC">
      <w:pPr>
        <w:pStyle w:val="Heading1Center"/>
      </w:pPr>
      <w:bookmarkStart w:id="47" w:name="_Toc444945330"/>
      <w:r>
        <w:rPr>
          <w:rFonts w:hint="eastAsia"/>
          <w:rtl/>
        </w:rPr>
        <w:lastRenderedPageBreak/>
        <w:t>الحديث</w:t>
      </w:r>
      <w:r>
        <w:rPr>
          <w:rtl/>
        </w:rPr>
        <w:t xml:space="preserve"> الرابع والعشرون‏</w:t>
      </w:r>
      <w:bookmarkEnd w:id="47"/>
    </w:p>
    <w:p w:rsidR="00555BAA" w:rsidRDefault="00555BAA" w:rsidP="00616AF4">
      <w:pPr>
        <w:pStyle w:val="libAr"/>
        <w:rPr>
          <w:rtl/>
        </w:rPr>
      </w:pPr>
      <w:r>
        <w:rPr>
          <w:rtl/>
        </w:rPr>
        <w:t>شَهِدَ اللَّهُ أَنَّهُ لَا إِلهَ إِلَّا هُوَ وَ الْمَلَائِكَةُ وَ أُولُوا العِلْمِ قَائِماً بِالْقِسْطِ لَا إلهَ إِلَّا هُوَ العَزِيزُ الْحَكِيمُ إِنَّ الدِّينَ عِنْدَ اللَّهِ الْإسْلَامُ بَشِّرْ كُلَّ نُحسِنٍ بِالْجَنَّةِ وَ كُلُّ مُسِي‏ءِ هَالِكٌ خَاسِر</w:t>
      </w:r>
      <w:r>
        <w:rPr>
          <w:rFonts w:hint="eastAsia"/>
          <w:rtl/>
        </w:rPr>
        <w:t>ٌ</w:t>
      </w:r>
      <w:r>
        <w:rPr>
          <w:rtl/>
        </w:rPr>
        <w:t xml:space="preserve"> وَ مَنْ عَرَفَ اللَّهَ فَأطَاعَةُ نَجَا وَ مَنْ عَرَفَ الشَّيْطَانَ فَعَصَاهُ سَلِمَ وَ مَْن عَرَفَ الْحقَّ فَاتَّبَعَهُ أَمِنَ وَ مَنْ عَرَفَ الْباطِلَ فَاتّقَاهُ فَازَ وَ مَنْ عَرَفَ الدُّنْيا فَرَفَضَها خَلَصَ وَ مَنْ عَرَفَ الآخِرَةَ فَطَلَبَهَا وَصَ</w:t>
      </w:r>
      <w:r>
        <w:rPr>
          <w:rFonts w:hint="eastAsia"/>
          <w:rtl/>
        </w:rPr>
        <w:t>لَ</w:t>
      </w:r>
      <w:r>
        <w:rPr>
          <w:rtl/>
        </w:rPr>
        <w:t xml:space="preserve"> إنَّ اللَّهَ يَهْدِي مَنْ يَشَاءُ وَ إلَيْهِ تُقْلَبُونَ،</w:t>
      </w:r>
    </w:p>
    <w:p w:rsidR="006F3EF0" w:rsidRDefault="00555BAA" w:rsidP="00616AF4">
      <w:pPr>
        <w:pStyle w:val="libAr"/>
      </w:pPr>
      <w:r>
        <w:rPr>
          <w:rFonts w:hint="eastAsia"/>
          <w:rtl/>
        </w:rPr>
        <w:t>يَابْنَ</w:t>
      </w:r>
      <w:r>
        <w:rPr>
          <w:rtl/>
        </w:rPr>
        <w:t xml:space="preserve"> آدَمَ!! إذَا كانَ اللَّهُ تَعَالَى قَدْ تَكَفَّلَ لَكَ بِرِزْقِكَ فَطُولُ اهْتِمامِكَ لِماذَا، وَإذَا كانَ الخَلْقُ مِنِّي حَقَّاً فَالْبُخْلُ لِماذا وَ إِذا كَانَ ابْلِيسُ عَدُوَّا لِي فَالْغَفْلَةُ لِماذا وَ إِذا كانَ الْحِسَابُ وَ الْمُرُورُ على الصِّرَاطِ حَقَّا فَجَمْعُ الْمَالِ لِماذَا وَ إنْ كَانَ عِقَابُ اللَّهِ حقَّاً فَالْمَعْصِيَةُ لِماذَا وَ إنْ كانَ ثَوَابُ اللَّهِ تَعَالَى في الْجَنَّةِ حَقَّا فَالاستِراحَةُ لِمَاذَا وَ إِنْ كَانَ كُلُّ شَيْ‏ءٍ بِقَضَائِي وَ قَدَرِي فَالْجَزْعُ لِماذَا لِكَلا تَأسُوا عَلى مَا فَاتَكُمْ وَ لَا تَفْرَحُوا بِما آتِيكُمْ</w:t>
      </w:r>
      <w:r>
        <w:t>.</w:t>
      </w:r>
    </w:p>
    <w:p w:rsidR="00555BAA" w:rsidRDefault="00555BAA" w:rsidP="00D20B5B">
      <w:pPr>
        <w:pStyle w:val="libNormal"/>
      </w:pPr>
      <w:r>
        <w:br w:type="page"/>
      </w:r>
    </w:p>
    <w:p w:rsidR="00555BAA" w:rsidRDefault="00555BAA" w:rsidP="000509AC">
      <w:pPr>
        <w:pStyle w:val="Heading1Center"/>
      </w:pPr>
      <w:bookmarkStart w:id="48" w:name="_Toc444945331"/>
      <w:r>
        <w:lastRenderedPageBreak/>
        <w:t>Chapter 24</w:t>
      </w:r>
      <w:bookmarkEnd w:id="48"/>
    </w:p>
    <w:p w:rsidR="00555BAA" w:rsidRDefault="00555BAA" w:rsidP="00555BAA">
      <w:pPr>
        <w:pStyle w:val="libNormal"/>
      </w:pPr>
      <w:r>
        <w:t>Almighty Allah says:</w:t>
      </w:r>
    </w:p>
    <w:p w:rsidR="00555BAA" w:rsidRDefault="00555BAA" w:rsidP="00555BAA">
      <w:pPr>
        <w:pStyle w:val="libNormal"/>
      </w:pPr>
      <w:r>
        <w:t xml:space="preserve">Allah bears witness that indeed, there is no god but He. The Angels and those who posses knowledge are maintaining (His creation) with Justice. There is no God but </w:t>
      </w:r>
      <w:proofErr w:type="gramStart"/>
      <w:r>
        <w:t>He</w:t>
      </w:r>
      <w:proofErr w:type="gramEnd"/>
      <w:r>
        <w:t xml:space="preserve">, the Mighty, the Wise. Indeed, the true religion with Allah is Islam (3:19). Give good news of </w:t>
      </w:r>
      <w:proofErr w:type="spellStart"/>
      <w:r>
        <w:t>jannat</w:t>
      </w:r>
      <w:proofErr w:type="spellEnd"/>
      <w:r>
        <w:t xml:space="preserve"> (Heaven) to the benevolent people. And warn all sinful and ruined people that they are the losers. The one, who knows Allah and obeys His orders, has attained salvation. The one, who knows Satan and disobeys him, he is safe. The one, who knows the truth and follows it, is safe. The one, who knows falsehood and keeps away from it, has succeeded. The one, who knows this world and discards it, has purified himself. The one, who knows </w:t>
      </w:r>
      <w:proofErr w:type="spellStart"/>
      <w:r>
        <w:t>Akhirat</w:t>
      </w:r>
      <w:proofErr w:type="spellEnd"/>
      <w:r>
        <w:t xml:space="preserve"> (Hereafter) and seeks it, has achieved </w:t>
      </w:r>
      <w:proofErr w:type="gramStart"/>
      <w:r>
        <w:t>it</w:t>
      </w:r>
      <w:proofErr w:type="gramEnd"/>
      <w:r>
        <w:t xml:space="preserve">. Indeed, Allah guides whoever he wishes and towards him is your return. Oh, Son of Adam! </w:t>
      </w:r>
      <w:proofErr w:type="gramStart"/>
      <w:r>
        <w:t>if</w:t>
      </w:r>
      <w:proofErr w:type="gramEnd"/>
      <w:r>
        <w:t xml:space="preserve"> Almighty Allah has taken the responsibility of providing your sustenance then why are you struggling for it (in an unlawful manner)? And if it is true that all creatures are mine, why are you cruel towards them? And if you know that </w:t>
      </w:r>
      <w:proofErr w:type="spellStart"/>
      <w:r>
        <w:t>Iblis</w:t>
      </w:r>
      <w:proofErr w:type="spellEnd"/>
      <w:r>
        <w:t xml:space="preserve"> (Satan) is an enemy of </w:t>
      </w:r>
      <w:proofErr w:type="gramStart"/>
      <w:r>
        <w:t>Mine</w:t>
      </w:r>
      <w:proofErr w:type="gramEnd"/>
      <w:r>
        <w:t xml:space="preserve">, then why are you careless? If the account on the day of </w:t>
      </w:r>
      <w:proofErr w:type="spellStart"/>
      <w:r>
        <w:t>judgement</w:t>
      </w:r>
      <w:proofErr w:type="spellEnd"/>
      <w:r>
        <w:t xml:space="preserve"> and passing the </w:t>
      </w:r>
      <w:proofErr w:type="spellStart"/>
      <w:r>
        <w:t>Sirat</w:t>
      </w:r>
      <w:proofErr w:type="spellEnd"/>
      <w:r>
        <w:t xml:space="preserve"> (bridge to paradise) is true, then why do you collect wealth? And if </w:t>
      </w:r>
      <w:proofErr w:type="spellStart"/>
      <w:r>
        <w:t>recieving</w:t>
      </w:r>
      <w:proofErr w:type="spellEnd"/>
      <w:r>
        <w:t xml:space="preserve"> the </w:t>
      </w:r>
      <w:proofErr w:type="gramStart"/>
      <w:r>
        <w:t>rewards of almighty Allah in Heaven is</w:t>
      </w:r>
      <w:proofErr w:type="gramEnd"/>
      <w:r>
        <w:t xml:space="preserve"> true, then why are you relaxing? And if all fortunes and misfortunes are from </w:t>
      </w:r>
      <w:proofErr w:type="gramStart"/>
      <w:r>
        <w:t>Me</w:t>
      </w:r>
      <w:proofErr w:type="gramEnd"/>
      <w:r>
        <w:t>, then why are you impatient? So you should not be disappointed when you lose something and you should not be so happy when you gain something from this world.</w:t>
      </w:r>
    </w:p>
    <w:p w:rsidR="00555BAA" w:rsidRDefault="00555BAA" w:rsidP="00D20B5B">
      <w:pPr>
        <w:pStyle w:val="libNormal"/>
      </w:pPr>
      <w:r>
        <w:br w:type="page"/>
      </w:r>
    </w:p>
    <w:p w:rsidR="00555BAA" w:rsidRDefault="00555BAA" w:rsidP="000509AC">
      <w:pPr>
        <w:pStyle w:val="Heading1Center"/>
      </w:pPr>
      <w:bookmarkStart w:id="49" w:name="_Toc444945332"/>
      <w:r>
        <w:rPr>
          <w:rFonts w:hint="eastAsia"/>
          <w:rtl/>
        </w:rPr>
        <w:lastRenderedPageBreak/>
        <w:t>الحديث</w:t>
      </w:r>
      <w:r>
        <w:rPr>
          <w:rtl/>
        </w:rPr>
        <w:t xml:space="preserve"> الخامس والعشرون‏</w:t>
      </w:r>
      <w:bookmarkEnd w:id="49"/>
    </w:p>
    <w:p w:rsidR="006F3EF0" w:rsidRDefault="00555BAA" w:rsidP="00616AF4">
      <w:pPr>
        <w:pStyle w:val="libAr"/>
      </w:pPr>
      <w:r>
        <w:rPr>
          <w:rtl/>
        </w:rPr>
        <w:t xml:space="preserve">يَابْنَ آدَمَ!! أكْثِرْ مِنَ الزَّادِ فَإنَّ الطَّرِيْقَ بَعِيدٌ بَعِيدٌ وَجَدِّدِ السَّفرينَةَ فإنَّ البَحْرَ عَمِيقٌ عَمِيقٌ وَ خَفِّفِ الْحَمْلَ فَإنَّ الصِّراطَ دقِيقٌ دَقِيقٌ وَ أَخْلِصِ الْعَمَلَ فَإنَّ النَّاقِدَ بَصِيرٌ بَصِيرٌ وَ أخِّرْ نَوْمَكَ </w:t>
      </w:r>
      <w:r>
        <w:rPr>
          <w:rFonts w:hint="eastAsia"/>
          <w:rtl/>
        </w:rPr>
        <w:t>إِلَى</w:t>
      </w:r>
      <w:r>
        <w:rPr>
          <w:rtl/>
        </w:rPr>
        <w:t xml:space="preserve"> الْقَبْرِ وَ فَخْرَكَ إِلَى الْمِيْزانِ وَ شَهْوَتَكَ إلَى الْجَنَّةِ وَ رَاحَتَكَ إِلَى الآخِرَةِ وَ لَذّتَكَ إلَى الْحُورِ الْعِينِ وَ كُنْ لي أَكُنْ لَكَ وَ تَقَرَّبْ إِلَيَّ باستِهانَةِ الدُّنْيا وَ تَبَعَّدْ عَنِ النَّارِ لِبُغْضِ الفُجّارِ وَ ح</w:t>
      </w:r>
      <w:r>
        <w:rPr>
          <w:rFonts w:hint="eastAsia"/>
          <w:rtl/>
        </w:rPr>
        <w:t>ُبِّ</w:t>
      </w:r>
      <w:r>
        <w:rPr>
          <w:rtl/>
        </w:rPr>
        <w:t xml:space="preserve"> الأَبْرَارِ فَإنَّ اللَّهَ لَا يُضِيعُ أَجْرَ الْمُحْسِنِيْنَ</w:t>
      </w:r>
      <w:r>
        <w:t>.</w:t>
      </w:r>
    </w:p>
    <w:p w:rsidR="00555BAA" w:rsidRDefault="00555BAA" w:rsidP="00D20B5B">
      <w:pPr>
        <w:pStyle w:val="libNormal"/>
      </w:pPr>
      <w:r>
        <w:br w:type="page"/>
      </w:r>
    </w:p>
    <w:p w:rsidR="00555BAA" w:rsidRDefault="00555BAA" w:rsidP="000509AC">
      <w:pPr>
        <w:pStyle w:val="Heading1Center"/>
      </w:pPr>
      <w:bookmarkStart w:id="50" w:name="_Toc444945333"/>
      <w:r>
        <w:lastRenderedPageBreak/>
        <w:t>Chapter 25</w:t>
      </w:r>
      <w:bookmarkEnd w:id="50"/>
    </w:p>
    <w:p w:rsidR="00555BAA" w:rsidRDefault="00555BAA" w:rsidP="00555BAA">
      <w:pPr>
        <w:pStyle w:val="libNormal"/>
      </w:pPr>
      <w:r>
        <w:t>Almighty Allah says:</w:t>
      </w:r>
    </w:p>
    <w:p w:rsidR="00555BAA" w:rsidRDefault="00555BAA" w:rsidP="00555BAA">
      <w:pPr>
        <w:pStyle w:val="libNormal"/>
      </w:pPr>
      <w:r>
        <w:t xml:space="preserve">O, Son of Adam! </w:t>
      </w:r>
      <w:proofErr w:type="gramStart"/>
      <w:r>
        <w:t>collect</w:t>
      </w:r>
      <w:proofErr w:type="gramEnd"/>
      <w:r>
        <w:t xml:space="preserve"> provision (by doing good deeds) more and more. Indeed the way is long, very long. Steer your ship carefully - because the ocean is indeed deep, deep. Purify your deeds - because indeed, the Examiner is all Seeing. Lighten your weight- because indeed the path is thin, very thin. Delay your sleep for the grave and your pride towards the scale. And delay your enjoyment till </w:t>
      </w:r>
      <w:proofErr w:type="spellStart"/>
      <w:r>
        <w:t>Heaven.And</w:t>
      </w:r>
      <w:proofErr w:type="spellEnd"/>
      <w:r>
        <w:t xml:space="preserve"> delay your rest till Hereafter. And delay your pleasures till you meet </w:t>
      </w:r>
      <w:proofErr w:type="spellStart"/>
      <w:r>
        <w:t>Hoor</w:t>
      </w:r>
      <w:proofErr w:type="spellEnd"/>
      <w:r>
        <w:t xml:space="preserve"> (female angles) with big eyes. Be for </w:t>
      </w:r>
      <w:proofErr w:type="gramStart"/>
      <w:r>
        <w:t>Me</w:t>
      </w:r>
      <w:proofErr w:type="gramEnd"/>
      <w:r>
        <w:t xml:space="preserve"> and I will be for you! Seek nearness towards </w:t>
      </w:r>
      <w:proofErr w:type="gramStart"/>
      <w:r>
        <w:t>Me</w:t>
      </w:r>
      <w:proofErr w:type="gramEnd"/>
      <w:r>
        <w:t xml:space="preserve"> by hating this world. Keep away from Hell fire by forsaking the wicked people and by loving pious people. Indeed, Allah will not waste the reward of the benevolent people to be lost.</w:t>
      </w:r>
    </w:p>
    <w:p w:rsidR="00555BAA" w:rsidRDefault="00555BAA" w:rsidP="00D20B5B">
      <w:pPr>
        <w:pStyle w:val="libNormal"/>
      </w:pPr>
      <w:r>
        <w:br w:type="page"/>
      </w:r>
    </w:p>
    <w:p w:rsidR="00555BAA" w:rsidRDefault="00555BAA" w:rsidP="000509AC">
      <w:pPr>
        <w:pStyle w:val="Heading1Center"/>
      </w:pPr>
      <w:bookmarkStart w:id="51" w:name="_Toc444945334"/>
      <w:r>
        <w:rPr>
          <w:rFonts w:hint="eastAsia"/>
          <w:rtl/>
        </w:rPr>
        <w:lastRenderedPageBreak/>
        <w:t>الحديث</w:t>
      </w:r>
      <w:r>
        <w:rPr>
          <w:rtl/>
        </w:rPr>
        <w:t xml:space="preserve"> السادس والعشرون‏</w:t>
      </w:r>
      <w:bookmarkEnd w:id="51"/>
    </w:p>
    <w:p w:rsidR="00555BAA" w:rsidRDefault="00555BAA" w:rsidP="00616AF4">
      <w:pPr>
        <w:pStyle w:val="libAr"/>
      </w:pPr>
      <w:r>
        <w:rPr>
          <w:rtl/>
        </w:rPr>
        <w:t xml:space="preserve">يَا بَنِي آدَمَ!! كَيفَ تَعْصُوني وَ أَنْتُمْ تَجْزَعُونَ مِنْ حَرِّ الشَّمْسِ وَ الرَّمْضَاء وَ إِنَّ جَهَنَّمَ لَهَا سَبْعُ طَبَقَاتِ فِيْهَا نِيْرَانٌ تَأْكُلُ بَعْضُهَا بَعْضاً وَ في كُلِّ مِنْهَ سَبْعُونَ أَلْفَ وَادِ مِنَ النَّارِ وَ في كُلِّ وَادٍ </w:t>
      </w:r>
      <w:r>
        <w:rPr>
          <w:rFonts w:hint="eastAsia"/>
          <w:rtl/>
        </w:rPr>
        <w:t>سَبْعُونَ</w:t>
      </w:r>
      <w:r>
        <w:rPr>
          <w:rtl/>
        </w:rPr>
        <w:t xml:space="preserve"> أَلْفَ شُعْبَةٍ مِنَ النّارِ وَ في كُلِّ شُعْبَةٍ سَبْعُونَ أَلْفَ مَدِيْنَةٍ مِنَ النّارِ وَ في كُلِّ مَدِيْنَةٍ سَبْعُونَ أَلْفَ قَصْرٍ مِنَ النّارِ وَ في كُلِّ قَصْرٍ سَبْعُونَ أَلْفَ دَارٍ مِنَ النَّارِ وَ في كُلِّ دَارٍ أَلْفَ بَيْتٍ مِنَ ال</w:t>
      </w:r>
      <w:r>
        <w:rPr>
          <w:rFonts w:hint="eastAsia"/>
          <w:rtl/>
        </w:rPr>
        <w:t>نّارِ</w:t>
      </w:r>
      <w:r>
        <w:rPr>
          <w:rtl/>
        </w:rPr>
        <w:t xml:space="preserve"> وَ في كِّ بَيْتٍ سَبْعُونَ أَلْفَ بِئْرٍ مِنَ النَّارِ وَ في كُلِّ بِئْرٍ سَبْعُونَ أَلْفَ تابوتٍ مِنَ النَّارِ وَ في كُلِّ تابُوتِ سَبْعُونَ أَلْفَ شَجَرَةٍ مِنَ الزَّقُّومِ وَتَحْتَ كُلِّ شَجَرَةٍ سَبْعُونَ أَلْفَ وَتَدٍ مِنَ النَّارِ مَعَ كُلِّ وَ</w:t>
      </w:r>
      <w:r>
        <w:rPr>
          <w:rFonts w:hint="eastAsia"/>
          <w:rtl/>
        </w:rPr>
        <w:t>تَ‏ٍ</w:t>
      </w:r>
      <w:r>
        <w:rPr>
          <w:rtl/>
        </w:rPr>
        <w:t xml:space="preserve"> سَبْعُونَ أَلْفَ سِلْسِلَةٍ مِنَ النَّآرِ وَ في كُلِّ سِلْسِلَةٍ سَبْعُونَ أَلْفَ ثُعْبَانٍ مِنَ النّارِ وَطُولُ كُلِّ ثُعْبَانٍ سَبْعُونَ أَلْفَ دِرَاعٍ وَ في جَوْفِ كُلِّ ثُعْبانٍ بَحْرٌ مِنَ السُّمِّ الأَسْودِ وَ فِيْهَا سَبْعُونَ أَلْفَ عَقْرَبٍ م</w:t>
      </w:r>
      <w:r>
        <w:rPr>
          <w:rFonts w:hint="eastAsia"/>
          <w:rtl/>
        </w:rPr>
        <w:t>ِنَ</w:t>
      </w:r>
      <w:r>
        <w:rPr>
          <w:rtl/>
        </w:rPr>
        <w:t xml:space="preserve"> النّارِ وَ لِكُلِّ عَقْرَبٍ سَبْعُونَ أَلْفَ ذَنبٍ مِنَ النّارِ وَطُوْلُ كُلّ ذَنبٍ سَبْعُونَ أَلْفَ فَقَارَةٍ وَ في كُلّ فَقَارَةٍ سَبْعُونَ أَلْفَ وَطْلٍ مِنَ السّمِّ الأَخْمَرِ فَبِنَفْسِي أَحْلِفُ وَ الطورِ وَ كِتَابِ مَسْطُورٍ في رَقِّ منْشُورٍ وَ البَيْتِ الْمغمورِ وَ السَّقْفِ الْمَرْفُوعِ والْبَحْر الْمَسْجُورِ</w:t>
      </w:r>
      <w:r>
        <w:t>.</w:t>
      </w:r>
    </w:p>
    <w:p w:rsidR="006F3EF0" w:rsidRDefault="00555BAA" w:rsidP="00616AF4">
      <w:pPr>
        <w:pStyle w:val="libAr"/>
      </w:pPr>
      <w:r>
        <w:rPr>
          <w:rFonts w:hint="eastAsia"/>
          <w:rtl/>
        </w:rPr>
        <w:t>يَا</w:t>
      </w:r>
      <w:r>
        <w:rPr>
          <w:rtl/>
        </w:rPr>
        <w:t xml:space="preserve"> بْنَ آدَمَ!! مَا خَلَقِتُ هَذِهِ النّيْران إِلَّا لِكُلِّ كَافِرٍ وَ بَخِيلِ وَ نَمّامٍ وَ عَاقٍ لِوالدَيْه وَ مَانِعِ الزّكاةِ وَ آكِلِ الرِّبا وَ الزّانِي وَ جَامِع الْحَرَامِ وَ نَاسِي القُرآنِ وَ مؤذِي الْجِيْرَانِ إلَّا مَنْ تَابَ وَ آمَنَ وَ عَمل صَالِحاً فَارْحَمُوا أنْفُسَكُمْ يَا عَبِيدِي فَإنَّ الْأَبْدَانَ ضَعِيْفَةٌ وَالسَّفرُ بَعيدة والْحِمْلُ ثَقِيلٌ وَ الصِّرَاطُ دَقِيقُ وَالنَّارُ لظى وَالْمُنَادِي إسرافيلُ والقَاضِي</w:t>
      </w:r>
      <w:r>
        <w:t>.</w:t>
      </w:r>
    </w:p>
    <w:p w:rsidR="00555BAA" w:rsidRDefault="00555BAA" w:rsidP="00D20B5B">
      <w:pPr>
        <w:pStyle w:val="libNormal"/>
      </w:pPr>
      <w:r>
        <w:br w:type="page"/>
      </w:r>
    </w:p>
    <w:p w:rsidR="006F3EF0" w:rsidRDefault="00555BAA" w:rsidP="000509AC">
      <w:pPr>
        <w:pStyle w:val="Heading1Center"/>
      </w:pPr>
      <w:bookmarkStart w:id="52" w:name="_Toc444945335"/>
      <w:r>
        <w:lastRenderedPageBreak/>
        <w:t>Chapter 26</w:t>
      </w:r>
      <w:bookmarkEnd w:id="52"/>
    </w:p>
    <w:p w:rsidR="00555BAA" w:rsidRDefault="00555BAA" w:rsidP="00555BAA">
      <w:pPr>
        <w:pStyle w:val="libNormal"/>
      </w:pPr>
      <w:r>
        <w:t>Almighty Allah says:</w:t>
      </w:r>
    </w:p>
    <w:p w:rsidR="00555BAA" w:rsidRDefault="00555BAA" w:rsidP="00555BAA">
      <w:pPr>
        <w:pStyle w:val="libNormal"/>
      </w:pPr>
      <w:r>
        <w:t xml:space="preserve">O, Son of Adam! </w:t>
      </w:r>
      <w:proofErr w:type="gramStart"/>
      <w:r>
        <w:t>how</w:t>
      </w:r>
      <w:proofErr w:type="gramEnd"/>
      <w:r>
        <w:t xml:space="preserve"> can you disobey Me, when you cannot even resist the hot sun of the desert. And indeed, for Hell, there are seven levels in which there are Fires which devour each other. In each level of Hell, there are seventy thousand valleys of Fire. In each valley of Fire, there are seventy thousand sections of Fire. In each section of Fire, there are seventy thousand cities of Fire. In each city of Fire, there are seventy thousand castles of Fire. In each castle of Fire, there are seventy thousand houses of Fire. In each house of Fire, there are seventy thousand rooms of Fire. In each room of Fire, there are seventy thousand wells of firs. In each well of Fire, there are seventy thousand chests of Fire. In each chest of Fire, seventy thousand trees of </w:t>
      </w:r>
      <w:proofErr w:type="spellStart"/>
      <w:r>
        <w:t>Zaqqum</w:t>
      </w:r>
      <w:proofErr w:type="spellEnd"/>
      <w:r>
        <w:t xml:space="preserve"> (a bitter and pungent tree </w:t>
      </w:r>
      <w:proofErr w:type="spellStart"/>
      <w:r>
        <w:t>sicribed</w:t>
      </w:r>
      <w:proofErr w:type="spellEnd"/>
      <w:r>
        <w:t xml:space="preserve"> as growing at the bottom of Hell. Under each tree of </w:t>
      </w:r>
      <w:proofErr w:type="spellStart"/>
      <w:r>
        <w:t>Zaqqum</w:t>
      </w:r>
      <w:proofErr w:type="spellEnd"/>
      <w:r>
        <w:t xml:space="preserve">, there are seventy thousand nails of Fire. With each nail, there are seventy thousand chains of Fire. And in each chain, there are seventy thousand serpents of Fire. And the length of each serpent is seventy thousand yards. And in the stomach of each serpent there is an ocean of black poison, in which there are seventy thousand scorpion of Fire. And in each scorpion has seventy thousand tails of Fire. And the length of each tail is seventy thousand </w:t>
      </w:r>
      <w:proofErr w:type="gramStart"/>
      <w:r>
        <w:t>vertebras(</w:t>
      </w:r>
      <w:proofErr w:type="gramEnd"/>
      <w:r>
        <w:t xml:space="preserve">each segment of backbone). And in each vertebra there are seventy thousand </w:t>
      </w:r>
      <w:proofErr w:type="spellStart"/>
      <w:r>
        <w:t>Ratls</w:t>
      </w:r>
      <w:proofErr w:type="spellEnd"/>
      <w:r>
        <w:t xml:space="preserve"> (each </w:t>
      </w:r>
      <w:proofErr w:type="spellStart"/>
      <w:r>
        <w:t>Ratl</w:t>
      </w:r>
      <w:proofErr w:type="spellEnd"/>
      <w:r>
        <w:t xml:space="preserve">=449.28 </w:t>
      </w:r>
      <w:proofErr w:type="spellStart"/>
      <w:r>
        <w:t>gramme</w:t>
      </w:r>
      <w:proofErr w:type="spellEnd"/>
      <w:r>
        <w:t>) of red poison. I swear by self, “by mount Sinai, And by the written Book, By an outstretched fine parchment, By the House (</w:t>
      </w:r>
      <w:proofErr w:type="spellStart"/>
      <w:r>
        <w:t>Ka’ba</w:t>
      </w:r>
      <w:proofErr w:type="spellEnd"/>
      <w:r>
        <w:t xml:space="preserve">) that is visited, By the elevated canopy, By the swollen sea; O, Son of Adam! I have not created this Hell Fire but for all the unbelievers, and the for the miser, and for the gossiper, and for </w:t>
      </w:r>
      <w:proofErr w:type="spellStart"/>
      <w:proofErr w:type="gramStart"/>
      <w:r>
        <w:t>A’aq</w:t>
      </w:r>
      <w:proofErr w:type="spellEnd"/>
      <w:r>
        <w:t>(</w:t>
      </w:r>
      <w:proofErr w:type="gramEnd"/>
      <w:r>
        <w:t xml:space="preserve">disinherited by the father) from father, and for the preventer of </w:t>
      </w:r>
      <w:proofErr w:type="spellStart"/>
      <w:r>
        <w:t>Zakat</w:t>
      </w:r>
      <w:proofErr w:type="spellEnd"/>
      <w:r>
        <w:t xml:space="preserve"> (alms), and for the eater of </w:t>
      </w:r>
      <w:proofErr w:type="spellStart"/>
      <w:r>
        <w:t>Riba</w:t>
      </w:r>
      <w:proofErr w:type="spellEnd"/>
      <w:r>
        <w:t xml:space="preserve"> (interest), and for the </w:t>
      </w:r>
      <w:proofErr w:type="spellStart"/>
      <w:r>
        <w:t>Zani</w:t>
      </w:r>
      <w:proofErr w:type="spellEnd"/>
      <w:r>
        <w:t xml:space="preserve"> (adulterer), and for the collector of </w:t>
      </w:r>
      <w:proofErr w:type="spellStart"/>
      <w:r>
        <w:t>Haram</w:t>
      </w:r>
      <w:proofErr w:type="spellEnd"/>
      <w:r>
        <w:t xml:space="preserve"> (unlawful), and for the one who </w:t>
      </w:r>
      <w:proofErr w:type="spellStart"/>
      <w:r>
        <w:t>forgive’s</w:t>
      </w:r>
      <w:proofErr w:type="spellEnd"/>
      <w:r>
        <w:t xml:space="preserve"> the Qur’an, and for the bad neighbor. Except those who do repentance (</w:t>
      </w:r>
      <w:proofErr w:type="spellStart"/>
      <w:r>
        <w:t>Tawba</w:t>
      </w:r>
      <w:proofErr w:type="spellEnd"/>
      <w:r>
        <w:t xml:space="preserve">), and acts upon good. O, My servants! </w:t>
      </w:r>
      <w:proofErr w:type="gramStart"/>
      <w:r>
        <w:t>have</w:t>
      </w:r>
      <w:proofErr w:type="gramEnd"/>
      <w:r>
        <w:t xml:space="preserve"> mercy upon your selves! </w:t>
      </w:r>
      <w:proofErr w:type="gramStart"/>
      <w:r>
        <w:t>indeed</w:t>
      </w:r>
      <w:proofErr w:type="gramEnd"/>
      <w:r>
        <w:t xml:space="preserve"> your bodies are weak, and the way is far, and the burden is heavy, and the path is thin, and the Fire is high, and the caller is </w:t>
      </w:r>
      <w:proofErr w:type="spellStart"/>
      <w:r>
        <w:t>Israfeel</w:t>
      </w:r>
      <w:proofErr w:type="spellEnd"/>
      <w:r>
        <w:t>, and the Judge is the Lord of the universe.</w:t>
      </w:r>
    </w:p>
    <w:p w:rsidR="00555BAA" w:rsidRDefault="00555BAA" w:rsidP="00D20B5B">
      <w:pPr>
        <w:pStyle w:val="libNormal"/>
      </w:pPr>
      <w:r>
        <w:br w:type="page"/>
      </w:r>
    </w:p>
    <w:p w:rsidR="00555BAA" w:rsidRDefault="00555BAA" w:rsidP="000509AC">
      <w:pPr>
        <w:pStyle w:val="Heading1Center"/>
      </w:pPr>
      <w:bookmarkStart w:id="53" w:name="_Toc444945336"/>
      <w:r>
        <w:rPr>
          <w:rFonts w:hint="eastAsia"/>
          <w:rtl/>
        </w:rPr>
        <w:lastRenderedPageBreak/>
        <w:t>الحديث</w:t>
      </w:r>
      <w:r>
        <w:rPr>
          <w:rtl/>
        </w:rPr>
        <w:t xml:space="preserve"> السابع والعشرون‏</w:t>
      </w:r>
      <w:bookmarkEnd w:id="53"/>
    </w:p>
    <w:p w:rsidR="006F3EF0" w:rsidRDefault="00555BAA" w:rsidP="00616AF4">
      <w:pPr>
        <w:pStyle w:val="libAr"/>
      </w:pPr>
      <w:r>
        <w:rPr>
          <w:rtl/>
        </w:rPr>
        <w:t>يَا أيُّهَا النَّاسُ!! كَيْفَ رَغِبْتُمْ وَ رَضِيْتُمْ في الدُّنْيَا فَإنَّهَا فَانِيَا وَنَعِيْمُهَا زَائِلَةٌ وَ حَيَاتُهَا مُنْقَطِعَةٌ فَإنَّ عِنْدِي لِلْمُطِيْعِيْنَ الْجِنَانَ بِأَبْوَابِهَا الثَّمانِيَةِ في كُلِّ جَنَّةِ سَبْعُونَ أَلْفَ رَوْضَةِ م</w:t>
      </w:r>
      <w:r>
        <w:rPr>
          <w:rFonts w:hint="eastAsia"/>
          <w:rtl/>
        </w:rPr>
        <w:t>ِنَ</w:t>
      </w:r>
      <w:r>
        <w:rPr>
          <w:rtl/>
        </w:rPr>
        <w:t xml:space="preserve"> الزَّعْفَرَانِ، وَ كُلّ رَوْضَةٍ سَبْعُونَ أَلْفَ مَدِينَةٍ مِنَ اللُّؤلُوء والْمَرجَانِ، وَ في كُلِّ مَدِينَة سَبْعُونَ أَلْفَ قَصْرٍ مِنَ اليَاقُوتِ، وَ في كُلّ قَصرٍ سَبْعُونَ ألْفَ دَارِ مِنَ الزَّبَرْجدِ، وَ في كُلِّ دَارِ سَبْعُونَ أَلْفَ بَيْتِ </w:t>
      </w:r>
      <w:r>
        <w:rPr>
          <w:rFonts w:hint="eastAsia"/>
          <w:rtl/>
        </w:rPr>
        <w:t>مِنَ</w:t>
      </w:r>
      <w:r>
        <w:rPr>
          <w:rtl/>
        </w:rPr>
        <w:t xml:space="preserve"> الذَّهَبِ، وَ في كُلِّ بَيْتٍ سَبْعُؤنَ أَلْفَ دُكَّانٍ مِنَ الفِضَّةِ، وَ في كُلِّ دُكَّانِ سَبْعُونَ أَلْفَ مَائِدَةٍ وَ عَلى كُلِّ مَائِدَةٍ سَبْعُونَ أَلْفَ صَبْحَةٍ مِنَ الْجَوْهَرِ، وَ في كُلِّ صَفْحَةٍ سَبْعُونَ أَلْفَ لَوْنِ مِنَ الطَّعَامِ، و</w:t>
      </w:r>
      <w:r>
        <w:rPr>
          <w:rFonts w:hint="eastAsia"/>
          <w:rtl/>
        </w:rPr>
        <w:t>َ</w:t>
      </w:r>
      <w:r>
        <w:rPr>
          <w:rtl/>
        </w:rPr>
        <w:t xml:space="preserve"> عَلى حَوْلِ كُلِّ دُكَّانٍ سَبْعُونَ أَلّفَ سَرِيرٍ مِنَ الذَّهَبِ الأَحْمَرِ، وَعَلى كُلِّ سَرِيرٍ سَبْعُونَ أَلْفَ فِرَاشٍ مِنَ الْحَرِيرِ وَ الدِّيْبَاجِ وَالإسْتَبْرَقِ، وَ عَلى حَوْلِ كُلِّ سَرِيرٍ سَبْعُونَ أَلْفَ نَهْرٍ مِنْ مَاءِ الْحَيَوَانِ وال</w:t>
      </w:r>
      <w:r>
        <w:rPr>
          <w:rFonts w:hint="eastAsia"/>
          <w:rtl/>
        </w:rPr>
        <w:t>لَّبَنِ</w:t>
      </w:r>
      <w:r>
        <w:rPr>
          <w:rtl/>
        </w:rPr>
        <w:t xml:space="preserve"> والْخَمْرِ والْعَسَلِ الْمُصَفَّى، وَ في كُلِّ نَهْرِ سَبْعُونَ أَلْفَ لَوْنِ مِنَ الثَّمَارِ وَ كَذَلِكَ في كُلِّ بَيتٍ سَبْعُونَ أَلْفَ خَيْمَةٍ مِنَ الأَرْغَوَانِ، وَفي كُلِّ خَيْمَةٍ سَبْعُونَ أَلْفَ فِرَاشٍ، وَعَلى كُلِّ فِرَاشٍ سَبْعُونَ أَلْ</w:t>
      </w:r>
      <w:r>
        <w:rPr>
          <w:rFonts w:hint="eastAsia"/>
          <w:rtl/>
        </w:rPr>
        <w:t>فَ</w:t>
      </w:r>
      <w:r>
        <w:rPr>
          <w:rtl/>
        </w:rPr>
        <w:t xml:space="preserve"> حَوْرَاء مِنَ الْحُوْرِ العِيْنِ بَيْنَ يَدَيها سَبْعُونَ أَلْفَ وَصِيْفَةِ كَأنَّهُنَّ بَيْضٌ مَكْنُونٌ، وَ عَلى رَأْسِ كُلِّ قَصْرٍ مِنْ تِلْكَ الْقُصُورِ سَبْعُونَ أَلْفَ قُبَّةِ مِنَ الْكَافُورِ، وَ في كُلِّ قُبَّةٍ سَبْعُونَ أَلْفَ هَدِيَّةٍ مِنَ ا</w:t>
      </w:r>
      <w:r>
        <w:rPr>
          <w:rFonts w:hint="eastAsia"/>
          <w:rtl/>
        </w:rPr>
        <w:t>لرَّحمنِ</w:t>
      </w:r>
      <w:r>
        <w:rPr>
          <w:rtl/>
        </w:rPr>
        <w:t xml:space="preserve"> الَّتي لَا عَيْنٌ رَأَتْ وَ لَا أذُنٌ سَمِعَتْ وَ لَا خَطَرَ عَلى قَلْبِ بَشَرٍ وَفَاكِهَةٍ مِمَّا يَتَخَيرُونَ وَلَحْمِ طَيْرٍ مِمَّا يَشْتَهُونَ وَ حُورٌ عِيْنٌ كَأمْثَالِ اللُّؤْلُوءِ الْمَكْنُونِ جَزَاءَ بِمَا كَانُوا يَعْمَلُونَ وَ لَا يَمُوت</w:t>
      </w:r>
      <w:r>
        <w:rPr>
          <w:rFonts w:hint="eastAsia"/>
          <w:rtl/>
        </w:rPr>
        <w:t>ُونَ</w:t>
      </w:r>
      <w:r>
        <w:rPr>
          <w:rtl/>
        </w:rPr>
        <w:t xml:space="preserve"> وَ لَا يَبْكُونَ وَ لَا يَحْزَنُونَ وَ لَا يَهْرَمُونَ وَ لَا يَتَعَبَّدُونَ وَ لَا يَصُومُونَ وَ لَا يُصَلُّونَ وَ لَا يَمْرَضُونَ وَ لَا يَُولُونَ وَ لَا يَتَغَوَّطُونَ وَ لَا يَنْمُونَ وَ لَا يَمَسَّهُمْ فِيْهَا نَصَبٌ وَ مَا هُمْ مِنْهَا بِمُخْزَج</w:t>
      </w:r>
      <w:r>
        <w:rPr>
          <w:rFonts w:hint="eastAsia"/>
          <w:rtl/>
        </w:rPr>
        <w:t>ِيْنَ،</w:t>
      </w:r>
      <w:r>
        <w:rPr>
          <w:rtl/>
        </w:rPr>
        <w:t xml:space="preserve"> فَمَنْ طَلَبَ رِضَائِي وَ دَارَ كَرَامَتِي وَ جَوارِي فَلْيَطْلُبَها بِالصَّدَقَةِ والاستِهَانَةِ بِالدُّنْيَا وَالْقَنَاعَةِ بِالقَلِيْلِ شَهِدت نَفْسِي أنْ لَا إِلهَ إلَّا أَنَا وَ عِيْسَ وَ عُزَيْرٌ عَبْدَانِ مِنْ عِبَادِي وَ رَسُولَانِ مِنْ رُسُ</w:t>
      </w:r>
      <w:r>
        <w:rPr>
          <w:rFonts w:hint="eastAsia"/>
          <w:rtl/>
        </w:rPr>
        <w:t>لِي</w:t>
      </w:r>
      <w:r>
        <w:t>.</w:t>
      </w:r>
    </w:p>
    <w:p w:rsidR="00555BAA" w:rsidRDefault="00555BAA" w:rsidP="00D20B5B">
      <w:pPr>
        <w:pStyle w:val="libNormal"/>
      </w:pPr>
      <w:r>
        <w:br w:type="page"/>
      </w:r>
    </w:p>
    <w:p w:rsidR="006F3EF0" w:rsidRDefault="00555BAA" w:rsidP="000509AC">
      <w:pPr>
        <w:pStyle w:val="Heading1Center"/>
      </w:pPr>
      <w:bookmarkStart w:id="54" w:name="_Toc444945337"/>
      <w:r>
        <w:lastRenderedPageBreak/>
        <w:t>Chapter 27</w:t>
      </w:r>
      <w:bookmarkEnd w:id="54"/>
    </w:p>
    <w:p w:rsidR="00555BAA" w:rsidRDefault="00555BAA" w:rsidP="00555BAA">
      <w:pPr>
        <w:pStyle w:val="libNormal"/>
      </w:pPr>
      <w:r>
        <w:t>Almighty Allah says:</w:t>
      </w:r>
    </w:p>
    <w:p w:rsidR="00555BAA" w:rsidRDefault="00555BAA" w:rsidP="00555BAA">
      <w:pPr>
        <w:pStyle w:val="libNormal"/>
      </w:pPr>
      <w:proofErr w:type="spellStart"/>
      <w:r>
        <w:t>O</w:t>
      </w:r>
      <w:proofErr w:type="gramStart"/>
      <w:r>
        <w:t>,You</w:t>
      </w:r>
      <w:proofErr w:type="spellEnd"/>
      <w:proofErr w:type="gramEnd"/>
      <w:r>
        <w:t xml:space="preserve"> people! </w:t>
      </w:r>
      <w:proofErr w:type="gramStart"/>
      <w:r>
        <w:t>how</w:t>
      </w:r>
      <w:proofErr w:type="gramEnd"/>
      <w:r>
        <w:t xml:space="preserve"> could you be pleased with, and attached with this world? Indeed it is perishable, and its sustenance </w:t>
      </w:r>
      <w:proofErr w:type="gramStart"/>
      <w:r>
        <w:t>are</w:t>
      </w:r>
      <w:proofErr w:type="gramEnd"/>
      <w:r>
        <w:t xml:space="preserve"> disappear, and its life is going to be cut short. Thus indeed for the from </w:t>
      </w:r>
      <w:proofErr w:type="gramStart"/>
      <w:r>
        <w:t>Me</w:t>
      </w:r>
      <w:proofErr w:type="gramEnd"/>
      <w:r>
        <w:t xml:space="preserve"> for the followers there is Heavens which has eight gates. And in each Heaven, there are seventy thousand gardens of </w:t>
      </w:r>
      <w:proofErr w:type="spellStart"/>
      <w:r>
        <w:t>Sophorine</w:t>
      </w:r>
      <w:proofErr w:type="spellEnd"/>
      <w:r>
        <w:t xml:space="preserve">. In each garden, there are seventy thousand cities of pearls, both large and small. In each city, there are seventy thousand palaces of Ruby. In each palace, there are seventy thousand rooms made of gold. In each room, there are seventy thousand stages made of silver. In each stage, there are seventy thousand tables. On each table, there are seventy thousand plates of jewels. In each plate, there are seventy thousand kinds of food. Around each stage, there are seventy thousand thrones of red gold. And on each throne, there are seventy thousand carpets made of silk and thick silk brocade. Around each throne, there are seventy thousand rivers flow with life water, wine, and pure honey. </w:t>
      </w:r>
      <w:proofErr w:type="gramStart"/>
      <w:r>
        <w:t>In each river, there seventy thousand kinds of fruits.</w:t>
      </w:r>
      <w:proofErr w:type="gramEnd"/>
      <w:r>
        <w:t xml:space="preserve"> </w:t>
      </w:r>
      <w:proofErr w:type="gramStart"/>
      <w:r>
        <w:t>In the same manner, in each room, there seventy thousand purple tents.</w:t>
      </w:r>
      <w:proofErr w:type="gramEnd"/>
      <w:r>
        <w:t xml:space="preserve"> In each tent there are seventy thousand carpets. On each carpet, there seventy thousand </w:t>
      </w:r>
      <w:proofErr w:type="spellStart"/>
      <w:proofErr w:type="gramStart"/>
      <w:r>
        <w:t>Huris</w:t>
      </w:r>
      <w:proofErr w:type="spellEnd"/>
      <w:r>
        <w:t>(</w:t>
      </w:r>
      <w:proofErr w:type="gramEnd"/>
      <w:r>
        <w:t xml:space="preserve">female angles) with big eyes. With them there are seventy thousand mates as if they were eggs carefully protected. And on top of each palace there are seventy thousand domes of camphor. In each dome there are seventy thousand gifts from the Merciful, which hasn’t been seen by any eyes, heard by any ears and no human being could think of it. And there shall be fruits what they like, and meet of birds what they like to eat. There shall be </w:t>
      </w:r>
      <w:proofErr w:type="spellStart"/>
      <w:r>
        <w:t>Huris</w:t>
      </w:r>
      <w:proofErr w:type="spellEnd"/>
      <w:r>
        <w:t>, the like of the hidden pearls. A reward for what they used to do</w:t>
      </w:r>
      <w:proofErr w:type="gramStart"/>
      <w:r>
        <w:t>,(</w:t>
      </w:r>
      <w:proofErr w:type="gramEnd"/>
      <w:r>
        <w:t xml:space="preserve">56:23-24). There shall be no death, no crying and no grief, not going to be get old, no worship and prayer, no fasting no sickness, no urinating, no stool shall come, no growth, never going get afraid, and </w:t>
      </w:r>
      <w:proofErr w:type="spellStart"/>
      <w:r>
        <w:t>no body</w:t>
      </w:r>
      <w:proofErr w:type="spellEnd"/>
      <w:r>
        <w:t xml:space="preserve"> is going to take them out. Thus the one who seeks My pleasure, seeks My house Generosity and My neighbor, then he should seek these by giving </w:t>
      </w:r>
      <w:proofErr w:type="spellStart"/>
      <w:r>
        <w:t>Sadaqa</w:t>
      </w:r>
      <w:proofErr w:type="spellEnd"/>
      <w:r>
        <w:t xml:space="preserve">(alms), by un pleasing this world, and by contentment with little. I bear witness of self for self, there is no god but </w:t>
      </w:r>
      <w:proofErr w:type="gramStart"/>
      <w:r>
        <w:t>Me</w:t>
      </w:r>
      <w:proofErr w:type="gramEnd"/>
      <w:r>
        <w:t xml:space="preserve">, and </w:t>
      </w:r>
      <w:proofErr w:type="spellStart"/>
      <w:r>
        <w:t>Esa</w:t>
      </w:r>
      <w:proofErr w:type="spellEnd"/>
      <w:r>
        <w:t xml:space="preserve"> (Jesus) and </w:t>
      </w:r>
      <w:proofErr w:type="spellStart"/>
      <w:r>
        <w:t>Uzair</w:t>
      </w:r>
      <w:proofErr w:type="spellEnd"/>
      <w:r>
        <w:t xml:space="preserve"> (Ezra) are My two servants among My servants, and two prophets among My prophets.</w:t>
      </w:r>
    </w:p>
    <w:p w:rsidR="00555BAA" w:rsidRDefault="00555BAA" w:rsidP="00D20B5B">
      <w:pPr>
        <w:pStyle w:val="libNormal"/>
      </w:pPr>
      <w:r>
        <w:br w:type="page"/>
      </w:r>
    </w:p>
    <w:p w:rsidR="00555BAA" w:rsidRDefault="00555BAA" w:rsidP="000509AC">
      <w:pPr>
        <w:pStyle w:val="Heading1Center"/>
      </w:pPr>
      <w:bookmarkStart w:id="55" w:name="_Toc444945338"/>
      <w:r>
        <w:rPr>
          <w:rFonts w:hint="eastAsia"/>
          <w:rtl/>
        </w:rPr>
        <w:lastRenderedPageBreak/>
        <w:t>الحديث</w:t>
      </w:r>
      <w:r>
        <w:rPr>
          <w:rtl/>
        </w:rPr>
        <w:t xml:space="preserve"> الثامن والعشرون‏</w:t>
      </w:r>
      <w:bookmarkEnd w:id="55"/>
    </w:p>
    <w:p w:rsidR="00555BAA" w:rsidRDefault="00555BAA" w:rsidP="00616AF4">
      <w:pPr>
        <w:pStyle w:val="libAr"/>
      </w:pPr>
      <w:r>
        <w:rPr>
          <w:rtl/>
        </w:rPr>
        <w:t>يَابْنَ آدَمَ!! اَلْمَالُ مَالِي وَ أَنْتَ عَبْدِي وَ مَالَكَ إِلَّا مَا أَكَلْتَ فَأَفْنَيْتَ وَ مَا لَبِسْتَ فَأَبْلَيْتَ وَ مَا تَصَدَّقْتَ فَأبْقَيْتَ وَ مَا ذَخَرْتَ فَحَظكَ مِنْهُ الْمقتُ وَ إِنَّمَا أَنْتَ عَلى ثَلَاثَةِ أَقْسَامِ فَوَاحِدٌ لي وَ و</w:t>
      </w:r>
      <w:r>
        <w:rPr>
          <w:rFonts w:hint="eastAsia"/>
          <w:rtl/>
        </w:rPr>
        <w:t>َاحِدٌ</w:t>
      </w:r>
      <w:r>
        <w:rPr>
          <w:rtl/>
        </w:rPr>
        <w:t xml:space="preserve"> لَكَ ذَخَرْتَ فَحَظكَ مِنْهُ الْمقتُ وَ إِنَّمَا أَنْتَ عَلى ثَلاثَةِ أَقْسَامٍ فَوَاحِدٌ لي وَ وَاحِدٌ لَكَ وَ وَاحِدٌ بَيْنِي وَ بَيْنَكَ فَأَمَّا الَّذِي لي فَرُوحُكَ وَ أَمَّا الَّذِي لَكَ فَعَمَلُكَ وَ أَمَّا الَّذِي بَيْنِي وَ بَيْنَكَ فَمِنْك</w:t>
      </w:r>
      <w:r>
        <w:rPr>
          <w:rFonts w:hint="eastAsia"/>
          <w:rtl/>
        </w:rPr>
        <w:t>َ</w:t>
      </w:r>
      <w:r>
        <w:rPr>
          <w:rtl/>
        </w:rPr>
        <w:t xml:space="preserve"> الدُّعَاءُ وَ مِنِّي الإجَابَةُ</w:t>
      </w:r>
      <w:r>
        <w:t>.</w:t>
      </w:r>
    </w:p>
    <w:p w:rsidR="006F3EF0" w:rsidRDefault="00555BAA" w:rsidP="00616AF4">
      <w:pPr>
        <w:pStyle w:val="libAr"/>
      </w:pPr>
      <w:r>
        <w:rPr>
          <w:rFonts w:hint="eastAsia"/>
          <w:rtl/>
        </w:rPr>
        <w:t>يَا</w:t>
      </w:r>
      <w:r>
        <w:rPr>
          <w:rtl/>
        </w:rPr>
        <w:t xml:space="preserve"> بْنَ آدَمَ!! تَوَرَّعْ تَعْرِفْنِي وَ تَجَوَّعْ تَرَني وَاعْبُدنِي تَجِدْنِي وَ تَفَرَّدْ تَصِلْني. يَا بْنَ آدَمَ!! إذا كانَتِ الْمُلُوكُ تَدْخُلُ النَّارَ بِالْجَوْرِ وَالْعَرَبُ بِالْعَصَبِيَّةِ وَ الْعلَمَاءُ بِالْحَسَدِ وَالْفُقَراءُ بِالْكِذْبِ و</w:t>
      </w:r>
      <w:r>
        <w:rPr>
          <w:rFonts w:hint="eastAsia"/>
          <w:rtl/>
        </w:rPr>
        <w:t>َ</w:t>
      </w:r>
      <w:r>
        <w:rPr>
          <w:rtl/>
        </w:rPr>
        <w:t xml:space="preserve"> التُّجّارُ بِالْخِيَانَةِ وَ الْحُرَّاثُ بِالْجَهَالَةِ وَ الْعُبَّادُ بِالرِّيَاءِ وَ الْأَغْنِيَاءُ بِالْكِبْرِ وَ القُرِّاءُ بِالْغَفْلَةِ وَ الصُبَّاغُ بِالْغشِّ وَ مَانِعُ الزَّكاةِ بِمَنْعِ الزَّكاةِ فَأَيْنَ مَنْ يَطْلُبُ الْجَنَّةَ</w:t>
      </w:r>
      <w:r>
        <w:t>.</w:t>
      </w:r>
    </w:p>
    <w:p w:rsidR="00555BAA" w:rsidRDefault="00555BAA" w:rsidP="00D20B5B">
      <w:pPr>
        <w:pStyle w:val="libNormal"/>
      </w:pPr>
      <w:r>
        <w:br w:type="page"/>
      </w:r>
    </w:p>
    <w:p w:rsidR="006F3EF0" w:rsidRDefault="00555BAA" w:rsidP="000509AC">
      <w:pPr>
        <w:pStyle w:val="Heading1Center"/>
      </w:pPr>
      <w:bookmarkStart w:id="56" w:name="_Toc444945339"/>
      <w:r>
        <w:lastRenderedPageBreak/>
        <w:t>Chapter 28</w:t>
      </w:r>
      <w:bookmarkEnd w:id="56"/>
    </w:p>
    <w:p w:rsidR="00555BAA" w:rsidRDefault="00555BAA" w:rsidP="00555BAA">
      <w:pPr>
        <w:pStyle w:val="libNormal"/>
      </w:pPr>
      <w:r>
        <w:t>Almighty Allah says:</w:t>
      </w:r>
    </w:p>
    <w:p w:rsidR="00555BAA" w:rsidRDefault="00555BAA" w:rsidP="00555BAA">
      <w:pPr>
        <w:pStyle w:val="libNormal"/>
      </w:pPr>
      <w:r>
        <w:t xml:space="preserve">O, Son of Adam! </w:t>
      </w:r>
      <w:proofErr w:type="gramStart"/>
      <w:r>
        <w:t>the</w:t>
      </w:r>
      <w:proofErr w:type="gramEnd"/>
      <w:r>
        <w:t xml:space="preserve"> wealth is Mine and you are My servant. Nothing is yours except what you eat and finish and what you wear and turn it into rags. </w:t>
      </w:r>
      <w:proofErr w:type="spellStart"/>
      <w:r>
        <w:t>What ever</w:t>
      </w:r>
      <w:proofErr w:type="spellEnd"/>
      <w:r>
        <w:t xml:space="preserve"> charity you give, you make it eternal. Whatever you gather does not benefit you and it becomes worthless. Indeed, you are divided into three parts: One part is for </w:t>
      </w:r>
      <w:proofErr w:type="gramStart"/>
      <w:r>
        <w:t>Me</w:t>
      </w:r>
      <w:proofErr w:type="gramEnd"/>
      <w:r>
        <w:t xml:space="preserve">, one part is for you and the last part is between you and Me. The one which is for </w:t>
      </w:r>
      <w:proofErr w:type="gramStart"/>
      <w:r>
        <w:t>Me</w:t>
      </w:r>
      <w:proofErr w:type="gramEnd"/>
      <w:r>
        <w:t xml:space="preserve"> is your soul. The other one which is for you are </w:t>
      </w:r>
      <w:proofErr w:type="spellStart"/>
      <w:r>
        <w:t>yourdeeds</w:t>
      </w:r>
      <w:proofErr w:type="spellEnd"/>
      <w:r>
        <w:t xml:space="preserve">, the third part which is between you and </w:t>
      </w:r>
      <w:proofErr w:type="gramStart"/>
      <w:r>
        <w:t>Me</w:t>
      </w:r>
      <w:proofErr w:type="gramEnd"/>
      <w:r>
        <w:t xml:space="preserve"> is supplications on your part and acceptance on My part. O, Son of Adam! </w:t>
      </w:r>
      <w:proofErr w:type="gramStart"/>
      <w:r>
        <w:t>be</w:t>
      </w:r>
      <w:proofErr w:type="gramEnd"/>
      <w:r>
        <w:t xml:space="preserve"> humble so that you can know Me. Stay hungry so that you can see Me. Pray to me so that you can find Me. Be alone so that you can reach Me. O, Son of Adam! a king is thrown into Hell because of his oppression, an Arab because of his pride of being an Arab, a scholar because of his jealousy, the poor because of his lies, businessmen because of their treachery, farmer because of their ignorance, worshipers because of their showing off, wealthy people because of their pride indigent because of their carelessness, dyers because of their fraud, </w:t>
      </w:r>
      <w:proofErr w:type="spellStart"/>
      <w:r>
        <w:t>preventor</w:t>
      </w:r>
      <w:proofErr w:type="spellEnd"/>
      <w:r>
        <w:t xml:space="preserve"> of </w:t>
      </w:r>
      <w:proofErr w:type="spellStart"/>
      <w:r>
        <w:t>Zakat</w:t>
      </w:r>
      <w:proofErr w:type="spellEnd"/>
      <w:r>
        <w:t xml:space="preserve"> because of their prevention. Then where are the seekers of </w:t>
      </w:r>
      <w:proofErr w:type="spellStart"/>
      <w:r>
        <w:t>Jannat</w:t>
      </w:r>
      <w:proofErr w:type="spellEnd"/>
      <w:r>
        <w:t xml:space="preserve"> (Heaven)?</w:t>
      </w:r>
    </w:p>
    <w:p w:rsidR="00555BAA" w:rsidRDefault="00555BAA" w:rsidP="00D20B5B">
      <w:pPr>
        <w:pStyle w:val="libNormal"/>
      </w:pPr>
      <w:r>
        <w:br w:type="page"/>
      </w:r>
    </w:p>
    <w:p w:rsidR="00555BAA" w:rsidRDefault="00555BAA" w:rsidP="000509AC">
      <w:pPr>
        <w:pStyle w:val="Heading1Center"/>
      </w:pPr>
      <w:bookmarkStart w:id="57" w:name="_Toc444945340"/>
      <w:r>
        <w:rPr>
          <w:rFonts w:hint="eastAsia"/>
          <w:rtl/>
        </w:rPr>
        <w:lastRenderedPageBreak/>
        <w:t>الحديث</w:t>
      </w:r>
      <w:r>
        <w:rPr>
          <w:rtl/>
        </w:rPr>
        <w:t xml:space="preserve"> التاسع والعشرون‏</w:t>
      </w:r>
      <w:bookmarkEnd w:id="57"/>
    </w:p>
    <w:p w:rsidR="00555BAA" w:rsidRDefault="00555BAA" w:rsidP="00616AF4">
      <w:pPr>
        <w:pStyle w:val="libAr"/>
      </w:pPr>
      <w:r>
        <w:rPr>
          <w:rtl/>
        </w:rPr>
        <w:t>يَا أَيُّهَا الَّذِينَ آمَنُوا اتَّقُوا اللَّهَ حَقَّ تُقَاتِهِ وَ لاَ تَمُوتُنَّ إلَّا وَ أَنْتُمْ مُسلِمُونَ</w:t>
      </w:r>
      <w:r>
        <w:t>.</w:t>
      </w:r>
    </w:p>
    <w:p w:rsidR="006F3EF0" w:rsidRDefault="00555BAA" w:rsidP="00616AF4">
      <w:pPr>
        <w:pStyle w:val="libAr"/>
      </w:pPr>
      <w:r>
        <w:rPr>
          <w:rFonts w:hint="eastAsia"/>
          <w:rtl/>
        </w:rPr>
        <w:t>يَابْنَ</w:t>
      </w:r>
      <w:r>
        <w:rPr>
          <w:rtl/>
        </w:rPr>
        <w:t xml:space="preserve"> آدَمَ!! مَثَلْ الْعَمَلِ بِلاَ عِلْمٍ كَمَثَلِ الرَّعْدِ بِلاَ مَطَرٍ وَ مَثَلُ الْعِلْمِ بِلاَ عَمَلٍ كَمَثَلِ الشَّجَرِ بِلاَ ثَمَرٍ وَ مَثَلُ الْعِلْمِ بِلاَ زُهْدٍ وَ خَشْيَةٍ كَالْمَالِ بِلاَ زَكاةٍ وَالطَّعَامِ بِلاَ مِلْحٍ وَ كَزَرْعٍ عَلى ا</w:t>
      </w:r>
      <w:r>
        <w:rPr>
          <w:rFonts w:hint="eastAsia"/>
          <w:rtl/>
        </w:rPr>
        <w:t>لصَّفَا</w:t>
      </w:r>
      <w:r>
        <w:rPr>
          <w:rtl/>
        </w:rPr>
        <w:t xml:space="preserve"> وَ مَثَلُ الْعِلْمِ عِنْدَ الْأَحْمَقِ كَمَثَلِ الدُّرّ وَ الْيَاقُوتِ عِنْدَ البَهِيْمَةِ وَ مَثَلُ القُلُوبِ القَاسِيَةِ كَمَثَلِ الْحَجَرِ الثَّابِتِ في الْمَاءِ وَ مَثَلُ الْمَوْعِظَةِ عِنْدَ مَنْ لاَ يَرْغَبُ فِيهَا كَمَثَلِ الْمِزْمَارِ عِنْد</w:t>
      </w:r>
      <w:r>
        <w:rPr>
          <w:rFonts w:hint="eastAsia"/>
          <w:rtl/>
        </w:rPr>
        <w:t>َ</w:t>
      </w:r>
      <w:r>
        <w:rPr>
          <w:rtl/>
        </w:rPr>
        <w:t xml:space="preserve"> أَهْلِ الْقُبُورِ وَ مَثَلُ الصَّدَقَةِ بِالْحَرامِ كَمَثَلِ مَنْ يَغْسِلُ الْعَذَرَةِ بِبَوْلِهِ وَ مَثَلُ الصَّلَاةِ بِلاَ زَكاةِ الْمَالِ كَمَثَلِ الْجَسَدِ بِلاَ رُوحٍ وَ مَثَلُ الْعَمَلِ بِلاَ تَوْبَةِ كَمَثَلِ البُنْيَانِ بِلاَ أسَاسٍ أَفَأمِنُوا م</w:t>
      </w:r>
      <w:r>
        <w:rPr>
          <w:rFonts w:hint="eastAsia"/>
          <w:rtl/>
        </w:rPr>
        <w:t>َكْرَ</w:t>
      </w:r>
      <w:r>
        <w:rPr>
          <w:rtl/>
        </w:rPr>
        <w:t xml:space="preserve"> اللَّهِ فَلاَ يَأمَنُ مَكْرَ اللَّهِ إلَّا القَوْمُ الْخَاسِرُونَ</w:t>
      </w:r>
      <w:r>
        <w:t>.</w:t>
      </w:r>
    </w:p>
    <w:p w:rsidR="00555BAA" w:rsidRDefault="00555BAA" w:rsidP="00D20B5B">
      <w:pPr>
        <w:pStyle w:val="libNormal"/>
      </w:pPr>
      <w:r>
        <w:br w:type="page"/>
      </w:r>
    </w:p>
    <w:p w:rsidR="006F3EF0" w:rsidRDefault="00555BAA" w:rsidP="000509AC">
      <w:pPr>
        <w:pStyle w:val="Heading1Center"/>
      </w:pPr>
      <w:bookmarkStart w:id="58" w:name="_Toc444945341"/>
      <w:r>
        <w:lastRenderedPageBreak/>
        <w:t>Chapter 29</w:t>
      </w:r>
      <w:bookmarkEnd w:id="58"/>
    </w:p>
    <w:p w:rsidR="00555BAA" w:rsidRDefault="00555BAA" w:rsidP="00555BAA">
      <w:pPr>
        <w:pStyle w:val="libNormal"/>
      </w:pPr>
      <w:r>
        <w:t>Almighty Allah says:</w:t>
      </w:r>
    </w:p>
    <w:p w:rsidR="00555BAA" w:rsidRDefault="00555BAA" w:rsidP="00555BAA">
      <w:pPr>
        <w:pStyle w:val="libNormal"/>
      </w:pPr>
      <w:r>
        <w:t xml:space="preserve">O, You who believe! </w:t>
      </w:r>
      <w:proofErr w:type="gramStart"/>
      <w:r>
        <w:t>be</w:t>
      </w:r>
      <w:proofErr w:type="gramEnd"/>
      <w:r>
        <w:t xml:space="preserve"> careful of (your duty to) Allah with the care which is due to Him, and do not die unless you are Muslims (3:102) O, Son of Adam! </w:t>
      </w:r>
      <w:proofErr w:type="gramStart"/>
      <w:r>
        <w:t>the</w:t>
      </w:r>
      <w:proofErr w:type="gramEnd"/>
      <w:r>
        <w:t xml:space="preserve"> parable of deeds without knowledge is like thunder without rain. Knowledge without practice is like tree without fruit. Knowledge without piety and humbleness (</w:t>
      </w:r>
      <w:proofErr w:type="spellStart"/>
      <w:r>
        <w:t>Zuhd</w:t>
      </w:r>
      <w:proofErr w:type="spellEnd"/>
      <w:r>
        <w:t xml:space="preserve"> </w:t>
      </w:r>
      <w:proofErr w:type="spellStart"/>
      <w:proofErr w:type="gramStart"/>
      <w:r>
        <w:t>Wa</w:t>
      </w:r>
      <w:proofErr w:type="spellEnd"/>
      <w:proofErr w:type="gramEnd"/>
      <w:r>
        <w:t xml:space="preserve"> </w:t>
      </w:r>
      <w:proofErr w:type="spellStart"/>
      <w:r>
        <w:t>Khusho’u</w:t>
      </w:r>
      <w:proofErr w:type="spellEnd"/>
      <w:r>
        <w:t xml:space="preserve">) is like wealth without </w:t>
      </w:r>
      <w:proofErr w:type="spellStart"/>
      <w:r>
        <w:t>Zakat</w:t>
      </w:r>
      <w:proofErr w:type="spellEnd"/>
      <w:r>
        <w:t xml:space="preserve"> (alms), food without salt and like cultivation on rocks. Parable of knowledge in the eyes of the insane is like pearls and rubies in the eyes of animals. The example of hardened heart is like a solid stone in water. Giving </w:t>
      </w:r>
      <w:proofErr w:type="spellStart"/>
      <w:proofErr w:type="gramStart"/>
      <w:r>
        <w:t>advise</w:t>
      </w:r>
      <w:proofErr w:type="spellEnd"/>
      <w:proofErr w:type="gramEnd"/>
      <w:r>
        <w:t xml:space="preserve"> to a person who is not willing to listen is like whistling in front of graves. Giving </w:t>
      </w:r>
      <w:proofErr w:type="spellStart"/>
      <w:proofErr w:type="gramStart"/>
      <w:r>
        <w:t>Sadqa</w:t>
      </w:r>
      <w:proofErr w:type="spellEnd"/>
      <w:r>
        <w:t>(</w:t>
      </w:r>
      <w:proofErr w:type="gramEnd"/>
      <w:r>
        <w:t xml:space="preserve">alms) from </w:t>
      </w:r>
      <w:proofErr w:type="spellStart"/>
      <w:r>
        <w:t>Haram</w:t>
      </w:r>
      <w:proofErr w:type="spellEnd"/>
      <w:r>
        <w:t xml:space="preserve"> wealth is like washing feces with urine. Prayer without </w:t>
      </w:r>
      <w:proofErr w:type="spellStart"/>
      <w:r>
        <w:t>Zakat</w:t>
      </w:r>
      <w:proofErr w:type="spellEnd"/>
      <w:r>
        <w:t xml:space="preserve"> is like body without soul. Deeds without </w:t>
      </w:r>
      <w:proofErr w:type="spellStart"/>
      <w:proofErr w:type="gramStart"/>
      <w:r>
        <w:t>Tawba</w:t>
      </w:r>
      <w:proofErr w:type="spellEnd"/>
      <w:r>
        <w:t>(</w:t>
      </w:r>
      <w:proofErr w:type="gramEnd"/>
      <w:r>
        <w:t xml:space="preserve">repentance) is like building without foundation. What! </w:t>
      </w:r>
      <w:proofErr w:type="gramStart"/>
      <w:r>
        <w:t>do</w:t>
      </w:r>
      <w:proofErr w:type="gramEnd"/>
      <w:r>
        <w:t xml:space="preserve"> they feel secure from Allah’s plans? But none feels secure from Allah’s plan except the people who shall perish (7:99).</w:t>
      </w:r>
    </w:p>
    <w:p w:rsidR="00555BAA" w:rsidRDefault="00555BAA" w:rsidP="00D20B5B">
      <w:pPr>
        <w:pStyle w:val="libNormal"/>
      </w:pPr>
      <w:r>
        <w:br w:type="page"/>
      </w:r>
    </w:p>
    <w:p w:rsidR="00555BAA" w:rsidRDefault="00555BAA" w:rsidP="000509AC">
      <w:pPr>
        <w:pStyle w:val="Heading1Center"/>
      </w:pPr>
      <w:bookmarkStart w:id="59" w:name="_Toc444945342"/>
      <w:r>
        <w:rPr>
          <w:rFonts w:hint="eastAsia"/>
          <w:rtl/>
        </w:rPr>
        <w:lastRenderedPageBreak/>
        <w:t>الحديث</w:t>
      </w:r>
      <w:r>
        <w:rPr>
          <w:rtl/>
        </w:rPr>
        <w:t xml:space="preserve"> الثلاثون‏</w:t>
      </w:r>
      <w:bookmarkEnd w:id="59"/>
    </w:p>
    <w:p w:rsidR="006F3EF0" w:rsidRDefault="00555BAA" w:rsidP="00616AF4">
      <w:pPr>
        <w:pStyle w:val="libAr"/>
      </w:pPr>
      <w:r>
        <w:rPr>
          <w:rtl/>
        </w:rPr>
        <w:t>يَا بْنَ آدَمَ!! بِقَدْرِ مَا يَمِيْلُ قَلْبُكَ إِلَى الدُّنْيَا أُخْرِجُ مَحَبَّتِي عَنْ قَلْبِكَ فَأنِّي لاَ أَجْمَعُ حُبِّي وَ حُبَّ الدُّنْيا في قَلْبٍ وَاحِدٍ أَبَداً تَجَرَّدْ لِعِبَادَتِي وَ أَخْلِصْ مِنَ الرِّيَاءِ عَمَلَكَ حَتَّى ألْبِسَكَ لِبَاس</w:t>
      </w:r>
      <w:r>
        <w:rPr>
          <w:rFonts w:hint="eastAsia"/>
          <w:rtl/>
        </w:rPr>
        <w:t>َ</w:t>
      </w:r>
      <w:r>
        <w:rPr>
          <w:rtl/>
        </w:rPr>
        <w:t xml:space="preserve"> مَحَبَّتِي أَقْبِلْ إِلَىَّ وَ تَفَرَّغْ لِذِكْرِي أَذْكُرْكَ عِنْدَ مَلاَئِكَتِي، يَا بْنَ آدَمَ أذْكُرْني تَذَلُّلا أَذْكُرْكَ تَفَضُّلاً أذْكُرْني بِمُجَاهَدَةٍ اذْكُرْكَ بِمُشَاهَدَةٍ اذْكُرْني في فَوْقِ الأَرْضِ أَذْكُرْكَ تَحْتَ الأَرْضِ اذْكُرْنِي في النِّعْمَةِ وَ الصِّحَّةِ أَذْكُرْكَ في الشِّدَّةِ وَ الْوَحْدَةِ أذْكُرْني بِالطَّاعَةِ أذْكُرْكَ بِالْمَغْفِرَةِ أذْكُرني في الصِّحَّةِ وَ الْغِنَاءِ أَذْكُرْكَ في الْفَقْرِ وَ الْغِنَاءِ أذْكُرْني بِالصِّدْقِ وَ الصَّفَاءِ أَذْكُرْكَ بِالْمَلإ الأعْ</w:t>
      </w:r>
      <w:r>
        <w:rPr>
          <w:rFonts w:hint="eastAsia"/>
          <w:rtl/>
        </w:rPr>
        <w:t>لَى</w:t>
      </w:r>
      <w:r>
        <w:rPr>
          <w:rtl/>
        </w:rPr>
        <w:t xml:space="preserve"> اذْكُرْني بِالْإِحْسَانِ إلَى الفُقَراء أَذْكُرْني بِالتَّضَرُّعِ أَذْكُرْكَ أذْكُرْني بِالْعُبُودِيَّةِ أَذْكُرْكَ بِالرُّبُوبِيَّةِ أُذْكُرْني بِالتَّضَرُّعِ أَذْكُرْكَ بِالتَّكَرُّمِ أُذْكُرْني بِالتَّلَفظِ أَذْكُرْكَ بِالتَّلَطفِ اذْكُرْني بِتَرْكِ الدُّنْيَا أَذْكُرْكَ بِنَعِيْمِ الْبَقَاءِ اذْكُرْني في الشِّدَّةِ الْهَالِكَةِ أَذْكُرْكَ بِالنَّجَاةِ الْكَامِلَةِ</w:t>
      </w:r>
      <w:r>
        <w:t>.</w:t>
      </w:r>
    </w:p>
    <w:p w:rsidR="00555BAA" w:rsidRDefault="00555BAA" w:rsidP="00D20B5B">
      <w:pPr>
        <w:pStyle w:val="libNormal"/>
      </w:pPr>
      <w:r>
        <w:br w:type="page"/>
      </w:r>
    </w:p>
    <w:p w:rsidR="006F3EF0" w:rsidRDefault="00555BAA" w:rsidP="000509AC">
      <w:pPr>
        <w:pStyle w:val="Heading1Center"/>
      </w:pPr>
      <w:bookmarkStart w:id="60" w:name="_Toc444945343"/>
      <w:r>
        <w:lastRenderedPageBreak/>
        <w:t>Chapter 30</w:t>
      </w:r>
      <w:bookmarkEnd w:id="60"/>
    </w:p>
    <w:p w:rsidR="00555BAA" w:rsidRDefault="00555BAA" w:rsidP="00555BAA">
      <w:pPr>
        <w:pStyle w:val="libNormal"/>
      </w:pPr>
      <w:r>
        <w:t>Almighty Allah says:</w:t>
      </w:r>
    </w:p>
    <w:p w:rsidR="00555BAA" w:rsidRDefault="00555BAA" w:rsidP="00555BAA">
      <w:pPr>
        <w:pStyle w:val="libNormal"/>
      </w:pPr>
      <w:r>
        <w:t xml:space="preserve">O, Son of Adam! </w:t>
      </w:r>
      <w:proofErr w:type="gramStart"/>
      <w:r>
        <w:t>as</w:t>
      </w:r>
      <w:proofErr w:type="gramEnd"/>
      <w:r>
        <w:t xml:space="preserve"> much as your heart desires towards this world that much My love gets away from your heart. Indeed, I will not let </w:t>
      </w:r>
      <w:proofErr w:type="gramStart"/>
      <w:r>
        <w:t>My</w:t>
      </w:r>
      <w:proofErr w:type="gramEnd"/>
      <w:r>
        <w:t xml:space="preserve"> love and love of this world gather in one heart. Be alone for </w:t>
      </w:r>
      <w:proofErr w:type="gramStart"/>
      <w:r>
        <w:t>My</w:t>
      </w:r>
      <w:proofErr w:type="gramEnd"/>
      <w:r>
        <w:t xml:space="preserve"> </w:t>
      </w:r>
      <w:proofErr w:type="spellStart"/>
      <w:r>
        <w:t>prayers.Purify</w:t>
      </w:r>
      <w:proofErr w:type="spellEnd"/>
      <w:r>
        <w:t xml:space="preserve"> your deeds from showing-off then I will make you wear the clothes of My love. Turn towards me and be ready for </w:t>
      </w:r>
      <w:proofErr w:type="gramStart"/>
      <w:r>
        <w:t>My</w:t>
      </w:r>
      <w:proofErr w:type="gramEnd"/>
      <w:r>
        <w:t xml:space="preserve"> remembrance, I will remember you in front of My angles. O, Son of Adam! </w:t>
      </w:r>
      <w:proofErr w:type="gramStart"/>
      <w:r>
        <w:t>remember</w:t>
      </w:r>
      <w:proofErr w:type="gramEnd"/>
      <w:r>
        <w:t xml:space="preserve"> Me with humbleness, I will remember you with My blessings. Remember </w:t>
      </w:r>
      <w:proofErr w:type="gramStart"/>
      <w:r>
        <w:t>Me</w:t>
      </w:r>
      <w:proofErr w:type="gramEnd"/>
      <w:r>
        <w:t xml:space="preserve"> by fighting with your soul, I will remember you by watching. Remember </w:t>
      </w:r>
      <w:proofErr w:type="gramStart"/>
      <w:r>
        <w:t>Me</w:t>
      </w:r>
      <w:proofErr w:type="gramEnd"/>
      <w:r>
        <w:t xml:space="preserve"> on the earth, I will remember you in the grave. Remember </w:t>
      </w:r>
      <w:proofErr w:type="gramStart"/>
      <w:r>
        <w:t>Me</w:t>
      </w:r>
      <w:proofErr w:type="gramEnd"/>
      <w:r>
        <w:t xml:space="preserve"> in bounties and in good health, I will remember you in difficulties and loneliness. Remember </w:t>
      </w:r>
      <w:proofErr w:type="gramStart"/>
      <w:r>
        <w:t>Me</w:t>
      </w:r>
      <w:proofErr w:type="gramEnd"/>
      <w:r>
        <w:t xml:space="preserve"> in good health and wealth, I will remember you in your poverty and hardship. Remember </w:t>
      </w:r>
      <w:proofErr w:type="gramStart"/>
      <w:r>
        <w:t>Me</w:t>
      </w:r>
      <w:proofErr w:type="gramEnd"/>
      <w:r>
        <w:t xml:space="preserve"> with truth and purity, I will remember you in exalted Heaven. Remember </w:t>
      </w:r>
      <w:proofErr w:type="gramStart"/>
      <w:r>
        <w:t>Me</w:t>
      </w:r>
      <w:proofErr w:type="gramEnd"/>
      <w:r>
        <w:t xml:space="preserve"> by being kind towards poor people, I will remember you in Heaven, the place to be resorted to. Remember </w:t>
      </w:r>
      <w:proofErr w:type="gramStart"/>
      <w:r>
        <w:t>Me</w:t>
      </w:r>
      <w:proofErr w:type="gramEnd"/>
      <w:r>
        <w:t xml:space="preserve"> by submission, I will remember you with divinity. Remember </w:t>
      </w:r>
      <w:proofErr w:type="gramStart"/>
      <w:r>
        <w:t>Me</w:t>
      </w:r>
      <w:proofErr w:type="gramEnd"/>
      <w:r>
        <w:t xml:space="preserve"> by crying, I will remember you with mercy. Remember </w:t>
      </w:r>
      <w:proofErr w:type="gramStart"/>
      <w:r>
        <w:t>Me</w:t>
      </w:r>
      <w:proofErr w:type="gramEnd"/>
      <w:r>
        <w:t xml:space="preserve"> with words, I will remember you with rewards. Remember </w:t>
      </w:r>
      <w:proofErr w:type="gramStart"/>
      <w:r>
        <w:t>Me</w:t>
      </w:r>
      <w:proofErr w:type="gramEnd"/>
      <w:r>
        <w:t xml:space="preserve"> by abandoning this world, I will remember you by giving you salvation of the Hereafter. Remember </w:t>
      </w:r>
      <w:proofErr w:type="gramStart"/>
      <w:r>
        <w:t>Me</w:t>
      </w:r>
      <w:proofErr w:type="gramEnd"/>
      <w:r>
        <w:t xml:space="preserve"> in your extreme difficulties, I will remember you with perfect salvation.</w:t>
      </w:r>
    </w:p>
    <w:p w:rsidR="00555BAA" w:rsidRDefault="00555BAA" w:rsidP="00D20B5B">
      <w:pPr>
        <w:pStyle w:val="libNormal"/>
      </w:pPr>
      <w:r>
        <w:br w:type="page"/>
      </w:r>
    </w:p>
    <w:p w:rsidR="00555BAA" w:rsidRDefault="00555BAA" w:rsidP="000509AC">
      <w:pPr>
        <w:pStyle w:val="Heading1Center"/>
      </w:pPr>
      <w:bookmarkStart w:id="61" w:name="_Toc444945344"/>
      <w:r>
        <w:rPr>
          <w:rFonts w:hint="eastAsia"/>
          <w:rtl/>
        </w:rPr>
        <w:lastRenderedPageBreak/>
        <w:t>الحديث</w:t>
      </w:r>
      <w:r>
        <w:rPr>
          <w:rtl/>
        </w:rPr>
        <w:t xml:space="preserve"> الحادي والثلاثون‏</w:t>
      </w:r>
      <w:bookmarkEnd w:id="61"/>
    </w:p>
    <w:p w:rsidR="00555BAA" w:rsidRDefault="00555BAA" w:rsidP="00616AF4">
      <w:pPr>
        <w:pStyle w:val="libAr"/>
      </w:pPr>
      <w:r>
        <w:rPr>
          <w:rtl/>
        </w:rPr>
        <w:t>يَا بْنَ آدَمَ!! أُذْكُرْنِي أَسْتَجِبْ لَكُمْ؛ ادْعُونِي بِلاَ غَفْلَةٍ أَسْتَجِبْ لَكُمْ بِلاَ مُهْلَةٍ، أُدْعُونِي بِالْقُلُوبِ الْخَالِيَةِ أَسْتَجِبْ لَكُمْ بِالدَّرَجَاتِ العَالِيَةِ، أُدْعُونِي بِالْإِخْلاَصِ وَ التَّقْوَى أَسْتَجِبْ بِالْجَنَّةِ ا</w:t>
      </w:r>
      <w:r>
        <w:rPr>
          <w:rFonts w:hint="eastAsia"/>
          <w:rtl/>
        </w:rPr>
        <w:t>لْمَأْوَى،</w:t>
      </w:r>
      <w:r>
        <w:rPr>
          <w:rtl/>
        </w:rPr>
        <w:t xml:space="preserve"> أُدْعونِي بِالْخَوْفِ وَ الرَّجَاءِ أَجْعَلْ لَكُمْ مِنْ كُلِّ أَمْرٍ فَرَجاً وَ مَْخرَجاً، ادْعُونِي بِالْأَسْمَاءِ الْعُلْيَا أَسْتَحِبْ لَكُمْ بِبُلُوغِ الْمَطَالِبِ الْأَسْنَاءِ، أُدْعُونِي فِي دَارِ الْخَرَابِ وَ الْفَنَاءِ أَسْتَجِبْ لَكُم</w:t>
      </w:r>
      <w:r>
        <w:rPr>
          <w:rFonts w:hint="eastAsia"/>
          <w:rtl/>
        </w:rPr>
        <w:t>ْ</w:t>
      </w:r>
      <w:r>
        <w:rPr>
          <w:rtl/>
        </w:rPr>
        <w:t xml:space="preserve"> فِي دَارِ الثَّوابِ وَ البَقَاءِ</w:t>
      </w:r>
      <w:r>
        <w:t>.</w:t>
      </w:r>
    </w:p>
    <w:p w:rsidR="00555BAA" w:rsidRDefault="00555BAA" w:rsidP="00616AF4">
      <w:pPr>
        <w:pStyle w:val="libAr"/>
      </w:pPr>
      <w:r>
        <w:rPr>
          <w:rFonts w:hint="eastAsia"/>
          <w:rtl/>
        </w:rPr>
        <w:t>يَا</w:t>
      </w:r>
      <w:r>
        <w:rPr>
          <w:rtl/>
        </w:rPr>
        <w:t xml:space="preserve"> بْنَ آدَمَ!! كَمْ تَقُولُ اللَّهُ اللَّهُ وَ فِي قَلْبِكَ غَيْرُ اللَّهِ وَ لِسَانُكَ يَذْكُرُ اللَّهَ وَ تَخَافُ غَيْرَ اللَّهِ وَ تَرْجُو غَيْرَ اللَّهِ وَ لَوْ عَرَفْتَ اللَّهَ لَما أَهَمَّكَ غَيْرُ اللَّهِ وَ تُذْنِبُ وَ لاَ تَسْتَغْفِرُ فَأنَّ الا</w:t>
      </w:r>
      <w:r>
        <w:rPr>
          <w:rFonts w:hint="eastAsia"/>
          <w:rtl/>
        </w:rPr>
        <w:t>ِسْتِغْفَارَ</w:t>
      </w:r>
      <w:r>
        <w:rPr>
          <w:rtl/>
        </w:rPr>
        <w:t xml:space="preserve"> مَعَ الْإصْرَارِ تَوْبَةُ الكَاذِبيْنَ وَ مَا رَبُّكَ بِظَلَّام لِلْعَبِيْدِ</w:t>
      </w:r>
      <w:r>
        <w:t>.</w:t>
      </w:r>
    </w:p>
    <w:p w:rsidR="00555BAA" w:rsidRDefault="00555BAA" w:rsidP="00D20B5B">
      <w:pPr>
        <w:pStyle w:val="libNormal"/>
      </w:pPr>
      <w:r>
        <w:br w:type="page"/>
      </w:r>
    </w:p>
    <w:p w:rsidR="006F3EF0" w:rsidRDefault="00555BAA" w:rsidP="000509AC">
      <w:pPr>
        <w:pStyle w:val="Heading1Center"/>
      </w:pPr>
      <w:bookmarkStart w:id="62" w:name="_Toc444945345"/>
      <w:r>
        <w:lastRenderedPageBreak/>
        <w:t>Chapter 31</w:t>
      </w:r>
      <w:bookmarkEnd w:id="62"/>
    </w:p>
    <w:p w:rsidR="00555BAA" w:rsidRDefault="00555BAA" w:rsidP="00555BAA">
      <w:pPr>
        <w:pStyle w:val="libNormal"/>
      </w:pPr>
      <w:r>
        <w:t>Almighty Allah says:</w:t>
      </w:r>
    </w:p>
    <w:p w:rsidR="00555BAA" w:rsidRDefault="00555BAA" w:rsidP="00555BAA">
      <w:pPr>
        <w:pStyle w:val="libNormal"/>
      </w:pPr>
      <w:r>
        <w:t xml:space="preserve">O, Son of Adam! Remember Me, I will answer you. Call upon </w:t>
      </w:r>
      <w:proofErr w:type="gramStart"/>
      <w:r>
        <w:t>Me</w:t>
      </w:r>
      <w:proofErr w:type="gramEnd"/>
      <w:r>
        <w:t xml:space="preserve"> without carelessness, I will answer you without any delay. Call upon </w:t>
      </w:r>
      <w:proofErr w:type="gramStart"/>
      <w:r>
        <w:t>Me</w:t>
      </w:r>
      <w:proofErr w:type="gramEnd"/>
      <w:r>
        <w:t xml:space="preserve"> with empty heart, I will answer you by promoting you to higher rank. Call upon </w:t>
      </w:r>
      <w:proofErr w:type="gramStart"/>
      <w:r>
        <w:t>Me</w:t>
      </w:r>
      <w:proofErr w:type="gramEnd"/>
      <w:r>
        <w:t xml:space="preserve"> with purity and piety, I will answer you by presenting the Heaven, the place to be resorted to. Call upon </w:t>
      </w:r>
      <w:proofErr w:type="gramStart"/>
      <w:r>
        <w:t>Me</w:t>
      </w:r>
      <w:proofErr w:type="gramEnd"/>
      <w:r>
        <w:t xml:space="preserve"> with fear and hope, I will make all your affairs easy and successful. Call upon Me by My High </w:t>
      </w:r>
      <w:proofErr w:type="gramStart"/>
      <w:r>
        <w:t>Names,</w:t>
      </w:r>
      <w:proofErr w:type="gramEnd"/>
      <w:r>
        <w:t xml:space="preserve"> I will meet your high demands. Call upon </w:t>
      </w:r>
      <w:proofErr w:type="gramStart"/>
      <w:r>
        <w:t>Me</w:t>
      </w:r>
      <w:proofErr w:type="gramEnd"/>
      <w:r>
        <w:t xml:space="preserve"> in this perishable and vanishing house, I will answer you in the house of reward and eternity. O, Son of Adam! how long are you going to say Allah, Allah, while you have (others)besides Allah in your </w:t>
      </w:r>
      <w:proofErr w:type="spellStart"/>
      <w:r>
        <w:t>heart.Your</w:t>
      </w:r>
      <w:proofErr w:type="spellEnd"/>
      <w:r>
        <w:t xml:space="preserve"> tongue is remembering Allah, but you fear besides (others) Allah and you have in (others) besides </w:t>
      </w:r>
      <w:proofErr w:type="spellStart"/>
      <w:r>
        <w:t>Allah.If</w:t>
      </w:r>
      <w:proofErr w:type="spellEnd"/>
      <w:r>
        <w:t xml:space="preserve"> you would have known Allah you would not have given importance to </w:t>
      </w:r>
      <w:proofErr w:type="spellStart"/>
      <w:r>
        <w:t>any thing</w:t>
      </w:r>
      <w:proofErr w:type="spellEnd"/>
      <w:r>
        <w:t xml:space="preserve"> besides </w:t>
      </w:r>
      <w:proofErr w:type="spellStart"/>
      <w:r>
        <w:t>Allah.You</w:t>
      </w:r>
      <w:proofErr w:type="spellEnd"/>
      <w:r>
        <w:t xml:space="preserve"> commit sins and you don’t seek pardon from Allah? Indeed, seeking pardon and constantly sinning (at the same time) is the repentance of liars (</w:t>
      </w:r>
      <w:proofErr w:type="spellStart"/>
      <w:r>
        <w:t>Tawbatul</w:t>
      </w:r>
      <w:proofErr w:type="spellEnd"/>
      <w:r>
        <w:t xml:space="preserve"> </w:t>
      </w:r>
      <w:proofErr w:type="spellStart"/>
      <w:r>
        <w:t>Kazibin</w:t>
      </w:r>
      <w:proofErr w:type="spellEnd"/>
      <w:r>
        <w:t xml:space="preserve">), Allah is not unjust to his </w:t>
      </w:r>
      <w:proofErr w:type="gramStart"/>
      <w:r>
        <w:t>servants(</w:t>
      </w:r>
      <w:proofErr w:type="gramEnd"/>
      <w:r>
        <w:t>41:46).</w:t>
      </w:r>
    </w:p>
    <w:p w:rsidR="00555BAA" w:rsidRDefault="00555BAA" w:rsidP="00D20B5B">
      <w:pPr>
        <w:pStyle w:val="libNormal"/>
      </w:pPr>
      <w:r>
        <w:br w:type="page"/>
      </w:r>
    </w:p>
    <w:p w:rsidR="00555BAA" w:rsidRDefault="00555BAA" w:rsidP="000509AC">
      <w:pPr>
        <w:pStyle w:val="Heading1Center"/>
      </w:pPr>
      <w:bookmarkStart w:id="63" w:name="_Toc444945346"/>
      <w:r>
        <w:rPr>
          <w:rFonts w:hint="eastAsia"/>
          <w:rtl/>
        </w:rPr>
        <w:lastRenderedPageBreak/>
        <w:t>الحديث</w:t>
      </w:r>
      <w:r>
        <w:rPr>
          <w:rtl/>
        </w:rPr>
        <w:t xml:space="preserve"> الثانى والثلاثون‏</w:t>
      </w:r>
      <w:bookmarkEnd w:id="63"/>
    </w:p>
    <w:p w:rsidR="00555BAA" w:rsidRDefault="00555BAA" w:rsidP="00616AF4">
      <w:pPr>
        <w:pStyle w:val="libAr"/>
      </w:pPr>
      <w:r>
        <w:rPr>
          <w:rtl/>
        </w:rPr>
        <w:t>يَا بْنَ آدَمَ!! أَجَلُكَ يَضْحَكُ بِأَمَلِكَ وَ قَضَائِي يَضْحَكُ مِنْ حَذَرِكَ وَ تَقْدِيرِي يَضْحَكُ مِنْ تَدْبِيْرِكَ وَ آخِرَتِي تَضْحَكُ مِنْ دُنْيَاكَ وَ قِسْمَتِي تَضْحَكُ مِنْ حِرْصِكَ فَإنَّ رِزْقَكَ مَوْزُونٌ مَعْرُوفٌ مَكْتُوبٌ مَخْزُونٌ؛ فَبَ</w:t>
      </w:r>
      <w:r>
        <w:rPr>
          <w:rFonts w:hint="eastAsia"/>
          <w:rtl/>
        </w:rPr>
        <w:t>ادِرْ</w:t>
      </w:r>
      <w:r>
        <w:rPr>
          <w:rtl/>
        </w:rPr>
        <w:t xml:space="preserve"> لِلْمَوْتِ بِعَمَلِكَ الْخَيْرَ قَبْلَ الْمَوْتِ فَإنَّ رِزْقَكَ لاَ يَأْكُلُهُ غَيْرُكَ نَحْنُ قَسَمْنَا بَيْنَهُمْ مَعِيشَتَهُمْ فِي الْحَيَاةِ الدُّنْيَا (الآيَة</w:t>
      </w:r>
      <w:r>
        <w:t>).</w:t>
      </w:r>
    </w:p>
    <w:p w:rsidR="00555BAA" w:rsidRDefault="00555BAA" w:rsidP="00616AF4">
      <w:pPr>
        <w:pStyle w:val="libAr"/>
      </w:pPr>
      <w:r>
        <w:rPr>
          <w:rFonts w:hint="eastAsia"/>
          <w:rtl/>
        </w:rPr>
        <w:t>يَا</w:t>
      </w:r>
      <w:r>
        <w:rPr>
          <w:rtl/>
        </w:rPr>
        <w:t xml:space="preserve"> بْنَ آدَمَ!! الدُّنْيَا مُرُّ عَلى أَوْلِيَائِي لَكِنْ يُحِبُّونَ لِقَائِي وَ حُلْوٌ لِأَعْدَائِي وَ لَكِنْ يَكْرَهُونَ لِقَائِي</w:t>
      </w:r>
      <w:r>
        <w:t>.</w:t>
      </w:r>
    </w:p>
    <w:p w:rsidR="006F3EF0" w:rsidRDefault="00555BAA" w:rsidP="00616AF4">
      <w:pPr>
        <w:pStyle w:val="libAr"/>
      </w:pPr>
      <w:r>
        <w:rPr>
          <w:rFonts w:hint="eastAsia"/>
          <w:rtl/>
        </w:rPr>
        <w:t>يَا</w:t>
      </w:r>
      <w:r>
        <w:rPr>
          <w:rtl/>
        </w:rPr>
        <w:t xml:space="preserve"> بْنَ آدَمَ!! المَوتُ نَازِلٌ بِكَ وَ إنْ كَرِهْتَ وَ اصْبِرْ لِحُكْمِ رَبِّكَ فَإنَّكَ مَبْعُوثٌ فَسَبِّحْ بِحَمْدِ رَبِّكَ حِيْنَ تَقُومُ وَ مِنَ اللَّيْلِ فَسَبِّحْهُ وَ إدْبَارَ النُّجُومِ</w:t>
      </w:r>
      <w:r>
        <w:t>.</w:t>
      </w:r>
    </w:p>
    <w:p w:rsidR="00555BAA" w:rsidRDefault="00555BAA" w:rsidP="00D20B5B">
      <w:pPr>
        <w:pStyle w:val="libNormal"/>
      </w:pPr>
      <w:r>
        <w:br w:type="page"/>
      </w:r>
    </w:p>
    <w:p w:rsidR="006F3EF0" w:rsidRDefault="00555BAA" w:rsidP="000509AC">
      <w:pPr>
        <w:pStyle w:val="Heading1Center"/>
      </w:pPr>
      <w:bookmarkStart w:id="64" w:name="_Toc444945347"/>
      <w:r>
        <w:lastRenderedPageBreak/>
        <w:t>Chapter 32</w:t>
      </w:r>
      <w:bookmarkEnd w:id="64"/>
    </w:p>
    <w:p w:rsidR="00555BAA" w:rsidRDefault="00555BAA" w:rsidP="00555BAA">
      <w:pPr>
        <w:pStyle w:val="libNormal"/>
      </w:pPr>
      <w:r>
        <w:t>Almighty Allah says:</w:t>
      </w:r>
    </w:p>
    <w:p w:rsidR="00555BAA" w:rsidRDefault="00555BAA" w:rsidP="00555BAA">
      <w:pPr>
        <w:pStyle w:val="libNormal"/>
      </w:pPr>
      <w:r>
        <w:t xml:space="preserve">O, Son of Adam! </w:t>
      </w:r>
      <w:proofErr w:type="gramStart"/>
      <w:r>
        <w:t>your</w:t>
      </w:r>
      <w:proofErr w:type="gramEnd"/>
      <w:r>
        <w:t xml:space="preserve"> death is laughing at your </w:t>
      </w:r>
      <w:proofErr w:type="spellStart"/>
      <w:r>
        <w:t>desires.My</w:t>
      </w:r>
      <w:proofErr w:type="spellEnd"/>
      <w:r>
        <w:t xml:space="preserve"> decree is laughing at your death. My </w:t>
      </w:r>
      <w:proofErr w:type="gramStart"/>
      <w:r>
        <w:t>destiny(</w:t>
      </w:r>
      <w:proofErr w:type="spellStart"/>
      <w:proofErr w:type="gramEnd"/>
      <w:r>
        <w:t>Taqdeer</w:t>
      </w:r>
      <w:proofErr w:type="spellEnd"/>
      <w:r>
        <w:t>) is laughing at your plans(</w:t>
      </w:r>
      <w:proofErr w:type="spellStart"/>
      <w:r>
        <w:t>Tadbeer</w:t>
      </w:r>
      <w:proofErr w:type="spellEnd"/>
      <w:r>
        <w:t xml:space="preserve">). My Hereafter is laughing at you world. My fortune is laughing at your greed. Indeed, your sustenance are known and measured, written and treasured. Therefore, rush towards death with your good deeds before death overtakes you, because nobody is going to eat up (your sustenance). We have </w:t>
      </w:r>
      <w:proofErr w:type="gramStart"/>
      <w:r>
        <w:t>distribute</w:t>
      </w:r>
      <w:proofErr w:type="gramEnd"/>
      <w:r>
        <w:t xml:space="preserve"> among them their livelihood in the life of this world. And We have exalted some of them above others in degrees, that some of them may take others in subjection; and the mercy of your Lord is better than what they </w:t>
      </w:r>
      <w:proofErr w:type="gramStart"/>
      <w:r>
        <w:t>amass(</w:t>
      </w:r>
      <w:proofErr w:type="gramEnd"/>
      <w:r>
        <w:t xml:space="preserve">43:42). O, Son of Adam! </w:t>
      </w:r>
      <w:proofErr w:type="gramStart"/>
      <w:r>
        <w:t>death</w:t>
      </w:r>
      <w:proofErr w:type="gramEnd"/>
      <w:r>
        <w:t xml:space="preserve"> is going to befall upon you even if you dislike it. Have patience on your Lord’s commands, because </w:t>
      </w:r>
      <w:proofErr w:type="gramStart"/>
      <w:r>
        <w:t>your are</w:t>
      </w:r>
      <w:proofErr w:type="gramEnd"/>
      <w:r>
        <w:t xml:space="preserve"> indeed going to be raised. Then declare the glory of your Lord and praise Him while you are awake at night and declare glory of Him at the time when the stars disappear.</w:t>
      </w:r>
    </w:p>
    <w:p w:rsidR="00555BAA" w:rsidRDefault="00555BAA" w:rsidP="00D20B5B">
      <w:pPr>
        <w:pStyle w:val="libNormal"/>
      </w:pPr>
      <w:r>
        <w:br w:type="page"/>
      </w:r>
    </w:p>
    <w:p w:rsidR="00555BAA" w:rsidRDefault="00555BAA" w:rsidP="000509AC">
      <w:pPr>
        <w:pStyle w:val="Heading1Center"/>
      </w:pPr>
      <w:bookmarkStart w:id="65" w:name="_Toc444945348"/>
      <w:r>
        <w:rPr>
          <w:rFonts w:hint="eastAsia"/>
          <w:rtl/>
        </w:rPr>
        <w:lastRenderedPageBreak/>
        <w:t>الحديث</w:t>
      </w:r>
      <w:r>
        <w:rPr>
          <w:rtl/>
        </w:rPr>
        <w:t xml:space="preserve"> الثالث والثلاثون‏</w:t>
      </w:r>
      <w:bookmarkEnd w:id="65"/>
    </w:p>
    <w:p w:rsidR="00555BAA" w:rsidRDefault="00555BAA" w:rsidP="00616AF4">
      <w:pPr>
        <w:pStyle w:val="libAr"/>
      </w:pPr>
      <w:r>
        <w:rPr>
          <w:rtl/>
        </w:rPr>
        <w:t>يَا بْنَ آدَمَ!! تُرِيدُ وَ أُرِيدُ وَ لاَ يَكُونُ إلَّا مَا أُرِيدُ فَمَنْ قَصَدَنِي عَرَفَنِي وَ مَنْ عَرَفَني أَرَادَنِي وَ مَنْ أَرَادَنِي طَلَبَنِي وَ مَنْ طَلَبَنِي وَجَدَنِي‏ وَ مَنْ وَجَدَنِي خَدَمَنِي وَ مَنْ خَدَمَني ذَكَرَنِي وَ مَنْ ذَكَرَني ذ</w:t>
      </w:r>
      <w:r>
        <w:rPr>
          <w:rFonts w:hint="eastAsia"/>
          <w:rtl/>
        </w:rPr>
        <w:t>َكَرْتُهُ</w:t>
      </w:r>
      <w:r>
        <w:rPr>
          <w:rtl/>
        </w:rPr>
        <w:t xml:space="preserve"> بِرَحْمَتِي</w:t>
      </w:r>
      <w:r>
        <w:t>.</w:t>
      </w:r>
    </w:p>
    <w:p w:rsidR="006F3EF0" w:rsidRDefault="00555BAA" w:rsidP="00616AF4">
      <w:pPr>
        <w:pStyle w:val="libAr"/>
      </w:pPr>
      <w:r>
        <w:rPr>
          <w:rFonts w:hint="eastAsia"/>
          <w:rtl/>
        </w:rPr>
        <w:t>يَابْنَ</w:t>
      </w:r>
      <w:r>
        <w:rPr>
          <w:rtl/>
        </w:rPr>
        <w:t xml:space="preserve"> آدَمَ!! لا يَخْلُصُ عَمَلُكَ حَتَّى تَذُوقَ أَرْبَعَ مَوتَاتٍ: الْمَوتَ الْأَحمَرَ وَ الْمَوتَ الْأَصْفَرَ وَ الْمَوتُ الْأَسْوَدُ وَ الْمَوتَ الْأَبْيَضَ: أَلْموتُ الْأَحْمَرُ احتمالُ الْجَفَاءِ وَ كَفُّ الْأَذَى وَ الْمَوتُ الْأَصْفَرُ الْجُوعُ و</w:t>
      </w:r>
      <w:r>
        <w:rPr>
          <w:rFonts w:hint="eastAsia"/>
          <w:rtl/>
        </w:rPr>
        <w:t>َ</w:t>
      </w:r>
      <w:r>
        <w:rPr>
          <w:rtl/>
        </w:rPr>
        <w:t xml:space="preserve"> الْإِعْسَارُ وَ الْمَوتُ الْأَسْوَدُ مُخَالِفَةُ النَّفْسِ وَ الْهَوَى فَلَا تَتَّبِعِ الْهَوَى فَيُضِلَّكَ عَنْ سَبِيْلِ اللَّهِ وَ الْمَوتُ الْأَبْيَضُ الْعُزْلَةُ</w:t>
      </w:r>
      <w:r>
        <w:t>.</w:t>
      </w:r>
    </w:p>
    <w:p w:rsidR="00555BAA" w:rsidRDefault="00555BAA" w:rsidP="00D20B5B">
      <w:pPr>
        <w:pStyle w:val="libNormal"/>
      </w:pPr>
      <w:r>
        <w:br w:type="page"/>
      </w:r>
    </w:p>
    <w:p w:rsidR="006F3EF0" w:rsidRDefault="00555BAA" w:rsidP="000509AC">
      <w:pPr>
        <w:pStyle w:val="Heading1Center"/>
      </w:pPr>
      <w:bookmarkStart w:id="66" w:name="_Toc444945349"/>
      <w:r>
        <w:lastRenderedPageBreak/>
        <w:t>Chapter 33</w:t>
      </w:r>
      <w:bookmarkEnd w:id="66"/>
    </w:p>
    <w:p w:rsidR="00555BAA" w:rsidRDefault="00555BAA" w:rsidP="00555BAA">
      <w:pPr>
        <w:pStyle w:val="libNormal"/>
      </w:pPr>
      <w:r>
        <w:t>Almighty Allah says:</w:t>
      </w:r>
    </w:p>
    <w:p w:rsidR="00555BAA" w:rsidRDefault="00555BAA" w:rsidP="00555BAA">
      <w:pPr>
        <w:pStyle w:val="libNormal"/>
      </w:pPr>
      <w:r>
        <w:t xml:space="preserve">O, Son of Adam! </w:t>
      </w:r>
      <w:proofErr w:type="gramStart"/>
      <w:r>
        <w:t>you</w:t>
      </w:r>
      <w:proofErr w:type="gramEnd"/>
      <w:r>
        <w:t xml:space="preserve"> devise plans and I devise plans, but nothing happens except what I plan. The one, who tries to reach </w:t>
      </w:r>
      <w:proofErr w:type="gramStart"/>
      <w:r>
        <w:t>Me</w:t>
      </w:r>
      <w:proofErr w:type="gramEnd"/>
      <w:r>
        <w:t xml:space="preserve">, knows Me. The one, who knows </w:t>
      </w:r>
      <w:proofErr w:type="gramStart"/>
      <w:r>
        <w:t>Me</w:t>
      </w:r>
      <w:proofErr w:type="gramEnd"/>
      <w:r>
        <w:t xml:space="preserve">, wants Me. The one, who wants </w:t>
      </w:r>
      <w:proofErr w:type="gramStart"/>
      <w:r>
        <w:t>Me</w:t>
      </w:r>
      <w:proofErr w:type="gramEnd"/>
      <w:r>
        <w:t xml:space="preserve">, seeks Me. The one, who seeks </w:t>
      </w:r>
      <w:proofErr w:type="gramStart"/>
      <w:r>
        <w:t>Me</w:t>
      </w:r>
      <w:proofErr w:type="gramEnd"/>
      <w:r>
        <w:t xml:space="preserve">, finds Me. The one, who finds </w:t>
      </w:r>
      <w:proofErr w:type="gramStart"/>
      <w:r>
        <w:t>Me</w:t>
      </w:r>
      <w:proofErr w:type="gramEnd"/>
      <w:r>
        <w:t xml:space="preserve">, serves Me. The one, who serves </w:t>
      </w:r>
      <w:proofErr w:type="gramStart"/>
      <w:r>
        <w:t>Me</w:t>
      </w:r>
      <w:proofErr w:type="gramEnd"/>
      <w:r>
        <w:t xml:space="preserve">, remembers Me. The one, who remembers Me, I remember him with My Mercy. O, Son of Adam! Your deeds are not going to be purified unless you taste four kinds of death: Red death, Yellow death, Black </w:t>
      </w:r>
      <w:proofErr w:type="gramStart"/>
      <w:r>
        <w:t>death</w:t>
      </w:r>
      <w:proofErr w:type="gramEnd"/>
      <w:r>
        <w:t xml:space="preserve">, White death. Red death is tolerance of calamities and abstaining from harming others. Yellow death is hunger and hardships. Black </w:t>
      </w:r>
      <w:proofErr w:type="gramStart"/>
      <w:r>
        <w:t>death</w:t>
      </w:r>
      <w:proofErr w:type="gramEnd"/>
      <w:r>
        <w:t xml:space="preserve"> is to disobey the desires of your ego. Therefore, do not obey your evil </w:t>
      </w:r>
      <w:proofErr w:type="gramStart"/>
      <w:r>
        <w:t>desires,</w:t>
      </w:r>
      <w:proofErr w:type="gramEnd"/>
      <w:r>
        <w:t xml:space="preserve"> otherwise they will take you away from the path of Allah. White death is seeking to be hermit (</w:t>
      </w:r>
      <w:proofErr w:type="spellStart"/>
      <w:r>
        <w:t>Uzlat</w:t>
      </w:r>
      <w:proofErr w:type="spellEnd"/>
      <w:r>
        <w:t>).</w:t>
      </w:r>
    </w:p>
    <w:p w:rsidR="00555BAA" w:rsidRDefault="00555BAA" w:rsidP="00D20B5B">
      <w:pPr>
        <w:pStyle w:val="libNormal"/>
      </w:pPr>
      <w:r>
        <w:br w:type="page"/>
      </w:r>
    </w:p>
    <w:p w:rsidR="00555BAA" w:rsidRDefault="00555BAA" w:rsidP="000509AC">
      <w:pPr>
        <w:pStyle w:val="Heading1Center"/>
      </w:pPr>
      <w:bookmarkStart w:id="67" w:name="_Toc444945350"/>
      <w:r>
        <w:rPr>
          <w:rFonts w:hint="eastAsia"/>
          <w:rtl/>
        </w:rPr>
        <w:lastRenderedPageBreak/>
        <w:t>الحديث</w:t>
      </w:r>
      <w:r>
        <w:rPr>
          <w:rtl/>
        </w:rPr>
        <w:t xml:space="preserve"> الرابع والثلاثون‏</w:t>
      </w:r>
      <w:bookmarkEnd w:id="67"/>
    </w:p>
    <w:p w:rsidR="00555BAA" w:rsidRDefault="00555BAA" w:rsidP="00616AF4">
      <w:pPr>
        <w:pStyle w:val="libAr"/>
      </w:pPr>
      <w:r>
        <w:rPr>
          <w:rtl/>
        </w:rPr>
        <w:t>يَابْنَ آدَمَ!! مَلَائِكَتِي يَتَعَاقَبُونَ بِالَّليْلِ وَ النَّهَارِ لِيَكْتُبُوا عَلَيْكَ مَا تَقُولُ وَ تَفْعَلُ مِنْ قَلِيْلِكَ وَ كَثِيْرِكَ، فَالسَّمَاءُ تَشْهَدُ بِما رَأَتْ مِنْكَ الأَرْضُ تَشْهَدُ عَلَيْكَ بِما عَمِلْتَ عَلى ظَهْرِهَا وَ الشَّمْس</w:t>
      </w:r>
      <w:r>
        <w:rPr>
          <w:rFonts w:hint="eastAsia"/>
          <w:rtl/>
        </w:rPr>
        <w:t>ُ</w:t>
      </w:r>
      <w:r>
        <w:rPr>
          <w:rtl/>
        </w:rPr>
        <w:t xml:space="preserve"> وَ الْقَمَرُ وَ النُّجُومُ يشهَدْنَ عَلَيْكَ بِما تَقُولُ وَ تَفْعَلُ وَ أَنَا مُطَّلِعٌ عَلى مَخْفِيَّاتِ خَطَرَاتِ قلْبِكَ وَ لاَ تَغْفَلْ عَنْ نَفْسِكَ فَإنَّ لَكَ في الْمَوتِ شُغْل شَاغِل وَ عَنْ قَلِيْلِ أَنْتَ َاحلٌ وَ كُلُّ مَا قَدَّمْتَهُ مِنَ ال</w:t>
      </w:r>
      <w:r>
        <w:rPr>
          <w:rFonts w:hint="eastAsia"/>
          <w:rtl/>
        </w:rPr>
        <w:t>ْخَيْرِ</w:t>
      </w:r>
      <w:r>
        <w:rPr>
          <w:rtl/>
        </w:rPr>
        <w:t xml:space="preserve"> وَ الشَّرِّ حاصِلٌ بِلاَ زِيَادَةٍ وَ نُقْصانٍ وَ تَسْتَوفِي غَداً مَا كُنْتَ فَاعِلاً</w:t>
      </w:r>
      <w:r>
        <w:t>.</w:t>
      </w:r>
    </w:p>
    <w:p w:rsidR="006F3EF0" w:rsidRDefault="00555BAA" w:rsidP="00616AF4">
      <w:pPr>
        <w:pStyle w:val="libAr"/>
      </w:pPr>
      <w:r>
        <w:rPr>
          <w:rFonts w:hint="eastAsia"/>
          <w:rtl/>
        </w:rPr>
        <w:t>يَا</w:t>
      </w:r>
      <w:r>
        <w:rPr>
          <w:rtl/>
        </w:rPr>
        <w:t xml:space="preserve"> بْنَ آدَمَ!! إِنَّ الْحَلَالَ لَبْسَ يَأتِيكَ إلَّا قَطْرَةَ قَطْرَة وَ الْحَرَامُ يَأتِيكَ كَالسَّيْلِ فَمَنْ صَفَا عيشُهُ صَفَا دِينُهُ</w:t>
      </w:r>
      <w:r>
        <w:t>.</w:t>
      </w:r>
    </w:p>
    <w:p w:rsidR="00555BAA" w:rsidRDefault="00555BAA" w:rsidP="00D20B5B">
      <w:pPr>
        <w:pStyle w:val="libNormal"/>
      </w:pPr>
      <w:r>
        <w:br w:type="page"/>
      </w:r>
    </w:p>
    <w:p w:rsidR="006F3EF0" w:rsidRDefault="00555BAA" w:rsidP="000509AC">
      <w:pPr>
        <w:pStyle w:val="Heading1Center"/>
      </w:pPr>
      <w:bookmarkStart w:id="68" w:name="_Toc444945351"/>
      <w:r>
        <w:lastRenderedPageBreak/>
        <w:t>Chapter 34</w:t>
      </w:r>
      <w:bookmarkEnd w:id="68"/>
    </w:p>
    <w:p w:rsidR="00555BAA" w:rsidRDefault="00555BAA" w:rsidP="00555BAA">
      <w:pPr>
        <w:pStyle w:val="libNormal"/>
      </w:pPr>
      <w:r>
        <w:t>Almighty Allah says:</w:t>
      </w:r>
    </w:p>
    <w:p w:rsidR="00555BAA" w:rsidRDefault="00555BAA" w:rsidP="00555BAA">
      <w:pPr>
        <w:pStyle w:val="libNormal"/>
      </w:pPr>
      <w:r>
        <w:t xml:space="preserve">O, Son of Adam! My angels are watching you night and day so that they may write against you what you say and do, be it little or much. My Heavens bear witness to everything you see. The earth bears witness for every action of yours that you’ve done on it. The sun and the moon and the stars are being witness against you, for whatever you say and do. Whatever is hidden in your heart, I know it very well. Don’t be negligent about yourself. Indeed, you will be caught in the claws of death. After a very short period of time, you will be marching (towards death). Whatever good or bad deeds you have brought forward, they will be there without any addition or subtraction. You shall be paid back for everything that you’ve done. O, Son of Adam! </w:t>
      </w:r>
      <w:proofErr w:type="gramStart"/>
      <w:r>
        <w:t>the</w:t>
      </w:r>
      <w:proofErr w:type="gramEnd"/>
      <w:r>
        <w:t xml:space="preserve"> lawful never comes to you but little by little, and the unlawful comes towards you like a flood. One who has cleansed his passions has cleansed his “</w:t>
      </w:r>
      <w:proofErr w:type="spellStart"/>
      <w:r>
        <w:t>deen</w:t>
      </w:r>
      <w:proofErr w:type="spellEnd"/>
      <w:proofErr w:type="gramStart"/>
      <w:r>
        <w:t>”(</w:t>
      </w:r>
      <w:proofErr w:type="gramEnd"/>
      <w:r>
        <w:t>way of life).</w:t>
      </w:r>
    </w:p>
    <w:p w:rsidR="00555BAA" w:rsidRDefault="00555BAA" w:rsidP="00D20B5B">
      <w:pPr>
        <w:pStyle w:val="libNormal"/>
      </w:pPr>
      <w:r>
        <w:br w:type="page"/>
      </w:r>
    </w:p>
    <w:p w:rsidR="00555BAA" w:rsidRDefault="00555BAA" w:rsidP="000509AC">
      <w:pPr>
        <w:pStyle w:val="Heading1Center"/>
      </w:pPr>
      <w:bookmarkStart w:id="69" w:name="_Toc444945352"/>
      <w:r>
        <w:rPr>
          <w:rFonts w:hint="eastAsia"/>
          <w:rtl/>
        </w:rPr>
        <w:lastRenderedPageBreak/>
        <w:t>الحديث</w:t>
      </w:r>
      <w:r>
        <w:rPr>
          <w:rtl/>
        </w:rPr>
        <w:t xml:space="preserve"> الخامس والثلاثون‏</w:t>
      </w:r>
      <w:bookmarkEnd w:id="69"/>
    </w:p>
    <w:p w:rsidR="00555BAA" w:rsidRDefault="00555BAA" w:rsidP="00616AF4">
      <w:pPr>
        <w:pStyle w:val="libAr"/>
      </w:pPr>
      <w:r>
        <w:rPr>
          <w:rFonts w:hint="eastAsia"/>
          <w:rtl/>
        </w:rPr>
        <w:t>يَا</w:t>
      </w:r>
      <w:r>
        <w:rPr>
          <w:rtl/>
        </w:rPr>
        <w:t xml:space="preserve"> بْنَ آدَمَ!! لَا تَفْرَحْ بالْغِنَاءِ فَلَيْسَ بِمُخَلَّدِ وَ لَا تَجْزَعْ مِنَ الفَقْرِ فليْس عَلَيْكَ حتماً، وَاجِبَاً وَ لَا تَقْنَطْ بِالْبَلَاءِ فَإِنَّ الذَّهَبَ يُجَرَّبُ بِالنَّارِ وَ الْمُؤْمِنُ يَجَرَّبُ بِالْبِلاءِ فَإِنَّ الغَنِيَّ عَزِيزٌ </w:t>
      </w:r>
      <w:r>
        <w:rPr>
          <w:rFonts w:hint="eastAsia"/>
          <w:rtl/>
        </w:rPr>
        <w:t>في</w:t>
      </w:r>
      <w:r>
        <w:rPr>
          <w:rtl/>
        </w:rPr>
        <w:t xml:space="preserve"> الآخِرَةِ إِنَّ الآخِرَةِ إِنَّ الآخِرَةَ أَبْقَى وَ أَبْهَى</w:t>
      </w:r>
      <w:r>
        <w:t>.</w:t>
      </w:r>
    </w:p>
    <w:p w:rsidR="00555BAA" w:rsidRDefault="00555BAA" w:rsidP="00616AF4">
      <w:pPr>
        <w:pStyle w:val="libAr"/>
      </w:pPr>
      <w:r>
        <w:rPr>
          <w:rFonts w:hint="eastAsia"/>
          <w:rtl/>
        </w:rPr>
        <w:t>يَا</w:t>
      </w:r>
      <w:r>
        <w:rPr>
          <w:rtl/>
        </w:rPr>
        <w:t xml:space="preserve"> بْنَ آدَمَ!! إذا رَأَيْتَ الضَّعِيْفَ عِنْدَك مَحْبُوساً أَكْثَرَ مِنْ تِسْعَةِ أَيَّامٍ فَقُلْ أَعُوذُ بِاللَّهِ مِنْ غَضَبِ اللَّهِ</w:t>
      </w:r>
      <w:r>
        <w:t>.</w:t>
      </w:r>
    </w:p>
    <w:p w:rsidR="00555BAA" w:rsidRDefault="00555BAA" w:rsidP="00616AF4">
      <w:pPr>
        <w:pStyle w:val="libAr"/>
      </w:pPr>
      <w:r>
        <w:rPr>
          <w:rFonts w:hint="eastAsia"/>
          <w:rtl/>
        </w:rPr>
        <w:t>يَا</w:t>
      </w:r>
      <w:r>
        <w:rPr>
          <w:rtl/>
        </w:rPr>
        <w:t xml:space="preserve"> بْنَ آدَمَ!! اَلْمَالُ مَالِي وَ أَنْتَ عَبْدِي وَ الضَّيْفُ رَسُولِي فَإنْ مَنَعْتَ مَالِي مِنْ رَسُولِي فَلَا تَطْمَعْ في جَنَّتي وَ نِعْمَتِي، يَا بْنَ آدَمَ، اَلْمالُ مَالِي مِنْ رَسُولِي فَلاَ تَطْمَعْ في جَنَّتي وَ نِعْمَتِي</w:t>
      </w:r>
      <w:r>
        <w:t>.</w:t>
      </w:r>
    </w:p>
    <w:p w:rsidR="00555BAA" w:rsidRDefault="00555BAA" w:rsidP="00616AF4">
      <w:pPr>
        <w:pStyle w:val="libAr"/>
      </w:pPr>
      <w:r>
        <w:rPr>
          <w:rFonts w:hint="eastAsia"/>
          <w:rtl/>
        </w:rPr>
        <w:t>يَا</w:t>
      </w:r>
      <w:r>
        <w:rPr>
          <w:rtl/>
        </w:rPr>
        <w:t xml:space="preserve"> بْنَ آدَمَ!! اَلْمَالُ مَالِي وَ الأَغْنياءُ وَ كُلَائِي وَ الْفُقَرَاءُ عِيَالِي فَمَنْ بَخِلَ عَلى عِيَالِي أُدْخِلْهُ النّارَ وَ لَا أُبَالي</w:t>
      </w:r>
      <w:r>
        <w:t>.</w:t>
      </w:r>
    </w:p>
    <w:p w:rsidR="00555BAA" w:rsidRDefault="00555BAA" w:rsidP="00616AF4">
      <w:pPr>
        <w:pStyle w:val="libAr"/>
      </w:pPr>
      <w:r>
        <w:rPr>
          <w:rFonts w:hint="eastAsia"/>
          <w:rtl/>
        </w:rPr>
        <w:t>يَا</w:t>
      </w:r>
      <w:r>
        <w:rPr>
          <w:rtl/>
        </w:rPr>
        <w:t xml:space="preserve"> بْنَ آدَمَ!! ثَلاثةٌ وَاجِبَاتٌ عَلَيْكَ زَكاةُ مَالِكَ وَصِلَةُ رَحِمِكَ وَ قِرَى ضَيْفِكَ فَإذَا لَمْ تَفْعَلْ مَا أَوْجَبْتُهُ عَلَيْكَ فَإنِّي أُجْزِعُكَ إِجْزَاعاً وَ أَجْعَلُكَ نَكَالاً لِلْعَالَمِينَ</w:t>
      </w:r>
      <w:r>
        <w:t>.</w:t>
      </w:r>
    </w:p>
    <w:p w:rsidR="00555BAA" w:rsidRDefault="00555BAA" w:rsidP="00616AF4">
      <w:pPr>
        <w:pStyle w:val="libAr"/>
      </w:pPr>
      <w:r>
        <w:rPr>
          <w:rFonts w:hint="eastAsia"/>
          <w:rtl/>
        </w:rPr>
        <w:t>يَا</w:t>
      </w:r>
      <w:r>
        <w:rPr>
          <w:rtl/>
        </w:rPr>
        <w:t xml:space="preserve"> بْنَ آدَمَ!! إِذا لَمْ تَرَ حَقَّ جَارِكَ كَما تَرَى حَقَّ عِيَالِكَ لَمْ أَنْظُرْ إِلَيْكَ وَ لَمْ أَقْبَلْ عَمَلَكَ وَ لَمْ أَسْتَجِبْ دُعَاءَكَ</w:t>
      </w:r>
      <w:r>
        <w:t>.</w:t>
      </w:r>
    </w:p>
    <w:p w:rsidR="00555BAA" w:rsidRDefault="00555BAA" w:rsidP="00616AF4">
      <w:pPr>
        <w:pStyle w:val="libAr"/>
      </w:pPr>
      <w:r>
        <w:rPr>
          <w:rFonts w:hint="eastAsia"/>
          <w:rtl/>
        </w:rPr>
        <w:t>يَا</w:t>
      </w:r>
      <w:r>
        <w:rPr>
          <w:rtl/>
        </w:rPr>
        <w:t xml:space="preserve"> بْنَ آدَمَ!! لَا تَتَكَبَّرْ عَلى مِثْلِكَ فَإنَّ أَوَّلَكَ نُطْفَةٌ قَذِرَةٌ مِنْ مَنِيَّ مِنْ أَيَّ وَجْهٍ خَرَجْتَ مِنْ مَخْرَجِ الْبَوْلِ مِنْ بَيْنِ الصُّلْبِ وَ التِّرَائِبِ</w:t>
      </w:r>
      <w:r>
        <w:t>.</w:t>
      </w:r>
    </w:p>
    <w:p w:rsidR="006F3EF0" w:rsidRDefault="00555BAA" w:rsidP="00616AF4">
      <w:pPr>
        <w:pStyle w:val="libAr"/>
      </w:pPr>
      <w:r>
        <w:rPr>
          <w:rFonts w:hint="eastAsia"/>
          <w:rtl/>
        </w:rPr>
        <w:t>يَا</w:t>
      </w:r>
      <w:r>
        <w:rPr>
          <w:rtl/>
        </w:rPr>
        <w:t xml:space="preserve"> بْنَ آدَمَ!! اذْكُرْ ذُلِّ مَوْقِفِكَ غَداً بَيْنَ يَدَيَّ فَإنِّي لَمْ أَغْفُلْ مِنْ سَرَائِرِكَ طَرْفَةَ عَيْنٍ وَ إِنِّي عَلِيْمٌ بِذاتِ الصُّدُورِ</w:t>
      </w:r>
      <w:r>
        <w:t>.</w:t>
      </w:r>
    </w:p>
    <w:p w:rsidR="00555BAA" w:rsidRDefault="00555BAA" w:rsidP="00D20B5B">
      <w:pPr>
        <w:pStyle w:val="libNormal"/>
      </w:pPr>
      <w:r>
        <w:br w:type="page"/>
      </w:r>
    </w:p>
    <w:p w:rsidR="006F3EF0" w:rsidRDefault="00555BAA" w:rsidP="000509AC">
      <w:pPr>
        <w:pStyle w:val="Heading1Center"/>
      </w:pPr>
      <w:bookmarkStart w:id="70" w:name="_Toc444945353"/>
      <w:r>
        <w:lastRenderedPageBreak/>
        <w:t>Chapter 35</w:t>
      </w:r>
      <w:bookmarkEnd w:id="70"/>
    </w:p>
    <w:p w:rsidR="00555BAA" w:rsidRDefault="00555BAA" w:rsidP="00555BAA">
      <w:pPr>
        <w:pStyle w:val="libNormal"/>
      </w:pPr>
      <w:r>
        <w:t>Almighty Allah says:</w:t>
      </w:r>
    </w:p>
    <w:p w:rsidR="00555BAA" w:rsidRDefault="00555BAA" w:rsidP="00555BAA">
      <w:pPr>
        <w:pStyle w:val="libNormal"/>
      </w:pPr>
      <w:r>
        <w:t xml:space="preserve">O, Son of Adam! </w:t>
      </w:r>
      <w:proofErr w:type="gramStart"/>
      <w:r>
        <w:t>do</w:t>
      </w:r>
      <w:proofErr w:type="gramEnd"/>
      <w:r>
        <w:t xml:space="preserve"> not be pleased with your wealth; it won’t last forever. Do not become sad because of poverty; it is neither a burden nor is it incumbent upon you. Do not become hopeless because of calamities; indeed gold is tested by melting it in fire; likewise a believer is tested by calamities (</w:t>
      </w:r>
      <w:proofErr w:type="spellStart"/>
      <w:r>
        <w:t>Balaa</w:t>
      </w:r>
      <w:proofErr w:type="spellEnd"/>
      <w:r>
        <w:t>). Indeed, the wealthy are respected in this world and humiliated in the Hereafter. And the poor are humiliated in this world and respected in the Hereafter. Indeed, the Hereafter is prosperous and eternal.</w:t>
      </w:r>
    </w:p>
    <w:p w:rsidR="00555BAA" w:rsidRDefault="00555BAA" w:rsidP="00555BAA">
      <w:pPr>
        <w:pStyle w:val="libNormal"/>
      </w:pPr>
      <w:r>
        <w:t xml:space="preserve">O, Son of Adam! If you see your quest staying (due to circumstances) for more than nine day then you say: </w:t>
      </w:r>
      <w:proofErr w:type="gramStart"/>
      <w:r>
        <w:t>“ I</w:t>
      </w:r>
      <w:proofErr w:type="gramEnd"/>
      <w:r>
        <w:t xml:space="preserve"> seek refuge with Allah from His wrath”.</w:t>
      </w:r>
    </w:p>
    <w:p w:rsidR="00555BAA" w:rsidRDefault="00555BAA" w:rsidP="00555BAA">
      <w:pPr>
        <w:pStyle w:val="libNormal"/>
      </w:pPr>
      <w:r>
        <w:t xml:space="preserve">O, Son of Adam! </w:t>
      </w:r>
      <w:proofErr w:type="gramStart"/>
      <w:r>
        <w:t>the</w:t>
      </w:r>
      <w:proofErr w:type="gramEnd"/>
      <w:r>
        <w:t xml:space="preserve"> Wealth is Mine and you are My Servant and the quest is My Messenger. If you stop giving </w:t>
      </w:r>
      <w:proofErr w:type="gramStart"/>
      <w:r>
        <w:t>My</w:t>
      </w:r>
      <w:proofErr w:type="gramEnd"/>
      <w:r>
        <w:t xml:space="preserve"> wealth to My Messenger, then do not desire My Heaven and My Sustenance.</w:t>
      </w:r>
    </w:p>
    <w:p w:rsidR="00555BAA" w:rsidRDefault="00555BAA" w:rsidP="00555BAA">
      <w:pPr>
        <w:pStyle w:val="libNormal"/>
      </w:pPr>
      <w:r>
        <w:t xml:space="preserve">O, Son of Adam! </w:t>
      </w:r>
      <w:proofErr w:type="gramStart"/>
      <w:r>
        <w:t>the</w:t>
      </w:r>
      <w:proofErr w:type="gramEnd"/>
      <w:r>
        <w:t xml:space="preserve"> Wealth is Mine and the rich are My Representatives and the poor are My Dependents. The one who is mean towards My Dependents I will make him enter into Hell and I will not care for him!</w:t>
      </w:r>
    </w:p>
    <w:p w:rsidR="00555BAA" w:rsidRDefault="00555BAA" w:rsidP="00555BAA">
      <w:pPr>
        <w:pStyle w:val="libNormal"/>
      </w:pPr>
      <w:r>
        <w:t xml:space="preserve">O, Son of Adam! </w:t>
      </w:r>
      <w:proofErr w:type="gramStart"/>
      <w:r>
        <w:t>three</w:t>
      </w:r>
      <w:proofErr w:type="gramEnd"/>
      <w:r>
        <w:t xml:space="preserve"> things are incumbent upon you from your wealth: </w:t>
      </w:r>
      <w:proofErr w:type="spellStart"/>
      <w:r>
        <w:t>Zakat</w:t>
      </w:r>
      <w:proofErr w:type="spellEnd"/>
      <w:r>
        <w:t xml:space="preserve"> (alms), kindness towards relatives, and respect for guests. If you don’t do what I have made incumbent upon you, indeed I will engulf you in fear and I will make you an example (</w:t>
      </w:r>
      <w:proofErr w:type="spellStart"/>
      <w:r>
        <w:t>Ibrat</w:t>
      </w:r>
      <w:proofErr w:type="spellEnd"/>
      <w:r>
        <w:t xml:space="preserve">) for </w:t>
      </w:r>
      <w:proofErr w:type="gramStart"/>
      <w:r>
        <w:t>All</w:t>
      </w:r>
      <w:proofErr w:type="gramEnd"/>
      <w:r>
        <w:t xml:space="preserve"> mankind.</w:t>
      </w:r>
    </w:p>
    <w:p w:rsidR="00555BAA" w:rsidRDefault="00555BAA" w:rsidP="00555BAA">
      <w:pPr>
        <w:pStyle w:val="libNormal"/>
      </w:pPr>
      <w:r>
        <w:t xml:space="preserve">O, Son of Adam! </w:t>
      </w:r>
      <w:proofErr w:type="gramStart"/>
      <w:r>
        <w:t>if</w:t>
      </w:r>
      <w:proofErr w:type="gramEnd"/>
      <w:r>
        <w:t xml:space="preserve"> you don’t care for your neighbors as you care for your children, I will not see you, I will not accept your (good) deeds, and I will not accept your supplications.</w:t>
      </w:r>
    </w:p>
    <w:p w:rsidR="00555BAA" w:rsidRDefault="00555BAA" w:rsidP="00555BAA">
      <w:pPr>
        <w:pStyle w:val="libNormal"/>
      </w:pPr>
      <w:r>
        <w:t xml:space="preserve">O, Son of Adam! </w:t>
      </w:r>
      <w:proofErr w:type="gramStart"/>
      <w:r>
        <w:t>don’t</w:t>
      </w:r>
      <w:proofErr w:type="gramEnd"/>
      <w:r>
        <w:t xml:space="preserve"> be proud of the likes of you. Indeed, your beginning is from sperm which is unclean (</w:t>
      </w:r>
      <w:proofErr w:type="spellStart"/>
      <w:r>
        <w:t>Nagis</w:t>
      </w:r>
      <w:proofErr w:type="spellEnd"/>
      <w:r>
        <w:t>) and which is from flowing semen. It comes from between the back and the ribs (86:7).</w:t>
      </w:r>
    </w:p>
    <w:p w:rsidR="00555BAA" w:rsidRDefault="00555BAA" w:rsidP="00555BAA">
      <w:pPr>
        <w:pStyle w:val="libNormal"/>
      </w:pPr>
      <w:r>
        <w:t xml:space="preserve">O, Son of Adam! </w:t>
      </w:r>
      <w:proofErr w:type="gramStart"/>
      <w:r>
        <w:t>remember</w:t>
      </w:r>
      <w:proofErr w:type="gramEnd"/>
      <w:r>
        <w:t xml:space="preserve"> the time in which you will stand before Me humiliated. Indeed, I am not unaware of your secrets for even a blink of an eye. Indeed, I comprehend (the secrets) that are in their </w:t>
      </w:r>
      <w:proofErr w:type="gramStart"/>
      <w:r>
        <w:t>hearts(</w:t>
      </w:r>
      <w:proofErr w:type="gramEnd"/>
      <w:r>
        <w:t>3:119).</w:t>
      </w:r>
    </w:p>
    <w:p w:rsidR="00555BAA" w:rsidRDefault="00555BAA" w:rsidP="00D20B5B">
      <w:pPr>
        <w:pStyle w:val="libNormal"/>
      </w:pPr>
      <w:r>
        <w:br w:type="page"/>
      </w:r>
    </w:p>
    <w:p w:rsidR="00555BAA" w:rsidRDefault="00555BAA" w:rsidP="000509AC">
      <w:pPr>
        <w:pStyle w:val="Heading1Center"/>
      </w:pPr>
      <w:bookmarkStart w:id="71" w:name="_Toc444945354"/>
      <w:r>
        <w:rPr>
          <w:rFonts w:hint="eastAsia"/>
          <w:rtl/>
        </w:rPr>
        <w:lastRenderedPageBreak/>
        <w:t>الحديث</w:t>
      </w:r>
      <w:r>
        <w:rPr>
          <w:rtl/>
        </w:rPr>
        <w:t xml:space="preserve"> السادس والثلاثون‏</w:t>
      </w:r>
      <w:bookmarkEnd w:id="71"/>
    </w:p>
    <w:p w:rsidR="00555BAA" w:rsidRDefault="00555BAA" w:rsidP="00616AF4">
      <w:pPr>
        <w:pStyle w:val="libAr"/>
      </w:pPr>
      <w:r>
        <w:rPr>
          <w:rtl/>
        </w:rPr>
        <w:t>يَا بْنَ آدَمَ!! كُنْ سَخِيّاً فَإنَّ السَّخَاءَ مِنْ حُسْنِ الْيَقِيْنِ وَ الْيَقِيْنُ مِنَ الْإيْمانِ وَ الْإِيْمانُ مِنَ الْجَنَّةِ</w:t>
      </w:r>
      <w:r>
        <w:t>.</w:t>
      </w:r>
    </w:p>
    <w:p w:rsidR="00555BAA" w:rsidRDefault="00555BAA" w:rsidP="00616AF4">
      <w:pPr>
        <w:pStyle w:val="libAr"/>
      </w:pPr>
      <w:r>
        <w:rPr>
          <w:rFonts w:hint="eastAsia"/>
          <w:rtl/>
        </w:rPr>
        <w:t>يَا</w:t>
      </w:r>
      <w:r>
        <w:rPr>
          <w:rtl/>
        </w:rPr>
        <w:t xml:space="preserve"> بْنَ آدَمَ!! إِيَّاكَ وَ الْبُخْلَ فَإنَّ الْبُخْلَ مِنَ الكُفْرِ وَ الْكُفْر مِنَ النَّارِ</w:t>
      </w:r>
      <w:r>
        <w:t>.</w:t>
      </w:r>
    </w:p>
    <w:p w:rsidR="00555BAA" w:rsidRDefault="00555BAA" w:rsidP="00616AF4">
      <w:pPr>
        <w:pStyle w:val="libAr"/>
      </w:pPr>
      <w:r>
        <w:rPr>
          <w:rFonts w:hint="eastAsia"/>
          <w:rtl/>
        </w:rPr>
        <w:t>يَا</w:t>
      </w:r>
      <w:r>
        <w:rPr>
          <w:rtl/>
        </w:rPr>
        <w:t xml:space="preserve"> بْنَ آدَمَ!! اتَّقوا مِنْ دَعْوَةِ الْمَظْلومِينَ فَإنَّها لَا يَحْجُبُها عَنِّي شَي‏ءٌ وَ لَوْ لَا أَنِّي أُحِبُّ الصَّفْحَ وَ الْمَغْفِرَةَ لَمَا ابْتَلَيْتُ آدَمَ بِالذَّنْبِ ثُمَّ رَدَدْتُهُ إِلَى الْجَنَّةِ</w:t>
      </w:r>
      <w:r>
        <w:t>.</w:t>
      </w:r>
    </w:p>
    <w:p w:rsidR="00555BAA" w:rsidRDefault="00555BAA" w:rsidP="00616AF4">
      <w:pPr>
        <w:pStyle w:val="libAr"/>
      </w:pPr>
      <w:r>
        <w:rPr>
          <w:rFonts w:hint="eastAsia"/>
          <w:rtl/>
        </w:rPr>
        <w:t>يَا</w:t>
      </w:r>
      <w:r>
        <w:rPr>
          <w:rtl/>
        </w:rPr>
        <w:t xml:space="preserve"> بْنَ آدَمَ!! لَوْ لَا أَنَّ العَفْوَ أَحَبُّ شَي‏ءِ عِنْدِي لَمَا ابتَلَيْتُ أَحَداً بِالذَّنْبِ</w:t>
      </w:r>
      <w:r>
        <w:t>.</w:t>
      </w:r>
    </w:p>
    <w:p w:rsidR="00555BAA" w:rsidRDefault="00555BAA" w:rsidP="00616AF4">
      <w:pPr>
        <w:pStyle w:val="libAr"/>
      </w:pPr>
      <w:r>
        <w:rPr>
          <w:rFonts w:hint="eastAsia"/>
          <w:rtl/>
        </w:rPr>
        <w:t>يَا</w:t>
      </w:r>
      <w:r>
        <w:rPr>
          <w:rtl/>
        </w:rPr>
        <w:t xml:space="preserve"> بْنَ آدَمَ!! أَعْطَيْتُكَ الْإِيمانَ وَ الْمَعْرِفَةَ عَنْ غَيْرِ سُؤالٍ وَ تَصَرُّعٍ فَكَيْفَ أَبْخَلُ عَلَيْكَ بِالْجَنَّةِ وَ الْمَغْفِرَةِ مَعَ سُؤالِكَ وَ تَضَرُّعِكَ</w:t>
      </w:r>
      <w:r>
        <w:t>.</w:t>
      </w:r>
    </w:p>
    <w:p w:rsidR="00555BAA" w:rsidRDefault="00555BAA" w:rsidP="00616AF4">
      <w:pPr>
        <w:pStyle w:val="libAr"/>
      </w:pPr>
      <w:r>
        <w:rPr>
          <w:rFonts w:hint="eastAsia"/>
          <w:rtl/>
        </w:rPr>
        <w:t>يَا</w:t>
      </w:r>
      <w:r>
        <w:rPr>
          <w:rtl/>
        </w:rPr>
        <w:t xml:space="preserve"> بْنَ آدَمَ!! إِذَا اعْتَصَمَ لي عَبْدٌ هَدَيْتُهُ وَ إِذا تَوَكَّلَ عَلَيَّ كَفَيْتُهُ وَ إِذَا تَوَكَّلَ عَلى غَيْرِي قَطَعْتُهُ أَسْبَابَ السَّمَواتِ وَ الْأَرْضِ</w:t>
      </w:r>
      <w:r>
        <w:t>.</w:t>
      </w:r>
    </w:p>
    <w:p w:rsidR="00555BAA" w:rsidRDefault="00555BAA" w:rsidP="00616AF4">
      <w:pPr>
        <w:pStyle w:val="libAr"/>
      </w:pPr>
      <w:r>
        <w:rPr>
          <w:rtl/>
        </w:rPr>
        <w:t>يَا بْنَ آدَمَ!! لَا تَدَعْ صَلاَةَ الضُّحَى فَإنَّ لِمُصَلِّيهَا يَدْعُو مَا طَلَعَتْ عَلَيْهِ الشَّمْسُ</w:t>
      </w:r>
      <w:r>
        <w:t>.</w:t>
      </w:r>
    </w:p>
    <w:p w:rsidR="006F3EF0" w:rsidRDefault="00555BAA" w:rsidP="00616AF4">
      <w:pPr>
        <w:pStyle w:val="libAr"/>
      </w:pPr>
      <w:r>
        <w:rPr>
          <w:rFonts w:hint="eastAsia"/>
          <w:rtl/>
        </w:rPr>
        <w:t>يَا</w:t>
      </w:r>
      <w:r>
        <w:rPr>
          <w:rtl/>
        </w:rPr>
        <w:t xml:space="preserve"> بْنَ آدَمَ!! ضَيَّعْتَ أَمْري وَ رَكِبْتَ مَعْصِيَتي فَمَنِ الَّذِي يَمْنَعُكَ مِنْ عَذَابِي يَوْمَ القِيَامَةِ</w:t>
      </w:r>
      <w:r>
        <w:t>.</w:t>
      </w:r>
    </w:p>
    <w:p w:rsidR="00555BAA" w:rsidRDefault="00555BAA" w:rsidP="00D20B5B">
      <w:pPr>
        <w:pStyle w:val="libNormal"/>
      </w:pPr>
      <w:r>
        <w:br w:type="page"/>
      </w:r>
    </w:p>
    <w:p w:rsidR="006F3EF0" w:rsidRDefault="00555BAA" w:rsidP="000509AC">
      <w:pPr>
        <w:pStyle w:val="Heading1Center"/>
      </w:pPr>
      <w:bookmarkStart w:id="72" w:name="_Toc444945355"/>
      <w:r>
        <w:lastRenderedPageBreak/>
        <w:t>Chapter 36</w:t>
      </w:r>
      <w:bookmarkEnd w:id="72"/>
    </w:p>
    <w:p w:rsidR="00555BAA" w:rsidRDefault="00555BAA" w:rsidP="00555BAA">
      <w:pPr>
        <w:pStyle w:val="libNormal"/>
      </w:pPr>
      <w:r>
        <w:t>Almighty Allah says:</w:t>
      </w:r>
    </w:p>
    <w:p w:rsidR="00555BAA" w:rsidRDefault="00555BAA" w:rsidP="00555BAA">
      <w:pPr>
        <w:pStyle w:val="libNormal"/>
      </w:pPr>
      <w:r>
        <w:t xml:space="preserve">O, Son of Adam! </w:t>
      </w:r>
      <w:proofErr w:type="gramStart"/>
      <w:r>
        <w:t>be</w:t>
      </w:r>
      <w:proofErr w:type="gramEnd"/>
      <w:r>
        <w:t xml:space="preserve"> generous! Indeed, generosity is part of pure certainty and certainty is part of faith and faith is from Heaven.</w:t>
      </w:r>
    </w:p>
    <w:p w:rsidR="00555BAA" w:rsidRDefault="00555BAA" w:rsidP="00555BAA">
      <w:pPr>
        <w:pStyle w:val="libNormal"/>
      </w:pPr>
      <w:r>
        <w:t xml:space="preserve">O, Son of Adam! </w:t>
      </w:r>
      <w:proofErr w:type="gramStart"/>
      <w:r>
        <w:t>beware</w:t>
      </w:r>
      <w:proofErr w:type="gramEnd"/>
      <w:r>
        <w:t xml:space="preserve"> of being a miser! Indeed, miserliness is from </w:t>
      </w:r>
      <w:proofErr w:type="spellStart"/>
      <w:proofErr w:type="gramStart"/>
      <w:r>
        <w:t>Kufr</w:t>
      </w:r>
      <w:proofErr w:type="spellEnd"/>
      <w:r>
        <w:t>(</w:t>
      </w:r>
      <w:proofErr w:type="gramEnd"/>
      <w:r>
        <w:t xml:space="preserve">disbelief) and </w:t>
      </w:r>
      <w:proofErr w:type="spellStart"/>
      <w:r>
        <w:t>Kufr</w:t>
      </w:r>
      <w:proofErr w:type="spellEnd"/>
      <w:r>
        <w:t xml:space="preserve"> is from Hell.</w:t>
      </w:r>
    </w:p>
    <w:p w:rsidR="00555BAA" w:rsidRDefault="00555BAA" w:rsidP="00555BAA">
      <w:pPr>
        <w:pStyle w:val="libNormal"/>
      </w:pPr>
      <w:r>
        <w:t xml:space="preserve">O, Son of Adam! </w:t>
      </w:r>
      <w:proofErr w:type="gramStart"/>
      <w:r>
        <w:t>beware</w:t>
      </w:r>
      <w:proofErr w:type="gramEnd"/>
      <w:r>
        <w:t xml:space="preserve"> of the curse from the oppressed! Because nothing can prevent it from reaching </w:t>
      </w:r>
      <w:proofErr w:type="gramStart"/>
      <w:r>
        <w:t>Me</w:t>
      </w:r>
      <w:proofErr w:type="gramEnd"/>
      <w:r>
        <w:t>. If I did not love to forgive, I would not have tested Adam and then sent him back to Heaven.</w:t>
      </w:r>
    </w:p>
    <w:p w:rsidR="00555BAA" w:rsidRDefault="00555BAA" w:rsidP="00555BAA">
      <w:pPr>
        <w:pStyle w:val="libNormal"/>
      </w:pPr>
      <w:r>
        <w:t xml:space="preserve">O, Son of Adam! </w:t>
      </w:r>
      <w:proofErr w:type="gramStart"/>
      <w:r>
        <w:t>if</w:t>
      </w:r>
      <w:proofErr w:type="gramEnd"/>
      <w:r>
        <w:t xml:space="preserve"> I did not love to forgive, I would not test My Servants with sins.</w:t>
      </w:r>
    </w:p>
    <w:p w:rsidR="00555BAA" w:rsidRDefault="00555BAA" w:rsidP="00555BAA">
      <w:pPr>
        <w:pStyle w:val="libNormal"/>
      </w:pPr>
      <w:r>
        <w:t>O, Son of Adam! I have given you faith and forgiveness without your asking and crying for it. Then how can I be mean by not giving you Heaven and forgiving you when you are seeking and crying for it (Heaven).</w:t>
      </w:r>
    </w:p>
    <w:p w:rsidR="00555BAA" w:rsidRDefault="00555BAA" w:rsidP="00555BAA">
      <w:pPr>
        <w:pStyle w:val="libNormal"/>
      </w:pPr>
      <w:r>
        <w:t xml:space="preserve">Oh, Son of Adam! </w:t>
      </w:r>
      <w:proofErr w:type="gramStart"/>
      <w:r>
        <w:t>if</w:t>
      </w:r>
      <w:proofErr w:type="gramEnd"/>
      <w:r>
        <w:t xml:space="preserve"> any of My servants holds fast unto Me, I will guide him. Whenever any of them trusts Me, I will make him sufficient. If he trusts others besides Me, I will cut him off from the Bounties of the Heavens and the earth.</w:t>
      </w:r>
    </w:p>
    <w:p w:rsidR="00555BAA" w:rsidRDefault="00555BAA" w:rsidP="00555BAA">
      <w:pPr>
        <w:pStyle w:val="libNormal"/>
      </w:pPr>
      <w:r>
        <w:t xml:space="preserve">O, Son of Adam! </w:t>
      </w:r>
      <w:proofErr w:type="gramStart"/>
      <w:r>
        <w:t>do</w:t>
      </w:r>
      <w:proofErr w:type="gramEnd"/>
      <w:r>
        <w:t xml:space="preserve"> not miss the morning prayer (</w:t>
      </w:r>
      <w:proofErr w:type="spellStart"/>
      <w:r>
        <w:t>Fajr</w:t>
      </w:r>
      <w:proofErr w:type="spellEnd"/>
      <w:r>
        <w:t>), because all the things on which the sun shines will pray for the one who performs the prayers.</w:t>
      </w:r>
    </w:p>
    <w:p w:rsidR="00555BAA" w:rsidRDefault="00555BAA" w:rsidP="00555BAA">
      <w:pPr>
        <w:pStyle w:val="libNormal"/>
      </w:pPr>
      <w:r>
        <w:t xml:space="preserve">O, Son of Adam! </w:t>
      </w:r>
      <w:proofErr w:type="gramStart"/>
      <w:r>
        <w:t>you</w:t>
      </w:r>
      <w:proofErr w:type="gramEnd"/>
      <w:r>
        <w:t xml:space="preserve"> have made all My Commands go in vain and you are ready to commit sins. Then who will protect you on the Day of </w:t>
      </w:r>
      <w:proofErr w:type="spellStart"/>
      <w:r>
        <w:t>Judgement</w:t>
      </w:r>
      <w:proofErr w:type="spellEnd"/>
      <w:r>
        <w:t xml:space="preserve"> from My wrath?</w:t>
      </w:r>
    </w:p>
    <w:p w:rsidR="00555BAA" w:rsidRDefault="00555BAA" w:rsidP="00D20B5B">
      <w:pPr>
        <w:pStyle w:val="libNormal"/>
      </w:pPr>
      <w:r>
        <w:br w:type="page"/>
      </w:r>
    </w:p>
    <w:p w:rsidR="00555BAA" w:rsidRDefault="00555BAA" w:rsidP="000509AC">
      <w:pPr>
        <w:pStyle w:val="Heading1Center"/>
      </w:pPr>
      <w:bookmarkStart w:id="73" w:name="_Toc444945356"/>
      <w:r>
        <w:rPr>
          <w:rFonts w:hint="eastAsia"/>
          <w:rtl/>
        </w:rPr>
        <w:lastRenderedPageBreak/>
        <w:t>الحديث</w:t>
      </w:r>
      <w:r>
        <w:rPr>
          <w:rtl/>
        </w:rPr>
        <w:t xml:space="preserve"> السابع والثلاثون‏</w:t>
      </w:r>
      <w:bookmarkEnd w:id="73"/>
    </w:p>
    <w:p w:rsidR="00555BAA" w:rsidRDefault="00555BAA" w:rsidP="00616AF4">
      <w:pPr>
        <w:pStyle w:val="libAr"/>
      </w:pPr>
      <w:r>
        <w:rPr>
          <w:rFonts w:hint="eastAsia"/>
          <w:rtl/>
        </w:rPr>
        <w:t>يَا</w:t>
      </w:r>
      <w:r>
        <w:rPr>
          <w:rtl/>
        </w:rPr>
        <w:t xml:space="preserve"> بْنَ آدَمَ!! أَحْسِنْ خُلْقَكَ مَعَ النَّاسِ حَتَّى أُحِبَّكَ وَ حَبَّبْتُكَ في قُلُوبِ الصَّالِحِينَ وَ غَفَرْتُ ذَنْبَكَ</w:t>
      </w:r>
      <w:r>
        <w:t>.</w:t>
      </w:r>
    </w:p>
    <w:p w:rsidR="00555BAA" w:rsidRDefault="00555BAA" w:rsidP="00616AF4">
      <w:pPr>
        <w:pStyle w:val="libAr"/>
      </w:pPr>
      <w:r>
        <w:rPr>
          <w:rFonts w:hint="eastAsia"/>
          <w:rtl/>
        </w:rPr>
        <w:t>يَا</w:t>
      </w:r>
      <w:r>
        <w:rPr>
          <w:rtl/>
        </w:rPr>
        <w:t xml:space="preserve"> بْنَ آدَمَ!! ضَعْ يَدَكَ عَلى رَأْسِكَ فَما تُحِبُّ لِنَفْسِكَ فَأحْبِبْ لِلْمُسْلِمينَ</w:t>
      </w:r>
      <w:r>
        <w:t>.</w:t>
      </w:r>
    </w:p>
    <w:p w:rsidR="00555BAA" w:rsidRDefault="00555BAA" w:rsidP="00616AF4">
      <w:pPr>
        <w:pStyle w:val="libAr"/>
      </w:pPr>
      <w:r>
        <w:rPr>
          <w:rFonts w:hint="eastAsia"/>
          <w:rtl/>
        </w:rPr>
        <w:t>يَا</w:t>
      </w:r>
      <w:r>
        <w:rPr>
          <w:rtl/>
        </w:rPr>
        <w:t xml:space="preserve"> بْنَ آدَمَ!! لَا تَحْزَنْ عَلى مَا فَاتَكَ مِنَ الدُّنْيَا وَ لَا تَفْرَحْ بِما أُوتِيتَ مِنْهَا فَإنَّ الدُّنْيَا اليَوْمَ لَكَ وَ غَداً لِغَيْرِكَ</w:t>
      </w:r>
      <w:r>
        <w:t>.</w:t>
      </w:r>
    </w:p>
    <w:p w:rsidR="00555BAA" w:rsidRDefault="00555BAA" w:rsidP="00616AF4">
      <w:pPr>
        <w:pStyle w:val="libAr"/>
      </w:pPr>
      <w:r>
        <w:rPr>
          <w:rFonts w:hint="eastAsia"/>
          <w:rtl/>
        </w:rPr>
        <w:t>يَا</w:t>
      </w:r>
      <w:r>
        <w:rPr>
          <w:rtl/>
        </w:rPr>
        <w:t xml:space="preserve"> بْنَ آدَمَ!! اطْلُبِ الْآخِرَةَ وَدَعِ الدُّنْيَا، فَإنَّ ذَرَّةً مِنَ الْآخِرَةِ خَيْرٌ لَكَ مِنَ الدُّنْيَا وَ مَا فِيْهَا</w:t>
      </w:r>
      <w:r>
        <w:t>.</w:t>
      </w:r>
    </w:p>
    <w:p w:rsidR="00555BAA" w:rsidRDefault="00555BAA" w:rsidP="00616AF4">
      <w:pPr>
        <w:pStyle w:val="libAr"/>
      </w:pPr>
      <w:r>
        <w:rPr>
          <w:rFonts w:hint="eastAsia"/>
          <w:rtl/>
        </w:rPr>
        <w:t>يَا</w:t>
      </w:r>
      <w:r>
        <w:rPr>
          <w:rtl/>
        </w:rPr>
        <w:t xml:space="preserve"> بْنَ آدَمَ!! أَنْتَ في طَلَبِ الدُّنْيَا وَ الْآخِرَةُ في طَلَبِكَ</w:t>
      </w:r>
      <w:r>
        <w:t>.</w:t>
      </w:r>
    </w:p>
    <w:p w:rsidR="00555BAA" w:rsidRDefault="00555BAA" w:rsidP="00616AF4">
      <w:pPr>
        <w:pStyle w:val="libAr"/>
      </w:pPr>
      <w:r>
        <w:rPr>
          <w:rFonts w:hint="eastAsia"/>
          <w:rtl/>
        </w:rPr>
        <w:t>يَا</w:t>
      </w:r>
      <w:r>
        <w:rPr>
          <w:rtl/>
        </w:rPr>
        <w:t xml:space="preserve"> بْنَ آدَمَ!! تَهَيَّأ لِلْمَوتِ قَبْلَ وَرُودِكَ وَ لَوْ تَرَكَتُ الدُّنْيَا لِأَحَدٍ مِنْ عِبَادِي لَتَرَكْتُهَا لِلأنْبِيَاء حَتَّى يَدْعُوا عِبَادِي إِلَى طَاعَتِي</w:t>
      </w:r>
      <w:r>
        <w:t>.</w:t>
      </w:r>
    </w:p>
    <w:p w:rsidR="006F3EF0" w:rsidRDefault="00555BAA" w:rsidP="00616AF4">
      <w:pPr>
        <w:pStyle w:val="libAr"/>
      </w:pPr>
      <w:r>
        <w:rPr>
          <w:rFonts w:hint="eastAsia"/>
          <w:rtl/>
        </w:rPr>
        <w:t>يَا</w:t>
      </w:r>
      <w:r>
        <w:rPr>
          <w:rtl/>
        </w:rPr>
        <w:t xml:space="preserve"> بْنَ آدَمَ!! كَمْ مِنْ غَنِيّ قَدْ جَعَلَهُ الْمَوْتُ فَقِيراً، وَ كَمْ مِنْ ضَاحِكٍ قَدْ صَارَ بَاكِياً بِالْمَوْتِ؟ وَ كَمْ مِنْ عَبْدٍ بَسَطْتُ لَهُ الدُّنْيَا فَطَغَى وَ تَرَكَ طَاعَتِي حَتَّى مَاتَ عَلَيْهِ وَ دَخَلَ النَّارَ؟ وَ كَمْ مِنْ عَبْدٍ </w:t>
      </w:r>
      <w:r>
        <w:rPr>
          <w:rFonts w:hint="eastAsia"/>
          <w:rtl/>
        </w:rPr>
        <w:t>قَتَرْتُ</w:t>
      </w:r>
      <w:r>
        <w:rPr>
          <w:rtl/>
        </w:rPr>
        <w:t xml:space="preserve"> عَلَيْهِ الدُّنْيَا فَصَبَرَ وَ مَاتَ وَ دَخَلَ الْجَنَّةَ؟</w:t>
      </w:r>
    </w:p>
    <w:p w:rsidR="00555BAA" w:rsidRDefault="00555BAA" w:rsidP="00D20B5B">
      <w:pPr>
        <w:pStyle w:val="libNormal"/>
      </w:pPr>
      <w:r>
        <w:br w:type="page"/>
      </w:r>
    </w:p>
    <w:p w:rsidR="006F3EF0" w:rsidRDefault="00555BAA" w:rsidP="000509AC">
      <w:pPr>
        <w:pStyle w:val="Heading1Center"/>
      </w:pPr>
      <w:bookmarkStart w:id="74" w:name="_Toc444945357"/>
      <w:r>
        <w:lastRenderedPageBreak/>
        <w:t>Chapter 37</w:t>
      </w:r>
      <w:bookmarkEnd w:id="74"/>
    </w:p>
    <w:p w:rsidR="00555BAA" w:rsidRDefault="00555BAA" w:rsidP="00555BAA">
      <w:pPr>
        <w:pStyle w:val="libNormal"/>
      </w:pPr>
      <w:r>
        <w:t>Almighty Allah says:</w:t>
      </w:r>
    </w:p>
    <w:p w:rsidR="00555BAA" w:rsidRDefault="00555BAA" w:rsidP="00555BAA">
      <w:pPr>
        <w:pStyle w:val="libNormal"/>
      </w:pPr>
      <w:r>
        <w:t xml:space="preserve">O, Son of Adam! </w:t>
      </w:r>
      <w:proofErr w:type="gramStart"/>
      <w:r>
        <w:t>behave</w:t>
      </w:r>
      <w:proofErr w:type="gramEnd"/>
      <w:r>
        <w:t xml:space="preserve"> with the people in good manners and I will love you. I will put your love in the hearts of pious people; and I will forgive your sins.</w:t>
      </w:r>
    </w:p>
    <w:p w:rsidR="00555BAA" w:rsidRDefault="00555BAA" w:rsidP="00555BAA">
      <w:pPr>
        <w:pStyle w:val="libNormal"/>
      </w:pPr>
      <w:r>
        <w:t xml:space="preserve">O, Son of Adam! </w:t>
      </w:r>
      <w:proofErr w:type="gramStart"/>
      <w:r>
        <w:t>put</w:t>
      </w:r>
      <w:proofErr w:type="gramEnd"/>
      <w:r>
        <w:t xml:space="preserve"> your hands on your head. Think: Whatever you like for yourself, like the same for others.</w:t>
      </w:r>
    </w:p>
    <w:p w:rsidR="00555BAA" w:rsidRDefault="00555BAA" w:rsidP="00555BAA">
      <w:pPr>
        <w:pStyle w:val="libNormal"/>
      </w:pPr>
      <w:r>
        <w:t xml:space="preserve">O, Son of Adam! </w:t>
      </w:r>
      <w:proofErr w:type="gramStart"/>
      <w:r>
        <w:t>do</w:t>
      </w:r>
      <w:proofErr w:type="gramEnd"/>
      <w:r>
        <w:t xml:space="preserve"> not be grieved over what you lose in this world. Do not be happy with what you gain from this world. Indeed, this world may be yours today, but tomorrow, it will be for others.</w:t>
      </w:r>
    </w:p>
    <w:p w:rsidR="00555BAA" w:rsidRDefault="00555BAA" w:rsidP="00555BAA">
      <w:pPr>
        <w:pStyle w:val="libNormal"/>
      </w:pPr>
      <w:r>
        <w:t xml:space="preserve">O, Son of Adam! </w:t>
      </w:r>
      <w:proofErr w:type="gramStart"/>
      <w:r>
        <w:t>seek</w:t>
      </w:r>
      <w:proofErr w:type="gramEnd"/>
      <w:r>
        <w:t xml:space="preserve"> Hereafter and leave this world, because an atom of the Hereafter is better for you than all this world and what it contains.</w:t>
      </w:r>
    </w:p>
    <w:p w:rsidR="00555BAA" w:rsidRDefault="00555BAA" w:rsidP="00555BAA">
      <w:pPr>
        <w:pStyle w:val="libNormal"/>
      </w:pPr>
      <w:r>
        <w:t xml:space="preserve">O, Son of Adam! </w:t>
      </w:r>
      <w:proofErr w:type="gramStart"/>
      <w:r>
        <w:t>be</w:t>
      </w:r>
      <w:proofErr w:type="gramEnd"/>
      <w:r>
        <w:t xml:space="preserve"> ready for death before it comes to you! If I wanted to give this world to any of My Servants, I would have given it to My Prophets, so they would call My Servants to My Obedience.</w:t>
      </w:r>
    </w:p>
    <w:p w:rsidR="00555BAA" w:rsidRDefault="00555BAA" w:rsidP="00555BAA">
      <w:pPr>
        <w:pStyle w:val="libNormal"/>
      </w:pPr>
      <w:r>
        <w:t xml:space="preserve">O, Son of Adam! </w:t>
      </w:r>
      <w:proofErr w:type="gramStart"/>
      <w:r>
        <w:t>how</w:t>
      </w:r>
      <w:proofErr w:type="gramEnd"/>
      <w:r>
        <w:t xml:space="preserve"> many wealthy people have been made poor by death?! How many laughing people have cried because of death?! How many of My Servants are those upon whom I have bestowed My Bounties in this world? But they exceeded all limits and stopped obeying (My Commands) till death over took them and put them into Hell. How many of My Servants are those upon whom I have bestowed My this world, but they still are </w:t>
      </w:r>
      <w:proofErr w:type="spellStart"/>
      <w:r>
        <w:t>patient</w:t>
      </w:r>
      <w:proofErr w:type="gramStart"/>
      <w:r>
        <w:t>?They</w:t>
      </w:r>
      <w:proofErr w:type="spellEnd"/>
      <w:proofErr w:type="gramEnd"/>
      <w:r>
        <w:t xml:space="preserve"> die and enter Heaven.</w:t>
      </w:r>
    </w:p>
    <w:p w:rsidR="00555BAA" w:rsidRDefault="00555BAA" w:rsidP="00D20B5B">
      <w:pPr>
        <w:pStyle w:val="libNormal"/>
      </w:pPr>
      <w:r>
        <w:br w:type="page"/>
      </w:r>
    </w:p>
    <w:p w:rsidR="00555BAA" w:rsidRDefault="00555BAA" w:rsidP="000509AC">
      <w:pPr>
        <w:pStyle w:val="Heading1Center"/>
      </w:pPr>
      <w:bookmarkStart w:id="75" w:name="_Toc444945358"/>
      <w:r>
        <w:rPr>
          <w:rFonts w:hint="eastAsia"/>
          <w:rtl/>
        </w:rPr>
        <w:lastRenderedPageBreak/>
        <w:t>الحديث</w:t>
      </w:r>
      <w:r>
        <w:rPr>
          <w:rtl/>
        </w:rPr>
        <w:t xml:space="preserve"> الثامن والثلاثون‏</w:t>
      </w:r>
      <w:bookmarkEnd w:id="75"/>
    </w:p>
    <w:p w:rsidR="00555BAA" w:rsidRDefault="00555BAA" w:rsidP="00616AF4">
      <w:pPr>
        <w:pStyle w:val="libAr"/>
      </w:pPr>
      <w:r>
        <w:rPr>
          <w:rtl/>
        </w:rPr>
        <w:t xml:space="preserve">يَا بْنَ آدَمَ!! إِذا أَصْبَحْتَ بَيْنَ نِعْمَتَيْنِ عَظِيْمَتَيْنِ لَا تَدْرِي أَيَّهُمَا أَعْظَمُ عِنْدَكَ ذُنُوبُكَ الالْمَسْتُورَةُ عَنِ النَّاسِ أَوِ الثَّنَاءُ الْحَسَنُ مِنَ النَّاسِ وَ لَوْ عَلِمَ النَّاسُ مَا أَعْلَمُ مِنْكَ مَا سَلَّمَ عَلَيْكَ </w:t>
      </w:r>
      <w:r>
        <w:rPr>
          <w:rFonts w:hint="eastAsia"/>
          <w:rtl/>
        </w:rPr>
        <w:t>أَحَدٌ</w:t>
      </w:r>
      <w:r>
        <w:rPr>
          <w:rtl/>
        </w:rPr>
        <w:t xml:space="preserve"> مِنْ خَلْقِي وَ أَخْلِصْ عَمَلَكَ مِنَ الرِّيَاءِ وَ السُّمْعَةِ فَإنَّكَ عَبْدٌ ذَلِيْلٌ لِرَبِّ جَلِيْلٍ مَأمُورٌ لِأَمْرِهِ وَ تَزَوَّدْ فَإنَّكَ مُسَافِرٌ وَ لَا بُدَّ مِنَ الزَّادِ لِكُلِّ مُسَافِرٍ</w:t>
      </w:r>
      <w:r>
        <w:t>.</w:t>
      </w:r>
    </w:p>
    <w:p w:rsidR="00555BAA" w:rsidRDefault="00555BAA" w:rsidP="00616AF4">
      <w:pPr>
        <w:pStyle w:val="libAr"/>
      </w:pPr>
      <w:r>
        <w:rPr>
          <w:rFonts w:hint="eastAsia"/>
          <w:rtl/>
        </w:rPr>
        <w:t>يَا</w:t>
      </w:r>
      <w:r>
        <w:rPr>
          <w:rtl/>
        </w:rPr>
        <w:t xml:space="preserve"> بْنَ آدَمَ!! خَزَائِني لا تَنْفَدُ أَبَداً وَ يَمِيْني مَبْسُوطَةٌ بِالْعَطَايَا أَبَداً وَ بِقَدْرِ مَا تُنْفِقُ أُنْفِقُ عَلَيْكَ وَ بِقَدْرِ مَا تُمْسِكُ أُمْسِكُ عَلَيْكَ</w:t>
      </w:r>
      <w:r>
        <w:t>.</w:t>
      </w:r>
    </w:p>
    <w:p w:rsidR="00555BAA" w:rsidRDefault="00555BAA" w:rsidP="00616AF4">
      <w:pPr>
        <w:pStyle w:val="libAr"/>
      </w:pPr>
      <w:r>
        <w:rPr>
          <w:rFonts w:hint="eastAsia"/>
          <w:rtl/>
        </w:rPr>
        <w:t>يَا</w:t>
      </w:r>
      <w:r>
        <w:rPr>
          <w:rtl/>
        </w:rPr>
        <w:t xml:space="preserve"> بْنَ آدَمَ!! خَوْفُ الْفَقْرِ سُوءُ الظَّنَّ بِاللَّهِ تَعَالَى وَ مِنْ قِلَّةِ الْيَقِيْنِ تَبْخَلُ عَلى الْمَسَاكِيْنِ</w:t>
      </w:r>
      <w:r>
        <w:t>.</w:t>
      </w:r>
    </w:p>
    <w:p w:rsidR="006F3EF0" w:rsidRDefault="00555BAA" w:rsidP="00616AF4">
      <w:pPr>
        <w:pStyle w:val="libAr"/>
      </w:pPr>
      <w:r>
        <w:rPr>
          <w:rFonts w:hint="eastAsia"/>
          <w:rtl/>
        </w:rPr>
        <w:t>يَابْنَ</w:t>
      </w:r>
      <w:r>
        <w:rPr>
          <w:rtl/>
        </w:rPr>
        <w:t xml:space="preserve"> آدَمَ!! مَنْ أَهَمَّ لِلرِّزْقِ فَقَدْ شَكَّ في كِتَابِي وَ مَنْ لَمْ يُصَدِّقْ أَنْبِيائِي فَقَدْ جَحَدَ رُبُوبِيَّتِي وَ مَنْ جَحَدَ رُبُوبِيَّتي أَكْبَبْتُهُ في النَّارِ عَلى وَجْهِهِ</w:t>
      </w:r>
      <w:r>
        <w:t>.</w:t>
      </w:r>
    </w:p>
    <w:p w:rsidR="00555BAA" w:rsidRDefault="00555BAA" w:rsidP="00D20B5B">
      <w:pPr>
        <w:pStyle w:val="libNormal"/>
      </w:pPr>
      <w:r>
        <w:br w:type="page"/>
      </w:r>
    </w:p>
    <w:p w:rsidR="006F3EF0" w:rsidRDefault="00555BAA" w:rsidP="000509AC">
      <w:pPr>
        <w:pStyle w:val="Heading1Center"/>
      </w:pPr>
      <w:bookmarkStart w:id="76" w:name="_Toc444945359"/>
      <w:r>
        <w:lastRenderedPageBreak/>
        <w:t>Chapter 38</w:t>
      </w:r>
      <w:bookmarkEnd w:id="76"/>
    </w:p>
    <w:p w:rsidR="00555BAA" w:rsidRDefault="00555BAA" w:rsidP="00555BAA">
      <w:pPr>
        <w:pStyle w:val="libNormal"/>
      </w:pPr>
      <w:r>
        <w:t>Almighty Allah says:</w:t>
      </w:r>
    </w:p>
    <w:p w:rsidR="00555BAA" w:rsidRDefault="00555BAA" w:rsidP="00555BAA">
      <w:pPr>
        <w:pStyle w:val="libNormal"/>
      </w:pPr>
      <w:r>
        <w:t xml:space="preserve">Oh, Son of Adam! </w:t>
      </w:r>
      <w:proofErr w:type="gramStart"/>
      <w:r>
        <w:t>you</w:t>
      </w:r>
      <w:proofErr w:type="gramEnd"/>
      <w:r>
        <w:t xml:space="preserve"> start your day with two great bounties. You don’t know which one is greatest for you. Your sins that are hidden from the eyes of the people or the good praises about you from </w:t>
      </w:r>
      <w:proofErr w:type="spellStart"/>
      <w:r>
        <w:t>people.If</w:t>
      </w:r>
      <w:proofErr w:type="spellEnd"/>
      <w:r>
        <w:t xml:space="preserve"> people know what I know about you, not one of My creatures will say Salaam (halo) to </w:t>
      </w:r>
      <w:proofErr w:type="spellStart"/>
      <w:r>
        <w:t>you!Purify</w:t>
      </w:r>
      <w:proofErr w:type="spellEnd"/>
      <w:r>
        <w:t xml:space="preserve"> your deeds from showing off and expecting praise. Indeed you are humble servants of the Lord you are ordered to obey </w:t>
      </w:r>
      <w:proofErr w:type="spellStart"/>
      <w:r>
        <w:t>Him.Increase</w:t>
      </w:r>
      <w:proofErr w:type="spellEnd"/>
      <w:r>
        <w:t xml:space="preserve"> your belongings! Indeed, you are a </w:t>
      </w:r>
      <w:proofErr w:type="spellStart"/>
      <w:r>
        <w:t>traveller</w:t>
      </w:r>
      <w:proofErr w:type="spellEnd"/>
      <w:r>
        <w:t xml:space="preserve">! There is need of belonging for every </w:t>
      </w:r>
      <w:proofErr w:type="spellStart"/>
      <w:r>
        <w:t>traveller</w:t>
      </w:r>
      <w:proofErr w:type="spellEnd"/>
      <w:r>
        <w:t>.</w:t>
      </w:r>
    </w:p>
    <w:p w:rsidR="00555BAA" w:rsidRDefault="00555BAA" w:rsidP="00555BAA">
      <w:pPr>
        <w:pStyle w:val="libNormal"/>
      </w:pPr>
      <w:r>
        <w:t xml:space="preserve">Oh, Son of Adam! </w:t>
      </w:r>
      <w:proofErr w:type="gramStart"/>
      <w:r>
        <w:t>my</w:t>
      </w:r>
      <w:proofErr w:type="gramEnd"/>
      <w:r>
        <w:t xml:space="preserve"> treasure never ends. My hand is open for gifts </w:t>
      </w:r>
      <w:proofErr w:type="spellStart"/>
      <w:r>
        <w:t>forever.Whatever</w:t>
      </w:r>
      <w:proofErr w:type="spellEnd"/>
      <w:r>
        <w:t xml:space="preserve"> you spend in </w:t>
      </w:r>
      <w:proofErr w:type="gramStart"/>
      <w:r>
        <w:t>My</w:t>
      </w:r>
      <w:proofErr w:type="gramEnd"/>
      <w:r>
        <w:t xml:space="preserve"> way I will give you that much </w:t>
      </w:r>
      <w:proofErr w:type="spellStart"/>
      <w:r>
        <w:t>backWhatever</w:t>
      </w:r>
      <w:proofErr w:type="spellEnd"/>
      <w:r>
        <w:t xml:space="preserve"> you cease to spend in My way I will cease to give bounties to you.</w:t>
      </w:r>
    </w:p>
    <w:p w:rsidR="00555BAA" w:rsidRDefault="00555BAA" w:rsidP="00555BAA">
      <w:pPr>
        <w:pStyle w:val="libNormal"/>
      </w:pPr>
      <w:r>
        <w:t xml:space="preserve">Oh, Son of Adam! </w:t>
      </w:r>
      <w:proofErr w:type="gramStart"/>
      <w:r>
        <w:t>fear</w:t>
      </w:r>
      <w:proofErr w:type="gramEnd"/>
      <w:r>
        <w:t xml:space="preserve"> of poverty means distrusting Almighty Allah the </w:t>
      </w:r>
      <w:proofErr w:type="spellStart"/>
      <w:r>
        <w:t>exalted.Because</w:t>
      </w:r>
      <w:proofErr w:type="spellEnd"/>
      <w:r>
        <w:t xml:space="preserve"> of your uncertainty you are mean towards the indigent.</w:t>
      </w:r>
    </w:p>
    <w:p w:rsidR="00555BAA" w:rsidRDefault="00555BAA" w:rsidP="00555BAA">
      <w:pPr>
        <w:pStyle w:val="libNormal"/>
      </w:pPr>
      <w:r>
        <w:t xml:space="preserve">Oh, Son of Adam! </w:t>
      </w:r>
      <w:proofErr w:type="gramStart"/>
      <w:r>
        <w:t>those</w:t>
      </w:r>
      <w:proofErr w:type="gramEnd"/>
      <w:r>
        <w:t xml:space="preserve"> who are grieves about their sustenance, indeed they have doubted My bounties and have not acknowledged My prophets. Indeed, they have rejected My Lordship; and the one who has rejected My Lordship surely, I will put him in Hell on his face.</w:t>
      </w:r>
    </w:p>
    <w:p w:rsidR="00555BAA" w:rsidRDefault="00555BAA" w:rsidP="00D20B5B">
      <w:pPr>
        <w:pStyle w:val="libNormal"/>
      </w:pPr>
      <w:r>
        <w:br w:type="page"/>
      </w:r>
    </w:p>
    <w:p w:rsidR="00555BAA" w:rsidRDefault="00555BAA" w:rsidP="000509AC">
      <w:pPr>
        <w:pStyle w:val="Heading1Center"/>
      </w:pPr>
      <w:bookmarkStart w:id="77" w:name="_Toc444945360"/>
      <w:r>
        <w:rPr>
          <w:rFonts w:hint="eastAsia"/>
          <w:rtl/>
        </w:rPr>
        <w:lastRenderedPageBreak/>
        <w:t>الحديث</w:t>
      </w:r>
      <w:r>
        <w:rPr>
          <w:rtl/>
        </w:rPr>
        <w:t xml:space="preserve"> التاسع والثلاثون‏</w:t>
      </w:r>
      <w:bookmarkEnd w:id="77"/>
    </w:p>
    <w:p w:rsidR="00555BAA" w:rsidRDefault="00555BAA" w:rsidP="00616AF4">
      <w:pPr>
        <w:pStyle w:val="libAr"/>
      </w:pPr>
      <w:r>
        <w:rPr>
          <w:rtl/>
        </w:rPr>
        <w:t>يَا بْنَ آدَمَ!! اجْعَلْ قَلبَكَ مُوَافِقاً لِلِسَانكَ وَ لِسَانَكَ مُوَافِقاً لِعَمَلِكَ وَ عَمَلَكَ خَالِصاً مِنْ غَيرِي فَإنِّي غَيُورٌ لَا أَقْبَلُ إِلَّا خَالِصاً فَإنَّ قَلْبَ الْمُنَافِقِ مُخَالِفٌ لِلِسَانِهِ وَ لِسَانُهُ لِعَمَلِهِ وَ عَمَلُهُ لِ</w:t>
      </w:r>
      <w:r>
        <w:rPr>
          <w:rFonts w:hint="eastAsia"/>
          <w:rtl/>
        </w:rPr>
        <w:t>غَيْرِ</w:t>
      </w:r>
      <w:r>
        <w:rPr>
          <w:rtl/>
        </w:rPr>
        <w:t xml:space="preserve"> اللَّهِ</w:t>
      </w:r>
      <w:r>
        <w:t>.</w:t>
      </w:r>
    </w:p>
    <w:p w:rsidR="00555BAA" w:rsidRDefault="00555BAA" w:rsidP="00616AF4">
      <w:pPr>
        <w:pStyle w:val="libAr"/>
      </w:pPr>
      <w:r>
        <w:rPr>
          <w:rFonts w:hint="eastAsia"/>
          <w:rtl/>
        </w:rPr>
        <w:t>يَا</w:t>
      </w:r>
      <w:r>
        <w:rPr>
          <w:rtl/>
        </w:rPr>
        <w:t xml:space="preserve"> بْنَ آدَمَ! مَا تَكَلَّمْتَ بِكَلِمَةٍ وَ لَا نَظَرْتَ بِنَظْرَةٍ وَ لَا خَطَوْتَ بِخَطْوَةٍ إِلَّا وَ مَعَكَ مَلَكَانِ يَكْتُبَانِ لَكَ أَوْ عَلَيْكَ</w:t>
      </w:r>
      <w:r>
        <w:t>.</w:t>
      </w:r>
    </w:p>
    <w:p w:rsidR="00555BAA" w:rsidRDefault="00555BAA" w:rsidP="00616AF4">
      <w:pPr>
        <w:pStyle w:val="libAr"/>
      </w:pPr>
      <w:r>
        <w:rPr>
          <w:rFonts w:hint="eastAsia"/>
          <w:rtl/>
        </w:rPr>
        <w:t>يَا</w:t>
      </w:r>
      <w:r>
        <w:rPr>
          <w:rtl/>
        </w:rPr>
        <w:t xml:space="preserve"> بْنَ آدَمَ!! مَا خَلَقْتُكُمْ لِتَجْمَعُوا الدُّنْيا بَعْضُكُمْ لِبَعْضٍ بَلْ خَلَقْتُكُمْ لِتَعْبُدُونِي عِبَادَةَ الْأَذِلَّاءِ طَوِيْلاً وَ شَكْرُوُنِي جَزِيْلاً وَ تُسَبِّحُونِي بُكْرِةً وَ أصِيْلاً فَإنَّ الرِّزْقَ مَقْسُومٌ وَ الْحِرِيْصُ مَحْرُو</w:t>
      </w:r>
      <w:r>
        <w:rPr>
          <w:rFonts w:hint="eastAsia"/>
          <w:rtl/>
        </w:rPr>
        <w:t>مٌ</w:t>
      </w:r>
      <w:r>
        <w:rPr>
          <w:rtl/>
        </w:rPr>
        <w:t xml:space="preserve"> وَ الْبَخِيْلُ مَذْمُومٌ وَ الْحاسِدُ مَغْمُومٌ وَ النَّاقِدُ حَيٌّ قَيُّومٌ</w:t>
      </w:r>
      <w:r>
        <w:t>.</w:t>
      </w:r>
    </w:p>
    <w:p w:rsidR="00555BAA" w:rsidRDefault="00555BAA" w:rsidP="00616AF4">
      <w:pPr>
        <w:pStyle w:val="libAr"/>
      </w:pPr>
      <w:r>
        <w:rPr>
          <w:rFonts w:hint="eastAsia"/>
          <w:rtl/>
        </w:rPr>
        <w:t>يَا</w:t>
      </w:r>
      <w:r>
        <w:rPr>
          <w:rtl/>
        </w:rPr>
        <w:t xml:space="preserve"> بْنَ آدَمَ!! اخْدِمْنِي فَإنِّي أُحِبُّ مَنْ يَخْدِمُنِي فَإنَّكَ عَبْدٌ ذَلِيْلٌ عَاجِزٌ وَ أَنَا رَبٌّ جَلِيلٌ قَوِيٌّ لَوْ أَنَّ إِخْوَتَكَ وَجَدُوا رِيْحَ ذُنُوبِكَ لَمَا جَالَسُوكَ فَذُنُوبُكَ كُلَّ يَوْمٍ في الزِّيَادَةِ وَ عُمْرُكَ في النُّقصَان</w:t>
      </w:r>
      <w:r>
        <w:rPr>
          <w:rFonts w:hint="eastAsia"/>
          <w:rtl/>
        </w:rPr>
        <w:t>ِ</w:t>
      </w:r>
      <w:r>
        <w:rPr>
          <w:rtl/>
        </w:rPr>
        <w:t xml:space="preserve"> وَ لَا تَهْدِمْ عُمْرَكَ في البَاطِلِ وَ الْغَفْلَةِ فَإنْ أَرَدْتَ الْمَزِيدَ فَاصْحَبْ أَرْبَابَ الْقُلُوبِ وَ احْذَرْ مِنْ أَبْنَاءِ الدُّنْيَا وَ خَالِطِ الْمَسَاكِيْنَ</w:t>
      </w:r>
      <w:r>
        <w:t>.</w:t>
      </w:r>
    </w:p>
    <w:p w:rsidR="00555BAA" w:rsidRDefault="00555BAA" w:rsidP="00616AF4">
      <w:pPr>
        <w:pStyle w:val="libAr"/>
      </w:pPr>
      <w:r>
        <w:rPr>
          <w:rFonts w:hint="eastAsia"/>
          <w:rtl/>
        </w:rPr>
        <w:t>يَا</w:t>
      </w:r>
      <w:r>
        <w:rPr>
          <w:rtl/>
        </w:rPr>
        <w:t xml:space="preserve"> بْنَ آدَمَ!! مَنِ انْكَسَرَ مَرْكَبُهُ وَ عَادَ عَلى لَوْحٍ مِنَ الْخَشْبِ في وَسَطِ الْبَحْرِ مَا يَكُونُ بِأَعْظَمَ مُصيبَةً مِنْكَ لِأَنَّكَ مِنْ ذُنُوبِكَ عَلى يَقِيْنٍ</w:t>
      </w:r>
      <w:r>
        <w:t>.</w:t>
      </w:r>
    </w:p>
    <w:p w:rsidR="00555BAA" w:rsidRDefault="00555BAA" w:rsidP="00616AF4">
      <w:pPr>
        <w:pStyle w:val="libAr"/>
      </w:pPr>
      <w:r>
        <w:rPr>
          <w:rFonts w:hint="eastAsia"/>
          <w:rtl/>
        </w:rPr>
        <w:t>يَا</w:t>
      </w:r>
      <w:r>
        <w:rPr>
          <w:rtl/>
        </w:rPr>
        <w:t xml:space="preserve"> بْنَ آدَمَ!! إِنِّي أَتَقَرَّبُ إِلَيْكَ بِالْعَافِيَةِ وَ بِسَتْرٍ عَلى ذُنُوبِكَ وَ أَنْتَ تَتَبَغَّضُ إِلَيَّ بِالْمَعاصِي وَ عِمارَتِكَ الدُّنْيَا وَ خَرَابِكَ الْآخِرَةَ</w:t>
      </w:r>
      <w:r>
        <w:t>.</w:t>
      </w:r>
    </w:p>
    <w:p w:rsidR="006F3EF0" w:rsidRDefault="00555BAA" w:rsidP="00616AF4">
      <w:pPr>
        <w:pStyle w:val="libAr"/>
      </w:pPr>
      <w:r>
        <w:rPr>
          <w:rFonts w:hint="eastAsia"/>
          <w:rtl/>
        </w:rPr>
        <w:t>يَا</w:t>
      </w:r>
      <w:r>
        <w:rPr>
          <w:rtl/>
        </w:rPr>
        <w:t xml:space="preserve"> بْنَ آدَمَ!! إِذا لَمْ تُجَالِسِ الْمفْلِحِيْنَ وَ الصَّالِحِينَ فَمَتَى تَفْلَحُ يَا مُوسَى بْنَ عِمْرَانَ اسْمَعْ مَا أَقُولُ إِنَّهُ مَا آمَنَ بِاللَّهِ عَبْدٌ حَتَّى يَأمَنَ النَّاسُ مِنْ شَرِّهِ يَعْنِي يَأْمَنَ مِنْ ظُلْمِهِ وَ كَيْدِهِ وَ مَكْرِ</w:t>
      </w:r>
      <w:r>
        <w:rPr>
          <w:rFonts w:hint="eastAsia"/>
          <w:rtl/>
        </w:rPr>
        <w:t>هِ</w:t>
      </w:r>
      <w:r>
        <w:rPr>
          <w:rtl/>
        </w:rPr>
        <w:t xml:space="preserve"> وَ نَمِيْمَتِهِ وَ غِيْبَتِهِ وَ بَغْيِهِ وَ حَسَدِهِ وَ مَضَرَّتِهِ وَ سِرِّهِ وَ عَلَانِيَتِهِ وَ قُلْ يَا مُوسَى لِلظَّلَمَةِ لَا تَذْكُرُونِي فَإنِّي لَا أَذْكُرُهُمْ فَإنَّ ذِكْرِي لَهُمْ أَنْ أَلْعَنَهُمْ فَمَنْ شَاءَ فَلْيُؤْمِنْ وَ مَنْ شَاءَ فَ</w:t>
      </w:r>
      <w:r>
        <w:rPr>
          <w:rFonts w:hint="eastAsia"/>
          <w:rtl/>
        </w:rPr>
        <w:t>لْيَكْفُرْ</w:t>
      </w:r>
      <w:r>
        <w:t>.</w:t>
      </w:r>
    </w:p>
    <w:p w:rsidR="00555BAA" w:rsidRDefault="00555BAA" w:rsidP="00D20B5B">
      <w:pPr>
        <w:pStyle w:val="libNormal"/>
      </w:pPr>
      <w:r>
        <w:br w:type="page"/>
      </w:r>
    </w:p>
    <w:p w:rsidR="006F3EF0" w:rsidRDefault="00555BAA" w:rsidP="000509AC">
      <w:pPr>
        <w:pStyle w:val="Heading1Center"/>
      </w:pPr>
      <w:bookmarkStart w:id="78" w:name="_Toc444945361"/>
      <w:r>
        <w:lastRenderedPageBreak/>
        <w:t>Chapter 39</w:t>
      </w:r>
      <w:bookmarkEnd w:id="78"/>
    </w:p>
    <w:p w:rsidR="00555BAA" w:rsidRDefault="00555BAA" w:rsidP="00555BAA">
      <w:pPr>
        <w:pStyle w:val="libNormal"/>
      </w:pPr>
      <w:r>
        <w:t>Almighty Allah says:</w:t>
      </w:r>
    </w:p>
    <w:p w:rsidR="00555BAA" w:rsidRDefault="00555BAA" w:rsidP="00555BAA">
      <w:pPr>
        <w:pStyle w:val="libNormal"/>
      </w:pPr>
      <w:r>
        <w:t xml:space="preserve">Oh, Son of Adam! make your heart agree with your tongue, and your tongue agree with you deeds, and purify your deeds by acting for My sake </w:t>
      </w:r>
      <w:proofErr w:type="spellStart"/>
      <w:r>
        <w:t>only.Indeed</w:t>
      </w:r>
      <w:proofErr w:type="spellEnd"/>
      <w:r>
        <w:t xml:space="preserve"> the heart of a hypocrite does not agree with his tongue, and His tongue does not agree with his deeds, and his deeds are for other than Allah.</w:t>
      </w:r>
    </w:p>
    <w:p w:rsidR="00555BAA" w:rsidRDefault="00555BAA" w:rsidP="00555BAA">
      <w:pPr>
        <w:pStyle w:val="libNormal"/>
      </w:pPr>
      <w:r>
        <w:t xml:space="preserve">Oh, Son of Adam! </w:t>
      </w:r>
      <w:proofErr w:type="gramStart"/>
      <w:r>
        <w:t>whatever</w:t>
      </w:r>
      <w:proofErr w:type="gramEnd"/>
      <w:r>
        <w:t xml:space="preserve"> you speak with your tongue, whatever you see with your eyes, whatever steps you take, there are two angles with you who write for you and against you.</w:t>
      </w:r>
    </w:p>
    <w:p w:rsidR="00555BAA" w:rsidRDefault="00555BAA" w:rsidP="00555BAA">
      <w:pPr>
        <w:pStyle w:val="libNormal"/>
      </w:pPr>
      <w:r>
        <w:t xml:space="preserve">Oh, Son of Adam! I did not create you for gathering wealth for yourself and others; but I created you to worship </w:t>
      </w:r>
      <w:proofErr w:type="gramStart"/>
      <w:r>
        <w:t>Me</w:t>
      </w:r>
      <w:proofErr w:type="gramEnd"/>
      <w:r>
        <w:t xml:space="preserve"> humbly and thank Me a lot, and praise My glory day and night. Indeed, your sustenance is determined. The greedy is deprived. The miser is condemned. The jealous is sorrowful. The tester is ever living and eternal. !</w:t>
      </w:r>
    </w:p>
    <w:p w:rsidR="00555BAA" w:rsidRDefault="00555BAA" w:rsidP="00555BAA">
      <w:pPr>
        <w:pStyle w:val="libNormal"/>
      </w:pPr>
      <w:r>
        <w:t xml:space="preserve">Oh, Son of Adam! </w:t>
      </w:r>
      <w:proofErr w:type="gramStart"/>
      <w:r>
        <w:t>serve</w:t>
      </w:r>
      <w:proofErr w:type="gramEnd"/>
      <w:r>
        <w:t xml:space="preserve"> Me! Indeed, I love those who serve </w:t>
      </w:r>
      <w:proofErr w:type="gramStart"/>
      <w:r>
        <w:t>Me</w:t>
      </w:r>
      <w:proofErr w:type="gramEnd"/>
      <w:r>
        <w:t xml:space="preserve">. Indeed you are </w:t>
      </w:r>
      <w:proofErr w:type="gramStart"/>
      <w:r>
        <w:t>degrade</w:t>
      </w:r>
      <w:proofErr w:type="gramEnd"/>
      <w:r>
        <w:t xml:space="preserve"> and weak servant, and I am powerful and glorious Lord. If your brother just smells your sin, he will never sit beside you. Your sins are increasing everyday and your life is decreasing. Don’t waste your life in falsehood and carelessness. If you want more then </w:t>
      </w:r>
      <w:proofErr w:type="gramStart"/>
      <w:r>
        <w:t>be</w:t>
      </w:r>
      <w:proofErr w:type="gramEnd"/>
      <w:r>
        <w:t xml:space="preserve"> in the company of the generous. Seek refuge from the worldly people and mix with the deprived.</w:t>
      </w:r>
    </w:p>
    <w:p w:rsidR="00555BAA" w:rsidRDefault="00555BAA" w:rsidP="00555BAA">
      <w:pPr>
        <w:pStyle w:val="libNormal"/>
      </w:pPr>
      <w:r>
        <w:t xml:space="preserve">Oh, Son of Adam! </w:t>
      </w:r>
      <w:proofErr w:type="gramStart"/>
      <w:r>
        <w:t>the</w:t>
      </w:r>
      <w:proofErr w:type="gramEnd"/>
      <w:r>
        <w:t xml:space="preserve"> one whose ark has been destroyed in the sea and he is afloat on </w:t>
      </w:r>
      <w:proofErr w:type="spellStart"/>
      <w:r>
        <w:t>apiece</w:t>
      </w:r>
      <w:proofErr w:type="spellEnd"/>
      <w:r>
        <w:t xml:space="preserve"> of wood; His difficulties and his hardships is not greater than yours because you </w:t>
      </w:r>
      <w:proofErr w:type="spellStart"/>
      <w:r>
        <w:t>are+ê</w:t>
      </w:r>
      <w:proofErr w:type="spellEnd"/>
      <w:r>
        <w:t>, certain of your sins.</w:t>
      </w:r>
    </w:p>
    <w:p w:rsidR="00555BAA" w:rsidRDefault="00555BAA" w:rsidP="00555BAA">
      <w:pPr>
        <w:pStyle w:val="libNormal"/>
      </w:pPr>
      <w:r>
        <w:t xml:space="preserve">Oh, Son of Adam! I become closer to you with prosperity and by hiding your sins. It is you that by your disobedience and by making this world your and destroying your Hereafter, you make </w:t>
      </w:r>
      <w:proofErr w:type="gramStart"/>
      <w:r>
        <w:t>Me</w:t>
      </w:r>
      <w:proofErr w:type="gramEnd"/>
      <w:r>
        <w:t xml:space="preserve"> your enemy.</w:t>
      </w:r>
    </w:p>
    <w:p w:rsidR="00555BAA" w:rsidRDefault="00555BAA" w:rsidP="00555BAA">
      <w:pPr>
        <w:pStyle w:val="libNormal"/>
      </w:pPr>
      <w:r>
        <w:t xml:space="preserve">Oh, Son of Adam! </w:t>
      </w:r>
      <w:proofErr w:type="gramStart"/>
      <w:r>
        <w:t>if</w:t>
      </w:r>
      <w:proofErr w:type="gramEnd"/>
      <w:r>
        <w:t xml:space="preserve"> you don’t sit with the poor and the prosperous people then how will you be prosperous? Oh, Musa son of </w:t>
      </w:r>
      <w:proofErr w:type="spellStart"/>
      <w:r>
        <w:t>Imran</w:t>
      </w:r>
      <w:proofErr w:type="spellEnd"/>
      <w:r>
        <w:t xml:space="preserve">! </w:t>
      </w:r>
      <w:proofErr w:type="gramStart"/>
      <w:r>
        <w:t>listen</w:t>
      </w:r>
      <w:proofErr w:type="gramEnd"/>
      <w:r>
        <w:t xml:space="preserve"> carefully to what I </w:t>
      </w:r>
      <w:proofErr w:type="spellStart"/>
      <w:r>
        <w:t>say!People</w:t>
      </w:r>
      <w:proofErr w:type="spellEnd"/>
      <w:r>
        <w:t xml:space="preserve"> feel secure from the mischief of the one who has true faith in Allah. Mischief means oppression, tricks, gossiping, backbiting, injustice, jealously, </w:t>
      </w:r>
      <w:proofErr w:type="spellStart"/>
      <w:r>
        <w:t>harm</w:t>
      </w:r>
      <w:proofErr w:type="gramStart"/>
      <w:r>
        <w:t>,internal</w:t>
      </w:r>
      <w:proofErr w:type="spellEnd"/>
      <w:proofErr w:type="gramEnd"/>
      <w:r>
        <w:t xml:space="preserve"> (secret) and external (appearance).</w:t>
      </w:r>
    </w:p>
    <w:p w:rsidR="00555BAA" w:rsidRDefault="00555BAA" w:rsidP="00D20B5B">
      <w:pPr>
        <w:pStyle w:val="libNormal"/>
      </w:pPr>
      <w:r>
        <w:br w:type="page"/>
      </w:r>
    </w:p>
    <w:p w:rsidR="00555BAA" w:rsidRDefault="00555BAA" w:rsidP="000509AC">
      <w:pPr>
        <w:pStyle w:val="Heading1Center"/>
      </w:pPr>
      <w:bookmarkStart w:id="79" w:name="_Toc444945362"/>
      <w:r>
        <w:rPr>
          <w:rFonts w:hint="eastAsia"/>
          <w:rtl/>
        </w:rPr>
        <w:lastRenderedPageBreak/>
        <w:t>الحديث</w:t>
      </w:r>
      <w:r>
        <w:rPr>
          <w:rtl/>
        </w:rPr>
        <w:t xml:space="preserve"> الاربعون‏</w:t>
      </w:r>
      <w:bookmarkEnd w:id="79"/>
    </w:p>
    <w:p w:rsidR="00555BAA" w:rsidRDefault="00555BAA" w:rsidP="00616AF4">
      <w:pPr>
        <w:pStyle w:val="libAr"/>
      </w:pPr>
      <w:r>
        <w:rPr>
          <w:rFonts w:hint="eastAsia"/>
          <w:rtl/>
        </w:rPr>
        <w:t>يَا</w:t>
      </w:r>
      <w:r>
        <w:rPr>
          <w:rtl/>
        </w:rPr>
        <w:t xml:space="preserve"> بْنَ آدَمَ!! لَا تَعْصِنِي وَ لَا تَسْأَلِ الْمَغْفِرَةَ</w:t>
      </w:r>
      <w:r>
        <w:t>.</w:t>
      </w:r>
    </w:p>
    <w:p w:rsidR="00555BAA" w:rsidRDefault="00555BAA" w:rsidP="00616AF4">
      <w:pPr>
        <w:pStyle w:val="libAr"/>
      </w:pPr>
      <w:r>
        <w:rPr>
          <w:rFonts w:hint="eastAsia"/>
          <w:rtl/>
        </w:rPr>
        <w:t>يَا</w:t>
      </w:r>
      <w:r>
        <w:rPr>
          <w:rtl/>
        </w:rPr>
        <w:t xml:space="preserve"> بْنَ آدَمَ!! تَضَرَّعْ لِعِبَادَتِي، وَ إِلَّا أَمْلَأُ قَلْبَكَ فَقْراً وَ يَدَيْكَ سَعْياً وَ بَدَنَكَ تَعَباً وَ صَدْرَكَ هَمّاً وَ لَا أُجِيْبُ دُعَاءَكَ وَ أَجْعَلُ دُنْيَاكَ عُسْرَةً وَ رِزْقَكَ قَلِيلاً</w:t>
      </w:r>
      <w:r>
        <w:t>.</w:t>
      </w:r>
    </w:p>
    <w:p w:rsidR="00555BAA" w:rsidRDefault="00555BAA" w:rsidP="00616AF4">
      <w:pPr>
        <w:pStyle w:val="libAr"/>
      </w:pPr>
      <w:r>
        <w:rPr>
          <w:rFonts w:hint="eastAsia"/>
          <w:rtl/>
        </w:rPr>
        <w:t>يَا</w:t>
      </w:r>
      <w:r>
        <w:rPr>
          <w:rtl/>
        </w:rPr>
        <w:t xml:space="preserve"> بْنَ آدَمَ!! أَنَا رَاضٍ بِصَلَوَاتِكَ يَوْماً فَيَوْماً فَارْضَ عَنِّي بِقُوتِكَ يَوْماً فَيَوْماً</w:t>
      </w:r>
      <w:r>
        <w:t>.</w:t>
      </w:r>
    </w:p>
    <w:p w:rsidR="00555BAA" w:rsidRDefault="00555BAA" w:rsidP="00616AF4">
      <w:pPr>
        <w:pStyle w:val="libAr"/>
      </w:pPr>
      <w:r>
        <w:rPr>
          <w:rFonts w:hint="eastAsia"/>
          <w:rtl/>
        </w:rPr>
        <w:t>يَا</w:t>
      </w:r>
      <w:r>
        <w:rPr>
          <w:rtl/>
        </w:rPr>
        <w:t xml:space="preserve"> بْنَ آدَمَ!! مَهْلاً فَإنَّ الرِّزْقَ مَقْسُومٌ وَ الْحَرِيصُ مَحْرُومٌ وَ الْحَاسِدُ مَذْمُومٌ وَ النِّعْمَةُ لَا تَدُومُ</w:t>
      </w:r>
      <w:r>
        <w:t>.</w:t>
      </w:r>
    </w:p>
    <w:p w:rsidR="00555BAA" w:rsidRDefault="00555BAA" w:rsidP="00616AF4">
      <w:pPr>
        <w:pStyle w:val="libAr"/>
      </w:pPr>
      <w:r>
        <w:rPr>
          <w:rFonts w:hint="eastAsia"/>
          <w:rtl/>
        </w:rPr>
        <w:t>يَا</w:t>
      </w:r>
      <w:r>
        <w:rPr>
          <w:rtl/>
        </w:rPr>
        <w:t xml:space="preserve"> بْنَ آدَمَ!! اسْتَحْكِمْ سَفِيْنَةً فَإنَّ الْبَحْرَ عَمِيقٌ وَ أَكْثِرْ مِنَ الزَّادِ فَإنَّ العَقَبَةَ كَؤُودٌ كَؤُودٌ</w:t>
      </w:r>
      <w:r>
        <w:t>.</w:t>
      </w:r>
    </w:p>
    <w:p w:rsidR="00555BAA" w:rsidRDefault="00555BAA" w:rsidP="00616AF4">
      <w:pPr>
        <w:pStyle w:val="libAr"/>
      </w:pPr>
      <w:r>
        <w:rPr>
          <w:rtl/>
        </w:rPr>
        <w:t>يَا مُوسَى!! إِنَّ العَبْدَ يَعْمَلُ فِي الدُّنْيَا حَتَّى يُدْرِكَهُ الْمَوْتُ فَيَنْدَمُ عَلى مَا سَلَفَ مِنَ الذُنوبِ وَ الْخَطَايَا وَ يَسْأَلُ الرَّجْعَةَ إِلَى الدُّنْيَا لِيَعْمَلَ عَملاً صَالِحاً، رَبَّنَا أَبْصِرْنَا فَأَرْجِعْنَا نَعْمَلْ صَالِح</w:t>
      </w:r>
      <w:r>
        <w:rPr>
          <w:rFonts w:hint="eastAsia"/>
          <w:rtl/>
        </w:rPr>
        <w:t>اً،</w:t>
      </w:r>
      <w:r>
        <w:rPr>
          <w:rtl/>
        </w:rPr>
        <w:t xml:space="preserve"> إِنَّا مُوقِنُونَ فَوَعِزَّتِي وَ جَلَالِي! لَا أَرُدُّ أَحَداً أَبَداً</w:t>
      </w:r>
      <w:r>
        <w:t>.</w:t>
      </w:r>
    </w:p>
    <w:p w:rsidR="00555BAA" w:rsidRDefault="00555BAA" w:rsidP="00616AF4">
      <w:pPr>
        <w:pStyle w:val="libAr"/>
      </w:pPr>
      <w:r>
        <w:rPr>
          <w:rFonts w:hint="eastAsia"/>
          <w:rtl/>
        </w:rPr>
        <w:t>يَا</w:t>
      </w:r>
      <w:r>
        <w:rPr>
          <w:rtl/>
        </w:rPr>
        <w:t xml:space="preserve"> مُوسَى!! مَنْ سَرَّنِي وَ اتَّقَى مِنِّي أَعْطَيْتُهُ الْجَنَّةَ</w:t>
      </w:r>
      <w:r>
        <w:t>.</w:t>
      </w:r>
    </w:p>
    <w:p w:rsidR="00555BAA" w:rsidRDefault="00555BAA" w:rsidP="00616AF4">
      <w:pPr>
        <w:pStyle w:val="libAr"/>
      </w:pPr>
      <w:r>
        <w:rPr>
          <w:rFonts w:hint="eastAsia"/>
          <w:rtl/>
        </w:rPr>
        <w:t>يَا</w:t>
      </w:r>
      <w:r>
        <w:rPr>
          <w:rtl/>
        </w:rPr>
        <w:t xml:space="preserve"> مُوسَى!! الدُّنْيَا لَعِبُ وَ لَهْوٌ وَزِيْنَةٌ وَ تَفَاخُرٌ وَ لَيْسَ لِلْمُؤْمِنِ فِيْهَا إِلَّا العِبَادَةُ وَ الْهَمُّ وَ الغَمُّ، وَ فِي الْاخِرَةِ الْجَنَّةُ</w:t>
      </w:r>
      <w:r>
        <w:t>.</w:t>
      </w:r>
    </w:p>
    <w:p w:rsidR="006F3EF0" w:rsidRDefault="00555BAA" w:rsidP="00616AF4">
      <w:pPr>
        <w:pStyle w:val="libAr"/>
      </w:pPr>
      <w:r>
        <w:rPr>
          <w:rFonts w:hint="eastAsia"/>
          <w:rtl/>
        </w:rPr>
        <w:t>يَا</w:t>
      </w:r>
      <w:r>
        <w:rPr>
          <w:rtl/>
        </w:rPr>
        <w:t xml:space="preserve"> مُوسَى!! القِيَامَةُ يَوْمٌ شَدِيدٌ لَا يُغْنِي وَالِدٌ عَنْ وَلَدِهِ شَيْئاً وَ لَا مَوْلُودٌ عَنْ وَالِدِهِ شَيْئاً، كَمْ مِنْ فَقِيْرٍ تَرَكَ نَقْدَهُ فِي الدُّنْيَا وَ خَرَجَ مِنْهَا إلَى الْآخِرَةِ مَسْرُوراً وَ مَشْكُوراً، وَ كَمْ مِنْ غَنِيّ قَد</w:t>
      </w:r>
      <w:r>
        <w:rPr>
          <w:rFonts w:hint="eastAsia"/>
          <w:rtl/>
        </w:rPr>
        <w:t>ْ</w:t>
      </w:r>
      <w:r>
        <w:rPr>
          <w:rtl/>
        </w:rPr>
        <w:t xml:space="preserve"> تَرَكَ مَالَهُ فِي الدُّنْيَا وَ خَرَجَ مِنْهَا إِلَى الْآخِرَةِ وَ هُوَ فَقِيرٌ وَحِيْدٌ مِنْ مَالِهِ وَ نَادِمٌ عَلى عَمَلِهِ وَ جَمَعَ مَالَهُ لِوَارِثِهِ وَ كَانَ أَشَدَّ النَّاسِ عَذَاباً يَوْمَ القِيَامَةِ زِدْنَاهُمْ عَذَاباً فَوْقَ العَذَابِ بِما كانُوا يَكْسِبُونَ</w:t>
      </w:r>
      <w:r>
        <w:t>.</w:t>
      </w:r>
    </w:p>
    <w:p w:rsidR="00555BAA" w:rsidRDefault="00555BAA" w:rsidP="00D20B5B">
      <w:pPr>
        <w:pStyle w:val="libNormal"/>
      </w:pPr>
      <w:r>
        <w:br w:type="page"/>
      </w:r>
    </w:p>
    <w:p w:rsidR="006F3EF0" w:rsidRDefault="00555BAA" w:rsidP="000509AC">
      <w:pPr>
        <w:pStyle w:val="Heading1Center"/>
      </w:pPr>
      <w:bookmarkStart w:id="80" w:name="_Toc444945363"/>
      <w:r>
        <w:lastRenderedPageBreak/>
        <w:t>Chapter 40</w:t>
      </w:r>
      <w:bookmarkEnd w:id="80"/>
    </w:p>
    <w:p w:rsidR="00555BAA" w:rsidRDefault="00555BAA" w:rsidP="00555BAA">
      <w:pPr>
        <w:pStyle w:val="libNormal"/>
      </w:pPr>
      <w:r>
        <w:t>Almighty Allah says:</w:t>
      </w:r>
    </w:p>
    <w:p w:rsidR="00555BAA" w:rsidRDefault="00555BAA" w:rsidP="00555BAA">
      <w:pPr>
        <w:pStyle w:val="libNormal"/>
      </w:pPr>
      <w:r>
        <w:t>Oh, Son of Adam! I will fill your heart with poverty, your hands with difficulties, your body with afflictions, your chest with grief, I will not answer your supplications and I will make your world difficult for you and decrease your sustenance.</w:t>
      </w:r>
    </w:p>
    <w:p w:rsidR="00555BAA" w:rsidRDefault="00555BAA" w:rsidP="00555BAA">
      <w:pPr>
        <w:pStyle w:val="libNormal"/>
      </w:pPr>
      <w:r>
        <w:t xml:space="preserve">Oh, Son of Adam! I am pleased with your day to day prayer and you </w:t>
      </w:r>
      <w:proofErr w:type="gramStart"/>
      <w:r>
        <w:t>be</w:t>
      </w:r>
      <w:proofErr w:type="gramEnd"/>
      <w:r>
        <w:t xml:space="preserve"> pleased with My day to day sustenance.</w:t>
      </w:r>
    </w:p>
    <w:p w:rsidR="00555BAA" w:rsidRDefault="00555BAA" w:rsidP="00555BAA">
      <w:pPr>
        <w:pStyle w:val="libNormal"/>
      </w:pPr>
      <w:r>
        <w:t xml:space="preserve">Oh, Son of Adam! Go slow! Indeed your sustenance is distributed. The greedy is deprived. The jealous is </w:t>
      </w:r>
      <w:proofErr w:type="spellStart"/>
      <w:r>
        <w:t>degraded.The</w:t>
      </w:r>
      <w:proofErr w:type="spellEnd"/>
      <w:r>
        <w:t xml:space="preserve"> bounties of this world are not permanent!</w:t>
      </w:r>
    </w:p>
    <w:p w:rsidR="00555BAA" w:rsidRDefault="00555BAA" w:rsidP="00555BAA">
      <w:pPr>
        <w:pStyle w:val="libNormal"/>
      </w:pPr>
      <w:r>
        <w:t xml:space="preserve">Oh, Son of Adam! </w:t>
      </w:r>
      <w:proofErr w:type="gramStart"/>
      <w:r>
        <w:t>make</w:t>
      </w:r>
      <w:proofErr w:type="gramEnd"/>
      <w:r>
        <w:t xml:space="preserve"> your ark strong! Indeed, the ocean is deep and deep. And add to your provisions because the journey is long and difficult.</w:t>
      </w:r>
    </w:p>
    <w:p w:rsidR="00555BAA" w:rsidRDefault="00555BAA" w:rsidP="00555BAA">
      <w:pPr>
        <w:pStyle w:val="libNormal"/>
      </w:pPr>
      <w:proofErr w:type="spellStart"/>
      <w:r>
        <w:t>Oh</w:t>
      </w:r>
      <w:proofErr w:type="gramStart"/>
      <w:r>
        <w:t>,Musa</w:t>
      </w:r>
      <w:proofErr w:type="spellEnd"/>
      <w:proofErr w:type="gramEnd"/>
      <w:r>
        <w:t xml:space="preserve">! Indeed the servants act in this world until death overpowers him. Then he regrets his past sins and wrongdoing. He then seeks to return to this world so he can do good </w:t>
      </w:r>
      <w:proofErr w:type="spellStart"/>
      <w:r>
        <w:t>deeds.Our</w:t>
      </w:r>
      <w:proofErr w:type="spellEnd"/>
      <w:r>
        <w:t xml:space="preserve"> Lord, we have seen and we have heard, therefore send us back, Oh, </w:t>
      </w:r>
      <w:proofErr w:type="spellStart"/>
      <w:r>
        <w:t>Musal</w:t>
      </w:r>
      <w:proofErr w:type="spellEnd"/>
      <w:r>
        <w:t xml:space="preserve"> One who pleases Me he fears Me. I will reward him Heaven.</w:t>
      </w:r>
    </w:p>
    <w:p w:rsidR="00555BAA" w:rsidRDefault="00555BAA" w:rsidP="00555BAA">
      <w:pPr>
        <w:pStyle w:val="libNormal"/>
      </w:pPr>
      <w:r>
        <w:t xml:space="preserve">Oh, Son of </w:t>
      </w:r>
      <w:proofErr w:type="spellStart"/>
      <w:r>
        <w:t>AdamI</w:t>
      </w:r>
      <w:proofErr w:type="spellEnd"/>
      <w:r>
        <w:t xml:space="preserve"> Pray humbly to Me, otherwise I will fill your heart with poverty, your hands with difficulties, your body with afflictions, your chest with grief, I will not answer your supplications and I will make your world difficult for you and decrease your sustenance.</w:t>
      </w:r>
    </w:p>
    <w:p w:rsidR="00555BAA" w:rsidRDefault="00555BAA" w:rsidP="00555BAA">
      <w:pPr>
        <w:pStyle w:val="libNormal"/>
      </w:pPr>
      <w:r>
        <w:t xml:space="preserve">Oh, Son of </w:t>
      </w:r>
      <w:proofErr w:type="spellStart"/>
      <w:r>
        <w:t>AdamI</w:t>
      </w:r>
      <w:proofErr w:type="spellEnd"/>
      <w:r>
        <w:t xml:space="preserve"> I am pleased with your day to day prayer and you </w:t>
      </w:r>
      <w:proofErr w:type="gramStart"/>
      <w:r>
        <w:t>be</w:t>
      </w:r>
      <w:proofErr w:type="gramEnd"/>
      <w:r>
        <w:t xml:space="preserve"> </w:t>
      </w:r>
      <w:proofErr w:type="spellStart"/>
      <w:r>
        <w:t>pleaSed</w:t>
      </w:r>
      <w:proofErr w:type="spellEnd"/>
      <w:r>
        <w:t xml:space="preserve"> with My day to day sustenance.</w:t>
      </w:r>
    </w:p>
    <w:p w:rsidR="00555BAA" w:rsidRDefault="00555BAA" w:rsidP="00555BAA">
      <w:pPr>
        <w:pStyle w:val="libNormal"/>
      </w:pPr>
      <w:r>
        <w:t xml:space="preserve">Oh, Son of </w:t>
      </w:r>
      <w:proofErr w:type="spellStart"/>
      <w:r>
        <w:t>AdamI</w:t>
      </w:r>
      <w:proofErr w:type="spellEnd"/>
      <w:r>
        <w:t xml:space="preserve"> Go slow I Indeed your sustenance is distributed. The greedy is deprived. The jealous is degraded. The bounties of this world are not permanent.</w:t>
      </w:r>
    </w:p>
    <w:p w:rsidR="00555BAA" w:rsidRDefault="00555BAA" w:rsidP="00555BAA">
      <w:pPr>
        <w:pStyle w:val="libNormal"/>
      </w:pPr>
      <w:r>
        <w:t xml:space="preserve">Oh, Son of </w:t>
      </w:r>
      <w:proofErr w:type="spellStart"/>
      <w:r>
        <w:t>AdamI</w:t>
      </w:r>
      <w:proofErr w:type="spellEnd"/>
      <w:r>
        <w:t xml:space="preserve"> Make your ark strong, ocean is deep, very deep. And add to your because the journey is long and difficult.</w:t>
      </w:r>
    </w:p>
    <w:p w:rsidR="00555BAA" w:rsidRDefault="00555BAA" w:rsidP="00555BAA">
      <w:pPr>
        <w:pStyle w:val="libNormal"/>
      </w:pPr>
      <w:proofErr w:type="gramStart"/>
      <w:r>
        <w:t>indeed</w:t>
      </w:r>
      <w:proofErr w:type="gramEnd"/>
      <w:r>
        <w:t>, the provisions</w:t>
      </w:r>
    </w:p>
    <w:p w:rsidR="00555BAA" w:rsidRDefault="00555BAA" w:rsidP="00555BAA">
      <w:pPr>
        <w:pStyle w:val="libNormal"/>
      </w:pPr>
      <w:proofErr w:type="spellStart"/>
      <w:r>
        <w:t>Oh</w:t>
      </w:r>
      <w:proofErr w:type="gramStart"/>
      <w:r>
        <w:t>,Musal</w:t>
      </w:r>
      <w:proofErr w:type="spellEnd"/>
      <w:proofErr w:type="gramEnd"/>
      <w:r>
        <w:t xml:space="preserve"> Indeed, the servants act in this world until death overpowers them. Then they regret their past sins and wrong-doings. </w:t>
      </w:r>
      <w:proofErr w:type="gramStart"/>
      <w:r>
        <w:t>they</w:t>
      </w:r>
      <w:proofErr w:type="gramEnd"/>
      <w:r>
        <w:t xml:space="preserve"> then seek to return to this world so they can do good deeds.</w:t>
      </w:r>
    </w:p>
    <w:p w:rsidR="00555BAA" w:rsidRDefault="00555BAA" w:rsidP="00555BAA">
      <w:pPr>
        <w:pStyle w:val="libNormal"/>
      </w:pPr>
      <w:r>
        <w:t>Our Lord, we have seen and we have heard, therefore send us back, we will do good, surely (now) we are certain (32:12).</w:t>
      </w:r>
    </w:p>
    <w:p w:rsidR="00555BAA" w:rsidRDefault="00555BAA" w:rsidP="00555BAA">
      <w:pPr>
        <w:pStyle w:val="libNormal"/>
      </w:pPr>
      <w:r>
        <w:t xml:space="preserve">I swear by </w:t>
      </w:r>
      <w:proofErr w:type="gramStart"/>
      <w:r>
        <w:t>My</w:t>
      </w:r>
      <w:proofErr w:type="gramEnd"/>
      <w:r>
        <w:t xml:space="preserve"> </w:t>
      </w:r>
      <w:proofErr w:type="spellStart"/>
      <w:r>
        <w:t>honour</w:t>
      </w:r>
      <w:proofErr w:type="spellEnd"/>
      <w:r>
        <w:t xml:space="preserve"> and MY power I will not send anyone of them back.</w:t>
      </w:r>
    </w:p>
    <w:p w:rsidR="00555BAA" w:rsidRDefault="00555BAA" w:rsidP="00555BAA">
      <w:pPr>
        <w:pStyle w:val="libNormal"/>
      </w:pPr>
      <w:r>
        <w:t xml:space="preserve">Oh, </w:t>
      </w:r>
      <w:proofErr w:type="spellStart"/>
      <w:r>
        <w:t>Musal</w:t>
      </w:r>
      <w:proofErr w:type="spellEnd"/>
      <w:r>
        <w:t xml:space="preserve"> One who pleases </w:t>
      </w:r>
      <w:proofErr w:type="gramStart"/>
      <w:r>
        <w:t>Me</w:t>
      </w:r>
      <w:proofErr w:type="gramEnd"/>
      <w:r>
        <w:t xml:space="preserve"> he fears Me. I will reward him Heaven.</w:t>
      </w:r>
    </w:p>
    <w:p w:rsidR="00555BAA" w:rsidRDefault="00555BAA" w:rsidP="00555BAA">
      <w:pPr>
        <w:pStyle w:val="libNormal"/>
      </w:pPr>
      <w:r>
        <w:t xml:space="preserve">Oh, Musa! ''This worldly life </w:t>
      </w:r>
      <w:proofErr w:type="gramStart"/>
      <w:r>
        <w:t>Is</w:t>
      </w:r>
      <w:proofErr w:type="gramEnd"/>
      <w:r>
        <w:t xml:space="preserve"> only </w:t>
      </w:r>
      <w:proofErr w:type="spellStart"/>
      <w:r>
        <w:t>aport</w:t>
      </w:r>
      <w:proofErr w:type="spellEnd"/>
      <w:r>
        <w:t xml:space="preserve">, amusement, </w:t>
      </w:r>
      <w:proofErr w:type="spellStart"/>
      <w:r>
        <w:t>orna¬ment</w:t>
      </w:r>
      <w:proofErr w:type="spellEnd"/>
      <w:r>
        <w:t xml:space="preserve"> and boasting (among yourselves)."(57:20).</w:t>
      </w:r>
    </w:p>
    <w:p w:rsidR="00555BAA" w:rsidRDefault="00555BAA" w:rsidP="00555BAA">
      <w:pPr>
        <w:pStyle w:val="libNormal"/>
      </w:pPr>
      <w:r>
        <w:t xml:space="preserve">For a believer there </w:t>
      </w:r>
      <w:proofErr w:type="gramStart"/>
      <w:r>
        <w:t>Is</w:t>
      </w:r>
      <w:proofErr w:type="gramEnd"/>
      <w:r>
        <w:t xml:space="preserve"> nothing In this world except worship and difficulties and grief. In the Hereafter there </w:t>
      </w:r>
      <w:proofErr w:type="gramStart"/>
      <w:r>
        <w:t>Is</w:t>
      </w:r>
      <w:proofErr w:type="gramEnd"/>
      <w:r>
        <w:t xml:space="preserve"> Heaven for him.</w:t>
      </w:r>
    </w:p>
    <w:p w:rsidR="00555BAA" w:rsidRDefault="00555BAA" w:rsidP="00555BAA">
      <w:pPr>
        <w:pStyle w:val="libNormal"/>
      </w:pPr>
      <w:r>
        <w:t xml:space="preserve">Oh, Musa! The day of </w:t>
      </w:r>
      <w:proofErr w:type="spellStart"/>
      <w:r>
        <w:t>Judgement</w:t>
      </w:r>
      <w:proofErr w:type="spellEnd"/>
      <w:r>
        <w:t xml:space="preserve"> </w:t>
      </w:r>
      <w:proofErr w:type="gramStart"/>
      <w:r>
        <w:t>Is</w:t>
      </w:r>
      <w:proofErr w:type="gramEnd"/>
      <w:r>
        <w:t xml:space="preserve"> tough! </w:t>
      </w:r>
      <w:proofErr w:type="gramStart"/>
      <w:r>
        <w:t>"Dread</w:t>
      </w:r>
      <w:proofErr w:type="gramEnd"/>
      <w:r>
        <w:t xml:space="preserve"> the day when a father shall not be of any help to a child nor be of any help to his father". (</w:t>
      </w:r>
      <w:proofErr w:type="gramStart"/>
      <w:r>
        <w:t>31 :</w:t>
      </w:r>
      <w:proofErr w:type="gramEnd"/>
      <w:r>
        <w:t>33).</w:t>
      </w:r>
    </w:p>
    <w:p w:rsidR="00555BAA" w:rsidRDefault="00555BAA" w:rsidP="00555BAA">
      <w:pPr>
        <w:pStyle w:val="libNormal"/>
      </w:pPr>
      <w:r>
        <w:t>How many have left their ruined home and went to the Hereafter happily and thankfully?</w:t>
      </w:r>
    </w:p>
    <w:p w:rsidR="00555BAA" w:rsidRDefault="00555BAA" w:rsidP="00555BAA">
      <w:pPr>
        <w:pStyle w:val="libNormal"/>
      </w:pPr>
      <w:r>
        <w:t>How many rich people have left their wealth in this world .</w:t>
      </w:r>
      <w:proofErr w:type="spellStart"/>
      <w:r>
        <w:t>nd</w:t>
      </w:r>
      <w:proofErr w:type="spellEnd"/>
      <w:r>
        <w:t xml:space="preserve"> went to the </w:t>
      </w:r>
      <w:proofErr w:type="gramStart"/>
      <w:r>
        <w:t>Hereafter</w:t>
      </w:r>
      <w:proofErr w:type="gramEnd"/>
      <w:r>
        <w:t xml:space="preserve"> alone, poor and regretful of their deeds?</w:t>
      </w:r>
    </w:p>
    <w:p w:rsidR="00555BAA" w:rsidRDefault="00555BAA" w:rsidP="00555BAA">
      <w:pPr>
        <w:pStyle w:val="libNormal"/>
      </w:pPr>
      <w:proofErr w:type="spellStart"/>
      <w:r>
        <w:lastRenderedPageBreak/>
        <w:t>Tiley</w:t>
      </w:r>
      <w:proofErr w:type="spellEnd"/>
      <w:r>
        <w:t xml:space="preserve"> collected their wealth for their heirs. On the Day of </w:t>
      </w:r>
      <w:proofErr w:type="spellStart"/>
      <w:r>
        <w:t>Judgement</w:t>
      </w:r>
      <w:proofErr w:type="spellEnd"/>
      <w:r>
        <w:t xml:space="preserve"> they will get the worst of the wrath and we will continue wrath after wrath, </w:t>
      </w:r>
      <w:proofErr w:type="gramStart"/>
      <w:r>
        <w:t>It</w:t>
      </w:r>
      <w:proofErr w:type="gramEnd"/>
      <w:r>
        <w:t xml:space="preserve"> is because of what they have earned.</w:t>
      </w:r>
    </w:p>
    <w:p w:rsidR="006F3EF0" w:rsidRDefault="000509AC" w:rsidP="00D20B5B">
      <w:pPr>
        <w:pStyle w:val="libNormal"/>
      </w:pPr>
      <w:r>
        <w:br w:type="page"/>
      </w:r>
    </w:p>
    <w:p w:rsidR="00884582" w:rsidRDefault="00884582" w:rsidP="00884582">
      <w:pPr>
        <w:pStyle w:val="libNormal"/>
      </w:pPr>
    </w:p>
    <w:p w:rsidR="00884582" w:rsidRDefault="00884582" w:rsidP="00884582">
      <w:pPr>
        <w:pStyle w:val="libNormal"/>
      </w:pPr>
    </w:p>
    <w:p w:rsidR="00884582" w:rsidRDefault="00884582" w:rsidP="00884582">
      <w:pPr>
        <w:pStyle w:val="libCenterBold1"/>
      </w:pPr>
    </w:p>
    <w:p w:rsidR="00884582" w:rsidRDefault="00884582" w:rsidP="00884582">
      <w:pPr>
        <w:pStyle w:val="libCenterBold1"/>
      </w:pPr>
    </w:p>
    <w:p w:rsidR="00884582" w:rsidRDefault="00884582" w:rsidP="00884582">
      <w:pPr>
        <w:pStyle w:val="libCenterBold1"/>
      </w:pPr>
    </w:p>
    <w:p w:rsidR="00884582" w:rsidRDefault="00884582" w:rsidP="00884582">
      <w:pPr>
        <w:pStyle w:val="libCenterBold1"/>
      </w:pPr>
    </w:p>
    <w:p w:rsidR="00884582" w:rsidRDefault="00884582" w:rsidP="00884582">
      <w:pPr>
        <w:pStyle w:val="libCenterBold1"/>
      </w:pPr>
    </w:p>
    <w:p w:rsidR="00884582" w:rsidRDefault="00884582" w:rsidP="00884582">
      <w:pPr>
        <w:pStyle w:val="libCenterBold1"/>
      </w:pPr>
    </w:p>
    <w:p w:rsidR="00884582" w:rsidRDefault="00884582" w:rsidP="00884582">
      <w:pPr>
        <w:pStyle w:val="libCenterBold1"/>
      </w:pPr>
    </w:p>
    <w:p w:rsidR="00884582" w:rsidRDefault="00884582" w:rsidP="00884582">
      <w:pPr>
        <w:pStyle w:val="libCenterBold1"/>
      </w:pPr>
    </w:p>
    <w:p w:rsidR="00884582" w:rsidRDefault="00884582" w:rsidP="00884582">
      <w:pPr>
        <w:pStyle w:val="libCenterBold1"/>
      </w:pPr>
    </w:p>
    <w:p w:rsidR="00884582" w:rsidRDefault="00884582" w:rsidP="00884582">
      <w:pPr>
        <w:pStyle w:val="libCenterBold1"/>
      </w:pPr>
    </w:p>
    <w:p w:rsidR="00884582" w:rsidRDefault="00884582" w:rsidP="00884582">
      <w:pPr>
        <w:pStyle w:val="libCenterBold1"/>
      </w:pPr>
      <w:r>
        <w:t>All rights reserved for Al-</w:t>
      </w:r>
      <w:proofErr w:type="spellStart"/>
      <w:r>
        <w:t>Hassanain</w:t>
      </w:r>
      <w:proofErr w:type="spellEnd"/>
      <w:r>
        <w:t xml:space="preserve"> (p) Network,</w:t>
      </w:r>
      <w:r w:rsidR="00FC298D">
        <w:t xml:space="preserve"> </w:t>
      </w:r>
      <w:r>
        <w:t>Imam</w:t>
      </w:r>
      <w:r w:rsidR="001720D7">
        <w:t xml:space="preserve"> </w:t>
      </w:r>
      <w:proofErr w:type="spellStart"/>
      <w:r>
        <w:t>Hussain</w:t>
      </w:r>
      <w:proofErr w:type="spellEnd"/>
      <w:r>
        <w:t xml:space="preserve"> (p) Foundation</w:t>
      </w:r>
    </w:p>
    <w:p w:rsidR="00884582" w:rsidRDefault="00884582" w:rsidP="00884582">
      <w:pPr>
        <w:pStyle w:val="libCenterBold1"/>
      </w:pPr>
    </w:p>
    <w:p w:rsidR="00884582" w:rsidRDefault="00884582" w:rsidP="00884582">
      <w:pPr>
        <w:pStyle w:val="libCenterBold1"/>
      </w:pPr>
      <w:proofErr w:type="spellStart"/>
      <w:r>
        <w:t>Alhassanain</w:t>
      </w:r>
      <w:proofErr w:type="spellEnd"/>
      <w:r>
        <w:t xml:space="preserve"> (p) Network for Islamic Heritage and Thought</w:t>
      </w:r>
    </w:p>
    <w:p w:rsidR="00884582" w:rsidRDefault="00884582" w:rsidP="00884582">
      <w:pPr>
        <w:pStyle w:val="libCenterBold1"/>
      </w:pPr>
    </w:p>
    <w:p w:rsidR="00413479" w:rsidRDefault="00884582" w:rsidP="00884582">
      <w:pPr>
        <w:pStyle w:val="libCenterBold1"/>
      </w:pPr>
      <w:hyperlink r:id="rId9" w:history="1">
        <w:r w:rsidRPr="00D675A2">
          <w:rPr>
            <w:rStyle w:val="Hyperlink"/>
          </w:rPr>
          <w:t>www.alhassanain.org/english</w:t>
        </w:r>
      </w:hyperlink>
    </w:p>
    <w:sectPr w:rsidR="00413479" w:rsidSect="006F3EF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528" w:rsidRDefault="00BF5528" w:rsidP="00113C59">
      <w:r>
        <w:separator/>
      </w:r>
    </w:p>
  </w:endnote>
  <w:endnote w:type="continuationSeparator" w:id="0">
    <w:p w:rsidR="00BF5528" w:rsidRDefault="00BF552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D2F9C" w:rsidP="00745C1D">
    <w:pPr>
      <w:pStyle w:val="Footer"/>
      <w:tabs>
        <w:tab w:val="clear" w:pos="4153"/>
        <w:tab w:val="clear" w:pos="8306"/>
      </w:tabs>
    </w:pPr>
    <w:fldSimple w:instr=" PAGE   \* MERGEFORMAT ">
      <w:r w:rsidR="006F3EF0">
        <w:rPr>
          <w:noProof/>
        </w:rPr>
        <w:t>88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D2F9C" w:rsidP="006F3EF0">
    <w:pPr>
      <w:pStyle w:val="libCenter"/>
    </w:pPr>
    <w:fldSimple w:instr=" PAGE   \* MERGEFORMAT ">
      <w:r w:rsidR="00D97391">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6D2F9C" w:rsidP="00745C1D">
    <w:pPr>
      <w:pStyle w:val="Footer"/>
      <w:tabs>
        <w:tab w:val="clear" w:pos="4153"/>
        <w:tab w:val="clear" w:pos="8306"/>
      </w:tabs>
    </w:pPr>
    <w:fldSimple w:instr=" PAGE   \* MERGEFORMAT ">
      <w:r w:rsidR="006F3EF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528" w:rsidRDefault="00BF5528" w:rsidP="00113C59">
      <w:r>
        <w:separator/>
      </w:r>
    </w:p>
  </w:footnote>
  <w:footnote w:type="continuationSeparator" w:id="0">
    <w:p w:rsidR="00BF5528" w:rsidRDefault="00BF552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0B62B3"/>
    <w:rsid w:val="00005A19"/>
    <w:rsid w:val="000267FE"/>
    <w:rsid w:val="00040798"/>
    <w:rsid w:val="00043023"/>
    <w:rsid w:val="000509AC"/>
    <w:rsid w:val="00054406"/>
    <w:rsid w:val="0006216A"/>
    <w:rsid w:val="00065FEF"/>
    <w:rsid w:val="00067F84"/>
    <w:rsid w:val="00071C97"/>
    <w:rsid w:val="000761F7"/>
    <w:rsid w:val="00076A3A"/>
    <w:rsid w:val="00092805"/>
    <w:rsid w:val="00092A0C"/>
    <w:rsid w:val="000966AD"/>
    <w:rsid w:val="000A7750"/>
    <w:rsid w:val="000B3A56"/>
    <w:rsid w:val="000B62B3"/>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20D7"/>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0D8B"/>
    <w:rsid w:val="00202C7B"/>
    <w:rsid w:val="002054C5"/>
    <w:rsid w:val="002139CB"/>
    <w:rsid w:val="00214801"/>
    <w:rsid w:val="002177A1"/>
    <w:rsid w:val="00224964"/>
    <w:rsid w:val="002267C7"/>
    <w:rsid w:val="00227FEE"/>
    <w:rsid w:val="00241F59"/>
    <w:rsid w:val="0024265C"/>
    <w:rsid w:val="002439A9"/>
    <w:rsid w:val="00244C2E"/>
    <w:rsid w:val="00247BEC"/>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A69E7"/>
    <w:rsid w:val="003B0913"/>
    <w:rsid w:val="003B20C5"/>
    <w:rsid w:val="003B5031"/>
    <w:rsid w:val="003B6720"/>
    <w:rsid w:val="003B775B"/>
    <w:rsid w:val="003B7FA9"/>
    <w:rsid w:val="003C7C08"/>
    <w:rsid w:val="003D1668"/>
    <w:rsid w:val="003D2459"/>
    <w:rsid w:val="003D28ED"/>
    <w:rsid w:val="003D3107"/>
    <w:rsid w:val="003D6CA4"/>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117B"/>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BAA"/>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16AF4"/>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0AA4"/>
    <w:rsid w:val="006B5C71"/>
    <w:rsid w:val="006B7F0E"/>
    <w:rsid w:val="006C3A27"/>
    <w:rsid w:val="006C4B43"/>
    <w:rsid w:val="006D2F9C"/>
    <w:rsid w:val="006D36EC"/>
    <w:rsid w:val="006D41DF"/>
    <w:rsid w:val="006D6DC1"/>
    <w:rsid w:val="006D6F9A"/>
    <w:rsid w:val="006E2C8E"/>
    <w:rsid w:val="006E446F"/>
    <w:rsid w:val="006E6291"/>
    <w:rsid w:val="006F005A"/>
    <w:rsid w:val="006F3EF0"/>
    <w:rsid w:val="006F7CE8"/>
    <w:rsid w:val="00701353"/>
    <w:rsid w:val="0070524C"/>
    <w:rsid w:val="00710619"/>
    <w:rsid w:val="00717AB1"/>
    <w:rsid w:val="00717C64"/>
    <w:rsid w:val="00721FA0"/>
    <w:rsid w:val="00723983"/>
    <w:rsid w:val="00723D07"/>
    <w:rsid w:val="00725377"/>
    <w:rsid w:val="00726386"/>
    <w:rsid w:val="0073042E"/>
    <w:rsid w:val="00730E45"/>
    <w:rsid w:val="00731AD7"/>
    <w:rsid w:val="007372C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4C8E"/>
    <w:rsid w:val="00856941"/>
    <w:rsid w:val="00857A7C"/>
    <w:rsid w:val="00864864"/>
    <w:rsid w:val="008656BE"/>
    <w:rsid w:val="008703F4"/>
    <w:rsid w:val="00870D4D"/>
    <w:rsid w:val="00873D57"/>
    <w:rsid w:val="00874112"/>
    <w:rsid w:val="008777DC"/>
    <w:rsid w:val="00880BCE"/>
    <w:rsid w:val="008810AF"/>
    <w:rsid w:val="008830EF"/>
    <w:rsid w:val="00884582"/>
    <w:rsid w:val="00887949"/>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02C5"/>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19C8"/>
    <w:rsid w:val="00BE7ED8"/>
    <w:rsid w:val="00BF552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B5B"/>
    <w:rsid w:val="00D20EAE"/>
    <w:rsid w:val="00D212D5"/>
    <w:rsid w:val="00D24B24"/>
    <w:rsid w:val="00D24EB0"/>
    <w:rsid w:val="00D25987"/>
    <w:rsid w:val="00D302F5"/>
    <w:rsid w:val="00D3374F"/>
    <w:rsid w:val="00D33A32"/>
    <w:rsid w:val="00D404A6"/>
    <w:rsid w:val="00D46C32"/>
    <w:rsid w:val="00D52EC6"/>
    <w:rsid w:val="00D53C02"/>
    <w:rsid w:val="00D544E3"/>
    <w:rsid w:val="00D54728"/>
    <w:rsid w:val="00D64030"/>
    <w:rsid w:val="00D66EE9"/>
    <w:rsid w:val="00D67101"/>
    <w:rsid w:val="00D70D85"/>
    <w:rsid w:val="00D718B1"/>
    <w:rsid w:val="00D7331A"/>
    <w:rsid w:val="00D7499D"/>
    <w:rsid w:val="00D84ECA"/>
    <w:rsid w:val="00D854D7"/>
    <w:rsid w:val="00D91B67"/>
    <w:rsid w:val="00D92CDF"/>
    <w:rsid w:val="00D97391"/>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45E6"/>
    <w:rsid w:val="00E65928"/>
    <w:rsid w:val="00E71139"/>
    <w:rsid w:val="00E731B6"/>
    <w:rsid w:val="00E74F63"/>
    <w:rsid w:val="00E7602E"/>
    <w:rsid w:val="00E779D1"/>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298D"/>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509AC"/>
    <w:rPr>
      <w:rFonts w:ascii="Tahoma" w:hAnsi="Tahoma" w:cs="Tahoma"/>
      <w:sz w:val="16"/>
      <w:szCs w:val="16"/>
    </w:rPr>
  </w:style>
  <w:style w:type="character" w:customStyle="1" w:styleId="DocumentMapChar">
    <w:name w:val="Document Map Char"/>
    <w:basedOn w:val="DefaultParagraphFont"/>
    <w:link w:val="DocumentMap"/>
    <w:rsid w:val="000509AC"/>
    <w:rPr>
      <w:rFonts w:ascii="Tahoma" w:hAnsi="Tahoma" w:cs="Tahoma"/>
      <w:color w:val="000000"/>
      <w:sz w:val="16"/>
      <w:szCs w:val="16"/>
    </w:rPr>
  </w:style>
  <w:style w:type="paragraph" w:styleId="TOC6">
    <w:name w:val="toc 6"/>
    <w:basedOn w:val="Normal"/>
    <w:next w:val="Normal"/>
    <w:autoRedefine/>
    <w:uiPriority w:val="39"/>
    <w:unhideWhenUsed/>
    <w:rsid w:val="00BE19C8"/>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BE19C8"/>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BE19C8"/>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BE19C8"/>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423453487">
      <w:bodyDiv w:val="1"/>
      <w:marLeft w:val="0"/>
      <w:marRight w:val="0"/>
      <w:marTop w:val="0"/>
      <w:marBottom w:val="0"/>
      <w:divBdr>
        <w:top w:val="none" w:sz="0" w:space="0" w:color="auto"/>
        <w:left w:val="none" w:sz="0" w:space="0" w:color="auto"/>
        <w:bottom w:val="none" w:sz="0" w:space="0" w:color="auto"/>
        <w:right w:val="none" w:sz="0" w:space="0" w:color="auto"/>
      </w:divBdr>
      <w:divsChild>
        <w:div w:id="1023748033">
          <w:marLeft w:val="0"/>
          <w:marRight w:val="0"/>
          <w:marTop w:val="0"/>
          <w:marBottom w:val="0"/>
          <w:divBdr>
            <w:top w:val="none" w:sz="0" w:space="0" w:color="auto"/>
            <w:left w:val="none" w:sz="0" w:space="0" w:color="auto"/>
            <w:bottom w:val="none" w:sz="0" w:space="0" w:color="auto"/>
            <w:right w:val="none" w:sz="0" w:space="0" w:color="auto"/>
          </w:divBdr>
          <w:divsChild>
            <w:div w:id="473717818">
              <w:marLeft w:val="0"/>
              <w:marRight w:val="0"/>
              <w:marTop w:val="0"/>
              <w:marBottom w:val="0"/>
              <w:divBdr>
                <w:top w:val="none" w:sz="0" w:space="0" w:color="auto"/>
                <w:left w:val="none" w:sz="0" w:space="0" w:color="auto"/>
                <w:bottom w:val="none" w:sz="0" w:space="0" w:color="auto"/>
                <w:right w:val="none" w:sz="0" w:space="0" w:color="auto"/>
              </w:divBdr>
              <w:divsChild>
                <w:div w:id="131630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A16E0-C1D8-442B-B4E6-683576834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21</TotalTime>
  <Pages>90</Pages>
  <Words>15326</Words>
  <Characters>87363</Characters>
  <Application>Microsoft Office Word</Application>
  <DocSecurity>0</DocSecurity>
  <Lines>728</Lines>
  <Paragraphs>204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25</cp:revision>
  <cp:lastPrinted>1601-01-01T00:00:00Z</cp:lastPrinted>
  <dcterms:created xsi:type="dcterms:W3CDTF">2016-03-05T08:57:00Z</dcterms:created>
  <dcterms:modified xsi:type="dcterms:W3CDTF">2016-03-05T10:59:00Z</dcterms:modified>
</cp:coreProperties>
</file>