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62B" w:rsidRDefault="0034162B" w:rsidP="0034162B">
      <w:pPr>
        <w:pStyle w:val="libCenterBold1"/>
      </w:pPr>
    </w:p>
    <w:p w:rsidR="0034162B" w:rsidRDefault="00130A7B" w:rsidP="0034162B">
      <w:pPr>
        <w:pStyle w:val="libCenterBold1"/>
      </w:pPr>
      <w:r>
        <w:rPr>
          <w:noProof/>
        </w:rPr>
        <w:drawing>
          <wp:inline distT="0" distB="0" distL="0" distR="0">
            <wp:extent cx="4680585" cy="6635994"/>
            <wp:effectExtent l="19050" t="0" r="5715" b="0"/>
            <wp:docPr id="1" name="Picture 1" descr="D:\barkatullah\books\new books\safar_1438\syed_muhammad_shirazi\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syed_muhammad_shirazi\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34162B" w:rsidRDefault="0034162B" w:rsidP="0034162B">
      <w:pPr>
        <w:pStyle w:val="libCenterBold1"/>
      </w:pPr>
    </w:p>
    <w:p w:rsidR="0034162B" w:rsidRDefault="008D0E3F" w:rsidP="0034162B">
      <w:pPr>
        <w:pStyle w:val="libCenterBold1"/>
      </w:pPr>
      <w:hyperlink r:id="rId9" w:history="1">
        <w:r w:rsidRPr="003D155C">
          <w:rPr>
            <w:rStyle w:val="Hyperlink"/>
          </w:rPr>
          <w:t>www.alhassanain.org/english</w:t>
        </w:r>
      </w:hyperlink>
    </w:p>
    <w:p w:rsidR="001112E1" w:rsidRDefault="001112E1" w:rsidP="001112E1">
      <w:pPr>
        <w:pStyle w:val="libNormal"/>
      </w:pPr>
      <w:r>
        <w:br w:type="page"/>
      </w:r>
    </w:p>
    <w:p w:rsidR="00420BBA" w:rsidRDefault="00420BBA" w:rsidP="00F83B39">
      <w:pPr>
        <w:pStyle w:val="libCenterBold1"/>
      </w:pPr>
    </w:p>
    <w:p w:rsidR="00420BBA" w:rsidRDefault="00420BBA" w:rsidP="00F83B39">
      <w:pPr>
        <w:pStyle w:val="libCenterBold1"/>
      </w:pPr>
    </w:p>
    <w:p w:rsidR="00420BBA" w:rsidRDefault="00420BBA" w:rsidP="00F83B39">
      <w:pPr>
        <w:pStyle w:val="libCenterBold1"/>
      </w:pPr>
    </w:p>
    <w:p w:rsidR="00420BBA" w:rsidRDefault="00420BBA" w:rsidP="00F83B39">
      <w:pPr>
        <w:pStyle w:val="libCenterBold1"/>
      </w:pPr>
    </w:p>
    <w:p w:rsidR="00CF3F93" w:rsidRPr="00741552" w:rsidRDefault="00CF3F93" w:rsidP="00F83B39">
      <w:pPr>
        <w:pStyle w:val="libCenterBold1"/>
      </w:pPr>
      <w:r w:rsidRPr="00741552">
        <w:t xml:space="preserve">Imam Muhammad </w:t>
      </w:r>
      <w:proofErr w:type="spellStart"/>
      <w:r w:rsidRPr="00741552">
        <w:t>Shirazi</w:t>
      </w:r>
      <w:proofErr w:type="spellEnd"/>
    </w:p>
    <w:p w:rsidR="00420BBA" w:rsidRDefault="00420BBA" w:rsidP="00F83B39">
      <w:pPr>
        <w:pStyle w:val="libCenterTitr"/>
      </w:pPr>
    </w:p>
    <w:p w:rsidR="00420BBA" w:rsidRDefault="00420BBA" w:rsidP="00F83B39">
      <w:pPr>
        <w:pStyle w:val="libCenterTitr"/>
      </w:pPr>
    </w:p>
    <w:p w:rsidR="00CF3F93" w:rsidRPr="00741552" w:rsidRDefault="00CF3F93" w:rsidP="00F83B39">
      <w:pPr>
        <w:pStyle w:val="libCenterTitr"/>
      </w:pPr>
      <w:r w:rsidRPr="00741552">
        <w:t>What is Islam</w:t>
      </w:r>
      <w:proofErr w:type="gramStart"/>
      <w:r w:rsidRPr="00741552">
        <w:t>?</w:t>
      </w:r>
      <w:r w:rsidR="00420BBA">
        <w:t>;</w:t>
      </w:r>
      <w:proofErr w:type="gramEnd"/>
    </w:p>
    <w:p w:rsidR="00CF3F93" w:rsidRDefault="00CF3F93" w:rsidP="009B0C63">
      <w:pPr>
        <w:pStyle w:val="libCenterTitr"/>
      </w:pPr>
      <w:r w:rsidRPr="00741552">
        <w:t xml:space="preserve">Beliefs, </w:t>
      </w:r>
      <w:r w:rsidR="009B0C63">
        <w:t>P</w:t>
      </w:r>
      <w:r w:rsidRPr="00741552">
        <w:t xml:space="preserve">rinciples and a </w:t>
      </w:r>
      <w:r w:rsidR="009B0C63">
        <w:t>W</w:t>
      </w:r>
      <w:r w:rsidRPr="00741552">
        <w:t xml:space="preserve">ay of </w:t>
      </w:r>
      <w:r w:rsidR="009B0C63">
        <w:t>L</w:t>
      </w:r>
      <w:r w:rsidRPr="00741552">
        <w:t>ife</w:t>
      </w:r>
    </w:p>
    <w:p w:rsidR="00420BBA" w:rsidRDefault="00420BBA" w:rsidP="00F83B39">
      <w:pPr>
        <w:pStyle w:val="libCenterBold1"/>
      </w:pPr>
    </w:p>
    <w:p w:rsidR="00420BBA" w:rsidRDefault="00420BBA" w:rsidP="00F83B39">
      <w:pPr>
        <w:pStyle w:val="libCenterBold1"/>
      </w:pPr>
    </w:p>
    <w:p w:rsidR="00420BBA" w:rsidRDefault="00420BBA" w:rsidP="00F83B39">
      <w:pPr>
        <w:pStyle w:val="libCenterBold1"/>
      </w:pPr>
    </w:p>
    <w:p w:rsidR="00420BBA" w:rsidRPr="00741552" w:rsidRDefault="00420BBA" w:rsidP="00F83B39">
      <w:pPr>
        <w:pStyle w:val="libCenterBold1"/>
      </w:pPr>
    </w:p>
    <w:p w:rsidR="00CF3F93" w:rsidRDefault="00CF3F93" w:rsidP="00F83B39">
      <w:pPr>
        <w:pStyle w:val="libCenterBold1"/>
      </w:pPr>
      <w:r w:rsidRPr="00741552">
        <w:t>Translated by</w:t>
      </w:r>
      <w:r w:rsidR="00741552" w:rsidRPr="00741552">
        <w:t xml:space="preserve"> </w:t>
      </w:r>
      <w:proofErr w:type="spellStart"/>
      <w:r w:rsidRPr="00741552">
        <w:t>Abdelmalik</w:t>
      </w:r>
      <w:proofErr w:type="spellEnd"/>
      <w:r w:rsidRPr="00741552">
        <w:t xml:space="preserve"> </w:t>
      </w:r>
      <w:proofErr w:type="spellStart"/>
      <w:r w:rsidRPr="00741552">
        <w:t>Badruddin</w:t>
      </w:r>
      <w:proofErr w:type="spellEnd"/>
      <w:r w:rsidRPr="00741552">
        <w:t xml:space="preserve"> Eagle</w:t>
      </w:r>
    </w:p>
    <w:p w:rsidR="008D0E3F" w:rsidRDefault="008D0E3F" w:rsidP="00F83B39">
      <w:pPr>
        <w:pStyle w:val="libCenterBold1"/>
      </w:pPr>
    </w:p>
    <w:p w:rsidR="008D0E3F" w:rsidRDefault="008D0E3F" w:rsidP="00F83B39">
      <w:pPr>
        <w:pStyle w:val="libCenterBold1"/>
      </w:pPr>
    </w:p>
    <w:p w:rsidR="008D0E3F" w:rsidRDefault="008D0E3F" w:rsidP="00F83B39">
      <w:pPr>
        <w:pStyle w:val="libCenterBold1"/>
      </w:pPr>
    </w:p>
    <w:p w:rsidR="008D0E3F" w:rsidRDefault="008D0E3F" w:rsidP="00F83B39">
      <w:pPr>
        <w:pStyle w:val="libCenterBold1"/>
      </w:pPr>
    </w:p>
    <w:p w:rsidR="008D0E3F" w:rsidRDefault="008D0E3F" w:rsidP="00F83B39">
      <w:pPr>
        <w:pStyle w:val="libCenterBold1"/>
      </w:pPr>
    </w:p>
    <w:p w:rsidR="008D0E3F" w:rsidRDefault="008D0E3F" w:rsidP="00F83B39">
      <w:pPr>
        <w:pStyle w:val="libCenterBold1"/>
      </w:pPr>
    </w:p>
    <w:p w:rsidR="008D0E3F" w:rsidRDefault="008D0E3F" w:rsidP="00F83B39">
      <w:pPr>
        <w:pStyle w:val="libCenterBold1"/>
      </w:pPr>
    </w:p>
    <w:p w:rsidR="008D0E3F" w:rsidRDefault="008D0E3F" w:rsidP="00F83B39">
      <w:pPr>
        <w:pStyle w:val="libCenterBold1"/>
      </w:pPr>
      <w:hyperlink r:id="rId10" w:history="1">
        <w:r w:rsidRPr="003D155C">
          <w:rPr>
            <w:rStyle w:val="Hyperlink"/>
          </w:rPr>
          <w:t>www.alhassanain.org/english</w:t>
        </w:r>
      </w:hyperlink>
    </w:p>
    <w:p w:rsidR="00CF3F93" w:rsidRDefault="00CF3F93" w:rsidP="00146845">
      <w:pPr>
        <w:pStyle w:val="libNormal"/>
      </w:pPr>
      <w:r>
        <w:br w:type="page"/>
      </w:r>
    </w:p>
    <w:p w:rsidR="00D768E9" w:rsidRDefault="00D768E9" w:rsidP="00D768E9">
      <w:pPr>
        <w:pStyle w:val="libCenterBold2"/>
      </w:pPr>
    </w:p>
    <w:p w:rsidR="00D768E9" w:rsidRDefault="00D768E9" w:rsidP="00D768E9">
      <w:pPr>
        <w:pStyle w:val="libCenterBold2"/>
      </w:pPr>
    </w:p>
    <w:p w:rsidR="00D768E9" w:rsidRDefault="00D768E9" w:rsidP="00D768E9">
      <w:pPr>
        <w:pStyle w:val="libCenterBold2"/>
      </w:pPr>
    </w:p>
    <w:p w:rsidR="00D768E9" w:rsidRDefault="00D768E9" w:rsidP="00D768E9">
      <w:pPr>
        <w:pStyle w:val="libCenterBold2"/>
      </w:pPr>
    </w:p>
    <w:p w:rsidR="00D768E9" w:rsidRDefault="00D768E9" w:rsidP="00D768E9">
      <w:pPr>
        <w:pStyle w:val="libCenterBold2"/>
      </w:pPr>
    </w:p>
    <w:p w:rsidR="00D768E9" w:rsidRDefault="00D768E9" w:rsidP="00D768E9">
      <w:pPr>
        <w:pStyle w:val="libCenterBold2"/>
      </w:pPr>
    </w:p>
    <w:p w:rsidR="00CF3F93" w:rsidRPr="00526673" w:rsidRDefault="00E87972" w:rsidP="00D768E9">
      <w:pPr>
        <w:pStyle w:val="libCenterBold2"/>
      </w:pPr>
      <w:r>
        <w:t>F</w:t>
      </w:r>
      <w:r w:rsidR="00CF3F93" w:rsidRPr="00526673">
        <w:t>ountain books</w:t>
      </w:r>
    </w:p>
    <w:p w:rsidR="00CF3F93" w:rsidRPr="00526673" w:rsidRDefault="00CF3F93" w:rsidP="00D768E9">
      <w:pPr>
        <w:pStyle w:val="libCenterBold2"/>
      </w:pPr>
      <w:r w:rsidRPr="00526673">
        <w:t>BM Box 8545</w:t>
      </w:r>
    </w:p>
    <w:p w:rsidR="00CF3F93" w:rsidRPr="00526673" w:rsidRDefault="00CF3F93" w:rsidP="00D768E9">
      <w:pPr>
        <w:pStyle w:val="libCenterBold2"/>
      </w:pPr>
      <w:r w:rsidRPr="00526673">
        <w:t>London WC1N 3XX</w:t>
      </w:r>
    </w:p>
    <w:p w:rsidR="00CF3F93" w:rsidRPr="00526673" w:rsidRDefault="00CF3F93" w:rsidP="00D768E9">
      <w:pPr>
        <w:pStyle w:val="libCenterBold2"/>
      </w:pPr>
      <w:r w:rsidRPr="00526673">
        <w:t>UK</w:t>
      </w:r>
    </w:p>
    <w:p w:rsidR="00D768E9" w:rsidRDefault="00D768E9" w:rsidP="00D768E9">
      <w:pPr>
        <w:pStyle w:val="libCenterBold2"/>
      </w:pPr>
    </w:p>
    <w:p w:rsidR="00CF3F93" w:rsidRPr="00526673" w:rsidRDefault="00CF3F93" w:rsidP="00D768E9">
      <w:pPr>
        <w:pStyle w:val="libCenterBold2"/>
      </w:pPr>
      <w:r w:rsidRPr="00526673">
        <w:t>www.fountainbooks.com</w:t>
      </w:r>
    </w:p>
    <w:p w:rsidR="00D768E9" w:rsidRDefault="00D768E9" w:rsidP="00D768E9">
      <w:pPr>
        <w:pStyle w:val="libCenterBold2"/>
      </w:pPr>
    </w:p>
    <w:p w:rsidR="00CF3F93" w:rsidRPr="00526673" w:rsidRDefault="00CF3F93" w:rsidP="00D768E9">
      <w:pPr>
        <w:pStyle w:val="libCenterBold2"/>
      </w:pPr>
      <w:r w:rsidRPr="00526673">
        <w:t>In association with</w:t>
      </w:r>
    </w:p>
    <w:p w:rsidR="00CF3F93" w:rsidRPr="00526673" w:rsidRDefault="00CF3F93" w:rsidP="00D768E9">
      <w:pPr>
        <w:pStyle w:val="libCenterBold2"/>
      </w:pPr>
      <w:r w:rsidRPr="00526673">
        <w:t xml:space="preserve">Imam </w:t>
      </w:r>
      <w:proofErr w:type="spellStart"/>
      <w:r w:rsidRPr="00526673">
        <w:t>Shirazi</w:t>
      </w:r>
      <w:proofErr w:type="spellEnd"/>
      <w:r w:rsidRPr="00526673">
        <w:t xml:space="preserve"> World Foundation</w:t>
      </w:r>
    </w:p>
    <w:p w:rsidR="00CF3F93" w:rsidRPr="00526673" w:rsidRDefault="00CF3F93" w:rsidP="00D768E9">
      <w:pPr>
        <w:pStyle w:val="libCenterBold2"/>
      </w:pPr>
      <w:r w:rsidRPr="00526673">
        <w:t>1220 L. Street N.W. Suite # 100 – 333</w:t>
      </w:r>
    </w:p>
    <w:p w:rsidR="00CF3F93" w:rsidRPr="00526673" w:rsidRDefault="00CF3F93" w:rsidP="00D768E9">
      <w:pPr>
        <w:pStyle w:val="libCenterBold2"/>
      </w:pPr>
      <w:r w:rsidRPr="00526673">
        <w:t>Washington, D.C. 20005 – 4018</w:t>
      </w:r>
    </w:p>
    <w:p w:rsidR="00CF3F93" w:rsidRPr="00526673" w:rsidRDefault="00CF3F93" w:rsidP="00D768E9">
      <w:pPr>
        <w:pStyle w:val="libCenterBold2"/>
      </w:pPr>
      <w:r w:rsidRPr="00526673">
        <w:t>U.S.A.</w:t>
      </w:r>
    </w:p>
    <w:p w:rsidR="00D768E9" w:rsidRDefault="00D768E9" w:rsidP="00D768E9">
      <w:pPr>
        <w:pStyle w:val="libCenterBold2"/>
      </w:pPr>
    </w:p>
    <w:p w:rsidR="00CF3F93" w:rsidRPr="00526673" w:rsidRDefault="00CF3F93" w:rsidP="00D768E9">
      <w:pPr>
        <w:pStyle w:val="libCenterBold2"/>
      </w:pPr>
      <w:r w:rsidRPr="00526673">
        <w:t>www.ImamShirazi.com</w:t>
      </w:r>
    </w:p>
    <w:p w:rsidR="00CF3F93" w:rsidRPr="00526673" w:rsidRDefault="00CF3F93" w:rsidP="00D768E9">
      <w:pPr>
        <w:pStyle w:val="libCenterBold2"/>
      </w:pPr>
      <w:r w:rsidRPr="00526673">
        <w:t>Second English edition, 2002</w:t>
      </w:r>
    </w:p>
    <w:p w:rsidR="00D768E9" w:rsidRDefault="00D768E9" w:rsidP="00D768E9">
      <w:pPr>
        <w:pStyle w:val="libCenterBold2"/>
      </w:pPr>
    </w:p>
    <w:p w:rsidR="00CF3F93" w:rsidRPr="00526673" w:rsidRDefault="00CF3F93" w:rsidP="00D768E9">
      <w:pPr>
        <w:pStyle w:val="libCenterBold2"/>
      </w:pPr>
      <w:r w:rsidRPr="00526673">
        <w:t>Third edition, 2003</w:t>
      </w:r>
    </w:p>
    <w:p w:rsidR="00D768E9" w:rsidRDefault="00D768E9" w:rsidP="00D768E9">
      <w:pPr>
        <w:pStyle w:val="libCenterBold2"/>
      </w:pPr>
    </w:p>
    <w:p w:rsidR="00CF3F93" w:rsidRPr="00526673" w:rsidRDefault="00CF3F93" w:rsidP="00D768E9">
      <w:pPr>
        <w:pStyle w:val="libCenterBold2"/>
      </w:pPr>
      <w:r w:rsidRPr="00526673">
        <w:t>ISBN 1-903323-09-6</w:t>
      </w:r>
    </w:p>
    <w:p w:rsidR="00CF3F93" w:rsidRPr="00526673" w:rsidRDefault="00CF3F93" w:rsidP="00D768E9">
      <w:pPr>
        <w:pStyle w:val="libCenterBold2"/>
      </w:pPr>
      <w:r w:rsidRPr="00526673">
        <w:t xml:space="preserve">© </w:t>
      </w:r>
      <w:r w:rsidR="00E87972">
        <w:t>F</w:t>
      </w:r>
      <w:r w:rsidRPr="00526673">
        <w:t>ountain books</w:t>
      </w:r>
    </w:p>
    <w:p w:rsidR="00D768E9" w:rsidRDefault="00D768E9" w:rsidP="00D768E9">
      <w:pPr>
        <w:pStyle w:val="libCenterBold2"/>
      </w:pPr>
    </w:p>
    <w:p w:rsidR="00CF3F93" w:rsidRPr="00526673" w:rsidRDefault="00CF3F93" w:rsidP="00D768E9">
      <w:pPr>
        <w:pStyle w:val="libCenterBold2"/>
      </w:pPr>
      <w:r w:rsidRPr="00526673">
        <w:t>All rights reserved. No part of this publication may be reproduced, stored in retrieval system, or transmitted, in any form or by any means, electronic, mechanical, photocopying, recording, or otherwise, without the prior permission of fountain books.</w:t>
      </w:r>
    </w:p>
    <w:p w:rsidR="00D768E9" w:rsidRDefault="00D768E9" w:rsidP="00D768E9">
      <w:pPr>
        <w:pStyle w:val="libCenterBold2"/>
      </w:pPr>
    </w:p>
    <w:p w:rsidR="00D768E9" w:rsidRDefault="00D768E9" w:rsidP="00D768E9">
      <w:pPr>
        <w:pStyle w:val="libCenterBold2"/>
      </w:pPr>
    </w:p>
    <w:p w:rsidR="00D768E9" w:rsidRDefault="00D768E9" w:rsidP="00D768E9">
      <w:pPr>
        <w:pStyle w:val="libCenterBold2"/>
      </w:pPr>
    </w:p>
    <w:p w:rsidR="00D768E9" w:rsidRDefault="00D768E9" w:rsidP="00D768E9">
      <w:pPr>
        <w:pStyle w:val="libCenterBold2"/>
      </w:pPr>
    </w:p>
    <w:p w:rsidR="00CF3F93" w:rsidRPr="00526673" w:rsidRDefault="00CF3F93" w:rsidP="00D768E9">
      <w:pPr>
        <w:pStyle w:val="libCenterBold2"/>
      </w:pPr>
      <w:r w:rsidRPr="00526673">
        <w:t xml:space="preserve">British Library </w:t>
      </w:r>
      <w:r w:rsidR="00E87972">
        <w:t>Cataloguing in Publication Data</w:t>
      </w:r>
    </w:p>
    <w:p w:rsidR="00D768E9" w:rsidRDefault="00D768E9" w:rsidP="00D768E9">
      <w:pPr>
        <w:pStyle w:val="libCenterBold2"/>
      </w:pPr>
    </w:p>
    <w:p w:rsidR="00D768E9" w:rsidRDefault="00D768E9" w:rsidP="00D768E9">
      <w:pPr>
        <w:pStyle w:val="libCenterBold2"/>
      </w:pPr>
    </w:p>
    <w:p w:rsidR="00D768E9" w:rsidRDefault="00D768E9" w:rsidP="00D768E9">
      <w:pPr>
        <w:pStyle w:val="libCenterBold2"/>
      </w:pPr>
    </w:p>
    <w:p w:rsidR="00CF3F93" w:rsidRDefault="00CF3F93" w:rsidP="00D768E9">
      <w:pPr>
        <w:pStyle w:val="libCenterBold2"/>
      </w:pPr>
      <w:r w:rsidRPr="00526673">
        <w:t>A catalogue record for this book is available from the British Library.</w:t>
      </w:r>
    </w:p>
    <w:p w:rsidR="00D768E9" w:rsidRDefault="00D768E9" w:rsidP="00D768E9">
      <w:pPr>
        <w:pStyle w:val="libCenterBold2"/>
      </w:pPr>
    </w:p>
    <w:p w:rsidR="00D768E9" w:rsidRDefault="00D768E9" w:rsidP="00D768E9">
      <w:pPr>
        <w:pStyle w:val="libCenterBold2"/>
      </w:pPr>
    </w:p>
    <w:p w:rsidR="00D768E9" w:rsidRPr="00526673" w:rsidRDefault="00D768E9" w:rsidP="00D768E9">
      <w:pPr>
        <w:pStyle w:val="libCenterBold2"/>
      </w:pPr>
    </w:p>
    <w:p w:rsidR="001112E1" w:rsidRDefault="001112E1" w:rsidP="001112E1">
      <w:pPr>
        <w:pStyle w:val="libNormal"/>
      </w:pPr>
      <w:r>
        <w:br w:type="page"/>
      </w:r>
    </w:p>
    <w:p w:rsidR="0034768B" w:rsidRDefault="0034768B" w:rsidP="0034768B">
      <w:pPr>
        <w:pStyle w:val="libCenterBold1"/>
      </w:pPr>
    </w:p>
    <w:p w:rsidR="0034768B" w:rsidRDefault="0034768B" w:rsidP="0034768B">
      <w:pPr>
        <w:pStyle w:val="libCenterBold1"/>
      </w:pPr>
    </w:p>
    <w:p w:rsidR="0034768B" w:rsidRDefault="0034768B" w:rsidP="0034768B">
      <w:pPr>
        <w:pStyle w:val="libCenterBold1"/>
      </w:pPr>
    </w:p>
    <w:p w:rsidR="0034768B" w:rsidRDefault="0034768B" w:rsidP="0034768B">
      <w:pPr>
        <w:pStyle w:val="libCenterBold1"/>
      </w:pPr>
    </w:p>
    <w:p w:rsidR="0034768B" w:rsidRDefault="0034768B" w:rsidP="0034768B">
      <w:pPr>
        <w:pStyle w:val="libCenterBold1"/>
      </w:pPr>
      <w:r>
        <w:t>Notice:</w:t>
      </w:r>
    </w:p>
    <w:p w:rsidR="0034768B" w:rsidRDefault="0034768B" w:rsidP="0034768B">
      <w:pPr>
        <w:pStyle w:val="libCenterBold2"/>
      </w:pPr>
      <w:r>
        <w:t xml:space="preserve">This version is published on behalf of </w:t>
      </w:r>
      <w:hyperlink r:id="rId11" w:history="1">
        <w:r w:rsidRPr="003D155C">
          <w:rPr>
            <w:rStyle w:val="Hyperlink"/>
          </w:rPr>
          <w:t>www.alhassanain.org/english</w:t>
        </w:r>
      </w:hyperlink>
    </w:p>
    <w:p w:rsidR="0034768B" w:rsidRDefault="0034768B" w:rsidP="0034768B">
      <w:pPr>
        <w:pStyle w:val="libCenterBold2"/>
      </w:pPr>
      <w:r>
        <w:t>The composing errors are not corrected.</w:t>
      </w:r>
    </w:p>
    <w:p w:rsidR="0034768B" w:rsidRDefault="0034768B" w:rsidP="0034768B">
      <w:pPr>
        <w:pStyle w:val="libCenterBold2"/>
      </w:pPr>
    </w:p>
    <w:p w:rsidR="0034768B" w:rsidRDefault="0034768B" w:rsidP="0034768B">
      <w:pPr>
        <w:pStyle w:val="libCenterBold2"/>
      </w:pPr>
    </w:p>
    <w:p w:rsidR="0034768B" w:rsidRDefault="0034768B" w:rsidP="0034768B">
      <w:pPr>
        <w:pStyle w:val="libCenterBold2"/>
      </w:pPr>
    </w:p>
    <w:p w:rsidR="0034768B" w:rsidRDefault="0034768B" w:rsidP="0034768B">
      <w:pPr>
        <w:pStyle w:val="libCenterBold2"/>
      </w:pPr>
    </w:p>
    <w:p w:rsidR="0034768B" w:rsidRDefault="0034768B" w:rsidP="0034768B">
      <w:pPr>
        <w:pStyle w:val="libCenterBold2"/>
      </w:pPr>
    </w:p>
    <w:p w:rsidR="0034768B" w:rsidRDefault="0034768B" w:rsidP="0034768B">
      <w:pPr>
        <w:pStyle w:val="libCenterBold2"/>
      </w:pPr>
    </w:p>
    <w:p w:rsidR="001112E1" w:rsidRDefault="001112E1" w:rsidP="001112E1">
      <w:pPr>
        <w:pStyle w:val="libNormal"/>
      </w:pPr>
      <w:r>
        <w:br w:type="page"/>
      </w:r>
    </w:p>
    <w:sdt>
      <w:sdtPr>
        <w:id w:val="256802538"/>
        <w:docPartObj>
          <w:docPartGallery w:val="Table of Contents"/>
          <w:docPartUnique/>
        </w:docPartObj>
      </w:sdtPr>
      <w:sdtEndPr>
        <w:rPr>
          <w:b w:val="0"/>
          <w:bCs w:val="0"/>
        </w:rPr>
      </w:sdtEndPr>
      <w:sdtContent>
        <w:p w:rsidR="00F46377" w:rsidRDefault="003B5F2E" w:rsidP="003B5F2E">
          <w:pPr>
            <w:pStyle w:val="libCenterBold1"/>
          </w:pPr>
          <w:r>
            <w:t xml:space="preserve">Table of </w:t>
          </w:r>
          <w:r w:rsidR="00F46377">
            <w:t>Contents</w:t>
          </w:r>
        </w:p>
        <w:p w:rsidR="003B5F2E" w:rsidRDefault="00F46377" w:rsidP="003B5F2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6784656" w:history="1">
            <w:r w:rsidR="003B5F2E" w:rsidRPr="00AA3835">
              <w:rPr>
                <w:rStyle w:val="Hyperlink"/>
              </w:rPr>
              <w:t>Translator’s note</w:t>
            </w:r>
            <w:r w:rsidR="003B5F2E">
              <w:rPr>
                <w:webHidden/>
                <w:rtl/>
              </w:rPr>
              <w:tab/>
            </w:r>
            <w:r w:rsidR="003B5F2E">
              <w:rPr>
                <w:webHidden/>
                <w:rtl/>
              </w:rPr>
              <w:fldChar w:fldCharType="begin"/>
            </w:r>
            <w:r w:rsidR="003B5F2E">
              <w:rPr>
                <w:webHidden/>
                <w:rtl/>
              </w:rPr>
              <w:instrText xml:space="preserve"> </w:instrText>
            </w:r>
            <w:r w:rsidR="003B5F2E">
              <w:rPr>
                <w:webHidden/>
              </w:rPr>
              <w:instrText>PAGEREF</w:instrText>
            </w:r>
            <w:r w:rsidR="003B5F2E">
              <w:rPr>
                <w:webHidden/>
                <w:rtl/>
              </w:rPr>
              <w:instrText xml:space="preserve"> _</w:instrText>
            </w:r>
            <w:r w:rsidR="003B5F2E">
              <w:rPr>
                <w:webHidden/>
              </w:rPr>
              <w:instrText>Toc496784656 \h</w:instrText>
            </w:r>
            <w:r w:rsidR="003B5F2E">
              <w:rPr>
                <w:webHidden/>
                <w:rtl/>
              </w:rPr>
              <w:instrText xml:space="preserve"> </w:instrText>
            </w:r>
            <w:r w:rsidR="003B5F2E">
              <w:rPr>
                <w:webHidden/>
                <w:rtl/>
              </w:rPr>
            </w:r>
            <w:r w:rsidR="003B5F2E">
              <w:rPr>
                <w:webHidden/>
                <w:rtl/>
              </w:rPr>
              <w:fldChar w:fldCharType="separate"/>
            </w:r>
            <w:r w:rsidR="00732EED">
              <w:rPr>
                <w:webHidden/>
              </w:rPr>
              <w:t>7</w:t>
            </w:r>
            <w:r w:rsidR="003B5F2E">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57" w:history="1">
            <w:r w:rsidRPr="00AA3835">
              <w:rPr>
                <w:rStyle w:val="Hyperlink"/>
              </w:rPr>
              <w:t>Grand Ayatollah Sayyid Muhammad al-Husayni al-Shirazi (1928-2001)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Toc496784657 \h</w:instrText>
            </w:r>
            <w:r>
              <w:rPr>
                <w:webHidden/>
                <w:rtl/>
              </w:rPr>
              <w:instrText xml:space="preserve"> </w:instrText>
            </w:r>
            <w:r>
              <w:rPr>
                <w:webHidden/>
                <w:rtl/>
              </w:rPr>
            </w:r>
            <w:r>
              <w:rPr>
                <w:webHidden/>
                <w:rtl/>
              </w:rPr>
              <w:fldChar w:fldCharType="separate"/>
            </w:r>
            <w:r w:rsidR="00732EED">
              <w:rPr>
                <w:webHidden/>
              </w:rPr>
              <w:t>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58" w:history="1">
            <w:r w:rsidRPr="00AA3835">
              <w:rPr>
                <w:rStyle w:val="Hyperlink"/>
              </w:rPr>
              <w:t>A biographical sketch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Toc496784658 \h</w:instrText>
            </w:r>
            <w:r>
              <w:rPr>
                <w:webHidden/>
                <w:rtl/>
              </w:rPr>
              <w:instrText xml:space="preserve"> </w:instrText>
            </w:r>
            <w:r>
              <w:rPr>
                <w:webHidden/>
                <w:rtl/>
              </w:rPr>
            </w:r>
            <w:r>
              <w:rPr>
                <w:webHidden/>
                <w:rtl/>
              </w:rPr>
              <w:fldChar w:fldCharType="separate"/>
            </w:r>
            <w:r w:rsidR="00732EED">
              <w:rPr>
                <w:webHidden/>
              </w:rPr>
              <w:t>8</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59" w:history="1">
            <w:r w:rsidRPr="00AA3835">
              <w:rPr>
                <w:rStyle w:val="Hyperlink"/>
              </w:rPr>
              <w:t>Foreword by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Toc496784659 \h</w:instrText>
            </w:r>
            <w:r>
              <w:rPr>
                <w:webHidden/>
                <w:rtl/>
              </w:rPr>
              <w:instrText xml:space="preserve"> </w:instrText>
            </w:r>
            <w:r>
              <w:rPr>
                <w:webHidden/>
                <w:rtl/>
              </w:rPr>
            </w:r>
            <w:r>
              <w:rPr>
                <w:webHidden/>
                <w:rtl/>
              </w:rPr>
              <w:fldChar w:fldCharType="separate"/>
            </w:r>
            <w:r w:rsidR="00732EED">
              <w:rPr>
                <w:webHidden/>
              </w:rPr>
              <w:t>11</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60" w:history="1">
            <w:r w:rsidRPr="00AA3835">
              <w:rPr>
                <w:rStyle w:val="Hyperlink"/>
              </w:rPr>
              <w:t>1-The Islamic Faith - an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Toc496784660 \h</w:instrText>
            </w:r>
            <w:r>
              <w:rPr>
                <w:webHidden/>
                <w:rtl/>
              </w:rPr>
              <w:instrText xml:space="preserve"> </w:instrText>
            </w:r>
            <w:r>
              <w:rPr>
                <w:webHidden/>
                <w:rtl/>
              </w:rPr>
            </w:r>
            <w:r>
              <w:rPr>
                <w:webHidden/>
                <w:rtl/>
              </w:rPr>
              <w:fldChar w:fldCharType="separate"/>
            </w:r>
            <w:r w:rsidR="00732EED">
              <w:rPr>
                <w:webHidden/>
              </w:rPr>
              <w:t>12</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61" w:history="1">
            <w:r w:rsidRPr="00AA3835">
              <w:rPr>
                <w:rStyle w:val="Hyperlink"/>
              </w:rPr>
              <w:t>2-THE BASIC BELIEFS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Toc496784661 \h</w:instrText>
            </w:r>
            <w:r>
              <w:rPr>
                <w:webHidden/>
                <w:rtl/>
              </w:rPr>
              <w:instrText xml:space="preserve"> </w:instrText>
            </w:r>
            <w:r>
              <w:rPr>
                <w:webHidden/>
                <w:rtl/>
              </w:rPr>
            </w:r>
            <w:r>
              <w:rPr>
                <w:webHidden/>
                <w:rtl/>
              </w:rPr>
              <w:fldChar w:fldCharType="separate"/>
            </w:r>
            <w:r w:rsidR="00732EED">
              <w:rPr>
                <w:webHidden/>
              </w:rPr>
              <w:t>16</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62" w:history="1">
            <w:r w:rsidRPr="00AA3835">
              <w:rPr>
                <w:rStyle w:val="Hyperlink"/>
              </w:rPr>
              <w:t>THE ONENESS and UNITY of GOD (TAWHID)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Toc496784662 \h</w:instrText>
            </w:r>
            <w:r>
              <w:rPr>
                <w:webHidden/>
                <w:rtl/>
              </w:rPr>
              <w:instrText xml:space="preserve"> </w:instrText>
            </w:r>
            <w:r>
              <w:rPr>
                <w:webHidden/>
                <w:rtl/>
              </w:rPr>
            </w:r>
            <w:r>
              <w:rPr>
                <w:webHidden/>
                <w:rtl/>
              </w:rPr>
              <w:fldChar w:fldCharType="separate"/>
            </w:r>
            <w:r w:rsidR="00732EED">
              <w:rPr>
                <w:webHidden/>
              </w:rPr>
              <w:t>16</w:t>
            </w:r>
            <w:r>
              <w:rPr>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663" w:history="1">
            <w:r w:rsidRPr="00AA3835">
              <w:rPr>
                <w:rStyle w:val="Hyperlink"/>
                <w:noProof/>
              </w:rPr>
              <w:t>1-Oneness of Essence: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Toc496784663 \h</w:instrText>
            </w:r>
            <w:r>
              <w:rPr>
                <w:noProof/>
                <w:webHidden/>
                <w:rtl/>
              </w:rPr>
              <w:instrText xml:space="preserve"> </w:instrText>
            </w:r>
            <w:r>
              <w:rPr>
                <w:noProof/>
                <w:webHidden/>
                <w:rtl/>
              </w:rPr>
            </w:r>
            <w:r>
              <w:rPr>
                <w:noProof/>
                <w:webHidden/>
                <w:rtl/>
              </w:rPr>
              <w:fldChar w:fldCharType="separate"/>
            </w:r>
            <w:r w:rsidR="00732EED">
              <w:rPr>
                <w:noProof/>
                <w:webHidden/>
              </w:rPr>
              <w:t>16</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664" w:history="1">
            <w:r w:rsidRPr="00AA3835">
              <w:rPr>
                <w:rStyle w:val="Hyperlink"/>
                <w:noProof/>
              </w:rPr>
              <w:t>2-Oneness of Attributes: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Toc496784664 \h</w:instrText>
            </w:r>
            <w:r>
              <w:rPr>
                <w:noProof/>
                <w:webHidden/>
                <w:rtl/>
              </w:rPr>
              <w:instrText xml:space="preserve"> </w:instrText>
            </w:r>
            <w:r>
              <w:rPr>
                <w:noProof/>
                <w:webHidden/>
                <w:rtl/>
              </w:rPr>
            </w:r>
            <w:r>
              <w:rPr>
                <w:noProof/>
                <w:webHidden/>
                <w:rtl/>
              </w:rPr>
              <w:fldChar w:fldCharType="separate"/>
            </w:r>
            <w:r w:rsidR="00732EED">
              <w:rPr>
                <w:noProof/>
                <w:webHidden/>
              </w:rPr>
              <w:t>16</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665" w:history="1">
            <w:r w:rsidRPr="00AA3835">
              <w:rPr>
                <w:rStyle w:val="Hyperlink"/>
                <w:noProof/>
              </w:rPr>
              <w:t>3-Oneness of His Works: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Toc496784665 \h</w:instrText>
            </w:r>
            <w:r>
              <w:rPr>
                <w:noProof/>
                <w:webHidden/>
                <w:rtl/>
              </w:rPr>
              <w:instrText xml:space="preserve"> </w:instrText>
            </w:r>
            <w:r>
              <w:rPr>
                <w:noProof/>
                <w:webHidden/>
                <w:rtl/>
              </w:rPr>
            </w:r>
            <w:r>
              <w:rPr>
                <w:noProof/>
                <w:webHidden/>
                <w:rtl/>
              </w:rPr>
              <w:fldChar w:fldCharType="separate"/>
            </w:r>
            <w:r w:rsidR="00732EED">
              <w:rPr>
                <w:noProof/>
                <w:webHidden/>
              </w:rPr>
              <w:t>16</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666" w:history="1">
            <w:r w:rsidRPr="00AA3835">
              <w:rPr>
                <w:rStyle w:val="Hyperlink"/>
                <w:noProof/>
              </w:rPr>
              <w:t>4-Oneness of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Toc496784666 \h</w:instrText>
            </w:r>
            <w:r>
              <w:rPr>
                <w:noProof/>
                <w:webHidden/>
                <w:rtl/>
              </w:rPr>
              <w:instrText xml:space="preserve"> </w:instrText>
            </w:r>
            <w:r>
              <w:rPr>
                <w:noProof/>
                <w:webHidden/>
                <w:rtl/>
              </w:rPr>
            </w:r>
            <w:r>
              <w:rPr>
                <w:noProof/>
                <w:webHidden/>
                <w:rtl/>
              </w:rPr>
              <w:fldChar w:fldCharType="separate"/>
            </w:r>
            <w:r w:rsidR="00732EED">
              <w:rPr>
                <w:noProof/>
                <w:webHidden/>
              </w:rPr>
              <w:t>16</w:t>
            </w:r>
            <w:r>
              <w:rPr>
                <w:noProof/>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67" w:history="1">
            <w:r w:rsidRPr="00AA3835">
              <w:rPr>
                <w:rStyle w:val="Hyperlink"/>
              </w:rPr>
              <w:t>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Toc496784667 \h</w:instrText>
            </w:r>
            <w:r>
              <w:rPr>
                <w:webHidden/>
                <w:rtl/>
              </w:rPr>
              <w:instrText xml:space="preserve"> </w:instrText>
            </w:r>
            <w:r>
              <w:rPr>
                <w:webHidden/>
                <w:rtl/>
              </w:rPr>
            </w:r>
            <w:r>
              <w:rPr>
                <w:webHidden/>
                <w:rtl/>
              </w:rPr>
              <w:fldChar w:fldCharType="separate"/>
            </w:r>
            <w:r w:rsidR="00732EED">
              <w:rPr>
                <w:webHidden/>
              </w:rPr>
              <w:t>16</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68" w:history="1">
            <w:r w:rsidRPr="00AA3835">
              <w:rPr>
                <w:rStyle w:val="Hyperlink"/>
              </w:rPr>
              <w:t>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Toc496784668 \h</w:instrText>
            </w:r>
            <w:r>
              <w:rPr>
                <w:webHidden/>
                <w:rtl/>
              </w:rPr>
              <w:instrText xml:space="preserve"> </w:instrText>
            </w:r>
            <w:r>
              <w:rPr>
                <w:webHidden/>
                <w:rtl/>
              </w:rPr>
            </w:r>
            <w:r>
              <w:rPr>
                <w:webHidden/>
                <w:rtl/>
              </w:rPr>
              <w:fldChar w:fldCharType="separate"/>
            </w:r>
            <w:r w:rsidR="00732EED">
              <w:rPr>
                <w:webHidden/>
              </w:rPr>
              <w:t>18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69" w:history="1">
            <w:r w:rsidRPr="00AA3835">
              <w:rPr>
                <w:rStyle w:val="Hyperlink"/>
              </w:rPr>
              <w:t>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Toc496784669 \h</w:instrText>
            </w:r>
            <w:r>
              <w:rPr>
                <w:webHidden/>
                <w:rtl/>
              </w:rPr>
              <w:instrText xml:space="preserve"> </w:instrText>
            </w:r>
            <w:r>
              <w:rPr>
                <w:webHidden/>
                <w:rtl/>
              </w:rPr>
            </w:r>
            <w:r>
              <w:rPr>
                <w:webHidden/>
                <w:rtl/>
              </w:rPr>
              <w:fldChar w:fldCharType="separate"/>
            </w:r>
            <w:r w:rsidR="00732EED">
              <w:rPr>
                <w:webHidden/>
              </w:rPr>
              <w:t>20</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0" w:history="1">
            <w:r w:rsidRPr="00AA3835">
              <w:rPr>
                <w:rStyle w:val="Hyperlink"/>
              </w:rPr>
              <w:t>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Toc496784670 \h</w:instrText>
            </w:r>
            <w:r>
              <w:rPr>
                <w:webHidden/>
                <w:rtl/>
              </w:rPr>
              <w:instrText xml:space="preserve"> </w:instrText>
            </w:r>
            <w:r>
              <w:rPr>
                <w:webHidden/>
                <w:rtl/>
              </w:rPr>
            </w:r>
            <w:r>
              <w:rPr>
                <w:webHidden/>
                <w:rtl/>
              </w:rPr>
              <w:fldChar w:fldCharType="separate"/>
            </w:r>
            <w:r w:rsidR="00732EED">
              <w:rPr>
                <w:webHidden/>
              </w:rPr>
              <w:t>20</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1" w:history="1">
            <w:r w:rsidRPr="00AA3835">
              <w:rPr>
                <w:rStyle w:val="Hyperlink"/>
              </w:rPr>
              <w:t>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Toc496784671 \h</w:instrText>
            </w:r>
            <w:r>
              <w:rPr>
                <w:webHidden/>
                <w:rtl/>
              </w:rPr>
              <w:instrText xml:space="preserve"> </w:instrText>
            </w:r>
            <w:r>
              <w:rPr>
                <w:webHidden/>
                <w:rtl/>
              </w:rPr>
            </w:r>
            <w:r>
              <w:rPr>
                <w:webHidden/>
                <w:rtl/>
              </w:rPr>
              <w:fldChar w:fldCharType="separate"/>
            </w:r>
            <w:r w:rsidR="00732EED">
              <w:rPr>
                <w:webHidden/>
              </w:rPr>
              <w:t>21</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2" w:history="1">
            <w:r w:rsidRPr="00AA3835">
              <w:rPr>
                <w:rStyle w:val="Hyperlink"/>
              </w:rPr>
              <w:t>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Toc496784672 \h</w:instrText>
            </w:r>
            <w:r>
              <w:rPr>
                <w:webHidden/>
                <w:rtl/>
              </w:rPr>
              <w:instrText xml:space="preserve"> </w:instrText>
            </w:r>
            <w:r>
              <w:rPr>
                <w:webHidden/>
                <w:rtl/>
              </w:rPr>
            </w:r>
            <w:r>
              <w:rPr>
                <w:webHidden/>
                <w:rtl/>
              </w:rPr>
              <w:fldChar w:fldCharType="separate"/>
            </w:r>
            <w:r w:rsidR="00732EED">
              <w:rPr>
                <w:webHidden/>
              </w:rPr>
              <w:t>21</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3" w:history="1">
            <w:r w:rsidRPr="00AA3835">
              <w:rPr>
                <w:rStyle w:val="Hyperlink"/>
              </w:rPr>
              <w:t>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Toc496784673 \h</w:instrText>
            </w:r>
            <w:r>
              <w:rPr>
                <w:webHidden/>
                <w:rtl/>
              </w:rPr>
              <w:instrText xml:space="preserve"> </w:instrText>
            </w:r>
            <w:r>
              <w:rPr>
                <w:webHidden/>
                <w:rtl/>
              </w:rPr>
            </w:r>
            <w:r>
              <w:rPr>
                <w:webHidden/>
                <w:rtl/>
              </w:rPr>
              <w:fldChar w:fldCharType="separate"/>
            </w:r>
            <w:r w:rsidR="00732EED">
              <w:rPr>
                <w:webHidden/>
              </w:rPr>
              <w:t>21</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74" w:history="1">
            <w:r w:rsidRPr="00AA3835">
              <w:rPr>
                <w:rStyle w:val="Hyperlink"/>
              </w:rPr>
              <w:t>3-ISLAMIC MORAL QUALITIES, ETHICS AND IDEALS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Toc496784674 \h</w:instrText>
            </w:r>
            <w:r>
              <w:rPr>
                <w:webHidden/>
                <w:rtl/>
              </w:rPr>
              <w:instrText xml:space="preserve"> </w:instrText>
            </w:r>
            <w:r>
              <w:rPr>
                <w:webHidden/>
                <w:rtl/>
              </w:rPr>
            </w:r>
            <w:r>
              <w:rPr>
                <w:webHidden/>
                <w:rtl/>
              </w:rPr>
              <w:fldChar w:fldCharType="separate"/>
            </w:r>
            <w:r w:rsidR="00732EED">
              <w:rPr>
                <w:webHidden/>
              </w:rPr>
              <w:t>25</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5" w:history="1">
            <w:r w:rsidRPr="00AA3835">
              <w:rPr>
                <w:rStyle w:val="Hyperlink"/>
              </w:rPr>
              <w:t>1-Honesty in Word and Deed: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Toc496784675 \h</w:instrText>
            </w:r>
            <w:r>
              <w:rPr>
                <w:webHidden/>
                <w:rtl/>
              </w:rPr>
              <w:instrText xml:space="preserve"> </w:instrText>
            </w:r>
            <w:r>
              <w:rPr>
                <w:webHidden/>
                <w:rtl/>
              </w:rPr>
            </w:r>
            <w:r>
              <w:rPr>
                <w:webHidden/>
                <w:rtl/>
              </w:rPr>
              <w:fldChar w:fldCharType="separate"/>
            </w:r>
            <w:r w:rsidR="00732EED">
              <w:rPr>
                <w:webHidden/>
              </w:rPr>
              <w:t>26</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6" w:history="1">
            <w:r w:rsidRPr="00AA3835">
              <w:rPr>
                <w:rStyle w:val="Hyperlink"/>
              </w:rPr>
              <w:t>2-Trustworthiness in Speech and Character: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Toc496784676 \h</w:instrText>
            </w:r>
            <w:r>
              <w:rPr>
                <w:webHidden/>
                <w:rtl/>
              </w:rPr>
              <w:instrText xml:space="preserve"> </w:instrText>
            </w:r>
            <w:r>
              <w:rPr>
                <w:webHidden/>
                <w:rtl/>
              </w:rPr>
            </w:r>
            <w:r>
              <w:rPr>
                <w:webHidden/>
                <w:rtl/>
              </w:rPr>
              <w:fldChar w:fldCharType="separate"/>
            </w:r>
            <w:r w:rsidR="00732EED">
              <w:rPr>
                <w:webHidden/>
              </w:rPr>
              <w:t>26</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7" w:history="1">
            <w:r w:rsidRPr="00AA3835">
              <w:rPr>
                <w:rStyle w:val="Hyperlink"/>
              </w:rPr>
              <w:t>3-Courage: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Toc496784677 \h</w:instrText>
            </w:r>
            <w:r>
              <w:rPr>
                <w:webHidden/>
                <w:rtl/>
              </w:rPr>
              <w:instrText xml:space="preserve"> </w:instrText>
            </w:r>
            <w:r>
              <w:rPr>
                <w:webHidden/>
                <w:rtl/>
              </w:rPr>
            </w:r>
            <w:r>
              <w:rPr>
                <w:webHidden/>
                <w:rtl/>
              </w:rPr>
              <w:fldChar w:fldCharType="separate"/>
            </w:r>
            <w:r w:rsidR="00732EED">
              <w:rPr>
                <w:webHidden/>
              </w:rPr>
              <w:t>27</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8" w:history="1">
            <w:r w:rsidRPr="00AA3835">
              <w:rPr>
                <w:rStyle w:val="Hyperlink"/>
              </w:rPr>
              <w:t>4-Generosity: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Toc496784678 \h</w:instrText>
            </w:r>
            <w:r>
              <w:rPr>
                <w:webHidden/>
                <w:rtl/>
              </w:rPr>
              <w:instrText xml:space="preserve"> </w:instrText>
            </w:r>
            <w:r>
              <w:rPr>
                <w:webHidden/>
                <w:rtl/>
              </w:rPr>
            </w:r>
            <w:r>
              <w:rPr>
                <w:webHidden/>
                <w:rtl/>
              </w:rPr>
              <w:fldChar w:fldCharType="separate"/>
            </w:r>
            <w:r w:rsidR="00732EED">
              <w:rPr>
                <w:webHidden/>
              </w:rPr>
              <w:t>27</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79" w:history="1">
            <w:r w:rsidRPr="00AA3835">
              <w:rPr>
                <w:rStyle w:val="Hyperlink"/>
              </w:rPr>
              <w:t>5-A Sense of Honour: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Toc496784679 \h</w:instrText>
            </w:r>
            <w:r>
              <w:rPr>
                <w:webHidden/>
                <w:rtl/>
              </w:rPr>
              <w:instrText xml:space="preserve"> </w:instrText>
            </w:r>
            <w:r>
              <w:rPr>
                <w:webHidden/>
                <w:rtl/>
              </w:rPr>
            </w:r>
            <w:r>
              <w:rPr>
                <w:webHidden/>
                <w:rtl/>
              </w:rPr>
              <w:fldChar w:fldCharType="separate"/>
            </w:r>
            <w:r w:rsidR="00732EED">
              <w:rPr>
                <w:webHidden/>
              </w:rPr>
              <w:t>27</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0" w:history="1">
            <w:r w:rsidRPr="00AA3835">
              <w:rPr>
                <w:rStyle w:val="Hyperlink"/>
              </w:rPr>
              <w:t>6-Cooperation in Good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Toc496784680 \h</w:instrText>
            </w:r>
            <w:r>
              <w:rPr>
                <w:webHidden/>
                <w:rtl/>
              </w:rPr>
              <w:instrText xml:space="preserve"> </w:instrText>
            </w:r>
            <w:r>
              <w:rPr>
                <w:webHidden/>
                <w:rtl/>
              </w:rPr>
            </w:r>
            <w:r>
              <w:rPr>
                <w:webHidden/>
                <w:rtl/>
              </w:rPr>
              <w:fldChar w:fldCharType="separate"/>
            </w:r>
            <w:r w:rsidR="00732EED">
              <w:rPr>
                <w:webHidden/>
              </w:rPr>
              <w:t>27</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1" w:history="1">
            <w:r w:rsidRPr="00AA3835">
              <w:rPr>
                <w:rStyle w:val="Hyperlink"/>
              </w:rPr>
              <w:t>7-Effort and Joy: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Toc496784681 \h</w:instrText>
            </w:r>
            <w:r>
              <w:rPr>
                <w:webHidden/>
                <w:rtl/>
              </w:rPr>
              <w:instrText xml:space="preserve"> </w:instrText>
            </w:r>
            <w:r>
              <w:rPr>
                <w:webHidden/>
                <w:rtl/>
              </w:rPr>
            </w:r>
            <w:r>
              <w:rPr>
                <w:webHidden/>
                <w:rtl/>
              </w:rPr>
              <w:fldChar w:fldCharType="separate"/>
            </w:r>
            <w:r w:rsidR="00732EED">
              <w:rPr>
                <w:webHidden/>
              </w:rPr>
              <w:t>28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2" w:history="1">
            <w:r w:rsidRPr="00AA3835">
              <w:rPr>
                <w:rStyle w:val="Hyperlink"/>
              </w:rPr>
              <w:t>8-Organization: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Toc496784682 \h</w:instrText>
            </w:r>
            <w:r>
              <w:rPr>
                <w:webHidden/>
                <w:rtl/>
              </w:rPr>
              <w:instrText xml:space="preserve"> </w:instrText>
            </w:r>
            <w:r>
              <w:rPr>
                <w:webHidden/>
                <w:rtl/>
              </w:rPr>
            </w:r>
            <w:r>
              <w:rPr>
                <w:webHidden/>
                <w:rtl/>
              </w:rPr>
              <w:fldChar w:fldCharType="separate"/>
            </w:r>
            <w:r w:rsidR="00732EED">
              <w:rPr>
                <w:webHidden/>
              </w:rPr>
              <w:t>28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3" w:history="1">
            <w:r w:rsidRPr="00AA3835">
              <w:rPr>
                <w:rStyle w:val="Hyperlink"/>
              </w:rPr>
              <w:t>9-Reform: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Toc496784683 \h</w:instrText>
            </w:r>
            <w:r>
              <w:rPr>
                <w:webHidden/>
                <w:rtl/>
              </w:rPr>
              <w:instrText xml:space="preserve"> </w:instrText>
            </w:r>
            <w:r>
              <w:rPr>
                <w:webHidden/>
                <w:rtl/>
              </w:rPr>
            </w:r>
            <w:r>
              <w:rPr>
                <w:webHidden/>
                <w:rtl/>
              </w:rPr>
              <w:fldChar w:fldCharType="separate"/>
            </w:r>
            <w:r w:rsidR="00732EED">
              <w:rPr>
                <w:webHidden/>
              </w:rPr>
              <w:t>28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4" w:history="1">
            <w:r w:rsidRPr="00AA3835">
              <w:rPr>
                <w:rStyle w:val="Hyperlink"/>
              </w:rPr>
              <w:t>10-Cleanliness: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Toc496784684 \h</w:instrText>
            </w:r>
            <w:r>
              <w:rPr>
                <w:webHidden/>
                <w:rtl/>
              </w:rPr>
              <w:instrText xml:space="preserve"> </w:instrText>
            </w:r>
            <w:r>
              <w:rPr>
                <w:webHidden/>
                <w:rtl/>
              </w:rPr>
            </w:r>
            <w:r>
              <w:rPr>
                <w:webHidden/>
                <w:rtl/>
              </w:rPr>
              <w:fldChar w:fldCharType="separate"/>
            </w:r>
            <w:r w:rsidR="00732EED">
              <w:rPr>
                <w:webHidden/>
              </w:rPr>
              <w:t>28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5" w:history="1">
            <w:r w:rsidRPr="00AA3835">
              <w:rPr>
                <w:rStyle w:val="Hyperlink"/>
              </w:rPr>
              <w:t>11- Moderation: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Toc496784685 \h</w:instrText>
            </w:r>
            <w:r>
              <w:rPr>
                <w:webHidden/>
                <w:rtl/>
              </w:rPr>
              <w:instrText xml:space="preserve"> </w:instrText>
            </w:r>
            <w:r>
              <w:rPr>
                <w:webHidden/>
                <w:rtl/>
              </w:rPr>
            </w:r>
            <w:r>
              <w:rPr>
                <w:webHidden/>
                <w:rtl/>
              </w:rPr>
              <w:fldChar w:fldCharType="separate"/>
            </w:r>
            <w:r w:rsidR="00732EED">
              <w:rPr>
                <w:webHidden/>
              </w:rPr>
              <w:t>28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6" w:history="1">
            <w:r w:rsidRPr="00AA3835">
              <w:rPr>
                <w:rStyle w:val="Hyperlink"/>
              </w:rPr>
              <w:t>12-Justice: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Toc496784686 \h</w:instrText>
            </w:r>
            <w:r>
              <w:rPr>
                <w:webHidden/>
                <w:rtl/>
              </w:rPr>
              <w:instrText xml:space="preserve"> </w:instrText>
            </w:r>
            <w:r>
              <w:rPr>
                <w:webHidden/>
                <w:rtl/>
              </w:rPr>
            </w:r>
            <w:r>
              <w:rPr>
                <w:webHidden/>
                <w:rtl/>
              </w:rPr>
              <w:fldChar w:fldCharType="separate"/>
            </w:r>
            <w:r w:rsidR="00732EED">
              <w:rPr>
                <w:webHidden/>
              </w:rPr>
              <w:t>29</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7" w:history="1">
            <w:r w:rsidRPr="00AA3835">
              <w:rPr>
                <w:rStyle w:val="Hyperlink"/>
              </w:rPr>
              <w:t>13-Prudence: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Toc496784687 \h</w:instrText>
            </w:r>
            <w:r>
              <w:rPr>
                <w:webHidden/>
                <w:rtl/>
              </w:rPr>
              <w:instrText xml:space="preserve"> </w:instrText>
            </w:r>
            <w:r>
              <w:rPr>
                <w:webHidden/>
                <w:rtl/>
              </w:rPr>
            </w:r>
            <w:r>
              <w:rPr>
                <w:webHidden/>
                <w:rtl/>
              </w:rPr>
              <w:fldChar w:fldCharType="separate"/>
            </w:r>
            <w:r w:rsidR="00732EED">
              <w:rPr>
                <w:webHidden/>
              </w:rPr>
              <w:t>29</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8" w:history="1">
            <w:r w:rsidRPr="00AA3835">
              <w:rPr>
                <w:rStyle w:val="Hyperlink"/>
              </w:rPr>
              <w:t>14-Affability and Amiable Conduct: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Toc496784688 \h</w:instrText>
            </w:r>
            <w:r>
              <w:rPr>
                <w:webHidden/>
                <w:rtl/>
              </w:rPr>
              <w:instrText xml:space="preserve"> </w:instrText>
            </w:r>
            <w:r>
              <w:rPr>
                <w:webHidden/>
                <w:rtl/>
              </w:rPr>
            </w:r>
            <w:r>
              <w:rPr>
                <w:webHidden/>
                <w:rtl/>
              </w:rPr>
              <w:fldChar w:fldCharType="separate"/>
            </w:r>
            <w:r w:rsidR="00732EED">
              <w:rPr>
                <w:webHidden/>
              </w:rPr>
              <w:t>29</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89" w:history="1">
            <w:r w:rsidRPr="00AA3835">
              <w:rPr>
                <w:rStyle w:val="Hyperlink"/>
              </w:rPr>
              <w:t>15-Piety: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Toc496784689 \h</w:instrText>
            </w:r>
            <w:r>
              <w:rPr>
                <w:webHidden/>
                <w:rtl/>
              </w:rPr>
              <w:instrText xml:space="preserve"> </w:instrText>
            </w:r>
            <w:r>
              <w:rPr>
                <w:webHidden/>
                <w:rtl/>
              </w:rPr>
            </w:r>
            <w:r>
              <w:rPr>
                <w:webHidden/>
                <w:rtl/>
              </w:rPr>
              <w:fldChar w:fldCharType="separate"/>
            </w:r>
            <w:r w:rsidR="00732EED">
              <w:rPr>
                <w:webHidden/>
              </w:rPr>
              <w:t>29</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90" w:history="1">
            <w:r w:rsidRPr="00AA3835">
              <w:rPr>
                <w:rStyle w:val="Hyperlink"/>
              </w:rPr>
              <w:t>16-Knowledge: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Toc496784690 \h</w:instrText>
            </w:r>
            <w:r>
              <w:rPr>
                <w:webHidden/>
                <w:rtl/>
              </w:rPr>
              <w:instrText xml:space="preserve"> </w:instrText>
            </w:r>
            <w:r>
              <w:rPr>
                <w:webHidden/>
                <w:rtl/>
              </w:rPr>
            </w:r>
            <w:r>
              <w:rPr>
                <w:webHidden/>
                <w:rtl/>
              </w:rPr>
              <w:fldChar w:fldCharType="separate"/>
            </w:r>
            <w:r w:rsidR="00732EED">
              <w:rPr>
                <w:webHidden/>
              </w:rPr>
              <w:t>29</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91" w:history="1">
            <w:r w:rsidRPr="00AA3835">
              <w:rPr>
                <w:rStyle w:val="Hyperlink"/>
              </w:rPr>
              <w:t>17-Fondness and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Toc496784691 \h</w:instrText>
            </w:r>
            <w:r>
              <w:rPr>
                <w:webHidden/>
                <w:rtl/>
              </w:rPr>
              <w:instrText xml:space="preserve"> </w:instrText>
            </w:r>
            <w:r>
              <w:rPr>
                <w:webHidden/>
                <w:rtl/>
              </w:rPr>
            </w:r>
            <w:r>
              <w:rPr>
                <w:webHidden/>
                <w:rtl/>
              </w:rPr>
              <w:fldChar w:fldCharType="separate"/>
            </w:r>
            <w:r w:rsidR="00732EED">
              <w:rPr>
                <w:webHidden/>
              </w:rPr>
              <w:t>29</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92" w:history="1">
            <w:r w:rsidRPr="00AA3835">
              <w:rPr>
                <w:rStyle w:val="Hyperlink"/>
              </w:rPr>
              <w:t>18-High-mindedness: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Toc496784692 \h</w:instrText>
            </w:r>
            <w:r>
              <w:rPr>
                <w:webHidden/>
                <w:rtl/>
              </w:rPr>
              <w:instrText xml:space="preserve"> </w:instrText>
            </w:r>
            <w:r>
              <w:rPr>
                <w:webHidden/>
                <w:rtl/>
              </w:rPr>
            </w:r>
            <w:r>
              <w:rPr>
                <w:webHidden/>
                <w:rtl/>
              </w:rPr>
              <w:fldChar w:fldCharType="separate"/>
            </w:r>
            <w:r w:rsidR="00732EED">
              <w:rPr>
                <w:webHidden/>
              </w:rPr>
              <w:t>30</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93" w:history="1">
            <w:r w:rsidRPr="00AA3835">
              <w:rPr>
                <w:rStyle w:val="Hyperlink"/>
              </w:rPr>
              <w:t>19-Perseverance: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Toc496784693 \h</w:instrText>
            </w:r>
            <w:r>
              <w:rPr>
                <w:webHidden/>
                <w:rtl/>
              </w:rPr>
              <w:instrText xml:space="preserve"> </w:instrText>
            </w:r>
            <w:r>
              <w:rPr>
                <w:webHidden/>
                <w:rtl/>
              </w:rPr>
            </w:r>
            <w:r>
              <w:rPr>
                <w:webHidden/>
                <w:rtl/>
              </w:rPr>
              <w:fldChar w:fldCharType="separate"/>
            </w:r>
            <w:r w:rsidR="00732EED">
              <w:rPr>
                <w:webHidden/>
              </w:rPr>
              <w:t>30</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94" w:history="1">
            <w:r w:rsidRPr="00AA3835">
              <w:rPr>
                <w:rStyle w:val="Hyperlink"/>
              </w:rPr>
              <w:t>20-Adherence to the Highest Standards in the Treatment of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Toc496784694 \h</w:instrText>
            </w:r>
            <w:r>
              <w:rPr>
                <w:webHidden/>
                <w:rtl/>
              </w:rPr>
              <w:instrText xml:space="preserve"> </w:instrText>
            </w:r>
            <w:r>
              <w:rPr>
                <w:webHidden/>
                <w:rtl/>
              </w:rPr>
            </w:r>
            <w:r>
              <w:rPr>
                <w:webHidden/>
                <w:rtl/>
              </w:rPr>
              <w:fldChar w:fldCharType="separate"/>
            </w:r>
            <w:r w:rsidR="00732EED">
              <w:rPr>
                <w:webHidden/>
              </w:rPr>
              <w:t>30</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95" w:history="1">
            <w:r w:rsidRPr="00AA3835">
              <w:rPr>
                <w:rStyle w:val="Hyperlink"/>
              </w:rPr>
              <w:t>4-AN ISLAMIC LIFE-STYLE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Toc496784695 \h</w:instrText>
            </w:r>
            <w:r>
              <w:rPr>
                <w:webHidden/>
                <w:rtl/>
              </w:rPr>
              <w:instrText xml:space="preserve"> </w:instrText>
            </w:r>
            <w:r>
              <w:rPr>
                <w:webHidden/>
                <w:rtl/>
              </w:rPr>
            </w:r>
            <w:r>
              <w:rPr>
                <w:webHidden/>
                <w:rtl/>
              </w:rPr>
              <w:fldChar w:fldCharType="separate"/>
            </w:r>
            <w:r w:rsidR="00732EED">
              <w:rPr>
                <w:webHidden/>
              </w:rPr>
              <w:t>31</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96" w:history="1">
            <w:r w:rsidRPr="00AA3835">
              <w:rPr>
                <w:rStyle w:val="Hyperlink"/>
              </w:rPr>
              <w:t>5-WHAT IS FORBIDDEN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Toc496784696 \h</w:instrText>
            </w:r>
            <w:r>
              <w:rPr>
                <w:webHidden/>
                <w:rtl/>
              </w:rPr>
              <w:instrText xml:space="preserve"> </w:instrText>
            </w:r>
            <w:r>
              <w:rPr>
                <w:webHidden/>
                <w:rtl/>
              </w:rPr>
            </w:r>
            <w:r>
              <w:rPr>
                <w:webHidden/>
                <w:rtl/>
              </w:rPr>
              <w:fldChar w:fldCharType="separate"/>
            </w:r>
            <w:r w:rsidR="00732EED">
              <w:rPr>
                <w:webHidden/>
              </w:rPr>
              <w:t>34</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697" w:history="1">
            <w:r w:rsidRPr="00AA3835">
              <w:rPr>
                <w:rStyle w:val="Hyperlink"/>
              </w:rPr>
              <w:t>6-ISLAMIC ACTS OF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Toc496784697 \h</w:instrText>
            </w:r>
            <w:r>
              <w:rPr>
                <w:webHidden/>
                <w:rtl/>
              </w:rPr>
              <w:instrText xml:space="preserve"> </w:instrText>
            </w:r>
            <w:r>
              <w:rPr>
                <w:webHidden/>
                <w:rtl/>
              </w:rPr>
            </w:r>
            <w:r>
              <w:rPr>
                <w:webHidden/>
                <w:rtl/>
              </w:rPr>
              <w:fldChar w:fldCharType="separate"/>
            </w:r>
            <w:r w:rsidR="00732EED">
              <w:rPr>
                <w:webHidden/>
              </w:rPr>
              <w:t>37</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98" w:history="1">
            <w:r w:rsidRPr="00AA3835">
              <w:rPr>
                <w:rStyle w:val="Hyperlink"/>
              </w:rPr>
              <w:t>PRAYING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Toc496784698 \h</w:instrText>
            </w:r>
            <w:r>
              <w:rPr>
                <w:webHidden/>
                <w:rtl/>
              </w:rPr>
              <w:instrText xml:space="preserve"> </w:instrText>
            </w:r>
            <w:r>
              <w:rPr>
                <w:webHidden/>
                <w:rtl/>
              </w:rPr>
            </w:r>
            <w:r>
              <w:rPr>
                <w:webHidden/>
                <w:rtl/>
              </w:rPr>
              <w:fldChar w:fldCharType="separate"/>
            </w:r>
            <w:r w:rsidR="00732EED">
              <w:rPr>
                <w:webHidden/>
              </w:rPr>
              <w:t>37</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699" w:history="1">
            <w:r w:rsidRPr="00AA3835">
              <w:rPr>
                <w:rStyle w:val="Hyperlink"/>
              </w:rPr>
              <w:t>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Toc496784699 \h</w:instrText>
            </w:r>
            <w:r>
              <w:rPr>
                <w:webHidden/>
                <w:rtl/>
              </w:rPr>
              <w:instrText xml:space="preserve"> </w:instrText>
            </w:r>
            <w:r>
              <w:rPr>
                <w:webHidden/>
                <w:rtl/>
              </w:rPr>
            </w:r>
            <w:r>
              <w:rPr>
                <w:webHidden/>
                <w:rtl/>
              </w:rPr>
              <w:fldChar w:fldCharType="separate"/>
            </w:r>
            <w:r w:rsidR="00732EED">
              <w:rPr>
                <w:webHidden/>
              </w:rPr>
              <w:t>39</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00" w:history="1">
            <w:r w:rsidRPr="00AA3835">
              <w:rPr>
                <w:rStyle w:val="Hyperlink"/>
              </w:rPr>
              <w:t>KHUMS and ZAKAT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Toc496784700 \h</w:instrText>
            </w:r>
            <w:r>
              <w:rPr>
                <w:webHidden/>
                <w:rtl/>
              </w:rPr>
              <w:instrText xml:space="preserve"> </w:instrText>
            </w:r>
            <w:r>
              <w:rPr>
                <w:webHidden/>
                <w:rtl/>
              </w:rPr>
            </w:r>
            <w:r>
              <w:rPr>
                <w:webHidden/>
                <w:rtl/>
              </w:rPr>
              <w:fldChar w:fldCharType="separate"/>
            </w:r>
            <w:r w:rsidR="00732EED">
              <w:rPr>
                <w:webHidden/>
              </w:rPr>
              <w:t>40</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01" w:history="1">
            <w:r w:rsidRPr="00AA3835">
              <w:rPr>
                <w:rStyle w:val="Hyperlink"/>
              </w:rPr>
              <w:t>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Toc496784701 \h</w:instrText>
            </w:r>
            <w:r>
              <w:rPr>
                <w:webHidden/>
                <w:rtl/>
              </w:rPr>
              <w:instrText xml:space="preserve"> </w:instrText>
            </w:r>
            <w:r>
              <w:rPr>
                <w:webHidden/>
                <w:rtl/>
              </w:rPr>
            </w:r>
            <w:r>
              <w:rPr>
                <w:webHidden/>
                <w:rtl/>
              </w:rPr>
              <w:fldChar w:fldCharType="separate"/>
            </w:r>
            <w:r w:rsidR="00732EED">
              <w:rPr>
                <w:webHidden/>
              </w:rPr>
              <w:t>42</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02" w:history="1">
            <w:r w:rsidRPr="00AA3835">
              <w:rPr>
                <w:rStyle w:val="Hyperlink"/>
              </w:rPr>
              <w:t>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Toc496784702 \h</w:instrText>
            </w:r>
            <w:r>
              <w:rPr>
                <w:webHidden/>
                <w:rtl/>
              </w:rPr>
              <w:instrText xml:space="preserve"> </w:instrText>
            </w:r>
            <w:r>
              <w:rPr>
                <w:webHidden/>
                <w:rtl/>
              </w:rPr>
            </w:r>
            <w:r>
              <w:rPr>
                <w:webHidden/>
                <w:rtl/>
              </w:rPr>
              <w:fldChar w:fldCharType="separate"/>
            </w:r>
            <w:r w:rsidR="00732EED">
              <w:rPr>
                <w:webHidden/>
              </w:rPr>
              <w:t>43</w:t>
            </w:r>
            <w:r>
              <w:rPr>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703" w:history="1">
            <w:r w:rsidRPr="00AA3835">
              <w:rPr>
                <w:rStyle w:val="Hyperlink"/>
                <w:noProof/>
              </w:rPr>
              <w:t>2-Economic Benefits: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Toc496784703 \h</w:instrText>
            </w:r>
            <w:r>
              <w:rPr>
                <w:noProof/>
                <w:webHidden/>
                <w:rtl/>
              </w:rPr>
              <w:instrText xml:space="preserve"> </w:instrText>
            </w:r>
            <w:r>
              <w:rPr>
                <w:noProof/>
                <w:webHidden/>
                <w:rtl/>
              </w:rPr>
            </w:r>
            <w:r>
              <w:rPr>
                <w:noProof/>
                <w:webHidden/>
                <w:rtl/>
              </w:rPr>
              <w:fldChar w:fldCharType="separate"/>
            </w:r>
            <w:r w:rsidR="00732EED">
              <w:rPr>
                <w:noProof/>
                <w:webHidden/>
              </w:rPr>
              <w:t>45</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704" w:history="1">
            <w:r w:rsidRPr="00AA3835">
              <w:rPr>
                <w:rStyle w:val="Hyperlink"/>
                <w:noProof/>
              </w:rPr>
              <w:t>3-Psychological Benefits: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Toc496784704 \h</w:instrText>
            </w:r>
            <w:r>
              <w:rPr>
                <w:noProof/>
                <w:webHidden/>
                <w:rtl/>
              </w:rPr>
              <w:instrText xml:space="preserve"> </w:instrText>
            </w:r>
            <w:r>
              <w:rPr>
                <w:noProof/>
                <w:webHidden/>
                <w:rtl/>
              </w:rPr>
            </w:r>
            <w:r>
              <w:rPr>
                <w:noProof/>
                <w:webHidden/>
                <w:rtl/>
              </w:rPr>
              <w:fldChar w:fldCharType="separate"/>
            </w:r>
            <w:r w:rsidR="00732EED">
              <w:rPr>
                <w:noProof/>
                <w:webHidden/>
              </w:rPr>
              <w:t>45</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705" w:history="1">
            <w:r w:rsidRPr="00AA3835">
              <w:rPr>
                <w:rStyle w:val="Hyperlink"/>
                <w:noProof/>
              </w:rPr>
              <w:t>4-Social benefits: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Toc496784705 \h</w:instrText>
            </w:r>
            <w:r>
              <w:rPr>
                <w:noProof/>
                <w:webHidden/>
                <w:rtl/>
              </w:rPr>
              <w:instrText xml:space="preserve"> </w:instrText>
            </w:r>
            <w:r>
              <w:rPr>
                <w:noProof/>
                <w:webHidden/>
                <w:rtl/>
              </w:rPr>
            </w:r>
            <w:r>
              <w:rPr>
                <w:noProof/>
                <w:webHidden/>
                <w:rtl/>
              </w:rPr>
              <w:fldChar w:fldCharType="separate"/>
            </w:r>
            <w:r w:rsidR="00732EED">
              <w:rPr>
                <w:noProof/>
                <w:webHidden/>
              </w:rPr>
              <w:t>45</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706" w:history="1">
            <w:r w:rsidRPr="00AA3835">
              <w:rPr>
                <w:rStyle w:val="Hyperlink"/>
                <w:noProof/>
              </w:rPr>
              <w:t>5-Spiritual benefits: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Toc496784706 \h</w:instrText>
            </w:r>
            <w:r>
              <w:rPr>
                <w:noProof/>
                <w:webHidden/>
                <w:rtl/>
              </w:rPr>
              <w:instrText xml:space="preserve"> </w:instrText>
            </w:r>
            <w:r>
              <w:rPr>
                <w:noProof/>
                <w:webHidden/>
                <w:rtl/>
              </w:rPr>
            </w:r>
            <w:r>
              <w:rPr>
                <w:noProof/>
                <w:webHidden/>
                <w:rtl/>
              </w:rPr>
              <w:fldChar w:fldCharType="separate"/>
            </w:r>
            <w:r w:rsidR="00732EED">
              <w:rPr>
                <w:noProof/>
                <w:webHidden/>
              </w:rPr>
              <w:t>45</w:t>
            </w:r>
            <w:r>
              <w:rPr>
                <w:noProof/>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07" w:history="1">
            <w:r w:rsidRPr="00AA3835">
              <w:rPr>
                <w:rStyle w:val="Hyperlink"/>
              </w:rPr>
              <w:t>7- SOME ASPECTS OF THE SHARI‘A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Toc496784707 \h</w:instrText>
            </w:r>
            <w:r>
              <w:rPr>
                <w:webHidden/>
                <w:rtl/>
              </w:rPr>
              <w:instrText xml:space="preserve"> </w:instrText>
            </w:r>
            <w:r>
              <w:rPr>
                <w:webHidden/>
                <w:rtl/>
              </w:rPr>
            </w:r>
            <w:r>
              <w:rPr>
                <w:webHidden/>
                <w:rtl/>
              </w:rPr>
              <w:fldChar w:fldCharType="separate"/>
            </w:r>
            <w:r w:rsidR="00732EED">
              <w:rPr>
                <w:webHidden/>
              </w:rPr>
              <w:t>46</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08" w:history="1">
            <w:r w:rsidRPr="00AA3835">
              <w:rPr>
                <w:rStyle w:val="Hyperlink"/>
              </w:rPr>
              <w:t>PURIFICATION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Toc496784708 \h</w:instrText>
            </w:r>
            <w:r>
              <w:rPr>
                <w:webHidden/>
                <w:rtl/>
              </w:rPr>
              <w:instrText xml:space="preserve"> </w:instrText>
            </w:r>
            <w:r>
              <w:rPr>
                <w:webHidden/>
                <w:rtl/>
              </w:rPr>
            </w:r>
            <w:r>
              <w:rPr>
                <w:webHidden/>
                <w:rtl/>
              </w:rPr>
              <w:fldChar w:fldCharType="separate"/>
            </w:r>
            <w:r w:rsidR="00732EED">
              <w:rPr>
                <w:webHidden/>
              </w:rPr>
              <w:t>46</w:t>
            </w:r>
            <w:r>
              <w:rPr>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709" w:history="1">
            <w:r w:rsidRPr="00AA3835">
              <w:rPr>
                <w:rStyle w:val="Hyperlink"/>
                <w:noProof/>
              </w:rPr>
              <w:t>ABLUTIONS (WUDU’)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Toc496784709 \h</w:instrText>
            </w:r>
            <w:r>
              <w:rPr>
                <w:noProof/>
                <w:webHidden/>
                <w:rtl/>
              </w:rPr>
              <w:instrText xml:space="preserve"> </w:instrText>
            </w:r>
            <w:r>
              <w:rPr>
                <w:noProof/>
                <w:webHidden/>
                <w:rtl/>
              </w:rPr>
            </w:r>
            <w:r>
              <w:rPr>
                <w:noProof/>
                <w:webHidden/>
                <w:rtl/>
              </w:rPr>
              <w:fldChar w:fldCharType="separate"/>
            </w:r>
            <w:r w:rsidR="00732EED">
              <w:rPr>
                <w:noProof/>
                <w:webHidden/>
              </w:rPr>
              <w:t>46</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710" w:history="1">
            <w:r w:rsidRPr="00AA3835">
              <w:rPr>
                <w:rStyle w:val="Hyperlink"/>
                <w:noProof/>
              </w:rPr>
              <w:t>COMPLETE WASH (GHUSL)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Toc496784710 \h</w:instrText>
            </w:r>
            <w:r>
              <w:rPr>
                <w:noProof/>
                <w:webHidden/>
                <w:rtl/>
              </w:rPr>
              <w:instrText xml:space="preserve"> </w:instrText>
            </w:r>
            <w:r>
              <w:rPr>
                <w:noProof/>
                <w:webHidden/>
                <w:rtl/>
              </w:rPr>
            </w:r>
            <w:r>
              <w:rPr>
                <w:noProof/>
                <w:webHidden/>
                <w:rtl/>
              </w:rPr>
              <w:fldChar w:fldCharType="separate"/>
            </w:r>
            <w:r w:rsidR="00732EED">
              <w:rPr>
                <w:noProof/>
                <w:webHidden/>
              </w:rPr>
              <w:t>47</w:t>
            </w:r>
            <w:r>
              <w:rPr>
                <w:noProof/>
                <w:webHidden/>
                <w:rtl/>
              </w:rPr>
              <w:fldChar w:fldCharType="end"/>
            </w:r>
          </w:hyperlink>
        </w:p>
        <w:p w:rsidR="003B5F2E" w:rsidRDefault="003B5F2E" w:rsidP="003B5F2E">
          <w:pPr>
            <w:pStyle w:val="TOC3"/>
            <w:rPr>
              <w:rFonts w:asciiTheme="minorHAnsi" w:eastAsiaTheme="minorEastAsia" w:hAnsiTheme="minorHAnsi" w:cstheme="minorBidi"/>
              <w:noProof/>
              <w:color w:val="auto"/>
              <w:sz w:val="22"/>
              <w:szCs w:val="22"/>
              <w:rtl/>
            </w:rPr>
          </w:pPr>
          <w:hyperlink w:anchor="_Toc496784711" w:history="1">
            <w:r w:rsidRPr="00AA3835">
              <w:rPr>
                <w:rStyle w:val="Hyperlink"/>
                <w:noProof/>
              </w:rPr>
              <w:t>TAYAMMUM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Toc496784711 \h</w:instrText>
            </w:r>
            <w:r>
              <w:rPr>
                <w:noProof/>
                <w:webHidden/>
                <w:rtl/>
              </w:rPr>
              <w:instrText xml:space="preserve"> </w:instrText>
            </w:r>
            <w:r>
              <w:rPr>
                <w:noProof/>
                <w:webHidden/>
                <w:rtl/>
              </w:rPr>
            </w:r>
            <w:r>
              <w:rPr>
                <w:noProof/>
                <w:webHidden/>
                <w:rtl/>
              </w:rPr>
              <w:fldChar w:fldCharType="separate"/>
            </w:r>
            <w:r w:rsidR="00732EED">
              <w:rPr>
                <w:noProof/>
                <w:webHidden/>
              </w:rPr>
              <w:t>47</w:t>
            </w:r>
            <w:r>
              <w:rPr>
                <w:noProof/>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2" w:history="1">
            <w:r w:rsidRPr="00AA3835">
              <w:rPr>
                <w:rStyle w:val="Hyperlink"/>
              </w:rPr>
              <w:t>PLACES for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Toc496784712 \h</w:instrText>
            </w:r>
            <w:r>
              <w:rPr>
                <w:webHidden/>
                <w:rtl/>
              </w:rPr>
              <w:instrText xml:space="preserve"> </w:instrText>
            </w:r>
            <w:r>
              <w:rPr>
                <w:webHidden/>
                <w:rtl/>
              </w:rPr>
            </w:r>
            <w:r>
              <w:rPr>
                <w:webHidden/>
                <w:rtl/>
              </w:rPr>
              <w:fldChar w:fldCharType="separate"/>
            </w:r>
            <w:r w:rsidR="00732EED">
              <w:rPr>
                <w:webHidden/>
              </w:rPr>
              <w:t>48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3" w:history="1">
            <w:r w:rsidRPr="00AA3835">
              <w:rPr>
                <w:rStyle w:val="Hyperlink"/>
              </w:rPr>
              <w:t>HOLY SHRINES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Toc496784713 \h</w:instrText>
            </w:r>
            <w:r>
              <w:rPr>
                <w:webHidden/>
                <w:rtl/>
              </w:rPr>
              <w:instrText xml:space="preserve"> </w:instrText>
            </w:r>
            <w:r>
              <w:rPr>
                <w:webHidden/>
                <w:rtl/>
              </w:rPr>
            </w:r>
            <w:r>
              <w:rPr>
                <w:webHidden/>
                <w:rtl/>
              </w:rPr>
              <w:fldChar w:fldCharType="separate"/>
            </w:r>
            <w:r w:rsidR="00732EED">
              <w:rPr>
                <w:webHidden/>
              </w:rPr>
              <w:t>48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4" w:history="1">
            <w:r w:rsidRPr="00AA3835">
              <w:rPr>
                <w:rStyle w:val="Hyperlink"/>
              </w:rPr>
              <w:t>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Toc496784714 \h</w:instrText>
            </w:r>
            <w:r>
              <w:rPr>
                <w:webHidden/>
                <w:rtl/>
              </w:rPr>
              <w:instrText xml:space="preserve"> </w:instrText>
            </w:r>
            <w:r>
              <w:rPr>
                <w:webHidden/>
                <w:rtl/>
              </w:rPr>
            </w:r>
            <w:r>
              <w:rPr>
                <w:webHidden/>
                <w:rtl/>
              </w:rPr>
              <w:fldChar w:fldCharType="separate"/>
            </w:r>
            <w:r w:rsidR="00732EED">
              <w:rPr>
                <w:webHidden/>
              </w:rPr>
              <w:t>50</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5" w:history="1">
            <w:r w:rsidRPr="00AA3835">
              <w:rPr>
                <w:rStyle w:val="Hyperlink"/>
              </w:rPr>
              <w:t>CONGREGATIONAL PRAYER (SALAT AL-JAMA’A)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Toc496784715 \h</w:instrText>
            </w:r>
            <w:r>
              <w:rPr>
                <w:webHidden/>
                <w:rtl/>
              </w:rPr>
              <w:instrText xml:space="preserve"> </w:instrText>
            </w:r>
            <w:r>
              <w:rPr>
                <w:webHidden/>
                <w:rtl/>
              </w:rPr>
            </w:r>
            <w:r>
              <w:rPr>
                <w:webHidden/>
                <w:rtl/>
              </w:rPr>
              <w:fldChar w:fldCharType="separate"/>
            </w:r>
            <w:r w:rsidR="00732EED">
              <w:rPr>
                <w:webHidden/>
              </w:rPr>
              <w:t>51</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6" w:history="1">
            <w:r w:rsidRPr="00AA3835">
              <w:rPr>
                <w:rStyle w:val="Hyperlink"/>
              </w:rPr>
              <w:t>ENJOINING WHAT IS GOOD and FORBIDDING WHAT IS REPREHENSIBLE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Toc496784716 \h</w:instrText>
            </w:r>
            <w:r>
              <w:rPr>
                <w:webHidden/>
                <w:rtl/>
              </w:rPr>
              <w:instrText xml:space="preserve"> </w:instrText>
            </w:r>
            <w:r>
              <w:rPr>
                <w:webHidden/>
                <w:rtl/>
              </w:rPr>
            </w:r>
            <w:r>
              <w:rPr>
                <w:webHidden/>
                <w:rtl/>
              </w:rPr>
              <w:fldChar w:fldCharType="separate"/>
            </w:r>
            <w:r w:rsidR="00732EED">
              <w:rPr>
                <w:webHidden/>
              </w:rPr>
              <w:t>52</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7" w:history="1">
            <w:r w:rsidRPr="00AA3835">
              <w:rPr>
                <w:rStyle w:val="Hyperlink"/>
              </w:rPr>
              <w:t>I‘TIKAF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Toc496784717 \h</w:instrText>
            </w:r>
            <w:r>
              <w:rPr>
                <w:webHidden/>
                <w:rtl/>
              </w:rPr>
              <w:instrText xml:space="preserve"> </w:instrText>
            </w:r>
            <w:r>
              <w:rPr>
                <w:webHidden/>
                <w:rtl/>
              </w:rPr>
            </w:r>
            <w:r>
              <w:rPr>
                <w:webHidden/>
                <w:rtl/>
              </w:rPr>
              <w:fldChar w:fldCharType="separate"/>
            </w:r>
            <w:r w:rsidR="00732EED">
              <w:rPr>
                <w:webHidden/>
              </w:rPr>
              <w:t>53</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8" w:history="1">
            <w:r w:rsidRPr="00AA3835">
              <w:rPr>
                <w:rStyle w:val="Hyperlink"/>
              </w:rPr>
              <w:t>PROPAGATING GOOD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Toc496784718 \h</w:instrText>
            </w:r>
            <w:r>
              <w:rPr>
                <w:webHidden/>
                <w:rtl/>
              </w:rPr>
              <w:instrText xml:space="preserve"> </w:instrText>
            </w:r>
            <w:r>
              <w:rPr>
                <w:webHidden/>
                <w:rtl/>
              </w:rPr>
            </w:r>
            <w:r>
              <w:rPr>
                <w:webHidden/>
                <w:rtl/>
              </w:rPr>
              <w:fldChar w:fldCharType="separate"/>
            </w:r>
            <w:r w:rsidR="00732EED">
              <w:rPr>
                <w:webHidden/>
              </w:rPr>
              <w:t>54</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19" w:history="1">
            <w:r w:rsidRPr="00AA3835">
              <w:rPr>
                <w:rStyle w:val="Hyperlink"/>
              </w:rPr>
              <w:t>COMMEMORATIONS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Toc496784719 \h</w:instrText>
            </w:r>
            <w:r>
              <w:rPr>
                <w:webHidden/>
                <w:rtl/>
              </w:rPr>
              <w:instrText xml:space="preserve"> </w:instrText>
            </w:r>
            <w:r>
              <w:rPr>
                <w:webHidden/>
                <w:rtl/>
              </w:rPr>
            </w:r>
            <w:r>
              <w:rPr>
                <w:webHidden/>
                <w:rtl/>
              </w:rPr>
              <w:fldChar w:fldCharType="separate"/>
            </w:r>
            <w:r w:rsidR="00732EED">
              <w:rPr>
                <w:webHidden/>
              </w:rPr>
              <w:t>54</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20" w:history="1">
            <w:r w:rsidRPr="00AA3835">
              <w:rPr>
                <w:rStyle w:val="Hyperlink"/>
              </w:rPr>
              <w:t>TAWALLI and TABARRI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Toc496784720 \h</w:instrText>
            </w:r>
            <w:r>
              <w:rPr>
                <w:webHidden/>
                <w:rtl/>
              </w:rPr>
              <w:instrText xml:space="preserve"> </w:instrText>
            </w:r>
            <w:r>
              <w:rPr>
                <w:webHidden/>
                <w:rtl/>
              </w:rPr>
            </w:r>
            <w:r>
              <w:rPr>
                <w:webHidden/>
                <w:rtl/>
              </w:rPr>
              <w:fldChar w:fldCharType="separate"/>
            </w:r>
            <w:r w:rsidR="00732EED">
              <w:rPr>
                <w:webHidden/>
              </w:rPr>
              <w:t>56</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21" w:history="1">
            <w:r w:rsidRPr="00AA3835">
              <w:rPr>
                <w:rStyle w:val="Hyperlink"/>
              </w:rPr>
              <w:t>8-Freedom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Toc496784721 \h</w:instrText>
            </w:r>
            <w:r>
              <w:rPr>
                <w:webHidden/>
                <w:rtl/>
              </w:rPr>
              <w:instrText xml:space="preserve"> </w:instrText>
            </w:r>
            <w:r>
              <w:rPr>
                <w:webHidden/>
                <w:rtl/>
              </w:rPr>
            </w:r>
            <w:r>
              <w:rPr>
                <w:webHidden/>
                <w:rtl/>
              </w:rPr>
              <w:fldChar w:fldCharType="separate"/>
            </w:r>
            <w:r w:rsidR="00732EED">
              <w:rPr>
                <w:webHidden/>
              </w:rPr>
              <w:t>58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22" w:history="1">
            <w:r w:rsidRPr="00AA3835">
              <w:rPr>
                <w:rStyle w:val="Hyperlink"/>
              </w:rPr>
              <w:t>THE LIMITS TO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Toc496784722 \h</w:instrText>
            </w:r>
            <w:r>
              <w:rPr>
                <w:webHidden/>
                <w:rtl/>
              </w:rPr>
              <w:instrText xml:space="preserve"> </w:instrText>
            </w:r>
            <w:r>
              <w:rPr>
                <w:webHidden/>
                <w:rtl/>
              </w:rPr>
            </w:r>
            <w:r>
              <w:rPr>
                <w:webHidden/>
                <w:rtl/>
              </w:rPr>
              <w:fldChar w:fldCharType="separate"/>
            </w:r>
            <w:r w:rsidR="00732EED">
              <w:rPr>
                <w:webHidden/>
              </w:rPr>
              <w:t>58</w:t>
            </w:r>
            <w:r>
              <w:rPr>
                <w:webHidden/>
                <w:rtl/>
              </w:rPr>
              <w:fldChar w:fldCharType="end"/>
            </w:r>
          </w:hyperlink>
        </w:p>
        <w:p w:rsidR="003B5F2E" w:rsidRDefault="003B5F2E" w:rsidP="003B5F2E">
          <w:pPr>
            <w:pStyle w:val="TOC2"/>
            <w:rPr>
              <w:rFonts w:asciiTheme="minorHAnsi" w:eastAsiaTheme="minorEastAsia" w:hAnsiTheme="minorHAnsi" w:cstheme="minorBidi"/>
              <w:color w:val="auto"/>
              <w:sz w:val="22"/>
              <w:szCs w:val="22"/>
              <w:rtl/>
            </w:rPr>
          </w:pPr>
          <w:hyperlink w:anchor="_Toc496784723" w:history="1">
            <w:r w:rsidRPr="00AA3835">
              <w:rPr>
                <w:rStyle w:val="Hyperlink"/>
              </w:rPr>
              <w:t>KINDS OF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Toc496784723 \h</w:instrText>
            </w:r>
            <w:r>
              <w:rPr>
                <w:webHidden/>
                <w:rtl/>
              </w:rPr>
              <w:instrText xml:space="preserve"> </w:instrText>
            </w:r>
            <w:r>
              <w:rPr>
                <w:webHidden/>
                <w:rtl/>
              </w:rPr>
            </w:r>
            <w:r>
              <w:rPr>
                <w:webHidden/>
                <w:rtl/>
              </w:rPr>
              <w:fldChar w:fldCharType="separate"/>
            </w:r>
            <w:r w:rsidR="00732EED">
              <w:rPr>
                <w:webHidden/>
              </w:rPr>
              <w:t>58</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24" w:history="1">
            <w:r w:rsidRPr="00AA3835">
              <w:rPr>
                <w:rStyle w:val="Hyperlink"/>
              </w:rPr>
              <w:t>9- ISLAMIC ECONOMICS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Toc496784724 \h</w:instrText>
            </w:r>
            <w:r>
              <w:rPr>
                <w:webHidden/>
                <w:rtl/>
              </w:rPr>
              <w:instrText xml:space="preserve"> </w:instrText>
            </w:r>
            <w:r>
              <w:rPr>
                <w:webHidden/>
                <w:rtl/>
              </w:rPr>
            </w:r>
            <w:r>
              <w:rPr>
                <w:webHidden/>
                <w:rtl/>
              </w:rPr>
              <w:fldChar w:fldCharType="separate"/>
            </w:r>
            <w:r w:rsidR="00732EED">
              <w:rPr>
                <w:webHidden/>
              </w:rPr>
              <w:t>61</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25" w:history="1">
            <w:r w:rsidRPr="00AA3835">
              <w:rPr>
                <w:rStyle w:val="Hyperlink"/>
              </w:rPr>
              <w:t>10-PEACE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Toc496784725 \h</w:instrText>
            </w:r>
            <w:r>
              <w:rPr>
                <w:webHidden/>
                <w:rtl/>
              </w:rPr>
              <w:instrText xml:space="preserve"> </w:instrText>
            </w:r>
            <w:r>
              <w:rPr>
                <w:webHidden/>
                <w:rtl/>
              </w:rPr>
            </w:r>
            <w:r>
              <w:rPr>
                <w:webHidden/>
                <w:rtl/>
              </w:rPr>
              <w:fldChar w:fldCharType="separate"/>
            </w:r>
            <w:r w:rsidR="00732EED">
              <w:rPr>
                <w:webHidden/>
              </w:rPr>
              <w:t>64</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26" w:history="1">
            <w:r w:rsidRPr="00AA3835">
              <w:rPr>
                <w:rStyle w:val="Hyperlink"/>
              </w:rPr>
              <w:t>11-POLITICS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Toc496784726 \h</w:instrText>
            </w:r>
            <w:r>
              <w:rPr>
                <w:webHidden/>
                <w:rtl/>
              </w:rPr>
              <w:instrText xml:space="preserve"> </w:instrText>
            </w:r>
            <w:r>
              <w:rPr>
                <w:webHidden/>
                <w:rtl/>
              </w:rPr>
            </w:r>
            <w:r>
              <w:rPr>
                <w:webHidden/>
                <w:rtl/>
              </w:rPr>
              <w:fldChar w:fldCharType="separate"/>
            </w:r>
            <w:r w:rsidR="00732EED">
              <w:rPr>
                <w:webHidden/>
              </w:rPr>
              <w:t>66</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27" w:history="1">
            <w:r w:rsidRPr="00AA3835">
              <w:rPr>
                <w:rStyle w:val="Hyperlink"/>
              </w:rPr>
              <w:t>12-SOCIETY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Toc496784727 \h</w:instrText>
            </w:r>
            <w:r>
              <w:rPr>
                <w:webHidden/>
                <w:rtl/>
              </w:rPr>
              <w:instrText xml:space="preserve"> </w:instrText>
            </w:r>
            <w:r>
              <w:rPr>
                <w:webHidden/>
                <w:rtl/>
              </w:rPr>
            </w:r>
            <w:r>
              <w:rPr>
                <w:webHidden/>
                <w:rtl/>
              </w:rPr>
              <w:fldChar w:fldCharType="separate"/>
            </w:r>
            <w:r w:rsidR="00732EED">
              <w:rPr>
                <w:webHidden/>
              </w:rPr>
              <w:t>70</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28" w:history="1">
            <w:r w:rsidRPr="00AA3835">
              <w:rPr>
                <w:rStyle w:val="Hyperlink"/>
              </w:rPr>
              <w:t>13-ISLAMIC RULINGS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Toc496784728 \h</w:instrText>
            </w:r>
            <w:r>
              <w:rPr>
                <w:webHidden/>
                <w:rtl/>
              </w:rPr>
              <w:instrText xml:space="preserve"> </w:instrText>
            </w:r>
            <w:r>
              <w:rPr>
                <w:webHidden/>
                <w:rtl/>
              </w:rPr>
            </w:r>
            <w:r>
              <w:rPr>
                <w:webHidden/>
                <w:rtl/>
              </w:rPr>
              <w:fldChar w:fldCharType="separate"/>
            </w:r>
            <w:r w:rsidR="00732EED">
              <w:rPr>
                <w:webHidden/>
              </w:rPr>
              <w:t>72</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29" w:history="1">
            <w:r w:rsidRPr="00AA3835">
              <w:rPr>
                <w:rStyle w:val="Hyperlink"/>
              </w:rPr>
              <w:t>14-A LIFE OF HAPPINESS UNDER THE BANNER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Toc496784729 \h</w:instrText>
            </w:r>
            <w:r>
              <w:rPr>
                <w:webHidden/>
                <w:rtl/>
              </w:rPr>
              <w:instrText xml:space="preserve"> </w:instrText>
            </w:r>
            <w:r>
              <w:rPr>
                <w:webHidden/>
                <w:rtl/>
              </w:rPr>
            </w:r>
            <w:r>
              <w:rPr>
                <w:webHidden/>
                <w:rtl/>
              </w:rPr>
              <w:fldChar w:fldCharType="separate"/>
            </w:r>
            <w:r w:rsidR="00732EED">
              <w:rPr>
                <w:webHidden/>
              </w:rPr>
              <w:t>74</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30" w:history="1">
            <w:r w:rsidRPr="00AA3835">
              <w:rPr>
                <w:rStyle w:val="Hyperlink"/>
              </w:rPr>
              <w:t>Other Publications by fountain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Toc496784730 \h</w:instrText>
            </w:r>
            <w:r>
              <w:rPr>
                <w:webHidden/>
                <w:rtl/>
              </w:rPr>
              <w:instrText xml:space="preserve"> </w:instrText>
            </w:r>
            <w:r>
              <w:rPr>
                <w:webHidden/>
                <w:rtl/>
              </w:rPr>
            </w:r>
            <w:r>
              <w:rPr>
                <w:webHidden/>
                <w:rtl/>
              </w:rPr>
              <w:fldChar w:fldCharType="separate"/>
            </w:r>
            <w:r w:rsidR="00732EED">
              <w:rPr>
                <w:webHidden/>
              </w:rPr>
              <w:t>76</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31" w:history="1">
            <w:r w:rsidRPr="00AA3835">
              <w:rPr>
                <w:rStyle w:val="Hyperlink"/>
              </w:rPr>
              <w:t>Teachings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Toc496784731 \h</w:instrText>
            </w:r>
            <w:r>
              <w:rPr>
                <w:webHidden/>
                <w:rtl/>
              </w:rPr>
              <w:instrText xml:space="preserve"> </w:instrText>
            </w:r>
            <w:r>
              <w:rPr>
                <w:webHidden/>
                <w:rtl/>
              </w:rPr>
            </w:r>
            <w:r>
              <w:rPr>
                <w:webHidden/>
                <w:rtl/>
              </w:rPr>
              <w:fldChar w:fldCharType="separate"/>
            </w:r>
            <w:r w:rsidR="00732EED">
              <w:rPr>
                <w:webHidden/>
              </w:rPr>
              <w:t>79</w:t>
            </w:r>
            <w:r>
              <w:rPr>
                <w:webHidden/>
                <w:rtl/>
              </w:rPr>
              <w:fldChar w:fldCharType="end"/>
            </w:r>
          </w:hyperlink>
        </w:p>
        <w:p w:rsidR="003B5F2E" w:rsidRDefault="003B5F2E" w:rsidP="003B5F2E">
          <w:pPr>
            <w:pStyle w:val="TOC1"/>
            <w:rPr>
              <w:rFonts w:asciiTheme="minorHAnsi" w:eastAsiaTheme="minorEastAsia" w:hAnsiTheme="minorHAnsi" w:cstheme="minorBidi"/>
              <w:b w:val="0"/>
              <w:bCs w:val="0"/>
              <w:color w:val="auto"/>
              <w:sz w:val="22"/>
              <w:szCs w:val="22"/>
              <w:rtl/>
            </w:rPr>
          </w:pPr>
          <w:hyperlink w:anchor="_Toc496784732" w:history="1">
            <w:r w:rsidRPr="00AA383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Toc496784732 \h</w:instrText>
            </w:r>
            <w:r>
              <w:rPr>
                <w:webHidden/>
                <w:rtl/>
              </w:rPr>
              <w:instrText xml:space="preserve"> </w:instrText>
            </w:r>
            <w:r>
              <w:rPr>
                <w:webHidden/>
                <w:rtl/>
              </w:rPr>
            </w:r>
            <w:r>
              <w:rPr>
                <w:webHidden/>
                <w:rtl/>
              </w:rPr>
              <w:fldChar w:fldCharType="separate"/>
            </w:r>
            <w:r w:rsidR="00732EED">
              <w:rPr>
                <w:webHidden/>
              </w:rPr>
              <w:t>80</w:t>
            </w:r>
            <w:r>
              <w:rPr>
                <w:webHidden/>
                <w:rtl/>
              </w:rPr>
              <w:fldChar w:fldCharType="end"/>
            </w:r>
          </w:hyperlink>
        </w:p>
        <w:p w:rsidR="00F46377" w:rsidRDefault="00F46377" w:rsidP="003B5F2E">
          <w:pPr>
            <w:pStyle w:val="libNormal"/>
          </w:pPr>
          <w:r>
            <w:fldChar w:fldCharType="end"/>
          </w:r>
        </w:p>
      </w:sdtContent>
    </w:sdt>
    <w:p w:rsidR="00CF3F93" w:rsidRDefault="00CF3F93" w:rsidP="00146845">
      <w:pPr>
        <w:pStyle w:val="libNormal"/>
      </w:pPr>
      <w:r>
        <w:br w:type="page"/>
      </w:r>
    </w:p>
    <w:p w:rsidR="00CF3F93" w:rsidRDefault="00CF3F93" w:rsidP="00146845">
      <w:pPr>
        <w:pStyle w:val="Heading1Center"/>
      </w:pPr>
      <w:bookmarkStart w:id="0" w:name="_Toc496784656"/>
      <w:r>
        <w:lastRenderedPageBreak/>
        <w:t>Translator’s note</w:t>
      </w:r>
      <w:bookmarkEnd w:id="0"/>
    </w:p>
    <w:p w:rsidR="00CF3F93" w:rsidRDefault="00CF3F93" w:rsidP="00CF3F93">
      <w:pPr>
        <w:pStyle w:val="libNormal"/>
      </w:pPr>
      <w:r>
        <w:t>(a) This is a translation of Ma-</w:t>
      </w:r>
      <w:proofErr w:type="spellStart"/>
      <w:r>
        <w:t>huwa</w:t>
      </w:r>
      <w:proofErr w:type="spellEnd"/>
      <w:r>
        <w:t xml:space="preserve"> ’l-Islam? </w:t>
      </w:r>
      <w:proofErr w:type="gramStart"/>
      <w:r>
        <w:t>from</w:t>
      </w:r>
      <w:proofErr w:type="gramEnd"/>
      <w:r>
        <w:t xml:space="preserve"> its 3rd printing i</w:t>
      </w:r>
      <w:r w:rsidR="000055F1">
        <w:t>n</w:t>
      </w:r>
      <w:r w:rsidR="00F04C85">
        <w:t xml:space="preserve"> </w:t>
      </w:r>
      <w:r>
        <w:t>Beirut in 1414/1993. The book was first published in mid 1960’s.</w:t>
      </w:r>
    </w:p>
    <w:p w:rsidR="00CF3F93" w:rsidRDefault="00CF3F93" w:rsidP="00CF3F93">
      <w:pPr>
        <w:pStyle w:val="libNormal"/>
      </w:pPr>
      <w:r>
        <w:t>(b) In the transliteration of Arabic words I have generally followed curren</w:t>
      </w:r>
      <w:r w:rsidR="000055F1">
        <w:t>t</w:t>
      </w:r>
      <w:r w:rsidR="00F04C85">
        <w:t xml:space="preserve"> </w:t>
      </w:r>
      <w:r>
        <w:t>academic usage but I have, however, deliberately avoided macrons an</w:t>
      </w:r>
      <w:r w:rsidR="000055F1">
        <w:t>d</w:t>
      </w:r>
      <w:r w:rsidR="00F04C85">
        <w:t xml:space="preserve"> </w:t>
      </w:r>
      <w:r>
        <w:t>diacritics which might only confuse the non-specialist, (hence al-</w:t>
      </w:r>
      <w:proofErr w:type="spellStart"/>
      <w:r>
        <w:t>Rida</w:t>
      </w:r>
      <w:proofErr w:type="spellEnd"/>
      <w:r w:rsidR="000055F1">
        <w:t>,</w:t>
      </w:r>
      <w:r w:rsidR="00F04C85">
        <w:t xml:space="preserve"> </w:t>
      </w:r>
      <w:r>
        <w:t>without a dot beneath the d, which would indicate one of the letters whic</w:t>
      </w:r>
      <w:r w:rsidR="000055F1">
        <w:t>h</w:t>
      </w:r>
      <w:r w:rsidR="00F04C85">
        <w:t xml:space="preserve"> </w:t>
      </w:r>
      <w:r>
        <w:t>have no parallel in English). Also, the Arabic letter (written like th</w:t>
      </w:r>
      <w:r w:rsidR="000055F1">
        <w:t>e</w:t>
      </w:r>
      <w:r w:rsidR="00F04C85">
        <w:t xml:space="preserve"> </w:t>
      </w:r>
      <w:r>
        <w:t xml:space="preserve">emphatic </w:t>
      </w:r>
      <w:proofErr w:type="spellStart"/>
      <w:r>
        <w:t>ta</w:t>
      </w:r>
      <w:proofErr w:type="spellEnd"/>
      <w:r>
        <w:t xml:space="preserve">’ with a dot), I have rendered as </w:t>
      </w:r>
      <w:proofErr w:type="gramStart"/>
      <w:r>
        <w:t>dh</w:t>
      </w:r>
      <w:proofErr w:type="gramEnd"/>
      <w:r>
        <w:t xml:space="preserve"> but solely as </w:t>
      </w:r>
      <w:r w:rsidR="000055F1">
        <w:t>a</w:t>
      </w:r>
      <w:r w:rsidR="00F04C85">
        <w:t xml:space="preserve"> </w:t>
      </w:r>
      <w:r>
        <w:t xml:space="preserve">compromise: hence </w:t>
      </w:r>
      <w:proofErr w:type="spellStart"/>
      <w:r>
        <w:t>Kadhim</w:t>
      </w:r>
      <w:proofErr w:type="spellEnd"/>
      <w:r>
        <w:t xml:space="preserve">, </w:t>
      </w:r>
      <w:proofErr w:type="spellStart"/>
      <w:r>
        <w:t>dhuhr</w:t>
      </w:r>
      <w:proofErr w:type="spellEnd"/>
      <w:r>
        <w:t xml:space="preserve"> (noon), ‘</w:t>
      </w:r>
      <w:proofErr w:type="spellStart"/>
      <w:r>
        <w:t>adhim</w:t>
      </w:r>
      <w:proofErr w:type="spellEnd"/>
      <w:r>
        <w:t xml:space="preserve"> (great), since </w:t>
      </w:r>
      <w:proofErr w:type="spellStart"/>
      <w:r>
        <w:t>Kazim</w:t>
      </w:r>
      <w:proofErr w:type="spellEnd"/>
      <w:r w:rsidR="000055F1">
        <w:t>,</w:t>
      </w:r>
      <w:r w:rsidR="00F04C85">
        <w:t xml:space="preserve"> </w:t>
      </w:r>
      <w:proofErr w:type="spellStart"/>
      <w:r>
        <w:t>zuhr</w:t>
      </w:r>
      <w:proofErr w:type="spellEnd"/>
      <w:r>
        <w:t xml:space="preserve"> and ‘</w:t>
      </w:r>
      <w:proofErr w:type="spellStart"/>
      <w:r>
        <w:t>azim</w:t>
      </w:r>
      <w:proofErr w:type="spellEnd"/>
      <w:r>
        <w:t xml:space="preserve"> without diacritics give little idea of the correc</w:t>
      </w:r>
      <w:r w:rsidR="000055F1">
        <w:t>t</w:t>
      </w:r>
      <w:r w:rsidR="00F04C85">
        <w:t xml:space="preserve"> </w:t>
      </w:r>
      <w:r>
        <w:t>pronunciation.</w:t>
      </w:r>
    </w:p>
    <w:p w:rsidR="00CF3F93" w:rsidRDefault="00CF3F93" w:rsidP="00CF3F93">
      <w:pPr>
        <w:pStyle w:val="libNormal"/>
      </w:pPr>
      <w:r>
        <w:t xml:space="preserve">The </w:t>
      </w:r>
      <w:proofErr w:type="spellStart"/>
      <w:r>
        <w:t>ta</w:t>
      </w:r>
      <w:proofErr w:type="spellEnd"/>
      <w:r>
        <w:t xml:space="preserve">’ </w:t>
      </w:r>
      <w:proofErr w:type="spellStart"/>
      <w:r>
        <w:t>marbuta</w:t>
      </w:r>
      <w:proofErr w:type="spellEnd"/>
      <w:r>
        <w:t xml:space="preserve"> at the end of a word is rendered by </w:t>
      </w:r>
      <w:proofErr w:type="gramStart"/>
      <w:r>
        <w:t>an a</w:t>
      </w:r>
      <w:proofErr w:type="gramEnd"/>
      <w:r>
        <w:t xml:space="preserve"> not ah, as, fo</w:t>
      </w:r>
      <w:r w:rsidR="000055F1">
        <w:t>r</w:t>
      </w:r>
      <w:r w:rsidR="00F04C85">
        <w:t xml:space="preserve"> </w:t>
      </w:r>
      <w:r>
        <w:t xml:space="preserve">instance, </w:t>
      </w:r>
      <w:proofErr w:type="spellStart"/>
      <w:r>
        <w:t>balagha</w:t>
      </w:r>
      <w:proofErr w:type="spellEnd"/>
      <w:r>
        <w:t xml:space="preserve"> not </w:t>
      </w:r>
      <w:proofErr w:type="spellStart"/>
      <w:r>
        <w:t>balaghah</w:t>
      </w:r>
      <w:proofErr w:type="spellEnd"/>
      <w:r>
        <w:t>, except in a construct when it is written a</w:t>
      </w:r>
      <w:r w:rsidR="000055F1">
        <w:t>s</w:t>
      </w:r>
      <w:r w:rsidR="00F04C85">
        <w:t xml:space="preserve"> </w:t>
      </w:r>
      <w:r>
        <w:t xml:space="preserve">a t, e.g. </w:t>
      </w:r>
      <w:proofErr w:type="spellStart"/>
      <w:r>
        <w:t>ma‘rifat</w:t>
      </w:r>
      <w:proofErr w:type="spellEnd"/>
      <w:r>
        <w:t xml:space="preserve"> Allah. The Arabic letters </w:t>
      </w:r>
      <w:proofErr w:type="spellStart"/>
      <w:r>
        <w:t>hamza</w:t>
      </w:r>
      <w:proofErr w:type="spellEnd"/>
      <w:r>
        <w:t xml:space="preserve"> and ‘</w:t>
      </w:r>
      <w:proofErr w:type="spellStart"/>
      <w:r>
        <w:t>ayn</w:t>
      </w:r>
      <w:proofErr w:type="spellEnd"/>
      <w:r>
        <w:t xml:space="preserve"> throughout ar</w:t>
      </w:r>
      <w:r w:rsidR="000055F1">
        <w:t>e</w:t>
      </w:r>
      <w:r w:rsidR="00F04C85">
        <w:t xml:space="preserve"> </w:t>
      </w:r>
      <w:r>
        <w:t>rendered by (’) and (‘) respectively.</w:t>
      </w:r>
    </w:p>
    <w:p w:rsidR="00CF3F93" w:rsidRDefault="00CF3F93" w:rsidP="00CF3F93">
      <w:pPr>
        <w:pStyle w:val="libNormal"/>
      </w:pPr>
      <w:r>
        <w:t>(c) The holy cities of Mecca and Medina are rendered according to thei</w:t>
      </w:r>
      <w:r w:rsidR="000055F1">
        <w:t>r</w:t>
      </w:r>
      <w:r w:rsidR="00F04C85">
        <w:t xml:space="preserve"> </w:t>
      </w:r>
      <w:r>
        <w:t xml:space="preserve">original Arabic: </w:t>
      </w:r>
      <w:proofErr w:type="spellStart"/>
      <w:r>
        <w:t>Makka</w:t>
      </w:r>
      <w:proofErr w:type="spellEnd"/>
      <w:r>
        <w:t xml:space="preserve"> and al-</w:t>
      </w:r>
      <w:proofErr w:type="spellStart"/>
      <w:r>
        <w:t>Madina</w:t>
      </w:r>
      <w:proofErr w:type="spellEnd"/>
      <w:r>
        <w:t>, respectively.</w:t>
      </w:r>
    </w:p>
    <w:p w:rsidR="00CF3F93" w:rsidRDefault="00CF3F93" w:rsidP="00CF3F93">
      <w:pPr>
        <w:pStyle w:val="libNormal"/>
      </w:pPr>
      <w:r>
        <w:t>(d) The Arabic text has a few footnotes. These were not the work of th</w:t>
      </w:r>
      <w:r w:rsidR="000055F1">
        <w:t>e</w:t>
      </w:r>
      <w:r w:rsidR="00F04C85">
        <w:t xml:space="preserve"> </w:t>
      </w:r>
      <w:r>
        <w:t>author. I have revised them, sometimes adding to them as well as addin</w:t>
      </w:r>
      <w:r w:rsidR="000055F1">
        <w:t>g</w:t>
      </w:r>
      <w:r w:rsidR="00F04C85">
        <w:t xml:space="preserve"> </w:t>
      </w:r>
      <w:r>
        <w:t>new footnotes of my own.</w:t>
      </w:r>
    </w:p>
    <w:p w:rsidR="00CF3F93" w:rsidRDefault="00CF3F93" w:rsidP="00CF3F93">
      <w:pPr>
        <w:pStyle w:val="libNormal"/>
      </w:pPr>
      <w:r>
        <w:t xml:space="preserve">(e) In references from the Holy Qur’an, the number of the </w:t>
      </w:r>
      <w:proofErr w:type="spellStart"/>
      <w:r>
        <w:t>sura</w:t>
      </w:r>
      <w:proofErr w:type="spellEnd"/>
      <w:r>
        <w:t xml:space="preserve"> (chapter)</w:t>
      </w:r>
      <w:r w:rsidR="000055F1">
        <w:t>,</w:t>
      </w:r>
      <w:r w:rsidR="00F04C85">
        <w:t xml:space="preserve"> </w:t>
      </w:r>
      <w:r>
        <w:t xml:space="preserve">in italics, precedes that of the </w:t>
      </w:r>
      <w:proofErr w:type="spellStart"/>
      <w:r>
        <w:t>aya</w:t>
      </w:r>
      <w:proofErr w:type="spellEnd"/>
      <w:r>
        <w:t xml:space="preserve"> (verse).</w:t>
      </w:r>
    </w:p>
    <w:p w:rsidR="00CF3F93" w:rsidRDefault="00CF3F93" w:rsidP="00CF3F93">
      <w:pPr>
        <w:pStyle w:val="libNormal"/>
      </w:pPr>
      <w:r>
        <w:t>(f) Whenever the author mentions Imam Amir al-</w:t>
      </w:r>
      <w:proofErr w:type="spellStart"/>
      <w:r>
        <w:t>Mu’minin</w:t>
      </w:r>
      <w:proofErr w:type="spellEnd"/>
      <w:r>
        <w:t>, he is referrin</w:t>
      </w:r>
      <w:r w:rsidR="000055F1">
        <w:t>g</w:t>
      </w:r>
      <w:r w:rsidR="00F04C85">
        <w:t xml:space="preserve"> </w:t>
      </w:r>
      <w:r>
        <w:t xml:space="preserve">always to ‘Ali </w:t>
      </w:r>
      <w:proofErr w:type="spellStart"/>
      <w:r>
        <w:t>ibn</w:t>
      </w:r>
      <w:proofErr w:type="spellEnd"/>
      <w:r>
        <w:t xml:space="preserve"> </w:t>
      </w:r>
      <w:proofErr w:type="spellStart"/>
      <w:r>
        <w:t>Abi</w:t>
      </w:r>
      <w:proofErr w:type="spellEnd"/>
      <w:r>
        <w:t xml:space="preserve"> </w:t>
      </w:r>
      <w:proofErr w:type="spellStart"/>
      <w:r>
        <w:t>Talib</w:t>
      </w:r>
      <w:proofErr w:type="spellEnd"/>
      <w:r>
        <w:t>.</w:t>
      </w:r>
    </w:p>
    <w:p w:rsidR="00CF3F93" w:rsidRDefault="00CF3F93" w:rsidP="00CF3F93">
      <w:pPr>
        <w:pStyle w:val="libNormal"/>
      </w:pPr>
      <w:r>
        <w:t xml:space="preserve">(g) Where two dates are given, the </w:t>
      </w:r>
      <w:proofErr w:type="spellStart"/>
      <w:r>
        <w:t>Hijri</w:t>
      </w:r>
      <w:proofErr w:type="spellEnd"/>
      <w:r>
        <w:t xml:space="preserve"> (Islamic) date precedes the C</w:t>
      </w:r>
      <w:r w:rsidR="000055F1">
        <w:t>E</w:t>
      </w:r>
      <w:r w:rsidR="00F04C85">
        <w:t xml:space="preserve"> </w:t>
      </w:r>
      <w:r>
        <w:t>(Common Era) one: i.e. the current year would be rendered 1422/2002.</w:t>
      </w:r>
    </w:p>
    <w:p w:rsidR="00CF3F93" w:rsidRDefault="00CF3F93" w:rsidP="00CF3F93">
      <w:pPr>
        <w:pStyle w:val="libNormal"/>
      </w:pPr>
      <w:r>
        <w:t xml:space="preserve">NB Throughout this book, man and the pronoun he </w:t>
      </w:r>
      <w:proofErr w:type="gramStart"/>
      <w:r>
        <w:t>refer</w:t>
      </w:r>
      <w:proofErr w:type="gramEnd"/>
      <w:r>
        <w:t xml:space="preserve"> to mankind i</w:t>
      </w:r>
      <w:r w:rsidR="000055F1">
        <w:t>n</w:t>
      </w:r>
      <w:r w:rsidR="00F04C85">
        <w:t xml:space="preserve"> </w:t>
      </w:r>
      <w:r>
        <w:t xml:space="preserve">general (men and women) and frequently translates the Arabic </w:t>
      </w:r>
      <w:proofErr w:type="spellStart"/>
      <w:r>
        <w:t>insan</w:t>
      </w:r>
      <w:proofErr w:type="spellEnd"/>
      <w:r>
        <w:t>. Thi</w:t>
      </w:r>
      <w:r w:rsidR="000055F1">
        <w:t>s</w:t>
      </w:r>
      <w:r w:rsidR="00F04C85">
        <w:t xml:space="preserve"> </w:t>
      </w:r>
      <w:r>
        <w:t xml:space="preserve">is to avoid the tedious repetition of </w:t>
      </w:r>
      <w:proofErr w:type="gramStart"/>
      <w:r>
        <w:t>he/she</w:t>
      </w:r>
      <w:proofErr w:type="gramEnd"/>
      <w:r>
        <w:t xml:space="preserve"> and so on. Similarl</w:t>
      </w:r>
      <w:r w:rsidR="000055F1">
        <w:t>y</w:t>
      </w:r>
      <w:r w:rsidR="00F04C85">
        <w:t xml:space="preserve"> </w:t>
      </w:r>
      <w:r>
        <w:t>Muslim/the Muslims, as in Arabic, refers to Muslim men and women i</w:t>
      </w:r>
      <w:r w:rsidR="000055F1">
        <w:t>n</w:t>
      </w:r>
      <w:r w:rsidR="00F04C85">
        <w:t xml:space="preserve"> </w:t>
      </w:r>
      <w:r>
        <w:t>general.</w:t>
      </w:r>
    </w:p>
    <w:p w:rsidR="00CF3F93" w:rsidRDefault="00CF3F93" w:rsidP="00146845">
      <w:pPr>
        <w:pStyle w:val="libNormal"/>
      </w:pPr>
      <w:r>
        <w:br w:type="page"/>
      </w:r>
    </w:p>
    <w:p w:rsidR="00CF3F93" w:rsidRDefault="00CF3F93" w:rsidP="00146845">
      <w:pPr>
        <w:pStyle w:val="Heading1Center"/>
      </w:pPr>
      <w:bookmarkStart w:id="1" w:name="_Toc496784657"/>
      <w:r>
        <w:lastRenderedPageBreak/>
        <w:t xml:space="preserve">Grand Ayatollah </w:t>
      </w:r>
      <w:proofErr w:type="spellStart"/>
      <w:r>
        <w:t>Sayyid</w:t>
      </w:r>
      <w:proofErr w:type="spellEnd"/>
      <w:r>
        <w:t xml:space="preserve"> Muhammad al-</w:t>
      </w:r>
      <w:proofErr w:type="spellStart"/>
      <w:r>
        <w:t>Husayni</w:t>
      </w:r>
      <w:proofErr w:type="spellEnd"/>
      <w:r>
        <w:t xml:space="preserve"> al-</w:t>
      </w:r>
      <w:proofErr w:type="spellStart"/>
      <w:r>
        <w:t>Shirazi</w:t>
      </w:r>
      <w:proofErr w:type="spellEnd"/>
      <w:r w:rsidR="00741552">
        <w:t xml:space="preserve"> </w:t>
      </w:r>
      <w:r>
        <w:t>(1928-2001)</w:t>
      </w:r>
      <w:bookmarkEnd w:id="1"/>
    </w:p>
    <w:p w:rsidR="00CF3F93" w:rsidRPr="00741552" w:rsidRDefault="00CF3F93" w:rsidP="006D51A0">
      <w:pPr>
        <w:pStyle w:val="Heading2"/>
      </w:pPr>
      <w:bookmarkStart w:id="2" w:name="_Toc496784658"/>
      <w:r w:rsidRPr="00741552">
        <w:t>A biographical sketch</w:t>
      </w:r>
      <w:bookmarkEnd w:id="2"/>
    </w:p>
    <w:p w:rsidR="00CF3F93" w:rsidRDefault="00CF3F93" w:rsidP="00CF3F93">
      <w:pPr>
        <w:pStyle w:val="libNormal"/>
      </w:pPr>
      <w:r>
        <w:t>Grand Ayatollah Muhammad al-</w:t>
      </w:r>
      <w:proofErr w:type="spellStart"/>
      <w:r>
        <w:t>Shirazi</w:t>
      </w:r>
      <w:proofErr w:type="spellEnd"/>
      <w:r>
        <w:t>, who died in Qum on 17</w:t>
      </w:r>
      <w:r w:rsidR="000055F1">
        <w:t xml:space="preserve"> </w:t>
      </w:r>
      <w:r>
        <w:t>December 2001 at the age of 73, was one of the most prominent Musli</w:t>
      </w:r>
      <w:r w:rsidR="000055F1">
        <w:t>m</w:t>
      </w:r>
      <w:r w:rsidR="00F04C85">
        <w:t xml:space="preserve"> </w:t>
      </w:r>
      <w:r>
        <w:t>scholars and spiritual authorities (</w:t>
      </w:r>
      <w:proofErr w:type="spellStart"/>
      <w:r>
        <w:t>maraji</w:t>
      </w:r>
      <w:proofErr w:type="spellEnd"/>
      <w:r>
        <w:t xml:space="preserve">‘, sing. </w:t>
      </w:r>
      <w:proofErr w:type="spellStart"/>
      <w:r>
        <w:t>marja</w:t>
      </w:r>
      <w:proofErr w:type="spellEnd"/>
      <w:r>
        <w:t>‘) of modern times.</w:t>
      </w:r>
    </w:p>
    <w:p w:rsidR="00CF3F93" w:rsidRDefault="00CF3F93" w:rsidP="003D15BF">
      <w:pPr>
        <w:pStyle w:val="libNormal"/>
      </w:pPr>
      <w:r>
        <w:t>He was a direct descendant of the Prophet Muhammad (God's blessing</w:t>
      </w:r>
      <w:r w:rsidR="000055F1">
        <w:t>s</w:t>
      </w:r>
      <w:r w:rsidR="00F04C85">
        <w:t xml:space="preserve"> </w:t>
      </w:r>
      <w:r>
        <w:t>and peace be upon him and his progeny) and his genealogy can be trace</w:t>
      </w:r>
      <w:r w:rsidR="000055F1">
        <w:t>d</w:t>
      </w:r>
      <w:r w:rsidR="00F04C85">
        <w:t xml:space="preserve"> </w:t>
      </w:r>
      <w:r>
        <w:t xml:space="preserve">back through </w:t>
      </w:r>
      <w:proofErr w:type="spellStart"/>
      <w:r>
        <w:t>Zayd</w:t>
      </w:r>
      <w:proofErr w:type="spellEnd"/>
      <w:r>
        <w:t xml:space="preserve"> "al-</w:t>
      </w:r>
      <w:proofErr w:type="spellStart"/>
      <w:r>
        <w:t>Shahid</w:t>
      </w:r>
      <w:proofErr w:type="spellEnd"/>
      <w:r>
        <w:t xml:space="preserve">", a son of the fourth imam of the </w:t>
      </w:r>
      <w:proofErr w:type="spellStart"/>
      <w:r>
        <w:t>Ahl</w:t>
      </w:r>
      <w:proofErr w:type="spellEnd"/>
      <w:r>
        <w:t xml:space="preserve"> al-</w:t>
      </w:r>
      <w:r w:rsidR="00F04C85">
        <w:t xml:space="preserve"> </w:t>
      </w:r>
      <w:proofErr w:type="spellStart"/>
      <w:r>
        <w:t>Bayt</w:t>
      </w:r>
      <w:proofErr w:type="spellEnd"/>
      <w:r>
        <w:t xml:space="preserve">, Imam ‘Ali </w:t>
      </w:r>
      <w:proofErr w:type="spellStart"/>
      <w:r>
        <w:t>Zayn</w:t>
      </w:r>
      <w:proofErr w:type="spellEnd"/>
      <w:r>
        <w:t xml:space="preserve"> al-‘</w:t>
      </w:r>
      <w:proofErr w:type="spellStart"/>
      <w:r>
        <w:t>Abidin</w:t>
      </w:r>
      <w:proofErr w:type="spellEnd"/>
      <w:r>
        <w:t>. For more than a century and a quarte</w:t>
      </w:r>
      <w:r w:rsidR="000055F1">
        <w:t>r</w:t>
      </w:r>
      <w:r w:rsidR="00F04C85">
        <w:t xml:space="preserve"> </w:t>
      </w:r>
      <w:r>
        <w:t xml:space="preserve">the </w:t>
      </w:r>
      <w:proofErr w:type="spellStart"/>
      <w:r>
        <w:t>Shirazi</w:t>
      </w:r>
      <w:proofErr w:type="spellEnd"/>
      <w:r>
        <w:t xml:space="preserve"> </w:t>
      </w:r>
      <w:proofErr w:type="gramStart"/>
      <w:r>
        <w:t>family, so called because of the long association of thei</w:t>
      </w:r>
      <w:r w:rsidR="000055F1">
        <w:t>r</w:t>
      </w:r>
      <w:r w:rsidR="00F04C85">
        <w:t xml:space="preserve"> </w:t>
      </w:r>
      <w:r>
        <w:t>ancestors with the city of Shiraz in south-western Iran, have</w:t>
      </w:r>
      <w:proofErr w:type="gramEnd"/>
      <w:r>
        <w:t xml:space="preserve"> played a</w:t>
      </w:r>
      <w:r w:rsidR="000055F1">
        <w:t>n</w:t>
      </w:r>
      <w:r w:rsidR="00F04C85">
        <w:t xml:space="preserve"> </w:t>
      </w:r>
      <w:r>
        <w:t>outstanding role as religious scholars (‘</w:t>
      </w:r>
      <w:proofErr w:type="spellStart"/>
      <w:r>
        <w:t>ulama</w:t>
      </w:r>
      <w:proofErr w:type="spellEnd"/>
      <w:r>
        <w:t xml:space="preserve">’, sing. </w:t>
      </w:r>
      <w:proofErr w:type="gramStart"/>
      <w:r>
        <w:t>‘</w:t>
      </w:r>
      <w:proofErr w:type="spellStart"/>
      <w:r>
        <w:t>alim</w:t>
      </w:r>
      <w:proofErr w:type="spellEnd"/>
      <w:r>
        <w:t>) jurists an</w:t>
      </w:r>
      <w:r w:rsidR="000055F1">
        <w:t>d</w:t>
      </w:r>
      <w:r w:rsidR="00F04C85">
        <w:t xml:space="preserve"> </w:t>
      </w:r>
      <w:proofErr w:type="spellStart"/>
      <w:r>
        <w:t>maraji</w:t>
      </w:r>
      <w:proofErr w:type="spellEnd"/>
      <w:r>
        <w:t>‘.</w:t>
      </w:r>
      <w:proofErr w:type="gramEnd"/>
      <w:r>
        <w:t xml:space="preserve"> A famous member of the family is </w:t>
      </w:r>
      <w:proofErr w:type="spellStart"/>
      <w:r>
        <w:t>Mirza</w:t>
      </w:r>
      <w:proofErr w:type="spellEnd"/>
      <w:r>
        <w:t xml:space="preserve"> Muhammad </w:t>
      </w:r>
      <w:proofErr w:type="spellStart"/>
      <w:r>
        <w:t>Hasa</w:t>
      </w:r>
      <w:r w:rsidR="000055F1">
        <w:t>n</w:t>
      </w:r>
      <w:proofErr w:type="spellEnd"/>
      <w:r w:rsidR="00F04C85">
        <w:t xml:space="preserve"> </w:t>
      </w:r>
      <w:proofErr w:type="spellStart"/>
      <w:r>
        <w:t>Shirazi</w:t>
      </w:r>
      <w:proofErr w:type="spellEnd"/>
      <w:r>
        <w:t>, known as al-</w:t>
      </w:r>
      <w:proofErr w:type="spellStart"/>
      <w:r>
        <w:t>Mujaddid</w:t>
      </w:r>
      <w:proofErr w:type="spellEnd"/>
      <w:r>
        <w:t xml:space="preserve"> ("the </w:t>
      </w:r>
      <w:proofErr w:type="spellStart"/>
      <w:r>
        <w:t>renewer</w:t>
      </w:r>
      <w:proofErr w:type="spellEnd"/>
      <w:r>
        <w:t>") because of his outstandin</w:t>
      </w:r>
      <w:r w:rsidR="000055F1">
        <w:t>g</w:t>
      </w:r>
      <w:r w:rsidR="00F04C85">
        <w:t xml:space="preserve"> </w:t>
      </w:r>
      <w:r>
        <w:t>learning, who played a leading role in the so-called "Tobacco Rebellion"</w:t>
      </w:r>
      <w:r w:rsidR="00F04C85">
        <w:t xml:space="preserve"> </w:t>
      </w:r>
      <w:r>
        <w:t xml:space="preserve">of 1890-1. His son </w:t>
      </w:r>
      <w:proofErr w:type="spellStart"/>
      <w:r>
        <w:t>Mirza</w:t>
      </w:r>
      <w:proofErr w:type="spellEnd"/>
      <w:r>
        <w:t xml:space="preserve"> ‘Ali </w:t>
      </w:r>
      <w:proofErr w:type="spellStart"/>
      <w:r>
        <w:t>Agha</w:t>
      </w:r>
      <w:proofErr w:type="spellEnd"/>
      <w:r>
        <w:t xml:space="preserve"> was also a </w:t>
      </w:r>
      <w:proofErr w:type="spellStart"/>
      <w:r>
        <w:t>marja</w:t>
      </w:r>
      <w:proofErr w:type="spellEnd"/>
      <w:r>
        <w:t xml:space="preserve">‘. Another </w:t>
      </w:r>
      <w:proofErr w:type="spellStart"/>
      <w:r>
        <w:t>Shiraz</w:t>
      </w:r>
      <w:r w:rsidR="000055F1">
        <w:t>i</w:t>
      </w:r>
      <w:proofErr w:type="spellEnd"/>
      <w:r w:rsidR="00F04C85">
        <w:t xml:space="preserve"> </w:t>
      </w:r>
      <w:r>
        <w:t xml:space="preserve">and a leading </w:t>
      </w:r>
      <w:proofErr w:type="spellStart"/>
      <w:r>
        <w:t>marja</w:t>
      </w:r>
      <w:proofErr w:type="spellEnd"/>
      <w:r>
        <w:t xml:space="preserve">‘ </w:t>
      </w:r>
      <w:proofErr w:type="spellStart"/>
      <w:r>
        <w:t>Mirza</w:t>
      </w:r>
      <w:proofErr w:type="spellEnd"/>
      <w:r>
        <w:t xml:space="preserve"> Muhammad </w:t>
      </w:r>
      <w:proofErr w:type="spellStart"/>
      <w:r>
        <w:t>Taqi</w:t>
      </w:r>
      <w:proofErr w:type="spellEnd"/>
      <w:r>
        <w:t>, the maternal uncle o</w:t>
      </w:r>
      <w:r w:rsidR="000055F1">
        <w:t>f</w:t>
      </w:r>
      <w:r w:rsidR="00F04C85">
        <w:t xml:space="preserve"> </w:t>
      </w:r>
      <w:r>
        <w:t xml:space="preserve">Ayatollah </w:t>
      </w:r>
      <w:proofErr w:type="spellStart"/>
      <w:r>
        <w:t>Shirazi’s</w:t>
      </w:r>
      <w:proofErr w:type="spellEnd"/>
      <w:r>
        <w:t xml:space="preserve"> father, was, along with his son Muhammad </w:t>
      </w:r>
      <w:proofErr w:type="spellStart"/>
      <w:r>
        <w:t>Rida</w:t>
      </w:r>
      <w:proofErr w:type="spellEnd"/>
      <w:r>
        <w:t>, i</w:t>
      </w:r>
      <w:r w:rsidR="000055F1">
        <w:t>n</w:t>
      </w:r>
      <w:r w:rsidR="00F04C85">
        <w:t xml:space="preserve"> </w:t>
      </w:r>
      <w:r>
        <w:t xml:space="preserve">the vanguard of the revolt of 1920 against the British occupation of Iraq. </w:t>
      </w:r>
      <w:r w:rsidR="000055F1">
        <w:t>A</w:t>
      </w:r>
      <w:r w:rsidR="00F04C85">
        <w:t xml:space="preserve"> </w:t>
      </w:r>
      <w:r>
        <w:t xml:space="preserve">brother-in-law of Ayatollah </w:t>
      </w:r>
      <w:proofErr w:type="spellStart"/>
      <w:r>
        <w:t>Shirazi's</w:t>
      </w:r>
      <w:proofErr w:type="spellEnd"/>
      <w:r>
        <w:t xml:space="preserve"> father, </w:t>
      </w:r>
      <w:proofErr w:type="spellStart"/>
      <w:r>
        <w:t>Mirza</w:t>
      </w:r>
      <w:proofErr w:type="spellEnd"/>
      <w:r>
        <w:t xml:space="preserve"> ‘</w:t>
      </w:r>
      <w:proofErr w:type="spellStart"/>
      <w:r>
        <w:t>Abd</w:t>
      </w:r>
      <w:proofErr w:type="spellEnd"/>
      <w:r>
        <w:t xml:space="preserve"> al-</w:t>
      </w:r>
      <w:proofErr w:type="spellStart"/>
      <w:r>
        <w:t>Hadi</w:t>
      </w:r>
      <w:proofErr w:type="spellEnd"/>
      <w:r>
        <w:t xml:space="preserve"> al-</w:t>
      </w:r>
      <w:r w:rsidR="003D15BF">
        <w:t xml:space="preserve"> </w:t>
      </w:r>
      <w:proofErr w:type="spellStart"/>
      <w:r>
        <w:t>Shirazi</w:t>
      </w:r>
      <w:proofErr w:type="spellEnd"/>
      <w:r>
        <w:t>, was an ‘</w:t>
      </w:r>
      <w:proofErr w:type="spellStart"/>
      <w:r>
        <w:t>alim</w:t>
      </w:r>
      <w:proofErr w:type="spellEnd"/>
      <w:r>
        <w:t xml:space="preserve"> and well-known poet who became a </w:t>
      </w:r>
      <w:proofErr w:type="spellStart"/>
      <w:proofErr w:type="gramStart"/>
      <w:r>
        <w:t>marja</w:t>
      </w:r>
      <w:proofErr w:type="spellEnd"/>
      <w:r>
        <w:t>‘ briefl</w:t>
      </w:r>
      <w:r w:rsidR="000055F1">
        <w:t>y</w:t>
      </w:r>
      <w:proofErr w:type="gramEnd"/>
      <w:r w:rsidR="00F04C85">
        <w:t xml:space="preserve"> </w:t>
      </w:r>
      <w:r>
        <w:t xml:space="preserve">after the demise of Grand Ayatollah </w:t>
      </w:r>
      <w:proofErr w:type="spellStart"/>
      <w:r>
        <w:t>Sayyid</w:t>
      </w:r>
      <w:proofErr w:type="spellEnd"/>
      <w:r>
        <w:t xml:space="preserve"> </w:t>
      </w:r>
      <w:proofErr w:type="spellStart"/>
      <w:r>
        <w:t>Burujirdi</w:t>
      </w:r>
      <w:proofErr w:type="spellEnd"/>
      <w:r>
        <w:t xml:space="preserve"> in 1961.</w:t>
      </w:r>
    </w:p>
    <w:p w:rsidR="00CF3F93" w:rsidRDefault="00CF3F93" w:rsidP="003D15BF">
      <w:pPr>
        <w:pStyle w:val="libNormal"/>
      </w:pPr>
      <w:proofErr w:type="spellStart"/>
      <w:r>
        <w:t>Sayyid</w:t>
      </w:r>
      <w:proofErr w:type="spellEnd"/>
      <w:r>
        <w:t xml:space="preserve"> Muhammad was born in Najaf in Iraq in 1928. He was the son o</w:t>
      </w:r>
      <w:r w:rsidR="000055F1">
        <w:t>f</w:t>
      </w:r>
      <w:r w:rsidR="00F04C85">
        <w:t xml:space="preserve"> </w:t>
      </w:r>
      <w:r>
        <w:t xml:space="preserve">the renowned </w:t>
      </w:r>
      <w:proofErr w:type="spellStart"/>
      <w:proofErr w:type="gramStart"/>
      <w:r>
        <w:t>marja</w:t>
      </w:r>
      <w:proofErr w:type="spellEnd"/>
      <w:r>
        <w:t>‘ Grand</w:t>
      </w:r>
      <w:proofErr w:type="gramEnd"/>
      <w:r>
        <w:t xml:space="preserve"> Ayatollah </w:t>
      </w:r>
      <w:proofErr w:type="spellStart"/>
      <w:r>
        <w:t>Mirza</w:t>
      </w:r>
      <w:proofErr w:type="spellEnd"/>
      <w:r>
        <w:t xml:space="preserve"> </w:t>
      </w:r>
      <w:proofErr w:type="spellStart"/>
      <w:r>
        <w:t>Mahdi</w:t>
      </w:r>
      <w:proofErr w:type="spellEnd"/>
      <w:r>
        <w:t xml:space="preserve"> al-</w:t>
      </w:r>
      <w:proofErr w:type="spellStart"/>
      <w:r>
        <w:t>Shirazi</w:t>
      </w:r>
      <w:proofErr w:type="spellEnd"/>
      <w:r>
        <w:t>. Hi</w:t>
      </w:r>
      <w:r w:rsidR="000055F1">
        <w:t>s</w:t>
      </w:r>
      <w:r w:rsidR="00F04C85">
        <w:t xml:space="preserve"> </w:t>
      </w:r>
      <w:r>
        <w:t xml:space="preserve">mother was </w:t>
      </w:r>
      <w:proofErr w:type="spellStart"/>
      <w:r>
        <w:t>Alawiyya</w:t>
      </w:r>
      <w:proofErr w:type="spellEnd"/>
      <w:r>
        <w:t xml:space="preserve"> Halima, a distant cousin. </w:t>
      </w:r>
      <w:proofErr w:type="gramStart"/>
      <w:r>
        <w:t>At the age of nine, th</w:t>
      </w:r>
      <w:r w:rsidR="000055F1">
        <w:t>e</w:t>
      </w:r>
      <w:r w:rsidR="00F04C85">
        <w:t xml:space="preserve"> </w:t>
      </w:r>
      <w:r>
        <w:t>family moved to Karbala’, 50 miles to the north.</w:t>
      </w:r>
      <w:proofErr w:type="gramEnd"/>
      <w:r>
        <w:t xml:space="preserve"> There at the </w:t>
      </w:r>
      <w:proofErr w:type="spellStart"/>
      <w:r>
        <w:t>Hawz</w:t>
      </w:r>
      <w:r w:rsidR="000055F1">
        <w:t>a</w:t>
      </w:r>
      <w:proofErr w:type="spellEnd"/>
      <w:r w:rsidR="00F04C85">
        <w:t xml:space="preserve"> </w:t>
      </w:r>
      <w:r>
        <w:t xml:space="preserve">(Religious Academy, </w:t>
      </w:r>
      <w:proofErr w:type="spellStart"/>
      <w:r>
        <w:t>plur</w:t>
      </w:r>
      <w:proofErr w:type="spellEnd"/>
      <w:r>
        <w:t xml:space="preserve">. </w:t>
      </w:r>
      <w:proofErr w:type="spellStart"/>
      <w:r>
        <w:t>hawzat</w:t>
      </w:r>
      <w:proofErr w:type="spellEnd"/>
      <w:r>
        <w:t>) he went through the various stages o</w:t>
      </w:r>
      <w:r w:rsidR="000055F1">
        <w:t>f</w:t>
      </w:r>
      <w:r w:rsidR="00F04C85">
        <w:t xml:space="preserve"> </w:t>
      </w:r>
      <w:r>
        <w:t xml:space="preserve">the traditional education necessary in order to become a </w:t>
      </w:r>
      <w:proofErr w:type="spellStart"/>
      <w:r>
        <w:t>mujtahid</w:t>
      </w:r>
      <w:proofErr w:type="spellEnd"/>
      <w:r>
        <w:t xml:space="preserve"> (on</w:t>
      </w:r>
      <w:r w:rsidR="000055F1">
        <w:t>e</w:t>
      </w:r>
      <w:r w:rsidR="00F04C85">
        <w:t xml:space="preserve"> </w:t>
      </w:r>
      <w:r>
        <w:t>competent to make independent juridical decisions). Among his principa</w:t>
      </w:r>
      <w:r w:rsidR="000055F1">
        <w:t>l</w:t>
      </w:r>
      <w:r w:rsidR="00F04C85">
        <w:t xml:space="preserve"> </w:t>
      </w:r>
      <w:r>
        <w:t xml:space="preserve">teachers at the highest stage called </w:t>
      </w:r>
      <w:proofErr w:type="spellStart"/>
      <w:r>
        <w:t>Bahth</w:t>
      </w:r>
      <w:proofErr w:type="spellEnd"/>
      <w:r>
        <w:t xml:space="preserve"> al-</w:t>
      </w:r>
      <w:proofErr w:type="spellStart"/>
      <w:r>
        <w:t>Kharij</w:t>
      </w:r>
      <w:proofErr w:type="spellEnd"/>
      <w:r>
        <w:t xml:space="preserve"> numbered his ow</w:t>
      </w:r>
      <w:r w:rsidR="000055F1">
        <w:t>n</w:t>
      </w:r>
      <w:r w:rsidR="00F04C85">
        <w:t xml:space="preserve"> </w:t>
      </w:r>
      <w:r>
        <w:t xml:space="preserve">father, and the Grand Ayatollahs </w:t>
      </w:r>
      <w:proofErr w:type="spellStart"/>
      <w:r>
        <w:t>Sayyid</w:t>
      </w:r>
      <w:proofErr w:type="spellEnd"/>
      <w:r>
        <w:t xml:space="preserve"> Muhammad </w:t>
      </w:r>
      <w:proofErr w:type="spellStart"/>
      <w:r>
        <w:t>Hadi</w:t>
      </w:r>
      <w:proofErr w:type="spellEnd"/>
      <w:r>
        <w:t xml:space="preserve"> al-</w:t>
      </w:r>
      <w:proofErr w:type="spellStart"/>
      <w:r>
        <w:t>Milani</w:t>
      </w:r>
      <w:proofErr w:type="spellEnd"/>
      <w:r>
        <w:t xml:space="preserve"> (th</w:t>
      </w:r>
      <w:r w:rsidR="000055F1">
        <w:t>e</w:t>
      </w:r>
      <w:r w:rsidR="00F04C85">
        <w:t xml:space="preserve"> </w:t>
      </w:r>
      <w:r>
        <w:t xml:space="preserve">future renowned </w:t>
      </w:r>
      <w:proofErr w:type="spellStart"/>
      <w:proofErr w:type="gramStart"/>
      <w:r>
        <w:t>marja</w:t>
      </w:r>
      <w:proofErr w:type="spellEnd"/>
      <w:r>
        <w:t>‘ of</w:t>
      </w:r>
      <w:proofErr w:type="gramEnd"/>
      <w:r>
        <w:t xml:space="preserve"> Mashhad in Iran), </w:t>
      </w:r>
      <w:proofErr w:type="spellStart"/>
      <w:r>
        <w:t>Shaykh</w:t>
      </w:r>
      <w:proofErr w:type="spellEnd"/>
      <w:r>
        <w:t xml:space="preserve"> Muhammad </w:t>
      </w:r>
      <w:proofErr w:type="spellStart"/>
      <w:r>
        <w:t>Rida</w:t>
      </w:r>
      <w:proofErr w:type="spellEnd"/>
      <w:r>
        <w:t xml:space="preserve"> al-</w:t>
      </w:r>
      <w:proofErr w:type="spellStart"/>
      <w:r>
        <w:t>Isfahani</w:t>
      </w:r>
      <w:proofErr w:type="spellEnd"/>
      <w:r>
        <w:t xml:space="preserve">, </w:t>
      </w:r>
      <w:proofErr w:type="spellStart"/>
      <w:r>
        <w:t>Shaykh</w:t>
      </w:r>
      <w:proofErr w:type="spellEnd"/>
      <w:r>
        <w:t xml:space="preserve"> Muhammad al-</w:t>
      </w:r>
      <w:proofErr w:type="spellStart"/>
      <w:r>
        <w:t>Khatib</w:t>
      </w:r>
      <w:proofErr w:type="spellEnd"/>
      <w:r>
        <w:t xml:space="preserve"> and </w:t>
      </w:r>
      <w:proofErr w:type="spellStart"/>
      <w:r>
        <w:t>Sayyid</w:t>
      </w:r>
      <w:proofErr w:type="spellEnd"/>
      <w:r>
        <w:t xml:space="preserve"> </w:t>
      </w:r>
      <w:proofErr w:type="spellStart"/>
      <w:r>
        <w:t>Zayn</w:t>
      </w:r>
      <w:proofErr w:type="spellEnd"/>
      <w:r>
        <w:t xml:space="preserve"> al-‘</w:t>
      </w:r>
      <w:proofErr w:type="spellStart"/>
      <w:r>
        <w:t>Abidin</w:t>
      </w:r>
      <w:proofErr w:type="spellEnd"/>
      <w:r>
        <w:t xml:space="preserve"> al-</w:t>
      </w:r>
      <w:r w:rsidR="003D15BF">
        <w:t xml:space="preserve"> </w:t>
      </w:r>
      <w:proofErr w:type="spellStart"/>
      <w:r>
        <w:t>Kashani</w:t>
      </w:r>
      <w:proofErr w:type="spellEnd"/>
      <w:r>
        <w:t xml:space="preserve">. The young </w:t>
      </w:r>
      <w:proofErr w:type="spellStart"/>
      <w:r>
        <w:t>Sayyid</w:t>
      </w:r>
      <w:proofErr w:type="spellEnd"/>
      <w:r>
        <w:t xml:space="preserve"> Muhammad excelled in his studies to such a</w:t>
      </w:r>
      <w:r w:rsidR="000055F1">
        <w:t>n</w:t>
      </w:r>
      <w:r w:rsidR="00F04C85">
        <w:t xml:space="preserve"> </w:t>
      </w:r>
      <w:r>
        <w:t xml:space="preserve">extent that before he had reached the age of 20 he had become a </w:t>
      </w:r>
      <w:proofErr w:type="spellStart"/>
      <w:r>
        <w:t>mujtahi</w:t>
      </w:r>
      <w:r w:rsidR="000055F1">
        <w:t>d</w:t>
      </w:r>
      <w:proofErr w:type="spellEnd"/>
      <w:r w:rsidR="00F04C85">
        <w:t xml:space="preserve"> </w:t>
      </w:r>
      <w:r>
        <w:t xml:space="preserve">(one competent to make independent juridical decisions) and, not yet 30, he began to teach </w:t>
      </w:r>
      <w:proofErr w:type="spellStart"/>
      <w:r>
        <w:t>Bahth</w:t>
      </w:r>
      <w:proofErr w:type="spellEnd"/>
      <w:r>
        <w:t xml:space="preserve"> al-</w:t>
      </w:r>
      <w:proofErr w:type="spellStart"/>
      <w:r>
        <w:t>Kharij</w:t>
      </w:r>
      <w:proofErr w:type="spellEnd"/>
      <w:r>
        <w:t>. After his father’s death, in Februar</w:t>
      </w:r>
      <w:r w:rsidR="000055F1">
        <w:t>y</w:t>
      </w:r>
      <w:r w:rsidR="00F04C85">
        <w:t xml:space="preserve"> </w:t>
      </w:r>
      <w:r>
        <w:t xml:space="preserve">1961, he published his own collection of juridical edicts (his </w:t>
      </w:r>
      <w:proofErr w:type="spellStart"/>
      <w:r>
        <w:t>risal</w:t>
      </w:r>
      <w:r w:rsidR="000055F1">
        <w:t>a</w:t>
      </w:r>
      <w:proofErr w:type="spellEnd"/>
      <w:r w:rsidR="00F04C85">
        <w:t xml:space="preserve"> </w:t>
      </w:r>
      <w:r>
        <w:t>‘</w:t>
      </w:r>
      <w:proofErr w:type="spellStart"/>
      <w:r>
        <w:t>amaliyya</w:t>
      </w:r>
      <w:proofErr w:type="spellEnd"/>
      <w:r>
        <w:t xml:space="preserve">), a necessary step if one wishes to be a </w:t>
      </w:r>
      <w:proofErr w:type="spellStart"/>
      <w:r>
        <w:t>marja</w:t>
      </w:r>
      <w:proofErr w:type="spellEnd"/>
      <w:r>
        <w:t>‘, and soo</w:t>
      </w:r>
      <w:r w:rsidR="000055F1">
        <w:t>n</w:t>
      </w:r>
      <w:r w:rsidR="00F04C85">
        <w:t xml:space="preserve"> </w:t>
      </w:r>
      <w:r>
        <w:t xml:space="preserve">afterwards he was </w:t>
      </w:r>
      <w:proofErr w:type="spellStart"/>
      <w:r>
        <w:t>recognised</w:t>
      </w:r>
      <w:proofErr w:type="spellEnd"/>
      <w:r>
        <w:t xml:space="preserve"> as one. Not long after the </w:t>
      </w:r>
      <w:proofErr w:type="spellStart"/>
      <w:r>
        <w:t>Ba‘th</w:t>
      </w:r>
      <w:proofErr w:type="spellEnd"/>
      <w:r>
        <w:t xml:space="preserve"> Party ha</w:t>
      </w:r>
      <w:r w:rsidR="000055F1">
        <w:t>d</w:t>
      </w:r>
      <w:r w:rsidR="00F04C85">
        <w:t xml:space="preserve"> </w:t>
      </w:r>
      <w:r>
        <w:t>gained supreme power in Iraq, the first of the ‘</w:t>
      </w:r>
      <w:proofErr w:type="spellStart"/>
      <w:r>
        <w:t>ulama</w:t>
      </w:r>
      <w:proofErr w:type="spellEnd"/>
      <w:r>
        <w:t>’ to be arrested fo</w:t>
      </w:r>
      <w:r w:rsidR="000055F1">
        <w:t>r</w:t>
      </w:r>
      <w:r w:rsidR="00F04C85">
        <w:t xml:space="preserve"> </w:t>
      </w:r>
      <w:r>
        <w:t xml:space="preserve">their outspoken criticism of the regime was </w:t>
      </w:r>
      <w:proofErr w:type="spellStart"/>
      <w:r>
        <w:t>Shirazi’s</w:t>
      </w:r>
      <w:proofErr w:type="spellEnd"/>
      <w:r>
        <w:t xml:space="preserve"> brother Ayatolla</w:t>
      </w:r>
      <w:r w:rsidR="000055F1">
        <w:t>h</w:t>
      </w:r>
      <w:r w:rsidR="00F04C85">
        <w:t xml:space="preserve"> </w:t>
      </w:r>
      <w:proofErr w:type="spellStart"/>
      <w:r>
        <w:t>Sayyid</w:t>
      </w:r>
      <w:proofErr w:type="spellEnd"/>
      <w:r>
        <w:t xml:space="preserve"> </w:t>
      </w:r>
      <w:proofErr w:type="spellStart"/>
      <w:r>
        <w:t>Hasan</w:t>
      </w:r>
      <w:proofErr w:type="spellEnd"/>
      <w:r>
        <w:t xml:space="preserve"> who, in the spring of 1969, was imprisoned in Baghdad an</w:t>
      </w:r>
      <w:r w:rsidR="000055F1">
        <w:t>d</w:t>
      </w:r>
      <w:r w:rsidR="00F04C85">
        <w:t xml:space="preserve"> </w:t>
      </w:r>
      <w:r>
        <w:t xml:space="preserve">savagely tortured. After his release </w:t>
      </w:r>
      <w:proofErr w:type="spellStart"/>
      <w:r>
        <w:t>Sayyid</w:t>
      </w:r>
      <w:proofErr w:type="spellEnd"/>
      <w:r>
        <w:t xml:space="preserve"> </w:t>
      </w:r>
      <w:proofErr w:type="spellStart"/>
      <w:r>
        <w:t>Hasan</w:t>
      </w:r>
      <w:proofErr w:type="spellEnd"/>
      <w:r>
        <w:t xml:space="preserve"> fled to Lebanon (where </w:t>
      </w:r>
      <w:r w:rsidR="000055F1">
        <w:t>a</w:t>
      </w:r>
      <w:r w:rsidR="00F04C85">
        <w:t xml:space="preserve"> </w:t>
      </w:r>
      <w:r>
        <w:t xml:space="preserve">decade later he was assassinated by the Iraqi regime) and </w:t>
      </w:r>
      <w:proofErr w:type="spellStart"/>
      <w:r>
        <w:t>Sayyi</w:t>
      </w:r>
      <w:r w:rsidR="000055F1">
        <w:t>d</w:t>
      </w:r>
      <w:proofErr w:type="spellEnd"/>
      <w:r w:rsidR="00F04C85">
        <w:t xml:space="preserve"> </w:t>
      </w:r>
      <w:r>
        <w:t>Muhammad, forced into exile, left Karbala’ along with his family fo</w:t>
      </w:r>
      <w:r w:rsidR="000055F1">
        <w:t>r</w:t>
      </w:r>
      <w:r w:rsidR="00F04C85">
        <w:t xml:space="preserve"> </w:t>
      </w:r>
      <w:r>
        <w:t>Kuwait. In 1979 he moved to Qum in Iran.</w:t>
      </w:r>
    </w:p>
    <w:p w:rsidR="00CF3F93" w:rsidRDefault="00CF3F93" w:rsidP="00CF3F93">
      <w:pPr>
        <w:pStyle w:val="libNormal"/>
      </w:pPr>
      <w:proofErr w:type="spellStart"/>
      <w:r>
        <w:lastRenderedPageBreak/>
        <w:t>Shirazi</w:t>
      </w:r>
      <w:proofErr w:type="spellEnd"/>
      <w:r>
        <w:t xml:space="preserve"> has written more than 1000 works. These deal with every branc</w:t>
      </w:r>
      <w:r w:rsidR="000055F1">
        <w:t>h</w:t>
      </w:r>
      <w:r w:rsidR="00F04C85">
        <w:t xml:space="preserve"> </w:t>
      </w:r>
      <w:r>
        <w:t>of Islamic studies. His greatest scholarly contribution is perhaps in th</w:t>
      </w:r>
      <w:r w:rsidR="000055F1">
        <w:t>e</w:t>
      </w:r>
      <w:r w:rsidR="00F04C85">
        <w:t xml:space="preserve"> </w:t>
      </w:r>
      <w:r>
        <w:t xml:space="preserve">field of </w:t>
      </w:r>
      <w:proofErr w:type="spellStart"/>
      <w:r>
        <w:t>fiqh</w:t>
      </w:r>
      <w:proofErr w:type="spellEnd"/>
      <w:r>
        <w:t xml:space="preserve"> (jurisprudence). Up to his time the most popular work on </w:t>
      </w:r>
      <w:proofErr w:type="spellStart"/>
      <w:r>
        <w:t>fiq</w:t>
      </w:r>
      <w:r w:rsidR="000055F1">
        <w:t>h</w:t>
      </w:r>
      <w:proofErr w:type="spellEnd"/>
      <w:r w:rsidR="00F04C85">
        <w:t xml:space="preserve"> </w:t>
      </w:r>
      <w:r>
        <w:t xml:space="preserve">in the </w:t>
      </w:r>
      <w:proofErr w:type="spellStart"/>
      <w:r>
        <w:t>hawzat</w:t>
      </w:r>
      <w:proofErr w:type="spellEnd"/>
      <w:r>
        <w:t xml:space="preserve"> was </w:t>
      </w:r>
      <w:proofErr w:type="spellStart"/>
      <w:r>
        <w:t>Najafi’s</w:t>
      </w:r>
      <w:proofErr w:type="spellEnd"/>
      <w:r>
        <w:t xml:space="preserve"> </w:t>
      </w:r>
      <w:proofErr w:type="spellStart"/>
      <w:r>
        <w:t>Jawahir</w:t>
      </w:r>
      <w:proofErr w:type="spellEnd"/>
      <w:r>
        <w:t xml:space="preserve"> al-</w:t>
      </w:r>
      <w:proofErr w:type="spellStart"/>
      <w:r>
        <w:t>Kalam</w:t>
      </w:r>
      <w:proofErr w:type="spellEnd"/>
      <w:r>
        <w:t xml:space="preserve"> in 44 volumes which date</w:t>
      </w:r>
      <w:r w:rsidR="000055F1">
        <w:t>s</w:t>
      </w:r>
      <w:r w:rsidR="00F04C85">
        <w:t xml:space="preserve"> </w:t>
      </w:r>
      <w:r>
        <w:t xml:space="preserve">from the early 19th century. </w:t>
      </w:r>
      <w:proofErr w:type="spellStart"/>
      <w:r>
        <w:t>Shirazi’s</w:t>
      </w:r>
      <w:proofErr w:type="spellEnd"/>
      <w:r>
        <w:t xml:space="preserve"> monumental </w:t>
      </w:r>
      <w:proofErr w:type="spellStart"/>
      <w:r>
        <w:t>encyclopaedic</w:t>
      </w:r>
      <w:proofErr w:type="spellEnd"/>
      <w:r>
        <w:t xml:space="preserve"> work o</w:t>
      </w:r>
      <w:r w:rsidR="000055F1">
        <w:t>n</w:t>
      </w:r>
      <w:r w:rsidR="00F04C85">
        <w:t xml:space="preserve"> </w:t>
      </w:r>
      <w:proofErr w:type="spellStart"/>
      <w:r>
        <w:t>fiqh</w:t>
      </w:r>
      <w:proofErr w:type="spellEnd"/>
      <w:r>
        <w:t>, which he commenced when only 25, amounts to 150 volumes, all o</w:t>
      </w:r>
      <w:r w:rsidR="000055F1">
        <w:t>f</w:t>
      </w:r>
      <w:r w:rsidR="00F04C85">
        <w:t xml:space="preserve"> </w:t>
      </w:r>
      <w:r>
        <w:t>which have been published. For the first time subjects like th</w:t>
      </w:r>
      <w:r w:rsidR="000055F1">
        <w:t>e</w:t>
      </w:r>
      <w:r w:rsidR="00F04C85">
        <w:t xml:space="preserve"> </w:t>
      </w:r>
      <w:r>
        <w:t>environment, economics, politics, freedom, the system of government i</w:t>
      </w:r>
      <w:r w:rsidR="000055F1">
        <w:t>n</w:t>
      </w:r>
      <w:r w:rsidR="00F04C85">
        <w:t xml:space="preserve"> </w:t>
      </w:r>
      <w:r>
        <w:t xml:space="preserve">Islam have been studied using strictly the criteria of jurisprudence. </w:t>
      </w:r>
      <w:proofErr w:type="spellStart"/>
      <w:r>
        <w:t>Shiraz</w:t>
      </w:r>
      <w:r w:rsidR="000055F1">
        <w:t>i</w:t>
      </w:r>
      <w:proofErr w:type="spellEnd"/>
      <w:r w:rsidR="00F04C85">
        <w:t xml:space="preserve"> </w:t>
      </w:r>
      <w:r>
        <w:t>believed in the concept of an Islamic State governed by a consultativ</w:t>
      </w:r>
      <w:r w:rsidR="000055F1">
        <w:t>e</w:t>
      </w:r>
      <w:r w:rsidR="00F04C85">
        <w:t xml:space="preserve"> </w:t>
      </w:r>
      <w:r>
        <w:t>system of leadership (</w:t>
      </w:r>
      <w:proofErr w:type="spellStart"/>
      <w:r>
        <w:t>shura</w:t>
      </w:r>
      <w:proofErr w:type="spellEnd"/>
      <w:r>
        <w:t>). Since he also encouraged freedom o</w:t>
      </w:r>
      <w:r w:rsidR="000055F1">
        <w:t>f</w:t>
      </w:r>
      <w:r w:rsidR="00F04C85">
        <w:t xml:space="preserve"> </w:t>
      </w:r>
      <w:r>
        <w:t xml:space="preserve">expression and </w:t>
      </w:r>
      <w:proofErr w:type="spellStart"/>
      <w:r>
        <w:t>favoured</w:t>
      </w:r>
      <w:proofErr w:type="spellEnd"/>
      <w:r>
        <w:t xml:space="preserve"> political pluralism he was against a one-part</w:t>
      </w:r>
      <w:r w:rsidR="000055F1">
        <w:t>y</w:t>
      </w:r>
      <w:r w:rsidR="00F04C85">
        <w:t xml:space="preserve"> </w:t>
      </w:r>
      <w:r>
        <w:t>state. He eschewed violence and coercion calling vehemently for a polic</w:t>
      </w:r>
      <w:r w:rsidR="000055F1">
        <w:t>y</w:t>
      </w:r>
      <w:r w:rsidR="00F04C85">
        <w:t xml:space="preserve"> </w:t>
      </w:r>
      <w:r>
        <w:t>of non-violence to be exercised in every aspect of life: private and public.</w:t>
      </w:r>
    </w:p>
    <w:p w:rsidR="00CF3F93" w:rsidRDefault="00CF3F93" w:rsidP="003D15BF">
      <w:pPr>
        <w:pStyle w:val="libNormal"/>
      </w:pPr>
      <w:proofErr w:type="spellStart"/>
      <w:r>
        <w:t>Shirazi</w:t>
      </w:r>
      <w:proofErr w:type="spellEnd"/>
      <w:r>
        <w:t xml:space="preserve"> maintained that Islam was essentially a message of peace an</w:t>
      </w:r>
      <w:r w:rsidR="000055F1">
        <w:t>d</w:t>
      </w:r>
      <w:r w:rsidR="00F04C85">
        <w:t xml:space="preserve"> </w:t>
      </w:r>
      <w:r>
        <w:t>tolerance to all mankind, stressing that it was better to forgive one's enem</w:t>
      </w:r>
      <w:r w:rsidR="000055F1">
        <w:t>y</w:t>
      </w:r>
      <w:r w:rsidR="00F04C85">
        <w:t xml:space="preserve"> </w:t>
      </w:r>
      <w:r>
        <w:t xml:space="preserve">rather than vilify him or seek revenge. </w:t>
      </w:r>
      <w:proofErr w:type="spellStart"/>
      <w:r>
        <w:t>Shirazi</w:t>
      </w:r>
      <w:proofErr w:type="spellEnd"/>
      <w:r>
        <w:t xml:space="preserve"> promoted the institution o</w:t>
      </w:r>
      <w:r w:rsidR="000055F1">
        <w:t>f</w:t>
      </w:r>
      <w:r w:rsidR="00F04C85">
        <w:t xml:space="preserve"> </w:t>
      </w:r>
      <w:r>
        <w:t>marriage and traditional family values; was concerned for human right</w:t>
      </w:r>
      <w:r w:rsidR="000055F1">
        <w:t>s</w:t>
      </w:r>
      <w:r w:rsidR="00F04C85">
        <w:t xml:space="preserve"> </w:t>
      </w:r>
      <w:r>
        <w:t>and the dignity of the individual, whether Muslim or non-Muslim;</w:t>
      </w:r>
      <w:r w:rsidR="003D15BF">
        <w:t xml:space="preserve"> </w:t>
      </w:r>
      <w:r>
        <w:t>emphasized the concept of justice, which is a fundamental one in Islam</w:t>
      </w:r>
      <w:r w:rsidR="000055F1">
        <w:t>,</w:t>
      </w:r>
      <w:r w:rsidR="00F04C85">
        <w:t xml:space="preserve"> </w:t>
      </w:r>
      <w:r>
        <w:t>and the need to have special care for the environment. His house in Qu</w:t>
      </w:r>
      <w:r w:rsidR="000055F1">
        <w:t>m</w:t>
      </w:r>
      <w:r w:rsidR="00F04C85">
        <w:t xml:space="preserve"> </w:t>
      </w:r>
      <w:r>
        <w:t xml:space="preserve">became in effect a </w:t>
      </w:r>
      <w:proofErr w:type="spellStart"/>
      <w:r>
        <w:t>Hawza</w:t>
      </w:r>
      <w:proofErr w:type="spellEnd"/>
      <w:r>
        <w:t xml:space="preserve"> where ‘</w:t>
      </w:r>
      <w:proofErr w:type="spellStart"/>
      <w:r>
        <w:t>ulama</w:t>
      </w:r>
      <w:proofErr w:type="spellEnd"/>
      <w:r>
        <w:t>’ and students alike would come t</w:t>
      </w:r>
      <w:r w:rsidR="000055F1">
        <w:t>o</w:t>
      </w:r>
      <w:r w:rsidR="00F04C85">
        <w:t xml:space="preserve"> </w:t>
      </w:r>
      <w:r>
        <w:t xml:space="preserve">attend his lectures in </w:t>
      </w:r>
      <w:proofErr w:type="spellStart"/>
      <w:r>
        <w:t>Bahth</w:t>
      </w:r>
      <w:proofErr w:type="spellEnd"/>
      <w:r>
        <w:t xml:space="preserve"> al-</w:t>
      </w:r>
      <w:proofErr w:type="spellStart"/>
      <w:r>
        <w:t>Kharij</w:t>
      </w:r>
      <w:proofErr w:type="spellEnd"/>
      <w:r>
        <w:t xml:space="preserve">. </w:t>
      </w:r>
      <w:proofErr w:type="spellStart"/>
      <w:r>
        <w:t>Shirazi</w:t>
      </w:r>
      <w:proofErr w:type="spellEnd"/>
      <w:r>
        <w:t xml:space="preserve"> had followers throughou</w:t>
      </w:r>
      <w:r w:rsidR="000055F1">
        <w:t>t</w:t>
      </w:r>
      <w:r w:rsidR="00F04C85">
        <w:t xml:space="preserve"> </w:t>
      </w:r>
      <w:r>
        <w:t>the world, especially in Kuwait, the Gulf States, the Eastern Province o</w:t>
      </w:r>
      <w:r w:rsidR="000055F1">
        <w:t>f</w:t>
      </w:r>
      <w:r w:rsidR="00F04C85">
        <w:t xml:space="preserve"> </w:t>
      </w:r>
      <w:r>
        <w:t>Saudi Arabia, Europe, the UK and North America.</w:t>
      </w:r>
    </w:p>
    <w:p w:rsidR="00CF3F93" w:rsidRDefault="00CF3F93" w:rsidP="00CF3F93">
      <w:pPr>
        <w:pStyle w:val="libNormal"/>
      </w:pPr>
      <w:r>
        <w:t xml:space="preserve">Ayatollah </w:t>
      </w:r>
      <w:proofErr w:type="spellStart"/>
      <w:r>
        <w:t>Shirazi</w:t>
      </w:r>
      <w:proofErr w:type="spellEnd"/>
      <w:r>
        <w:t xml:space="preserve"> was buried in the mausoleum of Fatima </w:t>
      </w:r>
      <w:proofErr w:type="spellStart"/>
      <w:r>
        <w:t>Ma‘suma</w:t>
      </w:r>
      <w:proofErr w:type="spellEnd"/>
      <w:r>
        <w:t xml:space="preserve"> (</w:t>
      </w:r>
      <w:r w:rsidR="000055F1">
        <w:t>a</w:t>
      </w:r>
      <w:r w:rsidR="00F04C85">
        <w:t xml:space="preserve"> </w:t>
      </w:r>
      <w:r>
        <w:t xml:space="preserve">sister of the eighth Imam, ‘Ali </w:t>
      </w:r>
      <w:proofErr w:type="spellStart"/>
      <w:r>
        <w:t>Rida</w:t>
      </w:r>
      <w:proofErr w:type="spellEnd"/>
      <w:r>
        <w:t>) in Qum. He is survived by his wif</w:t>
      </w:r>
      <w:r w:rsidR="000055F1">
        <w:t>e</w:t>
      </w:r>
      <w:r w:rsidR="00F04C85">
        <w:t xml:space="preserve"> </w:t>
      </w:r>
      <w:r>
        <w:t>who bore him 6 sons and 6 daughters.</w:t>
      </w:r>
    </w:p>
    <w:p w:rsidR="00CF3F93" w:rsidRDefault="00CF3F93" w:rsidP="00CF3F93">
      <w:pPr>
        <w:pStyle w:val="libNormal"/>
      </w:pPr>
      <w:proofErr w:type="spellStart"/>
      <w:r>
        <w:t>Shirazi</w:t>
      </w:r>
      <w:proofErr w:type="spellEnd"/>
      <w:r>
        <w:t xml:space="preserve"> had always encouraged outstanding </w:t>
      </w:r>
      <w:proofErr w:type="spellStart"/>
      <w:r>
        <w:t>mujtahids</w:t>
      </w:r>
      <w:proofErr w:type="spellEnd"/>
      <w:r>
        <w:t xml:space="preserve"> to publish their ow</w:t>
      </w:r>
      <w:r w:rsidR="000055F1">
        <w:t>n</w:t>
      </w:r>
      <w:r w:rsidR="00F04C85">
        <w:t xml:space="preserve"> </w:t>
      </w:r>
      <w:proofErr w:type="spellStart"/>
      <w:r>
        <w:t>risala</w:t>
      </w:r>
      <w:proofErr w:type="spellEnd"/>
      <w:r>
        <w:t xml:space="preserve"> ‘</w:t>
      </w:r>
      <w:proofErr w:type="spellStart"/>
      <w:r>
        <w:t>amaliyya</w:t>
      </w:r>
      <w:proofErr w:type="spellEnd"/>
      <w:r>
        <w:t xml:space="preserve">. Among these </w:t>
      </w:r>
      <w:proofErr w:type="spellStart"/>
      <w:r>
        <w:t>mujtahids</w:t>
      </w:r>
      <w:proofErr w:type="spellEnd"/>
      <w:r>
        <w:t xml:space="preserve"> figured his own brother, </w:t>
      </w:r>
      <w:proofErr w:type="spellStart"/>
      <w:r>
        <w:t>Sayyi</w:t>
      </w:r>
      <w:r w:rsidR="000055F1">
        <w:t>d</w:t>
      </w:r>
      <w:proofErr w:type="spellEnd"/>
      <w:r w:rsidR="00F04C85">
        <w:t xml:space="preserve"> </w:t>
      </w:r>
      <w:proofErr w:type="spellStart"/>
      <w:r>
        <w:t>Sadiq</w:t>
      </w:r>
      <w:proofErr w:type="spellEnd"/>
      <w:r>
        <w:t xml:space="preserve">. During his lifetime </w:t>
      </w:r>
      <w:proofErr w:type="spellStart"/>
      <w:r>
        <w:t>Shirazi</w:t>
      </w:r>
      <w:proofErr w:type="spellEnd"/>
      <w:r>
        <w:t>, both orally and in writing, had urge</w:t>
      </w:r>
      <w:r w:rsidR="000055F1">
        <w:t>d</w:t>
      </w:r>
      <w:r w:rsidR="00F04C85">
        <w:t xml:space="preserve"> </w:t>
      </w:r>
      <w:r>
        <w:t xml:space="preserve">the believers to have recourse to </w:t>
      </w:r>
      <w:proofErr w:type="spellStart"/>
      <w:r>
        <w:t>Sayyid</w:t>
      </w:r>
      <w:proofErr w:type="spellEnd"/>
      <w:r>
        <w:t xml:space="preserve"> </w:t>
      </w:r>
      <w:proofErr w:type="spellStart"/>
      <w:r>
        <w:t>Sadiq</w:t>
      </w:r>
      <w:proofErr w:type="spellEnd"/>
      <w:r>
        <w:t xml:space="preserve"> and to profit from hi</w:t>
      </w:r>
      <w:r w:rsidR="000055F1">
        <w:t>s</w:t>
      </w:r>
      <w:r w:rsidR="00F04C85">
        <w:t xml:space="preserve"> </w:t>
      </w:r>
      <w:r>
        <w:t>knowledge in all aspects of jurisprudence but the latter had declined t</w:t>
      </w:r>
      <w:r w:rsidR="000055F1">
        <w:t>o</w:t>
      </w:r>
      <w:r w:rsidR="00F04C85">
        <w:t xml:space="preserve"> </w:t>
      </w:r>
      <w:r>
        <w:t xml:space="preserve">publish his </w:t>
      </w:r>
      <w:proofErr w:type="spellStart"/>
      <w:r>
        <w:t>risala</w:t>
      </w:r>
      <w:proofErr w:type="spellEnd"/>
      <w:r>
        <w:t xml:space="preserve"> out of deference to his elder brother. However, no</w:t>
      </w:r>
      <w:r w:rsidR="000055F1">
        <w:t>w</w:t>
      </w:r>
      <w:r w:rsidR="00F04C85">
        <w:t xml:space="preserve"> </w:t>
      </w:r>
      <w:r>
        <w:t xml:space="preserve">after the demise of </w:t>
      </w:r>
      <w:proofErr w:type="spellStart"/>
      <w:r>
        <w:t>Sayyid</w:t>
      </w:r>
      <w:proofErr w:type="spellEnd"/>
      <w:r>
        <w:t xml:space="preserve"> Muhammad it has surprised no one that </w:t>
      </w:r>
      <w:proofErr w:type="spellStart"/>
      <w:r>
        <w:t>Sayyi</w:t>
      </w:r>
      <w:r w:rsidR="000055F1">
        <w:t>d</w:t>
      </w:r>
      <w:proofErr w:type="spellEnd"/>
      <w:r w:rsidR="00F04C85">
        <w:t xml:space="preserve"> </w:t>
      </w:r>
      <w:proofErr w:type="spellStart"/>
      <w:r>
        <w:t>Sadiq</w:t>
      </w:r>
      <w:proofErr w:type="spellEnd"/>
      <w:r>
        <w:t xml:space="preserve"> should be </w:t>
      </w:r>
      <w:proofErr w:type="spellStart"/>
      <w:r>
        <w:t>recognised</w:t>
      </w:r>
      <w:proofErr w:type="spellEnd"/>
      <w:r>
        <w:t xml:space="preserve"> as a </w:t>
      </w:r>
      <w:proofErr w:type="spellStart"/>
      <w:r>
        <w:t>marja</w:t>
      </w:r>
      <w:proofErr w:type="spellEnd"/>
      <w:r>
        <w:t>‘, bearing in mind that his lat</w:t>
      </w:r>
      <w:r w:rsidR="000055F1">
        <w:t>e</w:t>
      </w:r>
      <w:r w:rsidR="00F04C85">
        <w:t xml:space="preserve"> </w:t>
      </w:r>
      <w:r>
        <w:t>brother had made it clear that he was eminently qualified for this grea</w:t>
      </w:r>
      <w:r w:rsidR="000055F1">
        <w:t>t</w:t>
      </w:r>
      <w:r w:rsidR="00F04C85">
        <w:t xml:space="preserve"> </w:t>
      </w:r>
      <w:r>
        <w:t>task.</w:t>
      </w:r>
    </w:p>
    <w:p w:rsidR="00CF3F93" w:rsidRDefault="00CF3F93" w:rsidP="00CF3F93">
      <w:pPr>
        <w:pStyle w:val="libNormal"/>
      </w:pPr>
      <w:r>
        <w:t xml:space="preserve">Grand Ayatollah </w:t>
      </w:r>
      <w:proofErr w:type="spellStart"/>
      <w:r>
        <w:t>Sayyid</w:t>
      </w:r>
      <w:proofErr w:type="spellEnd"/>
      <w:r>
        <w:t xml:space="preserve"> </w:t>
      </w:r>
      <w:proofErr w:type="spellStart"/>
      <w:r>
        <w:t>Sadiq</w:t>
      </w:r>
      <w:proofErr w:type="spellEnd"/>
      <w:r>
        <w:t xml:space="preserve"> al-</w:t>
      </w:r>
      <w:proofErr w:type="spellStart"/>
      <w:r>
        <w:t>Shirazi</w:t>
      </w:r>
      <w:proofErr w:type="spellEnd"/>
      <w:r>
        <w:t xml:space="preserve"> was born in Karbala’ in Januar</w:t>
      </w:r>
      <w:r w:rsidR="000055F1">
        <w:t>y</w:t>
      </w:r>
      <w:r w:rsidR="00F04C85">
        <w:t xml:space="preserve"> </w:t>
      </w:r>
      <w:r>
        <w:t>1942 and among his teachers were the Grand Ayatollahs, his own fathe</w:t>
      </w:r>
      <w:r w:rsidR="000055F1">
        <w:t>r</w:t>
      </w:r>
      <w:r w:rsidR="00F04C85">
        <w:t xml:space="preserve"> </w:t>
      </w:r>
      <w:proofErr w:type="spellStart"/>
      <w:r>
        <w:t>Mirza</w:t>
      </w:r>
      <w:proofErr w:type="spellEnd"/>
      <w:r>
        <w:t xml:space="preserve"> </w:t>
      </w:r>
      <w:proofErr w:type="spellStart"/>
      <w:r>
        <w:t>Mahdi</w:t>
      </w:r>
      <w:proofErr w:type="spellEnd"/>
      <w:r>
        <w:t xml:space="preserve">, his brother </w:t>
      </w:r>
      <w:proofErr w:type="spellStart"/>
      <w:r>
        <w:t>Sayyid</w:t>
      </w:r>
      <w:proofErr w:type="spellEnd"/>
      <w:r>
        <w:t xml:space="preserve"> Muhammad, </w:t>
      </w:r>
      <w:proofErr w:type="spellStart"/>
      <w:r>
        <w:t>Sayyid</w:t>
      </w:r>
      <w:proofErr w:type="spellEnd"/>
      <w:r>
        <w:t xml:space="preserve"> Muhammad </w:t>
      </w:r>
      <w:proofErr w:type="spellStart"/>
      <w:r>
        <w:t>Hadi</w:t>
      </w:r>
      <w:proofErr w:type="spellEnd"/>
      <w:r>
        <w:t xml:space="preserve"> al</w:t>
      </w:r>
      <w:r w:rsidR="00337E26">
        <w:t>-</w:t>
      </w:r>
      <w:proofErr w:type="spellStart"/>
      <w:r>
        <w:t>Milani</w:t>
      </w:r>
      <w:proofErr w:type="spellEnd"/>
      <w:r>
        <w:t xml:space="preserve"> and </w:t>
      </w:r>
      <w:proofErr w:type="spellStart"/>
      <w:r>
        <w:t>Shaykh</w:t>
      </w:r>
      <w:proofErr w:type="spellEnd"/>
      <w:r>
        <w:t xml:space="preserve"> Muhammad </w:t>
      </w:r>
      <w:proofErr w:type="spellStart"/>
      <w:r>
        <w:t>Rida</w:t>
      </w:r>
      <w:proofErr w:type="spellEnd"/>
      <w:r>
        <w:t xml:space="preserve"> al-</w:t>
      </w:r>
      <w:proofErr w:type="spellStart"/>
      <w:r>
        <w:t>Isfahani</w:t>
      </w:r>
      <w:proofErr w:type="spellEnd"/>
      <w:r>
        <w:t xml:space="preserve">. He became a </w:t>
      </w:r>
      <w:proofErr w:type="spellStart"/>
      <w:r>
        <w:t>mujtahi</w:t>
      </w:r>
      <w:r w:rsidR="000055F1">
        <w:t>d</w:t>
      </w:r>
      <w:proofErr w:type="spellEnd"/>
      <w:r w:rsidR="00F04C85">
        <w:t xml:space="preserve"> </w:t>
      </w:r>
      <w:r>
        <w:t xml:space="preserve">in his early twenties and for over 20 years he has taught </w:t>
      </w:r>
      <w:proofErr w:type="spellStart"/>
      <w:r>
        <w:t>Bahth</w:t>
      </w:r>
      <w:proofErr w:type="spellEnd"/>
      <w:r>
        <w:t xml:space="preserve"> al-</w:t>
      </w:r>
      <w:proofErr w:type="spellStart"/>
      <w:r>
        <w:t>Khari</w:t>
      </w:r>
      <w:r w:rsidR="000055F1">
        <w:t>j</w:t>
      </w:r>
      <w:proofErr w:type="spellEnd"/>
      <w:r w:rsidR="00F04C85">
        <w:t xml:space="preserve"> </w:t>
      </w:r>
      <w:r>
        <w:t xml:space="preserve">and many well-known </w:t>
      </w:r>
      <w:proofErr w:type="spellStart"/>
      <w:r>
        <w:t>mujtahids</w:t>
      </w:r>
      <w:proofErr w:type="spellEnd"/>
      <w:r>
        <w:t xml:space="preserve"> of the present-day had attended hi</w:t>
      </w:r>
      <w:r w:rsidR="000055F1">
        <w:t>s</w:t>
      </w:r>
      <w:r w:rsidR="00F04C85">
        <w:t xml:space="preserve"> </w:t>
      </w:r>
      <w:r>
        <w:t>lectures.</w:t>
      </w:r>
    </w:p>
    <w:p w:rsidR="00CF3F93" w:rsidRDefault="00CF3F93" w:rsidP="00CF3F93">
      <w:pPr>
        <w:pStyle w:val="libNormal"/>
      </w:pPr>
      <w:proofErr w:type="spellStart"/>
      <w:r>
        <w:t>Sayyid</w:t>
      </w:r>
      <w:proofErr w:type="spellEnd"/>
      <w:r>
        <w:t xml:space="preserve"> </w:t>
      </w:r>
      <w:proofErr w:type="spellStart"/>
      <w:r>
        <w:t>Sadiq</w:t>
      </w:r>
      <w:proofErr w:type="spellEnd"/>
      <w:r>
        <w:t xml:space="preserve"> has already written more than 80 compilations among whic</w:t>
      </w:r>
      <w:r w:rsidR="000055F1">
        <w:t>h</w:t>
      </w:r>
      <w:r w:rsidR="00F04C85">
        <w:t xml:space="preserve"> </w:t>
      </w:r>
      <w:r>
        <w:t xml:space="preserve">figure his commentary on the monumental work on </w:t>
      </w:r>
      <w:proofErr w:type="spellStart"/>
      <w:r>
        <w:t>fiqh</w:t>
      </w:r>
      <w:proofErr w:type="spellEnd"/>
      <w:r>
        <w:t>, al-‘</w:t>
      </w:r>
      <w:proofErr w:type="spellStart"/>
      <w:r>
        <w:t>Urwa</w:t>
      </w:r>
      <w:proofErr w:type="spellEnd"/>
      <w:r>
        <w:t xml:space="preserve"> </w:t>
      </w:r>
      <w:proofErr w:type="spellStart"/>
      <w:r>
        <w:t>alwuthqa</w:t>
      </w:r>
      <w:proofErr w:type="spellEnd"/>
      <w:r w:rsidR="000055F1">
        <w:t>,</w:t>
      </w:r>
      <w:r w:rsidR="00F04C85">
        <w:t xml:space="preserve"> </w:t>
      </w:r>
      <w:r>
        <w:t xml:space="preserve">by the late 19th century/early 20th century </w:t>
      </w:r>
      <w:proofErr w:type="spellStart"/>
      <w:r>
        <w:t>marja</w:t>
      </w:r>
      <w:proofErr w:type="spellEnd"/>
      <w:r>
        <w:t xml:space="preserve">‘ </w:t>
      </w:r>
      <w:proofErr w:type="spellStart"/>
      <w:r>
        <w:t>Sayyi</w:t>
      </w:r>
      <w:r w:rsidR="000055F1">
        <w:t>d</w:t>
      </w:r>
      <w:proofErr w:type="spellEnd"/>
      <w:r w:rsidR="00F04C85">
        <w:t xml:space="preserve"> </w:t>
      </w:r>
      <w:proofErr w:type="spellStart"/>
      <w:r>
        <w:t>Tabataba’i</w:t>
      </w:r>
      <w:proofErr w:type="spellEnd"/>
      <w:r>
        <w:t xml:space="preserve"> </w:t>
      </w:r>
      <w:proofErr w:type="spellStart"/>
      <w:r>
        <w:t>Yazdi</w:t>
      </w:r>
      <w:proofErr w:type="spellEnd"/>
      <w:r>
        <w:t>. He began to write it in Karbala’ 35 years ago and th</w:t>
      </w:r>
      <w:r w:rsidR="000055F1">
        <w:t>e</w:t>
      </w:r>
      <w:r w:rsidR="00F04C85">
        <w:t xml:space="preserve"> </w:t>
      </w:r>
      <w:r>
        <w:t xml:space="preserve">first volume on </w:t>
      </w:r>
      <w:proofErr w:type="spellStart"/>
      <w:r>
        <w:t>ijtihad</w:t>
      </w:r>
      <w:proofErr w:type="spellEnd"/>
      <w:r>
        <w:t xml:space="preserve"> and </w:t>
      </w:r>
      <w:proofErr w:type="spellStart"/>
      <w:r>
        <w:t>taqlid</w:t>
      </w:r>
      <w:proofErr w:type="spellEnd"/>
      <w:r>
        <w:t>, published in Beirut in the 1970s</w:t>
      </w:r>
      <w:r w:rsidR="000055F1">
        <w:t>,</w:t>
      </w:r>
      <w:r w:rsidR="00F04C85">
        <w:t xml:space="preserve"> </w:t>
      </w:r>
      <w:r>
        <w:t xml:space="preserve">illustrates </w:t>
      </w:r>
      <w:r>
        <w:lastRenderedPageBreak/>
        <w:t xml:space="preserve">admirably both the depth of </w:t>
      </w:r>
      <w:proofErr w:type="spellStart"/>
      <w:r>
        <w:t>Sayyid</w:t>
      </w:r>
      <w:proofErr w:type="spellEnd"/>
      <w:r>
        <w:t xml:space="preserve"> </w:t>
      </w:r>
      <w:proofErr w:type="spellStart"/>
      <w:r>
        <w:t>Sadiq’s</w:t>
      </w:r>
      <w:proofErr w:type="spellEnd"/>
      <w:r>
        <w:t xml:space="preserve"> learning and hi</w:t>
      </w:r>
      <w:r w:rsidR="000055F1">
        <w:t>s</w:t>
      </w:r>
      <w:r w:rsidR="00F04C85">
        <w:t xml:space="preserve"> </w:t>
      </w:r>
      <w:r>
        <w:t>deductive powers. The remaining 20 volumes, on prayer, have yet to b</w:t>
      </w:r>
      <w:r w:rsidR="000055F1">
        <w:t>e</w:t>
      </w:r>
      <w:r w:rsidR="00F04C85">
        <w:t xml:space="preserve"> </w:t>
      </w:r>
      <w:r>
        <w:t xml:space="preserve">published. His </w:t>
      </w:r>
      <w:proofErr w:type="spellStart"/>
      <w:r>
        <w:t>Bayan</w:t>
      </w:r>
      <w:proofErr w:type="spellEnd"/>
      <w:r>
        <w:t xml:space="preserve"> al-</w:t>
      </w:r>
      <w:proofErr w:type="spellStart"/>
      <w:r>
        <w:t>usul</w:t>
      </w:r>
      <w:proofErr w:type="spellEnd"/>
      <w:r>
        <w:t xml:space="preserve"> on the fundamentals of jurisprudence run</w:t>
      </w:r>
      <w:r w:rsidR="000055F1">
        <w:t>s</w:t>
      </w:r>
      <w:r w:rsidR="00F04C85">
        <w:t xml:space="preserve"> </w:t>
      </w:r>
      <w:r>
        <w:t>into 10 volumes and its fifth volume (la-</w:t>
      </w:r>
      <w:proofErr w:type="spellStart"/>
      <w:r>
        <w:t>darar</w:t>
      </w:r>
      <w:proofErr w:type="spellEnd"/>
      <w:r>
        <w:t xml:space="preserve"> </w:t>
      </w:r>
      <w:proofErr w:type="spellStart"/>
      <w:r>
        <w:t>wa</w:t>
      </w:r>
      <w:proofErr w:type="spellEnd"/>
      <w:r>
        <w:t>-la-</w:t>
      </w:r>
      <w:proofErr w:type="spellStart"/>
      <w:r>
        <w:t>dirar</w:t>
      </w:r>
      <w:proofErr w:type="spellEnd"/>
      <w:r>
        <w:t>: which is th</w:t>
      </w:r>
      <w:r w:rsidR="000055F1">
        <w:t>e</w:t>
      </w:r>
      <w:r w:rsidR="00F04C85">
        <w:t xml:space="preserve"> </w:t>
      </w:r>
      <w:r>
        <w:t>Islamic principle that “one must do no harm or receive harm”) has bee</w:t>
      </w:r>
      <w:r w:rsidR="000055F1">
        <w:t>n</w:t>
      </w:r>
      <w:r w:rsidR="00F04C85">
        <w:t xml:space="preserve"> </w:t>
      </w:r>
      <w:r>
        <w:t>published and has been printed at least three times. Grand Ayatolla</w:t>
      </w:r>
      <w:r w:rsidR="000055F1">
        <w:t>h</w:t>
      </w:r>
      <w:r w:rsidR="00F04C85">
        <w:t xml:space="preserve"> </w:t>
      </w:r>
      <w:proofErr w:type="spellStart"/>
      <w:r>
        <w:t>Sadiq</w:t>
      </w:r>
      <w:proofErr w:type="spellEnd"/>
      <w:r>
        <w:t xml:space="preserve"> resides in the holy city of Qum from where he directs the affairs o</w:t>
      </w:r>
      <w:r w:rsidR="000055F1">
        <w:t>f</w:t>
      </w:r>
      <w:r w:rsidR="00F04C85">
        <w:t xml:space="preserve"> </w:t>
      </w:r>
      <w:r>
        <w:t xml:space="preserve">the </w:t>
      </w:r>
      <w:proofErr w:type="spellStart"/>
      <w:r>
        <w:t>Marja‘iyya</w:t>
      </w:r>
      <w:proofErr w:type="spellEnd"/>
      <w:r>
        <w:t xml:space="preserve"> and of course is in constant touch with his representative</w:t>
      </w:r>
      <w:r w:rsidR="000055F1">
        <w:t>s</w:t>
      </w:r>
      <w:r w:rsidR="00F04C85">
        <w:t xml:space="preserve"> </w:t>
      </w:r>
      <w:r>
        <w:t xml:space="preserve">worldwide. He is also busy teaching </w:t>
      </w:r>
      <w:proofErr w:type="spellStart"/>
      <w:r>
        <w:t>Bahth</w:t>
      </w:r>
      <w:proofErr w:type="spellEnd"/>
      <w:r>
        <w:t xml:space="preserve"> al-</w:t>
      </w:r>
      <w:proofErr w:type="spellStart"/>
      <w:r>
        <w:t>Kharij</w:t>
      </w:r>
      <w:proofErr w:type="spellEnd"/>
      <w:r>
        <w:t xml:space="preserve"> (higher studies) bot</w:t>
      </w:r>
      <w:r w:rsidR="000055F1">
        <w:t>h</w:t>
      </w:r>
      <w:r w:rsidR="00F04C85">
        <w:t xml:space="preserve"> </w:t>
      </w:r>
      <w:r>
        <w:t xml:space="preserve">in </w:t>
      </w:r>
      <w:proofErr w:type="spellStart"/>
      <w:r>
        <w:t>usul</w:t>
      </w:r>
      <w:proofErr w:type="spellEnd"/>
      <w:r>
        <w:t xml:space="preserve"> al-</w:t>
      </w:r>
      <w:proofErr w:type="spellStart"/>
      <w:r>
        <w:t>fiqh</w:t>
      </w:r>
      <w:proofErr w:type="spellEnd"/>
      <w:r>
        <w:t xml:space="preserve"> (fundamentals of jurisprudence) and </w:t>
      </w:r>
      <w:proofErr w:type="spellStart"/>
      <w:r>
        <w:t>fiqh</w:t>
      </w:r>
      <w:proofErr w:type="spellEnd"/>
      <w:r>
        <w:t xml:space="preserve"> and also give</w:t>
      </w:r>
      <w:r w:rsidR="000055F1">
        <w:t>s</w:t>
      </w:r>
      <w:r w:rsidR="00F04C85">
        <w:t xml:space="preserve"> </w:t>
      </w:r>
      <w:r>
        <w:t>public lectures on a whole range of topics. Daily, sitting in the same offic</w:t>
      </w:r>
      <w:r w:rsidR="000055F1">
        <w:t>e</w:t>
      </w:r>
      <w:r w:rsidR="00F04C85">
        <w:t xml:space="preserve"> </w:t>
      </w:r>
      <w:r>
        <w:t>that his brother used, he receives visitors who come to Qum to seek hi</w:t>
      </w:r>
      <w:r w:rsidR="000055F1">
        <w:t>s</w:t>
      </w:r>
      <w:r w:rsidR="00F04C85">
        <w:t xml:space="preserve"> </w:t>
      </w:r>
      <w:r>
        <w:t>advice and spiritual guidance or who ask for a fatwa in a particula</w:t>
      </w:r>
      <w:r w:rsidR="000055F1">
        <w:t>r</w:t>
      </w:r>
      <w:r w:rsidR="00F04C85">
        <w:t xml:space="preserve"> </w:t>
      </w:r>
      <w:r>
        <w:t>juridical matter.</w:t>
      </w:r>
    </w:p>
    <w:p w:rsidR="00CF3F93" w:rsidRPr="001B2F03" w:rsidRDefault="00CF3F93" w:rsidP="006D51A0">
      <w:pPr>
        <w:pStyle w:val="libBold1"/>
      </w:pPr>
      <w:proofErr w:type="spellStart"/>
      <w:r w:rsidRPr="001B2F03">
        <w:t>Abdelmalik</w:t>
      </w:r>
      <w:proofErr w:type="spellEnd"/>
      <w:r w:rsidRPr="001B2F03">
        <w:t xml:space="preserve"> </w:t>
      </w:r>
      <w:proofErr w:type="spellStart"/>
      <w:r w:rsidRPr="001B2F03">
        <w:t>Badruddin</w:t>
      </w:r>
      <w:proofErr w:type="spellEnd"/>
      <w:r w:rsidRPr="001B2F03">
        <w:t xml:space="preserve"> Eagle</w:t>
      </w:r>
    </w:p>
    <w:p w:rsidR="00CF3F93" w:rsidRPr="001B2F03" w:rsidRDefault="00CF3F93" w:rsidP="006D51A0">
      <w:pPr>
        <w:pStyle w:val="libBold1"/>
      </w:pPr>
      <w:r w:rsidRPr="001B2F03">
        <w:t>London</w:t>
      </w:r>
    </w:p>
    <w:p w:rsidR="00CF3F93" w:rsidRPr="001B2F03" w:rsidRDefault="00CF3F93" w:rsidP="006D51A0">
      <w:pPr>
        <w:pStyle w:val="libBold1"/>
      </w:pPr>
      <w:r w:rsidRPr="001B2F03">
        <w:t>August 2002</w:t>
      </w:r>
    </w:p>
    <w:p w:rsidR="00CF3F93" w:rsidRDefault="00CF3F93" w:rsidP="00146845">
      <w:pPr>
        <w:pStyle w:val="libNormal"/>
      </w:pPr>
      <w:r>
        <w:br w:type="page"/>
      </w:r>
    </w:p>
    <w:p w:rsidR="00CF3F93" w:rsidRDefault="00CF3F93" w:rsidP="00146845">
      <w:pPr>
        <w:pStyle w:val="Heading1Center"/>
      </w:pPr>
      <w:bookmarkStart w:id="3" w:name="_Toc496784659"/>
      <w:r>
        <w:lastRenderedPageBreak/>
        <w:t>Foreword by the Author</w:t>
      </w:r>
      <w:bookmarkEnd w:id="3"/>
    </w:p>
    <w:p w:rsidR="00CF3F93" w:rsidRDefault="00CF3F93" w:rsidP="00CF3F93">
      <w:pPr>
        <w:pStyle w:val="libNormal"/>
      </w:pPr>
      <w:r>
        <w:t xml:space="preserve">Praise </w:t>
      </w:r>
      <w:proofErr w:type="gramStart"/>
      <w:r>
        <w:t>be</w:t>
      </w:r>
      <w:proofErr w:type="gramEnd"/>
      <w:r>
        <w:t xml:space="preserve"> to God the Lord of the Worlds and peace and blessings be upo</w:t>
      </w:r>
      <w:r w:rsidR="000055F1">
        <w:t>n</w:t>
      </w:r>
      <w:r w:rsidR="00F04C85">
        <w:t xml:space="preserve"> </w:t>
      </w:r>
      <w:r>
        <w:t>Muhammad and his pure progeny and may God curse their enemies unti</w:t>
      </w:r>
      <w:r w:rsidR="000055F1">
        <w:t>l</w:t>
      </w:r>
      <w:r w:rsidR="00F04C85">
        <w:t xml:space="preserve"> </w:t>
      </w:r>
      <w:r>
        <w:t xml:space="preserve">the Day of </w:t>
      </w:r>
      <w:proofErr w:type="spellStart"/>
      <w:r>
        <w:t>Judgement</w:t>
      </w:r>
      <w:proofErr w:type="spellEnd"/>
      <w:r>
        <w:t>.</w:t>
      </w:r>
    </w:p>
    <w:p w:rsidR="00CF3F93" w:rsidRDefault="00CF3F93" w:rsidP="00CF3F93">
      <w:pPr>
        <w:pStyle w:val="libNormal"/>
      </w:pPr>
      <w:r>
        <w:t>In today’s world we see that materialism has rushed in from all sides an</w:t>
      </w:r>
      <w:r w:rsidR="000055F1">
        <w:t>d</w:t>
      </w:r>
      <w:r w:rsidR="00F04C85">
        <w:t xml:space="preserve"> </w:t>
      </w:r>
      <w:r>
        <w:t xml:space="preserve">spurious values prevail in every quarter and peace of mind and </w:t>
      </w:r>
      <w:proofErr w:type="spellStart"/>
      <w:r>
        <w:t>tranquillit</w:t>
      </w:r>
      <w:r w:rsidR="000055F1">
        <w:t>y</w:t>
      </w:r>
      <w:proofErr w:type="spellEnd"/>
      <w:r w:rsidR="00F04C85">
        <w:t xml:space="preserve"> </w:t>
      </w:r>
      <w:r>
        <w:t>now barely exist. Revolution and wars throughout the world have cause</w:t>
      </w:r>
      <w:r w:rsidR="000055F1">
        <w:t>d</w:t>
      </w:r>
      <w:r w:rsidR="00F04C85">
        <w:t xml:space="preserve"> </w:t>
      </w:r>
      <w:r>
        <w:t>everyone to be apprehensive and people feel that they have been robbed o</w:t>
      </w:r>
      <w:r w:rsidR="000055F1">
        <w:t>f</w:t>
      </w:r>
      <w:r w:rsidR="00F04C85">
        <w:t xml:space="preserve"> </w:t>
      </w:r>
      <w:r>
        <w:t xml:space="preserve">their security and sense of stability. Many are beginning now to seek </w:t>
      </w:r>
      <w:r w:rsidR="000055F1">
        <w:t>a</w:t>
      </w:r>
      <w:r w:rsidR="00F04C85">
        <w:t xml:space="preserve"> </w:t>
      </w:r>
      <w:r>
        <w:t>way-out from this state of anxiety and alarm which would bring the</w:t>
      </w:r>
      <w:r w:rsidR="000055F1">
        <w:t>m</w:t>
      </w:r>
      <w:r w:rsidR="00F04C85">
        <w:t xml:space="preserve"> </w:t>
      </w:r>
      <w:r>
        <w:t xml:space="preserve">contentment and inner peace and are looking for a cure to this </w:t>
      </w:r>
      <w:proofErr w:type="spellStart"/>
      <w:r>
        <w:t>allpervasiv</w:t>
      </w:r>
      <w:r w:rsidR="000055F1">
        <w:t>e</w:t>
      </w:r>
      <w:proofErr w:type="spellEnd"/>
      <w:r w:rsidR="00F04C85">
        <w:t xml:space="preserve"> </w:t>
      </w:r>
      <w:r>
        <w:t>disease and a way to rid themselves of mental and spiritual pai</w:t>
      </w:r>
      <w:r w:rsidR="000055F1">
        <w:t>n</w:t>
      </w:r>
      <w:r w:rsidR="00F04C85">
        <w:t xml:space="preserve"> </w:t>
      </w:r>
      <w:r>
        <w:t>and disquiet.</w:t>
      </w:r>
    </w:p>
    <w:p w:rsidR="00CF3F93" w:rsidRDefault="00CF3F93" w:rsidP="00CF3F93">
      <w:pPr>
        <w:pStyle w:val="libNormal"/>
      </w:pPr>
      <w:r>
        <w:t>For a long time I have been thinking that if people only lived according t</w:t>
      </w:r>
      <w:r w:rsidR="000055F1">
        <w:t>o</w:t>
      </w:r>
      <w:r w:rsidR="00F04C85">
        <w:t xml:space="preserve"> </w:t>
      </w:r>
      <w:r>
        <w:t>Islam as it has been revealed by the God of the Universe, they would fin</w:t>
      </w:r>
      <w:r w:rsidR="000055F1">
        <w:t>d</w:t>
      </w:r>
      <w:r w:rsidR="00F04C85">
        <w:t xml:space="preserve"> </w:t>
      </w:r>
      <w:r>
        <w:t>therein a complete cure which would remove every anxiety and uneas</w:t>
      </w:r>
      <w:r w:rsidR="000055F1">
        <w:t>e</w:t>
      </w:r>
      <w:r w:rsidR="00F04C85">
        <w:t xml:space="preserve"> </w:t>
      </w:r>
      <w:r>
        <w:t xml:space="preserve">and quench this thirsting for inner serenity. Islam is indeed a way of life, </w:t>
      </w:r>
      <w:r w:rsidR="000055F1">
        <w:t>a</w:t>
      </w:r>
      <w:r w:rsidR="00F04C85">
        <w:t xml:space="preserve"> </w:t>
      </w:r>
      <w:r>
        <w:t>religion of light, equanimity and peace, for the Almighty says in the Hol</w:t>
      </w:r>
      <w:r w:rsidR="000055F1">
        <w:t>y</w:t>
      </w:r>
      <w:r w:rsidR="00F04C85">
        <w:t xml:space="preserve"> </w:t>
      </w:r>
      <w:r>
        <w:t xml:space="preserve">Qur’an: </w:t>
      </w:r>
      <w:proofErr w:type="gramStart"/>
      <w:r>
        <w:t>“ …</w:t>
      </w:r>
      <w:proofErr w:type="gramEnd"/>
      <w:r>
        <w:t>… when He calls you to that which gives you life” [8: 24] an</w:t>
      </w:r>
      <w:r w:rsidR="000055F1">
        <w:t>d</w:t>
      </w:r>
      <w:r w:rsidR="00F04C85">
        <w:t xml:space="preserve"> </w:t>
      </w:r>
      <w:r>
        <w:t>speaks of those who follow “the light which has been sent down” [7: 157].</w:t>
      </w:r>
    </w:p>
    <w:p w:rsidR="00CF3F93" w:rsidRDefault="00CF3F93" w:rsidP="003418E0">
      <w:pPr>
        <w:pStyle w:val="libNormal"/>
      </w:pPr>
      <w:r>
        <w:t>God Almighty also says: “surely by remembering God, hearts find rest”</w:t>
      </w:r>
      <w:r w:rsidR="003418E0">
        <w:t xml:space="preserve"> </w:t>
      </w:r>
      <w:r>
        <w:t xml:space="preserve">[13: 28] and in another </w:t>
      </w:r>
      <w:proofErr w:type="spellStart"/>
      <w:r>
        <w:t>sura</w:t>
      </w:r>
      <w:proofErr w:type="spellEnd"/>
      <w:r>
        <w:t xml:space="preserve"> (chapter), “With it [the Qur’an] God guide</w:t>
      </w:r>
      <w:r w:rsidR="000055F1">
        <w:t>s</w:t>
      </w:r>
      <w:r w:rsidR="00F04C85">
        <w:t xml:space="preserve"> </w:t>
      </w:r>
      <w:proofErr w:type="gramStart"/>
      <w:r>
        <w:t>whomsoever</w:t>
      </w:r>
      <w:proofErr w:type="gramEnd"/>
      <w:r>
        <w:t xml:space="preserve"> follows His pleasure into the ways of peace” [5: 16].</w:t>
      </w:r>
    </w:p>
    <w:p w:rsidR="00CF3F93" w:rsidRDefault="00CF3F93" w:rsidP="00CF3F93">
      <w:pPr>
        <w:pStyle w:val="libNormal"/>
      </w:pPr>
      <w:r>
        <w:t>Moreover Islam can cope with all the problems of life and indeed th</w:t>
      </w:r>
      <w:r w:rsidR="000055F1">
        <w:t>e</w:t>
      </w:r>
      <w:r w:rsidR="00F04C85">
        <w:t xml:space="preserve"> </w:t>
      </w:r>
      <w:r>
        <w:t>Almighty says “He [Prophet Muhammad] makes lawful for them the goo</w:t>
      </w:r>
      <w:r w:rsidR="000055F1">
        <w:t>d</w:t>
      </w:r>
      <w:r w:rsidR="00F04C85">
        <w:t xml:space="preserve"> </w:t>
      </w:r>
      <w:r>
        <w:t>things and makes unlawful for them things which are bad and rids them o</w:t>
      </w:r>
      <w:r w:rsidR="000055F1">
        <w:t>f</w:t>
      </w:r>
      <w:r w:rsidR="00F04C85">
        <w:t xml:space="preserve"> </w:t>
      </w:r>
      <w:r>
        <w:t>their burden and the fetters that were upon them” [7: 157].</w:t>
      </w:r>
    </w:p>
    <w:p w:rsidR="00CF3F93" w:rsidRDefault="00CF3F93" w:rsidP="00CF3F93">
      <w:pPr>
        <w:pStyle w:val="libNormal"/>
      </w:pPr>
      <w:r>
        <w:t>However large numbers of Muslims are not aware of these things (and s</w:t>
      </w:r>
      <w:r w:rsidR="000055F1">
        <w:t>o</w:t>
      </w:r>
      <w:r w:rsidR="00F04C85">
        <w:t xml:space="preserve"> </w:t>
      </w:r>
      <w:r>
        <w:t>what must be the case with those who are not Muslims?) and therefor</w:t>
      </w:r>
      <w:r w:rsidR="000055F1">
        <w:t>e</w:t>
      </w:r>
      <w:r w:rsidR="00F04C85">
        <w:t xml:space="preserve"> </w:t>
      </w:r>
      <w:r>
        <w:t>suffer all this distress just like someone who lives on top of treasure bu</w:t>
      </w:r>
      <w:r w:rsidR="000055F1">
        <w:t>t</w:t>
      </w:r>
      <w:r w:rsidR="00F04C85">
        <w:t xml:space="preserve"> </w:t>
      </w:r>
      <w:r>
        <w:t>does not realize it and is in a state of hunger, misery and nakedness.</w:t>
      </w:r>
    </w:p>
    <w:p w:rsidR="00CF3F93" w:rsidRDefault="00CF3F93" w:rsidP="00CF3F93">
      <w:pPr>
        <w:pStyle w:val="libNormal"/>
      </w:pPr>
      <w:r>
        <w:t>Thus it is essential to introduce people to Islam and perhaps this will lea</w:t>
      </w:r>
      <w:r w:rsidR="000055F1">
        <w:t>d</w:t>
      </w:r>
      <w:r w:rsidR="00F04C85">
        <w:t xml:space="preserve"> </w:t>
      </w:r>
      <w:r>
        <w:t>them to accept it which means happiness in this world and the reward o</w:t>
      </w:r>
      <w:r w:rsidR="000055F1">
        <w:t>f</w:t>
      </w:r>
      <w:r w:rsidR="00F04C85">
        <w:t xml:space="preserve"> </w:t>
      </w:r>
      <w:r>
        <w:t>paradise, whose breadth is the heavens and the earth, in the hereafter.</w:t>
      </w:r>
    </w:p>
    <w:p w:rsidR="00CF3F93" w:rsidRDefault="00CF3F93" w:rsidP="00CF3F93">
      <w:pPr>
        <w:pStyle w:val="libNormal"/>
      </w:pPr>
      <w:r>
        <w:t xml:space="preserve">This is what induced me to write this little book </w:t>
      </w:r>
      <w:proofErr w:type="gramStart"/>
      <w:r>
        <w:t>What</w:t>
      </w:r>
      <w:proofErr w:type="gramEnd"/>
      <w:r>
        <w:t xml:space="preserve"> is Islam? (</w:t>
      </w:r>
      <w:proofErr w:type="gramStart"/>
      <w:r>
        <w:t>ma-</w:t>
      </w:r>
      <w:proofErr w:type="spellStart"/>
      <w:r>
        <w:t>huw</w:t>
      </w:r>
      <w:r w:rsidR="000055F1">
        <w:t>a</w:t>
      </w:r>
      <w:proofErr w:type="spellEnd"/>
      <w:proofErr w:type="gramEnd"/>
      <w:r w:rsidR="00F04C85">
        <w:t xml:space="preserve"> </w:t>
      </w:r>
      <w:r>
        <w:t xml:space="preserve">’l-Islam?) </w:t>
      </w:r>
      <w:proofErr w:type="gramStart"/>
      <w:r>
        <w:t>and</w:t>
      </w:r>
      <w:proofErr w:type="gramEnd"/>
      <w:r>
        <w:t xml:space="preserve"> since my aim was merely to introduce Islam I have bee</w:t>
      </w:r>
      <w:r w:rsidR="000055F1">
        <w:t>n</w:t>
      </w:r>
      <w:r w:rsidR="00F04C85">
        <w:t xml:space="preserve"> </w:t>
      </w:r>
      <w:r>
        <w:t>succinct and concise throughout so that it can be easily read by all.</w:t>
      </w:r>
    </w:p>
    <w:p w:rsidR="00CF3F93" w:rsidRDefault="00CF3F93" w:rsidP="00CF3F93">
      <w:pPr>
        <w:pStyle w:val="libNormal"/>
      </w:pPr>
      <w:r>
        <w:t>I pray God Almighty that it will meet His pleasure and that He will mak</w:t>
      </w:r>
      <w:r w:rsidR="000055F1">
        <w:t>e</w:t>
      </w:r>
      <w:r w:rsidR="00F04C85">
        <w:t xml:space="preserve"> </w:t>
      </w:r>
      <w:r>
        <w:t>it a means through which people are guided, for He it is who grant</w:t>
      </w:r>
      <w:r w:rsidR="000055F1">
        <w:t>s</w:t>
      </w:r>
      <w:r w:rsidR="00F04C85">
        <w:t xml:space="preserve"> </w:t>
      </w:r>
      <w:r>
        <w:t>success and upon Him do we call for help.</w:t>
      </w:r>
    </w:p>
    <w:p w:rsidR="003D15BF" w:rsidRDefault="00CF3F93" w:rsidP="003D15BF">
      <w:pPr>
        <w:pStyle w:val="libBold2"/>
      </w:pPr>
      <w:r>
        <w:t>The holy city of Karbala’</w:t>
      </w:r>
      <w:r w:rsidR="000055F1">
        <w:t>,</w:t>
      </w:r>
    </w:p>
    <w:p w:rsidR="003D15BF" w:rsidRDefault="00CF3F93" w:rsidP="003D15BF">
      <w:pPr>
        <w:pStyle w:val="libBold1"/>
      </w:pPr>
      <w:r>
        <w:t>Muhamma</w:t>
      </w:r>
      <w:r w:rsidR="000055F1">
        <w:t>d</w:t>
      </w:r>
    </w:p>
    <w:p w:rsidR="00CF3F93" w:rsidRDefault="00CF3F93" w:rsidP="00146845">
      <w:pPr>
        <w:pStyle w:val="libNormal"/>
      </w:pPr>
      <w:r>
        <w:br w:type="page"/>
      </w:r>
    </w:p>
    <w:p w:rsidR="00CF3F93" w:rsidRDefault="00CF3F93" w:rsidP="00146845">
      <w:pPr>
        <w:pStyle w:val="Heading1Center"/>
      </w:pPr>
      <w:bookmarkStart w:id="4" w:name="_Toc496784660"/>
      <w:r>
        <w:lastRenderedPageBreak/>
        <w:t>1-The Islamic Faith - an Introduction</w:t>
      </w:r>
      <w:bookmarkEnd w:id="4"/>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Islam is both a faith and a legal system (</w:t>
      </w:r>
      <w:proofErr w:type="spellStart"/>
      <w:proofErr w:type="gramStart"/>
      <w:r>
        <w:t>shari‘a</w:t>
      </w:r>
      <w:proofErr w:type="spellEnd"/>
      <w:proofErr w:type="gramEnd"/>
      <w:r>
        <w:t>) which provide</w:t>
      </w:r>
      <w:r w:rsidR="000055F1">
        <w:t>s</w:t>
      </w:r>
      <w:r w:rsidR="00F04C85">
        <w:t xml:space="preserve"> </w:t>
      </w:r>
      <w:r>
        <w:t>for all the needs of a human being at every stage of his or her life.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Who established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Islam did not come into being through human deliberation. O</w:t>
      </w:r>
      <w:r w:rsidR="000055F1">
        <w:t>n</w:t>
      </w:r>
      <w:r w:rsidR="00F04C85">
        <w:t xml:space="preserve"> </w:t>
      </w:r>
      <w:r>
        <w:t>the contrary, it has been revealed by God Almighty as somethin</w:t>
      </w:r>
      <w:r w:rsidR="000055F1">
        <w:t>g</w:t>
      </w:r>
      <w:r w:rsidR="00F04C85">
        <w:t xml:space="preserve"> </w:t>
      </w:r>
      <w:r>
        <w:t>perfect and complete without any defect.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Can Islam survive forever and is it valid for every time, place an</w:t>
      </w:r>
      <w:r w:rsidR="000055F1">
        <w:t>d</w:t>
      </w:r>
      <w:r w:rsidR="00F04C85">
        <w:t xml:space="preserve"> </w:t>
      </w:r>
      <w:r>
        <w:t>nation?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God Almighty has revealed Islam to be the faith of all mankin</w:t>
      </w:r>
      <w:r w:rsidR="000055F1">
        <w:t>d</w:t>
      </w:r>
      <w:r w:rsidR="00F04C85">
        <w:t xml:space="preserve"> </w:t>
      </w:r>
      <w:r>
        <w:t>forever, relevant in every age, place and nation.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On </w:t>
      </w:r>
      <w:proofErr w:type="gramStart"/>
      <w:r>
        <w:t>whom</w:t>
      </w:r>
      <w:proofErr w:type="gramEnd"/>
      <w:r>
        <w:t xml:space="preserve"> was Islam revealed?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God Almighty revealed Islam to the last of his prophets, th</w:t>
      </w:r>
      <w:r w:rsidR="000055F1">
        <w:t>e</w:t>
      </w:r>
      <w:r w:rsidR="00F04C85">
        <w:t xml:space="preserve"> </w:t>
      </w:r>
      <w:r>
        <w:t>Prophet Mohammad (</w:t>
      </w:r>
      <w:proofErr w:type="spellStart"/>
      <w:r>
        <w:t>sallallahu</w:t>
      </w:r>
      <w:proofErr w:type="spellEnd"/>
      <w:r>
        <w:t xml:space="preserve"> ‘</w:t>
      </w:r>
      <w:proofErr w:type="spellStart"/>
      <w:r>
        <w:t>alayhi</w:t>
      </w:r>
      <w:proofErr w:type="spellEnd"/>
      <w:r>
        <w:t xml:space="preserve"> </w:t>
      </w:r>
      <w:proofErr w:type="spellStart"/>
      <w:r>
        <w:t>wa-alihi</w:t>
      </w:r>
      <w:proofErr w:type="spellEnd"/>
      <w:r>
        <w:t xml:space="preserve"> </w:t>
      </w:r>
      <w:proofErr w:type="spellStart"/>
      <w:r>
        <w:t>wa-sallam</w:t>
      </w:r>
      <w:proofErr w:type="spellEnd"/>
      <w:r w:rsidR="000055F1">
        <w:t>,</w:t>
      </w:r>
      <w:r w:rsidR="00F04C85">
        <w:t xml:space="preserve"> </w:t>
      </w:r>
      <w:r>
        <w:t>God’s blessings and peace be upon him and his progeny).</w:t>
      </w:r>
      <w:r w:rsidRPr="003418E0">
        <w:rPr>
          <w:rStyle w:val="libFootnotenumChar"/>
        </w:rPr>
        <w:t>1</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At what time did the Prophet of Islam live?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He lived fourteen centuries ago, that is nearly five centuries afte</w:t>
      </w:r>
      <w:r w:rsidR="000055F1">
        <w:t>r</w:t>
      </w:r>
      <w:r w:rsidR="00F04C85">
        <w:t xml:space="preserve"> </w:t>
      </w:r>
      <w:r>
        <w:t>Jesus Christ (peace be upon him), and this present year, which i</w:t>
      </w:r>
      <w:r w:rsidR="000055F1">
        <w:t>s</w:t>
      </w:r>
      <w:r w:rsidR="00F04C85">
        <w:t xml:space="preserve"> </w:t>
      </w:r>
      <w:r>
        <w:t>1387/1967, one thousand and four hundred years have passe</w:t>
      </w:r>
      <w:r w:rsidR="000055F1">
        <w:t>d</w:t>
      </w:r>
      <w:r w:rsidR="00F04C85">
        <w:t xml:space="preserve"> </w:t>
      </w:r>
      <w:r>
        <w:t>since Islam was established.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difference between the Islamic faith, and th</w:t>
      </w:r>
      <w:r w:rsidR="000055F1">
        <w:t>e</w:t>
      </w:r>
      <w:r w:rsidR="00F04C85">
        <w:t xml:space="preserve"> </w:t>
      </w:r>
      <w:r>
        <w:t>Christian, Jewish and other faiths?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Religious systems that have been revealed by God Almighty ar</w:t>
      </w:r>
      <w:r w:rsidR="000055F1">
        <w:t>e</w:t>
      </w:r>
      <w:r w:rsidR="00F04C85">
        <w:t xml:space="preserve"> </w:t>
      </w:r>
      <w:proofErr w:type="gramStart"/>
      <w:r>
        <w:t>many,</w:t>
      </w:r>
      <w:proofErr w:type="gramEnd"/>
      <w:r>
        <w:t xml:space="preserve"> each of them being suitable for its own time, and wheneve</w:t>
      </w:r>
      <w:r w:rsidR="000055F1">
        <w:t>r</w:t>
      </w:r>
      <w:r w:rsidR="00F04C85">
        <w:t xml:space="preserve"> </w:t>
      </w:r>
      <w:r>
        <w:t>a new religion came the older faith would be abrogated. So is th</w:t>
      </w:r>
      <w:r w:rsidR="000055F1">
        <w:t>e</w:t>
      </w:r>
      <w:r w:rsidR="00F04C85">
        <w:t xml:space="preserve"> </w:t>
      </w:r>
      <w:r>
        <w:t>case with Islam which is the last religion revealed by God for th</w:t>
      </w:r>
      <w:r w:rsidR="000055F1">
        <w:t>e</w:t>
      </w:r>
      <w:r w:rsidR="00F04C85">
        <w:t xml:space="preserve"> </w:t>
      </w:r>
      <w:r>
        <w:t xml:space="preserve">guidance and leadership of </w:t>
      </w:r>
      <w:proofErr w:type="gramStart"/>
      <w:r>
        <w:t>mankind.</w:t>
      </w:r>
      <w:proofErr w:type="gramEnd"/>
      <w:r>
        <w:t xml:space="preserve"> It can be said that th</w:t>
      </w:r>
      <w:r w:rsidR="000055F1">
        <w:t>e</w:t>
      </w:r>
      <w:r w:rsidR="00F04C85">
        <w:t xml:space="preserve"> </w:t>
      </w:r>
      <w:r>
        <w:t>difference between religions is similar to the difference betwee</w:t>
      </w:r>
      <w:r w:rsidR="000055F1">
        <w:t>n</w:t>
      </w:r>
      <w:r w:rsidR="00F04C85">
        <w:t xml:space="preserve"> </w:t>
      </w:r>
      <w:r>
        <w:t>today’s educational institutions: elementary school, secondar</w:t>
      </w:r>
      <w:r w:rsidR="000055F1">
        <w:t>y</w:t>
      </w:r>
      <w:r w:rsidR="00F04C85">
        <w:t xml:space="preserve"> </w:t>
      </w:r>
      <w:r>
        <w:t>school and university in that as mankind advanced a ne</w:t>
      </w:r>
      <w:r w:rsidR="000055F1">
        <w:t>w</w:t>
      </w:r>
      <w:r w:rsidR="00F04C85">
        <w:t xml:space="preserve"> </w:t>
      </w:r>
      <w:r>
        <w:t>religious system would be revealed appropriate to the stage whic</w:t>
      </w:r>
      <w:r w:rsidR="000055F1">
        <w:t>h</w:t>
      </w:r>
      <w:r w:rsidR="00F04C85">
        <w:t xml:space="preserve"> </w:t>
      </w:r>
      <w:r>
        <w:t>had been reached, until the time came when Islam wa</w:t>
      </w:r>
      <w:r w:rsidR="000055F1">
        <w:t>s</w:t>
      </w:r>
      <w:r w:rsidR="00F04C85">
        <w:t xml:space="preserve"> </w:t>
      </w:r>
      <w:r>
        <w:t>proclaimed as the religion of mankind for all time.</w:t>
      </w:r>
    </w:p>
    <w:p w:rsidR="00CF3F93" w:rsidRDefault="00CF3F93" w:rsidP="00CF3F93">
      <w:pPr>
        <w:pStyle w:val="libNormal"/>
      </w:pPr>
      <w:r>
        <w:t>All religions share the same common essence and their differenc</w:t>
      </w:r>
      <w:r w:rsidR="000055F1">
        <w:t>e</w:t>
      </w:r>
      <w:r w:rsidR="00F04C85">
        <w:t xml:space="preserve"> </w:t>
      </w:r>
      <w:r>
        <w:t>lies in details and certain characteristics which have develope</w:t>
      </w:r>
      <w:r w:rsidR="000055F1">
        <w:t>d</w:t>
      </w:r>
      <w:r w:rsidR="00F04C85">
        <w:t xml:space="preserve"> </w:t>
      </w:r>
      <w:r>
        <w:t>according to the advancement of the human race.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Does Islam develop or not?</w:t>
      </w:r>
    </w:p>
    <w:p w:rsidR="00CF3F93" w:rsidRPr="008B697D" w:rsidRDefault="00CF3F93" w:rsidP="00CF3F93">
      <w:pPr>
        <w:pStyle w:val="libNormal"/>
        <w:rPr>
          <w:rStyle w:val="libBold1Char"/>
        </w:rPr>
      </w:pPr>
      <w:r w:rsidRPr="008B697D">
        <w:rPr>
          <w:rStyle w:val="libBold1Char"/>
        </w:rPr>
        <w:lastRenderedPageBreak/>
        <w:t>Answer:</w:t>
      </w:r>
    </w:p>
    <w:p w:rsidR="00CF3F93" w:rsidRDefault="00CF3F93" w:rsidP="00CF3F93">
      <w:pPr>
        <w:pStyle w:val="libNormal"/>
      </w:pPr>
      <w:r>
        <w:t>Islam has two aspects:</w:t>
      </w:r>
    </w:p>
    <w:p w:rsidR="00CF3F93" w:rsidRDefault="00CF3F93" w:rsidP="00CF3F93">
      <w:pPr>
        <w:pStyle w:val="libNormal"/>
      </w:pPr>
      <w:r>
        <w:t>1. The fixed and unchanging aspect of Islam in which there i</w:t>
      </w:r>
      <w:r w:rsidR="000055F1">
        <w:t>s</w:t>
      </w:r>
      <w:r w:rsidR="00F04C85">
        <w:t xml:space="preserve"> </w:t>
      </w:r>
      <w:r>
        <w:t>no place for development, and in which if changes were t</w:t>
      </w:r>
      <w:r w:rsidR="000055F1">
        <w:t>o</w:t>
      </w:r>
      <w:r w:rsidR="00F04C85">
        <w:t xml:space="preserve"> </w:t>
      </w:r>
      <w:r>
        <w:t>take place there would only be insanity and confusion. I</w:t>
      </w:r>
      <w:r w:rsidR="000055F1">
        <w:t>n</w:t>
      </w:r>
      <w:r w:rsidR="00F04C85">
        <w:t xml:space="preserve"> </w:t>
      </w:r>
      <w:r>
        <w:t>this category falls the exhortation to the telling of the trut</w:t>
      </w:r>
      <w:r w:rsidR="000055F1">
        <w:t>h</w:t>
      </w:r>
      <w:r w:rsidR="00F04C85">
        <w:t xml:space="preserve"> </w:t>
      </w:r>
      <w:r>
        <w:t>and trustworthiness; finding repugnant oppression an</w:t>
      </w:r>
      <w:r w:rsidR="000055F1">
        <w:t>d</w:t>
      </w:r>
      <w:r w:rsidR="00F04C85">
        <w:t xml:space="preserve"> </w:t>
      </w:r>
      <w:r>
        <w:t>miserliness; the prohibition of hoarding and murder; th</w:t>
      </w:r>
      <w:r w:rsidR="000055F1">
        <w:t>e</w:t>
      </w:r>
      <w:r w:rsidR="00F04C85">
        <w:t xml:space="preserve"> </w:t>
      </w:r>
      <w:r>
        <w:t>obligation to pray and fast and to seek the consent of bot</w:t>
      </w:r>
      <w:r w:rsidR="000055F1">
        <w:t>h</w:t>
      </w:r>
      <w:r w:rsidR="00F04C85">
        <w:t xml:space="preserve"> </w:t>
      </w:r>
      <w:r>
        <w:t>parties in a sale or purchase and so on.</w:t>
      </w:r>
    </w:p>
    <w:p w:rsidR="00CF3F93" w:rsidRDefault="00CF3F93" w:rsidP="00CF3F93">
      <w:pPr>
        <w:pStyle w:val="libNormal"/>
      </w:pPr>
      <w:r>
        <w:t>2. The second aspect of Islam is where change and alteratio</w:t>
      </w:r>
      <w:r w:rsidR="000055F1">
        <w:t>n</w:t>
      </w:r>
      <w:r w:rsidR="00F04C85">
        <w:t xml:space="preserve"> </w:t>
      </w:r>
      <w:r>
        <w:t>are legitimate. Islam has enunciated overall principles tha</w:t>
      </w:r>
      <w:r w:rsidR="000055F1">
        <w:t>t</w:t>
      </w:r>
      <w:r w:rsidR="00F04C85">
        <w:t xml:space="preserve"> </w:t>
      </w:r>
      <w:r>
        <w:t>can be applied to matters that undergo development. Fo</w:t>
      </w:r>
      <w:r w:rsidR="000055F1">
        <w:t>r</w:t>
      </w:r>
      <w:r w:rsidR="00F04C85">
        <w:t xml:space="preserve"> </w:t>
      </w:r>
      <w:r>
        <w:t xml:space="preserve">example, means of transport have changed from </w:t>
      </w:r>
      <w:proofErr w:type="spellStart"/>
      <w:r>
        <w:t>fourlegge</w:t>
      </w:r>
      <w:r w:rsidR="000055F1">
        <w:t>d</w:t>
      </w:r>
      <w:proofErr w:type="spellEnd"/>
      <w:r w:rsidR="00F04C85">
        <w:t xml:space="preserve"> </w:t>
      </w:r>
      <w:r>
        <w:t>animals to carriages and have then develope</w:t>
      </w:r>
      <w:r w:rsidR="000055F1">
        <w:t>d</w:t>
      </w:r>
      <w:r w:rsidR="00F04C85">
        <w:t xml:space="preserve"> </w:t>
      </w:r>
      <w:r>
        <w:t xml:space="preserve">further to motorcars and trains, and then to </w:t>
      </w:r>
      <w:proofErr w:type="spellStart"/>
      <w:r>
        <w:t>aeroplanes</w:t>
      </w:r>
      <w:proofErr w:type="spellEnd"/>
      <w:r>
        <w:t xml:space="preserve"> an</w:t>
      </w:r>
      <w:r w:rsidR="000055F1">
        <w:t>d</w:t>
      </w:r>
      <w:r w:rsidR="00F04C85">
        <w:t xml:space="preserve"> </w:t>
      </w:r>
      <w:r>
        <w:t>missiles. The means of lighting have gone from candle t</w:t>
      </w:r>
      <w:r w:rsidR="000055F1">
        <w:t>o</w:t>
      </w:r>
      <w:r w:rsidR="00F04C85">
        <w:t xml:space="preserve"> </w:t>
      </w:r>
      <w:r>
        <w:t>oil lamps and from there to electricity and nuclear power.</w:t>
      </w:r>
    </w:p>
    <w:p w:rsidR="00CF3F93" w:rsidRDefault="00CF3F93" w:rsidP="00CF3F93">
      <w:pPr>
        <w:pStyle w:val="libNormal"/>
      </w:pPr>
      <w:r>
        <w:t>Islam allows such developments and in fact encourage</w:t>
      </w:r>
      <w:r w:rsidR="000055F1">
        <w:t>s</w:t>
      </w:r>
      <w:r w:rsidR="00F04C85">
        <w:t xml:space="preserve"> </w:t>
      </w:r>
      <w:r>
        <w:t>them in all these spheres.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Is Islam sufficient for all man’s needs? And how are those need</w:t>
      </w:r>
      <w:r w:rsidR="000055F1">
        <w:t>s</w:t>
      </w:r>
      <w:r w:rsidR="00F04C85">
        <w:t xml:space="preserve"> </w:t>
      </w:r>
      <w:r>
        <w:t>fulfilled?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Islam is sufficient for all man’s needs because it is a faith tha</w:t>
      </w:r>
      <w:r w:rsidR="000055F1">
        <w:t>t</w:t>
      </w:r>
      <w:r w:rsidR="00F04C85">
        <w:t xml:space="preserve"> </w:t>
      </w:r>
      <w:r>
        <w:t>God has revealed in such a manner that it can be applied to al</w:t>
      </w:r>
      <w:r w:rsidR="000055F1">
        <w:t>l</w:t>
      </w:r>
      <w:r w:rsidR="00F04C85">
        <w:t xml:space="preserve"> </w:t>
      </w:r>
      <w:r>
        <w:t>aspects of life.</w:t>
      </w:r>
    </w:p>
    <w:p w:rsidR="00CF3F93" w:rsidRDefault="00CF3F93" w:rsidP="00746444">
      <w:pPr>
        <w:pStyle w:val="libNormal"/>
      </w:pPr>
      <w:r>
        <w:t>You ask</w:t>
      </w:r>
      <w:proofErr w:type="gramStart"/>
      <w:r>
        <w:t>,</w:t>
      </w:r>
      <w:proofErr w:type="gramEnd"/>
      <w:r>
        <w:t xml:space="preserve"> how can Islam be all sufficient? This is because th</w:t>
      </w:r>
      <w:r w:rsidR="000055F1">
        <w:t>e</w:t>
      </w:r>
      <w:r w:rsidR="00F04C85">
        <w:t xml:space="preserve"> </w:t>
      </w:r>
      <w:r>
        <w:t>Holy Qur’an and the sunna</w:t>
      </w:r>
      <w:r w:rsidR="00746444" w:rsidRPr="003418E0">
        <w:rPr>
          <w:rStyle w:val="libFootnotenumChar"/>
        </w:rPr>
        <w:t>2</w:t>
      </w:r>
      <w:r>
        <w:t xml:space="preserve"> have set out two types of laws:</w:t>
      </w:r>
    </w:p>
    <w:p w:rsidR="00CF3F93" w:rsidRDefault="00CF3F93" w:rsidP="00CF3F93">
      <w:pPr>
        <w:pStyle w:val="libNormal"/>
      </w:pPr>
      <w:r>
        <w:t>1. Laws which relate particularly to a specific issue such a</w:t>
      </w:r>
      <w:r w:rsidR="000055F1">
        <w:t>s</w:t>
      </w:r>
      <w:r w:rsidR="00F04C85">
        <w:t xml:space="preserve"> </w:t>
      </w:r>
      <w:r>
        <w:t>forbidding the drinking of wine.</w:t>
      </w:r>
    </w:p>
    <w:p w:rsidR="00CF3F93" w:rsidRDefault="00CF3F93" w:rsidP="00CF3F93">
      <w:pPr>
        <w:pStyle w:val="libNormal"/>
      </w:pPr>
      <w:r>
        <w:t>2. Laws which establish a general principle such as the on</w:t>
      </w:r>
      <w:r w:rsidR="000055F1">
        <w:t>e</w:t>
      </w:r>
      <w:r w:rsidR="00F04C85">
        <w:t xml:space="preserve"> </w:t>
      </w:r>
      <w:r>
        <w:t>forbidding the imbibing of anything that intoxicates.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can you say that Islam is sufficient for all man’s need</w:t>
      </w:r>
      <w:r w:rsidR="000055F1">
        <w:t>s</w:t>
      </w:r>
      <w:r w:rsidR="00F04C85">
        <w:t xml:space="preserve"> </w:t>
      </w:r>
      <w:r>
        <w:t>seeing that now new matters and problems have arisen which ar</w:t>
      </w:r>
      <w:r w:rsidR="000055F1">
        <w:t>e</w:t>
      </w:r>
      <w:r w:rsidR="00F04C85">
        <w:t xml:space="preserve"> </w:t>
      </w:r>
      <w:r>
        <w:t xml:space="preserve">not mentioned in the Qur’an or </w:t>
      </w:r>
      <w:proofErr w:type="spellStart"/>
      <w:r>
        <w:t>Sunna</w:t>
      </w:r>
      <w:proofErr w:type="spellEnd"/>
      <w:r>
        <w:t xml:space="preserve"> such as banks o</w:t>
      </w:r>
      <w:r w:rsidR="000055F1">
        <w:t>r</w:t>
      </w:r>
      <w:r w:rsidR="00F04C85">
        <w:t xml:space="preserve"> </w:t>
      </w:r>
      <w:r>
        <w:t>insurance? Such things did not exist at the time of the advent o</w:t>
      </w:r>
      <w:r w:rsidR="000055F1">
        <w:t>f</w:t>
      </w:r>
      <w:r w:rsidR="00F04C85">
        <w:t xml:space="preserve"> </w:t>
      </w:r>
      <w:r>
        <w:t>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Since Islam is the Faith revealed by God for the guidance o</w:t>
      </w:r>
      <w:r w:rsidR="000055F1">
        <w:t>f</w:t>
      </w:r>
      <w:r w:rsidR="00F04C85">
        <w:t xml:space="preserve"> </w:t>
      </w:r>
      <w:r>
        <w:t>mankind for all time and God is omniscient, Islam therefor</w:t>
      </w:r>
      <w:r w:rsidR="000055F1">
        <w:t>e</w:t>
      </w:r>
      <w:r w:rsidR="00F04C85">
        <w:t xml:space="preserve"> </w:t>
      </w:r>
      <w:r>
        <w:t>enters into all man’s affairs even those of recent manifestation.</w:t>
      </w:r>
    </w:p>
    <w:p w:rsidR="00CF3F93" w:rsidRDefault="00CF3F93" w:rsidP="00CF3F93">
      <w:pPr>
        <w:pStyle w:val="libNormal"/>
      </w:pPr>
      <w:r>
        <w:t>The two examples that you mentioned are also covered b</w:t>
      </w:r>
      <w:r w:rsidR="000055F1">
        <w:t>y</w:t>
      </w:r>
      <w:r w:rsidR="00F04C85">
        <w:t xml:space="preserve"> </w:t>
      </w:r>
      <w:r>
        <w:t>general principles enunciated in Islamic Law.</w:t>
      </w:r>
    </w:p>
    <w:p w:rsidR="00CF3F93" w:rsidRDefault="00CF3F93" w:rsidP="00CF3F93">
      <w:pPr>
        <w:pStyle w:val="libNormal"/>
      </w:pPr>
      <w:r>
        <w:t>Banking operations consist of various matters which have bee</w:t>
      </w:r>
      <w:r w:rsidR="000055F1">
        <w:t>n</w:t>
      </w:r>
      <w:r w:rsidR="00F04C85">
        <w:t xml:space="preserve"> </w:t>
      </w:r>
      <w:r>
        <w:t xml:space="preserve">dealt with by the </w:t>
      </w:r>
      <w:proofErr w:type="spellStart"/>
      <w:r>
        <w:t>Shari‘a</w:t>
      </w:r>
      <w:proofErr w:type="spellEnd"/>
      <w:r>
        <w:t xml:space="preserve"> as, for instance, borrowing money</w:t>
      </w:r>
      <w:r w:rsidR="000055F1">
        <w:t>,</w:t>
      </w:r>
      <w:r w:rsidR="00F04C85">
        <w:t xml:space="preserve"> </w:t>
      </w:r>
      <w:r>
        <w:t>security on a loan and a transference transaction. Insurance i</w:t>
      </w:r>
      <w:r w:rsidR="000055F1">
        <w:t>s</w:t>
      </w:r>
      <w:r w:rsidR="00F04C85">
        <w:t xml:space="preserve"> </w:t>
      </w:r>
      <w:r>
        <w:t xml:space="preserve">covered by the </w:t>
      </w:r>
      <w:proofErr w:type="spellStart"/>
      <w:r>
        <w:t>Qur’anic</w:t>
      </w:r>
      <w:proofErr w:type="spellEnd"/>
      <w:r>
        <w:t xml:space="preserve"> verse: “… except that it be trading b</w:t>
      </w:r>
      <w:r w:rsidR="000055F1">
        <w:t>y</w:t>
      </w:r>
      <w:r w:rsidR="00F04C85">
        <w:t xml:space="preserve"> </w:t>
      </w:r>
      <w:r>
        <w:t>your mutual consent</w:t>
      </w:r>
      <w:proofErr w:type="gramStart"/>
      <w:r>
        <w:t>”[</w:t>
      </w:r>
      <w:proofErr w:type="gramEnd"/>
      <w:r>
        <w:t>4: 29]. Elsewhere it is stated: “… fulfil</w:t>
      </w:r>
      <w:r w:rsidR="000055F1">
        <w:t>l</w:t>
      </w:r>
      <w:r w:rsidR="00F04C85">
        <w:t xml:space="preserve"> </w:t>
      </w:r>
      <w:r>
        <w:t>[your] contracts</w:t>
      </w:r>
      <w:proofErr w:type="gramStart"/>
      <w:r>
        <w:t>”[</w:t>
      </w:r>
      <w:proofErr w:type="gramEnd"/>
      <w:r>
        <w:t>5: 1]. These orders depend upon conditions tha</w:t>
      </w:r>
      <w:r w:rsidR="000055F1">
        <w:t>t</w:t>
      </w:r>
      <w:r w:rsidR="00F04C85">
        <w:t xml:space="preserve"> </w:t>
      </w:r>
      <w:r>
        <w:t>have been described in the books on Islamic jurisprudence (</w:t>
      </w:r>
      <w:proofErr w:type="spellStart"/>
      <w:r>
        <w:t>fiqh</w:t>
      </w:r>
      <w:proofErr w:type="spellEnd"/>
      <w:r>
        <w:t>).</w:t>
      </w:r>
    </w:p>
    <w:p w:rsidR="00CF3F93" w:rsidRPr="008B697D" w:rsidRDefault="00CF3F93" w:rsidP="00CF3F93">
      <w:pPr>
        <w:pStyle w:val="libNormal"/>
        <w:rPr>
          <w:rStyle w:val="libBold1Char"/>
        </w:rPr>
      </w:pPr>
      <w:r w:rsidRPr="008B697D">
        <w:rPr>
          <w:rStyle w:val="libBold1Char"/>
        </w:rPr>
        <w:lastRenderedPageBreak/>
        <w:t>Question:</w:t>
      </w:r>
    </w:p>
    <w:p w:rsidR="00CF3F93" w:rsidRDefault="00CF3F93" w:rsidP="00CF3F93">
      <w:pPr>
        <w:pStyle w:val="libNormal"/>
      </w:pPr>
      <w:r>
        <w:t>Why do we need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Islam, as mentioned before, is a faith and </w:t>
      </w:r>
      <w:proofErr w:type="spellStart"/>
      <w:proofErr w:type="gramStart"/>
      <w:r>
        <w:t>shari‘a</w:t>
      </w:r>
      <w:proofErr w:type="spellEnd"/>
      <w:proofErr w:type="gramEnd"/>
      <w:r>
        <w:t>.</w:t>
      </w:r>
    </w:p>
    <w:p w:rsidR="00CF3F93" w:rsidRDefault="00CF3F93" w:rsidP="00CF3F93">
      <w:pPr>
        <w:pStyle w:val="libNormal"/>
      </w:pPr>
      <w:r>
        <w:t>Islamic faith is firstly the unchanging reality: one who does no</w:t>
      </w:r>
      <w:r w:rsidR="000055F1">
        <w:t>t</w:t>
      </w:r>
      <w:r w:rsidR="00F04C85">
        <w:t xml:space="preserve"> </w:t>
      </w:r>
      <w:r>
        <w:t>believe in it has believed in something that is based on a fiction.</w:t>
      </w:r>
    </w:p>
    <w:p w:rsidR="00CF3F93" w:rsidRPr="008B697D" w:rsidRDefault="00CF3F93" w:rsidP="00CF3F93">
      <w:pPr>
        <w:pStyle w:val="libNormal"/>
        <w:rPr>
          <w:rStyle w:val="libBold1Char"/>
        </w:rPr>
      </w:pPr>
      <w:r>
        <w:t>Secondly, a great loss in the hereafter will be the lot of one wh</w:t>
      </w:r>
      <w:r w:rsidR="000055F1">
        <w:t>o</w:t>
      </w:r>
      <w:r w:rsidR="00F04C85">
        <w:t xml:space="preserve"> </w:t>
      </w:r>
      <w:r>
        <w:t>does not believe in Islam. Moreover, anyone not bound by th</w:t>
      </w:r>
      <w:r w:rsidR="000055F1">
        <w:t>e</w:t>
      </w:r>
      <w:r w:rsidR="00F04C85">
        <w:t xml:space="preserve"> </w:t>
      </w:r>
      <w:r>
        <w:t xml:space="preserve">Islamic </w:t>
      </w:r>
      <w:proofErr w:type="spellStart"/>
      <w:r>
        <w:t>Shari‘a</w:t>
      </w:r>
      <w:proofErr w:type="spellEnd"/>
      <w:r>
        <w:t>, will not obtain true happiness in this world to sa</w:t>
      </w:r>
      <w:r w:rsidR="000055F1">
        <w:t>y</w:t>
      </w:r>
      <w:r w:rsidR="00F04C85">
        <w:t xml:space="preserve"> </w:t>
      </w:r>
      <w:r>
        <w:t>nothing of the punishments of the hereafter. Indeed the Islami</w:t>
      </w:r>
      <w:r w:rsidR="000055F1">
        <w:t>c</w:t>
      </w:r>
      <w:r w:rsidR="00F04C85">
        <w:t xml:space="preserve"> </w:t>
      </w:r>
      <w:proofErr w:type="spellStart"/>
      <w:r>
        <w:t>Shari‘a</w:t>
      </w:r>
      <w:proofErr w:type="spellEnd"/>
      <w:r>
        <w:t xml:space="preserve"> is the best of all legal systems, better than man-mad</w:t>
      </w:r>
      <w:r w:rsidR="000055F1">
        <w:t>e</w:t>
      </w:r>
      <w:r w:rsidR="00F04C85">
        <w:t xml:space="preserve"> </w:t>
      </w:r>
      <w:r>
        <w:t>laws which also seek to improve man’s lot at every stage of hi</w:t>
      </w:r>
      <w:r w:rsidR="000055F1">
        <w:t>s</w:t>
      </w:r>
      <w:r w:rsidR="00F04C85">
        <w:t xml:space="preserve"> </w:t>
      </w:r>
      <w:r>
        <w:t>life. In brief, the happiness of man in this world and the hereafte</w:t>
      </w:r>
      <w:r w:rsidR="000055F1">
        <w:t>r</w:t>
      </w:r>
      <w:r w:rsidR="00F04C85">
        <w:t xml:space="preserve"> </w:t>
      </w:r>
      <w:r>
        <w:t>is conditional upon whether or not he has believed in Isla</w:t>
      </w:r>
      <w:r w:rsidR="000055F1">
        <w:t>m</w:t>
      </w:r>
      <w:r w:rsidR="00F04C85">
        <w:t xml:space="preserve"> </w:t>
      </w:r>
      <w:r w:rsidRPr="008B697D">
        <w:rPr>
          <w:rStyle w:val="libBold1Char"/>
        </w:rPr>
        <w:t>Question:</w:t>
      </w:r>
    </w:p>
    <w:p w:rsidR="00CF3F93" w:rsidRDefault="00CF3F93" w:rsidP="00CF3F93">
      <w:pPr>
        <w:pStyle w:val="libNormal"/>
      </w:pPr>
      <w:r>
        <w:t>Firstly, how do we know that after this life there is anothe</w:t>
      </w:r>
      <w:r w:rsidR="000055F1">
        <w:t>r</w:t>
      </w:r>
      <w:r w:rsidR="00F04C85">
        <w:t xml:space="preserve"> </w:t>
      </w:r>
      <w:r>
        <w:t>existence called the hereafter and that the happiness of ma</w:t>
      </w:r>
      <w:r w:rsidR="000055F1">
        <w:t>n</w:t>
      </w:r>
      <w:r w:rsidR="00F04C85">
        <w:t xml:space="preserve"> </w:t>
      </w:r>
      <w:r>
        <w:t>depends upon whether or not he is a Muslim? Moreover, what i</w:t>
      </w:r>
      <w:r w:rsidR="000055F1">
        <w:t>s</w:t>
      </w:r>
      <w:r w:rsidR="00F04C85">
        <w:t xml:space="preserve"> </w:t>
      </w:r>
      <w:r>
        <w:t xml:space="preserve">your proof that the Islamic </w:t>
      </w:r>
      <w:proofErr w:type="spellStart"/>
      <w:r>
        <w:t>Shari‘</w:t>
      </w:r>
      <w:proofErr w:type="gramStart"/>
      <w:r>
        <w:t>a</w:t>
      </w:r>
      <w:proofErr w:type="spellEnd"/>
      <w:r>
        <w:t xml:space="preserve"> is</w:t>
      </w:r>
      <w:proofErr w:type="gramEnd"/>
      <w:r>
        <w:t xml:space="preserve"> superior to all laws an</w:t>
      </w:r>
      <w:r w:rsidR="000055F1">
        <w:t>d</w:t>
      </w:r>
      <w:r w:rsidR="00F04C85">
        <w:t xml:space="preserve"> </w:t>
      </w:r>
      <w:r>
        <w:t>codifications and thus is able to deal best with man’s condition</w:t>
      </w:r>
      <w:r w:rsidR="000055F1">
        <w:t>,</w:t>
      </w:r>
      <w:r w:rsidR="00F04C85">
        <w:t xml:space="preserve"> </w:t>
      </w:r>
      <w:r>
        <w:t>whereas other religions do not possess such capability?</w:t>
      </w:r>
    </w:p>
    <w:p w:rsidR="00CF3F93" w:rsidRPr="008B697D" w:rsidRDefault="00CF3F93" w:rsidP="00CF3F93">
      <w:pPr>
        <w:pStyle w:val="libNormal"/>
        <w:rPr>
          <w:rStyle w:val="libBold1Char"/>
        </w:rPr>
      </w:pPr>
      <w:r w:rsidRPr="008B697D">
        <w:rPr>
          <w:rStyle w:val="libBold1Char"/>
        </w:rPr>
        <w:t>Answer:</w:t>
      </w:r>
    </w:p>
    <w:p w:rsidR="00CF3F93" w:rsidRDefault="00CF3F93" w:rsidP="00746444">
      <w:pPr>
        <w:pStyle w:val="libNormal"/>
      </w:pPr>
      <w:r>
        <w:t>The proof of the existence of the hereafter after this world can b</w:t>
      </w:r>
      <w:r w:rsidR="000055F1">
        <w:t>e</w:t>
      </w:r>
      <w:r w:rsidR="00F04C85">
        <w:t xml:space="preserve"> </w:t>
      </w:r>
      <w:r>
        <w:t>obtained from the arguments set out in the books of Islami</w:t>
      </w:r>
      <w:r w:rsidR="000055F1">
        <w:t>c</w:t>
      </w:r>
      <w:r w:rsidR="00F04C85">
        <w:t xml:space="preserve"> </w:t>
      </w:r>
      <w:r>
        <w:t>Philosophy (</w:t>
      </w:r>
      <w:proofErr w:type="spellStart"/>
      <w:r>
        <w:t>kalam</w:t>
      </w:r>
      <w:proofErr w:type="spellEnd"/>
      <w:r>
        <w:t>). Similarly modern psychological fields o</w:t>
      </w:r>
      <w:r w:rsidR="000055F1">
        <w:t>f</w:t>
      </w:r>
      <w:r w:rsidR="00F04C85">
        <w:t xml:space="preserve"> </w:t>
      </w:r>
      <w:r>
        <w:t>knowledge like magnetic hypnosis, hypnotism, spiritualis</w:t>
      </w:r>
      <w:r w:rsidR="000055F1">
        <w:t>m</w:t>
      </w:r>
      <w:r w:rsidR="00F04C85">
        <w:t xml:space="preserve"> </w:t>
      </w:r>
      <w:r>
        <w:t>(recalling the spirits of the dead) and so on prove that after deat</w:t>
      </w:r>
      <w:r w:rsidR="000055F1">
        <w:t>h</w:t>
      </w:r>
      <w:r w:rsidR="00F04C85">
        <w:t xml:space="preserve"> </w:t>
      </w:r>
      <w:r>
        <w:t>the spirit remains eternal.</w:t>
      </w:r>
      <w:r w:rsidR="00746444" w:rsidRPr="003418E0">
        <w:rPr>
          <w:rStyle w:val="libFootnotenumChar"/>
        </w:rPr>
        <w:t>3</w:t>
      </w:r>
    </w:p>
    <w:p w:rsidR="00CF3F93" w:rsidRDefault="00CF3F93" w:rsidP="00746444">
      <w:pPr>
        <w:pStyle w:val="libNormal"/>
      </w:pPr>
      <w:r>
        <w:t xml:space="preserve">Moreover, proof of the superiority of the Islamic </w:t>
      </w:r>
      <w:proofErr w:type="spellStart"/>
      <w:r>
        <w:t>Shari‘a</w:t>
      </w:r>
      <w:proofErr w:type="spellEnd"/>
      <w:r>
        <w:t xml:space="preserve"> and it</w:t>
      </w:r>
      <w:r w:rsidR="000055F1">
        <w:t>s</w:t>
      </w:r>
      <w:r w:rsidR="00F04C85">
        <w:t xml:space="preserve"> </w:t>
      </w:r>
      <w:r>
        <w:t>being better than all other laws and codifications can be seen b</w:t>
      </w:r>
      <w:r w:rsidR="000055F1">
        <w:t>y</w:t>
      </w:r>
      <w:r w:rsidR="00F04C85">
        <w:t xml:space="preserve"> </w:t>
      </w:r>
      <w:r>
        <w:t>comparing how Islamic laws and all man-made legal system</w:t>
      </w:r>
      <w:r w:rsidR="000055F1">
        <w:t>s</w:t>
      </w:r>
      <w:r w:rsidR="00F04C85">
        <w:t xml:space="preserve"> </w:t>
      </w:r>
      <w:r>
        <w:t>deal with man's various needs.</w:t>
      </w:r>
      <w:r w:rsidR="00746444" w:rsidRPr="003418E0">
        <w:rPr>
          <w:rStyle w:val="libFootnotenumChar"/>
        </w:rPr>
        <w:t>4</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total number of Muslims today in the world?</w:t>
      </w:r>
    </w:p>
    <w:p w:rsidR="00CF3F93" w:rsidRPr="008B697D" w:rsidRDefault="00CF3F93" w:rsidP="00CF3F93">
      <w:pPr>
        <w:pStyle w:val="libNormal"/>
        <w:rPr>
          <w:rStyle w:val="libBold1Char"/>
        </w:rPr>
      </w:pPr>
      <w:r w:rsidRPr="008B697D">
        <w:rPr>
          <w:rStyle w:val="libBold1Char"/>
        </w:rPr>
        <w:t>Answer:</w:t>
      </w:r>
    </w:p>
    <w:p w:rsidR="00CF3F93" w:rsidRDefault="00CF3F93" w:rsidP="00746444">
      <w:pPr>
        <w:pStyle w:val="libNormal"/>
      </w:pPr>
      <w:r>
        <w:t>The exact figure is not known, but according to statistics found i</w:t>
      </w:r>
      <w:r w:rsidR="000055F1">
        <w:t>n</w:t>
      </w:r>
      <w:r w:rsidR="00F04C85">
        <w:t xml:space="preserve"> </w:t>
      </w:r>
      <w:r>
        <w:t>certain books and journals this figure is as high as “800 million”.</w:t>
      </w:r>
      <w:r w:rsidR="00746444" w:rsidRPr="003418E0">
        <w:rPr>
          <w:rStyle w:val="libFootnotenumChar"/>
        </w:rPr>
        <w:t>5</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Where do Muslims live?</w:t>
      </w:r>
    </w:p>
    <w:p w:rsidR="00CF3F93" w:rsidRPr="008B697D" w:rsidRDefault="00CF3F93" w:rsidP="00CF3F93">
      <w:pPr>
        <w:pStyle w:val="libNormal"/>
        <w:rPr>
          <w:rStyle w:val="libBold1Char"/>
        </w:rPr>
      </w:pPr>
      <w:r w:rsidRPr="008B697D">
        <w:rPr>
          <w:rStyle w:val="libBold1Char"/>
        </w:rPr>
        <w:t>Answer:</w:t>
      </w:r>
    </w:p>
    <w:p w:rsidR="00CF3F93" w:rsidRDefault="00CF3F93" w:rsidP="00746444">
      <w:pPr>
        <w:pStyle w:val="libNormal"/>
      </w:pPr>
      <w:r>
        <w:t>There are Muslims in nearly all the countries of the world but th</w:t>
      </w:r>
      <w:r w:rsidR="000055F1">
        <w:t>e</w:t>
      </w:r>
      <w:r w:rsidR="00F04C85">
        <w:t xml:space="preserve"> </w:t>
      </w:r>
      <w:proofErr w:type="gramStart"/>
      <w:r>
        <w:t>majority of them live</w:t>
      </w:r>
      <w:proofErr w:type="gramEnd"/>
      <w:r>
        <w:t xml:space="preserve"> in Asia and Africa.</w:t>
      </w:r>
      <w:r w:rsidR="00746444" w:rsidRPr="003418E0">
        <w:rPr>
          <w:rStyle w:val="libFootnotenumChar"/>
        </w:rPr>
        <w:t>6</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Are Muslims of the belief that their religion will finally becom</w:t>
      </w:r>
      <w:r w:rsidR="000055F1">
        <w:t>e</w:t>
      </w:r>
      <w:r w:rsidR="00F04C85">
        <w:t xml:space="preserve"> </w:t>
      </w:r>
      <w:r>
        <w:t>the religion of all the people on earth?</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Muslims are of the belief that their religion will become th</w:t>
      </w:r>
      <w:r w:rsidR="000055F1">
        <w:t>e</w:t>
      </w:r>
      <w:r w:rsidR="00F04C85">
        <w:t xml:space="preserve"> </w:t>
      </w:r>
      <w:r>
        <w:t>religion of all those on earth and the time will come when ther</w:t>
      </w:r>
      <w:r w:rsidR="000055F1">
        <w:t>e</w:t>
      </w:r>
      <w:r w:rsidR="00F04C85">
        <w:t xml:space="preserve"> </w:t>
      </w:r>
      <w:r>
        <w:t>will no longer be even one non-Muslim. The Qur’an has als</w:t>
      </w:r>
      <w:r w:rsidR="000055F1">
        <w:t>o</w:t>
      </w:r>
      <w:r w:rsidR="00F04C85">
        <w:t xml:space="preserve"> </w:t>
      </w:r>
      <w:r>
        <w:t>promised the same and proclaims “that He may make it (Islam)</w:t>
      </w:r>
    </w:p>
    <w:p w:rsidR="00CF3F93" w:rsidRDefault="00CF3F93" w:rsidP="00CF3F93">
      <w:pPr>
        <w:pStyle w:val="libNormal"/>
      </w:pPr>
      <w:proofErr w:type="gramStart"/>
      <w:r>
        <w:t>prevail</w:t>
      </w:r>
      <w:proofErr w:type="gramEnd"/>
      <w:r>
        <w:t xml:space="preserve"> over all the religions”[48: 28].</w:t>
      </w:r>
    </w:p>
    <w:p w:rsidR="00CF3F93" w:rsidRDefault="00CF3F93" w:rsidP="00746444">
      <w:pPr>
        <w:pStyle w:val="libNormal"/>
      </w:pPr>
      <w:r>
        <w:lastRenderedPageBreak/>
        <w:t>In several hadiths</w:t>
      </w:r>
      <w:r w:rsidR="00746444" w:rsidRPr="003418E0">
        <w:rPr>
          <w:rStyle w:val="libFootnotenumChar"/>
        </w:rPr>
        <w:t>7</w:t>
      </w:r>
      <w:r>
        <w:t xml:space="preserve"> that have been quoted from the Prophet an</w:t>
      </w:r>
      <w:r w:rsidR="000055F1">
        <w:t>d</w:t>
      </w:r>
      <w:r w:rsidR="00F04C85">
        <w:t xml:space="preserve"> </w:t>
      </w:r>
      <w:r>
        <w:t xml:space="preserve">the pure Imams, it has been made clear that at the end of time </w:t>
      </w:r>
      <w:r w:rsidR="000055F1">
        <w:t>a</w:t>
      </w:r>
      <w:r w:rsidR="00F04C85">
        <w:t xml:space="preserve"> </w:t>
      </w:r>
      <w:r>
        <w:t>man from the Prophet’s descendants by the name of “Imam al</w:t>
      </w:r>
      <w:r w:rsidR="00337E26">
        <w:t>-</w:t>
      </w:r>
      <w:proofErr w:type="spellStart"/>
      <w:r>
        <w:t>Mahdi</w:t>
      </w:r>
      <w:proofErr w:type="spellEnd"/>
      <w:r>
        <w:t>” (peace be upon him) will appear and will consequentl</w:t>
      </w:r>
      <w:r w:rsidR="000055F1">
        <w:t>y</w:t>
      </w:r>
      <w:r w:rsidR="00F04C85">
        <w:t xml:space="preserve"> </w:t>
      </w:r>
      <w:r>
        <w:t>spread Islam throughout the whole world.</w:t>
      </w:r>
      <w:r w:rsidR="00746444" w:rsidRPr="003418E0">
        <w:rPr>
          <w:rStyle w:val="libFootnotenumChar"/>
        </w:rPr>
        <w:t>8</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does Islam see this life? Is Islam a religion concerned fo</w:t>
      </w:r>
      <w:r w:rsidR="000055F1">
        <w:t>r</w:t>
      </w:r>
      <w:r w:rsidR="00F04C85">
        <w:t xml:space="preserve"> </w:t>
      </w:r>
      <w:r>
        <w:t>the material life or just about the spiritual life, or about both?</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Islamic viewpoint about this life and the material an</w:t>
      </w:r>
      <w:r w:rsidR="000055F1">
        <w:t>d</w:t>
      </w:r>
      <w:r w:rsidR="00F04C85">
        <w:t xml:space="preserve"> </w:t>
      </w:r>
      <w:r>
        <w:t>spiritual aspects of man's existence are summed up in th</w:t>
      </w:r>
      <w:r w:rsidR="000055F1">
        <w:t>e</w:t>
      </w:r>
      <w:r w:rsidR="00F04C85">
        <w:t xml:space="preserve"> </w:t>
      </w:r>
      <w:r>
        <w:t>Almighty’s words in the Qur’an where He says:</w:t>
      </w:r>
    </w:p>
    <w:p w:rsidR="00CF3F93" w:rsidRDefault="00CF3F93" w:rsidP="00CF3F93">
      <w:pPr>
        <w:pStyle w:val="libNormal"/>
      </w:pPr>
      <w:r>
        <w:t>“And among them is he who says: ‘O Our Lord! Give us in thi</w:t>
      </w:r>
      <w:r w:rsidR="000055F1">
        <w:t>s</w:t>
      </w:r>
      <w:r w:rsidR="00F04C85">
        <w:t xml:space="preserve"> </w:t>
      </w:r>
      <w:r>
        <w:t>world that which is good and in the hereafter that which is good</w:t>
      </w:r>
      <w:r w:rsidR="000055F1">
        <w:t>,</w:t>
      </w:r>
      <w:r w:rsidR="00F04C85">
        <w:t xml:space="preserve"> </w:t>
      </w:r>
      <w:r>
        <w:t xml:space="preserve">and save us from the torment of the Fire’ </w:t>
      </w:r>
      <w:proofErr w:type="gramStart"/>
      <w:r>
        <w:t>”[</w:t>
      </w:r>
      <w:proofErr w:type="gramEnd"/>
      <w:r>
        <w:t>2: 201].</w:t>
      </w:r>
    </w:p>
    <w:p w:rsidR="00CF3F93" w:rsidRDefault="00CF3F93" w:rsidP="00746444">
      <w:pPr>
        <w:pStyle w:val="libNormal"/>
      </w:pPr>
      <w:r>
        <w:t>The Prophet Muhammad (God’s blessings and peace be upon hi</w:t>
      </w:r>
      <w:r w:rsidR="000055F1">
        <w:t>m</w:t>
      </w:r>
      <w:r w:rsidR="00F04C85">
        <w:t xml:space="preserve"> </w:t>
      </w:r>
      <w:r>
        <w:t>and his progeny) says: “One who renounces his worldly affair</w:t>
      </w:r>
      <w:r w:rsidR="000055F1">
        <w:t>s</w:t>
      </w:r>
      <w:r w:rsidR="00F04C85">
        <w:t xml:space="preserve"> </w:t>
      </w:r>
      <w:r>
        <w:t>for the life of the hereafter is not from among us, and one wh</w:t>
      </w:r>
      <w:r w:rsidR="000055F1">
        <w:t>o</w:t>
      </w:r>
      <w:r w:rsidR="00F04C85">
        <w:t xml:space="preserve"> </w:t>
      </w:r>
      <w:r>
        <w:t>renounces the life of the hereafter for his worldly affairs is als</w:t>
      </w:r>
      <w:r w:rsidR="000055F1">
        <w:t>o</w:t>
      </w:r>
      <w:r w:rsidR="00F04C85">
        <w:t xml:space="preserve"> </w:t>
      </w:r>
      <w:r>
        <w:t>not from among us”.</w:t>
      </w:r>
      <w:r w:rsidR="00746444" w:rsidRPr="003418E0">
        <w:rPr>
          <w:rStyle w:val="libFootnotenumChar"/>
        </w:rPr>
        <w:t>9</w:t>
      </w:r>
    </w:p>
    <w:p w:rsidR="00CF3F93" w:rsidRDefault="00CF3F93" w:rsidP="00746444">
      <w:pPr>
        <w:pStyle w:val="libNormal"/>
      </w:pPr>
      <w:r>
        <w:t>He also says: “Strive for your world in such a manner as if yo</w:t>
      </w:r>
      <w:r w:rsidR="000055F1">
        <w:t>u</w:t>
      </w:r>
      <w:r w:rsidR="00F04C85">
        <w:t xml:space="preserve"> </w:t>
      </w:r>
      <w:r>
        <w:t xml:space="preserve">will live </w:t>
      </w:r>
      <w:proofErr w:type="spellStart"/>
      <w:r>
        <w:t>for ever</w:t>
      </w:r>
      <w:proofErr w:type="spellEnd"/>
      <w:r>
        <w:t xml:space="preserve"> and for the life of the hereafter act in such a wa</w:t>
      </w:r>
      <w:r w:rsidR="000055F1">
        <w:t>y</w:t>
      </w:r>
      <w:r w:rsidR="00F04C85">
        <w:t xml:space="preserve"> </w:t>
      </w:r>
      <w:r>
        <w:t>as if you will die tomorrow”</w:t>
      </w:r>
      <w:r w:rsidR="00746444" w:rsidRPr="003418E0">
        <w:rPr>
          <w:rStyle w:val="libFootnotenumChar"/>
        </w:rPr>
        <w:t>10</w:t>
      </w:r>
      <w:r>
        <w: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were the boundaries of the Islamic World in the previou</w:t>
      </w:r>
      <w:r w:rsidR="000055F1">
        <w:t>s</w:t>
      </w:r>
      <w:r w:rsidR="00F04C85">
        <w:t xml:space="preserve"> </w:t>
      </w:r>
      <w:r>
        <w:t>centuries and what are they at the present time? How did Isla</w:t>
      </w:r>
      <w:r w:rsidR="000055F1">
        <w:t>m</w:t>
      </w:r>
      <w:r w:rsidR="00F04C85">
        <w:t xml:space="preserve"> </w:t>
      </w:r>
      <w:r>
        <w:t>spread?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Information about these two topics requires extensive study o</w:t>
      </w:r>
      <w:r w:rsidR="000055F1">
        <w:t>f</w:t>
      </w:r>
      <w:r w:rsidR="00F04C85">
        <w:t xml:space="preserve"> </w:t>
      </w:r>
      <w:r>
        <w:t>various books but a summary can be found by a perusal of th</w:t>
      </w:r>
      <w:r w:rsidR="000055F1">
        <w:t>e</w:t>
      </w:r>
      <w:r w:rsidR="00F04C85">
        <w:t xml:space="preserve"> </w:t>
      </w:r>
      <w:r>
        <w:t>study of a map of the Islamic World and the book “Invitatio</w:t>
      </w:r>
      <w:r w:rsidR="000055F1">
        <w:t>n</w:t>
      </w:r>
      <w:r w:rsidR="00F04C85">
        <w:t xml:space="preserve"> </w:t>
      </w:r>
      <w:r>
        <w:t>towards Islam”.</w:t>
      </w:r>
    </w:p>
    <w:p w:rsidR="00CF3F93" w:rsidRDefault="00CF3F93" w:rsidP="00146845">
      <w:pPr>
        <w:pStyle w:val="libNormal"/>
      </w:pPr>
      <w:r>
        <w:br w:type="page"/>
      </w:r>
    </w:p>
    <w:p w:rsidR="00CF3F93" w:rsidRDefault="00CF3F93" w:rsidP="00146845">
      <w:pPr>
        <w:pStyle w:val="Heading1Center"/>
      </w:pPr>
      <w:bookmarkStart w:id="5" w:name="_Toc496784661"/>
      <w:r>
        <w:lastRenderedPageBreak/>
        <w:t>2-THE BASIC BELIEFS OF ISLAM</w:t>
      </w:r>
      <w:bookmarkEnd w:id="5"/>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the basic beliefs of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There are three fundamental beliefs as well as beliefs that follo</w:t>
      </w:r>
      <w:r w:rsidR="000055F1">
        <w:t>w</w:t>
      </w:r>
      <w:r w:rsidR="00F04C85">
        <w:t xml:space="preserve"> </w:t>
      </w:r>
      <w:r>
        <w:t>from these three fundamentals.</w:t>
      </w:r>
    </w:p>
    <w:p w:rsidR="00CF3F93" w:rsidRPr="001B2F03" w:rsidRDefault="00CF3F93" w:rsidP="006D51A0">
      <w:pPr>
        <w:pStyle w:val="Heading2"/>
      </w:pPr>
      <w:bookmarkStart w:id="6" w:name="_Toc496784662"/>
      <w:r w:rsidRPr="001B2F03">
        <w:t>THE ONENESS and UNITY of GOD (TAWHID)</w:t>
      </w:r>
      <w:bookmarkEnd w:id="6"/>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these three fundamental beliefs?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Firstly, the faith that this world has an omniscient, omnipotent</w:t>
      </w:r>
      <w:r w:rsidR="000055F1">
        <w:t>,</w:t>
      </w:r>
      <w:r w:rsidR="00F04C85">
        <w:t xml:space="preserve"> </w:t>
      </w:r>
      <w:r>
        <w:t>wise, all-hearing and all-seeing God, who has no beginning o</w:t>
      </w:r>
      <w:r w:rsidR="000055F1">
        <w:t>r</w:t>
      </w:r>
      <w:r w:rsidR="00F04C85">
        <w:t xml:space="preserve"> </w:t>
      </w:r>
      <w:r>
        <w:t>end and who possesses all qualities of perfection and is free fro</w:t>
      </w:r>
      <w:r w:rsidR="000055F1">
        <w:t>m</w:t>
      </w:r>
      <w:r w:rsidR="00F04C85">
        <w:t xml:space="preserve"> </w:t>
      </w:r>
      <w:r>
        <w:t xml:space="preserve">any fault or deficiency. This God is </w:t>
      </w:r>
      <w:proofErr w:type="gramStart"/>
      <w:r>
        <w:t>One</w:t>
      </w:r>
      <w:proofErr w:type="gramEnd"/>
      <w:r>
        <w:t xml:space="preserve"> and has no partner, an</w:t>
      </w:r>
      <w:r w:rsidR="000055F1">
        <w:t>d</w:t>
      </w:r>
      <w:r w:rsidR="00F04C85">
        <w:t xml:space="preserve"> </w:t>
      </w:r>
      <w:r>
        <w:t>none of His creation resembles Him, and there is absolutely n</w:t>
      </w:r>
      <w:r w:rsidR="000055F1">
        <w:t>o</w:t>
      </w:r>
      <w:r w:rsidR="00F04C85">
        <w:t xml:space="preserve"> </w:t>
      </w:r>
      <w:r>
        <w:t>possibility of seeing Him, either in this world or in the hereafter.</w:t>
      </w:r>
    </w:p>
    <w:p w:rsidR="00CF3F93" w:rsidRDefault="00CF3F93" w:rsidP="00CF3F93">
      <w:pPr>
        <w:pStyle w:val="libNormal"/>
      </w:pPr>
      <w:r>
        <w:t>The oneness of God can be proved.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meaning of oneness?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oneness of God can be considered to have four aspects:</w:t>
      </w:r>
    </w:p>
    <w:p w:rsidR="00CF3F93" w:rsidRDefault="00CF3F93" w:rsidP="00B416A2">
      <w:pPr>
        <w:pStyle w:val="Heading3"/>
      </w:pPr>
      <w:bookmarkStart w:id="7" w:name="_Toc496784663"/>
      <w:r>
        <w:t>1-Oneness of Essence:</w:t>
      </w:r>
      <w:bookmarkEnd w:id="7"/>
    </w:p>
    <w:p w:rsidR="00CF3F93" w:rsidRDefault="00CF3F93" w:rsidP="00CF3F93">
      <w:pPr>
        <w:pStyle w:val="libNormal"/>
      </w:pPr>
      <w:r>
        <w:t>This means that God is one and has no partners. He is not lik</w:t>
      </w:r>
      <w:r w:rsidR="000055F1">
        <w:t>e</w:t>
      </w:r>
      <w:r w:rsidR="00F04C85">
        <w:t xml:space="preserve"> </w:t>
      </w:r>
      <w:r>
        <w:t>man who consists of several parts for God does not posses</w:t>
      </w:r>
      <w:r w:rsidR="000055F1">
        <w:t>s</w:t>
      </w:r>
      <w:r w:rsidR="00F04C85">
        <w:t xml:space="preserve"> </w:t>
      </w:r>
      <w:r>
        <w:t>any parts at all.</w:t>
      </w:r>
    </w:p>
    <w:p w:rsidR="00CF3F93" w:rsidRDefault="00CF3F93" w:rsidP="00B416A2">
      <w:pPr>
        <w:pStyle w:val="Heading3"/>
      </w:pPr>
      <w:bookmarkStart w:id="8" w:name="_Toc496784664"/>
      <w:r>
        <w:t>2-Oneness of Attributes:</w:t>
      </w:r>
      <w:bookmarkEnd w:id="8"/>
    </w:p>
    <w:p w:rsidR="00CF3F93" w:rsidRDefault="00CF3F93" w:rsidP="00CF3F93">
      <w:pPr>
        <w:pStyle w:val="libNormal"/>
      </w:pPr>
      <w:r>
        <w:t>This means that God’s attributes are identical to His essence:</w:t>
      </w:r>
    </w:p>
    <w:p w:rsidR="00CF3F93" w:rsidRDefault="00CF3F93" w:rsidP="00CF3F93">
      <w:pPr>
        <w:pStyle w:val="libNormal"/>
      </w:pPr>
      <w:proofErr w:type="gramStart"/>
      <w:r>
        <w:t>hence</w:t>
      </w:r>
      <w:proofErr w:type="gramEnd"/>
      <w:r>
        <w:t xml:space="preserve"> there is no duality between His attributes and Hi</w:t>
      </w:r>
      <w:r w:rsidR="000055F1">
        <w:t>s</w:t>
      </w:r>
      <w:r w:rsidR="00F04C85">
        <w:t xml:space="preserve"> </w:t>
      </w:r>
      <w:r>
        <w:t>essence. In other words, God is not like man whose knowledg</w:t>
      </w:r>
      <w:r w:rsidR="000055F1">
        <w:t>e</w:t>
      </w:r>
      <w:r w:rsidR="00F04C85">
        <w:t xml:space="preserve"> </w:t>
      </w:r>
      <w:r>
        <w:t>is separated from his essence and whose strength is something</w:t>
      </w:r>
      <w:r w:rsidR="00146845">
        <w:t xml:space="preserve"> </w:t>
      </w:r>
      <w:r>
        <w:t>separate from him, but in fact the essence of God, Hi</w:t>
      </w:r>
      <w:r w:rsidR="000055F1">
        <w:t>s</w:t>
      </w:r>
      <w:r w:rsidR="00F04C85">
        <w:t xml:space="preserve"> </w:t>
      </w:r>
      <w:r>
        <w:t>knowledge, His power and so on are one and the same thing.</w:t>
      </w:r>
    </w:p>
    <w:p w:rsidR="00CF3F93" w:rsidRDefault="00CF3F93" w:rsidP="00B416A2">
      <w:pPr>
        <w:pStyle w:val="Heading3"/>
      </w:pPr>
      <w:bookmarkStart w:id="9" w:name="_Toc496784665"/>
      <w:r>
        <w:t>3-Oneness of His Works:</w:t>
      </w:r>
      <w:bookmarkEnd w:id="9"/>
    </w:p>
    <w:p w:rsidR="00CF3F93" w:rsidRDefault="00CF3F93" w:rsidP="00CF3F93">
      <w:pPr>
        <w:pStyle w:val="libNormal"/>
      </w:pPr>
      <w:r>
        <w:t>This means that everything in the universe is of His creation.</w:t>
      </w:r>
    </w:p>
    <w:p w:rsidR="00CF3F93" w:rsidRDefault="00CF3F93" w:rsidP="00B416A2">
      <w:pPr>
        <w:pStyle w:val="Heading3"/>
      </w:pPr>
      <w:bookmarkStart w:id="10" w:name="_Toc496784666"/>
      <w:r>
        <w:t>4-Oneness of Worship:</w:t>
      </w:r>
      <w:bookmarkEnd w:id="10"/>
    </w:p>
    <w:p w:rsidR="00CF3F93" w:rsidRDefault="00CF3F93" w:rsidP="00CF3F93">
      <w:pPr>
        <w:pStyle w:val="libNormal"/>
      </w:pPr>
      <w:r>
        <w:t>This means that only God Almighty has the right to b</w:t>
      </w:r>
      <w:r w:rsidR="000055F1">
        <w:t>e</w:t>
      </w:r>
      <w:r w:rsidR="00F04C85">
        <w:t xml:space="preserve"> </w:t>
      </w:r>
      <w:r>
        <w:t>worshipped.</w:t>
      </w:r>
    </w:p>
    <w:p w:rsidR="00CF3F93" w:rsidRPr="001B2F03" w:rsidRDefault="00CF3F93" w:rsidP="006D51A0">
      <w:pPr>
        <w:pStyle w:val="Heading2"/>
      </w:pPr>
      <w:bookmarkStart w:id="11" w:name="_Toc496784667"/>
      <w:r w:rsidRPr="001B2F03">
        <w:t>PROPHETHOOD</w:t>
      </w:r>
      <w:bookmarkEnd w:id="11"/>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second fundamental from among the fundamenta</w:t>
      </w:r>
      <w:r w:rsidR="000055F1">
        <w:t>l</w:t>
      </w:r>
      <w:r w:rsidR="00F04C85">
        <w:t xml:space="preserve"> </w:t>
      </w:r>
      <w:r>
        <w:t>beliefs in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It is </w:t>
      </w:r>
      <w:proofErr w:type="spellStart"/>
      <w:r>
        <w:t>prophethood</w:t>
      </w:r>
      <w:proofErr w:type="spellEnd"/>
      <w:r>
        <w:t>. This means that God Almighty has sen</w:t>
      </w:r>
      <w:r w:rsidR="000055F1">
        <w:t>t</w:t>
      </w:r>
      <w:r w:rsidR="00F04C85">
        <w:t xml:space="preserve"> </w:t>
      </w:r>
      <w:r>
        <w:t>prophets to mankind in order to guide him to the truth and th</w:t>
      </w:r>
      <w:r w:rsidR="000055F1">
        <w:t>e</w:t>
      </w:r>
      <w:r w:rsidR="00F04C85">
        <w:t xml:space="preserve"> </w:t>
      </w:r>
      <w:r>
        <w:t>right path.</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Who is the first prophet?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lastRenderedPageBreak/>
        <w:t>The first prophet is our father Adam (peace be upon him). Go</w:t>
      </w:r>
      <w:r w:rsidR="000055F1">
        <w:t>d</w:t>
      </w:r>
      <w:r w:rsidR="00F04C85">
        <w:t xml:space="preserve"> </w:t>
      </w:r>
      <w:r>
        <w:t xml:space="preserve">created him from clay; then created him a companion </w:t>
      </w:r>
      <w:proofErr w:type="spellStart"/>
      <w:r>
        <w:t>Hawa</w:t>
      </w:r>
      <w:proofErr w:type="spellEnd"/>
      <w:r>
        <w:t xml:space="preserve"> (Eve)</w:t>
      </w:r>
    </w:p>
    <w:p w:rsidR="00CF3F93" w:rsidRDefault="00CF3F93" w:rsidP="00CF3F93">
      <w:pPr>
        <w:pStyle w:val="libNormal"/>
      </w:pPr>
      <w:r>
        <w:t xml:space="preserve">- </w:t>
      </w:r>
      <w:proofErr w:type="gramStart"/>
      <w:r>
        <w:t>peace</w:t>
      </w:r>
      <w:proofErr w:type="gramEnd"/>
      <w:r>
        <w:t xml:space="preserve"> be upon her. Then God blessed </w:t>
      </w:r>
      <w:proofErr w:type="spellStart"/>
      <w:r>
        <w:t>Hawa</w:t>
      </w:r>
      <w:proofErr w:type="spellEnd"/>
      <w:r>
        <w:t xml:space="preserve"> with two sons </w:t>
      </w:r>
      <w:proofErr w:type="spellStart"/>
      <w:r>
        <w:t>Habi</w:t>
      </w:r>
      <w:r w:rsidR="000055F1">
        <w:t>l</w:t>
      </w:r>
      <w:proofErr w:type="spellEnd"/>
      <w:r w:rsidR="00F04C85">
        <w:t xml:space="preserve"> </w:t>
      </w:r>
      <w:r>
        <w:t xml:space="preserve">(Abel) and </w:t>
      </w:r>
      <w:proofErr w:type="spellStart"/>
      <w:r>
        <w:t>Qabil</w:t>
      </w:r>
      <w:proofErr w:type="spellEnd"/>
      <w:r>
        <w:t xml:space="preserve"> (Cain). Then God created two girls, not fro</w:t>
      </w:r>
      <w:r w:rsidR="000055F1">
        <w:t>m</w:t>
      </w:r>
      <w:r w:rsidR="00F04C85">
        <w:t xml:space="preserve"> </w:t>
      </w:r>
      <w:r>
        <w:t xml:space="preserve">the stock of Adam and </w:t>
      </w:r>
      <w:proofErr w:type="spellStart"/>
      <w:r>
        <w:t>Hawa</w:t>
      </w:r>
      <w:proofErr w:type="spellEnd"/>
      <w:r>
        <w:t xml:space="preserve">, but as a new creation. </w:t>
      </w:r>
      <w:proofErr w:type="spellStart"/>
      <w:r>
        <w:t>Habil</w:t>
      </w:r>
      <w:proofErr w:type="spellEnd"/>
      <w:r>
        <w:t xml:space="preserve"> an</w:t>
      </w:r>
      <w:r w:rsidR="000055F1">
        <w:t>d</w:t>
      </w:r>
      <w:r w:rsidR="00F04C85">
        <w:t xml:space="preserve"> </w:t>
      </w:r>
      <w:proofErr w:type="spellStart"/>
      <w:r>
        <w:t>Qabil</w:t>
      </w:r>
      <w:proofErr w:type="spellEnd"/>
      <w:r>
        <w:t xml:space="preserve"> married these two girls and from them children wer</w:t>
      </w:r>
      <w:r w:rsidR="000055F1">
        <w:t>e</w:t>
      </w:r>
      <w:r w:rsidR="00F04C85">
        <w:t xml:space="preserve"> </w:t>
      </w:r>
      <w:r>
        <w:t>created, and consequently cousins married each other and so th</w:t>
      </w:r>
      <w:r w:rsidR="000055F1">
        <w:t>e</w:t>
      </w:r>
      <w:r w:rsidR="00F04C85">
        <w:t xml:space="preserve"> </w:t>
      </w:r>
      <w:r>
        <w:t>human race started to increase.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Who is the last of all the prophets?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last prophet is the Prophet of Islam, Muhammad (God’</w:t>
      </w:r>
      <w:r w:rsidR="000055F1">
        <w:t>s</w:t>
      </w:r>
      <w:r w:rsidR="00F04C85">
        <w:t xml:space="preserve"> </w:t>
      </w:r>
      <w:r>
        <w:t>blessings and peace be upon him and his progeny).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many prophets are there?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Their number is 124,000. From among them are </w:t>
      </w:r>
      <w:proofErr w:type="spellStart"/>
      <w:r>
        <w:t>Nuh</w:t>
      </w:r>
      <w:proofErr w:type="spellEnd"/>
      <w:r>
        <w:t xml:space="preserve"> (Noah)</w:t>
      </w:r>
      <w:r w:rsidR="000055F1">
        <w:t>,</w:t>
      </w:r>
      <w:r w:rsidR="00F04C85">
        <w:t xml:space="preserve"> </w:t>
      </w:r>
      <w:r>
        <w:t>Ibrahim (Abraham), Musa (Moses) and ‘Isa (Jesus). These fou</w:t>
      </w:r>
      <w:r w:rsidR="000055F1">
        <w:t>r</w:t>
      </w:r>
      <w:r w:rsidR="00F04C85">
        <w:t xml:space="preserve"> </w:t>
      </w:r>
      <w:r>
        <w:t>prophets together with the Prophet of Islam are superior to th</w:t>
      </w:r>
      <w:r w:rsidR="000055F1">
        <w:t>e</w:t>
      </w:r>
      <w:r w:rsidR="00F04C85">
        <w:t xml:space="preserve"> </w:t>
      </w:r>
      <w:r>
        <w:t>rest of mankind.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difference between prophets and other human beings?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difference is that the prophets receive direct revelation fro</w:t>
      </w:r>
      <w:r w:rsidR="000055F1">
        <w:t>m</w:t>
      </w:r>
      <w:r w:rsidR="00F04C85">
        <w:t xml:space="preserve"> </w:t>
      </w:r>
      <w:r>
        <w:t>God Almighty and are given commands either concerning thei</w:t>
      </w:r>
      <w:r w:rsidR="000055F1">
        <w:t>r</w:t>
      </w:r>
      <w:r w:rsidR="00F04C85">
        <w:t xml:space="preserve"> </w:t>
      </w:r>
      <w:r>
        <w:t>own affairs or commands to be proclaimed to other people. Th</w:t>
      </w:r>
      <w:r w:rsidR="000055F1">
        <w:t>e</w:t>
      </w:r>
      <w:r w:rsidR="00F04C85">
        <w:t xml:space="preserve"> </w:t>
      </w:r>
      <w:r>
        <w:t xml:space="preserve">rest of humanity </w:t>
      </w:r>
      <w:proofErr w:type="gramStart"/>
      <w:r>
        <w:t>do</w:t>
      </w:r>
      <w:proofErr w:type="gramEnd"/>
      <w:r>
        <w:t xml:space="preserve"> not receive such divine revelations. On th</w:t>
      </w:r>
      <w:r w:rsidR="000055F1">
        <w:t>e</w:t>
      </w:r>
      <w:r w:rsidR="00F04C85">
        <w:t xml:space="preserve"> </w:t>
      </w:r>
      <w:r>
        <w:t>contrary, they are charged to follow the prophets.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How do we know that one who claims </w:t>
      </w:r>
      <w:proofErr w:type="spellStart"/>
      <w:r>
        <w:t>prophethood</w:t>
      </w:r>
      <w:proofErr w:type="spellEnd"/>
      <w:r>
        <w:t xml:space="preserve"> is telling th</w:t>
      </w:r>
      <w:r w:rsidR="000055F1">
        <w:t>e</w:t>
      </w:r>
      <w:r w:rsidR="00F04C85">
        <w:t xml:space="preserve"> </w:t>
      </w:r>
      <w:r>
        <w:t>truth?</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We know the truthfulness of the claimant of </w:t>
      </w:r>
      <w:proofErr w:type="spellStart"/>
      <w:r>
        <w:t>prophethood</w:t>
      </w:r>
      <w:proofErr w:type="spellEnd"/>
      <w:r>
        <w:t xml:space="preserve"> b</w:t>
      </w:r>
      <w:r w:rsidR="000055F1">
        <w:t>y</w:t>
      </w:r>
      <w:r w:rsidR="00F04C85">
        <w:t xml:space="preserve"> </w:t>
      </w:r>
      <w:r>
        <w:t xml:space="preserve">means of miracles. Miracles consist of supernatural feats that </w:t>
      </w:r>
      <w:r w:rsidR="000055F1">
        <w:t>a</w:t>
      </w:r>
      <w:r w:rsidR="00F04C85">
        <w:t xml:space="preserve"> </w:t>
      </w:r>
      <w:r>
        <w:t>prophet performs which indicate that he is from God, since if h</w:t>
      </w:r>
      <w:r w:rsidR="000055F1">
        <w:t>e</w:t>
      </w:r>
      <w:r w:rsidR="00F04C85">
        <w:t xml:space="preserve"> </w:t>
      </w:r>
      <w:r>
        <w:t>were not he could never perform such acts.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Give examples of miracles.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For example:</w:t>
      </w:r>
    </w:p>
    <w:p w:rsidR="00CF3F93" w:rsidRDefault="00CF3F93" w:rsidP="00CF3F93">
      <w:pPr>
        <w:pStyle w:val="libNormal"/>
      </w:pPr>
      <w:r>
        <w:t xml:space="preserve">1- Ibrahim (peace </w:t>
      </w:r>
      <w:proofErr w:type="gramStart"/>
      <w:r>
        <w:t>be</w:t>
      </w:r>
      <w:proofErr w:type="gramEnd"/>
      <w:r>
        <w:t xml:space="preserve"> upon him) was cast into the fire but did no</w:t>
      </w:r>
      <w:r w:rsidR="000055F1">
        <w:t>t</w:t>
      </w:r>
      <w:r w:rsidR="00F04C85">
        <w:t xml:space="preserve"> </w:t>
      </w:r>
      <w:r>
        <w:t>get burnt.</w:t>
      </w:r>
    </w:p>
    <w:p w:rsidR="00CF3F93" w:rsidRDefault="00CF3F93" w:rsidP="00CF3F93">
      <w:pPr>
        <w:pStyle w:val="libNormal"/>
      </w:pPr>
      <w:r>
        <w:t xml:space="preserve">2- Musa (peace </w:t>
      </w:r>
      <w:proofErr w:type="gramStart"/>
      <w:r>
        <w:t>be</w:t>
      </w:r>
      <w:proofErr w:type="gramEnd"/>
      <w:r>
        <w:t xml:space="preserve"> upon him) would throw down his staff and i</w:t>
      </w:r>
      <w:r w:rsidR="000055F1">
        <w:t>t</w:t>
      </w:r>
      <w:r w:rsidR="00F04C85">
        <w:t xml:space="preserve"> </w:t>
      </w:r>
      <w:r>
        <w:t>would turn into a huge serpent. Then when he picked it up i</w:t>
      </w:r>
      <w:r w:rsidR="000055F1">
        <w:t>t</w:t>
      </w:r>
      <w:r w:rsidR="00F04C85">
        <w:t xml:space="preserve"> </w:t>
      </w:r>
      <w:r>
        <w:t>would return to its original condition.</w:t>
      </w:r>
    </w:p>
    <w:p w:rsidR="00CF3F93" w:rsidRDefault="00CF3F93" w:rsidP="00CF3F93">
      <w:pPr>
        <w:pStyle w:val="libNormal"/>
      </w:pPr>
      <w:r>
        <w:t xml:space="preserve">3- ‘Isa (peace </w:t>
      </w:r>
      <w:proofErr w:type="gramStart"/>
      <w:r>
        <w:t>be</w:t>
      </w:r>
      <w:proofErr w:type="gramEnd"/>
      <w:r>
        <w:t xml:space="preserve"> upon him) would heal the blind and lepers an</w:t>
      </w:r>
      <w:r w:rsidR="000055F1">
        <w:t>d</w:t>
      </w:r>
      <w:r w:rsidR="00F04C85">
        <w:t xml:space="preserve"> </w:t>
      </w:r>
      <w:r>
        <w:t>by the will of God would bring the dead to life.</w:t>
      </w:r>
    </w:p>
    <w:p w:rsidR="00CF3F93" w:rsidRDefault="00CF3F93" w:rsidP="00CF3F93">
      <w:pPr>
        <w:pStyle w:val="libNormal"/>
      </w:pPr>
      <w:r>
        <w:t>4- Muhammad (God’s blessings and peace be upon him and hi</w:t>
      </w:r>
      <w:r w:rsidR="000055F1">
        <w:t>s</w:t>
      </w:r>
      <w:r w:rsidR="00F04C85">
        <w:t xml:space="preserve"> </w:t>
      </w:r>
      <w:r>
        <w:t>progeny) split the moon into two and brought the Qur’an th</w:t>
      </w:r>
      <w:r w:rsidR="000055F1">
        <w:t>e</w:t>
      </w:r>
      <w:r w:rsidR="00F04C85">
        <w:t xml:space="preserve"> </w:t>
      </w:r>
      <w:r>
        <w:t>like of which man has been incapable of producing.</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 xml:space="preserve">How </w:t>
      </w:r>
      <w:proofErr w:type="gramStart"/>
      <w:r>
        <w:t>is it</w:t>
      </w:r>
      <w:proofErr w:type="gramEnd"/>
      <w:r>
        <w:t xml:space="preserve"> that man has been incapable of producing somethin</w:t>
      </w:r>
      <w:r w:rsidR="000055F1">
        <w:t>g</w:t>
      </w:r>
      <w:r w:rsidR="00F04C85">
        <w:t xml:space="preserve"> </w:t>
      </w:r>
      <w:r>
        <w:t>like the Qur’an?</w:t>
      </w:r>
    </w:p>
    <w:p w:rsidR="00CF3F93" w:rsidRPr="008B697D" w:rsidRDefault="00CF3F93" w:rsidP="00CF3F93">
      <w:pPr>
        <w:pStyle w:val="libNormal"/>
        <w:rPr>
          <w:rStyle w:val="libBold1Char"/>
        </w:rPr>
      </w:pPr>
      <w:r w:rsidRPr="008B697D">
        <w:rPr>
          <w:rStyle w:val="libBold1Char"/>
        </w:rPr>
        <w:t>Answer:</w:t>
      </w:r>
    </w:p>
    <w:p w:rsidR="00CF3F93" w:rsidRDefault="00CF3F93" w:rsidP="003418E0">
      <w:pPr>
        <w:pStyle w:val="libNormal"/>
      </w:pPr>
      <w:r>
        <w:t>The Qur’an itself has challenged mankind and invited him t</w:t>
      </w:r>
      <w:r w:rsidR="000055F1">
        <w:t>o</w:t>
      </w:r>
      <w:r w:rsidR="00F04C85">
        <w:t xml:space="preserve"> </w:t>
      </w:r>
      <w:r>
        <w:t>bring forth something like itself. “Say: If men and jinn shoul</w:t>
      </w:r>
      <w:r w:rsidR="000055F1">
        <w:t>d</w:t>
      </w:r>
      <w:r w:rsidR="00F04C85">
        <w:t xml:space="preserve"> </w:t>
      </w:r>
      <w:r>
        <w:t>meet together to bring the like of this Qur’an, they could no</w:t>
      </w:r>
      <w:r w:rsidR="000055F1">
        <w:t>t</w:t>
      </w:r>
      <w:r w:rsidR="00F04C85">
        <w:t xml:space="preserve"> </w:t>
      </w:r>
      <w:r>
        <w:t>bring the like of it, even if they came to the aid of one another”</w:t>
      </w:r>
      <w:r w:rsidR="003418E0">
        <w:t xml:space="preserve"> </w:t>
      </w:r>
      <w:r>
        <w:t>[17: 88].</w:t>
      </w:r>
    </w:p>
    <w:p w:rsidR="00CF3F93" w:rsidRDefault="00CF3F93" w:rsidP="00CF3F93">
      <w:pPr>
        <w:pStyle w:val="libNormal"/>
      </w:pPr>
      <w:r>
        <w:t>And when they were incapable of producing the like of the whol</w:t>
      </w:r>
      <w:r w:rsidR="000055F1">
        <w:t>e</w:t>
      </w:r>
      <w:r w:rsidR="00F04C85">
        <w:t xml:space="preserve"> </w:t>
      </w:r>
      <w:r>
        <w:t xml:space="preserve">Qur’an, they were challenged to produce only ten </w:t>
      </w:r>
      <w:proofErr w:type="spellStart"/>
      <w:r>
        <w:t>sura</w:t>
      </w:r>
      <w:r w:rsidR="000055F1">
        <w:t>s</w:t>
      </w:r>
      <w:proofErr w:type="spellEnd"/>
      <w:r w:rsidR="00F04C85">
        <w:t xml:space="preserve"> </w:t>
      </w:r>
      <w:r>
        <w:t xml:space="preserve">(chapters) like the </w:t>
      </w:r>
      <w:proofErr w:type="spellStart"/>
      <w:r>
        <w:t>suras</w:t>
      </w:r>
      <w:proofErr w:type="spellEnd"/>
      <w:r>
        <w:t xml:space="preserve"> in the Qur’an: “Bring you then ten forge</w:t>
      </w:r>
      <w:r w:rsidR="000055F1">
        <w:t>d</w:t>
      </w:r>
      <w:r w:rsidR="00F04C85">
        <w:t xml:space="preserve"> </w:t>
      </w:r>
      <w:proofErr w:type="spellStart"/>
      <w:r>
        <w:t>suras</w:t>
      </w:r>
      <w:proofErr w:type="spellEnd"/>
      <w:r>
        <w:t xml:space="preserve"> like it…</w:t>
      </w:r>
      <w:proofErr w:type="gramStart"/>
      <w:r>
        <w:t>”[</w:t>
      </w:r>
      <w:proofErr w:type="gramEnd"/>
      <w:r>
        <w:t>11: 13].</w:t>
      </w:r>
    </w:p>
    <w:p w:rsidR="00CF3F93" w:rsidRDefault="00CF3F93" w:rsidP="00CF3F93">
      <w:pPr>
        <w:pStyle w:val="libNormal"/>
      </w:pPr>
      <w:r>
        <w:t>And when again they remained incapable, they were challenge</w:t>
      </w:r>
      <w:r w:rsidR="000055F1">
        <w:t>d</w:t>
      </w:r>
      <w:r w:rsidR="00F04C85">
        <w:t xml:space="preserve"> </w:t>
      </w:r>
      <w:r>
        <w:t xml:space="preserve">to bring forth only one </w:t>
      </w:r>
      <w:proofErr w:type="spellStart"/>
      <w:r>
        <w:t>sura</w:t>
      </w:r>
      <w:proofErr w:type="spellEnd"/>
      <w:r>
        <w:t xml:space="preserve"> like a </w:t>
      </w:r>
      <w:proofErr w:type="spellStart"/>
      <w:r>
        <w:t>Qur’anic</w:t>
      </w:r>
      <w:proofErr w:type="spellEnd"/>
      <w:r>
        <w:t xml:space="preserve"> </w:t>
      </w:r>
      <w:proofErr w:type="spellStart"/>
      <w:r>
        <w:t>sura</w:t>
      </w:r>
      <w:proofErr w:type="spellEnd"/>
      <w:r>
        <w:t>: “Then produc</w:t>
      </w:r>
      <w:r w:rsidR="000055F1">
        <w:t>e</w:t>
      </w:r>
      <w:r w:rsidR="00F04C85">
        <w:t xml:space="preserve"> </w:t>
      </w:r>
      <w:r>
        <w:t xml:space="preserve">a </w:t>
      </w:r>
      <w:proofErr w:type="spellStart"/>
      <w:r>
        <w:t>sura</w:t>
      </w:r>
      <w:proofErr w:type="spellEnd"/>
      <w:r>
        <w:t xml:space="preserve"> like it</w:t>
      </w:r>
      <w:proofErr w:type="gramStart"/>
      <w:r>
        <w:t>”[</w:t>
      </w:r>
      <w:proofErr w:type="gramEnd"/>
      <w:r>
        <w:t>2: 23].</w:t>
      </w:r>
    </w:p>
    <w:p w:rsidR="00CF3F93" w:rsidRDefault="00CF3F93" w:rsidP="00CF3F93">
      <w:pPr>
        <w:pStyle w:val="libNormal"/>
      </w:pPr>
      <w:r>
        <w:t>But men of that day, even though they were eloquent and spok</w:t>
      </w:r>
      <w:r w:rsidR="000055F1">
        <w:t>e</w:t>
      </w:r>
      <w:r w:rsidR="00F04C85">
        <w:t xml:space="preserve"> </w:t>
      </w:r>
      <w:r>
        <w:t>the purest Arabic and were outstanding poets and masters o</w:t>
      </w:r>
      <w:r w:rsidR="000055F1">
        <w:t>f</w:t>
      </w:r>
      <w:r w:rsidR="00F04C85">
        <w:t xml:space="preserve"> </w:t>
      </w:r>
      <w:r>
        <w:t>rhetoric could not meet these challenges and in the end fought th</w:t>
      </w:r>
      <w:r w:rsidR="000055F1">
        <w:t>e</w:t>
      </w:r>
      <w:r w:rsidR="00F04C85">
        <w:t xml:space="preserve"> </w:t>
      </w:r>
      <w:r>
        <w:t>Prophet since they could not produce even the like of the smalles</w:t>
      </w:r>
      <w:r w:rsidR="000055F1">
        <w:t>t</w:t>
      </w:r>
      <w:r w:rsidR="00F04C85">
        <w:t xml:space="preserve"> </w:t>
      </w:r>
      <w:proofErr w:type="spellStart"/>
      <w:r>
        <w:t>sura</w:t>
      </w:r>
      <w:proofErr w:type="spellEnd"/>
      <w:r>
        <w:t>, al-</w:t>
      </w:r>
      <w:proofErr w:type="spellStart"/>
      <w:r>
        <w:t>Kawthar</w:t>
      </w:r>
      <w:proofErr w:type="spellEnd"/>
      <w:r>
        <w:t xml:space="preserve"> [no. 108], which says:</w:t>
      </w:r>
    </w:p>
    <w:p w:rsidR="00CF3F93" w:rsidRDefault="00CF3F93" w:rsidP="00CF3F93">
      <w:pPr>
        <w:pStyle w:val="libNormal"/>
      </w:pPr>
      <w:r>
        <w:t>“In the Name of God, the most Merciful, the mos</w:t>
      </w:r>
      <w:r w:rsidR="000055F1">
        <w:t>t</w:t>
      </w:r>
      <w:r w:rsidR="00F04C85">
        <w:t xml:space="preserve"> </w:t>
      </w:r>
      <w:r>
        <w:t>Compassionate.</w:t>
      </w:r>
    </w:p>
    <w:p w:rsidR="00CF3F93" w:rsidRDefault="00CF3F93" w:rsidP="00CF3F93">
      <w:pPr>
        <w:pStyle w:val="libNormal"/>
      </w:pPr>
      <w:r>
        <w:t>Verily, we have granted you [Oh Muhammad] al-</w:t>
      </w:r>
      <w:proofErr w:type="spellStart"/>
      <w:r>
        <w:t>kawthar</w:t>
      </w:r>
      <w:proofErr w:type="spellEnd"/>
      <w:r>
        <w:t>.</w:t>
      </w:r>
    </w:p>
    <w:p w:rsidR="00CF3F93" w:rsidRDefault="00CF3F93" w:rsidP="00CF3F93">
      <w:pPr>
        <w:pStyle w:val="libNormal"/>
      </w:pPr>
      <w:r>
        <w:t>Therefore turn in prayer to your Lord and sacrifice [to Him].</w:t>
      </w:r>
    </w:p>
    <w:p w:rsidR="00CF3F93" w:rsidRDefault="00CF3F93" w:rsidP="00CF3F93">
      <w:pPr>
        <w:pStyle w:val="libNormal"/>
      </w:pPr>
      <w:r>
        <w:t>For he who makes you angry will be cut off.”</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the special attributes of the prophets?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Prophets, Imams and angels all share the same quality, namel</w:t>
      </w:r>
      <w:r w:rsidR="000055F1">
        <w:t>y</w:t>
      </w:r>
      <w:r w:rsidR="00F04C85">
        <w:t xml:space="preserve"> </w:t>
      </w:r>
      <w:r>
        <w:t>they are free from error and every transgression or sin.</w:t>
      </w:r>
    </w:p>
    <w:p w:rsidR="00CF3F93" w:rsidRDefault="00CF3F93" w:rsidP="00CF3F93">
      <w:pPr>
        <w:pStyle w:val="libNormal"/>
      </w:pPr>
      <w:r>
        <w:t>Throughout their entire life they never disobey God Almighty o</w:t>
      </w:r>
      <w:r w:rsidR="000055F1">
        <w:t>r</w:t>
      </w:r>
      <w:r w:rsidR="00F04C85">
        <w:t xml:space="preserve"> </w:t>
      </w:r>
      <w:r>
        <w:t>commit a sin, since they are aware of the majesty of Go</w:t>
      </w:r>
      <w:r w:rsidR="000055F1">
        <w:t>d</w:t>
      </w:r>
      <w:r w:rsidR="00F04C85">
        <w:t xml:space="preserve"> </w:t>
      </w:r>
      <w:r>
        <w:t>Almighty, and at the same time are also utterly aware of th</w:t>
      </w:r>
      <w:r w:rsidR="000055F1">
        <w:t>e</w:t>
      </w:r>
      <w:r w:rsidR="00F04C85">
        <w:t xml:space="preserve"> </w:t>
      </w:r>
      <w:r>
        <w:t>detestable nature of disobedience: both these factors prevent the</w:t>
      </w:r>
      <w:r w:rsidR="000055F1">
        <w:t>m</w:t>
      </w:r>
      <w:r w:rsidR="00F04C85">
        <w:t xml:space="preserve"> </w:t>
      </w:r>
      <w:r>
        <w:t>from committing any transgression. Similarly the Prophets an</w:t>
      </w:r>
      <w:r w:rsidR="000055F1">
        <w:t>d</w:t>
      </w:r>
      <w:r w:rsidR="00F04C85">
        <w:t xml:space="preserve"> </w:t>
      </w:r>
      <w:r>
        <w:t>the Imams possess the finest of virtues like courage, generosity</w:t>
      </w:r>
      <w:r w:rsidR="000055F1">
        <w:t>,</w:t>
      </w:r>
      <w:r w:rsidR="00F04C85">
        <w:t xml:space="preserve"> </w:t>
      </w:r>
      <w:r>
        <w:t xml:space="preserve">sense of </w:t>
      </w:r>
      <w:proofErr w:type="spellStart"/>
      <w:r>
        <w:t>honour</w:t>
      </w:r>
      <w:proofErr w:type="spellEnd"/>
      <w:r>
        <w:t>, noble-mindedness and so on and they are fre</w:t>
      </w:r>
      <w:r w:rsidR="000055F1">
        <w:t>e</w:t>
      </w:r>
      <w:r w:rsidR="00F04C85">
        <w:t xml:space="preserve"> </w:t>
      </w:r>
      <w:r>
        <w:t>from every ignoble trait. They have to be absolutely the best o</w:t>
      </w:r>
      <w:r w:rsidR="000055F1">
        <w:t>f</w:t>
      </w:r>
      <w:r w:rsidR="00F04C85">
        <w:t xml:space="preserve"> </w:t>
      </w:r>
      <w:r>
        <w:t>the people of their time and therefore it is incumbent upon peopl</w:t>
      </w:r>
      <w:r w:rsidR="000055F1">
        <w:t>e</w:t>
      </w:r>
      <w:r w:rsidR="00F04C85">
        <w:t xml:space="preserve"> </w:t>
      </w:r>
      <w:r>
        <w:t>to follow them.</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 Prophets and Imams possess some degree of divinity just a</w:t>
      </w:r>
      <w:r w:rsidR="000055F1">
        <w:t>s</w:t>
      </w:r>
      <w:r w:rsidR="00F04C85">
        <w:t xml:space="preserve"> </w:t>
      </w:r>
      <w:r>
        <w:t>Christians have claimed regarding Christ?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Absolutely not, for Prophets and Imams are human. Howeve</w:t>
      </w:r>
      <w:r w:rsidR="000055F1">
        <w:t>r</w:t>
      </w:r>
      <w:r w:rsidR="00F04C85">
        <w:t xml:space="preserve"> </w:t>
      </w:r>
      <w:r>
        <w:t>they receive guidance from God Almighty and possess the qualit</w:t>
      </w:r>
      <w:r w:rsidR="000055F1">
        <w:t>y</w:t>
      </w:r>
      <w:r w:rsidR="00F04C85">
        <w:t xml:space="preserve"> </w:t>
      </w:r>
      <w:r>
        <w:t>of freedom from error and from every transgression and sin a</w:t>
      </w:r>
      <w:r w:rsidR="000055F1">
        <w:t>s</w:t>
      </w:r>
      <w:r w:rsidR="00F04C85">
        <w:t xml:space="preserve"> </w:t>
      </w:r>
      <w:r>
        <w:t>well as possessing all the other virtues. Christ too was nothin</w:t>
      </w:r>
      <w:r w:rsidR="000055F1">
        <w:t>g</w:t>
      </w:r>
      <w:r w:rsidR="00F04C85">
        <w:t xml:space="preserve"> </w:t>
      </w:r>
      <w:r>
        <w:t>but a human being: Almighty God created him from his mothe</w:t>
      </w:r>
      <w:r w:rsidR="000055F1">
        <w:t>r</w:t>
      </w:r>
      <w:r w:rsidR="00F04C85">
        <w:t xml:space="preserve"> </w:t>
      </w:r>
      <w:r>
        <w:t xml:space="preserve">without a father, just as God Almighty created Adam and </w:t>
      </w:r>
      <w:proofErr w:type="spellStart"/>
      <w:r>
        <w:t>Haw</w:t>
      </w:r>
      <w:r w:rsidR="000055F1">
        <w:t>a</w:t>
      </w:r>
      <w:proofErr w:type="spellEnd"/>
      <w:r w:rsidR="00F04C85">
        <w:t xml:space="preserve"> </w:t>
      </w:r>
      <w:r>
        <w:t>without father or mother.</w:t>
      </w:r>
    </w:p>
    <w:p w:rsidR="00CF3F93" w:rsidRPr="001B2F03" w:rsidRDefault="00CF3F93" w:rsidP="006D51A0">
      <w:pPr>
        <w:pStyle w:val="Heading2"/>
      </w:pPr>
      <w:bookmarkStart w:id="12" w:name="_Toc496784668"/>
      <w:r w:rsidRPr="001B2F03">
        <w:t>RESURRECTION</w:t>
      </w:r>
      <w:bookmarkEnd w:id="12"/>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third fundamental from among the Islami</w:t>
      </w:r>
      <w:r w:rsidR="000055F1">
        <w:t>c</w:t>
      </w:r>
      <w:r w:rsidR="00F04C85">
        <w:t xml:space="preserve"> </w:t>
      </w:r>
      <w:r>
        <w:t>fundamental beliefs?</w:t>
      </w:r>
    </w:p>
    <w:p w:rsidR="00CF3F93" w:rsidRPr="008B697D" w:rsidRDefault="00CF3F93" w:rsidP="00CF3F93">
      <w:pPr>
        <w:pStyle w:val="libNormal"/>
        <w:rPr>
          <w:rStyle w:val="libBold1Char"/>
        </w:rPr>
      </w:pPr>
      <w:r w:rsidRPr="008B697D">
        <w:rPr>
          <w:rStyle w:val="libBold1Char"/>
        </w:rPr>
        <w:lastRenderedPageBreak/>
        <w:t>Answer:</w:t>
      </w:r>
    </w:p>
    <w:p w:rsidR="00CF3F93" w:rsidRDefault="00CF3F93" w:rsidP="00CF3F93">
      <w:pPr>
        <w:pStyle w:val="libNormal"/>
      </w:pPr>
      <w:r>
        <w:t>The third fundamental belief of Islam is resurrection: this mean</w:t>
      </w:r>
      <w:r w:rsidR="000055F1">
        <w:t>s</w:t>
      </w:r>
      <w:r w:rsidR="00F04C85">
        <w:t xml:space="preserve"> </w:t>
      </w:r>
      <w:r>
        <w:t>that after the destruction of the world, and after the death o</w:t>
      </w:r>
      <w:r w:rsidR="000055F1">
        <w:t>f</w:t>
      </w:r>
      <w:r w:rsidR="00F04C85">
        <w:t xml:space="preserve"> </w:t>
      </w:r>
      <w:r>
        <w:t>everything alive, God Almighty will again bring people to life, s</w:t>
      </w:r>
      <w:r w:rsidR="000055F1">
        <w:t>o</w:t>
      </w:r>
      <w:r w:rsidR="00F04C85">
        <w:t xml:space="preserve"> </w:t>
      </w:r>
      <w:r>
        <w:t>that He may give them the recompense for what they did in thi</w:t>
      </w:r>
      <w:r w:rsidR="000055F1">
        <w:t>s</w:t>
      </w:r>
      <w:r w:rsidR="00F04C85">
        <w:t xml:space="preserve"> </w:t>
      </w:r>
      <w:r>
        <w:t>life - one who has believed and done good deeds, his recompense</w:t>
      </w:r>
      <w:r w:rsidR="00146845">
        <w:t xml:space="preserve"> </w:t>
      </w:r>
      <w:r>
        <w:t>be paradise, and as to one who did not believe or wa</w:t>
      </w:r>
      <w:r w:rsidR="000055F1">
        <w:t>s</w:t>
      </w:r>
      <w:r w:rsidR="00F04C85">
        <w:t xml:space="preserve"> </w:t>
      </w:r>
      <w:r>
        <w:t>disobedient, hell shall be his end.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Many people do not know the truth being either incapable o</w:t>
      </w:r>
      <w:r w:rsidR="000055F1">
        <w:t>f</w:t>
      </w:r>
      <w:r w:rsidR="00F04C85">
        <w:t xml:space="preserve"> </w:t>
      </w:r>
      <w:r>
        <w:t>finding it out because their powers of understanding are weak</w:t>
      </w:r>
      <w:r w:rsidR="000055F1">
        <w:t>,</w:t>
      </w:r>
      <w:r w:rsidR="00F04C85">
        <w:t xml:space="preserve"> </w:t>
      </w:r>
      <w:r>
        <w:t>like the mentally deranged or the mentally retarded, or becaus</w:t>
      </w:r>
      <w:r w:rsidR="000055F1">
        <w:t>e</w:t>
      </w:r>
      <w:r w:rsidR="00F04C85">
        <w:t xml:space="preserve"> </w:t>
      </w:r>
      <w:r>
        <w:t xml:space="preserve">they are far from the </w:t>
      </w:r>
      <w:proofErr w:type="spellStart"/>
      <w:r>
        <w:t>centres</w:t>
      </w:r>
      <w:proofErr w:type="spellEnd"/>
      <w:r>
        <w:t xml:space="preserve"> of religion and therefore, since the</w:t>
      </w:r>
      <w:r w:rsidR="000055F1">
        <w:t>y</w:t>
      </w:r>
      <w:r w:rsidR="00F04C85">
        <w:t xml:space="preserve"> </w:t>
      </w:r>
      <w:r>
        <w:t>have little contact with the truth, have not heard about the tru</w:t>
      </w:r>
      <w:r w:rsidR="000055F1">
        <w:t>e</w:t>
      </w:r>
      <w:r w:rsidR="00F04C85">
        <w:t xml:space="preserve"> </w:t>
      </w:r>
      <w:r>
        <w:t>faith. Are such people unbelievers and will therefore go to hell?</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gramStart"/>
      <w:r>
        <w:t>Not at all.</w:t>
      </w:r>
      <w:proofErr w:type="gramEnd"/>
      <w:r>
        <w:t xml:space="preserve"> No one will enter the fires of hell except those wh</w:t>
      </w:r>
      <w:r w:rsidR="000055F1">
        <w:t>o</w:t>
      </w:r>
      <w:r w:rsidR="00F04C85">
        <w:t xml:space="preserve"> </w:t>
      </w:r>
      <w:r>
        <w:t>have received clear knowledge about Islam, so the mentall</w:t>
      </w:r>
      <w:r w:rsidR="000055F1">
        <w:t>y</w:t>
      </w:r>
      <w:r w:rsidR="00F04C85">
        <w:t xml:space="preserve"> </w:t>
      </w:r>
      <w:r>
        <w:t>deranged and those incapable of finding out the truth will b</w:t>
      </w:r>
      <w:r w:rsidR="000055F1">
        <w:t>e</w:t>
      </w:r>
      <w:r w:rsidR="00F04C85">
        <w:t xml:space="preserve"> </w:t>
      </w:r>
      <w:r>
        <w:t xml:space="preserve">examined at the resurrection on the day of </w:t>
      </w:r>
      <w:proofErr w:type="spellStart"/>
      <w:r>
        <w:t>judgement</w:t>
      </w:r>
      <w:proofErr w:type="spellEnd"/>
      <w:r>
        <w:t>. Thos</w:t>
      </w:r>
      <w:r w:rsidR="000055F1">
        <w:t>e</w:t>
      </w:r>
      <w:r w:rsidR="00F04C85">
        <w:t xml:space="preserve"> </w:t>
      </w:r>
      <w:r>
        <w:t>who pass the test on that day will go to heaven but as to thos</w:t>
      </w:r>
      <w:r w:rsidR="000055F1">
        <w:t>e</w:t>
      </w:r>
      <w:r w:rsidR="00F04C85">
        <w:t xml:space="preserve"> </w:t>
      </w:r>
      <w:r>
        <w:t>who fail, their lot will be hell.</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If man dies does he stop functioning until the day of resurrection?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No, for when man dies his body decays but his spirit stays alive.</w:t>
      </w:r>
    </w:p>
    <w:p w:rsidR="00CF3F93" w:rsidRDefault="00CF3F93" w:rsidP="00CF3F93">
      <w:pPr>
        <w:pStyle w:val="libNormal"/>
      </w:pPr>
      <w:r>
        <w:t>If he is a believer and has done good deeds in this life he will b</w:t>
      </w:r>
      <w:r w:rsidR="000055F1">
        <w:t>e</w:t>
      </w:r>
      <w:r w:rsidR="00F04C85">
        <w:t xml:space="preserve"> </w:t>
      </w:r>
      <w:r>
        <w:t xml:space="preserve">in a state of happiness after death. </w:t>
      </w:r>
      <w:proofErr w:type="gramStart"/>
      <w:r>
        <w:t>However if he was a</w:t>
      </w:r>
      <w:r w:rsidR="000055F1">
        <w:t>n</w:t>
      </w:r>
      <w:r w:rsidR="00F04C85">
        <w:t xml:space="preserve"> </w:t>
      </w:r>
      <w:r>
        <w:t>unbeliever and disobedient to God's commands, his spirit wil</w:t>
      </w:r>
      <w:r w:rsidR="000055F1">
        <w:t>l</w:t>
      </w:r>
      <w:r w:rsidR="00F04C85">
        <w:t xml:space="preserve"> </w:t>
      </w:r>
      <w:r>
        <w:t>undergo suffering.</w:t>
      </w:r>
      <w:proofErr w:type="gramEnd"/>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name of the world after this life, but before the day o</w:t>
      </w:r>
      <w:r w:rsidR="000055F1">
        <w:t>f</w:t>
      </w:r>
      <w:r w:rsidR="00F04C85">
        <w:t xml:space="preserve"> </w:t>
      </w:r>
      <w:r>
        <w:t>resurrection?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Its name is “</w:t>
      </w:r>
      <w:proofErr w:type="spellStart"/>
      <w:r>
        <w:t>Barzakh</w:t>
      </w:r>
      <w:proofErr w:type="spellEnd"/>
      <w:r>
        <w:t>”. In this way man, from the beginning to th</w:t>
      </w:r>
      <w:r w:rsidR="000055F1">
        <w:t>e</w:t>
      </w:r>
      <w:r w:rsidR="00F04C85">
        <w:t xml:space="preserve"> </w:t>
      </w:r>
      <w:r>
        <w:t>end, encounters six worlds:</w:t>
      </w:r>
    </w:p>
    <w:p w:rsidR="00CF3F93" w:rsidRDefault="00CF3F93" w:rsidP="00CF3F93">
      <w:pPr>
        <w:pStyle w:val="libNormal"/>
      </w:pPr>
      <w:r>
        <w:t>1. The world prior to being human, for every man is firs</w:t>
      </w:r>
      <w:r w:rsidR="000055F1">
        <w:t>t</w:t>
      </w:r>
      <w:r w:rsidR="00F04C85">
        <w:t xml:space="preserve"> </w:t>
      </w:r>
      <w:r>
        <w:t xml:space="preserve">dust, </w:t>
      </w:r>
      <w:proofErr w:type="gramStart"/>
      <w:r>
        <w:t>then</w:t>
      </w:r>
      <w:proofErr w:type="gramEnd"/>
      <w:r>
        <w:t xml:space="preserve"> becomes plant or animal, and then when ma</w:t>
      </w:r>
      <w:r w:rsidR="000055F1">
        <w:t>n</w:t>
      </w:r>
      <w:r w:rsidR="00F04C85">
        <w:t xml:space="preserve"> </w:t>
      </w:r>
      <w:proofErr w:type="spellStart"/>
      <w:r>
        <w:t>eates</w:t>
      </w:r>
      <w:proofErr w:type="spellEnd"/>
      <w:r>
        <w:t xml:space="preserve"> of them his seed will be formed.</w:t>
      </w:r>
    </w:p>
    <w:p w:rsidR="00CF3F93" w:rsidRDefault="00CF3F93" w:rsidP="00CF3F93">
      <w:pPr>
        <w:pStyle w:val="libNormal"/>
      </w:pPr>
      <w:r>
        <w:t>2. The world of humanity, which starts with th</w:t>
      </w:r>
      <w:r w:rsidR="000055F1">
        <w:t>e</w:t>
      </w:r>
      <w:r w:rsidR="00F04C85">
        <w:t xml:space="preserve"> </w:t>
      </w:r>
      <w:r>
        <w:t xml:space="preserve">implantation of the sperm in the mother’s womb until </w:t>
      </w:r>
      <w:r w:rsidR="000055F1">
        <w:t>a</w:t>
      </w:r>
      <w:r w:rsidR="00F04C85">
        <w:t xml:space="preserve"> </w:t>
      </w:r>
      <w:r>
        <w:t>human is born into this life.</w:t>
      </w:r>
    </w:p>
    <w:p w:rsidR="00CF3F93" w:rsidRDefault="00CF3F93" w:rsidP="00CF3F93">
      <w:pPr>
        <w:pStyle w:val="libNormal"/>
      </w:pPr>
      <w:r>
        <w:t>3. The physical world, in which we are at present an</w:t>
      </w:r>
      <w:r w:rsidR="000055F1">
        <w:t>d</w:t>
      </w:r>
      <w:r w:rsidR="00F04C85">
        <w:t xml:space="preserve"> </w:t>
      </w:r>
      <w:r>
        <w:t>where we have obligations to perform. It is how w</w:t>
      </w:r>
      <w:r w:rsidR="000055F1">
        <w:t>e</w:t>
      </w:r>
      <w:r w:rsidR="00F04C85">
        <w:t xml:space="preserve"> </w:t>
      </w:r>
      <w:r>
        <w:t xml:space="preserve">carry out these duties and obligations that </w:t>
      </w:r>
      <w:proofErr w:type="gramStart"/>
      <w:r>
        <w:t>determines</w:t>
      </w:r>
      <w:proofErr w:type="gramEnd"/>
      <w:r>
        <w:t xml:space="preserve"> ou</w:t>
      </w:r>
      <w:r w:rsidR="000055F1">
        <w:t>r</w:t>
      </w:r>
      <w:r w:rsidR="00F04C85">
        <w:t xml:space="preserve"> </w:t>
      </w:r>
      <w:r>
        <w:t>future destiny.</w:t>
      </w:r>
    </w:p>
    <w:p w:rsidR="00CF3F93" w:rsidRDefault="00CF3F93" w:rsidP="00CF3F93">
      <w:pPr>
        <w:pStyle w:val="libNormal"/>
      </w:pPr>
      <w:r>
        <w:t xml:space="preserve">4. The world of </w:t>
      </w:r>
      <w:proofErr w:type="spellStart"/>
      <w:r>
        <w:t>Barzakh</w:t>
      </w:r>
      <w:proofErr w:type="spellEnd"/>
      <w:r>
        <w:t>.</w:t>
      </w:r>
    </w:p>
    <w:p w:rsidR="00CF3F93" w:rsidRDefault="00CF3F93" w:rsidP="00CF3F93">
      <w:pPr>
        <w:pStyle w:val="libNormal"/>
      </w:pPr>
      <w:r>
        <w:t>5. The world of resurrection (day of recompense) th</w:t>
      </w:r>
      <w:r w:rsidR="000055F1">
        <w:t>e</w:t>
      </w:r>
      <w:r w:rsidR="00F04C85">
        <w:t xml:space="preserve"> </w:t>
      </w:r>
      <w:r>
        <w:t>duration of which, according to the Qur’an, is fift</w:t>
      </w:r>
      <w:r w:rsidR="000055F1">
        <w:t>y</w:t>
      </w:r>
      <w:r w:rsidR="00F04C85">
        <w:t xml:space="preserve"> </w:t>
      </w:r>
      <w:r>
        <w:t>thousand years.</w:t>
      </w:r>
    </w:p>
    <w:p w:rsidR="00CF3F93" w:rsidRDefault="00CF3F93" w:rsidP="00CF3F93">
      <w:pPr>
        <w:pStyle w:val="libNormal"/>
      </w:pPr>
      <w:r>
        <w:t>6. The final world which will be paradise or hell.</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Is there proof for the survival of the soul?</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lastRenderedPageBreak/>
        <w:t>The survival of the soul has become a widespread subject fo</w:t>
      </w:r>
      <w:r w:rsidR="000055F1">
        <w:t>r</w:t>
      </w:r>
      <w:r w:rsidR="00F04C85">
        <w:t xml:space="preserve"> </w:t>
      </w:r>
      <w:r>
        <w:t>study and special courses have been drawn up in wester</w:t>
      </w:r>
      <w:r w:rsidR="000055F1">
        <w:t>n</w:t>
      </w:r>
      <w:r w:rsidR="00F04C85">
        <w:t xml:space="preserve"> </w:t>
      </w:r>
      <w:r>
        <w:t xml:space="preserve">countries and elsewhere. The book by Abu </w:t>
      </w:r>
      <w:proofErr w:type="spellStart"/>
      <w:proofErr w:type="gramStart"/>
      <w:r>
        <w:t>Madyan</w:t>
      </w:r>
      <w:proofErr w:type="spellEnd"/>
      <w:r>
        <w:t>,</w:t>
      </w:r>
      <w:proofErr w:type="gramEnd"/>
      <w:r>
        <w:t xml:space="preserve"> and man</w:t>
      </w:r>
      <w:r w:rsidR="000055F1">
        <w:t>y</w:t>
      </w:r>
      <w:r w:rsidR="00F04C85">
        <w:t xml:space="preserve"> </w:t>
      </w:r>
      <w:r>
        <w:t>other works that have been written about the soul and the spirit</w:t>
      </w:r>
      <w:r w:rsidR="000055F1">
        <w:t>,</w:t>
      </w:r>
      <w:r w:rsidR="00F04C85">
        <w:t xml:space="preserve"> </w:t>
      </w:r>
      <w:r>
        <w:t>the summoning up of souls, dreams and similar phenomena ca</w:t>
      </w:r>
      <w:r w:rsidR="000055F1">
        <w:t>n</w:t>
      </w:r>
      <w:r w:rsidR="00F04C85">
        <w:t xml:space="preserve"> </w:t>
      </w:r>
      <w:r>
        <w:t>be profitably referred to.</w:t>
      </w:r>
    </w:p>
    <w:p w:rsidR="00CF3F93" w:rsidRDefault="00CF3F93" w:rsidP="00CF3F93">
      <w:pPr>
        <w:pStyle w:val="libNormal"/>
      </w:pPr>
      <w:r>
        <w:t>This is from the experimental and ocular point of view but fro</w:t>
      </w:r>
      <w:r w:rsidR="000055F1">
        <w:t>m</w:t>
      </w:r>
      <w:r w:rsidR="00F04C85">
        <w:t xml:space="preserve"> </w:t>
      </w:r>
      <w:r>
        <w:t>the philosophical and auditory angle there are numerous proof</w:t>
      </w:r>
      <w:r w:rsidR="000055F1">
        <w:t>s</w:t>
      </w:r>
      <w:r w:rsidR="00F04C85">
        <w:t xml:space="preserve"> </w:t>
      </w:r>
      <w:r>
        <w:t>for the survival of the soul and for the resurrection that have bee</w:t>
      </w:r>
      <w:r w:rsidR="000055F1">
        <w:t>n</w:t>
      </w:r>
      <w:r w:rsidR="00F04C85">
        <w:t xml:space="preserve"> </w:t>
      </w:r>
      <w:r>
        <w:t>set out in books of Islamic philosophy.</w:t>
      </w:r>
    </w:p>
    <w:p w:rsidR="00CF3F93" w:rsidRPr="001B2F03" w:rsidRDefault="00CF3F93" w:rsidP="006D51A0">
      <w:pPr>
        <w:pStyle w:val="Heading2"/>
      </w:pPr>
      <w:bookmarkStart w:id="13" w:name="_Toc496784669"/>
      <w:r w:rsidRPr="001B2F03">
        <w:t>PARADISE</w:t>
      </w:r>
      <w:bookmarkEnd w:id="13"/>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paradise?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Paradise is a place which God Almighty has prepared for th</w:t>
      </w:r>
      <w:r w:rsidR="000055F1">
        <w:t>e</w:t>
      </w:r>
      <w:r w:rsidR="00F04C85">
        <w:t xml:space="preserve"> </w:t>
      </w:r>
      <w:r>
        <w:t>believers who perform righteous deeds and which man enter</w:t>
      </w:r>
      <w:r w:rsidR="000055F1">
        <w:t>s</w:t>
      </w:r>
      <w:r w:rsidR="00F04C85">
        <w:t xml:space="preserve"> </w:t>
      </w:r>
      <w:r>
        <w:t>after his soul returns to the body he had in this life. In paradis</w:t>
      </w:r>
      <w:r w:rsidR="000055F1">
        <w:t>e</w:t>
      </w:r>
      <w:r w:rsidR="00F04C85">
        <w:t xml:space="preserve"> </w:t>
      </w:r>
      <w:r>
        <w:t>there is every kind of pleasure: gardens and mansions and pure</w:t>
      </w:r>
      <w:r w:rsidR="00146845">
        <w:t xml:space="preserve"> </w:t>
      </w:r>
      <w:r>
        <w:t>breezes, vitality, chaste wives, delectable foods and deliciou</w:t>
      </w:r>
      <w:r w:rsidR="000055F1">
        <w:t>s</w:t>
      </w:r>
      <w:r w:rsidR="00F04C85">
        <w:t xml:space="preserve"> </w:t>
      </w:r>
      <w:r>
        <w:t>beverages.</w:t>
      </w:r>
    </w:p>
    <w:p w:rsidR="00CF3F93" w:rsidRDefault="00CF3F93" w:rsidP="00CF3F93">
      <w:pPr>
        <w:pStyle w:val="libNormal"/>
      </w:pPr>
      <w:r>
        <w:t>If man enters paradise he shall remain there forever and ther</w:t>
      </w:r>
      <w:r w:rsidR="000055F1">
        <w:t>e</w:t>
      </w:r>
      <w:r w:rsidR="00F04C85">
        <w:t xml:space="preserve"> </w:t>
      </w:r>
      <w:r>
        <w:t>does not exist in it anything that troubles mankind in this life lik</w:t>
      </w:r>
      <w:r w:rsidR="000055F1">
        <w:t>e</w:t>
      </w:r>
      <w:r w:rsidR="00F04C85">
        <w:t xml:space="preserve"> </w:t>
      </w:r>
      <w:r>
        <w:t>poverty, disease, fatigue, jealousy, tribulations, oppression</w:t>
      </w:r>
      <w:r w:rsidR="000055F1">
        <w:t>,</w:t>
      </w:r>
      <w:r w:rsidR="00F04C85">
        <w:t xml:space="preserve"> </w:t>
      </w:r>
      <w:r>
        <w:t>incapacity, hunger, nudity, thirst, distress, enmity and animosity.</w:t>
      </w:r>
    </w:p>
    <w:p w:rsidR="00CF3F93" w:rsidRDefault="00CF3F93" w:rsidP="00CF3F93">
      <w:pPr>
        <w:pStyle w:val="libNormal"/>
      </w:pPr>
      <w:r>
        <w:t>The inhabitants of paradise shall remain young forever, in a stat</w:t>
      </w:r>
      <w:r w:rsidR="000055F1">
        <w:t>e</w:t>
      </w:r>
      <w:r w:rsidR="00F04C85">
        <w:t xml:space="preserve"> </w:t>
      </w:r>
      <w:r>
        <w:t>of bliss and happiness.</w:t>
      </w:r>
    </w:p>
    <w:p w:rsidR="00CF3F93" w:rsidRDefault="00CF3F93" w:rsidP="00CF3F93">
      <w:pPr>
        <w:pStyle w:val="libNormal"/>
      </w:pPr>
      <w:r>
        <w:t>Paradise is extensive and vast, so much so that every man i</w:t>
      </w:r>
      <w:r w:rsidR="000055F1">
        <w:t>s</w:t>
      </w:r>
      <w:r w:rsidR="00F04C85">
        <w:t xml:space="preserve"> </w:t>
      </w:r>
      <w:r>
        <w:t>given a palace bigger than the whole world. He will be put i</w:t>
      </w:r>
      <w:r w:rsidR="000055F1">
        <w:t>n</w:t>
      </w:r>
      <w:r w:rsidR="00F04C85">
        <w:t xml:space="preserve"> </w:t>
      </w:r>
      <w:r>
        <w:t>charge of companies of angels, but greater than all thos</w:t>
      </w:r>
      <w:r w:rsidR="000055F1">
        <w:t>e</w:t>
      </w:r>
      <w:r w:rsidR="00F04C85">
        <w:t xml:space="preserve"> </w:t>
      </w:r>
      <w:r>
        <w:t>blessings is that God will be pleased with him: “and best of all i</w:t>
      </w:r>
      <w:r w:rsidR="000055F1">
        <w:t>s</w:t>
      </w:r>
      <w:r w:rsidR="00F04C85">
        <w:t xml:space="preserve"> </w:t>
      </w:r>
      <w:r>
        <w:t>God's goodly pleasure</w:t>
      </w:r>
      <w:proofErr w:type="gramStart"/>
      <w:r>
        <w:t>”[</w:t>
      </w:r>
      <w:proofErr w:type="gramEnd"/>
      <w:r>
        <w:t>9:72].</w:t>
      </w:r>
    </w:p>
    <w:p w:rsidR="00CF3F93" w:rsidRDefault="00CF3F93" w:rsidP="00CF3F93">
      <w:pPr>
        <w:pStyle w:val="libNormal"/>
      </w:pPr>
      <w:r>
        <w:t>In this way, it is incumbent upon man throughout his life to striv</w:t>
      </w:r>
      <w:r w:rsidR="000055F1">
        <w:t>e</w:t>
      </w:r>
      <w:r w:rsidR="00F04C85">
        <w:t xml:space="preserve"> </w:t>
      </w:r>
      <w:r>
        <w:t>for that place and that he should only get from this world wha</w:t>
      </w:r>
      <w:r w:rsidR="000055F1">
        <w:t>t</w:t>
      </w:r>
      <w:r w:rsidR="00F04C85">
        <w:t xml:space="preserve"> </w:t>
      </w:r>
      <w:r>
        <w:t>suffices him, and on no account should he perform impious deed</w:t>
      </w:r>
      <w:r w:rsidR="000055F1">
        <w:t>s</w:t>
      </w:r>
      <w:r w:rsidR="00F04C85">
        <w:t xml:space="preserve"> </w:t>
      </w:r>
      <w:r>
        <w:t>or disobey God, so that he does not lose that eternal an</w:t>
      </w:r>
      <w:r w:rsidR="000055F1">
        <w:t>d</w:t>
      </w:r>
      <w:r w:rsidR="00F04C85">
        <w:t xml:space="preserve"> </w:t>
      </w:r>
      <w:r>
        <w:t>everlasting recompense.</w:t>
      </w:r>
    </w:p>
    <w:p w:rsidR="00CF3F93" w:rsidRPr="006D51A0" w:rsidRDefault="00CF3F93" w:rsidP="006D51A0">
      <w:pPr>
        <w:pStyle w:val="Heading2"/>
      </w:pPr>
      <w:bookmarkStart w:id="14" w:name="_Toc496784670"/>
      <w:r w:rsidRPr="006D51A0">
        <w:t>HELL</w:t>
      </w:r>
      <w:bookmarkEnd w:id="14"/>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hell?</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Hell is the opposite of paradise. It is a place that God has mad</w:t>
      </w:r>
      <w:r w:rsidR="000055F1">
        <w:t>e</w:t>
      </w:r>
      <w:r w:rsidR="00F04C85">
        <w:t xml:space="preserve"> </w:t>
      </w:r>
      <w:r>
        <w:t xml:space="preserve">ready for unbelievers and the disobedient and therein exist </w:t>
      </w:r>
      <w:r w:rsidR="000055F1">
        <w:t>a</w:t>
      </w:r>
      <w:r w:rsidR="00F04C85">
        <w:t xml:space="preserve"> </w:t>
      </w:r>
      <w:r>
        <w:t xml:space="preserve">variety of physical and psychological tortures. Man in hell is in </w:t>
      </w:r>
      <w:r w:rsidR="000055F1">
        <w:t>a</w:t>
      </w:r>
      <w:r w:rsidR="00F04C85">
        <w:t xml:space="preserve"> </w:t>
      </w:r>
      <w:r>
        <w:t>state of torment and punishment and has to deal with chains o</w:t>
      </w:r>
      <w:r w:rsidR="000055F1">
        <w:t>f</w:t>
      </w:r>
      <w:r w:rsidR="00F04C85">
        <w:t xml:space="preserve"> </w:t>
      </w:r>
      <w:r>
        <w:t>fire and unquenchable flames - flames that will never ever be pu</w:t>
      </w:r>
      <w:r w:rsidR="000055F1">
        <w:t>t</w:t>
      </w:r>
      <w:r w:rsidR="00F04C85">
        <w:t xml:space="preserve"> </w:t>
      </w:r>
      <w:r>
        <w:t>out. Therein he is in a despised and lowly state and God ha</w:t>
      </w:r>
      <w:r w:rsidR="000055F1">
        <w:t>s</w:t>
      </w:r>
      <w:r w:rsidR="00F04C85">
        <w:t xml:space="preserve"> </w:t>
      </w:r>
      <w:r>
        <w:t>destined that one sent to hell shall spend his time in eterna</w:t>
      </w:r>
      <w:r w:rsidR="000055F1">
        <w:t>l</w:t>
      </w:r>
      <w:r w:rsidR="00F04C85">
        <w:t xml:space="preserve"> </w:t>
      </w:r>
      <w:r>
        <w:t>torment and shall not die: “As often as their skins are roaste</w:t>
      </w:r>
      <w:r w:rsidR="000055F1">
        <w:t>d</w:t>
      </w:r>
      <w:r w:rsidR="00F04C85">
        <w:t xml:space="preserve"> </w:t>
      </w:r>
      <w:r>
        <w:t>through we shall change them for other skins</w:t>
      </w:r>
      <w:proofErr w:type="gramStart"/>
      <w:r>
        <w:t>”[</w:t>
      </w:r>
      <w:proofErr w:type="gramEnd"/>
      <w:r>
        <w:t>4: 56].</w:t>
      </w:r>
    </w:p>
    <w:p w:rsidR="00CF3F93" w:rsidRDefault="00CF3F93" w:rsidP="00CF3F93">
      <w:pPr>
        <w:pStyle w:val="libNormal"/>
      </w:pPr>
      <w:r>
        <w:t>Therefore it is obligatory upon man that he should strive in thi</w:t>
      </w:r>
      <w:r w:rsidR="000055F1">
        <w:t>s</w:t>
      </w:r>
      <w:r w:rsidR="00F04C85">
        <w:t xml:space="preserve"> </w:t>
      </w:r>
      <w:r>
        <w:t>world with all his strength so that he does not enter into hell. Tha</w:t>
      </w:r>
      <w:r w:rsidR="000055F1">
        <w:t>t</w:t>
      </w:r>
      <w:r w:rsidR="00F04C85">
        <w:t xml:space="preserve"> </w:t>
      </w:r>
      <w:r>
        <w:t xml:space="preserve">place is for the </w:t>
      </w:r>
      <w:r>
        <w:lastRenderedPageBreak/>
        <w:t>obstinate of whom God says: “But if they returned</w:t>
      </w:r>
      <w:r w:rsidR="00146845">
        <w:t xml:space="preserve"> </w:t>
      </w:r>
      <w:r>
        <w:t>[to the world], they would revert to that which they wer</w:t>
      </w:r>
      <w:r w:rsidR="000055F1">
        <w:t>e</w:t>
      </w:r>
      <w:r w:rsidR="00F04C85">
        <w:t xml:space="preserve"> </w:t>
      </w:r>
      <w:r>
        <w:t>forbidden</w:t>
      </w:r>
      <w:proofErr w:type="gramStart"/>
      <w:r>
        <w:t>”[</w:t>
      </w:r>
      <w:proofErr w:type="gramEnd"/>
      <w:r>
        <w:t>6: 28].</w:t>
      </w:r>
    </w:p>
    <w:p w:rsidR="00CF3F93" w:rsidRPr="008B697D" w:rsidRDefault="00CF3F93" w:rsidP="00CF3F93">
      <w:pPr>
        <w:pStyle w:val="libNormal"/>
        <w:rPr>
          <w:rStyle w:val="libBold1Char"/>
        </w:rPr>
      </w:pPr>
      <w:bookmarkStart w:id="15" w:name="_Toc496784671"/>
      <w:r w:rsidRPr="006D51A0">
        <w:rPr>
          <w:rStyle w:val="Heading2Char"/>
        </w:rPr>
        <w:t>TH</w:t>
      </w:r>
      <w:bookmarkEnd w:id="15"/>
      <w:r>
        <w:t xml:space="preserve">E </w:t>
      </w:r>
      <w:r w:rsidRPr="006D51A0">
        <w:rPr>
          <w:rStyle w:val="Heading2Char"/>
        </w:rPr>
        <w:t>DA</w:t>
      </w:r>
      <w:r>
        <w:t xml:space="preserve">Y </w:t>
      </w:r>
      <w:r w:rsidRPr="006D51A0">
        <w:rPr>
          <w:rStyle w:val="Heading2Char"/>
        </w:rPr>
        <w:t>OF</w:t>
      </w:r>
      <w:r>
        <w:t xml:space="preserve"> </w:t>
      </w:r>
      <w:r w:rsidRPr="006D51A0">
        <w:rPr>
          <w:rStyle w:val="Heading2Char"/>
        </w:rPr>
        <w:t>JUDGEMEN</w:t>
      </w:r>
      <w:r w:rsidR="000055F1">
        <w:t>T</w:t>
      </w:r>
      <w:r w:rsidR="00F04C85">
        <w:t xml:space="preserve"> </w:t>
      </w:r>
      <w:r w:rsidRPr="008B697D">
        <w:rPr>
          <w:rStyle w:val="libBold1Char"/>
        </w:rPr>
        <w:t>Question:</w:t>
      </w:r>
    </w:p>
    <w:p w:rsidR="00CF3F93" w:rsidRDefault="00CF3F93" w:rsidP="00CF3F93">
      <w:pPr>
        <w:pStyle w:val="libNormal"/>
      </w:pPr>
      <w:r>
        <w:t xml:space="preserve">What is the Day of </w:t>
      </w:r>
      <w:proofErr w:type="spellStart"/>
      <w:r>
        <w:t>Judgement</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After man dies he remains for a long time in the state of </w:t>
      </w:r>
      <w:proofErr w:type="spellStart"/>
      <w:r>
        <w:t>Barzak</w:t>
      </w:r>
      <w:r w:rsidR="000055F1">
        <w:t>h</w:t>
      </w:r>
      <w:proofErr w:type="spellEnd"/>
      <w:r w:rsidR="00F04C85">
        <w:t xml:space="preserve"> </w:t>
      </w:r>
      <w:r>
        <w:t>and then God Almighty brings him to life for God’s court o</w:t>
      </w:r>
      <w:r w:rsidR="000055F1">
        <w:t>f</w:t>
      </w:r>
      <w:r w:rsidR="00F04C85">
        <w:t xml:space="preserve"> </w:t>
      </w:r>
      <w:r>
        <w:t>justice. Therein all created beings will gather and each will b</w:t>
      </w:r>
      <w:r w:rsidR="000055F1">
        <w:t>e</w:t>
      </w:r>
      <w:r w:rsidR="00F04C85">
        <w:t xml:space="preserve"> </w:t>
      </w:r>
      <w:r>
        <w:t>given his own dossier and in it all his pious and bad deeds wil</w:t>
      </w:r>
      <w:r w:rsidR="000055F1">
        <w:t>l</w:t>
      </w:r>
      <w:r w:rsidR="00F04C85">
        <w:t xml:space="preserve"> </w:t>
      </w:r>
      <w:r>
        <w:t>have been recorded. “So, he who has done an atom’s weight o</w:t>
      </w:r>
      <w:r w:rsidR="000055F1">
        <w:t>f</w:t>
      </w:r>
      <w:r w:rsidR="00F04C85">
        <w:t xml:space="preserve"> </w:t>
      </w:r>
      <w:r>
        <w:t>good shall see it. And he who has done an atom’s weight of evi</w:t>
      </w:r>
      <w:r w:rsidR="000055F1">
        <w:t>l</w:t>
      </w:r>
      <w:r w:rsidR="00F04C85">
        <w:t xml:space="preserve"> </w:t>
      </w:r>
      <w:r>
        <w:t>shall see it</w:t>
      </w:r>
      <w:proofErr w:type="gramStart"/>
      <w:r>
        <w:t>”[</w:t>
      </w:r>
      <w:proofErr w:type="gramEnd"/>
      <w:r>
        <w:t>99: 7,8].</w:t>
      </w:r>
    </w:p>
    <w:p w:rsidR="00CF3F93" w:rsidRDefault="00CF3F93" w:rsidP="00CF3F93">
      <w:pPr>
        <w:pStyle w:val="libNormal"/>
      </w:pPr>
      <w:r>
        <w:t>When he looks at his record of deeds and sees that all his actions</w:t>
      </w:r>
      <w:r w:rsidR="000055F1">
        <w:t>,</w:t>
      </w:r>
      <w:r w:rsidR="00F04C85">
        <w:t xml:space="preserve"> </w:t>
      </w:r>
      <w:r>
        <w:t>hidden and apparent, have been written in it, and even hi</w:t>
      </w:r>
      <w:r w:rsidR="000055F1">
        <w:t>s</w:t>
      </w:r>
      <w:r w:rsidR="00F04C85">
        <w:t xml:space="preserve"> </w:t>
      </w:r>
      <w:r>
        <w:t>thoughts and the misgivings of his heart have not been omitted</w:t>
      </w:r>
      <w:r w:rsidR="000055F1">
        <w:t>,</w:t>
      </w:r>
      <w:r w:rsidR="00F04C85">
        <w:t xml:space="preserve"> </w:t>
      </w:r>
      <w:r>
        <w:t>he is surprised and says, “Ah! Woe to us! What sort of book i</w:t>
      </w:r>
      <w:r w:rsidR="000055F1">
        <w:t>s</w:t>
      </w:r>
      <w:r w:rsidR="00F04C85">
        <w:t xml:space="preserve"> </w:t>
      </w:r>
      <w:r>
        <w:t>this! It does not omit a small thing nor a big thing but number</w:t>
      </w:r>
      <w:r w:rsidR="000055F1">
        <w:t>s</w:t>
      </w:r>
      <w:r w:rsidR="00F04C85">
        <w:t xml:space="preserve"> </w:t>
      </w:r>
      <w:r>
        <w:t>them (all)</w:t>
      </w:r>
      <w:proofErr w:type="gramStart"/>
      <w:r>
        <w:t>”[</w:t>
      </w:r>
      <w:proofErr w:type="gramEnd"/>
      <w:r>
        <w:t>18: 49].</w:t>
      </w:r>
    </w:p>
    <w:p w:rsidR="00CF3F93" w:rsidRDefault="00CF3F93" w:rsidP="00CF3F93">
      <w:pPr>
        <w:pStyle w:val="libNormal"/>
      </w:pPr>
      <w:r>
        <w:t>Then the scales are set up and the Prophets and their successor</w:t>
      </w:r>
      <w:r w:rsidR="000055F1">
        <w:t>s</w:t>
      </w:r>
      <w:r w:rsidR="00F04C85">
        <w:t xml:space="preserve"> </w:t>
      </w:r>
      <w:r>
        <w:t xml:space="preserve">and the martyrs stand up to intercede at the trials and </w:t>
      </w:r>
      <w:proofErr w:type="spellStart"/>
      <w:r>
        <w:t>judgements</w:t>
      </w:r>
      <w:proofErr w:type="spellEnd"/>
      <w:r>
        <w:t>:</w:t>
      </w:r>
    </w:p>
    <w:p w:rsidR="00CF3F93" w:rsidRDefault="00CF3F93" w:rsidP="00CF3F93">
      <w:pPr>
        <w:pStyle w:val="libNormal"/>
      </w:pPr>
      <w:proofErr w:type="gramStart"/>
      <w:r>
        <w:t>whoever</w:t>
      </w:r>
      <w:proofErr w:type="gramEnd"/>
      <w:r>
        <w:t xml:space="preserve"> was a true believer and did good acts, his lot shall b</w:t>
      </w:r>
      <w:r w:rsidR="000055F1">
        <w:t>e</w:t>
      </w:r>
      <w:r w:rsidR="00F04C85">
        <w:t xml:space="preserve"> </w:t>
      </w:r>
      <w:r>
        <w:t>paradise and, as previously mentioned, the day of resurrectio</w:t>
      </w:r>
      <w:r w:rsidR="000055F1">
        <w:t>n</w:t>
      </w:r>
      <w:r w:rsidR="00F04C85">
        <w:t xml:space="preserve"> </w:t>
      </w:r>
      <w:r>
        <w:t>will be equivalent to fifty thousand years.</w:t>
      </w:r>
    </w:p>
    <w:p w:rsidR="00CF3F93" w:rsidRPr="008B697D" w:rsidRDefault="00CF3F93" w:rsidP="00CF3F93">
      <w:pPr>
        <w:pStyle w:val="libNormal"/>
        <w:rPr>
          <w:rStyle w:val="libBold1Char"/>
        </w:rPr>
      </w:pPr>
      <w:bookmarkStart w:id="16" w:name="_Toc496784672"/>
      <w:r w:rsidRPr="006D51A0">
        <w:rPr>
          <w:rStyle w:val="Heading2Char"/>
        </w:rPr>
        <w:t>TH</w:t>
      </w:r>
      <w:bookmarkEnd w:id="16"/>
      <w:r>
        <w:t xml:space="preserve">E </w:t>
      </w:r>
      <w:r w:rsidRPr="006D51A0">
        <w:rPr>
          <w:rStyle w:val="Heading2Char"/>
        </w:rPr>
        <w:t>JUSTIC</w:t>
      </w:r>
      <w:r>
        <w:t xml:space="preserve">E </w:t>
      </w:r>
      <w:r w:rsidRPr="006D51A0">
        <w:rPr>
          <w:rStyle w:val="Heading2Char"/>
        </w:rPr>
        <w:t>OF</w:t>
      </w:r>
      <w:r>
        <w:t xml:space="preserve"> </w:t>
      </w:r>
      <w:r w:rsidRPr="006D51A0">
        <w:rPr>
          <w:rStyle w:val="Heading2Char"/>
        </w:rPr>
        <w:t>GO</w:t>
      </w:r>
      <w:r w:rsidR="000055F1">
        <w:t>D</w:t>
      </w:r>
      <w:r w:rsidR="00F04C85">
        <w:t xml:space="preserve"> </w:t>
      </w:r>
      <w:r w:rsidRPr="008B697D">
        <w:rPr>
          <w:rStyle w:val="libBold1Char"/>
        </w:rPr>
        <w:t>Question:</w:t>
      </w:r>
    </w:p>
    <w:p w:rsidR="00CF3F93" w:rsidRDefault="00CF3F93" w:rsidP="00CF3F93">
      <w:pPr>
        <w:pStyle w:val="libNormal"/>
      </w:pPr>
      <w:r>
        <w:t>What are the remaining beliefs that are fundamental to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They are justice; the imamate; </w:t>
      </w:r>
      <w:proofErr w:type="spellStart"/>
      <w:r>
        <w:t>qada</w:t>
      </w:r>
      <w:proofErr w:type="spellEnd"/>
      <w:r>
        <w:t xml:space="preserve">’ and </w:t>
      </w:r>
      <w:proofErr w:type="spellStart"/>
      <w:r>
        <w:t>qadar</w:t>
      </w:r>
      <w:proofErr w:type="spellEnd"/>
      <w:r>
        <w:t>; compulsion o</w:t>
      </w:r>
      <w:r w:rsidR="000055F1">
        <w:t>r</w:t>
      </w:r>
      <w:r w:rsidR="00F04C85">
        <w:t xml:space="preserve"> </w:t>
      </w:r>
      <w:r>
        <w:t>free will.</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meant by justice?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Justice means that God is fair and is not unjust to anyone, an</w:t>
      </w:r>
      <w:r w:rsidR="000055F1">
        <w:t>d</w:t>
      </w:r>
      <w:r w:rsidR="00F04C85">
        <w:t xml:space="preserve"> </w:t>
      </w:r>
      <w:r>
        <w:t>does not commit any shameful act. Whatever oppression, cruelt</w:t>
      </w:r>
      <w:r w:rsidR="000055F1">
        <w:t>y</w:t>
      </w:r>
      <w:r w:rsidR="00F04C85">
        <w:t xml:space="preserve"> </w:t>
      </w:r>
      <w:r>
        <w:t>and evil we see in the world is from human kind. For example, i</w:t>
      </w:r>
      <w:r w:rsidR="000055F1">
        <w:t>f</w:t>
      </w:r>
      <w:r w:rsidR="00F04C85">
        <w:t xml:space="preserve"> </w:t>
      </w:r>
      <w:r>
        <w:t>one man kills another this murder is an evil act and an injustic</w:t>
      </w:r>
      <w:r w:rsidR="000055F1">
        <w:t>e</w:t>
      </w:r>
      <w:r w:rsidR="00F04C85">
        <w:t xml:space="preserve"> </w:t>
      </w:r>
      <w:r>
        <w:t>that has been committed by man, not by God.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It is true that an aggressive act committed by an individual o</w:t>
      </w:r>
      <w:r w:rsidR="000055F1">
        <w:t>n</w:t>
      </w:r>
      <w:r w:rsidR="00F04C85">
        <w:t xml:space="preserve"> </w:t>
      </w:r>
      <w:r>
        <w:t>another is not from God, but how do you account for natura</w:t>
      </w:r>
      <w:r w:rsidR="000055F1">
        <w:t>l</w:t>
      </w:r>
      <w:r w:rsidR="00F04C85">
        <w:t xml:space="preserve"> </w:t>
      </w:r>
      <w:r>
        <w:t>disasters like floods, storms, earthquakes, diseases and so on tha</w:t>
      </w:r>
      <w:r w:rsidR="000055F1">
        <w:t>t</w:t>
      </w:r>
      <w:r w:rsidR="00F04C85">
        <w:t xml:space="preserve"> </w:t>
      </w:r>
      <w:r>
        <w:t>humans have no hand in, and which, in the main part, result i</w:t>
      </w:r>
      <w:r w:rsidR="000055F1">
        <w:t>n</w:t>
      </w:r>
      <w:r w:rsidR="00F04C85">
        <w:t xml:space="preserve"> </w:t>
      </w:r>
      <w:r>
        <w:t>death and misery for innocent people?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These matters which people have no hand in can be explained i</w:t>
      </w:r>
      <w:r w:rsidR="000055F1">
        <w:t>n</w:t>
      </w:r>
      <w:r w:rsidR="00F04C85">
        <w:t xml:space="preserve"> </w:t>
      </w:r>
      <w:r>
        <w:t>this way: for the transgressors it is a chastisement, and for th</w:t>
      </w:r>
      <w:r w:rsidR="000055F1">
        <w:t>e</w:t>
      </w:r>
      <w:r w:rsidR="00F04C85">
        <w:t xml:space="preserve"> </w:t>
      </w:r>
      <w:r>
        <w:t>innocent it is a warning, and they will be recompensed in th</w:t>
      </w:r>
      <w:r w:rsidR="000055F1">
        <w:t>e</w:t>
      </w:r>
      <w:r w:rsidR="00F04C85">
        <w:t xml:space="preserve"> </w:t>
      </w:r>
      <w:r>
        <w:t>hereafter.</w:t>
      </w:r>
    </w:p>
    <w:p w:rsidR="00CF3F93" w:rsidRPr="006D51A0" w:rsidRDefault="00CF3F93" w:rsidP="006D51A0">
      <w:pPr>
        <w:pStyle w:val="Heading2"/>
      </w:pPr>
      <w:bookmarkStart w:id="17" w:name="_Toc496784673"/>
      <w:r w:rsidRPr="006D51A0">
        <w:t>IMAMATE</w:t>
      </w:r>
      <w:bookmarkEnd w:id="17"/>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imamate?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lastRenderedPageBreak/>
        <w:t>The meaning of the imamate is that the greatest of all th</w:t>
      </w:r>
      <w:r w:rsidR="000055F1">
        <w:t>e</w:t>
      </w:r>
      <w:r w:rsidR="00F04C85">
        <w:t xml:space="preserve"> </w:t>
      </w:r>
      <w:r>
        <w:t>prophets, Muhammad (God’s blessings and peace be upon hi</w:t>
      </w:r>
      <w:r w:rsidR="000055F1">
        <w:t>m</w:t>
      </w:r>
      <w:r w:rsidR="00F04C85">
        <w:t xml:space="preserve"> </w:t>
      </w:r>
      <w:r>
        <w:t>and his progeny) appointed by the command of God Almight</w:t>
      </w:r>
      <w:r w:rsidR="000055F1">
        <w:t>y</w:t>
      </w:r>
      <w:r w:rsidR="00F04C85">
        <w:t xml:space="preserve"> </w:t>
      </w:r>
      <w:r>
        <w:t>successors to take his place after his demise in guiding the peopl</w:t>
      </w:r>
      <w:r w:rsidR="000055F1">
        <w:t>e</w:t>
      </w:r>
      <w:r w:rsidR="00F04C85">
        <w:t xml:space="preserve"> </w:t>
      </w:r>
      <w:r>
        <w:t>and showing them the true path. Their number is twelve, i</w:t>
      </w:r>
      <w:r w:rsidR="000055F1">
        <w:t>n</w:t>
      </w:r>
      <w:r w:rsidR="00F04C85">
        <w:t xml:space="preserve"> </w:t>
      </w:r>
      <w:r>
        <w:t>succession.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Who are the 12 Imams?</w:t>
      </w:r>
    </w:p>
    <w:p w:rsidR="00CF3F93" w:rsidRPr="008B697D" w:rsidRDefault="00CF3F93" w:rsidP="00CF3F93">
      <w:pPr>
        <w:pStyle w:val="libNormal"/>
        <w:rPr>
          <w:rStyle w:val="libBold1Char"/>
        </w:rPr>
      </w:pPr>
      <w:r w:rsidRPr="008B697D">
        <w:rPr>
          <w:rStyle w:val="libBold1Char"/>
        </w:rPr>
        <w:t>Answer:</w:t>
      </w:r>
    </w:p>
    <w:p w:rsidR="00337E26" w:rsidRDefault="00CF3F93" w:rsidP="00337E26">
      <w:pPr>
        <w:pStyle w:val="libBold2"/>
      </w:pPr>
      <w:r>
        <w:t>1. Imam ‘Ali, Amir al-</w:t>
      </w:r>
      <w:proofErr w:type="spellStart"/>
      <w:r>
        <w:t>Mu’mini</w:t>
      </w:r>
      <w:r w:rsidR="000055F1">
        <w:t>n</w:t>
      </w:r>
      <w:proofErr w:type="spellEnd"/>
      <w:r w:rsidR="00337E26">
        <w:t>\</w:t>
      </w:r>
    </w:p>
    <w:p w:rsidR="00337E26" w:rsidRDefault="00CF3F93" w:rsidP="00337E26">
      <w:pPr>
        <w:pStyle w:val="libBold2"/>
      </w:pPr>
      <w:r>
        <w:t>2. Imam al-</w:t>
      </w:r>
      <w:proofErr w:type="spellStart"/>
      <w:r>
        <w:t>Hasa</w:t>
      </w:r>
      <w:r w:rsidR="000055F1">
        <w:t>n</w:t>
      </w:r>
      <w:proofErr w:type="spellEnd"/>
    </w:p>
    <w:p w:rsidR="00337E26" w:rsidRDefault="00CF3F93" w:rsidP="00337E26">
      <w:pPr>
        <w:pStyle w:val="libBold2"/>
      </w:pPr>
      <w:r>
        <w:t>3. Imam al-</w:t>
      </w:r>
      <w:proofErr w:type="spellStart"/>
      <w:r>
        <w:t>Husay</w:t>
      </w:r>
      <w:r w:rsidR="000055F1">
        <w:t>n</w:t>
      </w:r>
      <w:proofErr w:type="spellEnd"/>
    </w:p>
    <w:p w:rsidR="00337E26" w:rsidRDefault="00CF3F93" w:rsidP="00337E26">
      <w:pPr>
        <w:pStyle w:val="libBold2"/>
      </w:pPr>
      <w:r>
        <w:t xml:space="preserve">4. Imam </w:t>
      </w:r>
      <w:proofErr w:type="spellStart"/>
      <w:r>
        <w:t>Zayn</w:t>
      </w:r>
      <w:proofErr w:type="spellEnd"/>
      <w:r>
        <w:t xml:space="preserve"> al-‘</w:t>
      </w:r>
      <w:proofErr w:type="spellStart"/>
      <w:r>
        <w:t>Abidi</w:t>
      </w:r>
      <w:r w:rsidR="000055F1">
        <w:t>n</w:t>
      </w:r>
      <w:proofErr w:type="spellEnd"/>
    </w:p>
    <w:p w:rsidR="00337E26" w:rsidRDefault="00CF3F93" w:rsidP="00337E26">
      <w:pPr>
        <w:pStyle w:val="libBold2"/>
      </w:pPr>
      <w:r>
        <w:t>5. Imam Muhammad al-</w:t>
      </w:r>
      <w:proofErr w:type="spellStart"/>
      <w:r>
        <w:t>Baqi</w:t>
      </w:r>
      <w:r w:rsidR="000055F1">
        <w:t>r</w:t>
      </w:r>
      <w:proofErr w:type="spellEnd"/>
    </w:p>
    <w:p w:rsidR="00337E26" w:rsidRDefault="00CF3F93" w:rsidP="00337E26">
      <w:pPr>
        <w:pStyle w:val="libBold2"/>
      </w:pPr>
      <w:r>
        <w:t xml:space="preserve">6. Imam </w:t>
      </w:r>
      <w:proofErr w:type="spellStart"/>
      <w:proofErr w:type="gramStart"/>
      <w:r>
        <w:t>Ja‘far</w:t>
      </w:r>
      <w:proofErr w:type="spellEnd"/>
      <w:proofErr w:type="gramEnd"/>
      <w:r>
        <w:t xml:space="preserve"> al-</w:t>
      </w:r>
      <w:proofErr w:type="spellStart"/>
      <w:r>
        <w:t>Sadi</w:t>
      </w:r>
      <w:r w:rsidR="000055F1">
        <w:t>q</w:t>
      </w:r>
      <w:proofErr w:type="spellEnd"/>
    </w:p>
    <w:p w:rsidR="00337E26" w:rsidRDefault="00CF3F93" w:rsidP="00337E26">
      <w:pPr>
        <w:pStyle w:val="libBold2"/>
      </w:pPr>
      <w:r>
        <w:t>7. Imam Musa al-</w:t>
      </w:r>
      <w:proofErr w:type="spellStart"/>
      <w:r>
        <w:t>Kadhi</w:t>
      </w:r>
      <w:r w:rsidR="000055F1">
        <w:t>m</w:t>
      </w:r>
      <w:proofErr w:type="spellEnd"/>
    </w:p>
    <w:p w:rsidR="00337E26" w:rsidRDefault="00CF3F93" w:rsidP="00337E26">
      <w:pPr>
        <w:pStyle w:val="libBold2"/>
      </w:pPr>
      <w:r>
        <w:t>8. Imam ‘Ali al-</w:t>
      </w:r>
      <w:proofErr w:type="spellStart"/>
      <w:r>
        <w:t>Rid</w:t>
      </w:r>
      <w:r w:rsidR="000055F1">
        <w:t>a</w:t>
      </w:r>
      <w:proofErr w:type="spellEnd"/>
    </w:p>
    <w:p w:rsidR="00337E26" w:rsidRDefault="00CF3F93" w:rsidP="00337E26">
      <w:pPr>
        <w:pStyle w:val="libBold2"/>
      </w:pPr>
      <w:r>
        <w:t>9. Imam Muhammad al-</w:t>
      </w:r>
      <w:proofErr w:type="spellStart"/>
      <w:r>
        <w:t>Jawa</w:t>
      </w:r>
      <w:r w:rsidR="000055F1">
        <w:t>d</w:t>
      </w:r>
      <w:proofErr w:type="spellEnd"/>
    </w:p>
    <w:p w:rsidR="00337E26" w:rsidRDefault="00CF3F93" w:rsidP="00337E26">
      <w:pPr>
        <w:pStyle w:val="libBold2"/>
      </w:pPr>
      <w:r>
        <w:t>10. Imam ‘Ali al-</w:t>
      </w:r>
      <w:proofErr w:type="spellStart"/>
      <w:r>
        <w:t>Had</w:t>
      </w:r>
      <w:r w:rsidR="000055F1">
        <w:t>i</w:t>
      </w:r>
      <w:proofErr w:type="spellEnd"/>
    </w:p>
    <w:p w:rsidR="00337E26" w:rsidRDefault="00CF3F93" w:rsidP="00337E26">
      <w:pPr>
        <w:pStyle w:val="libBold2"/>
      </w:pPr>
      <w:r>
        <w:t xml:space="preserve">11. Imam </w:t>
      </w:r>
      <w:proofErr w:type="spellStart"/>
      <w:r>
        <w:t>Hasan</w:t>
      </w:r>
      <w:proofErr w:type="spellEnd"/>
      <w:r>
        <w:t xml:space="preserve"> al-‘</w:t>
      </w:r>
      <w:proofErr w:type="spellStart"/>
      <w:r>
        <w:t>Askar</w:t>
      </w:r>
      <w:r w:rsidR="000055F1">
        <w:t>i</w:t>
      </w:r>
      <w:proofErr w:type="spellEnd"/>
    </w:p>
    <w:p w:rsidR="00337E26" w:rsidRDefault="00CF3F93" w:rsidP="00337E26">
      <w:pPr>
        <w:pStyle w:val="libBold2"/>
      </w:pPr>
      <w:r>
        <w:t>12. Imam al-</w:t>
      </w:r>
      <w:proofErr w:type="spellStart"/>
      <w:r>
        <w:t>Hujja</w:t>
      </w:r>
      <w:proofErr w:type="spellEnd"/>
      <w:r>
        <w:t xml:space="preserve"> al-</w:t>
      </w:r>
      <w:proofErr w:type="spellStart"/>
      <w:r>
        <w:t>Mahd</w:t>
      </w:r>
      <w:r w:rsidR="000055F1">
        <w:t>i</w:t>
      </w:r>
      <w:proofErr w:type="spellEnd"/>
    </w:p>
    <w:p w:rsidR="00337E26" w:rsidRDefault="00337E26" w:rsidP="00337E26">
      <w:pPr>
        <w:pStyle w:val="libNormal"/>
      </w:pPr>
    </w:p>
    <w:p w:rsidR="00337E26" w:rsidRDefault="00337E26" w:rsidP="00337E26">
      <w:pPr>
        <w:pStyle w:val="libBold1"/>
      </w:pPr>
      <w:r>
        <w:t>Question:</w:t>
      </w:r>
    </w:p>
    <w:p w:rsidR="00CF3F93" w:rsidRDefault="00CF3F93" w:rsidP="00CF3F93">
      <w:pPr>
        <w:pStyle w:val="libNormal"/>
      </w:pPr>
      <w:r>
        <w:t>What are their characteristics?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These Imams, as is of course the case with the Prophe</w:t>
      </w:r>
      <w:r w:rsidR="000055F1">
        <w:t>t</w:t>
      </w:r>
      <w:r w:rsidR="00F04C85">
        <w:t xml:space="preserve"> </w:t>
      </w:r>
      <w:r>
        <w:t>Muhammad and his daughter Fatima al-</w:t>
      </w:r>
      <w:proofErr w:type="gramStart"/>
      <w:r>
        <w:t>Zahra’,</w:t>
      </w:r>
      <w:proofErr w:type="gramEnd"/>
      <w:r>
        <w:t xml:space="preserve"> are all protecte</w:t>
      </w:r>
      <w:r w:rsidR="000055F1">
        <w:t>d</w:t>
      </w:r>
      <w:r w:rsidR="00F04C85">
        <w:t xml:space="preserve"> </w:t>
      </w:r>
      <w:r>
        <w:t>by God from every sin and transgression and they stand at th</w:t>
      </w:r>
      <w:r w:rsidR="000055F1">
        <w:t>e</w:t>
      </w:r>
      <w:r w:rsidR="00F04C85">
        <w:t xml:space="preserve"> </w:t>
      </w:r>
      <w:r>
        <w:t>highest level of virtue and holiness. The difference between th</w:t>
      </w:r>
      <w:r w:rsidR="000055F1">
        <w:t>e</w:t>
      </w:r>
      <w:r w:rsidR="00F04C85">
        <w:t xml:space="preserve"> </w:t>
      </w:r>
      <w:r>
        <w:t>Prophet Muhammad and the Imams is that the Prophet was th</w:t>
      </w:r>
      <w:r w:rsidR="000055F1">
        <w:t>e</w:t>
      </w:r>
      <w:r w:rsidR="00F04C85">
        <w:t xml:space="preserve"> </w:t>
      </w:r>
      <w:r>
        <w:t>recipient of revelation direct from God himself whereas this wa</w:t>
      </w:r>
      <w:r w:rsidR="000055F1">
        <w:t>s</w:t>
      </w:r>
      <w:r w:rsidR="00F04C85">
        <w:t xml:space="preserve"> </w:t>
      </w:r>
      <w:r>
        <w:t>not the case with the Imams.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distinguishes the Imams from great discoverers an</w:t>
      </w:r>
      <w:r w:rsidR="000055F1">
        <w:t>d</w:t>
      </w:r>
      <w:r w:rsidR="00F04C85">
        <w:t xml:space="preserve"> </w:t>
      </w:r>
      <w:r>
        <w:t>inventors?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Apart from the fact that the Imams are God’s deputies (</w:t>
      </w:r>
      <w:proofErr w:type="spellStart"/>
      <w:r>
        <w:t>khulafa</w:t>
      </w:r>
      <w:proofErr w:type="spellEnd"/>
      <w:r>
        <w:t>’</w:t>
      </w:r>
    </w:p>
    <w:p w:rsidR="00CF3F93" w:rsidRDefault="00CF3F93" w:rsidP="00CF3F93">
      <w:pPr>
        <w:pStyle w:val="libNormal"/>
      </w:pPr>
      <w:r>
        <w:t>Allah) on earth and are at the highest peak of humanity, they also laid ou</w:t>
      </w:r>
      <w:r w:rsidR="000055F1">
        <w:t>t</w:t>
      </w:r>
      <w:r w:rsidR="00F04C85">
        <w:t xml:space="preserve"> </w:t>
      </w:r>
      <w:r>
        <w:t>the bases for a happy life and followed the correct way which would mak</w:t>
      </w:r>
      <w:r w:rsidR="000055F1">
        <w:t>e</w:t>
      </w:r>
      <w:r w:rsidR="00F04C85">
        <w:t xml:space="preserve"> </w:t>
      </w:r>
      <w:r>
        <w:t>such a life a reality. They showed clearly the path to a true humanity s</w:t>
      </w:r>
      <w:r w:rsidR="000055F1">
        <w:t>o</w:t>
      </w:r>
      <w:r w:rsidR="00F04C85">
        <w:t xml:space="preserve"> </w:t>
      </w:r>
      <w:r>
        <w:t>that were people only to follow it, they would experience happiness in thi</w:t>
      </w:r>
      <w:r w:rsidR="000055F1">
        <w:t>s</w:t>
      </w:r>
      <w:r w:rsidR="00F04C85">
        <w:t xml:space="preserve"> </w:t>
      </w:r>
      <w:r>
        <w:t>world before they did so in the next. Is it not reasonable that whoeve</w:t>
      </w:r>
      <w:r w:rsidR="000055F1">
        <w:t>r</w:t>
      </w:r>
      <w:r w:rsidR="00F04C85">
        <w:t xml:space="preserve"> </w:t>
      </w:r>
      <w:r>
        <w:t>indicates the way to attain such a life should have a higher status than</w:t>
      </w:r>
      <w:r w:rsidR="00B256A8">
        <w:t xml:space="preserve"> </w:t>
      </w:r>
      <w:r>
        <w:t>someone who introduces to mankind lighting or a new means of travellin</w:t>
      </w:r>
      <w:r w:rsidR="000055F1">
        <w:t>g</w:t>
      </w:r>
      <w:r w:rsidR="00F04C85">
        <w:t xml:space="preserve"> </w:t>
      </w:r>
      <w:r>
        <w:t>about?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Explain the distinction and difference.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 life of well-being and happiness, before anything else, depend</w:t>
      </w:r>
      <w:r w:rsidR="000055F1">
        <w:t>s</w:t>
      </w:r>
      <w:r w:rsidR="00F04C85">
        <w:t xml:space="preserve"> </w:t>
      </w:r>
      <w:r>
        <w:t>on peace and security, freedom from want, knowledge, health an</w:t>
      </w:r>
      <w:r w:rsidR="000055F1">
        <w:t>d</w:t>
      </w:r>
      <w:r w:rsidR="00F04C85">
        <w:t xml:space="preserve"> </w:t>
      </w:r>
      <w:r>
        <w:t>virtue. In contrast, war, poverty and ignorance, disease, crime an</w:t>
      </w:r>
      <w:r w:rsidR="000055F1">
        <w:t>d</w:t>
      </w:r>
      <w:r w:rsidR="00F04C85">
        <w:t xml:space="preserve"> </w:t>
      </w:r>
      <w:r>
        <w:t>depravity in all its forms, result necessarily in distress. Secondl</w:t>
      </w:r>
      <w:r w:rsidR="000055F1">
        <w:t>y</w:t>
      </w:r>
      <w:r w:rsidR="00F04C85">
        <w:t xml:space="preserve"> </w:t>
      </w:r>
      <w:r>
        <w:t>it depends upon factors that make life more comfortable lik</w:t>
      </w:r>
      <w:r w:rsidR="000055F1">
        <w:t>e</w:t>
      </w:r>
      <w:r w:rsidR="00F04C85">
        <w:t xml:space="preserve"> </w:t>
      </w:r>
      <w:proofErr w:type="spellStart"/>
      <w:r>
        <w:t>aeroplanes</w:t>
      </w:r>
      <w:proofErr w:type="spellEnd"/>
      <w:r>
        <w:t xml:space="preserve"> for travelling, electricity for </w:t>
      </w:r>
      <w:r>
        <w:lastRenderedPageBreak/>
        <w:t>lighting and elevators fo</w:t>
      </w:r>
      <w:r w:rsidR="000055F1">
        <w:t>r</w:t>
      </w:r>
      <w:r w:rsidR="00F04C85">
        <w:t xml:space="preserve"> </w:t>
      </w:r>
      <w:r>
        <w:t>getting up into high buildings. These ways to make life easier ar</w:t>
      </w:r>
      <w:r w:rsidR="000055F1">
        <w:t>e</w:t>
      </w:r>
      <w:r w:rsidR="00F04C85">
        <w:t xml:space="preserve"> </w:t>
      </w:r>
      <w:r>
        <w:t>to be contrasted with the use of animals for travelling and candle</w:t>
      </w:r>
      <w:r w:rsidR="000055F1">
        <w:t>s</w:t>
      </w:r>
      <w:r w:rsidR="00F04C85">
        <w:t xml:space="preserve"> </w:t>
      </w:r>
      <w:r>
        <w:t>for lighting, and so on.</w:t>
      </w:r>
    </w:p>
    <w:p w:rsidR="00CF3F93" w:rsidRDefault="00CF3F93" w:rsidP="00CF3F93">
      <w:pPr>
        <w:pStyle w:val="libNormal"/>
      </w:pPr>
      <w:r>
        <w:t>It is clear that these means alone cannot be the means of welfar</w:t>
      </w:r>
      <w:r w:rsidR="000055F1">
        <w:t>e</w:t>
      </w:r>
      <w:r w:rsidR="00F04C85">
        <w:t xml:space="preserve"> </w:t>
      </w:r>
      <w:r>
        <w:t>and prosperity for man unless life is so structured that it wil</w:t>
      </w:r>
      <w:r w:rsidR="000055F1">
        <w:t>l</w:t>
      </w:r>
      <w:r w:rsidR="00F04C85">
        <w:t xml:space="preserve"> </w:t>
      </w:r>
      <w:r>
        <w:t>bring about happiness and well-being. What is better, havin</w:t>
      </w:r>
      <w:r w:rsidR="000055F1">
        <w:t>g</w:t>
      </w:r>
      <w:r w:rsidR="00F04C85">
        <w:t xml:space="preserve"> </w:t>
      </w:r>
      <w:r>
        <w:t>peace, even if man lights a candle to see, or having electricity</w:t>
      </w:r>
      <w:r w:rsidR="000055F1">
        <w:t>,</w:t>
      </w:r>
      <w:r w:rsidR="00F04C85">
        <w:t xml:space="preserve"> </w:t>
      </w:r>
      <w:r>
        <w:t>when man at the same time is plagued by wars and anarchy?</w:t>
      </w:r>
    </w:p>
    <w:p w:rsidR="00CF3F93" w:rsidRDefault="00CF3F93" w:rsidP="00CF3F93">
      <w:pPr>
        <w:pStyle w:val="libNormal"/>
      </w:pPr>
      <w:r>
        <w:t xml:space="preserve">The Prophets and Imams made clear to the people the way to </w:t>
      </w:r>
      <w:r w:rsidR="000055F1">
        <w:t>a</w:t>
      </w:r>
      <w:r w:rsidR="00F04C85">
        <w:t xml:space="preserve"> </w:t>
      </w:r>
      <w:r>
        <w:t xml:space="preserve">life of well-being which is the most important thing. Thus it is </w:t>
      </w:r>
      <w:r w:rsidR="000055F1">
        <w:t>a</w:t>
      </w:r>
      <w:r w:rsidR="00F04C85">
        <w:t xml:space="preserve"> </w:t>
      </w:r>
      <w:r>
        <w:t>mistake to compare the virtues of anyone else to their virtue</w:t>
      </w:r>
      <w:r w:rsidR="000055F1">
        <w:t>s</w:t>
      </w:r>
      <w:r w:rsidR="00F04C85">
        <w:t xml:space="preserve"> </w:t>
      </w:r>
      <w:r>
        <w:t xml:space="preserve">even though he </w:t>
      </w:r>
      <w:proofErr w:type="gramStart"/>
      <w:r>
        <w:t>be</w:t>
      </w:r>
      <w:proofErr w:type="gramEnd"/>
      <w:r>
        <w:t xml:space="preserve"> an inventor or a scientist.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Is it correct that Muslims believe that the twelfth imam, Imam al</w:t>
      </w:r>
      <w:r w:rsidR="00337E26">
        <w:t>-</w:t>
      </w:r>
      <w:proofErr w:type="spellStart"/>
      <w:r>
        <w:t>Mahdi</w:t>
      </w:r>
      <w:proofErr w:type="spellEnd"/>
      <w:r>
        <w:t xml:space="preserve"> is still alive? If so, what is the use?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The truthful Prophet and the Imams have testified that h</w:t>
      </w:r>
      <w:r w:rsidR="000055F1">
        <w:t>e</w:t>
      </w:r>
      <w:r w:rsidR="00F04C85">
        <w:t xml:space="preserve"> </w:t>
      </w:r>
      <w:r>
        <w:t xml:space="preserve">remains </w:t>
      </w:r>
      <w:proofErr w:type="gramStart"/>
      <w:r>
        <w:t>alive,</w:t>
      </w:r>
      <w:proofErr w:type="gramEnd"/>
      <w:r>
        <w:t xml:space="preserve"> to appear at the end of time and fill the world wit</w:t>
      </w:r>
      <w:r w:rsidR="000055F1">
        <w:t>h</w:t>
      </w:r>
      <w:r w:rsidR="00F04C85">
        <w:t xml:space="preserve"> </w:t>
      </w:r>
      <w:r>
        <w:t>justice after it had been full of oppression. He will establis</w:t>
      </w:r>
      <w:r w:rsidR="000055F1">
        <w:t>h</w:t>
      </w:r>
      <w:r w:rsidR="00F04C85">
        <w:t xml:space="preserve"> </w:t>
      </w:r>
      <w:r>
        <w:t>peace everywhere as well as bringing prosperity, knowledge</w:t>
      </w:r>
      <w:r w:rsidR="000055F1">
        <w:t>,</w:t>
      </w:r>
      <w:r w:rsidR="00F04C85">
        <w:t xml:space="preserve"> </w:t>
      </w:r>
      <w:r>
        <w:t>health and virtuous living which will turn this world into a smal</w:t>
      </w:r>
      <w:r w:rsidR="000055F1">
        <w:t>l</w:t>
      </w:r>
      <w:r w:rsidR="00F04C85">
        <w:t xml:space="preserve"> </w:t>
      </w:r>
      <w:r>
        <w:t>paradise.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Is it possible for anyone to have such a long life?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It is indeed possible, for history has related that some people hav</w:t>
      </w:r>
      <w:r w:rsidR="000055F1">
        <w:t>e</w:t>
      </w:r>
      <w:r w:rsidR="00F04C85">
        <w:t xml:space="preserve"> </w:t>
      </w:r>
      <w:r>
        <w:t>lived for centuries. Also modern knowledge has proved th</w:t>
      </w:r>
      <w:r w:rsidR="000055F1">
        <w:t>e</w:t>
      </w:r>
      <w:r w:rsidR="00F04C85">
        <w:t xml:space="preserve"> </w:t>
      </w:r>
      <w:r>
        <w:t>possibility of survival. So much so that in the west at the presen</w:t>
      </w:r>
      <w:r w:rsidR="000055F1">
        <w:t>t</w:t>
      </w:r>
      <w:r w:rsidR="00F04C85">
        <w:t xml:space="preserve"> </w:t>
      </w:r>
      <w:r>
        <w:t>time research is being specifically carried out to this end. An</w:t>
      </w:r>
      <w:r w:rsidR="000055F1">
        <w:t>d</w:t>
      </w:r>
      <w:r w:rsidR="00F04C85">
        <w:t xml:space="preserve"> </w:t>
      </w:r>
      <w:r>
        <w:t>more than all this, is the truth that God Almighty is omnipoten</w:t>
      </w:r>
      <w:r w:rsidR="000055F1">
        <w:t>t</w:t>
      </w:r>
      <w:r w:rsidR="00F04C85">
        <w:t xml:space="preserve"> </w:t>
      </w:r>
      <w:r>
        <w:t>and all-powerful.</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the meaning of </w:t>
      </w:r>
      <w:proofErr w:type="spellStart"/>
      <w:r>
        <w:t>qada</w:t>
      </w:r>
      <w:proofErr w:type="spellEnd"/>
      <w:r>
        <w:t xml:space="preserve">’ and </w:t>
      </w:r>
      <w:proofErr w:type="spellStart"/>
      <w:r>
        <w:t>qadar</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Just as an engineer draws out plans for a building, provides th</w:t>
      </w:r>
      <w:r w:rsidR="000055F1">
        <w:t>e</w:t>
      </w:r>
      <w:r w:rsidR="00F04C85">
        <w:t xml:space="preserve"> </w:t>
      </w:r>
      <w:r>
        <w:t>necessary equipment and materials, and gives the workers th</w:t>
      </w:r>
      <w:r w:rsidR="000055F1">
        <w:t>e</w:t>
      </w:r>
      <w:r w:rsidR="00F04C85">
        <w:t xml:space="preserve"> </w:t>
      </w:r>
      <w:r>
        <w:t>necessary instructions for carrying out the work, similarly Go</w:t>
      </w:r>
      <w:r w:rsidR="000055F1">
        <w:t>d</w:t>
      </w:r>
      <w:r w:rsidR="00F04C85">
        <w:t xml:space="preserve"> </w:t>
      </w:r>
      <w:r>
        <w:t xml:space="preserve">too has drawn out a wise plan for this world called </w:t>
      </w:r>
      <w:proofErr w:type="spellStart"/>
      <w:r>
        <w:t>qadar</w:t>
      </w:r>
      <w:proofErr w:type="spellEnd"/>
      <w:r>
        <w:t>.</w:t>
      </w:r>
    </w:p>
    <w:p w:rsidR="00CF3F93" w:rsidRDefault="00CF3F93" w:rsidP="00CF3F93">
      <w:pPr>
        <w:pStyle w:val="libNormal"/>
      </w:pPr>
      <w:r>
        <w:t xml:space="preserve">Thereafter, he has also provided the equipment and </w:t>
      </w:r>
      <w:proofErr w:type="gramStart"/>
      <w:r>
        <w:t>materials</w:t>
      </w:r>
      <w:proofErr w:type="gramEnd"/>
      <w:r>
        <w:t xml:space="preserve"> b</w:t>
      </w:r>
      <w:r w:rsidR="000055F1">
        <w:t>y</w:t>
      </w:r>
      <w:r w:rsidR="00F04C85">
        <w:t xml:space="preserve"> </w:t>
      </w:r>
      <w:r>
        <w:t xml:space="preserve">means of which work may be carried out, that is </w:t>
      </w:r>
      <w:proofErr w:type="spellStart"/>
      <w:r>
        <w:t>qada</w:t>
      </w:r>
      <w:proofErr w:type="spellEnd"/>
      <w:r>
        <w:t>’. Afte</w:t>
      </w:r>
      <w:r w:rsidR="000055F1">
        <w:t>r</w:t>
      </w:r>
      <w:r w:rsidR="00F04C85">
        <w:t xml:space="preserve"> </w:t>
      </w:r>
      <w:r>
        <w:t xml:space="preserve">that, He ordered people to do </w:t>
      </w:r>
      <w:proofErr w:type="gramStart"/>
      <w:r>
        <w:t>good</w:t>
      </w:r>
      <w:proofErr w:type="gramEnd"/>
      <w:r>
        <w:t xml:space="preserve"> and forbad them from doin</w:t>
      </w:r>
      <w:r w:rsidR="000055F1">
        <w:t>g</w:t>
      </w:r>
      <w:r w:rsidR="00F04C85">
        <w:t xml:space="preserve"> </w:t>
      </w:r>
      <w:r>
        <w:t>evil and now whoever does a good thing will be rewarded for it</w:t>
      </w:r>
      <w:r w:rsidR="000055F1">
        <w:t>,</w:t>
      </w:r>
      <w:r w:rsidR="00F04C85">
        <w:t xml:space="preserve"> </w:t>
      </w:r>
      <w:r>
        <w:t>and whoever does something bad will be punished.</w:t>
      </w:r>
    </w:p>
    <w:p w:rsidR="00CF3F93" w:rsidRDefault="00CF3F93" w:rsidP="00337E26">
      <w:pPr>
        <w:pStyle w:val="libNormal"/>
      </w:pPr>
      <w:r>
        <w:t>Thus God in the Holy Qur’an says: “If you do good, you do goo</w:t>
      </w:r>
      <w:r w:rsidR="000055F1">
        <w:t>d</w:t>
      </w:r>
      <w:r w:rsidR="00F04C85">
        <w:t xml:space="preserve"> </w:t>
      </w:r>
      <w:r>
        <w:t>[only] for yourselves, but if you transgress [you transgress]</w:t>
      </w:r>
      <w:r w:rsidR="00337E26">
        <w:t xml:space="preserve"> </w:t>
      </w:r>
      <w:r>
        <w:t>against yourselves</w:t>
      </w:r>
      <w:proofErr w:type="gramStart"/>
      <w:r>
        <w:t>”[</w:t>
      </w:r>
      <w:proofErr w:type="gramEnd"/>
      <w:r>
        <w:t>17: 7].</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the meaning of </w:t>
      </w:r>
      <w:proofErr w:type="spellStart"/>
      <w:r>
        <w:t>jabr</w:t>
      </w:r>
      <w:proofErr w:type="spellEnd"/>
      <w:r>
        <w:t xml:space="preserve"> and </w:t>
      </w:r>
      <w:proofErr w:type="spellStart"/>
      <w:r>
        <w:t>ikhtiyar</w:t>
      </w:r>
      <w:proofErr w:type="spellEnd"/>
      <w:r>
        <w:t>: compulsion and fre</w:t>
      </w:r>
      <w:r w:rsidR="000055F1">
        <w:t>e</w:t>
      </w:r>
      <w:r w:rsidR="00F04C85">
        <w:t xml:space="preserve"> </w:t>
      </w:r>
      <w:r>
        <w:t>will? Is man forced in his actions or does he possess free will?</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spellStart"/>
      <w:r>
        <w:lastRenderedPageBreak/>
        <w:t>Jabr</w:t>
      </w:r>
      <w:proofErr w:type="spellEnd"/>
      <w:r>
        <w:t xml:space="preserve"> is the opposite of </w:t>
      </w:r>
      <w:proofErr w:type="spellStart"/>
      <w:r>
        <w:t>ikhtiyar</w:t>
      </w:r>
      <w:proofErr w:type="spellEnd"/>
      <w:r>
        <w:t>. For example, a healthy perso</w:t>
      </w:r>
      <w:r w:rsidR="000055F1">
        <w:t>n</w:t>
      </w:r>
      <w:r w:rsidR="00F04C85">
        <w:t xml:space="preserve"> </w:t>
      </w:r>
      <w:r>
        <w:t>can choose to move his hand about at will but the movement o</w:t>
      </w:r>
      <w:r w:rsidR="000055F1">
        <w:t>f</w:t>
      </w:r>
      <w:r w:rsidR="00F04C85">
        <w:t xml:space="preserve"> </w:t>
      </w:r>
      <w:r>
        <w:t>the hand of a person afflicted with a trembling ailment i</w:t>
      </w:r>
      <w:r w:rsidR="000055F1">
        <w:t>s</w:t>
      </w:r>
      <w:r w:rsidR="00F04C85">
        <w:t xml:space="preserve"> </w:t>
      </w:r>
      <w:r>
        <w:t>involuntary.</w:t>
      </w:r>
    </w:p>
    <w:p w:rsidR="00CF3F93" w:rsidRDefault="00CF3F93" w:rsidP="00CF3F93">
      <w:pPr>
        <w:pStyle w:val="libNormal"/>
      </w:pPr>
      <w:r>
        <w:t xml:space="preserve">Man has freedom of choice in his actions: he can do </w:t>
      </w:r>
      <w:proofErr w:type="gramStart"/>
      <w:r>
        <w:t>good</w:t>
      </w:r>
      <w:proofErr w:type="gramEnd"/>
      <w:r>
        <w:t xml:space="preserve"> or d</w:t>
      </w:r>
      <w:r w:rsidR="000055F1">
        <w:t>o</w:t>
      </w:r>
      <w:r w:rsidR="00F04C85">
        <w:t xml:space="preserve"> </w:t>
      </w:r>
      <w:r>
        <w:t>bad as he wishes. However, man has no freedom of choice i</w:t>
      </w:r>
      <w:r w:rsidR="000055F1">
        <w:t>n</w:t>
      </w:r>
      <w:r w:rsidR="00F04C85">
        <w:t xml:space="preserve"> </w:t>
      </w:r>
      <w:r>
        <w:t>matters like being male or female, white or black, handsome o</w:t>
      </w:r>
      <w:r w:rsidR="000055F1">
        <w:t>r</w:t>
      </w:r>
      <w:r w:rsidR="00F04C85">
        <w:t xml:space="preserve"> </w:t>
      </w:r>
      <w:r>
        <w:t>ugly and so on.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Is God Almighty involved at all in the actions of mankind?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gramStart"/>
      <w:r>
        <w:t>Yes,</w:t>
      </w:r>
      <w:proofErr w:type="gramEnd"/>
      <w:r>
        <w:t xml:space="preserve"> and the meaning of that is: means and materials are fro</w:t>
      </w:r>
      <w:r w:rsidR="000055F1">
        <w:t>m</w:t>
      </w:r>
      <w:r w:rsidR="00F04C85">
        <w:t xml:space="preserve"> </w:t>
      </w:r>
      <w:r>
        <w:t>God and the action is from man. For instance, if someone build</w:t>
      </w:r>
      <w:r w:rsidR="000055F1">
        <w:t>s</w:t>
      </w:r>
      <w:r w:rsidR="00F04C85">
        <w:t xml:space="preserve"> </w:t>
      </w:r>
      <w:r>
        <w:t xml:space="preserve">a house, the </w:t>
      </w:r>
      <w:proofErr w:type="spellStart"/>
      <w:r>
        <w:t>labourers</w:t>
      </w:r>
      <w:proofErr w:type="spellEnd"/>
      <w:r>
        <w:t>, the aptitude of the contractor, the land o</w:t>
      </w:r>
      <w:r w:rsidR="000055F1">
        <w:t>n</w:t>
      </w:r>
      <w:r w:rsidR="00F04C85">
        <w:t xml:space="preserve"> </w:t>
      </w:r>
      <w:r>
        <w:t>which the house is to be built and the building materials are th</w:t>
      </w:r>
      <w:r w:rsidR="000055F1">
        <w:t>e</w:t>
      </w:r>
      <w:r w:rsidR="00F04C85">
        <w:t xml:space="preserve"> </w:t>
      </w:r>
      <w:r>
        <w:t>result of God's creation whereas the actual process o</w:t>
      </w:r>
      <w:r w:rsidR="000055F1">
        <w:t>f</w:t>
      </w:r>
      <w:r w:rsidR="00F04C85">
        <w:t xml:space="preserve"> </w:t>
      </w:r>
      <w:r>
        <w:t>constructing the house is the work of man. So it is with man'</w:t>
      </w:r>
      <w:r w:rsidR="000055F1">
        <w:t>s</w:t>
      </w:r>
      <w:r w:rsidR="00F04C85">
        <w:t xml:space="preserve"> </w:t>
      </w:r>
      <w:r>
        <w:t>actions. If he does something good, prayer for example, h</w:t>
      </w:r>
      <w:r w:rsidR="000055F1">
        <w:t>e</w:t>
      </w:r>
      <w:r w:rsidR="00F04C85">
        <w:t xml:space="preserve"> </w:t>
      </w:r>
      <w:r>
        <w:t>deserves a reward for that but if he does something bad, lik</w:t>
      </w:r>
      <w:r w:rsidR="000055F1">
        <w:t>e</w:t>
      </w:r>
      <w:r w:rsidR="00F04C85">
        <w:t xml:space="preserve"> </w:t>
      </w:r>
      <w:r>
        <w:t>adultery, he deserves to be punished.</w:t>
      </w:r>
    </w:p>
    <w:p w:rsidR="00CF3F93" w:rsidRDefault="00CF3F93" w:rsidP="00146845">
      <w:pPr>
        <w:pStyle w:val="libNormal"/>
      </w:pPr>
      <w:r>
        <w:br w:type="page"/>
      </w:r>
    </w:p>
    <w:p w:rsidR="00CF3F93" w:rsidRDefault="00CF3F93" w:rsidP="00146845">
      <w:pPr>
        <w:pStyle w:val="Heading1Center"/>
      </w:pPr>
      <w:bookmarkStart w:id="18" w:name="_Toc496784674"/>
      <w:r>
        <w:lastRenderedPageBreak/>
        <w:t>3-ISLAMIC MORAL QUALITIES, ETHICS AND IDEALS</w:t>
      </w:r>
      <w:bookmarkEnd w:id="18"/>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moral qualities or traits?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They are of two kinds: those relating to the heart; those relating t</w:t>
      </w:r>
      <w:r w:rsidR="000055F1">
        <w:t>o</w:t>
      </w:r>
      <w:r w:rsidR="00F04C85">
        <w:t xml:space="preserve"> </w:t>
      </w:r>
      <w:r>
        <w:t>parts of the body and the limbs.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Please provide examples for each kind.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Moral traits relating to the heart are, for instance, tenderness o</w:t>
      </w:r>
      <w:r w:rsidR="000055F1">
        <w:t>f</w:t>
      </w:r>
      <w:r w:rsidR="00F04C85">
        <w:t xml:space="preserve"> </w:t>
      </w:r>
      <w:r>
        <w:t>heart or, conversely, jealousy, and examples of traits relating t</w:t>
      </w:r>
      <w:r w:rsidR="000055F1">
        <w:t>o</w:t>
      </w:r>
      <w:r w:rsidR="00F04C85">
        <w:t xml:space="preserve"> </w:t>
      </w:r>
      <w:r>
        <w:t>parts of the body are truthfulness or lying.</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Moral qualities, as a whole, may be divided into how man</w:t>
      </w:r>
      <w:r w:rsidR="000055F1">
        <w:t>y</w:t>
      </w:r>
      <w:r w:rsidR="00F04C85">
        <w:t xml:space="preserve"> </w:t>
      </w:r>
      <w:r>
        <w:t>kinds?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They can be divided, on the whole, into two kinds:</w:t>
      </w:r>
    </w:p>
    <w:p w:rsidR="00CF3F93" w:rsidRDefault="00CF3F93" w:rsidP="00CF3F93">
      <w:pPr>
        <w:pStyle w:val="libNormal"/>
      </w:pPr>
      <w:r>
        <w:t xml:space="preserve">1. Good moral traits, or </w:t>
      </w:r>
      <w:proofErr w:type="gramStart"/>
      <w:r>
        <w:t>virtues, whose presence in man i</w:t>
      </w:r>
      <w:r w:rsidR="000055F1">
        <w:t>s</w:t>
      </w:r>
      <w:proofErr w:type="gramEnd"/>
      <w:r w:rsidR="00F04C85">
        <w:t xml:space="preserve"> </w:t>
      </w:r>
      <w:r>
        <w:t>commendable.</w:t>
      </w:r>
    </w:p>
    <w:p w:rsidR="00CF3F93" w:rsidRDefault="00CF3F93" w:rsidP="00CF3F93">
      <w:pPr>
        <w:pStyle w:val="libNormal"/>
      </w:pPr>
      <w:r>
        <w:t xml:space="preserve">2. Bad moral traits, or </w:t>
      </w:r>
      <w:proofErr w:type="gramStart"/>
      <w:r>
        <w:t>vices, whose presence in man i</w:t>
      </w:r>
      <w:r w:rsidR="000055F1">
        <w:t>s</w:t>
      </w:r>
      <w:proofErr w:type="gramEnd"/>
      <w:r w:rsidR="00F04C85">
        <w:t xml:space="preserve"> </w:t>
      </w:r>
      <w:r>
        <w:t>found repulsive.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man’s responsibility as regards moral principles?</w:t>
      </w:r>
    </w:p>
    <w:p w:rsidR="00CF3F93" w:rsidRPr="008B697D" w:rsidRDefault="00CF3F93" w:rsidP="00CF3F93">
      <w:pPr>
        <w:pStyle w:val="libNormal"/>
        <w:rPr>
          <w:rStyle w:val="libBold1Char"/>
        </w:rPr>
      </w:pPr>
      <w:r w:rsidRPr="008B697D">
        <w:rPr>
          <w:rStyle w:val="libBold1Char"/>
        </w:rPr>
        <w:t>Answer:</w:t>
      </w:r>
    </w:p>
    <w:p w:rsidR="00B256A8" w:rsidRDefault="00CF3F93" w:rsidP="00B256A8">
      <w:pPr>
        <w:pStyle w:val="libNormal"/>
      </w:pPr>
      <w:r>
        <w:t>Man is charged with adorning himself with “virtues” an</w:t>
      </w:r>
      <w:r w:rsidR="000055F1">
        <w:t>d</w:t>
      </w:r>
      <w:r w:rsidR="00F04C85">
        <w:t xml:space="preserve"> </w:t>
      </w:r>
      <w:r>
        <w:t xml:space="preserve">avoiding vices, for virtues are perfection and vices are </w:t>
      </w:r>
      <w:r w:rsidR="000055F1">
        <w:t>a</w:t>
      </w:r>
      <w:r w:rsidR="00F04C85">
        <w:t xml:space="preserve"> </w:t>
      </w:r>
      <w:r>
        <w:t>deficiency. Man by nature seeks perfection and distances himsel</w:t>
      </w:r>
      <w:r w:rsidR="000055F1">
        <w:t>f</w:t>
      </w:r>
      <w:r w:rsidR="00F04C85">
        <w:t xml:space="preserve"> </w:t>
      </w:r>
      <w:r>
        <w:t>from defects.</w:t>
      </w:r>
    </w:p>
    <w:p w:rsidR="00CF3F93" w:rsidRPr="008B697D" w:rsidRDefault="00CF3F93" w:rsidP="00B256A8">
      <w:pPr>
        <w:pStyle w:val="libNormal"/>
        <w:rPr>
          <w:rStyle w:val="libBold1Char"/>
        </w:rPr>
      </w:pPr>
      <w:r w:rsidRPr="008B697D">
        <w:rPr>
          <w:rStyle w:val="libBold1Char"/>
        </w:rPr>
        <w:t>Question:</w:t>
      </w:r>
    </w:p>
    <w:p w:rsidR="00CF3F93" w:rsidRDefault="00CF3F93" w:rsidP="00CF3F93">
      <w:pPr>
        <w:pStyle w:val="libNormal"/>
      </w:pPr>
      <w:r>
        <w:t>Is it possible for man to adorn himself with virtues and keep awa</w:t>
      </w:r>
      <w:r w:rsidR="000055F1">
        <w:t>y</w:t>
      </w:r>
      <w:r w:rsidR="00F04C85">
        <w:t xml:space="preserve"> </w:t>
      </w:r>
      <w:r>
        <w:t>from vices?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this is possible, for man’s soul is like a white sheet of pape</w:t>
      </w:r>
      <w:r w:rsidR="000055F1">
        <w:t>r</w:t>
      </w:r>
      <w:r w:rsidR="00F04C85">
        <w:t xml:space="preserve"> </w:t>
      </w:r>
      <w:r>
        <w:t xml:space="preserve">which is </w:t>
      </w:r>
      <w:proofErr w:type="spellStart"/>
      <w:r>
        <w:t>receptable</w:t>
      </w:r>
      <w:proofErr w:type="spellEnd"/>
      <w:r>
        <w:t xml:space="preserve"> to any </w:t>
      </w:r>
      <w:proofErr w:type="spellStart"/>
      <w:r>
        <w:t>colour</w:t>
      </w:r>
      <w:proofErr w:type="spellEnd"/>
      <w:r>
        <w:t>. The only thing is that it i</w:t>
      </w:r>
      <w:r w:rsidR="000055F1">
        <w:t>s</w:t>
      </w:r>
      <w:r w:rsidR="00F04C85">
        <w:t xml:space="preserve"> </w:t>
      </w:r>
      <w:r>
        <w:t>difficult to be in command of one's soul which needs to be mad</w:t>
      </w:r>
      <w:r w:rsidR="000055F1">
        <w:t>e</w:t>
      </w:r>
      <w:r w:rsidR="00F04C85">
        <w:t xml:space="preserve"> </w:t>
      </w:r>
      <w:r>
        <w:t>tractable and, particularly with regard to acquiring virtues, i</w:t>
      </w:r>
      <w:r w:rsidR="000055F1">
        <w:t>t</w:t>
      </w:r>
      <w:r w:rsidR="00F04C85">
        <w:t xml:space="preserve"> </w:t>
      </w:r>
      <w:r>
        <w:t>requires continuous vigilance until the praiseworthy qualit</w:t>
      </w:r>
      <w:r w:rsidR="000055F1">
        <w:t>y</w:t>
      </w:r>
      <w:r w:rsidR="00F04C85">
        <w:t xml:space="preserve"> </w:t>
      </w:r>
      <w:r>
        <w:t>becomes inherent in one’s nature. When such a quality become</w:t>
      </w:r>
      <w:r w:rsidR="000055F1">
        <w:t>s</w:t>
      </w:r>
      <w:r w:rsidR="00F04C85">
        <w:t xml:space="preserve"> </w:t>
      </w:r>
      <w:r>
        <w:t xml:space="preserve">fixed within a person’s soul, he or she cannot help but do </w:t>
      </w:r>
      <w:proofErr w:type="gramStart"/>
      <w:r>
        <w:t>goo</w:t>
      </w:r>
      <w:r w:rsidR="000055F1">
        <w:t>d</w:t>
      </w:r>
      <w:proofErr w:type="gramEnd"/>
      <w:r w:rsidR="00F04C85">
        <w:t xml:space="preserve"> </w:t>
      </w:r>
      <w:r>
        <w:t>and does so without any hardshi</w:t>
      </w:r>
      <w:r w:rsidR="000055F1">
        <w:t>p</w:t>
      </w:r>
      <w:r w:rsidR="00F04C85">
        <w:t xml:space="preserve"> </w:t>
      </w:r>
      <w:r>
        <w:t>The soul, when it comes to ethics, is similar to man when h</w:t>
      </w:r>
      <w:r w:rsidR="000055F1">
        <w:t>e</w:t>
      </w:r>
      <w:r w:rsidR="00F04C85">
        <w:t xml:space="preserve"> </w:t>
      </w:r>
      <w:r>
        <w:t>wants to learn or make things. A man needs to learn and appl</w:t>
      </w:r>
      <w:r w:rsidR="000055F1">
        <w:t>y</w:t>
      </w:r>
      <w:r w:rsidR="00F04C85">
        <w:t xml:space="preserve"> </w:t>
      </w:r>
      <w:r>
        <w:t>continually his knowledge in order to become an artisan wh</w:t>
      </w:r>
      <w:r w:rsidR="000055F1">
        <w:t>o</w:t>
      </w:r>
      <w:r w:rsidR="00F04C85">
        <w:t xml:space="preserve"> </w:t>
      </w:r>
      <w:r>
        <w:t>almost automatically and without difficulty can perform his job.</w:t>
      </w:r>
    </w:p>
    <w:p w:rsidR="00CF3F93" w:rsidRPr="008B697D" w:rsidRDefault="00CF3F93" w:rsidP="00CF3F93">
      <w:pPr>
        <w:pStyle w:val="libNormal"/>
        <w:rPr>
          <w:rStyle w:val="libBold1Char"/>
        </w:rPr>
      </w:pPr>
      <w:r>
        <w:t>In the same way man can acquire virtue</w:t>
      </w:r>
      <w:r w:rsidR="000055F1">
        <w:t>s</w:t>
      </w:r>
      <w:r w:rsidR="00F04C85">
        <w:t xml:space="preserve"> </w:t>
      </w:r>
      <w:r w:rsidRPr="008B697D">
        <w:rPr>
          <w:rStyle w:val="libBold1Char"/>
        </w:rPr>
        <w:t>Question:</w:t>
      </w:r>
    </w:p>
    <w:p w:rsidR="00CF3F93" w:rsidRDefault="00CF3F93" w:rsidP="00CF3F93">
      <w:pPr>
        <w:pStyle w:val="libNormal"/>
      </w:pPr>
      <w:r>
        <w:t>Give an example of this.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If someone wants to be truthful he should tirelessly make a</w:t>
      </w:r>
      <w:r w:rsidR="000055F1">
        <w:t>n</w:t>
      </w:r>
      <w:r w:rsidR="00F04C85">
        <w:t xml:space="preserve"> </w:t>
      </w:r>
      <w:r>
        <w:t>effort to speak nothing but the truth, and should do this time an</w:t>
      </w:r>
      <w:r w:rsidR="000055F1">
        <w:t>d</w:t>
      </w:r>
      <w:r w:rsidR="00F04C85">
        <w:t xml:space="preserve"> </w:t>
      </w:r>
      <w:r>
        <w:t>time again until truthfulness becomes a part of his nature. Th</w:t>
      </w:r>
      <w:r w:rsidR="000055F1">
        <w:t>e</w:t>
      </w:r>
      <w:r w:rsidR="00F04C85">
        <w:t xml:space="preserve"> </w:t>
      </w:r>
      <w:r>
        <w:t>same applies to other qualities especially the most commendabl</w:t>
      </w:r>
      <w:r w:rsidR="000055F1">
        <w:t>e</w:t>
      </w:r>
      <w:r w:rsidR="00F04C85">
        <w:t xml:space="preserve"> </w:t>
      </w:r>
      <w:r>
        <w:t>which are more of a trial for the soul of man.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How does Islam regard having moral principles?</w:t>
      </w:r>
    </w:p>
    <w:p w:rsidR="00CF3F93" w:rsidRPr="008B697D" w:rsidRDefault="00CF3F93" w:rsidP="00CF3F93">
      <w:pPr>
        <w:pStyle w:val="libNormal"/>
        <w:rPr>
          <w:rStyle w:val="libBold1Char"/>
        </w:rPr>
      </w:pPr>
      <w:r w:rsidRPr="008B697D">
        <w:rPr>
          <w:rStyle w:val="libBold1Char"/>
        </w:rPr>
        <w:t>Answer:</w:t>
      </w:r>
    </w:p>
    <w:p w:rsidR="00CF3F93" w:rsidRPr="008B697D" w:rsidRDefault="00CF3F93" w:rsidP="00CF3F93">
      <w:pPr>
        <w:pStyle w:val="libNormal"/>
        <w:rPr>
          <w:rStyle w:val="libBold1Char"/>
        </w:rPr>
      </w:pPr>
      <w:r>
        <w:t>Islam incessantly orders people to acquire virtues and forbid</w:t>
      </w:r>
      <w:r w:rsidR="000055F1">
        <w:t>s</w:t>
      </w:r>
      <w:r w:rsidR="00F04C85">
        <w:t xml:space="preserve"> </w:t>
      </w:r>
      <w:r>
        <w:t>them from doing base deed</w:t>
      </w:r>
      <w:r w:rsidR="000055F1">
        <w:t>s</w:t>
      </w:r>
      <w:r w:rsidR="00F04C85">
        <w:t xml:space="preserve"> </w:t>
      </w:r>
      <w:r w:rsidRPr="008B697D">
        <w:rPr>
          <w:rStyle w:val="libBold1Char"/>
        </w:rPr>
        <w:t>Question:</w:t>
      </w:r>
    </w:p>
    <w:p w:rsidR="00CF3F93" w:rsidRDefault="00CF3F93" w:rsidP="00CF3F93">
      <w:pPr>
        <w:pStyle w:val="libNormal"/>
      </w:pPr>
      <w:r>
        <w:t>What is to be gained from tiring oneself to acquire virtues and o</w:t>
      </w:r>
      <w:r w:rsidR="000055F1">
        <w:t>f</w:t>
      </w:r>
      <w:r w:rsidR="00F04C85">
        <w:t xml:space="preserve"> </w:t>
      </w:r>
      <w:r>
        <w:t>keeping away from bad things?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Virtues and good deeds benefit both the individual and society, a</w:t>
      </w:r>
      <w:r w:rsidR="000055F1">
        <w:t>s</w:t>
      </w:r>
      <w:r w:rsidR="00F04C85">
        <w:t xml:space="preserve"> </w:t>
      </w:r>
      <w:r>
        <w:t>opposed to base things which harm equally the individual an</w:t>
      </w:r>
      <w:r w:rsidR="000055F1">
        <w:t>d</w:t>
      </w:r>
      <w:r w:rsidR="00F04C85">
        <w:t xml:space="preserve"> </w:t>
      </w:r>
      <w:r>
        <w:t xml:space="preserve">society. For example, activity, which is in </w:t>
      </w:r>
      <w:proofErr w:type="gramStart"/>
      <w:r>
        <w:t>itself</w:t>
      </w:r>
      <w:proofErr w:type="gramEnd"/>
      <w:r>
        <w:t xml:space="preserve"> a virtue, make</w:t>
      </w:r>
      <w:r w:rsidR="000055F1">
        <w:t>s</w:t>
      </w:r>
      <w:r w:rsidR="00F04C85">
        <w:t xml:space="preserve"> </w:t>
      </w:r>
      <w:r>
        <w:t>man progress and strive harder and at the same time encourage</w:t>
      </w:r>
      <w:r w:rsidR="000055F1">
        <w:t>s</w:t>
      </w:r>
      <w:r w:rsidR="00F04C85">
        <w:t xml:space="preserve"> </w:t>
      </w:r>
      <w:r>
        <w:t>society to develop more, whereas stagnation and laziness har</w:t>
      </w:r>
      <w:r w:rsidR="000055F1">
        <w:t>m</w:t>
      </w:r>
      <w:r w:rsidR="00F04C85">
        <w:t xml:space="preserve"> </w:t>
      </w:r>
      <w:r>
        <w:t>both man and society. Such is the case with all the virtues an</w:t>
      </w:r>
      <w:r w:rsidR="000055F1">
        <w:t>d</w:t>
      </w:r>
      <w:r w:rsidR="00F04C85">
        <w:t xml:space="preserve"> </w:t>
      </w:r>
      <w:r>
        <w:t>vices.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Some say that ethical principles reflect a society divided by class.</w:t>
      </w:r>
    </w:p>
    <w:p w:rsidR="00CF3F93" w:rsidRDefault="00CF3F93" w:rsidP="00CF3F93">
      <w:pPr>
        <w:pStyle w:val="libNormal"/>
      </w:pPr>
      <w:r>
        <w:t>Is this true?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gramStart"/>
      <w:r>
        <w:t>Not at all.</w:t>
      </w:r>
      <w:proofErr w:type="gramEnd"/>
      <w:r>
        <w:t xml:space="preserve"> Let us ask this group whether justice in the applicatio</w:t>
      </w:r>
      <w:r w:rsidR="000055F1">
        <w:t>n</w:t>
      </w:r>
      <w:r w:rsidR="00F04C85">
        <w:t xml:space="preserve"> </w:t>
      </w:r>
      <w:r>
        <w:t>of the law is a mere reflection of a particular society and so if th</w:t>
      </w:r>
      <w:r w:rsidR="000055F1">
        <w:t>e</w:t>
      </w:r>
      <w:r w:rsidR="00F04C85">
        <w:t xml:space="preserve"> </w:t>
      </w:r>
      <w:r>
        <w:t>attitudes of that society were to change, injustice would becom</w:t>
      </w:r>
      <w:r w:rsidR="000055F1">
        <w:t>e</w:t>
      </w:r>
      <w:r w:rsidR="00F04C85">
        <w:t xml:space="preserve"> </w:t>
      </w:r>
      <w:r>
        <w:t xml:space="preserve">an admired quality? And is treason against the state such that if </w:t>
      </w:r>
      <w:r w:rsidR="000055F1">
        <w:t>a</w:t>
      </w:r>
      <w:r w:rsidR="00F04C85">
        <w:t xml:space="preserve"> </w:t>
      </w:r>
      <w:r>
        <w:t>different kind of society came about, treason would be counte</w:t>
      </w:r>
      <w:r w:rsidR="000055F1">
        <w:t>d</w:t>
      </w:r>
      <w:r w:rsidR="00F04C85">
        <w:t xml:space="preserve"> </w:t>
      </w:r>
      <w:r>
        <w:t>lawful? A similar argument can be applied to all the othe</w:t>
      </w:r>
      <w:r w:rsidR="000055F1">
        <w:t>r</w:t>
      </w:r>
      <w:r w:rsidR="00F04C85">
        <w:t xml:space="preserve"> </w:t>
      </w:r>
      <w:r>
        <w:t>virtues.</w:t>
      </w:r>
    </w:p>
    <w:p w:rsidR="00CF3F93" w:rsidRDefault="00CF3F93" w:rsidP="00CF3F93">
      <w:pPr>
        <w:pStyle w:val="libNormal"/>
      </w:pPr>
      <w:r>
        <w:t>Virtue will always be virtue and baseness will always be basenes</w:t>
      </w:r>
      <w:r w:rsidR="000055F1">
        <w:t>s</w:t>
      </w:r>
      <w:r w:rsidR="00F04C85">
        <w:t xml:space="preserve"> </w:t>
      </w:r>
      <w:r>
        <w:t>and this is irrespective of how society is at a particular time o</w:t>
      </w:r>
      <w:r w:rsidR="000055F1">
        <w:t>r</w:t>
      </w:r>
      <w:r w:rsidR="00F04C85">
        <w:t xml:space="preserve"> </w:t>
      </w:r>
      <w:r>
        <w:t>how it changes.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good moral traits?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There are many good moral traits. We will here mention some o</w:t>
      </w:r>
      <w:r w:rsidR="000055F1">
        <w:t>f</w:t>
      </w:r>
      <w:r w:rsidR="00F04C85">
        <w:t xml:space="preserve"> </w:t>
      </w:r>
      <w:r>
        <w:t>them:</w:t>
      </w:r>
    </w:p>
    <w:p w:rsidR="00CF3F93" w:rsidRDefault="00CF3F93" w:rsidP="00337E26">
      <w:pPr>
        <w:pStyle w:val="Heading2"/>
      </w:pPr>
      <w:bookmarkStart w:id="19" w:name="_Toc496784675"/>
      <w:r>
        <w:t>1-Honesty in Word and Deed:</w:t>
      </w:r>
      <w:bookmarkEnd w:id="19"/>
    </w:p>
    <w:p w:rsidR="00CF3F93" w:rsidRDefault="00CF3F93" w:rsidP="00CF3F93">
      <w:pPr>
        <w:pStyle w:val="libNormal"/>
      </w:pPr>
      <w:r>
        <w:t>Man should be truthful in what he says and should be hones</w:t>
      </w:r>
      <w:r w:rsidR="000055F1">
        <w:t>t</w:t>
      </w:r>
      <w:r w:rsidR="00F04C85">
        <w:t xml:space="preserve"> </w:t>
      </w:r>
      <w:r>
        <w:t>in what he does, in that his actions do not contradict what h</w:t>
      </w:r>
      <w:r w:rsidR="000055F1">
        <w:t>e</w:t>
      </w:r>
      <w:r w:rsidR="00F04C85">
        <w:t xml:space="preserve"> </w:t>
      </w:r>
      <w:r>
        <w:t>really believes as in the case of a person who, out of outwar</w:t>
      </w:r>
      <w:r w:rsidR="000055F1">
        <w:t>d</w:t>
      </w:r>
      <w:r w:rsidR="00F04C85">
        <w:t xml:space="preserve"> </w:t>
      </w:r>
      <w:r>
        <w:t>show or flattery, is respectful to another although in his hear</w:t>
      </w:r>
      <w:r w:rsidR="000055F1">
        <w:t>t</w:t>
      </w:r>
      <w:r w:rsidR="00F04C85">
        <w:t xml:space="preserve"> </w:t>
      </w:r>
      <w:r>
        <w:t>he thinks otherwise. Man should also be sincere in hi</w:t>
      </w:r>
      <w:r w:rsidR="000055F1">
        <w:t>s</w:t>
      </w:r>
      <w:r w:rsidR="00F04C85">
        <w:t xml:space="preserve"> </w:t>
      </w:r>
      <w:r>
        <w:t>actions. This means that he should not give the impression</w:t>
      </w:r>
      <w:r w:rsidR="00B256A8">
        <w:t xml:space="preserve"> </w:t>
      </w:r>
      <w:r>
        <w:t>that he is intent on doing a particular thing whereas he reall</w:t>
      </w:r>
      <w:r w:rsidR="000055F1">
        <w:t>y</w:t>
      </w:r>
      <w:r w:rsidR="00F04C85">
        <w:t xml:space="preserve"> </w:t>
      </w:r>
      <w:r>
        <w:t>wants to do something else. He should also keep hi</w:t>
      </w:r>
      <w:r w:rsidR="000055F1">
        <w:t>s</w:t>
      </w:r>
      <w:r w:rsidR="00F04C85">
        <w:t xml:space="preserve"> </w:t>
      </w:r>
      <w:r>
        <w:t>promises and never break his word. He should avoi</w:t>
      </w:r>
      <w:r w:rsidR="000055F1">
        <w:t>d</w:t>
      </w:r>
      <w:r w:rsidR="00F04C85">
        <w:t xml:space="preserve"> </w:t>
      </w:r>
      <w:r>
        <w:t>pretence and not make himself out to be something that he i</w:t>
      </w:r>
      <w:r w:rsidR="000055F1">
        <w:t>s</w:t>
      </w:r>
      <w:r w:rsidR="00F04C85">
        <w:t xml:space="preserve"> </w:t>
      </w:r>
      <w:r>
        <w:t>not, like someone, for instance, who wears tattered clothes s</w:t>
      </w:r>
      <w:r w:rsidR="000055F1">
        <w:t>o</w:t>
      </w:r>
      <w:r w:rsidR="00F04C85">
        <w:t xml:space="preserve"> </w:t>
      </w:r>
      <w:r>
        <w:t>that people will think that he is poor whereas in reality he i</w:t>
      </w:r>
      <w:r w:rsidR="000055F1">
        <w:t>s</w:t>
      </w:r>
      <w:r w:rsidR="00F04C85">
        <w:t xml:space="preserve"> </w:t>
      </w:r>
      <w:r>
        <w:t>well-off.</w:t>
      </w:r>
    </w:p>
    <w:p w:rsidR="00CF3F93" w:rsidRDefault="00CF3F93" w:rsidP="00337E26">
      <w:pPr>
        <w:pStyle w:val="Heading2"/>
      </w:pPr>
      <w:bookmarkStart w:id="20" w:name="_Toc496784676"/>
      <w:r>
        <w:t>2-Trustworthiness in Speech and Character:</w:t>
      </w:r>
      <w:bookmarkEnd w:id="20"/>
    </w:p>
    <w:p w:rsidR="00CF3F93" w:rsidRDefault="00CF3F93" w:rsidP="00CF3F93">
      <w:pPr>
        <w:pStyle w:val="libNormal"/>
      </w:pPr>
      <w:r>
        <w:t>Man should be sincere with his Lord and should not offen</w:t>
      </w:r>
      <w:r w:rsidR="000055F1">
        <w:t>d</w:t>
      </w:r>
      <w:r w:rsidR="00F04C85">
        <w:t xml:space="preserve"> </w:t>
      </w:r>
      <w:r>
        <w:t>Him on any account. He should be honest in his dealing</w:t>
      </w:r>
      <w:r w:rsidR="000055F1">
        <w:t>s</w:t>
      </w:r>
      <w:r w:rsidR="00F04C85">
        <w:t xml:space="preserve"> </w:t>
      </w:r>
      <w:r>
        <w:t>with others and not cheat anyone and should be trustworth</w:t>
      </w:r>
      <w:r w:rsidR="000055F1">
        <w:t>y</w:t>
      </w:r>
      <w:r w:rsidR="00F04C85">
        <w:t xml:space="preserve"> </w:t>
      </w:r>
      <w:r>
        <w:t>with regard to things that belong to other people and neve</w:t>
      </w:r>
      <w:r w:rsidR="000055F1">
        <w:t>r</w:t>
      </w:r>
      <w:r w:rsidR="00F04C85">
        <w:t xml:space="preserve"> </w:t>
      </w:r>
      <w:r>
        <w:t xml:space="preserve">betray their trust. He should act </w:t>
      </w:r>
      <w:proofErr w:type="spellStart"/>
      <w:r>
        <w:t>honourably</w:t>
      </w:r>
      <w:proofErr w:type="spellEnd"/>
      <w:r>
        <w:t xml:space="preserve"> concerning th</w:t>
      </w:r>
      <w:r w:rsidR="000055F1">
        <w:t>e</w:t>
      </w:r>
      <w:r w:rsidR="00F04C85">
        <w:t xml:space="preserve"> </w:t>
      </w:r>
      <w:r>
        <w:t>reputation of another and never do anything God ha</w:t>
      </w:r>
      <w:r w:rsidR="000055F1">
        <w:t>s</w:t>
      </w:r>
      <w:r w:rsidR="00F04C85">
        <w:t xml:space="preserve"> </w:t>
      </w:r>
      <w:r>
        <w:t>forbidden behind his back.</w:t>
      </w:r>
    </w:p>
    <w:p w:rsidR="00CF3F93" w:rsidRDefault="00CF3F93" w:rsidP="00CF3F93">
      <w:pPr>
        <w:pStyle w:val="libNormal"/>
      </w:pPr>
      <w:r>
        <w:lastRenderedPageBreak/>
        <w:t>The importance of these two virtues, truthfulness an</w:t>
      </w:r>
      <w:r w:rsidR="000055F1">
        <w:t>d</w:t>
      </w:r>
      <w:r w:rsidR="00F04C85">
        <w:t xml:space="preserve"> </w:t>
      </w:r>
      <w:r>
        <w:t xml:space="preserve">trustworthiness have been emphasized in </w:t>
      </w:r>
      <w:proofErr w:type="spellStart"/>
      <w:r>
        <w:t>hadith</w:t>
      </w:r>
      <w:proofErr w:type="spellEnd"/>
      <w:r>
        <w:t xml:space="preserve"> transmitte</w:t>
      </w:r>
      <w:r w:rsidR="000055F1">
        <w:t>d</w:t>
      </w:r>
      <w:r w:rsidR="00F04C85">
        <w:t xml:space="preserve"> </w:t>
      </w:r>
      <w:r>
        <w:t>from the Holy Prophet and his pure progeny to the extent tha</w:t>
      </w:r>
      <w:r w:rsidR="000055F1">
        <w:t>t</w:t>
      </w:r>
      <w:r w:rsidR="00F04C85">
        <w:t xml:space="preserve"> </w:t>
      </w:r>
      <w:r>
        <w:t>one of the traditions relates that, “Every prophet sent by Go</w:t>
      </w:r>
      <w:r w:rsidR="000055F1">
        <w:t>d</w:t>
      </w:r>
      <w:r w:rsidR="00F04C85">
        <w:t xml:space="preserve"> </w:t>
      </w:r>
      <w:r>
        <w:t>was truthful in what he said and trustworthy in his dealings".</w:t>
      </w:r>
      <w:r w:rsidRPr="003418E0">
        <w:rPr>
          <w:rStyle w:val="libFootnotenumChar"/>
        </w:rPr>
        <w:t>1</w:t>
      </w:r>
      <w:r w:rsidR="00B256A8" w:rsidRPr="003418E0">
        <w:rPr>
          <w:rStyle w:val="libFootnotenumChar"/>
        </w:rPr>
        <w:t>1</w:t>
      </w:r>
    </w:p>
    <w:p w:rsidR="00CF3F93" w:rsidRDefault="00CF3F93" w:rsidP="00CF3F93">
      <w:pPr>
        <w:pStyle w:val="libNormal"/>
      </w:pPr>
      <w:r>
        <w:t>Indeed an honest and trustworthy man is loved by others an</w:t>
      </w:r>
      <w:r w:rsidR="000055F1">
        <w:t>d</w:t>
      </w:r>
      <w:r w:rsidR="00F04C85">
        <w:t xml:space="preserve"> </w:t>
      </w:r>
      <w:r>
        <w:t>by God and is successful in what he does, in contrast to a lia</w:t>
      </w:r>
      <w:r w:rsidR="000055F1">
        <w:t>r</w:t>
      </w:r>
      <w:r w:rsidR="00F04C85">
        <w:t xml:space="preserve"> </w:t>
      </w:r>
      <w:r>
        <w:t>and one who cannot be trusted who wrecks his future eve</w:t>
      </w:r>
      <w:r w:rsidR="000055F1">
        <w:t>n</w:t>
      </w:r>
      <w:r w:rsidR="00F04C85">
        <w:t xml:space="preserve"> </w:t>
      </w:r>
      <w:r>
        <w:t>though he may benefit from some brief gain in the shor</w:t>
      </w:r>
      <w:r w:rsidR="000055F1">
        <w:t>t</w:t>
      </w:r>
      <w:r w:rsidR="00F04C85">
        <w:t xml:space="preserve"> </w:t>
      </w:r>
      <w:r>
        <w:t>term.</w:t>
      </w:r>
    </w:p>
    <w:p w:rsidR="00CF3F93" w:rsidRDefault="00CF3F93" w:rsidP="00337E26">
      <w:pPr>
        <w:pStyle w:val="Heading2"/>
      </w:pPr>
      <w:bookmarkStart w:id="21" w:name="_Toc496784677"/>
      <w:r>
        <w:t>3-Courage:</w:t>
      </w:r>
      <w:bookmarkEnd w:id="21"/>
    </w:p>
    <w:p w:rsidR="00CF3F93" w:rsidRDefault="00CF3F93" w:rsidP="00CF3F93">
      <w:pPr>
        <w:pStyle w:val="libNormal"/>
      </w:pPr>
      <w:r>
        <w:t>Man should be courageous and intrepid, and in his affair</w:t>
      </w:r>
      <w:r w:rsidR="000055F1">
        <w:t>s</w:t>
      </w:r>
      <w:r w:rsidR="00F04C85">
        <w:t xml:space="preserve"> </w:t>
      </w:r>
      <w:r>
        <w:t>should not let fear near him, for the coward is always at th</w:t>
      </w:r>
      <w:r w:rsidR="000055F1">
        <w:t>e</w:t>
      </w:r>
      <w:r w:rsidR="00F04C85">
        <w:t xml:space="preserve"> </w:t>
      </w:r>
      <w:r>
        <w:t>end of the line. Every prophet and reformer possessed thi</w:t>
      </w:r>
      <w:r w:rsidR="000055F1">
        <w:t>s</w:t>
      </w:r>
      <w:r w:rsidR="00F04C85">
        <w:t xml:space="preserve"> </w:t>
      </w:r>
      <w:r>
        <w:t>quality and this is enough to show how desirable it is. The</w:t>
      </w:r>
      <w:r w:rsidR="000055F1">
        <w:t>y</w:t>
      </w:r>
      <w:r w:rsidR="00F04C85">
        <w:t xml:space="preserve"> </w:t>
      </w:r>
      <w:r>
        <w:t>could otherwise never have been able to change society fro</w:t>
      </w:r>
      <w:r w:rsidR="000055F1">
        <w:t>m</w:t>
      </w:r>
      <w:r w:rsidR="00F04C85">
        <w:t xml:space="preserve"> </w:t>
      </w:r>
      <w:r>
        <w:t>being a corrupt one to being righteous and lead it fro</w:t>
      </w:r>
      <w:r w:rsidR="000055F1">
        <w:t>m</w:t>
      </w:r>
      <w:r w:rsidR="00F04C85">
        <w:t xml:space="preserve"> </w:t>
      </w:r>
      <w:r>
        <w:t>decadence onto the path of upward development, since t</w:t>
      </w:r>
      <w:r w:rsidR="000055F1">
        <w:t>o</w:t>
      </w:r>
      <w:r w:rsidR="00F04C85">
        <w:t xml:space="preserve"> </w:t>
      </w:r>
      <w:r>
        <w:t>confront people with what they do not want to hear eve</w:t>
      </w:r>
      <w:r w:rsidR="000055F1">
        <w:t>n</w:t>
      </w:r>
      <w:r w:rsidR="00F04C85">
        <w:t xml:space="preserve"> </w:t>
      </w:r>
      <w:r>
        <w:t>though it is for their own good requires the strongest kind o</w:t>
      </w:r>
      <w:r w:rsidR="000055F1">
        <w:t>f</w:t>
      </w:r>
      <w:r w:rsidR="00F04C85">
        <w:t xml:space="preserve"> </w:t>
      </w:r>
      <w:r>
        <w:t>courage.</w:t>
      </w:r>
    </w:p>
    <w:p w:rsidR="00CF3F93" w:rsidRDefault="00CF3F93" w:rsidP="00337E26">
      <w:pPr>
        <w:pStyle w:val="Heading2"/>
      </w:pPr>
      <w:bookmarkStart w:id="22" w:name="_Toc496784678"/>
      <w:r>
        <w:t>4-Generosity:</w:t>
      </w:r>
      <w:bookmarkEnd w:id="22"/>
    </w:p>
    <w:p w:rsidR="00CF3F93" w:rsidRDefault="00CF3F93" w:rsidP="00CF3F93">
      <w:pPr>
        <w:pStyle w:val="libNormal"/>
      </w:pPr>
      <w:r>
        <w:t>In society there are always poor and needy people, and ther</w:t>
      </w:r>
      <w:r w:rsidR="000055F1">
        <w:t>e</w:t>
      </w:r>
      <w:r w:rsidR="00F04C85">
        <w:t xml:space="preserve"> </w:t>
      </w:r>
      <w:r>
        <w:t>are always schemes which need help. [Those who giv</w:t>
      </w:r>
      <w:r w:rsidR="000055F1">
        <w:t>e</w:t>
      </w:r>
      <w:r w:rsidR="00F04C85">
        <w:t xml:space="preserve"> </w:t>
      </w:r>
      <w:r>
        <w:t>generously] are the mainstays of society upon whom th</w:t>
      </w:r>
      <w:r w:rsidR="000055F1">
        <w:t>e</w:t>
      </w:r>
      <w:r w:rsidR="00F04C85">
        <w:t xml:space="preserve"> </w:t>
      </w:r>
      <w:r>
        <w:t>disadvantaged pin their hopes. Therefore man should b</w:t>
      </w:r>
      <w:r w:rsidR="000055F1">
        <w:t>e</w:t>
      </w:r>
      <w:r w:rsidR="00F04C85">
        <w:t xml:space="preserve"> </w:t>
      </w:r>
      <w:r>
        <w:t>generous and give liberally. If the generous person is rich, hi</w:t>
      </w:r>
      <w:r w:rsidR="000055F1">
        <w:t>s</w:t>
      </w:r>
      <w:r w:rsidR="00F04C85">
        <w:t xml:space="preserve"> </w:t>
      </w:r>
      <w:r>
        <w:t>generosity will not be a cause of loss for him, and if h</w:t>
      </w:r>
      <w:r w:rsidR="000055F1">
        <w:t>e</w:t>
      </w:r>
      <w:r w:rsidR="00F04C85">
        <w:t xml:space="preserve"> </w:t>
      </w:r>
      <w:r>
        <w:t>should be of average means his smaller contribution will als</w:t>
      </w:r>
      <w:r w:rsidR="000055F1">
        <w:t>o</w:t>
      </w:r>
      <w:r w:rsidR="00F04C85">
        <w:t xml:space="preserve"> </w:t>
      </w:r>
      <w:r>
        <w:t>be accepted. According to the popular saying, “The bes</w:t>
      </w:r>
      <w:r w:rsidR="000055F1">
        <w:t>t</w:t>
      </w:r>
      <w:r w:rsidR="00F04C85">
        <w:t xml:space="preserve"> </w:t>
      </w:r>
      <w:r>
        <w:t>generosity is to give whatever you can”. The poet says:</w:t>
      </w:r>
    </w:p>
    <w:p w:rsidR="00337E26" w:rsidRDefault="00CF3F93" w:rsidP="00337E26">
      <w:pPr>
        <w:pStyle w:val="libItalic"/>
      </w:pPr>
      <w:r>
        <w:t xml:space="preserve">If the world has </w:t>
      </w:r>
      <w:proofErr w:type="spellStart"/>
      <w:r>
        <w:t>favoured</w:t>
      </w:r>
      <w:proofErr w:type="spellEnd"/>
      <w:r>
        <w:t xml:space="preserve"> you dispense of its bount</w:t>
      </w:r>
      <w:r w:rsidR="000055F1">
        <w:t>y</w:t>
      </w:r>
    </w:p>
    <w:p w:rsidR="00337E26" w:rsidRDefault="00CF3F93" w:rsidP="00337E26">
      <w:pPr>
        <w:pStyle w:val="libItalic"/>
      </w:pPr>
      <w:proofErr w:type="gramStart"/>
      <w:r>
        <w:t>to</w:t>
      </w:r>
      <w:proofErr w:type="gramEnd"/>
      <w:r>
        <w:t xml:space="preserve"> others before it slips from your grasp</w:t>
      </w:r>
      <w:r w:rsidR="000055F1">
        <w:t>,</w:t>
      </w:r>
    </w:p>
    <w:p w:rsidR="00337E26" w:rsidRDefault="00CF3F93" w:rsidP="00337E26">
      <w:pPr>
        <w:pStyle w:val="libItalic"/>
      </w:pPr>
      <w:r>
        <w:t>If this bounty is coming your way generosity will not destroy i</w:t>
      </w:r>
      <w:r w:rsidR="000055F1">
        <w:t>t</w:t>
      </w:r>
    </w:p>
    <w:p w:rsidR="00337E26" w:rsidRDefault="00CF3F93" w:rsidP="00337E26">
      <w:pPr>
        <w:pStyle w:val="libItalic"/>
      </w:pPr>
      <w:proofErr w:type="gramStart"/>
      <w:r>
        <w:t>and</w:t>
      </w:r>
      <w:proofErr w:type="gramEnd"/>
      <w:r>
        <w:t xml:space="preserve"> if this bounty is leaving you, miserliness will not hold it bac</w:t>
      </w:r>
      <w:r w:rsidR="000055F1">
        <w:t>k</w:t>
      </w:r>
    </w:p>
    <w:p w:rsidR="00CF3F93" w:rsidRDefault="00CF3F93" w:rsidP="00337E26">
      <w:pPr>
        <w:pStyle w:val="Heading2"/>
      </w:pPr>
      <w:bookmarkStart w:id="23" w:name="_Toc496784679"/>
      <w:r>
        <w:t xml:space="preserve">5-A Sense of </w:t>
      </w:r>
      <w:proofErr w:type="spellStart"/>
      <w:r>
        <w:t>Honour</w:t>
      </w:r>
      <w:proofErr w:type="spellEnd"/>
      <w:r>
        <w:t>:</w:t>
      </w:r>
      <w:bookmarkEnd w:id="23"/>
    </w:p>
    <w:p w:rsidR="00CF3F93" w:rsidRDefault="00CF3F93" w:rsidP="00CF3F93">
      <w:pPr>
        <w:pStyle w:val="libNormal"/>
      </w:pPr>
      <w:proofErr w:type="spellStart"/>
      <w:r>
        <w:t>Honour</w:t>
      </w:r>
      <w:proofErr w:type="spellEnd"/>
      <w:r>
        <w:t xml:space="preserve"> is a condition in man by means of which he protect</w:t>
      </w:r>
      <w:r w:rsidR="000055F1">
        <w:t>s</w:t>
      </w:r>
      <w:r w:rsidR="00F04C85">
        <w:t xml:space="preserve"> </w:t>
      </w:r>
      <w:r>
        <w:t>those things which should be protected and guarded lik</w:t>
      </w:r>
      <w:r w:rsidR="000055F1">
        <w:t>e</w:t>
      </w:r>
      <w:r w:rsidR="00F04C85">
        <w:t xml:space="preserve"> </w:t>
      </w:r>
      <w:r>
        <w:t xml:space="preserve">religion, country, </w:t>
      </w:r>
      <w:proofErr w:type="gramStart"/>
      <w:r>
        <w:t>reputation</w:t>
      </w:r>
      <w:proofErr w:type="gramEnd"/>
      <w:r>
        <w:t xml:space="preserve"> and so on and is one of th</w:t>
      </w:r>
      <w:r w:rsidR="000055F1">
        <w:t>e</w:t>
      </w:r>
      <w:r w:rsidR="00F04C85">
        <w:t xml:space="preserve"> </w:t>
      </w:r>
      <w:r>
        <w:t xml:space="preserve">virtues. If an individual or </w:t>
      </w:r>
      <w:proofErr w:type="gramStart"/>
      <w:r>
        <w:t>community cease</w:t>
      </w:r>
      <w:proofErr w:type="gramEnd"/>
      <w:r>
        <w:t xml:space="preserve"> to have </w:t>
      </w:r>
      <w:proofErr w:type="spellStart"/>
      <w:r>
        <w:t>honou</w:t>
      </w:r>
      <w:r w:rsidR="000055F1">
        <w:t>r</w:t>
      </w:r>
      <w:proofErr w:type="spellEnd"/>
      <w:r w:rsidR="00F04C85">
        <w:t xml:space="preserve"> </w:t>
      </w:r>
      <w:r>
        <w:t>their very nature comes under threat.</w:t>
      </w:r>
    </w:p>
    <w:p w:rsidR="00CF3F93" w:rsidRDefault="00CF3F93" w:rsidP="00CF3F93">
      <w:pPr>
        <w:pStyle w:val="libNormal"/>
      </w:pPr>
      <w:r>
        <w:t>Of course teachers of ethics have talked in detail about thos</w:t>
      </w:r>
      <w:r w:rsidR="000055F1">
        <w:t>e</w:t>
      </w:r>
      <w:r w:rsidR="00F04C85">
        <w:t xml:space="preserve"> </w:t>
      </w:r>
      <w:r>
        <w:t xml:space="preserve">things which are a matter of </w:t>
      </w:r>
      <w:proofErr w:type="spellStart"/>
      <w:r>
        <w:t>honour</w:t>
      </w:r>
      <w:proofErr w:type="spellEnd"/>
      <w:r>
        <w:t>, as well as those thing</w:t>
      </w:r>
      <w:r w:rsidR="000055F1">
        <w:t>s</w:t>
      </w:r>
      <w:r w:rsidR="00F04C85">
        <w:t xml:space="preserve"> </w:t>
      </w:r>
      <w:r>
        <w:t xml:space="preserve">in which it would be harmful if a sense of </w:t>
      </w:r>
      <w:proofErr w:type="spellStart"/>
      <w:r>
        <w:t>honour</w:t>
      </w:r>
      <w:proofErr w:type="spellEnd"/>
      <w:r>
        <w:t xml:space="preserve"> wer</w:t>
      </w:r>
      <w:r w:rsidR="000055F1">
        <w:t>e</w:t>
      </w:r>
      <w:r w:rsidR="00F04C85">
        <w:t xml:space="preserve"> </w:t>
      </w:r>
      <w:r>
        <w:t>applied but that is outside the scope of this book.</w:t>
      </w:r>
    </w:p>
    <w:p w:rsidR="00CF3F93" w:rsidRDefault="00CF3F93" w:rsidP="00337E26">
      <w:pPr>
        <w:pStyle w:val="Heading2"/>
      </w:pPr>
      <w:bookmarkStart w:id="24" w:name="_Toc496784680"/>
      <w:r>
        <w:t>6-Cooperation in Good Works:</w:t>
      </w:r>
      <w:bookmarkEnd w:id="24"/>
    </w:p>
    <w:p w:rsidR="00CF3F93" w:rsidRDefault="00CF3F93" w:rsidP="00CF3F93">
      <w:pPr>
        <w:pStyle w:val="libNormal"/>
      </w:pPr>
      <w:r>
        <w:t>Life is not shaped by the individual but, on the contrary, b</w:t>
      </w:r>
      <w:r w:rsidR="000055F1">
        <w:t>y</w:t>
      </w:r>
      <w:r w:rsidR="00F04C85">
        <w:t xml:space="preserve"> </w:t>
      </w:r>
      <w:r>
        <w:t>individuals cooperating together. The greater thi</w:t>
      </w:r>
      <w:r w:rsidR="000055F1">
        <w:t>s</w:t>
      </w:r>
      <w:r w:rsidR="00F04C85">
        <w:t xml:space="preserve"> </w:t>
      </w:r>
      <w:r>
        <w:t>cooperation and mutual assistance, the more life will ge</w:t>
      </w:r>
      <w:r w:rsidR="000055F1">
        <w:t>t</w:t>
      </w:r>
      <w:r w:rsidR="00F04C85">
        <w:t xml:space="preserve"> </w:t>
      </w:r>
      <w:r>
        <w:t>better and the more society will progress. Cooperation is o</w:t>
      </w:r>
      <w:r w:rsidR="000055F1">
        <w:t>f</w:t>
      </w:r>
      <w:r w:rsidR="00F04C85">
        <w:t xml:space="preserve"> </w:t>
      </w:r>
      <w:r>
        <w:t xml:space="preserve">various kinds: through intellectual </w:t>
      </w:r>
      <w:proofErr w:type="spellStart"/>
      <w:r>
        <w:t>endeavour</w:t>
      </w:r>
      <w:proofErr w:type="spellEnd"/>
      <w:r>
        <w:t>, throug</w:t>
      </w:r>
      <w:r w:rsidR="000055F1">
        <w:t>h</w:t>
      </w:r>
      <w:r w:rsidR="00F04C85">
        <w:t xml:space="preserve"> </w:t>
      </w:r>
      <w:r>
        <w:t xml:space="preserve">money, work, and the various ways of cooperating as </w:t>
      </w:r>
      <w:r w:rsidR="000055F1">
        <w:t>a</w:t>
      </w:r>
      <w:r w:rsidR="00F04C85">
        <w:t xml:space="preserve"> </w:t>
      </w:r>
      <w:r>
        <w:t>community.</w:t>
      </w:r>
    </w:p>
    <w:p w:rsidR="00CF3F93" w:rsidRDefault="00CF3F93" w:rsidP="00337E26">
      <w:pPr>
        <w:pStyle w:val="Heading2"/>
      </w:pPr>
      <w:bookmarkStart w:id="25" w:name="_Toc496784681"/>
      <w:r>
        <w:lastRenderedPageBreak/>
        <w:t>7-Effort and Joy:</w:t>
      </w:r>
      <w:bookmarkEnd w:id="25"/>
    </w:p>
    <w:p w:rsidR="00CF3F93" w:rsidRDefault="00CF3F93" w:rsidP="00CF3F93">
      <w:pPr>
        <w:pStyle w:val="libNormal"/>
      </w:pPr>
      <w:r>
        <w:t>Man loves pleasures and comfort which are the enemies o</w:t>
      </w:r>
      <w:r w:rsidR="000055F1">
        <w:t>f</w:t>
      </w:r>
      <w:r w:rsidR="00F04C85">
        <w:t xml:space="preserve"> </w:t>
      </w:r>
      <w:r>
        <w:t>progress and advancement and cause laziness, indolence</w:t>
      </w:r>
      <w:r w:rsidR="000055F1">
        <w:t>,</w:t>
      </w:r>
      <w:r w:rsidR="00F04C85">
        <w:t xml:space="preserve"> </w:t>
      </w:r>
      <w:r>
        <w:t>backwardness and decline. Therefore effort and activity hav</w:t>
      </w:r>
      <w:r w:rsidR="000055F1">
        <w:t>e</w:t>
      </w:r>
      <w:r w:rsidR="00F04C85">
        <w:t xml:space="preserve"> </w:t>
      </w:r>
      <w:r>
        <w:t>become indispensable for mankind. Activity is incumben</w:t>
      </w:r>
      <w:r w:rsidR="000055F1">
        <w:t>t</w:t>
      </w:r>
      <w:r w:rsidR="00F04C85">
        <w:t xml:space="preserve"> </w:t>
      </w:r>
      <w:r>
        <w:t>upon mankind since it is a quality which moves him forwar</w:t>
      </w:r>
      <w:r w:rsidR="000055F1">
        <w:t>d</w:t>
      </w:r>
      <w:r w:rsidR="00F04C85">
        <w:t xml:space="preserve"> </w:t>
      </w:r>
      <w:r>
        <w:t>in all aspects of life. Anyone who is not active and does no</w:t>
      </w:r>
      <w:r w:rsidR="000055F1">
        <w:t>t</w:t>
      </w:r>
      <w:r w:rsidR="00F04C85">
        <w:t xml:space="preserve"> </w:t>
      </w:r>
      <w:r>
        <w:t>make an effort will undoubtedly remain backward. Similarly</w:t>
      </w:r>
      <w:r w:rsidR="000055F1">
        <w:t>,</w:t>
      </w:r>
      <w:r w:rsidR="00F04C85">
        <w:t xml:space="preserve"> </w:t>
      </w:r>
      <w:r>
        <w:t>any nation which does not possess this quality is on the roa</w:t>
      </w:r>
      <w:r w:rsidR="000055F1">
        <w:t>d</w:t>
      </w:r>
      <w:r w:rsidR="00F04C85">
        <w:t xml:space="preserve"> </w:t>
      </w:r>
      <w:r>
        <w:t>to decline.</w:t>
      </w:r>
    </w:p>
    <w:p w:rsidR="00CF3F93" w:rsidRDefault="00CF3F93" w:rsidP="00337E26">
      <w:pPr>
        <w:pStyle w:val="Heading2"/>
      </w:pPr>
      <w:bookmarkStart w:id="26" w:name="_Toc496784682"/>
      <w:r>
        <w:t>8-Organization:</w:t>
      </w:r>
      <w:bookmarkEnd w:id="26"/>
    </w:p>
    <w:p w:rsidR="00CF3F93" w:rsidRDefault="00CF3F93" w:rsidP="00CF3F93">
      <w:pPr>
        <w:pStyle w:val="libNormal"/>
      </w:pPr>
      <w:r>
        <w:t>Imam Amir al-</w:t>
      </w:r>
      <w:proofErr w:type="spellStart"/>
      <w:r>
        <w:t>Mu’minin</w:t>
      </w:r>
      <w:proofErr w:type="spellEnd"/>
      <w:r>
        <w:t xml:space="preserve"> (peace be upon him) says “By Go</w:t>
      </w:r>
      <w:r w:rsidR="000055F1">
        <w:t>d</w:t>
      </w:r>
      <w:r w:rsidR="00F04C85">
        <w:t xml:space="preserve"> </w:t>
      </w:r>
      <w:r>
        <w:t xml:space="preserve">I exhort you to organize your affairs". </w:t>
      </w:r>
      <w:r w:rsidRPr="003418E0">
        <w:rPr>
          <w:rStyle w:val="libFootnotenumChar"/>
        </w:rPr>
        <w:t>1</w:t>
      </w:r>
      <w:r w:rsidR="0097266C" w:rsidRPr="003418E0">
        <w:rPr>
          <w:rStyle w:val="libFootnotenumChar"/>
        </w:rPr>
        <w:t>2</w:t>
      </w:r>
    </w:p>
    <w:p w:rsidR="00CF3F93" w:rsidRDefault="00CF3F93" w:rsidP="00CF3F93">
      <w:pPr>
        <w:pStyle w:val="libNormal"/>
      </w:pPr>
      <w:r>
        <w:t>Man’s time is very scarce and the duties and responsibilitie</w:t>
      </w:r>
      <w:r w:rsidR="000055F1">
        <w:t>s</w:t>
      </w:r>
      <w:r w:rsidR="00F04C85">
        <w:t xml:space="preserve"> </w:t>
      </w:r>
      <w:r>
        <w:t>that he has in relation to himself, society, his future in thi</w:t>
      </w:r>
      <w:r w:rsidR="000055F1">
        <w:t>s</w:t>
      </w:r>
      <w:r w:rsidR="00F04C85">
        <w:t xml:space="preserve"> </w:t>
      </w:r>
      <w:r>
        <w:t>world and the afterlife are numerous. Therefore he shoul</w:t>
      </w:r>
      <w:r w:rsidR="000055F1">
        <w:t>d</w:t>
      </w:r>
      <w:r w:rsidR="00F04C85">
        <w:t xml:space="preserve"> </w:t>
      </w:r>
      <w:r>
        <w:t>organize his tasks carefully and meticulously.</w:t>
      </w:r>
    </w:p>
    <w:p w:rsidR="00CF3F93" w:rsidRDefault="00CF3F93" w:rsidP="00CF3F93">
      <w:pPr>
        <w:pStyle w:val="libNormal"/>
      </w:pPr>
      <w:r>
        <w:t>In this respect he should take an example from th</w:t>
      </w:r>
      <w:r w:rsidR="000055F1">
        <w:t>e</w:t>
      </w:r>
      <w:r w:rsidR="00F04C85">
        <w:t xml:space="preserve"> </w:t>
      </w:r>
      <w:r>
        <w:t>phenomena of the universe. Everything has a special syste</w:t>
      </w:r>
      <w:r w:rsidR="000055F1">
        <w:t>m</w:t>
      </w:r>
      <w:r w:rsidR="00F04C85">
        <w:t xml:space="preserve"> </w:t>
      </w:r>
      <w:r>
        <w:t xml:space="preserve">otherwise the universe would be chaotic. Similarly if </w:t>
      </w:r>
      <w:r w:rsidR="000055F1">
        <w:t>a</w:t>
      </w:r>
      <w:r w:rsidR="00F04C85">
        <w:t xml:space="preserve"> </w:t>
      </w:r>
      <w:r>
        <w:t>government or administration does not have a system o</w:t>
      </w:r>
      <w:r w:rsidR="000055F1">
        <w:t>r</w:t>
      </w:r>
      <w:r w:rsidR="00F04C85">
        <w:t xml:space="preserve"> </w:t>
      </w:r>
      <w:r>
        <w:t>division of work responsibilities, society will fall int</w:t>
      </w:r>
      <w:r w:rsidR="000055F1">
        <w:t>o</w:t>
      </w:r>
      <w:r w:rsidR="00F04C85">
        <w:t xml:space="preserve"> </w:t>
      </w:r>
      <w:r>
        <w:t>disarray.</w:t>
      </w:r>
    </w:p>
    <w:p w:rsidR="00CF3F93" w:rsidRDefault="00CF3F93" w:rsidP="00337E26">
      <w:pPr>
        <w:pStyle w:val="Heading2"/>
      </w:pPr>
      <w:bookmarkStart w:id="27" w:name="_Toc496784683"/>
      <w:r>
        <w:t>9-Reform:</w:t>
      </w:r>
      <w:bookmarkEnd w:id="27"/>
    </w:p>
    <w:p w:rsidR="00CF3F93" w:rsidRDefault="00CF3F93" w:rsidP="00CF3F93">
      <w:pPr>
        <w:pStyle w:val="libNormal"/>
      </w:pPr>
      <w:r>
        <w:t>The world whether it likes it or not tends towards disorder.</w:t>
      </w:r>
    </w:p>
    <w:p w:rsidR="00CF3F93" w:rsidRDefault="00CF3F93" w:rsidP="00CF3F93">
      <w:pPr>
        <w:pStyle w:val="libNormal"/>
      </w:pPr>
      <w:r>
        <w:t>Time makes every new thing obsolete and destroy</w:t>
      </w:r>
      <w:r w:rsidR="000055F1">
        <w:t>s</w:t>
      </w:r>
      <w:r w:rsidR="00F04C85">
        <w:t xml:space="preserve"> </w:t>
      </w:r>
      <w:r>
        <w:t>eventually anything that has been built. Tyrants corrup</w:t>
      </w:r>
      <w:r w:rsidR="000055F1">
        <w:t>t</w:t>
      </w:r>
      <w:r w:rsidR="00F04C85">
        <w:t xml:space="preserve"> </w:t>
      </w:r>
      <w:r>
        <w:t>nations and treat the people like slaves. Therefore, man mus</w:t>
      </w:r>
      <w:r w:rsidR="000055F1">
        <w:t>t</w:t>
      </w:r>
      <w:r w:rsidR="00F04C85">
        <w:t xml:space="preserve"> </w:t>
      </w:r>
      <w:r>
        <w:t>rise like a reformer and, according to his ability, make th</w:t>
      </w:r>
      <w:r w:rsidR="000055F1">
        <w:t>e</w:t>
      </w:r>
      <w:r w:rsidR="00F04C85">
        <w:t xml:space="preserve"> </w:t>
      </w:r>
      <w:r>
        <w:t>world a better place to live in, make people more civilized</w:t>
      </w:r>
      <w:r w:rsidR="000055F1">
        <w:t>,</w:t>
      </w:r>
      <w:r w:rsidR="00F04C85">
        <w:t xml:space="preserve"> </w:t>
      </w:r>
      <w:r>
        <w:t>improve society by introducing into it ways by which it ca</w:t>
      </w:r>
      <w:r w:rsidR="000055F1">
        <w:t>n</w:t>
      </w:r>
      <w:r w:rsidR="00F04C85">
        <w:t xml:space="preserve"> </w:t>
      </w:r>
      <w:r>
        <w:t>progress and go forward, and reform conditions which hav</w:t>
      </w:r>
      <w:r w:rsidR="000055F1">
        <w:t>e</w:t>
      </w:r>
      <w:r w:rsidR="00F04C85">
        <w:t xml:space="preserve"> </w:t>
      </w:r>
      <w:r>
        <w:t>got out of order or been corrupted by the oppressors.</w:t>
      </w:r>
    </w:p>
    <w:p w:rsidR="00CF3F93" w:rsidRDefault="00CF3F93" w:rsidP="00337E26">
      <w:pPr>
        <w:pStyle w:val="Heading2"/>
      </w:pPr>
      <w:bookmarkStart w:id="28" w:name="_Toc496784684"/>
      <w:r>
        <w:t>10-Cleanliness:</w:t>
      </w:r>
      <w:bookmarkEnd w:id="28"/>
    </w:p>
    <w:p w:rsidR="00CF3F93" w:rsidRDefault="00CF3F93" w:rsidP="00CF3F93">
      <w:pPr>
        <w:pStyle w:val="libNormal"/>
      </w:pPr>
      <w:r>
        <w:t>The Holy Prophet (God’s blessings and peace be upon hi</w:t>
      </w:r>
      <w:r w:rsidR="000055F1">
        <w:t>m</w:t>
      </w:r>
      <w:r w:rsidR="00F04C85">
        <w:t xml:space="preserve"> </w:t>
      </w:r>
      <w:r>
        <w:t>and his progeny) says, "</w:t>
      </w:r>
      <w:proofErr w:type="gramStart"/>
      <w:r>
        <w:t>cleanliness</w:t>
      </w:r>
      <w:proofErr w:type="gramEnd"/>
      <w:r>
        <w:t xml:space="preserve"> is a part of faith".</w:t>
      </w:r>
    </w:p>
    <w:p w:rsidR="00CF3F93" w:rsidRDefault="00CF3F93" w:rsidP="00CF3F93">
      <w:pPr>
        <w:pStyle w:val="libNormal"/>
      </w:pPr>
      <w:r>
        <w:t>• Cleanliness is of four kinds:</w:t>
      </w:r>
    </w:p>
    <w:p w:rsidR="00CF3F93" w:rsidRDefault="00CF3F93" w:rsidP="00CF3F93">
      <w:pPr>
        <w:pStyle w:val="libNormal"/>
      </w:pPr>
      <w:r>
        <w:t>• Cleanliness in speech, which means that man’</w:t>
      </w:r>
      <w:r w:rsidR="000055F1">
        <w:t>s</w:t>
      </w:r>
      <w:r w:rsidR="00F04C85">
        <w:t xml:space="preserve"> </w:t>
      </w:r>
      <w:proofErr w:type="gramStart"/>
      <w:r>
        <w:t>speech</w:t>
      </w:r>
      <w:proofErr w:type="gramEnd"/>
      <w:r>
        <w:t xml:space="preserve"> should be free of idle talk, meaningles</w:t>
      </w:r>
      <w:r w:rsidR="000055F1">
        <w:t>s</w:t>
      </w:r>
      <w:r w:rsidR="00F04C85">
        <w:t xml:space="preserve"> </w:t>
      </w:r>
      <w:r>
        <w:t>utterances, gossip, lies, poking fun at people and s</w:t>
      </w:r>
      <w:r w:rsidR="000055F1">
        <w:t>o</w:t>
      </w:r>
      <w:r w:rsidR="00F04C85">
        <w:t xml:space="preserve"> </w:t>
      </w:r>
      <w:r>
        <w:t>forth.</w:t>
      </w:r>
    </w:p>
    <w:p w:rsidR="00CF3F93" w:rsidRDefault="00CF3F93" w:rsidP="00CF3F93">
      <w:pPr>
        <w:pStyle w:val="libNormal"/>
      </w:pPr>
      <w:r>
        <w:t xml:space="preserve">• Cleanliness in </w:t>
      </w:r>
      <w:proofErr w:type="gramStart"/>
      <w:r>
        <w:t>character, that</w:t>
      </w:r>
      <w:proofErr w:type="gramEnd"/>
      <w:r>
        <w:t xml:space="preserve"> is not doing bad an</w:t>
      </w:r>
      <w:r w:rsidR="000055F1">
        <w:t>d</w:t>
      </w:r>
      <w:r w:rsidR="00F04C85">
        <w:t xml:space="preserve"> </w:t>
      </w:r>
      <w:r>
        <w:t>nasty things.</w:t>
      </w:r>
    </w:p>
    <w:p w:rsidR="00CF3F93" w:rsidRDefault="00CF3F93" w:rsidP="00CF3F93">
      <w:pPr>
        <w:pStyle w:val="libNormal"/>
      </w:pPr>
      <w:r>
        <w:t>• Cleanliness in every part of the body, which i</w:t>
      </w:r>
      <w:r w:rsidR="000055F1">
        <w:t>s</w:t>
      </w:r>
      <w:r w:rsidR="00F04C85">
        <w:t xml:space="preserve"> </w:t>
      </w:r>
      <w:r>
        <w:t>fulfilled by washing thoroughly, removing dirt an</w:t>
      </w:r>
      <w:r w:rsidR="000055F1">
        <w:t>d</w:t>
      </w:r>
      <w:r w:rsidR="00F04C85">
        <w:t xml:space="preserve"> </w:t>
      </w:r>
      <w:r>
        <w:t>grime, and by using perfumes.</w:t>
      </w:r>
    </w:p>
    <w:p w:rsidR="00CF3F93" w:rsidRDefault="00CF3F93" w:rsidP="00CF3F93">
      <w:pPr>
        <w:pStyle w:val="libNormal"/>
      </w:pPr>
      <w:r>
        <w:t>• Cleanliness in one's clothes and in one's food an</w:t>
      </w:r>
      <w:r w:rsidR="000055F1">
        <w:t>d</w:t>
      </w:r>
      <w:r w:rsidR="00F04C85">
        <w:t xml:space="preserve"> </w:t>
      </w:r>
      <w:r>
        <w:t>drink and so on.</w:t>
      </w:r>
    </w:p>
    <w:p w:rsidR="00CF3F93" w:rsidRDefault="00CF3F93" w:rsidP="00337E26">
      <w:pPr>
        <w:pStyle w:val="Heading2"/>
      </w:pPr>
      <w:bookmarkStart w:id="29" w:name="_Toc496784685"/>
      <w:r>
        <w:t>11- Moderation:</w:t>
      </w:r>
      <w:bookmarkEnd w:id="29"/>
    </w:p>
    <w:p w:rsidR="00CF3F93" w:rsidRDefault="00CF3F93" w:rsidP="00CF3F93">
      <w:pPr>
        <w:pStyle w:val="libNormal"/>
      </w:pPr>
      <w:r>
        <w:t xml:space="preserve">Man should be moderate in all his affairs. </w:t>
      </w:r>
      <w:proofErr w:type="gramStart"/>
      <w:r>
        <w:t>For excess an</w:t>
      </w:r>
      <w:r w:rsidR="000055F1">
        <w:t>d</w:t>
      </w:r>
      <w:r w:rsidR="00F04C85">
        <w:t xml:space="preserve"> </w:t>
      </w:r>
      <w:r>
        <w:t>over-indulgence cause fatigue and, consequently, destruction.</w:t>
      </w:r>
      <w:proofErr w:type="gramEnd"/>
    </w:p>
    <w:p w:rsidR="00CF3F93" w:rsidRDefault="00CF3F93" w:rsidP="00CF3F93">
      <w:pPr>
        <w:pStyle w:val="libNormal"/>
      </w:pPr>
      <w:r>
        <w:t>Wastage creates backwardness and decadence. God, in th</w:t>
      </w:r>
      <w:r w:rsidR="000055F1">
        <w:t>e</w:t>
      </w:r>
      <w:r w:rsidR="00F04C85">
        <w:t xml:space="preserve"> </w:t>
      </w:r>
      <w:r>
        <w:t>Qur’an, states:</w:t>
      </w:r>
    </w:p>
    <w:p w:rsidR="00CF3F93" w:rsidRDefault="00CF3F93" w:rsidP="00CF3F93">
      <w:pPr>
        <w:pStyle w:val="libNormal"/>
      </w:pPr>
      <w:r>
        <w:t>“Thus we have made you a moderate nation</w:t>
      </w:r>
      <w:proofErr w:type="gramStart"/>
      <w:r>
        <w:t>”[</w:t>
      </w:r>
      <w:proofErr w:type="gramEnd"/>
      <w:r>
        <w:t>2: 143]. Fo</w:t>
      </w:r>
      <w:r w:rsidR="000055F1">
        <w:t>r</w:t>
      </w:r>
      <w:r w:rsidR="00F04C85">
        <w:t xml:space="preserve"> </w:t>
      </w:r>
      <w:r>
        <w:t xml:space="preserve">example, if the safest speed for </w:t>
      </w:r>
      <w:proofErr w:type="gramStart"/>
      <w:r>
        <w:t>a</w:t>
      </w:r>
      <w:proofErr w:type="gramEnd"/>
      <w:r>
        <w:t xml:space="preserve"> </w:t>
      </w:r>
      <w:proofErr w:type="spellStart"/>
      <w:r>
        <w:t>a</w:t>
      </w:r>
      <w:proofErr w:type="spellEnd"/>
      <w:r>
        <w:t xml:space="preserve"> car is 100 </w:t>
      </w:r>
      <w:proofErr w:type="spellStart"/>
      <w:r>
        <w:t>kms</w:t>
      </w:r>
      <w:proofErr w:type="spellEnd"/>
      <w:r>
        <w:t xml:space="preserve"> per hour</w:t>
      </w:r>
      <w:r w:rsidR="000055F1">
        <w:t>,</w:t>
      </w:r>
      <w:r w:rsidR="00F04C85">
        <w:t xml:space="preserve"> </w:t>
      </w:r>
      <w:r>
        <w:t xml:space="preserve">then the speed of 150 </w:t>
      </w:r>
      <w:proofErr w:type="spellStart"/>
      <w:r>
        <w:t>kms</w:t>
      </w:r>
      <w:proofErr w:type="spellEnd"/>
      <w:r>
        <w:t xml:space="preserve"> per hour is excessive and th</w:t>
      </w:r>
      <w:r w:rsidR="000055F1">
        <w:t>e</w:t>
      </w:r>
      <w:r w:rsidR="00F04C85">
        <w:t xml:space="preserve"> </w:t>
      </w:r>
      <w:r>
        <w:t xml:space="preserve">speed of 50 </w:t>
      </w:r>
      <w:proofErr w:type="spellStart"/>
      <w:r>
        <w:t>kms</w:t>
      </w:r>
      <w:proofErr w:type="spellEnd"/>
      <w:r>
        <w:t xml:space="preserve"> per hour is too little.</w:t>
      </w:r>
    </w:p>
    <w:p w:rsidR="00CF3F93" w:rsidRDefault="00CF3F93" w:rsidP="00337E26">
      <w:pPr>
        <w:pStyle w:val="Heading2"/>
      </w:pPr>
      <w:bookmarkStart w:id="30" w:name="_Toc496784686"/>
      <w:r>
        <w:lastRenderedPageBreak/>
        <w:t>12-Justice:</w:t>
      </w:r>
      <w:bookmarkEnd w:id="30"/>
    </w:p>
    <w:p w:rsidR="00CF3F93" w:rsidRDefault="00CF3F93" w:rsidP="00CF3F93">
      <w:pPr>
        <w:pStyle w:val="libNormal"/>
      </w:pPr>
      <w:r>
        <w:t>In all his dealings man must be just whether they ar</w:t>
      </w:r>
      <w:r w:rsidR="000055F1">
        <w:t>e</w:t>
      </w:r>
      <w:r w:rsidR="00F04C85">
        <w:t xml:space="preserve"> </w:t>
      </w:r>
      <w:r>
        <w:t xml:space="preserve">personal, family or social, whether he is a judge or ruling </w:t>
      </w:r>
      <w:r w:rsidR="000055F1">
        <w:t>a</w:t>
      </w:r>
      <w:r w:rsidR="00F04C85">
        <w:t xml:space="preserve"> </w:t>
      </w:r>
      <w:r>
        <w:t>country or anything else. In the heart of every man, Go</w:t>
      </w:r>
      <w:r w:rsidR="000055F1">
        <w:t>d</w:t>
      </w:r>
      <w:r w:rsidR="00F04C85">
        <w:t xml:space="preserve"> </w:t>
      </w:r>
      <w:r>
        <w:t>Almighty has placed a yardstick by which he can distinguis</w:t>
      </w:r>
      <w:r w:rsidR="000055F1">
        <w:t>h</w:t>
      </w:r>
      <w:r w:rsidR="00F04C85">
        <w:t xml:space="preserve"> </w:t>
      </w:r>
      <w:r>
        <w:t>justice from injustice. Justice is one of the greatest virtue</w:t>
      </w:r>
      <w:r w:rsidR="000055F1">
        <w:t>s</w:t>
      </w:r>
      <w:r w:rsidR="00F04C85">
        <w:t xml:space="preserve"> </w:t>
      </w:r>
      <w:r>
        <w:t>and personal qualities by means of which man can reach th</w:t>
      </w:r>
      <w:r w:rsidR="000055F1">
        <w:t>e</w:t>
      </w:r>
      <w:r w:rsidR="00F04C85">
        <w:t xml:space="preserve"> </w:t>
      </w:r>
      <w:r>
        <w:t>highest levels of spirituality.</w:t>
      </w:r>
    </w:p>
    <w:p w:rsidR="00CF3F93" w:rsidRDefault="00CF3F93" w:rsidP="00337E26">
      <w:pPr>
        <w:pStyle w:val="Heading2"/>
      </w:pPr>
      <w:bookmarkStart w:id="31" w:name="_Toc496784687"/>
      <w:r>
        <w:t>13-Prudence:</w:t>
      </w:r>
      <w:bookmarkEnd w:id="31"/>
    </w:p>
    <w:p w:rsidR="00CF3F93" w:rsidRDefault="00CF3F93" w:rsidP="00CF3F93">
      <w:pPr>
        <w:pStyle w:val="libNormal"/>
      </w:pPr>
      <w:r>
        <w:t>By this quality man can organize affairs according to wisdo</w:t>
      </w:r>
      <w:r w:rsidR="000055F1">
        <w:t>m</w:t>
      </w:r>
      <w:r w:rsidR="00F04C85">
        <w:t xml:space="preserve"> </w:t>
      </w:r>
      <w:r>
        <w:t>and correctness, paying careful attention to matters tha</w:t>
      </w:r>
      <w:r w:rsidR="000055F1">
        <w:t>t</w:t>
      </w:r>
      <w:r w:rsidR="00F04C85">
        <w:t xml:space="preserve"> </w:t>
      </w:r>
      <w:r>
        <w:t>concern him personally: giving and receiving, bringing u</w:t>
      </w:r>
      <w:r w:rsidR="000055F1">
        <w:t>p</w:t>
      </w:r>
      <w:r w:rsidR="00F04C85">
        <w:t xml:space="preserve"> </w:t>
      </w:r>
      <w:r>
        <w:t>his children, getting on with people, and, if he is the manage</w:t>
      </w:r>
      <w:r w:rsidR="000055F1">
        <w:t>r</w:t>
      </w:r>
      <w:r w:rsidR="00F04C85">
        <w:t xml:space="preserve"> </w:t>
      </w:r>
      <w:r>
        <w:t>of a business or the like, how best to run it; similarly in al</w:t>
      </w:r>
      <w:r w:rsidR="000055F1">
        <w:t>l</w:t>
      </w:r>
      <w:r w:rsidR="00F04C85">
        <w:t xml:space="preserve"> </w:t>
      </w:r>
      <w:r>
        <w:t xml:space="preserve">his affairs, whether they be personal or affect society as </w:t>
      </w:r>
      <w:r w:rsidR="000055F1">
        <w:t>a</w:t>
      </w:r>
      <w:r w:rsidR="00F04C85">
        <w:t xml:space="preserve"> </w:t>
      </w:r>
      <w:r>
        <w:t>whole, whether they be religious or worldly and so on.</w:t>
      </w:r>
    </w:p>
    <w:p w:rsidR="00CF3F93" w:rsidRDefault="00CF3F93" w:rsidP="00337E26">
      <w:pPr>
        <w:pStyle w:val="Heading2"/>
      </w:pPr>
      <w:bookmarkStart w:id="32" w:name="_Toc496784688"/>
      <w:r>
        <w:t>14-Affability and Amiable Conduct:</w:t>
      </w:r>
      <w:bookmarkEnd w:id="32"/>
    </w:p>
    <w:p w:rsidR="00CF3F93" w:rsidRDefault="00CF3F93" w:rsidP="00CF3F93">
      <w:pPr>
        <w:pStyle w:val="libNormal"/>
      </w:pPr>
      <w:r>
        <w:t xml:space="preserve">This means he speaks to others kindly and maintains </w:t>
      </w:r>
      <w:r w:rsidR="000055F1">
        <w:t>a</w:t>
      </w:r>
      <w:r w:rsidR="00F04C85">
        <w:t xml:space="preserve"> </w:t>
      </w:r>
      <w:r>
        <w:t xml:space="preserve">pleasant countenance whether they </w:t>
      </w:r>
      <w:proofErr w:type="gramStart"/>
      <w:r>
        <w:t>be</w:t>
      </w:r>
      <w:proofErr w:type="gramEnd"/>
      <w:r>
        <w:t xml:space="preserve"> his family or relatives</w:t>
      </w:r>
      <w:r w:rsidR="000055F1">
        <w:t>,</w:t>
      </w:r>
      <w:r w:rsidR="00F04C85">
        <w:t xml:space="preserve"> </w:t>
      </w:r>
      <w:proofErr w:type="spellStart"/>
      <w:r>
        <w:t>neighbours</w:t>
      </w:r>
      <w:proofErr w:type="spellEnd"/>
      <w:r>
        <w:t>, his colleagues at work or anyone else. H</w:t>
      </w:r>
      <w:r w:rsidR="000055F1">
        <w:t>e</w:t>
      </w:r>
      <w:r w:rsidR="00F04C85">
        <w:t xml:space="preserve"> </w:t>
      </w:r>
      <w:r>
        <w:t>should try to acquire the friendship of others through th</w:t>
      </w:r>
      <w:r w:rsidR="000055F1">
        <w:t>e</w:t>
      </w:r>
      <w:r w:rsidR="00F04C85">
        <w:t xml:space="preserve"> </w:t>
      </w:r>
      <w:r>
        <w:t>interchange of visits and gifts, by participating in th</w:t>
      </w:r>
      <w:r w:rsidR="000055F1">
        <w:t>e</w:t>
      </w:r>
      <w:r w:rsidR="00F04C85">
        <w:t xml:space="preserve"> </w:t>
      </w:r>
      <w:r>
        <w:t>happiness and sorrows of other people, by forgiving anyon</w:t>
      </w:r>
      <w:r w:rsidR="000055F1">
        <w:t>e</w:t>
      </w:r>
      <w:r w:rsidR="00F04C85">
        <w:t xml:space="preserve"> </w:t>
      </w:r>
      <w:r>
        <w:t>who does him a wrong and by apologizing to anyone he ma</w:t>
      </w:r>
      <w:r w:rsidR="000055F1">
        <w:t>y</w:t>
      </w:r>
      <w:r w:rsidR="00F04C85">
        <w:t xml:space="preserve"> </w:t>
      </w:r>
      <w:r>
        <w:t>have offended.</w:t>
      </w:r>
    </w:p>
    <w:p w:rsidR="00CF3F93" w:rsidRDefault="00CF3F93" w:rsidP="00337E26">
      <w:pPr>
        <w:pStyle w:val="Heading2"/>
      </w:pPr>
      <w:bookmarkStart w:id="33" w:name="_Toc496784689"/>
      <w:r>
        <w:t>15-Piety:</w:t>
      </w:r>
      <w:bookmarkEnd w:id="33"/>
    </w:p>
    <w:p w:rsidR="00CF3F93" w:rsidRDefault="00CF3F93" w:rsidP="00CF3F93">
      <w:pPr>
        <w:pStyle w:val="libNormal"/>
      </w:pPr>
      <w:r>
        <w:t>Man should fear God in all circumstances and in everythin</w:t>
      </w:r>
      <w:r w:rsidR="000055F1">
        <w:t>g</w:t>
      </w:r>
      <w:r w:rsidR="00F04C85">
        <w:t xml:space="preserve"> </w:t>
      </w:r>
      <w:r>
        <w:t>he does. He should not do anything which displeases Go</w:t>
      </w:r>
      <w:r w:rsidR="000055F1">
        <w:t>d</w:t>
      </w:r>
      <w:r w:rsidR="00F04C85">
        <w:t xml:space="preserve"> </w:t>
      </w:r>
      <w:r>
        <w:t>Almighty for he will not remain forever in this world. H</w:t>
      </w:r>
      <w:r w:rsidR="000055F1">
        <w:t>e</w:t>
      </w:r>
      <w:r w:rsidR="00F04C85">
        <w:t xml:space="preserve"> </w:t>
      </w:r>
      <w:r>
        <w:t xml:space="preserve">will die and afterwards if he has done good he will receive </w:t>
      </w:r>
      <w:r w:rsidR="000055F1">
        <w:t>a</w:t>
      </w:r>
      <w:r w:rsidR="00F04C85">
        <w:t xml:space="preserve"> </w:t>
      </w:r>
      <w:r>
        <w:t>good reward but if has done bad he will be duly punishe</w:t>
      </w:r>
      <w:r w:rsidR="000055F1">
        <w:t>d</w:t>
      </w:r>
      <w:r w:rsidR="00F04C85">
        <w:t xml:space="preserve"> </w:t>
      </w:r>
      <w:r>
        <w:t>In addition to this, piety is one of the best ways by whic</w:t>
      </w:r>
      <w:r w:rsidR="000055F1">
        <w:t>h</w:t>
      </w:r>
      <w:r w:rsidR="00F04C85">
        <w:t xml:space="preserve"> </w:t>
      </w:r>
      <w:r>
        <w:t>both the individual and society will prosper in this world.</w:t>
      </w:r>
    </w:p>
    <w:p w:rsidR="00CF3F93" w:rsidRDefault="00CF3F93" w:rsidP="00337E26">
      <w:pPr>
        <w:pStyle w:val="Heading2"/>
      </w:pPr>
      <w:bookmarkStart w:id="34" w:name="_Toc496784690"/>
      <w:r>
        <w:t>16-Knowledge:</w:t>
      </w:r>
      <w:bookmarkEnd w:id="34"/>
    </w:p>
    <w:p w:rsidR="00CF3F93" w:rsidRDefault="00CF3F93" w:rsidP="00CF3F93">
      <w:pPr>
        <w:pStyle w:val="libNormal"/>
      </w:pPr>
      <w:r>
        <w:t>Not, however, just a little knowledge: on the contrary, just a</w:t>
      </w:r>
      <w:r w:rsidR="000055F1">
        <w:t>s</w:t>
      </w:r>
      <w:r w:rsidR="00F04C85">
        <w:t xml:space="preserve"> </w:t>
      </w:r>
      <w:r>
        <w:t>the Holy Prophet of Islam has stated, “Seek knowledge fro</w:t>
      </w:r>
      <w:r w:rsidR="000055F1">
        <w:t>m</w:t>
      </w:r>
      <w:r w:rsidR="00F04C85">
        <w:t xml:space="preserve"> </w:t>
      </w:r>
      <w:r>
        <w:t>the cradle to the grave”. It is through knowledge that Go</w:t>
      </w:r>
      <w:r w:rsidR="000055F1">
        <w:t>d</w:t>
      </w:r>
      <w:r w:rsidR="00F04C85">
        <w:t xml:space="preserve"> </w:t>
      </w:r>
      <w:r>
        <w:t>Almighty raises the status of a human being in His sight fo</w:t>
      </w:r>
      <w:r w:rsidR="000055F1">
        <w:t>r</w:t>
      </w:r>
      <w:r w:rsidR="00F04C85">
        <w:t xml:space="preserve"> </w:t>
      </w:r>
      <w:r>
        <w:t>as He himself states in the Qur’an: “Allah will exalt those o</w:t>
      </w:r>
      <w:r w:rsidR="000055F1">
        <w:t>f</w:t>
      </w:r>
      <w:r w:rsidR="00F04C85">
        <w:t xml:space="preserve"> </w:t>
      </w:r>
      <w:r>
        <w:t>you who believe, and those who are given knowledge, i</w:t>
      </w:r>
      <w:r w:rsidR="000055F1">
        <w:t>n</w:t>
      </w:r>
      <w:r w:rsidR="00F04C85">
        <w:t xml:space="preserve"> </w:t>
      </w:r>
      <w:r>
        <w:t>high degrees</w:t>
      </w:r>
      <w:proofErr w:type="gramStart"/>
      <w:r>
        <w:t>”[</w:t>
      </w:r>
      <w:proofErr w:type="gramEnd"/>
      <w:r>
        <w:t>58: 11].</w:t>
      </w:r>
    </w:p>
    <w:p w:rsidR="00CF3F93" w:rsidRDefault="00CF3F93" w:rsidP="00CF3F93">
      <w:pPr>
        <w:pStyle w:val="libNormal"/>
      </w:pPr>
      <w:r>
        <w:t>Amir al-</w:t>
      </w:r>
      <w:proofErr w:type="spellStart"/>
      <w:r>
        <w:t>Mu’minin</w:t>
      </w:r>
      <w:proofErr w:type="spellEnd"/>
      <w:r>
        <w:t xml:space="preserve"> ‘Ali (peace be upon him) also says: “Th</w:t>
      </w:r>
      <w:r w:rsidR="000055F1">
        <w:t>e</w:t>
      </w:r>
      <w:r w:rsidR="00F04C85">
        <w:t xml:space="preserve"> </w:t>
      </w:r>
      <w:r>
        <w:t>worth of a person is what he knows”</w:t>
      </w:r>
      <w:r w:rsidRPr="003418E0">
        <w:rPr>
          <w:rStyle w:val="libFootnotenumChar"/>
        </w:rPr>
        <w:t>1</w:t>
      </w:r>
      <w:r w:rsidR="0097266C" w:rsidRPr="003418E0">
        <w:rPr>
          <w:rStyle w:val="libFootnotenumChar"/>
        </w:rPr>
        <w:t>3</w:t>
      </w:r>
      <w:r>
        <w:t>.</w:t>
      </w:r>
    </w:p>
    <w:p w:rsidR="00CF3F93" w:rsidRDefault="00CF3F93" w:rsidP="00337E26">
      <w:pPr>
        <w:pStyle w:val="Heading2"/>
      </w:pPr>
      <w:bookmarkStart w:id="35" w:name="_Toc496784691"/>
      <w:r>
        <w:t>17-Fondness and Friendship:</w:t>
      </w:r>
      <w:bookmarkEnd w:id="35"/>
    </w:p>
    <w:p w:rsidR="00CF3F93" w:rsidRDefault="00CF3F93" w:rsidP="00CF3F93">
      <w:pPr>
        <w:pStyle w:val="libNormal"/>
      </w:pPr>
      <w:r>
        <w:t>Man has been created a social being and so the more hi</w:t>
      </w:r>
      <w:r w:rsidR="000055F1">
        <w:t>s</w:t>
      </w:r>
      <w:r w:rsidR="00F04C85">
        <w:t xml:space="preserve"> </w:t>
      </w:r>
      <w:r>
        <w:t xml:space="preserve">friendship with his fellow </w:t>
      </w:r>
      <w:proofErr w:type="gramStart"/>
      <w:r>
        <w:t>creatures</w:t>
      </w:r>
      <w:proofErr w:type="gramEnd"/>
      <w:r>
        <w:t xml:space="preserve"> increases, the more hi</w:t>
      </w:r>
      <w:r w:rsidR="000055F1">
        <w:t>s</w:t>
      </w:r>
      <w:r w:rsidR="00F04C85">
        <w:t xml:space="preserve"> </w:t>
      </w:r>
      <w:r>
        <w:t>own hidden merits and those of the community where h</w:t>
      </w:r>
      <w:r w:rsidR="000055F1">
        <w:t>e</w:t>
      </w:r>
      <w:r w:rsidR="00F04C85">
        <w:t xml:space="preserve"> </w:t>
      </w:r>
      <w:r>
        <w:t>lives become apparent, and this is always perceive</w:t>
      </w:r>
      <w:r w:rsidR="000055F1">
        <w:t>d</w:t>
      </w:r>
      <w:r w:rsidR="00F04C85">
        <w:t xml:space="preserve"> </w:t>
      </w:r>
      <w:r>
        <w:t>whenever a man loves other human beings and when peopl</w:t>
      </w:r>
      <w:r w:rsidR="000055F1">
        <w:t>e</w:t>
      </w:r>
      <w:r w:rsidR="00F04C85">
        <w:t xml:space="preserve"> </w:t>
      </w:r>
      <w:r>
        <w:t>get on with each other in a spirit of friendship. Therefore w</w:t>
      </w:r>
      <w:r w:rsidR="000055F1">
        <w:t>e</w:t>
      </w:r>
      <w:r w:rsidR="00F04C85">
        <w:t xml:space="preserve"> </w:t>
      </w:r>
      <w:r>
        <w:t xml:space="preserve">read in the </w:t>
      </w:r>
      <w:proofErr w:type="spellStart"/>
      <w:r>
        <w:t>hadith</w:t>
      </w:r>
      <w:proofErr w:type="spellEnd"/>
      <w:r>
        <w:t>: “A believer is someone who is fond o</w:t>
      </w:r>
      <w:r w:rsidR="000055F1">
        <w:t>f</w:t>
      </w:r>
      <w:r w:rsidR="00F04C85">
        <w:t xml:space="preserve"> </w:t>
      </w:r>
      <w:r>
        <w:t>others and so others become fond of him, and there i</w:t>
      </w:r>
      <w:r w:rsidR="000055F1">
        <w:t>s</w:t>
      </w:r>
      <w:r w:rsidR="00F04C85">
        <w:t xml:space="preserve"> </w:t>
      </w:r>
      <w:r>
        <w:t>nothing praiseworthy to say about a person who is no</w:t>
      </w:r>
      <w:r w:rsidR="000055F1">
        <w:t>t</w:t>
      </w:r>
      <w:r w:rsidR="00F04C85">
        <w:t xml:space="preserve"> </w:t>
      </w:r>
      <w:r>
        <w:lastRenderedPageBreak/>
        <w:t>affectionate towards others and so he himself is not th</w:t>
      </w:r>
      <w:r w:rsidR="000055F1">
        <w:t>e</w:t>
      </w:r>
      <w:r w:rsidR="00F04C85">
        <w:t xml:space="preserve"> </w:t>
      </w:r>
      <w:r w:rsidR="0097266C">
        <w:t xml:space="preserve">recipient of affection". </w:t>
      </w:r>
      <w:r w:rsidR="0097266C" w:rsidRPr="003418E0">
        <w:rPr>
          <w:rStyle w:val="libFootnotenumChar"/>
        </w:rPr>
        <w:t>14</w:t>
      </w:r>
    </w:p>
    <w:p w:rsidR="00CF3F93" w:rsidRDefault="00CF3F93" w:rsidP="00337E26">
      <w:pPr>
        <w:pStyle w:val="Heading2"/>
      </w:pPr>
      <w:bookmarkStart w:id="36" w:name="_Toc496784692"/>
      <w:r>
        <w:t>18-High-mindedness:</w:t>
      </w:r>
      <w:bookmarkEnd w:id="36"/>
    </w:p>
    <w:p w:rsidR="00CF3F93" w:rsidRDefault="00CF3F93" w:rsidP="00CF3F93">
      <w:pPr>
        <w:pStyle w:val="libNormal"/>
      </w:pPr>
      <w:r>
        <w:t>It has always been high-aiming aspirations, which hav</w:t>
      </w:r>
      <w:r w:rsidR="000055F1">
        <w:t>e</w:t>
      </w:r>
      <w:r w:rsidR="00F04C85">
        <w:t xml:space="preserve"> </w:t>
      </w:r>
      <w:r>
        <w:t>raised man to the ranks of the great ones.</w:t>
      </w:r>
    </w:p>
    <w:p w:rsidR="00CF3F93" w:rsidRDefault="00CF3F93" w:rsidP="00CF3F93">
      <w:pPr>
        <w:pStyle w:val="libNormal"/>
      </w:pPr>
      <w:r>
        <w:t>The poet in praise of the Prophet (God’s blessings and peac</w:t>
      </w:r>
      <w:r w:rsidR="000055F1">
        <w:t>e</w:t>
      </w:r>
      <w:r w:rsidR="00F04C85">
        <w:t xml:space="preserve"> </w:t>
      </w:r>
      <w:r>
        <w:t>be upon him and his progeny) says:</w:t>
      </w:r>
    </w:p>
    <w:p w:rsidR="00CF3F93" w:rsidRDefault="00CF3F93" w:rsidP="00CF3F93">
      <w:pPr>
        <w:pStyle w:val="libNormal"/>
      </w:pPr>
      <w:r>
        <w:t>He has aspirations the greatest of which there is no limit t</w:t>
      </w:r>
      <w:r w:rsidR="000055F1">
        <w:t>o</w:t>
      </w:r>
      <w:r w:rsidR="00F04C85">
        <w:t xml:space="preserve"> </w:t>
      </w:r>
      <w:r>
        <w:t>it</w:t>
      </w:r>
      <w:r w:rsidR="000055F1">
        <w:t>,</w:t>
      </w:r>
      <w:r w:rsidR="00F04C85">
        <w:t xml:space="preserve"> </w:t>
      </w:r>
      <w:r>
        <w:t>and whose smallest one is more sublime than time itself.</w:t>
      </w:r>
    </w:p>
    <w:p w:rsidR="00CF3F93" w:rsidRDefault="00CF3F93" w:rsidP="00337E26">
      <w:pPr>
        <w:pStyle w:val="Heading2"/>
      </w:pPr>
      <w:bookmarkStart w:id="37" w:name="_Toc496784693"/>
      <w:r>
        <w:t>19-Perseverance:</w:t>
      </w:r>
      <w:bookmarkEnd w:id="37"/>
    </w:p>
    <w:p w:rsidR="00CF3F93" w:rsidRDefault="00CF3F93" w:rsidP="00CF3F93">
      <w:pPr>
        <w:pStyle w:val="libNormal"/>
      </w:pPr>
      <w:r>
        <w:t>Man is perpetually confronted with problems, particularly i</w:t>
      </w:r>
      <w:r w:rsidR="000055F1">
        <w:t>f</w:t>
      </w:r>
      <w:r w:rsidR="00F04C85">
        <w:t xml:space="preserve"> </w:t>
      </w:r>
      <w:r>
        <w:t>he strives for progress desiring advancement for society an</w:t>
      </w:r>
      <w:r w:rsidR="000055F1">
        <w:t>d</w:t>
      </w:r>
      <w:r w:rsidR="00F04C85">
        <w:t xml:space="preserve"> </w:t>
      </w:r>
      <w:r>
        <w:t>wishing to work for the common good. So if he defie</w:t>
      </w:r>
      <w:r w:rsidR="000055F1">
        <w:t>s</w:t>
      </w:r>
      <w:r w:rsidR="00F04C85">
        <w:t xml:space="preserve"> </w:t>
      </w:r>
      <w:r>
        <w:t>misfortune and continues in his work he will succeed but i</w:t>
      </w:r>
      <w:r w:rsidR="000055F1">
        <w:t>f</w:t>
      </w:r>
      <w:r w:rsidR="00F04C85">
        <w:t xml:space="preserve"> </w:t>
      </w:r>
      <w:r>
        <w:t>he does not, he will be counted among the losers. As Go</w:t>
      </w:r>
      <w:r w:rsidR="000055F1">
        <w:t>d</w:t>
      </w:r>
      <w:r w:rsidR="00F04C85">
        <w:t xml:space="preserve"> </w:t>
      </w:r>
      <w:r>
        <w:t>states: “Verily, those who say, ‘Our Lord is Allah’, and the</w:t>
      </w:r>
      <w:r w:rsidR="000055F1">
        <w:t>n</w:t>
      </w:r>
      <w:r w:rsidR="00F04C85">
        <w:t xml:space="preserve"> </w:t>
      </w:r>
      <w:r>
        <w:t>they stand fast, on them the angels will descend [saying]</w:t>
      </w:r>
      <w:r w:rsidR="000055F1">
        <w:t>,</w:t>
      </w:r>
      <w:r w:rsidR="00F04C85">
        <w:t xml:space="preserve"> </w:t>
      </w:r>
      <w:r>
        <w:t>‘Fear not, nor grieve’……..”[41: 30].</w:t>
      </w:r>
    </w:p>
    <w:p w:rsidR="00CF3F93" w:rsidRDefault="00CF3F93" w:rsidP="00337E26">
      <w:pPr>
        <w:pStyle w:val="Heading2"/>
      </w:pPr>
      <w:bookmarkStart w:id="38" w:name="_Toc496784694"/>
      <w:r>
        <w:t>20-Adherence to the Highest Standards in the Treatment o</w:t>
      </w:r>
      <w:r w:rsidR="000055F1">
        <w:t>f</w:t>
      </w:r>
      <w:r w:rsidR="00F04C85">
        <w:t xml:space="preserve"> </w:t>
      </w:r>
      <w:r>
        <w:t>Others:</w:t>
      </w:r>
      <w:bookmarkEnd w:id="38"/>
    </w:p>
    <w:p w:rsidR="00CF3F93" w:rsidRDefault="00CF3F93" w:rsidP="00337E26">
      <w:pPr>
        <w:pStyle w:val="libNormal"/>
      </w:pPr>
      <w:r>
        <w:t>Such as, possessing humility, which is not being proud;</w:t>
      </w:r>
      <w:r w:rsidR="00337E26">
        <w:t xml:space="preserve"> </w:t>
      </w:r>
      <w:r>
        <w:t>having no arrogance; possessing forbearance and not flyin</w:t>
      </w:r>
      <w:r w:rsidR="000055F1">
        <w:t>g</w:t>
      </w:r>
      <w:r w:rsidR="00F04C85">
        <w:t xml:space="preserve"> </w:t>
      </w:r>
      <w:r>
        <w:t>into a rage. Also having patience and not being easil</w:t>
      </w:r>
      <w:r w:rsidR="000055F1">
        <w:t>y</w:t>
      </w:r>
      <w:r w:rsidR="00F04C85">
        <w:t xml:space="preserve"> </w:t>
      </w:r>
      <w:r>
        <w:t xml:space="preserve">irritated; doing </w:t>
      </w:r>
      <w:proofErr w:type="gramStart"/>
      <w:r>
        <w:t>good</w:t>
      </w:r>
      <w:proofErr w:type="gramEnd"/>
      <w:r>
        <w:t xml:space="preserve"> for other people and not hesitating fro</w:t>
      </w:r>
      <w:r w:rsidR="000055F1">
        <w:t>m</w:t>
      </w:r>
      <w:r w:rsidR="00F04C85">
        <w:t xml:space="preserve"> </w:t>
      </w:r>
      <w:r>
        <w:t>being a service to others, and so on.</w:t>
      </w:r>
    </w:p>
    <w:p w:rsidR="00CF3F93" w:rsidRDefault="00CF3F93" w:rsidP="00CF3F93">
      <w:pPr>
        <w:pStyle w:val="libNormal"/>
      </w:pPr>
      <w:r>
        <w:t>There are many other virtues that scholars of ethics hav</w:t>
      </w:r>
      <w:r w:rsidR="000055F1">
        <w:t>e</w:t>
      </w:r>
      <w:r w:rsidR="00F04C85">
        <w:t xml:space="preserve"> </w:t>
      </w:r>
      <w:r>
        <w:t xml:space="preserve">mentioned in more detail in their books and which contain </w:t>
      </w:r>
      <w:r w:rsidR="000055F1">
        <w:t>a</w:t>
      </w:r>
      <w:r w:rsidR="00F04C85">
        <w:t xml:space="preserve"> </w:t>
      </w:r>
      <w:r>
        <w:t xml:space="preserve">greater number of verses from the Qur’an and </w:t>
      </w:r>
      <w:proofErr w:type="spellStart"/>
      <w:r>
        <w:t>hadith</w:t>
      </w:r>
      <w:proofErr w:type="spellEnd"/>
      <w:r>
        <w:t xml:space="preserve"> of th</w:t>
      </w:r>
      <w:r w:rsidR="000055F1">
        <w:t>e</w:t>
      </w:r>
      <w:r w:rsidR="00F04C85">
        <w:t xml:space="preserve"> </w:t>
      </w:r>
      <w:r>
        <w:t>Holy Prophet and the pure Imams.</w:t>
      </w:r>
    </w:p>
    <w:p w:rsidR="00CF3F93" w:rsidRDefault="00CF3F93" w:rsidP="00146845">
      <w:pPr>
        <w:pStyle w:val="libNormal"/>
      </w:pPr>
      <w:r>
        <w:br w:type="page"/>
      </w:r>
    </w:p>
    <w:p w:rsidR="00CF3F93" w:rsidRDefault="00CF3F93" w:rsidP="00146845">
      <w:pPr>
        <w:pStyle w:val="Heading1Center"/>
      </w:pPr>
      <w:bookmarkStart w:id="39" w:name="_Toc496784695"/>
      <w:r>
        <w:lastRenderedPageBreak/>
        <w:t>4-AN ISLAMIC LIFE-STYLE</w:t>
      </w:r>
      <w:bookmarkEnd w:id="39"/>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meant by an Islamic life-style?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An Islamic life-style relates to man's various activities but</w:t>
      </w:r>
      <w:r w:rsidR="000055F1">
        <w:t>,</w:t>
      </w:r>
      <w:r w:rsidR="00F04C85">
        <w:t xml:space="preserve"> </w:t>
      </w:r>
      <w:r>
        <w:t>however, concerns matters which Islam either encourages o</w:t>
      </w:r>
      <w:r w:rsidR="000055F1">
        <w:t>r</w:t>
      </w:r>
      <w:r w:rsidR="00F04C85">
        <w:t xml:space="preserve"> </w:t>
      </w:r>
      <w:r>
        <w:t>discourages but which are not in the category of being obligator</w:t>
      </w:r>
      <w:r w:rsidR="000055F1">
        <w:t>y</w:t>
      </w:r>
      <w:r w:rsidR="00F04C85">
        <w:t xml:space="preserve"> </w:t>
      </w:r>
      <w:r>
        <w:t>or forbidden.</w:t>
      </w:r>
    </w:p>
    <w:p w:rsidR="00CF3F93" w:rsidRDefault="00CF3F93" w:rsidP="00CF3F93">
      <w:pPr>
        <w:pStyle w:val="libNormal"/>
      </w:pPr>
      <w:r>
        <w:t>Such a life-style or way of living is to the greater benefit of th</w:t>
      </w:r>
      <w:r w:rsidR="000055F1">
        <w:t>e</w:t>
      </w:r>
      <w:r w:rsidR="00F04C85">
        <w:t xml:space="preserve"> </w:t>
      </w:r>
      <w:r>
        <w:t>individual and society in this world and the next.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If these matters bring about an upward spiritual growth in ma</w:t>
      </w:r>
      <w:r w:rsidR="000055F1">
        <w:t>n</w:t>
      </w:r>
      <w:r w:rsidR="00F04C85">
        <w:t xml:space="preserve"> </w:t>
      </w:r>
      <w:r>
        <w:t>why has not Islam made them obligatory?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Because Islam realizes that man by nature is weak and does no</w:t>
      </w:r>
      <w:r w:rsidR="000055F1">
        <w:t>t</w:t>
      </w:r>
      <w:r w:rsidR="00F04C85">
        <w:t xml:space="preserve"> </w:t>
      </w:r>
      <w:r>
        <w:t>want to tire him out with a plethora of laws. Therefore it has onl</w:t>
      </w:r>
      <w:r w:rsidR="000055F1">
        <w:t>y</w:t>
      </w:r>
      <w:r w:rsidR="00F04C85">
        <w:t xml:space="preserve"> </w:t>
      </w:r>
      <w:r>
        <w:t>made obligatory what is essential for his religion and his wellbein</w:t>
      </w:r>
      <w:r w:rsidR="000055F1">
        <w:t>g</w:t>
      </w:r>
      <w:r w:rsidR="00F04C85">
        <w:t xml:space="preserve"> </w:t>
      </w:r>
      <w:r>
        <w:t>in this life and has left the non-essential matters up to hi</w:t>
      </w:r>
      <w:r w:rsidR="000055F1">
        <w:t>m</w:t>
      </w:r>
      <w:r w:rsidR="00F04C85">
        <w:t xml:space="preserve"> </w:t>
      </w:r>
      <w:r>
        <w:t>entirely. If he wishes he can do them, and if he does not want t</w:t>
      </w:r>
      <w:r w:rsidR="000055F1">
        <w:t>o</w:t>
      </w:r>
      <w:r w:rsidR="00F04C85">
        <w:t xml:space="preserve"> </w:t>
      </w:r>
      <w:r>
        <w:t>do them then he need not. Islam has issued directives concernin</w:t>
      </w:r>
      <w:r w:rsidR="000055F1">
        <w:t>g</w:t>
      </w:r>
      <w:r w:rsidR="00F04C85">
        <w:t xml:space="preserve"> </w:t>
      </w:r>
      <w:r>
        <w:t>matters of which it approves or disapproves so that those o</w:t>
      </w:r>
      <w:r w:rsidR="000055F1">
        <w:t>f</w:t>
      </w:r>
      <w:r w:rsidR="00F04C85">
        <w:t xml:space="preserve"> </w:t>
      </w:r>
      <w:r>
        <w:t>strong character who seek greater advance and well-being fo</w:t>
      </w:r>
      <w:r w:rsidR="000055F1">
        <w:t>r</w:t>
      </w:r>
      <w:r w:rsidR="00F04C85">
        <w:t xml:space="preserve"> </w:t>
      </w:r>
      <w:r>
        <w:t>themselves and for society as a whole should act upon them.</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Please give us examples of Islamic </w:t>
      </w:r>
      <w:proofErr w:type="spellStart"/>
      <w:r>
        <w:t>behaviour</w:t>
      </w:r>
      <w:proofErr w:type="spellEnd"/>
      <w:r>
        <w:t xml:space="preserve"> or an Islamic lifestyle.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An Islamic life-style is multi-faceted but here we shall set out th</w:t>
      </w:r>
      <w:r w:rsidR="000055F1">
        <w:t>e</w:t>
      </w:r>
      <w:r w:rsidR="00F04C85">
        <w:t xml:space="preserve"> </w:t>
      </w:r>
      <w:r>
        <w:t xml:space="preserve">main aspects of Islamic </w:t>
      </w:r>
      <w:proofErr w:type="spellStart"/>
      <w:r>
        <w:t>behaviour</w:t>
      </w:r>
      <w:proofErr w:type="spellEnd"/>
      <w:r>
        <w:t xml:space="preserve"> and which relate to th</w:t>
      </w:r>
      <w:r w:rsidR="000055F1">
        <w:t>e</w:t>
      </w:r>
      <w:r w:rsidR="00F04C85">
        <w:t xml:space="preserve"> </w:t>
      </w:r>
      <w:r>
        <w:t>following subjects:</w:t>
      </w:r>
    </w:p>
    <w:p w:rsidR="00CF3F93" w:rsidRDefault="00CF3F93" w:rsidP="00CF3F93">
      <w:pPr>
        <w:pStyle w:val="libNormal"/>
      </w:pPr>
      <w:r>
        <w:t>1. What a woman should do when a man wants to marr</w:t>
      </w:r>
      <w:r w:rsidR="000055F1">
        <w:t>y</w:t>
      </w:r>
      <w:r w:rsidR="00F04C85">
        <w:t xml:space="preserve"> </w:t>
      </w:r>
      <w:r>
        <w:t>her, and vice-versa. The subject is bound up with</w:t>
      </w:r>
      <w:r w:rsidR="0097266C">
        <w:t xml:space="preserve"> </w:t>
      </w:r>
      <w:r>
        <w:t>considerations regarding religion, manners, looks</w:t>
      </w:r>
      <w:r w:rsidR="000055F1">
        <w:t>,</w:t>
      </w:r>
      <w:r w:rsidR="00F04C85">
        <w:t xml:space="preserve"> </w:t>
      </w:r>
      <w:r>
        <w:t>finance, family and maturity.</w:t>
      </w:r>
    </w:p>
    <w:p w:rsidR="00CF3F93" w:rsidRDefault="00CF3F93" w:rsidP="00CF3F93">
      <w:pPr>
        <w:pStyle w:val="libNormal"/>
      </w:pPr>
      <w:r>
        <w:t>2. The marriage ceremony, dowry, the intimate side o</w:t>
      </w:r>
      <w:r w:rsidR="000055F1">
        <w:t>f</w:t>
      </w:r>
      <w:r w:rsidR="00F04C85">
        <w:t xml:space="preserve"> </w:t>
      </w:r>
      <w:r>
        <w:t>marriage, how a husband and wife should treat on</w:t>
      </w:r>
      <w:r w:rsidR="000055F1">
        <w:t>e</w:t>
      </w:r>
      <w:r w:rsidR="00F04C85">
        <w:t xml:space="preserve"> </w:t>
      </w:r>
      <w:r>
        <w:t>another, the waiting-period after divorce (the ‘</w:t>
      </w:r>
      <w:proofErr w:type="spellStart"/>
      <w:r>
        <w:t>idda</w:t>
      </w:r>
      <w:proofErr w:type="spellEnd"/>
      <w:r>
        <w:t>)</w:t>
      </w:r>
      <w:r w:rsidR="000055F1">
        <w:t>,</w:t>
      </w:r>
      <w:r w:rsidR="00F04C85">
        <w:t xml:space="preserve"> </w:t>
      </w:r>
      <w:r>
        <w:t>becoming a widow.</w:t>
      </w:r>
    </w:p>
    <w:p w:rsidR="00CF3F93" w:rsidRDefault="00CF3F93" w:rsidP="00CF3F93">
      <w:pPr>
        <w:pStyle w:val="libNormal"/>
      </w:pPr>
      <w:r>
        <w:t>3. Pregnancy, breast-feeding and the bringing-up o</w:t>
      </w:r>
      <w:r w:rsidR="000055F1">
        <w:t>f</w:t>
      </w:r>
      <w:r w:rsidR="00F04C85">
        <w:t xml:space="preserve"> </w:t>
      </w:r>
      <w:r>
        <w:t>children.</w:t>
      </w:r>
    </w:p>
    <w:p w:rsidR="00CF3F93" w:rsidRDefault="00CF3F93" w:rsidP="00CF3F93">
      <w:pPr>
        <w:pStyle w:val="libNormal"/>
      </w:pPr>
      <w:r>
        <w:t>4. Responsibility relating to work (man and wife) withi</w:t>
      </w:r>
      <w:r w:rsidR="000055F1">
        <w:t>n</w:t>
      </w:r>
      <w:r w:rsidR="00F04C85">
        <w:t xml:space="preserve"> </w:t>
      </w:r>
      <w:r>
        <w:t>the house and outside.</w:t>
      </w:r>
    </w:p>
    <w:p w:rsidR="00CF3F93" w:rsidRDefault="00CF3F93" w:rsidP="00CF3F93">
      <w:pPr>
        <w:pStyle w:val="libNormal"/>
      </w:pPr>
      <w:r>
        <w:t xml:space="preserve">5. Dress code in relation to fabric, </w:t>
      </w:r>
      <w:proofErr w:type="spellStart"/>
      <w:r>
        <w:t>colour</w:t>
      </w:r>
      <w:proofErr w:type="spellEnd"/>
      <w:r>
        <w:t>, cut and th</w:t>
      </w:r>
      <w:r w:rsidR="000055F1">
        <w:t>e</w:t>
      </w:r>
      <w:r w:rsidR="00F04C85">
        <w:t xml:space="preserve"> </w:t>
      </w:r>
      <w:r>
        <w:t>number of dresses.</w:t>
      </w:r>
    </w:p>
    <w:p w:rsidR="00CF3F93" w:rsidRDefault="00CF3F93" w:rsidP="00CF3F93">
      <w:pPr>
        <w:pStyle w:val="libNormal"/>
      </w:pPr>
      <w:r>
        <w:t>6. The hair, beard, eyebrows and the hair on the rest of th</w:t>
      </w:r>
      <w:r w:rsidR="000055F1">
        <w:t>e</w:t>
      </w:r>
      <w:r w:rsidR="00F04C85">
        <w:t xml:space="preserve"> </w:t>
      </w:r>
      <w:r>
        <w:t>body, as regards combing, oiling, cutting an</w:t>
      </w:r>
      <w:r w:rsidR="000055F1">
        <w:t>d</w:t>
      </w:r>
      <w:r w:rsidR="00F04C85">
        <w:t xml:space="preserve"> </w:t>
      </w:r>
      <w:r>
        <w:t>beautifying, the removal and plucking of hair and dyein</w:t>
      </w:r>
      <w:r w:rsidR="000055F1">
        <w:t>g</w:t>
      </w:r>
      <w:r w:rsidR="00F04C85">
        <w:t xml:space="preserve"> </w:t>
      </w:r>
      <w:r>
        <w:t xml:space="preserve">and </w:t>
      </w:r>
      <w:proofErr w:type="spellStart"/>
      <w:r>
        <w:t>colouring</w:t>
      </w:r>
      <w:proofErr w:type="spellEnd"/>
      <w:r>
        <w:t>.</w:t>
      </w:r>
    </w:p>
    <w:p w:rsidR="00CF3F93" w:rsidRDefault="00CF3F93" w:rsidP="00CF3F93">
      <w:pPr>
        <w:pStyle w:val="libNormal"/>
      </w:pPr>
      <w:r>
        <w:t>7. The rules of caring and looking after the body as regard</w:t>
      </w:r>
      <w:r w:rsidR="000055F1">
        <w:t>s</w:t>
      </w:r>
      <w:r w:rsidR="00F04C85">
        <w:t xml:space="preserve"> </w:t>
      </w:r>
      <w:r>
        <w:t>oiling, rubbing the skin and doing exercise.</w:t>
      </w:r>
    </w:p>
    <w:p w:rsidR="00CF3F93" w:rsidRDefault="00CF3F93" w:rsidP="00CF3F93">
      <w:pPr>
        <w:pStyle w:val="libNormal"/>
      </w:pPr>
      <w:r>
        <w:t>8. Eating and drinking.</w:t>
      </w:r>
    </w:p>
    <w:p w:rsidR="00CF3F93" w:rsidRDefault="00CF3F93" w:rsidP="00CF3F93">
      <w:pPr>
        <w:pStyle w:val="libNormal"/>
      </w:pPr>
      <w:r>
        <w:t>9. Waking, sleeping, lying down and stretching out th</w:t>
      </w:r>
      <w:r w:rsidR="000055F1">
        <w:t>e</w:t>
      </w:r>
      <w:r w:rsidR="00F04C85">
        <w:t xml:space="preserve"> </w:t>
      </w:r>
      <w:r>
        <w:t>body.</w:t>
      </w:r>
    </w:p>
    <w:p w:rsidR="00CF3F93" w:rsidRDefault="00CF3F93" w:rsidP="00CF3F93">
      <w:pPr>
        <w:pStyle w:val="libNormal"/>
      </w:pPr>
      <w:r>
        <w:t>10. Applying kohl (antimony) to the eyes, brushing th</w:t>
      </w:r>
      <w:r w:rsidR="000055F1">
        <w:t>e</w:t>
      </w:r>
      <w:r w:rsidR="00F04C85">
        <w:t xml:space="preserve"> </w:t>
      </w:r>
      <w:r>
        <w:t>teeth, using a toothpick or dental floss, making th</w:t>
      </w:r>
      <w:r w:rsidR="000055F1">
        <w:t>e</w:t>
      </w:r>
      <w:r w:rsidR="00F04C85">
        <w:t xml:space="preserve"> </w:t>
      </w:r>
      <w:r>
        <w:t>mouth smell nice as well as the whole body.</w:t>
      </w:r>
    </w:p>
    <w:p w:rsidR="00CF3F93" w:rsidRDefault="00CF3F93" w:rsidP="00CF3F93">
      <w:pPr>
        <w:pStyle w:val="libNormal"/>
      </w:pPr>
      <w:r>
        <w:lastRenderedPageBreak/>
        <w:t>11. Going to the bathroom or toilet with regard to enterin</w:t>
      </w:r>
      <w:r w:rsidR="000055F1">
        <w:t>g</w:t>
      </w:r>
      <w:r w:rsidR="00F04C85">
        <w:t xml:space="preserve"> </w:t>
      </w:r>
      <w:r>
        <w:t>and leaving, how to cleanse oneself with water an</w:t>
      </w:r>
      <w:r w:rsidR="000055F1">
        <w:t>d</w:t>
      </w:r>
      <w:r w:rsidR="00F04C85">
        <w:t xml:space="preserve"> </w:t>
      </w:r>
      <w:r>
        <w:t xml:space="preserve">remove impurities (after bodily functions) and wearing </w:t>
      </w:r>
      <w:r w:rsidR="000055F1">
        <w:t>a</w:t>
      </w:r>
      <w:r w:rsidR="00F04C85">
        <w:t xml:space="preserve"> </w:t>
      </w:r>
      <w:r>
        <w:t>bathing cloth.</w:t>
      </w:r>
    </w:p>
    <w:p w:rsidR="00CF3F93" w:rsidRDefault="00CF3F93" w:rsidP="00CF3F93">
      <w:pPr>
        <w:pStyle w:val="libNormal"/>
      </w:pPr>
      <w:r>
        <w:t>12. Meeting one another and such topics as being the first t</w:t>
      </w:r>
      <w:r w:rsidR="000055F1">
        <w:t>o</w:t>
      </w:r>
      <w:r w:rsidR="00F04C85">
        <w:t xml:space="preserve"> </w:t>
      </w:r>
      <w:r>
        <w:t>greet the gathering, opening up space for others, and th</w:t>
      </w:r>
      <w:r w:rsidR="000055F1">
        <w:t>e</w:t>
      </w:r>
      <w:r w:rsidR="00F04C85">
        <w:t xml:space="preserve"> </w:t>
      </w:r>
      <w:r>
        <w:t>guarding of tongue, eyes and ears from habit</w:t>
      </w:r>
      <w:r w:rsidR="000055F1">
        <w:t>s</w:t>
      </w:r>
      <w:r w:rsidR="00F04C85">
        <w:t xml:space="preserve"> </w:t>
      </w:r>
      <w:r>
        <w:t>incompatible with good manners like whispering i</w:t>
      </w:r>
      <w:r w:rsidR="000055F1">
        <w:t>n</w:t>
      </w:r>
      <w:r w:rsidR="00F04C85">
        <w:t xml:space="preserve"> </w:t>
      </w:r>
      <w:r>
        <w:t>someone’s ear; eschewing foolish talk; the use of polit</w:t>
      </w:r>
      <w:r w:rsidR="000055F1">
        <w:t>e</w:t>
      </w:r>
      <w:r w:rsidR="00F04C85">
        <w:t xml:space="preserve"> </w:t>
      </w:r>
      <w:r>
        <w:t>language when meeting others and avoiding vulgarity;</w:t>
      </w:r>
    </w:p>
    <w:p w:rsidR="00CF3F93" w:rsidRDefault="00CF3F93" w:rsidP="00CF3F93">
      <w:pPr>
        <w:pStyle w:val="libNormal"/>
      </w:pPr>
      <w:proofErr w:type="gramStart"/>
      <w:r>
        <w:t>and</w:t>
      </w:r>
      <w:proofErr w:type="gramEnd"/>
      <w:r>
        <w:t xml:space="preserve"> the way of sitting properly.</w:t>
      </w:r>
    </w:p>
    <w:p w:rsidR="00CF3F93" w:rsidRDefault="00CF3F93" w:rsidP="00CF3F93">
      <w:pPr>
        <w:pStyle w:val="libNormal"/>
      </w:pPr>
      <w:r>
        <w:t>13. Eating and the way of eating with others; washing th</w:t>
      </w:r>
      <w:r w:rsidR="000055F1">
        <w:t>e</w:t>
      </w:r>
      <w:r w:rsidR="00F04C85">
        <w:t xml:space="preserve"> </w:t>
      </w:r>
      <w:r>
        <w:t>hands before and after eating; to eat only when hungr</w:t>
      </w:r>
      <w:r w:rsidR="000055F1">
        <w:t>y</w:t>
      </w:r>
      <w:r w:rsidR="00F04C85">
        <w:t xml:space="preserve"> </w:t>
      </w:r>
      <w:r>
        <w:t>and to stop eating before being full; how to sit properl</w:t>
      </w:r>
      <w:r w:rsidR="000055F1">
        <w:t>y</w:t>
      </w:r>
      <w:r w:rsidR="00F04C85">
        <w:t xml:space="preserve"> </w:t>
      </w:r>
      <w:r>
        <w:t>before the food; to partake first of all with salt; sayin</w:t>
      </w:r>
      <w:r w:rsidR="000055F1">
        <w:t>g</w:t>
      </w:r>
      <w:r w:rsidR="00F04C85">
        <w:t xml:space="preserve"> </w:t>
      </w:r>
      <w:proofErr w:type="spellStart"/>
      <w:r>
        <w:t>bismillahi-rrahmani-rrahim</w:t>
      </w:r>
      <w:proofErr w:type="spellEnd"/>
      <w:r>
        <w:t xml:space="preserve"> (in the name of God, th</w:t>
      </w:r>
      <w:r w:rsidR="000055F1">
        <w:t>e</w:t>
      </w:r>
      <w:r w:rsidR="00F04C85">
        <w:t xml:space="preserve"> </w:t>
      </w:r>
      <w:r>
        <w:t>Most Merciful, the Most Compassionate) at th</w:t>
      </w:r>
      <w:r w:rsidR="000055F1">
        <w:t>e</w:t>
      </w:r>
      <w:r w:rsidR="00F04C85">
        <w:t xml:space="preserve"> </w:t>
      </w:r>
      <w:r>
        <w:t>beginning of the meal and al-</w:t>
      </w:r>
      <w:proofErr w:type="spellStart"/>
      <w:r>
        <w:t>hamdulillahi</w:t>
      </w:r>
      <w:proofErr w:type="spellEnd"/>
      <w:r>
        <w:t xml:space="preserve"> </w:t>
      </w:r>
      <w:proofErr w:type="spellStart"/>
      <w:r>
        <w:t>Rabb</w:t>
      </w:r>
      <w:proofErr w:type="spellEnd"/>
      <w:r>
        <w:t xml:space="preserve"> al</w:t>
      </w:r>
      <w:r w:rsidR="00337E26">
        <w:t>-</w:t>
      </w:r>
      <w:r>
        <w:t>‘</w:t>
      </w:r>
      <w:proofErr w:type="spellStart"/>
      <w:r>
        <w:t>alamin</w:t>
      </w:r>
      <w:proofErr w:type="spellEnd"/>
      <w:r>
        <w:t xml:space="preserve"> (praise be to God, the Lord of the worlds), o</w:t>
      </w:r>
      <w:r w:rsidR="000055F1">
        <w:t>r</w:t>
      </w:r>
      <w:r w:rsidR="00F04C85">
        <w:t xml:space="preserve"> </w:t>
      </w:r>
      <w:r>
        <w:t>similar expressions of thanks to God, at the end.</w:t>
      </w:r>
    </w:p>
    <w:p w:rsidR="00CF3F93" w:rsidRDefault="00CF3F93" w:rsidP="00CF3F93">
      <w:pPr>
        <w:pStyle w:val="libNormal"/>
      </w:pPr>
      <w:r>
        <w:t>14. Drinking water: whether to drink standing or sitting;</w:t>
      </w:r>
    </w:p>
    <w:p w:rsidR="00CF3F93" w:rsidRDefault="00CF3F93" w:rsidP="00CF3F93">
      <w:pPr>
        <w:pStyle w:val="libNormal"/>
      </w:pPr>
      <w:proofErr w:type="gramStart"/>
      <w:r>
        <w:t>gulping</w:t>
      </w:r>
      <w:proofErr w:type="gramEnd"/>
      <w:r>
        <w:t xml:space="preserve"> down the water or drinking in sips; the suitabl</w:t>
      </w:r>
      <w:r w:rsidR="000055F1">
        <w:t>e</w:t>
      </w:r>
      <w:r w:rsidR="00F04C85">
        <w:t xml:space="preserve"> </w:t>
      </w:r>
      <w:r>
        <w:t>time to drink.</w:t>
      </w:r>
    </w:p>
    <w:p w:rsidR="00CF3F93" w:rsidRDefault="00CF3F93" w:rsidP="00CF3F93">
      <w:pPr>
        <w:pStyle w:val="libNormal"/>
      </w:pPr>
      <w:r>
        <w:t>15. Making a living and engaging in trade.</w:t>
      </w:r>
    </w:p>
    <w:p w:rsidR="00CF3F93" w:rsidRDefault="00CF3F93" w:rsidP="00CF3F93">
      <w:pPr>
        <w:pStyle w:val="libNormal"/>
      </w:pPr>
      <w:r>
        <w:t>16. Farming.</w:t>
      </w:r>
    </w:p>
    <w:p w:rsidR="00CF3F93" w:rsidRDefault="00CF3F93" w:rsidP="00CF3F93">
      <w:pPr>
        <w:pStyle w:val="libNormal"/>
      </w:pPr>
      <w:r>
        <w:t>17. Keeping healthy: ways of preventing bad health and ho</w:t>
      </w:r>
      <w:r w:rsidR="000055F1">
        <w:t>w</w:t>
      </w:r>
      <w:r w:rsidR="00F04C85">
        <w:t xml:space="preserve"> </w:t>
      </w:r>
      <w:r>
        <w:t>best to go about a cure.</w:t>
      </w:r>
    </w:p>
    <w:p w:rsidR="00CF3F93" w:rsidRDefault="00CF3F93" w:rsidP="00CF3F93">
      <w:pPr>
        <w:pStyle w:val="libNormal"/>
      </w:pPr>
      <w:r>
        <w:t>18. Teaching and learning, duties of a teacher and hi</w:t>
      </w:r>
      <w:r w:rsidR="000055F1">
        <w:t>s</w:t>
      </w:r>
      <w:r w:rsidR="00F04C85">
        <w:t xml:space="preserve"> </w:t>
      </w:r>
      <w:r>
        <w:t xml:space="preserve">student, composition, handwriting and </w:t>
      </w:r>
      <w:proofErr w:type="spellStart"/>
      <w:r>
        <w:t>memorisin</w:t>
      </w:r>
      <w:r w:rsidR="000055F1">
        <w:t>g</w:t>
      </w:r>
      <w:proofErr w:type="spellEnd"/>
      <w:r w:rsidR="00F04C85">
        <w:t xml:space="preserve"> </w:t>
      </w:r>
      <w:r>
        <w:t>lessons.</w:t>
      </w:r>
    </w:p>
    <w:p w:rsidR="00CF3F93" w:rsidRDefault="00CF3F93" w:rsidP="00CF3F93">
      <w:pPr>
        <w:pStyle w:val="libNormal"/>
      </w:pPr>
      <w:r>
        <w:t>19. Business transactions; buying and selling; renting an</w:t>
      </w:r>
      <w:r w:rsidR="000055F1">
        <w:t>d</w:t>
      </w:r>
      <w:r w:rsidR="00F04C85">
        <w:t xml:space="preserve"> </w:t>
      </w:r>
      <w:r>
        <w:t>pawning and related matters.</w:t>
      </w:r>
    </w:p>
    <w:p w:rsidR="00CF3F93" w:rsidRDefault="00CF3F93" w:rsidP="00CF3F93">
      <w:pPr>
        <w:pStyle w:val="libNormal"/>
      </w:pPr>
      <w:r>
        <w:t>20. Buying poultry and birds and how best to look afte</w:t>
      </w:r>
      <w:r w:rsidR="000055F1">
        <w:t>r</w:t>
      </w:r>
      <w:r w:rsidR="00F04C85">
        <w:t xml:space="preserve"> </w:t>
      </w:r>
      <w:r>
        <w:t>them.</w:t>
      </w:r>
    </w:p>
    <w:p w:rsidR="00CF3F93" w:rsidRDefault="00CF3F93" w:rsidP="00CF3F93">
      <w:pPr>
        <w:pStyle w:val="libNormal"/>
      </w:pPr>
      <w:r>
        <w:t>21. Keeping the house and the area around it clean and ho</w:t>
      </w:r>
      <w:r w:rsidR="000055F1">
        <w:t>w</w:t>
      </w:r>
      <w:r w:rsidR="00F04C85">
        <w:t xml:space="preserve"> </w:t>
      </w:r>
      <w:r>
        <w:t>best to arrange the house and its rooms and so on.</w:t>
      </w:r>
    </w:p>
    <w:p w:rsidR="00CF3F93" w:rsidRDefault="00CF3F93" w:rsidP="00CF3F93">
      <w:pPr>
        <w:pStyle w:val="libNormal"/>
      </w:pPr>
      <w:r>
        <w:t>22. Acquiring livestock and other animals: watering an</w:t>
      </w:r>
      <w:r w:rsidR="000055F1">
        <w:t>d</w:t>
      </w:r>
      <w:r w:rsidR="00F04C85">
        <w:t xml:space="preserve"> </w:t>
      </w:r>
      <w:r>
        <w:t>feeding them; getting them to carry loads and lookin</w:t>
      </w:r>
      <w:r w:rsidR="000055F1">
        <w:t>g</w:t>
      </w:r>
      <w:r w:rsidR="00F04C85">
        <w:t xml:space="preserve"> </w:t>
      </w:r>
      <w:r>
        <w:t>after them.</w:t>
      </w:r>
    </w:p>
    <w:p w:rsidR="00CF3F93" w:rsidRDefault="00CF3F93" w:rsidP="00CF3F93">
      <w:pPr>
        <w:pStyle w:val="libNormal"/>
      </w:pPr>
      <w:r>
        <w:t>23. Constructing buildings.</w:t>
      </w:r>
    </w:p>
    <w:p w:rsidR="00CF3F93" w:rsidRDefault="00CF3F93" w:rsidP="00CF3F93">
      <w:pPr>
        <w:pStyle w:val="libNormal"/>
      </w:pPr>
      <w:r>
        <w:t>24. Widening roads, digging wells, opening up canals an</w:t>
      </w:r>
      <w:r w:rsidR="000055F1">
        <w:t>d</w:t>
      </w:r>
      <w:r w:rsidR="00F04C85">
        <w:t xml:space="preserve"> </w:t>
      </w:r>
      <w:r>
        <w:t>rivers.</w:t>
      </w:r>
    </w:p>
    <w:p w:rsidR="00CF3F93" w:rsidRDefault="00CF3F93" w:rsidP="00CF3F93">
      <w:pPr>
        <w:pStyle w:val="libNormal"/>
      </w:pPr>
      <w:r>
        <w:t>25. Profiting from the hidden resources of the world: mines</w:t>
      </w:r>
      <w:r w:rsidR="000055F1">
        <w:t>,</w:t>
      </w:r>
      <w:r w:rsidR="00F04C85">
        <w:t xml:space="preserve"> </w:t>
      </w:r>
      <w:r>
        <w:t>treasure hoards (sea and land).</w:t>
      </w:r>
    </w:p>
    <w:p w:rsidR="00CF3F93" w:rsidRDefault="00CF3F93" w:rsidP="00CF3F93">
      <w:pPr>
        <w:pStyle w:val="libNormal"/>
      </w:pPr>
      <w:r>
        <w:t xml:space="preserve">26. </w:t>
      </w:r>
      <w:proofErr w:type="spellStart"/>
      <w:r>
        <w:t>Behaviour</w:t>
      </w:r>
      <w:proofErr w:type="spellEnd"/>
      <w:r>
        <w:t xml:space="preserve"> when travelling or staying in a place.</w:t>
      </w:r>
    </w:p>
    <w:p w:rsidR="00CF3F93" w:rsidRDefault="00CF3F93" w:rsidP="00CF3F93">
      <w:pPr>
        <w:pStyle w:val="libNormal"/>
      </w:pPr>
      <w:r>
        <w:t>27. The prescribed way of slaughtering an animal.</w:t>
      </w:r>
    </w:p>
    <w:p w:rsidR="00CF3F93" w:rsidRDefault="00CF3F93" w:rsidP="00CF3F93">
      <w:pPr>
        <w:pStyle w:val="libNormal"/>
      </w:pPr>
      <w:r>
        <w:t>28. The sentencing of crimes and redress of grievances an</w:t>
      </w:r>
      <w:r w:rsidR="000055F1">
        <w:t>d</w:t>
      </w:r>
      <w:r w:rsidR="00F04C85">
        <w:t xml:space="preserve"> </w:t>
      </w:r>
      <w:r>
        <w:t>matters relating to the judge, the witnesses, the takin</w:t>
      </w:r>
      <w:r w:rsidR="000055F1">
        <w:t>g</w:t>
      </w:r>
      <w:r w:rsidR="00F04C85">
        <w:t xml:space="preserve"> </w:t>
      </w:r>
      <w:r>
        <w:t>down in writing of the court proceedings, document</w:t>
      </w:r>
      <w:r w:rsidR="000055F1">
        <w:t>s</w:t>
      </w:r>
      <w:r w:rsidR="00F04C85">
        <w:t xml:space="preserve"> </w:t>
      </w:r>
      <w:r>
        <w:t>produced to substantiate a claim, the way a courtroo</w:t>
      </w:r>
      <w:r w:rsidR="000055F1">
        <w:t>m</w:t>
      </w:r>
      <w:r w:rsidR="00F04C85">
        <w:t xml:space="preserve"> </w:t>
      </w:r>
      <w:r>
        <w:t>should be arranged and the hearing of an independen</w:t>
      </w:r>
      <w:r w:rsidR="000055F1">
        <w:t>t</w:t>
      </w:r>
      <w:r w:rsidR="00F04C85">
        <w:t xml:space="preserve"> </w:t>
      </w:r>
      <w:r>
        <w:t>opinion.</w:t>
      </w:r>
    </w:p>
    <w:p w:rsidR="00CF3F93" w:rsidRDefault="00CF3F93" w:rsidP="00CF3F93">
      <w:pPr>
        <w:pStyle w:val="libNormal"/>
      </w:pPr>
      <w:r>
        <w:t xml:space="preserve">29. Wearing gold and </w:t>
      </w:r>
      <w:proofErr w:type="spellStart"/>
      <w:r>
        <w:t>jewellery</w:t>
      </w:r>
      <w:proofErr w:type="spellEnd"/>
      <w:r>
        <w:t xml:space="preserve"> and looking in the mirror.</w:t>
      </w:r>
    </w:p>
    <w:p w:rsidR="00CF3F93" w:rsidRDefault="00CF3F93" w:rsidP="00CF3F93">
      <w:pPr>
        <w:pStyle w:val="libNormal"/>
      </w:pPr>
      <w:r>
        <w:t>30. Going to the lavatory as regards squatting or sitting</w:t>
      </w:r>
      <w:r w:rsidR="000055F1">
        <w:t>,</w:t>
      </w:r>
      <w:r w:rsidR="00F04C85">
        <w:t xml:space="preserve"> </w:t>
      </w:r>
      <w:r>
        <w:t>what to say before entering and after leaving and th</w:t>
      </w:r>
      <w:r w:rsidR="000055F1">
        <w:t>e</w:t>
      </w:r>
      <w:r w:rsidR="00F04C85">
        <w:t xml:space="preserve"> </w:t>
      </w:r>
      <w:r>
        <w:t>removal of impurities.</w:t>
      </w:r>
    </w:p>
    <w:p w:rsidR="00CF3F93" w:rsidRDefault="00CF3F93" w:rsidP="00CF3F93">
      <w:pPr>
        <w:pStyle w:val="libNormal"/>
      </w:pPr>
      <w:r>
        <w:t>31. Socializing with relatives and people in general; shakin</w:t>
      </w:r>
      <w:r w:rsidR="000055F1">
        <w:t>g</w:t>
      </w:r>
      <w:r w:rsidR="00F04C85">
        <w:t xml:space="preserve"> </w:t>
      </w:r>
      <w:r>
        <w:t>hands and so on.</w:t>
      </w:r>
    </w:p>
    <w:p w:rsidR="00CF3F93" w:rsidRDefault="00CF3F93" w:rsidP="00CF3F93">
      <w:pPr>
        <w:pStyle w:val="libNormal"/>
      </w:pPr>
      <w:r>
        <w:t>32. Establishing peace and enacting a peace-treaty; war an</w:t>
      </w:r>
      <w:r w:rsidR="000055F1">
        <w:t>d</w:t>
      </w:r>
      <w:r w:rsidR="00F04C85">
        <w:t xml:space="preserve"> </w:t>
      </w:r>
      <w:r>
        <w:t>attacking the enemy.</w:t>
      </w:r>
    </w:p>
    <w:p w:rsidR="00CF3F93" w:rsidRDefault="00CF3F93" w:rsidP="00CF3F93">
      <w:pPr>
        <w:pStyle w:val="libNormal"/>
      </w:pPr>
      <w:r>
        <w:lastRenderedPageBreak/>
        <w:t>33. Boarding and alighting from a vehicle and the like</w:t>
      </w:r>
      <w:r w:rsidR="000055F1">
        <w:t>,</w:t>
      </w:r>
      <w:r w:rsidR="00F04C85">
        <w:t xml:space="preserve"> </w:t>
      </w:r>
      <w:r>
        <w:t xml:space="preserve">alighting in the middle of the road, accompanying </w:t>
      </w:r>
      <w:r w:rsidR="000055F1">
        <w:t>a</w:t>
      </w:r>
      <w:r w:rsidR="00F04C85">
        <w:t xml:space="preserve"> </w:t>
      </w:r>
      <w:r>
        <w:t>friend on a journey.</w:t>
      </w:r>
    </w:p>
    <w:p w:rsidR="00CF3F93" w:rsidRDefault="00CF3F93" w:rsidP="00CF3F93">
      <w:pPr>
        <w:pStyle w:val="libNormal"/>
      </w:pPr>
      <w:r>
        <w:t>34. Someone who is about to die, someone who has died, th</w:t>
      </w:r>
      <w:r w:rsidR="000055F1">
        <w:t>e</w:t>
      </w:r>
      <w:r w:rsidR="00F04C85">
        <w:t xml:space="preserve"> </w:t>
      </w:r>
      <w:r>
        <w:t>funeral procession, the grave, mourning and so on.</w:t>
      </w:r>
    </w:p>
    <w:p w:rsidR="00CF3F93" w:rsidRDefault="00CF3F93" w:rsidP="00CF3F93">
      <w:pPr>
        <w:pStyle w:val="libNormal"/>
      </w:pPr>
      <w:r>
        <w:t>35. How a healthy person treats someone who is ill.</w:t>
      </w:r>
    </w:p>
    <w:p w:rsidR="00CF3F93" w:rsidRDefault="00CF3F93" w:rsidP="00CF3F93">
      <w:pPr>
        <w:pStyle w:val="libNormal"/>
      </w:pPr>
      <w:r>
        <w:t>36. Being rich and being poor.</w:t>
      </w:r>
    </w:p>
    <w:p w:rsidR="00CF3F93" w:rsidRDefault="00CF3F93" w:rsidP="00CF3F93">
      <w:pPr>
        <w:pStyle w:val="libNormal"/>
      </w:pPr>
      <w:r>
        <w:t>37. Telling other people about Islam and how best to guid</w:t>
      </w:r>
      <w:r w:rsidR="000055F1">
        <w:t>e</w:t>
      </w:r>
      <w:r w:rsidR="00F04C85">
        <w:t xml:space="preserve"> </w:t>
      </w:r>
      <w:r>
        <w:t>them to the truth.</w:t>
      </w:r>
    </w:p>
    <w:p w:rsidR="00CF3F93" w:rsidRDefault="00CF3F93" w:rsidP="00CF3F93">
      <w:pPr>
        <w:pStyle w:val="libNormal"/>
      </w:pPr>
      <w:r>
        <w:t>38. The way a judge, religious scholar, preacher, imam o</w:t>
      </w:r>
      <w:r w:rsidR="000055F1">
        <w:t>f</w:t>
      </w:r>
      <w:r w:rsidR="00F04C85">
        <w:t xml:space="preserve"> </w:t>
      </w:r>
      <w:r>
        <w:t>the mosque and other people in authority should behave.</w:t>
      </w:r>
    </w:p>
    <w:p w:rsidR="00CF3F93" w:rsidRDefault="00CF3F93" w:rsidP="00CF3F93">
      <w:pPr>
        <w:pStyle w:val="libNormal"/>
      </w:pPr>
      <w:r>
        <w:t>39. Making a will, matters relating to the carrying out o</w:t>
      </w:r>
      <w:r w:rsidR="000055F1">
        <w:t>f</w:t>
      </w:r>
      <w:r w:rsidR="00F04C85">
        <w:t xml:space="preserve"> </w:t>
      </w:r>
      <w:r>
        <w:t>punishments and judicial retaliation.</w:t>
      </w:r>
    </w:p>
    <w:p w:rsidR="00CF3F93" w:rsidRDefault="00CF3F93" w:rsidP="00CF3F93">
      <w:pPr>
        <w:pStyle w:val="libNormal"/>
      </w:pPr>
      <w:r>
        <w:t>40. Invoking God, the five daily ritual prayers, the other act</w:t>
      </w:r>
      <w:r w:rsidR="000055F1">
        <w:t>s</w:t>
      </w:r>
      <w:r w:rsidR="00F04C85">
        <w:t xml:space="preserve"> </w:t>
      </w:r>
      <w:r>
        <w:t>of worship and the visiting of holy shrines.</w:t>
      </w:r>
    </w:p>
    <w:p w:rsidR="00CF3F93" w:rsidRDefault="00CF3F93" w:rsidP="00CF3F93">
      <w:pPr>
        <w:pStyle w:val="libNormal"/>
      </w:pPr>
      <w:r>
        <w:t>There are many other topics for which we would requir</w:t>
      </w:r>
      <w:r w:rsidR="000055F1">
        <w:t>e</w:t>
      </w:r>
      <w:r w:rsidR="00F04C85">
        <w:t xml:space="preserve"> </w:t>
      </w:r>
      <w:r>
        <w:t>numerous volumes if we were to cover them in detail. Our ai</w:t>
      </w:r>
      <w:r w:rsidR="000055F1">
        <w:t>m</w:t>
      </w:r>
      <w:r w:rsidR="00F04C85">
        <w:t xml:space="preserve"> </w:t>
      </w:r>
      <w:r>
        <w:t>here was simply to refer to the main themes.</w:t>
      </w:r>
    </w:p>
    <w:p w:rsidR="00CF3F93" w:rsidRDefault="00CF3F93" w:rsidP="00146845">
      <w:pPr>
        <w:pStyle w:val="libNormal"/>
      </w:pPr>
      <w:r>
        <w:br w:type="page"/>
      </w:r>
    </w:p>
    <w:p w:rsidR="00CF3F93" w:rsidRDefault="00CF3F93" w:rsidP="00146845">
      <w:pPr>
        <w:pStyle w:val="Heading1Center"/>
      </w:pPr>
      <w:bookmarkStart w:id="40" w:name="_Toc496784696"/>
      <w:r>
        <w:lastRenderedPageBreak/>
        <w:t xml:space="preserve">5-WHAT IS FORBIDDEN IN </w:t>
      </w:r>
      <w:proofErr w:type="gramStart"/>
      <w:r>
        <w:t>ISLAM</w:t>
      </w:r>
      <w:bookmarkEnd w:id="40"/>
      <w:proofErr w:type="gramEnd"/>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meaning of something forbidden?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Something forbidden is what Islam has prohibited and ha</w:t>
      </w:r>
      <w:r w:rsidR="000055F1">
        <w:t>s</w:t>
      </w:r>
      <w:r w:rsidR="00F04C85">
        <w:t xml:space="preserve"> </w:t>
      </w:r>
      <w:r>
        <w:t>forbidden being done absolutely.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Why has Islam forbidden certain things?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Because in doing them there is considerable harm.</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If someone does a forbidden thing what will be his lot?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gramStart"/>
      <w:r>
        <w:t>Distress in this life and suffering in the world to come.</w:t>
      </w:r>
      <w:proofErr w:type="gramEnd"/>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Give an example of distress in this life? What is it like?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For example: gambling leads to loss of possessions, alcoholi</w:t>
      </w:r>
      <w:r w:rsidR="000055F1">
        <w:t>c</w:t>
      </w:r>
      <w:r w:rsidR="00F04C85">
        <w:t xml:space="preserve"> </w:t>
      </w:r>
      <w:r>
        <w:t>drinks lead to illnesses, listening to songs can cause neurasthenia</w:t>
      </w:r>
      <w:r w:rsidR="000055F1">
        <w:t>,</w:t>
      </w:r>
      <w:r w:rsidR="00F04C85">
        <w:t xml:space="preserve"> </w:t>
      </w:r>
      <w:r>
        <w:t>adultery has the effect of confusing genealogy, sodomy is th</w:t>
      </w:r>
      <w:r w:rsidR="000055F1">
        <w:t>e</w:t>
      </w:r>
      <w:r w:rsidR="00F04C85">
        <w:t xml:space="preserve"> </w:t>
      </w:r>
      <w:r>
        <w:t>source of venereal diseases and related ailments in both partners</w:t>
      </w:r>
      <w:r w:rsidR="000055F1">
        <w:t>,</w:t>
      </w:r>
      <w:r w:rsidR="00F04C85">
        <w:t xml:space="preserve"> </w:t>
      </w:r>
      <w:r>
        <w:t>interest brings about disorder in economic balance.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So why don’t we see these harmful consequences in societ</w:t>
      </w:r>
      <w:r w:rsidR="000055F1">
        <w:t>y</w:t>
      </w:r>
      <w:r w:rsidR="00F04C85">
        <w:t xml:space="preserve"> </w:t>
      </w:r>
      <w:r>
        <w:t>despite the fact that most, if not all, of these prohibited acts ar</w:t>
      </w:r>
      <w:r w:rsidR="000055F1">
        <w:t>e</w:t>
      </w:r>
      <w:r w:rsidR="00F04C85">
        <w:t xml:space="preserve"> </w:t>
      </w:r>
      <w:r>
        <w:t>widespread?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In fact it is the reverse:</w:t>
      </w:r>
    </w:p>
    <w:p w:rsidR="00CF3F93" w:rsidRDefault="00CF3F93" w:rsidP="00CF3F93">
      <w:pPr>
        <w:pStyle w:val="libNormal"/>
      </w:pPr>
      <w:r>
        <w:t>Crime has spread throughout the length and breadth of society</w:t>
      </w:r>
      <w:r w:rsidR="000055F1">
        <w:t>,</w:t>
      </w:r>
      <w:r w:rsidR="00F04C85">
        <w:t xml:space="preserve"> </w:t>
      </w:r>
      <w:r>
        <w:t>the courts are being swamped by criminals and the prisons ar</w:t>
      </w:r>
      <w:r w:rsidR="000055F1">
        <w:t>e</w:t>
      </w:r>
      <w:r w:rsidR="00F04C85">
        <w:t xml:space="preserve"> </w:t>
      </w:r>
      <w:r>
        <w:t>full.</w:t>
      </w:r>
    </w:p>
    <w:p w:rsidR="00CF3F93" w:rsidRDefault="00CF3F93" w:rsidP="00CF3F93">
      <w:pPr>
        <w:pStyle w:val="libNormal"/>
      </w:pPr>
      <w:r>
        <w:t>Economic imbalance has reached its apex in that some posses</w:t>
      </w:r>
      <w:r w:rsidR="000055F1">
        <w:t>s</w:t>
      </w:r>
      <w:r w:rsidR="00F04C85">
        <w:t xml:space="preserve"> </w:t>
      </w:r>
      <w:r>
        <w:t>millions while others are dying of hunger.</w:t>
      </w:r>
    </w:p>
    <w:p w:rsidR="00CF3F93" w:rsidRDefault="00CF3F93" w:rsidP="00CF3F93">
      <w:pPr>
        <w:pStyle w:val="libNormal"/>
      </w:pPr>
      <w:r>
        <w:t>Dangerous diseases have got out of control so that thousands o</w:t>
      </w:r>
      <w:r w:rsidR="000055F1">
        <w:t>f</w:t>
      </w:r>
      <w:r w:rsidR="00F04C85">
        <w:t xml:space="preserve"> </w:t>
      </w:r>
      <w:r>
        <w:t>hospitals, clinics and pharmacies and the like are of no avail i</w:t>
      </w:r>
      <w:r w:rsidR="000055F1">
        <w:t>n</w:t>
      </w:r>
      <w:r w:rsidR="00F04C85">
        <w:t xml:space="preserve"> </w:t>
      </w:r>
      <w:r>
        <w:t>getting rid of them or even limiting their scope.</w:t>
      </w:r>
    </w:p>
    <w:p w:rsidR="00CF3F93" w:rsidRDefault="00CF3F93" w:rsidP="00CF3F93">
      <w:pPr>
        <w:pStyle w:val="libNormal"/>
      </w:pPr>
      <w:r>
        <w:t>Anxiety and confusion have taken over people’s lives to an exten</w:t>
      </w:r>
      <w:r w:rsidR="000055F1">
        <w:t>t</w:t>
      </w:r>
      <w:r w:rsidR="00F04C85">
        <w:t xml:space="preserve"> </w:t>
      </w:r>
      <w:r>
        <w:t>never seen previously in history.</w:t>
      </w:r>
    </w:p>
    <w:p w:rsidR="00CF3F93" w:rsidRDefault="00CF3F93" w:rsidP="00CF3F93">
      <w:pPr>
        <w:pStyle w:val="libNormal"/>
      </w:pPr>
      <w:r>
        <w:t>In short, revolutions and wars dominate the history books of ou</w:t>
      </w:r>
      <w:r w:rsidR="000055F1">
        <w:t>r</w:t>
      </w:r>
      <w:r w:rsidR="00F04C85">
        <w:t xml:space="preserve"> </w:t>
      </w:r>
      <w:r>
        <w:t>time so that there is no room for anything else: wars which leav</w:t>
      </w:r>
      <w:r w:rsidR="000055F1">
        <w:t>e</w:t>
      </w:r>
      <w:r w:rsidR="00F04C85">
        <w:t xml:space="preserve"> </w:t>
      </w:r>
      <w:r>
        <w:t>in their wake misfortune, tears, blood and catastrophes.</w:t>
      </w:r>
    </w:p>
    <w:p w:rsidR="00CF3F93" w:rsidRDefault="00CF3F93" w:rsidP="00CF3F93">
      <w:pPr>
        <w:pStyle w:val="libNormal"/>
      </w:pPr>
      <w:r>
        <w:t>After all that we have said above, can it still be claimed tha</w:t>
      </w:r>
      <w:r w:rsidR="000055F1">
        <w:t>t</w:t>
      </w:r>
      <w:r w:rsidR="00F04C85">
        <w:t xml:space="preserve"> </w:t>
      </w:r>
      <w:r>
        <w:t>forbidden acts (according to Islam) have no bad effects?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things forbidden by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Islamic prohibitions are numerous, some of which are as follows:</w:t>
      </w:r>
    </w:p>
    <w:p w:rsidR="00CF3F93" w:rsidRDefault="00CF3F93" w:rsidP="00CF3F93">
      <w:pPr>
        <w:pStyle w:val="libNormal"/>
      </w:pPr>
      <w:r>
        <w:t>1. Assisting an unjust person.</w:t>
      </w:r>
    </w:p>
    <w:p w:rsidR="00CF3F93" w:rsidRDefault="00CF3F93" w:rsidP="00CF3F93">
      <w:pPr>
        <w:pStyle w:val="libNormal"/>
      </w:pPr>
      <w:r>
        <w:t>2. Turning away from remembering God.</w:t>
      </w:r>
    </w:p>
    <w:p w:rsidR="00CF3F93" w:rsidRDefault="00CF3F93" w:rsidP="00CF3F93">
      <w:pPr>
        <w:pStyle w:val="libNormal"/>
      </w:pPr>
      <w:r>
        <w:t>3. Wasting money (or any of God's bounties).</w:t>
      </w:r>
    </w:p>
    <w:p w:rsidR="00CF3F93" w:rsidRDefault="00CF3F93" w:rsidP="00CF3F93">
      <w:pPr>
        <w:pStyle w:val="libNormal"/>
      </w:pPr>
      <w:r>
        <w:lastRenderedPageBreak/>
        <w:t>4. (For men), wearing golden trinkets or silk clothes.</w:t>
      </w:r>
    </w:p>
    <w:p w:rsidR="00CF3F93" w:rsidRDefault="00CF3F93" w:rsidP="00CF3F93">
      <w:pPr>
        <w:pStyle w:val="libNormal"/>
      </w:pPr>
      <w:r>
        <w:t>5. Masturbation.</w:t>
      </w:r>
    </w:p>
    <w:p w:rsidR="00CF3F93" w:rsidRDefault="00CF3F93" w:rsidP="00CF3F93">
      <w:pPr>
        <w:pStyle w:val="libNormal"/>
      </w:pPr>
      <w:r>
        <w:t>6. Causing distress to others.</w:t>
      </w:r>
    </w:p>
    <w:p w:rsidR="00CF3F93" w:rsidRDefault="00CF3F93" w:rsidP="00CF3F93">
      <w:pPr>
        <w:pStyle w:val="libNormal"/>
      </w:pPr>
      <w:r>
        <w:t>7. Using gold or silver utensils.</w:t>
      </w:r>
    </w:p>
    <w:p w:rsidR="00CF3F93" w:rsidRDefault="00CF3F93" w:rsidP="00CF3F93">
      <w:pPr>
        <w:pStyle w:val="libNormal"/>
      </w:pPr>
      <w:r>
        <w:t>8. Divulging the secrets of others.</w:t>
      </w:r>
    </w:p>
    <w:p w:rsidR="00CF3F93" w:rsidRDefault="00CF3F93" w:rsidP="00CF3F93">
      <w:pPr>
        <w:pStyle w:val="libNormal"/>
      </w:pPr>
      <w:r>
        <w:t>9. Disobedience of parents by children, an</w:t>
      </w:r>
      <w:r w:rsidR="000055F1">
        <w:t>d</w:t>
      </w:r>
      <w:r w:rsidR="00F04C85">
        <w:t xml:space="preserve"> </w:t>
      </w:r>
      <w:proofErr w:type="spellStart"/>
      <w:r>
        <w:t>unsubmissiveness</w:t>
      </w:r>
      <w:proofErr w:type="spellEnd"/>
      <w:r>
        <w:t xml:space="preserve"> of a wife to her husband (in thos</w:t>
      </w:r>
      <w:r w:rsidR="000055F1">
        <w:t>e</w:t>
      </w:r>
      <w:r w:rsidR="00F04C85">
        <w:t xml:space="preserve"> </w:t>
      </w:r>
      <w:r>
        <w:t>instances where submission is obligatory).</w:t>
      </w:r>
    </w:p>
    <w:p w:rsidR="00CF3F93" w:rsidRDefault="00CF3F93" w:rsidP="00CF3F93">
      <w:pPr>
        <w:pStyle w:val="libNormal"/>
      </w:pPr>
      <w:r>
        <w:t xml:space="preserve">10. Spreading </w:t>
      </w:r>
      <w:proofErr w:type="spellStart"/>
      <w:r>
        <w:t>rumours</w:t>
      </w:r>
      <w:proofErr w:type="spellEnd"/>
      <w:r>
        <w:t xml:space="preserve"> about adulterous </w:t>
      </w:r>
      <w:proofErr w:type="spellStart"/>
      <w:r>
        <w:t>behaviour</w:t>
      </w:r>
      <w:proofErr w:type="spellEnd"/>
      <w:r>
        <w:t xml:space="preserve"> and th</w:t>
      </w:r>
      <w:r w:rsidR="000055F1">
        <w:t>e</w:t>
      </w:r>
      <w:r w:rsidR="00F04C85">
        <w:t xml:space="preserve"> </w:t>
      </w:r>
      <w:r>
        <w:t>like.</w:t>
      </w:r>
    </w:p>
    <w:p w:rsidR="00CF3F93" w:rsidRDefault="00CF3F93" w:rsidP="00CF3F93">
      <w:pPr>
        <w:pStyle w:val="libNormal"/>
      </w:pPr>
      <w:r>
        <w:t>11. Hoarding essential commodities.</w:t>
      </w:r>
    </w:p>
    <w:p w:rsidR="00CF3F93" w:rsidRDefault="00CF3F93" w:rsidP="00CF3F93">
      <w:pPr>
        <w:pStyle w:val="libNormal"/>
      </w:pPr>
      <w:r>
        <w:t>12. Endangering one's life unnecessarily.</w:t>
      </w:r>
    </w:p>
    <w:p w:rsidR="00CF3F93" w:rsidRDefault="00CF3F93" w:rsidP="00CF3F93">
      <w:pPr>
        <w:pStyle w:val="libNormal"/>
      </w:pPr>
      <w:r>
        <w:t>13. Charm, magic and so on.</w:t>
      </w:r>
    </w:p>
    <w:p w:rsidR="00CF3F93" w:rsidRDefault="00CF3F93" w:rsidP="00CF3F93">
      <w:pPr>
        <w:pStyle w:val="libNormal"/>
      </w:pPr>
      <w:r>
        <w:t>14. Slander and malicious accusations.</w:t>
      </w:r>
    </w:p>
    <w:p w:rsidR="00CF3F93" w:rsidRDefault="00CF3F93" w:rsidP="00CF3F93">
      <w:pPr>
        <w:pStyle w:val="libNormal"/>
      </w:pPr>
      <w:r>
        <w:t>15. Astrology and the like.</w:t>
      </w:r>
    </w:p>
    <w:p w:rsidR="00CF3F93" w:rsidRDefault="00CF3F93" w:rsidP="00CF3F93">
      <w:pPr>
        <w:pStyle w:val="libNormal"/>
      </w:pPr>
      <w:r>
        <w:t>16. Swindling and fraud.</w:t>
      </w:r>
    </w:p>
    <w:p w:rsidR="00CF3F93" w:rsidRDefault="00CF3F93" w:rsidP="00CF3F93">
      <w:pPr>
        <w:pStyle w:val="libNormal"/>
      </w:pPr>
      <w:r>
        <w:t xml:space="preserve">17. </w:t>
      </w:r>
      <w:proofErr w:type="gramStart"/>
      <w:r>
        <w:t>Altering</w:t>
      </w:r>
      <w:proofErr w:type="gramEnd"/>
      <w:r>
        <w:t xml:space="preserve"> a dead person’s will.</w:t>
      </w:r>
    </w:p>
    <w:p w:rsidR="00CF3F93" w:rsidRDefault="00CF3F93" w:rsidP="00CF3F93">
      <w:pPr>
        <w:pStyle w:val="libNormal"/>
      </w:pPr>
      <w:r>
        <w:t>18. Spying on others.</w:t>
      </w:r>
    </w:p>
    <w:p w:rsidR="00CF3F93" w:rsidRDefault="00CF3F93" w:rsidP="00CF3F93">
      <w:pPr>
        <w:pStyle w:val="libNormal"/>
      </w:pPr>
      <w:r>
        <w:t>19. Murdering or wounding another or severing one of hi</w:t>
      </w:r>
      <w:r w:rsidR="000055F1">
        <w:t>s</w:t>
      </w:r>
      <w:r w:rsidR="00F04C85">
        <w:t xml:space="preserve"> </w:t>
      </w:r>
      <w:r>
        <w:t>limbs.</w:t>
      </w:r>
    </w:p>
    <w:p w:rsidR="00CF3F93" w:rsidRDefault="00CF3F93" w:rsidP="00CF3F93">
      <w:pPr>
        <w:pStyle w:val="libNormal"/>
      </w:pPr>
      <w:r>
        <w:t>20. Withholding what is due to God or to man.</w:t>
      </w:r>
    </w:p>
    <w:p w:rsidR="00CF3F93" w:rsidRDefault="00CF3F93" w:rsidP="00CF3F93">
      <w:pPr>
        <w:pStyle w:val="libNormal"/>
      </w:pPr>
      <w:r>
        <w:t>21. Imprisoning someone unjustly.</w:t>
      </w:r>
    </w:p>
    <w:p w:rsidR="00CF3F93" w:rsidRDefault="00CF3F93" w:rsidP="00CF3F93">
      <w:pPr>
        <w:pStyle w:val="libNormal"/>
      </w:pPr>
      <w:r>
        <w:t>22. Jealousy.</w:t>
      </w:r>
    </w:p>
    <w:p w:rsidR="00CF3F93" w:rsidRDefault="00CF3F93" w:rsidP="00CF3F93">
      <w:pPr>
        <w:pStyle w:val="libNormal"/>
      </w:pPr>
      <w:r>
        <w:t>23. Squandering money held in trust for others.</w:t>
      </w:r>
    </w:p>
    <w:p w:rsidR="00CF3F93" w:rsidRDefault="00CF3F93" w:rsidP="00CF3F93">
      <w:pPr>
        <w:pStyle w:val="libNormal"/>
      </w:pPr>
      <w:r>
        <w:t>24. Drinking any intoxicating liquid: alcoholic beverages o</w:t>
      </w:r>
      <w:r w:rsidR="000055F1">
        <w:t>r</w:t>
      </w:r>
      <w:r w:rsidR="00F04C85">
        <w:t xml:space="preserve"> </w:t>
      </w:r>
      <w:r>
        <w:t>anything else.</w:t>
      </w:r>
    </w:p>
    <w:p w:rsidR="00CF3F93" w:rsidRDefault="00CF3F93" w:rsidP="00CF3F93">
      <w:pPr>
        <w:pStyle w:val="libNormal"/>
      </w:pPr>
      <w:r>
        <w:t>25. Eating the meat of an animal not slaughtered according t</w:t>
      </w:r>
      <w:r w:rsidR="000055F1">
        <w:t>o</w:t>
      </w:r>
      <w:r w:rsidR="00F04C85">
        <w:t xml:space="preserve"> </w:t>
      </w:r>
      <w:r>
        <w:t>Islamic law, eating pork or other forbidden meats, eatin</w:t>
      </w:r>
      <w:r w:rsidR="000055F1">
        <w:t>g</w:t>
      </w:r>
      <w:r w:rsidR="00F04C85">
        <w:t xml:space="preserve"> </w:t>
      </w:r>
      <w:r>
        <w:t>or drinking impure things and eating other forbidde</w:t>
      </w:r>
      <w:r w:rsidR="000055F1">
        <w:t>n</w:t>
      </w:r>
      <w:r w:rsidR="00F04C85">
        <w:t xml:space="preserve"> </w:t>
      </w:r>
      <w:r>
        <w:t>things like clay and so on.</w:t>
      </w:r>
    </w:p>
    <w:p w:rsidR="00CF3F93" w:rsidRDefault="00CF3F93" w:rsidP="00CF3F93">
      <w:pPr>
        <w:pStyle w:val="libNormal"/>
      </w:pPr>
      <w:r>
        <w:t>26. Betrayal, deceit and cheating.</w:t>
      </w:r>
    </w:p>
    <w:p w:rsidR="00CF3F93" w:rsidRDefault="00CF3F93" w:rsidP="00CF3F93">
      <w:pPr>
        <w:pStyle w:val="libNormal"/>
      </w:pPr>
      <w:r>
        <w:t>27. Stealing.</w:t>
      </w:r>
    </w:p>
    <w:p w:rsidR="00CF3F93" w:rsidRDefault="00CF3F93" w:rsidP="00CF3F93">
      <w:pPr>
        <w:pStyle w:val="libNormal"/>
      </w:pPr>
      <w:r>
        <w:t>28. Acting as a procurer (pimp) to bring a man and a woma</w:t>
      </w:r>
      <w:r w:rsidR="000055F1">
        <w:t>n</w:t>
      </w:r>
      <w:r w:rsidR="00F04C85">
        <w:t xml:space="preserve"> </w:t>
      </w:r>
      <w:r>
        <w:t>together for illicit sex, or two men or a boy and a girl.</w:t>
      </w:r>
    </w:p>
    <w:p w:rsidR="00CF3F93" w:rsidRDefault="00CF3F93" w:rsidP="00CF3F93">
      <w:pPr>
        <w:pStyle w:val="libNormal"/>
      </w:pPr>
      <w:r>
        <w:t>29. Telling lies.</w:t>
      </w:r>
    </w:p>
    <w:p w:rsidR="00CF3F93" w:rsidRDefault="00CF3F93" w:rsidP="00CF3F93">
      <w:pPr>
        <w:pStyle w:val="libNormal"/>
      </w:pPr>
      <w:r>
        <w:t>30. Using insulting language against God, the Prophets</w:t>
      </w:r>
      <w:r w:rsidR="000055F1">
        <w:t>,</w:t>
      </w:r>
      <w:r w:rsidR="00F04C85">
        <w:t xml:space="preserve"> </w:t>
      </w:r>
      <w:r>
        <w:t>Imams, Islam, the Qur’an or against other people.</w:t>
      </w:r>
    </w:p>
    <w:p w:rsidR="00CF3F93" w:rsidRDefault="00CF3F93" w:rsidP="00CF3F93">
      <w:pPr>
        <w:pStyle w:val="libNormal"/>
      </w:pPr>
      <w:r>
        <w:t xml:space="preserve">31. Hypocrisy in all its kinds, one of which is being </w:t>
      </w:r>
      <w:proofErr w:type="spellStart"/>
      <w:proofErr w:type="gramStart"/>
      <w:r>
        <w:t>doublefaced</w:t>
      </w:r>
      <w:proofErr w:type="spellEnd"/>
      <w:r w:rsidR="000055F1">
        <w:t>,</w:t>
      </w:r>
      <w:r w:rsidR="00F04C85">
        <w:t xml:space="preserve"> </w:t>
      </w:r>
      <w:r>
        <w:t>that</w:t>
      </w:r>
      <w:proofErr w:type="gramEnd"/>
      <w:r>
        <w:t xml:space="preserve"> is praising a person when he is present bu</w:t>
      </w:r>
      <w:r w:rsidR="000055F1">
        <w:t>t</w:t>
      </w:r>
      <w:r w:rsidR="00F04C85">
        <w:t xml:space="preserve"> </w:t>
      </w:r>
      <w:r>
        <w:t>backbiting him in his absence.</w:t>
      </w:r>
    </w:p>
    <w:p w:rsidR="00CF3F93" w:rsidRDefault="00CF3F93" w:rsidP="00CF3F93">
      <w:pPr>
        <w:pStyle w:val="libNormal"/>
      </w:pPr>
      <w:r>
        <w:t>32. Bribery.</w:t>
      </w:r>
    </w:p>
    <w:p w:rsidR="00CF3F93" w:rsidRDefault="00CF3F93" w:rsidP="00CF3F93">
      <w:pPr>
        <w:pStyle w:val="libNormal"/>
      </w:pPr>
      <w:r>
        <w:t>33. Usury.</w:t>
      </w:r>
    </w:p>
    <w:p w:rsidR="00CF3F93" w:rsidRDefault="00CF3F93" w:rsidP="00CF3F93">
      <w:pPr>
        <w:pStyle w:val="libNormal"/>
      </w:pPr>
      <w:r>
        <w:t xml:space="preserve">34. Robbing </w:t>
      </w:r>
      <w:proofErr w:type="spellStart"/>
      <w:r>
        <w:t>travellers</w:t>
      </w:r>
      <w:proofErr w:type="spellEnd"/>
      <w:r>
        <w:t xml:space="preserve"> on the road.</w:t>
      </w:r>
    </w:p>
    <w:p w:rsidR="00CF3F93" w:rsidRDefault="00CF3F93" w:rsidP="00CF3F93">
      <w:pPr>
        <w:pStyle w:val="libNormal"/>
      </w:pPr>
      <w:r>
        <w:t>35. Shaving off the beard and the cutting off of any of one’</w:t>
      </w:r>
      <w:r w:rsidR="000055F1">
        <w:t>s</w:t>
      </w:r>
      <w:r w:rsidR="00F04C85">
        <w:t xml:space="preserve"> </w:t>
      </w:r>
      <w:r>
        <w:t>bodily parts or getting rid of one of the faculties, such a</w:t>
      </w:r>
      <w:r w:rsidR="000055F1">
        <w:t>s</w:t>
      </w:r>
      <w:r w:rsidR="00F04C85">
        <w:t xml:space="preserve"> </w:t>
      </w:r>
      <w:r>
        <w:t>blinding oneself.</w:t>
      </w:r>
    </w:p>
    <w:p w:rsidR="00CF3F93" w:rsidRDefault="00CF3F93" w:rsidP="00CF3F93">
      <w:pPr>
        <w:pStyle w:val="libNormal"/>
      </w:pPr>
      <w:r>
        <w:t xml:space="preserve">36. The free mixing and intermingling of boys and girls in </w:t>
      </w:r>
      <w:r w:rsidR="000055F1">
        <w:t>a</w:t>
      </w:r>
      <w:r w:rsidR="00F04C85">
        <w:t xml:space="preserve"> </w:t>
      </w:r>
      <w:r>
        <w:t>forbidden manner.</w:t>
      </w:r>
    </w:p>
    <w:p w:rsidR="00CF3F93" w:rsidRDefault="00CF3F93" w:rsidP="00CF3F93">
      <w:pPr>
        <w:pStyle w:val="libNormal"/>
      </w:pPr>
      <w:r>
        <w:t>37. Approving what is forbidden.</w:t>
      </w:r>
    </w:p>
    <w:p w:rsidR="00CF3F93" w:rsidRDefault="00CF3F93" w:rsidP="00CF3F93">
      <w:pPr>
        <w:pStyle w:val="libNormal"/>
      </w:pPr>
      <w:r>
        <w:t>38. Adultery, sodomy, lesbianism, looking with desire a</w:t>
      </w:r>
      <w:r w:rsidR="000055F1">
        <w:t>t</w:t>
      </w:r>
      <w:r w:rsidR="00F04C85">
        <w:t xml:space="preserve"> </w:t>
      </w:r>
      <w:r>
        <w:t>someone or touching him/her who is not in that degree o</w:t>
      </w:r>
      <w:r w:rsidR="000055F1">
        <w:t>f</w:t>
      </w:r>
      <w:r w:rsidR="00F04C85">
        <w:t xml:space="preserve"> </w:t>
      </w:r>
      <w:r>
        <w:t>consanguinity that precludes marriage.</w:t>
      </w:r>
    </w:p>
    <w:p w:rsidR="00CF3F93" w:rsidRDefault="00CF3F93" w:rsidP="00CF3F93">
      <w:pPr>
        <w:pStyle w:val="libNormal"/>
      </w:pPr>
      <w:r>
        <w:t>39. Punishing others unjustly.</w:t>
      </w:r>
    </w:p>
    <w:p w:rsidR="00CF3F93" w:rsidRDefault="00CF3F93" w:rsidP="00CF3F93">
      <w:pPr>
        <w:pStyle w:val="libNormal"/>
      </w:pPr>
      <w:r>
        <w:t>40. Falsely accusing someone of adultery, sodomy or bein</w:t>
      </w:r>
      <w:r w:rsidR="000055F1">
        <w:t>g</w:t>
      </w:r>
      <w:r w:rsidR="00F04C85">
        <w:t xml:space="preserve"> </w:t>
      </w:r>
      <w:r>
        <w:t>illegitimate.</w:t>
      </w:r>
    </w:p>
    <w:p w:rsidR="00CF3F93" w:rsidRDefault="00CF3F93" w:rsidP="00CF3F93">
      <w:pPr>
        <w:pStyle w:val="libNormal"/>
      </w:pPr>
      <w:r>
        <w:lastRenderedPageBreak/>
        <w:t>41. Spreading lies, backbiting, getting involved in useless tal</w:t>
      </w:r>
      <w:r w:rsidR="000055F1">
        <w:t>k</w:t>
      </w:r>
      <w:r w:rsidR="00F04C85">
        <w:t xml:space="preserve"> </w:t>
      </w:r>
      <w:r>
        <w:t>and spreading discord.</w:t>
      </w:r>
    </w:p>
    <w:p w:rsidR="00CF3F93" w:rsidRDefault="00CF3F93" w:rsidP="00CF3F93">
      <w:pPr>
        <w:pStyle w:val="libNormal"/>
      </w:pPr>
      <w:r>
        <w:t>42. Attempting to demolish mosques or desecrate them.</w:t>
      </w:r>
    </w:p>
    <w:p w:rsidR="00CF3F93" w:rsidRDefault="00CF3F93" w:rsidP="00CF3F93">
      <w:pPr>
        <w:pStyle w:val="libNormal"/>
      </w:pPr>
      <w:r>
        <w:t>43. To show someone in a bad light in front of ruthless people.</w:t>
      </w:r>
    </w:p>
    <w:p w:rsidR="00CF3F93" w:rsidRDefault="00CF3F93" w:rsidP="00CF3F93">
      <w:pPr>
        <w:pStyle w:val="libNormal"/>
      </w:pPr>
      <w:r>
        <w:t>44. Making musical instruments, things for gambling</w:t>
      </w:r>
      <w:r w:rsidR="000055F1">
        <w:t>,</w:t>
      </w:r>
      <w:r w:rsidR="00F04C85">
        <w:t xml:space="preserve"> </w:t>
      </w:r>
      <w:r>
        <w:t>crucifixes.</w:t>
      </w:r>
    </w:p>
    <w:p w:rsidR="00CF3F93" w:rsidRDefault="00CF3F93" w:rsidP="00CF3F93">
      <w:pPr>
        <w:pStyle w:val="libNormal"/>
      </w:pPr>
      <w:r>
        <w:t>45. Women discarding the veil and showing their fineries i</w:t>
      </w:r>
      <w:r w:rsidR="000055F1">
        <w:t>n</w:t>
      </w:r>
      <w:r w:rsidR="00F04C85">
        <w:t xml:space="preserve"> </w:t>
      </w:r>
      <w:r>
        <w:t>public.</w:t>
      </w:r>
    </w:p>
    <w:p w:rsidR="00CF3F93" w:rsidRDefault="00CF3F93" w:rsidP="00CF3F93">
      <w:pPr>
        <w:pStyle w:val="libNormal"/>
      </w:pPr>
      <w:r>
        <w:t>46. Breaking an oath, a vow or a covenant.</w:t>
      </w:r>
    </w:p>
    <w:p w:rsidR="00CF3F93" w:rsidRDefault="00CF3F93" w:rsidP="00CF3F93">
      <w:pPr>
        <w:pStyle w:val="libNormal"/>
      </w:pPr>
      <w:r>
        <w:t>47. Giving a false testimony and concealing the truth.</w:t>
      </w:r>
    </w:p>
    <w:p w:rsidR="00CF3F93" w:rsidRDefault="00CF3F93" w:rsidP="00CF3F93">
      <w:pPr>
        <w:pStyle w:val="libNormal"/>
      </w:pPr>
      <w:r>
        <w:t>48. The playing of chess, backgammon and other such games.</w:t>
      </w:r>
    </w:p>
    <w:p w:rsidR="00CF3F93" w:rsidRDefault="00CF3F93" w:rsidP="0097266C">
      <w:pPr>
        <w:pStyle w:val="libNormal"/>
      </w:pPr>
      <w:r>
        <w:t>49. Not looking after those family members who are his</w:t>
      </w:r>
      <w:r w:rsidR="0097266C">
        <w:t xml:space="preserve"> </w:t>
      </w:r>
      <w:r>
        <w:t>dependants.</w:t>
      </w:r>
    </w:p>
    <w:p w:rsidR="00CF3F93" w:rsidRDefault="00CF3F93" w:rsidP="00CF3F93">
      <w:pPr>
        <w:pStyle w:val="libNormal"/>
      </w:pPr>
      <w:r>
        <w:t>50. Oppressing people and violating the rights of others.</w:t>
      </w:r>
    </w:p>
    <w:p w:rsidR="00CF3F93" w:rsidRDefault="00CF3F93" w:rsidP="00CF3F93">
      <w:pPr>
        <w:pStyle w:val="libNormal"/>
      </w:pPr>
      <w:r>
        <w:t>51. Getting worked up about matters of little consequence.</w:t>
      </w:r>
    </w:p>
    <w:p w:rsidR="00CF3F93" w:rsidRDefault="00CF3F93" w:rsidP="00CF3F93">
      <w:pPr>
        <w:pStyle w:val="libNormal"/>
      </w:pPr>
      <w:r>
        <w:t>52. Songs with music.</w:t>
      </w:r>
    </w:p>
    <w:p w:rsidR="00CF3F93" w:rsidRDefault="00CF3F93" w:rsidP="00CF3F93">
      <w:pPr>
        <w:pStyle w:val="libNormal"/>
      </w:pPr>
      <w:r>
        <w:t>53. Spreading corruption or evil ways.</w:t>
      </w:r>
    </w:p>
    <w:p w:rsidR="00CF3F93" w:rsidRDefault="00CF3F93" w:rsidP="00CF3F93">
      <w:pPr>
        <w:pStyle w:val="libNormal"/>
      </w:pPr>
      <w:r>
        <w:t>54. Breaking off ties with one’s close relations, bein</w:t>
      </w:r>
      <w:r w:rsidR="000055F1">
        <w:t>g</w:t>
      </w:r>
      <w:r w:rsidR="00F04C85">
        <w:t xml:space="preserve"> </w:t>
      </w:r>
      <w:r>
        <w:t>disobedient to parents, and not looking after one’</w:t>
      </w:r>
      <w:r w:rsidR="000055F1">
        <w:t>s</w:t>
      </w:r>
      <w:r w:rsidR="00F04C85">
        <w:t xml:space="preserve"> </w:t>
      </w:r>
      <w:r>
        <w:t>children.</w:t>
      </w:r>
    </w:p>
    <w:p w:rsidR="00CF3F93" w:rsidRDefault="00CF3F93" w:rsidP="00CF3F93">
      <w:pPr>
        <w:pStyle w:val="libNormal"/>
      </w:pPr>
      <w:r>
        <w:t>55. Using short weights and tampering with the scales.</w:t>
      </w:r>
    </w:p>
    <w:p w:rsidR="00CF3F93" w:rsidRDefault="00CF3F93" w:rsidP="00CF3F93">
      <w:pPr>
        <w:pStyle w:val="libNormal"/>
      </w:pPr>
      <w:r>
        <w:t>56. Singing love poetry about a chaste woman or man who i</w:t>
      </w:r>
      <w:r w:rsidR="000055F1">
        <w:t>s</w:t>
      </w:r>
      <w:r w:rsidR="00F04C85">
        <w:t xml:space="preserve"> </w:t>
      </w:r>
      <w:r>
        <w:t>not your wife/ husband.</w:t>
      </w:r>
    </w:p>
    <w:p w:rsidR="00CF3F93" w:rsidRDefault="00CF3F93" w:rsidP="00CF3F93">
      <w:pPr>
        <w:pStyle w:val="libNormal"/>
      </w:pPr>
      <w:r>
        <w:t>57. Revealing one’s private parts in front of someone who i</w:t>
      </w:r>
      <w:r w:rsidR="000055F1">
        <w:t>s</w:t>
      </w:r>
      <w:r w:rsidR="00F04C85">
        <w:t xml:space="preserve"> </w:t>
      </w:r>
      <w:r>
        <w:t>outside the degree of consanguinity.</w:t>
      </w:r>
    </w:p>
    <w:p w:rsidR="00CF3F93" w:rsidRDefault="00CF3F93" w:rsidP="00CF3F93">
      <w:pPr>
        <w:pStyle w:val="libNormal"/>
      </w:pPr>
      <w:r>
        <w:t>58. Arguing for the sake of arguing.</w:t>
      </w:r>
    </w:p>
    <w:p w:rsidR="00CF3F93" w:rsidRDefault="00CF3F93" w:rsidP="00CF3F93">
      <w:pPr>
        <w:pStyle w:val="libNormal"/>
      </w:pPr>
      <w:r>
        <w:t xml:space="preserve">59. Peeping into the houses of </w:t>
      </w:r>
      <w:proofErr w:type="spellStart"/>
      <w:r>
        <w:t>neighbours</w:t>
      </w:r>
      <w:proofErr w:type="spellEnd"/>
      <w:r>
        <w:t>.</w:t>
      </w:r>
    </w:p>
    <w:p w:rsidR="00CF3F93" w:rsidRDefault="00CF3F93" w:rsidP="00CF3F93">
      <w:pPr>
        <w:pStyle w:val="libNormal"/>
      </w:pPr>
      <w:r>
        <w:t>60. Using anything which causes excessive harm to the bod</w:t>
      </w:r>
      <w:r w:rsidR="000055F1">
        <w:t>y</w:t>
      </w:r>
      <w:r w:rsidR="00F04C85">
        <w:t xml:space="preserve"> </w:t>
      </w:r>
      <w:r>
        <w:t>and similarly harming others ………… and othe</w:t>
      </w:r>
      <w:r w:rsidR="000055F1">
        <w:t>r</w:t>
      </w:r>
      <w:r w:rsidR="00F04C85">
        <w:t xml:space="preserve"> </w:t>
      </w:r>
      <w:r>
        <w:t>prohibitions.</w:t>
      </w:r>
    </w:p>
    <w:p w:rsidR="00CF3F93" w:rsidRDefault="00CF3F93" w:rsidP="00CF3F93">
      <w:pPr>
        <w:pStyle w:val="libNormal"/>
      </w:pPr>
      <w:r>
        <w:t>You, esteemed reader, will see at a glance that the reason for mos</w:t>
      </w:r>
      <w:r w:rsidR="000055F1">
        <w:t>t</w:t>
      </w:r>
      <w:r w:rsidR="00F04C85">
        <w:t xml:space="preserve"> </w:t>
      </w:r>
      <w:r>
        <w:t>of these prohibitions is clear and obvious, and does not requir</w:t>
      </w:r>
      <w:r w:rsidR="000055F1">
        <w:t>e</w:t>
      </w:r>
      <w:r w:rsidR="00F04C85">
        <w:t xml:space="preserve"> </w:t>
      </w:r>
      <w:r>
        <w:t>much reflection. For example, can anyone deny the repugnanc</w:t>
      </w:r>
      <w:r w:rsidR="000055F1">
        <w:t>e</w:t>
      </w:r>
      <w:r w:rsidR="00F04C85">
        <w:t xml:space="preserve"> </w:t>
      </w:r>
      <w:r>
        <w:t>of murder, pillaging the property of others or injuring them</w:t>
      </w:r>
      <w:r w:rsidR="000055F1">
        <w:t>,</w:t>
      </w:r>
      <w:r w:rsidR="00F04C85">
        <w:t xml:space="preserve"> </w:t>
      </w:r>
      <w:r>
        <w:t>spying into other people’s houses or doing harm?</w:t>
      </w:r>
    </w:p>
    <w:p w:rsidR="00CF3F93" w:rsidRDefault="00CF3F93" w:rsidP="00CF3F93">
      <w:pPr>
        <w:pStyle w:val="libNormal"/>
      </w:pPr>
      <w:r>
        <w:t>However, some of the matters do require some though</w:t>
      </w:r>
      <w:r w:rsidR="000055F1">
        <w:t>t</w:t>
      </w:r>
      <w:r w:rsidR="00F04C85">
        <w:t xml:space="preserve"> </w:t>
      </w:r>
      <w:r>
        <w:t>concerning the reason for their prohibition, for instance gambling</w:t>
      </w:r>
      <w:r w:rsidR="000055F1">
        <w:t>,</w:t>
      </w:r>
      <w:r w:rsidR="00F04C85">
        <w:t xml:space="preserve"> </w:t>
      </w:r>
      <w:r>
        <w:t>alcoholic drinks and women not covering their heads and thei</w:t>
      </w:r>
      <w:r w:rsidR="000055F1">
        <w:t>r</w:t>
      </w:r>
      <w:r w:rsidR="00F04C85">
        <w:t xml:space="preserve"> </w:t>
      </w:r>
      <w:r>
        <w:t>dressing immodestly. Anyone must surely realize that gamblin</w:t>
      </w:r>
      <w:r w:rsidR="000055F1">
        <w:t>g</w:t>
      </w:r>
      <w:r w:rsidR="00F04C85">
        <w:t xml:space="preserve"> </w:t>
      </w:r>
      <w:r>
        <w:t>leads to anxiety and material loss, alcohol causes numerou</w:t>
      </w:r>
      <w:r w:rsidR="000055F1">
        <w:t>s</w:t>
      </w:r>
      <w:r w:rsidR="00F04C85">
        <w:t xml:space="preserve"> </w:t>
      </w:r>
      <w:r>
        <w:t>illnesses, dressing immodestly can often lead to immorality an</w:t>
      </w:r>
      <w:r w:rsidR="000055F1">
        <w:t>d</w:t>
      </w:r>
      <w:r w:rsidR="00F04C85">
        <w:t xml:space="preserve"> </w:t>
      </w:r>
      <w:r>
        <w:t>the breaking up of families, and so on and so on. Is there an</w:t>
      </w:r>
      <w:r w:rsidR="000055F1">
        <w:t>y</w:t>
      </w:r>
      <w:r w:rsidR="00F04C85">
        <w:t xml:space="preserve"> </w:t>
      </w:r>
      <w:r>
        <w:t>religion or legal system which has not formulated a list o</w:t>
      </w:r>
      <w:r w:rsidR="000055F1">
        <w:t>f</w:t>
      </w:r>
      <w:r w:rsidR="00F04C85">
        <w:t xml:space="preserve"> </w:t>
      </w:r>
      <w:r>
        <w:t>forbidden things? Nevertheless the question remains, does no</w:t>
      </w:r>
      <w:r w:rsidR="000055F1">
        <w:t>t</w:t>
      </w:r>
      <w:r w:rsidR="00F04C85">
        <w:t xml:space="preserve"> </w:t>
      </w:r>
      <w:r>
        <w:t>the fact that certain things are forbidden lead to a degree o</w:t>
      </w:r>
      <w:r w:rsidR="000055F1">
        <w:t>f</w:t>
      </w:r>
      <w:r w:rsidR="00F04C85">
        <w:t xml:space="preserve"> </w:t>
      </w:r>
      <w:r>
        <w:t>unhealthy repression? The answer is that anything which leads to</w:t>
      </w:r>
      <w:r w:rsidR="0097266C">
        <w:t xml:space="preserve"> </w:t>
      </w:r>
      <w:r>
        <w:t>bad things has to be repressed or restrained in some way and lega</w:t>
      </w:r>
      <w:r w:rsidR="000055F1">
        <w:t>l</w:t>
      </w:r>
      <w:r w:rsidR="00F04C85">
        <w:t xml:space="preserve"> </w:t>
      </w:r>
      <w:r>
        <w:t>systems, in general, are full of attempts to do so.</w:t>
      </w:r>
    </w:p>
    <w:p w:rsidR="00CF3F93" w:rsidRDefault="00CF3F93" w:rsidP="00146845">
      <w:pPr>
        <w:pStyle w:val="libNormal"/>
      </w:pPr>
      <w:r>
        <w:br w:type="page"/>
      </w:r>
    </w:p>
    <w:p w:rsidR="00CF3F93" w:rsidRDefault="00CF3F93" w:rsidP="00146845">
      <w:pPr>
        <w:pStyle w:val="Heading1Center"/>
      </w:pPr>
      <w:bookmarkStart w:id="41" w:name="_Toc496784697"/>
      <w:r>
        <w:lastRenderedPageBreak/>
        <w:t>6-ISLAMIC ACTS OF WORSHIP</w:t>
      </w:r>
      <w:bookmarkEnd w:id="41"/>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meaning of worship?</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Worship </w:t>
      </w:r>
      <w:proofErr w:type="gramStart"/>
      <w:r>
        <w:t>are</w:t>
      </w:r>
      <w:proofErr w:type="gramEnd"/>
      <w:r>
        <w:t xml:space="preserve"> those things that Islam has made obligatory and mus</w:t>
      </w:r>
      <w:r w:rsidR="000055F1">
        <w:t>t</w:t>
      </w:r>
      <w:r w:rsidR="00F04C85">
        <w:t xml:space="preserve"> </w:t>
      </w:r>
      <w:r>
        <w:t>be performed with the intention of seeking nearness or closenes</w:t>
      </w:r>
      <w:r w:rsidR="000055F1">
        <w:t>s</w:t>
      </w:r>
      <w:r w:rsidR="00F04C85">
        <w:t xml:space="preserve"> </w:t>
      </w:r>
      <w:r>
        <w:t>to God Almighty.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meant by the intention of seeking nearness to God?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It means that the action should be performed only for the sake o</w:t>
      </w:r>
      <w:r w:rsidR="000055F1">
        <w:t>f</w:t>
      </w:r>
      <w:r w:rsidR="00F04C85">
        <w:t xml:space="preserve"> </w:t>
      </w:r>
      <w:r>
        <w:t>God and this intention distinguishes acts of worship and the othe</w:t>
      </w:r>
      <w:r w:rsidR="000055F1">
        <w:t>r</w:t>
      </w:r>
      <w:r w:rsidR="00F04C85">
        <w:t xml:space="preserve"> </w:t>
      </w:r>
      <w:r>
        <w:t>obligatory acts, because worship requires the intention of seekin</w:t>
      </w:r>
      <w:r w:rsidR="000055F1">
        <w:t>g</w:t>
      </w:r>
      <w:r w:rsidR="00F04C85">
        <w:t xml:space="preserve"> </w:t>
      </w:r>
      <w:r>
        <w:t>nearness to God whereas acts which are not worship, but whic</w:t>
      </w:r>
      <w:r w:rsidR="000055F1">
        <w:t>h</w:t>
      </w:r>
      <w:r w:rsidR="00F04C85">
        <w:t xml:space="preserve"> </w:t>
      </w:r>
      <w:r>
        <w:t>are considered a means of gaining access to God’s mercy, may b</w:t>
      </w:r>
      <w:r w:rsidR="000055F1">
        <w:t>e</w:t>
      </w:r>
      <w:r w:rsidR="00F04C85">
        <w:t xml:space="preserve"> </w:t>
      </w:r>
      <w:r>
        <w:t>performed without that specific intention.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Give an example of both:</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For example, offering prayers is an act of worship and they are not vali</w:t>
      </w:r>
      <w:r w:rsidR="000055F1">
        <w:t>d</w:t>
      </w:r>
      <w:r w:rsidR="00F04C85">
        <w:t xml:space="preserve"> </w:t>
      </w:r>
      <w:r>
        <w:t>without the intention of seeking nearness to God but washing an item o</w:t>
      </w:r>
      <w:r w:rsidR="000055F1">
        <w:t>f</w:t>
      </w:r>
      <w:r w:rsidR="00F04C85">
        <w:t xml:space="preserve"> </w:t>
      </w:r>
      <w:r>
        <w:t>clothing to make it pure is not worship and therefore can be done withou</w:t>
      </w:r>
      <w:r w:rsidR="000055F1">
        <w:t>t</w:t>
      </w:r>
      <w:r w:rsidR="00F04C85">
        <w:t xml:space="preserve"> </w:t>
      </w:r>
      <w:r>
        <w:t>that intention.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Why is worship conditional upon the intention of drawing near t</w:t>
      </w:r>
      <w:r w:rsidR="000055F1">
        <w:t>o</w:t>
      </w:r>
      <w:r w:rsidR="00F04C85">
        <w:t xml:space="preserve"> </w:t>
      </w:r>
      <w:r>
        <w:t>God?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Firstly, because worship is obedience to God Almighty an</w:t>
      </w:r>
      <w:r w:rsidR="000055F1">
        <w:t>d</w:t>
      </w:r>
      <w:r w:rsidR="00F04C85">
        <w:t xml:space="preserve"> </w:t>
      </w:r>
      <w:r>
        <w:t>complete obedience cannot be expressed unless the act of worshi</w:t>
      </w:r>
      <w:r w:rsidR="000055F1">
        <w:t>p</w:t>
      </w:r>
      <w:r w:rsidR="00F04C85">
        <w:t xml:space="preserve"> </w:t>
      </w:r>
      <w:r>
        <w:t>is performed solely for the sake of God. Secondly, worshi</w:t>
      </w:r>
      <w:r w:rsidR="000055F1">
        <w:t>p</w:t>
      </w:r>
      <w:r w:rsidR="00F04C85">
        <w:t xml:space="preserve"> </w:t>
      </w:r>
      <w:r>
        <w:t>elevates the soul and so if man continually remembers God an</w:t>
      </w:r>
      <w:r w:rsidR="000055F1">
        <w:t>d</w:t>
      </w:r>
      <w:r w:rsidR="00F04C85">
        <w:t xml:space="preserve"> </w:t>
      </w:r>
      <w:r>
        <w:t>realizes that he is in the presence of his Lord who is the Great, th</w:t>
      </w:r>
      <w:r w:rsidR="000055F1">
        <w:t>e</w:t>
      </w:r>
      <w:r w:rsidR="00F04C85">
        <w:t xml:space="preserve"> </w:t>
      </w:r>
      <w:r>
        <w:t>Powerful, the All-Seeing and All-Hearing, undoubtedly he will b</w:t>
      </w:r>
      <w:r w:rsidR="000055F1">
        <w:t>e</w:t>
      </w:r>
      <w:r w:rsidR="00F04C85">
        <w:t xml:space="preserve"> </w:t>
      </w:r>
      <w:r>
        <w:t>granted an excellence of character which will lead him toward</w:t>
      </w:r>
      <w:r w:rsidR="000055F1">
        <w:t>s</w:t>
      </w:r>
      <w:r w:rsidR="00F04C85">
        <w:t xml:space="preserve"> </w:t>
      </w:r>
      <w:r>
        <w:t>the highest spirituality and noblest conduct and will distance hi</w:t>
      </w:r>
      <w:r w:rsidR="000055F1">
        <w:t>m</w:t>
      </w:r>
      <w:r w:rsidR="00F04C85">
        <w:t xml:space="preserve"> </w:t>
      </w:r>
      <w:r>
        <w:t>from bad things, whether they be attitudes of mind or actua</w:t>
      </w:r>
      <w:r w:rsidR="000055F1">
        <w:t>l</w:t>
      </w:r>
      <w:r w:rsidR="00F04C85">
        <w:t xml:space="preserve"> </w:t>
      </w:r>
      <w:r>
        <w:t>deeds.</w:t>
      </w:r>
    </w:p>
    <w:p w:rsidR="00CF3F93" w:rsidRPr="001B2F03" w:rsidRDefault="00CF3F93" w:rsidP="006D51A0">
      <w:pPr>
        <w:pStyle w:val="Heading2"/>
      </w:pPr>
      <w:bookmarkStart w:id="42" w:name="_Toc496784698"/>
      <w:r w:rsidRPr="001B2F03">
        <w:t>PRAYING</w:t>
      </w:r>
      <w:bookmarkEnd w:id="42"/>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the Islamic acts of worship?</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The most important Islamic acts of worship are prayers, fasting, </w:t>
      </w:r>
      <w:proofErr w:type="spellStart"/>
      <w:r>
        <w:t>khums</w:t>
      </w:r>
      <w:proofErr w:type="spellEnd"/>
      <w:r w:rsidR="000055F1">
        <w:t>,</w:t>
      </w:r>
      <w:r w:rsidR="00F04C85">
        <w:t xml:space="preserve"> </w:t>
      </w:r>
      <w:proofErr w:type="spellStart"/>
      <w:r>
        <w:t>zakat</w:t>
      </w:r>
      <w:proofErr w:type="spellEnd"/>
      <w:r>
        <w:t>, jihad and hajj.</w:t>
      </w:r>
    </w:p>
    <w:p w:rsidR="00CF3F93" w:rsidRDefault="00CF3F93" w:rsidP="00CF3F93">
      <w:pPr>
        <w:pStyle w:val="libNormal"/>
      </w:pPr>
      <w:r>
        <w:t>Since this book has been written in order to provide a brie</w:t>
      </w:r>
      <w:r w:rsidR="000055F1">
        <w:t>f</w:t>
      </w:r>
      <w:r w:rsidR="00F04C85">
        <w:t xml:space="preserve"> </w:t>
      </w:r>
      <w:r>
        <w:t>introduction to Islam, we will forgo an explanation of the wisdo</w:t>
      </w:r>
      <w:r w:rsidR="000055F1">
        <w:t>m</w:t>
      </w:r>
      <w:r w:rsidR="00F04C85">
        <w:t xml:space="preserve"> </w:t>
      </w:r>
      <w:r>
        <w:t>and reasons behind these acts of worship and so anyone wh</w:t>
      </w:r>
      <w:r w:rsidR="000055F1">
        <w:t>o</w:t>
      </w:r>
      <w:r w:rsidR="00F04C85">
        <w:t xml:space="preserve"> </w:t>
      </w:r>
      <w:r>
        <w:t>wishes to know about these aspects should refer to our boo</w:t>
      </w:r>
      <w:r w:rsidR="000055F1">
        <w:t>k</w:t>
      </w:r>
      <w:r w:rsidR="00F04C85">
        <w:t xml:space="preserve"> </w:t>
      </w:r>
      <w:r>
        <w:t>entitled “Islamic Acts of Worship”</w:t>
      </w:r>
      <w:r w:rsidRPr="003418E0">
        <w:rPr>
          <w:rStyle w:val="libFootnotenumChar"/>
        </w:rPr>
        <w:t>1</w:t>
      </w:r>
      <w:r w:rsidR="0097266C" w:rsidRPr="003418E0">
        <w:rPr>
          <w:rStyle w:val="libFootnotenumChar"/>
        </w:rPr>
        <w:t>5</w:t>
      </w:r>
      <w:r>
        <w: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prayers? How many units do they have and what else i</w:t>
      </w:r>
      <w:r w:rsidR="000055F1">
        <w:t>s</w:t>
      </w:r>
      <w:r w:rsidR="00F04C85">
        <w:t xml:space="preserve"> </w:t>
      </w:r>
      <w:r>
        <w:t>involved?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lastRenderedPageBreak/>
        <w:t>Prayers are of two kinds: obligatory prayers and recommende</w:t>
      </w:r>
      <w:r w:rsidR="000055F1">
        <w:t>d</w:t>
      </w:r>
      <w:r w:rsidR="00F04C85">
        <w:t xml:space="preserve"> </w:t>
      </w:r>
      <w:r>
        <w:t>prayers.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Which are the obligatory prayers?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Obligatory prayers are performed in the following sequence:</w:t>
      </w:r>
    </w:p>
    <w:p w:rsidR="00CF3F93" w:rsidRDefault="00CF3F93" w:rsidP="00CF3F93">
      <w:pPr>
        <w:pStyle w:val="libNormal"/>
      </w:pPr>
      <w:r>
        <w:t xml:space="preserve">1. Dawn prayer (called </w:t>
      </w:r>
      <w:proofErr w:type="spellStart"/>
      <w:r>
        <w:t>fajr</w:t>
      </w:r>
      <w:proofErr w:type="spellEnd"/>
      <w:r>
        <w:t xml:space="preserve"> or </w:t>
      </w:r>
      <w:proofErr w:type="spellStart"/>
      <w:r>
        <w:t>subh</w:t>
      </w:r>
      <w:proofErr w:type="spellEnd"/>
      <w:r>
        <w:t>). This has two units</w:t>
      </w:r>
      <w:r w:rsidR="0097266C" w:rsidRPr="003418E0">
        <w:rPr>
          <w:rStyle w:val="libFootnotenumChar"/>
        </w:rPr>
        <w:t>16</w:t>
      </w:r>
      <w:r w:rsidR="000055F1">
        <w:t>,</w:t>
      </w:r>
      <w:r w:rsidR="00F04C85">
        <w:t xml:space="preserve"> </w:t>
      </w:r>
      <w:r>
        <w:t>and its time is from dawn to sunrise.</w:t>
      </w:r>
    </w:p>
    <w:p w:rsidR="00CF3F93" w:rsidRDefault="00CF3F93" w:rsidP="00CF3F93">
      <w:pPr>
        <w:pStyle w:val="libNormal"/>
      </w:pPr>
      <w:r>
        <w:t xml:space="preserve">2. Noon or Midday prayer (called </w:t>
      </w:r>
      <w:proofErr w:type="spellStart"/>
      <w:r>
        <w:t>dhuhr</w:t>
      </w:r>
      <w:proofErr w:type="spellEnd"/>
      <w:r>
        <w:t>): four units, an</w:t>
      </w:r>
      <w:r w:rsidR="000055F1">
        <w:t>d</w:t>
      </w:r>
      <w:r w:rsidR="00F04C85">
        <w:t xml:space="preserve"> </w:t>
      </w:r>
      <w:r>
        <w:t>its time is from the passing of the sun from the middle o</w:t>
      </w:r>
      <w:r w:rsidR="000055F1">
        <w:t>f</w:t>
      </w:r>
      <w:r w:rsidR="00F04C85">
        <w:t xml:space="preserve"> </w:t>
      </w:r>
      <w:r>
        <w:t>the sky of the country where you happen to be unti</w:t>
      </w:r>
      <w:r w:rsidR="000055F1">
        <w:t>l</w:t>
      </w:r>
      <w:r w:rsidR="00F04C85">
        <w:t xml:space="preserve"> </w:t>
      </w:r>
      <w:r>
        <w:t>shortly before the sun sets beneath the horizon.</w:t>
      </w:r>
      <w:r w:rsidRPr="003418E0">
        <w:rPr>
          <w:rStyle w:val="libFootnotenumChar"/>
        </w:rPr>
        <w:t>1</w:t>
      </w:r>
      <w:r w:rsidR="0097266C" w:rsidRPr="003418E0">
        <w:rPr>
          <w:rStyle w:val="libFootnotenumChar"/>
        </w:rPr>
        <w:t>7</w:t>
      </w:r>
    </w:p>
    <w:p w:rsidR="00CF3F93" w:rsidRDefault="00CF3F93" w:rsidP="00CF3F93">
      <w:pPr>
        <w:pStyle w:val="libNormal"/>
      </w:pPr>
      <w:r>
        <w:t>3. Afternoon prayer (called ‘</w:t>
      </w:r>
      <w:proofErr w:type="spellStart"/>
      <w:r>
        <w:t>asr</w:t>
      </w:r>
      <w:proofErr w:type="spellEnd"/>
      <w:r>
        <w:t xml:space="preserve">): four </w:t>
      </w:r>
      <w:proofErr w:type="gramStart"/>
      <w:r>
        <w:t>units,</w:t>
      </w:r>
      <w:proofErr w:type="gramEnd"/>
      <w:r>
        <w:t xml:space="preserve"> and its time i</w:t>
      </w:r>
      <w:r w:rsidR="000055F1">
        <w:t>s</w:t>
      </w:r>
      <w:r w:rsidR="00F04C85">
        <w:t xml:space="preserve"> </w:t>
      </w:r>
      <w:r>
        <w:t>from after the noon prayer until the setting of the su</w:t>
      </w:r>
      <w:r w:rsidR="000055F1">
        <w:t>n</w:t>
      </w:r>
      <w:r w:rsidR="00F04C85">
        <w:t xml:space="preserve"> </w:t>
      </w:r>
      <w:r>
        <w:t>beneath the horizon.</w:t>
      </w:r>
    </w:p>
    <w:p w:rsidR="00CF3F93" w:rsidRDefault="00CF3F93" w:rsidP="0097266C">
      <w:pPr>
        <w:pStyle w:val="libNormal"/>
      </w:pPr>
      <w:r>
        <w:t xml:space="preserve">4. Sunset prayer (called </w:t>
      </w:r>
      <w:proofErr w:type="spellStart"/>
      <w:r>
        <w:t>maghrib</w:t>
      </w:r>
      <w:proofErr w:type="spellEnd"/>
      <w:r>
        <w:t>): three units, and its tim</w:t>
      </w:r>
      <w:r w:rsidR="000055F1">
        <w:t>e</w:t>
      </w:r>
      <w:r w:rsidR="00F04C85">
        <w:t xml:space="preserve"> </w:t>
      </w:r>
      <w:r>
        <w:t>is from sunset, which means in this case when th</w:t>
      </w:r>
      <w:r w:rsidR="000055F1">
        <w:t>e</w:t>
      </w:r>
      <w:r w:rsidR="00F04C85">
        <w:t xml:space="preserve"> </w:t>
      </w:r>
      <w:r>
        <w:t>redness in the sky has passed from above one’s hea</w:t>
      </w:r>
      <w:r w:rsidR="000055F1">
        <w:t>d</w:t>
      </w:r>
      <w:r w:rsidR="00F04C85">
        <w:t xml:space="preserve"> </w:t>
      </w:r>
      <w:r>
        <w:t>(that is about a quarter of an hour after the actual sunset)</w:t>
      </w:r>
      <w:r w:rsidR="000055F1">
        <w:t>,</w:t>
      </w:r>
      <w:r w:rsidR="00F04C85">
        <w:t xml:space="preserve"> </w:t>
      </w:r>
      <w:r>
        <w:t>until shortly before the middle of the night</w:t>
      </w:r>
      <w:r w:rsidR="0097266C" w:rsidRPr="003418E0">
        <w:rPr>
          <w:rStyle w:val="libFootnotenumChar"/>
        </w:rPr>
        <w:t>18</w:t>
      </w:r>
      <w:r>
        <w:t>.</w:t>
      </w:r>
    </w:p>
    <w:p w:rsidR="00CF3F93" w:rsidRDefault="00CF3F93" w:rsidP="00CF3F93">
      <w:pPr>
        <w:pStyle w:val="libNormal"/>
      </w:pPr>
      <w:r>
        <w:t>5. Evening prayer (called ‘</w:t>
      </w:r>
      <w:proofErr w:type="spellStart"/>
      <w:r>
        <w:t>isha</w:t>
      </w:r>
      <w:proofErr w:type="spellEnd"/>
      <w:r>
        <w:t xml:space="preserve">’): four </w:t>
      </w:r>
      <w:proofErr w:type="gramStart"/>
      <w:r>
        <w:t>units,</w:t>
      </w:r>
      <w:proofErr w:type="gramEnd"/>
      <w:r>
        <w:t xml:space="preserve"> and its time i</w:t>
      </w:r>
      <w:r w:rsidR="000055F1">
        <w:t>s</w:t>
      </w:r>
      <w:r w:rsidR="00F04C85">
        <w:t xml:space="preserve"> </w:t>
      </w:r>
      <w:r>
        <w:t>from after the sunset prayer until the middle of the night.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 prayers while travelling differ from prayers in the place o</w:t>
      </w:r>
      <w:r w:rsidR="000055F1">
        <w:t>f</w:t>
      </w:r>
      <w:r w:rsidR="00F04C85">
        <w:t xml:space="preserve"> </w:t>
      </w:r>
      <w:r>
        <w:t>residence?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Prayers while travelling are “</w:t>
      </w:r>
      <w:proofErr w:type="spellStart"/>
      <w:r>
        <w:t>qasr</w:t>
      </w:r>
      <w:proofErr w:type="spellEnd"/>
      <w:r>
        <w:t xml:space="preserve"> - shortened” that is th</w:t>
      </w:r>
      <w:r w:rsidR="000055F1">
        <w:t>e</w:t>
      </w:r>
      <w:r w:rsidR="00F04C85">
        <w:t xml:space="preserve"> </w:t>
      </w:r>
      <w:r>
        <w:t>midday (</w:t>
      </w:r>
      <w:proofErr w:type="spellStart"/>
      <w:r>
        <w:t>dhuhr</w:t>
      </w:r>
      <w:proofErr w:type="spellEnd"/>
      <w:r>
        <w:t>), afternoon (‘</w:t>
      </w:r>
      <w:proofErr w:type="spellStart"/>
      <w:r>
        <w:t>asr</w:t>
      </w:r>
      <w:proofErr w:type="spellEnd"/>
      <w:r>
        <w:t>) and evening (‘</w:t>
      </w:r>
      <w:proofErr w:type="spellStart"/>
      <w:r>
        <w:t>isha</w:t>
      </w:r>
      <w:proofErr w:type="spellEnd"/>
      <w:r>
        <w:t>’) prayer</w:t>
      </w:r>
      <w:r w:rsidR="000055F1">
        <w:t>s</w:t>
      </w:r>
      <w:r w:rsidR="00F04C85">
        <w:t xml:space="preserve"> </w:t>
      </w:r>
      <w:r>
        <w:t>should each be performed in two units like the dawn (</w:t>
      </w:r>
      <w:proofErr w:type="spellStart"/>
      <w:r>
        <w:t>fajr</w:t>
      </w:r>
      <w:proofErr w:type="spellEnd"/>
      <w:r>
        <w:t>)</w:t>
      </w:r>
    </w:p>
    <w:p w:rsidR="00CF3F93" w:rsidRDefault="00CF3F93" w:rsidP="0097266C">
      <w:pPr>
        <w:pStyle w:val="libNormal"/>
      </w:pPr>
      <w:r>
        <w:t>prayer</w:t>
      </w:r>
      <w:r w:rsidR="0097266C" w:rsidRPr="003418E0">
        <w:rPr>
          <w:rStyle w:val="libFootnotenumChar"/>
        </w:rPr>
        <w:t>19</w:t>
      </w:r>
      <w:r>
        <w: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is the prayer divided up?</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It is divided up as follows:</w:t>
      </w:r>
    </w:p>
    <w:p w:rsidR="00CF3F93" w:rsidRDefault="00CF3F93" w:rsidP="00CF3F93">
      <w:pPr>
        <w:pStyle w:val="libNormal"/>
      </w:pPr>
      <w:r>
        <w:t xml:space="preserve">1. Saying </w:t>
      </w:r>
      <w:proofErr w:type="spellStart"/>
      <w:r>
        <w:t>Allahu</w:t>
      </w:r>
      <w:proofErr w:type="spellEnd"/>
      <w:r>
        <w:t xml:space="preserve"> akbar</w:t>
      </w:r>
      <w:r w:rsidR="0097266C" w:rsidRPr="003418E0">
        <w:rPr>
          <w:rStyle w:val="libFootnotenumChar"/>
        </w:rPr>
        <w:t>20</w:t>
      </w:r>
      <w:r>
        <w:t>, after first having made th</w:t>
      </w:r>
      <w:r w:rsidR="000055F1">
        <w:t>e</w:t>
      </w:r>
      <w:r w:rsidR="00F04C85">
        <w:t xml:space="preserve"> </w:t>
      </w:r>
      <w:r>
        <w:t>intention.</w:t>
      </w:r>
    </w:p>
    <w:p w:rsidR="00CF3F93" w:rsidRDefault="00CF3F93" w:rsidP="00CF3F93">
      <w:pPr>
        <w:pStyle w:val="libNormal"/>
      </w:pPr>
      <w:r>
        <w:t>2. The reading of the first chapter (</w:t>
      </w:r>
      <w:proofErr w:type="spellStart"/>
      <w:r>
        <w:t>sura</w:t>
      </w:r>
      <w:proofErr w:type="spellEnd"/>
      <w:r>
        <w:t>) of the Qur’an (al</w:t>
      </w:r>
      <w:r w:rsidR="00337E26">
        <w:t>-</w:t>
      </w:r>
      <w:proofErr w:type="spellStart"/>
      <w:r>
        <w:t>Fatiha</w:t>
      </w:r>
      <w:proofErr w:type="spellEnd"/>
      <w:r>
        <w:t>), and any one other chapter, while standing.</w:t>
      </w:r>
    </w:p>
    <w:p w:rsidR="00CF3F93" w:rsidRDefault="00CF3F93" w:rsidP="00CF3F93">
      <w:pPr>
        <w:pStyle w:val="libNormal"/>
      </w:pPr>
      <w:r>
        <w:t>3. Bowing with its specific invocation</w:t>
      </w:r>
      <w:r w:rsidR="003F5B22" w:rsidRPr="003418E0">
        <w:rPr>
          <w:rStyle w:val="libFootnotenumChar"/>
        </w:rPr>
        <w:t>2</w:t>
      </w:r>
      <w:r w:rsidRPr="003418E0">
        <w:rPr>
          <w:rStyle w:val="libFootnotenumChar"/>
        </w:rPr>
        <w:t>1</w:t>
      </w:r>
      <w:r>
        <w:t>.</w:t>
      </w:r>
    </w:p>
    <w:p w:rsidR="00CF3F93" w:rsidRDefault="00CF3F93" w:rsidP="00CF3F93">
      <w:pPr>
        <w:pStyle w:val="libNormal"/>
      </w:pPr>
      <w:r>
        <w:t>4. Standing upright again after bowing.</w:t>
      </w:r>
    </w:p>
    <w:p w:rsidR="00CF3F93" w:rsidRDefault="00CF3F93" w:rsidP="00CF3F93">
      <w:pPr>
        <w:pStyle w:val="libNormal"/>
      </w:pPr>
      <w:r>
        <w:t>5. Two prostrations with their specific invocation</w:t>
      </w:r>
      <w:r w:rsidR="003F5B22" w:rsidRPr="003418E0">
        <w:rPr>
          <w:rStyle w:val="libFootnotenumChar"/>
        </w:rPr>
        <w:t>2</w:t>
      </w:r>
      <w:r w:rsidRPr="003418E0">
        <w:rPr>
          <w:rStyle w:val="libFootnotenumChar"/>
        </w:rPr>
        <w:t>2</w:t>
      </w:r>
      <w:r w:rsidR="000055F1">
        <w:t>,</w:t>
      </w:r>
      <w:r w:rsidR="00F04C85">
        <w:t xml:space="preserve"> </w:t>
      </w:r>
      <w:r>
        <w:t>respectively, and sitting up between the two prostrations.</w:t>
      </w:r>
    </w:p>
    <w:p w:rsidR="00CF3F93" w:rsidRDefault="00CF3F93" w:rsidP="00CF3F93">
      <w:pPr>
        <w:pStyle w:val="libNormal"/>
      </w:pPr>
      <w:r>
        <w:t>6. Standing up straight again, then the recitation of al</w:t>
      </w:r>
      <w:r w:rsidR="00337E26">
        <w:t>-</w:t>
      </w:r>
      <w:proofErr w:type="spellStart"/>
      <w:r>
        <w:t>Fatiha</w:t>
      </w:r>
      <w:proofErr w:type="spellEnd"/>
      <w:r>
        <w:t xml:space="preserve"> and any other </w:t>
      </w:r>
      <w:proofErr w:type="spellStart"/>
      <w:r>
        <w:t>sura</w:t>
      </w:r>
      <w:proofErr w:type="spellEnd"/>
      <w:r>
        <w:t xml:space="preserve"> (just like 2 above) followe</w:t>
      </w:r>
      <w:r w:rsidR="000055F1">
        <w:t>d</w:t>
      </w:r>
      <w:r w:rsidR="00F04C85">
        <w:t xml:space="preserve"> </w:t>
      </w:r>
      <w:r>
        <w:t xml:space="preserve">by the </w:t>
      </w:r>
      <w:proofErr w:type="spellStart"/>
      <w:r>
        <w:t>Qunut</w:t>
      </w:r>
      <w:proofErr w:type="spellEnd"/>
      <w:r>
        <w:t xml:space="preserve"> prayers</w:t>
      </w:r>
      <w:r w:rsidR="003F5B22" w:rsidRPr="003418E0">
        <w:rPr>
          <w:rStyle w:val="libFootnotenumChar"/>
        </w:rPr>
        <w:t>2</w:t>
      </w:r>
      <w:r w:rsidRPr="003418E0">
        <w:rPr>
          <w:rStyle w:val="libFootnotenumChar"/>
        </w:rPr>
        <w:t>3</w:t>
      </w:r>
      <w:r>
        <w:t xml:space="preserve"> which are recommended but no</w:t>
      </w:r>
      <w:r w:rsidR="000055F1">
        <w:t>t</w:t>
      </w:r>
      <w:r w:rsidR="00F04C85">
        <w:t xml:space="preserve"> </w:t>
      </w:r>
      <w:r>
        <w:t>obligatory.</w:t>
      </w:r>
    </w:p>
    <w:p w:rsidR="00CF3F93" w:rsidRDefault="00CF3F93" w:rsidP="00CF3F93">
      <w:pPr>
        <w:pStyle w:val="libNormal"/>
      </w:pPr>
      <w:r>
        <w:t>7. Then bowing and standing up straight, after bowing; tw</w:t>
      </w:r>
      <w:r w:rsidR="000055F1">
        <w:t>o</w:t>
      </w:r>
      <w:r w:rsidR="00F04C85">
        <w:t xml:space="preserve"> </w:t>
      </w:r>
      <w:r>
        <w:t>prostrations (just like 5 above) and sitting back; then th</w:t>
      </w:r>
      <w:r w:rsidR="000055F1">
        <w:t>e</w:t>
      </w:r>
      <w:r w:rsidR="00F04C85">
        <w:t xml:space="preserve"> </w:t>
      </w:r>
      <w:r>
        <w:t>saying of the tashahhud</w:t>
      </w:r>
      <w:r w:rsidR="003F5B22" w:rsidRPr="003418E0">
        <w:rPr>
          <w:rStyle w:val="libFootnotenumChar"/>
        </w:rPr>
        <w:t>2</w:t>
      </w:r>
      <w:r w:rsidRPr="003418E0">
        <w:rPr>
          <w:rStyle w:val="libFootnotenumChar"/>
        </w:rPr>
        <w:t>4</w:t>
      </w:r>
      <w:r>
        <w:t xml:space="preserve"> and the salam</w:t>
      </w:r>
      <w:r w:rsidR="003F5B22" w:rsidRPr="003418E0">
        <w:rPr>
          <w:rStyle w:val="libFootnotenumChar"/>
        </w:rPr>
        <w:t>2</w:t>
      </w:r>
      <w:r w:rsidRPr="003418E0">
        <w:rPr>
          <w:rStyle w:val="libFootnotenumChar"/>
        </w:rPr>
        <w:t>5</w:t>
      </w:r>
      <w:r>
        <w:t>.</w:t>
      </w:r>
    </w:p>
    <w:p w:rsidR="00CF3F93" w:rsidRDefault="00CF3F93" w:rsidP="00CF3F93">
      <w:pPr>
        <w:pStyle w:val="libNormal"/>
      </w:pPr>
      <w:r>
        <w:t>That is the way to pray two units. As for prayers of three or fou</w:t>
      </w:r>
      <w:r w:rsidR="000055F1">
        <w:t>r</w:t>
      </w:r>
      <w:r w:rsidR="00F04C85">
        <w:t xml:space="preserve"> </w:t>
      </w:r>
      <w:r>
        <w:t>units, however, in the third and fourth unit instead of reciting al</w:t>
      </w:r>
      <w:r w:rsidR="00337E26">
        <w:t>-</w:t>
      </w:r>
      <w:proofErr w:type="spellStart"/>
      <w:r>
        <w:t>Fatiha</w:t>
      </w:r>
      <w:proofErr w:type="spellEnd"/>
      <w:r>
        <w:t xml:space="preserve"> and any other </w:t>
      </w:r>
      <w:proofErr w:type="spellStart"/>
      <w:r>
        <w:t>sura</w:t>
      </w:r>
      <w:proofErr w:type="spellEnd"/>
      <w:r>
        <w:t>, special praises to God are recited</w:t>
      </w:r>
      <w:r w:rsidR="003F5B22" w:rsidRPr="003418E0">
        <w:rPr>
          <w:rStyle w:val="libFootnotenumChar"/>
        </w:rPr>
        <w:t>2</w:t>
      </w:r>
      <w:r w:rsidRPr="003418E0">
        <w:rPr>
          <w:rStyle w:val="libFootnotenumChar"/>
        </w:rPr>
        <w:t>6</w:t>
      </w:r>
      <w:r>
        <w: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the conditions of prayers?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lastRenderedPageBreak/>
        <w:t>The conditions of prayers are as follows:</w:t>
      </w:r>
    </w:p>
    <w:p w:rsidR="00CF3F93" w:rsidRDefault="00CF3F93" w:rsidP="00CF3F93">
      <w:pPr>
        <w:pStyle w:val="libNormal"/>
      </w:pPr>
      <w:r>
        <w:t>1. To stand facing the Qibla</w:t>
      </w:r>
      <w:r w:rsidR="003F5B22" w:rsidRPr="003418E0">
        <w:rPr>
          <w:rStyle w:val="libFootnotenumChar"/>
        </w:rPr>
        <w:t>2</w:t>
      </w:r>
      <w:r w:rsidRPr="003418E0">
        <w:rPr>
          <w:rStyle w:val="libFootnotenumChar"/>
        </w:rPr>
        <w:t>7</w:t>
      </w:r>
      <w:r>
        <w:t>.</w:t>
      </w:r>
    </w:p>
    <w:p w:rsidR="00CF3F93" w:rsidRDefault="00CF3F93" w:rsidP="00CF3F93">
      <w:pPr>
        <w:pStyle w:val="libNormal"/>
      </w:pPr>
      <w:r>
        <w:t>2. Cleanliness of dress, the body and the place o</w:t>
      </w:r>
      <w:r w:rsidR="000055F1">
        <w:t>f</w:t>
      </w:r>
      <w:r w:rsidR="00F04C85">
        <w:t xml:space="preserve"> </w:t>
      </w:r>
      <w:r>
        <w:t>prostration.</w:t>
      </w:r>
    </w:p>
    <w:p w:rsidR="00CF3F93" w:rsidRDefault="00CF3F93" w:rsidP="00797C47">
      <w:pPr>
        <w:pStyle w:val="libNormal"/>
      </w:pPr>
      <w:r>
        <w:t>3. Being in the state of purification by means of ablution</w:t>
      </w:r>
      <w:r w:rsidR="000055F1">
        <w:t>s</w:t>
      </w:r>
      <w:r w:rsidR="00F04C85">
        <w:t xml:space="preserve"> </w:t>
      </w:r>
      <w:r>
        <w:t>(</w:t>
      </w:r>
      <w:proofErr w:type="spellStart"/>
      <w:r>
        <w:t>wudu</w:t>
      </w:r>
      <w:proofErr w:type="spellEnd"/>
      <w:r>
        <w:t>’</w:t>
      </w:r>
      <w:proofErr w:type="gramStart"/>
      <w:r>
        <w:t>)</w:t>
      </w:r>
      <w:r w:rsidR="00797C47" w:rsidRPr="003418E0">
        <w:rPr>
          <w:rStyle w:val="libFootnotenumChar"/>
        </w:rPr>
        <w:t>28</w:t>
      </w:r>
      <w:proofErr w:type="gramEnd"/>
      <w:r>
        <w:t xml:space="preserve"> or ghusl</w:t>
      </w:r>
      <w:r w:rsidRPr="003418E0">
        <w:rPr>
          <w:rStyle w:val="libFootnotenumChar"/>
        </w:rPr>
        <w:t>2</w:t>
      </w:r>
      <w:r w:rsidR="00797C47" w:rsidRPr="003418E0">
        <w:rPr>
          <w:rStyle w:val="libFootnotenumChar"/>
        </w:rPr>
        <w:t>9</w:t>
      </w:r>
      <w:r>
        <w:t xml:space="preserve"> or tayammum</w:t>
      </w:r>
      <w:r w:rsidRPr="003418E0">
        <w:rPr>
          <w:rStyle w:val="libFootnotenumChar"/>
        </w:rPr>
        <w:t>3</w:t>
      </w:r>
      <w:r w:rsidR="00797C47" w:rsidRPr="003418E0">
        <w:rPr>
          <w:rStyle w:val="libFootnotenumChar"/>
        </w:rPr>
        <w:t>0</w:t>
      </w:r>
      <w:r>
        <w:t>.</w:t>
      </w:r>
    </w:p>
    <w:p w:rsidR="00CF3F93" w:rsidRDefault="00CF3F93" w:rsidP="00CF3F93">
      <w:pPr>
        <w:pStyle w:val="libNormal"/>
      </w:pPr>
      <w:r>
        <w:t>4. The clothes of the person praying and the place of praye</w:t>
      </w:r>
      <w:r w:rsidR="000055F1">
        <w:t>r</w:t>
      </w:r>
      <w:r w:rsidR="00F04C85">
        <w:t xml:space="preserve"> </w:t>
      </w:r>
      <w:r>
        <w:t>must have been lawfully acquired.</w:t>
      </w:r>
    </w:p>
    <w:p w:rsidR="00CF3F93" w:rsidRDefault="00CF3F93" w:rsidP="00CF3F93">
      <w:pPr>
        <w:pStyle w:val="libNormal"/>
      </w:pPr>
      <w:r>
        <w:t>5. Not doing anything which nullifies the prayers whil</w:t>
      </w:r>
      <w:r w:rsidR="000055F1">
        <w:t>e</w:t>
      </w:r>
      <w:r w:rsidR="00F04C85">
        <w:t xml:space="preserve"> </w:t>
      </w:r>
      <w:r>
        <w:t>they are being performed as, for example, flatulence an</w:t>
      </w:r>
      <w:r w:rsidR="000055F1">
        <w:t>d</w:t>
      </w:r>
      <w:r w:rsidR="00F04C85">
        <w:t xml:space="preserve"> </w:t>
      </w:r>
      <w:r>
        <w:t xml:space="preserve">so on, laughing, or turning away from the </w:t>
      </w:r>
      <w:proofErr w:type="spellStart"/>
      <w:r>
        <w:t>Qibla</w:t>
      </w:r>
      <w:proofErr w:type="spellEnd"/>
      <w:r>
        <w: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Are there other prayers besides the daily prayers which Islam ha</w:t>
      </w:r>
      <w:r w:rsidR="000055F1">
        <w:t>s</w:t>
      </w:r>
      <w:r w:rsidR="00F04C85">
        <w:t xml:space="preserve"> </w:t>
      </w:r>
      <w:r>
        <w:t>made obligatory?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w:t>
      </w:r>
    </w:p>
    <w:p w:rsidR="00CF3F93" w:rsidRDefault="00CF3F93" w:rsidP="00CF3F93">
      <w:pPr>
        <w:pStyle w:val="libNormal"/>
      </w:pPr>
      <w:r>
        <w:t>1. The prayer over the deceased.</w:t>
      </w:r>
    </w:p>
    <w:p w:rsidR="00CF3F93" w:rsidRDefault="00CF3F93" w:rsidP="00797C47">
      <w:pPr>
        <w:pStyle w:val="libNormal"/>
      </w:pPr>
      <w:r>
        <w:t>2. The prayer at the time of wondrous or fearfu</w:t>
      </w:r>
      <w:r w:rsidR="000055F1">
        <w:t>l</w:t>
      </w:r>
      <w:r w:rsidR="00F04C85">
        <w:t xml:space="preserve"> </w:t>
      </w:r>
      <w:r>
        <w:t>happenings (</w:t>
      </w:r>
      <w:proofErr w:type="spellStart"/>
      <w:r>
        <w:t>salat</w:t>
      </w:r>
      <w:proofErr w:type="spellEnd"/>
      <w:r>
        <w:t xml:space="preserve"> al-</w:t>
      </w:r>
      <w:proofErr w:type="spellStart"/>
      <w:r>
        <w:t>ayat</w:t>
      </w:r>
      <w:proofErr w:type="spellEnd"/>
      <w:proofErr w:type="gramStart"/>
      <w:r>
        <w:t>)</w:t>
      </w:r>
      <w:r w:rsidR="00797C47" w:rsidRPr="003418E0">
        <w:rPr>
          <w:rStyle w:val="libFootnotenumChar"/>
        </w:rPr>
        <w:t>31</w:t>
      </w:r>
      <w:proofErr w:type="gramEnd"/>
      <w:r>
        <w:t>.</w:t>
      </w:r>
    </w:p>
    <w:p w:rsidR="00CF3F93" w:rsidRDefault="00CF3F93" w:rsidP="00797C47">
      <w:pPr>
        <w:pStyle w:val="libNormal"/>
      </w:pPr>
      <w:r>
        <w:t>3. The prayer after the circumambulation (</w:t>
      </w:r>
      <w:proofErr w:type="spellStart"/>
      <w:r>
        <w:t>tawaf</w:t>
      </w:r>
      <w:proofErr w:type="spellEnd"/>
      <w:proofErr w:type="gramStart"/>
      <w:r>
        <w:t>)</w:t>
      </w:r>
      <w:r w:rsidR="00797C47" w:rsidRPr="003418E0">
        <w:rPr>
          <w:rStyle w:val="libFootnotenumChar"/>
        </w:rPr>
        <w:t>32</w:t>
      </w:r>
      <w:proofErr w:type="gramEnd"/>
      <w:r>
        <w:t>.</w:t>
      </w:r>
    </w:p>
    <w:p w:rsidR="00CF3F93" w:rsidRDefault="00CF3F93" w:rsidP="00CF3F93">
      <w:pPr>
        <w:pStyle w:val="libNormal"/>
      </w:pPr>
      <w:r>
        <w:t>4. Prayers performed on behalf of a dead person, if a</w:t>
      </w:r>
      <w:r w:rsidR="000055F1">
        <w:t>n</w:t>
      </w:r>
      <w:r w:rsidR="00F04C85">
        <w:t xml:space="preserve"> </w:t>
      </w:r>
      <w:r>
        <w:t>individual is obliged to do them.</w:t>
      </w:r>
    </w:p>
    <w:p w:rsidR="00CF3F93" w:rsidRDefault="00CF3F93" w:rsidP="00CF3F93">
      <w:pPr>
        <w:pStyle w:val="libNormal"/>
      </w:pPr>
      <w:r>
        <w:t>5. Prayers said after a vow.</w:t>
      </w:r>
    </w:p>
    <w:p w:rsidR="00CF3F93" w:rsidRDefault="00CF3F93" w:rsidP="00CF3F93">
      <w:pPr>
        <w:pStyle w:val="libNormal"/>
      </w:pPr>
      <w:r>
        <w:t>There is a particular way to pray each of these other obligator</w:t>
      </w:r>
      <w:r w:rsidR="000055F1">
        <w:t>y</w:t>
      </w:r>
      <w:r w:rsidR="00F04C85">
        <w:t xml:space="preserve"> </w:t>
      </w:r>
      <w:r>
        <w:t>prayers and books on jurisprudence should be consulted fo</w:t>
      </w:r>
      <w:r w:rsidR="000055F1">
        <w:t>r</w:t>
      </w:r>
      <w:r w:rsidR="00F04C85">
        <w:t xml:space="preserve"> </w:t>
      </w:r>
      <w:r>
        <w:t>details.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Which are the prayers which are particularly recommended?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There are many recommen</w:t>
      </w:r>
      <w:r w:rsidR="00337E26">
        <w:t>ded prayers, for instance:</w:t>
      </w:r>
    </w:p>
    <w:p w:rsidR="00CF3F93" w:rsidRDefault="00CF3F93" w:rsidP="00797C47">
      <w:pPr>
        <w:pStyle w:val="libNormal"/>
      </w:pPr>
      <w:r>
        <w:t>1. Daily supererogatory prayers (</w:t>
      </w:r>
      <w:proofErr w:type="spellStart"/>
      <w:r>
        <w:t>nawafil</w:t>
      </w:r>
      <w:proofErr w:type="spellEnd"/>
      <w:proofErr w:type="gramStart"/>
      <w:r>
        <w:t>)</w:t>
      </w:r>
      <w:r w:rsidR="00797C47" w:rsidRPr="003418E0">
        <w:rPr>
          <w:rStyle w:val="libFootnotenumChar"/>
        </w:rPr>
        <w:t>33</w:t>
      </w:r>
      <w:proofErr w:type="gramEnd"/>
      <w:r>
        <w:t>.</w:t>
      </w:r>
    </w:p>
    <w:p w:rsidR="00CF3F93" w:rsidRDefault="00CF3F93" w:rsidP="00CF3F93">
      <w:pPr>
        <w:pStyle w:val="libNormal"/>
      </w:pPr>
      <w:r>
        <w:t>2. The special prayers for the month of Ramadan.</w:t>
      </w:r>
    </w:p>
    <w:p w:rsidR="00CF3F93" w:rsidRDefault="00CF3F93" w:rsidP="00CF3F93">
      <w:pPr>
        <w:pStyle w:val="libNormal"/>
      </w:pPr>
      <w:r>
        <w:t>3. Recommended prayers on sacred days like religiou</w:t>
      </w:r>
      <w:r w:rsidR="000055F1">
        <w:t>s</w:t>
      </w:r>
      <w:r w:rsidR="00F04C85">
        <w:t xml:space="preserve"> </w:t>
      </w:r>
      <w:r>
        <w:t>festivals.</w:t>
      </w:r>
    </w:p>
    <w:p w:rsidR="00CF3F93" w:rsidRDefault="00CF3F93" w:rsidP="00CF3F93">
      <w:pPr>
        <w:pStyle w:val="libNormal"/>
      </w:pPr>
      <w:r>
        <w:t>4. Prayers which have been narrated by the Prophet and th</w:t>
      </w:r>
      <w:r w:rsidR="000055F1">
        <w:t>e</w:t>
      </w:r>
      <w:r w:rsidR="00F04C85">
        <w:t xml:space="preserve"> </w:t>
      </w:r>
      <w:r>
        <w:t>pure Imams, which they themselves used to perform an</w:t>
      </w:r>
      <w:r w:rsidR="000055F1">
        <w:t>d</w:t>
      </w:r>
      <w:r w:rsidR="00F04C85">
        <w:t xml:space="preserve"> </w:t>
      </w:r>
      <w:r>
        <w:t>which are known by their names as, for instance, th</w:t>
      </w:r>
      <w:r w:rsidR="000055F1">
        <w:t>e</w:t>
      </w:r>
      <w:r w:rsidR="00F04C85">
        <w:t xml:space="preserve"> </w:t>
      </w:r>
      <w:r>
        <w:t>Prayer of the Prophet (God’s blessings and peace b</w:t>
      </w:r>
      <w:r w:rsidR="000055F1">
        <w:t>e</w:t>
      </w:r>
      <w:r w:rsidR="00F04C85">
        <w:t xml:space="preserve"> </w:t>
      </w:r>
      <w:r>
        <w:t>upon him and his progeny) and the Prayer of ‘Ali (peac</w:t>
      </w:r>
      <w:r w:rsidR="000055F1">
        <w:t>e</w:t>
      </w:r>
      <w:r w:rsidR="00F04C85">
        <w:t xml:space="preserve"> </w:t>
      </w:r>
      <w:r>
        <w:t>be upon him).</w:t>
      </w:r>
    </w:p>
    <w:p w:rsidR="00CF3F93" w:rsidRDefault="00CF3F93" w:rsidP="00CF3F93">
      <w:pPr>
        <w:pStyle w:val="libNormal"/>
      </w:pPr>
      <w:r>
        <w:t>5. Prayers which are recommended in variou</w:t>
      </w:r>
      <w:r w:rsidR="000055F1">
        <w:t>s</w:t>
      </w:r>
      <w:r w:rsidR="00F04C85">
        <w:t xml:space="preserve"> </w:t>
      </w:r>
      <w:r>
        <w:t>circumstances such as prayers when visiting holy shrine</w:t>
      </w:r>
      <w:r w:rsidR="000055F1">
        <w:t>s</w:t>
      </w:r>
      <w:r w:rsidR="00F04C85">
        <w:t xml:space="preserve"> </w:t>
      </w:r>
      <w:r>
        <w:t>(either physically or at a distance), the special prayer t</w:t>
      </w:r>
      <w:r w:rsidR="000055F1">
        <w:t>o</w:t>
      </w:r>
      <w:r w:rsidR="00F04C85">
        <w:t xml:space="preserve"> </w:t>
      </w:r>
      <w:r>
        <w:t>beseech Almighty God for rain (</w:t>
      </w:r>
      <w:proofErr w:type="spellStart"/>
      <w:r>
        <w:t>istisqa</w:t>
      </w:r>
      <w:proofErr w:type="spellEnd"/>
      <w:r>
        <w:t>’), and the praye</w:t>
      </w:r>
      <w:r w:rsidR="000055F1">
        <w:t>r</w:t>
      </w:r>
      <w:r w:rsidR="00F04C85">
        <w:t xml:space="preserve"> </w:t>
      </w:r>
      <w:r>
        <w:t>of one who is in a state of fear.</w:t>
      </w:r>
    </w:p>
    <w:p w:rsidR="00CF3F93" w:rsidRPr="001B2F03" w:rsidRDefault="00CF3F93" w:rsidP="006D51A0">
      <w:pPr>
        <w:pStyle w:val="Heading2"/>
      </w:pPr>
      <w:bookmarkStart w:id="43" w:name="_Toc496784699"/>
      <w:r w:rsidRPr="001B2F03">
        <w:t>FASTING</w:t>
      </w:r>
      <w:bookmarkEnd w:id="43"/>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fasting?</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Fasting is keeping away from anything that will break the fas</w:t>
      </w:r>
      <w:r w:rsidR="000055F1">
        <w:t>t</w:t>
      </w:r>
      <w:r w:rsidR="00F04C85">
        <w:t xml:space="preserve"> </w:t>
      </w:r>
      <w:r>
        <w:t>which is from the beginning of dawn until sunset.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many different kinds of fasts are there?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lastRenderedPageBreak/>
        <w:t>Fasts are of four kinds:</w:t>
      </w:r>
    </w:p>
    <w:p w:rsidR="00CF3F93" w:rsidRDefault="00CF3F93" w:rsidP="00CF3F93">
      <w:pPr>
        <w:pStyle w:val="libNormal"/>
      </w:pPr>
      <w:r>
        <w:t>1. Compulsory fasts, such as the fast of the month o</w:t>
      </w:r>
      <w:r w:rsidR="000055F1">
        <w:t>f</w:t>
      </w:r>
      <w:r w:rsidR="00F04C85">
        <w:t xml:space="preserve"> </w:t>
      </w:r>
      <w:r>
        <w:t>Ramadan.</w:t>
      </w:r>
    </w:p>
    <w:p w:rsidR="00CF3F93" w:rsidRDefault="00CF3F93" w:rsidP="00797C47">
      <w:pPr>
        <w:pStyle w:val="libNormal"/>
      </w:pPr>
      <w:r>
        <w:t>2. Recommended fasts such as the fast of the month o</w:t>
      </w:r>
      <w:r w:rsidR="000055F1">
        <w:t>f</w:t>
      </w:r>
      <w:r w:rsidR="00F04C85">
        <w:t xml:space="preserve"> </w:t>
      </w:r>
      <w:r>
        <w:t>Rajab</w:t>
      </w:r>
      <w:r w:rsidR="00797C47" w:rsidRPr="003418E0">
        <w:rPr>
          <w:rStyle w:val="libFootnotenumChar"/>
        </w:rPr>
        <w:t>34</w:t>
      </w:r>
      <w:r>
        <w:t>.</w:t>
      </w:r>
    </w:p>
    <w:p w:rsidR="00CF3F93" w:rsidRDefault="00CF3F93" w:rsidP="00797C47">
      <w:pPr>
        <w:pStyle w:val="libNormal"/>
      </w:pPr>
      <w:r>
        <w:t>3. Disapproved fasts like fasting on the day of ‘Ashura</w:t>
      </w:r>
      <w:r w:rsidR="00797C47" w:rsidRPr="003418E0">
        <w:rPr>
          <w:rStyle w:val="libFootnotenumChar"/>
        </w:rPr>
        <w:t>35</w:t>
      </w:r>
      <w:r>
        <w:t>.</w:t>
      </w:r>
    </w:p>
    <w:p w:rsidR="00CF3F93" w:rsidRDefault="00CF3F93" w:rsidP="00797C47">
      <w:pPr>
        <w:pStyle w:val="libNormal"/>
      </w:pPr>
      <w:r>
        <w:t>4. Forbidden fasts such as fasting on the Festival (‘Id) o</w:t>
      </w:r>
      <w:r w:rsidR="000055F1">
        <w:t>f</w:t>
      </w:r>
      <w:r w:rsidR="00F04C85">
        <w:t xml:space="preserve"> </w:t>
      </w:r>
      <w:r>
        <w:t>al-</w:t>
      </w:r>
      <w:proofErr w:type="spellStart"/>
      <w:r>
        <w:t>Fitr</w:t>
      </w:r>
      <w:proofErr w:type="spellEnd"/>
      <w:r>
        <w:t xml:space="preserve"> and the Festival of al-Adha.</w:t>
      </w:r>
      <w:r w:rsidR="00797C47" w:rsidRPr="003418E0">
        <w:rPr>
          <w:rStyle w:val="libFootnotenumChar"/>
        </w:rPr>
        <w:t>36</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many days is it obligatory to fast in the month of Ramadan?</w:t>
      </w:r>
    </w:p>
    <w:p w:rsidR="00CF3F93" w:rsidRPr="008B697D" w:rsidRDefault="00CF3F93" w:rsidP="00CF3F93">
      <w:pPr>
        <w:pStyle w:val="libNormal"/>
        <w:rPr>
          <w:rStyle w:val="libBold1Char"/>
        </w:rPr>
      </w:pPr>
      <w:r w:rsidRPr="008B697D">
        <w:rPr>
          <w:rStyle w:val="libBold1Char"/>
        </w:rPr>
        <w:t>Answer:</w:t>
      </w:r>
    </w:p>
    <w:p w:rsidR="00CF3F93" w:rsidRDefault="00CF3F93" w:rsidP="00337E26">
      <w:pPr>
        <w:pStyle w:val="libNormal"/>
      </w:pPr>
      <w:r>
        <w:t>For a Muslim on whom it is incumbent to fast, he or she must fas</w:t>
      </w:r>
      <w:r w:rsidR="000055F1">
        <w:t>t</w:t>
      </w:r>
      <w:r w:rsidR="00F04C85">
        <w:t xml:space="preserve"> </w:t>
      </w:r>
      <w:r>
        <w:t xml:space="preserve">for a complete </w:t>
      </w:r>
      <w:proofErr w:type="gramStart"/>
      <w:r>
        <w:t>month, that</w:t>
      </w:r>
      <w:proofErr w:type="gramEnd"/>
      <w:r>
        <w:t xml:space="preserve"> is the month of Ramadan, which is th</w:t>
      </w:r>
      <w:r w:rsidR="000055F1">
        <w:t>e</w:t>
      </w:r>
      <w:r w:rsidR="00F04C85">
        <w:t xml:space="preserve"> </w:t>
      </w:r>
      <w:r>
        <w:t>ninth month of the lunar calendar, the first month being al-Muharram.</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are the things to which you have </w:t>
      </w:r>
      <w:proofErr w:type="gramStart"/>
      <w:r>
        <w:t>alluded</w:t>
      </w:r>
      <w:proofErr w:type="gramEnd"/>
      <w:r>
        <w:t xml:space="preserve"> that will break th</w:t>
      </w:r>
      <w:r w:rsidR="000055F1">
        <w:t>e</w:t>
      </w:r>
      <w:r w:rsidR="00F04C85">
        <w:t xml:space="preserve"> </w:t>
      </w:r>
      <w:r>
        <w:t>fast and so it is obligatory to abstain from them?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They are 10 in number:-</w:t>
      </w:r>
    </w:p>
    <w:p w:rsidR="00CF3F93" w:rsidRDefault="00CF3F93" w:rsidP="00CF3F93">
      <w:pPr>
        <w:pStyle w:val="libNormal"/>
      </w:pPr>
      <w:r>
        <w:t>1. Eating.</w:t>
      </w:r>
    </w:p>
    <w:p w:rsidR="00CF3F93" w:rsidRDefault="00CF3F93" w:rsidP="00CF3F93">
      <w:pPr>
        <w:pStyle w:val="libNormal"/>
      </w:pPr>
      <w:r>
        <w:t>2. Drinking.</w:t>
      </w:r>
    </w:p>
    <w:p w:rsidR="00CF3F93" w:rsidRDefault="00CF3F93" w:rsidP="00CF3F93">
      <w:pPr>
        <w:pStyle w:val="libNormal"/>
      </w:pPr>
      <w:r>
        <w:t>3. Sexual Intercourse.</w:t>
      </w:r>
    </w:p>
    <w:p w:rsidR="00CF3F93" w:rsidRDefault="00CF3F93" w:rsidP="00CF3F93">
      <w:pPr>
        <w:pStyle w:val="libNormal"/>
      </w:pPr>
      <w:r>
        <w:t>4. Masturbation.</w:t>
      </w:r>
    </w:p>
    <w:p w:rsidR="00CF3F93" w:rsidRDefault="00CF3F93" w:rsidP="00CF3F93">
      <w:pPr>
        <w:pStyle w:val="libNormal"/>
      </w:pPr>
      <w:r>
        <w:t>5. Remaining in a state of ritual impurity until after th</w:t>
      </w:r>
      <w:r w:rsidR="000055F1">
        <w:t>e</w:t>
      </w:r>
      <w:r w:rsidR="00F04C85">
        <w:t xml:space="preserve"> </w:t>
      </w:r>
      <w:r>
        <w:t>beginning of dawn.</w:t>
      </w:r>
      <w:r w:rsidRPr="003418E0">
        <w:rPr>
          <w:rStyle w:val="libFootnotenumChar"/>
        </w:rPr>
        <w:t>3</w:t>
      </w:r>
      <w:r w:rsidR="00797C47" w:rsidRPr="003418E0">
        <w:rPr>
          <w:rStyle w:val="libFootnotenumChar"/>
        </w:rPr>
        <w:t>7</w:t>
      </w:r>
    </w:p>
    <w:p w:rsidR="00CF3F93" w:rsidRDefault="00CF3F93" w:rsidP="00CF3F93">
      <w:pPr>
        <w:pStyle w:val="libNormal"/>
      </w:pPr>
      <w:r>
        <w:t>6. Injection of a liquid.</w:t>
      </w:r>
    </w:p>
    <w:p w:rsidR="00CF3F93" w:rsidRDefault="00CF3F93" w:rsidP="00CF3F93">
      <w:pPr>
        <w:pStyle w:val="libNormal"/>
      </w:pPr>
      <w:r>
        <w:t>7. Enabling thick powder or dust to reach the throat.</w:t>
      </w:r>
    </w:p>
    <w:p w:rsidR="00CF3F93" w:rsidRDefault="00CF3F93" w:rsidP="00CF3F93">
      <w:pPr>
        <w:pStyle w:val="libNormal"/>
      </w:pPr>
      <w:r>
        <w:t>8. Dipping the head completely in water.</w:t>
      </w:r>
    </w:p>
    <w:p w:rsidR="00CF3F93" w:rsidRDefault="00CF3F93" w:rsidP="00CF3F93">
      <w:pPr>
        <w:pStyle w:val="libNormal"/>
      </w:pPr>
      <w:r>
        <w:t>9. Vomiting.</w:t>
      </w:r>
    </w:p>
    <w:p w:rsidR="00CF3F93" w:rsidRDefault="00CF3F93" w:rsidP="00CF3F93">
      <w:pPr>
        <w:pStyle w:val="libNormal"/>
      </w:pPr>
      <w:r>
        <w:t>10. To ascribe deliberately words or deeds which are false</w:t>
      </w:r>
      <w:r w:rsidR="000055F1">
        <w:t>,</w:t>
      </w:r>
      <w:r w:rsidR="00F04C85">
        <w:t xml:space="preserve"> </w:t>
      </w:r>
      <w:r>
        <w:t xml:space="preserve">to God, the Prophet or the 12 </w:t>
      </w:r>
      <w:proofErr w:type="gramStart"/>
      <w:r>
        <w:t>Imams.</w:t>
      </w:r>
      <w:proofErr w:type="gramEnd"/>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If someone deliberately does not fast for a day, how can h</w:t>
      </w:r>
      <w:r w:rsidR="000055F1">
        <w:t>e</w:t>
      </w:r>
      <w:r w:rsidR="00F04C85">
        <w:t xml:space="preserve"> </w:t>
      </w:r>
      <w:r>
        <w:t>requite himself?</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The requital for such a person is </w:t>
      </w:r>
      <w:proofErr w:type="gramStart"/>
      <w:r>
        <w:t>threefold :</w:t>
      </w:r>
      <w:proofErr w:type="gramEnd"/>
    </w:p>
    <w:p w:rsidR="00CF3F93" w:rsidRDefault="00CF3F93" w:rsidP="00CF3F93">
      <w:pPr>
        <w:pStyle w:val="libNormal"/>
      </w:pPr>
      <w:r>
        <w:t>1. After the month of Ramadan he must fast for a day, in lieu o</w:t>
      </w:r>
      <w:r w:rsidR="000055F1">
        <w:t>f</w:t>
      </w:r>
      <w:r w:rsidR="00F04C85">
        <w:t xml:space="preserve"> </w:t>
      </w:r>
      <w:r>
        <w:t>that day.</w:t>
      </w:r>
    </w:p>
    <w:p w:rsidR="00CF3F93" w:rsidRDefault="00CF3F93" w:rsidP="00CF3F93">
      <w:pPr>
        <w:pStyle w:val="libNormal"/>
      </w:pPr>
      <w:r>
        <w:t>2. He must make an expiation which must be one of th</w:t>
      </w:r>
      <w:r w:rsidR="000055F1">
        <w:t>e</w:t>
      </w:r>
      <w:r w:rsidR="00F04C85">
        <w:t xml:space="preserve"> </w:t>
      </w:r>
      <w:r>
        <w:t>following three things:</w:t>
      </w:r>
    </w:p>
    <w:p w:rsidR="00CF3F93" w:rsidRDefault="00CF3F93" w:rsidP="00CF3F93">
      <w:pPr>
        <w:pStyle w:val="libNormal"/>
      </w:pPr>
      <w:r>
        <w:t xml:space="preserve">a. He should fast for two months successively, without </w:t>
      </w:r>
      <w:r w:rsidR="000055F1">
        <w:t>a</w:t>
      </w:r>
      <w:r w:rsidR="00F04C85">
        <w:t xml:space="preserve"> </w:t>
      </w:r>
      <w:r>
        <w:t>break.</w:t>
      </w:r>
    </w:p>
    <w:p w:rsidR="00CF3F93" w:rsidRDefault="00CF3F93" w:rsidP="00CF3F93">
      <w:pPr>
        <w:pStyle w:val="libNormal"/>
      </w:pPr>
      <w:r>
        <w:t>b. He should feed 60 poor persons.</w:t>
      </w:r>
    </w:p>
    <w:p w:rsidR="00CF3F93" w:rsidRDefault="00CF3F93" w:rsidP="00CF3F93">
      <w:pPr>
        <w:pStyle w:val="libNormal"/>
      </w:pPr>
      <w:r>
        <w:t>c. He should procure freedom for a believing slave.</w:t>
      </w:r>
    </w:p>
    <w:p w:rsidR="00CF3F93" w:rsidRDefault="00CF3F93" w:rsidP="00CF3F93">
      <w:pPr>
        <w:pStyle w:val="libNormal"/>
      </w:pPr>
      <w:r>
        <w:t>3</w:t>
      </w:r>
      <w:r w:rsidR="00797C47" w:rsidRPr="00797C47">
        <w:rPr>
          <w:rStyle w:val="libFootnotenumChar"/>
        </w:rPr>
        <w:t>38</w:t>
      </w:r>
      <w:r>
        <w:t>. The Muslim jurist will chastise him for committing thi</w:t>
      </w:r>
      <w:r w:rsidR="000055F1">
        <w:t>s</w:t>
      </w:r>
      <w:r w:rsidR="00F04C85">
        <w:t xml:space="preserve"> </w:t>
      </w:r>
      <w:r>
        <w:t>transgression.</w:t>
      </w:r>
    </w:p>
    <w:p w:rsidR="00CF3F93" w:rsidRPr="001B2F03" w:rsidRDefault="00CF3F93" w:rsidP="006D51A0">
      <w:pPr>
        <w:pStyle w:val="Heading2"/>
      </w:pPr>
      <w:bookmarkStart w:id="44" w:name="_Toc496784700"/>
      <w:r w:rsidRPr="001B2F03">
        <w:t>KHUMS and ZAKAT</w:t>
      </w:r>
      <w:bookmarkEnd w:id="44"/>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w:t>
      </w:r>
      <w:proofErr w:type="spellStart"/>
      <w:r>
        <w:t>khums</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797C47">
      <w:pPr>
        <w:pStyle w:val="libNormal"/>
      </w:pPr>
      <w:proofErr w:type="spellStart"/>
      <w:r>
        <w:t>Khums</w:t>
      </w:r>
      <w:proofErr w:type="spellEnd"/>
      <w:r>
        <w:t xml:space="preserve"> consists of giving away twenty percent of income for th</w:t>
      </w:r>
      <w:r w:rsidR="000055F1">
        <w:t>e</w:t>
      </w:r>
      <w:r w:rsidR="00F04C85">
        <w:t xml:space="preserve"> </w:t>
      </w:r>
      <w:r>
        <w:t>cause of God</w:t>
      </w:r>
      <w:r w:rsidR="00797C47" w:rsidRPr="003418E0">
        <w:rPr>
          <w:rStyle w:val="libFootnotenumChar"/>
        </w:rPr>
        <w:t>39</w:t>
      </w:r>
      <w:r>
        <w:t>.</w:t>
      </w:r>
    </w:p>
    <w:p w:rsidR="00CF3F93" w:rsidRPr="008B697D" w:rsidRDefault="00CF3F93" w:rsidP="00CF3F93">
      <w:pPr>
        <w:pStyle w:val="libNormal"/>
        <w:rPr>
          <w:rStyle w:val="libBold1Char"/>
        </w:rPr>
      </w:pPr>
      <w:r w:rsidRPr="008B697D">
        <w:rPr>
          <w:rStyle w:val="libBold1Char"/>
        </w:rPr>
        <w:lastRenderedPageBreak/>
        <w:t>Question:</w:t>
      </w:r>
    </w:p>
    <w:p w:rsidR="00CF3F93" w:rsidRDefault="00CF3F93" w:rsidP="00CF3F93">
      <w:pPr>
        <w:pStyle w:val="libNormal"/>
      </w:pPr>
      <w:r>
        <w:t xml:space="preserve">From what income should </w:t>
      </w:r>
      <w:proofErr w:type="spellStart"/>
      <w:r>
        <w:t>khums</w:t>
      </w:r>
      <w:proofErr w:type="spellEnd"/>
      <w:r>
        <w:t xml:space="preserve"> be given?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From seven things:</w:t>
      </w:r>
    </w:p>
    <w:p w:rsidR="00CF3F93" w:rsidRDefault="00CF3F93" w:rsidP="00CF3F93">
      <w:pPr>
        <w:pStyle w:val="libNormal"/>
      </w:pPr>
      <w:r>
        <w:t>1. Booty from war.</w:t>
      </w:r>
    </w:p>
    <w:p w:rsidR="00CF3F93" w:rsidRDefault="00CF3F93" w:rsidP="00CF3F93">
      <w:pPr>
        <w:pStyle w:val="libNormal"/>
      </w:pPr>
      <w:r>
        <w:t>2. Things that have been acquired by means of diving i</w:t>
      </w:r>
      <w:r w:rsidR="000055F1">
        <w:t>n</w:t>
      </w:r>
      <w:r w:rsidR="00F04C85">
        <w:t xml:space="preserve"> </w:t>
      </w:r>
      <w:r>
        <w:t>the seas.</w:t>
      </w:r>
    </w:p>
    <w:p w:rsidR="00CF3F93" w:rsidRDefault="00CF3F93" w:rsidP="00CF3F93">
      <w:pPr>
        <w:pStyle w:val="libNormal"/>
      </w:pPr>
      <w:r>
        <w:t>3. Mineral ore.</w:t>
      </w:r>
    </w:p>
    <w:p w:rsidR="00CF3F93" w:rsidRDefault="00CF3F93" w:rsidP="00CF3F93">
      <w:pPr>
        <w:pStyle w:val="libNormal"/>
      </w:pPr>
      <w:r>
        <w:t>4. Profits and gains.</w:t>
      </w:r>
    </w:p>
    <w:p w:rsidR="00CF3F93" w:rsidRDefault="00CF3F93" w:rsidP="00CF3F93">
      <w:pPr>
        <w:pStyle w:val="libNormal"/>
      </w:pPr>
      <w:r>
        <w:t>5. Land that a non-Muslim buys from a Muslim.</w:t>
      </w:r>
    </w:p>
    <w:p w:rsidR="00CF3F93" w:rsidRDefault="00CF3F93" w:rsidP="00CF3F93">
      <w:pPr>
        <w:pStyle w:val="libNormal"/>
      </w:pPr>
      <w:r>
        <w:t xml:space="preserve">6. A </w:t>
      </w:r>
      <w:proofErr w:type="spellStart"/>
      <w:r>
        <w:t>halal</w:t>
      </w:r>
      <w:proofErr w:type="spellEnd"/>
      <w:r>
        <w:t xml:space="preserve"> (lawful or religiously permissible) gain whic</w:t>
      </w:r>
      <w:r w:rsidR="000055F1">
        <w:t>h</w:t>
      </w:r>
      <w:r w:rsidR="00F04C85">
        <w:t xml:space="preserve"> </w:t>
      </w:r>
      <w:r>
        <w:t xml:space="preserve">has been mixed with a </w:t>
      </w:r>
      <w:proofErr w:type="spellStart"/>
      <w:r>
        <w:t>haram</w:t>
      </w:r>
      <w:proofErr w:type="spellEnd"/>
      <w:r>
        <w:t xml:space="preserve"> (unlawful or religiousl</w:t>
      </w:r>
      <w:r w:rsidR="000055F1">
        <w:t>y</w:t>
      </w:r>
      <w:r w:rsidR="00F04C85">
        <w:t xml:space="preserve"> </w:t>
      </w:r>
      <w:r>
        <w:t>forbidden) gain.</w:t>
      </w:r>
    </w:p>
    <w:p w:rsidR="00CF3F93" w:rsidRDefault="00CF3F93" w:rsidP="00CF3F93">
      <w:pPr>
        <w:pStyle w:val="libNormal"/>
      </w:pPr>
      <w:r>
        <w:t>7. Treasure.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To whom should </w:t>
      </w:r>
      <w:proofErr w:type="spellStart"/>
      <w:r>
        <w:t>khums</w:t>
      </w:r>
      <w:proofErr w:type="spellEnd"/>
      <w:r>
        <w:t xml:space="preserve"> be paid?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A part of the </w:t>
      </w:r>
      <w:proofErr w:type="spellStart"/>
      <w:r>
        <w:t>khums</w:t>
      </w:r>
      <w:proofErr w:type="spellEnd"/>
      <w:r>
        <w:t xml:space="preserve"> should be paid to the Muslim jurist so that h</w:t>
      </w:r>
      <w:r w:rsidR="000055F1">
        <w:t>e</w:t>
      </w:r>
      <w:r w:rsidR="00F04C85">
        <w:t xml:space="preserve"> </w:t>
      </w:r>
      <w:r>
        <w:t>may expend it according to Islamic activities as seems fit to him.</w:t>
      </w:r>
    </w:p>
    <w:p w:rsidR="00CF3F93" w:rsidRDefault="00CF3F93" w:rsidP="00CF3F93">
      <w:pPr>
        <w:pStyle w:val="libNormal"/>
      </w:pPr>
      <w:r>
        <w:t>The remainder is expended by the person concerned for helpin</w:t>
      </w:r>
      <w:r w:rsidR="000055F1">
        <w:t>g</w:t>
      </w:r>
      <w:r w:rsidR="00F04C85">
        <w:t xml:space="preserve"> </w:t>
      </w:r>
      <w:r>
        <w:t xml:space="preserve">orphans, poor people and needy </w:t>
      </w:r>
      <w:proofErr w:type="spellStart"/>
      <w:r>
        <w:t>travellers</w:t>
      </w:r>
      <w:proofErr w:type="spellEnd"/>
      <w:r>
        <w:t>, from among th</w:t>
      </w:r>
      <w:r w:rsidR="000055F1">
        <w:t>e</w:t>
      </w:r>
      <w:r w:rsidR="00F04C85">
        <w:t xml:space="preserve"> </w:t>
      </w:r>
      <w:r>
        <w:t>descendants of the Prophet (God’s blessings and peace be upo</w:t>
      </w:r>
      <w:r w:rsidR="000055F1">
        <w:t>n</w:t>
      </w:r>
      <w:r w:rsidR="00F04C85">
        <w:t xml:space="preserve"> </w:t>
      </w:r>
      <w:r>
        <w:t>him and his progeny).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w:t>
      </w:r>
      <w:proofErr w:type="spellStart"/>
      <w:r>
        <w:t>zakat</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spellStart"/>
      <w:r>
        <w:t>Zakat</w:t>
      </w:r>
      <w:proofErr w:type="spellEnd"/>
      <w:r>
        <w:t xml:space="preserve"> consists of the payment of a portion of certain assets for th</w:t>
      </w:r>
      <w:r w:rsidR="000055F1">
        <w:t>e</w:t>
      </w:r>
      <w:r w:rsidR="00F04C85">
        <w:t xml:space="preserve"> </w:t>
      </w:r>
      <w:r>
        <w:t>cause of God.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From what things should </w:t>
      </w:r>
      <w:proofErr w:type="spellStart"/>
      <w:r>
        <w:t>zakat</w:t>
      </w:r>
      <w:proofErr w:type="spellEnd"/>
      <w:r>
        <w:t xml:space="preserve"> be paid?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From three categories:-</w:t>
      </w:r>
    </w:p>
    <w:p w:rsidR="00CF3F93" w:rsidRDefault="00CF3F93" w:rsidP="00CF3F93">
      <w:pPr>
        <w:pStyle w:val="libNormal"/>
      </w:pPr>
      <w:r>
        <w:t>1. The three groups of grazing livestock: cows, sheep and goat</w:t>
      </w:r>
      <w:r w:rsidR="000055F1">
        <w:t>s</w:t>
      </w:r>
      <w:r w:rsidR="00F04C85">
        <w:t xml:space="preserve"> </w:t>
      </w:r>
      <w:r>
        <w:t>and camels.</w:t>
      </w:r>
    </w:p>
    <w:p w:rsidR="00CF3F93" w:rsidRDefault="00CF3F93" w:rsidP="00CF3F93">
      <w:pPr>
        <w:pStyle w:val="libNormal"/>
      </w:pPr>
      <w:r>
        <w:t>2. The four types of grains: dates, raisins, wheat and barley.</w:t>
      </w:r>
    </w:p>
    <w:p w:rsidR="00CF3F93" w:rsidRDefault="00CF3F93" w:rsidP="00CF3F93">
      <w:pPr>
        <w:pStyle w:val="libNormal"/>
      </w:pPr>
      <w:r>
        <w:t>3. Two types of coinage: gold and silver.</w:t>
      </w:r>
    </w:p>
    <w:p w:rsidR="00CF3F93" w:rsidRDefault="00CF3F93" w:rsidP="00CF3F93">
      <w:pPr>
        <w:pStyle w:val="libNormal"/>
      </w:pPr>
      <w:r>
        <w:t xml:space="preserve">Thus </w:t>
      </w:r>
      <w:proofErr w:type="spellStart"/>
      <w:r>
        <w:t>zakat</w:t>
      </w:r>
      <w:proofErr w:type="spellEnd"/>
      <w:r>
        <w:t xml:space="preserve"> has to be paid obligatorily from nine things. It i</w:t>
      </w:r>
      <w:r w:rsidR="000055F1">
        <w:t>s</w:t>
      </w:r>
      <w:r w:rsidR="00F04C85">
        <w:t xml:space="preserve"> </w:t>
      </w:r>
      <w:r>
        <w:t xml:space="preserve">recommended that </w:t>
      </w:r>
      <w:proofErr w:type="spellStart"/>
      <w:r>
        <w:t>zakat</w:t>
      </w:r>
      <w:proofErr w:type="spellEnd"/>
      <w:r>
        <w:t xml:space="preserve"> should also be paid from other thing</w:t>
      </w:r>
      <w:r w:rsidR="000055F1">
        <w:t>s</w:t>
      </w:r>
      <w:r w:rsidR="00F04C85">
        <w:t xml:space="preserve"> </w:t>
      </w:r>
      <w:r>
        <w:t>like properties and business assets.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To whom should </w:t>
      </w:r>
      <w:proofErr w:type="spellStart"/>
      <w:r>
        <w:t>zakat</w:t>
      </w:r>
      <w:proofErr w:type="spellEnd"/>
      <w:r>
        <w:t xml:space="preserve"> be given?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spellStart"/>
      <w:r>
        <w:t>Zakat</w:t>
      </w:r>
      <w:proofErr w:type="spellEnd"/>
      <w:r>
        <w:t xml:space="preserve"> should be expended in eight categories:-</w:t>
      </w:r>
    </w:p>
    <w:p w:rsidR="00CF3F93" w:rsidRDefault="00CF3F93" w:rsidP="00CF3F93">
      <w:pPr>
        <w:pStyle w:val="libNormal"/>
      </w:pPr>
      <w:r>
        <w:t>1. The poor.</w:t>
      </w:r>
    </w:p>
    <w:p w:rsidR="00CF3F93" w:rsidRDefault="00CF3F93" w:rsidP="00CF3F93">
      <w:pPr>
        <w:pStyle w:val="libNormal"/>
      </w:pPr>
      <w:r>
        <w:t>2. The penurious: one whose condition is more severe than tha</w:t>
      </w:r>
      <w:r w:rsidR="000055F1">
        <w:t>t</w:t>
      </w:r>
      <w:r w:rsidR="00F04C85">
        <w:t xml:space="preserve"> </w:t>
      </w:r>
      <w:r>
        <w:t>of a poor person.</w:t>
      </w:r>
    </w:p>
    <w:p w:rsidR="00CF3F93" w:rsidRDefault="00CF3F93" w:rsidP="00CF3F93">
      <w:pPr>
        <w:pStyle w:val="libNormal"/>
      </w:pPr>
      <w:r>
        <w:t xml:space="preserve">3. Officials who are appointed to collect the </w:t>
      </w:r>
      <w:proofErr w:type="spellStart"/>
      <w:r>
        <w:t>zakat</w:t>
      </w:r>
      <w:proofErr w:type="spellEnd"/>
      <w:r>
        <w:t>.</w:t>
      </w:r>
    </w:p>
    <w:p w:rsidR="00CF3F93" w:rsidRDefault="00CF3F93" w:rsidP="00CF3F93">
      <w:pPr>
        <w:pStyle w:val="libNormal"/>
      </w:pPr>
      <w:r>
        <w:t>4. Matters that may be considered to be for the cause of God</w:t>
      </w:r>
      <w:r w:rsidR="000055F1">
        <w:t>,</w:t>
      </w:r>
      <w:r w:rsidR="00F04C85">
        <w:t xml:space="preserve"> </w:t>
      </w:r>
      <w:r>
        <w:t>that is anything which is for the benefit of the Muslims be i</w:t>
      </w:r>
      <w:r w:rsidR="000055F1">
        <w:t>t</w:t>
      </w:r>
      <w:r w:rsidR="00F04C85">
        <w:t xml:space="preserve"> </w:t>
      </w:r>
      <w:r>
        <w:t>related to his religious or worldly affairs.</w:t>
      </w:r>
    </w:p>
    <w:p w:rsidR="00CF3F93" w:rsidRDefault="00CF3F93" w:rsidP="00CF3F93">
      <w:pPr>
        <w:pStyle w:val="libNormal"/>
      </w:pPr>
      <w:r>
        <w:t>5. Debtors who are unable to pay their debts.</w:t>
      </w:r>
    </w:p>
    <w:p w:rsidR="00CF3F93" w:rsidRDefault="00CF3F93" w:rsidP="00CF3F93">
      <w:pPr>
        <w:pStyle w:val="libNormal"/>
      </w:pPr>
      <w:r>
        <w:lastRenderedPageBreak/>
        <w:t>6. Wayfarers who cannot travel any further and cannot afford t</w:t>
      </w:r>
      <w:r w:rsidR="000055F1">
        <w:t>o</w:t>
      </w:r>
      <w:r w:rsidR="00F04C85">
        <w:t xml:space="preserve"> </w:t>
      </w:r>
      <w:r>
        <w:t>return to their own homeland.</w:t>
      </w:r>
    </w:p>
    <w:p w:rsidR="00CF3F93" w:rsidRDefault="00CF3F93" w:rsidP="00CF3F93">
      <w:pPr>
        <w:pStyle w:val="libNormal"/>
      </w:pPr>
      <w:r>
        <w:t xml:space="preserve">7. Those who receive from the </w:t>
      </w:r>
      <w:proofErr w:type="spellStart"/>
      <w:r>
        <w:t>zakat</w:t>
      </w:r>
      <w:proofErr w:type="spellEnd"/>
      <w:r>
        <w:t xml:space="preserve"> in order either t</w:t>
      </w:r>
      <w:r w:rsidR="000055F1">
        <w:t>o</w:t>
      </w:r>
      <w:r w:rsidR="00F04C85">
        <w:t xml:space="preserve"> </w:t>
      </w:r>
      <w:r>
        <w:t>strengthen the faith already present in their hearts</w:t>
      </w:r>
      <w:r w:rsidR="00797C47" w:rsidRPr="003418E0">
        <w:rPr>
          <w:rStyle w:val="libFootnotenumChar"/>
        </w:rPr>
        <w:t>40</w:t>
      </w:r>
      <w:r>
        <w:t xml:space="preserve"> or t</w:t>
      </w:r>
      <w:r w:rsidR="000055F1">
        <w:t>o</w:t>
      </w:r>
      <w:r w:rsidR="00F04C85">
        <w:t xml:space="preserve"> </w:t>
      </w:r>
      <w:r>
        <w:t>discourage them from harming the Muslims.</w:t>
      </w:r>
    </w:p>
    <w:p w:rsidR="00CF3F93" w:rsidRDefault="00CF3F93" w:rsidP="00CF3F93">
      <w:pPr>
        <w:pStyle w:val="libNormal"/>
      </w:pPr>
      <w:r>
        <w:t>8. Slaves: bondspersons who live under difficult condition</w:t>
      </w:r>
      <w:r w:rsidR="000055F1">
        <w:t>s</w:t>
      </w:r>
      <w:r w:rsidR="00F04C85">
        <w:t xml:space="preserve"> </w:t>
      </w:r>
      <w:r>
        <w:t xml:space="preserve">should be purchased with </w:t>
      </w:r>
      <w:proofErr w:type="spellStart"/>
      <w:r>
        <w:t>zakat</w:t>
      </w:r>
      <w:proofErr w:type="spellEnd"/>
      <w:r>
        <w:t xml:space="preserve"> money or freed.</w:t>
      </w:r>
    </w:p>
    <w:p w:rsidR="00CF3F93" w:rsidRPr="001B2F03" w:rsidRDefault="00CF3F93" w:rsidP="006D51A0">
      <w:pPr>
        <w:pStyle w:val="Heading2"/>
      </w:pPr>
      <w:bookmarkStart w:id="45" w:name="_Toc496784701"/>
      <w:r w:rsidRPr="001B2F03">
        <w:t>JIHAD</w:t>
      </w:r>
      <w:bookmarkEnd w:id="45"/>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jihad?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Jihad consists of fighting for the cause of God.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object and aim of jihad?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purpose of jihad is two-fold:</w:t>
      </w:r>
    </w:p>
    <w:p w:rsidR="00CF3F93" w:rsidRDefault="00CF3F93" w:rsidP="00CF3F93">
      <w:pPr>
        <w:pStyle w:val="libNormal"/>
      </w:pPr>
      <w:r>
        <w:t>1. Delivering people from superstitions in their beliefs an</w:t>
      </w:r>
      <w:r w:rsidR="000055F1">
        <w:t>d</w:t>
      </w:r>
      <w:r w:rsidR="00F04C85">
        <w:t xml:space="preserve"> </w:t>
      </w:r>
      <w:r>
        <w:t>in what they do.</w:t>
      </w:r>
    </w:p>
    <w:p w:rsidR="00CF3F93" w:rsidRDefault="00CF3F93" w:rsidP="00CF3F93">
      <w:pPr>
        <w:pStyle w:val="libNormal"/>
      </w:pPr>
      <w:r>
        <w:t>2. Freeing the oppressed from the claws of the oppressors.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Does Islam ever justify starting a fight or a war with non</w:t>
      </w:r>
      <w:r w:rsidR="00337E26">
        <w:t>-</w:t>
      </w:r>
      <w:r>
        <w:t>Muslims without provocation?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No, never. On the contrary Islam fights in self-</w:t>
      </w:r>
      <w:proofErr w:type="spellStart"/>
      <w:r>
        <w:t>defence</w:t>
      </w:r>
      <w:proofErr w:type="spellEnd"/>
      <w:r>
        <w:t xml:space="preserve"> against:</w:t>
      </w:r>
    </w:p>
    <w:p w:rsidR="00CF3F93" w:rsidRDefault="00CF3F93" w:rsidP="00CF3F93">
      <w:pPr>
        <w:pStyle w:val="libNormal"/>
      </w:pPr>
      <w:r>
        <w:t>1. People of the Scriptures (</w:t>
      </w:r>
      <w:proofErr w:type="spellStart"/>
      <w:r>
        <w:t>Ahl</w:t>
      </w:r>
      <w:proofErr w:type="spellEnd"/>
      <w:r>
        <w:t xml:space="preserve"> al-</w:t>
      </w:r>
      <w:proofErr w:type="spellStart"/>
      <w:r>
        <w:t>Kitab</w:t>
      </w:r>
      <w:proofErr w:type="spellEnd"/>
      <w:r>
        <w:t>), that is those wh</w:t>
      </w:r>
      <w:r w:rsidR="000055F1">
        <w:t>o</w:t>
      </w:r>
      <w:r w:rsidR="00F04C85">
        <w:t xml:space="preserve"> </w:t>
      </w:r>
      <w:r>
        <w:t>are possessors of a heavenly book, after they have bee</w:t>
      </w:r>
      <w:r w:rsidR="000055F1">
        <w:t>n</w:t>
      </w:r>
      <w:r w:rsidR="00F04C85">
        <w:t xml:space="preserve"> </w:t>
      </w:r>
      <w:r>
        <w:t xml:space="preserve">given an option between embracing Islam, </w:t>
      </w:r>
      <w:proofErr w:type="gramStart"/>
      <w:r>
        <w:t>or</w:t>
      </w:r>
      <w:proofErr w:type="gramEnd"/>
      <w:r>
        <w:t xml:space="preserve"> paying </w:t>
      </w:r>
      <w:r w:rsidR="000055F1">
        <w:t>a</w:t>
      </w:r>
      <w:r w:rsidR="00F04C85">
        <w:t xml:space="preserve"> </w:t>
      </w:r>
      <w:r>
        <w:t>tax (</w:t>
      </w:r>
      <w:proofErr w:type="spellStart"/>
      <w:r>
        <w:t>jizya</w:t>
      </w:r>
      <w:proofErr w:type="spellEnd"/>
      <w:r>
        <w:t>), or fighting.</w:t>
      </w:r>
    </w:p>
    <w:p w:rsidR="00CF3F93" w:rsidRDefault="00CF3F93" w:rsidP="00CF3F93">
      <w:pPr>
        <w:pStyle w:val="libNormal"/>
      </w:pPr>
      <w:r>
        <w:t>2. People other than the People of the Scriptures when i</w:t>
      </w:r>
      <w:r w:rsidR="000055F1">
        <w:t>t</w:t>
      </w:r>
      <w:r w:rsidR="00F04C85">
        <w:t xml:space="preserve"> </w:t>
      </w:r>
      <w:r>
        <w:t xml:space="preserve">has given them a choice between embracing Islam </w:t>
      </w:r>
      <w:proofErr w:type="gramStart"/>
      <w:r>
        <w:t>o</w:t>
      </w:r>
      <w:r w:rsidR="000055F1">
        <w:t>r</w:t>
      </w:r>
      <w:proofErr w:type="gramEnd"/>
      <w:r w:rsidR="00F04C85">
        <w:t xml:space="preserve"> </w:t>
      </w:r>
      <w:r>
        <w:t>fighting.</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Who are the people of the Scriptures?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People of the Scriptures consist of Jews, Christians an</w:t>
      </w:r>
      <w:r w:rsidR="000055F1">
        <w:t>d</w:t>
      </w:r>
      <w:r w:rsidR="00F04C85">
        <w:t xml:space="preserve"> </w:t>
      </w:r>
      <w:proofErr w:type="spellStart"/>
      <w:r>
        <w:t>Zorastrians</w:t>
      </w:r>
      <w:proofErr w:type="spellEnd"/>
      <w:r>
        <w:t>, all of whom possess heavenly books.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Who are those people not considered to be among the People o</w:t>
      </w:r>
      <w:r w:rsidR="000055F1">
        <w:t>f</w:t>
      </w:r>
      <w:r w:rsidR="00F04C85">
        <w:t xml:space="preserve"> </w:t>
      </w:r>
      <w:r>
        <w:t>the Scriptures?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They are other non-Muslims such as idol-worshippers and th</w:t>
      </w:r>
      <w:r w:rsidR="000055F1">
        <w:t>e</w:t>
      </w:r>
      <w:r w:rsidR="00F04C85">
        <w:t xml:space="preserve"> </w:t>
      </w:r>
      <w:r>
        <w:t>like.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the meaning of </w:t>
      </w:r>
      <w:proofErr w:type="spellStart"/>
      <w:r>
        <w:t>jizya</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spellStart"/>
      <w:r>
        <w:t>Jizya</w:t>
      </w:r>
      <w:proofErr w:type="spellEnd"/>
      <w:r>
        <w:t xml:space="preserve"> is an amount of money taken from the People of th</w:t>
      </w:r>
      <w:r w:rsidR="000055F1">
        <w:t>e</w:t>
      </w:r>
      <w:r w:rsidR="00F04C85">
        <w:t xml:space="preserve"> </w:t>
      </w:r>
      <w:r>
        <w:t>Scriptures in return for the protection of the Muslims.</w:t>
      </w:r>
    </w:p>
    <w:p w:rsidR="00CF3F93" w:rsidRDefault="00CF3F93" w:rsidP="00CF3F93">
      <w:pPr>
        <w:pStyle w:val="libNormal"/>
      </w:pPr>
      <w:r>
        <w:t xml:space="preserve">They are then free to </w:t>
      </w:r>
      <w:proofErr w:type="spellStart"/>
      <w:r>
        <w:t>practise</w:t>
      </w:r>
      <w:proofErr w:type="spellEnd"/>
      <w:r>
        <w:t xml:space="preserve"> their religious rites and they ar</w:t>
      </w:r>
      <w:r w:rsidR="000055F1">
        <w:t>e</w:t>
      </w:r>
      <w:r w:rsidR="00F04C85">
        <w:t xml:space="preserve"> </w:t>
      </w:r>
      <w:r>
        <w:t xml:space="preserve">excused from paying the </w:t>
      </w:r>
      <w:proofErr w:type="spellStart"/>
      <w:r>
        <w:t>zakat</w:t>
      </w:r>
      <w:proofErr w:type="spellEnd"/>
      <w:r>
        <w:t xml:space="preserve"> and the </w:t>
      </w:r>
      <w:proofErr w:type="spellStart"/>
      <w:r>
        <w:t>khums</w:t>
      </w:r>
      <w:proofErr w:type="spellEnd"/>
      <w:r>
        <w:t>, which are take</w:t>
      </w:r>
      <w:r w:rsidR="000055F1">
        <w:t>n</w:t>
      </w:r>
      <w:r w:rsidR="00F04C85">
        <w:t xml:space="preserve"> </w:t>
      </w:r>
      <w:r>
        <w:t>from the Muslims.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Why make this difference? Wouldn’t it be more just for th</w:t>
      </w:r>
      <w:r w:rsidR="000055F1">
        <w:t>e</w:t>
      </w:r>
      <w:r w:rsidR="00F04C85">
        <w:t xml:space="preserve"> </w:t>
      </w:r>
      <w:r>
        <w:t>People of the Scriptures to be treated in the same way a</w:t>
      </w:r>
      <w:r w:rsidR="000055F1">
        <w:t>s</w:t>
      </w:r>
      <w:r w:rsidR="00F04C85">
        <w:t xml:space="preserve"> </w:t>
      </w:r>
      <w:r>
        <w:t>Muslims?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On the contrary, because the rights of the People of the Scripture</w:t>
      </w:r>
      <w:r w:rsidR="000055F1">
        <w:t>s</w:t>
      </w:r>
      <w:r w:rsidR="00F04C85">
        <w:t xml:space="preserve"> </w:t>
      </w:r>
      <w:r>
        <w:t>are fully safe-guarded under Islamic government whereas unde</w:t>
      </w:r>
      <w:r w:rsidR="000055F1">
        <w:t>r</w:t>
      </w:r>
      <w:r w:rsidR="00F04C85">
        <w:t xml:space="preserve"> </w:t>
      </w:r>
      <w:r>
        <w:t>other legal systems their rights have not been protected to such a</w:t>
      </w:r>
      <w:r w:rsidR="000055F1">
        <w:t>n</w:t>
      </w:r>
      <w:r w:rsidR="00F04C85">
        <w:t xml:space="preserve"> </w:t>
      </w:r>
      <w:r>
        <w:t>extent, as is clear from the following principles:-</w:t>
      </w:r>
    </w:p>
    <w:p w:rsidR="00CF3F93" w:rsidRDefault="00CF3F93" w:rsidP="00CF3F93">
      <w:pPr>
        <w:pStyle w:val="libNormal"/>
      </w:pPr>
      <w:r>
        <w:t>1. In an Islamic country People of the Scriptures enjoy th</w:t>
      </w:r>
      <w:r w:rsidR="000055F1">
        <w:t>e</w:t>
      </w:r>
      <w:r w:rsidR="00F04C85">
        <w:t xml:space="preserve"> </w:t>
      </w:r>
      <w:r>
        <w:t>same rights as their fellow Muslim citizens.</w:t>
      </w:r>
    </w:p>
    <w:p w:rsidR="00CF3F93" w:rsidRDefault="00CF3F93" w:rsidP="00CF3F93">
      <w:pPr>
        <w:pStyle w:val="libNormal"/>
      </w:pPr>
      <w:r>
        <w:t xml:space="preserve">2. Their life, property and </w:t>
      </w:r>
      <w:proofErr w:type="spellStart"/>
      <w:r>
        <w:t>honour</w:t>
      </w:r>
      <w:proofErr w:type="spellEnd"/>
      <w:r>
        <w:t xml:space="preserve"> </w:t>
      </w:r>
      <w:proofErr w:type="gramStart"/>
      <w:r>
        <w:t>is</w:t>
      </w:r>
      <w:proofErr w:type="gramEnd"/>
      <w:r>
        <w:t xml:space="preserve"> protected, just like tha</w:t>
      </w:r>
      <w:r w:rsidR="000055F1">
        <w:t>t</w:t>
      </w:r>
      <w:r w:rsidR="00F04C85">
        <w:t xml:space="preserve"> </w:t>
      </w:r>
      <w:r>
        <w:t>of the Muslims.</w:t>
      </w:r>
    </w:p>
    <w:p w:rsidR="00CF3F93" w:rsidRDefault="00CF3F93" w:rsidP="00CF3F93">
      <w:pPr>
        <w:pStyle w:val="libNormal"/>
      </w:pPr>
      <w:r>
        <w:t>3. The people of the Scripture are free to organize fo</w:t>
      </w:r>
      <w:r w:rsidR="000055F1">
        <w:t>r</w:t>
      </w:r>
      <w:r w:rsidR="00F04C85">
        <w:t xml:space="preserve"> </w:t>
      </w:r>
      <w:r>
        <w:t>themselves their own religious ceremonies just a</w:t>
      </w:r>
      <w:r w:rsidR="000055F1">
        <w:t>s</w:t>
      </w:r>
      <w:r w:rsidR="00F04C85">
        <w:t xml:space="preserve"> </w:t>
      </w:r>
      <w:r>
        <w:t>Muslims are.</w:t>
      </w:r>
    </w:p>
    <w:p w:rsidR="00CF3F93" w:rsidRDefault="00CF3F93" w:rsidP="00CF3F93">
      <w:pPr>
        <w:pStyle w:val="libNormal"/>
      </w:pPr>
      <w:r>
        <w:t>4. With regard to legal problems, the People of th</w:t>
      </w:r>
      <w:r w:rsidR="000055F1">
        <w:t>e</w:t>
      </w:r>
      <w:r w:rsidR="00F04C85">
        <w:t xml:space="preserve"> </w:t>
      </w:r>
      <w:r>
        <w:t>Scriptures can, if they wish, seek justice through th</w:t>
      </w:r>
      <w:r w:rsidR="000055F1">
        <w:t>e</w:t>
      </w:r>
      <w:r w:rsidR="00F04C85">
        <w:t xml:space="preserve"> </w:t>
      </w:r>
      <w:r>
        <w:t>Muslim courts but if they prefer they can go to their ow</w:t>
      </w:r>
      <w:r w:rsidR="000055F1">
        <w:t>n</w:t>
      </w:r>
      <w:r w:rsidR="00F04C85">
        <w:t xml:space="preserve"> </w:t>
      </w:r>
      <w:r>
        <w:t>judges.</w:t>
      </w:r>
    </w:p>
    <w:p w:rsidR="00CF3F93" w:rsidRDefault="00CF3F93" w:rsidP="00CF3F93">
      <w:pPr>
        <w:pStyle w:val="libNormal"/>
      </w:pPr>
      <w:r>
        <w:t xml:space="preserve">5. The People of the Scriptures pay the </w:t>
      </w:r>
      <w:proofErr w:type="spellStart"/>
      <w:r>
        <w:t>jizya</w:t>
      </w:r>
      <w:proofErr w:type="spellEnd"/>
      <w:r>
        <w:t xml:space="preserve"> to the Musli</w:t>
      </w:r>
      <w:r w:rsidR="000055F1">
        <w:t>m</w:t>
      </w:r>
      <w:r w:rsidR="00F04C85">
        <w:t xml:space="preserve"> </w:t>
      </w:r>
      <w:r>
        <w:t xml:space="preserve">ruler while Muslims pay </w:t>
      </w:r>
      <w:proofErr w:type="spellStart"/>
      <w:r>
        <w:t>khums</w:t>
      </w:r>
      <w:proofErr w:type="spellEnd"/>
      <w:r>
        <w:t xml:space="preserve"> and </w:t>
      </w:r>
      <w:proofErr w:type="spellStart"/>
      <w:r>
        <w:t>zakat</w:t>
      </w:r>
      <w:proofErr w:type="spellEnd"/>
      <w:r>
        <w:t>. So can i</w:t>
      </w:r>
      <w:r w:rsidR="000055F1">
        <w:t>t</w:t>
      </w:r>
      <w:r w:rsidR="00F04C85">
        <w:t xml:space="preserve"> </w:t>
      </w:r>
      <w:r>
        <w:t>justifiably be said that the People of the Scriptures ar</w:t>
      </w:r>
      <w:r w:rsidR="000055F1">
        <w:t>e</w:t>
      </w:r>
      <w:r w:rsidR="00F04C85">
        <w:t xml:space="preserve"> </w:t>
      </w:r>
      <w:r>
        <w:t>oppressed under Islamic rule?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So why did Muslims ever fight the People of the Scriptures?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conflict was always with their governments who wer</w:t>
      </w:r>
      <w:r w:rsidR="000055F1">
        <w:t>e</w:t>
      </w:r>
      <w:r w:rsidR="00F04C85">
        <w:t xml:space="preserve"> </w:t>
      </w:r>
      <w:r>
        <w:t>characterized by the ugliest forms of oppression and persecution.</w:t>
      </w:r>
    </w:p>
    <w:p w:rsidR="00CF3F93" w:rsidRDefault="00CF3F93" w:rsidP="00CF3F93">
      <w:pPr>
        <w:pStyle w:val="libNormal"/>
      </w:pPr>
      <w:r>
        <w:t>We can see with what eagerness the inhabitants of those countrie</w:t>
      </w:r>
      <w:r w:rsidR="000055F1">
        <w:t>s</w:t>
      </w:r>
      <w:r w:rsidR="00F04C85">
        <w:t xml:space="preserve"> </w:t>
      </w:r>
      <w:r>
        <w:t>would welcome the Muslims, since they considered them to b</w:t>
      </w:r>
      <w:r w:rsidR="000055F1">
        <w:t>e</w:t>
      </w:r>
      <w:r w:rsidR="00F04C85">
        <w:t xml:space="preserve"> </w:t>
      </w:r>
      <w:r>
        <w:t>their deliverers from the hands of their tyrannical rulers. Histor</w:t>
      </w:r>
      <w:r w:rsidR="000055F1">
        <w:t>y</w:t>
      </w:r>
      <w:r w:rsidR="00F04C85">
        <w:t xml:space="preserve"> </w:t>
      </w:r>
      <w:r>
        <w:t>is the best witness to that. The same was the case with those non</w:t>
      </w:r>
      <w:r w:rsidR="00337E26">
        <w:t>-</w:t>
      </w:r>
      <w:r>
        <w:t>Muslims who were not People of the Scriptures because th</w:t>
      </w:r>
      <w:r w:rsidR="000055F1">
        <w:t>e</w:t>
      </w:r>
      <w:r w:rsidR="00F04C85">
        <w:t xml:space="preserve"> </w:t>
      </w:r>
      <w:r>
        <w:t>reason why the Muslims fought others was simply to exalt God’</w:t>
      </w:r>
      <w:r w:rsidR="000055F1">
        <w:t>s</w:t>
      </w:r>
      <w:r w:rsidR="00F04C85">
        <w:t xml:space="preserve"> </w:t>
      </w:r>
      <w:r>
        <w:t>law and to deliver other nations from exploiters and despots wh</w:t>
      </w:r>
      <w:r w:rsidR="000055F1">
        <w:t>o</w:t>
      </w:r>
      <w:r w:rsidR="00F04C85">
        <w:t xml:space="preserve"> </w:t>
      </w:r>
      <w:r>
        <w:t>were ruling their people through violence and terror.</w:t>
      </w:r>
    </w:p>
    <w:p w:rsidR="00CF3F93" w:rsidRPr="001B2F03" w:rsidRDefault="00CF3F93" w:rsidP="006D51A0">
      <w:pPr>
        <w:pStyle w:val="Heading2"/>
      </w:pPr>
      <w:bookmarkStart w:id="46" w:name="_Toc496784702"/>
      <w:r w:rsidRPr="001B2F03">
        <w:t>HAJJ</w:t>
      </w:r>
      <w:bookmarkEnd w:id="46"/>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Hajj?</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The Hajj consists of journeying to </w:t>
      </w:r>
      <w:proofErr w:type="spellStart"/>
      <w:r>
        <w:t>Makka</w:t>
      </w:r>
      <w:proofErr w:type="spellEnd"/>
      <w:r>
        <w:t xml:space="preserve"> in the Arabia</w:t>
      </w:r>
      <w:r w:rsidR="000055F1">
        <w:t>n</w:t>
      </w:r>
      <w:r w:rsidR="00F04C85">
        <w:t xml:space="preserve"> </w:t>
      </w:r>
      <w:r>
        <w:t>Peninsula with the purpose of performing rites of worship.</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Upon whom is Hajj obligatory?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Hajj is obligatory upon one who is able to travel to </w:t>
      </w:r>
      <w:proofErr w:type="spellStart"/>
      <w:r>
        <w:t>Makka</w:t>
      </w:r>
      <w:proofErr w:type="spellEnd"/>
      <w:r>
        <w:t xml:space="preserve"> wit</w:t>
      </w:r>
      <w:r w:rsidR="000055F1">
        <w:t>h</w:t>
      </w:r>
      <w:r w:rsidR="00F04C85">
        <w:t xml:space="preserve"> </w:t>
      </w:r>
      <w:r>
        <w:t>his own money, on the proviso that this will not make him poo</w:t>
      </w:r>
      <w:r w:rsidR="000055F1">
        <w:t>r</w:t>
      </w:r>
      <w:r w:rsidR="00F04C85">
        <w:t xml:space="preserve"> </w:t>
      </w:r>
      <w:r>
        <w:t>or cause him hardship.</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many times is Hajj obligatory upon a person who is able?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gramStart"/>
      <w:r>
        <w:t>Once in a lifetime.</w:t>
      </w:r>
      <w:proofErr w:type="gramEnd"/>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Is Hajj also a recommended act (apart from the obligation)?</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for those people who cannot really afford it, and for thos</w:t>
      </w:r>
      <w:r w:rsidR="000055F1">
        <w:t>e</w:t>
      </w:r>
      <w:r w:rsidR="00F04C85">
        <w:t xml:space="preserve"> </w:t>
      </w:r>
      <w:r>
        <w:t>who can but have already performed the obligatory pilgrimage</w:t>
      </w:r>
      <w:r w:rsidR="000055F1">
        <w:t>,</w:t>
      </w:r>
      <w:r w:rsidR="00F04C85">
        <w:t xml:space="preserve"> </w:t>
      </w:r>
      <w:r>
        <w:t>Hajj is recommended.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must be done on the Hajj?</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Hajj is divided into two parts:</w:t>
      </w:r>
    </w:p>
    <w:p w:rsidR="00CF3F93" w:rsidRDefault="00CF3F93" w:rsidP="00CF3F93">
      <w:pPr>
        <w:pStyle w:val="libNormal"/>
      </w:pPr>
      <w:r>
        <w:t>a) ‘Umra</w:t>
      </w:r>
      <w:r w:rsidR="00F601DF" w:rsidRPr="003418E0">
        <w:rPr>
          <w:rStyle w:val="libFootnotenumChar"/>
        </w:rPr>
        <w:t>4</w:t>
      </w:r>
      <w:r w:rsidRPr="003418E0">
        <w:rPr>
          <w:rStyle w:val="libFootnotenumChar"/>
        </w:rPr>
        <w:t>1</w:t>
      </w:r>
      <w:r>
        <w:t>.</w:t>
      </w:r>
    </w:p>
    <w:p w:rsidR="00CF3F93" w:rsidRDefault="00CF3F93" w:rsidP="00CF3F93">
      <w:pPr>
        <w:pStyle w:val="libNormal"/>
      </w:pPr>
      <w:r>
        <w:t>b) Hajj.</w:t>
      </w:r>
    </w:p>
    <w:p w:rsidR="00CF3F93" w:rsidRDefault="00CF3F93" w:rsidP="00CF3F93">
      <w:pPr>
        <w:pStyle w:val="libNormal"/>
      </w:pPr>
      <w:proofErr w:type="gramStart"/>
      <w:r>
        <w:t>a</w:t>
      </w:r>
      <w:proofErr w:type="gramEnd"/>
      <w:r>
        <w:t>): the rites of ‘</w:t>
      </w:r>
      <w:proofErr w:type="spellStart"/>
      <w:r>
        <w:t>Umra</w:t>
      </w:r>
      <w:proofErr w:type="spellEnd"/>
      <w:r>
        <w:t xml:space="preserve"> are as follows:</w:t>
      </w:r>
    </w:p>
    <w:p w:rsidR="00CF3F93" w:rsidRDefault="00CF3F93" w:rsidP="00CF3F93">
      <w:pPr>
        <w:pStyle w:val="libNormal"/>
      </w:pPr>
      <w:r>
        <w:t>1. Ihram (pilgrim’s dress) to be worn from the Miqat</w:t>
      </w:r>
      <w:r w:rsidR="00F601DF" w:rsidRPr="003418E0">
        <w:rPr>
          <w:rStyle w:val="libFootnotenumChar"/>
        </w:rPr>
        <w:t>4</w:t>
      </w:r>
      <w:r w:rsidRPr="003418E0">
        <w:rPr>
          <w:rStyle w:val="libFootnotenumChar"/>
        </w:rPr>
        <w:t>2</w:t>
      </w:r>
      <w:r>
        <w:t>.</w:t>
      </w:r>
    </w:p>
    <w:p w:rsidR="00CF3F93" w:rsidRDefault="00CF3F93" w:rsidP="00CF3F93">
      <w:pPr>
        <w:pStyle w:val="libNormal"/>
      </w:pPr>
      <w:r>
        <w:t xml:space="preserve">2. Going round the Holy </w:t>
      </w:r>
      <w:proofErr w:type="spellStart"/>
      <w:r>
        <w:t>Ka‘ba</w:t>
      </w:r>
      <w:proofErr w:type="spellEnd"/>
      <w:r>
        <w:t xml:space="preserve"> (</w:t>
      </w:r>
      <w:proofErr w:type="spellStart"/>
      <w:r>
        <w:t>tawaf</w:t>
      </w:r>
      <w:proofErr w:type="spellEnd"/>
      <w:r>
        <w:t>) seven times.</w:t>
      </w:r>
    </w:p>
    <w:p w:rsidR="00CF3F93" w:rsidRDefault="00CF3F93" w:rsidP="00CF3F93">
      <w:pPr>
        <w:pStyle w:val="libNormal"/>
      </w:pPr>
      <w:r>
        <w:t xml:space="preserve">3. Two units of prayer after the </w:t>
      </w:r>
      <w:proofErr w:type="spellStart"/>
      <w:r>
        <w:t>tawaf</w:t>
      </w:r>
      <w:proofErr w:type="spellEnd"/>
      <w:r>
        <w:t xml:space="preserve"> behind the statio</w:t>
      </w:r>
      <w:r w:rsidR="000055F1">
        <w:t>n</w:t>
      </w:r>
      <w:r w:rsidR="00F04C85">
        <w:t xml:space="preserve"> </w:t>
      </w:r>
      <w:r>
        <w:t>(</w:t>
      </w:r>
      <w:proofErr w:type="spellStart"/>
      <w:r>
        <w:t>maqam</w:t>
      </w:r>
      <w:proofErr w:type="spellEnd"/>
      <w:r>
        <w:t>) of Ibrahim (peace be upon him).</w:t>
      </w:r>
    </w:p>
    <w:p w:rsidR="00CF3F93" w:rsidRDefault="00CF3F93" w:rsidP="00CF3F93">
      <w:pPr>
        <w:pStyle w:val="libNormal"/>
      </w:pPr>
      <w:r>
        <w:t>4. Brisk walking (</w:t>
      </w:r>
      <w:proofErr w:type="spellStart"/>
      <w:proofErr w:type="gramStart"/>
      <w:r>
        <w:t>sa‘i</w:t>
      </w:r>
      <w:proofErr w:type="spellEnd"/>
      <w:proofErr w:type="gramEnd"/>
      <w:r>
        <w:t xml:space="preserve">) between the mountains of </w:t>
      </w:r>
      <w:proofErr w:type="spellStart"/>
      <w:r>
        <w:t>Saf</w:t>
      </w:r>
      <w:r w:rsidR="000055F1">
        <w:t>a</w:t>
      </w:r>
      <w:proofErr w:type="spellEnd"/>
      <w:r w:rsidR="00F04C85">
        <w:t xml:space="preserve"> </w:t>
      </w:r>
      <w:r>
        <w:t xml:space="preserve">and </w:t>
      </w:r>
      <w:proofErr w:type="spellStart"/>
      <w:r>
        <w:t>Marwa</w:t>
      </w:r>
      <w:proofErr w:type="spellEnd"/>
      <w:r>
        <w:t>, seven times.</w:t>
      </w:r>
    </w:p>
    <w:p w:rsidR="00CF3F93" w:rsidRDefault="00CF3F93" w:rsidP="00CF3F93">
      <w:pPr>
        <w:pStyle w:val="libNormal"/>
      </w:pPr>
      <w:r>
        <w:t>5. Cutting (</w:t>
      </w:r>
      <w:proofErr w:type="spellStart"/>
      <w:r>
        <w:t>taqsir</w:t>
      </w:r>
      <w:proofErr w:type="spellEnd"/>
      <w:r>
        <w:t>) some hair off the hair of the head o</w:t>
      </w:r>
      <w:r w:rsidR="000055F1">
        <w:t>r</w:t>
      </w:r>
      <w:r w:rsidR="00F04C85">
        <w:t xml:space="preserve"> </w:t>
      </w:r>
      <w:r>
        <w:t>cutting from the nails.</w:t>
      </w:r>
    </w:p>
    <w:p w:rsidR="00CF3F93" w:rsidRDefault="00CF3F93" w:rsidP="00CF3F93">
      <w:pPr>
        <w:pStyle w:val="libNormal"/>
      </w:pPr>
      <w:r>
        <w:t>b): the rites of Hajj are as follows:</w:t>
      </w:r>
    </w:p>
    <w:p w:rsidR="00CF3F93" w:rsidRDefault="00CF3F93" w:rsidP="00CF3F93">
      <w:pPr>
        <w:pStyle w:val="libNormal"/>
      </w:pPr>
      <w:r>
        <w:t xml:space="preserve">1. Ihram (pilgrim’s dress) to be worn from </w:t>
      </w:r>
      <w:proofErr w:type="spellStart"/>
      <w:r>
        <w:t>Makka</w:t>
      </w:r>
      <w:proofErr w:type="spellEnd"/>
      <w:r>
        <w:t>.</w:t>
      </w:r>
    </w:p>
    <w:p w:rsidR="00CF3F93" w:rsidRDefault="00CF3F93" w:rsidP="00F601DF">
      <w:pPr>
        <w:pStyle w:val="libNormal"/>
      </w:pPr>
      <w:r>
        <w:t xml:space="preserve">2. Being on ‘Arafat on the ninth day of </w:t>
      </w:r>
      <w:proofErr w:type="spellStart"/>
      <w:r>
        <w:t>Dhu</w:t>
      </w:r>
      <w:proofErr w:type="spellEnd"/>
      <w:r>
        <w:t xml:space="preserve"> ’</w:t>
      </w:r>
      <w:r w:rsidR="00F601DF">
        <w:t>l</w:t>
      </w:r>
      <w:r>
        <w:t xml:space="preserve">- </w:t>
      </w:r>
      <w:proofErr w:type="spellStart"/>
      <w:r>
        <w:t>Hijja</w:t>
      </w:r>
      <w:proofErr w:type="spellEnd"/>
      <w:r>
        <w:t>.</w:t>
      </w:r>
    </w:p>
    <w:p w:rsidR="00CF3F93" w:rsidRDefault="00CF3F93" w:rsidP="00CF3F93">
      <w:pPr>
        <w:pStyle w:val="libNormal"/>
      </w:pPr>
      <w:r>
        <w:t xml:space="preserve">3. Being at the </w:t>
      </w:r>
      <w:proofErr w:type="spellStart"/>
      <w:r>
        <w:t>Mash‘ar</w:t>
      </w:r>
      <w:proofErr w:type="spellEnd"/>
      <w:r>
        <w:t xml:space="preserve"> [</w:t>
      </w:r>
      <w:proofErr w:type="spellStart"/>
      <w:r>
        <w:t>Muzdalifa</w:t>
      </w:r>
      <w:proofErr w:type="spellEnd"/>
      <w:r>
        <w:t>] early on th</w:t>
      </w:r>
      <w:r w:rsidR="000055F1">
        <w:t>e</w:t>
      </w:r>
      <w:r w:rsidR="00F04C85">
        <w:t xml:space="preserve"> </w:t>
      </w:r>
      <w:r>
        <w:t>morning of the tenth.</w:t>
      </w:r>
    </w:p>
    <w:p w:rsidR="00CF3F93" w:rsidRDefault="00CF3F93" w:rsidP="00CF3F93">
      <w:pPr>
        <w:pStyle w:val="libNormal"/>
      </w:pPr>
      <w:r>
        <w:t xml:space="preserve">4. Setting out from the </w:t>
      </w:r>
      <w:proofErr w:type="spellStart"/>
      <w:r>
        <w:t>Mash‘ar</w:t>
      </w:r>
      <w:proofErr w:type="spellEnd"/>
      <w:r>
        <w:t xml:space="preserve"> towards </w:t>
      </w:r>
      <w:proofErr w:type="spellStart"/>
      <w:r>
        <w:t>Makka</w:t>
      </w:r>
      <w:proofErr w:type="spellEnd"/>
      <w:r>
        <w:t xml:space="preserve"> on th</w:t>
      </w:r>
      <w:r w:rsidR="000055F1">
        <w:t>e</w:t>
      </w:r>
      <w:r w:rsidR="00F04C85">
        <w:t xml:space="preserve"> </w:t>
      </w:r>
      <w:r>
        <w:t>tenth day, namely the Festival (‘Id) of al-</w:t>
      </w:r>
      <w:proofErr w:type="spellStart"/>
      <w:r>
        <w:t>Adha</w:t>
      </w:r>
      <w:proofErr w:type="spellEnd"/>
      <w:r>
        <w:t>.</w:t>
      </w:r>
    </w:p>
    <w:p w:rsidR="00CF3F93" w:rsidRDefault="00CF3F93" w:rsidP="00CF3F93">
      <w:pPr>
        <w:pStyle w:val="libNormal"/>
      </w:pPr>
      <w:r>
        <w:t xml:space="preserve">5. Throwing seven pebbles at the </w:t>
      </w:r>
      <w:proofErr w:type="spellStart"/>
      <w:r>
        <w:t>Jamra</w:t>
      </w:r>
      <w:proofErr w:type="spellEnd"/>
      <w:r>
        <w:t xml:space="preserve"> of the ‘Aqab</w:t>
      </w:r>
      <w:r w:rsidR="000055F1">
        <w:t>a</w:t>
      </w:r>
      <w:r w:rsidR="00F04C85">
        <w:t xml:space="preserve"> </w:t>
      </w:r>
      <w:r>
        <w:t>on the ‘Id of al-</w:t>
      </w:r>
      <w:proofErr w:type="spellStart"/>
      <w:r>
        <w:t>Adha</w:t>
      </w:r>
      <w:proofErr w:type="spellEnd"/>
      <w:r>
        <w:t>.</w:t>
      </w:r>
    </w:p>
    <w:p w:rsidR="00CF3F93" w:rsidRDefault="00CF3F93" w:rsidP="00CF3F93">
      <w:pPr>
        <w:pStyle w:val="libNormal"/>
      </w:pPr>
      <w:r>
        <w:t>6. The slaughtering of an animal from among the thre</w:t>
      </w:r>
      <w:r w:rsidR="000055F1">
        <w:t>e</w:t>
      </w:r>
      <w:r w:rsidR="00F04C85">
        <w:t xml:space="preserve"> </w:t>
      </w:r>
      <w:r>
        <w:t>categories of livestock: camels, cows or sheep an</w:t>
      </w:r>
      <w:r w:rsidR="000055F1">
        <w:t>d</w:t>
      </w:r>
      <w:r w:rsidR="00F04C85">
        <w:t xml:space="preserve"> </w:t>
      </w:r>
      <w:r>
        <w:t>goats.</w:t>
      </w:r>
    </w:p>
    <w:p w:rsidR="00CF3F93" w:rsidRDefault="00CF3F93" w:rsidP="00CF3F93">
      <w:pPr>
        <w:pStyle w:val="libNormal"/>
      </w:pPr>
      <w:r>
        <w:t>7. Shaving the head or cutting the hair.</w:t>
      </w:r>
    </w:p>
    <w:p w:rsidR="00CF3F93" w:rsidRDefault="00CF3F93" w:rsidP="00CF3F93">
      <w:pPr>
        <w:pStyle w:val="libNormal"/>
      </w:pPr>
      <w:r>
        <w:t xml:space="preserve">8. </w:t>
      </w:r>
      <w:proofErr w:type="spellStart"/>
      <w:r>
        <w:t>Tawaf</w:t>
      </w:r>
      <w:proofErr w:type="spellEnd"/>
      <w:r>
        <w:t xml:space="preserve"> of the </w:t>
      </w:r>
      <w:proofErr w:type="spellStart"/>
      <w:r>
        <w:t>Ka‘ba</w:t>
      </w:r>
      <w:proofErr w:type="spellEnd"/>
      <w:r>
        <w:t xml:space="preserve"> seven times, called the </w:t>
      </w:r>
      <w:proofErr w:type="spellStart"/>
      <w:r>
        <w:t>tawaf</w:t>
      </w:r>
      <w:proofErr w:type="spellEnd"/>
      <w:r>
        <w:t xml:space="preserve"> o</w:t>
      </w:r>
      <w:r w:rsidR="000055F1">
        <w:t>f</w:t>
      </w:r>
      <w:r w:rsidR="00F04C85">
        <w:t xml:space="preserve"> </w:t>
      </w:r>
      <w:r>
        <w:t>al-</w:t>
      </w:r>
      <w:proofErr w:type="spellStart"/>
      <w:r>
        <w:t>ziyara</w:t>
      </w:r>
      <w:proofErr w:type="spellEnd"/>
      <w:r>
        <w:t>.</w:t>
      </w:r>
    </w:p>
    <w:p w:rsidR="00CF3F93" w:rsidRDefault="00CF3F93" w:rsidP="00CF3F93">
      <w:pPr>
        <w:pStyle w:val="libNormal"/>
      </w:pPr>
      <w:r>
        <w:t xml:space="preserve">9. Performing two units of prayer after this </w:t>
      </w:r>
      <w:proofErr w:type="spellStart"/>
      <w:r>
        <w:t>tawa</w:t>
      </w:r>
      <w:r w:rsidR="000055F1">
        <w:t>f</w:t>
      </w:r>
      <w:proofErr w:type="spellEnd"/>
      <w:r w:rsidR="00F04C85">
        <w:t xml:space="preserve"> </w:t>
      </w:r>
      <w:r>
        <w:t xml:space="preserve">behind the </w:t>
      </w:r>
      <w:proofErr w:type="spellStart"/>
      <w:r>
        <w:t>maqam</w:t>
      </w:r>
      <w:proofErr w:type="spellEnd"/>
      <w:r>
        <w:t xml:space="preserve"> of Ibrahim (peace be upon him).</w:t>
      </w:r>
    </w:p>
    <w:p w:rsidR="00CF3F93" w:rsidRDefault="00CF3F93" w:rsidP="00CF3F93">
      <w:pPr>
        <w:pStyle w:val="libNormal"/>
      </w:pPr>
      <w:proofErr w:type="gramStart"/>
      <w:r>
        <w:t xml:space="preserve">10. </w:t>
      </w:r>
      <w:proofErr w:type="spellStart"/>
      <w:r>
        <w:t>Sa</w:t>
      </w:r>
      <w:proofErr w:type="gramEnd"/>
      <w:r>
        <w:t>‘i</w:t>
      </w:r>
      <w:proofErr w:type="spellEnd"/>
      <w:r>
        <w:t xml:space="preserve"> or brisk walking between </w:t>
      </w:r>
      <w:proofErr w:type="spellStart"/>
      <w:r>
        <w:t>Safa</w:t>
      </w:r>
      <w:proofErr w:type="spellEnd"/>
      <w:r>
        <w:t xml:space="preserve"> and </w:t>
      </w:r>
      <w:proofErr w:type="spellStart"/>
      <w:r>
        <w:t>Marwa</w:t>
      </w:r>
      <w:proofErr w:type="spellEnd"/>
      <w:r w:rsidR="000055F1">
        <w:t>,</w:t>
      </w:r>
      <w:r w:rsidR="00F04C85">
        <w:t xml:space="preserve"> </w:t>
      </w:r>
      <w:r>
        <w:t>seven times.</w:t>
      </w:r>
    </w:p>
    <w:p w:rsidR="00CF3F93" w:rsidRDefault="00CF3F93" w:rsidP="00CF3F93">
      <w:pPr>
        <w:pStyle w:val="libNormal"/>
      </w:pPr>
      <w:r>
        <w:t xml:space="preserve">11. Another </w:t>
      </w:r>
      <w:proofErr w:type="spellStart"/>
      <w:r>
        <w:t>tawaf</w:t>
      </w:r>
      <w:proofErr w:type="spellEnd"/>
      <w:r>
        <w:t xml:space="preserve"> around the </w:t>
      </w:r>
      <w:proofErr w:type="spellStart"/>
      <w:r>
        <w:t>Ka‘ba</w:t>
      </w:r>
      <w:proofErr w:type="spellEnd"/>
      <w:r>
        <w:t xml:space="preserve"> seven times, calle</w:t>
      </w:r>
      <w:r w:rsidR="000055F1">
        <w:t>d</w:t>
      </w:r>
      <w:r w:rsidR="00F04C85">
        <w:t xml:space="preserve"> </w:t>
      </w:r>
      <w:r>
        <w:t xml:space="preserve">the </w:t>
      </w:r>
      <w:proofErr w:type="spellStart"/>
      <w:r>
        <w:t>tawaf</w:t>
      </w:r>
      <w:proofErr w:type="spellEnd"/>
      <w:r>
        <w:t xml:space="preserve"> of al-</w:t>
      </w:r>
      <w:proofErr w:type="spellStart"/>
      <w:r>
        <w:t>nisa</w:t>
      </w:r>
      <w:proofErr w:type="spellEnd"/>
      <w:r>
        <w:t>’.</w:t>
      </w:r>
    </w:p>
    <w:p w:rsidR="00CF3F93" w:rsidRDefault="00CF3F93" w:rsidP="00CF3F93">
      <w:pPr>
        <w:pStyle w:val="libNormal"/>
      </w:pPr>
      <w:r>
        <w:t>12. As 9, above.</w:t>
      </w:r>
    </w:p>
    <w:p w:rsidR="00CF3F93" w:rsidRDefault="00CF3F93" w:rsidP="00CF3F93">
      <w:pPr>
        <w:pStyle w:val="libNormal"/>
      </w:pPr>
      <w:r>
        <w:t>13. Staying at Mina on the eve of the eleventh an</w:t>
      </w:r>
      <w:r w:rsidR="000055F1">
        <w:t>d</w:t>
      </w:r>
      <w:r w:rsidR="00F04C85">
        <w:t xml:space="preserve"> </w:t>
      </w:r>
      <w:r>
        <w:t>twelfth, and in some cases the eve of the thirteenth.</w:t>
      </w:r>
    </w:p>
    <w:p w:rsidR="00CF3F93" w:rsidRDefault="00CF3F93" w:rsidP="00CF3F93">
      <w:pPr>
        <w:pStyle w:val="libNormal"/>
      </w:pPr>
      <w:r>
        <w:t xml:space="preserve">14. Throwing pebbles at the three </w:t>
      </w:r>
      <w:proofErr w:type="spellStart"/>
      <w:r>
        <w:t>Jamarat</w:t>
      </w:r>
      <w:proofErr w:type="spellEnd"/>
      <w:r>
        <w:t xml:space="preserve"> in Mina, eac</w:t>
      </w:r>
      <w:r w:rsidR="000055F1">
        <w:t>h</w:t>
      </w:r>
      <w:r w:rsidR="00F04C85">
        <w:t xml:space="preserve"> </w:t>
      </w:r>
      <w:proofErr w:type="spellStart"/>
      <w:r>
        <w:t>Jamra</w:t>
      </w:r>
      <w:proofErr w:type="spellEnd"/>
      <w:r>
        <w:t xml:space="preserve"> being stoned with seven pebbles during th</w:t>
      </w:r>
      <w:r w:rsidR="000055F1">
        <w:t>e</w:t>
      </w:r>
      <w:r w:rsidR="00F04C85">
        <w:t xml:space="preserve"> </w:t>
      </w:r>
      <w:r>
        <w:t xml:space="preserve">daytime of the 11th of </w:t>
      </w:r>
      <w:proofErr w:type="spellStart"/>
      <w:r>
        <w:t>Dhu</w:t>
      </w:r>
      <w:proofErr w:type="spellEnd"/>
      <w:r>
        <w:t xml:space="preserve"> ’l-</w:t>
      </w:r>
      <w:proofErr w:type="spellStart"/>
      <w:r>
        <w:t>Hijja</w:t>
      </w:r>
      <w:proofErr w:type="spellEnd"/>
      <w:r>
        <w:t xml:space="preserve"> and the 12th, an</w:t>
      </w:r>
      <w:r w:rsidR="000055F1">
        <w:t>d</w:t>
      </w:r>
      <w:r w:rsidR="00F04C85">
        <w:t xml:space="preserve"> </w:t>
      </w:r>
      <w:r>
        <w:t>also on the 13th if the pilgrim had stayed at Mina o</w:t>
      </w:r>
      <w:r w:rsidR="000055F1">
        <w:t>n</w:t>
      </w:r>
      <w:r w:rsidR="00F04C85">
        <w:t xml:space="preserve"> </w:t>
      </w:r>
      <w:r>
        <w:t>the eve of the 13th.</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When should a Muslim go on the Hajj?</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gramStart"/>
      <w:r>
        <w:lastRenderedPageBreak/>
        <w:t xml:space="preserve">In the months of Hajj, namely Shawwal, </w:t>
      </w:r>
      <w:proofErr w:type="spellStart"/>
      <w:r>
        <w:t>Dhu</w:t>
      </w:r>
      <w:proofErr w:type="spellEnd"/>
      <w:r>
        <w:t xml:space="preserve"> ’l-</w:t>
      </w:r>
      <w:proofErr w:type="spellStart"/>
      <w:r>
        <w:t>Qa‘da</w:t>
      </w:r>
      <w:proofErr w:type="spellEnd"/>
      <w:r>
        <w:t xml:space="preserve"> and </w:t>
      </w:r>
      <w:proofErr w:type="spellStart"/>
      <w:r>
        <w:t>Dh</w:t>
      </w:r>
      <w:r w:rsidR="000055F1">
        <w:t>u</w:t>
      </w:r>
      <w:proofErr w:type="spellEnd"/>
      <w:r w:rsidR="00F04C85">
        <w:t xml:space="preserve"> </w:t>
      </w:r>
      <w:r>
        <w:t>’l-Hijja</w:t>
      </w:r>
      <w:r w:rsidR="00F601DF" w:rsidRPr="003418E0">
        <w:rPr>
          <w:rStyle w:val="libFootnotenumChar"/>
        </w:rPr>
        <w:t>43</w:t>
      </w:r>
      <w:r>
        <w:t>.</w:t>
      </w:r>
      <w:proofErr w:type="gramEnd"/>
      <w:r>
        <w:t xml:space="preserve"> Of course, the Hajj itself can only be performed in th</w:t>
      </w:r>
      <w:r w:rsidR="000055F1">
        <w:t>e</w:t>
      </w:r>
      <w:r w:rsidR="00F04C85">
        <w:t xml:space="preserve"> </w:t>
      </w:r>
      <w:r>
        <w:t xml:space="preserve">month of </w:t>
      </w:r>
      <w:proofErr w:type="spellStart"/>
      <w:r>
        <w:t>Dhu</w:t>
      </w:r>
      <w:proofErr w:type="spellEnd"/>
      <w:r>
        <w:t xml:space="preserve"> ’l-</w:t>
      </w:r>
      <w:proofErr w:type="spellStart"/>
      <w:r>
        <w:t>Hijja</w:t>
      </w:r>
      <w:proofErr w:type="spellEnd"/>
      <w:r>
        <w: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w:t>
      </w:r>
      <w:proofErr w:type="spellStart"/>
      <w:r>
        <w:t>Umra</w:t>
      </w:r>
      <w:proofErr w:type="spellEnd"/>
      <w:r>
        <w:t xml:space="preserve"> by itself (that is without Hajj)?</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w:t>
      </w:r>
      <w:proofErr w:type="spellStart"/>
      <w:r>
        <w:t>Umra</w:t>
      </w:r>
      <w:proofErr w:type="spellEnd"/>
      <w:r>
        <w:t xml:space="preserve"> is exactly the same as we have mentioned above</w:t>
      </w:r>
      <w:r w:rsidR="00F601DF" w:rsidRPr="003418E0">
        <w:rPr>
          <w:rStyle w:val="libFootnotenumChar"/>
        </w:rPr>
        <w:t>44</w:t>
      </w:r>
      <w:r>
        <w:t xml:space="preserve"> plu</w:t>
      </w:r>
      <w:r w:rsidR="000055F1">
        <w:t>s</w:t>
      </w:r>
      <w:r w:rsidR="00F04C85">
        <w:t xml:space="preserve"> </w:t>
      </w:r>
      <w:r>
        <w:t xml:space="preserve">the </w:t>
      </w:r>
      <w:proofErr w:type="spellStart"/>
      <w:r>
        <w:t>tawaf</w:t>
      </w:r>
      <w:proofErr w:type="spellEnd"/>
      <w:r>
        <w:t xml:space="preserve"> around the </w:t>
      </w:r>
      <w:proofErr w:type="spellStart"/>
      <w:r>
        <w:t>Ka‘ba</w:t>
      </w:r>
      <w:proofErr w:type="spellEnd"/>
      <w:r>
        <w:t xml:space="preserve">, called the </w:t>
      </w:r>
      <w:proofErr w:type="spellStart"/>
      <w:r>
        <w:t>tawaf</w:t>
      </w:r>
      <w:proofErr w:type="spellEnd"/>
      <w:r>
        <w:t xml:space="preserve"> of al-</w:t>
      </w:r>
      <w:proofErr w:type="spellStart"/>
      <w:r>
        <w:t>nisa</w:t>
      </w:r>
      <w:proofErr w:type="spellEnd"/>
      <w:r>
        <w:t>’, and th</w:t>
      </w:r>
      <w:r w:rsidR="000055F1">
        <w:t>e</w:t>
      </w:r>
      <w:r w:rsidR="00F04C85">
        <w:t xml:space="preserve"> </w:t>
      </w:r>
      <w:r>
        <w:t xml:space="preserve">two units of prayer that follow it (as 11 and 12, above). </w:t>
      </w:r>
      <w:proofErr w:type="gramStart"/>
      <w:r>
        <w:t>Thi</w:t>
      </w:r>
      <w:r w:rsidR="000055F1">
        <w:t>s</w:t>
      </w:r>
      <w:r w:rsidR="00F04C85">
        <w:t xml:space="preserve"> </w:t>
      </w:r>
      <w:r>
        <w:t>‘</w:t>
      </w:r>
      <w:proofErr w:type="spellStart"/>
      <w:r>
        <w:t>Umra</w:t>
      </w:r>
      <w:proofErr w:type="spellEnd"/>
      <w:r>
        <w:t xml:space="preserve"> can be performed at any time during the whole year.</w:t>
      </w:r>
      <w:proofErr w:type="gramEnd"/>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the benefits of Hajj?</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Hajj has many benefits, some of which we will point out here:</w:t>
      </w:r>
    </w:p>
    <w:p w:rsidR="00CF3F93" w:rsidRDefault="00CF3F93" w:rsidP="00CF3F93">
      <w:pPr>
        <w:pStyle w:val="libNormal"/>
      </w:pPr>
      <w:r>
        <w:t>1-Political Benefits:</w:t>
      </w:r>
    </w:p>
    <w:p w:rsidR="00CF3F93" w:rsidRDefault="00CF3F93" w:rsidP="00CF3F93">
      <w:pPr>
        <w:pStyle w:val="libNormal"/>
      </w:pPr>
      <w:r>
        <w:t>Hajj brings about unity among the Muslims and gives the</w:t>
      </w:r>
      <w:r w:rsidR="000055F1">
        <w:t>m</w:t>
      </w:r>
      <w:r w:rsidR="00F04C85">
        <w:t xml:space="preserve"> </w:t>
      </w:r>
      <w:r>
        <w:t>strength, making their enemies fear their might.</w:t>
      </w:r>
    </w:p>
    <w:p w:rsidR="00CF3F93" w:rsidRDefault="00CF3F93" w:rsidP="00337E26">
      <w:pPr>
        <w:pStyle w:val="Heading3"/>
      </w:pPr>
      <w:bookmarkStart w:id="47" w:name="_Toc496784703"/>
      <w:r>
        <w:t>2-Economic Benefits:</w:t>
      </w:r>
      <w:bookmarkEnd w:id="47"/>
    </w:p>
    <w:p w:rsidR="00CF3F93" w:rsidRDefault="00CF3F93" w:rsidP="00CF3F93">
      <w:pPr>
        <w:pStyle w:val="libNormal"/>
      </w:pPr>
      <w:r>
        <w:t>Hajj makes money circulate and move from one end of th</w:t>
      </w:r>
      <w:r w:rsidR="000055F1">
        <w:t>e</w:t>
      </w:r>
      <w:r w:rsidR="00F04C85">
        <w:t xml:space="preserve"> </w:t>
      </w:r>
      <w:r>
        <w:t>Islamic World to the other and so causes trade to flourish.</w:t>
      </w:r>
    </w:p>
    <w:p w:rsidR="00CF3F93" w:rsidRDefault="00CF3F93" w:rsidP="00337E26">
      <w:pPr>
        <w:pStyle w:val="Heading3"/>
      </w:pPr>
      <w:bookmarkStart w:id="48" w:name="_Toc496784704"/>
      <w:r>
        <w:t>3-Psychological Benefits:</w:t>
      </w:r>
      <w:bookmarkEnd w:id="48"/>
    </w:p>
    <w:p w:rsidR="00CF3F93" w:rsidRDefault="00CF3F93" w:rsidP="00CF3F93">
      <w:pPr>
        <w:pStyle w:val="libNormal"/>
      </w:pPr>
      <w:r>
        <w:t xml:space="preserve">It gives comfort to the soul and bestows the calm and </w:t>
      </w:r>
      <w:proofErr w:type="spellStart"/>
      <w:r>
        <w:t>piece</w:t>
      </w:r>
      <w:proofErr w:type="spellEnd"/>
      <w:r>
        <w:t xml:space="preserve"> o</w:t>
      </w:r>
      <w:r w:rsidR="000055F1">
        <w:t>f</w:t>
      </w:r>
      <w:r w:rsidR="00F04C85">
        <w:t xml:space="preserve"> </w:t>
      </w:r>
      <w:r>
        <w:t>mind that travelling brings and which dispel anxiety and worr</w:t>
      </w:r>
      <w:r w:rsidR="000055F1">
        <w:t>y</w:t>
      </w:r>
      <w:r w:rsidR="00F04C85">
        <w:t xml:space="preserve"> </w:t>
      </w:r>
      <w:r>
        <w:t>regarding the homeland for as the poet says:</w:t>
      </w:r>
    </w:p>
    <w:p w:rsidR="00337E26" w:rsidRDefault="00CF3F93" w:rsidP="00337E26">
      <w:pPr>
        <w:pStyle w:val="libItalic"/>
      </w:pPr>
      <w:r>
        <w:t>Go abroad to seek high thing</w:t>
      </w:r>
      <w:r w:rsidR="000055F1">
        <w:t>s</w:t>
      </w:r>
    </w:p>
    <w:p w:rsidR="00337E26" w:rsidRDefault="00CF3F93" w:rsidP="00337E26">
      <w:pPr>
        <w:pStyle w:val="libItalic"/>
      </w:pPr>
      <w:proofErr w:type="gramStart"/>
      <w:r>
        <w:t>and</w:t>
      </w:r>
      <w:proofErr w:type="gramEnd"/>
      <w:r>
        <w:t xml:space="preserve"> travel, for in travel there are five benefits</w:t>
      </w:r>
      <w:r w:rsidR="000055F1">
        <w:t>,</w:t>
      </w:r>
    </w:p>
    <w:p w:rsidR="00337E26" w:rsidRDefault="00CF3F93" w:rsidP="00337E26">
      <w:pPr>
        <w:pStyle w:val="libItalic"/>
      </w:pPr>
      <w:r>
        <w:t>The dispelling of anxiety, gaining a livelihood</w:t>
      </w:r>
      <w:r w:rsidR="000055F1">
        <w:t>,</w:t>
      </w:r>
    </w:p>
    <w:p w:rsidR="00337E26" w:rsidRDefault="00CF3F93" w:rsidP="00337E26">
      <w:pPr>
        <w:pStyle w:val="libItalic"/>
      </w:pPr>
      <w:proofErr w:type="gramStart"/>
      <w:r>
        <w:t>a</w:t>
      </w:r>
      <w:proofErr w:type="gramEnd"/>
      <w:r>
        <w:t xml:space="preserve"> sound mind, a good code of conduc</w:t>
      </w:r>
      <w:r w:rsidR="000055F1">
        <w:t>t</w:t>
      </w:r>
    </w:p>
    <w:p w:rsidR="00CF3F93" w:rsidRDefault="00CF3F93" w:rsidP="00337E26">
      <w:pPr>
        <w:pStyle w:val="libItalic"/>
      </w:pPr>
      <w:proofErr w:type="gramStart"/>
      <w:r>
        <w:t>and</w:t>
      </w:r>
      <w:proofErr w:type="gramEnd"/>
      <w:r>
        <w:t xml:space="preserve"> admirable company.</w:t>
      </w:r>
    </w:p>
    <w:p w:rsidR="00CF3F93" w:rsidRDefault="00CF3F93" w:rsidP="00337E26">
      <w:pPr>
        <w:pStyle w:val="Heading3"/>
      </w:pPr>
      <w:bookmarkStart w:id="49" w:name="_Toc496784705"/>
      <w:r>
        <w:t>4-Social benefits:</w:t>
      </w:r>
      <w:bookmarkEnd w:id="49"/>
    </w:p>
    <w:p w:rsidR="00CF3F93" w:rsidRDefault="00CF3F93" w:rsidP="00CF3F93">
      <w:pPr>
        <w:pStyle w:val="libNormal"/>
      </w:pPr>
      <w:r>
        <w:t>The Hajj causes the Muslims to get to know each other an</w:t>
      </w:r>
      <w:r w:rsidR="000055F1">
        <w:t>d</w:t>
      </w:r>
      <w:r w:rsidR="00F04C85">
        <w:t xml:space="preserve"> </w:t>
      </w:r>
      <w:r>
        <w:t>helps them speak with one voice.</w:t>
      </w:r>
    </w:p>
    <w:p w:rsidR="00CF3F93" w:rsidRDefault="00CF3F93" w:rsidP="00337E26">
      <w:pPr>
        <w:pStyle w:val="Heading3"/>
      </w:pPr>
      <w:bookmarkStart w:id="50" w:name="_Toc496784706"/>
      <w:r>
        <w:t>5-Spiritual benefits:</w:t>
      </w:r>
      <w:bookmarkEnd w:id="50"/>
    </w:p>
    <w:p w:rsidR="00CF3F93" w:rsidRDefault="00CF3F93" w:rsidP="00F601DF">
      <w:pPr>
        <w:pStyle w:val="libNormal"/>
      </w:pPr>
      <w:r>
        <w:t xml:space="preserve">Circumambulating the </w:t>
      </w:r>
      <w:proofErr w:type="spellStart"/>
      <w:r>
        <w:t>Ka‘ba</w:t>
      </w:r>
      <w:proofErr w:type="spellEnd"/>
      <w:r>
        <w:t xml:space="preserve">, the walk between </w:t>
      </w:r>
      <w:proofErr w:type="spellStart"/>
      <w:r>
        <w:t>Safa</w:t>
      </w:r>
      <w:proofErr w:type="spellEnd"/>
      <w:r>
        <w:t xml:space="preserve"> an</w:t>
      </w:r>
      <w:r w:rsidR="000055F1">
        <w:t>d</w:t>
      </w:r>
      <w:r w:rsidR="00F04C85">
        <w:t xml:space="preserve"> </w:t>
      </w:r>
      <w:proofErr w:type="spellStart"/>
      <w:r>
        <w:t>Marwa</w:t>
      </w:r>
      <w:proofErr w:type="spellEnd"/>
      <w:r>
        <w:t>, the prayer of circumambulation, the ritual prayers, th</w:t>
      </w:r>
      <w:r w:rsidR="000055F1">
        <w:t>e</w:t>
      </w:r>
      <w:r w:rsidR="00F04C85">
        <w:t xml:space="preserve"> </w:t>
      </w:r>
      <w:r>
        <w:t>standing on ‘Arafat are all worship. There are many othe</w:t>
      </w:r>
      <w:r w:rsidR="000055F1">
        <w:t>r</w:t>
      </w:r>
      <w:r w:rsidR="00F04C85">
        <w:t xml:space="preserve"> </w:t>
      </w:r>
      <w:r>
        <w:t>benefits of making the Hajj which are mentioned elsewhere i</w:t>
      </w:r>
      <w:r w:rsidR="000055F1">
        <w:t>n</w:t>
      </w:r>
      <w:r w:rsidR="00F04C85">
        <w:t xml:space="preserve"> </w:t>
      </w:r>
      <w:r>
        <w:t>more detail.</w:t>
      </w:r>
      <w:r w:rsidR="00F601DF" w:rsidRPr="003418E0">
        <w:rPr>
          <w:rStyle w:val="libFootnotenumChar"/>
        </w:rPr>
        <w:t>45</w:t>
      </w:r>
    </w:p>
    <w:p w:rsidR="00CF3F93" w:rsidRDefault="00CF3F93" w:rsidP="00146845">
      <w:pPr>
        <w:pStyle w:val="libNormal"/>
      </w:pPr>
      <w:r>
        <w:br w:type="page"/>
      </w:r>
    </w:p>
    <w:p w:rsidR="00CF3F93" w:rsidRDefault="00CF3F93" w:rsidP="00146845">
      <w:pPr>
        <w:pStyle w:val="Heading1Center"/>
      </w:pPr>
      <w:bookmarkStart w:id="51" w:name="_Toc496784707"/>
      <w:r>
        <w:lastRenderedPageBreak/>
        <w:t>7- SOME ASPECTS OF THE SHARI‘A</w:t>
      </w:r>
      <w:bookmarkEnd w:id="51"/>
    </w:p>
    <w:p w:rsidR="00CF3F93" w:rsidRDefault="00CF3F93" w:rsidP="00CF3F93">
      <w:pPr>
        <w:pStyle w:val="libNormal"/>
      </w:pPr>
      <w:r>
        <w:t>In this section we shall briefly examine some of the lustrous features of th</w:t>
      </w:r>
      <w:r w:rsidR="000055F1">
        <w:t>e</w:t>
      </w:r>
      <w:r w:rsidR="00F04C85">
        <w:t xml:space="preserve"> </w:t>
      </w:r>
      <w:proofErr w:type="spellStart"/>
      <w:r>
        <w:t>Shari‘a</w:t>
      </w:r>
      <w:proofErr w:type="spellEnd"/>
      <w:r>
        <w:t xml:space="preserve"> of Islam namely, making oneself pure for worship, the nobl</w:t>
      </w:r>
      <w:r w:rsidR="000055F1">
        <w:t>e</w:t>
      </w:r>
      <w:r w:rsidR="00F04C85">
        <w:t xml:space="preserve"> </w:t>
      </w:r>
      <w:r>
        <w:t>sanctuaries, non-ritual prayers, congregational prayers, enjoining what i</w:t>
      </w:r>
      <w:r w:rsidR="000055F1">
        <w:t>s</w:t>
      </w:r>
      <w:r w:rsidR="00F04C85">
        <w:t xml:space="preserve"> </w:t>
      </w:r>
      <w:r>
        <w:t xml:space="preserve">right and forbidding what is reprehensible, </w:t>
      </w:r>
      <w:proofErr w:type="spellStart"/>
      <w:r>
        <w:t>i‘tikaf</w:t>
      </w:r>
      <w:proofErr w:type="spellEnd"/>
      <w:r>
        <w:t>, calling to what is good</w:t>
      </w:r>
      <w:r w:rsidR="000055F1">
        <w:t>,</w:t>
      </w:r>
      <w:r w:rsidR="00F04C85">
        <w:t xml:space="preserve"> </w:t>
      </w:r>
      <w:r>
        <w:t xml:space="preserve">recalling memorable past events, the utter allegiance to the </w:t>
      </w:r>
      <w:proofErr w:type="spellStart"/>
      <w:r>
        <w:t>Ahl</w:t>
      </w:r>
      <w:proofErr w:type="spellEnd"/>
      <w:r>
        <w:t xml:space="preserve"> al-</w:t>
      </w:r>
      <w:proofErr w:type="spellStart"/>
      <w:r>
        <w:t>Bay</w:t>
      </w:r>
      <w:r w:rsidR="000055F1">
        <w:t>t</w:t>
      </w:r>
      <w:proofErr w:type="spellEnd"/>
      <w:r w:rsidR="00F04C85">
        <w:t xml:space="preserve"> </w:t>
      </w:r>
      <w:r>
        <w:t>and disassociation from their enemies.</w:t>
      </w:r>
    </w:p>
    <w:p w:rsidR="00CF3F93" w:rsidRPr="001B2F03" w:rsidRDefault="00CF3F93" w:rsidP="006D51A0">
      <w:pPr>
        <w:pStyle w:val="Heading2"/>
      </w:pPr>
      <w:bookmarkStart w:id="52" w:name="_Toc496784708"/>
      <w:r w:rsidRPr="001B2F03">
        <w:t>PURIFICATION IN ISLAM:</w:t>
      </w:r>
      <w:bookmarkEnd w:id="52"/>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meant by making oneself pure?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Purification in Islam is of four kinds:</w:t>
      </w:r>
    </w:p>
    <w:p w:rsidR="00CF3F93" w:rsidRDefault="00CF3F93" w:rsidP="00CF3F93">
      <w:pPr>
        <w:pStyle w:val="libNormal"/>
      </w:pPr>
      <w:r>
        <w:t>1. Purifying the soul from bad tendencies, such as jealousy</w:t>
      </w:r>
      <w:r w:rsidR="000055F1">
        <w:t>,</w:t>
      </w:r>
      <w:r w:rsidR="00F04C85">
        <w:t xml:space="preserve"> </w:t>
      </w:r>
      <w:r>
        <w:t>miserliness, anger, cowardliness and other base qualities.</w:t>
      </w:r>
    </w:p>
    <w:p w:rsidR="00CF3F93" w:rsidRDefault="00CF3F93" w:rsidP="00CF3F93">
      <w:pPr>
        <w:pStyle w:val="libNormal"/>
      </w:pPr>
      <w:r>
        <w:t>2. Purifying bodily parts from things which ar</w:t>
      </w:r>
      <w:r w:rsidR="000055F1">
        <w:t>e</w:t>
      </w:r>
      <w:r w:rsidR="00F04C85">
        <w:t xml:space="preserve"> </w:t>
      </w:r>
      <w:r>
        <w:t>incompatible with Islam, as for instance, purifying th</w:t>
      </w:r>
      <w:r w:rsidR="000055F1">
        <w:t>e</w:t>
      </w:r>
      <w:r w:rsidR="00F04C85">
        <w:t xml:space="preserve"> </w:t>
      </w:r>
      <w:r>
        <w:t>eye from treacherous glances, purifying the tongue fro</w:t>
      </w:r>
      <w:r w:rsidR="000055F1">
        <w:t>m</w:t>
      </w:r>
      <w:r w:rsidR="00F04C85">
        <w:t xml:space="preserve"> </w:t>
      </w:r>
      <w:r>
        <w:t>idle talk and so on.</w:t>
      </w:r>
    </w:p>
    <w:p w:rsidR="00CF3F93" w:rsidRDefault="00CF3F93" w:rsidP="00CF3F93">
      <w:pPr>
        <w:pStyle w:val="libNormal"/>
      </w:pPr>
      <w:r>
        <w:t>3. Purifying the body and its various parts from thing</w:t>
      </w:r>
      <w:r w:rsidR="000055F1">
        <w:t>s</w:t>
      </w:r>
      <w:r w:rsidR="00F04C85">
        <w:t xml:space="preserve"> </w:t>
      </w:r>
      <w:r>
        <w:t>which are dirty, because Islam makes it obligatory t</w:t>
      </w:r>
      <w:r w:rsidR="000055F1">
        <w:t>o</w:t>
      </w:r>
      <w:r w:rsidR="00F04C85">
        <w:t xml:space="preserve"> </w:t>
      </w:r>
      <w:r>
        <w:t>clean oneself thoroughly from urine, blood, stools an</w:t>
      </w:r>
      <w:r w:rsidR="000055F1">
        <w:t>d</w:t>
      </w:r>
      <w:r w:rsidR="00F04C85">
        <w:t xml:space="preserve"> </w:t>
      </w:r>
      <w:r>
        <w:t>other impurities. Also Islam commends purifying an</w:t>
      </w:r>
      <w:r w:rsidR="000055F1">
        <w:t>d</w:t>
      </w:r>
      <w:r w:rsidR="00F04C85">
        <w:t xml:space="preserve"> </w:t>
      </w:r>
      <w:r>
        <w:t>cleansing anything which has become dirty or filthy an</w:t>
      </w:r>
      <w:r w:rsidR="000055F1">
        <w:t>d</w:t>
      </w:r>
      <w:r w:rsidR="00F04C85">
        <w:t xml:space="preserve"> </w:t>
      </w:r>
      <w:r>
        <w:t>this does not only apply to the body but to everythin</w:t>
      </w:r>
      <w:r w:rsidR="000055F1">
        <w:t>g</w:t>
      </w:r>
      <w:r w:rsidR="00F04C85">
        <w:t xml:space="preserve"> </w:t>
      </w:r>
      <w:r>
        <w:t>with which the Muslim comes into contact in the way o</w:t>
      </w:r>
      <w:r w:rsidR="000055F1">
        <w:t>f</w:t>
      </w:r>
      <w:r w:rsidR="00F04C85">
        <w:t xml:space="preserve"> </w:t>
      </w:r>
      <w:r>
        <w:t>clothes, tableware and cooking utensils, carpets and s</w:t>
      </w:r>
      <w:r w:rsidR="000055F1">
        <w:t>o</w:t>
      </w:r>
      <w:r w:rsidR="00F04C85">
        <w:t xml:space="preserve"> </w:t>
      </w:r>
      <w:r>
        <w:t>on.</w:t>
      </w:r>
    </w:p>
    <w:p w:rsidR="00CF3F93" w:rsidRDefault="00CF3F93" w:rsidP="00CF3F93">
      <w:pPr>
        <w:pStyle w:val="libNormal"/>
      </w:pPr>
      <w:r>
        <w:t>4. Cleaning both the body and the soul together in one o</w:t>
      </w:r>
      <w:r w:rsidR="000055F1">
        <w:t>f</w:t>
      </w:r>
      <w:r w:rsidR="00F04C85">
        <w:t xml:space="preserve"> </w:t>
      </w:r>
      <w:r>
        <w:t>the following three circumstances:-</w:t>
      </w:r>
    </w:p>
    <w:p w:rsidR="00CF3F93" w:rsidRDefault="00CF3F93" w:rsidP="00CF3F93">
      <w:pPr>
        <w:pStyle w:val="libNormal"/>
      </w:pPr>
      <w:r>
        <w:t xml:space="preserve">A. Performing ablutions after each </w:t>
      </w:r>
      <w:proofErr w:type="spellStart"/>
      <w:r>
        <w:t>hadath</w:t>
      </w:r>
      <w:proofErr w:type="spellEnd"/>
      <w:r>
        <w:t>.</w:t>
      </w:r>
    </w:p>
    <w:p w:rsidR="00CF3F93" w:rsidRPr="001B2F03" w:rsidRDefault="00CF3F93" w:rsidP="006D51A0">
      <w:pPr>
        <w:pStyle w:val="Heading3"/>
      </w:pPr>
      <w:bookmarkStart w:id="53" w:name="_Toc496784709"/>
      <w:r w:rsidRPr="001B2F03">
        <w:t>ABLUTIONS (WUDU’)</w:t>
      </w:r>
      <w:bookmarkEnd w:id="53"/>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a </w:t>
      </w:r>
      <w:proofErr w:type="spellStart"/>
      <w:r>
        <w:t>hadath</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A </w:t>
      </w:r>
      <w:proofErr w:type="spellStart"/>
      <w:r>
        <w:t>hadath</w:t>
      </w:r>
      <w:proofErr w:type="spellEnd"/>
      <w:r>
        <w:t xml:space="preserve"> applies to urinating, making stools, flatulence, </w:t>
      </w:r>
      <w:proofErr w:type="gramStart"/>
      <w:r>
        <w:t>sleep</w:t>
      </w:r>
      <w:proofErr w:type="gramEnd"/>
      <w:r w:rsidR="000055F1">
        <w:t>,</w:t>
      </w:r>
      <w:r w:rsidR="00F04C85">
        <w:t xml:space="preserve"> </w:t>
      </w:r>
      <w:r>
        <w:t xml:space="preserve">(for a woman) a minor discharge of blood - </w:t>
      </w:r>
      <w:proofErr w:type="spellStart"/>
      <w:r>
        <w:t>istihada</w:t>
      </w:r>
      <w:proofErr w:type="spellEnd"/>
      <w:r>
        <w:t xml:space="preserve"> </w:t>
      </w:r>
      <w:proofErr w:type="spellStart"/>
      <w:r>
        <w:t>qalila</w:t>
      </w:r>
      <w:proofErr w:type="spellEnd"/>
      <w:r>
        <w:t>, an</w:t>
      </w:r>
      <w:r w:rsidR="000055F1">
        <w:t>d</w:t>
      </w:r>
      <w:r w:rsidR="00F04C85">
        <w:t xml:space="preserve"> </w:t>
      </w:r>
      <w:r>
        <w:t>it applies to anything which causes mental confusion such a</w:t>
      </w:r>
      <w:r w:rsidR="000055F1">
        <w:t>s</w:t>
      </w:r>
      <w:r w:rsidR="00F04C85">
        <w:t xml:space="preserve"> </w:t>
      </w:r>
      <w:r>
        <w:t>imbibing alcoholic drinks, fainting and the like.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should ablutions be performed?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manner of performing ablutions is as follows:</w:t>
      </w:r>
    </w:p>
    <w:p w:rsidR="00CF3F93" w:rsidRDefault="00CF3F93" w:rsidP="00CF3F93">
      <w:pPr>
        <w:pStyle w:val="libNormal"/>
      </w:pPr>
      <w:r>
        <w:t>1. Washing the face from the hairline to the chin.</w:t>
      </w:r>
    </w:p>
    <w:p w:rsidR="00CF3F93" w:rsidRDefault="00CF3F93" w:rsidP="00CF3F93">
      <w:pPr>
        <w:pStyle w:val="libNormal"/>
      </w:pPr>
      <w:r>
        <w:t>2. Washing of the right hand from the elbow to the tip o</w:t>
      </w:r>
      <w:r w:rsidR="000055F1">
        <w:t>f</w:t>
      </w:r>
      <w:r w:rsidR="00F04C85">
        <w:t xml:space="preserve"> </w:t>
      </w:r>
      <w:r>
        <w:t>the fingers.</w:t>
      </w:r>
    </w:p>
    <w:p w:rsidR="00CF3F93" w:rsidRDefault="00CF3F93" w:rsidP="00CF3F93">
      <w:pPr>
        <w:pStyle w:val="libNormal"/>
      </w:pPr>
      <w:r>
        <w:t>3. Washing of the left hand from the elbow to the tip of th</w:t>
      </w:r>
      <w:r w:rsidR="000055F1">
        <w:t>e</w:t>
      </w:r>
      <w:r w:rsidR="00F04C85">
        <w:t xml:space="preserve"> </w:t>
      </w:r>
      <w:r>
        <w:t>fingers.</w:t>
      </w:r>
    </w:p>
    <w:p w:rsidR="00CF3F93" w:rsidRDefault="00CF3F93" w:rsidP="00CF3F93">
      <w:pPr>
        <w:pStyle w:val="libNormal"/>
      </w:pPr>
      <w:r>
        <w:t>4. Wiping the front part of the head with the moisture fro</w:t>
      </w:r>
      <w:r w:rsidR="000055F1">
        <w:t>m</w:t>
      </w:r>
      <w:r w:rsidR="00F04C85">
        <w:t xml:space="preserve"> </w:t>
      </w:r>
      <w:r>
        <w:t>the underside of the right hand.</w:t>
      </w:r>
    </w:p>
    <w:p w:rsidR="00CF3F93" w:rsidRDefault="00CF3F93" w:rsidP="00CF3F93">
      <w:pPr>
        <w:pStyle w:val="libNormal"/>
      </w:pPr>
      <w:r>
        <w:t>5. Wiping the top surface of the two feet with the moistur</w:t>
      </w:r>
      <w:r w:rsidR="000055F1">
        <w:t>e</w:t>
      </w:r>
      <w:r w:rsidR="00F04C85">
        <w:t xml:space="preserve"> </w:t>
      </w:r>
      <w:r>
        <w:t>from the palms of both hands, respectively.</w:t>
      </w:r>
    </w:p>
    <w:p w:rsidR="00CF3F93" w:rsidRPr="001B2F03" w:rsidRDefault="00CF3F93" w:rsidP="006D51A0">
      <w:pPr>
        <w:pStyle w:val="Heading3"/>
      </w:pPr>
      <w:bookmarkStart w:id="54" w:name="_Toc496784710"/>
      <w:r w:rsidRPr="001B2F03">
        <w:lastRenderedPageBreak/>
        <w:t>COMPLETE WASH (GHUSL)</w:t>
      </w:r>
      <w:bookmarkEnd w:id="54"/>
    </w:p>
    <w:p w:rsidR="00CF3F93" w:rsidRDefault="00CF3F93" w:rsidP="00CF3F93">
      <w:pPr>
        <w:pStyle w:val="libNormal"/>
      </w:pPr>
      <w:r>
        <w:t>B. A wash of the entire body, which is of two kinds:</w:t>
      </w:r>
    </w:p>
    <w:p w:rsidR="00CF3F93" w:rsidRDefault="00CF3F93" w:rsidP="00CF3F93">
      <w:pPr>
        <w:pStyle w:val="libNormal"/>
      </w:pPr>
      <w:r>
        <w:t>1. Obligatory complete wash.</w:t>
      </w:r>
    </w:p>
    <w:p w:rsidR="00CF3F93" w:rsidRDefault="00CF3F93" w:rsidP="00CF3F93">
      <w:pPr>
        <w:pStyle w:val="libNormal"/>
      </w:pPr>
      <w:r>
        <w:t>2. Recommended complete wash.</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When is a complete wash obligatory?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 complete wash must be taken in the following six instances:</w:t>
      </w:r>
    </w:p>
    <w:p w:rsidR="00CF3F93" w:rsidRDefault="00CF3F93" w:rsidP="00CF3F93">
      <w:pPr>
        <w:pStyle w:val="libNormal"/>
      </w:pPr>
      <w:r>
        <w:t xml:space="preserve">1. </w:t>
      </w:r>
      <w:proofErr w:type="spellStart"/>
      <w:r>
        <w:t>Janaba</w:t>
      </w:r>
      <w:proofErr w:type="spellEnd"/>
      <w:r>
        <w:t>: that is after the ejaculation of semen or penetration.</w:t>
      </w:r>
    </w:p>
    <w:p w:rsidR="00CF3F93" w:rsidRDefault="00CF3F93" w:rsidP="00CF3F93">
      <w:pPr>
        <w:pStyle w:val="libNormal"/>
      </w:pPr>
      <w:r>
        <w:t xml:space="preserve">2. Menstruation: this is blood which a </w:t>
      </w:r>
      <w:proofErr w:type="gramStart"/>
      <w:r>
        <w:t>women</w:t>
      </w:r>
      <w:proofErr w:type="gramEnd"/>
      <w:r>
        <w:t xml:space="preserve"> usually sees bein</w:t>
      </w:r>
      <w:r w:rsidR="000055F1">
        <w:t>g</w:t>
      </w:r>
      <w:r w:rsidR="00F04C85">
        <w:t xml:space="preserve"> </w:t>
      </w:r>
      <w:r>
        <w:t>discharged once a month.</w:t>
      </w:r>
    </w:p>
    <w:p w:rsidR="00CF3F93" w:rsidRDefault="00CF3F93" w:rsidP="00CF3F93">
      <w:pPr>
        <w:pStyle w:val="libNormal"/>
      </w:pPr>
      <w:r>
        <w:t>3. The discharge of blood etc (</w:t>
      </w:r>
      <w:proofErr w:type="spellStart"/>
      <w:r>
        <w:t>lochia</w:t>
      </w:r>
      <w:proofErr w:type="spellEnd"/>
      <w:r>
        <w:t>) after childbirth.</w:t>
      </w:r>
    </w:p>
    <w:p w:rsidR="00CF3F93" w:rsidRDefault="00CF3F93" w:rsidP="00CF3F93">
      <w:pPr>
        <w:pStyle w:val="libNormal"/>
      </w:pPr>
      <w:r>
        <w:t>4. (For a woman), discharge of blood, other than the monthl</w:t>
      </w:r>
      <w:r w:rsidR="000055F1">
        <w:t>y</w:t>
      </w:r>
      <w:r w:rsidR="00F04C85">
        <w:t xml:space="preserve"> </w:t>
      </w:r>
      <w:r>
        <w:t>menstruation and a minor menstruation - for a full explanatio</w:t>
      </w:r>
      <w:r w:rsidR="000055F1">
        <w:t>n</w:t>
      </w:r>
      <w:r w:rsidR="00F04C85">
        <w:t xml:space="preserve"> </w:t>
      </w:r>
      <w:r>
        <w:t>reference should be made to a more detailed volume.</w:t>
      </w:r>
    </w:p>
    <w:p w:rsidR="00CF3F93" w:rsidRDefault="00CF3F93" w:rsidP="00CF3F93">
      <w:pPr>
        <w:pStyle w:val="libNormal"/>
      </w:pPr>
      <w:r>
        <w:t>5. Touching a corpse: a complete wash becomes obligatory if on</w:t>
      </w:r>
      <w:r w:rsidR="000055F1">
        <w:t>e</w:t>
      </w:r>
      <w:r w:rsidR="00F04C85">
        <w:t xml:space="preserve"> </w:t>
      </w:r>
      <w:r>
        <w:t>touches the dead body of a human being after it has grown col</w:t>
      </w:r>
      <w:r w:rsidR="000055F1">
        <w:t>d</w:t>
      </w:r>
      <w:r w:rsidR="00F04C85">
        <w:t xml:space="preserve"> </w:t>
      </w:r>
      <w:r>
        <w:t>and before it has been washed.</w:t>
      </w:r>
    </w:p>
    <w:p w:rsidR="00CF3F93" w:rsidRDefault="00CF3F93" w:rsidP="00CF3F93">
      <w:pPr>
        <w:pStyle w:val="libNormal"/>
      </w:pPr>
      <w:r>
        <w:t>6. A dead person: it is obligatory that he or she be given a complet</w:t>
      </w:r>
      <w:r w:rsidR="000055F1">
        <w:t>e</w:t>
      </w:r>
      <w:r w:rsidR="00F04C85">
        <w:t xml:space="preserve"> </w:t>
      </w:r>
      <w:r>
        <w:t>wash.</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the recommended complete washes?</w:t>
      </w:r>
    </w:p>
    <w:p w:rsidR="00CF3F93" w:rsidRPr="008B697D" w:rsidRDefault="00CF3F93" w:rsidP="00CF3F93">
      <w:pPr>
        <w:pStyle w:val="libNormal"/>
        <w:rPr>
          <w:rStyle w:val="libBold1Char"/>
        </w:rPr>
      </w:pPr>
      <w:r w:rsidRPr="008B697D">
        <w:rPr>
          <w:rStyle w:val="libBold1Char"/>
        </w:rPr>
        <w:t>Answer:</w:t>
      </w:r>
    </w:p>
    <w:p w:rsidR="00CF3F93" w:rsidRDefault="00CF3F93" w:rsidP="001A01F2">
      <w:pPr>
        <w:pStyle w:val="libNormal"/>
      </w:pPr>
      <w:r>
        <w:t>There are many such as, for instance, the wash on Fridays</w:t>
      </w:r>
      <w:r w:rsidR="000055F1">
        <w:t>,</w:t>
      </w:r>
      <w:r w:rsidR="00F04C85">
        <w:t xml:space="preserve"> </w:t>
      </w:r>
      <w:r>
        <w:t>Festival Days</w:t>
      </w:r>
      <w:r w:rsidR="001A01F2" w:rsidRPr="003418E0">
        <w:rPr>
          <w:rStyle w:val="libFootnotenumChar"/>
        </w:rPr>
        <w:t>46</w:t>
      </w:r>
      <w:r>
        <w:t xml:space="preserve"> and on the nights of the month of Ramadan.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the mode of taking a complete wash?</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It can be taken in one of two ways:</w:t>
      </w:r>
    </w:p>
    <w:p w:rsidR="00CF3F93" w:rsidRDefault="00CF3F93" w:rsidP="00CF3F93">
      <w:pPr>
        <w:pStyle w:val="libNormal"/>
      </w:pPr>
      <w:r>
        <w:t>1. Submersing oneself: plunging oneself once into pur</w:t>
      </w:r>
      <w:r w:rsidR="000055F1">
        <w:t>e</w:t>
      </w:r>
      <w:r w:rsidR="00F04C85">
        <w:t xml:space="preserve"> </w:t>
      </w:r>
      <w:r>
        <w:t>water, which it is legally permissible to use (</w:t>
      </w:r>
      <w:proofErr w:type="spellStart"/>
      <w:r>
        <w:t>halal</w:t>
      </w:r>
      <w:proofErr w:type="spellEnd"/>
      <w:r>
        <w:t>), i</w:t>
      </w:r>
      <w:r w:rsidR="000055F1">
        <w:t>n</w:t>
      </w:r>
      <w:r w:rsidR="00F04C85">
        <w:t xml:space="preserve"> </w:t>
      </w:r>
      <w:r>
        <w:t>such a way that the water covers the whole body.</w:t>
      </w:r>
    </w:p>
    <w:p w:rsidR="00CF3F93" w:rsidRDefault="00CF3F93" w:rsidP="00CF3F93">
      <w:pPr>
        <w:pStyle w:val="libNormal"/>
      </w:pPr>
      <w:r>
        <w:t>2. Washing in a certain order: firstly washing the head an</w:t>
      </w:r>
      <w:r w:rsidR="000055F1">
        <w:t>d</w:t>
      </w:r>
      <w:r w:rsidR="00F04C85">
        <w:t xml:space="preserve"> </w:t>
      </w:r>
      <w:r>
        <w:t>neck, then the right side of the body and, after that, th</w:t>
      </w:r>
      <w:r w:rsidR="000055F1">
        <w:t>e</w:t>
      </w:r>
      <w:r w:rsidR="00F04C85">
        <w:t xml:space="preserve"> </w:t>
      </w:r>
      <w:r>
        <w:t>left side of the body.</w:t>
      </w:r>
    </w:p>
    <w:p w:rsidR="00CF3F93" w:rsidRDefault="00CF3F93" w:rsidP="00CF3F93">
      <w:pPr>
        <w:pStyle w:val="libNormal"/>
      </w:pPr>
      <w:r>
        <w:t>However, one who cannot perform ablutions or take a complet</w:t>
      </w:r>
      <w:r w:rsidR="000055F1">
        <w:t>e</w:t>
      </w:r>
      <w:r w:rsidR="00F04C85">
        <w:t xml:space="preserve"> </w:t>
      </w:r>
      <w:r>
        <w:t xml:space="preserve">wash is required by Islam to do </w:t>
      </w:r>
      <w:proofErr w:type="spellStart"/>
      <w:r>
        <w:t>tayammum</w:t>
      </w:r>
      <w:proofErr w:type="spellEnd"/>
      <w:r>
        <w:t>.</w:t>
      </w:r>
    </w:p>
    <w:p w:rsidR="00CF3F93" w:rsidRPr="001B2F03" w:rsidRDefault="00CF3F93" w:rsidP="006D51A0">
      <w:pPr>
        <w:pStyle w:val="Heading3"/>
      </w:pPr>
      <w:bookmarkStart w:id="55" w:name="_Toc496784711"/>
      <w:r w:rsidRPr="001B2F03">
        <w:t>TAYAMMUM</w:t>
      </w:r>
      <w:bookmarkEnd w:id="55"/>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that?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spellStart"/>
      <w:r>
        <w:t>Tayammum</w:t>
      </w:r>
      <w:proofErr w:type="spellEnd"/>
      <w:r>
        <w:t xml:space="preserve"> consists of:</w:t>
      </w:r>
    </w:p>
    <w:p w:rsidR="00CF3F93" w:rsidRDefault="00CF3F93" w:rsidP="00CF3F93">
      <w:pPr>
        <w:pStyle w:val="libNormal"/>
      </w:pPr>
      <w:r>
        <w:t>1. Striking the palms of the two hands on clean and legall</w:t>
      </w:r>
      <w:r w:rsidR="000055F1">
        <w:t>y</w:t>
      </w:r>
      <w:r w:rsidR="00F04C85">
        <w:t xml:space="preserve"> </w:t>
      </w:r>
      <w:r>
        <w:t>permissible earth, then shaking them and after tha</w:t>
      </w:r>
      <w:r w:rsidR="000055F1">
        <w:t>t</w:t>
      </w:r>
      <w:r w:rsidR="00F04C85">
        <w:t xml:space="preserve"> </w:t>
      </w:r>
      <w:r>
        <w:t>wiping the forehead with the two palms, from th</w:t>
      </w:r>
      <w:r w:rsidR="000055F1">
        <w:t>e</w:t>
      </w:r>
      <w:r w:rsidR="00F04C85">
        <w:t xml:space="preserve"> </w:t>
      </w:r>
      <w:r>
        <w:t>beginning of the hairline up to the top part of the nose.</w:t>
      </w:r>
    </w:p>
    <w:p w:rsidR="00CF3F93" w:rsidRDefault="00CF3F93" w:rsidP="00CF3F93">
      <w:pPr>
        <w:pStyle w:val="libNormal"/>
      </w:pPr>
      <w:r>
        <w:t>2. Wiping the upper part of the hands with the palms b</w:t>
      </w:r>
      <w:r w:rsidR="000055F1">
        <w:t>y</w:t>
      </w:r>
      <w:r w:rsidR="00F04C85">
        <w:t xml:space="preserve"> </w:t>
      </w:r>
      <w:r>
        <w:t>first wiping the upper part of the right hand with th</w:t>
      </w:r>
      <w:r w:rsidR="000055F1">
        <w:t>e</w:t>
      </w:r>
      <w:r w:rsidR="00F04C85">
        <w:t xml:space="preserve"> </w:t>
      </w:r>
      <w:r>
        <w:t>palm of the left hand and vice-versa.</w:t>
      </w:r>
    </w:p>
    <w:p w:rsidR="00CF3F93" w:rsidRDefault="00CF3F93" w:rsidP="00CF3F93">
      <w:pPr>
        <w:pStyle w:val="libNormal"/>
      </w:pPr>
      <w:r>
        <w:t>3. Again striking the palms of the two hands on the eart</w:t>
      </w:r>
      <w:r w:rsidR="000055F1">
        <w:t>h</w:t>
      </w:r>
      <w:r w:rsidR="00F04C85">
        <w:t xml:space="preserve"> </w:t>
      </w:r>
      <w:r>
        <w:t>and wiping the upper part of the hands with them in th</w:t>
      </w:r>
      <w:r w:rsidR="000055F1">
        <w:t>e</w:t>
      </w:r>
      <w:r w:rsidR="00F04C85">
        <w:t xml:space="preserve"> </w:t>
      </w:r>
      <w:r>
        <w:t>way just described.</w:t>
      </w:r>
    </w:p>
    <w:p w:rsidR="00CF3F93" w:rsidRDefault="00CF3F93" w:rsidP="00CF3F93">
      <w:pPr>
        <w:pStyle w:val="libNormal"/>
      </w:pPr>
      <w:r>
        <w:lastRenderedPageBreak/>
        <w:t>Clearly these rites of purification have to be done with th</w:t>
      </w:r>
      <w:r w:rsidR="000055F1">
        <w:t>e</w:t>
      </w:r>
      <w:r w:rsidR="00F04C85">
        <w:t xml:space="preserve"> </w:t>
      </w:r>
      <w:r>
        <w:t>intention of seeking nearness to God and consequently they no</w:t>
      </w:r>
      <w:r w:rsidR="000055F1">
        <w:t>t</w:t>
      </w:r>
      <w:r w:rsidR="00F04C85">
        <w:t xml:space="preserve"> </w:t>
      </w:r>
      <w:r>
        <w:t>only purify a person externally but also cleanse him or he</w:t>
      </w:r>
      <w:r w:rsidR="000055F1">
        <w:t>r</w:t>
      </w:r>
      <w:r w:rsidR="00F04C85">
        <w:t xml:space="preserve"> </w:t>
      </w:r>
      <w:r>
        <w:t>inwardly, since seeking to draw close to God necessitates also th</w:t>
      </w:r>
      <w:r w:rsidR="000055F1">
        <w:t>e</w:t>
      </w:r>
      <w:r w:rsidR="00F04C85">
        <w:t xml:space="preserve"> </w:t>
      </w:r>
      <w:r>
        <w:t>cleansing of the soul.</w:t>
      </w:r>
    </w:p>
    <w:p w:rsidR="00CF3F93" w:rsidRPr="001B2F03" w:rsidRDefault="00CF3F93" w:rsidP="006D51A0">
      <w:pPr>
        <w:pStyle w:val="Heading2"/>
      </w:pPr>
      <w:bookmarkStart w:id="56" w:name="_Toc496784712"/>
      <w:r w:rsidRPr="001B2F03">
        <w:t>PLACES for WORSHIP</w:t>
      </w:r>
      <w:bookmarkEnd w:id="56"/>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do you mean by places for worship?</w:t>
      </w:r>
    </w:p>
    <w:p w:rsidR="00CF3F93" w:rsidRPr="008B697D" w:rsidRDefault="00CF3F93" w:rsidP="00CF3F93">
      <w:pPr>
        <w:pStyle w:val="libNormal"/>
        <w:rPr>
          <w:rStyle w:val="libBold1Char"/>
        </w:rPr>
      </w:pPr>
      <w:r w:rsidRPr="008B697D">
        <w:rPr>
          <w:rStyle w:val="libBold1Char"/>
        </w:rPr>
        <w:t>Answer:</w:t>
      </w:r>
    </w:p>
    <w:p w:rsidR="00CF3F93" w:rsidRDefault="00CF3F93" w:rsidP="001A01F2">
      <w:pPr>
        <w:pStyle w:val="libNormal"/>
      </w:pPr>
      <w:r>
        <w:t>The Prophet of Islam, Muhammad (God’s blessings and peace b</w:t>
      </w:r>
      <w:r w:rsidR="000055F1">
        <w:t>e</w:t>
      </w:r>
      <w:r w:rsidR="00F04C85">
        <w:t xml:space="preserve"> </w:t>
      </w:r>
      <w:r>
        <w:t>upon him and his progeny) says: “The ground has been made fo</w:t>
      </w:r>
      <w:r w:rsidR="000055F1">
        <w:t>r</w:t>
      </w:r>
      <w:r w:rsidR="00F04C85">
        <w:t xml:space="preserve"> </w:t>
      </w:r>
      <w:r>
        <w:t>me a place of prostration (</w:t>
      </w:r>
      <w:proofErr w:type="spellStart"/>
      <w:r>
        <w:t>masjid</w:t>
      </w:r>
      <w:proofErr w:type="spellEnd"/>
      <w:r>
        <w:t>) and its earth [made] pure fo</w:t>
      </w:r>
      <w:r w:rsidR="000055F1">
        <w:t>r</w:t>
      </w:r>
      <w:r w:rsidR="00F04C85">
        <w:t xml:space="preserve"> </w:t>
      </w:r>
      <w:r>
        <w:t>me”</w:t>
      </w:r>
      <w:r w:rsidR="001A01F2" w:rsidRPr="003418E0">
        <w:rPr>
          <w:rStyle w:val="libFootnotenumChar"/>
        </w:rPr>
        <w:t>47</w:t>
      </w:r>
      <w:r>
        <w:t>.</w:t>
      </w:r>
    </w:p>
    <w:p w:rsidR="00CF3F93" w:rsidRDefault="00CF3F93" w:rsidP="00CF3F93">
      <w:pPr>
        <w:pStyle w:val="libNormal"/>
      </w:pPr>
      <w:r>
        <w:t>Therefore, in the view of Islam the ground everywhere is suitabl</w:t>
      </w:r>
      <w:r w:rsidR="000055F1">
        <w:t>e</w:t>
      </w:r>
      <w:r w:rsidR="00F04C85">
        <w:t xml:space="preserve"> </w:t>
      </w:r>
      <w:r>
        <w:t>for worship, and thus worship has no particular place. Moreover</w:t>
      </w:r>
      <w:r w:rsidR="000055F1">
        <w:t>,</w:t>
      </w:r>
      <w:r w:rsidR="00F04C85">
        <w:t xml:space="preserve"> </w:t>
      </w:r>
      <w:r>
        <w:t>in Islam, there is no place assigned for the worship of one grou</w:t>
      </w:r>
      <w:r w:rsidR="000055F1">
        <w:t>p</w:t>
      </w:r>
      <w:r w:rsidR="00F04C85">
        <w:t xml:space="preserve"> </w:t>
      </w:r>
      <w:r>
        <w:t>of people, and another set up for another group. God Almight</w:t>
      </w:r>
      <w:r w:rsidR="000055F1">
        <w:t>y</w:t>
      </w:r>
      <w:r w:rsidR="00F04C85">
        <w:t xml:space="preserve"> </w:t>
      </w:r>
      <w:r>
        <w:t>states:</w:t>
      </w:r>
    </w:p>
    <w:p w:rsidR="00CF3F93" w:rsidRDefault="00CF3F93" w:rsidP="00CF3F93">
      <w:pPr>
        <w:pStyle w:val="libNormal"/>
      </w:pPr>
      <w:r>
        <w:t>“And turn your faces [to Him] in every place of prostratio</w:t>
      </w:r>
      <w:r w:rsidR="000055F1">
        <w:t>n</w:t>
      </w:r>
      <w:r w:rsidR="00F04C85">
        <w:t xml:space="preserve"> </w:t>
      </w:r>
      <w:r>
        <w:t>(</w:t>
      </w:r>
      <w:proofErr w:type="spellStart"/>
      <w:r>
        <w:t>masjid</w:t>
      </w:r>
      <w:proofErr w:type="spellEnd"/>
      <w:r>
        <w:t>)</w:t>
      </w:r>
      <w:proofErr w:type="gramStart"/>
      <w:r>
        <w:t>”[</w:t>
      </w:r>
      <w:proofErr w:type="gramEnd"/>
      <w:r>
        <w:t>7: 29].</w:t>
      </w:r>
    </w:p>
    <w:p w:rsidR="00CF3F93" w:rsidRDefault="00CF3F93" w:rsidP="00CF3F93">
      <w:pPr>
        <w:pStyle w:val="libNormal"/>
      </w:pPr>
      <w:r>
        <w:t>However Islam has established certain places specifically fo</w:t>
      </w:r>
      <w:r w:rsidR="000055F1">
        <w:t>r</w:t>
      </w:r>
      <w:r w:rsidR="00F04C85">
        <w:t xml:space="preserve"> </w:t>
      </w:r>
      <w:r>
        <w:t>worship called mosques (</w:t>
      </w:r>
      <w:proofErr w:type="spellStart"/>
      <w:r>
        <w:t>masajid</w:t>
      </w:r>
      <w:proofErr w:type="spellEnd"/>
      <w:r>
        <w:t xml:space="preserve">, sing. </w:t>
      </w:r>
      <w:proofErr w:type="spellStart"/>
      <w:r>
        <w:t>masjid</w:t>
      </w:r>
      <w:proofErr w:type="spellEnd"/>
      <w:r>
        <w:t>) and encourage</w:t>
      </w:r>
      <w:r w:rsidR="000055F1">
        <w:t>s</w:t>
      </w:r>
      <w:r w:rsidR="00F04C85">
        <w:t xml:space="preserve"> </w:t>
      </w:r>
      <w:r>
        <w:t xml:space="preserve">worship and the gathering of people in them and has promised </w:t>
      </w:r>
      <w:r w:rsidR="000055F1">
        <w:t>a</w:t>
      </w:r>
      <w:r w:rsidR="00F04C85">
        <w:t xml:space="preserve"> </w:t>
      </w:r>
      <w:r>
        <w:t>great reward for building them, lighting them and looking afte</w:t>
      </w:r>
      <w:r w:rsidR="000055F1">
        <w:t>r</w:t>
      </w:r>
      <w:r w:rsidR="00F04C85">
        <w:t xml:space="preserve"> </w:t>
      </w:r>
      <w:r>
        <w:t>their affairs. Praying in a mosque is preferable to prayin</w:t>
      </w:r>
      <w:r w:rsidR="000055F1">
        <w:t>g</w:t>
      </w:r>
      <w:r w:rsidR="00F04C85">
        <w:t xml:space="preserve"> </w:t>
      </w:r>
      <w:r>
        <w:t>elsewhere.</w:t>
      </w:r>
    </w:p>
    <w:p w:rsidR="00CF3F93" w:rsidRDefault="00CF3F93" w:rsidP="00CF3F93">
      <w:pPr>
        <w:pStyle w:val="libNormal"/>
      </w:pPr>
      <w:r>
        <w:t>Places for worship are divided into:-</w:t>
      </w:r>
    </w:p>
    <w:p w:rsidR="00CF3F93" w:rsidRDefault="00CF3F93" w:rsidP="00CF3F93">
      <w:pPr>
        <w:pStyle w:val="libNormal"/>
      </w:pPr>
      <w:r>
        <w:t>1. Places which are in the highest category of importanc</w:t>
      </w:r>
      <w:r w:rsidR="000055F1">
        <w:t>e</w:t>
      </w:r>
      <w:r w:rsidR="00F04C85">
        <w:t xml:space="preserve"> </w:t>
      </w:r>
      <w:r>
        <w:t>such as the al-</w:t>
      </w:r>
      <w:proofErr w:type="spellStart"/>
      <w:r>
        <w:t>Haram</w:t>
      </w:r>
      <w:proofErr w:type="spellEnd"/>
      <w:r>
        <w:t xml:space="preserve"> Mosque at </w:t>
      </w:r>
      <w:proofErr w:type="spellStart"/>
      <w:r>
        <w:t>Makka</w:t>
      </w:r>
      <w:proofErr w:type="spellEnd"/>
      <w:r>
        <w:t>, the Mosque o</w:t>
      </w:r>
      <w:r w:rsidR="000055F1">
        <w:t>f</w:t>
      </w:r>
      <w:r w:rsidR="00F04C85">
        <w:t xml:space="preserve"> </w:t>
      </w:r>
      <w:r>
        <w:t>the Prophet (God’s blessings and peace be upon him an</w:t>
      </w:r>
      <w:r w:rsidR="000055F1">
        <w:t>d</w:t>
      </w:r>
      <w:r w:rsidR="00F04C85">
        <w:t xml:space="preserve"> </w:t>
      </w:r>
      <w:r>
        <w:t>his progeny) at al-</w:t>
      </w:r>
      <w:proofErr w:type="spellStart"/>
      <w:r>
        <w:t>Madina</w:t>
      </w:r>
      <w:proofErr w:type="spellEnd"/>
      <w:r>
        <w:t xml:space="preserve">, the Mosque of </w:t>
      </w:r>
      <w:proofErr w:type="spellStart"/>
      <w:r>
        <w:t>Kufa</w:t>
      </w:r>
      <w:proofErr w:type="spellEnd"/>
      <w:r>
        <w:t>, (nea</w:t>
      </w:r>
      <w:r w:rsidR="000055F1">
        <w:t>r</w:t>
      </w:r>
      <w:r w:rsidR="00F04C85">
        <w:t xml:space="preserve"> </w:t>
      </w:r>
      <w:r>
        <w:t>the city of Najaf), the Mosque of Basra in the city o</w:t>
      </w:r>
      <w:r w:rsidR="000055F1">
        <w:t>f</w:t>
      </w:r>
      <w:r w:rsidR="00F04C85">
        <w:t xml:space="preserve"> </w:t>
      </w:r>
      <w:r>
        <w:t xml:space="preserve">Basra, and the </w:t>
      </w:r>
      <w:proofErr w:type="spellStart"/>
      <w:r>
        <w:t>Sakhr</w:t>
      </w:r>
      <w:proofErr w:type="spellEnd"/>
      <w:r>
        <w:t xml:space="preserve"> al-Sharif (the Dome of the Rock)</w:t>
      </w:r>
    </w:p>
    <w:p w:rsidR="00CF3F93" w:rsidRDefault="00CF3F93" w:rsidP="00CF3F93">
      <w:pPr>
        <w:pStyle w:val="libNormal"/>
      </w:pPr>
      <w:proofErr w:type="gramStart"/>
      <w:r>
        <w:t>at</w:t>
      </w:r>
      <w:proofErr w:type="gramEnd"/>
      <w:r>
        <w:t xml:space="preserve"> Jerusalem in Palestine.</w:t>
      </w:r>
    </w:p>
    <w:p w:rsidR="00CF3F93" w:rsidRDefault="00CF3F93" w:rsidP="001A01F2">
      <w:pPr>
        <w:pStyle w:val="libNormal"/>
      </w:pPr>
      <w:r>
        <w:t>2. Places that are in the second category of importanc</w:t>
      </w:r>
      <w:r w:rsidR="000055F1">
        <w:t>e</w:t>
      </w:r>
      <w:r w:rsidR="00F04C85">
        <w:t xml:space="preserve"> </w:t>
      </w:r>
      <w:r>
        <w:t xml:space="preserve">such as the </w:t>
      </w:r>
      <w:proofErr w:type="spellStart"/>
      <w:r>
        <w:t>Sahla</w:t>
      </w:r>
      <w:proofErr w:type="spellEnd"/>
      <w:r>
        <w:t xml:space="preserve"> mosque near Najaf and the </w:t>
      </w:r>
      <w:proofErr w:type="spellStart"/>
      <w:r>
        <w:t>Barath</w:t>
      </w:r>
      <w:r w:rsidR="000055F1">
        <w:t>a</w:t>
      </w:r>
      <w:proofErr w:type="spellEnd"/>
      <w:r w:rsidR="00F04C85">
        <w:t xml:space="preserve"> </w:t>
      </w:r>
      <w:r>
        <w:t>mosque</w:t>
      </w:r>
      <w:r w:rsidR="001A01F2" w:rsidRPr="003418E0">
        <w:rPr>
          <w:rStyle w:val="libFootnotenumChar"/>
        </w:rPr>
        <w:t>48</w:t>
      </w:r>
      <w:r>
        <w:t xml:space="preserve"> between </w:t>
      </w:r>
      <w:proofErr w:type="spellStart"/>
      <w:r>
        <w:t>Kadhimayn</w:t>
      </w:r>
      <w:proofErr w:type="spellEnd"/>
      <w:r>
        <w:t xml:space="preserve"> and Baghdad.</w:t>
      </w:r>
    </w:p>
    <w:p w:rsidR="00CF3F93" w:rsidRDefault="00CF3F93" w:rsidP="00CF3F93">
      <w:pPr>
        <w:pStyle w:val="libNormal"/>
      </w:pPr>
      <w:r>
        <w:t xml:space="preserve">3. Places at the third level of importance which </w:t>
      </w:r>
      <w:proofErr w:type="gramStart"/>
      <w:r>
        <w:t>are</w:t>
      </w:r>
      <w:proofErr w:type="gramEnd"/>
      <w:r>
        <w:t xml:space="preserve"> all th</w:t>
      </w:r>
      <w:r w:rsidR="000055F1">
        <w:t>e</w:t>
      </w:r>
      <w:r w:rsidR="00F04C85">
        <w:t xml:space="preserve"> </w:t>
      </w:r>
      <w:r>
        <w:t>other mosques which Muslims have built throughout th</w:t>
      </w:r>
      <w:r w:rsidR="000055F1">
        <w:t>e</w:t>
      </w:r>
      <w:r w:rsidR="00F04C85">
        <w:t xml:space="preserve"> </w:t>
      </w:r>
      <w:r>
        <w:t>world. They vary one from another in status as has bee</w:t>
      </w:r>
      <w:r w:rsidR="000055F1">
        <w:t>n</w:t>
      </w:r>
      <w:r w:rsidR="00F04C85">
        <w:t xml:space="preserve"> </w:t>
      </w:r>
      <w:r>
        <w:t>explained in Islamic jurisprudence.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Are there special injunctions relating to mosques?</w:t>
      </w:r>
    </w:p>
    <w:p w:rsidR="00CF3F93" w:rsidRPr="008B697D" w:rsidRDefault="00CF3F93" w:rsidP="00CF3F93">
      <w:pPr>
        <w:pStyle w:val="libNormal"/>
        <w:rPr>
          <w:rStyle w:val="libBold1Char"/>
        </w:rPr>
      </w:pPr>
      <w:r w:rsidRPr="008B697D">
        <w:rPr>
          <w:rStyle w:val="libBold1Char"/>
        </w:rPr>
        <w:t>Answer:</w:t>
      </w:r>
    </w:p>
    <w:p w:rsidR="00CF3F93" w:rsidRDefault="00CF3F93" w:rsidP="00337E26">
      <w:pPr>
        <w:pStyle w:val="libNormal"/>
      </w:pPr>
      <w:r>
        <w:t>Indeed there are. For instance, it is forbidden to defile them an</w:t>
      </w:r>
      <w:r w:rsidR="000055F1">
        <w:t>d</w:t>
      </w:r>
      <w:r w:rsidR="00F04C85">
        <w:t xml:space="preserve"> </w:t>
      </w:r>
      <w:r>
        <w:t xml:space="preserve">arbitrarily to demolish them. It is also forbidden for a person in </w:t>
      </w:r>
      <w:r w:rsidR="000055F1">
        <w:t>a</w:t>
      </w:r>
      <w:r w:rsidR="00F04C85">
        <w:t xml:space="preserve"> </w:t>
      </w:r>
      <w:r>
        <w:t xml:space="preserve">state of </w:t>
      </w:r>
      <w:proofErr w:type="spellStart"/>
      <w:r>
        <w:t>janaba</w:t>
      </w:r>
      <w:proofErr w:type="spellEnd"/>
      <w:r>
        <w:t xml:space="preserve"> or a woman in menstruation or who is in a stat</w:t>
      </w:r>
      <w:r w:rsidR="000055F1">
        <w:t>e</w:t>
      </w:r>
      <w:r w:rsidR="00F04C85">
        <w:t xml:space="preserve"> </w:t>
      </w:r>
      <w:r>
        <w:t xml:space="preserve">of </w:t>
      </w:r>
      <w:proofErr w:type="spellStart"/>
      <w:r>
        <w:t>lochial</w:t>
      </w:r>
      <w:proofErr w:type="spellEnd"/>
      <w:r>
        <w:t xml:space="preserve"> discharge after childbirth to sit in a mosque, and it i</w:t>
      </w:r>
      <w:r w:rsidR="000055F1">
        <w:t>s</w:t>
      </w:r>
      <w:r w:rsidR="00F04C85">
        <w:t xml:space="preserve"> </w:t>
      </w:r>
      <w:r>
        <w:t xml:space="preserve">forbidden for those in a state of </w:t>
      </w:r>
      <w:proofErr w:type="spellStart"/>
      <w:r>
        <w:t>janaba</w:t>
      </w:r>
      <w:proofErr w:type="spellEnd"/>
      <w:r>
        <w:t xml:space="preserve"> even to pass through th</w:t>
      </w:r>
      <w:r w:rsidR="000055F1">
        <w:t>e</w:t>
      </w:r>
      <w:r w:rsidR="00F04C85">
        <w:t xml:space="preserve"> </w:t>
      </w:r>
      <w:r>
        <w:t>al-</w:t>
      </w:r>
      <w:proofErr w:type="spellStart"/>
      <w:r>
        <w:t>Haram</w:t>
      </w:r>
      <w:proofErr w:type="spellEnd"/>
      <w:r>
        <w:t xml:space="preserve"> Mosque at </w:t>
      </w:r>
      <w:proofErr w:type="spellStart"/>
      <w:r>
        <w:t>Makka</w:t>
      </w:r>
      <w:proofErr w:type="spellEnd"/>
      <w:r>
        <w:t xml:space="preserve"> and the Mosque of the Prophe</w:t>
      </w:r>
      <w:r w:rsidR="000055F1">
        <w:t>t</w:t>
      </w:r>
      <w:r w:rsidR="00F04C85">
        <w:t xml:space="preserve"> </w:t>
      </w:r>
      <w:r>
        <w:t>(God’s blessings and peace be upon him and his progeny) in al-</w:t>
      </w:r>
      <w:r w:rsidR="00337E26">
        <w:t xml:space="preserve"> </w:t>
      </w:r>
      <w:proofErr w:type="spellStart"/>
      <w:r>
        <w:t>Madina</w:t>
      </w:r>
      <w:proofErr w:type="spellEnd"/>
      <w:r>
        <w:t>.</w:t>
      </w:r>
    </w:p>
    <w:p w:rsidR="00CF3F93" w:rsidRPr="001B2F03" w:rsidRDefault="00CF3F93" w:rsidP="006D51A0">
      <w:pPr>
        <w:pStyle w:val="Heading2"/>
      </w:pPr>
      <w:bookmarkStart w:id="57" w:name="_Toc496784713"/>
      <w:r w:rsidRPr="001B2F03">
        <w:t>HOLY SHRINES</w:t>
      </w:r>
      <w:bookmarkEnd w:id="57"/>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Which are the illustrious shrines?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These are places where the Prophet and the impeccable Imam</w:t>
      </w:r>
      <w:r w:rsidR="000055F1">
        <w:t>s</w:t>
      </w:r>
      <w:r w:rsidR="00F04C85">
        <w:t xml:space="preserve"> </w:t>
      </w:r>
      <w:r>
        <w:t>have been buried namely:</w:t>
      </w:r>
    </w:p>
    <w:p w:rsidR="00CF3F93" w:rsidRDefault="00CF3F93" w:rsidP="00CF3F93">
      <w:pPr>
        <w:pStyle w:val="libNormal"/>
      </w:pPr>
      <w:r>
        <w:t xml:space="preserve">1. The </w:t>
      </w:r>
      <w:proofErr w:type="spellStart"/>
      <w:r>
        <w:t>Hujra</w:t>
      </w:r>
      <w:proofErr w:type="spellEnd"/>
      <w:r>
        <w:t xml:space="preserve"> of the Prophet (God’s blessings and peace b</w:t>
      </w:r>
      <w:r w:rsidR="000055F1">
        <w:t>e</w:t>
      </w:r>
      <w:r w:rsidR="00F04C85">
        <w:t xml:space="preserve"> </w:t>
      </w:r>
      <w:r>
        <w:t xml:space="preserve">upon him and his </w:t>
      </w:r>
      <w:proofErr w:type="gramStart"/>
      <w:r>
        <w:t>Progeny )</w:t>
      </w:r>
      <w:proofErr w:type="gramEnd"/>
      <w:r>
        <w:t xml:space="preserve"> at al-</w:t>
      </w:r>
      <w:proofErr w:type="spellStart"/>
      <w:r>
        <w:t>Madina</w:t>
      </w:r>
      <w:proofErr w:type="spellEnd"/>
      <w:r>
        <w:t xml:space="preserve"> in the Hejaz.</w:t>
      </w:r>
    </w:p>
    <w:p w:rsidR="00CF3F93" w:rsidRDefault="00CF3F93" w:rsidP="00CF3F93">
      <w:pPr>
        <w:pStyle w:val="libNormal"/>
      </w:pPr>
      <w:r>
        <w:t>2. Al-</w:t>
      </w:r>
      <w:proofErr w:type="spellStart"/>
      <w:proofErr w:type="gramStart"/>
      <w:r>
        <w:t>Baqi</w:t>
      </w:r>
      <w:proofErr w:type="spellEnd"/>
      <w:r>
        <w:t>‘ cemetery</w:t>
      </w:r>
      <w:proofErr w:type="gramEnd"/>
      <w:r>
        <w:t xml:space="preserve"> at al-</w:t>
      </w:r>
      <w:proofErr w:type="spellStart"/>
      <w:r>
        <w:t>Madina</w:t>
      </w:r>
      <w:proofErr w:type="spellEnd"/>
      <w:r>
        <w:t xml:space="preserve"> which contains th</w:t>
      </w:r>
      <w:r w:rsidR="000055F1">
        <w:t>e</w:t>
      </w:r>
      <w:r w:rsidR="00F04C85">
        <w:t xml:space="preserve"> </w:t>
      </w:r>
      <w:r>
        <w:t>graves of Imam al-</w:t>
      </w:r>
      <w:proofErr w:type="spellStart"/>
      <w:r>
        <w:t>Hasan</w:t>
      </w:r>
      <w:proofErr w:type="spellEnd"/>
      <w:r>
        <w:t xml:space="preserve"> al-</w:t>
      </w:r>
      <w:proofErr w:type="spellStart"/>
      <w:r>
        <w:t>Mujtaba</w:t>
      </w:r>
      <w:proofErr w:type="spellEnd"/>
      <w:r>
        <w:t xml:space="preserve">, Imam </w:t>
      </w:r>
      <w:proofErr w:type="spellStart"/>
      <w:r>
        <w:t>Zayn</w:t>
      </w:r>
      <w:proofErr w:type="spellEnd"/>
      <w:r>
        <w:t xml:space="preserve"> al</w:t>
      </w:r>
      <w:r w:rsidR="00337E26">
        <w:t>-</w:t>
      </w:r>
      <w:r>
        <w:t>‘</w:t>
      </w:r>
      <w:proofErr w:type="spellStart"/>
      <w:r>
        <w:t>Abidin</w:t>
      </w:r>
      <w:proofErr w:type="spellEnd"/>
      <w:r>
        <w:t>, Imam Muhammad al-</w:t>
      </w:r>
      <w:proofErr w:type="spellStart"/>
      <w:r>
        <w:t>Baqir</w:t>
      </w:r>
      <w:proofErr w:type="spellEnd"/>
      <w:r>
        <w:t xml:space="preserve"> and Imam </w:t>
      </w:r>
      <w:proofErr w:type="spellStart"/>
      <w:r>
        <w:t>Ja‘far</w:t>
      </w:r>
      <w:proofErr w:type="spellEnd"/>
      <w:r>
        <w:t xml:space="preserve"> al</w:t>
      </w:r>
      <w:r w:rsidR="00337E26">
        <w:t>-</w:t>
      </w:r>
      <w:proofErr w:type="spellStart"/>
      <w:r>
        <w:t>Sadiq</w:t>
      </w:r>
      <w:proofErr w:type="spellEnd"/>
      <w:r>
        <w:t xml:space="preserve"> (peace be upon them all). The final resting-plac</w:t>
      </w:r>
      <w:r w:rsidR="000055F1">
        <w:t>e</w:t>
      </w:r>
      <w:r w:rsidR="00F04C85">
        <w:t xml:space="preserve"> </w:t>
      </w:r>
      <w:r>
        <w:t>of Fatima al-Zahra’ (peace be upon her), the best of al</w:t>
      </w:r>
      <w:r w:rsidR="000055F1">
        <w:t>l</w:t>
      </w:r>
      <w:r w:rsidR="00F04C85">
        <w:t xml:space="preserve"> </w:t>
      </w:r>
      <w:r>
        <w:t>women, is also probably in al-</w:t>
      </w:r>
      <w:proofErr w:type="spellStart"/>
      <w:r>
        <w:t>Baqi</w:t>
      </w:r>
      <w:proofErr w:type="spellEnd"/>
      <w:r>
        <w:t>‘.</w:t>
      </w:r>
    </w:p>
    <w:p w:rsidR="00CF3F93" w:rsidRDefault="00CF3F93" w:rsidP="00CF3F93">
      <w:pPr>
        <w:pStyle w:val="libNormal"/>
      </w:pPr>
      <w:r>
        <w:t>3. The shrine of Imam Amir al-</w:t>
      </w:r>
      <w:proofErr w:type="spellStart"/>
      <w:r>
        <w:t>Mu’minin</w:t>
      </w:r>
      <w:proofErr w:type="spellEnd"/>
      <w:r>
        <w:t xml:space="preserve"> (peace be upo</w:t>
      </w:r>
      <w:r w:rsidR="000055F1">
        <w:t>n</w:t>
      </w:r>
      <w:r w:rsidR="00F04C85">
        <w:t xml:space="preserve"> </w:t>
      </w:r>
      <w:r>
        <w:t>him) in al-Najaf al-</w:t>
      </w:r>
      <w:proofErr w:type="spellStart"/>
      <w:r>
        <w:t>Ashraf</w:t>
      </w:r>
      <w:proofErr w:type="spellEnd"/>
      <w:r>
        <w:t xml:space="preserve"> in Iraq.</w:t>
      </w:r>
    </w:p>
    <w:p w:rsidR="00CF3F93" w:rsidRDefault="00CF3F93" w:rsidP="00CF3F93">
      <w:pPr>
        <w:pStyle w:val="libNormal"/>
      </w:pPr>
      <w:r>
        <w:t>4. The shrine of Imam al-</w:t>
      </w:r>
      <w:proofErr w:type="spellStart"/>
      <w:r>
        <w:t>Husayn</w:t>
      </w:r>
      <w:proofErr w:type="spellEnd"/>
      <w:r>
        <w:t xml:space="preserve"> (peace be upon him) i</w:t>
      </w:r>
      <w:r w:rsidR="000055F1">
        <w:t>n</w:t>
      </w:r>
      <w:r w:rsidR="00F04C85">
        <w:t xml:space="preserve"> </w:t>
      </w:r>
      <w:r>
        <w:t>Karbala’, Iraq.</w:t>
      </w:r>
    </w:p>
    <w:p w:rsidR="00CF3F93" w:rsidRDefault="00CF3F93" w:rsidP="00337E26">
      <w:pPr>
        <w:pStyle w:val="libNormal"/>
      </w:pPr>
      <w:r>
        <w:t>5. The shrines of Imam Musa al-</w:t>
      </w:r>
      <w:proofErr w:type="spellStart"/>
      <w:r>
        <w:t>Kadhim</w:t>
      </w:r>
      <w:proofErr w:type="spellEnd"/>
      <w:r>
        <w:t xml:space="preserve"> and Ima</w:t>
      </w:r>
      <w:r w:rsidR="000055F1">
        <w:t>m</w:t>
      </w:r>
      <w:r w:rsidR="00F04C85">
        <w:t xml:space="preserve"> </w:t>
      </w:r>
      <w:r>
        <w:t xml:space="preserve">Muhammad </w:t>
      </w:r>
      <w:proofErr w:type="spellStart"/>
      <w:r>
        <w:t>Jawad</w:t>
      </w:r>
      <w:proofErr w:type="spellEnd"/>
      <w:r>
        <w:t xml:space="preserve"> (peace be upon both of them) in al-</w:t>
      </w:r>
      <w:r w:rsidR="00337E26">
        <w:t xml:space="preserve"> </w:t>
      </w:r>
      <w:proofErr w:type="spellStart"/>
      <w:r>
        <w:t>Kadhimiyya</w:t>
      </w:r>
      <w:proofErr w:type="spellEnd"/>
      <w:r>
        <w:t>, Iraq.</w:t>
      </w:r>
    </w:p>
    <w:p w:rsidR="00CF3F93" w:rsidRDefault="00CF3F93" w:rsidP="00CF3F93">
      <w:pPr>
        <w:pStyle w:val="libNormal"/>
      </w:pPr>
      <w:r>
        <w:t>6. The shrine of Imam ‘Ali al-</w:t>
      </w:r>
      <w:proofErr w:type="spellStart"/>
      <w:r>
        <w:t>Rida</w:t>
      </w:r>
      <w:proofErr w:type="spellEnd"/>
      <w:r>
        <w:t xml:space="preserve"> (peace be upon him) i</w:t>
      </w:r>
      <w:r w:rsidR="000055F1">
        <w:t>n</w:t>
      </w:r>
      <w:r w:rsidR="00F04C85">
        <w:t xml:space="preserve"> </w:t>
      </w:r>
      <w:r>
        <w:t xml:space="preserve">Mashhad in </w:t>
      </w:r>
      <w:proofErr w:type="spellStart"/>
      <w:r>
        <w:t>Khurasan</w:t>
      </w:r>
      <w:proofErr w:type="spellEnd"/>
      <w:r>
        <w:t>, Iran.</w:t>
      </w:r>
    </w:p>
    <w:p w:rsidR="00CF3F93" w:rsidRDefault="00CF3F93" w:rsidP="00CF3F93">
      <w:pPr>
        <w:pStyle w:val="libNormal"/>
      </w:pPr>
      <w:r>
        <w:t>7. The shrines of Imam ‘Ali al-</w:t>
      </w:r>
      <w:proofErr w:type="spellStart"/>
      <w:r>
        <w:t>Hadi</w:t>
      </w:r>
      <w:proofErr w:type="spellEnd"/>
      <w:r>
        <w:t xml:space="preserve"> and Imam al-</w:t>
      </w:r>
      <w:proofErr w:type="spellStart"/>
      <w:r>
        <w:t>Hasan</w:t>
      </w:r>
      <w:proofErr w:type="spellEnd"/>
      <w:r>
        <w:t xml:space="preserve"> al</w:t>
      </w:r>
      <w:r w:rsidR="00337E26">
        <w:t>-</w:t>
      </w:r>
      <w:r>
        <w:t>‘</w:t>
      </w:r>
      <w:proofErr w:type="spellStart"/>
      <w:r>
        <w:t>Askari</w:t>
      </w:r>
      <w:proofErr w:type="spellEnd"/>
      <w:r>
        <w:t>, and the underground vault of Imam al-</w:t>
      </w:r>
      <w:proofErr w:type="spellStart"/>
      <w:r>
        <w:t>Mahd</w:t>
      </w:r>
      <w:r w:rsidR="000055F1">
        <w:t>i</w:t>
      </w:r>
      <w:proofErr w:type="spellEnd"/>
      <w:r w:rsidR="00F04C85">
        <w:t xml:space="preserve"> </w:t>
      </w:r>
      <w:r>
        <w:t>(peace be upon them) in Samara’ in Iraq.</w:t>
      </w:r>
    </w:p>
    <w:p w:rsidR="00CF3F93" w:rsidRDefault="00CF3F93" w:rsidP="00337E26">
      <w:pPr>
        <w:pStyle w:val="libNormal"/>
      </w:pPr>
      <w:r>
        <w:t>8. Other shrines approach to some degree the unique statu</w:t>
      </w:r>
      <w:r w:rsidR="000055F1">
        <w:t>s</w:t>
      </w:r>
      <w:r w:rsidR="00F04C85">
        <w:t xml:space="preserve"> </w:t>
      </w:r>
      <w:r>
        <w:t>of the above as, for instance, the shrine of al-‘</w:t>
      </w:r>
      <w:proofErr w:type="spellStart"/>
      <w:r>
        <w:t>Abba</w:t>
      </w:r>
      <w:r w:rsidR="000055F1">
        <w:t>s</w:t>
      </w:r>
      <w:proofErr w:type="spellEnd"/>
      <w:r w:rsidR="00F04C85">
        <w:t xml:space="preserve"> </w:t>
      </w:r>
      <w:r>
        <w:t xml:space="preserve">(peace be upon him) in Karbala’, the shrine of </w:t>
      </w:r>
      <w:proofErr w:type="spellStart"/>
      <w:r>
        <w:t>Sayyid</w:t>
      </w:r>
      <w:r w:rsidR="000055F1">
        <w:t>a</w:t>
      </w:r>
      <w:proofErr w:type="spellEnd"/>
      <w:r w:rsidR="00F04C85">
        <w:t xml:space="preserve"> </w:t>
      </w:r>
      <w:proofErr w:type="spellStart"/>
      <w:r>
        <w:t>Zaynab</w:t>
      </w:r>
      <w:proofErr w:type="spellEnd"/>
      <w:r>
        <w:t xml:space="preserve"> (peace be upon her) at Damascus, and th</w:t>
      </w:r>
      <w:r w:rsidR="000055F1">
        <w:t>e</w:t>
      </w:r>
      <w:r w:rsidR="00F04C85">
        <w:t xml:space="preserve"> </w:t>
      </w:r>
      <w:r>
        <w:t xml:space="preserve">shrines of other Prophets like the shrine of </w:t>
      </w:r>
      <w:proofErr w:type="spellStart"/>
      <w:r>
        <w:t>Dhu</w:t>
      </w:r>
      <w:proofErr w:type="spellEnd"/>
      <w:r>
        <w:t xml:space="preserve"> </w:t>
      </w:r>
      <w:proofErr w:type="spellStart"/>
      <w:r>
        <w:t>Kif</w:t>
      </w:r>
      <w:r w:rsidR="000055F1">
        <w:t>l</w:t>
      </w:r>
      <w:proofErr w:type="spellEnd"/>
      <w:r w:rsidR="00F04C85">
        <w:t xml:space="preserve"> </w:t>
      </w:r>
      <w:r>
        <w:t xml:space="preserve">(peace be upon him), and the shrine of Musa </w:t>
      </w:r>
      <w:proofErr w:type="gramStart"/>
      <w:r>
        <w:t xml:space="preserve">( </w:t>
      </w:r>
      <w:proofErr w:type="spellStart"/>
      <w:r>
        <w:t>Kalim</w:t>
      </w:r>
      <w:proofErr w:type="spellEnd"/>
      <w:proofErr w:type="gramEnd"/>
      <w:r>
        <w:t>-</w:t>
      </w:r>
      <w:r w:rsidR="00337E26">
        <w:t xml:space="preserve"> </w:t>
      </w:r>
      <w:r>
        <w:t>Allah - peace be upon him).</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 these shrines enjoy a special superiority?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for the reason that the Prophets of God and His deputie</w:t>
      </w:r>
      <w:r w:rsidR="000055F1">
        <w:t>s</w:t>
      </w:r>
      <w:r w:rsidR="00F04C85">
        <w:t xml:space="preserve"> </w:t>
      </w:r>
      <w:r>
        <w:t>(</w:t>
      </w:r>
      <w:proofErr w:type="spellStart"/>
      <w:r>
        <w:t>awsiya’uhu</w:t>
      </w:r>
      <w:proofErr w:type="spellEnd"/>
      <w:r>
        <w:t>) and those who are near and close to God are burie</w:t>
      </w:r>
      <w:r w:rsidR="000055F1">
        <w:t>d</w:t>
      </w:r>
      <w:r w:rsidR="00F04C85">
        <w:t xml:space="preserve"> </w:t>
      </w:r>
      <w:r>
        <w:t>there.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Please explain some aspects of this superior status.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special injunctions which apply to mosques (as set ou</w:t>
      </w:r>
      <w:r w:rsidR="000055F1">
        <w:t>t</w:t>
      </w:r>
      <w:r w:rsidR="00F04C85">
        <w:t xml:space="preserve"> </w:t>
      </w:r>
      <w:r>
        <w:t>above) also apply to these holy shrines with the addition tha</w:t>
      </w:r>
      <w:r w:rsidR="000055F1">
        <w:t>t</w:t>
      </w:r>
      <w:r w:rsidR="00F04C85">
        <w:t xml:space="preserve"> </w:t>
      </w:r>
      <w:r>
        <w:t>supplications are particularly recommended in the mausoleum o</w:t>
      </w:r>
      <w:r w:rsidR="000055F1">
        <w:t>f</w:t>
      </w:r>
      <w:r w:rsidR="00F04C85">
        <w:t xml:space="preserve"> </w:t>
      </w:r>
      <w:r>
        <w:t>Imam al-</w:t>
      </w:r>
      <w:proofErr w:type="spellStart"/>
      <w:r>
        <w:t>Husayn</w:t>
      </w:r>
      <w:proofErr w:type="spellEnd"/>
      <w:r>
        <w:t xml:space="preserve"> (peace be upon him). The latter is characterize</w:t>
      </w:r>
      <w:r w:rsidR="000055F1">
        <w:t>d</w:t>
      </w:r>
      <w:r w:rsidR="00F04C85">
        <w:t xml:space="preserve"> </w:t>
      </w:r>
      <w:r>
        <w:t>by other privileges as are the rest of the shrines.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Does merely being present at these shrines also carry reward an</w:t>
      </w:r>
      <w:r w:rsidR="000055F1">
        <w:t>d</w:t>
      </w:r>
      <w:r w:rsidR="00F04C85">
        <w:t xml:space="preserve"> </w:t>
      </w:r>
      <w:r>
        <w:t>recompense?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for Islam has highly recommended that the Muslims visit th</w:t>
      </w:r>
      <w:r w:rsidR="000055F1">
        <w:t>e</w:t>
      </w:r>
      <w:r w:rsidR="00F04C85">
        <w:t xml:space="preserve"> </w:t>
      </w:r>
      <w:r>
        <w:t>graves of the Prophet, his Daughter and the impeccable Imam</w:t>
      </w:r>
      <w:r w:rsidR="000055F1">
        <w:t>s</w:t>
      </w:r>
      <w:r w:rsidR="00F04C85">
        <w:t xml:space="preserve"> </w:t>
      </w:r>
      <w:r>
        <w:t xml:space="preserve">(peace </w:t>
      </w:r>
      <w:proofErr w:type="gramStart"/>
      <w:r>
        <w:t>be</w:t>
      </w:r>
      <w:proofErr w:type="gramEnd"/>
      <w:r>
        <w:t xml:space="preserve"> upon them all) since such visits will receive a</w:t>
      </w:r>
      <w:r w:rsidR="000055F1">
        <w:t>n</w:t>
      </w:r>
      <w:r w:rsidR="00F04C85">
        <w:t xml:space="preserve"> </w:t>
      </w:r>
      <w:r>
        <w:t>abundant reward in the hereafter. Moreover Islam has specifie</w:t>
      </w:r>
      <w:r w:rsidR="000055F1">
        <w:t>d</w:t>
      </w:r>
      <w:r w:rsidR="00F04C85">
        <w:t xml:space="preserve"> </w:t>
      </w:r>
      <w:r>
        <w:t>particular occasions which are preferable to other times for suc</w:t>
      </w:r>
      <w:r w:rsidR="000055F1">
        <w:t>h</w:t>
      </w:r>
      <w:r w:rsidR="00F04C85">
        <w:t xml:space="preserve"> </w:t>
      </w:r>
      <w:r>
        <w:t>visits.</w:t>
      </w:r>
    </w:p>
    <w:p w:rsidR="00CF3F93" w:rsidRDefault="00CF3F93" w:rsidP="00CF3F93">
      <w:pPr>
        <w:pStyle w:val="libNormal"/>
      </w:pPr>
      <w:r>
        <w:lastRenderedPageBreak/>
        <w:t>If in today’s world we see that the tomb of the Unknown Soldie</w:t>
      </w:r>
      <w:r w:rsidR="000055F1">
        <w:t>r</w:t>
      </w:r>
      <w:r w:rsidR="00F04C85">
        <w:t xml:space="preserve"> </w:t>
      </w:r>
      <w:r>
        <w:t>has become a spot to visit, thus encouraging people to defen</w:t>
      </w:r>
      <w:r w:rsidR="000055F1">
        <w:t>d</w:t>
      </w:r>
      <w:r w:rsidR="00F04C85">
        <w:t xml:space="preserve"> </w:t>
      </w:r>
      <w:r>
        <w:t>their homeland and as a mark of esteem for the soldiers who ar</w:t>
      </w:r>
      <w:r w:rsidR="000055F1">
        <w:t>e</w:t>
      </w:r>
      <w:r w:rsidR="00F04C85">
        <w:t xml:space="preserve"> </w:t>
      </w:r>
      <w:r>
        <w:t>killed on the battlefield, so in Islam there are well-known leader</w:t>
      </w:r>
      <w:r w:rsidR="000055F1">
        <w:t>s</w:t>
      </w:r>
      <w:r w:rsidR="00F04C85">
        <w:t xml:space="preserve"> </w:t>
      </w:r>
      <w:r>
        <w:t>and if people only were to follow them they would acquir</w:t>
      </w:r>
      <w:r w:rsidR="000055F1">
        <w:t>e</w:t>
      </w:r>
      <w:r w:rsidR="00F04C85">
        <w:t xml:space="preserve"> </w:t>
      </w:r>
      <w:r>
        <w:t>blessings in this world and happiness in the world to come.</w:t>
      </w:r>
    </w:p>
    <w:p w:rsidR="00CF3F93" w:rsidRDefault="00CF3F93" w:rsidP="00CF3F93">
      <w:pPr>
        <w:pStyle w:val="libNormal"/>
      </w:pPr>
      <w:r>
        <w:t>Therefore we see that the shrines of the Prophet and th</w:t>
      </w:r>
      <w:r w:rsidR="000055F1">
        <w:t>e</w:t>
      </w:r>
      <w:r w:rsidR="00F04C85">
        <w:t xml:space="preserve"> </w:t>
      </w:r>
      <w:r>
        <w:t>impeccable Imams are as a torch for Islam and the source o</w:t>
      </w:r>
      <w:r w:rsidR="000055F1">
        <w:t>f</w:t>
      </w:r>
      <w:r w:rsidR="00F04C85">
        <w:t xml:space="preserve"> </w:t>
      </w:r>
      <w:r>
        <w:t>abundant happiness.</w:t>
      </w:r>
    </w:p>
    <w:p w:rsidR="00CF3F93" w:rsidRDefault="00CF3F93" w:rsidP="00A833CE">
      <w:pPr>
        <w:pStyle w:val="libNormal"/>
      </w:pPr>
      <w:r>
        <w:t>In particular the prayers for visiting the Prophet and the Imam</w:t>
      </w:r>
      <w:r w:rsidR="000055F1">
        <w:t>s</w:t>
      </w:r>
      <w:r w:rsidR="00F04C85">
        <w:t xml:space="preserve"> </w:t>
      </w:r>
      <w:r>
        <w:t>are in themselves lessons and a method for right belief. Fo</w:t>
      </w:r>
      <w:r w:rsidR="000055F1">
        <w:t>r</w:t>
      </w:r>
      <w:r w:rsidR="00F04C85">
        <w:t xml:space="preserve"> </w:t>
      </w:r>
      <w:r>
        <w:t>example, in one of the prayers written for the visit to the shrine o</w:t>
      </w:r>
      <w:r w:rsidR="000055F1">
        <w:t>f</w:t>
      </w:r>
      <w:r w:rsidR="00F04C85">
        <w:t xml:space="preserve"> </w:t>
      </w:r>
      <w:r>
        <w:t>Imam Amir al-</w:t>
      </w:r>
      <w:proofErr w:type="spellStart"/>
      <w:r>
        <w:t>Mu’minin</w:t>
      </w:r>
      <w:proofErr w:type="spellEnd"/>
      <w:r>
        <w:t xml:space="preserve"> (peace be upon him), ‘Ali is extolled a</w:t>
      </w:r>
      <w:r w:rsidR="000055F1">
        <w:t>s</w:t>
      </w:r>
      <w:r w:rsidR="00F04C85">
        <w:t xml:space="preserve"> </w:t>
      </w:r>
      <w:r>
        <w:t>the one who is</w:t>
      </w:r>
      <w:r w:rsidR="000055F1">
        <w:t>,</w:t>
      </w:r>
      <w:r w:rsidR="00F04C85">
        <w:t xml:space="preserve"> </w:t>
      </w:r>
      <w:r>
        <w:t xml:space="preserve">“Just with the people </w:t>
      </w:r>
      <w:proofErr w:type="spellStart"/>
      <w:r>
        <w:t>parcelling</w:t>
      </w:r>
      <w:proofErr w:type="spellEnd"/>
      <w:r>
        <w:t xml:space="preserve"> out justice with impartiality”.</w:t>
      </w:r>
      <w:r w:rsidR="00A833CE" w:rsidRPr="003418E0">
        <w:rPr>
          <w:rStyle w:val="libFootnotenumChar"/>
        </w:rPr>
        <w:t>49</w:t>
      </w:r>
    </w:p>
    <w:p w:rsidR="00CF3F93" w:rsidRDefault="00CF3F93" w:rsidP="00CF3F93">
      <w:pPr>
        <w:pStyle w:val="libNormal"/>
      </w:pPr>
      <w:r>
        <w:t>From this sentence we glean the principle of justice and the nee</w:t>
      </w:r>
      <w:r w:rsidR="000055F1">
        <w:t>d</w:t>
      </w:r>
      <w:r w:rsidR="00F04C85">
        <w:t xml:space="preserve"> </w:t>
      </w:r>
      <w:r>
        <w:t>to be impartial when dealing with the rights of others.</w:t>
      </w:r>
    </w:p>
    <w:p w:rsidR="00CF3F93" w:rsidRDefault="00CF3F93" w:rsidP="00CF3F93">
      <w:pPr>
        <w:pStyle w:val="libNormal"/>
      </w:pPr>
      <w:r>
        <w:t>In one of the prayers written for the visit to the sanctuary o</w:t>
      </w:r>
      <w:r w:rsidR="000055F1">
        <w:t>f</w:t>
      </w:r>
      <w:r w:rsidR="00F04C85">
        <w:t xml:space="preserve"> </w:t>
      </w:r>
      <w:r>
        <w:t>Imam al-</w:t>
      </w:r>
      <w:proofErr w:type="spellStart"/>
      <w:r>
        <w:t>Husayn</w:t>
      </w:r>
      <w:proofErr w:type="spellEnd"/>
      <w:r>
        <w:t xml:space="preserve"> we read:</w:t>
      </w:r>
    </w:p>
    <w:p w:rsidR="00CF3F93" w:rsidRDefault="00CF3F93" w:rsidP="00A833CE">
      <w:pPr>
        <w:pStyle w:val="libNormal"/>
      </w:pPr>
      <w:r>
        <w:t>“I bear witness that you are purity, pure and made pure and tha</w:t>
      </w:r>
      <w:r w:rsidR="000055F1">
        <w:t>t</w:t>
      </w:r>
      <w:r w:rsidR="00F04C85">
        <w:t xml:space="preserve"> </w:t>
      </w:r>
      <w:r>
        <w:t>you are from the offspring of purity, the pure and those who hav</w:t>
      </w:r>
      <w:r w:rsidR="000055F1">
        <w:t>e</w:t>
      </w:r>
      <w:r w:rsidR="00F04C85">
        <w:t xml:space="preserve"> </w:t>
      </w:r>
      <w:r>
        <w:t>been made pure. You yourself are pure and so through you th</w:t>
      </w:r>
      <w:r w:rsidR="000055F1">
        <w:t>e</w:t>
      </w:r>
      <w:r w:rsidR="00F04C85">
        <w:t xml:space="preserve"> </w:t>
      </w:r>
      <w:r>
        <w:t>land was purified, the earth in which you lie is pure because o</w:t>
      </w:r>
      <w:r w:rsidR="000055F1">
        <w:t>f</w:t>
      </w:r>
      <w:r w:rsidR="00F04C85">
        <w:t xml:space="preserve"> </w:t>
      </w:r>
      <w:r>
        <w:t>you, and your sanctuary is pure.”</w:t>
      </w:r>
      <w:r w:rsidR="00A833CE" w:rsidRPr="003418E0">
        <w:rPr>
          <w:rStyle w:val="libFootnotenumChar"/>
        </w:rPr>
        <w:t>50</w:t>
      </w:r>
    </w:p>
    <w:p w:rsidR="00CF3F93" w:rsidRDefault="00CF3F93" w:rsidP="00CF3F93">
      <w:pPr>
        <w:pStyle w:val="libNormal"/>
      </w:pPr>
      <w:r>
        <w:t>We learn from this that it is incumbent upon man to make hi</w:t>
      </w:r>
      <w:r w:rsidR="000055F1">
        <w:t>s</w:t>
      </w:r>
      <w:r w:rsidR="00F04C85">
        <w:t xml:space="preserve"> </w:t>
      </w:r>
      <w:r>
        <w:t>heart, body and everything with which he comes into contact pur</w:t>
      </w:r>
      <w:r w:rsidR="000055F1">
        <w:t>e</w:t>
      </w:r>
      <w:r w:rsidR="00F04C85">
        <w:t xml:space="preserve"> </w:t>
      </w:r>
      <w:r>
        <w:t xml:space="preserve">and to make </w:t>
      </w:r>
      <w:proofErr w:type="spellStart"/>
      <w:r>
        <w:t>pure</w:t>
      </w:r>
      <w:proofErr w:type="spellEnd"/>
      <w:r>
        <w:t xml:space="preserve"> the land in which he dwells. Should not th</w:t>
      </w:r>
      <w:r w:rsidR="000055F1">
        <w:t>e</w:t>
      </w:r>
      <w:r w:rsidR="00F04C85">
        <w:t xml:space="preserve"> </w:t>
      </w:r>
      <w:r>
        <w:t>pilgrim follow the example of Imam al-</w:t>
      </w:r>
      <w:proofErr w:type="spellStart"/>
      <w:r>
        <w:t>Husayn</w:t>
      </w:r>
      <w:proofErr w:type="spellEnd"/>
      <w:r>
        <w:t xml:space="preserve"> (peace be upo</w:t>
      </w:r>
      <w:r w:rsidR="000055F1">
        <w:t>n</w:t>
      </w:r>
      <w:r w:rsidR="00F04C85">
        <w:t xml:space="preserve"> </w:t>
      </w:r>
      <w:r>
        <w:t>him) through whom the land was purified?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Are there other advantages for visiting the shrines on specia</w:t>
      </w:r>
      <w:r w:rsidR="000055F1">
        <w:t>l</w:t>
      </w:r>
      <w:r w:rsidR="00F04C85">
        <w:t xml:space="preserve"> </w:t>
      </w:r>
      <w:r>
        <w:t>occasions?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the same benefits that were mentioned for the Hajj, sinc</w:t>
      </w:r>
      <w:r w:rsidR="000055F1">
        <w:t>e</w:t>
      </w:r>
      <w:r w:rsidR="00F04C85">
        <w:t xml:space="preserve"> </w:t>
      </w:r>
      <w:r>
        <w:t>during the special occasions for visiting the shrines of th</w:t>
      </w:r>
      <w:r w:rsidR="000055F1">
        <w:t>e</w:t>
      </w:r>
      <w:r w:rsidR="00F04C85">
        <w:t xml:space="preserve"> </w:t>
      </w:r>
      <w:r>
        <w:t>impeccable Imams, people come together from every place an</w:t>
      </w:r>
      <w:r w:rsidR="000055F1">
        <w:t>d</w:t>
      </w:r>
      <w:r w:rsidR="00F04C85">
        <w:t xml:space="preserve"> </w:t>
      </w:r>
      <w:r>
        <w:t>so the benefits that are obtained from the Hajj (already liste</w:t>
      </w:r>
      <w:r w:rsidR="000055F1">
        <w:t>d</w:t>
      </w:r>
      <w:r w:rsidR="00F04C85">
        <w:t xml:space="preserve"> </w:t>
      </w:r>
      <w:r>
        <w:t>above) are obtained from these visits too.</w:t>
      </w:r>
    </w:p>
    <w:p w:rsidR="00CF3F93" w:rsidRPr="001B2F03" w:rsidRDefault="00CF3F93" w:rsidP="006D51A0">
      <w:pPr>
        <w:pStyle w:val="Heading2"/>
      </w:pPr>
      <w:bookmarkStart w:id="58" w:name="_Toc496784714"/>
      <w:r w:rsidRPr="001B2F03">
        <w:t>SUPPLICATION</w:t>
      </w:r>
      <w:bookmarkEnd w:id="58"/>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are meant by supplications</w:t>
      </w:r>
      <w:r w:rsidR="00C21973" w:rsidRPr="003418E0">
        <w:rPr>
          <w:rStyle w:val="libFootnotenumChar"/>
        </w:rPr>
        <w:t>5</w:t>
      </w:r>
      <w:r w:rsidRPr="003418E0">
        <w:rPr>
          <w:rStyle w:val="libFootnotenumChar"/>
        </w:rPr>
        <w:t>1</w:t>
      </w:r>
      <w:r>
        <w:t xml:space="preserve"> and why should we mak</w:t>
      </w:r>
      <w:r w:rsidR="000055F1">
        <w:t>e</w:t>
      </w:r>
      <w:r w:rsidR="00F04C85">
        <w:t xml:space="preserve"> </w:t>
      </w:r>
      <w:r>
        <w:t>them?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Supplication is tantamount to the words man utters to his Creato</w:t>
      </w:r>
      <w:r w:rsidR="000055F1">
        <w:t>r</w:t>
      </w:r>
      <w:r w:rsidR="00F04C85">
        <w:t xml:space="preserve"> </w:t>
      </w:r>
      <w:r>
        <w:t>in which he asks God for a need, expresses a grievance, praise</w:t>
      </w:r>
      <w:r w:rsidR="000055F1">
        <w:t>s</w:t>
      </w:r>
      <w:r w:rsidR="00F04C85">
        <w:t xml:space="preserve"> </w:t>
      </w:r>
      <w:r>
        <w:t>his Lord, enumerates the blessings and benefits bestowed upo</w:t>
      </w:r>
      <w:r w:rsidR="000055F1">
        <w:t>n</w:t>
      </w:r>
      <w:r w:rsidR="00F04C85">
        <w:t xml:space="preserve"> </w:t>
      </w:r>
      <w:r>
        <w:t>him or seeks His guidance concerning something which either h</w:t>
      </w:r>
      <w:r w:rsidR="000055F1">
        <w:t>e</w:t>
      </w:r>
      <w:r w:rsidR="00F04C85">
        <w:t xml:space="preserve"> </w:t>
      </w:r>
      <w:r>
        <w:t>is inclined to do or has an aversion from doing.</w:t>
      </w:r>
    </w:p>
    <w:p w:rsidR="00CF3F93" w:rsidRDefault="00CF3F93" w:rsidP="00CF3F93">
      <w:pPr>
        <w:pStyle w:val="libNormal"/>
      </w:pPr>
      <w:r>
        <w:t>The benefits of supplication consist in:</w:t>
      </w:r>
    </w:p>
    <w:p w:rsidR="00CF3F93" w:rsidRDefault="00CF3F93" w:rsidP="00CF3F93">
      <w:pPr>
        <w:pStyle w:val="libNormal"/>
      </w:pPr>
      <w:r>
        <w:t>1. Man linking himself with the Creator of the universe.</w:t>
      </w:r>
    </w:p>
    <w:p w:rsidR="00CF3F93" w:rsidRDefault="00CF3F93" w:rsidP="00CF3F93">
      <w:pPr>
        <w:pStyle w:val="libNormal"/>
      </w:pPr>
      <w:r>
        <w:t>2. Strengthening the soul since if man realizes that he i</w:t>
      </w:r>
      <w:r w:rsidR="000055F1">
        <w:t>s</w:t>
      </w:r>
      <w:r w:rsidR="00F04C85">
        <w:t xml:space="preserve"> </w:t>
      </w:r>
      <w:r>
        <w:t>bound to God the Mighty, his soul gains strength and th</w:t>
      </w:r>
      <w:r w:rsidR="000055F1">
        <w:t>e</w:t>
      </w:r>
      <w:r w:rsidR="00F04C85">
        <w:t xml:space="preserve"> </w:t>
      </w:r>
      <w:r>
        <w:t>strength of the soul is the source of courage an</w:t>
      </w:r>
      <w:r w:rsidR="000055F1">
        <w:t>d</w:t>
      </w:r>
      <w:r w:rsidR="00F04C85">
        <w:t xml:space="preserve"> </w:t>
      </w:r>
      <w:r>
        <w:t>fearlessness.</w:t>
      </w:r>
    </w:p>
    <w:p w:rsidR="00CF3F93" w:rsidRDefault="00CF3F93" w:rsidP="00CF3F93">
      <w:pPr>
        <w:pStyle w:val="libNormal"/>
      </w:pPr>
      <w:r>
        <w:t>3. Bringing about serenity and inner peace, for serenit</w:t>
      </w:r>
      <w:r w:rsidR="000055F1">
        <w:t>y</w:t>
      </w:r>
      <w:r w:rsidR="00F04C85">
        <w:t xml:space="preserve"> </w:t>
      </w:r>
      <w:r>
        <w:t>diffuses happiness.</w:t>
      </w:r>
    </w:p>
    <w:p w:rsidR="00CF3F93" w:rsidRDefault="00CF3F93" w:rsidP="00CF3F93">
      <w:pPr>
        <w:pStyle w:val="libNormal"/>
      </w:pPr>
      <w:r>
        <w:lastRenderedPageBreak/>
        <w:t>4. Instilling what is good in the soul and keeping th</w:t>
      </w:r>
      <w:r w:rsidR="000055F1">
        <w:t>e</w:t>
      </w:r>
      <w:r w:rsidR="00F04C85">
        <w:t xml:space="preserve"> </w:t>
      </w:r>
      <w:r>
        <w:t>believer from bad things due to the inspiration which i</w:t>
      </w:r>
      <w:r w:rsidR="000055F1">
        <w:t>s</w:t>
      </w:r>
      <w:r w:rsidR="00F04C85">
        <w:t xml:space="preserve"> </w:t>
      </w:r>
      <w:r>
        <w:t>got from making supplications.</w:t>
      </w:r>
    </w:p>
    <w:p w:rsidR="00CF3F93" w:rsidRDefault="00CF3F93" w:rsidP="00CF3F93">
      <w:pPr>
        <w:pStyle w:val="libNormal"/>
      </w:pPr>
      <w:r>
        <w:t xml:space="preserve">5. Leading the supplicant to </w:t>
      </w:r>
      <w:proofErr w:type="gramStart"/>
      <w:r>
        <w:t>a recognition</w:t>
      </w:r>
      <w:proofErr w:type="gramEnd"/>
      <w:r>
        <w:t xml:space="preserve"> of what is goo</w:t>
      </w:r>
      <w:r w:rsidR="000055F1">
        <w:t>d</w:t>
      </w:r>
      <w:r w:rsidR="00F04C85">
        <w:t xml:space="preserve"> </w:t>
      </w:r>
      <w:r>
        <w:t>and what is evil since prayers elucidate this.</w:t>
      </w:r>
    </w:p>
    <w:p w:rsidR="00CF3F93" w:rsidRDefault="00CF3F93" w:rsidP="00CF3F93">
      <w:pPr>
        <w:pStyle w:val="libNormal"/>
      </w:pPr>
      <w:r>
        <w:t>Identification of good and evil, for invocations alway</w:t>
      </w:r>
      <w:r w:rsidR="000055F1">
        <w:t>s</w:t>
      </w:r>
      <w:r w:rsidR="00F04C85">
        <w:t xml:space="preserve"> </w:t>
      </w:r>
      <w:r>
        <w:t>contain this.</w:t>
      </w:r>
    </w:p>
    <w:p w:rsidR="00CF3F93" w:rsidRDefault="00CF3F93" w:rsidP="00CF3F93">
      <w:pPr>
        <w:pStyle w:val="libNormal"/>
      </w:pPr>
      <w:r>
        <w:t>6. Moreover, God Almighty replies to supplication, just a</w:t>
      </w:r>
      <w:r w:rsidR="000055F1">
        <w:t>s</w:t>
      </w:r>
      <w:r w:rsidR="00F04C85">
        <w:t xml:space="preserve"> </w:t>
      </w:r>
      <w:r>
        <w:t>He says in the Holy Qur’an:</w:t>
      </w:r>
    </w:p>
    <w:p w:rsidR="00CF3F93" w:rsidRDefault="00CF3F93" w:rsidP="00CF3F93">
      <w:pPr>
        <w:pStyle w:val="libNormal"/>
      </w:pPr>
      <w:r>
        <w:t xml:space="preserve">“And your Lord said: Pray to me and I will answer </w:t>
      </w:r>
      <w:proofErr w:type="gramStart"/>
      <w:r>
        <w:t>you ”</w:t>
      </w:r>
      <w:proofErr w:type="gramEnd"/>
      <w:r>
        <w:t>[40: 60]</w:t>
      </w:r>
    </w:p>
    <w:p w:rsidR="00CF3F93" w:rsidRDefault="00CF3F93" w:rsidP="00CF3F93">
      <w:pPr>
        <w:pStyle w:val="libNormal"/>
      </w:pPr>
      <w:proofErr w:type="gramStart"/>
      <w:r>
        <w:t>and</w:t>
      </w:r>
      <w:proofErr w:type="gramEnd"/>
      <w:r>
        <w:t xml:space="preserve"> so the needs of a believer for this world and the hereafter ar</w:t>
      </w:r>
      <w:r w:rsidR="000055F1">
        <w:t>e</w:t>
      </w:r>
      <w:r w:rsidR="00F04C85">
        <w:t xml:space="preserve"> </w:t>
      </w:r>
      <w:r>
        <w:t>fulfilled.</w:t>
      </w:r>
    </w:p>
    <w:p w:rsidR="00CF3F93" w:rsidRDefault="00CF3F93" w:rsidP="00CF3F93">
      <w:pPr>
        <w:pStyle w:val="libNormal"/>
      </w:pPr>
      <w:r>
        <w:t>In short, Islamic supplications are a perpetual source of learnin</w:t>
      </w:r>
      <w:r w:rsidR="000055F1">
        <w:t>g</w:t>
      </w:r>
      <w:r w:rsidR="00F04C85">
        <w:t xml:space="preserve"> </w:t>
      </w:r>
      <w:r>
        <w:t>the like of which is not found in any other faith or religion, an</w:t>
      </w:r>
      <w:r w:rsidR="000055F1">
        <w:t>d</w:t>
      </w:r>
      <w:r w:rsidR="00F04C85">
        <w:t xml:space="preserve"> </w:t>
      </w:r>
      <w:r>
        <w:t>from which man benefits, beginning from his earliest days unti</w:t>
      </w:r>
      <w:r w:rsidR="000055F1">
        <w:t>l</w:t>
      </w:r>
      <w:r w:rsidR="00F04C85">
        <w:t xml:space="preserve"> </w:t>
      </w:r>
      <w:r>
        <w:t>the last moments of his life.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Please give an example of a supplication.</w:t>
      </w:r>
    </w:p>
    <w:p w:rsidR="00CF3F93" w:rsidRPr="008B697D" w:rsidRDefault="00CF3F93" w:rsidP="00CF3F93">
      <w:pPr>
        <w:pStyle w:val="libNormal"/>
        <w:rPr>
          <w:rStyle w:val="libBold1Char"/>
        </w:rPr>
      </w:pPr>
      <w:r w:rsidRPr="008B697D">
        <w:rPr>
          <w:rStyle w:val="libBold1Char"/>
        </w:rPr>
        <w:t>Answer:</w:t>
      </w:r>
    </w:p>
    <w:p w:rsidR="00CF3F93" w:rsidRDefault="00CF3F93" w:rsidP="00C21973">
      <w:pPr>
        <w:pStyle w:val="libNormal"/>
      </w:pPr>
      <w:r>
        <w:t>We will mention here, as an example, parts of the supplication o</w:t>
      </w:r>
      <w:r w:rsidR="000055F1">
        <w:t>f</w:t>
      </w:r>
      <w:r w:rsidR="00F04C85">
        <w:t xml:space="preserve"> </w:t>
      </w:r>
      <w:r>
        <w:t>Imam al-Sajjad</w:t>
      </w:r>
      <w:r w:rsidR="00C21973" w:rsidRPr="003418E0">
        <w:rPr>
          <w:rStyle w:val="libFootnotenumChar"/>
        </w:rPr>
        <w:t>52</w:t>
      </w:r>
      <w:r>
        <w:t xml:space="preserve"> (peace </w:t>
      </w:r>
      <w:proofErr w:type="gramStart"/>
      <w:r>
        <w:t>be</w:t>
      </w:r>
      <w:proofErr w:type="gramEnd"/>
      <w:r>
        <w:t xml:space="preserve"> upon him) from his prayer to acquir</w:t>
      </w:r>
      <w:r w:rsidR="000055F1">
        <w:t>e</w:t>
      </w:r>
      <w:r w:rsidR="00F04C85">
        <w:t xml:space="preserve"> </w:t>
      </w:r>
      <w:r>
        <w:t>“The most beautiful virtues”</w:t>
      </w:r>
      <w:r w:rsidR="00C21973" w:rsidRPr="003418E0">
        <w:rPr>
          <w:rStyle w:val="libFootnotenumChar"/>
        </w:rPr>
        <w:t>53</w:t>
      </w:r>
      <w:r>
        <w:t>:</w:t>
      </w:r>
    </w:p>
    <w:p w:rsidR="00CF3F93" w:rsidRDefault="00CF3F93" w:rsidP="00CF3F93">
      <w:pPr>
        <w:pStyle w:val="libNormal"/>
      </w:pPr>
      <w:r>
        <w:t>“O God extend your sustenance upon me and do not try me b</w:t>
      </w:r>
      <w:r w:rsidR="000055F1">
        <w:t>y</w:t>
      </w:r>
      <w:r w:rsidR="00F04C85">
        <w:t xml:space="preserve"> </w:t>
      </w:r>
      <w:r>
        <w:t>my looking at [what other people have got]; give me strength an</w:t>
      </w:r>
      <w:r w:rsidR="000055F1">
        <w:t>d</w:t>
      </w:r>
      <w:r w:rsidR="00F04C85">
        <w:t xml:space="preserve"> </w:t>
      </w:r>
      <w:r>
        <w:t>do not afflict me with arrogance; make me Your slave and do no</w:t>
      </w:r>
      <w:r w:rsidR="000055F1">
        <w:t>t</w:t>
      </w:r>
      <w:r w:rsidR="00F04C85">
        <w:t xml:space="preserve"> </w:t>
      </w:r>
      <w:r>
        <w:t>spoil my worship by my becoming absorbed with myself; caus</w:t>
      </w:r>
      <w:r w:rsidR="000055F1">
        <w:t>e</w:t>
      </w:r>
      <w:r w:rsidR="00F04C85">
        <w:t xml:space="preserve"> </w:t>
      </w:r>
      <w:r>
        <w:t>me to be a means of doing good for others; do not blot out m</w:t>
      </w:r>
      <w:r w:rsidR="000055F1">
        <w:t>y</w:t>
      </w:r>
      <w:r w:rsidR="00F04C85">
        <w:t xml:space="preserve"> </w:t>
      </w:r>
      <w:r>
        <w:t>good deeds because of my making others feel that they ar</w:t>
      </w:r>
      <w:r w:rsidR="000055F1">
        <w:t>e</w:t>
      </w:r>
      <w:r w:rsidR="00F04C85">
        <w:t xml:space="preserve"> </w:t>
      </w:r>
      <w:r>
        <w:t>indebted to me; grant that I treat others in the noblest way an</w:t>
      </w:r>
      <w:r w:rsidR="000055F1">
        <w:t>d</w:t>
      </w:r>
      <w:r w:rsidR="00F04C85">
        <w:t xml:space="preserve"> </w:t>
      </w:r>
      <w:r>
        <w:t>protect me from self-congratulation”</w:t>
      </w:r>
    </w:p>
    <w:p w:rsidR="00CF3F93" w:rsidRDefault="00C21973" w:rsidP="00CF3F93">
      <w:pPr>
        <w:pStyle w:val="libNormal"/>
      </w:pPr>
      <w:r>
        <w:t xml:space="preserve"> </w:t>
      </w:r>
      <w:r w:rsidR="00CF3F93">
        <w:t>“O God pour out Your blessings upon Muhammad and hi</w:t>
      </w:r>
      <w:r w:rsidR="000055F1">
        <w:t>s</w:t>
      </w:r>
      <w:r w:rsidR="00F04C85">
        <w:t xml:space="preserve"> </w:t>
      </w:r>
      <w:r w:rsidR="00CF3F93">
        <w:t>Progeny and guide me that I combat one who has cheated me</w:t>
      </w:r>
      <w:r w:rsidR="000055F1">
        <w:t>,</w:t>
      </w:r>
      <w:r w:rsidR="00F04C85">
        <w:t xml:space="preserve"> </w:t>
      </w:r>
      <w:r w:rsidR="00CF3F93">
        <w:t>with kindness; that I reward the one who has decided to hav</w:t>
      </w:r>
      <w:r w:rsidR="000055F1">
        <w:t>e</w:t>
      </w:r>
      <w:r w:rsidR="00F04C85">
        <w:t xml:space="preserve"> </w:t>
      </w:r>
      <w:r w:rsidR="00CF3F93">
        <w:t>nothing to do with me, with munificence; that I remunerate on</w:t>
      </w:r>
      <w:r w:rsidR="000055F1">
        <w:t>e</w:t>
      </w:r>
      <w:r w:rsidR="00F04C85">
        <w:t xml:space="preserve"> </w:t>
      </w:r>
      <w:r w:rsidR="00CF3F93">
        <w:t>who has deprived me, with generosity; that I requite one who ha</w:t>
      </w:r>
      <w:r w:rsidR="000055F1">
        <w:t>d</w:t>
      </w:r>
      <w:r w:rsidR="00F04C85">
        <w:t xml:space="preserve"> </w:t>
      </w:r>
      <w:r w:rsidR="00CF3F93">
        <w:t>cut off any association with me, by visiting him; and oppose on</w:t>
      </w:r>
      <w:r w:rsidR="000055F1">
        <w:t>e</w:t>
      </w:r>
      <w:r w:rsidR="00F04C85">
        <w:t xml:space="preserve"> </w:t>
      </w:r>
      <w:r w:rsidR="00CF3F93">
        <w:t>who had spoken behind my back, by speaking well of him; an</w:t>
      </w:r>
      <w:r w:rsidR="000055F1">
        <w:t>d</w:t>
      </w:r>
      <w:r w:rsidR="00F04C85">
        <w:t xml:space="preserve"> </w:t>
      </w:r>
      <w:r w:rsidR="00CF3F93">
        <w:t xml:space="preserve">may I be grateful for any </w:t>
      </w:r>
      <w:proofErr w:type="spellStart"/>
      <w:r w:rsidR="00CF3F93">
        <w:t>favour</w:t>
      </w:r>
      <w:proofErr w:type="spellEnd"/>
      <w:r w:rsidR="00CF3F93">
        <w:t xml:space="preserve"> [shown to me] and overloo</w:t>
      </w:r>
      <w:r w:rsidR="000055F1">
        <w:t>k</w:t>
      </w:r>
      <w:r w:rsidR="00F04C85">
        <w:t xml:space="preserve"> </w:t>
      </w:r>
      <w:r w:rsidR="00CF3F93">
        <w:t>anything done against me.”</w:t>
      </w:r>
    </w:p>
    <w:p w:rsidR="00CF3F93" w:rsidRDefault="00CF3F93" w:rsidP="00CF3F93">
      <w:pPr>
        <w:pStyle w:val="libNormal"/>
      </w:pPr>
      <w:r>
        <w:t>“O God pour out Your blessings upon Muhammad and hi</w:t>
      </w:r>
      <w:r w:rsidR="000055F1">
        <w:t>s</w:t>
      </w:r>
      <w:r w:rsidR="00F04C85">
        <w:t xml:space="preserve"> </w:t>
      </w:r>
      <w:r>
        <w:t>Progeny and I beseech You that I may not be oppressed, sinc</w:t>
      </w:r>
      <w:r w:rsidR="000055F1">
        <w:t>e</w:t>
      </w:r>
      <w:r w:rsidR="00F04C85">
        <w:t xml:space="preserve"> </w:t>
      </w:r>
      <w:r>
        <w:t>you have the power to defend me; that I do not oppress [others]</w:t>
      </w:r>
      <w:r w:rsidR="000055F1">
        <w:t>,</w:t>
      </w:r>
      <w:r w:rsidR="00F04C85">
        <w:t xml:space="preserve"> </w:t>
      </w:r>
      <w:r>
        <w:t>since you have the power to restrain me; that I am not led astray</w:t>
      </w:r>
      <w:r w:rsidR="000055F1">
        <w:t>,</w:t>
      </w:r>
      <w:r w:rsidR="00F04C85">
        <w:t xml:space="preserve"> </w:t>
      </w:r>
      <w:r>
        <w:t>since you are able to guide me; that I shall not be in need, sinc</w:t>
      </w:r>
      <w:r w:rsidR="000055F1">
        <w:t>e</w:t>
      </w:r>
      <w:r w:rsidR="00F04C85">
        <w:t xml:space="preserve"> </w:t>
      </w:r>
      <w:r>
        <w:t>my well-being is in your hands; and that I do not maltrea</w:t>
      </w:r>
      <w:r w:rsidR="000055F1">
        <w:t>t</w:t>
      </w:r>
      <w:r w:rsidR="00F04C85">
        <w:t xml:space="preserve"> </w:t>
      </w:r>
      <w:r>
        <w:t>[others], since any power I have is from You”.</w:t>
      </w:r>
    </w:p>
    <w:p w:rsidR="00CF3F93" w:rsidRDefault="00CF3F93" w:rsidP="00CF3F93">
      <w:pPr>
        <w:pStyle w:val="libNormal"/>
      </w:pPr>
      <w:r>
        <w:t>Anyone who scrutinizes the supplications of the Prophet (God’</w:t>
      </w:r>
      <w:r w:rsidR="000055F1">
        <w:t>s</w:t>
      </w:r>
      <w:r w:rsidR="00F04C85">
        <w:t xml:space="preserve"> </w:t>
      </w:r>
      <w:r>
        <w:t>blessings and peace be upon him and his progeny) and th</w:t>
      </w:r>
      <w:r w:rsidR="000055F1">
        <w:t>e</w:t>
      </w:r>
      <w:r w:rsidR="00F04C85">
        <w:t xml:space="preserve"> </w:t>
      </w:r>
      <w:r>
        <w:t>Imams, some of which have been included in the volumes calle</w:t>
      </w:r>
      <w:r w:rsidR="000055F1">
        <w:t>d</w:t>
      </w:r>
      <w:r w:rsidR="00F04C85">
        <w:t xml:space="preserve"> </w:t>
      </w:r>
      <w:r>
        <w:t xml:space="preserve">al-Qur’an </w:t>
      </w:r>
      <w:proofErr w:type="spellStart"/>
      <w:r>
        <w:t>wa-’l-du‘a</w:t>
      </w:r>
      <w:proofErr w:type="spellEnd"/>
      <w:r>
        <w:t>’ in Bihar al-anwar</w:t>
      </w:r>
      <w:r w:rsidR="00C21973" w:rsidRPr="003418E0">
        <w:rPr>
          <w:rStyle w:val="libFootnotenumChar"/>
        </w:rPr>
        <w:t>54</w:t>
      </w:r>
      <w:r>
        <w:t xml:space="preserve">, or in </w:t>
      </w:r>
      <w:proofErr w:type="spellStart"/>
      <w:r>
        <w:t>Mafatih</w:t>
      </w:r>
      <w:proofErr w:type="spellEnd"/>
      <w:r>
        <w:t xml:space="preserve"> al-</w:t>
      </w:r>
      <w:proofErr w:type="spellStart"/>
      <w:r>
        <w:t>jina</w:t>
      </w:r>
      <w:r w:rsidR="000055F1">
        <w:t>n</w:t>
      </w:r>
      <w:proofErr w:type="spellEnd"/>
      <w:r w:rsidR="00F04C85">
        <w:t xml:space="preserve"> </w:t>
      </w:r>
      <w:r>
        <w:t>or al-</w:t>
      </w:r>
      <w:proofErr w:type="spellStart"/>
      <w:r>
        <w:t>Sahifa</w:t>
      </w:r>
      <w:proofErr w:type="spellEnd"/>
      <w:r>
        <w:t xml:space="preserve"> al-</w:t>
      </w:r>
      <w:proofErr w:type="spellStart"/>
      <w:r>
        <w:t>Sajjadiyya</w:t>
      </w:r>
      <w:proofErr w:type="spellEnd"/>
      <w:r>
        <w:t xml:space="preserve"> will realize that supplications ar</w:t>
      </w:r>
      <w:r w:rsidR="000055F1">
        <w:t>e</w:t>
      </w:r>
      <w:r w:rsidR="00F04C85">
        <w:t xml:space="preserve"> </w:t>
      </w:r>
      <w:r>
        <w:t>indeed a great treasure that can be used to make man happy bot</w:t>
      </w:r>
      <w:r w:rsidR="000055F1">
        <w:t>h</w:t>
      </w:r>
      <w:r w:rsidR="00F04C85">
        <w:t xml:space="preserve"> </w:t>
      </w:r>
      <w:r>
        <w:t>in this life and the hereafter.</w:t>
      </w:r>
    </w:p>
    <w:p w:rsidR="00CF3F93" w:rsidRPr="001B2F03" w:rsidRDefault="00CF3F93" w:rsidP="006D51A0">
      <w:pPr>
        <w:pStyle w:val="Heading2"/>
      </w:pPr>
      <w:bookmarkStart w:id="59" w:name="_Toc496784715"/>
      <w:r w:rsidRPr="001B2F03">
        <w:t>CONGREGATIONAL PRAYER (SALAT AL-JAMA’A)</w:t>
      </w:r>
      <w:bookmarkEnd w:id="59"/>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 xml:space="preserve">What is meant by </w:t>
      </w:r>
      <w:proofErr w:type="spellStart"/>
      <w:r>
        <w:t>jama‘a</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This is congregational prayer. Islam encourages Muslims to offe</w:t>
      </w:r>
      <w:r w:rsidR="000055F1">
        <w:t>r</w:t>
      </w:r>
      <w:r w:rsidR="00F04C85">
        <w:t xml:space="preserve"> </w:t>
      </w:r>
      <w:r>
        <w:t>together their five daily prayers in congregation behind an imam</w:t>
      </w:r>
      <w:r w:rsidR="000055F1">
        <w:t>,</w:t>
      </w:r>
      <w:r w:rsidR="00F04C85">
        <w:t xml:space="preserve"> </w:t>
      </w:r>
      <w:r>
        <w:t>on condition that he is just, which means that he must b</w:t>
      </w:r>
      <w:r w:rsidR="000055F1">
        <w:t>e</w:t>
      </w:r>
      <w:r w:rsidR="00F04C85">
        <w:t xml:space="preserve"> </w:t>
      </w:r>
      <w:r>
        <w:t>someone sincere in his religion. Throughout the Islamic Worl</w:t>
      </w:r>
      <w:r w:rsidR="000055F1">
        <w:t>d</w:t>
      </w:r>
      <w:r w:rsidR="00F04C85">
        <w:t xml:space="preserve"> </w:t>
      </w:r>
      <w:r>
        <w:t>from the time of the Prophet, who was the one to establis</w:t>
      </w:r>
      <w:r w:rsidR="000055F1">
        <w:t>h</w:t>
      </w:r>
      <w:r w:rsidR="00F04C85">
        <w:t xml:space="preserve"> </w:t>
      </w:r>
      <w:r>
        <w:t>congregational prayers, until today Muslims have gathered earl</w:t>
      </w:r>
      <w:r w:rsidR="000055F1">
        <w:t>y</w:t>
      </w:r>
      <w:r w:rsidR="00F04C85">
        <w:t xml:space="preserve"> </w:t>
      </w:r>
      <w:r>
        <w:t>in the morning to pray together the dawn prayer, at noon for th</w:t>
      </w:r>
      <w:r w:rsidR="000055F1">
        <w:t>e</w:t>
      </w:r>
      <w:r w:rsidR="00F04C85">
        <w:t xml:space="preserve"> </w:t>
      </w:r>
      <w:r>
        <w:t>noon and afternoon prayers and at sunset for the sunset and earl</w:t>
      </w:r>
      <w:r w:rsidR="000055F1">
        <w:t>y</w:t>
      </w:r>
      <w:r w:rsidR="00F04C85">
        <w:t xml:space="preserve"> </w:t>
      </w:r>
      <w:r>
        <w:t>evening prayers.</w:t>
      </w:r>
    </w:p>
    <w:p w:rsidR="00CF3F93" w:rsidRDefault="00CF3F93" w:rsidP="00CF3F93">
      <w:pPr>
        <w:pStyle w:val="libNormal"/>
      </w:pPr>
      <w:r>
        <w:t>They usually gather in specific places, such as the shrines of th</w:t>
      </w:r>
      <w:r w:rsidR="000055F1">
        <w:t>e</w:t>
      </w:r>
      <w:r w:rsidR="00F04C85">
        <w:t xml:space="preserve"> </w:t>
      </w:r>
      <w:r>
        <w:t>Imams and in mosques, and prayer behind one of the Muslim</w:t>
      </w:r>
      <w:r w:rsidR="000055F1">
        <w:t>s</w:t>
      </w:r>
      <w:r w:rsidR="00F04C85">
        <w:t xml:space="preserve"> </w:t>
      </w:r>
      <w:r>
        <w:t>whom they know to lead a good and upright life and they perfor</w:t>
      </w:r>
      <w:r w:rsidR="000055F1">
        <w:t>m</w:t>
      </w:r>
      <w:r w:rsidR="00F04C85">
        <w:t xml:space="preserve"> </w:t>
      </w:r>
      <w:r>
        <w:t>their obligatory prayers doing what he does in the way o</w:t>
      </w:r>
      <w:r w:rsidR="000055F1">
        <w:t>f</w:t>
      </w:r>
      <w:r w:rsidR="00F04C85">
        <w:t xml:space="preserve"> </w:t>
      </w:r>
      <w:r>
        <w:t>standing, sitting, bowing and prostrating.</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do we gain from praying together?</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benefits of congregational prayer are many and the</w:t>
      </w:r>
      <w:r w:rsidR="000055F1">
        <w:t>y</w:t>
      </w:r>
      <w:r w:rsidR="00F04C85">
        <w:t xml:space="preserve"> </w:t>
      </w:r>
      <w:r w:rsidR="00337E26">
        <w:t>include:</w:t>
      </w:r>
    </w:p>
    <w:p w:rsidR="00CF3F93" w:rsidRDefault="00CF3F93" w:rsidP="00CF3F93">
      <w:pPr>
        <w:pStyle w:val="libNormal"/>
      </w:pPr>
      <w:r>
        <w:t xml:space="preserve">1. Unifying the Muslims in a practical way: every day </w:t>
      </w:r>
      <w:r w:rsidR="000055F1">
        <w:t>a</w:t>
      </w:r>
      <w:r w:rsidR="00F04C85">
        <w:t xml:space="preserve"> </w:t>
      </w:r>
      <w:r>
        <w:t xml:space="preserve">Muslim with great responsibilities stands next to </w:t>
      </w:r>
      <w:r w:rsidR="000055F1">
        <w:t>a</w:t>
      </w:r>
      <w:r w:rsidR="00F04C85">
        <w:t xml:space="preserve"> </w:t>
      </w:r>
      <w:r>
        <w:t>subordinate, a white Muslim next to a black one, a ric</w:t>
      </w:r>
      <w:r w:rsidR="000055F1">
        <w:t>h</w:t>
      </w:r>
      <w:r w:rsidR="00F04C85">
        <w:t xml:space="preserve"> </w:t>
      </w:r>
      <w:r>
        <w:t>Muslim next to a poor one and so on, all before the on</w:t>
      </w:r>
      <w:r w:rsidR="000055F1">
        <w:t>e</w:t>
      </w:r>
      <w:r w:rsidR="00F04C85">
        <w:t xml:space="preserve"> </w:t>
      </w:r>
      <w:r>
        <w:t>Lord, no one being distinguishable from another. A</w:t>
      </w:r>
      <w:r w:rsidR="000055F1">
        <w:t>t</w:t>
      </w:r>
      <w:r w:rsidR="00F04C85">
        <w:t xml:space="preserve"> </w:t>
      </w:r>
      <w:r>
        <w:t>these times all share similar sentiments. Class and othe</w:t>
      </w:r>
      <w:r w:rsidR="000055F1">
        <w:t>r</w:t>
      </w:r>
      <w:r w:rsidR="00F04C85">
        <w:t xml:space="preserve"> </w:t>
      </w:r>
      <w:r>
        <w:t>distinctions disappear and from this can come nothin</w:t>
      </w:r>
      <w:r w:rsidR="000055F1">
        <w:t>g</w:t>
      </w:r>
      <w:r w:rsidR="00F04C85">
        <w:t xml:space="preserve"> </w:t>
      </w:r>
      <w:r>
        <w:t>but good.</w:t>
      </w:r>
    </w:p>
    <w:p w:rsidR="00CF3F93" w:rsidRDefault="00CF3F93" w:rsidP="00CF3F93">
      <w:pPr>
        <w:pStyle w:val="libNormal"/>
      </w:pPr>
      <w:r>
        <w:t>2. Cooperation will occur when Muslims meet together</w:t>
      </w:r>
      <w:r w:rsidR="000055F1">
        <w:t>,</w:t>
      </w:r>
      <w:r w:rsidR="00F04C85">
        <w:t xml:space="preserve"> </w:t>
      </w:r>
      <w:r>
        <w:t>since everyone will get to know each other individually</w:t>
      </w:r>
      <w:r w:rsidR="000055F1">
        <w:t>,</w:t>
      </w:r>
      <w:r w:rsidR="00F04C85">
        <w:t xml:space="preserve"> </w:t>
      </w:r>
      <w:r>
        <w:t>friends will then help each other when help is neede</w:t>
      </w:r>
      <w:r w:rsidR="000055F1">
        <w:t>d</w:t>
      </w:r>
      <w:r w:rsidR="00F04C85">
        <w:t xml:space="preserve"> </w:t>
      </w:r>
      <w:r>
        <w:t>and there will be general concern if someone is absent o</w:t>
      </w:r>
      <w:r w:rsidR="000055F1">
        <w:t>r</w:t>
      </w:r>
      <w:r w:rsidR="00F04C85">
        <w:t xml:space="preserve"> </w:t>
      </w:r>
      <w:r>
        <w:t>going through difficult times.</w:t>
      </w:r>
    </w:p>
    <w:p w:rsidR="00CF3F93" w:rsidRDefault="00CF3F93" w:rsidP="00CF3F93">
      <w:pPr>
        <w:pStyle w:val="libNormal"/>
      </w:pPr>
      <w:r>
        <w:t>3. Inculcating discipline in the hearts of those who ar</w:t>
      </w:r>
      <w:r w:rsidR="000055F1">
        <w:t>e</w:t>
      </w:r>
      <w:r w:rsidR="00F04C85">
        <w:t xml:space="preserve"> </w:t>
      </w:r>
      <w:r>
        <w:t>praying, for congregation is one of the best forms o</w:t>
      </w:r>
      <w:r w:rsidR="000055F1">
        <w:t>f</w:t>
      </w:r>
      <w:r w:rsidR="00F04C85">
        <w:t xml:space="preserve"> </w:t>
      </w:r>
      <w:r>
        <w:t xml:space="preserve">discipline. If it becomes ingrained in the character of </w:t>
      </w:r>
      <w:r w:rsidR="000055F1">
        <w:t>a</w:t>
      </w:r>
      <w:r w:rsidR="00F04C85">
        <w:t xml:space="preserve"> </w:t>
      </w:r>
      <w:r>
        <w:t>Muslim he will be organized in all his doings.</w:t>
      </w:r>
    </w:p>
    <w:p w:rsidR="00CF3F93" w:rsidRDefault="00CF3F93" w:rsidP="00CF3F93">
      <w:pPr>
        <w:pStyle w:val="libNormal"/>
      </w:pPr>
      <w:r>
        <w:t xml:space="preserve">4. </w:t>
      </w:r>
      <w:proofErr w:type="gramStart"/>
      <w:r>
        <w:t>Benefiting</w:t>
      </w:r>
      <w:proofErr w:type="gramEnd"/>
      <w:r>
        <w:t xml:space="preserve"> from homilies and guidance which are give</w:t>
      </w:r>
      <w:r w:rsidR="000055F1">
        <w:t>n</w:t>
      </w:r>
      <w:r w:rsidR="00F04C85">
        <w:t xml:space="preserve"> </w:t>
      </w:r>
      <w:r>
        <w:t>to the congregation before the prayers or, as is usuall</w:t>
      </w:r>
      <w:r w:rsidR="000055F1">
        <w:t>y</w:t>
      </w:r>
      <w:r w:rsidR="00F04C85">
        <w:t xml:space="preserve"> </w:t>
      </w:r>
      <w:r>
        <w:t>the case, afterwards. Muslims in these congregations ar</w:t>
      </w:r>
      <w:r w:rsidR="000055F1">
        <w:t>e</w:t>
      </w:r>
      <w:r w:rsidR="00F04C85">
        <w:t xml:space="preserve"> </w:t>
      </w:r>
      <w:r>
        <w:t>made aware of the calamities that beset the Muslim</w:t>
      </w:r>
      <w:r w:rsidR="000055F1">
        <w:t>s</w:t>
      </w:r>
      <w:r w:rsidR="00F04C85">
        <w:t xml:space="preserve"> </w:t>
      </w:r>
      <w:r>
        <w:t>throughout the world so as to get them to participate, no</w:t>
      </w:r>
      <w:r w:rsidR="000055F1">
        <w:t>t</w:t>
      </w:r>
      <w:r w:rsidR="00F04C85">
        <w:t xml:space="preserve"> </w:t>
      </w:r>
      <w:r>
        <w:t>only with their hearts in the grief of those who have bee</w:t>
      </w:r>
      <w:r w:rsidR="000055F1">
        <w:t>n</w:t>
      </w:r>
      <w:r w:rsidR="00F04C85">
        <w:t xml:space="preserve"> </w:t>
      </w:r>
      <w:r>
        <w:t>afflicted, but also to participate by doing somethin</w:t>
      </w:r>
      <w:r w:rsidR="000055F1">
        <w:t>g</w:t>
      </w:r>
      <w:r w:rsidR="00F04C85">
        <w:t xml:space="preserve"> </w:t>
      </w:r>
      <w:r>
        <w:t>practically. Therefore we notice that those who are i</w:t>
      </w:r>
      <w:r w:rsidR="000055F1">
        <w:t>n</w:t>
      </w:r>
      <w:r w:rsidR="00F04C85">
        <w:t xml:space="preserve"> </w:t>
      </w:r>
      <w:r>
        <w:t>the habit of praying together are highly informed abou</w:t>
      </w:r>
      <w:r w:rsidR="000055F1">
        <w:t>t</w:t>
      </w:r>
      <w:r w:rsidR="00F04C85">
        <w:t xml:space="preserve"> </w:t>
      </w:r>
      <w:r>
        <w:t>religion and we also notice that, as a consequence of th</w:t>
      </w:r>
      <w:r w:rsidR="000055F1">
        <w:t>e</w:t>
      </w:r>
      <w:r w:rsidR="00F04C85">
        <w:t xml:space="preserve"> </w:t>
      </w:r>
      <w:r>
        <w:t>sermons and homilies which are delivered on thes</w:t>
      </w:r>
      <w:r w:rsidR="000055F1">
        <w:t>e</w:t>
      </w:r>
      <w:r w:rsidR="00F04C85">
        <w:t xml:space="preserve"> </w:t>
      </w:r>
      <w:r>
        <w:t>occasions, those who pray congregational prayers ar</w:t>
      </w:r>
      <w:r w:rsidR="000055F1">
        <w:t>e</w:t>
      </w:r>
      <w:r w:rsidR="00F04C85">
        <w:t xml:space="preserve"> </w:t>
      </w:r>
      <w:r>
        <w:t>more upright and scrupulous than others in the variou</w:t>
      </w:r>
      <w:r w:rsidR="000055F1">
        <w:t>s</w:t>
      </w:r>
      <w:r w:rsidR="00F04C85">
        <w:t xml:space="preserve"> </w:t>
      </w:r>
      <w:r>
        <w:t>fields of life. The benefits accruing from praying i</w:t>
      </w:r>
      <w:r w:rsidR="000055F1">
        <w:t>n</w:t>
      </w:r>
      <w:r w:rsidR="00F04C85">
        <w:t xml:space="preserve"> </w:t>
      </w:r>
      <w:r>
        <w:t>congregation continue to this day.</w:t>
      </w:r>
    </w:p>
    <w:p w:rsidR="00CF3F93" w:rsidRPr="001B2F03" w:rsidRDefault="00CF3F93" w:rsidP="006D51A0">
      <w:pPr>
        <w:pStyle w:val="Heading2"/>
      </w:pPr>
      <w:bookmarkStart w:id="60" w:name="_Toc496784716"/>
      <w:r w:rsidRPr="001B2F03">
        <w:t>ENJOINING WHAT IS GOOD and FORBIDDING WHAT IS</w:t>
      </w:r>
      <w:r w:rsidR="001B2F03">
        <w:t xml:space="preserve"> </w:t>
      </w:r>
      <w:r w:rsidRPr="001B2F03">
        <w:t>REPREHENSIBLE</w:t>
      </w:r>
      <w:bookmarkEnd w:id="60"/>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does this mean?</w:t>
      </w:r>
    </w:p>
    <w:p w:rsidR="00CF3F93" w:rsidRPr="008B697D" w:rsidRDefault="00CF3F93" w:rsidP="00CF3F93">
      <w:pPr>
        <w:pStyle w:val="libNormal"/>
        <w:rPr>
          <w:rStyle w:val="libBold1Char"/>
        </w:rPr>
      </w:pPr>
      <w:r w:rsidRPr="008B697D">
        <w:rPr>
          <w:rStyle w:val="libBold1Char"/>
        </w:rPr>
        <w:lastRenderedPageBreak/>
        <w:t>Answer:</w:t>
      </w:r>
    </w:p>
    <w:p w:rsidR="00CF3F93" w:rsidRDefault="00CF3F93" w:rsidP="00CF3F93">
      <w:pPr>
        <w:pStyle w:val="libNormal"/>
      </w:pPr>
      <w:r>
        <w:t>Islam enjoins what is good, whether it is to make somethin</w:t>
      </w:r>
      <w:r w:rsidR="000055F1">
        <w:t>g</w:t>
      </w:r>
      <w:r w:rsidR="00F04C85">
        <w:t xml:space="preserve"> </w:t>
      </w:r>
      <w:r>
        <w:t>obligatory or to cause something to be recommended. The goo</w:t>
      </w:r>
      <w:r w:rsidR="000055F1">
        <w:t>d</w:t>
      </w:r>
      <w:r w:rsidR="00F04C85">
        <w:t xml:space="preserve"> </w:t>
      </w:r>
      <w:r>
        <w:t xml:space="preserve">which Islam enjoins is called </w:t>
      </w:r>
      <w:proofErr w:type="spellStart"/>
      <w:r>
        <w:t>ma‘ruf</w:t>
      </w:r>
      <w:proofErr w:type="spellEnd"/>
      <w:r>
        <w:t>.</w:t>
      </w:r>
    </w:p>
    <w:p w:rsidR="00CF3F93" w:rsidRDefault="00CF3F93" w:rsidP="00CF3F93">
      <w:pPr>
        <w:pStyle w:val="libNormal"/>
      </w:pPr>
      <w:r>
        <w:t>Similarly, it also forbids what is reprehensible, either by causin</w:t>
      </w:r>
      <w:r w:rsidR="000055F1">
        <w:t>g</w:t>
      </w:r>
      <w:r w:rsidR="00F04C85">
        <w:t xml:space="preserve"> </w:t>
      </w:r>
      <w:r>
        <w:t>certain things to be absolutely forbidden or by saying that certai</w:t>
      </w:r>
      <w:r w:rsidR="000055F1">
        <w:t>n</w:t>
      </w:r>
      <w:r w:rsidR="00F04C85">
        <w:t xml:space="preserve"> </w:t>
      </w:r>
      <w:r>
        <w:t xml:space="preserve">actions are best kept away from. Bad things are called </w:t>
      </w:r>
      <w:proofErr w:type="spellStart"/>
      <w:r>
        <w:t>munkar</w:t>
      </w:r>
      <w:proofErr w:type="spellEnd"/>
      <w:r>
        <w:t>.</w:t>
      </w:r>
    </w:p>
    <w:p w:rsidR="00CF3F93" w:rsidRDefault="00CF3F93" w:rsidP="00CF3F93">
      <w:pPr>
        <w:pStyle w:val="libNormal"/>
      </w:pPr>
      <w:r>
        <w:t>Consequently Islam has ordered Muslims to enjoin what i</w:t>
      </w:r>
      <w:r w:rsidR="000055F1">
        <w:t>s</w:t>
      </w:r>
      <w:r w:rsidR="00F04C85">
        <w:t xml:space="preserve"> </w:t>
      </w:r>
      <w:proofErr w:type="spellStart"/>
      <w:r>
        <w:t>ma‘ruf</w:t>
      </w:r>
      <w:proofErr w:type="spellEnd"/>
      <w:r>
        <w:t xml:space="preserve"> (good things) and forbid </w:t>
      </w:r>
      <w:proofErr w:type="spellStart"/>
      <w:r>
        <w:t>munkar</w:t>
      </w:r>
      <w:proofErr w:type="spellEnd"/>
      <w:r>
        <w:t xml:space="preserve"> (bad actions). Thus, wit</w:t>
      </w:r>
      <w:r w:rsidR="000055F1">
        <w:t>h</w:t>
      </w:r>
      <w:r w:rsidR="00F04C85">
        <w:t xml:space="preserve"> </w:t>
      </w:r>
      <w:r>
        <w:t>this law the deviations in any community are set straight, peopl</w:t>
      </w:r>
      <w:r w:rsidR="000055F1">
        <w:t>e</w:t>
      </w:r>
      <w:r w:rsidR="00F04C85">
        <w:t xml:space="preserve"> </w:t>
      </w:r>
      <w:r>
        <w:t xml:space="preserve">are guided towards correct Islamic </w:t>
      </w:r>
      <w:proofErr w:type="spellStart"/>
      <w:r>
        <w:t>behaviour</w:t>
      </w:r>
      <w:proofErr w:type="spellEnd"/>
      <w:r>
        <w:t xml:space="preserve"> and they are save</w:t>
      </w:r>
      <w:r w:rsidR="000055F1">
        <w:t>d</w:t>
      </w:r>
      <w:r w:rsidR="00F04C85">
        <w:t xml:space="preserve"> </w:t>
      </w:r>
      <w:r>
        <w:t>from evil things and crimes.</w:t>
      </w:r>
    </w:p>
    <w:p w:rsidR="00CF3F93" w:rsidRDefault="00CF3F93" w:rsidP="00CF3F93">
      <w:pPr>
        <w:pStyle w:val="libNormal"/>
      </w:pPr>
      <w:r>
        <w:t>In the Qur’an, God says: “You are the best of peoples ever raise</w:t>
      </w:r>
      <w:r w:rsidR="000055F1">
        <w:t>d</w:t>
      </w:r>
      <w:r w:rsidR="00F04C85">
        <w:t xml:space="preserve"> </w:t>
      </w:r>
      <w:r>
        <w:t>up for mankind, you enjoin what is good and you forbid what i</w:t>
      </w:r>
      <w:r w:rsidR="000055F1">
        <w:t>s</w:t>
      </w:r>
      <w:r w:rsidR="00F04C85">
        <w:t xml:space="preserve"> </w:t>
      </w:r>
      <w:r>
        <w:t>reprehensible</w:t>
      </w:r>
      <w:proofErr w:type="gramStart"/>
      <w:r>
        <w:t>”[</w:t>
      </w:r>
      <w:proofErr w:type="gramEnd"/>
      <w:r>
        <w:t>3: 110].</w:t>
      </w:r>
    </w:p>
    <w:p w:rsidR="00CF3F93" w:rsidRDefault="00CF3F93" w:rsidP="00C21973">
      <w:pPr>
        <w:pStyle w:val="libNormal"/>
      </w:pPr>
      <w:r>
        <w:t>The Prophet Muhammad (God’s blessings and peace be upon hi</w:t>
      </w:r>
      <w:r w:rsidR="000055F1">
        <w:t>m</w:t>
      </w:r>
      <w:r w:rsidR="00F04C85">
        <w:t xml:space="preserve"> </w:t>
      </w:r>
      <w:r>
        <w:t>and his progeny) likened enjoining good and forbidding what i</w:t>
      </w:r>
      <w:r w:rsidR="000055F1">
        <w:t>s</w:t>
      </w:r>
      <w:r w:rsidR="00F04C85">
        <w:t xml:space="preserve"> </w:t>
      </w:r>
      <w:r>
        <w:t>reprehensible to a person in a boat who, while at sea, start</w:t>
      </w:r>
      <w:r w:rsidR="000055F1">
        <w:t>s</w:t>
      </w:r>
      <w:r w:rsidR="00F04C85">
        <w:t xml:space="preserve"> </w:t>
      </w:r>
      <w:r>
        <w:t>making a hole in it. If the other passengers grab hold of him, h</w:t>
      </w:r>
      <w:r w:rsidR="000055F1">
        <w:t>e</w:t>
      </w:r>
      <w:r w:rsidR="00F04C85">
        <w:t xml:space="preserve"> </w:t>
      </w:r>
      <w:r>
        <w:t>and they will be saved but if they leave him to carry on, both h</w:t>
      </w:r>
      <w:r w:rsidR="000055F1">
        <w:t>e</w:t>
      </w:r>
      <w:r w:rsidR="00F04C85">
        <w:t xml:space="preserve"> </w:t>
      </w:r>
      <w:r>
        <w:t>and they will peris</w:t>
      </w:r>
      <w:r w:rsidR="000055F1">
        <w:t>h</w:t>
      </w:r>
      <w:r w:rsidR="00F04C85">
        <w:t xml:space="preserve"> </w:t>
      </w:r>
      <w:r>
        <w:t>Imam Amir al-</w:t>
      </w:r>
      <w:proofErr w:type="spellStart"/>
      <w:r>
        <w:t>Mu’minin</w:t>
      </w:r>
      <w:proofErr w:type="spellEnd"/>
      <w:r>
        <w:t xml:space="preserve"> (peace be upon him) said: “See to it tha</w:t>
      </w:r>
      <w:r w:rsidR="000055F1">
        <w:t>t</w:t>
      </w:r>
      <w:r w:rsidR="00F04C85">
        <w:t xml:space="preserve"> </w:t>
      </w:r>
      <w:r>
        <w:t>you command what is good (</w:t>
      </w:r>
      <w:proofErr w:type="spellStart"/>
      <w:r>
        <w:t>ma‘ruf</w:t>
      </w:r>
      <w:proofErr w:type="spellEnd"/>
      <w:r>
        <w:t>) and forbid what i</w:t>
      </w:r>
      <w:r w:rsidR="000055F1">
        <w:t>s</w:t>
      </w:r>
      <w:r w:rsidR="00F04C85">
        <w:t xml:space="preserve"> </w:t>
      </w:r>
      <w:r>
        <w:t>reprehensible (</w:t>
      </w:r>
      <w:proofErr w:type="spellStart"/>
      <w:r>
        <w:t>munkar</w:t>
      </w:r>
      <w:proofErr w:type="spellEnd"/>
      <w:r>
        <w:t>) otherwise the evil amongst you wil</w:t>
      </w:r>
      <w:r w:rsidR="000055F1">
        <w:t>l</w:t>
      </w:r>
      <w:r w:rsidR="00F04C85">
        <w:t xml:space="preserve"> </w:t>
      </w:r>
      <w:r>
        <w:t>surely gain the upper hand, whereupon you will ask God to hel</w:t>
      </w:r>
      <w:r w:rsidR="000055F1">
        <w:t>p</w:t>
      </w:r>
      <w:r w:rsidR="00F04C85">
        <w:t xml:space="preserve"> </w:t>
      </w:r>
      <w:r>
        <w:t>you but your prayers will not be granted”</w:t>
      </w:r>
      <w:r w:rsidR="00C21973" w:rsidRPr="003418E0">
        <w:rPr>
          <w:rStyle w:val="libFootnotenumChar"/>
        </w:rPr>
        <w:t>55</w:t>
      </w:r>
      <w:r>
        <w:t>.</w:t>
      </w:r>
    </w:p>
    <w:p w:rsidR="00CF3F93" w:rsidRPr="001B2F03" w:rsidRDefault="00CF3F93" w:rsidP="006D51A0">
      <w:pPr>
        <w:pStyle w:val="Heading2"/>
      </w:pPr>
      <w:bookmarkStart w:id="61" w:name="_Toc496784717"/>
      <w:r w:rsidRPr="001B2F03">
        <w:t>I‘TIKAF</w:t>
      </w:r>
      <w:bookmarkEnd w:id="61"/>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w:t>
      </w:r>
      <w:proofErr w:type="spellStart"/>
      <w:r>
        <w:t>i‘tikaf</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proofErr w:type="spellStart"/>
      <w:r>
        <w:t>I‘tikaf</w:t>
      </w:r>
      <w:proofErr w:type="spellEnd"/>
      <w:r>
        <w:t xml:space="preserve"> consists of staying in the mosque for a period of three day</w:t>
      </w:r>
      <w:r w:rsidR="000055F1">
        <w:t>s</w:t>
      </w:r>
      <w:r w:rsidR="00F04C85">
        <w:t xml:space="preserve"> </w:t>
      </w:r>
      <w:r>
        <w:t>or more during which the Muslim fasts in the daytime an</w:t>
      </w:r>
      <w:r w:rsidR="000055F1">
        <w:t>d</w:t>
      </w:r>
      <w:r w:rsidR="00F04C85">
        <w:t xml:space="preserve"> </w:t>
      </w:r>
      <w:r>
        <w:t>refrains from doing many things which would be incompatibl</w:t>
      </w:r>
      <w:r w:rsidR="000055F1">
        <w:t>e</w:t>
      </w:r>
      <w:r w:rsidR="00F04C85">
        <w:t xml:space="preserve"> </w:t>
      </w:r>
      <w:r>
        <w:t>with achieving nearness to God, and also does not leave th</w:t>
      </w:r>
      <w:r w:rsidR="000055F1">
        <w:t>e</w:t>
      </w:r>
      <w:r w:rsidR="00F04C85">
        <w:t xml:space="preserve"> </w:t>
      </w:r>
      <w:r>
        <w:t>mosque except for the performance of necessities.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the benefit of </w:t>
      </w:r>
      <w:proofErr w:type="spellStart"/>
      <w:r>
        <w:t>i‘tikaf</w:t>
      </w:r>
      <w:proofErr w:type="spell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Its benefit is to raise the soul upwards to spiritual things and t</w:t>
      </w:r>
      <w:r w:rsidR="000055F1">
        <w:t>o</w:t>
      </w:r>
      <w:r w:rsidR="00F04C85">
        <w:t xml:space="preserve"> </w:t>
      </w:r>
      <w:r>
        <w:t>break the individual from those physical attachments whic</w:t>
      </w:r>
      <w:r w:rsidR="000055F1">
        <w:t>h</w:t>
      </w:r>
      <w:r w:rsidR="00F04C85">
        <w:t xml:space="preserve"> </w:t>
      </w:r>
      <w:r>
        <w:t>smear clear thinking. It is a time of recuperation and rest so as t</w:t>
      </w:r>
      <w:r w:rsidR="000055F1">
        <w:t>o</w:t>
      </w:r>
      <w:r w:rsidR="00F04C85">
        <w:t xml:space="preserve"> </w:t>
      </w:r>
      <w:r>
        <w:t>cleanse the body and purify the soul.</w:t>
      </w:r>
    </w:p>
    <w:p w:rsidR="00CF3F93" w:rsidRDefault="00CF3F93" w:rsidP="00CF3F93">
      <w:pPr>
        <w:pStyle w:val="libNormal"/>
      </w:pPr>
      <w:r>
        <w:t>At the present day we see that people, even the heads o</w:t>
      </w:r>
      <w:r w:rsidR="000055F1">
        <w:t>f</w:t>
      </w:r>
      <w:r w:rsidR="00F04C85">
        <w:t xml:space="preserve"> </w:t>
      </w:r>
      <w:r>
        <w:t>governments, withdraw from their work for a period o</w:t>
      </w:r>
      <w:r w:rsidR="000055F1">
        <w:t>f</w:t>
      </w:r>
      <w:r w:rsidR="00F04C85">
        <w:t xml:space="preserve"> </w:t>
      </w:r>
      <w:r>
        <w:t>recuperation, so that they may have an opportunity for relaxin</w:t>
      </w:r>
      <w:r w:rsidR="000055F1">
        <w:t>g</w:t>
      </w:r>
      <w:r w:rsidR="00F04C85">
        <w:t xml:space="preserve"> </w:t>
      </w:r>
      <w:r>
        <w:t>and reflecting. They go to a house in the country or to the seasid</w:t>
      </w:r>
      <w:r w:rsidR="000055F1">
        <w:t>e</w:t>
      </w:r>
      <w:r w:rsidR="00F04C85">
        <w:t xml:space="preserve"> </w:t>
      </w:r>
      <w:r>
        <w:t>and elsewhere in order to regain their energy and think abou</w:t>
      </w:r>
      <w:r w:rsidR="000055F1">
        <w:t>t</w:t>
      </w:r>
      <w:r w:rsidR="00F04C85">
        <w:t xml:space="preserve"> </w:t>
      </w:r>
      <w:r>
        <w:t xml:space="preserve">their problems away from the hubbub of life. </w:t>
      </w:r>
      <w:proofErr w:type="spellStart"/>
      <w:r>
        <w:t>I‘tikaf</w:t>
      </w:r>
      <w:proofErr w:type="spellEnd"/>
      <w:r>
        <w:t xml:space="preserve"> is better tha</w:t>
      </w:r>
      <w:r w:rsidR="000055F1">
        <w:t>n</w:t>
      </w:r>
      <w:r w:rsidR="00F04C85">
        <w:t xml:space="preserve"> </w:t>
      </w:r>
      <w:r>
        <w:t>doing this because:</w:t>
      </w:r>
    </w:p>
    <w:p w:rsidR="00CF3F93" w:rsidRDefault="00CF3F93" w:rsidP="00CF3F93">
      <w:pPr>
        <w:pStyle w:val="libNormal"/>
      </w:pPr>
      <w:r>
        <w:t xml:space="preserve">1. While doing </w:t>
      </w:r>
      <w:proofErr w:type="spellStart"/>
      <w:r>
        <w:t>i‘tikaf</w:t>
      </w:r>
      <w:proofErr w:type="spellEnd"/>
      <w:r>
        <w:t xml:space="preserve"> you are fasting, some of the benefit</w:t>
      </w:r>
      <w:r w:rsidR="000055F1">
        <w:t>s</w:t>
      </w:r>
      <w:r w:rsidR="00F04C85">
        <w:t xml:space="preserve"> </w:t>
      </w:r>
      <w:r>
        <w:t>of which have already been mentioned.</w:t>
      </w:r>
    </w:p>
    <w:p w:rsidR="00CF3F93" w:rsidRDefault="00CF3F93" w:rsidP="00CF3F93">
      <w:pPr>
        <w:pStyle w:val="libNormal"/>
      </w:pPr>
      <w:r>
        <w:t xml:space="preserve">2. </w:t>
      </w:r>
      <w:proofErr w:type="spellStart"/>
      <w:r>
        <w:t>I‘tikaf</w:t>
      </w:r>
      <w:proofErr w:type="spellEnd"/>
      <w:r>
        <w:t xml:space="preserve"> involves focusing oneself on God who is th</w:t>
      </w:r>
      <w:r w:rsidR="000055F1">
        <w:t>e</w:t>
      </w:r>
      <w:r w:rsidR="00F04C85">
        <w:t xml:space="preserve"> </w:t>
      </w:r>
      <w:r>
        <w:t>source of every good and the inspiration of ever</w:t>
      </w:r>
      <w:r w:rsidR="000055F1">
        <w:t>y</w:t>
      </w:r>
      <w:r w:rsidR="00F04C85">
        <w:t xml:space="preserve"> </w:t>
      </w:r>
      <w:r>
        <w:t>serenity and inner peace.</w:t>
      </w:r>
    </w:p>
    <w:p w:rsidR="00CF3F93" w:rsidRDefault="00CF3F93" w:rsidP="00CF3F93">
      <w:pPr>
        <w:pStyle w:val="libNormal"/>
      </w:pPr>
      <w:r>
        <w:lastRenderedPageBreak/>
        <w:t xml:space="preserve">3. </w:t>
      </w:r>
      <w:proofErr w:type="spellStart"/>
      <w:r>
        <w:t>I‘tikaf</w:t>
      </w:r>
      <w:proofErr w:type="spellEnd"/>
      <w:r>
        <w:t xml:space="preserve"> is carried out in a mosque which is in itself </w:t>
      </w:r>
      <w:r w:rsidR="000055F1">
        <w:t>a</w:t>
      </w:r>
      <w:r w:rsidR="00F04C85">
        <w:t xml:space="preserve"> </w:t>
      </w:r>
      <w:r>
        <w:t>place of obedience, worship, truthfulness and purity, fre</w:t>
      </w:r>
      <w:r w:rsidR="000055F1">
        <w:t>e</w:t>
      </w:r>
      <w:r w:rsidR="00F04C85">
        <w:t xml:space="preserve"> </w:t>
      </w:r>
      <w:r>
        <w:t>from transgressions and evil acts.</w:t>
      </w:r>
    </w:p>
    <w:p w:rsidR="00CF3F93" w:rsidRDefault="00CF3F93" w:rsidP="00CF3F93">
      <w:pPr>
        <w:pStyle w:val="libNormal"/>
      </w:pPr>
      <w:r>
        <w:t>It has been scientifically demonstrated that place influences th</w:t>
      </w:r>
      <w:r w:rsidR="000055F1">
        <w:t>e</w:t>
      </w:r>
      <w:r w:rsidR="00F04C85">
        <w:t xml:space="preserve"> </w:t>
      </w:r>
      <w:r>
        <w:t xml:space="preserve">human spirit and can, according to what sort of place it is, be </w:t>
      </w:r>
      <w:r w:rsidR="000055F1">
        <w:t>a</w:t>
      </w:r>
      <w:r w:rsidR="00F04C85">
        <w:t xml:space="preserve"> </w:t>
      </w:r>
      <w:r>
        <w:t>positive influence for good or for evil.</w:t>
      </w:r>
    </w:p>
    <w:p w:rsidR="00CF3F93" w:rsidRPr="001B2F03" w:rsidRDefault="00CF3F93" w:rsidP="006D51A0">
      <w:pPr>
        <w:pStyle w:val="Heading2"/>
      </w:pPr>
      <w:bookmarkStart w:id="62" w:name="_Toc496784718"/>
      <w:r w:rsidRPr="001B2F03">
        <w:t>PROPAGATING GOOD</w:t>
      </w:r>
      <w:bookmarkEnd w:id="62"/>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meant by propagating </w:t>
      </w:r>
      <w:proofErr w:type="gramStart"/>
      <w:r>
        <w:t>good</w:t>
      </w:r>
      <w:proofErr w:type="gram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Islam has named every noble action “good” (</w:t>
      </w:r>
      <w:proofErr w:type="spellStart"/>
      <w:r>
        <w:t>khayr</w:t>
      </w:r>
      <w:proofErr w:type="spellEnd"/>
      <w:r>
        <w:t>) and ha</w:t>
      </w:r>
      <w:r w:rsidR="000055F1">
        <w:t>s</w:t>
      </w:r>
      <w:r w:rsidR="00F04C85">
        <w:t xml:space="preserve"> </w:t>
      </w:r>
      <w:r>
        <w:t>enjoined people to invite others towards goodness. God Almight</w:t>
      </w:r>
      <w:r w:rsidR="000055F1">
        <w:t>y</w:t>
      </w:r>
      <w:r w:rsidR="00F04C85">
        <w:t xml:space="preserve"> </w:t>
      </w:r>
      <w:r>
        <w:t>says, “Let there arise out of you a group of people inviting to al</w:t>
      </w:r>
      <w:r w:rsidR="000055F1">
        <w:t>l</w:t>
      </w:r>
      <w:r w:rsidR="00F04C85">
        <w:t xml:space="preserve"> </w:t>
      </w:r>
      <w:r>
        <w:t>that is good</w:t>
      </w:r>
      <w:proofErr w:type="gramStart"/>
      <w:r>
        <w:t>”[</w:t>
      </w:r>
      <w:proofErr w:type="gramEnd"/>
      <w:r>
        <w:t>3: 104], just as He enjoined people to do goo</w:t>
      </w:r>
      <w:r w:rsidR="000055F1">
        <w:t>d</w:t>
      </w:r>
      <w:r w:rsidR="00F04C85">
        <w:t xml:space="preserve"> </w:t>
      </w:r>
      <w:r>
        <w:t>things themselves.</w:t>
      </w:r>
    </w:p>
    <w:p w:rsidR="00CF3F93" w:rsidRDefault="00CF3F93" w:rsidP="00C21973">
      <w:pPr>
        <w:pStyle w:val="libNormal"/>
      </w:pPr>
      <w:r>
        <w:t>Indeed in Islam, in addition to this, there is a reward for someon</w:t>
      </w:r>
      <w:r w:rsidR="000055F1">
        <w:t>e</w:t>
      </w:r>
      <w:r w:rsidR="00F04C85">
        <w:t xml:space="preserve"> </w:t>
      </w:r>
      <w:r>
        <w:t>who guides to what is good exactly as there is for one wh</w:t>
      </w:r>
      <w:r w:rsidR="000055F1">
        <w:t>o</w:t>
      </w:r>
      <w:r w:rsidR="00F04C85">
        <w:t xml:space="preserve"> </w:t>
      </w:r>
      <w:r>
        <w:t>actually performs that act himself for as the Prophet (God’</w:t>
      </w:r>
      <w:r w:rsidR="000055F1">
        <w:t>s</w:t>
      </w:r>
      <w:r w:rsidR="00F04C85">
        <w:t xml:space="preserve"> </w:t>
      </w:r>
      <w:r>
        <w:t>blessings and peace be upon him and his progeny) says, “He wh</w:t>
      </w:r>
      <w:r w:rsidR="000055F1">
        <w:t>o</w:t>
      </w:r>
      <w:r w:rsidR="00F04C85">
        <w:t xml:space="preserve"> </w:t>
      </w:r>
      <w:r>
        <w:t>points the way to something that is good is as if he performs [th</w:t>
      </w:r>
      <w:r w:rsidR="000055F1">
        <w:t>e</w:t>
      </w:r>
      <w:r w:rsidR="00F04C85">
        <w:t xml:space="preserve"> </w:t>
      </w:r>
      <w:r>
        <w:t>good action himself]”</w:t>
      </w:r>
      <w:r w:rsidR="00C21973" w:rsidRPr="003418E0">
        <w:rPr>
          <w:rStyle w:val="libFootnotenumChar"/>
        </w:rPr>
        <w:t>56</w:t>
      </w:r>
      <w:r>
        <w:t>.</w:t>
      </w:r>
    </w:p>
    <w:p w:rsidR="00CF3F93" w:rsidRDefault="00CF3F93" w:rsidP="00CF3F93">
      <w:pPr>
        <w:pStyle w:val="libNormal"/>
      </w:pPr>
      <w:r>
        <w:t xml:space="preserve">Good </w:t>
      </w:r>
      <w:proofErr w:type="gramStart"/>
      <w:r>
        <w:t>action are</w:t>
      </w:r>
      <w:proofErr w:type="gramEnd"/>
      <w:r>
        <w:t xml:space="preserve"> divided into two categories:</w:t>
      </w:r>
    </w:p>
    <w:p w:rsidR="00CF3F93" w:rsidRDefault="00CF3F93" w:rsidP="00CF3F93">
      <w:pPr>
        <w:pStyle w:val="libNormal"/>
      </w:pPr>
      <w:r>
        <w:t>1. Good deeds that Islam has specifically designated suc</w:t>
      </w:r>
      <w:r w:rsidR="000055F1">
        <w:t>h</w:t>
      </w:r>
      <w:r w:rsidR="00F04C85">
        <w:t xml:space="preserve"> </w:t>
      </w:r>
      <w:r>
        <w:t>as prayers, coming to the aid of the needy and feedin</w:t>
      </w:r>
      <w:r w:rsidR="000055F1">
        <w:t>g</w:t>
      </w:r>
      <w:r w:rsidR="00F04C85">
        <w:t xml:space="preserve"> </w:t>
      </w:r>
      <w:r>
        <w:t>the hungry.</w:t>
      </w:r>
    </w:p>
    <w:p w:rsidR="00CF3F93" w:rsidRDefault="00CF3F93" w:rsidP="00CF3F93">
      <w:pPr>
        <w:pStyle w:val="libNormal"/>
      </w:pPr>
      <w:r>
        <w:t>2. Good works which are covered by the general principle</w:t>
      </w:r>
      <w:r w:rsidR="000055F1">
        <w:t>s</w:t>
      </w:r>
      <w:r w:rsidR="00F04C85">
        <w:t xml:space="preserve"> </w:t>
      </w:r>
      <w:proofErr w:type="gramStart"/>
      <w:r>
        <w:t>laid</w:t>
      </w:r>
      <w:proofErr w:type="gramEnd"/>
      <w:r>
        <w:t xml:space="preserve"> out by Islam, even if Islam has not made a specifi</w:t>
      </w:r>
      <w:r w:rsidR="000055F1">
        <w:t>c</w:t>
      </w:r>
      <w:r w:rsidR="00F04C85">
        <w:t xml:space="preserve"> </w:t>
      </w:r>
      <w:r>
        <w:t>stipulation for them, such as building schools an</w:t>
      </w:r>
      <w:r w:rsidR="000055F1">
        <w:t>d</w:t>
      </w:r>
      <w:r w:rsidR="00F04C85">
        <w:t xml:space="preserve"> </w:t>
      </w:r>
      <w:r>
        <w:t>hospitals, establishing charities for providing clothes an</w:t>
      </w:r>
      <w:r w:rsidR="000055F1">
        <w:t>d</w:t>
      </w:r>
      <w:r w:rsidR="00F04C85">
        <w:t xml:space="preserve"> </w:t>
      </w:r>
      <w:r>
        <w:t>food for the needy, facilitating marriage contracts and s</w:t>
      </w:r>
      <w:r w:rsidR="000055F1">
        <w:t>o</w:t>
      </w:r>
      <w:r w:rsidR="00F04C85">
        <w:t xml:space="preserve"> </w:t>
      </w:r>
      <w:r>
        <w:t>on.</w:t>
      </w:r>
    </w:p>
    <w:p w:rsidR="00CF3F93" w:rsidRDefault="00CF3F93" w:rsidP="00CF3F93">
      <w:pPr>
        <w:pStyle w:val="libNormal"/>
      </w:pPr>
      <w:r>
        <w:t>Therefore in the view of Islam, a Muslim is a person who doe</w:t>
      </w:r>
      <w:r w:rsidR="000055F1">
        <w:t>s</w:t>
      </w:r>
      <w:r w:rsidR="00F04C85">
        <w:t xml:space="preserve"> </w:t>
      </w:r>
      <w:proofErr w:type="gramStart"/>
      <w:r>
        <w:t>good</w:t>
      </w:r>
      <w:proofErr w:type="gramEnd"/>
      <w:r>
        <w:t xml:space="preserve"> and at the same enjoins good to the extent that the Prophe</w:t>
      </w:r>
      <w:r w:rsidR="000055F1">
        <w:t>t</w:t>
      </w:r>
      <w:r w:rsidR="00F04C85">
        <w:t xml:space="preserve"> </w:t>
      </w:r>
      <w:r>
        <w:t>(God’s blessings and peace be upon him and his progeny) says:</w:t>
      </w:r>
    </w:p>
    <w:p w:rsidR="00CF3F93" w:rsidRDefault="00CF3F93" w:rsidP="00FB2464">
      <w:pPr>
        <w:pStyle w:val="libNormal"/>
      </w:pPr>
      <w:proofErr w:type="gramStart"/>
      <w:r>
        <w:t xml:space="preserve">“Removing something from the road that might cause injury is </w:t>
      </w:r>
      <w:r w:rsidR="000055F1">
        <w:t>a</w:t>
      </w:r>
      <w:r w:rsidR="00F04C85">
        <w:t xml:space="preserve"> </w:t>
      </w:r>
      <w:r>
        <w:t>good deed”</w:t>
      </w:r>
      <w:r w:rsidR="00FB2464" w:rsidRPr="003418E0">
        <w:rPr>
          <w:rStyle w:val="libFootnotenumChar"/>
        </w:rPr>
        <w:t>57</w:t>
      </w:r>
      <w:r>
        <w:t>.</w:t>
      </w:r>
      <w:proofErr w:type="gramEnd"/>
    </w:p>
    <w:p w:rsidR="00CF3F93" w:rsidRDefault="00CF3F93" w:rsidP="00CF3F93">
      <w:pPr>
        <w:pStyle w:val="libNormal"/>
      </w:pPr>
      <w:r>
        <w:t>Surely if human beings would act upon the directions of Islam i</w:t>
      </w:r>
      <w:r w:rsidR="000055F1">
        <w:t>n</w:t>
      </w:r>
      <w:r w:rsidR="00F04C85">
        <w:t xml:space="preserve"> </w:t>
      </w:r>
      <w:r>
        <w:t>doing good and propagating what is good, no one would be i</w:t>
      </w:r>
      <w:r w:rsidR="000055F1">
        <w:t>n</w:t>
      </w:r>
      <w:r w:rsidR="00F04C85">
        <w:t xml:space="preserve"> </w:t>
      </w:r>
      <w:r>
        <w:t>need and the world would be changed into a paradise of wellbein</w:t>
      </w:r>
      <w:r w:rsidR="000055F1">
        <w:t>g</w:t>
      </w:r>
      <w:r w:rsidR="00F04C85">
        <w:t xml:space="preserve"> </w:t>
      </w:r>
      <w:r>
        <w:t>where goodness, prosperity and friendship would prevai</w:t>
      </w:r>
      <w:r w:rsidR="000055F1">
        <w:t>l</w:t>
      </w:r>
      <w:r w:rsidR="00F04C85">
        <w:t xml:space="preserve"> </w:t>
      </w:r>
      <w:r>
        <w:t>throughout the earth.</w:t>
      </w:r>
    </w:p>
    <w:p w:rsidR="00CF3F93" w:rsidRPr="001B2F03" w:rsidRDefault="00CF3F93" w:rsidP="006D51A0">
      <w:pPr>
        <w:pStyle w:val="Heading2"/>
      </w:pPr>
      <w:bookmarkStart w:id="63" w:name="_Toc496784719"/>
      <w:r w:rsidRPr="001B2F03">
        <w:t>COMMEMORATIONS</w:t>
      </w:r>
      <w:bookmarkEnd w:id="63"/>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meant by commemorations?</w:t>
      </w:r>
    </w:p>
    <w:p w:rsidR="00CF3F93" w:rsidRPr="008B697D" w:rsidRDefault="00CF3F93" w:rsidP="00CF3F93">
      <w:pPr>
        <w:pStyle w:val="libNormal"/>
        <w:rPr>
          <w:rStyle w:val="libBold1Char"/>
        </w:rPr>
      </w:pPr>
      <w:r w:rsidRPr="008B697D">
        <w:rPr>
          <w:rStyle w:val="libBold1Char"/>
        </w:rPr>
        <w:t>Answer:</w:t>
      </w:r>
    </w:p>
    <w:p w:rsidR="00CF3F93" w:rsidRDefault="00CF3F93" w:rsidP="00FB2464">
      <w:pPr>
        <w:pStyle w:val="libNormal"/>
      </w:pPr>
      <w:r>
        <w:t>Islam has made the holding of celebrations and commemoration</w:t>
      </w:r>
      <w:r w:rsidR="000055F1">
        <w:t>s</w:t>
      </w:r>
      <w:r w:rsidR="00F04C85">
        <w:t xml:space="preserve"> </w:t>
      </w:r>
      <w:r>
        <w:t>in memory of the Prophet and the impeccable Imams, whether i</w:t>
      </w:r>
      <w:r w:rsidR="000055F1">
        <w:t>t</w:t>
      </w:r>
      <w:r w:rsidR="00F04C85">
        <w:t xml:space="preserve"> </w:t>
      </w:r>
      <w:r>
        <w:t>is for happy events, like their birthdays, or for sad ones, like th</w:t>
      </w:r>
      <w:r w:rsidR="000055F1">
        <w:t>e</w:t>
      </w:r>
      <w:r w:rsidR="00F04C85">
        <w:t xml:space="preserve"> </w:t>
      </w:r>
      <w:r>
        <w:t>days on which they died, something that is recommended an</w:t>
      </w:r>
      <w:r w:rsidR="000055F1">
        <w:t>d</w:t>
      </w:r>
      <w:r w:rsidR="00F04C85">
        <w:t xml:space="preserve"> </w:t>
      </w:r>
      <w:r>
        <w:t xml:space="preserve">highly desirable. In a </w:t>
      </w:r>
      <w:proofErr w:type="spellStart"/>
      <w:r>
        <w:t>hadith</w:t>
      </w:r>
      <w:proofErr w:type="spellEnd"/>
      <w:r>
        <w:t xml:space="preserve"> it is related that, “Our followers ar</w:t>
      </w:r>
      <w:r w:rsidR="000055F1">
        <w:t>e</w:t>
      </w:r>
      <w:r w:rsidR="00F04C85">
        <w:t xml:space="preserve"> </w:t>
      </w:r>
      <w:r>
        <w:t>from us, they are joyful in our joy and are grieved in our grief”</w:t>
      </w:r>
      <w:r w:rsidR="00FB2464" w:rsidRPr="003418E0">
        <w:rPr>
          <w:rStyle w:val="libFootnotenumChar"/>
        </w:rPr>
        <w:t>58</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benefit do these commemorations have?</w:t>
      </w:r>
    </w:p>
    <w:p w:rsidR="00CF3F93" w:rsidRPr="008B697D" w:rsidRDefault="00CF3F93" w:rsidP="00CF3F93">
      <w:pPr>
        <w:pStyle w:val="libNormal"/>
        <w:rPr>
          <w:rStyle w:val="libBold1Char"/>
        </w:rPr>
      </w:pPr>
      <w:r w:rsidRPr="008B697D">
        <w:rPr>
          <w:rStyle w:val="libBold1Char"/>
        </w:rPr>
        <w:lastRenderedPageBreak/>
        <w:t>Answer:</w:t>
      </w:r>
    </w:p>
    <w:p w:rsidR="00CF3F93" w:rsidRDefault="00CF3F93" w:rsidP="00CF3F93">
      <w:pPr>
        <w:pStyle w:val="libNormal"/>
      </w:pPr>
      <w:r>
        <w:t xml:space="preserve">The many benefits they have </w:t>
      </w:r>
      <w:proofErr w:type="gramStart"/>
      <w:r>
        <w:t>include</w:t>
      </w:r>
      <w:proofErr w:type="gramEnd"/>
      <w:r>
        <w:t>:</w:t>
      </w:r>
    </w:p>
    <w:p w:rsidR="00CF3F93" w:rsidRDefault="00CF3F93" w:rsidP="00CF3F93">
      <w:pPr>
        <w:pStyle w:val="libNormal"/>
      </w:pPr>
      <w:r>
        <w:t>1. Encouraging the good. If people see that the good an</w:t>
      </w:r>
      <w:r w:rsidR="000055F1">
        <w:t>d</w:t>
      </w:r>
      <w:r w:rsidR="00F04C85">
        <w:t xml:space="preserve"> </w:t>
      </w:r>
      <w:r>
        <w:t>upright are the object of respect then their souls ar</w:t>
      </w:r>
      <w:r w:rsidR="000055F1">
        <w:t>e</w:t>
      </w:r>
      <w:r w:rsidR="00F04C85">
        <w:t xml:space="preserve"> </w:t>
      </w:r>
      <w:r>
        <w:t>inclined towards good, so that they in turn may als</w:t>
      </w:r>
      <w:r w:rsidR="000055F1">
        <w:t>o</w:t>
      </w:r>
      <w:r w:rsidR="00F04C85">
        <w:t xml:space="preserve"> </w:t>
      </w:r>
      <w:r>
        <w:t>generate respect. Just as these commemorations are a</w:t>
      </w:r>
      <w:r w:rsidR="000055F1">
        <w:t>n</w:t>
      </w:r>
      <w:r w:rsidR="00F04C85">
        <w:t xml:space="preserve"> </w:t>
      </w:r>
      <w:r>
        <w:t>encouragement towards good and laudable deeds so the</w:t>
      </w:r>
      <w:r w:rsidR="000055F1">
        <w:t>y</w:t>
      </w:r>
      <w:r w:rsidR="00F04C85">
        <w:t xml:space="preserve"> </w:t>
      </w:r>
      <w:r>
        <w:t>also arouse an aversion to what is bad and reprehensibl</w:t>
      </w:r>
      <w:r w:rsidR="000055F1">
        <w:t>e</w:t>
      </w:r>
      <w:r w:rsidR="00F04C85">
        <w:t xml:space="preserve"> </w:t>
      </w:r>
      <w:r>
        <w:t xml:space="preserve">2. </w:t>
      </w:r>
      <w:proofErr w:type="gramStart"/>
      <w:r>
        <w:t>Creating role models.</w:t>
      </w:r>
      <w:proofErr w:type="gramEnd"/>
      <w:r>
        <w:t xml:space="preserve"> If man has a personal esteem fo</w:t>
      </w:r>
      <w:r w:rsidR="000055F1">
        <w:t>r</w:t>
      </w:r>
      <w:r w:rsidR="00F04C85">
        <w:t xml:space="preserve"> </w:t>
      </w:r>
      <w:r>
        <w:t>someone, he will take him as a role model and will try t</w:t>
      </w:r>
      <w:r w:rsidR="000055F1">
        <w:t>o</w:t>
      </w:r>
      <w:r w:rsidR="00F04C85">
        <w:t xml:space="preserve"> </w:t>
      </w:r>
      <w:r>
        <w:t xml:space="preserve">make his own life conform to the qualities of </w:t>
      </w:r>
      <w:proofErr w:type="gramStart"/>
      <w:r>
        <w:t>whom</w:t>
      </w:r>
      <w:proofErr w:type="gramEnd"/>
      <w:r>
        <w:t xml:space="preserve"> he i</w:t>
      </w:r>
      <w:r w:rsidR="000055F1">
        <w:t>s</w:t>
      </w:r>
      <w:r w:rsidR="00F04C85">
        <w:t xml:space="preserve"> </w:t>
      </w:r>
      <w:r>
        <w:t xml:space="preserve">in awe. This is because in man’s character there is </w:t>
      </w:r>
      <w:r w:rsidR="000055F1">
        <w:t>a</w:t>
      </w:r>
      <w:r w:rsidR="00F04C85">
        <w:t xml:space="preserve"> </w:t>
      </w:r>
      <w:r>
        <w:t>tendency towards spiritual advancement and the raisin</w:t>
      </w:r>
      <w:r w:rsidR="000055F1">
        <w:t>g</w:t>
      </w:r>
      <w:r w:rsidR="00F04C85">
        <w:t xml:space="preserve"> </w:t>
      </w:r>
      <w:r>
        <w:t>of oneself towards the ranks of those who are at th</w:t>
      </w:r>
      <w:r w:rsidR="000055F1">
        <w:t>e</w:t>
      </w:r>
      <w:r w:rsidR="00F04C85">
        <w:t xml:space="preserve"> </w:t>
      </w:r>
      <w:r>
        <w:t>peaks of humanity and at the highest level of nobilit</w:t>
      </w:r>
      <w:r w:rsidR="000055F1">
        <w:t>y</w:t>
      </w:r>
      <w:r w:rsidR="00F04C85">
        <w:t xml:space="preserve"> </w:t>
      </w:r>
      <w:r>
        <w:t>and virtue.</w:t>
      </w:r>
    </w:p>
    <w:p w:rsidR="00CF3F93" w:rsidRDefault="00CF3F93" w:rsidP="00CF3F93">
      <w:pPr>
        <w:pStyle w:val="libNormal"/>
      </w:pPr>
      <w:r>
        <w:t>3. Appreciating those who are concerned with th</w:t>
      </w:r>
      <w:r w:rsidR="000055F1">
        <w:t>e</w:t>
      </w:r>
      <w:r w:rsidR="00F04C85">
        <w:t xml:space="preserve"> </w:t>
      </w:r>
      <w:r>
        <w:t>betterment of society. Such people are by right th</w:t>
      </w:r>
      <w:r w:rsidR="000055F1">
        <w:t>e</w:t>
      </w:r>
      <w:r w:rsidR="00F04C85">
        <w:t xml:space="preserve"> </w:t>
      </w:r>
      <w:r>
        <w:t>object of respect, be it during their lifetime or after thei</w:t>
      </w:r>
      <w:r w:rsidR="000055F1">
        <w:t>r</w:t>
      </w:r>
      <w:r w:rsidR="00F04C85">
        <w:t xml:space="preserve"> </w:t>
      </w:r>
      <w:r>
        <w:t>demise.</w:t>
      </w:r>
    </w:p>
    <w:p w:rsidR="00CF3F93" w:rsidRDefault="00CF3F93" w:rsidP="00CF3F93">
      <w:pPr>
        <w:pStyle w:val="libNormal"/>
      </w:pPr>
      <w:r>
        <w:t>4. In addition, these commemorations usually involv</w:t>
      </w:r>
      <w:r w:rsidR="000055F1">
        <w:t>e</w:t>
      </w:r>
      <w:r w:rsidR="00F04C85">
        <w:t xml:space="preserve"> </w:t>
      </w:r>
      <w:r>
        <w:t>people gathering together and the holding of seminar</w:t>
      </w:r>
      <w:r w:rsidR="000055F1">
        <w:t>s</w:t>
      </w:r>
      <w:r w:rsidR="00F04C85">
        <w:t xml:space="preserve"> </w:t>
      </w:r>
      <w:r>
        <w:t>and lectures and so there accrue from them benefits fo</w:t>
      </w:r>
      <w:r w:rsidR="000055F1">
        <w:t>r</w:t>
      </w:r>
      <w:r w:rsidR="00F04C85">
        <w:t xml:space="preserve"> </w:t>
      </w:r>
      <w:r>
        <w:t>the community, some of which we have alread</w:t>
      </w:r>
      <w:r w:rsidR="000055F1">
        <w:t>y</w:t>
      </w:r>
      <w:r w:rsidR="00F04C85">
        <w:t xml:space="preserve"> </w:t>
      </w:r>
      <w:r>
        <w:t xml:space="preserve">mentioned with regard to the Pilgrimage to </w:t>
      </w:r>
      <w:proofErr w:type="spellStart"/>
      <w:r>
        <w:t>Makka</w:t>
      </w:r>
      <w:proofErr w:type="spellEnd"/>
      <w:r>
        <w:t xml:space="preserve"> an</w:t>
      </w:r>
      <w:r w:rsidR="000055F1">
        <w:t>d</w:t>
      </w:r>
      <w:r w:rsidR="00F04C85">
        <w:t xml:space="preserve"> </w:t>
      </w:r>
      <w:r>
        <w:t>praying in congregation. Moreover these gatherings ar</w:t>
      </w:r>
      <w:r w:rsidR="000055F1">
        <w:t>e</w:t>
      </w:r>
      <w:r w:rsidR="00F04C85">
        <w:t xml:space="preserve"> </w:t>
      </w:r>
      <w:r>
        <w:t>usually not simply commemorations but also contai</w:t>
      </w:r>
      <w:r w:rsidR="000055F1">
        <w:t>n</w:t>
      </w:r>
      <w:r w:rsidR="00F04C85">
        <w:t xml:space="preserve"> </w:t>
      </w:r>
      <w:r>
        <w:t>aspects of guidance and admonition so that the benefit i</w:t>
      </w:r>
      <w:r w:rsidR="000055F1">
        <w:t>s</w:t>
      </w:r>
      <w:r w:rsidR="00F04C85">
        <w:t xml:space="preserve"> </w:t>
      </w:r>
      <w:r>
        <w:t>two-fold: the benefit from the actual event and th</w:t>
      </w:r>
      <w:r w:rsidR="000055F1">
        <w:t>e</w:t>
      </w:r>
      <w:r w:rsidR="00F04C85">
        <w:t xml:space="preserve"> </w:t>
      </w:r>
      <w:r>
        <w:t>benefit obtained from spiritual instruction.</w:t>
      </w:r>
    </w:p>
    <w:p w:rsidR="00CF3F93" w:rsidRDefault="00CF3F93" w:rsidP="00CF3F93">
      <w:pPr>
        <w:pStyle w:val="libNormal"/>
      </w:pPr>
      <w:r>
        <w:t xml:space="preserve">5. If such a gathering is accompanied by </w:t>
      </w:r>
      <w:proofErr w:type="spellStart"/>
      <w:r>
        <w:t>colourfu</w:t>
      </w:r>
      <w:r w:rsidR="000055F1">
        <w:t>l</w:t>
      </w:r>
      <w:proofErr w:type="spellEnd"/>
      <w:r w:rsidR="00F04C85">
        <w:t xml:space="preserve"> </w:t>
      </w:r>
      <w:r>
        <w:t>decorations when celebrating a joyful occasion and b</w:t>
      </w:r>
      <w:r w:rsidR="000055F1">
        <w:t>y</w:t>
      </w:r>
      <w:r w:rsidR="00F04C85">
        <w:t xml:space="preserve"> </w:t>
      </w:r>
      <w:r>
        <w:t>black ones for sorrowful commemorations, this will hav</w:t>
      </w:r>
      <w:r w:rsidR="000055F1">
        <w:t>e</w:t>
      </w:r>
      <w:r w:rsidR="00F04C85">
        <w:t xml:space="preserve"> </w:t>
      </w:r>
      <w:r>
        <w:t>a greater impact because then the eye participates wit</w:t>
      </w:r>
      <w:r w:rsidR="000055F1">
        <w:t>h</w:t>
      </w:r>
      <w:r w:rsidR="00F04C85">
        <w:t xml:space="preserve"> </w:t>
      </w:r>
      <w:r>
        <w:t>the ear in the quest for understanding and inspiration an</w:t>
      </w:r>
      <w:r w:rsidR="000055F1">
        <w:t>d</w:t>
      </w:r>
      <w:r w:rsidR="00F04C85">
        <w:t xml:space="preserve"> </w:t>
      </w:r>
      <w:r>
        <w:t>so the response to what is good and the aversion to wha</w:t>
      </w:r>
      <w:r w:rsidR="000055F1">
        <w:t>t</w:t>
      </w:r>
      <w:r w:rsidR="00F04C85">
        <w:t xml:space="preserve"> </w:t>
      </w:r>
      <w:r>
        <w:t>is bad will be stronger.</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Can you give some examples of commemorations?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For instance:</w:t>
      </w:r>
    </w:p>
    <w:p w:rsidR="00CF3F93" w:rsidRDefault="00CF3F93" w:rsidP="00CF3F93">
      <w:pPr>
        <w:pStyle w:val="libNormal"/>
      </w:pPr>
      <w:r>
        <w:t>1. The Birthday of the Holy Prophet, of Fatima al-Zahra’</w:t>
      </w:r>
    </w:p>
    <w:p w:rsidR="00CF3F93" w:rsidRDefault="00CF3F93" w:rsidP="00CF3F93">
      <w:pPr>
        <w:pStyle w:val="libNormal"/>
      </w:pPr>
      <w:proofErr w:type="gramStart"/>
      <w:r>
        <w:t>and</w:t>
      </w:r>
      <w:proofErr w:type="gramEnd"/>
      <w:r>
        <w:t xml:space="preserve"> the 12 Imams (peace and blessings be upon the</w:t>
      </w:r>
      <w:r w:rsidR="000055F1">
        <w:t>m</w:t>
      </w:r>
      <w:r w:rsidR="00F04C85">
        <w:t xml:space="preserve"> </w:t>
      </w:r>
      <w:r>
        <w:t>all).</w:t>
      </w:r>
    </w:p>
    <w:p w:rsidR="00CF3F93" w:rsidRDefault="00CF3F93" w:rsidP="00FB2464">
      <w:pPr>
        <w:pStyle w:val="libNormal"/>
      </w:pPr>
      <w:r>
        <w:t>2. The Festival (‘Id) of al-Mab‘ath</w:t>
      </w:r>
      <w:r w:rsidR="00FB2464" w:rsidRPr="003418E0">
        <w:rPr>
          <w:rStyle w:val="libFootnotenumChar"/>
        </w:rPr>
        <w:t>59</w:t>
      </w:r>
      <w:r>
        <w:t xml:space="preserve"> when the Prophe</w:t>
      </w:r>
      <w:r w:rsidR="000055F1">
        <w:t>t</w:t>
      </w:r>
      <w:r w:rsidR="00F04C85">
        <w:t xml:space="preserve"> </w:t>
      </w:r>
      <w:r>
        <w:t>(God’s blessings and peace be upon him and hi</w:t>
      </w:r>
      <w:r w:rsidR="000055F1">
        <w:t>s</w:t>
      </w:r>
      <w:r w:rsidR="00F04C85">
        <w:t xml:space="preserve"> </w:t>
      </w:r>
      <w:r>
        <w:t>progeny) was told by God to commence his Propheti</w:t>
      </w:r>
      <w:r w:rsidR="000055F1">
        <w:t>c</w:t>
      </w:r>
      <w:r w:rsidR="00F04C85">
        <w:t xml:space="preserve"> </w:t>
      </w:r>
      <w:r>
        <w:t>Mission to the people - on 27th Rajab</w:t>
      </w:r>
      <w:r w:rsidR="00FB2464" w:rsidRPr="003418E0">
        <w:rPr>
          <w:rStyle w:val="libFootnotenumChar"/>
        </w:rPr>
        <w:t>60</w:t>
      </w:r>
      <w:r>
        <w:t>.</w:t>
      </w:r>
    </w:p>
    <w:p w:rsidR="00CF3F93" w:rsidRDefault="00CF3F93" w:rsidP="00CF3F93">
      <w:pPr>
        <w:pStyle w:val="libNormal"/>
      </w:pPr>
      <w:proofErr w:type="gramStart"/>
      <w:r>
        <w:t>3. The demise of the Prophet, Fatima al-Zahra’, and 11 o</w:t>
      </w:r>
      <w:r w:rsidR="000055F1">
        <w:t>f</w:t>
      </w:r>
      <w:r w:rsidR="00F04C85">
        <w:t xml:space="preserve"> </w:t>
      </w:r>
      <w:r>
        <w:t>the impeccable Imams (peace and blessings be upo</w:t>
      </w:r>
      <w:r w:rsidR="000055F1">
        <w:t>n</w:t>
      </w:r>
      <w:r w:rsidR="00F04C85">
        <w:t xml:space="preserve"> </w:t>
      </w:r>
      <w:r>
        <w:t>them all).</w:t>
      </w:r>
      <w:proofErr w:type="gramEnd"/>
    </w:p>
    <w:p w:rsidR="00CF3F93" w:rsidRDefault="00CF3F93" w:rsidP="00FB2464">
      <w:pPr>
        <w:pStyle w:val="libNormal"/>
      </w:pPr>
      <w:r>
        <w:t xml:space="preserve">4. The Festival of </w:t>
      </w:r>
      <w:proofErr w:type="spellStart"/>
      <w:r>
        <w:t>Ghadir</w:t>
      </w:r>
      <w:proofErr w:type="spellEnd"/>
      <w:r>
        <w:t xml:space="preserve"> (‘Id al-</w:t>
      </w:r>
      <w:proofErr w:type="spellStart"/>
      <w:r>
        <w:t>Ghadir</w:t>
      </w:r>
      <w:proofErr w:type="spellEnd"/>
      <w:r>
        <w:t>) when at a plac</w:t>
      </w:r>
      <w:r w:rsidR="000055F1">
        <w:t>e</w:t>
      </w:r>
      <w:r w:rsidR="00F04C85">
        <w:t xml:space="preserve"> </w:t>
      </w:r>
      <w:r>
        <w:t xml:space="preserve">called </w:t>
      </w:r>
      <w:proofErr w:type="spellStart"/>
      <w:r>
        <w:t>Ghadir</w:t>
      </w:r>
      <w:proofErr w:type="spellEnd"/>
      <w:r>
        <w:t xml:space="preserve"> </w:t>
      </w:r>
      <w:proofErr w:type="spellStart"/>
      <w:r>
        <w:t>Khumm</w:t>
      </w:r>
      <w:proofErr w:type="spellEnd"/>
      <w:r>
        <w:t xml:space="preserve"> the Prophet (God’s blessings an</w:t>
      </w:r>
      <w:r w:rsidR="000055F1">
        <w:t>d</w:t>
      </w:r>
      <w:r w:rsidR="00F04C85">
        <w:t xml:space="preserve"> </w:t>
      </w:r>
      <w:r>
        <w:t xml:space="preserve">peace be upon him and his progeny) appointed ‘Ali </w:t>
      </w:r>
      <w:proofErr w:type="spellStart"/>
      <w:r>
        <w:t>ib</w:t>
      </w:r>
      <w:r w:rsidR="000055F1">
        <w:t>n</w:t>
      </w:r>
      <w:proofErr w:type="spellEnd"/>
      <w:r w:rsidR="00F04C85">
        <w:t xml:space="preserve"> </w:t>
      </w:r>
      <w:proofErr w:type="spellStart"/>
      <w:r>
        <w:t>Abi</w:t>
      </w:r>
      <w:proofErr w:type="spellEnd"/>
      <w:r>
        <w:t xml:space="preserve"> </w:t>
      </w:r>
      <w:proofErr w:type="spellStart"/>
      <w:r>
        <w:t>Talib</w:t>
      </w:r>
      <w:proofErr w:type="spellEnd"/>
      <w:r>
        <w:t xml:space="preserve"> as his </w:t>
      </w:r>
      <w:proofErr w:type="spellStart"/>
      <w:r>
        <w:t>khalifa</w:t>
      </w:r>
      <w:proofErr w:type="spellEnd"/>
      <w:r>
        <w:t xml:space="preserve"> (successor) over the Muslims </w:t>
      </w:r>
      <w:r w:rsidR="00337E26">
        <w:t xml:space="preserve">- </w:t>
      </w:r>
      <w:r>
        <w:t xml:space="preserve">on 18th </w:t>
      </w:r>
      <w:proofErr w:type="spellStart"/>
      <w:r>
        <w:t>Dhu</w:t>
      </w:r>
      <w:proofErr w:type="spellEnd"/>
      <w:r>
        <w:t xml:space="preserve"> ’l-Hijja</w:t>
      </w:r>
      <w:r w:rsidR="00FB2464" w:rsidRPr="003418E0">
        <w:rPr>
          <w:rStyle w:val="libFootnotenumChar"/>
        </w:rPr>
        <w:t>61</w:t>
      </w:r>
      <w:r>
        <w:t>.</w:t>
      </w:r>
    </w:p>
    <w:p w:rsidR="00CF3F93" w:rsidRDefault="00CF3F93" w:rsidP="00CF3F93">
      <w:pPr>
        <w:pStyle w:val="libNormal"/>
      </w:pPr>
      <w:r>
        <w:t>5. The Islamic festivals of ‘Id al-</w:t>
      </w:r>
      <w:proofErr w:type="spellStart"/>
      <w:r>
        <w:t>Fitr</w:t>
      </w:r>
      <w:proofErr w:type="spellEnd"/>
      <w:r>
        <w:t xml:space="preserve"> (breaking of the fast)</w:t>
      </w:r>
    </w:p>
    <w:p w:rsidR="00CF3F93" w:rsidRDefault="00CF3F93" w:rsidP="00CF3F93">
      <w:pPr>
        <w:pStyle w:val="libNormal"/>
      </w:pPr>
      <w:proofErr w:type="gramStart"/>
      <w:r>
        <w:t>on</w:t>
      </w:r>
      <w:proofErr w:type="gramEnd"/>
      <w:r>
        <w:t xml:space="preserve"> 1st Shawwal</w:t>
      </w:r>
      <w:r w:rsidR="00FB2464" w:rsidRPr="003418E0">
        <w:rPr>
          <w:rStyle w:val="libFootnotenumChar"/>
        </w:rPr>
        <w:t>62</w:t>
      </w:r>
      <w:r>
        <w:t xml:space="preserve"> and ‘Id al-</w:t>
      </w:r>
      <w:proofErr w:type="spellStart"/>
      <w:r>
        <w:t>Adha</w:t>
      </w:r>
      <w:proofErr w:type="spellEnd"/>
      <w:r>
        <w:t xml:space="preserve"> (the festival o</w:t>
      </w:r>
      <w:r w:rsidR="000055F1">
        <w:t>f</w:t>
      </w:r>
      <w:r w:rsidR="00F04C85">
        <w:t xml:space="preserve"> </w:t>
      </w:r>
      <w:r>
        <w:t xml:space="preserve">Sacrifice) on 10th </w:t>
      </w:r>
      <w:proofErr w:type="spellStart"/>
      <w:r>
        <w:t>Dhu</w:t>
      </w:r>
      <w:proofErr w:type="spellEnd"/>
      <w:r>
        <w:t xml:space="preserve"> ’l-</w:t>
      </w:r>
      <w:proofErr w:type="spellStart"/>
      <w:r>
        <w:t>Hijja</w:t>
      </w:r>
      <w:proofErr w:type="spellEnd"/>
      <w:r>
        <w:t>.</w:t>
      </w:r>
    </w:p>
    <w:p w:rsidR="00CF3F93" w:rsidRDefault="00CF3F93" w:rsidP="00FB2464">
      <w:pPr>
        <w:pStyle w:val="libNormal"/>
      </w:pPr>
      <w:r>
        <w:lastRenderedPageBreak/>
        <w:t xml:space="preserve">6. One of the days of grief is the </w:t>
      </w:r>
      <w:proofErr w:type="spellStart"/>
      <w:r>
        <w:t>Arba‘in</w:t>
      </w:r>
      <w:proofErr w:type="spellEnd"/>
      <w:r>
        <w:t>, the fortieth da</w:t>
      </w:r>
      <w:r w:rsidR="000055F1">
        <w:t>y</w:t>
      </w:r>
      <w:r w:rsidR="00F04C85">
        <w:t xml:space="preserve"> </w:t>
      </w:r>
      <w:r>
        <w:t>of mourning for Imam al-</w:t>
      </w:r>
      <w:proofErr w:type="spellStart"/>
      <w:r>
        <w:t>Husayn</w:t>
      </w:r>
      <w:proofErr w:type="spellEnd"/>
      <w:r>
        <w:t>, on the 20th Safar</w:t>
      </w:r>
      <w:r w:rsidR="00FB2464" w:rsidRPr="003418E0">
        <w:rPr>
          <w:rStyle w:val="libFootnotenumChar"/>
        </w:rPr>
        <w:t>63</w:t>
      </w:r>
      <w:r>
        <w:t>.</w:t>
      </w:r>
    </w:p>
    <w:p w:rsidR="00CF3F93" w:rsidRPr="001B2F03" w:rsidRDefault="00CF3F93" w:rsidP="006D51A0">
      <w:pPr>
        <w:pStyle w:val="Heading2"/>
      </w:pPr>
      <w:bookmarkStart w:id="64" w:name="_Toc496784720"/>
      <w:r w:rsidRPr="001B2F03">
        <w:t>TAWALLI and TABARRI</w:t>
      </w:r>
      <w:bookmarkEnd w:id="64"/>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What is the meaning of </w:t>
      </w:r>
      <w:proofErr w:type="spellStart"/>
      <w:r>
        <w:t>tawalli</w:t>
      </w:r>
      <w:proofErr w:type="spellEnd"/>
      <w:r>
        <w:t xml:space="preserve"> and </w:t>
      </w:r>
      <w:proofErr w:type="spellStart"/>
      <w:proofErr w:type="gramStart"/>
      <w:r>
        <w:t>tabarri</w:t>
      </w:r>
      <w:proofErr w:type="spellEnd"/>
      <w:r>
        <w:t>.</w:t>
      </w:r>
      <w:proofErr w:type="gramEnd"/>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If a person loves someone he will become close to him, and whe</w:t>
      </w:r>
      <w:r w:rsidR="000055F1">
        <w:t>n</w:t>
      </w:r>
      <w:r w:rsidR="00F04C85">
        <w:t xml:space="preserve"> </w:t>
      </w:r>
      <w:r>
        <w:t>he becomes close to someone then he will follow his example i</w:t>
      </w:r>
      <w:r w:rsidR="000055F1">
        <w:t>n</w:t>
      </w:r>
      <w:r w:rsidR="00F04C85">
        <w:t xml:space="preserve"> </w:t>
      </w:r>
      <w:r>
        <w:t>his deeds and words. Similarly if he hates someone he will kee</w:t>
      </w:r>
      <w:r w:rsidR="000055F1">
        <w:t>p</w:t>
      </w:r>
      <w:r w:rsidR="00F04C85">
        <w:t xml:space="preserve"> </w:t>
      </w:r>
      <w:r>
        <w:t>away from him and when he shuns him he will also oppose an</w:t>
      </w:r>
      <w:r w:rsidR="000055F1">
        <w:t>d</w:t>
      </w:r>
      <w:r w:rsidR="00F04C85">
        <w:t xml:space="preserve"> </w:t>
      </w:r>
      <w:r>
        <w:t>be different from him in what he does and says. Thus love an</w:t>
      </w:r>
      <w:r w:rsidR="000055F1">
        <w:t>d</w:t>
      </w:r>
      <w:r w:rsidR="00F04C85">
        <w:t xml:space="preserve"> </w:t>
      </w:r>
      <w:r>
        <w:t xml:space="preserve">taking someone as an example to be followed are called </w:t>
      </w:r>
      <w:proofErr w:type="spellStart"/>
      <w:r>
        <w:t>tawall</w:t>
      </w:r>
      <w:r w:rsidR="000055F1">
        <w:t>i</w:t>
      </w:r>
      <w:proofErr w:type="spellEnd"/>
      <w:r w:rsidR="00F04C85">
        <w:t xml:space="preserve"> </w:t>
      </w:r>
      <w:r>
        <w:t>(amity), and dislike and keeping distant from someone are calle</w:t>
      </w:r>
      <w:r w:rsidR="000055F1">
        <w:t>d</w:t>
      </w:r>
      <w:r w:rsidR="00F04C85">
        <w:t xml:space="preserve"> </w:t>
      </w:r>
      <w:proofErr w:type="spellStart"/>
      <w:r>
        <w:t>tabarri</w:t>
      </w:r>
      <w:proofErr w:type="spellEnd"/>
      <w:r>
        <w:t xml:space="preserve"> (hostility).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To whom should we display real friendship and to whom shoul</w:t>
      </w:r>
      <w:r w:rsidR="000055F1">
        <w:t>d</w:t>
      </w:r>
      <w:r w:rsidR="00F04C85">
        <w:t xml:space="preserve"> </w:t>
      </w:r>
      <w:r>
        <w:t>we display hostility?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We ought to show amity towards God, His Prophets, the Imam</w:t>
      </w:r>
      <w:r w:rsidR="000055F1">
        <w:t>s</w:t>
      </w:r>
      <w:r w:rsidR="00F04C85">
        <w:t xml:space="preserve"> </w:t>
      </w:r>
      <w:r>
        <w:t>and the God-fearing, and hostility towards the enemies of God, o</w:t>
      </w:r>
      <w:r w:rsidR="000055F1">
        <w:t>f</w:t>
      </w:r>
      <w:r w:rsidR="00F04C85">
        <w:t xml:space="preserve"> </w:t>
      </w:r>
      <w:r>
        <w:t>His Prophets, the Imams and those closest to Him. We should d</w:t>
      </w:r>
      <w:r w:rsidR="000055F1">
        <w:t>o</w:t>
      </w:r>
      <w:r w:rsidR="00F04C85">
        <w:t xml:space="preserve"> </w:t>
      </w:r>
      <w:r>
        <w:t>this because one who truly loves God will become nearer in hi</w:t>
      </w:r>
      <w:r w:rsidR="000055F1">
        <w:t>s</w:t>
      </w:r>
      <w:r w:rsidR="00F04C85">
        <w:t xml:space="preserve"> </w:t>
      </w:r>
      <w:r>
        <w:t>heart and in his actions to the pious, will obey them, and in s</w:t>
      </w:r>
      <w:r w:rsidR="000055F1">
        <w:t>o</w:t>
      </w:r>
      <w:r w:rsidR="00F04C85">
        <w:t xml:space="preserve"> </w:t>
      </w:r>
      <w:r>
        <w:t>doing will gain well-being in this world and success in th</w:t>
      </w:r>
      <w:r w:rsidR="000055F1">
        <w:t>e</w:t>
      </w:r>
      <w:r w:rsidR="00F04C85">
        <w:t xml:space="preserve"> </w:t>
      </w:r>
      <w:r>
        <w:t>hereafter.</w:t>
      </w:r>
    </w:p>
    <w:p w:rsidR="00CF3F93" w:rsidRDefault="00CF3F93" w:rsidP="00CF3F93">
      <w:pPr>
        <w:pStyle w:val="libNormal"/>
      </w:pPr>
      <w:r>
        <w:t>Similarly, if one displays hostility towards the enemies of th</w:t>
      </w:r>
      <w:r w:rsidR="000055F1">
        <w:t>e</w:t>
      </w:r>
      <w:r w:rsidR="00F04C85">
        <w:t xml:space="preserve"> </w:t>
      </w:r>
      <w:r>
        <w:t>God-fearing he will also keep himself away from them, hav</w:t>
      </w:r>
      <w:r w:rsidR="000055F1">
        <w:t>e</w:t>
      </w:r>
      <w:r w:rsidR="00F04C85">
        <w:t xml:space="preserve"> </w:t>
      </w:r>
      <w:r>
        <w:t>nothing to do with them and contradict them in his actions and i</w:t>
      </w:r>
      <w:r w:rsidR="000055F1">
        <w:t>n</w:t>
      </w:r>
      <w:r w:rsidR="00F04C85">
        <w:t xml:space="preserve"> </w:t>
      </w:r>
      <w:r>
        <w:t>all his doings. Consequently he will not be made wretched lik</w:t>
      </w:r>
      <w:r w:rsidR="000055F1">
        <w:t>e</w:t>
      </w:r>
      <w:r w:rsidR="00F04C85">
        <w:t xml:space="preserve"> </w:t>
      </w:r>
      <w:r>
        <w:t>those people. Moreover, man must satisfy inevitably his inne</w:t>
      </w:r>
      <w:r w:rsidR="000055F1">
        <w:t>r</w:t>
      </w:r>
      <w:r w:rsidR="00F04C85">
        <w:t xml:space="preserve"> </w:t>
      </w:r>
      <w:r>
        <w:t>instincts which include love and aversion, for there are thre</w:t>
      </w:r>
      <w:r w:rsidR="000055F1">
        <w:t>e</w:t>
      </w:r>
      <w:r w:rsidR="00F04C85">
        <w:t xml:space="preserve"> </w:t>
      </w:r>
      <w:r>
        <w:t>categories of people:</w:t>
      </w:r>
    </w:p>
    <w:p w:rsidR="00CF3F93" w:rsidRDefault="00CF3F93" w:rsidP="00CF3F93">
      <w:pPr>
        <w:pStyle w:val="libNormal"/>
      </w:pPr>
      <w:r>
        <w:t>1. Those among God’s servants who truly fear Him.</w:t>
      </w:r>
    </w:p>
    <w:p w:rsidR="00CF3F93" w:rsidRDefault="00CF3F93" w:rsidP="00CF3F93">
      <w:pPr>
        <w:pStyle w:val="libNormal"/>
      </w:pPr>
      <w:r>
        <w:t>2. The enemies of God and the enemies of the God-fearing.</w:t>
      </w:r>
    </w:p>
    <w:p w:rsidR="00CF3F93" w:rsidRDefault="00CF3F93" w:rsidP="00CF3F93">
      <w:pPr>
        <w:pStyle w:val="libNormal"/>
      </w:pPr>
      <w:r>
        <w:t>3. Those who are neither with God or with His enemies</w:t>
      </w:r>
      <w:r w:rsidR="000055F1">
        <w:t>,</w:t>
      </w:r>
      <w:r w:rsidR="00F04C85">
        <w:t xml:space="preserve"> </w:t>
      </w:r>
      <w:r>
        <w:t>like the ignorant who are incapable of distinguishin</w:t>
      </w:r>
      <w:r w:rsidR="000055F1">
        <w:t>g</w:t>
      </w:r>
      <w:r w:rsidR="00F04C85">
        <w:t xml:space="preserve"> </w:t>
      </w:r>
      <w:r>
        <w:t>truth or some of those who live in remote villages o</w:t>
      </w:r>
      <w:r w:rsidR="000055F1">
        <w:t>r</w:t>
      </w:r>
      <w:r w:rsidR="00F04C85">
        <w:t xml:space="preserve"> </w:t>
      </w:r>
      <w:r>
        <w:t>desert places.</w:t>
      </w:r>
    </w:p>
    <w:p w:rsidR="00CF3F93" w:rsidRDefault="00CF3F93" w:rsidP="00CF3F93">
      <w:pPr>
        <w:pStyle w:val="libNormal"/>
      </w:pPr>
      <w:r>
        <w:t xml:space="preserve">If man wants to </w:t>
      </w:r>
      <w:proofErr w:type="spellStart"/>
      <w:r>
        <w:t>fulfil</w:t>
      </w:r>
      <w:proofErr w:type="spellEnd"/>
      <w:r>
        <w:t xml:space="preserve"> his instinct for love he should channel i</w:t>
      </w:r>
      <w:r w:rsidR="000055F1">
        <w:t>t</w:t>
      </w:r>
      <w:r w:rsidR="00F04C85">
        <w:t xml:space="preserve"> </w:t>
      </w:r>
      <w:r>
        <w:t>towards someone who is of beautiful character, whose friendshi</w:t>
      </w:r>
      <w:r w:rsidR="000055F1">
        <w:t>p</w:t>
      </w:r>
      <w:r w:rsidR="00F04C85">
        <w:t xml:space="preserve"> </w:t>
      </w:r>
      <w:r>
        <w:t xml:space="preserve">is beneficial, and if he wants to </w:t>
      </w:r>
      <w:proofErr w:type="spellStart"/>
      <w:r>
        <w:t>fulfil</w:t>
      </w:r>
      <w:proofErr w:type="spellEnd"/>
      <w:r>
        <w:t xml:space="preserve"> his instinct for enmity h</w:t>
      </w:r>
      <w:r w:rsidR="000055F1">
        <w:t>e</w:t>
      </w:r>
      <w:r w:rsidR="00F04C85">
        <w:t xml:space="preserve"> </w:t>
      </w:r>
      <w:r>
        <w:t>should direct that towards someone who is of ugly nature wit</w:t>
      </w:r>
      <w:r w:rsidR="000055F1">
        <w:t>h</w:t>
      </w:r>
      <w:r w:rsidR="00F04C85">
        <w:t xml:space="preserve"> </w:t>
      </w:r>
      <w:r>
        <w:t>whom to make friendship would be dangerous and harmful.</w:t>
      </w:r>
    </w:p>
    <w:p w:rsidR="00CF3F93" w:rsidRPr="008B697D" w:rsidRDefault="00CF3F93" w:rsidP="00CF3F93">
      <w:pPr>
        <w:pStyle w:val="libNormal"/>
        <w:rPr>
          <w:rStyle w:val="libBold1Char"/>
        </w:rPr>
      </w:pPr>
      <w:r>
        <w:t>Therefore, as we have outlined, adopting amity and hostility is</w:t>
      </w:r>
      <w:r w:rsidR="000055F1">
        <w:t>,</w:t>
      </w:r>
      <w:r w:rsidR="00F04C85">
        <w:t xml:space="preserve"> </w:t>
      </w:r>
      <w:r>
        <w:t>firstly, the way to satisfy these instincts which have to b</w:t>
      </w:r>
      <w:r w:rsidR="000055F1">
        <w:t>e</w:t>
      </w:r>
      <w:r w:rsidR="00F04C85">
        <w:t xml:space="preserve"> </w:t>
      </w:r>
      <w:r>
        <w:t xml:space="preserve">expressed and, secondly, one will obtain benefit from such </w:t>
      </w:r>
      <w:r w:rsidR="000055F1">
        <w:t>a</w:t>
      </w:r>
      <w:r w:rsidR="00F04C85">
        <w:t xml:space="preserve"> </w:t>
      </w:r>
      <w:r>
        <w:t>stance in this world and in the hereafte</w:t>
      </w:r>
      <w:r w:rsidR="000055F1">
        <w:t>r</w:t>
      </w:r>
      <w:r w:rsidR="00F04C85">
        <w:t xml:space="preserve"> </w:t>
      </w:r>
      <w:r w:rsidRPr="008B697D">
        <w:rPr>
          <w:rStyle w:val="libBold1Char"/>
        </w:rPr>
        <w:t>Question:</w:t>
      </w:r>
    </w:p>
    <w:p w:rsidR="00CF3F93" w:rsidRDefault="00CF3F93" w:rsidP="00CF3F93">
      <w:pPr>
        <w:pStyle w:val="libNormal"/>
      </w:pPr>
      <w:r>
        <w:t>Can instincts be fulfilled?</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Any instinct </w:t>
      </w:r>
      <w:proofErr w:type="gramStart"/>
      <w:r>
        <w:t>be</w:t>
      </w:r>
      <w:proofErr w:type="gramEnd"/>
      <w:r>
        <w:t xml:space="preserve"> it love, hate, grief, joy, courage and so on has</w:t>
      </w:r>
      <w:r w:rsidR="000055F1">
        <w:t>,</w:t>
      </w:r>
      <w:r w:rsidR="00F04C85">
        <w:t xml:space="preserve"> </w:t>
      </w:r>
      <w:r>
        <w:t xml:space="preserve">like the stomach, to be satisfied. Islam has made clear what </w:t>
      </w:r>
      <w:proofErr w:type="gramStart"/>
      <w:r>
        <w:t>is th</w:t>
      </w:r>
      <w:r w:rsidR="000055F1">
        <w:t>e</w:t>
      </w:r>
      <w:r w:rsidR="00F04C85">
        <w:t xml:space="preserve"> </w:t>
      </w:r>
      <w:r>
        <w:t>best nourishment for these instincts</w:t>
      </w:r>
      <w:proofErr w:type="gramEnd"/>
      <w:r>
        <w:t xml:space="preserve"> so that man will be aware o</w:t>
      </w:r>
      <w:r w:rsidR="000055F1">
        <w:t>f</w:t>
      </w:r>
      <w:r w:rsidR="00F04C85">
        <w:t xml:space="preserve"> </w:t>
      </w:r>
      <w:r>
        <w:t xml:space="preserve">what makes him happy and </w:t>
      </w:r>
      <w:r>
        <w:lastRenderedPageBreak/>
        <w:t>what causes him distress and thus h</w:t>
      </w:r>
      <w:r w:rsidR="000055F1">
        <w:t>e</w:t>
      </w:r>
      <w:r w:rsidR="00F04C85">
        <w:t xml:space="preserve"> </w:t>
      </w:r>
      <w:r>
        <w:t>will follow what is beneficial and discard what is harmful.</w:t>
      </w:r>
    </w:p>
    <w:p w:rsidR="00CF3F93" w:rsidRDefault="00CF3F93" w:rsidP="00146845">
      <w:pPr>
        <w:pStyle w:val="libNormal"/>
      </w:pPr>
      <w:r>
        <w:br w:type="page"/>
      </w:r>
    </w:p>
    <w:p w:rsidR="00CF3F93" w:rsidRDefault="00CF3F93" w:rsidP="00146845">
      <w:pPr>
        <w:pStyle w:val="Heading1Center"/>
      </w:pPr>
      <w:bookmarkStart w:id="65" w:name="_Toc496784721"/>
      <w:r>
        <w:lastRenderedPageBreak/>
        <w:t>8-Freedom in Islam</w:t>
      </w:r>
      <w:bookmarkEnd w:id="65"/>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Does freedom exist in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Of all the concepts of freedom that exist within the variou</w:t>
      </w:r>
      <w:r w:rsidR="000055F1">
        <w:t>s</w:t>
      </w:r>
      <w:r w:rsidR="00F04C85">
        <w:t xml:space="preserve"> </w:t>
      </w:r>
      <w:r>
        <w:t>religions and legal systems, the most extensive are found i</w:t>
      </w:r>
      <w:r w:rsidR="000055F1">
        <w:t>n</w:t>
      </w:r>
      <w:r w:rsidR="00F04C85">
        <w:t xml:space="preserve"> </w:t>
      </w:r>
      <w:r>
        <w:t>Islam.</w:t>
      </w:r>
    </w:p>
    <w:p w:rsidR="00CF3F93" w:rsidRDefault="00CF3F93" w:rsidP="00CF3F93">
      <w:pPr>
        <w:pStyle w:val="libNormal"/>
      </w:pPr>
      <w:r>
        <w:t>Islam indeed is a religion of freedom in every sense of the word.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Is there proof of this claim from the Qur’an and the </w:t>
      </w:r>
      <w:proofErr w:type="spellStart"/>
      <w:proofErr w:type="gramStart"/>
      <w:r>
        <w:t>sunna</w:t>
      </w:r>
      <w:proofErr w:type="spellEnd"/>
      <w:proofErr w:type="gramEnd"/>
      <w:r>
        <w: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indeed. With regard to the Qur’an it describes the Prophet o</w:t>
      </w:r>
      <w:r w:rsidR="000055F1">
        <w:t>f</w:t>
      </w:r>
      <w:r w:rsidR="00F04C85">
        <w:t xml:space="preserve"> </w:t>
      </w:r>
      <w:r>
        <w:t>Islam as he who, “Makes lawful for them the good things an</w:t>
      </w:r>
      <w:r w:rsidR="000055F1">
        <w:t>d</w:t>
      </w:r>
      <w:r w:rsidR="00F04C85">
        <w:t xml:space="preserve"> </w:t>
      </w:r>
      <w:r>
        <w:t>makes forbidden for them what is bad and he removes from the</w:t>
      </w:r>
      <w:r w:rsidR="000055F1">
        <w:t>m</w:t>
      </w:r>
      <w:r w:rsidR="00F04C85">
        <w:t xml:space="preserve"> </w:t>
      </w:r>
      <w:r>
        <w:t>their burdens and the fetters that were upon them” [7: 157].</w:t>
      </w:r>
    </w:p>
    <w:p w:rsidR="00CF3F93" w:rsidRDefault="00CF3F93" w:rsidP="00CF3F93">
      <w:pPr>
        <w:pStyle w:val="libNormal"/>
      </w:pPr>
      <w:r>
        <w:t>The encumbrances and social shackles that lay upon the necks o</w:t>
      </w:r>
      <w:r w:rsidR="000055F1">
        <w:t>f</w:t>
      </w:r>
      <w:r w:rsidR="00F04C85">
        <w:t xml:space="preserve"> </w:t>
      </w:r>
      <w:r>
        <w:t>the people and had stifled their freedom were removed by th</w:t>
      </w:r>
      <w:r w:rsidR="000055F1">
        <w:t>e</w:t>
      </w:r>
      <w:r w:rsidR="00F04C85">
        <w:t xml:space="preserve"> </w:t>
      </w:r>
      <w:r>
        <w:t>Prophet who thus liberated them and gave them their freedo</w:t>
      </w:r>
      <w:r w:rsidR="000055F1">
        <w:t>m</w:t>
      </w:r>
      <w:r w:rsidR="00F04C85">
        <w:t xml:space="preserve"> </w:t>
      </w:r>
      <w:r>
        <w:t>after restrictions and ignorance had made them slaves.</w:t>
      </w:r>
    </w:p>
    <w:p w:rsidR="00CF3F93" w:rsidRPr="001B2F03" w:rsidRDefault="00CF3F93" w:rsidP="006D51A0">
      <w:pPr>
        <w:pStyle w:val="Heading2"/>
      </w:pPr>
      <w:bookmarkStart w:id="66" w:name="_Toc496784722"/>
      <w:r w:rsidRPr="001B2F03">
        <w:t>THE LIMITS TO FREEDOM</w:t>
      </w:r>
      <w:bookmarkEnd w:id="66"/>
    </w:p>
    <w:p w:rsidR="00CF3F93" w:rsidRDefault="00CF3F93" w:rsidP="00CF3F93">
      <w:pPr>
        <w:pStyle w:val="libNormal"/>
      </w:pPr>
      <w:r>
        <w:t xml:space="preserve">As for the pure </w:t>
      </w:r>
      <w:proofErr w:type="spellStart"/>
      <w:proofErr w:type="gramStart"/>
      <w:r>
        <w:t>sunna</w:t>
      </w:r>
      <w:proofErr w:type="spellEnd"/>
      <w:proofErr w:type="gramEnd"/>
      <w:r>
        <w:t>, the famous rule in the books o</w:t>
      </w:r>
      <w:r w:rsidR="000055F1">
        <w:t>f</w:t>
      </w:r>
      <w:r w:rsidR="00F04C85">
        <w:t xml:space="preserve"> </w:t>
      </w:r>
      <w:r>
        <w:t xml:space="preserve">jurisprudence, extracted from the Qur’an and the </w:t>
      </w:r>
      <w:proofErr w:type="spellStart"/>
      <w:r>
        <w:t>hadith</w:t>
      </w:r>
      <w:proofErr w:type="spellEnd"/>
      <w:r>
        <w:t xml:space="preserve"> is:</w:t>
      </w:r>
    </w:p>
    <w:p w:rsidR="00CF3F93" w:rsidRDefault="00CF3F93" w:rsidP="002834FD">
      <w:pPr>
        <w:pStyle w:val="libNormal"/>
      </w:pPr>
      <w:r>
        <w:t>“People are given charge over themselves and what they own”</w:t>
      </w:r>
      <w:r w:rsidR="002834FD" w:rsidRPr="003418E0">
        <w:rPr>
          <w:rStyle w:val="libFootnotenumChar"/>
        </w:rPr>
        <w:t>64</w:t>
      </w:r>
      <w:r>
        <w:t>.</w:t>
      </w:r>
    </w:p>
    <w:p w:rsidR="00CF3F93" w:rsidRDefault="00CF3F93" w:rsidP="00CF3F93">
      <w:pPr>
        <w:pStyle w:val="libNormal"/>
      </w:pPr>
      <w:r>
        <w:t>Therefore anyone can do as he wishes with regard to his ow</w:t>
      </w:r>
      <w:r w:rsidR="000055F1">
        <w:t>n</w:t>
      </w:r>
      <w:r w:rsidR="00F04C85">
        <w:t xml:space="preserve"> </w:t>
      </w:r>
      <w:r>
        <w:t>body or his own possessions but on the condition that what h</w:t>
      </w:r>
      <w:r w:rsidR="000055F1">
        <w:t>e</w:t>
      </w:r>
      <w:r w:rsidR="00F04C85">
        <w:t xml:space="preserve"> </w:t>
      </w:r>
      <w:r>
        <w:t xml:space="preserve">does is not forbidden by the Islamic </w:t>
      </w:r>
      <w:proofErr w:type="spellStart"/>
      <w:r>
        <w:t>Shari‘a</w:t>
      </w:r>
      <w:proofErr w:type="spellEnd"/>
      <w:r>
        <w: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proofErr w:type="gramStart"/>
      <w:r>
        <w:t xml:space="preserve">Give examples of actions which are forbidden in the </w:t>
      </w:r>
      <w:proofErr w:type="spellStart"/>
      <w:r>
        <w:t>Shari‘a</w:t>
      </w:r>
      <w:proofErr w:type="spellEnd"/>
      <w:r>
        <w:t>.</w:t>
      </w:r>
      <w:proofErr w:type="gramEnd"/>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Forbidden actions regarding one’s own body include killin</w:t>
      </w:r>
      <w:r w:rsidR="000055F1">
        <w:t>g</w:t>
      </w:r>
      <w:r w:rsidR="00F04C85">
        <w:t xml:space="preserve"> </w:t>
      </w:r>
      <w:r>
        <w:t>oneself (that is to commit suicide), cutting off a limb like one’</w:t>
      </w:r>
      <w:r w:rsidR="000055F1">
        <w:t>s</w:t>
      </w:r>
      <w:r w:rsidR="00F04C85">
        <w:t xml:space="preserve"> </w:t>
      </w:r>
      <w:r>
        <w:t>own arm, or destroying a faculty like blinding oneself or makin</w:t>
      </w:r>
      <w:r w:rsidR="000055F1">
        <w:t>g</w:t>
      </w:r>
      <w:r w:rsidR="00F04C85">
        <w:t xml:space="preserve"> </w:t>
      </w:r>
      <w:r>
        <w:t>oneself deaf.</w:t>
      </w:r>
    </w:p>
    <w:p w:rsidR="00CF3F93" w:rsidRDefault="00CF3F93" w:rsidP="00CF3F93">
      <w:pPr>
        <w:pStyle w:val="libNormal"/>
      </w:pPr>
      <w:r>
        <w:t>Forbidden action with regard to one’s possessions is as i</w:t>
      </w:r>
      <w:r w:rsidR="000055F1">
        <w:t>f</w:t>
      </w:r>
      <w:r w:rsidR="00F04C85">
        <w:t xml:space="preserve"> </w:t>
      </w:r>
      <w:r>
        <w:t>someone destroys his wealth by throwing it into the sea o</w:t>
      </w:r>
      <w:r w:rsidR="000055F1">
        <w:t>r</w:t>
      </w:r>
      <w:r w:rsidR="00F04C85">
        <w:t xml:space="preserve"> </w:t>
      </w:r>
      <w:r>
        <w:t>burning the banknotes he has, and so on. It is also forbidden t</w:t>
      </w:r>
      <w:r w:rsidR="000055F1">
        <w:t>o</w:t>
      </w:r>
      <w:r w:rsidR="00F04C85">
        <w:t xml:space="preserve"> </w:t>
      </w:r>
      <w:r>
        <w:t>spend one’s money on something unlawful such as alcoholi</w:t>
      </w:r>
      <w:r w:rsidR="000055F1">
        <w:t>c</w:t>
      </w:r>
      <w:r w:rsidR="00F04C85">
        <w:t xml:space="preserve"> </w:t>
      </w:r>
      <w:r>
        <w:t>drinks or on unlawful sex or gambling. Since the actions whic</w:t>
      </w:r>
      <w:r w:rsidR="000055F1">
        <w:t>h</w:t>
      </w:r>
      <w:r w:rsidR="00F04C85">
        <w:t xml:space="preserve"> </w:t>
      </w:r>
      <w:r>
        <w:t xml:space="preserve">are forbidden by the </w:t>
      </w:r>
      <w:proofErr w:type="spellStart"/>
      <w:r>
        <w:t>Shari‘a</w:t>
      </w:r>
      <w:proofErr w:type="spellEnd"/>
      <w:r>
        <w:t xml:space="preserve"> are very few indeed, each one o</w:t>
      </w:r>
      <w:r w:rsidR="000055F1">
        <w:t>f</w:t>
      </w:r>
      <w:r w:rsidR="00F04C85">
        <w:t xml:space="preserve"> </w:t>
      </w:r>
      <w:r>
        <w:t>them having been made unlawful for the good of the individual o</w:t>
      </w:r>
      <w:r w:rsidR="000055F1">
        <w:t>r</w:t>
      </w:r>
      <w:r w:rsidR="00F04C85">
        <w:t xml:space="preserve"> </w:t>
      </w:r>
      <w:r>
        <w:t>society, the things that one is permitted to do with one’s ow</w:t>
      </w:r>
      <w:r w:rsidR="000055F1">
        <w:t>n</w:t>
      </w:r>
      <w:r w:rsidR="00F04C85">
        <w:t xml:space="preserve"> </w:t>
      </w:r>
      <w:r>
        <w:t>body or one’s wealth and possessions are consequentl</w:t>
      </w:r>
      <w:r w:rsidR="000055F1">
        <w:t>y</w:t>
      </w:r>
      <w:r w:rsidR="00F04C85">
        <w:t xml:space="preserve"> </w:t>
      </w:r>
      <w:r>
        <w:t>numerous, to an extent never found in any other religious syste</w:t>
      </w:r>
      <w:r w:rsidR="000055F1">
        <w:t>m</w:t>
      </w:r>
      <w:r w:rsidR="00F04C85">
        <w:t xml:space="preserve"> </w:t>
      </w:r>
      <w:r>
        <w:t>or code of laws.</w:t>
      </w:r>
    </w:p>
    <w:p w:rsidR="00CF3F93" w:rsidRPr="001B2F03" w:rsidRDefault="00CF3F93" w:rsidP="006D51A0">
      <w:pPr>
        <w:pStyle w:val="Heading2"/>
      </w:pPr>
      <w:bookmarkStart w:id="67" w:name="_Toc496784723"/>
      <w:r w:rsidRPr="001B2F03">
        <w:t>KINDS OF FREEDOM</w:t>
      </w:r>
      <w:bookmarkEnd w:id="67"/>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kinds of freedom exist in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kinds of freedom that exist in Islam are so numerous that i</w:t>
      </w:r>
      <w:r w:rsidR="000055F1">
        <w:t>t</w:t>
      </w:r>
      <w:r w:rsidR="00F04C85">
        <w:t xml:space="preserve"> </w:t>
      </w:r>
      <w:r>
        <w:t>would be difficult to list them all. We will, however, enumerat</w:t>
      </w:r>
      <w:r w:rsidR="000055F1">
        <w:t>e</w:t>
      </w:r>
      <w:r w:rsidR="00F04C85">
        <w:t xml:space="preserve"> </w:t>
      </w:r>
      <w:r>
        <w:t>here ten of them since they cover in some way most of the othe</w:t>
      </w:r>
      <w:r w:rsidR="000055F1">
        <w:t>r</w:t>
      </w:r>
      <w:r w:rsidR="00F04C85">
        <w:t xml:space="preserve"> </w:t>
      </w:r>
      <w:r>
        <w:t>kinds.</w:t>
      </w:r>
    </w:p>
    <w:p w:rsidR="00CF3F93" w:rsidRDefault="00CF3F93" w:rsidP="00CF3F93">
      <w:pPr>
        <w:pStyle w:val="libNormal"/>
      </w:pPr>
      <w:r>
        <w:lastRenderedPageBreak/>
        <w:t>1-Freedom of Trade:</w:t>
      </w:r>
    </w:p>
    <w:p w:rsidR="00CF3F93" w:rsidRDefault="00CF3F93" w:rsidP="00CF3F93">
      <w:pPr>
        <w:pStyle w:val="libNormal"/>
      </w:pPr>
      <w:r>
        <w:t>Any person can trade with any commodity he wishes, excep</w:t>
      </w:r>
      <w:r w:rsidR="000055F1">
        <w:t>t</w:t>
      </w:r>
      <w:r w:rsidR="00F04C85">
        <w:t xml:space="preserve"> </w:t>
      </w:r>
      <w:r>
        <w:t>unlawful commodities such as alcoholic beverages and pork</w:t>
      </w:r>
      <w:r w:rsidR="000055F1">
        <w:t>,</w:t>
      </w:r>
      <w:r w:rsidR="00F04C85">
        <w:t xml:space="preserve"> </w:t>
      </w:r>
      <w:r>
        <w:t>whenever he wishes. He can export goods to anywhere h</w:t>
      </w:r>
      <w:r w:rsidR="000055F1">
        <w:t>e</w:t>
      </w:r>
      <w:r w:rsidR="00F04C85">
        <w:t xml:space="preserve"> </w:t>
      </w:r>
      <w:r>
        <w:t>wants and similarly import them without paying any custom</w:t>
      </w:r>
      <w:r w:rsidR="000055F1">
        <w:t>s</w:t>
      </w:r>
      <w:r w:rsidR="00F04C85">
        <w:t xml:space="preserve"> </w:t>
      </w:r>
      <w:r>
        <w:t>dues and without any border restrictions.</w:t>
      </w:r>
    </w:p>
    <w:p w:rsidR="00CF3F93" w:rsidRDefault="00CF3F93" w:rsidP="00CF3F93">
      <w:pPr>
        <w:pStyle w:val="libNormal"/>
      </w:pPr>
      <w:r>
        <w:t>2-Freedom of Agriculture:</w:t>
      </w:r>
    </w:p>
    <w:p w:rsidR="00CF3F93" w:rsidRDefault="00CF3F93" w:rsidP="00CF3F93">
      <w:pPr>
        <w:pStyle w:val="libNormal"/>
      </w:pPr>
      <w:r>
        <w:t>This law permits any person to cultivate as much as he want</w:t>
      </w:r>
      <w:r w:rsidR="000055F1">
        <w:t>s</w:t>
      </w:r>
      <w:r w:rsidR="00F04C85">
        <w:t xml:space="preserve"> </w:t>
      </w:r>
      <w:r>
        <w:t>and over as much land as he wishes, with complete freedo</w:t>
      </w:r>
      <w:r w:rsidR="000055F1">
        <w:t>m</w:t>
      </w:r>
      <w:r w:rsidR="00F04C85">
        <w:t xml:space="preserve"> </w:t>
      </w:r>
      <w:r>
        <w:t xml:space="preserve">and without any taxes or limitations for the </w:t>
      </w:r>
      <w:proofErr w:type="spellStart"/>
      <w:r>
        <w:t>hadith</w:t>
      </w:r>
      <w:proofErr w:type="spellEnd"/>
      <w:r>
        <w:t xml:space="preserve"> says, “Th</w:t>
      </w:r>
      <w:r w:rsidR="000055F1">
        <w:t>e</w:t>
      </w:r>
      <w:r w:rsidR="00F04C85">
        <w:t xml:space="preserve"> </w:t>
      </w:r>
      <w:r>
        <w:t>Earth belongs to God and to whoever utilizes it”.</w:t>
      </w:r>
    </w:p>
    <w:p w:rsidR="00CF3F93" w:rsidRDefault="00CF3F93" w:rsidP="00CF3F93">
      <w:pPr>
        <w:pStyle w:val="libNormal"/>
      </w:pPr>
      <w:r>
        <w:t>3-Freedom of Industry:</w:t>
      </w:r>
    </w:p>
    <w:p w:rsidR="00CF3F93" w:rsidRDefault="00CF3F93" w:rsidP="00CF3F93">
      <w:pPr>
        <w:pStyle w:val="libNormal"/>
      </w:pPr>
      <w:r>
        <w:t>A person can import or export, establish a factory or impor</w:t>
      </w:r>
      <w:r w:rsidR="000055F1">
        <w:t>t</w:t>
      </w:r>
      <w:r w:rsidR="00F04C85">
        <w:t xml:space="preserve"> </w:t>
      </w:r>
      <w:r>
        <w:t>and export factories of any kind and can manufacture thing</w:t>
      </w:r>
      <w:r w:rsidR="000055F1">
        <w:t>s</w:t>
      </w:r>
      <w:r w:rsidR="00F04C85">
        <w:t xml:space="preserve"> </w:t>
      </w:r>
      <w:r>
        <w:t>without any taxes, conditions or limitations.</w:t>
      </w:r>
    </w:p>
    <w:p w:rsidR="00CF3F93" w:rsidRDefault="00CF3F93" w:rsidP="00CF3F93">
      <w:pPr>
        <w:pStyle w:val="libNormal"/>
      </w:pPr>
      <w:r>
        <w:t>4-The Freedom to Possess Common Resources:</w:t>
      </w:r>
    </w:p>
    <w:p w:rsidR="00CF3F93" w:rsidRDefault="00CF3F93" w:rsidP="00CF3F93">
      <w:pPr>
        <w:pStyle w:val="libNormal"/>
      </w:pPr>
      <w:r>
        <w:t>Land, water and air all belong to God, and man is permitte</w:t>
      </w:r>
      <w:r w:rsidR="000055F1">
        <w:t>d</w:t>
      </w:r>
      <w:r w:rsidR="00F04C85">
        <w:t xml:space="preserve"> </w:t>
      </w:r>
      <w:r>
        <w:t>to extract from them the resources they contain, be they fis</w:t>
      </w:r>
      <w:r w:rsidR="000055F1">
        <w:t>h</w:t>
      </w:r>
      <w:r w:rsidR="00F04C85">
        <w:t xml:space="preserve"> </w:t>
      </w:r>
      <w:r>
        <w:t>from the sea, mineral deposits, treasures in the earth, wood</w:t>
      </w:r>
      <w:r w:rsidR="000055F1">
        <w:t>s</w:t>
      </w:r>
      <w:r w:rsidR="00F04C85">
        <w:t xml:space="preserve"> </w:t>
      </w:r>
      <w:r>
        <w:t>of the forests, atoms in space and any other resources tha</w:t>
      </w:r>
      <w:r w:rsidR="000055F1">
        <w:t>t</w:t>
      </w:r>
      <w:r w:rsidR="00F04C85">
        <w:t xml:space="preserve"> </w:t>
      </w:r>
      <w:r>
        <w:t>have been placed in the universe.</w:t>
      </w:r>
    </w:p>
    <w:p w:rsidR="00CF3F93" w:rsidRDefault="00CF3F93" w:rsidP="00CF3F93">
      <w:pPr>
        <w:pStyle w:val="libNormal"/>
      </w:pPr>
      <w:r>
        <w:t>5-Freedom of Development:</w:t>
      </w:r>
    </w:p>
    <w:p w:rsidR="00CF3F93" w:rsidRDefault="00CF3F93" w:rsidP="00CF3F93">
      <w:pPr>
        <w:pStyle w:val="libNormal"/>
      </w:pPr>
      <w:r>
        <w:t>Anyone can develop the land by building on it, constructin</w:t>
      </w:r>
      <w:r w:rsidR="000055F1">
        <w:t>g</w:t>
      </w:r>
      <w:r w:rsidR="00F04C85">
        <w:t xml:space="preserve"> </w:t>
      </w:r>
      <w:r>
        <w:t>canals, digging wells, or any other beneficial enterprise o</w:t>
      </w:r>
      <w:r w:rsidR="000055F1">
        <w:t>n</w:t>
      </w:r>
      <w:r w:rsidR="00F04C85">
        <w:t xml:space="preserve"> </w:t>
      </w:r>
      <w:r>
        <w:t>the basis of the principle mentioned above, “The Eart</w:t>
      </w:r>
      <w:r w:rsidR="000055F1">
        <w:t>h</w:t>
      </w:r>
      <w:r w:rsidR="00F04C85">
        <w:t xml:space="preserve"> </w:t>
      </w:r>
      <w:r>
        <w:t>belongs to God and to whoever utilizes it”.</w:t>
      </w:r>
    </w:p>
    <w:p w:rsidR="00CF3F93" w:rsidRDefault="00CF3F93" w:rsidP="00CF3F93">
      <w:pPr>
        <w:pStyle w:val="libNormal"/>
      </w:pPr>
      <w:r>
        <w:t>6-Freedom of Travel:</w:t>
      </w:r>
    </w:p>
    <w:p w:rsidR="00CF3F93" w:rsidRDefault="00CF3F93" w:rsidP="00CF3F93">
      <w:pPr>
        <w:pStyle w:val="libNormal"/>
      </w:pPr>
      <w:r>
        <w:t>A person is free to travel to any place that he wishes withou</w:t>
      </w:r>
      <w:r w:rsidR="000055F1">
        <w:t>t</w:t>
      </w:r>
      <w:r w:rsidR="00F04C85">
        <w:t xml:space="preserve"> </w:t>
      </w:r>
      <w:r>
        <w:t xml:space="preserve">a visa, or the need to obtain </w:t>
      </w:r>
      <w:proofErr w:type="gramStart"/>
      <w:r>
        <w:t>permission,</w:t>
      </w:r>
      <w:proofErr w:type="gramEnd"/>
      <w:r>
        <w:t xml:space="preserve"> or the payment o</w:t>
      </w:r>
      <w:r w:rsidR="000055F1">
        <w:t>f</w:t>
      </w:r>
      <w:r w:rsidR="00F04C85">
        <w:t xml:space="preserve"> </w:t>
      </w:r>
      <w:r>
        <w:t>any tax, and no one has the right to prevent him fro</w:t>
      </w:r>
      <w:r w:rsidR="000055F1">
        <w:t>m</w:t>
      </w:r>
      <w:r w:rsidR="00F04C85">
        <w:t xml:space="preserve"> </w:t>
      </w:r>
      <w:r>
        <w:t>travelling to such a place.</w:t>
      </w:r>
    </w:p>
    <w:p w:rsidR="00CF3F93" w:rsidRDefault="00CF3F93" w:rsidP="00CF3F93">
      <w:pPr>
        <w:pStyle w:val="libNormal"/>
      </w:pPr>
      <w:r>
        <w:t>Similarly, man is free to travel for as long as he likes, wit</w:t>
      </w:r>
      <w:r w:rsidR="000055F1">
        <w:t>h</w:t>
      </w:r>
      <w:r w:rsidR="00F04C85">
        <w:t xml:space="preserve"> </w:t>
      </w:r>
      <w:r>
        <w:t>no limitation on the period of travel for Islam does no</w:t>
      </w:r>
      <w:r w:rsidR="000055F1">
        <w:t>t</w:t>
      </w:r>
      <w:r w:rsidR="00F04C85">
        <w:t xml:space="preserve"> </w:t>
      </w:r>
      <w:r>
        <w:t>believe in frontiers since the Earth belongs to God and ma</w:t>
      </w:r>
      <w:r w:rsidR="000055F1">
        <w:t>n</w:t>
      </w:r>
      <w:r w:rsidR="00F04C85">
        <w:t xml:space="preserve"> </w:t>
      </w:r>
      <w:r>
        <w:t>can travel in it how he wishes.</w:t>
      </w:r>
    </w:p>
    <w:p w:rsidR="00CF3F93" w:rsidRDefault="00CF3F93" w:rsidP="00CF3F93">
      <w:pPr>
        <w:pStyle w:val="libNormal"/>
      </w:pPr>
      <w:r>
        <w:t>More than that, Islam has established a special account fo</w:t>
      </w:r>
      <w:r w:rsidR="000055F1">
        <w:t>r</w:t>
      </w:r>
      <w:r w:rsidR="00F04C85">
        <w:t xml:space="preserve"> </w:t>
      </w:r>
      <w:proofErr w:type="spellStart"/>
      <w:r>
        <w:t>travellers</w:t>
      </w:r>
      <w:proofErr w:type="spellEnd"/>
      <w:r>
        <w:t xml:space="preserve"> who cannot journey further because they have ru</w:t>
      </w:r>
      <w:r w:rsidR="000055F1">
        <w:t>n</w:t>
      </w:r>
      <w:r w:rsidR="00F04C85">
        <w:t xml:space="preserve"> </w:t>
      </w:r>
      <w:r>
        <w:t>out of money, and so forth, and this is to encourage people t</w:t>
      </w:r>
      <w:r w:rsidR="000055F1">
        <w:t>o</w:t>
      </w:r>
      <w:r w:rsidR="00F04C85">
        <w:t xml:space="preserve"> </w:t>
      </w:r>
      <w:r>
        <w:t>travel.</w:t>
      </w:r>
    </w:p>
    <w:p w:rsidR="00CF3F93" w:rsidRDefault="00CF3F93" w:rsidP="00CF3F93">
      <w:pPr>
        <w:pStyle w:val="libNormal"/>
      </w:pPr>
      <w:r>
        <w:t>7-Freedom of Residence:</w:t>
      </w:r>
    </w:p>
    <w:p w:rsidR="00CF3F93" w:rsidRDefault="00CF3F93" w:rsidP="00CF3F93">
      <w:pPr>
        <w:pStyle w:val="libNormal"/>
      </w:pPr>
      <w:r>
        <w:t>Man is free to reside wherever he wishes without an</w:t>
      </w:r>
      <w:r w:rsidR="000055F1">
        <w:t>y</w:t>
      </w:r>
      <w:r w:rsidR="00F04C85">
        <w:t xml:space="preserve"> </w:t>
      </w:r>
      <w:r>
        <w:t>conditions or limitations since passports, identity cards an</w:t>
      </w:r>
      <w:r w:rsidR="000055F1">
        <w:t>d</w:t>
      </w:r>
      <w:r w:rsidR="00F04C85">
        <w:t xml:space="preserve"> </w:t>
      </w:r>
      <w:r>
        <w:t>the concept of nationality are entirely irrelevant in Islam an</w:t>
      </w:r>
      <w:r w:rsidR="000055F1">
        <w:t>d</w:t>
      </w:r>
      <w:r w:rsidR="00F04C85">
        <w:t xml:space="preserve"> </w:t>
      </w:r>
      <w:r>
        <w:t>all people have a right to unrestricted freedom of movement.</w:t>
      </w:r>
    </w:p>
    <w:p w:rsidR="00CF3F93" w:rsidRDefault="00CF3F93" w:rsidP="00CF3F93">
      <w:pPr>
        <w:pStyle w:val="libNormal"/>
      </w:pPr>
      <w:r>
        <w:t>8-Freedom of Speech:</w:t>
      </w:r>
    </w:p>
    <w:p w:rsidR="00CF3F93" w:rsidRDefault="00CF3F93" w:rsidP="00CF3F93">
      <w:pPr>
        <w:pStyle w:val="libNormal"/>
      </w:pPr>
      <w:r>
        <w:t>Everyone has the right to say and disseminate what h</w:t>
      </w:r>
      <w:r w:rsidR="000055F1">
        <w:t>e</w:t>
      </w:r>
      <w:r w:rsidR="00F04C85">
        <w:t xml:space="preserve"> </w:t>
      </w:r>
      <w:r>
        <w:t>wishes, without any restriction or condition being impose</w:t>
      </w:r>
      <w:r w:rsidR="000055F1">
        <w:t>d</w:t>
      </w:r>
      <w:r w:rsidR="00F04C85">
        <w:t xml:space="preserve"> </w:t>
      </w:r>
      <w:r>
        <w:t>upon him, except that what he says must not be forbidden i</w:t>
      </w:r>
      <w:r w:rsidR="000055F1">
        <w:t>n</w:t>
      </w:r>
      <w:r w:rsidR="00F04C85">
        <w:t xml:space="preserve"> </w:t>
      </w:r>
      <w:r>
        <w:t>itself like abusive language, backbiting and slandering.</w:t>
      </w:r>
    </w:p>
    <w:p w:rsidR="00CF3F93" w:rsidRDefault="00CF3F93" w:rsidP="00CF3F93">
      <w:pPr>
        <w:pStyle w:val="libNormal"/>
      </w:pPr>
      <w:r>
        <w:t>9-Freedom of Writing and Publishing:</w:t>
      </w:r>
    </w:p>
    <w:p w:rsidR="00CF3F93" w:rsidRDefault="00CF3F93" w:rsidP="00CF3F93">
      <w:pPr>
        <w:pStyle w:val="libNormal"/>
      </w:pPr>
      <w:r>
        <w:t>Anyone is free to write, print and publish and propagat</w:t>
      </w:r>
      <w:r w:rsidR="000055F1">
        <w:t>e</w:t>
      </w:r>
      <w:r w:rsidR="00F04C85">
        <w:t xml:space="preserve"> </w:t>
      </w:r>
      <w:r>
        <w:t>whatever he wishes but on the condition that there is nothin</w:t>
      </w:r>
      <w:r w:rsidR="000055F1">
        <w:t>g</w:t>
      </w:r>
      <w:r w:rsidR="00F04C85">
        <w:t xml:space="preserve"> </w:t>
      </w:r>
      <w:r>
        <w:t xml:space="preserve">in it which is forbidden in the </w:t>
      </w:r>
      <w:proofErr w:type="spellStart"/>
      <w:r>
        <w:t>Shari‘a</w:t>
      </w:r>
      <w:proofErr w:type="spellEnd"/>
      <w:r>
        <w:t>, just as has bee</w:t>
      </w:r>
      <w:r w:rsidR="000055F1">
        <w:t>n</w:t>
      </w:r>
      <w:r w:rsidR="00F04C85">
        <w:t xml:space="preserve"> </w:t>
      </w:r>
      <w:r>
        <w:t>mentioned regarding freedom of speech.</w:t>
      </w:r>
    </w:p>
    <w:p w:rsidR="00CF3F93" w:rsidRDefault="00CF3F93" w:rsidP="00CF3F93">
      <w:pPr>
        <w:pStyle w:val="libNormal"/>
      </w:pPr>
      <w:r>
        <w:t>10-Freedom to have Several Jobs at the Same Time:</w:t>
      </w:r>
    </w:p>
    <w:p w:rsidR="00CF3F93" w:rsidRDefault="00CF3F93" w:rsidP="00CF3F93">
      <w:pPr>
        <w:pStyle w:val="libNormal"/>
      </w:pPr>
      <w:r>
        <w:lastRenderedPageBreak/>
        <w:t>If a man wants to do particular work different from the job o</w:t>
      </w:r>
      <w:r w:rsidR="000055F1">
        <w:t>r</w:t>
      </w:r>
      <w:r w:rsidR="00F04C85">
        <w:t xml:space="preserve"> </w:t>
      </w:r>
      <w:r>
        <w:t>profession he is currently engaged in, this should not b</w:t>
      </w:r>
      <w:r w:rsidR="000055F1">
        <w:t>e</w:t>
      </w:r>
      <w:r w:rsidR="00F04C85">
        <w:t xml:space="preserve"> </w:t>
      </w:r>
      <w:r>
        <w:t>disallowed, as is the case in certain countries where the la</w:t>
      </w:r>
      <w:r w:rsidR="000055F1">
        <w:t>w</w:t>
      </w:r>
      <w:r w:rsidR="00F04C85">
        <w:t xml:space="preserve"> </w:t>
      </w:r>
      <w:r>
        <w:t xml:space="preserve">forbids pursuing two careers at the same time: being </w:t>
      </w:r>
      <w:r w:rsidR="000055F1">
        <w:t>a</w:t>
      </w:r>
      <w:r w:rsidR="00F04C85">
        <w:t xml:space="preserve"> </w:t>
      </w:r>
      <w:r>
        <w:t>government employee and also a merchant, for instance.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Did Muslims enjoy all this freedom before the collapse of Islami</w:t>
      </w:r>
      <w:r w:rsidR="000055F1">
        <w:t>c</w:t>
      </w:r>
      <w:r w:rsidR="00F04C85">
        <w:t xml:space="preserve"> </w:t>
      </w:r>
      <w:r>
        <w:t>governments?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Muslims and non-Muslims alike under Islamic rule enjoye</w:t>
      </w:r>
      <w:r w:rsidR="000055F1">
        <w:t>d</w:t>
      </w:r>
      <w:r w:rsidR="00F04C85">
        <w:t xml:space="preserve"> </w:t>
      </w:r>
      <w:r>
        <w:t>this freedom except for certain untypical periods when part of thi</w:t>
      </w:r>
      <w:r w:rsidR="000055F1">
        <w:t>s</w:t>
      </w:r>
      <w:r w:rsidR="00F04C85">
        <w:t xml:space="preserve"> </w:t>
      </w:r>
      <w:r>
        <w:t>freedom was suppressed due to tyranny and the like, not as th</w:t>
      </w:r>
      <w:r w:rsidR="000055F1">
        <w:t>e</w:t>
      </w:r>
      <w:r w:rsidR="00F04C85">
        <w:t xml:space="preserve"> </w:t>
      </w:r>
      <w:r>
        <w:t>result of a law or decree. However, suppression and the stiflin</w:t>
      </w:r>
      <w:r w:rsidR="000055F1">
        <w:t>g</w:t>
      </w:r>
      <w:r w:rsidR="00F04C85">
        <w:t xml:space="preserve"> </w:t>
      </w:r>
      <w:r>
        <w:t>of freedom actually being enshrined in laws ratified b</w:t>
      </w:r>
      <w:r w:rsidR="000055F1">
        <w:t>y</w:t>
      </w:r>
      <w:r w:rsidR="00F04C85">
        <w:t xml:space="preserve"> </w:t>
      </w:r>
      <w:r>
        <w:t>governments, and tolls and dues being imposed upon liberty an</w:t>
      </w:r>
      <w:r w:rsidR="000055F1">
        <w:t>d</w:t>
      </w:r>
      <w:r w:rsidR="00F04C85">
        <w:t xml:space="preserve"> </w:t>
      </w:r>
      <w:r>
        <w:t>freedom as if these were crimes, are all phenomena which did no</w:t>
      </w:r>
      <w:r w:rsidR="000055F1">
        <w:t>t</w:t>
      </w:r>
      <w:r w:rsidR="00F04C85">
        <w:t xml:space="preserve"> </w:t>
      </w:r>
      <w:r>
        <w:t>exist except after the collapse of Islamic governments.</w:t>
      </w:r>
    </w:p>
    <w:p w:rsidR="00CF3F93" w:rsidRDefault="00CF3F93" w:rsidP="00CF3F93">
      <w:pPr>
        <w:pStyle w:val="libNormal"/>
      </w:pPr>
      <w:r>
        <w:t>The West has now seized the leadership of the world and ha</w:t>
      </w:r>
      <w:r w:rsidR="000055F1">
        <w:t>s</w:t>
      </w:r>
      <w:r w:rsidR="00F04C85">
        <w:t xml:space="preserve"> </w:t>
      </w:r>
      <w:r>
        <w:t>brought a thousand restrictions and has perpetuated a thousan</w:t>
      </w:r>
      <w:r w:rsidR="000055F1">
        <w:t>d</w:t>
      </w:r>
      <w:r w:rsidR="00F04C85">
        <w:t xml:space="preserve"> </w:t>
      </w:r>
      <w:r>
        <w:t>repressions. What is truly amazing is that the West after all this</w:t>
      </w:r>
      <w:r w:rsidR="000055F1">
        <w:t>,</w:t>
      </w:r>
      <w:r w:rsidR="00F04C85">
        <w:t xml:space="preserve"> </w:t>
      </w:r>
      <w:r>
        <w:t xml:space="preserve">claims that she is the </w:t>
      </w:r>
      <w:proofErr w:type="spellStart"/>
      <w:r>
        <w:t>bestower</w:t>
      </w:r>
      <w:proofErr w:type="spellEnd"/>
      <w:r>
        <w:t xml:space="preserve"> of freedom upon humanity and th</w:t>
      </w:r>
      <w:r w:rsidR="000055F1">
        <w:t>e</w:t>
      </w:r>
      <w:r w:rsidR="00F04C85">
        <w:t xml:space="preserve"> </w:t>
      </w:r>
      <w:r>
        <w:t>one who is releasing mankind from its fetters.</w:t>
      </w:r>
    </w:p>
    <w:p w:rsidR="00CF3F93" w:rsidRDefault="00CF3F93" w:rsidP="00146845">
      <w:pPr>
        <w:pStyle w:val="libNormal"/>
      </w:pPr>
      <w:r>
        <w:br w:type="page"/>
      </w:r>
    </w:p>
    <w:p w:rsidR="00CF3F93" w:rsidRDefault="00CF3F93" w:rsidP="00146845">
      <w:pPr>
        <w:pStyle w:val="Heading1Center"/>
      </w:pPr>
      <w:bookmarkStart w:id="68" w:name="_Toc496784724"/>
      <w:r>
        <w:lastRenderedPageBreak/>
        <w:t>9- ISLAMIC ECONOMICS</w:t>
      </w:r>
      <w:bookmarkEnd w:id="68"/>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Has Islam a special economic system?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 healthy and free economic system exists only in Islam wherea</w:t>
      </w:r>
      <w:r w:rsidR="000055F1">
        <w:t>s</w:t>
      </w:r>
      <w:r w:rsidR="00F04C85">
        <w:t xml:space="preserve"> </w:t>
      </w:r>
      <w:r>
        <w:t>the economic systems dominant in today’s world are not health</w:t>
      </w:r>
      <w:r w:rsidR="000055F1">
        <w:t>y</w:t>
      </w:r>
      <w:r w:rsidR="00F04C85">
        <w:t xml:space="preserve"> </w:t>
      </w:r>
      <w:r>
        <w:t>due to one of these factors:</w:t>
      </w:r>
    </w:p>
    <w:p w:rsidR="00CF3F93" w:rsidRDefault="00CF3F93" w:rsidP="00CF3F93">
      <w:pPr>
        <w:pStyle w:val="libNormal"/>
      </w:pPr>
      <w:r>
        <w:t>1. Either the system is corrupt in that it enables some t</w:t>
      </w:r>
      <w:r w:rsidR="000055F1">
        <w:t>o</w:t>
      </w:r>
      <w:r w:rsidR="00F04C85">
        <w:t xml:space="preserve"> </w:t>
      </w:r>
      <w:r>
        <w:t>acquire millions beyond imagination, while others ar</w:t>
      </w:r>
      <w:r w:rsidR="000055F1">
        <w:t>e</w:t>
      </w:r>
      <w:r w:rsidR="00F04C85">
        <w:t xml:space="preserve"> </w:t>
      </w:r>
      <w:r>
        <w:t>dragged down to the lowest level of poverty and die i</w:t>
      </w:r>
      <w:r w:rsidR="000055F1">
        <w:t>n</w:t>
      </w:r>
      <w:r w:rsidR="00F04C85">
        <w:t xml:space="preserve"> </w:t>
      </w:r>
      <w:r>
        <w:t>their thousands every day from hunger and nakedness.</w:t>
      </w:r>
    </w:p>
    <w:p w:rsidR="00CF3F93" w:rsidRDefault="00CF3F93" w:rsidP="00CF3F93">
      <w:pPr>
        <w:pStyle w:val="libNormal"/>
      </w:pPr>
      <w:r>
        <w:t>2. Or the system is stifling and repressive since it doe</w:t>
      </w:r>
      <w:r w:rsidR="000055F1">
        <w:t>s</w:t>
      </w:r>
      <w:r w:rsidR="00F04C85">
        <w:t xml:space="preserve"> </w:t>
      </w:r>
      <w:r>
        <w:t>away with private ownership with the result that a</w:t>
      </w:r>
      <w:r w:rsidR="000055F1">
        <w:t>n</w:t>
      </w:r>
      <w:r w:rsidR="00F04C85">
        <w:t xml:space="preserve"> </w:t>
      </w:r>
      <w:r>
        <w:t>individual lives in dire poverty.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is an Islamic economic system like?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description of an Islamic economy requires several larg</w:t>
      </w:r>
      <w:r w:rsidR="000055F1">
        <w:t>e</w:t>
      </w:r>
      <w:r w:rsidR="00F04C85">
        <w:t xml:space="preserve"> </w:t>
      </w:r>
      <w:r>
        <w:t>volumes, so we will simply outline here the general basi</w:t>
      </w:r>
      <w:r w:rsidR="000055F1">
        <w:t>c</w:t>
      </w:r>
      <w:r w:rsidR="00F04C85">
        <w:t xml:space="preserve"> </w:t>
      </w:r>
      <w:r>
        <w:t>principles that Islam has set out for dispelling poverty and nee</w:t>
      </w:r>
      <w:r w:rsidR="000055F1">
        <w:t>d</w:t>
      </w:r>
      <w:r w:rsidR="00F04C85">
        <w:t xml:space="preserve"> </w:t>
      </w:r>
      <w:r>
        <w:t>from society and raising the standard of living, which are a</w:t>
      </w:r>
      <w:r w:rsidR="000055F1">
        <w:t>s</w:t>
      </w:r>
      <w:r w:rsidR="00F04C85">
        <w:t xml:space="preserve"> </w:t>
      </w:r>
      <w:r>
        <w:t>follows:</w:t>
      </w:r>
    </w:p>
    <w:p w:rsidR="00CF3F93" w:rsidRDefault="00CF3F93" w:rsidP="00CF3F93">
      <w:pPr>
        <w:pStyle w:val="libNormal"/>
      </w:pPr>
      <w:r>
        <w:t>1-The broadening of freedom in all aspects of life:</w:t>
      </w:r>
    </w:p>
    <w:p w:rsidR="00CF3F93" w:rsidRDefault="00CF3F93" w:rsidP="00CF3F93">
      <w:pPr>
        <w:pStyle w:val="libNormal"/>
      </w:pPr>
      <w:r>
        <w:t>Since people enjoyed freedom under an Islamic government</w:t>
      </w:r>
      <w:r w:rsidR="000055F1">
        <w:t>,</w:t>
      </w:r>
      <w:r w:rsidR="00F04C85">
        <w:t xml:space="preserve"> </w:t>
      </w:r>
      <w:r>
        <w:t>as was pointed out in the previous chapter, they would wor</w:t>
      </w:r>
      <w:r w:rsidR="000055F1">
        <w:t>k</w:t>
      </w:r>
      <w:r w:rsidR="00F04C85">
        <w:t xml:space="preserve"> </w:t>
      </w:r>
      <w:r>
        <w:t>hard and with sincerity and the road to prosperity was open t</w:t>
      </w:r>
      <w:r w:rsidR="000055F1">
        <w:t>o</w:t>
      </w:r>
      <w:r w:rsidR="00F04C85">
        <w:t xml:space="preserve"> </w:t>
      </w:r>
      <w:r>
        <w:t>them. So they would enrich themselves and rarely would ther</w:t>
      </w:r>
      <w:r w:rsidR="000055F1">
        <w:t>e</w:t>
      </w:r>
      <w:r w:rsidR="00F04C85">
        <w:t xml:space="preserve"> </w:t>
      </w:r>
      <w:r>
        <w:t>be found among them anyone in need. This is because, as i</w:t>
      </w:r>
      <w:r w:rsidR="000055F1">
        <w:t>s</w:t>
      </w:r>
      <w:r w:rsidR="00F04C85">
        <w:t xml:space="preserve"> </w:t>
      </w:r>
      <w:r>
        <w:t>well-known, the basic methods of acquiring wealth wer</w:t>
      </w:r>
      <w:r w:rsidR="000055F1">
        <w:t>e</w:t>
      </w:r>
      <w:r w:rsidR="00F04C85">
        <w:t xml:space="preserve"> </w:t>
      </w:r>
      <w:r>
        <w:t>permitted in every respect and no taxes or tolls were impose</w:t>
      </w:r>
      <w:r w:rsidR="000055F1">
        <w:t>d</w:t>
      </w:r>
      <w:r w:rsidR="00F04C85">
        <w:t xml:space="preserve"> </w:t>
      </w:r>
      <w:r>
        <w:t>upon them, nor restrictions or conditions.</w:t>
      </w:r>
    </w:p>
    <w:p w:rsidR="00CF3F93" w:rsidRDefault="00CF3F93" w:rsidP="00CF3F93">
      <w:pPr>
        <w:pStyle w:val="libNormal"/>
      </w:pPr>
      <w:r>
        <w:t>So everyone would be busy and be working and his wor</w:t>
      </w:r>
      <w:r w:rsidR="000055F1">
        <w:t>k</w:t>
      </w:r>
      <w:r w:rsidR="00F04C85">
        <w:t xml:space="preserve"> </w:t>
      </w:r>
      <w:r>
        <w:t>would be his means of sustenance and his income woul</w:t>
      </w:r>
      <w:r w:rsidR="000055F1">
        <w:t>d</w:t>
      </w:r>
      <w:r w:rsidR="00F04C85">
        <w:t xml:space="preserve"> </w:t>
      </w:r>
      <w:r>
        <w:t>exceed what he needed. However under secular legal-systems:</w:t>
      </w:r>
    </w:p>
    <w:p w:rsidR="00CF3F93" w:rsidRDefault="00CF3F93" w:rsidP="00CF3F93">
      <w:pPr>
        <w:pStyle w:val="libNormal"/>
      </w:pPr>
      <w:r>
        <w:t>1. The sources of wealth are restricted and profitin</w:t>
      </w:r>
      <w:r w:rsidR="000055F1">
        <w:t>g</w:t>
      </w:r>
      <w:r w:rsidR="00F04C85">
        <w:t xml:space="preserve"> </w:t>
      </w:r>
      <w:r>
        <w:t>from them is not open to all.</w:t>
      </w:r>
    </w:p>
    <w:p w:rsidR="00CF3F93" w:rsidRDefault="00CF3F93" w:rsidP="00CF3F93">
      <w:pPr>
        <w:pStyle w:val="libNormal"/>
      </w:pPr>
      <w:r>
        <w:t>2. What is allowed to be profited from is subject to taxe</w:t>
      </w:r>
      <w:r w:rsidR="000055F1">
        <w:t>s</w:t>
      </w:r>
      <w:r w:rsidR="00F04C85">
        <w:t xml:space="preserve"> </w:t>
      </w:r>
      <w:r>
        <w:t>and other dues.</w:t>
      </w:r>
    </w:p>
    <w:p w:rsidR="00CF3F93" w:rsidRDefault="00CF3F93" w:rsidP="00CF3F93">
      <w:pPr>
        <w:pStyle w:val="libNormal"/>
      </w:pPr>
      <w:r>
        <w:t>3. The mere making of a profit is bound up wit</w:t>
      </w:r>
      <w:r w:rsidR="000055F1">
        <w:t>h</w:t>
      </w:r>
      <w:r w:rsidR="00F04C85">
        <w:t xml:space="preserve"> </w:t>
      </w:r>
      <w:r>
        <w:t>restrictions and conditions. Rarely, therefore, is on</w:t>
      </w:r>
      <w:r w:rsidR="000055F1">
        <w:t>e</w:t>
      </w:r>
      <w:r w:rsidR="00F04C85">
        <w:t xml:space="preserve"> </w:t>
      </w:r>
      <w:r>
        <w:t>able to benefit from the basic sources of wealth an</w:t>
      </w:r>
      <w:r w:rsidR="000055F1">
        <w:t>d</w:t>
      </w:r>
      <w:r w:rsidR="00F04C85">
        <w:t xml:space="preserve"> </w:t>
      </w:r>
      <w:r>
        <w:t>even if one can, conditions and taxes are impose</w:t>
      </w:r>
      <w:r w:rsidR="000055F1">
        <w:t>d</w:t>
      </w:r>
      <w:r w:rsidR="00F04C85">
        <w:t xml:space="preserve"> </w:t>
      </w:r>
      <w:r>
        <w:t>upon any gain one might make. Indeed if we say tha</w:t>
      </w:r>
      <w:r w:rsidR="000055F1">
        <w:t>t</w:t>
      </w:r>
      <w:r w:rsidR="00F04C85">
        <w:t xml:space="preserve"> </w:t>
      </w:r>
      <w:r>
        <w:t>these restrictions have reduced the level of th</w:t>
      </w:r>
      <w:r w:rsidR="000055F1">
        <w:t>e</w:t>
      </w:r>
      <w:r w:rsidR="00F04C85">
        <w:t xml:space="preserve"> </w:t>
      </w:r>
      <w:r>
        <w:t>creation of wealth to 20% of what it should be, w</w:t>
      </w:r>
      <w:r w:rsidR="000055F1">
        <w:t>e</w:t>
      </w:r>
      <w:r w:rsidR="00F04C85">
        <w:t xml:space="preserve"> </w:t>
      </w:r>
      <w:r>
        <w:t>have not exaggerated.</w:t>
      </w:r>
    </w:p>
    <w:p w:rsidR="00CF3F93" w:rsidRDefault="00CF3F93" w:rsidP="002834FD">
      <w:pPr>
        <w:pStyle w:val="libNormal"/>
      </w:pPr>
      <w:r>
        <w:t>Take the example of Iraq. Under Islamic governments it wa</w:t>
      </w:r>
      <w:r w:rsidR="000055F1">
        <w:t>s</w:t>
      </w:r>
      <w:r w:rsidR="00F04C85">
        <w:t xml:space="preserve"> </w:t>
      </w:r>
      <w:r>
        <w:t>flourishing with agriculture and development projects but no</w:t>
      </w:r>
      <w:r w:rsidR="000055F1">
        <w:t>w</w:t>
      </w:r>
      <w:r w:rsidR="00F04C85">
        <w:t xml:space="preserve"> </w:t>
      </w:r>
      <w:r>
        <w:t>under non-Islamic rule only a small part of Iraq is prosperou</w:t>
      </w:r>
      <w:r w:rsidR="000055F1">
        <w:t>s</w:t>
      </w:r>
      <w:r w:rsidR="00F04C85">
        <w:t xml:space="preserve"> </w:t>
      </w:r>
      <w:r>
        <w:t>and the rest of it is in ruin. Whereas under Islami</w:t>
      </w:r>
      <w:r w:rsidR="000055F1">
        <w:t>c</w:t>
      </w:r>
      <w:r w:rsidR="00F04C85">
        <w:t xml:space="preserve"> </w:t>
      </w:r>
      <w:r>
        <w:t>governments 40 million people were living off its resources</w:t>
      </w:r>
      <w:r w:rsidR="000055F1">
        <w:t>,</w:t>
      </w:r>
      <w:r w:rsidR="00F04C85">
        <w:t xml:space="preserve"> </w:t>
      </w:r>
      <w:r>
        <w:t>its population today barely reaches 8 million</w:t>
      </w:r>
      <w:r w:rsidR="002834FD" w:rsidRPr="003418E0">
        <w:rPr>
          <w:rStyle w:val="libFootnotenumChar"/>
        </w:rPr>
        <w:t>65</w:t>
      </w:r>
      <w:r>
        <w:t>.</w:t>
      </w:r>
    </w:p>
    <w:p w:rsidR="00CF3F93" w:rsidRDefault="00CF3F93" w:rsidP="00CF3F93">
      <w:pPr>
        <w:pStyle w:val="libNormal"/>
      </w:pPr>
      <w:r>
        <w:t>2-The Structural Simplicity of Islamic Government:</w:t>
      </w:r>
    </w:p>
    <w:p w:rsidR="00CF3F93" w:rsidRDefault="00CF3F93" w:rsidP="00CF3F93">
      <w:pPr>
        <w:pStyle w:val="libNormal"/>
      </w:pPr>
      <w:r>
        <w:t>A fine example of this simplicity can be seen at the time Ira</w:t>
      </w:r>
      <w:r w:rsidR="000055F1">
        <w:t>q</w:t>
      </w:r>
      <w:r w:rsidR="00F04C85">
        <w:t xml:space="preserve"> </w:t>
      </w:r>
      <w:r>
        <w:t>came under Islamic rule when only three people went ther</w:t>
      </w:r>
      <w:r w:rsidR="000055F1">
        <w:t>e</w:t>
      </w:r>
      <w:r w:rsidR="00F04C85">
        <w:t xml:space="preserve"> </w:t>
      </w:r>
      <w:r>
        <w:t>from Medina to govern the country.</w:t>
      </w:r>
    </w:p>
    <w:p w:rsidR="00CF3F93" w:rsidRDefault="00CF3F93" w:rsidP="00CF3F93">
      <w:pPr>
        <w:pStyle w:val="libNormal"/>
      </w:pPr>
      <w:r>
        <w:lastRenderedPageBreak/>
        <w:t>The secret of this simplicity is that the apparatus o</w:t>
      </w:r>
      <w:r w:rsidR="000055F1">
        <w:t>f</w:t>
      </w:r>
      <w:r w:rsidR="00F04C85">
        <w:t xml:space="preserve"> </w:t>
      </w:r>
      <w:r>
        <w:t>government is there in the first instance to ensure that there i</w:t>
      </w:r>
      <w:r w:rsidR="000055F1">
        <w:t>s</w:t>
      </w:r>
      <w:r w:rsidR="00F04C85">
        <w:t xml:space="preserve"> </w:t>
      </w:r>
      <w:r>
        <w:t>justice among the people, secondly to protect the country fro</w:t>
      </w:r>
      <w:r w:rsidR="000055F1">
        <w:t>m</w:t>
      </w:r>
      <w:r w:rsidR="00F04C85">
        <w:t xml:space="preserve"> </w:t>
      </w:r>
      <w:r>
        <w:t>its enemies and thirdly to bring about greater prosperit</w:t>
      </w:r>
      <w:r w:rsidR="000055F1">
        <w:t>y</w:t>
      </w:r>
      <w:r w:rsidR="00F04C85">
        <w:t xml:space="preserve"> </w:t>
      </w:r>
      <w:r>
        <w:t>throughout the land.</w:t>
      </w:r>
    </w:p>
    <w:p w:rsidR="00CF3F93" w:rsidRDefault="00CF3F93" w:rsidP="00CF3F93">
      <w:pPr>
        <w:pStyle w:val="libNormal"/>
      </w:pPr>
      <w:r>
        <w:t xml:space="preserve">Moreover, Islamic government </w:t>
      </w:r>
      <w:proofErr w:type="gramStart"/>
      <w:r>
        <w:t>is :</w:t>
      </w:r>
      <w:proofErr w:type="gramEnd"/>
    </w:p>
    <w:p w:rsidR="00CF3F93" w:rsidRDefault="00CF3F93" w:rsidP="00CF3F93">
      <w:pPr>
        <w:pStyle w:val="libNormal"/>
      </w:pPr>
      <w:r>
        <w:t>1. Popular government to the highest degree.</w:t>
      </w:r>
    </w:p>
    <w:p w:rsidR="00CF3F93" w:rsidRDefault="00CF3F93" w:rsidP="00CF3F93">
      <w:pPr>
        <w:pStyle w:val="libNormal"/>
      </w:pPr>
      <w:r>
        <w:t>2. Does not recognize the restrictions which only lead t</w:t>
      </w:r>
      <w:r w:rsidR="000055F1">
        <w:t>o</w:t>
      </w:r>
      <w:r w:rsidR="00F04C85">
        <w:t xml:space="preserve"> </w:t>
      </w:r>
      <w:r>
        <w:t>a plethora of departments.</w:t>
      </w:r>
    </w:p>
    <w:p w:rsidR="00CF3F93" w:rsidRDefault="00CF3F93" w:rsidP="00CF3F93">
      <w:pPr>
        <w:pStyle w:val="libNormal"/>
      </w:pPr>
      <w:r>
        <w:t>3. Opposes bureaucracy and strives to solve problem</w:t>
      </w:r>
      <w:r w:rsidR="000055F1">
        <w:t>s</w:t>
      </w:r>
      <w:r w:rsidR="00F04C85">
        <w:t xml:space="preserve"> </w:t>
      </w:r>
      <w:r>
        <w:t>speedily.</w:t>
      </w:r>
    </w:p>
    <w:p w:rsidR="00CF3F93" w:rsidRDefault="00CF3F93" w:rsidP="00CF3F93">
      <w:pPr>
        <w:pStyle w:val="libNormal"/>
      </w:pPr>
      <w:r>
        <w:t xml:space="preserve">4. </w:t>
      </w:r>
      <w:proofErr w:type="gramStart"/>
      <w:r>
        <w:t>Creates</w:t>
      </w:r>
      <w:proofErr w:type="gramEnd"/>
      <w:r>
        <w:t xml:space="preserve"> a climate of trust among the people b</w:t>
      </w:r>
      <w:r w:rsidR="000055F1">
        <w:t>y</w:t>
      </w:r>
      <w:r w:rsidR="00F04C85">
        <w:t xml:space="preserve"> </w:t>
      </w:r>
      <w:r>
        <w:t>demonstrating what having faith and a conscienc</w:t>
      </w:r>
      <w:r w:rsidR="000055F1">
        <w:t>e</w:t>
      </w:r>
      <w:r w:rsidR="00F04C85">
        <w:t xml:space="preserve"> </w:t>
      </w:r>
      <w:r>
        <w:t>should entail.</w:t>
      </w:r>
    </w:p>
    <w:p w:rsidR="00CF3F93" w:rsidRDefault="00CF3F93" w:rsidP="00CF3F93">
      <w:pPr>
        <w:pStyle w:val="libNormal"/>
      </w:pPr>
      <w:r>
        <w:t>In this manner, Islamic government does not need numerou</w:t>
      </w:r>
      <w:r w:rsidR="000055F1">
        <w:t>s</w:t>
      </w:r>
      <w:r w:rsidR="00F04C85">
        <w:t xml:space="preserve"> </w:t>
      </w:r>
      <w:r>
        <w:t>departments and so its employees are few in number whic</w:t>
      </w:r>
      <w:r w:rsidR="000055F1">
        <w:t>h</w:t>
      </w:r>
      <w:r w:rsidR="00F04C85">
        <w:t xml:space="preserve"> </w:t>
      </w:r>
      <w:r>
        <w:t>means that the wealth at its disposal is considerable. This i</w:t>
      </w:r>
      <w:r w:rsidR="000055F1">
        <w:t>n</w:t>
      </w:r>
      <w:r w:rsidR="00F04C85">
        <w:t xml:space="preserve"> </w:t>
      </w:r>
      <w:r>
        <w:t>turn brings about a growth in the economy for two reasons:</w:t>
      </w:r>
    </w:p>
    <w:p w:rsidR="00CF3F93" w:rsidRDefault="00CF3F93" w:rsidP="00CF3F93">
      <w:pPr>
        <w:pStyle w:val="libNormal"/>
      </w:pPr>
      <w:r>
        <w:t>1. The government employee generally does no</w:t>
      </w:r>
      <w:r w:rsidR="000055F1">
        <w:t>t</w:t>
      </w:r>
      <w:r w:rsidR="00F04C85">
        <w:t xml:space="preserve"> </w:t>
      </w:r>
      <w:r>
        <w:t>generate his own income but instead is dependent i</w:t>
      </w:r>
      <w:r w:rsidR="000055F1">
        <w:t>n</w:t>
      </w:r>
      <w:r w:rsidR="00F04C85">
        <w:t xml:space="preserve"> </w:t>
      </w:r>
      <w:r>
        <w:t xml:space="preserve">the long run on the </w:t>
      </w:r>
      <w:proofErr w:type="spellStart"/>
      <w:r>
        <w:t>labour</w:t>
      </w:r>
      <w:proofErr w:type="spellEnd"/>
      <w:r>
        <w:t xml:space="preserve"> of others. Therefore if th</w:t>
      </w:r>
      <w:r w:rsidR="000055F1">
        <w:t>e</w:t>
      </w:r>
      <w:r w:rsidR="00F04C85">
        <w:t xml:space="preserve"> </w:t>
      </w:r>
      <w:r>
        <w:t>number of employees is reduced the money tha</w:t>
      </w:r>
      <w:r w:rsidR="000055F1">
        <w:t>t</w:t>
      </w:r>
      <w:r w:rsidR="00F04C85">
        <w:t xml:space="preserve"> </w:t>
      </w:r>
      <w:r>
        <w:t>otherwise would have to be spent on paying salarie</w:t>
      </w:r>
      <w:r w:rsidR="000055F1">
        <w:t>s</w:t>
      </w:r>
      <w:r w:rsidR="00F04C85">
        <w:t xml:space="preserve"> </w:t>
      </w:r>
      <w:r>
        <w:t>can be saved, and the government will consequentl</w:t>
      </w:r>
      <w:r w:rsidR="000055F1">
        <w:t>y</w:t>
      </w:r>
      <w:r w:rsidR="00F04C85">
        <w:t xml:space="preserve"> </w:t>
      </w:r>
      <w:r>
        <w:t>have more money at its disposal and can direct it</w:t>
      </w:r>
      <w:r w:rsidR="000055F1">
        <w:t>s</w:t>
      </w:r>
      <w:r w:rsidR="00F04C85">
        <w:t xml:space="preserve"> </w:t>
      </w:r>
      <w:r>
        <w:t>attention to other vital projects.</w:t>
      </w:r>
    </w:p>
    <w:p w:rsidR="00CF3F93" w:rsidRDefault="00CF3F93" w:rsidP="00CF3F93">
      <w:pPr>
        <w:pStyle w:val="libNormal"/>
      </w:pPr>
      <w:r>
        <w:t>2. Those who are not employed by the state work fo</w:t>
      </w:r>
      <w:r w:rsidR="000055F1">
        <w:t>r</w:t>
      </w:r>
      <w:r w:rsidR="00F04C85">
        <w:t xml:space="preserve"> </w:t>
      </w:r>
      <w:r>
        <w:t>themselves and generate wealth, whereas if they wer</w:t>
      </w:r>
      <w:r w:rsidR="000055F1">
        <w:t>e</w:t>
      </w:r>
      <w:r w:rsidR="00F04C85">
        <w:t xml:space="preserve"> </w:t>
      </w:r>
      <w:r>
        <w:t>employed by the state they become, in effect</w:t>
      </w:r>
      <w:r w:rsidR="000055F1">
        <w:t>,</w:t>
      </w:r>
      <w:r w:rsidR="00F04C85">
        <w:t xml:space="preserve"> </w:t>
      </w:r>
      <w:r>
        <w:t>consumers.</w:t>
      </w:r>
    </w:p>
    <w:p w:rsidR="00CF3F93" w:rsidRDefault="00CF3F93" w:rsidP="00CF3F93">
      <w:pPr>
        <w:pStyle w:val="libNormal"/>
      </w:pPr>
      <w:r>
        <w:t>For example: If there are 10 people in a house and each on</w:t>
      </w:r>
      <w:r w:rsidR="000055F1">
        <w:t>e</w:t>
      </w:r>
      <w:r w:rsidR="00F04C85">
        <w:t xml:space="preserve"> </w:t>
      </w:r>
      <w:r>
        <w:t>earns 1 dinar and then the government employs 5 of them, th</w:t>
      </w:r>
      <w:r w:rsidR="000055F1">
        <w:t>e</w:t>
      </w:r>
      <w:r w:rsidR="00F04C85">
        <w:t xml:space="preserve"> </w:t>
      </w:r>
      <w:r>
        <w:t>money being generated will be 5 dinars to be shared among 10</w:t>
      </w:r>
    </w:p>
    <w:p w:rsidR="00CF3F93" w:rsidRDefault="00CF3F93" w:rsidP="00CF3F93">
      <w:pPr>
        <w:pStyle w:val="libNormal"/>
      </w:pPr>
      <w:proofErr w:type="gramStart"/>
      <w:r>
        <w:t>people</w:t>
      </w:r>
      <w:proofErr w:type="gramEnd"/>
      <w:r>
        <w:t>, whereas if there were only 1 employed among them</w:t>
      </w:r>
      <w:r w:rsidR="000055F1">
        <w:t>,</w:t>
      </w:r>
      <w:r w:rsidR="00F04C85">
        <w:t xml:space="preserve"> </w:t>
      </w:r>
      <w:r>
        <w:t>the income generated would be 9 dinars to be shared among 10</w:t>
      </w:r>
    </w:p>
    <w:p w:rsidR="00CF3F93" w:rsidRDefault="00CF3F93" w:rsidP="00CF3F93">
      <w:pPr>
        <w:pStyle w:val="libNormal"/>
      </w:pPr>
      <w:proofErr w:type="gramStart"/>
      <w:r>
        <w:t>people</w:t>
      </w:r>
      <w:proofErr w:type="gramEnd"/>
      <w:r>
        <w:t>.</w:t>
      </w:r>
    </w:p>
    <w:p w:rsidR="00CF3F93" w:rsidRDefault="00CF3F93" w:rsidP="00CF3F93">
      <w:pPr>
        <w:pStyle w:val="libNormal"/>
      </w:pPr>
      <w:r>
        <w:t>3- The Treasury:</w:t>
      </w:r>
    </w:p>
    <w:p w:rsidR="00CF3F93" w:rsidRDefault="00CF3F93" w:rsidP="00CF3F93">
      <w:pPr>
        <w:pStyle w:val="libNormal"/>
      </w:pPr>
      <w:proofErr w:type="spellStart"/>
      <w:r>
        <w:t>Khums</w:t>
      </w:r>
      <w:proofErr w:type="spellEnd"/>
      <w:r>
        <w:t xml:space="preserve">, </w:t>
      </w:r>
      <w:proofErr w:type="spellStart"/>
      <w:r>
        <w:t>zakat</w:t>
      </w:r>
      <w:proofErr w:type="spellEnd"/>
      <w:r>
        <w:t xml:space="preserve">, </w:t>
      </w:r>
      <w:proofErr w:type="spellStart"/>
      <w:r>
        <w:t>jizya</w:t>
      </w:r>
      <w:proofErr w:type="spellEnd"/>
      <w:r>
        <w:t xml:space="preserve"> and </w:t>
      </w:r>
      <w:proofErr w:type="spellStart"/>
      <w:r>
        <w:t>kharaj</w:t>
      </w:r>
      <w:proofErr w:type="spellEnd"/>
      <w:r>
        <w:t xml:space="preserve"> were collected for the treasury</w:t>
      </w:r>
      <w:r w:rsidR="000055F1">
        <w:t>,</w:t>
      </w:r>
      <w:r w:rsidR="00F04C85">
        <w:t xml:space="preserve"> </w:t>
      </w:r>
      <w:r>
        <w:t>the first three categories having already been explained.</w:t>
      </w:r>
    </w:p>
    <w:p w:rsidR="00CF3F93" w:rsidRDefault="00CF3F93" w:rsidP="00CF3F93">
      <w:pPr>
        <w:pStyle w:val="libNormal"/>
      </w:pPr>
      <w:proofErr w:type="spellStart"/>
      <w:r>
        <w:t>Kharaj</w:t>
      </w:r>
      <w:proofErr w:type="spellEnd"/>
      <w:r>
        <w:t xml:space="preserve"> is the yield from those lands which are in th</w:t>
      </w:r>
      <w:r w:rsidR="000055F1">
        <w:t>e</w:t>
      </w:r>
      <w:r w:rsidR="00F04C85">
        <w:t xml:space="preserve"> </w:t>
      </w:r>
      <w:r>
        <w:t>possession of the state or which have been acquired by th</w:t>
      </w:r>
      <w:r w:rsidR="000055F1">
        <w:t>e</w:t>
      </w:r>
      <w:r w:rsidR="00F04C85">
        <w:t xml:space="preserve"> </w:t>
      </w:r>
      <w:r>
        <w:t>Muslims by virtue of war and so forth.</w:t>
      </w:r>
    </w:p>
    <w:p w:rsidR="00CF3F93" w:rsidRDefault="00CF3F93" w:rsidP="00CF3F93">
      <w:pPr>
        <w:pStyle w:val="libNormal"/>
      </w:pPr>
      <w:r>
        <w:t>The duty of the treasury is twofold:</w:t>
      </w:r>
    </w:p>
    <w:p w:rsidR="00CF3F93" w:rsidRDefault="00CF3F93" w:rsidP="00CF3F93">
      <w:pPr>
        <w:pStyle w:val="libNormal"/>
      </w:pPr>
      <w:r>
        <w:t>1. To meet all the needs of the people.</w:t>
      </w:r>
    </w:p>
    <w:p w:rsidR="00CF3F93" w:rsidRDefault="00CF3F93" w:rsidP="00CF3F93">
      <w:pPr>
        <w:pStyle w:val="libNormal"/>
      </w:pPr>
      <w:r>
        <w:t>2. To look after every aspect of the welfare of th</w:t>
      </w:r>
      <w:r w:rsidR="000055F1">
        <w:t>e</w:t>
      </w:r>
      <w:r w:rsidR="00F04C85">
        <w:t xml:space="preserve"> </w:t>
      </w:r>
      <w:r>
        <w:t>people.</w:t>
      </w:r>
    </w:p>
    <w:p w:rsidR="00CF3F93" w:rsidRDefault="00CF3F93" w:rsidP="00CF3F93">
      <w:pPr>
        <w:pStyle w:val="libNormal"/>
      </w:pPr>
      <w:r>
        <w:t>For example, the treasury gives money to a poor man so tha</w:t>
      </w:r>
      <w:r w:rsidR="000055F1">
        <w:t>t</w:t>
      </w:r>
      <w:r w:rsidR="00F04C85">
        <w:t xml:space="preserve"> </w:t>
      </w:r>
      <w:r>
        <w:t xml:space="preserve">he can be free of want; to a </w:t>
      </w:r>
      <w:proofErr w:type="spellStart"/>
      <w:r>
        <w:t>traveller</w:t>
      </w:r>
      <w:proofErr w:type="spellEnd"/>
      <w:r>
        <w:t xml:space="preserve"> in need so that he ca</w:t>
      </w:r>
      <w:r w:rsidR="000055F1">
        <w:t>n</w:t>
      </w:r>
      <w:r w:rsidR="00F04C85">
        <w:t xml:space="preserve"> </w:t>
      </w:r>
      <w:r>
        <w:t>return home; to an unmarried man so that he can get married;</w:t>
      </w:r>
    </w:p>
    <w:p w:rsidR="00CF3F93" w:rsidRDefault="00CF3F93" w:rsidP="00CF3F93">
      <w:pPr>
        <w:pStyle w:val="libNormal"/>
      </w:pPr>
      <w:r>
        <w:t>to someone who is sick who cannot afford treatment so that h</w:t>
      </w:r>
      <w:r w:rsidR="000055F1">
        <w:t>e</w:t>
      </w:r>
      <w:r w:rsidR="00F04C85">
        <w:t xml:space="preserve"> </w:t>
      </w:r>
      <w:r>
        <w:t>can get well; to someone who does not have any capital to star</w:t>
      </w:r>
      <w:r w:rsidR="000055F1">
        <w:t>t</w:t>
      </w:r>
      <w:r w:rsidR="00F04C85">
        <w:t xml:space="preserve"> </w:t>
      </w:r>
      <w:r>
        <w:t xml:space="preserve">a project so that he can make a living; to someone who needs </w:t>
      </w:r>
      <w:r w:rsidR="000055F1">
        <w:t>a</w:t>
      </w:r>
      <w:r w:rsidR="00F04C85">
        <w:t xml:space="preserve"> </w:t>
      </w:r>
      <w:r>
        <w:t>house to live in, in order that he might build one; to someon</w:t>
      </w:r>
      <w:r w:rsidR="000055F1">
        <w:t>e</w:t>
      </w:r>
      <w:r w:rsidR="00F04C85">
        <w:t xml:space="preserve"> </w:t>
      </w:r>
      <w:r>
        <w:t>who wants to embark upon a course of study but has not go</w:t>
      </w:r>
      <w:r w:rsidR="000055F1">
        <w:t>t</w:t>
      </w:r>
      <w:r w:rsidR="00F04C85">
        <w:t xml:space="preserve"> </w:t>
      </w:r>
      <w:r>
        <w:t>enough money so that he is able to do so - and so on and s</w:t>
      </w:r>
      <w:r w:rsidR="000055F1">
        <w:t>o</w:t>
      </w:r>
      <w:r w:rsidR="00F04C85">
        <w:t xml:space="preserve"> </w:t>
      </w:r>
      <w:r>
        <w:t>on.</w:t>
      </w:r>
    </w:p>
    <w:p w:rsidR="00CF3F93" w:rsidRDefault="00CF3F93" w:rsidP="00CF3F93">
      <w:pPr>
        <w:pStyle w:val="libNormal"/>
      </w:pPr>
      <w:r>
        <w:lastRenderedPageBreak/>
        <w:t>In short, every person in need approaches the treasury which i</w:t>
      </w:r>
      <w:r w:rsidR="000055F1">
        <w:t>s</w:t>
      </w:r>
      <w:r w:rsidR="00F04C85">
        <w:t xml:space="preserve"> </w:t>
      </w:r>
      <w:r>
        <w:t>then obliged to help him out of duty and so this help is not lik</w:t>
      </w:r>
      <w:r w:rsidR="000055F1">
        <w:t>e</w:t>
      </w:r>
      <w:r w:rsidR="00F04C85">
        <w:t xml:space="preserve"> </w:t>
      </w:r>
      <w:r>
        <w:t>a donation or act of piety. From another aspect, it i</w:t>
      </w:r>
      <w:r w:rsidR="000055F1">
        <w:t>s</w:t>
      </w:r>
      <w:r w:rsidR="00F04C85">
        <w:t xml:space="preserve"> </w:t>
      </w:r>
      <w:r>
        <w:t>incumbent upon the treasury to look after the welfare of th</w:t>
      </w:r>
      <w:r w:rsidR="000055F1">
        <w:t>e</w:t>
      </w:r>
      <w:r w:rsidR="00F04C85">
        <w:t xml:space="preserve"> </w:t>
      </w:r>
      <w:r>
        <w:t>Muslim community as a whole by, for example, building road</w:t>
      </w:r>
      <w:r w:rsidR="000055F1">
        <w:t>s</w:t>
      </w:r>
      <w:r w:rsidR="00F04C85">
        <w:t xml:space="preserve"> </w:t>
      </w:r>
      <w:r>
        <w:t>and illuminating them efficiently, establishing hospitals</w:t>
      </w:r>
      <w:r w:rsidR="000055F1">
        <w:t>,</w:t>
      </w:r>
      <w:r w:rsidR="00F04C85">
        <w:t xml:space="preserve"> </w:t>
      </w:r>
      <w:r>
        <w:t>opening schools and building mosques.</w:t>
      </w:r>
    </w:p>
    <w:p w:rsidR="00CF3F93" w:rsidRDefault="00CF3F93" w:rsidP="00CF3F93">
      <w:pPr>
        <w:pStyle w:val="libNormal"/>
      </w:pPr>
      <w:r>
        <w:t xml:space="preserve">As a result no one will remain </w:t>
      </w:r>
      <w:proofErr w:type="gramStart"/>
      <w:r>
        <w:t>in need</w:t>
      </w:r>
      <w:proofErr w:type="gramEnd"/>
      <w:r>
        <w:t xml:space="preserve"> nor will there be an</w:t>
      </w:r>
      <w:r w:rsidR="000055F1">
        <w:t>y</w:t>
      </w:r>
      <w:r w:rsidR="00F04C85">
        <w:t xml:space="preserve"> </w:t>
      </w:r>
      <w:r>
        <w:t>aspect of the public good inadequately funded.</w:t>
      </w:r>
    </w:p>
    <w:p w:rsidR="00CF3F93" w:rsidRDefault="00CF3F93" w:rsidP="00CF3F93">
      <w:pPr>
        <w:pStyle w:val="libNormal"/>
      </w:pPr>
      <w:r>
        <w:t>With these three things to which we have alluded: th</w:t>
      </w:r>
      <w:r w:rsidR="000055F1">
        <w:t>e</w:t>
      </w:r>
      <w:r w:rsidR="00F04C85">
        <w:t xml:space="preserve"> </w:t>
      </w:r>
      <w:r>
        <w:t>extension of freedom, the simplicity of the machinery o</w:t>
      </w:r>
      <w:r w:rsidR="000055F1">
        <w:t>f</w:t>
      </w:r>
      <w:r w:rsidR="00F04C85">
        <w:t xml:space="preserve"> </w:t>
      </w:r>
      <w:r>
        <w:t>government and the institution of the treasury, Islam is able t</w:t>
      </w:r>
      <w:r w:rsidR="000055F1">
        <w:t>o</w:t>
      </w:r>
      <w:r w:rsidR="00F04C85">
        <w:t xml:space="preserve"> </w:t>
      </w:r>
      <w:r>
        <w:t>make society more prosperous and so the Islamic economi</w:t>
      </w:r>
      <w:r w:rsidR="000055F1">
        <w:t>c</w:t>
      </w:r>
      <w:r w:rsidR="00F04C85">
        <w:t xml:space="preserve"> </w:t>
      </w:r>
      <w:r>
        <w:t>system is the best system and differs from capitalism, wherei</w:t>
      </w:r>
      <w:r w:rsidR="000055F1">
        <w:t>n</w:t>
      </w:r>
      <w:r w:rsidR="00F04C85">
        <w:t xml:space="preserve"> </w:t>
      </w:r>
      <w:r>
        <w:t xml:space="preserve">the distribution of wealth is unbalanced, and from </w:t>
      </w:r>
      <w:r w:rsidR="000055F1">
        <w:t>a</w:t>
      </w:r>
      <w:r w:rsidR="00F04C85">
        <w:t xml:space="preserve"> </w:t>
      </w:r>
      <w:r>
        <w:t>communist economy which does not attend to the prioritie</w:t>
      </w:r>
      <w:r w:rsidR="000055F1">
        <w:t>s</w:t>
      </w:r>
      <w:r w:rsidR="00F04C85">
        <w:t xml:space="preserve"> </w:t>
      </w:r>
      <w:r>
        <w:t>and real needs of the people.</w:t>
      </w:r>
    </w:p>
    <w:p w:rsidR="00CF3F93" w:rsidRDefault="00CF3F93" w:rsidP="00146845">
      <w:pPr>
        <w:pStyle w:val="libNormal"/>
      </w:pPr>
      <w:r>
        <w:br w:type="page"/>
      </w:r>
    </w:p>
    <w:p w:rsidR="00CF3F93" w:rsidRDefault="00CF3F93" w:rsidP="00146845">
      <w:pPr>
        <w:pStyle w:val="Heading1Center"/>
      </w:pPr>
      <w:bookmarkStart w:id="69" w:name="_Toc496784725"/>
      <w:r>
        <w:lastRenderedPageBreak/>
        <w:t>10-PEACE IN ISLAM</w:t>
      </w:r>
      <w:bookmarkEnd w:id="69"/>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Is Islam a religion of peace or a religion of war?</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Islam is a religion of peace and not of war and the proof of thi</w:t>
      </w:r>
      <w:r w:rsidR="000055F1">
        <w:t>s</w:t>
      </w:r>
      <w:r w:rsidR="00F04C85">
        <w:t xml:space="preserve"> </w:t>
      </w:r>
      <w:r>
        <w:t>are God’s words in the Qur’an: “O you who believe, enter all o</w:t>
      </w:r>
      <w:r w:rsidR="000055F1">
        <w:t>f</w:t>
      </w:r>
      <w:r w:rsidR="00F04C85">
        <w:t xml:space="preserve"> </w:t>
      </w:r>
      <w:r>
        <w:t>you into peace</w:t>
      </w:r>
      <w:proofErr w:type="gramStart"/>
      <w:r>
        <w:t>”[</w:t>
      </w:r>
      <w:proofErr w:type="gramEnd"/>
      <w:r>
        <w:t>2: 208], also “And if they are disposed toward</w:t>
      </w:r>
      <w:r w:rsidR="000055F1">
        <w:t>s</w:t>
      </w:r>
      <w:r w:rsidR="00F04C85">
        <w:t xml:space="preserve"> </w:t>
      </w:r>
      <w:r>
        <w:t>peace, you, also, be so disposed”[8: 61].</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So does Islam say you must submit when confronted with a</w:t>
      </w:r>
      <w:r w:rsidR="000055F1">
        <w:t>n</w:t>
      </w:r>
      <w:r w:rsidR="00F04C85">
        <w:t xml:space="preserve"> </w:t>
      </w:r>
      <w:r>
        <w:t>oppressor or aggressor?</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Certainly not, for Islam is a religion of reason and justice an</w:t>
      </w:r>
      <w:r w:rsidR="000055F1">
        <w:t>d</w:t>
      </w:r>
      <w:r w:rsidR="00F04C85">
        <w:t xml:space="preserve"> </w:t>
      </w:r>
      <w:r>
        <w:t>therefore submission and capitulation are not permissible an</w:t>
      </w:r>
      <w:r w:rsidR="000055F1">
        <w:t>d</w:t>
      </w:r>
      <w:r w:rsidR="00F04C85">
        <w:t xml:space="preserve"> </w:t>
      </w:r>
      <w:r>
        <w:t>thus God says: “... whoever then acts aggressively against you</w:t>
      </w:r>
      <w:r w:rsidR="000055F1">
        <w:t>,</w:t>
      </w:r>
      <w:r w:rsidR="00F04C85">
        <w:t xml:space="preserve"> </w:t>
      </w:r>
      <w:r>
        <w:t>inflict aggression upon him in the same way that he had inflicte</w:t>
      </w:r>
      <w:r w:rsidR="000055F1">
        <w:t>d</w:t>
      </w:r>
      <w:r w:rsidR="00F04C85">
        <w:t xml:space="preserve"> </w:t>
      </w:r>
      <w:r>
        <w:t>it upon you</w:t>
      </w:r>
      <w:proofErr w:type="gramStart"/>
      <w:r>
        <w:t>”[</w:t>
      </w:r>
      <w:proofErr w:type="gramEnd"/>
      <w:r>
        <w:t>2: 194]; and says:</w:t>
      </w:r>
    </w:p>
    <w:p w:rsidR="00CF3F93" w:rsidRDefault="00CF3F93" w:rsidP="00CF3F93">
      <w:pPr>
        <w:pStyle w:val="libNormal"/>
      </w:pPr>
      <w:r>
        <w:t>“Permission [to retaliate] is given to those upon whom war i</w:t>
      </w:r>
      <w:r w:rsidR="000055F1">
        <w:t>s</w:t>
      </w:r>
      <w:r w:rsidR="00F04C85">
        <w:t xml:space="preserve"> </w:t>
      </w:r>
      <w:r>
        <w:t>made because they are oppressed, and most surely God is able t</w:t>
      </w:r>
      <w:r w:rsidR="000055F1">
        <w:t>o</w:t>
      </w:r>
      <w:r w:rsidR="00F04C85">
        <w:t xml:space="preserve"> </w:t>
      </w:r>
      <w:r>
        <w:t>grant them victory</w:t>
      </w:r>
      <w:proofErr w:type="gramStart"/>
      <w:r>
        <w:t>”[</w:t>
      </w:r>
      <w:proofErr w:type="gramEnd"/>
      <w:r>
        <w:t>22: 39]; God also says:</w:t>
      </w:r>
    </w:p>
    <w:p w:rsidR="00CF3F93" w:rsidRDefault="00CF3F93" w:rsidP="00CF3F93">
      <w:pPr>
        <w:pStyle w:val="libNormal"/>
      </w:pPr>
      <w:r>
        <w:t>“And if you retaliate, then do so in the same way that you wer</w:t>
      </w:r>
      <w:r w:rsidR="000055F1">
        <w:t>e</w:t>
      </w:r>
      <w:r w:rsidR="00F04C85">
        <w:t xml:space="preserve"> </w:t>
      </w:r>
      <w:r>
        <w:t>treated</w:t>
      </w:r>
      <w:proofErr w:type="gramStart"/>
      <w:r>
        <w:t>”[</w:t>
      </w:r>
      <w:proofErr w:type="gramEnd"/>
      <w:r>
        <w:t>16: 126].</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If Islam is the religion of peace, then why did it consider fightin</w:t>
      </w:r>
      <w:r w:rsidR="000055F1">
        <w:t>g</w:t>
      </w:r>
      <w:r w:rsidR="00F04C85">
        <w:t xml:space="preserve"> </w:t>
      </w:r>
      <w:r>
        <w:t>non-Muslims to be permissible and why did the Prophet of Isla</w:t>
      </w:r>
      <w:r w:rsidR="000055F1">
        <w:t>m</w:t>
      </w:r>
      <w:r w:rsidR="00F04C85">
        <w:t xml:space="preserve"> </w:t>
      </w:r>
      <w:r>
        <w:t>fight them?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All the battles of the Prophet (God’s blessings and peace be upo</w:t>
      </w:r>
      <w:r w:rsidR="000055F1">
        <w:t>n</w:t>
      </w:r>
      <w:r w:rsidR="00F04C85">
        <w:t xml:space="preserve"> </w:t>
      </w:r>
      <w:r>
        <w:t>him and his progeny) are characterized by their having bee</w:t>
      </w:r>
      <w:r w:rsidR="000055F1">
        <w:t>n</w:t>
      </w:r>
      <w:r w:rsidR="00F04C85">
        <w:t xml:space="preserve"> </w:t>
      </w:r>
      <w:r>
        <w:t>defensive battles and not battles of aggression. He did not figh</w:t>
      </w:r>
      <w:r w:rsidR="000055F1">
        <w:t>t</w:t>
      </w:r>
      <w:r w:rsidR="00F04C85">
        <w:t xml:space="preserve"> </w:t>
      </w:r>
      <w:r>
        <w:t>because he loved power for its own sake or because he wanted t</w:t>
      </w:r>
      <w:r w:rsidR="000055F1">
        <w:t>o</w:t>
      </w:r>
      <w:r w:rsidR="00F04C85">
        <w:t xml:space="preserve"> </w:t>
      </w:r>
      <w:r>
        <w:t>acquire territory and colonize it.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Does Islam ever consider starting fighting to be lawful?</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but only under two conditions:</w:t>
      </w:r>
    </w:p>
    <w:p w:rsidR="00CF3F93" w:rsidRDefault="00CF3F93" w:rsidP="00CF3F93">
      <w:pPr>
        <w:pStyle w:val="libNormal"/>
      </w:pPr>
      <w:r>
        <w:t>1. If the fighting is for the sake of God in order to delive</w:t>
      </w:r>
      <w:r w:rsidR="000055F1">
        <w:t>r</w:t>
      </w:r>
      <w:r w:rsidR="00F04C85">
        <w:t xml:space="preserve"> </w:t>
      </w:r>
      <w:r>
        <w:t>people from harmful beliefs and defiled social and mora</w:t>
      </w:r>
      <w:r w:rsidR="000055F1">
        <w:t>l</w:t>
      </w:r>
      <w:r w:rsidR="00F04C85">
        <w:t xml:space="preserve"> </w:t>
      </w:r>
      <w:r>
        <w:t>practices.</w:t>
      </w:r>
    </w:p>
    <w:p w:rsidR="00CF3F93" w:rsidRDefault="00CF3F93" w:rsidP="00CF3F93">
      <w:pPr>
        <w:pStyle w:val="libNormal"/>
      </w:pPr>
      <w:r>
        <w:t>2. If it is for the sake of the downtrodden: to deliver peopl</w:t>
      </w:r>
      <w:r w:rsidR="000055F1">
        <w:t>e</w:t>
      </w:r>
      <w:r w:rsidR="00F04C85">
        <w:t xml:space="preserve"> </w:t>
      </w:r>
      <w:r>
        <w:t>who are suffering from suppression and tyranny at th</w:t>
      </w:r>
      <w:r w:rsidR="000055F1">
        <w:t>e</w:t>
      </w:r>
      <w:r w:rsidR="00F04C85">
        <w:t xml:space="preserve"> </w:t>
      </w:r>
      <w:r>
        <w:t>hands of tyrants and oppressors.</w:t>
      </w:r>
    </w:p>
    <w:p w:rsidR="00CF3F93" w:rsidRDefault="00CF3F93" w:rsidP="00CF3F93">
      <w:pPr>
        <w:pStyle w:val="libNormal"/>
      </w:pPr>
      <w:r>
        <w:t>These two principles have been enunciated in the Holy Qur’a</w:t>
      </w:r>
      <w:r w:rsidR="000055F1">
        <w:t>n</w:t>
      </w:r>
      <w:r w:rsidR="00F04C85">
        <w:t xml:space="preserve"> </w:t>
      </w:r>
      <w:r>
        <w:t>thus:</w:t>
      </w:r>
    </w:p>
    <w:p w:rsidR="00CF3F93" w:rsidRDefault="00CF3F93" w:rsidP="00CF3F93">
      <w:pPr>
        <w:pStyle w:val="libNormal"/>
      </w:pPr>
      <w:r>
        <w:t>“And what prevents you from fighting for the sake of God and fo</w:t>
      </w:r>
      <w:r w:rsidR="000055F1">
        <w:t>r</w:t>
      </w:r>
      <w:r w:rsidR="00F04C85">
        <w:t xml:space="preserve"> </w:t>
      </w:r>
      <w:r>
        <w:t>the oppressed men, women, and children?”[4: 75].</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 xml:space="preserve">In brief, what are the differences between an Islamic war and </w:t>
      </w:r>
      <w:r w:rsidR="000055F1">
        <w:t>a</w:t>
      </w:r>
      <w:r w:rsidR="00F04C85">
        <w:t xml:space="preserve"> </w:t>
      </w:r>
      <w:r>
        <w:t>non- Islamic one?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They can be summed up as follows:</w:t>
      </w:r>
    </w:p>
    <w:p w:rsidR="00CF3F93" w:rsidRDefault="00CF3F93" w:rsidP="00CF3F93">
      <w:pPr>
        <w:pStyle w:val="libNormal"/>
      </w:pPr>
      <w:r>
        <w:t>1-Islam fights only for the deliverance of human beings:</w:t>
      </w:r>
    </w:p>
    <w:p w:rsidR="00CF3F93" w:rsidRDefault="00CF3F93" w:rsidP="00CF3F93">
      <w:pPr>
        <w:pStyle w:val="libNormal"/>
      </w:pPr>
      <w:proofErr w:type="gramStart"/>
      <w:r>
        <w:lastRenderedPageBreak/>
        <w:t>a) Delivering men from superstitious, dangerous beliefs</w:t>
      </w:r>
      <w:r w:rsidR="000055F1">
        <w:t>,</w:t>
      </w:r>
      <w:r w:rsidR="00F04C85">
        <w:t xml:space="preserve"> </w:t>
      </w:r>
      <w:r>
        <w:t xml:space="preserve">corrupt </w:t>
      </w:r>
      <w:proofErr w:type="spellStart"/>
      <w:r>
        <w:t>behaviour</w:t>
      </w:r>
      <w:proofErr w:type="spellEnd"/>
      <w:r>
        <w:t xml:space="preserve"> and saving the oppressed from thos</w:t>
      </w:r>
      <w:r w:rsidR="000055F1">
        <w:t>e</w:t>
      </w:r>
      <w:r w:rsidR="00F04C85">
        <w:t xml:space="preserve"> </w:t>
      </w:r>
      <w:r>
        <w:t>who exploit the</w:t>
      </w:r>
      <w:r w:rsidR="000055F1">
        <w:t>m</w:t>
      </w:r>
      <w:r w:rsidR="00F04C85">
        <w:t xml:space="preserve"> </w:t>
      </w:r>
      <w:r>
        <w:t>b) To ward off attack, be it from abroad or from a rebellio</w:t>
      </w:r>
      <w:r w:rsidR="000055F1">
        <w:t>n</w:t>
      </w:r>
      <w:r w:rsidR="00F04C85">
        <w:t xml:space="preserve"> </w:t>
      </w:r>
      <w:r>
        <w:t>against Islam from within.</w:t>
      </w:r>
      <w:proofErr w:type="gramEnd"/>
    </w:p>
    <w:p w:rsidR="00CF3F93" w:rsidRDefault="00CF3F93" w:rsidP="00CF3F93">
      <w:pPr>
        <w:pStyle w:val="libNormal"/>
      </w:pPr>
      <w:r>
        <w:t>2-Islam, if it engages in conflict observes the strictest ethica</w:t>
      </w:r>
      <w:r w:rsidR="000055F1">
        <w:t>l</w:t>
      </w:r>
      <w:r w:rsidR="00F04C85">
        <w:t xml:space="preserve"> </w:t>
      </w:r>
      <w:r>
        <w:t>conduct:</w:t>
      </w:r>
    </w:p>
    <w:p w:rsidR="00CF3F93" w:rsidRDefault="00CF3F93" w:rsidP="00CF3F93">
      <w:pPr>
        <w:pStyle w:val="libNormal"/>
      </w:pPr>
      <w:r>
        <w:t>a) It does not harm women, children, those who are no</w:t>
      </w:r>
      <w:r w:rsidR="000055F1">
        <w:t>t</w:t>
      </w:r>
      <w:r w:rsidR="00F04C85">
        <w:t xml:space="preserve"> </w:t>
      </w:r>
      <w:r>
        <w:t>involved in the conflict, old men, and similar categorie</w:t>
      </w:r>
      <w:r w:rsidR="000055F1">
        <w:t>s</w:t>
      </w:r>
      <w:r w:rsidR="00F04C85">
        <w:t xml:space="preserve"> </w:t>
      </w:r>
      <w:r>
        <w:t>of non-combatants.</w:t>
      </w:r>
    </w:p>
    <w:p w:rsidR="00CF3F93" w:rsidRDefault="00CF3F93" w:rsidP="00CF3F93">
      <w:pPr>
        <w:pStyle w:val="libNormal"/>
      </w:pPr>
      <w:r>
        <w:t>b) It does not cut off the supply of water or poison it, cu</w:t>
      </w:r>
      <w:r w:rsidR="000055F1">
        <w:t>t</w:t>
      </w:r>
      <w:r w:rsidR="00F04C85">
        <w:t xml:space="preserve"> </w:t>
      </w:r>
      <w:r>
        <w:t>down trees, and so on.</w:t>
      </w:r>
    </w:p>
    <w:p w:rsidR="00CF3F93" w:rsidRDefault="00CF3F93" w:rsidP="00CF3F93">
      <w:pPr>
        <w:pStyle w:val="libNormal"/>
      </w:pPr>
      <w:proofErr w:type="gramStart"/>
      <w:r>
        <w:t>c</w:t>
      </w:r>
      <w:proofErr w:type="gramEnd"/>
      <w:r>
        <w:t>) As far as possible, it refrains from killing.</w:t>
      </w:r>
    </w:p>
    <w:p w:rsidR="00CF3F93" w:rsidRDefault="00CF3F93" w:rsidP="00CF3F93">
      <w:pPr>
        <w:pStyle w:val="libNormal"/>
      </w:pPr>
      <w:r>
        <w:t>d) After gaining the upper-hand it grants a general amnesty</w:t>
      </w:r>
      <w:r w:rsidR="000055F1">
        <w:t>,</w:t>
      </w:r>
      <w:r w:rsidR="00F04C85">
        <w:t xml:space="preserve"> </w:t>
      </w:r>
      <w:r>
        <w:t>just as the Holy Prophet (God’s blessings and peace b</w:t>
      </w:r>
      <w:r w:rsidR="000055F1">
        <w:t>e</w:t>
      </w:r>
      <w:r w:rsidR="00F04C85">
        <w:t xml:space="preserve"> </w:t>
      </w:r>
      <w:r>
        <w:t>upon him and his progeny) did in the case of the peopl</w:t>
      </w:r>
      <w:r w:rsidR="000055F1">
        <w:t>e</w:t>
      </w:r>
      <w:r w:rsidR="00F04C85">
        <w:t xml:space="preserve"> </w:t>
      </w:r>
      <w:r>
        <w:t xml:space="preserve">of </w:t>
      </w:r>
      <w:proofErr w:type="spellStart"/>
      <w:r>
        <w:t>Makka</w:t>
      </w:r>
      <w:proofErr w:type="spellEnd"/>
      <w:r>
        <w:t xml:space="preserve"> and ‘Ali (peace be upon him) did with th</w:t>
      </w:r>
      <w:r w:rsidR="000055F1">
        <w:t>e</w:t>
      </w:r>
      <w:r w:rsidR="00F04C85">
        <w:t xml:space="preserve"> </w:t>
      </w:r>
      <w:r>
        <w:t>inhabitants of Basra.</w:t>
      </w:r>
    </w:p>
    <w:p w:rsidR="00CF3F93" w:rsidRDefault="00CF3F93" w:rsidP="00CF3F93">
      <w:pPr>
        <w:pStyle w:val="libNormal"/>
      </w:pPr>
      <w:r>
        <w:t xml:space="preserve">3-Exemplary </w:t>
      </w:r>
      <w:proofErr w:type="spellStart"/>
      <w:r>
        <w:t>behaviour</w:t>
      </w:r>
      <w:proofErr w:type="spellEnd"/>
      <w:r>
        <w:t xml:space="preserve"> after victory:</w:t>
      </w:r>
    </w:p>
    <w:p w:rsidR="00CF3F93" w:rsidRDefault="00CF3F93" w:rsidP="00CF3F93">
      <w:pPr>
        <w:pStyle w:val="libNormal"/>
      </w:pPr>
      <w:r>
        <w:t>a) Applying justice everywhere scrupulously.</w:t>
      </w:r>
    </w:p>
    <w:p w:rsidR="00CF3F93" w:rsidRDefault="00CF3F93" w:rsidP="00CF3F93">
      <w:pPr>
        <w:pStyle w:val="libNormal"/>
      </w:pPr>
      <w:r>
        <w:t>b) Islam does not exploit the country but enables th</w:t>
      </w:r>
      <w:r w:rsidR="000055F1">
        <w:t>e</w:t>
      </w:r>
      <w:r w:rsidR="00F04C85">
        <w:t xml:space="preserve"> </w:t>
      </w:r>
      <w:r>
        <w:t>inhabitants to benefit from its resources.</w:t>
      </w:r>
    </w:p>
    <w:p w:rsidR="00CF3F93" w:rsidRDefault="00CF3F93" w:rsidP="00CF3F93">
      <w:pPr>
        <w:pStyle w:val="libNormal"/>
      </w:pPr>
      <w:r>
        <w:t>c) Does not impose from outside a ruler over the people bu</w:t>
      </w:r>
      <w:r w:rsidR="000055F1">
        <w:t>t</w:t>
      </w:r>
      <w:r w:rsidR="00F04C85">
        <w:t xml:space="preserve"> </w:t>
      </w:r>
      <w:r>
        <w:t>instead enables someone from the indigenous populac</w:t>
      </w:r>
      <w:r w:rsidR="000055F1">
        <w:t>e</w:t>
      </w:r>
      <w:r w:rsidR="00F04C85">
        <w:t xml:space="preserve"> </w:t>
      </w:r>
      <w:r>
        <w:t>to rule the country if he possesses the necessar</w:t>
      </w:r>
      <w:r w:rsidR="000055F1">
        <w:t>y</w:t>
      </w:r>
      <w:r w:rsidR="00F04C85">
        <w:t xml:space="preserve"> </w:t>
      </w:r>
      <w:r>
        <w:t>qualities.</w:t>
      </w:r>
    </w:p>
    <w:p w:rsidR="00CF3F93" w:rsidRDefault="00CF3F93" w:rsidP="00CF3F93">
      <w:pPr>
        <w:pStyle w:val="libNormal"/>
      </w:pPr>
      <w:r>
        <w:t>d) Gives complete freedom and equality to the people, a</w:t>
      </w:r>
      <w:r w:rsidR="000055F1">
        <w:t>s</w:t>
      </w:r>
      <w:r w:rsidR="00F04C85">
        <w:t xml:space="preserve"> </w:t>
      </w:r>
      <w:r>
        <w:t>has already been indicated.</w:t>
      </w:r>
    </w:p>
    <w:p w:rsidR="00CF3F93" w:rsidRDefault="00CF3F93" w:rsidP="00CF3F93">
      <w:pPr>
        <w:pStyle w:val="libNormal"/>
      </w:pPr>
      <w:r>
        <w:t>As for non-Islamic conflicts, they are not waged to save peopl</w:t>
      </w:r>
      <w:r w:rsidR="000055F1">
        <w:t>e</w:t>
      </w:r>
      <w:r w:rsidR="00F04C85">
        <w:t xml:space="preserve"> </w:t>
      </w:r>
      <w:r>
        <w:t>from their plight but rather to gain control over them. The victor</w:t>
      </w:r>
      <w:r w:rsidR="000055F1">
        <w:t>s</w:t>
      </w:r>
      <w:r w:rsidR="00F04C85">
        <w:t xml:space="preserve"> </w:t>
      </w:r>
      <w:r>
        <w:t>after gaining power are set on a policy of killing, exploitation an</w:t>
      </w:r>
      <w:r w:rsidR="000055F1">
        <w:t>d</w:t>
      </w:r>
      <w:r w:rsidR="00F04C85">
        <w:t xml:space="preserve"> </w:t>
      </w:r>
      <w:r>
        <w:t>oppression.</w:t>
      </w:r>
    </w:p>
    <w:p w:rsidR="00CF3F93" w:rsidRDefault="00CF3F93" w:rsidP="00CF3F93">
      <w:pPr>
        <w:pStyle w:val="libNormal"/>
      </w:pPr>
      <w:r>
        <w:t>What we have said regarding wars waged in the name of Isla</w:t>
      </w:r>
      <w:r w:rsidR="000055F1">
        <w:t>m</w:t>
      </w:r>
      <w:r w:rsidR="00F04C85">
        <w:t xml:space="preserve"> </w:t>
      </w:r>
      <w:r>
        <w:t>and non-Islamic conflicts is not mere propaganda but i</w:t>
      </w:r>
      <w:r w:rsidR="000055F1">
        <w:t>s</w:t>
      </w:r>
      <w:r w:rsidR="00F04C85">
        <w:t xml:space="preserve"> </w:t>
      </w:r>
      <w:r>
        <w:t>substantiated by history. We should add that those wars an</w:t>
      </w:r>
      <w:r w:rsidR="000055F1">
        <w:t>d</w:t>
      </w:r>
      <w:r w:rsidR="00F04C85">
        <w:t xml:space="preserve"> </w:t>
      </w:r>
      <w:r>
        <w:t>battles carried out in the name of Islam but which, however, d</w:t>
      </w:r>
      <w:r w:rsidR="000055F1">
        <w:t>o</w:t>
      </w:r>
      <w:r w:rsidR="00F04C85">
        <w:t xml:space="preserve"> </w:t>
      </w:r>
      <w:r>
        <w:t>not conform to the Islamic principles outlined above, are to b</w:t>
      </w:r>
      <w:r w:rsidR="000055F1">
        <w:t>e</w:t>
      </w:r>
      <w:r w:rsidR="00F04C85">
        <w:t xml:space="preserve"> </w:t>
      </w:r>
      <w:r>
        <w:t>considered aberrations.</w:t>
      </w:r>
    </w:p>
    <w:p w:rsidR="00CF3F93" w:rsidRDefault="00CF3F93" w:rsidP="00146845">
      <w:pPr>
        <w:pStyle w:val="libNormal"/>
      </w:pPr>
      <w:r>
        <w:br w:type="page"/>
      </w:r>
    </w:p>
    <w:p w:rsidR="00CF3F93" w:rsidRDefault="00CF3F93" w:rsidP="00146845">
      <w:pPr>
        <w:pStyle w:val="Heading1Center"/>
      </w:pPr>
      <w:bookmarkStart w:id="70" w:name="_Toc496784726"/>
      <w:r>
        <w:lastRenderedPageBreak/>
        <w:t>11-POLITICS IN ISLAM</w:t>
      </w:r>
      <w:bookmarkEnd w:id="70"/>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Does Islam have a political system?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Yes, since Islam, as we have seen, is concerned both with th</w:t>
      </w:r>
      <w:r w:rsidR="000055F1">
        <w:t>e</w:t>
      </w:r>
      <w:r w:rsidR="00F04C85">
        <w:t xml:space="preserve"> </w:t>
      </w:r>
      <w:r>
        <w:t>spiritual affairs of man and also with the life in this world. Isla</w:t>
      </w:r>
      <w:r w:rsidR="000055F1">
        <w:t>m</w:t>
      </w:r>
      <w:r w:rsidR="00F04C85">
        <w:t xml:space="preserve"> </w:t>
      </w:r>
      <w:r>
        <w:t>has something to say about all man’s needs and adopts a clea</w:t>
      </w:r>
      <w:r w:rsidR="000055F1">
        <w:t>r</w:t>
      </w:r>
      <w:r w:rsidR="00F04C85">
        <w:t xml:space="preserve"> </w:t>
      </w:r>
      <w:r>
        <w:t>position regarding every issue.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do you mean by Islamic politics?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To go into detail about Islamic government would require a larg</w:t>
      </w:r>
      <w:r w:rsidR="000055F1">
        <w:t>e</w:t>
      </w:r>
      <w:r w:rsidR="00F04C85">
        <w:t xml:space="preserve"> </w:t>
      </w:r>
      <w:r>
        <w:t>volume so here we shall summarize the main principles involved</w:t>
      </w:r>
      <w:r w:rsidR="000055F1">
        <w:t>,</w:t>
      </w:r>
      <w:r w:rsidR="00F04C85">
        <w:t xml:space="preserve"> </w:t>
      </w:r>
      <w:r>
        <w:t>addressing the following questions:</w:t>
      </w:r>
    </w:p>
    <w:p w:rsidR="00CF3F93" w:rsidRDefault="00CF3F93" w:rsidP="00CF3F93">
      <w:pPr>
        <w:pStyle w:val="libNormal"/>
      </w:pPr>
      <w:r>
        <w:t>1. Who should lead an Islamic state?</w:t>
      </w:r>
    </w:p>
    <w:p w:rsidR="00CF3F93" w:rsidRDefault="00CF3F93" w:rsidP="00CF3F93">
      <w:pPr>
        <w:pStyle w:val="libNormal"/>
      </w:pPr>
      <w:r>
        <w:t>2. How should government in Islam be carried out?</w:t>
      </w:r>
    </w:p>
    <w:p w:rsidR="00CF3F93" w:rsidRDefault="00CF3F93" w:rsidP="00CF3F93">
      <w:pPr>
        <w:pStyle w:val="libNormal"/>
      </w:pPr>
      <w:r>
        <w:t>3. What is the system of government?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Who then should lead an Islamic state?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head of state is someone who fulfils these conditions:</w:t>
      </w:r>
    </w:p>
    <w:p w:rsidR="00CF3F93" w:rsidRDefault="00CF3F93" w:rsidP="00CF3F93">
      <w:pPr>
        <w:pStyle w:val="libNormal"/>
      </w:pPr>
      <w:r>
        <w:t xml:space="preserve">1. He must have reached the age of legal maturity, is sane, </w:t>
      </w:r>
      <w:proofErr w:type="gramStart"/>
      <w:r>
        <w:t>i</w:t>
      </w:r>
      <w:r w:rsidR="000055F1">
        <w:t>s</w:t>
      </w:r>
      <w:proofErr w:type="gramEnd"/>
      <w:r w:rsidR="00F04C85">
        <w:t xml:space="preserve"> </w:t>
      </w:r>
      <w:r>
        <w:t>a freeman, a male, legitimate in birth and a man of faith.</w:t>
      </w:r>
    </w:p>
    <w:p w:rsidR="00CF3F93" w:rsidRDefault="00CF3F93" w:rsidP="00CF3F93">
      <w:pPr>
        <w:pStyle w:val="libNormal"/>
      </w:pPr>
      <w:r>
        <w:t>2. He must be knowledgeable about worldly and spiritua</w:t>
      </w:r>
      <w:r w:rsidR="000055F1">
        <w:t>l</w:t>
      </w:r>
      <w:r w:rsidR="00F04C85">
        <w:t xml:space="preserve"> </w:t>
      </w:r>
      <w:r>
        <w:t>affairs.</w:t>
      </w:r>
    </w:p>
    <w:p w:rsidR="00CF3F93" w:rsidRDefault="00CF3F93" w:rsidP="00CF3F93">
      <w:pPr>
        <w:pStyle w:val="libNormal"/>
      </w:pPr>
      <w:r>
        <w:t>3. He must be scrupulously just.</w:t>
      </w:r>
    </w:p>
    <w:p w:rsidR="00CF3F93" w:rsidRDefault="00CF3F93" w:rsidP="00CF3F93">
      <w:pPr>
        <w:pStyle w:val="libNormal"/>
      </w:pPr>
      <w:r>
        <w:t>Many jurists also stipulate that he should be the mos</w:t>
      </w:r>
      <w:r w:rsidR="000055F1">
        <w:t>t</w:t>
      </w:r>
      <w:r w:rsidR="00F04C85">
        <w:t xml:space="preserve"> </w:t>
      </w:r>
      <w:r>
        <w:t>knowledgeable of the religious scholars of his day.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does Islamic government entail?</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An Islamic government is concerned with spiritual and materia</w:t>
      </w:r>
      <w:r w:rsidR="000055F1">
        <w:t>l</w:t>
      </w:r>
      <w:r w:rsidR="00F04C85">
        <w:t xml:space="preserve"> </w:t>
      </w:r>
      <w:r>
        <w:t>affairs equally, which means that an Islamic ruler rules in th</w:t>
      </w:r>
      <w:r w:rsidR="000055F1">
        <w:t>e</w:t>
      </w:r>
      <w:r w:rsidR="00F04C85">
        <w:t xml:space="preserve"> </w:t>
      </w:r>
      <w:r>
        <w:t>name of God, not in his own right or in the name of an</w:t>
      </w:r>
      <w:r w:rsidR="000055F1">
        <w:t>y</w:t>
      </w:r>
      <w:r w:rsidR="00F04C85">
        <w:t xml:space="preserve"> </w:t>
      </w:r>
      <w:r>
        <w:t>aristocracy. The advantage of such a government lies in th</w:t>
      </w:r>
      <w:r w:rsidR="000055F1">
        <w:t>e</w:t>
      </w:r>
      <w:r w:rsidR="00F04C85">
        <w:t xml:space="preserve"> </w:t>
      </w:r>
      <w:r>
        <w:t>following:</w:t>
      </w:r>
    </w:p>
    <w:p w:rsidR="00CF3F93" w:rsidRDefault="00CF3F93" w:rsidP="00CF3F93">
      <w:pPr>
        <w:pStyle w:val="libNormal"/>
      </w:pPr>
      <w:r>
        <w:t>1. It fills the spiritual vacuum in society since rule is no</w:t>
      </w:r>
      <w:r w:rsidR="000055F1">
        <w:t>t</w:t>
      </w:r>
      <w:r w:rsidR="00F04C85">
        <w:t xml:space="preserve"> </w:t>
      </w:r>
      <w:r>
        <w:t>distributed between a “spiritual authority” and a “worldl</w:t>
      </w:r>
      <w:r w:rsidR="000055F1">
        <w:t>y</w:t>
      </w:r>
      <w:r w:rsidR="00F04C85">
        <w:t xml:space="preserve"> </w:t>
      </w:r>
      <w:r>
        <w:t>authority” but is, rather, one authority representing bot</w:t>
      </w:r>
      <w:r w:rsidR="000055F1">
        <w:t>h</w:t>
      </w:r>
      <w:r w:rsidR="00F04C85">
        <w:t xml:space="preserve"> </w:t>
      </w:r>
      <w:r>
        <w:t>aspects of government together.</w:t>
      </w:r>
    </w:p>
    <w:p w:rsidR="00CF3F93" w:rsidRDefault="00CF3F93" w:rsidP="00CF3F93">
      <w:pPr>
        <w:pStyle w:val="libNormal"/>
      </w:pPr>
      <w:r>
        <w:t>2. It is not possible for the ruler to become corrupt since if h</w:t>
      </w:r>
      <w:r w:rsidR="000055F1">
        <w:t>e</w:t>
      </w:r>
      <w:r w:rsidR="00F04C85">
        <w:t xml:space="preserve"> </w:t>
      </w:r>
      <w:r>
        <w:t>does he will be exposed immediately, for religion has its ow</w:t>
      </w:r>
      <w:r w:rsidR="000055F1">
        <w:t>n</w:t>
      </w:r>
      <w:r w:rsidR="00F04C85">
        <w:t xml:space="preserve"> </w:t>
      </w:r>
      <w:r>
        <w:t>laws which cannot be changed nor be substituted nor b</w:t>
      </w:r>
      <w:r w:rsidR="000055F1">
        <w:t>e</w:t>
      </w:r>
      <w:r w:rsidR="00F04C85">
        <w:t xml:space="preserve"> </w:t>
      </w:r>
      <w:r>
        <w:t>adjusted.</w:t>
      </w:r>
    </w:p>
    <w:p w:rsidR="00CF3F93" w:rsidRDefault="00CF3F93" w:rsidP="00CF3F93">
      <w:pPr>
        <w:pStyle w:val="libNormal"/>
      </w:pPr>
      <w:r>
        <w:t>3. It strengthens the relationship between the people and th</w:t>
      </w:r>
      <w:r w:rsidR="000055F1">
        <w:t>e</w:t>
      </w:r>
      <w:r w:rsidR="00F04C85">
        <w:t xml:space="preserve"> </w:t>
      </w:r>
      <w:r>
        <w:t>government, which results in complete cooperation sinc</w:t>
      </w:r>
      <w:r w:rsidR="000055F1">
        <w:t>e</w:t>
      </w:r>
      <w:r w:rsidR="00F04C85">
        <w:t xml:space="preserve"> </w:t>
      </w:r>
      <w:r>
        <w:t>people have a spiritual side to their nature. Even if someon</w:t>
      </w:r>
      <w:r w:rsidR="000055F1">
        <w:t>e</w:t>
      </w:r>
      <w:r w:rsidR="00F04C85">
        <w:t xml:space="preserve"> </w:t>
      </w:r>
      <w:r>
        <w:t>proclaims that he is not religious he means that he is no</w:t>
      </w:r>
      <w:r w:rsidR="000055F1">
        <w:t>t</w:t>
      </w:r>
      <w:r w:rsidR="00F04C85">
        <w:t xml:space="preserve"> </w:t>
      </w:r>
      <w:r>
        <w:t>committed to God’s laws not that he has absolutely n</w:t>
      </w:r>
      <w:r w:rsidR="000055F1">
        <w:t>o</w:t>
      </w:r>
      <w:r w:rsidR="00F04C85">
        <w:t xml:space="preserve"> </w:t>
      </w:r>
      <w:r>
        <w:t>religion or spirituality, for the meaning of religion is tha</w:t>
      </w:r>
      <w:r w:rsidR="000055F1">
        <w:t>t</w:t>
      </w:r>
      <w:r w:rsidR="00F04C85">
        <w:t xml:space="preserve"> </w:t>
      </w:r>
      <w:r>
        <w:t>particular ethical path which an individual chooses to follo</w:t>
      </w:r>
      <w:r w:rsidR="000055F1">
        <w:t>w</w:t>
      </w:r>
      <w:r w:rsidR="00F04C85">
        <w:t xml:space="preserve"> </w:t>
      </w:r>
      <w:r>
        <w:t>in life. Therefore if a government can itself unite bot</w:t>
      </w:r>
      <w:r w:rsidR="000055F1">
        <w:t>h</w:t>
      </w:r>
      <w:r w:rsidR="00F04C85">
        <w:t xml:space="preserve"> </w:t>
      </w:r>
      <w:r>
        <w:t>religious and worldly authority, everyone should feel som</w:t>
      </w:r>
      <w:r w:rsidR="000055F1">
        <w:t>e</w:t>
      </w:r>
      <w:r w:rsidR="00F04C85">
        <w:t xml:space="preserve"> </w:t>
      </w:r>
      <w:r>
        <w:t>empathy with it.</w:t>
      </w:r>
    </w:p>
    <w:p w:rsidR="00CF3F93" w:rsidRDefault="00CF3F93" w:rsidP="00CF3F93">
      <w:pPr>
        <w:pStyle w:val="libNormal"/>
      </w:pPr>
      <w:r>
        <w:lastRenderedPageBreak/>
        <w:t>4. Following from the above, such a government will las</w:t>
      </w:r>
      <w:r w:rsidR="000055F1">
        <w:t>t</w:t>
      </w:r>
      <w:r w:rsidR="00F04C85">
        <w:t xml:space="preserve"> </w:t>
      </w:r>
      <w:r>
        <w:t>longer since a government based upon spiritual principle</w:t>
      </w:r>
      <w:r w:rsidR="000055F1">
        <w:t>s</w:t>
      </w:r>
      <w:r w:rsidR="00F04C85">
        <w:t xml:space="preserve"> </w:t>
      </w:r>
      <w:r>
        <w:t>has greater staying power and lasts longer than a secular one.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Describe an Islamic system of government.</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This question needs ideally a detailed survey of the variou</w:t>
      </w:r>
      <w:r w:rsidR="000055F1">
        <w:t>s</w:t>
      </w:r>
      <w:r w:rsidR="00F04C85">
        <w:t xml:space="preserve"> </w:t>
      </w:r>
      <w:r>
        <w:t>institutions which appertain to such a government but suffice i</w:t>
      </w:r>
      <w:r w:rsidR="000055F1">
        <w:t>t</w:t>
      </w:r>
      <w:r w:rsidR="00F04C85">
        <w:t xml:space="preserve"> </w:t>
      </w:r>
      <w:r>
        <w:t>here to outline some of them and some of the factors that wil</w:t>
      </w:r>
      <w:r w:rsidR="000055F1">
        <w:t>l</w:t>
      </w:r>
      <w:r w:rsidR="00F04C85">
        <w:t xml:space="preserve"> </w:t>
      </w:r>
      <w:r>
        <w:t>take priority in a system founded upon Islam:</w:t>
      </w:r>
    </w:p>
    <w:p w:rsidR="00CF3F93" w:rsidRDefault="00CF3F93" w:rsidP="00CF3F93">
      <w:pPr>
        <w:pStyle w:val="libNormal"/>
      </w:pPr>
      <w:r>
        <w:t>1. The judiciary.</w:t>
      </w:r>
    </w:p>
    <w:p w:rsidR="00CF3F93" w:rsidRDefault="00CF3F93" w:rsidP="00CF3F93">
      <w:pPr>
        <w:pStyle w:val="libNormal"/>
      </w:pPr>
      <w:r>
        <w:t>2. The army.</w:t>
      </w:r>
    </w:p>
    <w:p w:rsidR="00CF3F93" w:rsidRDefault="00CF3F93" w:rsidP="00CF3F93">
      <w:pPr>
        <w:pStyle w:val="libNormal"/>
      </w:pPr>
      <w:r>
        <w:t>3. The treasury.</w:t>
      </w:r>
    </w:p>
    <w:p w:rsidR="00CF3F93" w:rsidRDefault="00CF3F93" w:rsidP="00CF3F93">
      <w:pPr>
        <w:pStyle w:val="libNormal"/>
      </w:pPr>
      <w:r>
        <w:t>4. Freedom in its various forms.</w:t>
      </w:r>
    </w:p>
    <w:p w:rsidR="00CF3F93" w:rsidRDefault="00CF3F93" w:rsidP="00CF3F93">
      <w:pPr>
        <w:pStyle w:val="libNormal"/>
      </w:pPr>
      <w:r>
        <w:t>5. Solving disputes and problems.</w:t>
      </w:r>
    </w:p>
    <w:p w:rsidR="00CF3F93" w:rsidRDefault="00CF3F93" w:rsidP="00CF3F93">
      <w:pPr>
        <w:pStyle w:val="libNormal"/>
      </w:pPr>
      <w:r>
        <w:t>6. The prosperity of the nation.</w:t>
      </w:r>
    </w:p>
    <w:p w:rsidR="00CF3F93" w:rsidRDefault="00CF3F93" w:rsidP="00CF3F93">
      <w:pPr>
        <w:pStyle w:val="libNormal"/>
      </w:pPr>
      <w:r>
        <w:t>Of these six items, the first three are among the basic constituent</w:t>
      </w:r>
      <w:r w:rsidR="000055F1">
        <w:t>s</w:t>
      </w:r>
      <w:r w:rsidR="00F04C85">
        <w:t xml:space="preserve"> </w:t>
      </w:r>
      <w:r>
        <w:t>of any nation since the law exists to enforce justice within th</w:t>
      </w:r>
      <w:r w:rsidR="000055F1">
        <w:t>e</w:t>
      </w:r>
      <w:r w:rsidR="00F04C85">
        <w:t xml:space="preserve"> </w:t>
      </w:r>
      <w:r>
        <w:t>country, the army to repel an enemy and the like and a treasury i</w:t>
      </w:r>
      <w:r w:rsidR="000055F1">
        <w:t>s</w:t>
      </w:r>
      <w:r w:rsidR="00F04C85">
        <w:t xml:space="preserve"> </w:t>
      </w:r>
      <w:r>
        <w:t>required to provide for the judiciary, the army and othe</w:t>
      </w:r>
      <w:r w:rsidR="000055F1">
        <w:t>r</w:t>
      </w:r>
      <w:r w:rsidR="00F04C85">
        <w:t xml:space="preserve"> </w:t>
      </w:r>
      <w:r>
        <w:t>institutions. The last three concern the welfare of the nation an</w:t>
      </w:r>
      <w:r w:rsidR="000055F1">
        <w:t>d</w:t>
      </w:r>
      <w:r w:rsidR="00F04C85">
        <w:t xml:space="preserve"> </w:t>
      </w:r>
      <w:r>
        <w:t>its progress.</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does Islam regard the judiciary?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judiciary in Islam is uncomplicated, speedy and free o</w:t>
      </w:r>
      <w:r w:rsidR="000055F1">
        <w:t>f</w:t>
      </w:r>
      <w:r w:rsidR="00F04C85">
        <w:t xml:space="preserve"> </w:t>
      </w:r>
      <w:r>
        <w:t xml:space="preserve">charge. One judge is sufficient to deal with the litigations of </w:t>
      </w:r>
      <w:r w:rsidR="000055F1">
        <w:t>a</w:t>
      </w:r>
      <w:r w:rsidR="00F04C85">
        <w:t xml:space="preserve"> </w:t>
      </w:r>
      <w:r>
        <w:t>large town in the simplest fashion by people merely having t</w:t>
      </w:r>
      <w:r w:rsidR="000055F1">
        <w:t>o</w:t>
      </w:r>
      <w:r w:rsidR="00F04C85">
        <w:t xml:space="preserve"> </w:t>
      </w:r>
      <w:r>
        <w:t>report to him for a ruling and, moreover, without paying any lega</w:t>
      </w:r>
      <w:r w:rsidR="000055F1">
        <w:t>l</w:t>
      </w:r>
      <w:r w:rsidR="00F04C85">
        <w:t xml:space="preserve"> </w:t>
      </w:r>
      <w:r>
        <w:t>charges. The plaintiff is asked if he has evidence for what h</w:t>
      </w:r>
      <w:r w:rsidR="000055F1">
        <w:t>e</w:t>
      </w:r>
      <w:r w:rsidR="00F04C85">
        <w:t xml:space="preserve"> </w:t>
      </w:r>
      <w:r>
        <w:t xml:space="preserve">alleges. If he has, then </w:t>
      </w:r>
      <w:proofErr w:type="spellStart"/>
      <w:r>
        <w:t>judgement</w:t>
      </w:r>
      <w:proofErr w:type="spellEnd"/>
      <w:r>
        <w:t xml:space="preserve"> is given accordingly and if h</w:t>
      </w:r>
      <w:r w:rsidR="000055F1">
        <w:t>e</w:t>
      </w:r>
      <w:r w:rsidR="00F04C85">
        <w:t xml:space="preserve"> </w:t>
      </w:r>
      <w:r>
        <w:t xml:space="preserve">cannot produce evidence, then </w:t>
      </w:r>
      <w:proofErr w:type="spellStart"/>
      <w:r>
        <w:t>judgement</w:t>
      </w:r>
      <w:proofErr w:type="spellEnd"/>
      <w:r>
        <w:t xml:space="preserve"> will be in </w:t>
      </w:r>
      <w:proofErr w:type="spellStart"/>
      <w:r>
        <w:t>favour</w:t>
      </w:r>
      <w:proofErr w:type="spellEnd"/>
      <w:r>
        <w:t xml:space="preserve"> of th</w:t>
      </w:r>
      <w:r w:rsidR="000055F1">
        <w:t>e</w:t>
      </w:r>
      <w:r w:rsidR="00F04C85">
        <w:t xml:space="preserve"> </w:t>
      </w:r>
      <w:r>
        <w:t xml:space="preserve">defendant. Once the </w:t>
      </w:r>
      <w:proofErr w:type="spellStart"/>
      <w:r>
        <w:t>judgement</w:t>
      </w:r>
      <w:proofErr w:type="spellEnd"/>
      <w:r>
        <w:t xml:space="preserve"> has been announced this is th</w:t>
      </w:r>
      <w:r w:rsidR="000055F1">
        <w:t>e</w:t>
      </w:r>
      <w:r w:rsidR="00F04C85">
        <w:t xml:space="preserve"> </w:t>
      </w:r>
      <w:r>
        <w:t>end of the case. In this way one judge was sufficient for th</w:t>
      </w:r>
      <w:r w:rsidR="000055F1">
        <w:t>e</w:t>
      </w:r>
      <w:r w:rsidR="00F04C85">
        <w:t xml:space="preserve"> </w:t>
      </w:r>
      <w:r>
        <w:t>needs of a large city like al-</w:t>
      </w:r>
      <w:proofErr w:type="spellStart"/>
      <w:r>
        <w:t>Kufa</w:t>
      </w:r>
      <w:proofErr w:type="spellEnd"/>
      <w:r>
        <w:t xml:space="preserve"> for a period of almost half </w:t>
      </w:r>
      <w:r w:rsidR="000055F1">
        <w:t>a</w:t>
      </w:r>
      <w:r w:rsidR="00F04C85">
        <w:t xml:space="preserve"> </w:t>
      </w:r>
      <w:r>
        <w:t>century.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about the army in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army in Islam as we gather from various authorities is ope</w:t>
      </w:r>
      <w:r w:rsidR="000055F1">
        <w:t>n</w:t>
      </w:r>
      <w:r w:rsidR="00F04C85">
        <w:t xml:space="preserve"> </w:t>
      </w:r>
      <w:r>
        <w:t>to all and you join it by choice and it is not a great burden o</w:t>
      </w:r>
      <w:r w:rsidR="000055F1">
        <w:t>n</w:t>
      </w:r>
      <w:r w:rsidR="00F04C85">
        <w:t xml:space="preserve"> </w:t>
      </w:r>
      <w:r>
        <w:t>those who join. The ruler establishes camps outside the cities</w:t>
      </w:r>
      <w:r w:rsidR="000055F1">
        <w:t>,</w:t>
      </w:r>
      <w:r w:rsidR="00F04C85">
        <w:t xml:space="preserve"> </w:t>
      </w:r>
      <w:r>
        <w:t>sets up the necessary facilities and commends the idea of militar</w:t>
      </w:r>
      <w:r w:rsidR="000055F1">
        <w:t>y</w:t>
      </w:r>
      <w:r w:rsidR="00F04C85">
        <w:t xml:space="preserve"> </w:t>
      </w:r>
      <w:r>
        <w:t>training to the people. It is clear that the kind of trainin</w:t>
      </w:r>
      <w:r w:rsidR="000055F1">
        <w:t>g</w:t>
      </w:r>
      <w:r w:rsidR="00F04C85">
        <w:t xml:space="preserve"> </w:t>
      </w:r>
      <w:r>
        <w:t>envisaged will be popular and there will be great response seein</w:t>
      </w:r>
      <w:r w:rsidR="000055F1">
        <w:t>g</w:t>
      </w:r>
      <w:r w:rsidR="00F04C85">
        <w:t xml:space="preserve"> </w:t>
      </w:r>
      <w:r>
        <w:t>that a man will only be required to give up a portion of each da</w:t>
      </w:r>
      <w:r w:rsidR="000055F1">
        <w:t>y</w:t>
      </w:r>
      <w:r w:rsidR="00F04C85">
        <w:t xml:space="preserve"> </w:t>
      </w:r>
      <w:r>
        <w:t>for military service, whereas for the remaining hours he is free t</w:t>
      </w:r>
      <w:r w:rsidR="000055F1">
        <w:t>o</w:t>
      </w:r>
      <w:r w:rsidR="00F04C85">
        <w:t xml:space="preserve"> </w:t>
      </w:r>
      <w:r>
        <w:t>busy himself as he chooses. Also military expenditure will no</w:t>
      </w:r>
      <w:r w:rsidR="000055F1">
        <w:t>t</w:t>
      </w:r>
      <w:r w:rsidR="00F04C85">
        <w:t xml:space="preserve"> </w:t>
      </w:r>
      <w:r>
        <w:t>overburden the government since all it will have to provide ar</w:t>
      </w:r>
      <w:r w:rsidR="000055F1">
        <w:t>e</w:t>
      </w:r>
      <w:r w:rsidR="00F04C85">
        <w:t xml:space="preserve"> </w:t>
      </w:r>
      <w:r>
        <w:t>the essential requirements. The concept of the army in Isla</w:t>
      </w:r>
      <w:r w:rsidR="000055F1">
        <w:t>m</w:t>
      </w:r>
      <w:r w:rsidR="00F04C85">
        <w:t xml:space="preserve"> </w:t>
      </w:r>
      <w:r>
        <w:t>even in a modern context can be likened to a sports team.</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Describe the treasury in an Islamic state.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 xml:space="preserve">As has already been noted, taxes in Islam are restricted to </w:t>
      </w:r>
      <w:proofErr w:type="spellStart"/>
      <w:r>
        <w:t>khums</w:t>
      </w:r>
      <w:proofErr w:type="spellEnd"/>
      <w:r w:rsidR="000055F1">
        <w:t>,</w:t>
      </w:r>
      <w:r w:rsidR="00F04C85">
        <w:t xml:space="preserve"> </w:t>
      </w:r>
      <w:proofErr w:type="spellStart"/>
      <w:r>
        <w:t>zakat</w:t>
      </w:r>
      <w:proofErr w:type="spellEnd"/>
      <w:r>
        <w:t xml:space="preserve">, </w:t>
      </w:r>
      <w:proofErr w:type="spellStart"/>
      <w:r>
        <w:t>jizya</w:t>
      </w:r>
      <w:proofErr w:type="spellEnd"/>
      <w:r>
        <w:t xml:space="preserve"> and </w:t>
      </w:r>
      <w:proofErr w:type="spellStart"/>
      <w:r>
        <w:t>kharaj</w:t>
      </w:r>
      <w:proofErr w:type="spellEnd"/>
      <w:r>
        <w:t xml:space="preserve"> which are all sent to the Treasury an</w:t>
      </w:r>
      <w:r w:rsidR="000055F1">
        <w:t>d</w:t>
      </w:r>
      <w:r w:rsidR="00F04C85">
        <w:t xml:space="preserve"> </w:t>
      </w:r>
      <w:r>
        <w:t>from this money the various organs of an Islamic state are funded.</w:t>
      </w:r>
    </w:p>
    <w:p w:rsidR="00CF3F93" w:rsidRDefault="00CF3F93" w:rsidP="00CF3F93">
      <w:pPr>
        <w:pStyle w:val="libNormal"/>
      </w:pPr>
      <w:r>
        <w:t>Seeing that the administration of the state is run so simply, it doe</w:t>
      </w:r>
      <w:r w:rsidR="000055F1">
        <w:t>s</w:t>
      </w:r>
      <w:r w:rsidR="00F04C85">
        <w:t xml:space="preserve"> </w:t>
      </w:r>
      <w:r>
        <w:t>not need that much money and therefore the people under a</w:t>
      </w:r>
      <w:r w:rsidR="000055F1">
        <w:t>n</w:t>
      </w:r>
      <w:r w:rsidR="00F04C85">
        <w:t xml:space="preserve"> </w:t>
      </w:r>
      <w:r>
        <w:t>Islamic government are happy since they do not have to pay ta</w:t>
      </w:r>
      <w:r w:rsidR="000055F1">
        <w:t>x</w:t>
      </w:r>
      <w:r w:rsidR="00F04C85">
        <w:t xml:space="preserve"> </w:t>
      </w:r>
      <w:r>
        <w:t>and the government is content because the burden of expenditur</w:t>
      </w:r>
      <w:r w:rsidR="000055F1">
        <w:t>e</w:t>
      </w:r>
      <w:r w:rsidR="00F04C85">
        <w:t xml:space="preserve"> </w:t>
      </w:r>
      <w:r>
        <w:t>is not heavy.</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What do you mean when you speak of freedom within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Since the apparatus of an Islamic government is uncomplicated</w:t>
      </w:r>
      <w:r w:rsidR="000055F1">
        <w:t>,</w:t>
      </w:r>
      <w:r w:rsidR="00F04C85">
        <w:t xml:space="preserve"> </w:t>
      </w:r>
      <w:r>
        <w:t>the people correspondingly enjoy the maximum freedom and thu</w:t>
      </w:r>
      <w:r w:rsidR="000055F1">
        <w:t>s</w:t>
      </w:r>
      <w:r w:rsidR="00F04C85">
        <w:t xml:space="preserve"> </w:t>
      </w:r>
      <w:r>
        <w:t>they have a free unrestricted rein when it comes to farming</w:t>
      </w:r>
      <w:r w:rsidR="000055F1">
        <w:t>,</w:t>
      </w:r>
      <w:r w:rsidR="00F04C85">
        <w:t xml:space="preserve"> </w:t>
      </w:r>
      <w:r>
        <w:t>trading, industry, travelling, building, where to live, th</w:t>
      </w:r>
      <w:r w:rsidR="000055F1">
        <w:t>e</w:t>
      </w:r>
      <w:r w:rsidR="00F04C85">
        <w:t xml:space="preserve"> </w:t>
      </w:r>
      <w:r>
        <w:t>possession of anything that is permissible (from the standpoint o</w:t>
      </w:r>
      <w:r w:rsidR="000055F1">
        <w:t>f</w:t>
      </w:r>
      <w:r w:rsidR="00F04C85">
        <w:t xml:space="preserve"> </w:t>
      </w:r>
      <w:r>
        <w:t xml:space="preserve">the </w:t>
      </w:r>
      <w:proofErr w:type="spellStart"/>
      <w:r>
        <w:t>Shari‘a</w:t>
      </w:r>
      <w:proofErr w:type="spellEnd"/>
      <w:r>
        <w:t>) and so forth. For all this freedom there are no taxe</w:t>
      </w:r>
      <w:r w:rsidR="000055F1">
        <w:t>s</w:t>
      </w:r>
      <w:r w:rsidR="00F04C85">
        <w:t xml:space="preserve"> </w:t>
      </w:r>
      <w:r>
        <w:t>to pay and similarly there is no obligatory work to do such a</w:t>
      </w:r>
      <w:r w:rsidR="000055F1">
        <w:t>s</w:t>
      </w:r>
      <w:r w:rsidR="00F04C85">
        <w:t xml:space="preserve"> </w:t>
      </w:r>
      <w:r>
        <w:t>military service. Man’s needs are met simply and in the sam</w:t>
      </w:r>
      <w:r w:rsidR="000055F1">
        <w:t>e</w:t>
      </w:r>
      <w:r w:rsidR="00F04C85">
        <w:t xml:space="preserve"> </w:t>
      </w:r>
      <w:r>
        <w:t>way the judiciary is run on uncomplicated lines and so are trad</w:t>
      </w:r>
      <w:r w:rsidR="000055F1">
        <w:t>e</w:t>
      </w:r>
      <w:r w:rsidR="00F04C85">
        <w:t xml:space="preserve"> </w:t>
      </w:r>
      <w:r>
        <w:t>transactions and those involving pawning and renting and th</w:t>
      </w:r>
      <w:r w:rsidR="000055F1">
        <w:t>e</w:t>
      </w:r>
      <w:r w:rsidR="00F04C85">
        <w:t xml:space="preserve"> </w:t>
      </w:r>
      <w:r>
        <w:t>like. For instance, buying and selling is carried out speedily an</w:t>
      </w:r>
      <w:r w:rsidR="000055F1">
        <w:t>d</w:t>
      </w:r>
      <w:r w:rsidR="00F04C85">
        <w:t xml:space="preserve"> </w:t>
      </w:r>
      <w:r>
        <w:t>can be summed up by the seller saying, “I sell (something o</w:t>
      </w:r>
      <w:r w:rsidR="000055F1">
        <w:t>r</w:t>
      </w:r>
      <w:r w:rsidR="00F04C85">
        <w:t xml:space="preserve"> </w:t>
      </w:r>
      <w:r>
        <w:t>other)”, or to that effect, and the reply of the purchaser, “I accept”</w:t>
      </w:r>
    </w:p>
    <w:p w:rsidR="00CF3F93" w:rsidRDefault="00CF3F93" w:rsidP="00CF3F93">
      <w:pPr>
        <w:pStyle w:val="libNormal"/>
      </w:pPr>
      <w:proofErr w:type="gramStart"/>
      <w:r>
        <w:t>and</w:t>
      </w:r>
      <w:proofErr w:type="gramEnd"/>
      <w:r>
        <w:t xml:space="preserve"> then writing down on an ordinary piece of paper what ha</w:t>
      </w:r>
      <w:r w:rsidR="000055F1">
        <w:t>s</w:t>
      </w:r>
      <w:r w:rsidR="00F04C85">
        <w:t xml:space="preserve"> </w:t>
      </w:r>
      <w:r>
        <w:t>been transacted with the signature of two witnesses. Thi</w:t>
      </w:r>
      <w:r w:rsidR="000055F1">
        <w:t>s</w:t>
      </w:r>
      <w:r w:rsidR="00F04C85">
        <w:t xml:space="preserve"> </w:t>
      </w:r>
      <w:r>
        <w:t>simplicity is a common feature of life in an Islamic state.</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does Islam deal with the problems of the people?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Because Islam only recognizes the existence of crucial problems</w:t>
      </w:r>
      <w:r w:rsidR="000055F1">
        <w:t>,</w:t>
      </w:r>
      <w:r w:rsidR="00F04C85">
        <w:t xml:space="preserve"> </w:t>
      </w:r>
      <w:r>
        <w:t>does not impose any taxes upon commodities or work and als</w:t>
      </w:r>
      <w:r w:rsidR="000055F1">
        <w:t>o</w:t>
      </w:r>
      <w:r w:rsidR="00F04C85">
        <w:t xml:space="preserve"> </w:t>
      </w:r>
      <w:r>
        <w:t>the fact that the apparatus of government is kept to a minimum</w:t>
      </w:r>
      <w:r w:rsidR="000055F1">
        <w:t>,</w:t>
      </w:r>
      <w:r w:rsidR="00F04C85">
        <w:t xml:space="preserve"> </w:t>
      </w:r>
      <w:r>
        <w:t>the problems you see today in the nations around the world woul</w:t>
      </w:r>
      <w:r w:rsidR="000055F1">
        <w:t>d</w:t>
      </w:r>
      <w:r w:rsidR="00F04C85">
        <w:t xml:space="preserve"> </w:t>
      </w:r>
      <w:r>
        <w:t>not exist under Islamic rule. Only issues of prime significanc</w:t>
      </w:r>
      <w:r w:rsidR="000055F1">
        <w:t>e</w:t>
      </w:r>
      <w:r w:rsidR="00F04C85">
        <w:t xml:space="preserve"> </w:t>
      </w:r>
      <w:r>
        <w:t>will remain, such as judicial proceedings, criminal offences and</w:t>
      </w:r>
      <w:r w:rsidR="000055F1">
        <w:t>,</w:t>
      </w:r>
      <w:r w:rsidR="00F04C85">
        <w:t xml:space="preserve"> </w:t>
      </w:r>
      <w:r>
        <w:t>thirdly, actions which are contrary to Islamic law such as buildin</w:t>
      </w:r>
      <w:r w:rsidR="000055F1">
        <w:t>g</w:t>
      </w:r>
      <w:r w:rsidR="00F04C85">
        <w:t xml:space="preserve"> </w:t>
      </w:r>
      <w:r>
        <w:t>a house that overlooks another and the like, theft, murder</w:t>
      </w:r>
      <w:r w:rsidR="000055F1">
        <w:t>,</w:t>
      </w:r>
      <w:r w:rsidR="00F04C85">
        <w:t xml:space="preserve"> </w:t>
      </w:r>
      <w:r>
        <w:t>drinking alcohol and so on. These three categories are dealt wit</w:t>
      </w:r>
      <w:r w:rsidR="000055F1">
        <w:t>h</w:t>
      </w:r>
      <w:r w:rsidR="00F04C85">
        <w:t xml:space="preserve"> </w:t>
      </w:r>
      <w:r>
        <w:t>speedily by Islam to the extent that they should no longer b</w:t>
      </w:r>
      <w:r w:rsidR="000055F1">
        <w:t>e</w:t>
      </w:r>
      <w:r w:rsidR="00F04C85">
        <w:t xml:space="preserve"> </w:t>
      </w:r>
      <w:r>
        <w:t>regarded as problems at all. Consequently one judge is enoug</w:t>
      </w:r>
      <w:r w:rsidR="000055F1">
        <w:t>h</w:t>
      </w:r>
      <w:r w:rsidR="00F04C85">
        <w:t xml:space="preserve"> </w:t>
      </w:r>
      <w:r>
        <w:t xml:space="preserve">for a whole town. His responsibility is to make a </w:t>
      </w:r>
      <w:proofErr w:type="spellStart"/>
      <w:r>
        <w:t>judgement</w:t>
      </w:r>
      <w:proofErr w:type="spellEnd"/>
      <w:r>
        <w:t xml:space="preserve"> i</w:t>
      </w:r>
      <w:r w:rsidR="000055F1">
        <w:t>n</w:t>
      </w:r>
      <w:r w:rsidR="00F04C85">
        <w:t xml:space="preserve"> </w:t>
      </w:r>
      <w:r>
        <w:t>legal disputes, look after money belonging to orphans, overse</w:t>
      </w:r>
      <w:r w:rsidR="000055F1">
        <w:t>e</w:t>
      </w:r>
      <w:r w:rsidR="00F04C85">
        <w:t xml:space="preserve"> </w:t>
      </w:r>
      <w:r>
        <w:t xml:space="preserve">the </w:t>
      </w:r>
      <w:proofErr w:type="spellStart"/>
      <w:r>
        <w:t>awqaf</w:t>
      </w:r>
      <w:proofErr w:type="spellEnd"/>
      <w:r>
        <w:t xml:space="preserve"> (religious estates) and witness trade transactions an</w:t>
      </w:r>
      <w:r w:rsidR="000055F1">
        <w:t>d</w:t>
      </w:r>
      <w:r w:rsidR="00F04C85">
        <w:t xml:space="preserve"> </w:t>
      </w:r>
      <w:r>
        <w:t>business agreements and appoint an official to carry out judicia</w:t>
      </w:r>
      <w:r w:rsidR="000055F1">
        <w:t>l</w:t>
      </w:r>
      <w:r w:rsidR="00F04C85">
        <w:t xml:space="preserve"> </w:t>
      </w:r>
      <w:r>
        <w:t xml:space="preserve">punishments. Another factor is that the </w:t>
      </w:r>
      <w:proofErr w:type="gramStart"/>
      <w:r>
        <w:t>number of prisons in a</w:t>
      </w:r>
      <w:r w:rsidR="000055F1">
        <w:t>n</w:t>
      </w:r>
      <w:r w:rsidR="00F04C85">
        <w:t xml:space="preserve"> </w:t>
      </w:r>
      <w:r>
        <w:t>Islamic state is very small and so it is true to say</w:t>
      </w:r>
      <w:proofErr w:type="gramEnd"/>
      <w:r>
        <w:t xml:space="preserve"> that the peopl</w:t>
      </w:r>
      <w:r w:rsidR="000055F1">
        <w:t>e</w:t>
      </w:r>
      <w:r w:rsidR="00F04C85">
        <w:t xml:space="preserve"> </w:t>
      </w:r>
      <w:r>
        <w:t>under Islamic rule have no intractable problems to confront an</w:t>
      </w:r>
      <w:r w:rsidR="000055F1">
        <w:t>d</w:t>
      </w:r>
      <w:r w:rsidR="00F04C85">
        <w:t xml:space="preserve"> </w:t>
      </w:r>
      <w:r>
        <w:t>consequently they can busy themselves with their own affair</w:t>
      </w:r>
      <w:r w:rsidR="000055F1">
        <w:t>s</w:t>
      </w:r>
      <w:r w:rsidR="00F04C85">
        <w:t xml:space="preserve"> </w:t>
      </w:r>
      <w:r>
        <w:t>with a sense of serenity and peace of mind.</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lastRenderedPageBreak/>
        <w:t>How can Islam make a nation progress?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There are several factors for Islam being able to do this which ca</w:t>
      </w:r>
      <w:r w:rsidR="000055F1">
        <w:t>n</w:t>
      </w:r>
      <w:r w:rsidR="00F04C85">
        <w:t xml:space="preserve"> </w:t>
      </w:r>
      <w:r>
        <w:t>be summarized in the following basic principles:</w:t>
      </w:r>
    </w:p>
    <w:p w:rsidR="00CF3F93" w:rsidRDefault="00CF3F93" w:rsidP="00CF3F93">
      <w:pPr>
        <w:pStyle w:val="libNormal"/>
      </w:pPr>
      <w:r>
        <w:t>1. The simplicity of the government apparatus.</w:t>
      </w:r>
    </w:p>
    <w:p w:rsidR="00CF3F93" w:rsidRDefault="00CF3F93" w:rsidP="00CF3F93">
      <w:pPr>
        <w:pStyle w:val="libNormal"/>
      </w:pPr>
      <w:r>
        <w:t>2. Encouragement.</w:t>
      </w:r>
    </w:p>
    <w:p w:rsidR="00CF3F93" w:rsidRDefault="00CF3F93" w:rsidP="00CF3F93">
      <w:pPr>
        <w:pStyle w:val="libNormal"/>
      </w:pPr>
      <w:r>
        <w:t>3. Mutual cooperation.</w:t>
      </w:r>
    </w:p>
    <w:p w:rsidR="00CF3F93" w:rsidRDefault="00CF3F93" w:rsidP="00CF3F93">
      <w:pPr>
        <w:pStyle w:val="libNormal"/>
      </w:pPr>
      <w:r>
        <w:t>Concerning the apparatus of government in Islam, I have alread</w:t>
      </w:r>
      <w:r w:rsidR="000055F1">
        <w:t>y</w:t>
      </w:r>
      <w:r w:rsidR="00F04C85">
        <w:t xml:space="preserve"> </w:t>
      </w:r>
      <w:r>
        <w:t>pointed out some of its aspects. Historians have mentioned tha</w:t>
      </w:r>
      <w:r w:rsidR="000055F1">
        <w:t>t</w:t>
      </w:r>
      <w:r w:rsidR="00F04C85">
        <w:t xml:space="preserve"> </w:t>
      </w:r>
      <w:r>
        <w:t>the number of top officials sufficient to rule an Islamic state nee</w:t>
      </w:r>
      <w:r w:rsidR="000055F1">
        <w:t>d</w:t>
      </w:r>
      <w:r w:rsidR="00F04C85">
        <w:t xml:space="preserve"> </w:t>
      </w:r>
      <w:r>
        <w:t>not exceed 50 for every million or so inhabitants. Islam does no</w:t>
      </w:r>
      <w:r w:rsidR="000055F1">
        <w:t>t</w:t>
      </w:r>
      <w:r w:rsidR="00F04C85">
        <w:t xml:space="preserve"> </w:t>
      </w:r>
      <w:r>
        <w:t>see the necessity for the existence of many of the department</w:t>
      </w:r>
      <w:r w:rsidR="000055F1">
        <w:t>s</w:t>
      </w:r>
      <w:r w:rsidR="00F04C85">
        <w:t xml:space="preserve"> </w:t>
      </w:r>
      <w:r>
        <w:t>considered as being essential by the governments of the nations o</w:t>
      </w:r>
      <w:r w:rsidR="000055F1">
        <w:t>f</w:t>
      </w:r>
      <w:r w:rsidR="00F04C85">
        <w:t xml:space="preserve"> </w:t>
      </w:r>
      <w:r>
        <w:t>today, because it prefers to have things done in an uncomplicate</w:t>
      </w:r>
      <w:r w:rsidR="000055F1">
        <w:t>d</w:t>
      </w:r>
      <w:r w:rsidR="00F04C85">
        <w:t xml:space="preserve"> </w:t>
      </w:r>
      <w:r>
        <w:t>fashion.</w:t>
      </w:r>
    </w:p>
    <w:p w:rsidR="00CF3F93" w:rsidRDefault="00CF3F93" w:rsidP="00CF3F93">
      <w:pPr>
        <w:pStyle w:val="libNormal"/>
      </w:pPr>
      <w:r>
        <w:t>Thus an Islamic state does not unduly make issues intricate no</w:t>
      </w:r>
      <w:r w:rsidR="000055F1">
        <w:t>r</w:t>
      </w:r>
      <w:r w:rsidR="00F04C85">
        <w:t xml:space="preserve"> </w:t>
      </w:r>
      <w:r>
        <w:t>protract them so that it has to have numerous officials an</w:t>
      </w:r>
      <w:r w:rsidR="000055F1">
        <w:t>d</w:t>
      </w:r>
      <w:r w:rsidR="00F04C85">
        <w:t xml:space="preserve"> </w:t>
      </w:r>
      <w:r>
        <w:t>similarly it delegates many tasks to the people themselves. Thes</w:t>
      </w:r>
      <w:r w:rsidR="000055F1">
        <w:t>e</w:t>
      </w:r>
      <w:r w:rsidR="00F04C85">
        <w:t xml:space="preserve"> </w:t>
      </w:r>
      <w:r>
        <w:t>tasks therefore are not monopolized by the government causing it</w:t>
      </w:r>
      <w:r w:rsidR="000055F1">
        <w:t>,</w:t>
      </w:r>
      <w:r w:rsidR="00F04C85">
        <w:t xml:space="preserve"> </w:t>
      </w:r>
      <w:r>
        <w:t xml:space="preserve">in turn, to create more departments which would not only be </w:t>
      </w:r>
      <w:r w:rsidR="000055F1">
        <w:t>a</w:t>
      </w:r>
      <w:r w:rsidR="00F04C85">
        <w:t xml:space="preserve"> </w:t>
      </w:r>
      <w:r>
        <w:t>considerable burden upon it but would also mean having to tak</w:t>
      </w:r>
      <w:r w:rsidR="000055F1">
        <w:t>e</w:t>
      </w:r>
      <w:r w:rsidR="00F04C85">
        <w:t xml:space="preserve"> </w:t>
      </w:r>
      <w:r>
        <w:t>people away from the private sector.</w:t>
      </w:r>
    </w:p>
    <w:p w:rsidR="00CF3F93" w:rsidRDefault="00CF3F93" w:rsidP="00CF3F93">
      <w:pPr>
        <w:pStyle w:val="libNormal"/>
      </w:pPr>
      <w:r>
        <w:t>As for encouragement, Islam encourages knowledge and work t</w:t>
      </w:r>
      <w:r w:rsidR="000055F1">
        <w:t>o</w:t>
      </w:r>
      <w:r w:rsidR="00F04C85">
        <w:t xml:space="preserve"> </w:t>
      </w:r>
      <w:r>
        <w:t>an extent not found in any other religion or legal system. I</w:t>
      </w:r>
      <w:r w:rsidR="000055F1">
        <w:t>t</w:t>
      </w:r>
      <w:r w:rsidR="00F04C85">
        <w:t xml:space="preserve"> </w:t>
      </w:r>
      <w:r>
        <w:t>makes “seeking knowledge an obligation for every Muslim” an</w:t>
      </w:r>
      <w:r w:rsidR="000055F1">
        <w:t>d</w:t>
      </w:r>
      <w:r w:rsidR="00F04C85">
        <w:t xml:space="preserve"> </w:t>
      </w:r>
      <w:r>
        <w:t>both for the scholar and the manual worker it promises a</w:t>
      </w:r>
      <w:r w:rsidR="000055F1">
        <w:t>n</w:t>
      </w:r>
      <w:r w:rsidR="00F04C85">
        <w:t xml:space="preserve"> </w:t>
      </w:r>
      <w:r>
        <w:t>astonishing amount of merit in the hereafter.</w:t>
      </w:r>
    </w:p>
    <w:p w:rsidR="00CF3F93" w:rsidRDefault="00CF3F93" w:rsidP="00CF3F93">
      <w:pPr>
        <w:pStyle w:val="libNormal"/>
      </w:pPr>
      <w:r>
        <w:t>So those who are religious possess two forces that will lead to th</w:t>
      </w:r>
      <w:r w:rsidR="000055F1">
        <w:t>e</w:t>
      </w:r>
      <w:r w:rsidR="00F04C85">
        <w:t xml:space="preserve"> </w:t>
      </w:r>
      <w:r>
        <w:t>advance of human affairs: a worldly potential which is als</w:t>
      </w:r>
      <w:r w:rsidR="000055F1">
        <w:t>o</w:t>
      </w:r>
      <w:r w:rsidR="00F04C85">
        <w:t xml:space="preserve"> </w:t>
      </w:r>
      <w:r>
        <w:t>present in non-Muslim societies and a religious, spiritual powe</w:t>
      </w:r>
      <w:r w:rsidR="000055F1">
        <w:t>r</w:t>
      </w:r>
      <w:r w:rsidR="00F04C85">
        <w:t xml:space="preserve"> </w:t>
      </w:r>
      <w:r>
        <w:t>which others do not possess and this truth is indicated in th</w:t>
      </w:r>
      <w:r w:rsidR="000055F1">
        <w:t>e</w:t>
      </w:r>
      <w:r w:rsidR="00F04C85">
        <w:t xml:space="preserve"> </w:t>
      </w:r>
      <w:r>
        <w:t>words of the Almighty, “And you hope from God what they d</w:t>
      </w:r>
      <w:r w:rsidR="000055F1">
        <w:t>o</w:t>
      </w:r>
      <w:r w:rsidR="00F04C85">
        <w:t xml:space="preserve"> </w:t>
      </w:r>
      <w:r>
        <w:t>not hope”[4: 104].</w:t>
      </w:r>
    </w:p>
    <w:p w:rsidR="00CF3F93" w:rsidRDefault="00CF3F93" w:rsidP="00CF3F93">
      <w:pPr>
        <w:pStyle w:val="libNormal"/>
      </w:pPr>
      <w:r>
        <w:t>Thirdly, concerning mutual cooperation: an Islamic governmen</w:t>
      </w:r>
      <w:r w:rsidR="000055F1">
        <w:t>t</w:t>
      </w:r>
      <w:r w:rsidR="00F04C85">
        <w:t xml:space="preserve"> </w:t>
      </w:r>
      <w:r>
        <w:t>cooperates with the people in order to bring about a thrivin</w:t>
      </w:r>
      <w:r w:rsidR="000055F1">
        <w:t>g</w:t>
      </w:r>
      <w:r w:rsidR="00F04C85">
        <w:t xml:space="preserve"> </w:t>
      </w:r>
      <w:r>
        <w:t>society and a more prosperous nation just as Imam Amir al</w:t>
      </w:r>
      <w:r w:rsidR="00337E26">
        <w:t>-</w:t>
      </w:r>
      <w:proofErr w:type="spellStart"/>
      <w:r>
        <w:t>Mu’minin</w:t>
      </w:r>
      <w:proofErr w:type="spellEnd"/>
      <w:r>
        <w:t xml:space="preserve"> (peace </w:t>
      </w:r>
      <w:proofErr w:type="gramStart"/>
      <w:r>
        <w:t>be</w:t>
      </w:r>
      <w:proofErr w:type="gramEnd"/>
      <w:r>
        <w:t xml:space="preserve"> upon him) directed </w:t>
      </w:r>
      <w:proofErr w:type="spellStart"/>
      <w:r>
        <w:t>Malik</w:t>
      </w:r>
      <w:proofErr w:type="spellEnd"/>
      <w:r>
        <w:t xml:space="preserve"> al-</w:t>
      </w:r>
      <w:proofErr w:type="spellStart"/>
      <w:r>
        <w:t>Ashtar</w:t>
      </w:r>
      <w:proofErr w:type="spellEnd"/>
      <w:r>
        <w:t xml:space="preserve"> when h</w:t>
      </w:r>
      <w:r w:rsidR="000055F1">
        <w:t>e</w:t>
      </w:r>
      <w:r w:rsidR="00F04C85">
        <w:t xml:space="preserve"> </w:t>
      </w:r>
      <w:r>
        <w:t>appointed him his governor over Egypt [ca. 37/658] during hi</w:t>
      </w:r>
      <w:r w:rsidR="000055F1">
        <w:t>s</w:t>
      </w:r>
      <w:r w:rsidR="00F04C85">
        <w:t xml:space="preserve"> </w:t>
      </w:r>
      <w:r>
        <w:t>glorious period of rule, and there are many other examples.</w:t>
      </w:r>
    </w:p>
    <w:p w:rsidR="00CF3F93" w:rsidRDefault="00CF3F93" w:rsidP="00CF3F93">
      <w:pPr>
        <w:pStyle w:val="libNormal"/>
      </w:pPr>
      <w:r>
        <w:t>Since an Islamic government is sure to pursue the policie</w:t>
      </w:r>
      <w:r w:rsidR="000055F1">
        <w:t>s</w:t>
      </w:r>
      <w:r w:rsidR="00F04C85">
        <w:t xml:space="preserve"> </w:t>
      </w:r>
      <w:r>
        <w:t>outlined above, the state cannot help but achieve a remarkabl</w:t>
      </w:r>
      <w:r w:rsidR="000055F1">
        <w:t>e</w:t>
      </w:r>
      <w:r w:rsidR="00F04C85">
        <w:t xml:space="preserve"> </w:t>
      </w:r>
      <w:r>
        <w:t>degree of advancement. We have thus summed up what we mea</w:t>
      </w:r>
      <w:r w:rsidR="000055F1">
        <w:t>n</w:t>
      </w:r>
      <w:r w:rsidR="00F04C85">
        <w:t xml:space="preserve"> </w:t>
      </w:r>
      <w:r>
        <w:t>by politics seen from an Islamic perspective. A detailed survey i</w:t>
      </w:r>
      <w:r w:rsidR="000055F1">
        <w:t>s</w:t>
      </w:r>
      <w:r w:rsidR="00F04C85">
        <w:t xml:space="preserve"> </w:t>
      </w:r>
      <w:r>
        <w:t>not possible here but we have allocated a special work to thi</w:t>
      </w:r>
      <w:r w:rsidR="000055F1">
        <w:t>s</w:t>
      </w:r>
      <w:r w:rsidR="00F04C85">
        <w:t xml:space="preserve"> </w:t>
      </w:r>
      <w:r>
        <w:t>topic.</w:t>
      </w:r>
    </w:p>
    <w:p w:rsidR="00CF3F93" w:rsidRDefault="00CF3F93" w:rsidP="00146845">
      <w:pPr>
        <w:pStyle w:val="libNormal"/>
      </w:pPr>
      <w:r>
        <w:br w:type="page"/>
      </w:r>
    </w:p>
    <w:p w:rsidR="00CF3F93" w:rsidRDefault="00CF3F93" w:rsidP="00146845">
      <w:pPr>
        <w:pStyle w:val="Heading1Center"/>
      </w:pPr>
      <w:bookmarkStart w:id="71" w:name="_Toc496784727"/>
      <w:r>
        <w:lastRenderedPageBreak/>
        <w:t>12-SOCIETY IN ISLAM</w:t>
      </w:r>
      <w:bookmarkEnd w:id="71"/>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Does Islamic society have a specific structure?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 various units of society adapt themselves to each othe</w:t>
      </w:r>
      <w:r w:rsidR="000055F1">
        <w:t>r</w:t>
      </w:r>
      <w:r w:rsidR="00F04C85">
        <w:t xml:space="preserve"> </w:t>
      </w:r>
      <w:r>
        <w:t>according to how a particular society is governed. Sometime</w:t>
      </w:r>
      <w:r w:rsidR="000055F1">
        <w:t>s</w:t>
      </w:r>
      <w:r w:rsidR="00F04C85">
        <w:t xml:space="preserve"> </w:t>
      </w:r>
      <w:r>
        <w:t>those governing society make allowances for the basic instincts o</w:t>
      </w:r>
      <w:r w:rsidR="000055F1">
        <w:t>f</w:t>
      </w:r>
      <w:r w:rsidR="00F04C85">
        <w:t xml:space="preserve"> </w:t>
      </w:r>
      <w:r>
        <w:t>man and at other times they ignore them.</w:t>
      </w:r>
    </w:p>
    <w:p w:rsidR="00CF3F93" w:rsidRDefault="00CF3F93" w:rsidP="00CF3F93">
      <w:pPr>
        <w:pStyle w:val="libNormal"/>
      </w:pPr>
      <w:r>
        <w:t>Since Islam is the religion which responds to the innate nature o</w:t>
      </w:r>
      <w:r w:rsidR="000055F1">
        <w:t>f</w:t>
      </w:r>
      <w:r w:rsidR="00F04C85">
        <w:t xml:space="preserve"> </w:t>
      </w:r>
      <w:r>
        <w:t>man, it takes into account this inherent disposition in all its law</w:t>
      </w:r>
      <w:r w:rsidR="000055F1">
        <w:t>s</w:t>
      </w:r>
      <w:r w:rsidR="00F04C85">
        <w:t xml:space="preserve"> </w:t>
      </w:r>
      <w:r>
        <w:t>and so promotes what is good and forbids what is bad. If we loo</w:t>
      </w:r>
      <w:r w:rsidR="000055F1">
        <w:t>k</w:t>
      </w:r>
      <w:r w:rsidR="00F04C85">
        <w:t xml:space="preserve"> </w:t>
      </w:r>
      <w:r>
        <w:t>at society at the present time, we notice the following element</w:t>
      </w:r>
      <w:r w:rsidR="000055F1">
        <w:t>s</w:t>
      </w:r>
      <w:r w:rsidR="00F04C85">
        <w:t xml:space="preserve"> </w:t>
      </w:r>
      <w:r>
        <w:t>and phenomena:</w:t>
      </w:r>
    </w:p>
    <w:p w:rsidR="00CF3F93" w:rsidRDefault="00CF3F93" w:rsidP="00CF3F93">
      <w:pPr>
        <w:pStyle w:val="libNormal"/>
      </w:pPr>
      <w:r>
        <w:t>1. The family.</w:t>
      </w:r>
    </w:p>
    <w:p w:rsidR="00CF3F93" w:rsidRDefault="00CF3F93" w:rsidP="00CF3F93">
      <w:pPr>
        <w:pStyle w:val="libNormal"/>
      </w:pPr>
      <w:r>
        <w:t>2. People who work in trade or business.</w:t>
      </w:r>
    </w:p>
    <w:p w:rsidR="00CF3F93" w:rsidRDefault="00CF3F93" w:rsidP="00CF3F93">
      <w:pPr>
        <w:pStyle w:val="libNormal"/>
      </w:pPr>
      <w:r>
        <w:t>3. The school and education.</w:t>
      </w:r>
    </w:p>
    <w:p w:rsidR="00CF3F93" w:rsidRDefault="00CF3F93" w:rsidP="00CF3F93">
      <w:pPr>
        <w:pStyle w:val="libNormal"/>
      </w:pPr>
      <w:r>
        <w:t>4. Worship.</w:t>
      </w:r>
    </w:p>
    <w:p w:rsidR="00CF3F93" w:rsidRDefault="00CF3F93" w:rsidP="00CF3F93">
      <w:pPr>
        <w:pStyle w:val="libNormal"/>
      </w:pPr>
      <w:r>
        <w:t>5. Religious festivals.</w:t>
      </w:r>
    </w:p>
    <w:p w:rsidR="00CF3F93" w:rsidRDefault="00CF3F93" w:rsidP="00CF3F93">
      <w:pPr>
        <w:pStyle w:val="libNormal"/>
      </w:pPr>
      <w:r>
        <w:t>6. Government employment.</w:t>
      </w:r>
    </w:p>
    <w:p w:rsidR="00CF3F93" w:rsidRDefault="00CF3F93" w:rsidP="00CF3F93">
      <w:pPr>
        <w:pStyle w:val="libNormal"/>
      </w:pPr>
      <w:r>
        <w:t>7. Social gatherings like the meeting together of friends</w:t>
      </w:r>
      <w:r w:rsidR="000055F1">
        <w:t>,</w:t>
      </w:r>
      <w:r w:rsidR="00F04C85">
        <w:t xml:space="preserve"> </w:t>
      </w:r>
      <w:r>
        <w:t>weddings, travelling together, funeral gatherings and s</w:t>
      </w:r>
      <w:r w:rsidR="000055F1">
        <w:t>o</w:t>
      </w:r>
      <w:r w:rsidR="00F04C85">
        <w:t xml:space="preserve"> </w:t>
      </w:r>
      <w:r>
        <w:t>on.</w:t>
      </w:r>
    </w:p>
    <w:p w:rsidR="00CF3F93" w:rsidRDefault="00CF3F93" w:rsidP="00CF3F93">
      <w:pPr>
        <w:pStyle w:val="libNormal"/>
      </w:pPr>
      <w:r>
        <w:t>8. The army.</w:t>
      </w:r>
    </w:p>
    <w:p w:rsidR="00CF3F93" w:rsidRDefault="00CF3F93" w:rsidP="00CF3F93">
      <w:pPr>
        <w:pStyle w:val="libNormal"/>
      </w:pPr>
      <w:r>
        <w:t>9. Relations between the government and the people.</w:t>
      </w:r>
    </w:p>
    <w:p w:rsidR="00CF3F93" w:rsidRDefault="00CF3F93" w:rsidP="00CF3F93">
      <w:pPr>
        <w:pStyle w:val="libNormal"/>
      </w:pPr>
      <w:r>
        <w:t>10. Temporary sharecropping.</w:t>
      </w:r>
    </w:p>
    <w:p w:rsidR="00CF3F93" w:rsidRDefault="00CF3F93" w:rsidP="00CF3F93">
      <w:pPr>
        <w:pStyle w:val="libNormal"/>
      </w:pPr>
      <w:r>
        <w:t>1-The family:</w:t>
      </w:r>
    </w:p>
    <w:p w:rsidR="00CF3F93" w:rsidRDefault="00CF3F93" w:rsidP="00CF3F93">
      <w:pPr>
        <w:pStyle w:val="libNormal"/>
      </w:pPr>
      <w:r>
        <w:t>Each member of a family has his or her particular responsibilities</w:t>
      </w:r>
      <w:r w:rsidR="000055F1">
        <w:t>,</w:t>
      </w:r>
      <w:r w:rsidR="00F04C85">
        <w:t xml:space="preserve"> </w:t>
      </w:r>
      <w:r>
        <w:t>so a husband has his responsibilities and a wife hers and both o</w:t>
      </w:r>
      <w:r w:rsidR="000055F1">
        <w:t>f</w:t>
      </w:r>
      <w:r w:rsidR="00F04C85">
        <w:t xml:space="preserve"> </w:t>
      </w:r>
      <w:r>
        <w:t>them have responsibilities towards the children, just as th</w:t>
      </w:r>
      <w:r w:rsidR="000055F1">
        <w:t>e</w:t>
      </w:r>
      <w:r w:rsidR="00F04C85">
        <w:t xml:space="preserve"> </w:t>
      </w:r>
      <w:r>
        <w:t>children have towards their parents. Taking the word family t</w:t>
      </w:r>
      <w:r w:rsidR="000055F1">
        <w:t>o</w:t>
      </w:r>
      <w:r w:rsidR="00F04C85">
        <w:t xml:space="preserve"> </w:t>
      </w:r>
      <w:r>
        <w:t>comprise also relatives, then they all have responsibilities an</w:t>
      </w:r>
      <w:r w:rsidR="000055F1">
        <w:t>d</w:t>
      </w:r>
      <w:r w:rsidR="00F04C85">
        <w:t xml:space="preserve"> </w:t>
      </w:r>
      <w:r>
        <w:t>duties towards one another which are not confined to particula</w:t>
      </w:r>
      <w:r w:rsidR="000055F1">
        <w:t>r</w:t>
      </w:r>
      <w:r w:rsidR="00F04C85">
        <w:t xml:space="preserve"> </w:t>
      </w:r>
      <w:r>
        <w:t>circumstances or occasions but are general in application.</w:t>
      </w:r>
    </w:p>
    <w:p w:rsidR="00CF3F93" w:rsidRDefault="00CF3F93" w:rsidP="00CF3F93">
      <w:pPr>
        <w:pStyle w:val="libNormal"/>
      </w:pPr>
      <w:r>
        <w:t>Some matters regarding the family (according to the fiv</w:t>
      </w:r>
      <w:r w:rsidR="000055F1">
        <w:t>e</w:t>
      </w:r>
      <w:r w:rsidR="00F04C85">
        <w:t xml:space="preserve"> </w:t>
      </w:r>
      <w:r>
        <w:t>principles into which human actions fall) are obligatory, som</w:t>
      </w:r>
      <w:r w:rsidR="000055F1">
        <w:t>e</w:t>
      </w:r>
      <w:r w:rsidR="00F04C85">
        <w:t xml:space="preserve"> </w:t>
      </w:r>
      <w:r>
        <w:t>recommended, some forbidden and some are disapproved of an</w:t>
      </w:r>
      <w:r w:rsidR="000055F1">
        <w:t>d</w:t>
      </w:r>
      <w:r w:rsidR="00F04C85">
        <w:t xml:space="preserve"> </w:t>
      </w:r>
      <w:r>
        <w:t>some permitted. For example Islam has set out rules regardin</w:t>
      </w:r>
      <w:r w:rsidR="000055F1">
        <w:t>g</w:t>
      </w:r>
      <w:r w:rsidR="00F04C85">
        <w:t xml:space="preserve"> </w:t>
      </w:r>
      <w:r>
        <w:t>getting married: the obligation on the husband to provide for hi</w:t>
      </w:r>
      <w:r w:rsidR="000055F1">
        <w:t>s</w:t>
      </w:r>
      <w:r w:rsidR="00F04C85">
        <w:t xml:space="preserve"> </w:t>
      </w:r>
      <w:r>
        <w:t>family, the duty of the wife to obey her husband, correc</w:t>
      </w:r>
      <w:r w:rsidR="000055F1">
        <w:t>t</w:t>
      </w:r>
      <w:r w:rsidR="00F04C85">
        <w:t xml:space="preserve"> </w:t>
      </w:r>
      <w:proofErr w:type="spellStart"/>
      <w:r>
        <w:t>behaviour</w:t>
      </w:r>
      <w:proofErr w:type="spellEnd"/>
      <w:r>
        <w:t xml:space="preserve"> within the house, the way to bring up children, wha</w:t>
      </w:r>
      <w:r w:rsidR="000055F1">
        <w:t>t</w:t>
      </w:r>
      <w:r w:rsidR="00F04C85">
        <w:t xml:space="preserve"> </w:t>
      </w:r>
      <w:r>
        <w:t>names to give them and other matters concerning them.</w:t>
      </w:r>
    </w:p>
    <w:p w:rsidR="00CF3F93" w:rsidRDefault="00CF3F93" w:rsidP="00CF3F93">
      <w:pPr>
        <w:pStyle w:val="libNormal"/>
      </w:pPr>
      <w:r>
        <w:t>2- Business and trade:</w:t>
      </w:r>
    </w:p>
    <w:p w:rsidR="00CF3F93" w:rsidRDefault="00CF3F93" w:rsidP="00CF3F93">
      <w:pPr>
        <w:pStyle w:val="libNormal"/>
      </w:pPr>
      <w:r>
        <w:t xml:space="preserve">Islam has clarified the conditions and rules relating to running </w:t>
      </w:r>
      <w:r w:rsidR="000055F1">
        <w:t>a</w:t>
      </w:r>
      <w:r w:rsidR="00F04C85">
        <w:t xml:space="preserve"> </w:t>
      </w:r>
      <w:r>
        <w:t>business whether it is a matter concerning the customer, o</w:t>
      </w:r>
      <w:r w:rsidR="000055F1">
        <w:t>r</w:t>
      </w:r>
      <w:r w:rsidR="00F04C85">
        <w:t xml:space="preserve"> </w:t>
      </w:r>
      <w:r>
        <w:t>between two parties regarding a purchase, mortgage, making ou</w:t>
      </w:r>
      <w:r w:rsidR="000055F1">
        <w:t>t</w:t>
      </w:r>
      <w:r w:rsidR="00F04C85">
        <w:t xml:space="preserve"> </w:t>
      </w:r>
      <w:r>
        <w:t>a contract for renting and so on.</w:t>
      </w:r>
    </w:p>
    <w:p w:rsidR="00CF3F93" w:rsidRDefault="00CF3F93" w:rsidP="00CF3F93">
      <w:pPr>
        <w:pStyle w:val="libNormal"/>
      </w:pPr>
      <w:r>
        <w:t>3-Education:</w:t>
      </w:r>
    </w:p>
    <w:p w:rsidR="00CF3F93" w:rsidRDefault="00CF3F93" w:rsidP="002834FD">
      <w:pPr>
        <w:pStyle w:val="libNormal"/>
      </w:pPr>
      <w:r>
        <w:t>Islam has a particular view regarding education, culture, th</w:t>
      </w:r>
      <w:r w:rsidR="000055F1">
        <w:t>e</w:t>
      </w:r>
      <w:r w:rsidR="00F04C85">
        <w:t xml:space="preserve"> </w:t>
      </w:r>
      <w:r>
        <w:t>conditions for becoming a teacher, how a student should behave</w:t>
      </w:r>
      <w:r w:rsidR="000055F1">
        <w:t>,</w:t>
      </w:r>
      <w:r w:rsidR="00F04C85">
        <w:t xml:space="preserve"> </w:t>
      </w:r>
      <w:proofErr w:type="gramStart"/>
      <w:r>
        <w:t>the</w:t>
      </w:r>
      <w:proofErr w:type="gramEnd"/>
      <w:r>
        <w:t xml:space="preserve"> characteristics of an Islamic education and what should be it</w:t>
      </w:r>
      <w:r w:rsidR="000055F1">
        <w:t>s</w:t>
      </w:r>
      <w:r w:rsidR="00F04C85">
        <w:t xml:space="preserve"> </w:t>
      </w:r>
      <w:r>
        <w:t>aims. Evidence for Islam’s concern for education is that th</w:t>
      </w:r>
      <w:r w:rsidR="000055F1">
        <w:t>e</w:t>
      </w:r>
      <w:r w:rsidR="00F04C85">
        <w:t xml:space="preserve"> </w:t>
      </w:r>
      <w:r>
        <w:t>“Second Martyr”</w:t>
      </w:r>
      <w:r w:rsidR="002834FD" w:rsidRPr="003418E0">
        <w:rPr>
          <w:rStyle w:val="libFootnotenumChar"/>
        </w:rPr>
        <w:t>66</w:t>
      </w:r>
      <w:r>
        <w:t xml:space="preserve"> (al-</w:t>
      </w:r>
      <w:proofErr w:type="spellStart"/>
      <w:r>
        <w:t>Shahid</w:t>
      </w:r>
      <w:proofErr w:type="spellEnd"/>
      <w:r>
        <w:t xml:space="preserve"> al-</w:t>
      </w:r>
      <w:proofErr w:type="spellStart"/>
      <w:r>
        <w:t>Thani</w:t>
      </w:r>
      <w:proofErr w:type="spellEnd"/>
      <w:r>
        <w:t>), may God be pleased wit</w:t>
      </w:r>
      <w:r w:rsidR="000055F1">
        <w:t>h</w:t>
      </w:r>
      <w:r w:rsidR="00F04C85">
        <w:t xml:space="preserve"> </w:t>
      </w:r>
      <w:r>
        <w:t>him, wrote a book on this subject entitled, “</w:t>
      </w:r>
      <w:proofErr w:type="spellStart"/>
      <w:r>
        <w:t>Munyat</w:t>
      </w:r>
      <w:proofErr w:type="spellEnd"/>
      <w:r>
        <w:t xml:space="preserve"> al-</w:t>
      </w:r>
      <w:proofErr w:type="spellStart"/>
      <w:r>
        <w:t>murid</w:t>
      </w:r>
      <w:proofErr w:type="spellEnd"/>
      <w:r>
        <w:t xml:space="preserve"> </w:t>
      </w:r>
      <w:proofErr w:type="spellStart"/>
      <w:r>
        <w:t>f</w:t>
      </w:r>
      <w:r w:rsidR="000055F1">
        <w:t>i</w:t>
      </w:r>
      <w:proofErr w:type="spellEnd"/>
      <w:r w:rsidR="00F04C85">
        <w:t xml:space="preserve"> </w:t>
      </w:r>
      <w:proofErr w:type="spellStart"/>
      <w:r>
        <w:t>adab</w:t>
      </w:r>
      <w:proofErr w:type="spellEnd"/>
      <w:r>
        <w:t xml:space="preserve"> al-</w:t>
      </w:r>
      <w:proofErr w:type="spellStart"/>
      <w:r>
        <w:t>mufid</w:t>
      </w:r>
      <w:proofErr w:type="spellEnd"/>
      <w:r>
        <w:t xml:space="preserve"> </w:t>
      </w:r>
      <w:proofErr w:type="spellStart"/>
      <w:r>
        <w:t>wa-’l-mustafid</w:t>
      </w:r>
      <w:proofErr w:type="spellEnd"/>
      <w:r>
        <w:t xml:space="preserve">” </w:t>
      </w:r>
      <w:r w:rsidR="002834FD" w:rsidRPr="003418E0">
        <w:rPr>
          <w:rStyle w:val="libFootnotenumChar"/>
        </w:rPr>
        <w:t>67</w:t>
      </w:r>
      <w:r>
        <w:t>.</w:t>
      </w:r>
    </w:p>
    <w:p w:rsidR="00CF3F93" w:rsidRDefault="00CF3F93" w:rsidP="00CF3F93">
      <w:pPr>
        <w:pStyle w:val="libNormal"/>
      </w:pPr>
      <w:r>
        <w:lastRenderedPageBreak/>
        <w:t>4-Worship:</w:t>
      </w:r>
    </w:p>
    <w:p w:rsidR="00CF3F93" w:rsidRDefault="00CF3F93" w:rsidP="00CF3F93">
      <w:pPr>
        <w:pStyle w:val="libNormal"/>
      </w:pPr>
      <w:r>
        <w:t>Islam has set out specific laws regarding worship, has clarifie</w:t>
      </w:r>
      <w:r w:rsidR="000055F1">
        <w:t>d</w:t>
      </w:r>
      <w:r w:rsidR="00F04C85">
        <w:t xml:space="preserve"> </w:t>
      </w:r>
      <w:r>
        <w:t>how prayers in congregation are to be carried out and what kin</w:t>
      </w:r>
      <w:r w:rsidR="000055F1">
        <w:t>d</w:t>
      </w:r>
      <w:r w:rsidR="00F04C85">
        <w:t xml:space="preserve"> </w:t>
      </w:r>
      <w:r>
        <w:t>of place is suitable for such prayers. It has also detailed th</w:t>
      </w:r>
      <w:r w:rsidR="000055F1">
        <w:t>e</w:t>
      </w:r>
      <w:r w:rsidR="00F04C85">
        <w:t xml:space="preserve"> </w:t>
      </w:r>
      <w:r>
        <w:t>characteristics of a mosque and the conditions for being an ima</w:t>
      </w:r>
      <w:r w:rsidR="000055F1">
        <w:t>m</w:t>
      </w:r>
      <w:r w:rsidR="00F04C85">
        <w:t xml:space="preserve"> </w:t>
      </w:r>
      <w:r>
        <w:t>and has stressed the obligation of the believers to interrelat</w:t>
      </w:r>
      <w:r w:rsidR="000055F1">
        <w:t>e</w:t>
      </w:r>
      <w:r w:rsidR="00F04C85">
        <w:t xml:space="preserve"> </w:t>
      </w:r>
      <w:r>
        <w:t>affectionately with one another and with the imam, and so on.</w:t>
      </w:r>
    </w:p>
    <w:p w:rsidR="00CF3F93" w:rsidRDefault="00CF3F93" w:rsidP="00CF3F93">
      <w:pPr>
        <w:pStyle w:val="libNormal"/>
      </w:pPr>
      <w:r>
        <w:t>5-Religious festivals:</w:t>
      </w:r>
    </w:p>
    <w:p w:rsidR="00CF3F93" w:rsidRDefault="00CF3F93" w:rsidP="002834FD">
      <w:pPr>
        <w:pStyle w:val="libNormal"/>
      </w:pPr>
      <w:r>
        <w:t>Joyful festivals and occasions for grief, the Hajj, visits to th</w:t>
      </w:r>
      <w:r w:rsidR="000055F1">
        <w:t>e</w:t>
      </w:r>
      <w:r w:rsidR="00F04C85">
        <w:t xml:space="preserve"> </w:t>
      </w:r>
      <w:r>
        <w:t xml:space="preserve">shrines of the Holy Prophet and the impeccable Imams: all have </w:t>
      </w:r>
      <w:r w:rsidR="000055F1">
        <w:t>a</w:t>
      </w:r>
      <w:r w:rsidR="00F04C85">
        <w:t xml:space="preserve"> </w:t>
      </w:r>
      <w:r>
        <w:t>special place in Islam and each occasion has its particula</w:t>
      </w:r>
      <w:r w:rsidR="000055F1">
        <w:t>r</w:t>
      </w:r>
      <w:r w:rsidR="00F04C85">
        <w:t xml:space="preserve"> </w:t>
      </w:r>
      <w:r>
        <w:t>character, rites and special spiritual benefits for which scholar</w:t>
      </w:r>
      <w:r w:rsidR="000055F1">
        <w:t>s</w:t>
      </w:r>
      <w:r w:rsidR="00F04C85">
        <w:t xml:space="preserve"> </w:t>
      </w:r>
      <w:r>
        <w:t>have compiled numerous works as, for instance, the Hajj of th</w:t>
      </w:r>
      <w:r w:rsidR="000055F1">
        <w:t>e</w:t>
      </w:r>
      <w:r w:rsidR="00F04C85">
        <w:t xml:space="preserve"> </w:t>
      </w:r>
      <w:r>
        <w:t>Jawahir</w:t>
      </w:r>
      <w:r w:rsidR="002834FD" w:rsidRPr="003418E0">
        <w:rPr>
          <w:rStyle w:val="libFootnotenumChar"/>
        </w:rPr>
        <w:t>68</w:t>
      </w:r>
      <w:r>
        <w:t xml:space="preserve">, </w:t>
      </w:r>
      <w:proofErr w:type="spellStart"/>
      <w:r>
        <w:t>Kamil</w:t>
      </w:r>
      <w:proofErr w:type="spellEnd"/>
      <w:r>
        <w:t xml:space="preserve"> al-ziyarat</w:t>
      </w:r>
      <w:r w:rsidR="002834FD" w:rsidRPr="003418E0">
        <w:rPr>
          <w:rStyle w:val="libFootnotenumChar"/>
        </w:rPr>
        <w:t>69</w:t>
      </w:r>
      <w:r>
        <w:t xml:space="preserve"> and the </w:t>
      </w:r>
      <w:proofErr w:type="spellStart"/>
      <w:r>
        <w:t>Mazar</w:t>
      </w:r>
      <w:proofErr w:type="spellEnd"/>
      <w:r>
        <w:t xml:space="preserve"> of the Bihar</w:t>
      </w:r>
      <w:r w:rsidR="002834FD" w:rsidRPr="003418E0">
        <w:rPr>
          <w:rStyle w:val="libFootnotenumChar"/>
        </w:rPr>
        <w:t>70</w:t>
      </w:r>
      <w:r>
        <w:t>.</w:t>
      </w:r>
    </w:p>
    <w:p w:rsidR="00CF3F93" w:rsidRDefault="00CF3F93" w:rsidP="00CF3F93">
      <w:pPr>
        <w:pStyle w:val="libNormal"/>
      </w:pPr>
      <w:r>
        <w:t>6-Employment in government service:</w:t>
      </w:r>
    </w:p>
    <w:p w:rsidR="00CF3F93" w:rsidRDefault="00CF3F93" w:rsidP="00CF3F93">
      <w:pPr>
        <w:pStyle w:val="libNormal"/>
      </w:pPr>
      <w:r>
        <w:t>I am referring here to the social aspects of such employment, tha</w:t>
      </w:r>
      <w:r w:rsidR="000055F1">
        <w:t>t</w:t>
      </w:r>
      <w:r w:rsidR="00F04C85">
        <w:t xml:space="preserve"> </w:t>
      </w:r>
      <w:r>
        <w:t>is to say what is entailed in holding a post close to th</w:t>
      </w:r>
      <w:r w:rsidR="000055F1">
        <w:t>e</w:t>
      </w:r>
      <w:r w:rsidR="00F04C85">
        <w:t xml:space="preserve"> </w:t>
      </w:r>
      <w:r>
        <w:t>government and also the qualities that a judge should possess an</w:t>
      </w:r>
      <w:r w:rsidR="000055F1">
        <w:t>d</w:t>
      </w:r>
      <w:r w:rsidR="00F04C85">
        <w:t xml:space="preserve"> </w:t>
      </w:r>
      <w:r>
        <w:t>those who work under him as well as any specific employmen</w:t>
      </w:r>
      <w:r w:rsidR="000055F1">
        <w:t>t</w:t>
      </w:r>
      <w:r w:rsidR="00F04C85">
        <w:t xml:space="preserve"> </w:t>
      </w:r>
      <w:r>
        <w:t>that directly affects the well-being of society.</w:t>
      </w:r>
    </w:p>
    <w:p w:rsidR="00CF3F93" w:rsidRDefault="00CF3F93" w:rsidP="00CF3F93">
      <w:pPr>
        <w:pStyle w:val="libNormal"/>
      </w:pPr>
      <w:r>
        <w:t>7-Social gatherings:</w:t>
      </w:r>
    </w:p>
    <w:p w:rsidR="00CF3F93" w:rsidRDefault="00CF3F93" w:rsidP="002834FD">
      <w:pPr>
        <w:pStyle w:val="libNormal"/>
      </w:pPr>
      <w:r>
        <w:t>Islam gives great importance to these from the point of view o</w:t>
      </w:r>
      <w:r w:rsidR="000055F1">
        <w:t>f</w:t>
      </w:r>
      <w:r w:rsidR="00F04C85">
        <w:t xml:space="preserve"> </w:t>
      </w:r>
      <w:r>
        <w:t>correct procedure: how best these should be conducted an</w:t>
      </w:r>
      <w:r w:rsidR="000055F1">
        <w:t>d</w:t>
      </w:r>
      <w:r w:rsidR="00F04C85">
        <w:t xml:space="preserve"> </w:t>
      </w:r>
      <w:r>
        <w:t>everything appertaining to them. One of the scholars has eve</w:t>
      </w:r>
      <w:r w:rsidR="000055F1">
        <w:t>n</w:t>
      </w:r>
      <w:r w:rsidR="00F04C85">
        <w:t xml:space="preserve"> </w:t>
      </w:r>
      <w:r>
        <w:t>written a specific treatise about this called, “The book of socia</w:t>
      </w:r>
      <w:r w:rsidR="000055F1">
        <w:t>l</w:t>
      </w:r>
      <w:r w:rsidR="00F04C85">
        <w:t xml:space="preserve"> </w:t>
      </w:r>
      <w:r>
        <w:t>relations” (</w:t>
      </w:r>
      <w:proofErr w:type="spellStart"/>
      <w:r>
        <w:t>Kitab</w:t>
      </w:r>
      <w:proofErr w:type="spellEnd"/>
      <w:r>
        <w:t xml:space="preserve"> al-‘</w:t>
      </w:r>
      <w:proofErr w:type="spellStart"/>
      <w:r>
        <w:t>Ishra</w:t>
      </w:r>
      <w:proofErr w:type="spellEnd"/>
      <w:proofErr w:type="gramStart"/>
      <w:r>
        <w:t>)</w:t>
      </w:r>
      <w:r w:rsidR="002834FD" w:rsidRPr="003418E0">
        <w:rPr>
          <w:rStyle w:val="libFootnotenumChar"/>
        </w:rPr>
        <w:t>71</w:t>
      </w:r>
      <w:proofErr w:type="gramEnd"/>
      <w:r>
        <w:t>.</w:t>
      </w:r>
    </w:p>
    <w:p w:rsidR="00CF3F93" w:rsidRDefault="00CF3F93" w:rsidP="00CF3F93">
      <w:pPr>
        <w:pStyle w:val="libNormal"/>
      </w:pPr>
      <w:r>
        <w:t>8-Army:</w:t>
      </w:r>
    </w:p>
    <w:p w:rsidR="00CF3F93" w:rsidRDefault="00CF3F93" w:rsidP="00CF3F93">
      <w:pPr>
        <w:pStyle w:val="libNormal"/>
      </w:pPr>
      <w:r>
        <w:t>From the social aspects, both when in camp and on the move:</w:t>
      </w:r>
    </w:p>
    <w:p w:rsidR="00CF3F93" w:rsidRDefault="00CF3F93" w:rsidP="002834FD">
      <w:pPr>
        <w:pStyle w:val="libNormal"/>
      </w:pPr>
      <w:proofErr w:type="gramStart"/>
      <w:r>
        <w:t>how</w:t>
      </w:r>
      <w:proofErr w:type="gramEnd"/>
      <w:r>
        <w:t xml:space="preserve"> the army should conduct itself, what is involved in th</w:t>
      </w:r>
      <w:r w:rsidR="000055F1">
        <w:t>e</w:t>
      </w:r>
      <w:r w:rsidR="00F04C85">
        <w:t xml:space="preserve"> </w:t>
      </w:r>
      <w:r>
        <w:t xml:space="preserve">army’s obeying its commander-in chief and how such </w:t>
      </w:r>
      <w:r w:rsidR="000055F1">
        <w:t>a</w:t>
      </w:r>
      <w:r w:rsidR="00F04C85">
        <w:t xml:space="preserve"> </w:t>
      </w:r>
      <w:r>
        <w:t>commander must treat his men. Islam deals with all these point</w:t>
      </w:r>
      <w:r w:rsidR="000055F1">
        <w:t>s</w:t>
      </w:r>
      <w:r w:rsidR="00F04C85">
        <w:t xml:space="preserve"> </w:t>
      </w:r>
      <w:r>
        <w:t>and a special section in jurisprudence has been allocated to the</w:t>
      </w:r>
      <w:r w:rsidR="000055F1">
        <w:t>m</w:t>
      </w:r>
      <w:r w:rsidR="00F04C85">
        <w:t xml:space="preserve"> </w:t>
      </w:r>
      <w:r>
        <w:t>called “The Book of Jihad”</w:t>
      </w:r>
      <w:r w:rsidR="002834FD" w:rsidRPr="003418E0">
        <w:rPr>
          <w:rStyle w:val="libFootnotenumChar"/>
        </w:rPr>
        <w:t>72</w:t>
      </w:r>
      <w:r>
        <w:t>.</w:t>
      </w:r>
    </w:p>
    <w:p w:rsidR="00CF3F93" w:rsidRDefault="00CF3F93" w:rsidP="00CF3F93">
      <w:pPr>
        <w:pStyle w:val="libNormal"/>
      </w:pPr>
      <w:r>
        <w:t>9-Temporary sharecropping:</w:t>
      </w:r>
    </w:p>
    <w:p w:rsidR="00CF3F93" w:rsidRDefault="00CF3F93" w:rsidP="00CF3F93">
      <w:pPr>
        <w:pStyle w:val="libNormal"/>
      </w:pPr>
      <w:r>
        <w:t>This has its own procedures, conditions and characteristics suc</w:t>
      </w:r>
      <w:r w:rsidR="000055F1">
        <w:t>h</w:t>
      </w:r>
      <w:r w:rsidR="00F04C85">
        <w:t xml:space="preserve"> </w:t>
      </w:r>
      <w:r>
        <w:t>as how contracts between the sharecroppers are retained, th</w:t>
      </w:r>
      <w:r w:rsidR="000055F1">
        <w:t>e</w:t>
      </w:r>
      <w:r w:rsidR="00F04C85">
        <w:t xml:space="preserve"> </w:t>
      </w:r>
      <w:r>
        <w:t>forms of the sharecropping contract, the share of the cultivator i</w:t>
      </w:r>
      <w:r w:rsidR="000055F1">
        <w:t>n</w:t>
      </w:r>
      <w:r w:rsidR="00F04C85">
        <w:t xml:space="preserve"> </w:t>
      </w:r>
      <w:r>
        <w:t>the farm produce, how he is employed, his rights and the rights o</w:t>
      </w:r>
      <w:r w:rsidR="000055F1">
        <w:t>f</w:t>
      </w:r>
      <w:r w:rsidR="00F04C85">
        <w:t xml:space="preserve"> </w:t>
      </w:r>
      <w:r>
        <w:t>the owner of the farm, and so on.</w:t>
      </w:r>
    </w:p>
    <w:p w:rsidR="00CF3F93" w:rsidRDefault="00CF3F93" w:rsidP="00CF3F93">
      <w:pPr>
        <w:pStyle w:val="libNormal"/>
      </w:pPr>
      <w:r>
        <w:t>10-Finally, Islam has clarified the rights of the ruler with regar</w:t>
      </w:r>
      <w:r w:rsidR="000055F1">
        <w:t>d</w:t>
      </w:r>
      <w:r w:rsidR="00F04C85">
        <w:t xml:space="preserve"> </w:t>
      </w:r>
      <w:r>
        <w:t>to the people, the rights of the people with regard to the rule</w:t>
      </w:r>
      <w:r w:rsidR="000055F1">
        <w:t>r</w:t>
      </w:r>
      <w:r w:rsidR="00F04C85">
        <w:t xml:space="preserve"> </w:t>
      </w:r>
      <w:r>
        <w:t>and the relationship which should exist between both of them.</w:t>
      </w:r>
    </w:p>
    <w:p w:rsidR="00CF3F93" w:rsidRDefault="00CF3F93" w:rsidP="00CF3F93">
      <w:pPr>
        <w:pStyle w:val="libNormal"/>
      </w:pPr>
      <w:r>
        <w:t>In short, what is called today “Sociology” has already receive</w:t>
      </w:r>
      <w:r w:rsidR="000055F1">
        <w:t>d</w:t>
      </w:r>
      <w:r w:rsidR="00F04C85">
        <w:t xml:space="preserve"> </w:t>
      </w:r>
      <w:r>
        <w:t>exhaustive treatment in Islam. Society according to Islam shoul</w:t>
      </w:r>
      <w:r w:rsidR="000055F1">
        <w:t>d</w:t>
      </w:r>
      <w:r w:rsidR="00F04C85">
        <w:t xml:space="preserve"> </w:t>
      </w:r>
      <w:r>
        <w:t>be character</w:t>
      </w:r>
      <w:r w:rsidR="00337E26">
        <w:t>ized by the following features:</w:t>
      </w:r>
    </w:p>
    <w:p w:rsidR="00CF3F93" w:rsidRDefault="00CF3F93" w:rsidP="00CF3F93">
      <w:pPr>
        <w:pStyle w:val="libNormal"/>
      </w:pPr>
      <w:r>
        <w:t>1. The promotion of a healthy state of affairs in ever</w:t>
      </w:r>
      <w:r w:rsidR="000055F1">
        <w:t>y</w:t>
      </w:r>
      <w:r w:rsidR="00F04C85">
        <w:t xml:space="preserve"> </w:t>
      </w:r>
      <w:r>
        <w:t>aspect of life.</w:t>
      </w:r>
    </w:p>
    <w:p w:rsidR="00CF3F93" w:rsidRDefault="00CF3F93" w:rsidP="00CF3F93">
      <w:pPr>
        <w:pStyle w:val="libNormal"/>
      </w:pPr>
      <w:r>
        <w:t>2. Total mutual trust throughout society.</w:t>
      </w:r>
    </w:p>
    <w:p w:rsidR="00CF3F93" w:rsidRDefault="00CF3F93" w:rsidP="00CF3F93">
      <w:pPr>
        <w:pStyle w:val="libNormal"/>
      </w:pPr>
      <w:r>
        <w:t xml:space="preserve">3. The greatest degree of </w:t>
      </w:r>
      <w:proofErr w:type="spellStart"/>
      <w:r>
        <w:t>tranquillity</w:t>
      </w:r>
      <w:proofErr w:type="spellEnd"/>
      <w:r>
        <w:t xml:space="preserve"> and calm.</w:t>
      </w:r>
    </w:p>
    <w:p w:rsidR="00CF3F93" w:rsidRDefault="00CF3F93" w:rsidP="00CF3F93">
      <w:pPr>
        <w:pStyle w:val="libNormal"/>
      </w:pPr>
      <w:r>
        <w:t xml:space="preserve">This is thanks to the vitality and reasonableness of the </w:t>
      </w:r>
      <w:proofErr w:type="spellStart"/>
      <w:r>
        <w:t>programm</w:t>
      </w:r>
      <w:r w:rsidR="000055F1">
        <w:t>e</w:t>
      </w:r>
      <w:proofErr w:type="spellEnd"/>
      <w:r w:rsidR="00F04C85">
        <w:t xml:space="preserve"> </w:t>
      </w:r>
      <w:r>
        <w:t>which Islam has drawn up in detail for human society and whic</w:t>
      </w:r>
      <w:r w:rsidR="000055F1">
        <w:t>h</w:t>
      </w:r>
      <w:r w:rsidR="00F04C85">
        <w:t xml:space="preserve"> </w:t>
      </w:r>
      <w:r>
        <w:t>has to be put into practice if what is desired is a life of well-bein</w:t>
      </w:r>
      <w:r w:rsidR="000055F1">
        <w:t>g</w:t>
      </w:r>
      <w:r w:rsidR="00F04C85">
        <w:t xml:space="preserve"> </w:t>
      </w:r>
      <w:r>
        <w:t>and happiness.</w:t>
      </w:r>
    </w:p>
    <w:p w:rsidR="00CF3F93" w:rsidRDefault="00CF3F93" w:rsidP="00146845">
      <w:pPr>
        <w:pStyle w:val="libNormal"/>
      </w:pPr>
      <w:r>
        <w:br w:type="page"/>
      </w:r>
    </w:p>
    <w:p w:rsidR="00CF3F93" w:rsidRDefault="00CF3F93" w:rsidP="00146845">
      <w:pPr>
        <w:pStyle w:val="Heading1Center"/>
      </w:pPr>
      <w:bookmarkStart w:id="72" w:name="_Toc496784728"/>
      <w:r>
        <w:lastRenderedPageBreak/>
        <w:t>13-ISLAMIC RULINGS</w:t>
      </w:r>
      <w:bookmarkEnd w:id="72"/>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Has Islam designed special laws for the people with regard to th</w:t>
      </w:r>
      <w:r w:rsidR="000055F1">
        <w:t>e</w:t>
      </w:r>
      <w:r w:rsidR="00F04C85">
        <w:t xml:space="preserve"> </w:t>
      </w:r>
      <w:r>
        <w:t>diverse aspects of their lives?</w:t>
      </w:r>
    </w:p>
    <w:p w:rsidR="00CF3F93" w:rsidRPr="008B697D" w:rsidRDefault="00CF3F93" w:rsidP="00CF3F93">
      <w:pPr>
        <w:pStyle w:val="libNormal"/>
        <w:rPr>
          <w:rStyle w:val="libBold1Char"/>
        </w:rPr>
      </w:pPr>
      <w:r w:rsidRPr="008B697D">
        <w:rPr>
          <w:rStyle w:val="libBold1Char"/>
        </w:rPr>
        <w:t>Answer:</w:t>
      </w:r>
    </w:p>
    <w:p w:rsidR="00CF3F93" w:rsidRDefault="00CF3F93" w:rsidP="002834FD">
      <w:pPr>
        <w:pStyle w:val="libNormal"/>
      </w:pPr>
      <w:r>
        <w:t>Yes, for every situation Islam has designed a law which i</w:t>
      </w:r>
      <w:r w:rsidR="000055F1">
        <w:t>s</w:t>
      </w:r>
      <w:r w:rsidR="00F04C85">
        <w:t xml:space="preserve"> </w:t>
      </w:r>
      <w:r>
        <w:t>precise, succinct and appropriate to the highest degree. So Isla</w:t>
      </w:r>
      <w:r w:rsidR="000055F1">
        <w:t>m</w:t>
      </w:r>
      <w:r w:rsidR="00F04C85">
        <w:t xml:space="preserve"> </w:t>
      </w:r>
      <w:r>
        <w:t>abounds in laws which have a direct bearing on the various stage</w:t>
      </w:r>
      <w:r w:rsidR="000055F1">
        <w:t>s</w:t>
      </w:r>
      <w:r w:rsidR="00F04C85">
        <w:t xml:space="preserve"> </w:t>
      </w:r>
      <w:r>
        <w:t>of a person’s life. To prove this you only have to peruse th</w:t>
      </w:r>
      <w:r w:rsidR="000055F1">
        <w:t>e</w:t>
      </w:r>
      <w:r w:rsidR="00F04C85">
        <w:t xml:space="preserve"> </w:t>
      </w:r>
      <w:proofErr w:type="spellStart"/>
      <w:r>
        <w:t>Jawahir</w:t>
      </w:r>
      <w:proofErr w:type="spellEnd"/>
      <w:r>
        <w:t xml:space="preserve"> al-</w:t>
      </w:r>
      <w:proofErr w:type="spellStart"/>
      <w:r>
        <w:t>kalam</w:t>
      </w:r>
      <w:proofErr w:type="spellEnd"/>
      <w:r>
        <w:t xml:space="preserve"> in jurisprudence</w:t>
      </w:r>
      <w:r w:rsidR="002834FD" w:rsidRPr="003418E0">
        <w:rPr>
          <w:rStyle w:val="libFootnotenumChar"/>
        </w:rPr>
        <w:t>73</w:t>
      </w:r>
      <w:r>
        <w:t xml:space="preserve"> which contains almost 60,000</w:t>
      </w:r>
    </w:p>
    <w:p w:rsidR="00CF3F93" w:rsidRDefault="00CF3F93" w:rsidP="00CF3F93">
      <w:pPr>
        <w:pStyle w:val="libNormal"/>
      </w:pPr>
      <w:proofErr w:type="gramStart"/>
      <w:r>
        <w:t>edicts</w:t>
      </w:r>
      <w:proofErr w:type="gramEnd"/>
      <w:r>
        <w:t>, all accompanied by the evidence that they have bee</w:t>
      </w:r>
      <w:r w:rsidR="000055F1">
        <w:t>n</w:t>
      </w:r>
      <w:r w:rsidR="00F04C85">
        <w:t xml:space="preserve"> </w:t>
      </w:r>
      <w:r>
        <w:t xml:space="preserve">extracted from the following sources: the Holy Qur’an, the </w:t>
      </w:r>
      <w:proofErr w:type="spellStart"/>
      <w:r>
        <w:t>sunna</w:t>
      </w:r>
      <w:proofErr w:type="spellEnd"/>
      <w:r w:rsidR="000055F1">
        <w:t>,</w:t>
      </w:r>
      <w:r w:rsidR="00F04C85">
        <w:t xml:space="preserve"> </w:t>
      </w:r>
      <w:r>
        <w:t>the consensus of the religious scholars and man’s reason.</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Please give examples of some of the principle sections unde</w:t>
      </w:r>
      <w:r w:rsidR="000055F1">
        <w:t>r</w:t>
      </w:r>
      <w:r w:rsidR="00F04C85">
        <w:t xml:space="preserve"> </w:t>
      </w:r>
      <w:r>
        <w:t>which Islamic laws are classified with regard to different aspect</w:t>
      </w:r>
      <w:r w:rsidR="000055F1">
        <w:t>s</w:t>
      </w:r>
      <w:r w:rsidR="00F04C85">
        <w:t xml:space="preserve"> </w:t>
      </w:r>
      <w:r>
        <w:t>of life.</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They are numerous, for example laws relating to:</w:t>
      </w:r>
    </w:p>
    <w:p w:rsidR="00CF3F93" w:rsidRDefault="00CF3F93" w:rsidP="00CF3F93">
      <w:pPr>
        <w:pStyle w:val="libNormal"/>
      </w:pPr>
      <w:r>
        <w:t>1. Transactions between people such as selling, buying</w:t>
      </w:r>
      <w:r w:rsidR="000055F1">
        <w:t>,</w:t>
      </w:r>
      <w:r w:rsidR="00F04C85">
        <w:t xml:space="preserve"> </w:t>
      </w:r>
      <w:r>
        <w:t>giving a security, renting out and letting.</w:t>
      </w:r>
    </w:p>
    <w:p w:rsidR="00CF3F93" w:rsidRDefault="00CF3F93" w:rsidP="00CF3F93">
      <w:pPr>
        <w:pStyle w:val="libNormal"/>
      </w:pPr>
      <w:r>
        <w:t>2. Farming matters relating to the land itself, agricultur</w:t>
      </w:r>
      <w:r w:rsidR="000055F1">
        <w:t>e</w:t>
      </w:r>
      <w:r w:rsidR="00F04C85">
        <w:t xml:space="preserve"> </w:t>
      </w:r>
      <w:r>
        <w:t>and irrigation channels.</w:t>
      </w:r>
    </w:p>
    <w:p w:rsidR="00CF3F93" w:rsidRDefault="00CF3F93" w:rsidP="00CF3F93">
      <w:pPr>
        <w:pStyle w:val="libNormal"/>
      </w:pPr>
      <w:r>
        <w:t>3. Legal matters such as those concerning judges</w:t>
      </w:r>
      <w:r w:rsidR="000055F1">
        <w:t>,</w:t>
      </w:r>
      <w:r w:rsidR="00F04C85">
        <w:t xml:space="preserve"> </w:t>
      </w:r>
      <w:r>
        <w:t>witnesses, advocacy, reconciliation and an individual’</w:t>
      </w:r>
      <w:r w:rsidR="000055F1">
        <w:t>s</w:t>
      </w:r>
      <w:r w:rsidR="00F04C85">
        <w:t xml:space="preserve"> </w:t>
      </w:r>
      <w:r>
        <w:t>rights.</w:t>
      </w:r>
    </w:p>
    <w:p w:rsidR="00CF3F93" w:rsidRDefault="00CF3F93" w:rsidP="00CF3F93">
      <w:pPr>
        <w:pStyle w:val="libNormal"/>
      </w:pPr>
      <w:r>
        <w:t>4. Personal affairs like marriage, divorce, separation</w:t>
      </w:r>
      <w:r w:rsidR="000055F1">
        <w:t>,</w:t>
      </w:r>
      <w:r w:rsidR="00F04C85">
        <w:t xml:space="preserve"> </w:t>
      </w:r>
      <w:r>
        <w:t>inheritance and making a will.</w:t>
      </w:r>
    </w:p>
    <w:p w:rsidR="00CF3F93" w:rsidRDefault="00CF3F93" w:rsidP="00CF3F93">
      <w:pPr>
        <w:pStyle w:val="libNormal"/>
      </w:pPr>
      <w:r>
        <w:t>5. Criminal offences like punishment, the death penalt</w:t>
      </w:r>
      <w:r w:rsidR="000055F1">
        <w:t>y</w:t>
      </w:r>
      <w:r w:rsidR="00F04C85">
        <w:t xml:space="preserve"> </w:t>
      </w:r>
      <w:r>
        <w:t>(judicial retaliation) and the payment of blood money.</w:t>
      </w:r>
    </w:p>
    <w:p w:rsidR="00CF3F93" w:rsidRDefault="00CF3F93" w:rsidP="00CF3F93">
      <w:pPr>
        <w:pStyle w:val="libNormal"/>
      </w:pPr>
      <w:r>
        <w:t>6. Surety, getting a loan, deposits, bank drafts and so on.</w:t>
      </w:r>
    </w:p>
    <w:p w:rsidR="00CF3F93" w:rsidRDefault="00CF3F93" w:rsidP="00CF3F93">
      <w:pPr>
        <w:pStyle w:val="libNormal"/>
      </w:pPr>
      <w:r>
        <w:t>7. Peace and war, treaties and all that concerns the affair</w:t>
      </w:r>
      <w:r w:rsidR="000055F1">
        <w:t>s</w:t>
      </w:r>
      <w:r w:rsidR="00F04C85">
        <w:t xml:space="preserve"> </w:t>
      </w:r>
      <w:r>
        <w:t>of the state.</w:t>
      </w:r>
    </w:p>
    <w:p w:rsidR="00CF3F93" w:rsidRDefault="00CF3F93" w:rsidP="00CF3F93">
      <w:pPr>
        <w:pStyle w:val="libNormal"/>
      </w:pPr>
      <w:r>
        <w:t>8. Several categories not mentioned above but which hav</w:t>
      </w:r>
      <w:r w:rsidR="000055F1">
        <w:t>e</w:t>
      </w:r>
      <w:r w:rsidR="00F04C85">
        <w:t xml:space="preserve"> </w:t>
      </w:r>
      <w:r>
        <w:t>a direct bearing on the life of an individual.</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is it possible that these laws which were formulated mor</w:t>
      </w:r>
      <w:r w:rsidR="000055F1">
        <w:t>e</w:t>
      </w:r>
      <w:r w:rsidR="00F04C85">
        <w:t xml:space="preserve"> </w:t>
      </w:r>
      <w:r>
        <w:t>than fourteen centuries ago meet the needs and problems o</w:t>
      </w:r>
      <w:r w:rsidR="000055F1">
        <w:t>f</w:t>
      </w:r>
      <w:r w:rsidR="00F04C85">
        <w:t xml:space="preserve"> </w:t>
      </w:r>
      <w:r>
        <w:t>today?</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We have already said that Islam is the religion that the God of th</w:t>
      </w:r>
      <w:r w:rsidR="000055F1">
        <w:t>e</w:t>
      </w:r>
      <w:r w:rsidR="00F04C85">
        <w:t xml:space="preserve"> </w:t>
      </w:r>
      <w:r>
        <w:t>Universe has sent down so that it may be for all time the religio</w:t>
      </w:r>
      <w:r w:rsidR="000055F1">
        <w:t>n</w:t>
      </w:r>
      <w:r w:rsidR="00F04C85">
        <w:t xml:space="preserve"> </w:t>
      </w:r>
      <w:r>
        <w:t>of mankind and the way man should live his life. God i</w:t>
      </w:r>
      <w:r w:rsidR="000055F1">
        <w:t>s</w:t>
      </w:r>
      <w:r w:rsidR="00F04C85">
        <w:t xml:space="preserve"> </w:t>
      </w:r>
      <w:r>
        <w:t>omniscient and if man-made legal systems take into account th</w:t>
      </w:r>
      <w:r w:rsidR="000055F1">
        <w:t>e</w:t>
      </w:r>
      <w:r w:rsidR="00F04C85">
        <w:t xml:space="preserve"> </w:t>
      </w:r>
      <w:r>
        <w:t>development of the human race, its progress and possibl</w:t>
      </w:r>
      <w:r w:rsidR="000055F1">
        <w:t>e</w:t>
      </w:r>
      <w:r w:rsidR="00F04C85">
        <w:t xml:space="preserve"> </w:t>
      </w:r>
      <w:r>
        <w:t xml:space="preserve">requirements in the future, </w:t>
      </w:r>
      <w:proofErr w:type="gramStart"/>
      <w:r>
        <w:t>then</w:t>
      </w:r>
      <w:proofErr w:type="gramEnd"/>
      <w:r>
        <w:t xml:space="preserve"> is it not more fitting for God t</w:t>
      </w:r>
      <w:r w:rsidR="000055F1">
        <w:t>o</w:t>
      </w:r>
      <w:r w:rsidR="00F04C85">
        <w:t xml:space="preserve"> </w:t>
      </w:r>
      <w:r>
        <w:t>do the same with regard to His laws?</w:t>
      </w:r>
    </w:p>
    <w:p w:rsidR="00CF3F93" w:rsidRDefault="00CF3F93" w:rsidP="00CF3F93">
      <w:pPr>
        <w:pStyle w:val="libNormal"/>
      </w:pPr>
      <w:r>
        <w:t>In addition to what has already been said, laws are of two kinds:</w:t>
      </w:r>
    </w:p>
    <w:p w:rsidR="00CF3F93" w:rsidRDefault="00CF3F93" w:rsidP="00CF3F93">
      <w:pPr>
        <w:pStyle w:val="libNormal"/>
      </w:pPr>
      <w:r>
        <w:t>laws of a specific nature and which are never ever subject t</w:t>
      </w:r>
      <w:r w:rsidR="000055F1">
        <w:t>o</w:t>
      </w:r>
      <w:r w:rsidR="00F04C85">
        <w:t xml:space="preserve"> </w:t>
      </w:r>
      <w:r>
        <w:t>change, such as “alcoholic drink is forbidden”; laws which set ou</w:t>
      </w:r>
      <w:r w:rsidR="000055F1">
        <w:t>t</w:t>
      </w:r>
      <w:r w:rsidR="00F04C85">
        <w:t xml:space="preserve"> </w:t>
      </w:r>
      <w:r>
        <w:t>a general principle which can be applied at any time or in an</w:t>
      </w:r>
      <w:r w:rsidR="000055F1">
        <w:t>y</w:t>
      </w:r>
      <w:r w:rsidR="00F04C85">
        <w:t xml:space="preserve"> </w:t>
      </w:r>
      <w:r>
        <w:t>place such as the law that “anything which is capable o</w:t>
      </w:r>
      <w:r w:rsidR="000055F1">
        <w:t>f</w:t>
      </w:r>
      <w:r w:rsidR="00F04C85">
        <w:t xml:space="preserve"> </w:t>
      </w:r>
      <w:r>
        <w:t>producing intoxication is forbidden”.</w:t>
      </w:r>
    </w:p>
    <w:p w:rsidR="00CF3F93" w:rsidRDefault="00CF3F93" w:rsidP="00CF3F93">
      <w:pPr>
        <w:pStyle w:val="libNormal"/>
      </w:pPr>
      <w:r>
        <w:lastRenderedPageBreak/>
        <w:t>Any development or problem we encounter in today’s world, i</w:t>
      </w:r>
      <w:r w:rsidR="000055F1">
        <w:t>f</w:t>
      </w:r>
      <w:r w:rsidR="00F04C85">
        <w:t xml:space="preserve"> </w:t>
      </w:r>
      <w:r>
        <w:t>not covered by a specific law, undoubtedly will fall within th</w:t>
      </w:r>
      <w:r w:rsidR="000055F1">
        <w:t>e</w:t>
      </w:r>
      <w:r w:rsidR="00F04C85">
        <w:t xml:space="preserve"> </w:t>
      </w:r>
      <w:r>
        <w:t>scope of a law which enunciates a general principle, which is the</w:t>
      </w:r>
      <w:r w:rsidR="000055F1">
        <w:t>n</w:t>
      </w:r>
      <w:r w:rsidR="00F04C85">
        <w:t xml:space="preserve"> </w:t>
      </w:r>
      <w:r>
        <w:t>applied to the issue in question either sanctioning it o</w:t>
      </w:r>
      <w:r w:rsidR="000055F1">
        <w:t>r</w:t>
      </w:r>
      <w:r w:rsidR="00F04C85">
        <w:t xml:space="preserve"> </w:t>
      </w:r>
      <w:r>
        <w:t>disallowing it.</w:t>
      </w:r>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Can you give proof of what you have just said with regard t</w:t>
      </w:r>
      <w:r w:rsidR="000055F1">
        <w:t>o</w:t>
      </w:r>
      <w:r w:rsidR="00F04C85">
        <w:t xml:space="preserve"> </w:t>
      </w:r>
      <w:r>
        <w:t>banks, insurance and arming a country with nuclear weapons?</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Anyone who has a thorough grounding in the bases of Islami</w:t>
      </w:r>
      <w:r w:rsidR="000055F1">
        <w:t>c</w:t>
      </w:r>
      <w:r w:rsidR="00F04C85">
        <w:t xml:space="preserve"> </w:t>
      </w:r>
      <w:r>
        <w:t>jurisprudence (</w:t>
      </w:r>
      <w:proofErr w:type="spellStart"/>
      <w:r>
        <w:t>usul</w:t>
      </w:r>
      <w:proofErr w:type="spellEnd"/>
      <w:r>
        <w:t xml:space="preserve"> al-</w:t>
      </w:r>
      <w:proofErr w:type="spellStart"/>
      <w:r>
        <w:t>fiqh</w:t>
      </w:r>
      <w:proofErr w:type="spellEnd"/>
      <w:r>
        <w:t>) could answer this question.</w:t>
      </w:r>
    </w:p>
    <w:p w:rsidR="00CF3F93" w:rsidRDefault="00CF3F93" w:rsidP="00CF3F93">
      <w:pPr>
        <w:pStyle w:val="libNormal"/>
      </w:pPr>
      <w:r>
        <w:t>1. A bank is tantamount to a place where a number o</w:t>
      </w:r>
      <w:r w:rsidR="000055F1">
        <w:t>f</w:t>
      </w:r>
      <w:r w:rsidR="00F04C85">
        <w:t xml:space="preserve"> </w:t>
      </w:r>
      <w:r>
        <w:t>separate activities take place concerning which, Isla</w:t>
      </w:r>
      <w:r w:rsidR="000055F1">
        <w:t>m</w:t>
      </w:r>
      <w:r w:rsidR="00F04C85">
        <w:t xml:space="preserve"> </w:t>
      </w:r>
      <w:r>
        <w:t>has clarified its own position and for each of which it ha</w:t>
      </w:r>
      <w:r w:rsidR="000055F1">
        <w:t>s</w:t>
      </w:r>
      <w:r w:rsidR="00F04C85">
        <w:t xml:space="preserve"> </w:t>
      </w:r>
      <w:r>
        <w:t>set out a specific law. Such activities include ban</w:t>
      </w:r>
      <w:r w:rsidR="000055F1">
        <w:t>k</w:t>
      </w:r>
      <w:r w:rsidR="00F04C85">
        <w:t xml:space="preserve"> </w:t>
      </w:r>
      <w:r>
        <w:t>drafts, loans, business transactions, deposits and usury.</w:t>
      </w:r>
    </w:p>
    <w:p w:rsidR="00CF3F93" w:rsidRDefault="00CF3F93" w:rsidP="00CF3F93">
      <w:pPr>
        <w:pStyle w:val="libNormal"/>
      </w:pPr>
      <w:r>
        <w:t>2. Insurance is covered by God’s words in the Holy Qur’an</w:t>
      </w:r>
      <w:r w:rsidR="000055F1">
        <w:t>,</w:t>
      </w:r>
      <w:r w:rsidR="00F04C85">
        <w:t xml:space="preserve"> </w:t>
      </w:r>
      <w:r>
        <w:t>“O you who believe, fulfill [your] contracts</w:t>
      </w:r>
      <w:proofErr w:type="gramStart"/>
      <w:r>
        <w:t>”[</w:t>
      </w:r>
      <w:proofErr w:type="gramEnd"/>
      <w:r>
        <w:t>5: 1] an</w:t>
      </w:r>
      <w:r w:rsidR="000055F1">
        <w:t>d</w:t>
      </w:r>
      <w:r w:rsidR="00F04C85">
        <w:t xml:space="preserve"> </w:t>
      </w:r>
      <w:r>
        <w:t>because insurance does not have any forbidden element</w:t>
      </w:r>
      <w:r w:rsidR="000055F1">
        <w:t>,</w:t>
      </w:r>
      <w:r w:rsidR="00F04C85">
        <w:t xml:space="preserve"> </w:t>
      </w:r>
      <w:r>
        <w:t>it will be covered accordingly by this principle.</w:t>
      </w:r>
    </w:p>
    <w:p w:rsidR="00CF3F93" w:rsidRDefault="00CF3F93" w:rsidP="00CF3F93">
      <w:pPr>
        <w:pStyle w:val="libNormal"/>
      </w:pPr>
      <w:r>
        <w:t>3. An Islamic state arming itself with nuclear weapons, o</w:t>
      </w:r>
      <w:r w:rsidR="000055F1">
        <w:t>n</w:t>
      </w:r>
      <w:r w:rsidR="00F04C85">
        <w:t xml:space="preserve"> </w:t>
      </w:r>
      <w:r>
        <w:t xml:space="preserve">condition that they are for </w:t>
      </w:r>
      <w:proofErr w:type="spellStart"/>
      <w:r>
        <w:t>defence</w:t>
      </w:r>
      <w:proofErr w:type="spellEnd"/>
      <w:r>
        <w:t>, is covered by God’</w:t>
      </w:r>
      <w:r w:rsidR="000055F1">
        <w:t>s</w:t>
      </w:r>
      <w:r w:rsidR="00F04C85">
        <w:t xml:space="preserve"> </w:t>
      </w:r>
      <w:r>
        <w:t>words, “And make ready against them what force yo</w:t>
      </w:r>
      <w:r w:rsidR="000055F1">
        <w:t>u</w:t>
      </w:r>
      <w:r w:rsidR="00F04C85">
        <w:t xml:space="preserve"> </w:t>
      </w:r>
      <w:r>
        <w:t>can [muster]</w:t>
      </w:r>
      <w:proofErr w:type="gramStart"/>
      <w:r>
        <w:t>”[</w:t>
      </w:r>
      <w:proofErr w:type="gramEnd"/>
      <w:r>
        <w:t>8: 60].</w:t>
      </w:r>
    </w:p>
    <w:p w:rsidR="00CF3F93" w:rsidRDefault="00CF3F93" w:rsidP="00CF3F93">
      <w:pPr>
        <w:pStyle w:val="libNormal"/>
      </w:pPr>
      <w:r>
        <w:t>Numerous other examples can be given where Islami</w:t>
      </w:r>
      <w:r w:rsidR="000055F1">
        <w:t>c</w:t>
      </w:r>
      <w:r w:rsidR="00F04C85">
        <w:t xml:space="preserve"> </w:t>
      </w:r>
      <w:r>
        <w:t>jurisprudence can be applied to modern developments an</w:t>
      </w:r>
      <w:r w:rsidR="000055F1">
        <w:t>d</w:t>
      </w:r>
      <w:r w:rsidR="00F04C85">
        <w:t xml:space="preserve"> </w:t>
      </w:r>
      <w:r>
        <w:t>phenomena.</w:t>
      </w:r>
    </w:p>
    <w:p w:rsidR="00CF3F93" w:rsidRDefault="00CF3F93" w:rsidP="00146845">
      <w:pPr>
        <w:pStyle w:val="libNormal"/>
      </w:pPr>
      <w:r>
        <w:br w:type="page"/>
      </w:r>
    </w:p>
    <w:p w:rsidR="00CF3F93" w:rsidRDefault="00CF3F93" w:rsidP="00146845">
      <w:pPr>
        <w:pStyle w:val="Heading1Center"/>
      </w:pPr>
      <w:bookmarkStart w:id="73" w:name="_Toc496784729"/>
      <w:r>
        <w:lastRenderedPageBreak/>
        <w:t>14-A LIFE OF HAPPINESS UNDER THE BANNER OF ISLAM</w:t>
      </w:r>
      <w:bookmarkEnd w:id="73"/>
    </w:p>
    <w:p w:rsidR="00CF3F93" w:rsidRPr="008B697D" w:rsidRDefault="00CF3F93" w:rsidP="00CF3F93">
      <w:pPr>
        <w:pStyle w:val="libNormal"/>
        <w:rPr>
          <w:rStyle w:val="libBold1Char"/>
        </w:rPr>
      </w:pPr>
      <w:r w:rsidRPr="008B697D">
        <w:rPr>
          <w:rStyle w:val="libBold1Char"/>
        </w:rPr>
        <w:t>Question:</w:t>
      </w:r>
    </w:p>
    <w:p w:rsidR="00CF3F93" w:rsidRDefault="00CF3F93" w:rsidP="00CF3F93">
      <w:pPr>
        <w:pStyle w:val="libNormal"/>
      </w:pPr>
      <w:r>
        <w:t>How can a happy life be found best within Islam?</w:t>
      </w:r>
    </w:p>
    <w:p w:rsidR="00CF3F93" w:rsidRPr="008B697D" w:rsidRDefault="00CF3F93" w:rsidP="00CF3F93">
      <w:pPr>
        <w:pStyle w:val="libNormal"/>
        <w:rPr>
          <w:rStyle w:val="libBold1Char"/>
        </w:rPr>
      </w:pPr>
      <w:r w:rsidRPr="008B697D">
        <w:rPr>
          <w:rStyle w:val="libBold1Char"/>
        </w:rPr>
        <w:t>Answer:</w:t>
      </w:r>
    </w:p>
    <w:p w:rsidR="00CF3F93" w:rsidRDefault="00CF3F93" w:rsidP="00CF3F93">
      <w:pPr>
        <w:pStyle w:val="libNormal"/>
      </w:pPr>
      <w:r>
        <w:t>This is clear from the previous chapters of this book but suffice i</w:t>
      </w:r>
      <w:r w:rsidR="000055F1">
        <w:t>t</w:t>
      </w:r>
      <w:r w:rsidR="00F04C85">
        <w:t xml:space="preserve"> </w:t>
      </w:r>
      <w:r>
        <w:t>here to summarize what Islam can provide if Islam is actuall</w:t>
      </w:r>
      <w:r w:rsidR="000055F1">
        <w:t>y</w:t>
      </w:r>
      <w:r w:rsidR="00F04C85">
        <w:t xml:space="preserve"> </w:t>
      </w:r>
      <w:r>
        <w:t>applied:</w:t>
      </w:r>
    </w:p>
    <w:p w:rsidR="00CF3F93" w:rsidRDefault="00CF3F93" w:rsidP="00CF3F93">
      <w:pPr>
        <w:pStyle w:val="libNormal"/>
      </w:pPr>
      <w:r>
        <w:t>1. A faith devoid of superstition, humbug, exaggeration an</w:t>
      </w:r>
      <w:r w:rsidR="000055F1">
        <w:t>d</w:t>
      </w:r>
      <w:r w:rsidR="00F04C85">
        <w:t xml:space="preserve"> </w:t>
      </w:r>
      <w:r>
        <w:t>aberration and which is consistent with man’s innat</w:t>
      </w:r>
      <w:r w:rsidR="000055F1">
        <w:t>e</w:t>
      </w:r>
      <w:r w:rsidR="00F04C85">
        <w:t xml:space="preserve"> </w:t>
      </w:r>
      <w:r>
        <w:t>disposition and capable of clear demonstration.</w:t>
      </w:r>
    </w:p>
    <w:p w:rsidR="00CF3F93" w:rsidRDefault="00CF3F93" w:rsidP="00CF3F93">
      <w:pPr>
        <w:pStyle w:val="libNormal"/>
      </w:pPr>
      <w:r>
        <w:t>2. A spirit which is free from malice, spite, enmity an</w:t>
      </w:r>
      <w:r w:rsidR="000055F1">
        <w:t>d</w:t>
      </w:r>
      <w:r w:rsidR="00F04C85">
        <w:t xml:space="preserve"> </w:t>
      </w:r>
      <w:r>
        <w:t>other unpleasant traits and which possesses the qualitie</w:t>
      </w:r>
      <w:r w:rsidR="000055F1">
        <w:t>s</w:t>
      </w:r>
      <w:r w:rsidR="00F04C85">
        <w:t xml:space="preserve"> </w:t>
      </w:r>
      <w:r>
        <w:t>of equilibrium, serenity, inner composure and justice.</w:t>
      </w:r>
    </w:p>
    <w:p w:rsidR="00CF3F93" w:rsidRDefault="00CF3F93" w:rsidP="00CF3F93">
      <w:pPr>
        <w:pStyle w:val="libNormal"/>
      </w:pPr>
      <w:r>
        <w:t>3. A society which benefits from the world’s resource</w:t>
      </w:r>
      <w:r w:rsidR="000055F1">
        <w:t>s</w:t>
      </w:r>
      <w:r w:rsidR="00F04C85">
        <w:t xml:space="preserve"> </w:t>
      </w:r>
      <w:r>
        <w:t>whether they be in the earth, the sea or the air and wher</w:t>
      </w:r>
      <w:r w:rsidR="000055F1">
        <w:t>e</w:t>
      </w:r>
      <w:r w:rsidR="00F04C85">
        <w:t xml:space="preserve"> </w:t>
      </w:r>
      <w:r>
        <w:t>such resources are distributed fairly without prejudice</w:t>
      </w:r>
      <w:r w:rsidR="000055F1">
        <w:t>,</w:t>
      </w:r>
      <w:r w:rsidR="00F04C85">
        <w:t xml:space="preserve"> </w:t>
      </w:r>
      <w:r>
        <w:t>without enriching one race at the expense of another.</w:t>
      </w:r>
    </w:p>
    <w:p w:rsidR="00CF3F93" w:rsidRDefault="00CF3F93" w:rsidP="00CF3F93">
      <w:pPr>
        <w:pStyle w:val="libNormal"/>
      </w:pPr>
      <w:r>
        <w:t>4. Knowledge and good health, material well-being, work</w:t>
      </w:r>
      <w:r w:rsidR="000055F1">
        <w:t>,</w:t>
      </w:r>
      <w:r w:rsidR="00F04C85">
        <w:t xml:space="preserve"> </w:t>
      </w:r>
      <w:r>
        <w:t xml:space="preserve">civilized development and the promotion of virtue, as </w:t>
      </w:r>
      <w:r w:rsidR="000055F1">
        <w:t>a</w:t>
      </w:r>
      <w:r w:rsidR="00F04C85">
        <w:t xml:space="preserve"> </w:t>
      </w:r>
      <w:r>
        <w:t>result of which ignorance, illness, poverty, vice, crime</w:t>
      </w:r>
      <w:r w:rsidR="000055F1">
        <w:t>,</w:t>
      </w:r>
      <w:r w:rsidR="00F04C85">
        <w:t xml:space="preserve"> </w:t>
      </w:r>
      <w:r>
        <w:t>unemployment and decadence will cease to exist.</w:t>
      </w:r>
    </w:p>
    <w:p w:rsidR="00CF3F93" w:rsidRDefault="00CF3F93" w:rsidP="00B416A2">
      <w:pPr>
        <w:pStyle w:val="libNormal"/>
      </w:pPr>
      <w:r>
        <w:t>5. Abundant freedom and giving mankind a sense o</w:t>
      </w:r>
      <w:r w:rsidR="000055F1">
        <w:t>f</w:t>
      </w:r>
      <w:r w:rsidR="00F04C85">
        <w:t xml:space="preserve"> </w:t>
      </w:r>
      <w:r>
        <w:t>dignity and in this context we mention the words of th</w:t>
      </w:r>
      <w:r w:rsidR="000055F1">
        <w:t>e</w:t>
      </w:r>
      <w:r w:rsidR="00F04C85">
        <w:t xml:space="preserve"> </w:t>
      </w:r>
      <w:r>
        <w:t>Almighty in the Holy Qur’an: “And indeed We hav</w:t>
      </w:r>
      <w:r w:rsidR="000055F1">
        <w:t>e</w:t>
      </w:r>
      <w:r w:rsidR="00F04C85">
        <w:t xml:space="preserve"> </w:t>
      </w:r>
      <w:proofErr w:type="spellStart"/>
      <w:r>
        <w:t>honoured</w:t>
      </w:r>
      <w:proofErr w:type="spellEnd"/>
      <w:r>
        <w:t xml:space="preserve"> the children of Adam, and We have carrie</w:t>
      </w:r>
      <w:r w:rsidR="000055F1">
        <w:t>d</w:t>
      </w:r>
      <w:r w:rsidR="00F04C85">
        <w:t xml:space="preserve"> </w:t>
      </w:r>
      <w:r>
        <w:t>them on land and sea, and have nourished them with [all]</w:t>
      </w:r>
      <w:r w:rsidR="00B416A2">
        <w:t xml:space="preserve"> </w:t>
      </w:r>
      <w:r>
        <w:t>good things and have preferred them over much We hav</w:t>
      </w:r>
      <w:r w:rsidR="000055F1">
        <w:t>e</w:t>
      </w:r>
      <w:r w:rsidR="00F04C85">
        <w:t xml:space="preserve"> </w:t>
      </w:r>
      <w:r>
        <w:t>created, with a marked preference</w:t>
      </w:r>
      <w:proofErr w:type="gramStart"/>
      <w:r>
        <w:t>”[</w:t>
      </w:r>
      <w:proofErr w:type="gramEnd"/>
      <w:r>
        <w:t>17: 70].</w:t>
      </w:r>
    </w:p>
    <w:p w:rsidR="00CF3F93" w:rsidRDefault="00CF3F93" w:rsidP="00CF3F93">
      <w:pPr>
        <w:pStyle w:val="libNormal"/>
      </w:pPr>
      <w:r>
        <w:t>And in numerous verses in the Holy Qur’an we read tha</w:t>
      </w:r>
      <w:r w:rsidR="000055F1">
        <w:t>t</w:t>
      </w:r>
      <w:r w:rsidR="00F04C85">
        <w:t xml:space="preserve"> </w:t>
      </w:r>
      <w:r>
        <w:t>God has made the universe subservient to mankind. A</w:t>
      </w:r>
      <w:r w:rsidR="000055F1">
        <w:t>s</w:t>
      </w:r>
      <w:r w:rsidR="00F04C85">
        <w:t xml:space="preserve"> </w:t>
      </w:r>
      <w:r>
        <w:t>regards the value of man from the Islamic perspective</w:t>
      </w:r>
      <w:r w:rsidR="000055F1">
        <w:t>,</w:t>
      </w:r>
      <w:r w:rsidR="00F04C85">
        <w:t xml:space="preserve"> </w:t>
      </w:r>
      <w:r>
        <w:t xml:space="preserve">suffice it to mention here the </w:t>
      </w:r>
      <w:proofErr w:type="spellStart"/>
      <w:r>
        <w:t>Qur’anic</w:t>
      </w:r>
      <w:proofErr w:type="spellEnd"/>
      <w:r>
        <w:t xml:space="preserve"> verse: “If anyon</w:t>
      </w:r>
      <w:r w:rsidR="000055F1">
        <w:t>e</w:t>
      </w:r>
      <w:r w:rsidR="00F04C85">
        <w:t xml:space="preserve"> </w:t>
      </w:r>
      <w:r>
        <w:t>kills a person not in retaliation for murder or fo</w:t>
      </w:r>
      <w:r w:rsidR="000055F1">
        <w:t>r</w:t>
      </w:r>
      <w:r w:rsidR="00F04C85">
        <w:t xml:space="preserve"> </w:t>
      </w:r>
      <w:r>
        <w:t>spreading turmoil in the land it is as if he has killed al</w:t>
      </w:r>
      <w:r w:rsidR="000055F1">
        <w:t>l</w:t>
      </w:r>
      <w:r w:rsidR="00F04C85">
        <w:t xml:space="preserve"> </w:t>
      </w:r>
      <w:r>
        <w:t>mankind”[5: 32].</w:t>
      </w:r>
    </w:p>
    <w:p w:rsidR="00CF3F93" w:rsidRDefault="00CF3F93" w:rsidP="00CF3F93">
      <w:pPr>
        <w:pStyle w:val="libNormal"/>
      </w:pPr>
      <w:r>
        <w:t>6. Peace throughout the world and security for al</w:t>
      </w:r>
      <w:r w:rsidR="000055F1">
        <w:t>l</w:t>
      </w:r>
      <w:r w:rsidR="00F04C85">
        <w:t xml:space="preserve"> </w:t>
      </w:r>
      <w:r>
        <w:t>people.</w:t>
      </w:r>
    </w:p>
    <w:p w:rsidR="00CF3F93" w:rsidRDefault="00CF3F93" w:rsidP="00CF3F93">
      <w:pPr>
        <w:pStyle w:val="libNormal"/>
      </w:pPr>
      <w:r>
        <w:t>7. Progress for mankind in all the vital fields of huma</w:t>
      </w:r>
      <w:r w:rsidR="000055F1">
        <w:t>n</w:t>
      </w:r>
      <w:r w:rsidR="00F04C85">
        <w:t xml:space="preserve"> </w:t>
      </w:r>
      <w:r>
        <w:t>activity.</w:t>
      </w:r>
    </w:p>
    <w:p w:rsidR="00CF3F93" w:rsidRDefault="00CF3F93" w:rsidP="00CF3F93">
      <w:pPr>
        <w:pStyle w:val="libNormal"/>
      </w:pPr>
      <w:r>
        <w:t xml:space="preserve">8. Social justice, whether it </w:t>
      </w:r>
      <w:proofErr w:type="gramStart"/>
      <w:r>
        <w:t>be</w:t>
      </w:r>
      <w:proofErr w:type="gramEnd"/>
      <w:r>
        <w:t xml:space="preserve"> in the affairs of state o</w:t>
      </w:r>
      <w:r w:rsidR="000055F1">
        <w:t>r</w:t>
      </w:r>
      <w:r w:rsidR="00F04C85">
        <w:t xml:space="preserve"> </w:t>
      </w:r>
      <w:r>
        <w:t>among the populace.</w:t>
      </w:r>
    </w:p>
    <w:p w:rsidR="00CF3F93" w:rsidRDefault="00CF3F93" w:rsidP="00CF3F93">
      <w:pPr>
        <w:pStyle w:val="libNormal"/>
      </w:pPr>
      <w:r>
        <w:t>9. The faithful discharge by each individual of hi</w:t>
      </w:r>
      <w:r w:rsidR="000055F1">
        <w:t>s</w:t>
      </w:r>
      <w:r w:rsidR="00F04C85">
        <w:t xml:space="preserve"> </w:t>
      </w:r>
      <w:r>
        <w:t>duties and the giving to each person what is his du</w:t>
      </w:r>
      <w:r w:rsidR="000055F1">
        <w:t>e</w:t>
      </w:r>
      <w:r w:rsidR="00F04C85">
        <w:t xml:space="preserve"> </w:t>
      </w:r>
      <w:r>
        <w:t xml:space="preserve">in a straightforward, uncomplicated and </w:t>
      </w:r>
      <w:proofErr w:type="spellStart"/>
      <w:r>
        <w:t>honourabl</w:t>
      </w:r>
      <w:r w:rsidR="000055F1">
        <w:t>e</w:t>
      </w:r>
      <w:proofErr w:type="spellEnd"/>
      <w:r w:rsidR="00F04C85">
        <w:t xml:space="preserve"> </w:t>
      </w:r>
      <w:r>
        <w:t>fashion.</w:t>
      </w:r>
    </w:p>
    <w:p w:rsidR="00CF3F93" w:rsidRDefault="00CF3F93" w:rsidP="00CF3F93">
      <w:pPr>
        <w:pStyle w:val="libNormal"/>
      </w:pPr>
      <w:r>
        <w:t>10. The solution to every kind of problem.</w:t>
      </w:r>
    </w:p>
    <w:p w:rsidR="00CF3F93" w:rsidRDefault="00CF3F93" w:rsidP="00CF3F93">
      <w:pPr>
        <w:pStyle w:val="libNormal"/>
      </w:pPr>
      <w:r>
        <w:t>This is a summary of the basic things to which Islam aspires fo</w:t>
      </w:r>
      <w:r w:rsidR="000055F1">
        <w:t>r</w:t>
      </w:r>
      <w:r w:rsidR="00F04C85">
        <w:t xml:space="preserve"> </w:t>
      </w:r>
      <w:r>
        <w:t xml:space="preserve">the </w:t>
      </w:r>
      <w:proofErr w:type="spellStart"/>
      <w:r>
        <w:t>fulfilment</w:t>
      </w:r>
      <w:proofErr w:type="spellEnd"/>
      <w:r>
        <w:t xml:space="preserve"> of a happy life, the likes of which cannot b</w:t>
      </w:r>
      <w:r w:rsidR="000055F1">
        <w:t>e</w:t>
      </w:r>
      <w:r w:rsidR="00F04C85">
        <w:t xml:space="preserve"> </w:t>
      </w:r>
      <w:r>
        <w:t>conceived as existing outside Islam. In addition to this, that whic</w:t>
      </w:r>
      <w:r w:rsidR="000055F1">
        <w:t>h</w:t>
      </w:r>
      <w:r w:rsidR="00F04C85">
        <w:t xml:space="preserve"> </w:t>
      </w:r>
      <w:r>
        <w:t xml:space="preserve">is the source of joy to a person in this life is the good news of </w:t>
      </w:r>
      <w:r w:rsidR="000055F1">
        <w:t>a</w:t>
      </w:r>
      <w:r w:rsidR="00F04C85">
        <w:t xml:space="preserve"> </w:t>
      </w:r>
      <w:r>
        <w:t>glorious future which will thus make any disaster that may no</w:t>
      </w:r>
      <w:r w:rsidR="000055F1">
        <w:t>w</w:t>
      </w:r>
      <w:r w:rsidR="00F04C85">
        <w:t xml:space="preserve"> </w:t>
      </w:r>
      <w:r>
        <w:t>befall him or her easy to bear.</w:t>
      </w:r>
    </w:p>
    <w:p w:rsidR="00CF3F93" w:rsidRDefault="00CF3F93" w:rsidP="00CF3F93">
      <w:pPr>
        <w:pStyle w:val="libNormal"/>
      </w:pPr>
      <w:r>
        <w:t>Consequently, we do not find even among those people who ar</w:t>
      </w:r>
      <w:r w:rsidR="000055F1">
        <w:t>e</w:t>
      </w:r>
      <w:r w:rsidR="00F04C85">
        <w:t xml:space="preserve"> </w:t>
      </w:r>
      <w:r>
        <w:t>the most fervent nationalists and patriots, but who do not believ</w:t>
      </w:r>
      <w:r w:rsidR="000055F1">
        <w:t>e</w:t>
      </w:r>
      <w:r w:rsidR="00F04C85">
        <w:t xml:space="preserve"> </w:t>
      </w:r>
      <w:r>
        <w:t>in the hereafter, half the vitality, courage, intrepidity, happines</w:t>
      </w:r>
      <w:r w:rsidR="000055F1">
        <w:t>s</w:t>
      </w:r>
      <w:r w:rsidR="00F04C85">
        <w:t xml:space="preserve"> </w:t>
      </w:r>
      <w:r>
        <w:t xml:space="preserve">and equanimity that we find </w:t>
      </w:r>
      <w:r>
        <w:lastRenderedPageBreak/>
        <w:t>among those who believe in God an</w:t>
      </w:r>
      <w:r w:rsidR="000055F1">
        <w:t>d</w:t>
      </w:r>
      <w:r w:rsidR="00F04C85">
        <w:t xml:space="preserve"> </w:t>
      </w:r>
      <w:r>
        <w:t>the resurrection, and history is the best witness to this.</w:t>
      </w:r>
    </w:p>
    <w:p w:rsidR="00CF3F93" w:rsidRDefault="00CF3F93" w:rsidP="00CF3F93">
      <w:pPr>
        <w:pStyle w:val="libNormal"/>
      </w:pPr>
      <w:r>
        <w:t>Finally, we ask God to guide us all so that we may please Hi</w:t>
      </w:r>
      <w:r w:rsidR="000055F1">
        <w:t>m</w:t>
      </w:r>
      <w:r w:rsidR="00F04C85">
        <w:t xml:space="preserve"> </w:t>
      </w:r>
      <w:r>
        <w:t>and to Him alone do we turn for help.</w:t>
      </w:r>
    </w:p>
    <w:p w:rsidR="00CF3F93" w:rsidRDefault="00CF3F93" w:rsidP="00146845">
      <w:pPr>
        <w:pStyle w:val="libNormal"/>
      </w:pPr>
      <w:r>
        <w:br w:type="page"/>
      </w:r>
    </w:p>
    <w:p w:rsidR="00CF3F93" w:rsidRDefault="00CF3F93" w:rsidP="00146845">
      <w:pPr>
        <w:pStyle w:val="Heading1Center"/>
      </w:pPr>
      <w:bookmarkStart w:id="74" w:name="_Toc496784730"/>
      <w:r>
        <w:lastRenderedPageBreak/>
        <w:t>Other Publications by fountain books</w:t>
      </w:r>
      <w:bookmarkEnd w:id="74"/>
    </w:p>
    <w:p w:rsidR="00B416A2" w:rsidRDefault="00CF3F93" w:rsidP="00CF3F93">
      <w:pPr>
        <w:pStyle w:val="libNormal"/>
      </w:pPr>
      <w:r>
        <w:t>www.fountaingroup.or</w:t>
      </w:r>
      <w:r w:rsidR="000055F1">
        <w:t>g</w:t>
      </w:r>
    </w:p>
    <w:p w:rsidR="00B416A2" w:rsidRDefault="00CF3F93" w:rsidP="00B416A2">
      <w:pPr>
        <w:pStyle w:val="libBold1"/>
      </w:pPr>
      <w:r>
        <w:t>1. Fundamentals of Isla</w:t>
      </w:r>
      <w:r w:rsidR="000055F1">
        <w:t>m</w:t>
      </w:r>
    </w:p>
    <w:p w:rsidR="00CF3F93" w:rsidRDefault="00CF3F93" w:rsidP="00CF3F93">
      <w:pPr>
        <w:pStyle w:val="libNormal"/>
      </w:pPr>
      <w:r>
        <w:t>In this book the author outlines the five fundamental principles of Islam</w:t>
      </w:r>
      <w:r w:rsidR="000055F1">
        <w:t>,</w:t>
      </w:r>
      <w:r w:rsidR="00F04C85">
        <w:t xml:space="preserve"> </w:t>
      </w:r>
      <w:r>
        <w:t xml:space="preserve">namely </w:t>
      </w:r>
      <w:proofErr w:type="spellStart"/>
      <w:r>
        <w:t>Tawheed</w:t>
      </w:r>
      <w:proofErr w:type="spellEnd"/>
      <w:r>
        <w:t xml:space="preserve"> (the Indivisible Oneness of God), </w:t>
      </w:r>
      <w:proofErr w:type="spellStart"/>
      <w:r>
        <w:t>Adl</w:t>
      </w:r>
      <w:proofErr w:type="spellEnd"/>
      <w:r>
        <w:t xml:space="preserve"> (Divine Justice)</w:t>
      </w:r>
      <w:r w:rsidR="000055F1">
        <w:t>,</w:t>
      </w:r>
      <w:r w:rsidR="00F04C85">
        <w:t xml:space="preserve"> </w:t>
      </w:r>
      <w:proofErr w:type="spellStart"/>
      <w:r>
        <w:t>Nubowwah</w:t>
      </w:r>
      <w:proofErr w:type="spellEnd"/>
      <w:r>
        <w:t xml:space="preserve"> (</w:t>
      </w:r>
      <w:proofErr w:type="spellStart"/>
      <w:r>
        <w:t>Prophethood</w:t>
      </w:r>
      <w:proofErr w:type="spellEnd"/>
      <w:r>
        <w:t xml:space="preserve">), </w:t>
      </w:r>
      <w:proofErr w:type="spellStart"/>
      <w:r>
        <w:t>Imamah</w:t>
      </w:r>
      <w:proofErr w:type="spellEnd"/>
      <w:r>
        <w:t xml:space="preserve"> (Leadership of mankind), and </w:t>
      </w:r>
      <w:proofErr w:type="spellStart"/>
      <w:r>
        <w:t>Me’a</w:t>
      </w:r>
      <w:r w:rsidR="000055F1">
        <w:t>d</w:t>
      </w:r>
      <w:proofErr w:type="spellEnd"/>
      <w:r w:rsidR="00F04C85">
        <w:t xml:space="preserve"> </w:t>
      </w:r>
      <w:r>
        <w:t>(Resurrection). For each principle, the author presents a brief, and to th</w:t>
      </w:r>
      <w:r w:rsidR="000055F1">
        <w:t>e</w:t>
      </w:r>
      <w:r w:rsidR="00F04C85">
        <w:t xml:space="preserve"> </w:t>
      </w:r>
      <w:r>
        <w:t>point, discussion on the significance of the issue concerned. The boo</w:t>
      </w:r>
      <w:r w:rsidR="000055F1">
        <w:t>k</w:t>
      </w:r>
      <w:r w:rsidR="00F04C85">
        <w:t xml:space="preserve"> </w:t>
      </w:r>
      <w:r>
        <w:t>could serve as a good introduction to Islamic beliefs.</w:t>
      </w:r>
    </w:p>
    <w:p w:rsidR="00B416A2" w:rsidRDefault="00CF3F93" w:rsidP="00B416A2">
      <w:pPr>
        <w:pStyle w:val="libBold1"/>
      </w:pPr>
      <w:r>
        <w:t>2. The Famil</w:t>
      </w:r>
      <w:r w:rsidR="000055F1">
        <w:t>y</w:t>
      </w:r>
    </w:p>
    <w:p w:rsidR="00CF3F93" w:rsidRDefault="00CF3F93" w:rsidP="00CF3F93">
      <w:pPr>
        <w:pStyle w:val="libNormal"/>
      </w:pPr>
      <w:r>
        <w:t>In this book the author highlights the problems he sees both in Islami</w:t>
      </w:r>
      <w:r w:rsidR="000055F1">
        <w:t>c</w:t>
      </w:r>
      <w:r w:rsidR="00F04C85">
        <w:t xml:space="preserve"> </w:t>
      </w:r>
      <w:r>
        <w:t>societies and in west societies today that arise from the phenomenon o</w:t>
      </w:r>
      <w:r w:rsidR="000055F1">
        <w:t>f</w:t>
      </w:r>
      <w:r w:rsidR="00F04C85">
        <w:t xml:space="preserve"> </w:t>
      </w:r>
      <w:r>
        <w:t>unmarried young men and women, through to birth control an</w:t>
      </w:r>
      <w:r w:rsidR="000055F1">
        <w:t>d</w:t>
      </w:r>
      <w:r w:rsidR="00F04C85">
        <w:t xml:space="preserve"> </w:t>
      </w:r>
      <w:r>
        <w:t>contraception. He surveys the idea of marriage in various religions an</w:t>
      </w:r>
      <w:r w:rsidR="000055F1">
        <w:t>d</w:t>
      </w:r>
      <w:r w:rsidR="00F04C85">
        <w:t xml:space="preserve"> </w:t>
      </w:r>
      <w:r>
        <w:t>schools of thought, and discusses polygamy from the Islamic perspective.</w:t>
      </w:r>
    </w:p>
    <w:p w:rsidR="00CF3F93" w:rsidRDefault="00CF3F93" w:rsidP="00CF3F93">
      <w:pPr>
        <w:pStyle w:val="libNormal"/>
      </w:pPr>
      <w:r>
        <w:t>As well as being a call to the Muslim world to revert to the true teaching</w:t>
      </w:r>
      <w:r w:rsidR="000055F1">
        <w:t>s</w:t>
      </w:r>
      <w:r w:rsidR="00F04C85">
        <w:t xml:space="preserve"> </w:t>
      </w:r>
      <w:r>
        <w:t>of Islam, this book can also be of use as an introduction to others who see</w:t>
      </w:r>
      <w:r w:rsidR="000055F1">
        <w:t>k</w:t>
      </w:r>
      <w:r w:rsidR="00F04C85">
        <w:t xml:space="preserve"> </w:t>
      </w:r>
      <w:r>
        <w:t>some answers to the social problems of today. This is because Isla</w:t>
      </w:r>
      <w:r w:rsidR="000055F1">
        <w:t>m</w:t>
      </w:r>
      <w:r w:rsidR="00F04C85">
        <w:t xml:space="preserve"> </w:t>
      </w:r>
      <w:r>
        <w:t>provides detailed teachings that promise success in every area of huma</w:t>
      </w:r>
      <w:r w:rsidR="000055F1">
        <w:t>n</w:t>
      </w:r>
      <w:r w:rsidR="00F04C85">
        <w:t xml:space="preserve"> </w:t>
      </w:r>
      <w:r>
        <w:t>life on individual and societal levels, and furthermore the practicality an</w:t>
      </w:r>
      <w:r w:rsidR="000055F1">
        <w:t>d</w:t>
      </w:r>
      <w:r w:rsidR="00F04C85">
        <w:t xml:space="preserve"> </w:t>
      </w:r>
      <w:r>
        <w:t>success of those teachings have been proven in the course of history.</w:t>
      </w:r>
    </w:p>
    <w:p w:rsidR="00CF3F93" w:rsidRDefault="00CF3F93" w:rsidP="00B416A2">
      <w:pPr>
        <w:pStyle w:val="libBold1"/>
      </w:pPr>
      <w:r>
        <w:t>3. The Qur’an: When was it compiled?</w:t>
      </w:r>
    </w:p>
    <w:p w:rsidR="00CF3F93" w:rsidRDefault="00CF3F93" w:rsidP="00CF3F93">
      <w:pPr>
        <w:pStyle w:val="libNormal"/>
      </w:pPr>
      <w:r>
        <w:t>In this book the author addresses the issues of when the Holy Qur’an wa</w:t>
      </w:r>
      <w:r w:rsidR="000055F1">
        <w:t>s</w:t>
      </w:r>
      <w:r w:rsidR="00F04C85">
        <w:t xml:space="preserve"> </w:t>
      </w:r>
      <w:r>
        <w:t>compiled, on what and whose instructions was this task carried out, an</w:t>
      </w:r>
      <w:r w:rsidR="000055F1">
        <w:t>d</w:t>
      </w:r>
      <w:r w:rsidR="00F04C85">
        <w:t xml:space="preserve"> </w:t>
      </w:r>
      <w:r>
        <w:t>who accomplished its compilation in the form that it is available today. I</w:t>
      </w:r>
      <w:r w:rsidR="000055F1">
        <w:t>n</w:t>
      </w:r>
      <w:r w:rsidR="00F04C85">
        <w:t xml:space="preserve"> </w:t>
      </w:r>
      <w:r>
        <w:t>this work the author presents undisputable evidence as to address thes</w:t>
      </w:r>
      <w:r w:rsidR="000055F1">
        <w:t>e</w:t>
      </w:r>
      <w:r w:rsidR="00F04C85">
        <w:t xml:space="preserve"> </w:t>
      </w:r>
      <w:r>
        <w:t>crucial questions. Through historical, methodical and logical analyses, th</w:t>
      </w:r>
      <w:r w:rsidR="000055F1">
        <w:t>e</w:t>
      </w:r>
      <w:r w:rsidR="00F04C85">
        <w:t xml:space="preserve"> </w:t>
      </w:r>
      <w:r>
        <w:t>author establishes how and when the compilation of the Holy Qur’an wa</w:t>
      </w:r>
      <w:r w:rsidR="000055F1">
        <w:t>s</w:t>
      </w:r>
      <w:r w:rsidR="00F04C85">
        <w:t xml:space="preserve"> </w:t>
      </w:r>
      <w:r>
        <w:t>achieved. In the latter half of the book the author cites many Propheti</w:t>
      </w:r>
      <w:r w:rsidR="000055F1">
        <w:t>c</w:t>
      </w:r>
      <w:r w:rsidR="00F04C85">
        <w:t xml:space="preserve"> </w:t>
      </w:r>
      <w:r>
        <w:t>traditions (</w:t>
      </w:r>
      <w:proofErr w:type="spellStart"/>
      <w:r>
        <w:t>hadith</w:t>
      </w:r>
      <w:proofErr w:type="spellEnd"/>
      <w:r>
        <w:t>) on the significance of the learning and recitation o</w:t>
      </w:r>
      <w:r w:rsidR="000055F1">
        <w:t>f</w:t>
      </w:r>
      <w:r w:rsidR="00F04C85">
        <w:t xml:space="preserve"> </w:t>
      </w:r>
      <w:r>
        <w:t xml:space="preserve">Holy Qur’an. It is a must read for every </w:t>
      </w:r>
      <w:proofErr w:type="gramStart"/>
      <w:r>
        <w:t>Muslim,</w:t>
      </w:r>
      <w:proofErr w:type="gramEnd"/>
      <w:r>
        <w:t xml:space="preserve"> and any non-Musli</w:t>
      </w:r>
      <w:r w:rsidR="000055F1">
        <w:t>m</w:t>
      </w:r>
      <w:r w:rsidR="00F04C85">
        <w:t xml:space="preserve"> </w:t>
      </w:r>
      <w:r>
        <w:t>who follows Islamic issues.</w:t>
      </w:r>
    </w:p>
    <w:p w:rsidR="00B416A2" w:rsidRDefault="00CF3F93" w:rsidP="00B416A2">
      <w:pPr>
        <w:pStyle w:val="libBold1"/>
      </w:pPr>
      <w:r>
        <w:t>4. The Bible and Christianity: an Islamic vie</w:t>
      </w:r>
      <w:r w:rsidR="000055F1">
        <w:t>w</w:t>
      </w:r>
    </w:p>
    <w:p w:rsidR="00CF3F93" w:rsidRDefault="00CF3F93" w:rsidP="00B416A2">
      <w:pPr>
        <w:pStyle w:val="libNormal"/>
      </w:pPr>
      <w:r>
        <w:t>In this work the author carries out a brief investigation into the Bible an</w:t>
      </w:r>
      <w:r w:rsidR="000055F1">
        <w:t>d</w:t>
      </w:r>
      <w:r w:rsidR="00F04C85">
        <w:t xml:space="preserve"> </w:t>
      </w:r>
      <w:r>
        <w:t xml:space="preserve">presents his findings. They show that some of the </w:t>
      </w:r>
      <w:proofErr w:type="gramStart"/>
      <w:r>
        <w:t>most noble</w:t>
      </w:r>
      <w:proofErr w:type="gramEnd"/>
      <w:r>
        <w:t xml:space="preserve"> men, i.e. th</w:t>
      </w:r>
      <w:r w:rsidR="000055F1">
        <w:t>e</w:t>
      </w:r>
      <w:r w:rsidR="00F04C85">
        <w:t xml:space="preserve"> </w:t>
      </w:r>
      <w:r>
        <w:t>Prophets, who have been chosen by God Almighty as His messengers t</w:t>
      </w:r>
      <w:r w:rsidR="000055F1">
        <w:t>o</w:t>
      </w:r>
      <w:r w:rsidR="00F04C85">
        <w:t xml:space="preserve"> </w:t>
      </w:r>
      <w:r>
        <w:t>mankind, are accused in the Bible to have committed some of the mos</w:t>
      </w:r>
      <w:r w:rsidR="000055F1">
        <w:t>t</w:t>
      </w:r>
      <w:r w:rsidR="00F04C85">
        <w:t xml:space="preserve"> </w:t>
      </w:r>
      <w:r>
        <w:t>vile and immoral conducts known to man. Prophets are accused of</w:t>
      </w:r>
      <w:r w:rsidR="002834FD">
        <w:t xml:space="preserve"> </w:t>
      </w:r>
      <w:r>
        <w:t>deception, lying, fornication, rape, incest, murder, and the list goes on.</w:t>
      </w:r>
      <w:r w:rsidR="00B416A2">
        <w:t xml:space="preserve"> </w:t>
      </w:r>
      <w:r>
        <w:t>Even God does not escape unscathed in the Bible . . . false characteristic</w:t>
      </w:r>
      <w:r w:rsidR="000055F1">
        <w:t>s</w:t>
      </w:r>
      <w:r w:rsidR="00F04C85">
        <w:t xml:space="preserve"> </w:t>
      </w:r>
      <w:r>
        <w:t>are attributed to Him, or He is accused of making His messengers t</w:t>
      </w:r>
      <w:r w:rsidR="000055F1">
        <w:t>o</w:t>
      </w:r>
      <w:r w:rsidR="00F04C85">
        <w:t xml:space="preserve"> </w:t>
      </w:r>
      <w:r>
        <w:t>commit foul and disgusting acts.</w:t>
      </w:r>
    </w:p>
    <w:p w:rsidR="00CF3F93" w:rsidRDefault="00CF3F93" w:rsidP="00B416A2">
      <w:pPr>
        <w:pStyle w:val="libNormal"/>
      </w:pPr>
      <w:r>
        <w:t>In the second part of this work the author presents some of the debates h</w:t>
      </w:r>
      <w:r w:rsidR="000055F1">
        <w:t>e</w:t>
      </w:r>
      <w:r w:rsidR="00F04C85">
        <w:t xml:space="preserve"> </w:t>
      </w:r>
      <w:r>
        <w:t>had with the Christians who visited him in his residence in Karbala, Iraq.</w:t>
      </w:r>
      <w:r w:rsidR="00B416A2">
        <w:t xml:space="preserve"> </w:t>
      </w:r>
      <w:r>
        <w:t>The debates concerned their impression of Islam and its doctrine as well a</w:t>
      </w:r>
      <w:r w:rsidR="000055F1">
        <w:t>s</w:t>
      </w:r>
      <w:r w:rsidR="00F04C85">
        <w:t xml:space="preserve"> </w:t>
      </w:r>
      <w:r>
        <w:t>their own religious beliefs. In this presentation the author shows how h</w:t>
      </w:r>
      <w:r w:rsidR="000055F1">
        <w:t>e</w:t>
      </w:r>
      <w:r w:rsidR="00F04C85">
        <w:t xml:space="preserve"> </w:t>
      </w:r>
      <w:r>
        <w:t>invited non-Muslims to Islam through calm but rational and intellectua</w:t>
      </w:r>
      <w:r w:rsidR="000055F1">
        <w:t>l</w:t>
      </w:r>
      <w:r w:rsidR="00F04C85">
        <w:t xml:space="preserve"> </w:t>
      </w:r>
      <w:r>
        <w:lastRenderedPageBreak/>
        <w:t>debates with them. The book makes an interesting read, especially whe</w:t>
      </w:r>
      <w:r w:rsidR="000055F1">
        <w:t>n</w:t>
      </w:r>
      <w:r w:rsidR="00F04C85">
        <w:t xml:space="preserve"> </w:t>
      </w:r>
      <w:r>
        <w:t>the reader can see the simple arguments put forward in these debates.</w:t>
      </w:r>
    </w:p>
    <w:p w:rsidR="00B416A2" w:rsidRDefault="00CF3F93" w:rsidP="00B416A2">
      <w:pPr>
        <w:pStyle w:val="libBold1"/>
      </w:pPr>
      <w:r>
        <w:t>5. If Islam were to be establishe</w:t>
      </w:r>
      <w:r w:rsidR="000055F1">
        <w:t>d</w:t>
      </w:r>
    </w:p>
    <w:p w:rsidR="00CF3F93" w:rsidRDefault="00CF3F93" w:rsidP="00CF3F93">
      <w:pPr>
        <w:pStyle w:val="libNormal"/>
      </w:pPr>
      <w:r>
        <w:t>This book can serve as the Muslim's guide to the Islamic government. I</w:t>
      </w:r>
      <w:r w:rsidR="000055F1">
        <w:t>f</w:t>
      </w:r>
      <w:r w:rsidR="00F04C85">
        <w:t xml:space="preserve"> </w:t>
      </w:r>
      <w:r>
        <w:t>an Islamist opposition group has a plan for an Islamic government, thi</w:t>
      </w:r>
      <w:r w:rsidR="000055F1">
        <w:t>s</w:t>
      </w:r>
      <w:r w:rsidR="00F04C85">
        <w:t xml:space="preserve"> </w:t>
      </w:r>
      <w:r>
        <w:t>book would help to check various aspects of the plan. In the absence o</w:t>
      </w:r>
      <w:r w:rsidR="000055F1">
        <w:t>f</w:t>
      </w:r>
      <w:r w:rsidR="00F04C85">
        <w:t xml:space="preserve"> </w:t>
      </w:r>
      <w:r>
        <w:t>such a plan, this book would present one. To the non-Muslims, the boo</w:t>
      </w:r>
      <w:r w:rsidR="000055F1">
        <w:t>k</w:t>
      </w:r>
      <w:r w:rsidR="00F04C85">
        <w:t xml:space="preserve"> </w:t>
      </w:r>
      <w:r>
        <w:t>presents a glimpse of a typical Islamic system of government. The boo</w:t>
      </w:r>
      <w:r w:rsidR="000055F1">
        <w:t>k</w:t>
      </w:r>
      <w:r w:rsidR="00F04C85">
        <w:t xml:space="preserve"> </w:t>
      </w:r>
      <w:r>
        <w:t>would also serve as a yardstick for anyone to check the practices of an</w:t>
      </w:r>
      <w:r w:rsidR="000055F1">
        <w:t>y</w:t>
      </w:r>
      <w:r w:rsidR="00F04C85">
        <w:t xml:space="preserve"> </w:t>
      </w:r>
      <w:r>
        <w:t>government that claims to have implemented an Islamic system o</w:t>
      </w:r>
      <w:r w:rsidR="000055F1">
        <w:t>f</w:t>
      </w:r>
      <w:r w:rsidR="00F04C85">
        <w:t xml:space="preserve"> </w:t>
      </w:r>
      <w:r>
        <w:t>government.</w:t>
      </w:r>
    </w:p>
    <w:p w:rsidR="00B416A2" w:rsidRDefault="00CF3F93" w:rsidP="00B416A2">
      <w:pPr>
        <w:pStyle w:val="libBold1"/>
      </w:pPr>
      <w:r>
        <w:t>6. War, Peace and Non-violence: An Islamic Perspectiv</w:t>
      </w:r>
      <w:r w:rsidR="000055F1">
        <w:t>e</w:t>
      </w:r>
    </w:p>
    <w:p w:rsidR="00CF3F93" w:rsidRDefault="00CF3F93" w:rsidP="00B416A2">
      <w:pPr>
        <w:pStyle w:val="libNormal"/>
      </w:pPr>
      <w:r>
        <w:t>In this work the author addresses three controversial issues, which hav</w:t>
      </w:r>
      <w:r w:rsidR="000055F1">
        <w:t>e</w:t>
      </w:r>
      <w:r w:rsidR="00F04C85">
        <w:t xml:space="preserve"> </w:t>
      </w:r>
      <w:r>
        <w:t>come to be associated with Islam. Through his extensive knowledge o</w:t>
      </w:r>
      <w:r w:rsidR="000055F1">
        <w:t>f</w:t>
      </w:r>
      <w:r w:rsidR="00F04C85">
        <w:t xml:space="preserve"> </w:t>
      </w:r>
      <w:r>
        <w:t>the teachings of Islam, the author presents the Islamic stand on war, peac</w:t>
      </w:r>
      <w:r w:rsidR="000055F1">
        <w:t>e</w:t>
      </w:r>
      <w:r w:rsidR="00F04C85">
        <w:t xml:space="preserve"> </w:t>
      </w:r>
      <w:r>
        <w:t>and non-violence, as found in the traditions and teachings of the Prophe</w:t>
      </w:r>
      <w:r w:rsidR="000055F1">
        <w:t>t</w:t>
      </w:r>
      <w:r w:rsidR="00F04C85">
        <w:t xml:space="preserve"> </w:t>
      </w:r>
      <w:r>
        <w:t>of Islam, which could serve as exemplary models for the Mankind.</w:t>
      </w:r>
      <w:r w:rsidR="00B416A2">
        <w:t xml:space="preserve"> </w:t>
      </w:r>
      <w:r>
        <w:t>Detailed accounts of the traditions of Prophet in his dealings with his foe</w:t>
      </w:r>
      <w:r w:rsidR="000055F1">
        <w:t>s</w:t>
      </w:r>
      <w:r w:rsidR="00F04C85">
        <w:t xml:space="preserve"> </w:t>
      </w:r>
      <w:r>
        <w:t>during war or peace times are presented in this book, which gives th</w:t>
      </w:r>
      <w:r w:rsidR="000055F1">
        <w:t>e</w:t>
      </w:r>
      <w:r w:rsidR="00F04C85">
        <w:t xml:space="preserve"> </w:t>
      </w:r>
      <w:r>
        <w:t>reader a clear insight into the way and the basis upon which the Prophet o</w:t>
      </w:r>
      <w:r w:rsidR="000055F1">
        <w:t>f</w:t>
      </w:r>
      <w:r w:rsidR="00F04C85">
        <w:t xml:space="preserve"> </w:t>
      </w:r>
      <w:r>
        <w:t>Islam used to conduct his affairs in this respect.</w:t>
      </w:r>
    </w:p>
    <w:p w:rsidR="00B416A2" w:rsidRDefault="00CF3F93" w:rsidP="00B416A2">
      <w:pPr>
        <w:pStyle w:val="libBold1"/>
      </w:pPr>
      <w:r>
        <w:t>7. The Islamic System of Governmen</w:t>
      </w:r>
      <w:r w:rsidR="000055F1">
        <w:t>t</w:t>
      </w:r>
    </w:p>
    <w:p w:rsidR="00CF3F93" w:rsidRDefault="00CF3F93" w:rsidP="00CF3F93">
      <w:pPr>
        <w:pStyle w:val="libNormal"/>
      </w:pPr>
      <w:r>
        <w:t xml:space="preserve">In this introductory book the author outlines the basic principles of </w:t>
      </w:r>
      <w:r w:rsidR="000055F1">
        <w:t>a</w:t>
      </w:r>
      <w:r w:rsidR="00F04C85">
        <w:t xml:space="preserve"> </w:t>
      </w:r>
      <w:r>
        <w:t>government based on the teachings of Islam. The author begins with th</w:t>
      </w:r>
      <w:r w:rsidR="000055F1">
        <w:t>e</w:t>
      </w:r>
      <w:r w:rsidR="00F04C85">
        <w:t xml:space="preserve"> </w:t>
      </w:r>
      <w:r>
        <w:t>aim and objectives of the government according to Islam and the extent o</w:t>
      </w:r>
      <w:r w:rsidR="000055F1">
        <w:t>f</w:t>
      </w:r>
      <w:r w:rsidR="00F04C85">
        <w:t xml:space="preserve"> </w:t>
      </w:r>
      <w:r>
        <w:t>its authority in that framework. He then addresses, from the Islami</w:t>
      </w:r>
      <w:r w:rsidR="000055F1">
        <w:t>c</w:t>
      </w:r>
      <w:r w:rsidR="00F04C85">
        <w:t xml:space="preserve"> </w:t>
      </w:r>
      <w:r>
        <w:t>viewpoint, the significance and fundamental nature of such issues a</w:t>
      </w:r>
      <w:r w:rsidR="000055F1">
        <w:t>s</w:t>
      </w:r>
      <w:r w:rsidR="00F04C85">
        <w:t xml:space="preserve"> </w:t>
      </w:r>
      <w:r>
        <w:t>consultative system of government, judicial system, freedoms, part</w:t>
      </w:r>
      <w:r w:rsidR="000055F1">
        <w:t>y</w:t>
      </w:r>
      <w:r w:rsidR="00F04C85">
        <w:t xml:space="preserve"> </w:t>
      </w:r>
      <w:r>
        <w:t>political pluralism, social justice, human rights, foreign policy, etc. The</w:t>
      </w:r>
      <w:r w:rsidR="002834FD">
        <w:t xml:space="preserve"> </w:t>
      </w:r>
      <w:r>
        <w:t>author also outlines the policies of a government on issues such a</w:t>
      </w:r>
      <w:r w:rsidR="000055F1">
        <w:t>s</w:t>
      </w:r>
      <w:r w:rsidR="00F04C85">
        <w:t xml:space="preserve"> </w:t>
      </w:r>
      <w:r>
        <w:t>education, welfare, health, crime, services, etc. as well as such matters a</w:t>
      </w:r>
      <w:r w:rsidR="000055F1">
        <w:t>s</w:t>
      </w:r>
      <w:r w:rsidR="00F04C85">
        <w:t xml:space="preserve"> </w:t>
      </w:r>
      <w:r>
        <w:t>the government's income, and authority.</w:t>
      </w:r>
    </w:p>
    <w:p w:rsidR="00B416A2" w:rsidRDefault="00CF3F93" w:rsidP="00B416A2">
      <w:pPr>
        <w:pStyle w:val="libBold1"/>
      </w:pPr>
      <w:r>
        <w:t>8. Islamic Beliefs for Al</w:t>
      </w:r>
      <w:r w:rsidR="000055F1">
        <w:t>l</w:t>
      </w:r>
    </w:p>
    <w:p w:rsidR="00CF3F93" w:rsidRDefault="00CF3F93" w:rsidP="00B416A2">
      <w:pPr>
        <w:pStyle w:val="libNormal"/>
      </w:pPr>
      <w:r>
        <w:t>In this book the author discusses the five fundamental principles of Islam.</w:t>
      </w:r>
      <w:r w:rsidR="00B416A2">
        <w:t xml:space="preserve"> </w:t>
      </w:r>
      <w:r>
        <w:t xml:space="preserve">These principles are </w:t>
      </w:r>
      <w:proofErr w:type="spellStart"/>
      <w:r>
        <w:t>Tawheed</w:t>
      </w:r>
      <w:proofErr w:type="spellEnd"/>
      <w:r>
        <w:t xml:space="preserve"> or the Indivisible Oneness of God, </w:t>
      </w:r>
      <w:proofErr w:type="spellStart"/>
      <w:r>
        <w:t>Adl</w:t>
      </w:r>
      <w:proofErr w:type="spellEnd"/>
      <w:r>
        <w:t xml:space="preserve"> o</w:t>
      </w:r>
      <w:r w:rsidR="000055F1">
        <w:t>r</w:t>
      </w:r>
      <w:r w:rsidR="00F04C85">
        <w:t xml:space="preserve"> </w:t>
      </w:r>
      <w:r>
        <w:t xml:space="preserve">Divine Justice, </w:t>
      </w:r>
      <w:proofErr w:type="spellStart"/>
      <w:r>
        <w:t>Prophethood</w:t>
      </w:r>
      <w:proofErr w:type="spellEnd"/>
      <w:r>
        <w:t xml:space="preserve">, </w:t>
      </w:r>
      <w:proofErr w:type="spellStart"/>
      <w:r>
        <w:t>Imamah</w:t>
      </w:r>
      <w:proofErr w:type="spellEnd"/>
      <w:r>
        <w:t xml:space="preserve"> or the Leadership of mankind afte</w:t>
      </w:r>
      <w:r w:rsidR="000055F1">
        <w:t>r</w:t>
      </w:r>
      <w:r w:rsidR="00F04C85">
        <w:t xml:space="preserve"> </w:t>
      </w:r>
      <w:r>
        <w:t>the prophet, and Resurrection. What distinguish this book are the author'</w:t>
      </w:r>
      <w:r w:rsidR="000055F1">
        <w:t>s</w:t>
      </w:r>
      <w:r w:rsidR="00F04C85">
        <w:t xml:space="preserve"> </w:t>
      </w:r>
      <w:r>
        <w:t>subtle approach in addressing the issues concerned and the simpl</w:t>
      </w:r>
      <w:r w:rsidR="000055F1">
        <w:t>e</w:t>
      </w:r>
      <w:r w:rsidR="00F04C85">
        <w:t xml:space="preserve"> </w:t>
      </w:r>
      <w:r>
        <w:t>examples given to illustrate the discussion. This authoritative work is no</w:t>
      </w:r>
      <w:r w:rsidR="000055F1">
        <w:t>t</w:t>
      </w:r>
      <w:r w:rsidR="00F04C85">
        <w:t xml:space="preserve"> </w:t>
      </w:r>
      <w:r>
        <w:t>only important to Muslims, but it would also be of interest to those non-Muslims who seek to explore Islam and its doctrine. This easy to rea</w:t>
      </w:r>
      <w:r w:rsidR="000055F1">
        <w:t>d</w:t>
      </w:r>
      <w:r w:rsidR="00F04C85">
        <w:t xml:space="preserve"> </w:t>
      </w:r>
      <w:r>
        <w:t>book would be a valuable reference for Religious Education.</w:t>
      </w:r>
    </w:p>
    <w:p w:rsidR="00B416A2" w:rsidRDefault="00CF3F93" w:rsidP="00B416A2">
      <w:pPr>
        <w:pStyle w:val="libBold1"/>
      </w:pPr>
      <w:r>
        <w:t xml:space="preserve">9. </w:t>
      </w:r>
      <w:proofErr w:type="spellStart"/>
      <w:r>
        <w:t>Husayn</w:t>
      </w:r>
      <w:proofErr w:type="spellEnd"/>
      <w:r>
        <w:t xml:space="preserve"> - The Sacrifice for Mankin</w:t>
      </w:r>
      <w:r w:rsidR="000055F1">
        <w:t>d</w:t>
      </w:r>
    </w:p>
    <w:p w:rsidR="00CF3F93" w:rsidRDefault="00CF3F93" w:rsidP="00CF3F93">
      <w:pPr>
        <w:pStyle w:val="libNormal"/>
      </w:pPr>
      <w:r>
        <w:t>This is a collection of articles about a totally unique individual who</w:t>
      </w:r>
      <w:r w:rsidR="000055F1">
        <w:t>,</w:t>
      </w:r>
      <w:r w:rsidR="00F04C85">
        <w:t xml:space="preserve"> </w:t>
      </w:r>
      <w:r>
        <w:t>through his remarkable sacrifices, managed to change the course of histor</w:t>
      </w:r>
      <w:r w:rsidR="000055F1">
        <w:t>y</w:t>
      </w:r>
      <w:r w:rsidR="00F04C85">
        <w:t xml:space="preserve"> </w:t>
      </w:r>
      <w:r>
        <w:t>and the direction that mankind was heading for. He is none other tha</w:t>
      </w:r>
      <w:r w:rsidR="000055F1">
        <w:t>n</w:t>
      </w:r>
      <w:r w:rsidR="00F04C85">
        <w:t xml:space="preserve"> </w:t>
      </w:r>
      <w:proofErr w:type="spellStart"/>
      <w:r>
        <w:t>Husayn</w:t>
      </w:r>
      <w:proofErr w:type="spellEnd"/>
      <w:r>
        <w:t>, the grandson of the Prophet of Islam, Muhammad, and the secon</w:t>
      </w:r>
      <w:r w:rsidR="000055F1">
        <w:t>d</w:t>
      </w:r>
      <w:r w:rsidR="00F04C85">
        <w:t xml:space="preserve"> </w:t>
      </w:r>
      <w:r>
        <w:t xml:space="preserve">son of Fatima and Ali, peace </w:t>
      </w:r>
      <w:proofErr w:type="gramStart"/>
      <w:r>
        <w:t>be</w:t>
      </w:r>
      <w:proofErr w:type="gramEnd"/>
      <w:r>
        <w:t xml:space="preserve"> upon them. Imam </w:t>
      </w:r>
      <w:proofErr w:type="spellStart"/>
      <w:r>
        <w:t>Husayn</w:t>
      </w:r>
      <w:proofErr w:type="spellEnd"/>
      <w:r>
        <w:t xml:space="preserve"> peace be upo</w:t>
      </w:r>
      <w:r w:rsidR="000055F1">
        <w:t>n</w:t>
      </w:r>
      <w:r w:rsidR="00F04C85">
        <w:t xml:space="preserve"> </w:t>
      </w:r>
      <w:r>
        <w:t>him stood up to tyranny and oppression and gave everything he had</w:t>
      </w:r>
      <w:r w:rsidR="000055F1">
        <w:t>,</w:t>
      </w:r>
      <w:r w:rsidR="00F04C85">
        <w:t xml:space="preserve"> </w:t>
      </w:r>
      <w:r>
        <w:lastRenderedPageBreak/>
        <w:t>including his life and the lives of his most beloved sons and brothers a</w:t>
      </w:r>
      <w:r w:rsidR="000055F1">
        <w:t>s</w:t>
      </w:r>
      <w:r w:rsidR="00F04C85">
        <w:t xml:space="preserve"> </w:t>
      </w:r>
      <w:r>
        <w:t>well as those of his closest allies, in order to awaken the masses, refor</w:t>
      </w:r>
      <w:r w:rsidR="000055F1">
        <w:t>m</w:t>
      </w:r>
      <w:r w:rsidR="00F04C85">
        <w:t xml:space="preserve"> </w:t>
      </w:r>
      <w:r>
        <w:t>society and rectify the distortion that has been inflicted on Islam.</w:t>
      </w:r>
    </w:p>
    <w:p w:rsidR="00CF3F93" w:rsidRDefault="00CF3F93" w:rsidP="002834FD">
      <w:pPr>
        <w:pStyle w:val="libNormal"/>
      </w:pPr>
      <w:r>
        <w:t>The articles in this work cover some aspects of the aims and objectives o</w:t>
      </w:r>
      <w:r w:rsidR="000055F1">
        <w:t>f</w:t>
      </w:r>
      <w:r w:rsidR="00F04C85">
        <w:t xml:space="preserve"> </w:t>
      </w:r>
      <w:r>
        <w:t xml:space="preserve">Imam </w:t>
      </w:r>
      <w:proofErr w:type="spellStart"/>
      <w:r>
        <w:t>Husayn’s</w:t>
      </w:r>
      <w:proofErr w:type="spellEnd"/>
      <w:r>
        <w:t xml:space="preserve"> movement, the difference between his strategy and that o</w:t>
      </w:r>
      <w:r w:rsidR="000055F1">
        <w:t>f</w:t>
      </w:r>
      <w:r w:rsidR="00F04C85">
        <w:t xml:space="preserve"> </w:t>
      </w:r>
      <w:r>
        <w:t xml:space="preserve">his brother Imam </w:t>
      </w:r>
      <w:proofErr w:type="spellStart"/>
      <w:r>
        <w:t>Hasan</w:t>
      </w:r>
      <w:proofErr w:type="spellEnd"/>
      <w:r>
        <w:t xml:space="preserve"> in facing tyranny and despotism, the examples h</w:t>
      </w:r>
      <w:r w:rsidR="000055F1">
        <w:t>e</w:t>
      </w:r>
      <w:r w:rsidR="00F04C85">
        <w:t xml:space="preserve"> </w:t>
      </w:r>
      <w:r>
        <w:t>set, and the lessons that are learnt from the events that lead up to Karbal</w:t>
      </w:r>
      <w:r w:rsidR="000055F1">
        <w:t>a</w:t>
      </w:r>
      <w:r w:rsidR="00F04C85">
        <w:t xml:space="preserve"> </w:t>
      </w:r>
      <w:r>
        <w:t>fourteen centuries ago. Besides the benefits of his movement, th</w:t>
      </w:r>
      <w:r w:rsidR="000055F1">
        <w:t>e</w:t>
      </w:r>
      <w:r w:rsidR="00F04C85">
        <w:t xml:space="preserve"> </w:t>
      </w:r>
      <w:r>
        <w:t xml:space="preserve">personality of Imam </w:t>
      </w:r>
      <w:proofErr w:type="spellStart"/>
      <w:r>
        <w:t>Husayn</w:t>
      </w:r>
      <w:proofErr w:type="spellEnd"/>
      <w:r>
        <w:t xml:space="preserve"> peace be upon him as reflected by the man</w:t>
      </w:r>
      <w:r w:rsidR="000055F1">
        <w:t>y</w:t>
      </w:r>
      <w:r w:rsidR="00F04C85">
        <w:t xml:space="preserve"> </w:t>
      </w:r>
      <w:proofErr w:type="spellStart"/>
      <w:r>
        <w:t>hadith</w:t>
      </w:r>
      <w:proofErr w:type="spellEnd"/>
      <w:r>
        <w:t xml:space="preserve"> and teachings of Prophet Muhammad is also discussed. Als</w:t>
      </w:r>
      <w:r w:rsidR="000055F1">
        <w:t>o</w:t>
      </w:r>
      <w:r w:rsidR="00F04C85">
        <w:t xml:space="preserve"> </w:t>
      </w:r>
      <w:r>
        <w:t>included in this work are a number of questions and answers about th</w:t>
      </w:r>
      <w:r w:rsidR="000055F1">
        <w:t>e</w:t>
      </w:r>
      <w:r w:rsidR="00F04C85">
        <w:t xml:space="preserve"> </w:t>
      </w:r>
      <w:r>
        <w:t>commemoration ceremonies observed by the Muslims around the world on</w:t>
      </w:r>
      <w:r w:rsidR="002834FD">
        <w:t xml:space="preserve"> </w:t>
      </w:r>
      <w:r>
        <w:t xml:space="preserve">the occasion of </w:t>
      </w:r>
      <w:proofErr w:type="spellStart"/>
      <w:r>
        <w:t>Ashura</w:t>
      </w:r>
      <w:proofErr w:type="spellEnd"/>
      <w:r>
        <w:t>.</w:t>
      </w:r>
    </w:p>
    <w:p w:rsidR="00B416A2" w:rsidRDefault="00CF3F93" w:rsidP="00B416A2">
      <w:pPr>
        <w:pStyle w:val="libBold1"/>
      </w:pPr>
      <w:r>
        <w:t>10. The rights of prisoners according to Islamic teaching</w:t>
      </w:r>
      <w:r w:rsidR="000055F1">
        <w:t>s</w:t>
      </w:r>
    </w:p>
    <w:p w:rsidR="00CF3F93" w:rsidRDefault="00CF3F93" w:rsidP="00CF3F93">
      <w:pPr>
        <w:pStyle w:val="libNormal"/>
      </w:pPr>
      <w:r>
        <w:t>In general, Islam considers imprisonment as a case of last resort in man</w:t>
      </w:r>
      <w:r w:rsidR="000055F1">
        <w:t>y</w:t>
      </w:r>
      <w:r w:rsidR="00F04C85">
        <w:t xml:space="preserve"> </w:t>
      </w:r>
      <w:proofErr w:type="gramStart"/>
      <w:r>
        <w:t>circumstances,</w:t>
      </w:r>
      <w:proofErr w:type="gramEnd"/>
      <w:r>
        <w:t xml:space="preserve"> however, according to Islamic teachings there are only </w:t>
      </w:r>
      <w:r w:rsidR="000055F1">
        <w:t>a</w:t>
      </w:r>
      <w:r w:rsidR="00F04C85">
        <w:t xml:space="preserve"> </w:t>
      </w:r>
      <w:r>
        <w:t>few offences that would lead to imprisonment. Under non-Islamic system</w:t>
      </w:r>
      <w:r w:rsidR="000055F1">
        <w:t>,</w:t>
      </w:r>
      <w:r w:rsidR="00F04C85">
        <w:t xml:space="preserve"> </w:t>
      </w:r>
      <w:r>
        <w:t>of course the offender should be reprimanded, but any chastisement</w:t>
      </w:r>
      <w:r w:rsidR="002834FD">
        <w:t xml:space="preserve"> </w:t>
      </w:r>
      <w:r>
        <w:t>prescribed by Islamic teachings may only be implemented if all th</w:t>
      </w:r>
      <w:r w:rsidR="000055F1">
        <w:t>e</w:t>
      </w:r>
      <w:r w:rsidR="00F04C85">
        <w:t xml:space="preserve"> </w:t>
      </w:r>
      <w:r>
        <w:t>relevant criteria and the preconditions prescribed are also met. If th</w:t>
      </w:r>
      <w:r w:rsidR="000055F1">
        <w:t>e</w:t>
      </w:r>
      <w:r w:rsidR="00F04C85">
        <w:t xml:space="preserve"> </w:t>
      </w:r>
      <w:r>
        <w:t>criteria are not met, then the prescribed punishment may not be executed.</w:t>
      </w:r>
    </w:p>
    <w:p w:rsidR="00CF3F93" w:rsidRDefault="00CF3F93" w:rsidP="00CF3F93">
      <w:pPr>
        <w:pStyle w:val="libNormal"/>
      </w:pPr>
      <w:r>
        <w:t>In this book the author addresses such issues as the fundamental nature o</w:t>
      </w:r>
      <w:r w:rsidR="000055F1">
        <w:t>f</w:t>
      </w:r>
      <w:r w:rsidR="00F04C85">
        <w:t xml:space="preserve"> </w:t>
      </w:r>
      <w:r>
        <w:t>freedom, the rights of prisoner, and the harmful effects of imprisonmen</w:t>
      </w:r>
      <w:r w:rsidR="000055F1">
        <w:t>t</w:t>
      </w:r>
      <w:r w:rsidR="00F04C85">
        <w:t xml:space="preserve"> </w:t>
      </w:r>
      <w:r>
        <w:t>on the individual concerned as well as on society, and the kind of offence</w:t>
      </w:r>
      <w:r w:rsidR="000055F1">
        <w:t>s</w:t>
      </w:r>
      <w:r w:rsidR="00F04C85">
        <w:t xml:space="preserve"> </w:t>
      </w:r>
      <w:r>
        <w:t>that would lead to imprisonment under an Islamic system. The author als</w:t>
      </w:r>
      <w:r w:rsidR="000055F1">
        <w:t>o</w:t>
      </w:r>
      <w:r w:rsidR="00F04C85">
        <w:t xml:space="preserve"> </w:t>
      </w:r>
      <w:r>
        <w:t>cites a few cases to demonstrate the attitude the Islamic ruler should tak</w:t>
      </w:r>
      <w:r w:rsidR="000055F1">
        <w:t>e</w:t>
      </w:r>
      <w:r w:rsidR="00F04C85">
        <w:t xml:space="preserve"> </w:t>
      </w:r>
      <w:r>
        <w:t>towards offence; to try to find reasons to waive the punishments in an</w:t>
      </w:r>
      <w:r w:rsidR="000055F1">
        <w:t>y</w:t>
      </w:r>
      <w:r w:rsidR="00F04C85">
        <w:t xml:space="preserve"> </w:t>
      </w:r>
      <w:r>
        <w:t>particular case. The author also addresses the issue of torture in general</w:t>
      </w:r>
      <w:r w:rsidR="000055F1">
        <w:t>,</w:t>
      </w:r>
      <w:r w:rsidR="00F04C85">
        <w:t xml:space="preserve"> </w:t>
      </w:r>
      <w:r>
        <w:t>and mental and physical ill treatment that is carried out under the guise o</w:t>
      </w:r>
      <w:r w:rsidR="000055F1">
        <w:t>f</w:t>
      </w:r>
      <w:r w:rsidR="00F04C85">
        <w:t xml:space="preserve"> </w:t>
      </w:r>
      <w:r>
        <w:t>interrogation and extracting confession from a detainee or a suspect.</w:t>
      </w:r>
    </w:p>
    <w:p w:rsidR="00B416A2" w:rsidRDefault="00CF3F93" w:rsidP="00B416A2">
      <w:pPr>
        <w:pStyle w:val="libBold1"/>
      </w:pPr>
      <w:r>
        <w:t xml:space="preserve">11. Aspects of the political theory of Imam </w:t>
      </w:r>
      <w:proofErr w:type="spellStart"/>
      <w:r>
        <w:t>Shiraz</w:t>
      </w:r>
      <w:r w:rsidR="000055F1">
        <w:t>i</w:t>
      </w:r>
      <w:proofErr w:type="spellEnd"/>
    </w:p>
    <w:p w:rsidR="00CF3F93" w:rsidRDefault="00B416A2" w:rsidP="00CF3F93">
      <w:pPr>
        <w:pStyle w:val="libNormal"/>
      </w:pPr>
      <w:proofErr w:type="spellStart"/>
      <w:proofErr w:type="gramStart"/>
      <w:r>
        <w:t>Muhammad</w:t>
      </w:r>
      <w:r w:rsidR="00CF3F93">
        <w:t>G</w:t>
      </w:r>
      <w:proofErr w:type="spellEnd"/>
      <w:r w:rsidR="00CF3F93">
        <w:t>.</w:t>
      </w:r>
      <w:proofErr w:type="gramEnd"/>
      <w:r w:rsidR="00CF3F93">
        <w:t xml:space="preserve"> </w:t>
      </w:r>
      <w:proofErr w:type="spellStart"/>
      <w:r w:rsidR="00CF3F93">
        <w:t>Ayub</w:t>
      </w:r>
      <w:proofErr w:type="spellEnd"/>
      <w:r w:rsidR="00CF3F93">
        <w:t xml:space="preserve"> is a well-known Islamist political activist within th</w:t>
      </w:r>
      <w:r w:rsidR="000055F1">
        <w:t>e</w:t>
      </w:r>
      <w:r w:rsidR="00F04C85">
        <w:t xml:space="preserve"> </w:t>
      </w:r>
      <w:r w:rsidR="00CF3F93">
        <w:t>Iraqi circle who has established a long history of political struggle over th</w:t>
      </w:r>
      <w:r w:rsidR="000055F1">
        <w:t>e</w:t>
      </w:r>
      <w:r w:rsidR="00F04C85">
        <w:t xml:space="preserve"> </w:t>
      </w:r>
      <w:r w:rsidR="00CF3F93">
        <w:t>past three decades. He was attracted by the views of the Ima</w:t>
      </w:r>
      <w:r w:rsidR="000055F1">
        <w:t>m</w:t>
      </w:r>
      <w:r w:rsidR="00F04C85">
        <w:t xml:space="preserve"> </w:t>
      </w:r>
      <w:r w:rsidR="00CF3F93">
        <w:t xml:space="preserve">Muhammad </w:t>
      </w:r>
      <w:proofErr w:type="spellStart"/>
      <w:r w:rsidR="00CF3F93">
        <w:t>Shirazi</w:t>
      </w:r>
      <w:proofErr w:type="spellEnd"/>
      <w:r w:rsidR="00CF3F93">
        <w:t xml:space="preserve"> in the fields of social and political sciences. Thi</w:t>
      </w:r>
      <w:r w:rsidR="000055F1">
        <w:t>s</w:t>
      </w:r>
      <w:r w:rsidR="00F04C85">
        <w:t xml:space="preserve"> </w:t>
      </w:r>
      <w:r w:rsidR="00CF3F93">
        <w:t>prompted the author to write this book to introduce the reader to thes</w:t>
      </w:r>
      <w:r w:rsidR="000055F1">
        <w:t>e</w:t>
      </w:r>
      <w:r w:rsidR="00F04C85">
        <w:t xml:space="preserve"> </w:t>
      </w:r>
      <w:r w:rsidR="00CF3F93">
        <w:t>views that have remained relatively unknown amongst Muslim activist</w:t>
      </w:r>
      <w:r w:rsidR="000055F1">
        <w:t>s</w:t>
      </w:r>
      <w:r w:rsidR="00F04C85">
        <w:t xml:space="preserve"> </w:t>
      </w:r>
      <w:r w:rsidR="00CF3F93">
        <w:t>and reformists. It covers such aspects on politics as freedom o</w:t>
      </w:r>
      <w:r w:rsidR="000055F1">
        <w:t>f</w:t>
      </w:r>
      <w:r w:rsidR="00F04C85">
        <w:t xml:space="preserve"> </w:t>
      </w:r>
      <w:r w:rsidR="00CF3F93">
        <w:t xml:space="preserve">expression, party-political pluralism and </w:t>
      </w:r>
      <w:proofErr w:type="spellStart"/>
      <w:r w:rsidR="00CF3F93">
        <w:t>organisation</w:t>
      </w:r>
      <w:proofErr w:type="spellEnd"/>
      <w:r w:rsidR="00CF3F93">
        <w:t>, social justice, peac</w:t>
      </w:r>
      <w:r w:rsidR="000055F1">
        <w:t>e</w:t>
      </w:r>
      <w:r w:rsidR="00F04C85">
        <w:t xml:space="preserve"> </w:t>
      </w:r>
      <w:r w:rsidR="00CF3F93">
        <w:t>and non-violence, human rights, consultation system of government, etc.</w:t>
      </w:r>
    </w:p>
    <w:p w:rsidR="002834FD" w:rsidRDefault="002834FD" w:rsidP="005D3BF5">
      <w:pPr>
        <w:pStyle w:val="libNormal"/>
      </w:pPr>
      <w:r>
        <w:br w:type="page"/>
      </w:r>
    </w:p>
    <w:p w:rsidR="00CF3F93" w:rsidRDefault="00CF3F93" w:rsidP="00526673">
      <w:pPr>
        <w:pStyle w:val="Heading1Center"/>
      </w:pPr>
      <w:bookmarkStart w:id="75" w:name="_Toc496784731"/>
      <w:r>
        <w:lastRenderedPageBreak/>
        <w:t>Teachings of Islam</w:t>
      </w:r>
      <w:bookmarkEnd w:id="75"/>
    </w:p>
    <w:p w:rsidR="00CF3F93" w:rsidRDefault="00CF3F93" w:rsidP="00D60BAE">
      <w:pPr>
        <w:pStyle w:val="libBold1"/>
      </w:pPr>
      <w:r>
        <w:t>www.ImamShirazi.com</w:t>
      </w:r>
    </w:p>
    <w:p w:rsidR="00D60BAE" w:rsidRDefault="00CF3F93" w:rsidP="00D60BAE">
      <w:pPr>
        <w:pStyle w:val="libBold1"/>
      </w:pPr>
      <w:r>
        <w:t>A site dedicated to the cause of Islam, Muslims and</w:t>
      </w:r>
      <w:r w:rsidR="00D60BAE">
        <w:t xml:space="preserve"> </w:t>
      </w:r>
      <w:r>
        <w:t>Mankind</w:t>
      </w:r>
    </w:p>
    <w:p w:rsidR="00CF3F93" w:rsidRDefault="00CF3F93" w:rsidP="00D60BAE">
      <w:pPr>
        <w:pStyle w:val="libBold1"/>
      </w:pPr>
      <w:r>
        <w:t>Islam aims to bring about prosperity to all mankind. One of the</w:t>
      </w:r>
      <w:r w:rsidR="00D60BAE">
        <w:t xml:space="preserve"> </w:t>
      </w:r>
      <w:r>
        <w:t xml:space="preserve">leading authorities on Islam today, Imam Muhammad </w:t>
      </w:r>
      <w:proofErr w:type="spellStart"/>
      <w:r>
        <w:t>Shirazi</w:t>
      </w:r>
      <w:proofErr w:type="spellEnd"/>
      <w:r>
        <w:t>,</w:t>
      </w:r>
      <w:r w:rsidR="00D60BAE">
        <w:t xml:space="preserve"> </w:t>
      </w:r>
      <w:r>
        <w:t>calls upon all Muslims to adhere to the teachings of Islam in all</w:t>
      </w:r>
      <w:r w:rsidR="00D60BAE">
        <w:t xml:space="preserve"> </w:t>
      </w:r>
      <w:r>
        <w:t>domains in order to regain their former glory and the salvation of</w:t>
      </w:r>
      <w:r w:rsidR="00D60BAE">
        <w:t xml:space="preserve"> </w:t>
      </w:r>
      <w:r>
        <w:t>mankind. These teachings include:</w:t>
      </w:r>
    </w:p>
    <w:p w:rsidR="00CF3F93" w:rsidRDefault="00CF3F93" w:rsidP="00D60BAE">
      <w:pPr>
        <w:pStyle w:val="libBold1"/>
      </w:pPr>
      <w:r>
        <w:t>• PEACE in every aspect.</w:t>
      </w:r>
    </w:p>
    <w:p w:rsidR="00CF3F93" w:rsidRDefault="00CF3F93" w:rsidP="00D60BAE">
      <w:pPr>
        <w:pStyle w:val="libBold1"/>
      </w:pPr>
      <w:r>
        <w:t>• NON-VIOLENCE in all conducts.</w:t>
      </w:r>
    </w:p>
    <w:p w:rsidR="00CF3F93" w:rsidRDefault="00CF3F93" w:rsidP="00D60BAE">
      <w:pPr>
        <w:pStyle w:val="libBold1"/>
      </w:pPr>
      <w:r>
        <w:t>• FREEDOM of expression, belief, etc.</w:t>
      </w:r>
    </w:p>
    <w:p w:rsidR="00CF3F93" w:rsidRDefault="00CF3F93" w:rsidP="00D60BAE">
      <w:pPr>
        <w:pStyle w:val="libBold1"/>
      </w:pPr>
      <w:r>
        <w:t>• PLURALISM of political parties.</w:t>
      </w:r>
    </w:p>
    <w:p w:rsidR="00CF3F93" w:rsidRDefault="00CF3F93" w:rsidP="00D60BAE">
      <w:pPr>
        <w:pStyle w:val="libBold1"/>
      </w:pPr>
      <w:r>
        <w:t>• CONSULTATIVE System of Leadership.</w:t>
      </w:r>
    </w:p>
    <w:p w:rsidR="00CF3F93" w:rsidRDefault="00CF3F93" w:rsidP="00D60BAE">
      <w:pPr>
        <w:pStyle w:val="libBold1"/>
      </w:pPr>
      <w:r>
        <w:t xml:space="preserve">• The RE-CREATION of the single Muslim nation </w:t>
      </w:r>
      <w:r w:rsidR="00D60BAE">
        <w:t>–</w:t>
      </w:r>
      <w:r>
        <w:t xml:space="preserve"> without</w:t>
      </w:r>
      <w:r w:rsidR="00D60BAE">
        <w:t xml:space="preserve"> </w:t>
      </w:r>
      <w:r>
        <w:t>geographical borders, etc. between them, as stated by</w:t>
      </w:r>
      <w:r w:rsidR="00D60BAE">
        <w:t xml:space="preserve"> </w:t>
      </w:r>
      <w:r>
        <w:t>Allah:</w:t>
      </w:r>
    </w:p>
    <w:p w:rsidR="00CF3F93" w:rsidRDefault="00CF3F93" w:rsidP="00D60BAE">
      <w:pPr>
        <w:pStyle w:val="libBold1"/>
      </w:pPr>
      <w:r>
        <w:t>“This, your community is a single community and I am your</w:t>
      </w:r>
    </w:p>
    <w:p w:rsidR="00CF3F93" w:rsidRDefault="00CF3F93" w:rsidP="00D60BAE">
      <w:pPr>
        <w:pStyle w:val="libBold1"/>
      </w:pPr>
      <w:r>
        <w:t xml:space="preserve">Lord; so worship </w:t>
      </w:r>
      <w:proofErr w:type="gramStart"/>
      <w:r>
        <w:t>Me</w:t>
      </w:r>
      <w:proofErr w:type="gramEnd"/>
      <w:r>
        <w:t>.”</w:t>
      </w:r>
    </w:p>
    <w:p w:rsidR="00CF3F93" w:rsidRDefault="00CF3F93" w:rsidP="00D60BAE">
      <w:pPr>
        <w:pStyle w:val="libBold1"/>
      </w:pPr>
      <w:r>
        <w:t>• The REVIVAL of Islamic brotherhood throughout this</w:t>
      </w:r>
    </w:p>
    <w:p w:rsidR="00CF3F93" w:rsidRDefault="00CF3F93" w:rsidP="00D60BAE">
      <w:pPr>
        <w:pStyle w:val="libBold1"/>
      </w:pPr>
      <w:proofErr w:type="gramStart"/>
      <w:r>
        <w:t>nation</w:t>
      </w:r>
      <w:proofErr w:type="gramEnd"/>
      <w:r>
        <w:t>:</w:t>
      </w:r>
    </w:p>
    <w:p w:rsidR="00CF3F93" w:rsidRDefault="00CF3F93" w:rsidP="00D60BAE">
      <w:pPr>
        <w:pStyle w:val="libBold1"/>
      </w:pPr>
      <w:r>
        <w:t>“The believers are brothers.”</w:t>
      </w:r>
    </w:p>
    <w:p w:rsidR="00CF3F93" w:rsidRDefault="00CF3F93" w:rsidP="00D60BAE">
      <w:pPr>
        <w:pStyle w:val="libBold1"/>
      </w:pPr>
      <w:r>
        <w:t>• FREEDOM from all the man-made laws, and restrictions</w:t>
      </w:r>
    </w:p>
    <w:p w:rsidR="00CF3F93" w:rsidRDefault="00CF3F93" w:rsidP="00D60BAE">
      <w:pPr>
        <w:pStyle w:val="libBold1"/>
      </w:pPr>
      <w:proofErr w:type="gramStart"/>
      <w:r>
        <w:t>as</w:t>
      </w:r>
      <w:proofErr w:type="gramEnd"/>
      <w:r>
        <w:t xml:space="preserve"> the Qur'an states:</w:t>
      </w:r>
    </w:p>
    <w:p w:rsidR="00CF3F93" w:rsidRDefault="00CF3F93" w:rsidP="00D60BAE">
      <w:pPr>
        <w:pStyle w:val="libBold1"/>
      </w:pPr>
      <w:r>
        <w:t>“... and (Prophet Muhammad) releases them from their heavy</w:t>
      </w:r>
      <w:r w:rsidR="00D60BAE">
        <w:t xml:space="preserve"> </w:t>
      </w:r>
      <w:r>
        <w:t>burdens and from the shackles that were upon them.”</w:t>
      </w:r>
    </w:p>
    <w:p w:rsidR="001335F4" w:rsidRDefault="00CF3F93" w:rsidP="00D60BAE">
      <w:pPr>
        <w:pStyle w:val="libBold1"/>
      </w:pPr>
      <w:r>
        <w:t xml:space="preserve">You can email your queries to the website of Imam </w:t>
      </w:r>
      <w:proofErr w:type="spellStart"/>
      <w:r>
        <w:t>Shirazi</w:t>
      </w:r>
      <w:proofErr w:type="spellEnd"/>
      <w:r>
        <w:t xml:space="preserve"> at:</w:t>
      </w:r>
      <w:r w:rsidR="00D60BAE">
        <w:t xml:space="preserve"> </w:t>
      </w:r>
      <w:r>
        <w:t>queries@ImamShirazi.com</w:t>
      </w:r>
    </w:p>
    <w:p w:rsidR="001335F4" w:rsidRDefault="001335F4" w:rsidP="005D3BF5">
      <w:pPr>
        <w:pStyle w:val="libNormal"/>
      </w:pPr>
      <w:r>
        <w:br w:type="page"/>
      </w:r>
    </w:p>
    <w:p w:rsidR="00413479" w:rsidRDefault="001335F4" w:rsidP="001335F4">
      <w:pPr>
        <w:pStyle w:val="Heading1Center"/>
      </w:pPr>
      <w:bookmarkStart w:id="76" w:name="_Toc496784732"/>
      <w:r>
        <w:lastRenderedPageBreak/>
        <w:t>Notes</w:t>
      </w:r>
      <w:bookmarkEnd w:id="76"/>
    </w:p>
    <w:p w:rsidR="001335F4" w:rsidRDefault="001335F4" w:rsidP="001335F4">
      <w:pPr>
        <w:pStyle w:val="libFootnote"/>
      </w:pPr>
      <w:r>
        <w:t>1 It is a mark of piety in Islam to use this salutation when mentioning the name of the Holy Prophet Muhammad. It is a similar mark of piety to use the greeting ‘</w:t>
      </w:r>
      <w:proofErr w:type="spellStart"/>
      <w:r>
        <w:t>alayhi</w:t>
      </w:r>
      <w:proofErr w:type="spellEnd"/>
      <w:r>
        <w:t xml:space="preserve"> al-</w:t>
      </w:r>
      <w:proofErr w:type="spellStart"/>
      <w:r>
        <w:t>salam</w:t>
      </w:r>
      <w:proofErr w:type="spellEnd"/>
      <w:r>
        <w:t xml:space="preserve">, peace be upon him, on mentioning one of the other Prophets or one of the Imams from the Household (the Progeny) of the Holy Prophet, the </w:t>
      </w:r>
      <w:proofErr w:type="spellStart"/>
      <w:r>
        <w:t>Ahl</w:t>
      </w:r>
      <w:proofErr w:type="spellEnd"/>
      <w:r>
        <w:t xml:space="preserve"> al-</w:t>
      </w:r>
      <w:proofErr w:type="spellStart"/>
      <w:r>
        <w:t>Bayt</w:t>
      </w:r>
      <w:proofErr w:type="spellEnd"/>
      <w:r>
        <w:t>. This practice has been followed throughout the book.</w:t>
      </w:r>
    </w:p>
    <w:p w:rsidR="001335F4" w:rsidRDefault="001335F4" w:rsidP="001335F4">
      <w:pPr>
        <w:pStyle w:val="libFootnote"/>
      </w:pPr>
      <w:r>
        <w:t xml:space="preserve">2 The words and deeds of the Prophet Muhammad and the Imams of the </w:t>
      </w:r>
      <w:proofErr w:type="spellStart"/>
      <w:r>
        <w:t>Ahl</w:t>
      </w:r>
      <w:proofErr w:type="spellEnd"/>
      <w:r>
        <w:t xml:space="preserve"> al-</w:t>
      </w:r>
      <w:proofErr w:type="spellStart"/>
      <w:r>
        <w:t>Bayt</w:t>
      </w:r>
      <w:proofErr w:type="spellEnd"/>
      <w:r>
        <w:t>.</w:t>
      </w:r>
    </w:p>
    <w:p w:rsidR="001335F4" w:rsidRDefault="001335F4" w:rsidP="001335F4">
      <w:pPr>
        <w:pStyle w:val="libFootnote"/>
      </w:pPr>
      <w:r>
        <w:t>3 Refer to other works by the author namely, Al-‘</w:t>
      </w:r>
      <w:proofErr w:type="spellStart"/>
      <w:r>
        <w:t>aqa’id</w:t>
      </w:r>
      <w:proofErr w:type="spellEnd"/>
      <w:r>
        <w:t xml:space="preserve"> al-</w:t>
      </w:r>
      <w:proofErr w:type="spellStart"/>
      <w:r>
        <w:t>islamiyya</w:t>
      </w:r>
      <w:proofErr w:type="spellEnd"/>
      <w:r>
        <w:t xml:space="preserve">; </w:t>
      </w:r>
      <w:proofErr w:type="spellStart"/>
      <w:r>
        <w:t>Kayfa</w:t>
      </w:r>
      <w:proofErr w:type="spellEnd"/>
      <w:r>
        <w:t xml:space="preserve"> ‘</w:t>
      </w:r>
      <w:proofErr w:type="spellStart"/>
      <w:r>
        <w:t>arafta</w:t>
      </w:r>
      <w:proofErr w:type="spellEnd"/>
      <w:r>
        <w:t xml:space="preserve"> ’</w:t>
      </w:r>
      <w:proofErr w:type="spellStart"/>
      <w:r>
        <w:t>llah</w:t>
      </w:r>
      <w:proofErr w:type="spellEnd"/>
      <w:r>
        <w:t xml:space="preserve"> and Hal </w:t>
      </w:r>
      <w:proofErr w:type="spellStart"/>
      <w:r>
        <w:t>tuhibb</w:t>
      </w:r>
      <w:proofErr w:type="spellEnd"/>
      <w:r>
        <w:t xml:space="preserve"> </w:t>
      </w:r>
      <w:proofErr w:type="spellStart"/>
      <w:r>
        <w:t>ma‘rifat</w:t>
      </w:r>
      <w:proofErr w:type="spellEnd"/>
      <w:r>
        <w:t xml:space="preserve"> Allah.</w:t>
      </w:r>
    </w:p>
    <w:p w:rsidR="001335F4" w:rsidRDefault="001335F4" w:rsidP="001335F4">
      <w:pPr>
        <w:pStyle w:val="libFootnote"/>
      </w:pPr>
      <w:r>
        <w:t>4 Refer to Al-</w:t>
      </w:r>
      <w:proofErr w:type="spellStart"/>
      <w:proofErr w:type="gramStart"/>
      <w:r>
        <w:t>tashri</w:t>
      </w:r>
      <w:proofErr w:type="spellEnd"/>
      <w:r>
        <w:t>‘ al</w:t>
      </w:r>
      <w:proofErr w:type="gramEnd"/>
      <w:r>
        <w:t>-</w:t>
      </w:r>
      <w:proofErr w:type="spellStart"/>
      <w:r>
        <w:t>jina’i</w:t>
      </w:r>
      <w:proofErr w:type="spellEnd"/>
      <w:r>
        <w:t xml:space="preserve"> al-</w:t>
      </w:r>
      <w:proofErr w:type="spellStart"/>
      <w:r>
        <w:t>islami</w:t>
      </w:r>
      <w:proofErr w:type="spellEnd"/>
      <w:r>
        <w:t xml:space="preserve"> by ‘</w:t>
      </w:r>
      <w:proofErr w:type="spellStart"/>
      <w:r>
        <w:t>Abd</w:t>
      </w:r>
      <w:proofErr w:type="spellEnd"/>
      <w:r>
        <w:t xml:space="preserve"> al-</w:t>
      </w:r>
      <w:proofErr w:type="spellStart"/>
      <w:r>
        <w:t>Razzaq</w:t>
      </w:r>
      <w:proofErr w:type="spellEnd"/>
      <w:r>
        <w:t xml:space="preserve"> ‘</w:t>
      </w:r>
      <w:proofErr w:type="spellStart"/>
      <w:r>
        <w:t>Oda</w:t>
      </w:r>
      <w:proofErr w:type="spellEnd"/>
      <w:r>
        <w:t>.</w:t>
      </w:r>
    </w:p>
    <w:p w:rsidR="001335F4" w:rsidRDefault="001335F4" w:rsidP="001335F4">
      <w:pPr>
        <w:pStyle w:val="libFootnote"/>
      </w:pPr>
      <w:r>
        <w:t>5 This was the figure available in the 1950’s. The figure today is more than 1.5 billion.</w:t>
      </w:r>
    </w:p>
    <w:p w:rsidR="001335F4" w:rsidRDefault="001335F4" w:rsidP="001335F4">
      <w:pPr>
        <w:pStyle w:val="libFootnote"/>
      </w:pPr>
      <w:r>
        <w:t>6 Of course there are now large Muslim communities in Europe and North America.</w:t>
      </w:r>
    </w:p>
    <w:p w:rsidR="001335F4" w:rsidRDefault="001335F4" w:rsidP="001335F4">
      <w:pPr>
        <w:pStyle w:val="libFootnote"/>
      </w:pPr>
      <w:r>
        <w:t xml:space="preserve">7 A </w:t>
      </w:r>
      <w:proofErr w:type="spellStart"/>
      <w:r>
        <w:t>hadith</w:t>
      </w:r>
      <w:proofErr w:type="spellEnd"/>
      <w:r>
        <w:t xml:space="preserve"> is a statement or saying of the Holy Prophet Muhammad or of one of the Imams of the </w:t>
      </w:r>
      <w:proofErr w:type="spellStart"/>
      <w:r>
        <w:t>Ahl</w:t>
      </w:r>
      <w:proofErr w:type="spellEnd"/>
      <w:r>
        <w:t xml:space="preserve"> al-</w:t>
      </w:r>
      <w:proofErr w:type="spellStart"/>
      <w:r>
        <w:t>Bayt</w:t>
      </w:r>
      <w:proofErr w:type="spellEnd"/>
      <w:r>
        <w:t>.</w:t>
      </w:r>
    </w:p>
    <w:p w:rsidR="001335F4" w:rsidRDefault="001335F4" w:rsidP="001335F4">
      <w:pPr>
        <w:pStyle w:val="libFootnote"/>
      </w:pPr>
      <w:r>
        <w:t xml:space="preserve">8 See, for instance, </w:t>
      </w:r>
      <w:proofErr w:type="spellStart"/>
      <w:r>
        <w:t>Kanz</w:t>
      </w:r>
      <w:proofErr w:type="spellEnd"/>
      <w:r>
        <w:t xml:space="preserve"> al-‘</w:t>
      </w:r>
      <w:proofErr w:type="spellStart"/>
      <w:r>
        <w:t>ummal</w:t>
      </w:r>
      <w:proofErr w:type="spellEnd"/>
      <w:r>
        <w:t>, ‘Ala’ al-Din Al-</w:t>
      </w:r>
      <w:proofErr w:type="spellStart"/>
      <w:r>
        <w:t>Mutaqqi</w:t>
      </w:r>
      <w:proofErr w:type="spellEnd"/>
      <w:r>
        <w:t xml:space="preserve"> al-Hindi (d. 975/1567-8),Beirut, 1989 (16 vols.), vol. XIV, p. 271, </w:t>
      </w:r>
      <w:proofErr w:type="spellStart"/>
      <w:r>
        <w:t>hadith</w:t>
      </w:r>
      <w:proofErr w:type="spellEnd"/>
      <w:r>
        <w:t xml:space="preserve"> 38691: “The Day of </w:t>
      </w:r>
      <w:proofErr w:type="spellStart"/>
      <w:r>
        <w:t>Judgement</w:t>
      </w:r>
      <w:proofErr w:type="spellEnd"/>
      <w:r>
        <w:t xml:space="preserve"> will not occur before tyranny and aggression encompass the earth, then a man from my progeny will rise up and fill it with justice and equitableness just as it had been full of tyranny and aggression”; also see, p. 271, </w:t>
      </w:r>
      <w:proofErr w:type="spellStart"/>
      <w:r>
        <w:t>hadith</w:t>
      </w:r>
      <w:proofErr w:type="spellEnd"/>
      <w:r>
        <w:t xml:space="preserve"> 38692 and p.265, 38667.</w:t>
      </w:r>
    </w:p>
    <w:p w:rsidR="001335F4" w:rsidRDefault="001335F4" w:rsidP="001335F4">
      <w:pPr>
        <w:pStyle w:val="libFootnote"/>
      </w:pPr>
      <w:r>
        <w:t xml:space="preserve">9 See </w:t>
      </w:r>
      <w:proofErr w:type="spellStart"/>
      <w:r>
        <w:t>Wasa’il</w:t>
      </w:r>
      <w:proofErr w:type="spellEnd"/>
      <w:r>
        <w:t xml:space="preserve"> al-</w:t>
      </w:r>
      <w:proofErr w:type="spellStart"/>
      <w:r>
        <w:t>Shi‘a</w:t>
      </w:r>
      <w:proofErr w:type="spellEnd"/>
      <w:r>
        <w:t xml:space="preserve"> (</w:t>
      </w:r>
      <w:proofErr w:type="spellStart"/>
      <w:r>
        <w:t>ila</w:t>
      </w:r>
      <w:proofErr w:type="spellEnd"/>
      <w:r>
        <w:t xml:space="preserve"> </w:t>
      </w:r>
      <w:proofErr w:type="spellStart"/>
      <w:r>
        <w:t>tahsil</w:t>
      </w:r>
      <w:proofErr w:type="spellEnd"/>
      <w:r>
        <w:t xml:space="preserve"> </w:t>
      </w:r>
      <w:proofErr w:type="spellStart"/>
      <w:r>
        <w:t>masa’il</w:t>
      </w:r>
      <w:proofErr w:type="spellEnd"/>
      <w:r>
        <w:t xml:space="preserve"> al-</w:t>
      </w:r>
      <w:proofErr w:type="spellStart"/>
      <w:r>
        <w:t>Shari‘a</w:t>
      </w:r>
      <w:proofErr w:type="spellEnd"/>
      <w:r>
        <w:t>) by Muhammad b. al-</w:t>
      </w:r>
      <w:proofErr w:type="spellStart"/>
      <w:r>
        <w:t>Hasan</w:t>
      </w:r>
      <w:proofErr w:type="spellEnd"/>
      <w:r>
        <w:t xml:space="preserve"> al-</w:t>
      </w:r>
      <w:proofErr w:type="spellStart"/>
      <w:r>
        <w:t>Hur</w:t>
      </w:r>
      <w:proofErr w:type="spellEnd"/>
      <w:r>
        <w:t xml:space="preserve"> al-‘</w:t>
      </w:r>
      <w:proofErr w:type="spellStart"/>
      <w:r>
        <w:t>Amili</w:t>
      </w:r>
      <w:proofErr w:type="spellEnd"/>
      <w:r>
        <w:t xml:space="preserve"> (d. 1104/1692-3), 20 volumes, Beirut</w:t>
      </w:r>
      <w:proofErr w:type="gramStart"/>
      <w:r>
        <w:t>,1983</w:t>
      </w:r>
      <w:proofErr w:type="gramEnd"/>
      <w:r>
        <w:t>, vol.12, p. 49.</w:t>
      </w:r>
    </w:p>
    <w:p w:rsidR="001335F4" w:rsidRDefault="001335F4" w:rsidP="001335F4">
      <w:pPr>
        <w:pStyle w:val="libFootnote"/>
      </w:pPr>
      <w:proofErr w:type="gramStart"/>
      <w:r>
        <w:t xml:space="preserve">10 See </w:t>
      </w:r>
      <w:proofErr w:type="spellStart"/>
      <w:r>
        <w:t>Wasa’il</w:t>
      </w:r>
      <w:proofErr w:type="spellEnd"/>
      <w:r>
        <w:t xml:space="preserve"> al-</w:t>
      </w:r>
      <w:proofErr w:type="spellStart"/>
      <w:r>
        <w:t>Shi’a</w:t>
      </w:r>
      <w:proofErr w:type="spellEnd"/>
      <w:r>
        <w:t>, vol. 12, p. 49.</w:t>
      </w:r>
      <w:proofErr w:type="gramEnd"/>
    </w:p>
    <w:p w:rsidR="001335F4" w:rsidRDefault="001335F4" w:rsidP="001335F4">
      <w:pPr>
        <w:pStyle w:val="libFootnote"/>
      </w:pPr>
      <w:r>
        <w:t xml:space="preserve">11 See </w:t>
      </w:r>
      <w:proofErr w:type="spellStart"/>
      <w:r>
        <w:t>Usul</w:t>
      </w:r>
      <w:proofErr w:type="spellEnd"/>
      <w:r>
        <w:t xml:space="preserve"> al-</w:t>
      </w:r>
      <w:proofErr w:type="spellStart"/>
      <w:r>
        <w:t>Kafi</w:t>
      </w:r>
      <w:proofErr w:type="spellEnd"/>
      <w:r>
        <w:t xml:space="preserve">, Muhammad b. </w:t>
      </w:r>
      <w:proofErr w:type="spellStart"/>
      <w:r>
        <w:t>Ya‘qub</w:t>
      </w:r>
      <w:proofErr w:type="spellEnd"/>
      <w:r>
        <w:t xml:space="preserve"> al-</w:t>
      </w:r>
      <w:proofErr w:type="spellStart"/>
      <w:r>
        <w:t>Kulayni</w:t>
      </w:r>
      <w:proofErr w:type="spellEnd"/>
      <w:r>
        <w:t xml:space="preserve"> (d. 329/940), Beirut, 1995, p.111, with the addition, </w:t>
      </w:r>
      <w:proofErr w:type="gramStart"/>
      <w:r>
        <w:t>“ …</w:t>
      </w:r>
      <w:proofErr w:type="gramEnd"/>
      <w:r>
        <w:t>…with a pious man and an unrighteous one [alike]”.</w:t>
      </w:r>
    </w:p>
    <w:p w:rsidR="001335F4" w:rsidRDefault="001335F4" w:rsidP="001335F4">
      <w:pPr>
        <w:pStyle w:val="libFootnote"/>
      </w:pPr>
      <w:proofErr w:type="gramStart"/>
      <w:r>
        <w:t xml:space="preserve">12 See </w:t>
      </w:r>
      <w:proofErr w:type="spellStart"/>
      <w:r>
        <w:t>Nahj</w:t>
      </w:r>
      <w:proofErr w:type="spellEnd"/>
      <w:r>
        <w:t xml:space="preserve"> al-</w:t>
      </w:r>
      <w:proofErr w:type="spellStart"/>
      <w:r>
        <w:t>Balagha</w:t>
      </w:r>
      <w:proofErr w:type="spellEnd"/>
      <w:r>
        <w:t>, ed. ‘Aziz-Allah al-‘</w:t>
      </w:r>
      <w:proofErr w:type="spellStart"/>
      <w:r>
        <w:t>Utaradi</w:t>
      </w:r>
      <w:proofErr w:type="spellEnd"/>
      <w:r>
        <w:t>, Iran, 2nd.</w:t>
      </w:r>
      <w:proofErr w:type="gramEnd"/>
      <w:r>
        <w:t xml:space="preserve"> Print. 1995, p. 362: “I exhort you and all my offspring and my family and those who hear these words to fear God and </w:t>
      </w:r>
      <w:r w:rsidR="00337E26" w:rsidRPr="00337E26">
        <w:t>organize your affairs” - from ‘Ali’s last testament (no. 47).</w:t>
      </w:r>
    </w:p>
    <w:p w:rsidR="001335F4" w:rsidRDefault="001335F4" w:rsidP="001335F4">
      <w:pPr>
        <w:pStyle w:val="libFootnote"/>
      </w:pPr>
      <w:r>
        <w:t xml:space="preserve">13 </w:t>
      </w:r>
      <w:proofErr w:type="spellStart"/>
      <w:r>
        <w:t>Nahj</w:t>
      </w:r>
      <w:proofErr w:type="spellEnd"/>
      <w:r>
        <w:t xml:space="preserve"> al-</w:t>
      </w:r>
      <w:proofErr w:type="spellStart"/>
      <w:r>
        <w:t>balagha</w:t>
      </w:r>
      <w:proofErr w:type="spellEnd"/>
      <w:r>
        <w:t xml:space="preserve">, </w:t>
      </w:r>
      <w:proofErr w:type="spellStart"/>
      <w:r>
        <w:t>hikma</w:t>
      </w:r>
      <w:proofErr w:type="spellEnd"/>
      <w:r>
        <w:t xml:space="preserve"> no 78, page 419.</w:t>
      </w:r>
    </w:p>
    <w:p w:rsidR="001335F4" w:rsidRDefault="001335F4" w:rsidP="001335F4">
      <w:pPr>
        <w:pStyle w:val="libFootnote"/>
      </w:pPr>
      <w:proofErr w:type="gramStart"/>
      <w:r>
        <w:t xml:space="preserve">14 See </w:t>
      </w:r>
      <w:proofErr w:type="spellStart"/>
      <w:r>
        <w:t>Kanz</w:t>
      </w:r>
      <w:proofErr w:type="spellEnd"/>
      <w:r>
        <w:t xml:space="preserve"> al-‘</w:t>
      </w:r>
      <w:proofErr w:type="spellStart"/>
      <w:r>
        <w:t>ummal</w:t>
      </w:r>
      <w:proofErr w:type="spellEnd"/>
      <w:r>
        <w:t>, vol.</w:t>
      </w:r>
      <w:proofErr w:type="gramEnd"/>
      <w:r>
        <w:t xml:space="preserve"> I, p. 141, </w:t>
      </w:r>
      <w:proofErr w:type="spellStart"/>
      <w:r>
        <w:t>hadith</w:t>
      </w:r>
      <w:proofErr w:type="spellEnd"/>
      <w:r>
        <w:t xml:space="preserve"> 678; p. 142, </w:t>
      </w:r>
      <w:proofErr w:type="spellStart"/>
      <w:r>
        <w:t>hadith</w:t>
      </w:r>
      <w:proofErr w:type="spellEnd"/>
      <w:r>
        <w:t xml:space="preserve"> 679 for similar versions; the latter has the addition, </w:t>
      </w:r>
      <w:proofErr w:type="gramStart"/>
      <w:r>
        <w:t>“ ….</w:t>
      </w:r>
      <w:proofErr w:type="gramEnd"/>
      <w:r>
        <w:t xml:space="preserve"> </w:t>
      </w:r>
      <w:proofErr w:type="gramStart"/>
      <w:r>
        <w:t>and</w:t>
      </w:r>
      <w:proofErr w:type="gramEnd"/>
      <w:r>
        <w:t xml:space="preserve"> the best people are those who do the most for others”.</w:t>
      </w:r>
    </w:p>
    <w:p w:rsidR="001335F4" w:rsidRDefault="001335F4" w:rsidP="001335F4">
      <w:pPr>
        <w:pStyle w:val="libFootnote"/>
      </w:pPr>
      <w:proofErr w:type="gramStart"/>
      <w:r>
        <w:t>15 ‘</w:t>
      </w:r>
      <w:proofErr w:type="spellStart"/>
      <w:r>
        <w:t>Ibadat</w:t>
      </w:r>
      <w:proofErr w:type="spellEnd"/>
      <w:r>
        <w:t xml:space="preserve"> al-Islam, 3rd printing, Beirut, 1994.</w:t>
      </w:r>
      <w:proofErr w:type="gramEnd"/>
    </w:p>
    <w:p w:rsidR="001335F4" w:rsidRDefault="001335F4" w:rsidP="001335F4">
      <w:pPr>
        <w:pStyle w:val="libFootnote"/>
      </w:pPr>
      <w:r>
        <w:t xml:space="preserve">16 Each unit (or </w:t>
      </w:r>
      <w:proofErr w:type="spellStart"/>
      <w:r>
        <w:t>raka</w:t>
      </w:r>
      <w:proofErr w:type="spellEnd"/>
      <w:r>
        <w:t>‘) consists (briefly) of standing, bowing and then two prostrations.</w:t>
      </w:r>
    </w:p>
    <w:p w:rsidR="001335F4" w:rsidRDefault="001335F4" w:rsidP="001335F4">
      <w:pPr>
        <w:pStyle w:val="libFootnote"/>
      </w:pPr>
      <w:proofErr w:type="gramStart"/>
      <w:r>
        <w:t>17 to the extent that there is still time for the afternoon prayer.</w:t>
      </w:r>
      <w:proofErr w:type="gramEnd"/>
    </w:p>
    <w:p w:rsidR="001335F4" w:rsidRDefault="001335F4" w:rsidP="001335F4">
      <w:pPr>
        <w:pStyle w:val="libFootnote"/>
      </w:pPr>
      <w:r>
        <w:t>18 so that there is time to prayer the evening prayer. Night here is defined as being the time from sunset (in the prayer sense) until the beginning of dawn.</w:t>
      </w:r>
    </w:p>
    <w:p w:rsidR="001335F4" w:rsidRDefault="001335F4" w:rsidP="001335F4">
      <w:pPr>
        <w:pStyle w:val="libFootnote"/>
      </w:pPr>
      <w:r>
        <w:t>19 Note that the sunset prayer is not shortened.</w:t>
      </w:r>
    </w:p>
    <w:p w:rsidR="001335F4" w:rsidRDefault="001335F4" w:rsidP="001335F4">
      <w:pPr>
        <w:pStyle w:val="libFootnote"/>
      </w:pPr>
      <w:r>
        <w:t>20 God is great.</w:t>
      </w:r>
    </w:p>
    <w:p w:rsidR="001335F4" w:rsidRDefault="001335F4" w:rsidP="001335F4">
      <w:pPr>
        <w:pStyle w:val="libFootnote"/>
      </w:pPr>
      <w:proofErr w:type="gramStart"/>
      <w:r>
        <w:t xml:space="preserve">21 </w:t>
      </w:r>
      <w:proofErr w:type="spellStart"/>
      <w:r>
        <w:t>Subhana</w:t>
      </w:r>
      <w:proofErr w:type="spellEnd"/>
      <w:r>
        <w:t xml:space="preserve"> </w:t>
      </w:r>
      <w:proofErr w:type="spellStart"/>
      <w:r>
        <w:t>rabbiyal-‘adhim</w:t>
      </w:r>
      <w:proofErr w:type="spellEnd"/>
      <w:r>
        <w:t xml:space="preserve"> </w:t>
      </w:r>
      <w:proofErr w:type="spellStart"/>
      <w:r>
        <w:t>wa</w:t>
      </w:r>
      <w:proofErr w:type="spellEnd"/>
      <w:r>
        <w:t>-bi-</w:t>
      </w:r>
      <w:proofErr w:type="spellStart"/>
      <w:r>
        <w:t>hamdih</w:t>
      </w:r>
      <w:proofErr w:type="spellEnd"/>
      <w:r>
        <w:t>.</w:t>
      </w:r>
      <w:proofErr w:type="gramEnd"/>
    </w:p>
    <w:p w:rsidR="001335F4" w:rsidRDefault="001335F4" w:rsidP="001335F4">
      <w:pPr>
        <w:pStyle w:val="libFootnote"/>
      </w:pPr>
      <w:proofErr w:type="gramStart"/>
      <w:r>
        <w:t xml:space="preserve">22 </w:t>
      </w:r>
      <w:proofErr w:type="spellStart"/>
      <w:r>
        <w:t>Subhana</w:t>
      </w:r>
      <w:proofErr w:type="spellEnd"/>
      <w:r>
        <w:t xml:space="preserve"> </w:t>
      </w:r>
      <w:proofErr w:type="spellStart"/>
      <w:r>
        <w:t>rabbiyal-a‘la</w:t>
      </w:r>
      <w:proofErr w:type="spellEnd"/>
      <w:r>
        <w:t xml:space="preserve"> </w:t>
      </w:r>
      <w:proofErr w:type="spellStart"/>
      <w:r>
        <w:t>wa</w:t>
      </w:r>
      <w:proofErr w:type="spellEnd"/>
      <w:r>
        <w:t>-bi-</w:t>
      </w:r>
      <w:proofErr w:type="spellStart"/>
      <w:r>
        <w:t>hamdih</w:t>
      </w:r>
      <w:proofErr w:type="spellEnd"/>
      <w:r>
        <w:t>.</w:t>
      </w:r>
      <w:proofErr w:type="gramEnd"/>
    </w:p>
    <w:p w:rsidR="001335F4" w:rsidRDefault="001335F4" w:rsidP="001335F4">
      <w:pPr>
        <w:pStyle w:val="libFootnote"/>
      </w:pPr>
      <w:r>
        <w:t xml:space="preserve">23 As, for instance, </w:t>
      </w:r>
      <w:proofErr w:type="spellStart"/>
      <w:r>
        <w:t>Allahumma</w:t>
      </w:r>
      <w:proofErr w:type="spellEnd"/>
      <w:r>
        <w:t xml:space="preserve"> </w:t>
      </w:r>
      <w:proofErr w:type="spellStart"/>
      <w:r>
        <w:t>salli</w:t>
      </w:r>
      <w:proofErr w:type="spellEnd"/>
      <w:r>
        <w:t xml:space="preserve"> ‘ala </w:t>
      </w:r>
      <w:proofErr w:type="spellStart"/>
      <w:r>
        <w:t>Muhammadin</w:t>
      </w:r>
      <w:proofErr w:type="spellEnd"/>
      <w:r>
        <w:t xml:space="preserve"> </w:t>
      </w:r>
      <w:proofErr w:type="spellStart"/>
      <w:r>
        <w:t>wa-Aali</w:t>
      </w:r>
      <w:proofErr w:type="spellEnd"/>
      <w:r>
        <w:t xml:space="preserve"> Muhammad; </w:t>
      </w:r>
      <w:proofErr w:type="spellStart"/>
      <w:r>
        <w:t>Rabbana</w:t>
      </w:r>
      <w:proofErr w:type="spellEnd"/>
      <w:r>
        <w:t xml:space="preserve"> </w:t>
      </w:r>
      <w:proofErr w:type="spellStart"/>
      <w:r>
        <w:t>atina</w:t>
      </w:r>
      <w:proofErr w:type="spellEnd"/>
      <w:r>
        <w:t xml:space="preserve"> </w:t>
      </w:r>
      <w:proofErr w:type="spellStart"/>
      <w:r>
        <w:t>fi</w:t>
      </w:r>
      <w:proofErr w:type="spellEnd"/>
      <w:r>
        <w:t xml:space="preserve"> ’d-</w:t>
      </w:r>
      <w:proofErr w:type="spellStart"/>
      <w:r>
        <w:t>dunya</w:t>
      </w:r>
      <w:proofErr w:type="spellEnd"/>
      <w:r>
        <w:t xml:space="preserve"> </w:t>
      </w:r>
      <w:proofErr w:type="spellStart"/>
      <w:r>
        <w:t>hasanatan</w:t>
      </w:r>
      <w:proofErr w:type="spellEnd"/>
      <w:r>
        <w:t xml:space="preserve"> </w:t>
      </w:r>
      <w:proofErr w:type="spellStart"/>
      <w:r>
        <w:t>wa-fi</w:t>
      </w:r>
      <w:proofErr w:type="spellEnd"/>
      <w:r>
        <w:t xml:space="preserve"> ’l-</w:t>
      </w:r>
      <w:proofErr w:type="spellStart"/>
      <w:r>
        <w:t>akhirati</w:t>
      </w:r>
      <w:proofErr w:type="spellEnd"/>
      <w:r>
        <w:t xml:space="preserve"> </w:t>
      </w:r>
      <w:proofErr w:type="spellStart"/>
      <w:r>
        <w:t>hasanatan</w:t>
      </w:r>
      <w:proofErr w:type="spellEnd"/>
      <w:r>
        <w:t xml:space="preserve"> </w:t>
      </w:r>
      <w:proofErr w:type="spellStart"/>
      <w:r>
        <w:t>wa-qina</w:t>
      </w:r>
      <w:proofErr w:type="spellEnd"/>
      <w:r>
        <w:t xml:space="preserve"> ‘</w:t>
      </w:r>
      <w:proofErr w:type="spellStart"/>
      <w:r>
        <w:t>adhab</w:t>
      </w:r>
      <w:proofErr w:type="spellEnd"/>
      <w:r>
        <w:t xml:space="preserve"> an-</w:t>
      </w:r>
      <w:proofErr w:type="spellStart"/>
      <w:r>
        <w:t>nar</w:t>
      </w:r>
      <w:proofErr w:type="spellEnd"/>
      <w:r>
        <w:t xml:space="preserve"> [2: 201]; </w:t>
      </w:r>
      <w:proofErr w:type="spellStart"/>
      <w:r>
        <w:t>Rabbana</w:t>
      </w:r>
      <w:proofErr w:type="spellEnd"/>
      <w:r>
        <w:t xml:space="preserve"> </w:t>
      </w:r>
      <w:proofErr w:type="spellStart"/>
      <w:r>
        <w:t>amanna</w:t>
      </w:r>
      <w:proofErr w:type="spellEnd"/>
      <w:r>
        <w:t xml:space="preserve"> bi-ma </w:t>
      </w:r>
      <w:proofErr w:type="spellStart"/>
      <w:r>
        <w:t>anzalta</w:t>
      </w:r>
      <w:proofErr w:type="spellEnd"/>
      <w:r>
        <w:t xml:space="preserve"> </w:t>
      </w:r>
      <w:proofErr w:type="spellStart"/>
      <w:r>
        <w:t>wa-ttaba‘n-ar-rasula</w:t>
      </w:r>
      <w:proofErr w:type="spellEnd"/>
      <w:r>
        <w:t xml:space="preserve"> </w:t>
      </w:r>
      <w:proofErr w:type="spellStart"/>
      <w:r>
        <w:t>fa-ktubna</w:t>
      </w:r>
      <w:proofErr w:type="spellEnd"/>
      <w:r>
        <w:t xml:space="preserve"> ma‘-ash-</w:t>
      </w:r>
      <w:proofErr w:type="spellStart"/>
      <w:r>
        <w:t>shahidin</w:t>
      </w:r>
      <w:proofErr w:type="spellEnd"/>
      <w:r>
        <w:t xml:space="preserve"> [3: 53].</w:t>
      </w:r>
    </w:p>
    <w:p w:rsidR="001335F4" w:rsidRDefault="001335F4" w:rsidP="001335F4">
      <w:pPr>
        <w:pStyle w:val="libFootnote"/>
      </w:pPr>
      <w:r>
        <w:t xml:space="preserve">24 Which includes </w:t>
      </w:r>
      <w:proofErr w:type="gramStart"/>
      <w:r>
        <w:t>( among</w:t>
      </w:r>
      <w:proofErr w:type="gramEnd"/>
      <w:r>
        <w:t xml:space="preserve"> other invocations) testifying (hence </w:t>
      </w:r>
      <w:proofErr w:type="spellStart"/>
      <w:r>
        <w:t>tashahhud</w:t>
      </w:r>
      <w:proofErr w:type="spellEnd"/>
      <w:r>
        <w:t xml:space="preserve">) to the Divine Unity and the </w:t>
      </w:r>
      <w:proofErr w:type="spellStart"/>
      <w:r>
        <w:t>Prophethood</w:t>
      </w:r>
      <w:proofErr w:type="spellEnd"/>
      <w:r>
        <w:t xml:space="preserve"> of Muhammad and invoking the peace and blessings of God upon him and his progeny.</w:t>
      </w:r>
    </w:p>
    <w:p w:rsidR="001335F4" w:rsidRDefault="001335F4" w:rsidP="001335F4">
      <w:pPr>
        <w:pStyle w:val="libFootnote"/>
      </w:pPr>
      <w:r>
        <w:t>25 As-</w:t>
      </w:r>
      <w:proofErr w:type="spellStart"/>
      <w:r>
        <w:t>salam</w:t>
      </w:r>
      <w:proofErr w:type="spellEnd"/>
      <w:r>
        <w:t xml:space="preserve"> ‘</w:t>
      </w:r>
      <w:proofErr w:type="spellStart"/>
      <w:r>
        <w:t>alaykum</w:t>
      </w:r>
      <w:proofErr w:type="spellEnd"/>
      <w:r>
        <w:t xml:space="preserve"> </w:t>
      </w:r>
      <w:proofErr w:type="spellStart"/>
      <w:r>
        <w:t>wa-rahmatullahi</w:t>
      </w:r>
      <w:proofErr w:type="spellEnd"/>
      <w:r>
        <w:t xml:space="preserve"> </w:t>
      </w:r>
      <w:proofErr w:type="spellStart"/>
      <w:r>
        <w:t>wa-barakatuh</w:t>
      </w:r>
      <w:proofErr w:type="spellEnd"/>
      <w:r>
        <w:t>.</w:t>
      </w:r>
    </w:p>
    <w:p w:rsidR="001335F4" w:rsidRDefault="001335F4" w:rsidP="001335F4">
      <w:pPr>
        <w:pStyle w:val="libFootnote"/>
      </w:pPr>
      <w:r>
        <w:t xml:space="preserve">26 </w:t>
      </w:r>
      <w:proofErr w:type="spellStart"/>
      <w:r>
        <w:t>Subhanallah</w:t>
      </w:r>
      <w:proofErr w:type="spellEnd"/>
      <w:r>
        <w:t xml:space="preserve">; </w:t>
      </w:r>
      <w:proofErr w:type="spellStart"/>
      <w:r>
        <w:t>wa-’l</w:t>
      </w:r>
      <w:proofErr w:type="spellEnd"/>
      <w:r>
        <w:t xml:space="preserve"> –</w:t>
      </w:r>
      <w:proofErr w:type="spellStart"/>
      <w:r>
        <w:t>hamdulillah</w:t>
      </w:r>
      <w:proofErr w:type="spellEnd"/>
      <w:r>
        <w:t xml:space="preserve">; </w:t>
      </w:r>
      <w:proofErr w:type="spellStart"/>
      <w:r>
        <w:t>wa</w:t>
      </w:r>
      <w:proofErr w:type="spellEnd"/>
      <w:r>
        <w:t xml:space="preserve">-la </w:t>
      </w:r>
      <w:proofErr w:type="spellStart"/>
      <w:r>
        <w:t>ilaha</w:t>
      </w:r>
      <w:proofErr w:type="spellEnd"/>
      <w:r>
        <w:t xml:space="preserve"> </w:t>
      </w:r>
      <w:proofErr w:type="spellStart"/>
      <w:r>
        <w:t>illa</w:t>
      </w:r>
      <w:proofErr w:type="spellEnd"/>
      <w:r>
        <w:t xml:space="preserve"> -’</w:t>
      </w:r>
      <w:proofErr w:type="spellStart"/>
      <w:r>
        <w:t>llah</w:t>
      </w:r>
      <w:proofErr w:type="spellEnd"/>
      <w:r>
        <w:t xml:space="preserve">; </w:t>
      </w:r>
      <w:proofErr w:type="spellStart"/>
      <w:r>
        <w:t>wa-’llahu</w:t>
      </w:r>
      <w:proofErr w:type="spellEnd"/>
      <w:r>
        <w:t xml:space="preserve"> </w:t>
      </w:r>
      <w:proofErr w:type="spellStart"/>
      <w:proofErr w:type="gramStart"/>
      <w:r>
        <w:t>akbar</w:t>
      </w:r>
      <w:proofErr w:type="spellEnd"/>
      <w:proofErr w:type="gramEnd"/>
      <w:r>
        <w:t xml:space="preserve"> (thrice).</w:t>
      </w:r>
    </w:p>
    <w:p w:rsidR="001335F4" w:rsidRDefault="001335F4" w:rsidP="001335F4">
      <w:pPr>
        <w:pStyle w:val="libFootnote"/>
      </w:pPr>
      <w:proofErr w:type="gramStart"/>
      <w:r>
        <w:t xml:space="preserve">27 i.e. in the direction of </w:t>
      </w:r>
      <w:proofErr w:type="spellStart"/>
      <w:r>
        <w:t>Makka</w:t>
      </w:r>
      <w:proofErr w:type="spellEnd"/>
      <w:r>
        <w:t>.</w:t>
      </w:r>
      <w:proofErr w:type="gramEnd"/>
    </w:p>
    <w:p w:rsidR="001335F4" w:rsidRDefault="001335F4" w:rsidP="001335F4">
      <w:pPr>
        <w:pStyle w:val="libFootnote"/>
      </w:pPr>
      <w:proofErr w:type="gramStart"/>
      <w:r>
        <w:t>28 Washing the face and arms, and wiping the head and wiping the feet.</w:t>
      </w:r>
      <w:proofErr w:type="gramEnd"/>
    </w:p>
    <w:p w:rsidR="001335F4" w:rsidRDefault="001335F4" w:rsidP="001335F4">
      <w:pPr>
        <w:pStyle w:val="libFootnote"/>
      </w:pPr>
      <w:proofErr w:type="gramStart"/>
      <w:r>
        <w:t>29 Pouring water over the whole body.</w:t>
      </w:r>
      <w:proofErr w:type="gramEnd"/>
    </w:p>
    <w:p w:rsidR="001335F4" w:rsidRDefault="001335F4" w:rsidP="001335F4">
      <w:pPr>
        <w:pStyle w:val="libFootnote"/>
      </w:pPr>
      <w:r>
        <w:t>30 Using clean earth when no water is available.</w:t>
      </w:r>
    </w:p>
    <w:p w:rsidR="001335F4" w:rsidRDefault="001335F4" w:rsidP="001335F4">
      <w:pPr>
        <w:pStyle w:val="libFootnote"/>
      </w:pPr>
      <w:r>
        <w:t>31 For instance at the time of a solar or lunar eclipse (whether full or partial), earthquakes, hurricanes and so on.</w:t>
      </w:r>
    </w:p>
    <w:p w:rsidR="001335F4" w:rsidRDefault="001335F4" w:rsidP="001335F4">
      <w:pPr>
        <w:pStyle w:val="libFootnote"/>
      </w:pPr>
      <w:proofErr w:type="gramStart"/>
      <w:r>
        <w:t xml:space="preserve">32 i.e. the </w:t>
      </w:r>
      <w:proofErr w:type="spellStart"/>
      <w:r>
        <w:t>tawaf</w:t>
      </w:r>
      <w:proofErr w:type="spellEnd"/>
      <w:r>
        <w:t xml:space="preserve"> around the Holy </w:t>
      </w:r>
      <w:proofErr w:type="spellStart"/>
      <w:r>
        <w:t>Ka‘ba</w:t>
      </w:r>
      <w:proofErr w:type="spellEnd"/>
      <w:r>
        <w:t xml:space="preserve"> in </w:t>
      </w:r>
      <w:proofErr w:type="spellStart"/>
      <w:r>
        <w:t>Makka</w:t>
      </w:r>
      <w:proofErr w:type="spellEnd"/>
      <w:r>
        <w:t xml:space="preserve"> at the time of Hajj or ‘</w:t>
      </w:r>
      <w:proofErr w:type="spellStart"/>
      <w:r>
        <w:t>Umra</w:t>
      </w:r>
      <w:proofErr w:type="spellEnd"/>
      <w:r>
        <w:t>.</w:t>
      </w:r>
      <w:proofErr w:type="gramEnd"/>
    </w:p>
    <w:p w:rsidR="001335F4" w:rsidRDefault="001335F4" w:rsidP="001335F4">
      <w:pPr>
        <w:pStyle w:val="libFootnote"/>
      </w:pPr>
      <w:r>
        <w:t>33 Before and after the five obligatory prayers.</w:t>
      </w:r>
    </w:p>
    <w:p w:rsidR="001335F4" w:rsidRDefault="001335F4" w:rsidP="001335F4">
      <w:pPr>
        <w:pStyle w:val="libFootnote"/>
      </w:pPr>
      <w:r>
        <w:t>34 The seventh month of the Muslim calendar.</w:t>
      </w:r>
    </w:p>
    <w:p w:rsidR="001335F4" w:rsidRDefault="001335F4" w:rsidP="001335F4">
      <w:pPr>
        <w:pStyle w:val="libFootnote"/>
      </w:pPr>
      <w:r>
        <w:lastRenderedPageBreak/>
        <w:t>35 The tenth day of al-Muharram on which day is commemorated the martyrdom of Imam al-</w:t>
      </w:r>
      <w:proofErr w:type="spellStart"/>
      <w:r>
        <w:t>Husayn</w:t>
      </w:r>
      <w:proofErr w:type="spellEnd"/>
      <w:r>
        <w:t xml:space="preserve"> (peace be upon him), the grandson of the Holy Prophet (God’s blessings and peace be upon him and his progeny).</w:t>
      </w:r>
    </w:p>
    <w:p w:rsidR="001335F4" w:rsidRDefault="001335F4" w:rsidP="001335F4">
      <w:pPr>
        <w:pStyle w:val="libFootnote"/>
      </w:pPr>
      <w:r>
        <w:t>36 Al-</w:t>
      </w:r>
      <w:proofErr w:type="spellStart"/>
      <w:r>
        <w:t>Fitr</w:t>
      </w:r>
      <w:proofErr w:type="spellEnd"/>
      <w:r>
        <w:t xml:space="preserve"> is the day after the fast of Ramadan and al-</w:t>
      </w:r>
      <w:proofErr w:type="spellStart"/>
      <w:r>
        <w:t>Adha</w:t>
      </w:r>
      <w:proofErr w:type="spellEnd"/>
      <w:r>
        <w:t xml:space="preserve"> is the 10th of the Islamic month of </w:t>
      </w:r>
      <w:proofErr w:type="spellStart"/>
      <w:r>
        <w:t>Dhu</w:t>
      </w:r>
      <w:proofErr w:type="spellEnd"/>
      <w:r>
        <w:t xml:space="preserve"> ’l-</w:t>
      </w:r>
      <w:proofErr w:type="spellStart"/>
      <w:r>
        <w:t>Hijja</w:t>
      </w:r>
      <w:proofErr w:type="spellEnd"/>
      <w:r>
        <w:t>.</w:t>
      </w:r>
    </w:p>
    <w:p w:rsidR="001335F4" w:rsidRDefault="001335F4" w:rsidP="001335F4">
      <w:pPr>
        <w:pStyle w:val="libFootnote"/>
      </w:pPr>
      <w:r>
        <w:t xml:space="preserve">37 i.e. being in a state of </w:t>
      </w:r>
      <w:proofErr w:type="spellStart"/>
      <w:r>
        <w:t>janaba</w:t>
      </w:r>
      <w:proofErr w:type="spellEnd"/>
      <w:r>
        <w:t>, which requires a complete wash (</w:t>
      </w:r>
      <w:proofErr w:type="spellStart"/>
      <w:r>
        <w:t>ghusl</w:t>
      </w:r>
      <w:proofErr w:type="spellEnd"/>
      <w:r>
        <w:t>).</w:t>
      </w:r>
    </w:p>
    <w:p w:rsidR="001335F4" w:rsidRDefault="001335F4" w:rsidP="001335F4">
      <w:pPr>
        <w:pStyle w:val="libFootnote"/>
      </w:pPr>
      <w:r>
        <w:t>38 If he does not do 1 and 2.</w:t>
      </w:r>
    </w:p>
    <w:p w:rsidR="001335F4" w:rsidRDefault="001335F4" w:rsidP="001335F4">
      <w:pPr>
        <w:pStyle w:val="libFootnote"/>
      </w:pPr>
      <w:r>
        <w:t>39 See Qur’an (8: 41): “And know that whatever thing you gain (</w:t>
      </w:r>
      <w:proofErr w:type="spellStart"/>
      <w:r>
        <w:t>ghanimtum</w:t>
      </w:r>
      <w:proofErr w:type="spellEnd"/>
      <w:r>
        <w:t>), a fifth of it (</w:t>
      </w:r>
      <w:proofErr w:type="spellStart"/>
      <w:r>
        <w:t>khumusahu</w:t>
      </w:r>
      <w:proofErr w:type="spellEnd"/>
      <w:r>
        <w:t>) is for God, the Messenger, the near of kin, the orphans, the destitute and the wayfarer, if you believe in God and in that which we revealed to our slave [‘</w:t>
      </w:r>
      <w:proofErr w:type="spellStart"/>
      <w:r>
        <w:t>abdina</w:t>
      </w:r>
      <w:proofErr w:type="spellEnd"/>
      <w:r>
        <w:t>, i.e. Muhammad]………….</w:t>
      </w:r>
      <w:proofErr w:type="gramStart"/>
      <w:r>
        <w:t>”.</w:t>
      </w:r>
      <w:proofErr w:type="gramEnd"/>
    </w:p>
    <w:p w:rsidR="001335F4" w:rsidRDefault="001335F4" w:rsidP="001335F4">
      <w:pPr>
        <w:pStyle w:val="libFootnote"/>
      </w:pPr>
      <w:r>
        <w:t>40 Such as recent converts to Islam.</w:t>
      </w:r>
    </w:p>
    <w:p w:rsidR="001335F4" w:rsidRDefault="001335F4" w:rsidP="001335F4">
      <w:pPr>
        <w:pStyle w:val="libFootnote"/>
      </w:pPr>
      <w:proofErr w:type="gramStart"/>
      <w:r>
        <w:t>41 ‘</w:t>
      </w:r>
      <w:proofErr w:type="spellStart"/>
      <w:r>
        <w:t>Umra</w:t>
      </w:r>
      <w:proofErr w:type="spellEnd"/>
      <w:r>
        <w:t xml:space="preserve"> can also be performed by itself at most other times throughout the entire year.</w:t>
      </w:r>
      <w:proofErr w:type="gramEnd"/>
    </w:p>
    <w:p w:rsidR="001335F4" w:rsidRDefault="001335F4" w:rsidP="001335F4">
      <w:pPr>
        <w:pStyle w:val="libFootnote"/>
      </w:pPr>
      <w:r>
        <w:t xml:space="preserve">42 </w:t>
      </w:r>
      <w:proofErr w:type="spellStart"/>
      <w:r>
        <w:t>Miqat</w:t>
      </w:r>
      <w:proofErr w:type="spellEnd"/>
      <w:r>
        <w:t xml:space="preserve">: Any one of the several places specified by the Holy Prophet (God’s blessings and peace be upon him and his progeny) at which people put on the Ihram when on their way to </w:t>
      </w:r>
      <w:proofErr w:type="spellStart"/>
      <w:r>
        <w:t>Makka</w:t>
      </w:r>
      <w:proofErr w:type="spellEnd"/>
      <w:r>
        <w:t xml:space="preserve"> to perform Hajj or ‘</w:t>
      </w:r>
      <w:proofErr w:type="spellStart"/>
      <w:r>
        <w:t>Umra</w:t>
      </w:r>
      <w:proofErr w:type="spellEnd"/>
      <w:r>
        <w:t>.</w:t>
      </w:r>
    </w:p>
    <w:p w:rsidR="001335F4" w:rsidRDefault="001335F4" w:rsidP="001335F4">
      <w:pPr>
        <w:pStyle w:val="libFootnote"/>
      </w:pPr>
      <w:r>
        <w:t>43 The 10th, 11th and 12th months of the Muslim calendar, respectively.</w:t>
      </w:r>
    </w:p>
    <w:p w:rsidR="001335F4" w:rsidRDefault="001335F4" w:rsidP="001335F4">
      <w:pPr>
        <w:pStyle w:val="libFootnote"/>
      </w:pPr>
      <w:r>
        <w:t xml:space="preserve">44 </w:t>
      </w:r>
      <w:proofErr w:type="gramStart"/>
      <w:r>
        <w:t>Page</w:t>
      </w:r>
      <w:proofErr w:type="gramEnd"/>
      <w:r>
        <w:t xml:space="preserve"> 56.</w:t>
      </w:r>
    </w:p>
    <w:p w:rsidR="001335F4" w:rsidRDefault="001335F4" w:rsidP="001335F4">
      <w:pPr>
        <w:pStyle w:val="libFootnote"/>
      </w:pPr>
      <w:r>
        <w:t>45 See, for instance, the author’s ‘</w:t>
      </w:r>
      <w:proofErr w:type="spellStart"/>
      <w:r>
        <w:t>Ibadat</w:t>
      </w:r>
      <w:proofErr w:type="spellEnd"/>
      <w:r>
        <w:t xml:space="preserve"> al-</w:t>
      </w:r>
      <w:proofErr w:type="gramStart"/>
      <w:r>
        <w:t>Islam .</w:t>
      </w:r>
      <w:proofErr w:type="gramEnd"/>
    </w:p>
    <w:p w:rsidR="001335F4" w:rsidRDefault="001335F4" w:rsidP="001335F4">
      <w:pPr>
        <w:pStyle w:val="libFootnote"/>
      </w:pPr>
      <w:r>
        <w:t xml:space="preserve">46 The </w:t>
      </w:r>
      <w:proofErr w:type="spellStart"/>
      <w:r>
        <w:t>a‘yad</w:t>
      </w:r>
      <w:proofErr w:type="spellEnd"/>
      <w:r>
        <w:t xml:space="preserve"> (pl. of ‘id).</w:t>
      </w:r>
    </w:p>
    <w:p w:rsidR="001335F4" w:rsidRDefault="001335F4" w:rsidP="001335F4">
      <w:pPr>
        <w:pStyle w:val="libFootnote"/>
      </w:pPr>
      <w:r>
        <w:t>47 See ‘</w:t>
      </w:r>
      <w:proofErr w:type="spellStart"/>
      <w:r>
        <w:t>Awali</w:t>
      </w:r>
      <w:proofErr w:type="spellEnd"/>
      <w:r>
        <w:t xml:space="preserve"> al-</w:t>
      </w:r>
      <w:proofErr w:type="spellStart"/>
      <w:r>
        <w:t>la’ali</w:t>
      </w:r>
      <w:proofErr w:type="spellEnd"/>
      <w:r>
        <w:t xml:space="preserve"> al-‘</w:t>
      </w:r>
      <w:proofErr w:type="spellStart"/>
      <w:r>
        <w:t>aziziyya</w:t>
      </w:r>
      <w:proofErr w:type="spellEnd"/>
      <w:r>
        <w:t xml:space="preserve"> </w:t>
      </w:r>
      <w:proofErr w:type="spellStart"/>
      <w:r>
        <w:t>fi’l-ahadith</w:t>
      </w:r>
      <w:proofErr w:type="spellEnd"/>
      <w:r>
        <w:t xml:space="preserve"> al-</w:t>
      </w:r>
      <w:proofErr w:type="spellStart"/>
      <w:r>
        <w:t>diniyya</w:t>
      </w:r>
      <w:proofErr w:type="spellEnd"/>
      <w:r>
        <w:t xml:space="preserve">, </w:t>
      </w:r>
      <w:proofErr w:type="spellStart"/>
      <w:r>
        <w:t>Ibn</w:t>
      </w:r>
      <w:proofErr w:type="spellEnd"/>
      <w:r>
        <w:t xml:space="preserve"> </w:t>
      </w:r>
      <w:proofErr w:type="spellStart"/>
      <w:r>
        <w:t>Abi</w:t>
      </w:r>
      <w:proofErr w:type="spellEnd"/>
      <w:r>
        <w:t xml:space="preserve"> </w:t>
      </w:r>
      <w:proofErr w:type="spellStart"/>
      <w:r>
        <w:t>Jumhur</w:t>
      </w:r>
      <w:proofErr w:type="spellEnd"/>
      <w:r>
        <w:t xml:space="preserve"> </w:t>
      </w:r>
      <w:proofErr w:type="spellStart"/>
      <w:r>
        <w:t>Ahsa’i</w:t>
      </w:r>
      <w:proofErr w:type="spellEnd"/>
      <w:r>
        <w:t xml:space="preserve"> (born 840/1436-7), </w:t>
      </w:r>
      <w:proofErr w:type="spellStart"/>
      <w:r>
        <w:t>Sayyid</w:t>
      </w:r>
      <w:proofErr w:type="spellEnd"/>
      <w:r>
        <w:t xml:space="preserve"> al-</w:t>
      </w:r>
      <w:proofErr w:type="spellStart"/>
      <w:r>
        <w:t>Shuhada</w:t>
      </w:r>
      <w:proofErr w:type="spellEnd"/>
      <w:r>
        <w:t xml:space="preserve">’ Publishing House, Qum, 4 vols. 1405/1984-5, vol. 2, p. 208, with the addition, “wherever I happen to be and it is time for prayer, I make </w:t>
      </w:r>
      <w:proofErr w:type="spellStart"/>
      <w:r>
        <w:t>tayammum</w:t>
      </w:r>
      <w:proofErr w:type="spellEnd"/>
      <w:r>
        <w:t xml:space="preserve"> and pray”.</w:t>
      </w:r>
    </w:p>
    <w:p w:rsidR="001335F4" w:rsidRDefault="001335F4" w:rsidP="001335F4">
      <w:pPr>
        <w:pStyle w:val="libFootnote"/>
      </w:pPr>
      <w:r>
        <w:t>48 Amir al-</w:t>
      </w:r>
      <w:proofErr w:type="spellStart"/>
      <w:r>
        <w:t>Mu’minin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(peace be upon him) passed by </w:t>
      </w:r>
      <w:proofErr w:type="spellStart"/>
      <w:r>
        <w:t>Baratha</w:t>
      </w:r>
      <w:proofErr w:type="spellEnd"/>
      <w:r>
        <w:t xml:space="preserve"> (in the vicinity of </w:t>
      </w:r>
      <w:proofErr w:type="spellStart"/>
      <w:r>
        <w:t>Karkh</w:t>
      </w:r>
      <w:proofErr w:type="spellEnd"/>
      <w:r>
        <w:t>, on the western side of old Baghdad,) and prayed on the site of the present mosque.</w:t>
      </w:r>
    </w:p>
    <w:p w:rsidR="001335F4" w:rsidRDefault="001335F4" w:rsidP="001335F4">
      <w:pPr>
        <w:pStyle w:val="libFootnote"/>
      </w:pPr>
      <w:r>
        <w:t xml:space="preserve">49 See, for instance, </w:t>
      </w:r>
      <w:proofErr w:type="spellStart"/>
      <w:r>
        <w:t>Mafatih</w:t>
      </w:r>
      <w:proofErr w:type="spellEnd"/>
      <w:r>
        <w:t xml:space="preserve"> al-</w:t>
      </w:r>
      <w:proofErr w:type="spellStart"/>
      <w:r>
        <w:t>jinan</w:t>
      </w:r>
      <w:proofErr w:type="spellEnd"/>
      <w:r>
        <w:t xml:space="preserve"> by ‘</w:t>
      </w:r>
      <w:proofErr w:type="spellStart"/>
      <w:r>
        <w:t>Abbas</w:t>
      </w:r>
      <w:proofErr w:type="spellEnd"/>
      <w:r>
        <w:t xml:space="preserve"> al-</w:t>
      </w:r>
      <w:proofErr w:type="spellStart"/>
      <w:r>
        <w:t>Qummi</w:t>
      </w:r>
      <w:proofErr w:type="spellEnd"/>
      <w:r>
        <w:t xml:space="preserve">, Dar al-Zahra’ Beirut, first print. 1998, p.443, </w:t>
      </w:r>
      <w:proofErr w:type="spellStart"/>
      <w:r>
        <w:t>ziyarat</w:t>
      </w:r>
      <w:proofErr w:type="spellEnd"/>
      <w:r>
        <w:t xml:space="preserve"> Amir al-</w:t>
      </w:r>
      <w:proofErr w:type="spellStart"/>
      <w:r>
        <w:t>Mu’minin</w:t>
      </w:r>
      <w:proofErr w:type="spellEnd"/>
      <w:r>
        <w:t xml:space="preserve"> (‘</w:t>
      </w:r>
      <w:proofErr w:type="spellStart"/>
      <w:r>
        <w:t>alayhi</w:t>
      </w:r>
      <w:proofErr w:type="spellEnd"/>
      <w:r>
        <w:t xml:space="preserve"> ’l-</w:t>
      </w:r>
      <w:proofErr w:type="spellStart"/>
      <w:r>
        <w:t>salam</w:t>
      </w:r>
      <w:proofErr w:type="spellEnd"/>
      <w:r>
        <w:t xml:space="preserve">) on the Day of </w:t>
      </w:r>
      <w:proofErr w:type="spellStart"/>
      <w:r>
        <w:t>Ghadir</w:t>
      </w:r>
      <w:proofErr w:type="spellEnd"/>
      <w:r>
        <w:t>: “You parcel out justice with impartiality, you are just with the people and you are more knowledgeable about God’s law than the rest of mankind” [after the Holy Prophet Muhammad - peace be upon him and his progeny].</w:t>
      </w:r>
    </w:p>
    <w:p w:rsidR="001335F4" w:rsidRDefault="001335F4" w:rsidP="001335F4">
      <w:pPr>
        <w:pStyle w:val="libFootnote"/>
      </w:pPr>
      <w:proofErr w:type="gramStart"/>
      <w:r>
        <w:t xml:space="preserve">50 </w:t>
      </w:r>
      <w:proofErr w:type="spellStart"/>
      <w:r>
        <w:t>Mafatih</w:t>
      </w:r>
      <w:proofErr w:type="spellEnd"/>
      <w:r>
        <w:t xml:space="preserve"> al-</w:t>
      </w:r>
      <w:proofErr w:type="spellStart"/>
      <w:r>
        <w:t>jinan</w:t>
      </w:r>
      <w:proofErr w:type="spellEnd"/>
      <w:r>
        <w:t xml:space="preserve">, p. 515, </w:t>
      </w:r>
      <w:proofErr w:type="spellStart"/>
      <w:r>
        <w:t>fi</w:t>
      </w:r>
      <w:proofErr w:type="spellEnd"/>
      <w:r>
        <w:t xml:space="preserve"> </w:t>
      </w:r>
      <w:proofErr w:type="spellStart"/>
      <w:r>
        <w:t>ziyarat</w:t>
      </w:r>
      <w:proofErr w:type="spellEnd"/>
      <w:r>
        <w:t xml:space="preserve"> al-Imam al-</w:t>
      </w:r>
      <w:proofErr w:type="spellStart"/>
      <w:r>
        <w:t>Husayn</w:t>
      </w:r>
      <w:proofErr w:type="spellEnd"/>
      <w:r>
        <w:t xml:space="preserve"> (‘</w:t>
      </w:r>
      <w:proofErr w:type="spellStart"/>
      <w:r>
        <w:t>alayhi</w:t>
      </w:r>
      <w:proofErr w:type="spellEnd"/>
      <w:r>
        <w:t xml:space="preserve"> ’l-</w:t>
      </w:r>
      <w:proofErr w:type="spellStart"/>
      <w:r>
        <w:t>salam</w:t>
      </w:r>
      <w:proofErr w:type="spellEnd"/>
      <w:r>
        <w:t>) al-</w:t>
      </w:r>
      <w:proofErr w:type="spellStart"/>
      <w:r>
        <w:t>makhsusa</w:t>
      </w:r>
      <w:proofErr w:type="spellEnd"/>
      <w:r>
        <w:t xml:space="preserve"> </w:t>
      </w:r>
      <w:proofErr w:type="spellStart"/>
      <w:r>
        <w:t>alula</w:t>
      </w:r>
      <w:proofErr w:type="spellEnd"/>
      <w:r>
        <w:t>.</w:t>
      </w:r>
      <w:proofErr w:type="gramEnd"/>
    </w:p>
    <w:p w:rsidR="001335F4" w:rsidRDefault="001335F4" w:rsidP="001335F4">
      <w:pPr>
        <w:pStyle w:val="libFootnote"/>
      </w:pPr>
      <w:proofErr w:type="gramStart"/>
      <w:r>
        <w:t xml:space="preserve">51 </w:t>
      </w:r>
      <w:proofErr w:type="spellStart"/>
      <w:r>
        <w:t>Du‘a</w:t>
      </w:r>
      <w:proofErr w:type="spellEnd"/>
      <w:r>
        <w:t xml:space="preserve">’ (non-ritual prayers) as distinct from </w:t>
      </w:r>
      <w:proofErr w:type="spellStart"/>
      <w:r>
        <w:t>salat</w:t>
      </w:r>
      <w:proofErr w:type="spellEnd"/>
      <w:r>
        <w:t xml:space="preserve"> (the five obligatory daily prayers and so on) as described above.</w:t>
      </w:r>
      <w:proofErr w:type="gramEnd"/>
    </w:p>
    <w:p w:rsidR="001335F4" w:rsidRDefault="001335F4" w:rsidP="001335F4">
      <w:pPr>
        <w:pStyle w:val="libFootnote"/>
      </w:pPr>
      <w:proofErr w:type="gramStart"/>
      <w:r>
        <w:t xml:space="preserve">52 Imam ‘Ali </w:t>
      </w:r>
      <w:proofErr w:type="spellStart"/>
      <w:r>
        <w:t>Zayn</w:t>
      </w:r>
      <w:proofErr w:type="spellEnd"/>
      <w:r>
        <w:t xml:space="preserve"> al-‘</w:t>
      </w:r>
      <w:proofErr w:type="spellStart"/>
      <w:r>
        <w:t>Abidin</w:t>
      </w:r>
      <w:proofErr w:type="spellEnd"/>
      <w:r>
        <w:t xml:space="preserve">, the fourth imam of the </w:t>
      </w:r>
      <w:proofErr w:type="spellStart"/>
      <w:r>
        <w:t>Ahl</w:t>
      </w:r>
      <w:proofErr w:type="spellEnd"/>
      <w:r>
        <w:t xml:space="preserve"> al-</w:t>
      </w:r>
      <w:proofErr w:type="spellStart"/>
      <w:r>
        <w:t>Bayt</w:t>
      </w:r>
      <w:proofErr w:type="spellEnd"/>
      <w:r>
        <w:t>.</w:t>
      </w:r>
      <w:proofErr w:type="gramEnd"/>
    </w:p>
    <w:p w:rsidR="001335F4" w:rsidRDefault="001335F4" w:rsidP="001335F4">
      <w:pPr>
        <w:pStyle w:val="libFootnote"/>
      </w:pPr>
      <w:proofErr w:type="gramStart"/>
      <w:r>
        <w:t>53 See al-</w:t>
      </w:r>
      <w:proofErr w:type="spellStart"/>
      <w:r>
        <w:t>Sahifa</w:t>
      </w:r>
      <w:proofErr w:type="spellEnd"/>
      <w:r>
        <w:t xml:space="preserve"> al-</w:t>
      </w:r>
      <w:proofErr w:type="spellStart"/>
      <w:r>
        <w:t>Sajjadiyya</w:t>
      </w:r>
      <w:proofErr w:type="spellEnd"/>
      <w:r>
        <w:t xml:space="preserve"> al-</w:t>
      </w:r>
      <w:proofErr w:type="spellStart"/>
      <w:r>
        <w:t>kamila</w:t>
      </w:r>
      <w:proofErr w:type="spellEnd"/>
      <w:r>
        <w:t>, (</w:t>
      </w:r>
      <w:proofErr w:type="spellStart"/>
      <w:r>
        <w:t>wa</w:t>
      </w:r>
      <w:proofErr w:type="spellEnd"/>
      <w:r>
        <w:t xml:space="preserve">-kana min </w:t>
      </w:r>
      <w:proofErr w:type="spellStart"/>
      <w:r>
        <w:t>du‘a’ihi</w:t>
      </w:r>
      <w:proofErr w:type="spellEnd"/>
      <w:r>
        <w:t xml:space="preserve"> ‘</w:t>
      </w:r>
      <w:proofErr w:type="spellStart"/>
      <w:r>
        <w:t>alayhi</w:t>
      </w:r>
      <w:proofErr w:type="spellEnd"/>
      <w:r>
        <w:t xml:space="preserve"> al-</w:t>
      </w:r>
      <w:proofErr w:type="spellStart"/>
      <w:r>
        <w:t>salam</w:t>
      </w:r>
      <w:proofErr w:type="spellEnd"/>
      <w:r>
        <w:t xml:space="preserve"> </w:t>
      </w:r>
      <w:proofErr w:type="spellStart"/>
      <w:r>
        <w:t>fi</w:t>
      </w:r>
      <w:proofErr w:type="spellEnd"/>
      <w:r>
        <w:t xml:space="preserve"> </w:t>
      </w:r>
      <w:proofErr w:type="spellStart"/>
      <w:r>
        <w:t>makarim</w:t>
      </w:r>
      <w:proofErr w:type="spellEnd"/>
      <w:r>
        <w:t xml:space="preserve"> al-</w:t>
      </w:r>
      <w:proofErr w:type="spellStart"/>
      <w:r>
        <w:t>akhlaq</w:t>
      </w:r>
      <w:proofErr w:type="spellEnd"/>
      <w:r>
        <w:t xml:space="preserve"> </w:t>
      </w:r>
      <w:proofErr w:type="spellStart"/>
      <w:r>
        <w:t>wa-mardi</w:t>
      </w:r>
      <w:proofErr w:type="spellEnd"/>
      <w:r>
        <w:t xml:space="preserve"> ’l-</w:t>
      </w:r>
      <w:proofErr w:type="spellStart"/>
      <w:r>
        <w:t>af‘al</w:t>
      </w:r>
      <w:proofErr w:type="spellEnd"/>
      <w:r>
        <w:t>), 2nd print., Beirut (al-</w:t>
      </w:r>
      <w:proofErr w:type="spellStart"/>
      <w:r>
        <w:t>Mu’assisa</w:t>
      </w:r>
      <w:proofErr w:type="spellEnd"/>
      <w:r>
        <w:t xml:space="preserve"> al-</w:t>
      </w:r>
      <w:proofErr w:type="spellStart"/>
      <w:r>
        <w:t>Dawliyya</w:t>
      </w:r>
      <w:proofErr w:type="spellEnd"/>
      <w:r>
        <w:t xml:space="preserve">), 1999, with commentary by </w:t>
      </w:r>
      <w:proofErr w:type="spellStart"/>
      <w:r>
        <w:t>Ghalib</w:t>
      </w:r>
      <w:proofErr w:type="spellEnd"/>
      <w:r>
        <w:t xml:space="preserve"> ‘</w:t>
      </w:r>
      <w:proofErr w:type="spellStart"/>
      <w:r>
        <w:t>Asayli</w:t>
      </w:r>
      <w:proofErr w:type="spellEnd"/>
      <w:r>
        <w:t>, prayer no 20, pp. 113, 115-6.</w:t>
      </w:r>
      <w:proofErr w:type="gramEnd"/>
    </w:p>
    <w:p w:rsidR="001335F4" w:rsidRDefault="001335F4" w:rsidP="001335F4">
      <w:pPr>
        <w:pStyle w:val="libFootnote"/>
      </w:pPr>
      <w:r>
        <w:t xml:space="preserve">54 The </w:t>
      </w:r>
      <w:proofErr w:type="spellStart"/>
      <w:r>
        <w:t>encyclopaedic</w:t>
      </w:r>
      <w:proofErr w:type="spellEnd"/>
      <w:r>
        <w:t xml:space="preserve"> work by the 17th century ‘</w:t>
      </w:r>
      <w:proofErr w:type="spellStart"/>
      <w:r>
        <w:t>Allama</w:t>
      </w:r>
      <w:proofErr w:type="spellEnd"/>
      <w:r>
        <w:t xml:space="preserve"> Muhammad </w:t>
      </w:r>
      <w:proofErr w:type="spellStart"/>
      <w:r>
        <w:t>Baqir</w:t>
      </w:r>
      <w:proofErr w:type="spellEnd"/>
      <w:r>
        <w:t xml:space="preserve"> al-</w:t>
      </w:r>
      <w:proofErr w:type="spellStart"/>
      <w:r>
        <w:t>Majlisi</w:t>
      </w:r>
      <w:proofErr w:type="spellEnd"/>
      <w:r>
        <w:t xml:space="preserve">, published (110 volumes) in Beirut, 2nd revised edition, 1983. The specific section referred to is </w:t>
      </w:r>
      <w:proofErr w:type="spellStart"/>
      <w:r>
        <w:t>Kitab</w:t>
      </w:r>
      <w:proofErr w:type="spellEnd"/>
      <w:r>
        <w:t xml:space="preserve"> al-</w:t>
      </w:r>
      <w:proofErr w:type="spellStart"/>
      <w:r>
        <w:t>dhikr</w:t>
      </w:r>
      <w:proofErr w:type="spellEnd"/>
      <w:r>
        <w:t xml:space="preserve"> </w:t>
      </w:r>
      <w:proofErr w:type="spellStart"/>
      <w:r>
        <w:t>wa-’l-du‘a</w:t>
      </w:r>
      <w:proofErr w:type="spellEnd"/>
      <w:r>
        <w:t>’ found in vol. 90 (pp. 148 to end) and embraces also vols. 91 and 92.</w:t>
      </w:r>
    </w:p>
    <w:p w:rsidR="001335F4" w:rsidRDefault="001335F4" w:rsidP="001335F4">
      <w:pPr>
        <w:pStyle w:val="libFootnote"/>
      </w:pPr>
      <w:r>
        <w:t xml:space="preserve">55 A similar exhortation is in </w:t>
      </w:r>
      <w:proofErr w:type="spellStart"/>
      <w:r>
        <w:t>Nahj</w:t>
      </w:r>
      <w:proofErr w:type="spellEnd"/>
      <w:r>
        <w:t xml:space="preserve"> al-</w:t>
      </w:r>
      <w:proofErr w:type="spellStart"/>
      <w:r>
        <w:t>balagha</w:t>
      </w:r>
      <w:proofErr w:type="spellEnd"/>
      <w:r>
        <w:t xml:space="preserve"> p. 362, but with a slight difference at the beginning viz. “Do not abandon the commanding of what is good and the forbidding of what is reprehensible …………..</w:t>
      </w:r>
      <w:proofErr w:type="gramStart"/>
      <w:r>
        <w:t>”.</w:t>
      </w:r>
      <w:proofErr w:type="gramEnd"/>
    </w:p>
    <w:p w:rsidR="001335F4" w:rsidRDefault="001335F4" w:rsidP="001335F4">
      <w:pPr>
        <w:pStyle w:val="libFootnote"/>
      </w:pPr>
      <w:r>
        <w:t xml:space="preserve">56 See </w:t>
      </w:r>
      <w:proofErr w:type="spellStart"/>
      <w:r>
        <w:t>Kanz</w:t>
      </w:r>
      <w:proofErr w:type="spellEnd"/>
      <w:r>
        <w:t xml:space="preserve"> al-‘</w:t>
      </w:r>
      <w:proofErr w:type="spellStart"/>
      <w:r>
        <w:t>ummal</w:t>
      </w:r>
      <w:proofErr w:type="spellEnd"/>
      <w:r>
        <w:t xml:space="preserve">, vol. 16, p. 359, </w:t>
      </w:r>
      <w:proofErr w:type="spellStart"/>
      <w:r>
        <w:t>hadith</w:t>
      </w:r>
      <w:proofErr w:type="spellEnd"/>
      <w:r>
        <w:t xml:space="preserve"> 16052 and Bihar al-</w:t>
      </w:r>
      <w:proofErr w:type="spellStart"/>
      <w:r>
        <w:t>anwar</w:t>
      </w:r>
      <w:proofErr w:type="spellEnd"/>
      <w:r>
        <w:t>, vol. 71, p. 409.</w:t>
      </w:r>
    </w:p>
    <w:p w:rsidR="001335F4" w:rsidRDefault="001335F4" w:rsidP="001335F4">
      <w:pPr>
        <w:pStyle w:val="libFootnote"/>
      </w:pPr>
      <w:proofErr w:type="gramStart"/>
      <w:r>
        <w:t>57 See Bihar al-Anwar, vol. 72, p. 50.</w:t>
      </w:r>
      <w:proofErr w:type="gramEnd"/>
    </w:p>
    <w:p w:rsidR="001335F4" w:rsidRDefault="001335F4" w:rsidP="001335F4">
      <w:pPr>
        <w:pStyle w:val="libFootnote"/>
      </w:pPr>
      <w:r>
        <w:t xml:space="preserve">58 See </w:t>
      </w:r>
      <w:proofErr w:type="spellStart"/>
      <w:r>
        <w:t>Ghurur</w:t>
      </w:r>
      <w:proofErr w:type="spellEnd"/>
      <w:r>
        <w:t xml:space="preserve"> al-</w:t>
      </w:r>
      <w:proofErr w:type="spellStart"/>
      <w:r>
        <w:t>hikam</w:t>
      </w:r>
      <w:proofErr w:type="spellEnd"/>
      <w:r>
        <w:t xml:space="preserve"> </w:t>
      </w:r>
      <w:proofErr w:type="spellStart"/>
      <w:r>
        <w:t>wa-durar</w:t>
      </w:r>
      <w:proofErr w:type="spellEnd"/>
      <w:r>
        <w:t xml:space="preserve"> al-</w:t>
      </w:r>
      <w:proofErr w:type="spellStart"/>
      <w:r>
        <w:t>kalim</w:t>
      </w:r>
      <w:proofErr w:type="spellEnd"/>
      <w:r>
        <w:t>, ‘</w:t>
      </w:r>
      <w:proofErr w:type="spellStart"/>
      <w:r>
        <w:t>Abd</w:t>
      </w:r>
      <w:proofErr w:type="spellEnd"/>
      <w:r>
        <w:t xml:space="preserve"> al-Wahid al-</w:t>
      </w:r>
      <w:proofErr w:type="spellStart"/>
      <w:r>
        <w:t>Amidi</w:t>
      </w:r>
      <w:proofErr w:type="spellEnd"/>
      <w:r>
        <w:t xml:space="preserve"> (fl. 5/11th century), 1st print., Beirut, 1987, part 1, p. 227, </w:t>
      </w:r>
      <w:proofErr w:type="spellStart"/>
      <w:r>
        <w:t>hadith</w:t>
      </w:r>
      <w:proofErr w:type="spellEnd"/>
      <w:r>
        <w:t xml:space="preserve"> no 178: “ Almighty God looked upon the Earth and chose us and selected for us followers (</w:t>
      </w:r>
      <w:proofErr w:type="spellStart"/>
      <w:r>
        <w:t>shi’a</w:t>
      </w:r>
      <w:proofErr w:type="spellEnd"/>
      <w:r>
        <w:t>) who will come to our aid and will be joyful when we are joyful, will grieve when we are grieved and will expend of themselves and their possessions for our sake. Those [people] are from us and will return to us and they will be with us in Paradise”.</w:t>
      </w:r>
    </w:p>
    <w:p w:rsidR="001335F4" w:rsidRDefault="001335F4" w:rsidP="001335F4">
      <w:pPr>
        <w:pStyle w:val="libFootnote"/>
      </w:pPr>
      <w:proofErr w:type="gramStart"/>
      <w:r>
        <w:t xml:space="preserve">59 13 years before the </w:t>
      </w:r>
      <w:proofErr w:type="spellStart"/>
      <w:r>
        <w:t>Hijra</w:t>
      </w:r>
      <w:proofErr w:type="spellEnd"/>
      <w:r>
        <w:t xml:space="preserve"> (when the Prophet Muhammad moved from </w:t>
      </w:r>
      <w:proofErr w:type="spellStart"/>
      <w:r>
        <w:t>Makka</w:t>
      </w:r>
      <w:proofErr w:type="spellEnd"/>
      <w:r>
        <w:t xml:space="preserve"> to al-</w:t>
      </w:r>
      <w:proofErr w:type="spellStart"/>
      <w:r>
        <w:t>Madina</w:t>
      </w:r>
      <w:proofErr w:type="spellEnd"/>
      <w:r>
        <w:t>).</w:t>
      </w:r>
      <w:proofErr w:type="gramEnd"/>
    </w:p>
    <w:p w:rsidR="001335F4" w:rsidRDefault="001335F4" w:rsidP="001335F4">
      <w:pPr>
        <w:pStyle w:val="libFootnote"/>
      </w:pPr>
      <w:r>
        <w:lastRenderedPageBreak/>
        <w:t xml:space="preserve">60 This was in </w:t>
      </w:r>
      <w:proofErr w:type="spellStart"/>
      <w:r>
        <w:t>Makka</w:t>
      </w:r>
      <w:proofErr w:type="spellEnd"/>
      <w:r>
        <w:t>.</w:t>
      </w:r>
    </w:p>
    <w:p w:rsidR="001335F4" w:rsidRDefault="001335F4" w:rsidP="001335F4">
      <w:pPr>
        <w:pStyle w:val="libFootnote"/>
      </w:pPr>
      <w:r>
        <w:t xml:space="preserve">61 </w:t>
      </w:r>
      <w:proofErr w:type="spellStart"/>
      <w:r>
        <w:t>Ghadir</w:t>
      </w:r>
      <w:proofErr w:type="spellEnd"/>
      <w:r>
        <w:t xml:space="preserve"> </w:t>
      </w:r>
      <w:proofErr w:type="spellStart"/>
      <w:r>
        <w:t>Khumm</w:t>
      </w:r>
      <w:proofErr w:type="spellEnd"/>
      <w:r>
        <w:t xml:space="preserve"> is the name of a pool between </w:t>
      </w:r>
      <w:proofErr w:type="spellStart"/>
      <w:r>
        <w:t>Makka</w:t>
      </w:r>
      <w:proofErr w:type="spellEnd"/>
      <w:r>
        <w:t xml:space="preserve"> and al-</w:t>
      </w:r>
      <w:proofErr w:type="spellStart"/>
      <w:r>
        <w:t>Madina</w:t>
      </w:r>
      <w:proofErr w:type="spellEnd"/>
      <w:r>
        <w:t>. The event took place in the year 10/632 when the Holy Prophet was on his way back to al-</w:t>
      </w:r>
      <w:proofErr w:type="spellStart"/>
      <w:r>
        <w:t>Madina</w:t>
      </w:r>
      <w:proofErr w:type="spellEnd"/>
      <w:r>
        <w:t>, having performed his Farewell Hajj.</w:t>
      </w:r>
    </w:p>
    <w:p w:rsidR="001335F4" w:rsidRDefault="001335F4" w:rsidP="001335F4">
      <w:pPr>
        <w:pStyle w:val="libFootnote"/>
      </w:pPr>
      <w:r>
        <w:t>62 The day after the fasting month of Ramadan.</w:t>
      </w:r>
    </w:p>
    <w:p w:rsidR="001335F4" w:rsidRDefault="001335F4" w:rsidP="001335F4">
      <w:pPr>
        <w:pStyle w:val="libFootnote"/>
      </w:pPr>
      <w:r>
        <w:t>63 The fortieth day after the martyrdom of Imam al-</w:t>
      </w:r>
      <w:proofErr w:type="spellStart"/>
      <w:r>
        <w:t>Husayn</w:t>
      </w:r>
      <w:proofErr w:type="spellEnd"/>
      <w:r>
        <w:t xml:space="preserve"> at Karbala’ on 10th Muharram 61/680, the 1st month of the Muslim calendar, (Safar is the 2nd).</w:t>
      </w:r>
    </w:p>
    <w:p w:rsidR="001335F4" w:rsidRDefault="001335F4" w:rsidP="001335F4">
      <w:pPr>
        <w:pStyle w:val="libFootnote"/>
      </w:pPr>
      <w:r>
        <w:t>64 See also al-‘</w:t>
      </w:r>
      <w:proofErr w:type="spellStart"/>
      <w:r>
        <w:t>Awali</w:t>
      </w:r>
      <w:proofErr w:type="spellEnd"/>
      <w:r>
        <w:t xml:space="preserve"> al-</w:t>
      </w:r>
      <w:proofErr w:type="spellStart"/>
      <w:r>
        <w:t>la’ali</w:t>
      </w:r>
      <w:proofErr w:type="spellEnd"/>
      <w:r>
        <w:t xml:space="preserve">, part 1, p. 222, </w:t>
      </w:r>
      <w:proofErr w:type="spellStart"/>
      <w:r>
        <w:t>hadith</w:t>
      </w:r>
      <w:proofErr w:type="spellEnd"/>
      <w:r>
        <w:t xml:space="preserve"> 99.</w:t>
      </w:r>
    </w:p>
    <w:p w:rsidR="001335F4" w:rsidRDefault="001335F4" w:rsidP="001335F4">
      <w:pPr>
        <w:pStyle w:val="libFootnote"/>
      </w:pPr>
      <w:r>
        <w:t>65 This is, of course, an out of date statistic (the book was compiled in the mid-1960s) and the present population of Iraq is estimated to be around 22 million.</w:t>
      </w:r>
    </w:p>
    <w:p w:rsidR="001335F4" w:rsidRDefault="001335F4" w:rsidP="001335F4">
      <w:pPr>
        <w:pStyle w:val="libFootnote"/>
      </w:pPr>
      <w:r>
        <w:t xml:space="preserve">66 The author is referring to </w:t>
      </w:r>
      <w:proofErr w:type="spellStart"/>
      <w:r>
        <w:t>Shaykh</w:t>
      </w:r>
      <w:proofErr w:type="spellEnd"/>
      <w:r>
        <w:t xml:space="preserve"> </w:t>
      </w:r>
      <w:proofErr w:type="spellStart"/>
      <w:r>
        <w:t>Zayn</w:t>
      </w:r>
      <w:proofErr w:type="spellEnd"/>
      <w:r>
        <w:t xml:space="preserve"> al-Din b. </w:t>
      </w:r>
      <w:proofErr w:type="spellStart"/>
      <w:r>
        <w:t>Nur</w:t>
      </w:r>
      <w:proofErr w:type="spellEnd"/>
      <w:r>
        <w:t xml:space="preserve"> al-Din al-‘</w:t>
      </w:r>
      <w:proofErr w:type="spellStart"/>
      <w:r>
        <w:t>Amili</w:t>
      </w:r>
      <w:proofErr w:type="spellEnd"/>
      <w:r>
        <w:t xml:space="preserve"> who was murdered in 966/1559 while travelling to Istanbul. About 80 works are attributed to him.</w:t>
      </w:r>
    </w:p>
    <w:p w:rsidR="001335F4" w:rsidRDefault="001335F4" w:rsidP="001335F4">
      <w:pPr>
        <w:pStyle w:val="libFootnote"/>
      </w:pPr>
      <w:proofErr w:type="gramStart"/>
      <w:r>
        <w:t>67 “What an aspirant desires concerning the conduct of a teacher and that of his pupil.”</w:t>
      </w:r>
      <w:proofErr w:type="gramEnd"/>
    </w:p>
    <w:p w:rsidR="001335F4" w:rsidRDefault="001335F4" w:rsidP="001335F4">
      <w:pPr>
        <w:pStyle w:val="libFootnote"/>
      </w:pPr>
      <w:r>
        <w:t xml:space="preserve">68 A reference to pp. 80-110 of vol.20 of </w:t>
      </w:r>
      <w:proofErr w:type="spellStart"/>
      <w:r>
        <w:t>Jawahir</w:t>
      </w:r>
      <w:proofErr w:type="spellEnd"/>
      <w:r>
        <w:t xml:space="preserve"> al-</w:t>
      </w:r>
      <w:proofErr w:type="spellStart"/>
      <w:r>
        <w:t>kalam</w:t>
      </w:r>
      <w:proofErr w:type="spellEnd"/>
      <w:r>
        <w:t xml:space="preserve"> </w:t>
      </w:r>
      <w:proofErr w:type="spellStart"/>
      <w:r>
        <w:t>fi</w:t>
      </w:r>
      <w:proofErr w:type="spellEnd"/>
      <w:r>
        <w:t xml:space="preserve"> </w:t>
      </w:r>
      <w:proofErr w:type="spellStart"/>
      <w:r>
        <w:t>sharh</w:t>
      </w:r>
      <w:proofErr w:type="spellEnd"/>
      <w:r>
        <w:t xml:space="preserve"> </w:t>
      </w:r>
      <w:proofErr w:type="spellStart"/>
      <w:proofErr w:type="gramStart"/>
      <w:r>
        <w:t>shara’i</w:t>
      </w:r>
      <w:proofErr w:type="spellEnd"/>
      <w:r>
        <w:t>‘ al</w:t>
      </w:r>
      <w:proofErr w:type="gramEnd"/>
      <w:r>
        <w:t xml:space="preserve">-Islam by Muhammad </w:t>
      </w:r>
      <w:proofErr w:type="spellStart"/>
      <w:r>
        <w:t>Hasan</w:t>
      </w:r>
      <w:proofErr w:type="spellEnd"/>
      <w:r>
        <w:t xml:space="preserve"> al-</w:t>
      </w:r>
      <w:proofErr w:type="spellStart"/>
      <w:r>
        <w:t>Najafi</w:t>
      </w:r>
      <w:proofErr w:type="spellEnd"/>
      <w:r>
        <w:t xml:space="preserve"> (d. 1266/1850), Beirut, 1981, (43 volumes).</w:t>
      </w:r>
    </w:p>
    <w:p w:rsidR="001335F4" w:rsidRDefault="001335F4" w:rsidP="001335F4">
      <w:pPr>
        <w:pStyle w:val="libFootnote"/>
      </w:pPr>
      <w:r>
        <w:t xml:space="preserve">69 By </w:t>
      </w:r>
      <w:proofErr w:type="spellStart"/>
      <w:proofErr w:type="gramStart"/>
      <w:r>
        <w:t>Ja‘far</w:t>
      </w:r>
      <w:proofErr w:type="spellEnd"/>
      <w:proofErr w:type="gramEnd"/>
      <w:r>
        <w:t xml:space="preserve"> </w:t>
      </w:r>
      <w:proofErr w:type="spellStart"/>
      <w:r>
        <w:t>ibn</w:t>
      </w:r>
      <w:proofErr w:type="spellEnd"/>
      <w:r>
        <w:t xml:space="preserve"> </w:t>
      </w:r>
      <w:proofErr w:type="spellStart"/>
      <w:r>
        <w:t>Quluye</w:t>
      </w:r>
      <w:proofErr w:type="spellEnd"/>
      <w:r>
        <w:t xml:space="preserve"> al-</w:t>
      </w:r>
      <w:proofErr w:type="spellStart"/>
      <w:r>
        <w:t>Qummi</w:t>
      </w:r>
      <w:proofErr w:type="spellEnd"/>
      <w:r>
        <w:t xml:space="preserve"> (d. 369/979), Najaf, 1356/1937-8.</w:t>
      </w:r>
    </w:p>
    <w:p w:rsidR="001335F4" w:rsidRDefault="001335F4" w:rsidP="001335F4">
      <w:pPr>
        <w:pStyle w:val="libFootnote"/>
      </w:pPr>
      <w:r>
        <w:t xml:space="preserve">70 The </w:t>
      </w:r>
      <w:proofErr w:type="spellStart"/>
      <w:r>
        <w:t>Kitab</w:t>
      </w:r>
      <w:proofErr w:type="spellEnd"/>
      <w:r>
        <w:t xml:space="preserve"> al-</w:t>
      </w:r>
      <w:proofErr w:type="spellStart"/>
      <w:r>
        <w:t>mazar</w:t>
      </w:r>
      <w:proofErr w:type="spellEnd"/>
      <w:r>
        <w:t xml:space="preserve"> of Bihar al-</w:t>
      </w:r>
      <w:proofErr w:type="spellStart"/>
      <w:r>
        <w:t>anwar</w:t>
      </w:r>
      <w:proofErr w:type="spellEnd"/>
      <w:r>
        <w:t xml:space="preserve"> by ‘</w:t>
      </w:r>
      <w:proofErr w:type="spellStart"/>
      <w:r>
        <w:t>Allama</w:t>
      </w:r>
      <w:proofErr w:type="spellEnd"/>
      <w:r>
        <w:t xml:space="preserve"> al-</w:t>
      </w:r>
      <w:proofErr w:type="spellStart"/>
      <w:r>
        <w:t>Majlisi</w:t>
      </w:r>
      <w:proofErr w:type="spellEnd"/>
      <w:r>
        <w:t>, which embraces vol. 97 (pp. 101 to end) and vols. 98 and 99.</w:t>
      </w:r>
    </w:p>
    <w:p w:rsidR="001335F4" w:rsidRDefault="001335F4" w:rsidP="001335F4">
      <w:pPr>
        <w:pStyle w:val="libFootnote"/>
      </w:pPr>
      <w:r>
        <w:t>71 Vols. 109 and 110 of the author’s “</w:t>
      </w:r>
      <w:proofErr w:type="spellStart"/>
      <w:r>
        <w:t>Encyclopaedia</w:t>
      </w:r>
      <w:proofErr w:type="spellEnd"/>
      <w:r>
        <w:t xml:space="preserve"> of Jurisprudence” (</w:t>
      </w:r>
      <w:proofErr w:type="spellStart"/>
      <w:proofErr w:type="gramStart"/>
      <w:r>
        <w:t>Mawsu‘a</w:t>
      </w:r>
      <w:proofErr w:type="spellEnd"/>
      <w:proofErr w:type="gramEnd"/>
      <w:r>
        <w:t xml:space="preserve"> al-</w:t>
      </w:r>
      <w:proofErr w:type="spellStart"/>
      <w:r>
        <w:t>fiqh</w:t>
      </w:r>
      <w:proofErr w:type="spellEnd"/>
      <w:r>
        <w:t xml:space="preserve">) are entitled </w:t>
      </w:r>
      <w:proofErr w:type="spellStart"/>
      <w:r>
        <w:t>Kitab</w:t>
      </w:r>
      <w:proofErr w:type="spellEnd"/>
      <w:r>
        <w:t xml:space="preserve"> al-</w:t>
      </w:r>
      <w:proofErr w:type="spellStart"/>
      <w:r>
        <w:t>ijtima</w:t>
      </w:r>
      <w:proofErr w:type="spellEnd"/>
      <w:r>
        <w:t>‘.</w:t>
      </w:r>
    </w:p>
    <w:p w:rsidR="001335F4" w:rsidRDefault="001335F4" w:rsidP="001335F4">
      <w:pPr>
        <w:pStyle w:val="libFootnote"/>
      </w:pPr>
      <w:r>
        <w:t xml:space="preserve">72 Vols. 47 and 48 of the author’s </w:t>
      </w:r>
      <w:proofErr w:type="spellStart"/>
      <w:proofErr w:type="gramStart"/>
      <w:r>
        <w:t>mawsu‘a</w:t>
      </w:r>
      <w:proofErr w:type="spellEnd"/>
      <w:proofErr w:type="gramEnd"/>
      <w:r>
        <w:t xml:space="preserve"> are devoted to this topic.</w:t>
      </w:r>
    </w:p>
    <w:p w:rsidR="005D3BF5" w:rsidRDefault="001335F4" w:rsidP="001335F4">
      <w:pPr>
        <w:pStyle w:val="libFootnote"/>
      </w:pPr>
      <w:r>
        <w:t>73 See fn. 1, p. 101.</w:t>
      </w:r>
    </w:p>
    <w:p w:rsidR="005D3BF5" w:rsidRPr="006D51A0" w:rsidRDefault="005D3BF5" w:rsidP="006D51A0">
      <w:pPr>
        <w:pStyle w:val="libNormal"/>
      </w:pPr>
      <w:r>
        <w:br w:type="page"/>
      </w:r>
    </w:p>
    <w:p w:rsidR="001335F4" w:rsidRDefault="001335F4"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5D3BF5">
      <w:pPr>
        <w:pStyle w:val="libCenterBold1"/>
      </w:pPr>
    </w:p>
    <w:p w:rsidR="0034162B" w:rsidRDefault="0034162B" w:rsidP="0034162B">
      <w:pPr>
        <w:pStyle w:val="libCenterBold1"/>
      </w:pPr>
      <w:hyperlink r:id="rId12" w:history="1">
        <w:r w:rsidRPr="003D155C">
          <w:rPr>
            <w:rStyle w:val="Hyperlink"/>
          </w:rPr>
          <w:t>www.alhassanain.org/english</w:t>
        </w:r>
      </w:hyperlink>
    </w:p>
    <w:sectPr w:rsidR="0034162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E7F" w:rsidRDefault="00E22E7F" w:rsidP="00113C59">
      <w:r>
        <w:separator/>
      </w:r>
    </w:p>
  </w:endnote>
  <w:endnote w:type="continuationSeparator" w:id="0">
    <w:p w:rsidR="00E22E7F" w:rsidRDefault="00E22E7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6A2" w:rsidRDefault="002C60FB" w:rsidP="00745C1D">
    <w:pPr>
      <w:pStyle w:val="Footer"/>
      <w:tabs>
        <w:tab w:val="clear" w:pos="4153"/>
        <w:tab w:val="clear" w:pos="8306"/>
      </w:tabs>
    </w:pPr>
    <w:fldSimple w:instr=" PAGE   \* MERGEFORMAT ">
      <w:r w:rsidR="00732EED">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6A2" w:rsidRDefault="002C60FB" w:rsidP="00113C59">
    <w:pPr>
      <w:pStyle w:val="Footer"/>
    </w:pPr>
    <w:fldSimple w:instr=" PAGE   \* MERGEFORMAT ">
      <w:r w:rsidR="00732EED">
        <w:rPr>
          <w:noProof/>
        </w:rPr>
        <w:t>5</w:t>
      </w:r>
    </w:fldSimple>
  </w:p>
  <w:p w:rsidR="00B416A2" w:rsidRDefault="00B416A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6A2" w:rsidRDefault="002C60FB" w:rsidP="00745C1D">
    <w:pPr>
      <w:pStyle w:val="Footer"/>
      <w:tabs>
        <w:tab w:val="clear" w:pos="4153"/>
        <w:tab w:val="clear" w:pos="8306"/>
      </w:tabs>
    </w:pPr>
    <w:fldSimple w:instr=" PAGE   \* MERGEFORMAT ">
      <w:r w:rsidR="00732EE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E7F" w:rsidRDefault="00E22E7F" w:rsidP="00113C59">
      <w:r>
        <w:separator/>
      </w:r>
    </w:p>
  </w:footnote>
  <w:footnote w:type="continuationSeparator" w:id="0">
    <w:p w:rsidR="00E22E7F" w:rsidRDefault="00E22E7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6A2" w:rsidRDefault="00B416A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6A2" w:rsidRDefault="00B416A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46444"/>
    <w:rsid w:val="000055F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2E1"/>
    <w:rsid w:val="00111AE3"/>
    <w:rsid w:val="0011352E"/>
    <w:rsid w:val="00113B0B"/>
    <w:rsid w:val="00113C59"/>
    <w:rsid w:val="00113CCC"/>
    <w:rsid w:val="00115473"/>
    <w:rsid w:val="00115A71"/>
    <w:rsid w:val="001162C9"/>
    <w:rsid w:val="001176B7"/>
    <w:rsid w:val="0012268F"/>
    <w:rsid w:val="001243ED"/>
    <w:rsid w:val="00126471"/>
    <w:rsid w:val="00130A7B"/>
    <w:rsid w:val="001335F4"/>
    <w:rsid w:val="00133D3B"/>
    <w:rsid w:val="00133DD1"/>
    <w:rsid w:val="00135E90"/>
    <w:rsid w:val="00136268"/>
    <w:rsid w:val="00136E6F"/>
    <w:rsid w:val="00141B08"/>
    <w:rsid w:val="0014341C"/>
    <w:rsid w:val="00143EEA"/>
    <w:rsid w:val="00146845"/>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01F2"/>
    <w:rsid w:val="001A1408"/>
    <w:rsid w:val="001A3110"/>
    <w:rsid w:val="001A4C37"/>
    <w:rsid w:val="001A4D9B"/>
    <w:rsid w:val="001A6EC0"/>
    <w:rsid w:val="001B07B7"/>
    <w:rsid w:val="001B16FD"/>
    <w:rsid w:val="001B2F03"/>
    <w:rsid w:val="001B577F"/>
    <w:rsid w:val="001B702D"/>
    <w:rsid w:val="001B7407"/>
    <w:rsid w:val="001C5EDB"/>
    <w:rsid w:val="001D41A1"/>
    <w:rsid w:val="001E11FF"/>
    <w:rsid w:val="001E25DC"/>
    <w:rsid w:val="001E5959"/>
    <w:rsid w:val="001F0547"/>
    <w:rsid w:val="001F0713"/>
    <w:rsid w:val="00202C7B"/>
    <w:rsid w:val="00205080"/>
    <w:rsid w:val="002054C5"/>
    <w:rsid w:val="00210A1A"/>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4FD"/>
    <w:rsid w:val="0028397C"/>
    <w:rsid w:val="002A0284"/>
    <w:rsid w:val="002A338C"/>
    <w:rsid w:val="002A717D"/>
    <w:rsid w:val="002A73D7"/>
    <w:rsid w:val="002B2B15"/>
    <w:rsid w:val="002B71A8"/>
    <w:rsid w:val="002B7989"/>
    <w:rsid w:val="002C0451"/>
    <w:rsid w:val="002C1543"/>
    <w:rsid w:val="002C3E3A"/>
    <w:rsid w:val="002C5C66"/>
    <w:rsid w:val="002C60FB"/>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E26"/>
    <w:rsid w:val="0034162B"/>
    <w:rsid w:val="003418E0"/>
    <w:rsid w:val="0034239A"/>
    <w:rsid w:val="0034768B"/>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5F2E"/>
    <w:rsid w:val="003B6720"/>
    <w:rsid w:val="003B775B"/>
    <w:rsid w:val="003B7FA9"/>
    <w:rsid w:val="003C7C08"/>
    <w:rsid w:val="003D15BF"/>
    <w:rsid w:val="003D1668"/>
    <w:rsid w:val="003D2459"/>
    <w:rsid w:val="003D28ED"/>
    <w:rsid w:val="003D3107"/>
    <w:rsid w:val="003E148D"/>
    <w:rsid w:val="003E3600"/>
    <w:rsid w:val="003F33DE"/>
    <w:rsid w:val="003F5B22"/>
    <w:rsid w:val="00402C65"/>
    <w:rsid w:val="0040326E"/>
    <w:rsid w:val="00404EB7"/>
    <w:rsid w:val="00407D56"/>
    <w:rsid w:val="00413479"/>
    <w:rsid w:val="00416E2B"/>
    <w:rsid w:val="004209BA"/>
    <w:rsid w:val="00420B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673"/>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3BF5"/>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5C72"/>
    <w:rsid w:val="0068652E"/>
    <w:rsid w:val="00687928"/>
    <w:rsid w:val="0069163F"/>
    <w:rsid w:val="00691DBB"/>
    <w:rsid w:val="006A7D4D"/>
    <w:rsid w:val="006B5C71"/>
    <w:rsid w:val="006B7F0E"/>
    <w:rsid w:val="006C3A27"/>
    <w:rsid w:val="006C4B43"/>
    <w:rsid w:val="006D36EC"/>
    <w:rsid w:val="006D41DF"/>
    <w:rsid w:val="006D51A0"/>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2EED"/>
    <w:rsid w:val="00740E80"/>
    <w:rsid w:val="00741552"/>
    <w:rsid w:val="0074517B"/>
    <w:rsid w:val="00745C1D"/>
    <w:rsid w:val="00746444"/>
    <w:rsid w:val="007571E2"/>
    <w:rsid w:val="00757A95"/>
    <w:rsid w:val="00760354"/>
    <w:rsid w:val="00765BEF"/>
    <w:rsid w:val="007735AB"/>
    <w:rsid w:val="00773E4E"/>
    <w:rsid w:val="00775FFA"/>
    <w:rsid w:val="00777AC5"/>
    <w:rsid w:val="0078259F"/>
    <w:rsid w:val="00782872"/>
    <w:rsid w:val="00784287"/>
    <w:rsid w:val="00796AAA"/>
    <w:rsid w:val="00797C47"/>
    <w:rsid w:val="007A22D0"/>
    <w:rsid w:val="007A6185"/>
    <w:rsid w:val="007B10B3"/>
    <w:rsid w:val="007B1D12"/>
    <w:rsid w:val="007B2F17"/>
    <w:rsid w:val="007B46B3"/>
    <w:rsid w:val="007B5CD8"/>
    <w:rsid w:val="007B6D51"/>
    <w:rsid w:val="007C088F"/>
    <w:rsid w:val="007C3DC9"/>
    <w:rsid w:val="007D1D2B"/>
    <w:rsid w:val="007D1F58"/>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381A"/>
    <w:rsid w:val="008933CF"/>
    <w:rsid w:val="00895362"/>
    <w:rsid w:val="008A225D"/>
    <w:rsid w:val="008A4630"/>
    <w:rsid w:val="008B5AE2"/>
    <w:rsid w:val="008B5B7E"/>
    <w:rsid w:val="008B697D"/>
    <w:rsid w:val="008C0DB1"/>
    <w:rsid w:val="008C3327"/>
    <w:rsid w:val="008D0E3F"/>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66C"/>
    <w:rsid w:val="00972C70"/>
    <w:rsid w:val="00974224"/>
    <w:rsid w:val="00974FF1"/>
    <w:rsid w:val="00992E31"/>
    <w:rsid w:val="009A53CC"/>
    <w:rsid w:val="009A7001"/>
    <w:rsid w:val="009A7DA5"/>
    <w:rsid w:val="009B01D4"/>
    <w:rsid w:val="009B0C22"/>
    <w:rsid w:val="009B0C63"/>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3CE"/>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56A8"/>
    <w:rsid w:val="00B37FEA"/>
    <w:rsid w:val="00B416A2"/>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00E"/>
    <w:rsid w:val="00BC499A"/>
    <w:rsid w:val="00BC717E"/>
    <w:rsid w:val="00BC7435"/>
    <w:rsid w:val="00BD4DFE"/>
    <w:rsid w:val="00BD593F"/>
    <w:rsid w:val="00BD6706"/>
    <w:rsid w:val="00BE0D08"/>
    <w:rsid w:val="00BE7ED8"/>
    <w:rsid w:val="00C07677"/>
    <w:rsid w:val="00C1570C"/>
    <w:rsid w:val="00C21973"/>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3F93"/>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BAE"/>
    <w:rsid w:val="00D66EE9"/>
    <w:rsid w:val="00D67101"/>
    <w:rsid w:val="00D70D85"/>
    <w:rsid w:val="00D718B1"/>
    <w:rsid w:val="00D7331A"/>
    <w:rsid w:val="00D7499D"/>
    <w:rsid w:val="00D768E9"/>
    <w:rsid w:val="00D84ECA"/>
    <w:rsid w:val="00D854D7"/>
    <w:rsid w:val="00D91B67"/>
    <w:rsid w:val="00D92CDF"/>
    <w:rsid w:val="00DA5931"/>
    <w:rsid w:val="00DA722B"/>
    <w:rsid w:val="00DB2424"/>
    <w:rsid w:val="00DB3E84"/>
    <w:rsid w:val="00DC02A0"/>
    <w:rsid w:val="00DC0B08"/>
    <w:rsid w:val="00DC0E27"/>
    <w:rsid w:val="00DD1BB4"/>
    <w:rsid w:val="00DD6547"/>
    <w:rsid w:val="00DD7388"/>
    <w:rsid w:val="00DD78A5"/>
    <w:rsid w:val="00DE4448"/>
    <w:rsid w:val="00DE49C9"/>
    <w:rsid w:val="00DF5E1E"/>
    <w:rsid w:val="00DF6442"/>
    <w:rsid w:val="00E022DC"/>
    <w:rsid w:val="00E024D3"/>
    <w:rsid w:val="00E07A7B"/>
    <w:rsid w:val="00E14435"/>
    <w:rsid w:val="00E169CC"/>
    <w:rsid w:val="00E205F5"/>
    <w:rsid w:val="00E206F5"/>
    <w:rsid w:val="00E21598"/>
    <w:rsid w:val="00E22E7F"/>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972"/>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4C85"/>
    <w:rsid w:val="00F070E5"/>
    <w:rsid w:val="00F132DB"/>
    <w:rsid w:val="00F1517E"/>
    <w:rsid w:val="00F16678"/>
    <w:rsid w:val="00F26388"/>
    <w:rsid w:val="00F31BE3"/>
    <w:rsid w:val="00F34B21"/>
    <w:rsid w:val="00F34CA5"/>
    <w:rsid w:val="00F41E90"/>
    <w:rsid w:val="00F436BF"/>
    <w:rsid w:val="00F46377"/>
    <w:rsid w:val="00F571FE"/>
    <w:rsid w:val="00F601DF"/>
    <w:rsid w:val="00F638A5"/>
    <w:rsid w:val="00F715FC"/>
    <w:rsid w:val="00F71859"/>
    <w:rsid w:val="00F74FDC"/>
    <w:rsid w:val="00F82A57"/>
    <w:rsid w:val="00F83A2C"/>
    <w:rsid w:val="00F83B39"/>
    <w:rsid w:val="00F83E9D"/>
    <w:rsid w:val="00F86C5B"/>
    <w:rsid w:val="00F97A32"/>
    <w:rsid w:val="00FA0105"/>
    <w:rsid w:val="00FA0645"/>
    <w:rsid w:val="00FA3B58"/>
    <w:rsid w:val="00FA5484"/>
    <w:rsid w:val="00FA6127"/>
    <w:rsid w:val="00FB2464"/>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4637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46845"/>
    <w:rPr>
      <w:rFonts w:ascii="Tahoma" w:hAnsi="Tahoma" w:cs="Tahoma"/>
      <w:sz w:val="16"/>
      <w:szCs w:val="16"/>
    </w:rPr>
  </w:style>
  <w:style w:type="character" w:customStyle="1" w:styleId="DocumentMapChar">
    <w:name w:val="Document Map Char"/>
    <w:basedOn w:val="DefaultParagraphFont"/>
    <w:link w:val="DocumentMap"/>
    <w:rsid w:val="0014684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68414-E96A-4D65-8F71-F8602E74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159</TotalTime>
  <Pages>83</Pages>
  <Words>26877</Words>
  <Characters>153205</Characters>
  <Application>Microsoft Office Word</Application>
  <DocSecurity>0</DocSecurity>
  <Lines>1276</Lines>
  <Paragraphs>359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42</cp:revision>
  <cp:lastPrinted>2017-10-26T09:40:00Z</cp:lastPrinted>
  <dcterms:created xsi:type="dcterms:W3CDTF">2017-10-25T06:55:00Z</dcterms:created>
  <dcterms:modified xsi:type="dcterms:W3CDTF">2017-10-26T09:42:00Z</dcterms:modified>
</cp:coreProperties>
</file>