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9D6" w:rsidRDefault="00E449D6" w:rsidP="00497F4E">
      <w:pPr>
        <w:pStyle w:val="libCenterTitr"/>
      </w:pPr>
    </w:p>
    <w:p w:rsidR="00E449D6" w:rsidRDefault="00E449D6" w:rsidP="00497F4E">
      <w:pPr>
        <w:pStyle w:val="libCenterTitr"/>
      </w:pPr>
    </w:p>
    <w:p w:rsidR="00E449D6" w:rsidRDefault="00E449D6" w:rsidP="00497F4E">
      <w:pPr>
        <w:pStyle w:val="libCenterTitr"/>
      </w:pPr>
    </w:p>
    <w:p w:rsidR="00497F4E" w:rsidRDefault="00497F4E" w:rsidP="00497F4E">
      <w:pPr>
        <w:pStyle w:val="libCenterTitr"/>
      </w:pPr>
      <w:r>
        <w:t xml:space="preserve">Man's Need </w:t>
      </w:r>
      <w:proofErr w:type="gramStart"/>
      <w:r>
        <w:t>For</w:t>
      </w:r>
      <w:proofErr w:type="gramEnd"/>
      <w:r>
        <w:t xml:space="preserve"> Religion</w:t>
      </w:r>
    </w:p>
    <w:p w:rsidR="00E449D6" w:rsidRDefault="00E449D6" w:rsidP="00497F4E">
      <w:pPr>
        <w:pStyle w:val="libCenterTitr"/>
      </w:pPr>
    </w:p>
    <w:p w:rsidR="00497F4E" w:rsidRDefault="00497F4E" w:rsidP="00497F4E">
      <w:pPr>
        <w:pStyle w:val="libCenterBold1"/>
      </w:pPr>
      <w:r>
        <w:t xml:space="preserve">Author: Cultural </w:t>
      </w:r>
      <w:proofErr w:type="spellStart"/>
      <w:r>
        <w:t>Rafed</w:t>
      </w:r>
      <w:proofErr w:type="spellEnd"/>
      <w:r>
        <w:t xml:space="preserve"> Network</w:t>
      </w:r>
    </w:p>
    <w:p w:rsidR="00E449D6" w:rsidRDefault="00E449D6" w:rsidP="00497F4E">
      <w:pPr>
        <w:pStyle w:val="libCenterBold1"/>
      </w:pPr>
    </w:p>
    <w:p w:rsidR="00E449D6" w:rsidRDefault="00E449D6" w:rsidP="00497F4E">
      <w:pPr>
        <w:pStyle w:val="libCenterBold1"/>
      </w:pPr>
    </w:p>
    <w:p w:rsidR="00E449D6" w:rsidRDefault="00E449D6" w:rsidP="00497F4E">
      <w:pPr>
        <w:pStyle w:val="libCenterBold1"/>
      </w:pPr>
    </w:p>
    <w:p w:rsidR="00E449D6" w:rsidRDefault="00E449D6" w:rsidP="00497F4E">
      <w:pPr>
        <w:pStyle w:val="libCenterBold1"/>
      </w:pPr>
    </w:p>
    <w:p w:rsidR="00E449D6" w:rsidRDefault="00E449D6" w:rsidP="00497F4E">
      <w:pPr>
        <w:pStyle w:val="libCenterBold1"/>
      </w:pPr>
    </w:p>
    <w:p w:rsidR="00E449D6" w:rsidRDefault="00F37B48" w:rsidP="00497F4E">
      <w:pPr>
        <w:pStyle w:val="libCenterBold1"/>
      </w:pPr>
      <w:hyperlink r:id="rId8" w:history="1">
        <w:r w:rsidR="00E449D6" w:rsidRPr="00C906A5">
          <w:rPr>
            <w:rStyle w:val="Hyperlink"/>
          </w:rPr>
          <w:t>www.alhassanain.org/english</w:t>
        </w:r>
      </w:hyperlink>
    </w:p>
    <w:p w:rsidR="00E25D1A" w:rsidRDefault="00E25D1A" w:rsidP="00E25D1A">
      <w:pPr>
        <w:pStyle w:val="libNormal"/>
      </w:pPr>
      <w:r>
        <w:br w:type="page"/>
      </w:r>
    </w:p>
    <w:p w:rsidR="00E25D1A" w:rsidRDefault="00E25D1A" w:rsidP="00E25D1A">
      <w:pPr>
        <w:pStyle w:val="libCenterBold1"/>
      </w:pPr>
    </w:p>
    <w:p w:rsidR="00E25D1A" w:rsidRDefault="00E25D1A" w:rsidP="00E25D1A">
      <w:pPr>
        <w:pStyle w:val="libCenterBold1"/>
      </w:pPr>
    </w:p>
    <w:p w:rsidR="00E25D1A" w:rsidRDefault="00E25D1A" w:rsidP="00E25D1A">
      <w:pPr>
        <w:pStyle w:val="libCenterBold1"/>
      </w:pPr>
    </w:p>
    <w:p w:rsidR="00E25D1A" w:rsidRDefault="00E25D1A" w:rsidP="00E25D1A">
      <w:pPr>
        <w:pStyle w:val="libCenterBold1"/>
      </w:pPr>
      <w:r>
        <w:t>Notice:</w:t>
      </w:r>
    </w:p>
    <w:p w:rsidR="00E25D1A" w:rsidRDefault="00E25D1A" w:rsidP="00E25D1A">
      <w:pPr>
        <w:pStyle w:val="libCenterBold2"/>
      </w:pPr>
      <w:r>
        <w:t xml:space="preserve">This work </w:t>
      </w:r>
      <w:proofErr w:type="gramStart"/>
      <w:r>
        <w:t>is published</w:t>
      </w:r>
      <w:proofErr w:type="gramEnd"/>
      <w:r>
        <w:t xml:space="preserve"> on behalf of </w:t>
      </w:r>
      <w:hyperlink r:id="rId9" w:history="1">
        <w:r w:rsidRPr="00C906A5">
          <w:rPr>
            <w:rStyle w:val="Hyperlink"/>
          </w:rPr>
          <w:t>www.alhassanain.org/english</w:t>
        </w:r>
      </w:hyperlink>
    </w:p>
    <w:p w:rsidR="00E25D1A" w:rsidRDefault="00E25D1A" w:rsidP="00E25D1A">
      <w:pPr>
        <w:pStyle w:val="libCenterBold2"/>
      </w:pPr>
      <w:r>
        <w:t xml:space="preserve">The typing errors are </w:t>
      </w:r>
      <w:proofErr w:type="spellStart"/>
      <w:r>
        <w:t>n’t</w:t>
      </w:r>
      <w:proofErr w:type="spellEnd"/>
      <w:r>
        <w:t xml:space="preserve"> corrected.</w:t>
      </w:r>
    </w:p>
    <w:p w:rsidR="00E449D6" w:rsidRDefault="00E449D6" w:rsidP="00E25D1A">
      <w:pPr>
        <w:pStyle w:val="libCenterBold2"/>
      </w:pPr>
    </w:p>
    <w:p w:rsidR="00E449D6" w:rsidRDefault="00E449D6" w:rsidP="00E25D1A">
      <w:pPr>
        <w:pStyle w:val="libCenterBold2"/>
      </w:pPr>
    </w:p>
    <w:p w:rsidR="00E25D1A" w:rsidRDefault="00E25D1A" w:rsidP="00E25D1A">
      <w:pPr>
        <w:pStyle w:val="libNormal"/>
      </w:pPr>
      <w:r>
        <w:br w:type="page"/>
      </w:r>
    </w:p>
    <w:sdt>
      <w:sdtPr>
        <w:rPr>
          <w:rStyle w:val="libNormalChar"/>
        </w:rPr>
        <w:id w:val="358086135"/>
        <w:docPartObj>
          <w:docPartGallery w:val="Table of Contents"/>
          <w:docPartUnique/>
        </w:docPartObj>
      </w:sdtPr>
      <w:sdtEndPr>
        <w:rPr>
          <w:rStyle w:val="DefaultParagraphFont"/>
          <w:b w:val="0"/>
          <w:bCs w:val="0"/>
        </w:rPr>
      </w:sdtEndPr>
      <w:sdtContent>
        <w:p w:rsidR="004F5818" w:rsidRDefault="004F5818" w:rsidP="004F5818">
          <w:pPr>
            <w:pStyle w:val="libCenterBold1"/>
          </w:pPr>
          <w:r>
            <w:t>Table of Contents</w:t>
          </w:r>
        </w:p>
        <w:p w:rsidR="004F5818" w:rsidRDefault="00F37B48" w:rsidP="004F5818">
          <w:pPr>
            <w:pStyle w:val="TOC1"/>
            <w:rPr>
              <w:rFonts w:asciiTheme="minorHAnsi" w:eastAsiaTheme="minorEastAsia" w:hAnsiTheme="minorHAnsi" w:cstheme="minorBidi"/>
              <w:b w:val="0"/>
              <w:bCs w:val="0"/>
              <w:color w:val="auto"/>
              <w:sz w:val="22"/>
              <w:szCs w:val="22"/>
              <w:rtl/>
            </w:rPr>
          </w:pPr>
          <w:r w:rsidRPr="00F37B48">
            <w:fldChar w:fldCharType="begin"/>
          </w:r>
          <w:r w:rsidR="004F5818">
            <w:instrText xml:space="preserve"> TOC \o "1-3" \h \z \u </w:instrText>
          </w:r>
          <w:r w:rsidRPr="00F37B48">
            <w:fldChar w:fldCharType="separate"/>
          </w:r>
          <w:hyperlink w:anchor="_Toc483140804" w:history="1">
            <w:r w:rsidR="004F5818" w:rsidRPr="00043C1A">
              <w:rPr>
                <w:rStyle w:val="Hyperlink"/>
              </w:rPr>
              <w:t>Prophet Sulaiman (Solomon) The King Prophet</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Toc483140804 \h</w:instrText>
            </w:r>
            <w:r w:rsidR="004F5818">
              <w:rPr>
                <w:webHidden/>
                <w:rtl/>
              </w:rPr>
              <w:instrText xml:space="preserve"> </w:instrText>
            </w:r>
            <w:r>
              <w:rPr>
                <w:webHidden/>
                <w:rtl/>
              </w:rPr>
            </w:r>
            <w:r>
              <w:rPr>
                <w:webHidden/>
                <w:rtl/>
              </w:rPr>
              <w:fldChar w:fldCharType="separate"/>
            </w:r>
            <w:r w:rsidR="00620D2E">
              <w:rPr>
                <w:webHidden/>
              </w:rPr>
              <w:t>4</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05" w:history="1">
            <w:r w:rsidR="004F5818" w:rsidRPr="00043C1A">
              <w:rPr>
                <w:rStyle w:val="Hyperlink"/>
              </w:rPr>
              <w:t>First: The Natural Proof</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Toc483140805 \h</w:instrText>
            </w:r>
            <w:r w:rsidR="004F5818">
              <w:rPr>
                <w:webHidden/>
                <w:rtl/>
              </w:rPr>
              <w:instrText xml:space="preserve"> </w:instrText>
            </w:r>
            <w:r>
              <w:rPr>
                <w:webHidden/>
                <w:rtl/>
              </w:rPr>
            </w:r>
            <w:r>
              <w:rPr>
                <w:webHidden/>
                <w:rtl/>
              </w:rPr>
              <w:fldChar w:fldCharType="separate"/>
            </w:r>
            <w:r w:rsidR="00620D2E">
              <w:rPr>
                <w:webHidden/>
              </w:rPr>
              <w:t>6</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06" w:history="1">
            <w:r w:rsidR="004F5818" w:rsidRPr="00043C1A">
              <w:rPr>
                <w:rStyle w:val="Hyperlink"/>
              </w:rPr>
              <w:t>Second: The Scientific Proof</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Toc483140806 \h</w:instrText>
            </w:r>
            <w:r w:rsidR="004F5818">
              <w:rPr>
                <w:webHidden/>
                <w:rtl/>
              </w:rPr>
              <w:instrText xml:space="preserve"> </w:instrText>
            </w:r>
            <w:r>
              <w:rPr>
                <w:webHidden/>
                <w:rtl/>
              </w:rPr>
            </w:r>
            <w:r>
              <w:rPr>
                <w:webHidden/>
                <w:rtl/>
              </w:rPr>
              <w:fldChar w:fldCharType="separate"/>
            </w:r>
            <w:r w:rsidR="00620D2E">
              <w:rPr>
                <w:webHidden/>
              </w:rPr>
              <w:t>8</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07" w:history="1">
            <w:r w:rsidR="004F5818" w:rsidRPr="00043C1A">
              <w:rPr>
                <w:rStyle w:val="Hyperlink"/>
              </w:rPr>
              <w:t>Third: The Historical Proof</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Toc483140807 \h</w:instrText>
            </w:r>
            <w:r w:rsidR="004F5818">
              <w:rPr>
                <w:webHidden/>
                <w:rtl/>
              </w:rPr>
              <w:instrText xml:space="preserve"> </w:instrText>
            </w:r>
            <w:r>
              <w:rPr>
                <w:webHidden/>
                <w:rtl/>
              </w:rPr>
            </w:r>
            <w:r>
              <w:rPr>
                <w:webHidden/>
                <w:rtl/>
              </w:rPr>
              <w:fldChar w:fldCharType="separate"/>
            </w:r>
            <w:r w:rsidR="00620D2E">
              <w:rPr>
                <w:webHidden/>
              </w:rPr>
              <w:t>9</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08" w:history="1">
            <w:r w:rsidR="004F5818" w:rsidRPr="00043C1A">
              <w:rPr>
                <w:rStyle w:val="Hyperlink"/>
              </w:rPr>
              <w:t>Fourth: The Objective Proof</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Toc483140808 \h</w:instrText>
            </w:r>
            <w:r w:rsidR="004F5818">
              <w:rPr>
                <w:webHidden/>
                <w:rtl/>
              </w:rPr>
              <w:instrText xml:space="preserve"> </w:instrText>
            </w:r>
            <w:r>
              <w:rPr>
                <w:webHidden/>
                <w:rtl/>
              </w:rPr>
            </w:r>
            <w:r>
              <w:rPr>
                <w:webHidden/>
                <w:rtl/>
              </w:rPr>
              <w:fldChar w:fldCharType="separate"/>
            </w:r>
            <w:r w:rsidR="00620D2E">
              <w:rPr>
                <w:webHidden/>
              </w:rPr>
              <w:t>10</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09" w:history="1">
            <w:r w:rsidR="004F5818" w:rsidRPr="00043C1A">
              <w:rPr>
                <w:rStyle w:val="Hyperlink"/>
              </w:rPr>
              <w:t>Mind's Need for Religion</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Toc483140809 \h</w:instrText>
            </w:r>
            <w:r w:rsidR="004F5818">
              <w:rPr>
                <w:webHidden/>
                <w:rtl/>
              </w:rPr>
              <w:instrText xml:space="preserve"> </w:instrText>
            </w:r>
            <w:r>
              <w:rPr>
                <w:webHidden/>
                <w:rtl/>
              </w:rPr>
            </w:r>
            <w:r>
              <w:rPr>
                <w:webHidden/>
                <w:rtl/>
              </w:rPr>
              <w:fldChar w:fldCharType="separate"/>
            </w:r>
            <w:r w:rsidR="00620D2E">
              <w:rPr>
                <w:webHidden/>
              </w:rPr>
              <w:t>13</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10" w:history="1">
            <w:r w:rsidR="004F5818" w:rsidRPr="00043C1A">
              <w:rPr>
                <w:rStyle w:val="Hyperlink"/>
              </w:rPr>
              <w:t>The Spiritual Mission of Religion</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Toc483140810 \h</w:instrText>
            </w:r>
            <w:r w:rsidR="004F5818">
              <w:rPr>
                <w:webHidden/>
                <w:rtl/>
              </w:rPr>
              <w:instrText xml:space="preserve"> </w:instrText>
            </w:r>
            <w:r>
              <w:rPr>
                <w:webHidden/>
                <w:rtl/>
              </w:rPr>
            </w:r>
            <w:r>
              <w:rPr>
                <w:webHidden/>
                <w:rtl/>
              </w:rPr>
              <w:fldChar w:fldCharType="separate"/>
            </w:r>
            <w:r w:rsidR="00620D2E">
              <w:rPr>
                <w:webHidden/>
              </w:rPr>
              <w:t>17</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11" w:history="1">
            <w:r w:rsidR="004F5818" w:rsidRPr="00043C1A">
              <w:rPr>
                <w:rStyle w:val="Hyperlink"/>
              </w:rPr>
              <w:t>Society's Need for Religion</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Toc483140811 \h</w:instrText>
            </w:r>
            <w:r w:rsidR="004F5818">
              <w:rPr>
                <w:webHidden/>
                <w:rtl/>
              </w:rPr>
              <w:instrText xml:space="preserve"> </w:instrText>
            </w:r>
            <w:r>
              <w:rPr>
                <w:webHidden/>
                <w:rtl/>
              </w:rPr>
            </w:r>
            <w:r>
              <w:rPr>
                <w:webHidden/>
                <w:rtl/>
              </w:rPr>
              <w:fldChar w:fldCharType="separate"/>
            </w:r>
            <w:r w:rsidR="00620D2E">
              <w:rPr>
                <w:webHidden/>
              </w:rPr>
              <w:t>23</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12" w:history="1">
            <w:r w:rsidR="004F5818" w:rsidRPr="00043C1A">
              <w:rPr>
                <w:rStyle w:val="Hyperlink"/>
              </w:rPr>
              <w:t>First: Individual Education</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Toc483140812 \h</w:instrText>
            </w:r>
            <w:r w:rsidR="004F5818">
              <w:rPr>
                <w:webHidden/>
                <w:rtl/>
              </w:rPr>
              <w:instrText xml:space="preserve"> </w:instrText>
            </w:r>
            <w:r>
              <w:rPr>
                <w:webHidden/>
                <w:rtl/>
              </w:rPr>
            </w:r>
            <w:r>
              <w:rPr>
                <w:webHidden/>
                <w:rtl/>
              </w:rPr>
              <w:fldChar w:fldCharType="separate"/>
            </w:r>
            <w:r w:rsidR="00620D2E">
              <w:rPr>
                <w:webHidden/>
              </w:rPr>
              <w:t>26</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13" w:history="1">
            <w:r w:rsidR="004F5818" w:rsidRPr="00043C1A">
              <w:rPr>
                <w:rStyle w:val="Hyperlink"/>
              </w:rPr>
              <w:t>Second: Organizing the Society</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Toc483140813 \h</w:instrText>
            </w:r>
            <w:r w:rsidR="004F5818">
              <w:rPr>
                <w:webHidden/>
                <w:rtl/>
              </w:rPr>
              <w:instrText xml:space="preserve"> </w:instrText>
            </w:r>
            <w:r>
              <w:rPr>
                <w:webHidden/>
                <w:rtl/>
              </w:rPr>
            </w:r>
            <w:r>
              <w:rPr>
                <w:webHidden/>
                <w:rtl/>
              </w:rPr>
              <w:fldChar w:fldCharType="separate"/>
            </w:r>
            <w:r w:rsidR="00620D2E">
              <w:rPr>
                <w:webHidden/>
              </w:rPr>
              <w:t>27</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14" w:history="1">
            <w:r w:rsidR="004F5818" w:rsidRPr="00043C1A">
              <w:rPr>
                <w:rStyle w:val="Hyperlink"/>
              </w:rPr>
              <w:t>Third: Building the State</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Toc483140814 \h</w:instrText>
            </w:r>
            <w:r w:rsidR="004F5818">
              <w:rPr>
                <w:webHidden/>
                <w:rtl/>
              </w:rPr>
              <w:instrText xml:space="preserve"> </w:instrText>
            </w:r>
            <w:r>
              <w:rPr>
                <w:webHidden/>
                <w:rtl/>
              </w:rPr>
            </w:r>
            <w:r>
              <w:rPr>
                <w:webHidden/>
                <w:rtl/>
              </w:rPr>
              <w:fldChar w:fldCharType="separate"/>
            </w:r>
            <w:r w:rsidR="00620D2E">
              <w:rPr>
                <w:webHidden/>
              </w:rPr>
              <w:t>28</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15" w:history="1">
            <w:r w:rsidR="004F5818" w:rsidRPr="00043C1A">
              <w:rPr>
                <w:rStyle w:val="Hyperlink"/>
              </w:rPr>
              <w:t>Fourth: Preserving the Safety of the Social Structure</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Toc483140815 \h</w:instrText>
            </w:r>
            <w:r w:rsidR="004F5818">
              <w:rPr>
                <w:webHidden/>
                <w:rtl/>
              </w:rPr>
              <w:instrText xml:space="preserve"> </w:instrText>
            </w:r>
            <w:r>
              <w:rPr>
                <w:webHidden/>
                <w:rtl/>
              </w:rPr>
            </w:r>
            <w:r>
              <w:rPr>
                <w:webHidden/>
                <w:rtl/>
              </w:rPr>
              <w:fldChar w:fldCharType="separate"/>
            </w:r>
            <w:r w:rsidR="00620D2E">
              <w:rPr>
                <w:webHidden/>
              </w:rPr>
              <w:t>29</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16" w:history="1">
            <w:r w:rsidR="004F5818" w:rsidRPr="00043C1A">
              <w:rPr>
                <w:rStyle w:val="Hyperlink"/>
              </w:rPr>
              <w:t>Religion and Physical Care</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Toc483140816 \h</w:instrText>
            </w:r>
            <w:r w:rsidR="004F5818">
              <w:rPr>
                <w:webHidden/>
                <w:rtl/>
              </w:rPr>
              <w:instrText xml:space="preserve"> </w:instrText>
            </w:r>
            <w:r>
              <w:rPr>
                <w:webHidden/>
                <w:rtl/>
              </w:rPr>
            </w:r>
            <w:r>
              <w:rPr>
                <w:webHidden/>
                <w:rtl/>
              </w:rPr>
              <w:fldChar w:fldCharType="separate"/>
            </w:r>
            <w:r w:rsidR="00620D2E">
              <w:rPr>
                <w:webHidden/>
              </w:rPr>
              <w:t>30</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17" w:history="1">
            <w:r w:rsidR="004F5818" w:rsidRPr="00043C1A">
              <w:rPr>
                <w:rStyle w:val="Hyperlink"/>
              </w:rPr>
              <w:t>The Testimony of Figures</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Toc483140817 \h</w:instrText>
            </w:r>
            <w:r w:rsidR="004F5818">
              <w:rPr>
                <w:webHidden/>
                <w:rtl/>
              </w:rPr>
              <w:instrText xml:space="preserve"> </w:instrText>
            </w:r>
            <w:r>
              <w:rPr>
                <w:webHidden/>
                <w:rtl/>
              </w:rPr>
            </w:r>
            <w:r>
              <w:rPr>
                <w:webHidden/>
                <w:rtl/>
              </w:rPr>
              <w:fldChar w:fldCharType="separate"/>
            </w:r>
            <w:r w:rsidR="00620D2E">
              <w:rPr>
                <w:webHidden/>
              </w:rPr>
              <w:t>34</w:t>
            </w:r>
            <w:r>
              <w:rPr>
                <w:webHidden/>
                <w:rtl/>
              </w:rPr>
              <w:fldChar w:fldCharType="end"/>
            </w:r>
          </w:hyperlink>
        </w:p>
        <w:p w:rsidR="004F5818" w:rsidRDefault="00F37B48" w:rsidP="004F5818">
          <w:pPr>
            <w:pStyle w:val="TOC1"/>
            <w:rPr>
              <w:rFonts w:asciiTheme="minorHAnsi" w:eastAsiaTheme="minorEastAsia" w:hAnsiTheme="minorHAnsi" w:cstheme="minorBidi"/>
              <w:b w:val="0"/>
              <w:bCs w:val="0"/>
              <w:color w:val="auto"/>
              <w:sz w:val="22"/>
              <w:szCs w:val="22"/>
              <w:rtl/>
            </w:rPr>
          </w:pPr>
          <w:hyperlink w:anchor="_Toc483140818" w:history="1">
            <w:r w:rsidR="004F5818" w:rsidRPr="00043C1A">
              <w:rPr>
                <w:rStyle w:val="Hyperlink"/>
              </w:rPr>
              <w:t>Notes</w:t>
            </w:r>
            <w:r w:rsidR="004F5818">
              <w:rPr>
                <w:webHidden/>
                <w:rtl/>
              </w:rPr>
              <w:tab/>
            </w:r>
            <w:r>
              <w:rPr>
                <w:webHidden/>
                <w:rtl/>
              </w:rPr>
              <w:fldChar w:fldCharType="begin"/>
            </w:r>
            <w:r w:rsidR="004F5818">
              <w:rPr>
                <w:webHidden/>
                <w:rtl/>
              </w:rPr>
              <w:instrText xml:space="preserve"> </w:instrText>
            </w:r>
            <w:r w:rsidR="004F5818">
              <w:rPr>
                <w:webHidden/>
              </w:rPr>
              <w:instrText>PAGEREF</w:instrText>
            </w:r>
            <w:r w:rsidR="004F5818">
              <w:rPr>
                <w:webHidden/>
                <w:rtl/>
              </w:rPr>
              <w:instrText xml:space="preserve"> _</w:instrText>
            </w:r>
            <w:r w:rsidR="004F5818">
              <w:rPr>
                <w:webHidden/>
              </w:rPr>
              <w:instrText>Toc483140818 \h</w:instrText>
            </w:r>
            <w:r w:rsidR="004F5818">
              <w:rPr>
                <w:webHidden/>
                <w:rtl/>
              </w:rPr>
              <w:instrText xml:space="preserve"> </w:instrText>
            </w:r>
            <w:r>
              <w:rPr>
                <w:webHidden/>
                <w:rtl/>
              </w:rPr>
            </w:r>
            <w:r>
              <w:rPr>
                <w:webHidden/>
                <w:rtl/>
              </w:rPr>
              <w:fldChar w:fldCharType="separate"/>
            </w:r>
            <w:r w:rsidR="00620D2E">
              <w:rPr>
                <w:webHidden/>
              </w:rPr>
              <w:t>37</w:t>
            </w:r>
            <w:r>
              <w:rPr>
                <w:webHidden/>
                <w:rtl/>
              </w:rPr>
              <w:fldChar w:fldCharType="end"/>
            </w:r>
          </w:hyperlink>
        </w:p>
        <w:p w:rsidR="004F5818" w:rsidRDefault="00F37B48" w:rsidP="005032EB">
          <w:pPr>
            <w:pStyle w:val="libNormal"/>
          </w:pPr>
          <w:r>
            <w:fldChar w:fldCharType="end"/>
          </w:r>
        </w:p>
      </w:sdtContent>
    </w:sdt>
    <w:p w:rsidR="00497F4E" w:rsidRDefault="00497F4E" w:rsidP="00E25D1A">
      <w:pPr>
        <w:pStyle w:val="libNormal"/>
      </w:pPr>
      <w:r>
        <w:br w:type="page"/>
      </w:r>
    </w:p>
    <w:p w:rsidR="00497F4E" w:rsidRDefault="00497F4E" w:rsidP="00497F4E">
      <w:pPr>
        <w:pStyle w:val="Heading1Center"/>
      </w:pPr>
      <w:bookmarkStart w:id="0" w:name="_Toc483140804"/>
      <w:r>
        <w:lastRenderedPageBreak/>
        <w:t xml:space="preserve">Prophet </w:t>
      </w:r>
      <w:proofErr w:type="spellStart"/>
      <w:r>
        <w:t>Sulaiman</w:t>
      </w:r>
      <w:proofErr w:type="spellEnd"/>
      <w:r>
        <w:t xml:space="preserve"> (Solomon) </w:t>
      </w:r>
      <w:proofErr w:type="gramStart"/>
      <w:r>
        <w:t>The</w:t>
      </w:r>
      <w:proofErr w:type="gramEnd"/>
      <w:r>
        <w:t xml:space="preserve"> King Prophet</w:t>
      </w:r>
      <w:bookmarkEnd w:id="0"/>
    </w:p>
    <w:p w:rsidR="00497F4E" w:rsidRDefault="00497F4E" w:rsidP="00497F4E">
      <w:pPr>
        <w:pStyle w:val="libNormal"/>
      </w:pPr>
      <w:r>
        <w:t xml:space="preserve">Ever since the history </w:t>
      </w:r>
      <w:proofErr w:type="gramStart"/>
      <w:r>
        <w:t>of mankind</w:t>
      </w:r>
      <w:proofErr w:type="gramEnd"/>
      <w:r>
        <w:t xml:space="preserve"> began, man has been practicing different forms of worship and piety.</w:t>
      </w:r>
    </w:p>
    <w:p w:rsidR="00497F4E" w:rsidRDefault="00497F4E" w:rsidP="00497F4E">
      <w:pPr>
        <w:pStyle w:val="libNormal"/>
      </w:pPr>
      <w:r>
        <w:t xml:space="preserve">There was no nation on the earth unattached to a religion and performing its rites in one way or another. This is because piety is an instinct, a natural feeling deeply rooted in man's being. It can neither be hushed, nor muted in an individual's conscience, nor </w:t>
      </w:r>
      <w:proofErr w:type="gramStart"/>
      <w:r>
        <w:t>can the human conscience be prevented</w:t>
      </w:r>
      <w:proofErr w:type="gramEnd"/>
      <w:r>
        <w:t xml:space="preserve"> from sensing it, or going towards it.</w:t>
      </w:r>
    </w:p>
    <w:p w:rsidR="00497F4E" w:rsidRDefault="00497F4E" w:rsidP="00497F4E">
      <w:pPr>
        <w:pStyle w:val="libNormal"/>
      </w:pPr>
      <w:proofErr w:type="gramStart"/>
      <w:r>
        <w:t>Yet, the instincts of piety and worship have not always been guided y soundness and purity; rather they, in most instances, have been deviated expressions and abnormal practices of worship; religion, in its pure state, is that which is represented by monotheism, the path announced by the prophets and heralded by the apostles, for maintaining the correct mode of worship and to lead the caravan of mankind towards the shores of goodness and peace.</w:t>
      </w:r>
      <w:proofErr w:type="gramEnd"/>
    </w:p>
    <w:p w:rsidR="00497F4E" w:rsidRDefault="00497F4E" w:rsidP="00497F4E">
      <w:pPr>
        <w:pStyle w:val="libNormal"/>
      </w:pPr>
      <w:proofErr w:type="gramStart"/>
      <w:r>
        <w:t>So</w:t>
      </w:r>
      <w:proofErr w:type="gramEnd"/>
      <w:r>
        <w:t xml:space="preserve">, the observer of the history of religious myth, and of devious worship in man's life, finds a variety of religious expressions. He finds heliolatry, </w:t>
      </w:r>
      <w:proofErr w:type="spellStart"/>
      <w:r>
        <w:t>asrolatry</w:t>
      </w:r>
      <w:proofErr w:type="spellEnd"/>
      <w:r>
        <w:t xml:space="preserve">, idolatry, zoolatry, </w:t>
      </w:r>
      <w:proofErr w:type="spellStart"/>
      <w:r>
        <w:t>pyrolatry</w:t>
      </w:r>
      <w:proofErr w:type="spellEnd"/>
      <w:r>
        <w:t>, worship of monarchs, etc.</w:t>
      </w:r>
    </w:p>
    <w:p w:rsidR="00497F4E" w:rsidRDefault="00497F4E" w:rsidP="00497F4E">
      <w:pPr>
        <w:pStyle w:val="libNormal"/>
      </w:pPr>
      <w:r>
        <w:t xml:space="preserve">Analyzing the rise of these deviated religions, and studying the </w:t>
      </w:r>
      <w:proofErr w:type="gramStart"/>
      <w:r>
        <w:t>elements which</w:t>
      </w:r>
      <w:proofErr w:type="gramEnd"/>
      <w:r>
        <w:t xml:space="preserve"> conspired in developing them, one finds them all connected to a superstitious interpretation of the universe and the afterlife. This in turn discloses the lowness of those peoples' knowledge and their ability to fabricate fancy fables that stemmed from their own ignorance and superstition. These rites also illustrate the social customs and the imaginative traditions of those peoples, and their stifled mental and moral capabilities.</w:t>
      </w:r>
    </w:p>
    <w:p w:rsidR="00497F4E" w:rsidRDefault="00497F4E" w:rsidP="00497F4E">
      <w:pPr>
        <w:pStyle w:val="libNormal"/>
      </w:pPr>
      <w:r>
        <w:t xml:space="preserve">History is full of such religions, </w:t>
      </w:r>
      <w:proofErr w:type="gramStart"/>
      <w:r>
        <w:t>rituals</w:t>
      </w:r>
      <w:proofErr w:type="gramEnd"/>
      <w:r>
        <w:t xml:space="preserve"> and superstitious rites. Taken as a whole they reveal man's ignorance and the lowness of his conscience and feelings in such a way as to cause both astonishment and disgust. Some used to slay their sons in sacrifice to their imagined gods, presenting them as offerings at </w:t>
      </w:r>
      <w:proofErr w:type="gramStart"/>
      <w:r>
        <w:t xml:space="preserve">the </w:t>
      </w:r>
      <w:proofErr w:type="spellStart"/>
      <w:r>
        <w:t>alter</w:t>
      </w:r>
      <w:proofErr w:type="spellEnd"/>
      <w:proofErr w:type="gramEnd"/>
      <w:r>
        <w:t xml:space="preserve"> of a false sacredness. They supplicated and requested the idols' grace and the blessings of those stony, silent structures.</w:t>
      </w:r>
    </w:p>
    <w:p w:rsidR="00497F4E" w:rsidRDefault="00497F4E" w:rsidP="00497F4E">
      <w:pPr>
        <w:pStyle w:val="libNormal"/>
      </w:pPr>
      <w:r>
        <w:t xml:space="preserve">History tells us of many ignorant nations, peoples and civilizations such as the Babylonians, the Sumerians, the Chaldeans, the Pharaohs, </w:t>
      </w:r>
      <w:proofErr w:type="gramStart"/>
      <w:r>
        <w:t>the</w:t>
      </w:r>
      <w:proofErr w:type="gramEnd"/>
      <w:r>
        <w:t xml:space="preserve"> Greeks. the Assyrians, the Persians, the Romans, and the Arabs (of </w:t>
      </w:r>
      <w:proofErr w:type="spellStart"/>
      <w:r>
        <w:t>Jahiliyah</w:t>
      </w:r>
      <w:proofErr w:type="spellEnd"/>
      <w:r>
        <w:t>), History also stresses that all those exterminated nations had some sort of worship, religion, and rites which they used to practice, but they were unnatural, superstitious and deviated forms.</w:t>
      </w:r>
    </w:p>
    <w:p w:rsidR="00497F4E" w:rsidRDefault="00497F4E" w:rsidP="00497F4E">
      <w:pPr>
        <w:pStyle w:val="libNormal"/>
      </w:pPr>
      <w:r>
        <w:t>The Glorious Qur'an notes abundantly the dark and tragic side of the lives of the perished primitive ignorant groups. It draws our attention to the missions of the messengers and prophets, the inviters to true worship and the saviors and reformers of humanity as a whole.</w:t>
      </w:r>
    </w:p>
    <w:p w:rsidR="00497F4E" w:rsidRDefault="00497F4E" w:rsidP="00497F4E">
      <w:pPr>
        <w:pStyle w:val="libNormal"/>
      </w:pPr>
      <w:r>
        <w:t xml:space="preserve">Considering these facts and other historical evidences, we realize that the existence of religion and worship in the course of man's history is clear proof that religion is not a passing social phenomenon, nor is it an imaginary compensation for his sufferings from the hardships of his painful life. Neither is it an expression of his failure in understanding the universe and life and in logically and scientifically explaining them; nor is it an </w:t>
      </w:r>
      <w:r>
        <w:lastRenderedPageBreak/>
        <w:t>opiate for the downtrodden and subjecting them to the injustice of oppressors and exploiters as Marx, the founder of collapsed Communism, asserted by saying that "Religion is the opium of the people.</w:t>
      </w:r>
    </w:p>
    <w:p w:rsidR="00497F4E" w:rsidRDefault="00497F4E" w:rsidP="00497F4E">
      <w:pPr>
        <w:pStyle w:val="libNormal"/>
      </w:pPr>
      <w:r>
        <w:t xml:space="preserve">All these assumptions and biased interpretations, which are being presented by the propagators of materialism and </w:t>
      </w:r>
      <w:proofErr w:type="spellStart"/>
      <w:r>
        <w:t>infidalism</w:t>
      </w:r>
      <w:proofErr w:type="spellEnd"/>
      <w:r>
        <w:t xml:space="preserve">, with the purpose of falsifying the objectives of religion and destroying the mental and spiritual fundamentals on which it is based, are but futile and refutable </w:t>
      </w:r>
      <w:proofErr w:type="gramStart"/>
      <w:r>
        <w:t>allegations which</w:t>
      </w:r>
      <w:proofErr w:type="gramEnd"/>
      <w:r>
        <w:t xml:space="preserve"> are disproved by objective historical evidence.</w:t>
      </w:r>
    </w:p>
    <w:p w:rsidR="00497F4E" w:rsidRDefault="00497F4E" w:rsidP="00497F4E">
      <w:pPr>
        <w:pStyle w:val="libNormal"/>
      </w:pPr>
      <w:r>
        <w:t xml:space="preserve">Herein, we reiterate some </w:t>
      </w:r>
      <w:proofErr w:type="gramStart"/>
      <w:r>
        <w:t>of the numerous and most important realities that the mind has but to accept</w:t>
      </w:r>
      <w:proofErr w:type="gramEnd"/>
      <w:r>
        <w:t>:</w:t>
      </w:r>
    </w:p>
    <w:p w:rsidR="00497F4E" w:rsidRDefault="00497F4E" w:rsidP="00E25D1A">
      <w:pPr>
        <w:pStyle w:val="libNormal"/>
      </w:pPr>
      <w:r>
        <w:br w:type="page"/>
      </w:r>
    </w:p>
    <w:p w:rsidR="00497F4E" w:rsidRDefault="00497F4E" w:rsidP="00497F4E">
      <w:pPr>
        <w:pStyle w:val="Heading1Center"/>
      </w:pPr>
      <w:bookmarkStart w:id="1" w:name="_Toc483140805"/>
      <w:r>
        <w:lastRenderedPageBreak/>
        <w:t>First: The Natural Proof</w:t>
      </w:r>
      <w:bookmarkEnd w:id="1"/>
    </w:p>
    <w:p w:rsidR="00497F4E" w:rsidRDefault="00497F4E" w:rsidP="00497F4E">
      <w:pPr>
        <w:pStyle w:val="libNormal"/>
      </w:pPr>
      <w:r>
        <w:t xml:space="preserve">By </w:t>
      </w:r>
      <w:proofErr w:type="gramStart"/>
      <w:r>
        <w:t>this</w:t>
      </w:r>
      <w:proofErr w:type="gramEnd"/>
      <w:r>
        <w:t xml:space="preserve"> we mean man's instinctive inclination towards religion. This is an inborn proclivity (tendency) found in man since his existence on earth. It explains the genuine driving force and the inner compulsion present in man's constitution, pushing him towards worshipping a being greater than </w:t>
      </w:r>
      <w:proofErr w:type="gramStart"/>
      <w:r>
        <w:t>himself</w:t>
      </w:r>
      <w:proofErr w:type="gramEnd"/>
      <w:r>
        <w:t>.</w:t>
      </w:r>
    </w:p>
    <w:p w:rsidR="00497F4E" w:rsidRDefault="00497F4E" w:rsidP="00497F4E">
      <w:pPr>
        <w:pStyle w:val="libNormal"/>
      </w:pPr>
      <w:r>
        <w:t xml:space="preserve">He feels the mighty superintendence dominant over the whole of existence. He feels the need to </w:t>
      </w:r>
      <w:proofErr w:type="gramStart"/>
      <w:r>
        <w:t>be patronized</w:t>
      </w:r>
      <w:proofErr w:type="gramEnd"/>
      <w:r>
        <w:t xml:space="preserve">, to appeal to something grand and holy, to whom man may expose his desire for worship. This exercise grows and changes </w:t>
      </w:r>
      <w:proofErr w:type="gramStart"/>
      <w:r>
        <w:t>man's</w:t>
      </w:r>
      <w:proofErr w:type="gramEnd"/>
      <w:r>
        <w:t xml:space="preserve"> internal being in an attempt to understand the existence of a truth that is the greatest truth. This practice </w:t>
      </w:r>
      <w:proofErr w:type="gramStart"/>
      <w:r>
        <w:t>is accompanied</w:t>
      </w:r>
      <w:proofErr w:type="gramEnd"/>
      <w:r>
        <w:t xml:space="preserve"> by an anxious quest for this truth, which fills man's soul and attracts him to it, as he feels its richness and the possibility of its filling up all the dimensions of the vacancy,</w:t>
      </w:r>
    </w:p>
    <w:p w:rsidR="00497F4E" w:rsidRDefault="00497F4E" w:rsidP="00497F4E">
      <w:pPr>
        <w:pStyle w:val="libNormal"/>
      </w:pPr>
      <w:proofErr w:type="gramStart"/>
      <w:r>
        <w:t>contrasted</w:t>
      </w:r>
      <w:proofErr w:type="gramEnd"/>
      <w:r>
        <w:t xml:space="preserve"> with his own feelings of deficiency, He feels its superiority over the whole world, whose boundaries he is inclined to cross and beyond which he wants to eternalize his being. This world is unable to respond to the absolute expansion in his soul, nor </w:t>
      </w:r>
      <w:proofErr w:type="spellStart"/>
      <w:r>
        <w:t>cant</w:t>
      </w:r>
      <w:proofErr w:type="spellEnd"/>
      <w:r>
        <w:t xml:space="preserve"> be a substitute for that truth which </w:t>
      </w:r>
      <w:proofErr w:type="gramStart"/>
      <w:r>
        <w:t>is sought</w:t>
      </w:r>
      <w:proofErr w:type="gramEnd"/>
      <w:r>
        <w:t xml:space="preserve"> by him. Thus, he always tends to proceed ahead to the </w:t>
      </w:r>
      <w:proofErr w:type="gramStart"/>
      <w:r>
        <w:t>truth which</w:t>
      </w:r>
      <w:proofErr w:type="gramEnd"/>
      <w:r>
        <w:t xml:space="preserve"> is much more eminent than this tangible world, comprehending that this truth has all the ability to satisfy his innate longing which presses upon both his conscience and sub-conscience.</w:t>
      </w:r>
    </w:p>
    <w:p w:rsidR="00497F4E" w:rsidRDefault="00497F4E" w:rsidP="00497F4E">
      <w:pPr>
        <w:pStyle w:val="libNormal"/>
      </w:pPr>
      <w:r>
        <w:t xml:space="preserve">This innate feeling is a true objective one, because it is a natural instinctive tendency. Its existence in man </w:t>
      </w:r>
      <w:proofErr w:type="gramStart"/>
      <w:r>
        <w:t>is supported</w:t>
      </w:r>
      <w:proofErr w:type="gramEnd"/>
      <w:r>
        <w:t xml:space="preserve"> by three objective facts. They are:</w:t>
      </w:r>
    </w:p>
    <w:p w:rsidR="00497F4E" w:rsidRDefault="00497F4E" w:rsidP="00497F4E">
      <w:pPr>
        <w:pStyle w:val="libNormal"/>
      </w:pPr>
      <w:proofErr w:type="gramStart"/>
      <w:r>
        <w:t>a. Thinking of the abstract absolute of time and place, as well as of the attributes of the tangible world.</w:t>
      </w:r>
      <w:proofErr w:type="gramEnd"/>
    </w:p>
    <w:p w:rsidR="00497F4E" w:rsidRDefault="00497F4E" w:rsidP="00497F4E">
      <w:pPr>
        <w:pStyle w:val="libNormal"/>
      </w:pPr>
      <w:proofErr w:type="gramStart"/>
      <w:r>
        <w:t>b. The inclination to sanctify the Perfect Absolute, seeking to come under His greatness and to feel small in His presence.</w:t>
      </w:r>
      <w:proofErr w:type="gramEnd"/>
    </w:p>
    <w:p w:rsidR="00497F4E" w:rsidRDefault="00497F4E" w:rsidP="00497F4E">
      <w:pPr>
        <w:pStyle w:val="libNormal"/>
      </w:pPr>
      <w:proofErr w:type="gramStart"/>
      <w:r>
        <w:t>c. Feeling imperfect while imagining the idea of perfection, searching for it and wanting to march in its direction.</w:t>
      </w:r>
      <w:proofErr w:type="gramEnd"/>
    </w:p>
    <w:p w:rsidR="00497F4E" w:rsidRDefault="00497F4E" w:rsidP="00497F4E">
      <w:pPr>
        <w:pStyle w:val="libNormal"/>
      </w:pPr>
      <w:r>
        <w:t>All these feelings are accepted scientific facts proved by psychological studies, in the same way as the intuitive truths and the verbal utterances coined by man to refer to these essential, innate feelings are.</w:t>
      </w:r>
    </w:p>
    <w:p w:rsidR="00497F4E" w:rsidRDefault="00497F4E" w:rsidP="00497F4E">
      <w:pPr>
        <w:pStyle w:val="libNormal"/>
      </w:pPr>
      <w:r>
        <w:t xml:space="preserve">If we comprehend that being religious is a native force deeply rooted in man's self, we will also comprehend that man's devotional tendency is a fact, not legend or superstition. This is because man's natural genesis knows nothing of superstition, </w:t>
      </w:r>
      <w:proofErr w:type="gramStart"/>
      <w:r>
        <w:t>nor</w:t>
      </w:r>
      <w:proofErr w:type="gramEnd"/>
      <w:r>
        <w:t xml:space="preserve"> of legends.</w:t>
      </w:r>
    </w:p>
    <w:p w:rsidR="00497F4E" w:rsidRDefault="00497F4E" w:rsidP="00497F4E">
      <w:pPr>
        <w:pStyle w:val="libNormal"/>
      </w:pPr>
      <w:r>
        <w:t xml:space="preserve">It is in this respect, as it is in respect of his other instincts and tendencies born in him, such as the instincts driving him to knowledge, </w:t>
      </w:r>
      <w:proofErr w:type="gramStart"/>
      <w:r>
        <w:t>sex</w:t>
      </w:r>
      <w:proofErr w:type="gramEnd"/>
      <w:r>
        <w:t xml:space="preserve"> and food.</w:t>
      </w:r>
    </w:p>
    <w:p w:rsidR="00497F4E" w:rsidRDefault="00497F4E" w:rsidP="00497F4E">
      <w:pPr>
        <w:pStyle w:val="libNormal"/>
      </w:pPr>
      <w:r>
        <w:t xml:space="preserve">The mythical and legendary aspect of human life, expressed through different forms and peculiar rituals, appears only when man suffers from a state of loss and of deviation from the true Allah. In this condition man's </w:t>
      </w:r>
      <w:proofErr w:type="gramStart"/>
      <w:r>
        <w:t>imagination</w:t>
      </w:r>
      <w:proofErr w:type="gramEnd"/>
      <w:r>
        <w:t xml:space="preserve"> plays havoc and he draws a picture of religion and of god as was typical during the era of </w:t>
      </w:r>
      <w:proofErr w:type="spellStart"/>
      <w:r>
        <w:t>Jahiliyah</w:t>
      </w:r>
      <w:proofErr w:type="spellEnd"/>
      <w:r>
        <w:t xml:space="preserve"> (pre-Islamic Ignorance). The Qur'an, confirming this fact, says: "They are </w:t>
      </w:r>
      <w:proofErr w:type="spellStart"/>
      <w:r>
        <w:t>Hanifs</w:t>
      </w:r>
      <w:proofErr w:type="spellEnd"/>
      <w:r>
        <w:t xml:space="preserve"> (tend) to Allah, not polytheists , which Imam Al-</w:t>
      </w:r>
      <w:proofErr w:type="spellStart"/>
      <w:r>
        <w:t>Sadiq</w:t>
      </w:r>
      <w:proofErr w:type="spellEnd"/>
      <w:r>
        <w:t xml:space="preserve"> (</w:t>
      </w:r>
      <w:proofErr w:type="spellStart"/>
      <w:r>
        <w:t>a.s</w:t>
      </w:r>
      <w:proofErr w:type="spellEnd"/>
      <w:r>
        <w:t xml:space="preserve">.) explained, saying that. </w:t>
      </w:r>
      <w:proofErr w:type="gramStart"/>
      <w:r>
        <w:t>"</w:t>
      </w:r>
      <w:proofErr w:type="gramEnd"/>
      <w:r>
        <w:t xml:space="preserve">This tendency' is part of </w:t>
      </w:r>
      <w:r>
        <w:lastRenderedPageBreak/>
        <w:t xml:space="preserve">the nature of which man has been created. Allah's creation never changes. He has made them </w:t>
      </w:r>
      <w:proofErr w:type="gramStart"/>
      <w:r>
        <w:t>to instinctively know</w:t>
      </w:r>
      <w:proofErr w:type="gramEnd"/>
      <w:r>
        <w:t xml:space="preserve"> Him.</w:t>
      </w:r>
    </w:p>
    <w:p w:rsidR="00497F4E" w:rsidRDefault="00497F4E" w:rsidP="00497F4E">
      <w:pPr>
        <w:pStyle w:val="libNormal"/>
      </w:pPr>
      <w:r>
        <w:t>Imam Ali (</w:t>
      </w:r>
      <w:proofErr w:type="spellStart"/>
      <w:proofErr w:type="gramStart"/>
      <w:r>
        <w:t>a.s</w:t>
      </w:r>
      <w:proofErr w:type="spellEnd"/>
      <w:proofErr w:type="gramEnd"/>
      <w:r>
        <w:t>.), in a speech explaining piety and the inborn inclination to worship Allah, explicitly says:</w:t>
      </w:r>
    </w:p>
    <w:p w:rsidR="00497F4E" w:rsidRDefault="00497F4E" w:rsidP="00497F4E">
      <w:pPr>
        <w:pStyle w:val="libNormal"/>
      </w:pPr>
      <w:r>
        <w:t xml:space="preserve">"Allah sent prophets - after Adam - with revelations to guide mankind, when many people broke their given promises to Allah and went against their word, forgot their duties and divine rights and began accepting others as their goods and worshipping them. Satan had instigated them to give up the ways of Allah and forsake His worship. Allah sent His apostles successively one after another, so that they may remind the human beings of the duties which nature has cast upon them as part of the plan of their existence and in redemption of the pledges made by their souls in the spiritual world on the day of creation. These prophets were to draw the attention of humanity towards the blessings and bounties bestowed by Him, to convey His message to them, to teach them to intelligently and wisely use the treasures hidden in their </w:t>
      </w:r>
      <w:proofErr w:type="gramStart"/>
      <w:r>
        <w:t>intellect .</w:t>
      </w:r>
      <w:proofErr w:type="gramEnd"/>
      <w:r>
        <w:t xml:space="preserve"> He further </w:t>
      </w:r>
      <w:proofErr w:type="gramStart"/>
      <w:r>
        <w:t>adds:</w:t>
      </w:r>
      <w:proofErr w:type="gramEnd"/>
      <w:r>
        <w:t xml:space="preserve"> "The best thing that the beseechers plead with Allah the Exalted as faith in Him and His Messenger and fighting (the Polytheists) for His sake, as this is the highest degree of Islam, and the word of unity which is in the innate nature.</w:t>
      </w:r>
    </w:p>
    <w:p w:rsidR="00497F4E" w:rsidRDefault="00497F4E" w:rsidP="00E25D1A">
      <w:pPr>
        <w:pStyle w:val="libNormal"/>
      </w:pPr>
      <w:r>
        <w:br w:type="page"/>
      </w:r>
    </w:p>
    <w:p w:rsidR="00497F4E" w:rsidRDefault="00497F4E" w:rsidP="00497F4E">
      <w:pPr>
        <w:pStyle w:val="Heading1Center"/>
      </w:pPr>
      <w:bookmarkStart w:id="2" w:name="_Toc483140806"/>
      <w:r>
        <w:lastRenderedPageBreak/>
        <w:t>Second: The Scientific Proof</w:t>
      </w:r>
      <w:bookmarkEnd w:id="2"/>
    </w:p>
    <w:p w:rsidR="00497F4E" w:rsidRDefault="00497F4E" w:rsidP="00497F4E">
      <w:pPr>
        <w:pStyle w:val="libNormal"/>
      </w:pPr>
      <w:r>
        <w:t xml:space="preserve">By </w:t>
      </w:r>
      <w:proofErr w:type="gramStart"/>
      <w:r>
        <w:t>this</w:t>
      </w:r>
      <w:proofErr w:type="gramEnd"/>
      <w:r>
        <w:t xml:space="preserve"> we mean the testimony of the sciences and knowledge, presented through their programs, ways of thinking, conclusions, and the results of their researches, which have discovered the composition of matter and the nature of life, and which interpreted the genesis of the universe and existence. All of these are reason enough to believe in a Creator, Innovator, Organizer, and Manager of this universe, and to reject the idea of things happening at random, </w:t>
      </w:r>
      <w:proofErr w:type="gramStart"/>
      <w:r>
        <w:t>haphazardly</w:t>
      </w:r>
      <w:proofErr w:type="gramEnd"/>
      <w:r>
        <w:t xml:space="preserve"> and by mechanical evolution. These concepts of things happening at random are the results of the </w:t>
      </w:r>
      <w:proofErr w:type="spellStart"/>
      <w:r>
        <w:t>preachings</w:t>
      </w:r>
      <w:proofErr w:type="spellEnd"/>
      <w:r>
        <w:t xml:space="preserve"> of the apostates and materialists, in the adolescent period of science, as a theory explaining existence and life.</w:t>
      </w:r>
    </w:p>
    <w:p w:rsidR="00497F4E" w:rsidRDefault="00497F4E" w:rsidP="00497F4E">
      <w:pPr>
        <w:pStyle w:val="libNormal"/>
      </w:pPr>
      <w:r>
        <w:t>This is not, however, the topic of our case for inference and argument. We leave that to our coming studies concerning belief and faith.</w:t>
      </w:r>
    </w:p>
    <w:p w:rsidR="00497F4E" w:rsidRDefault="00497F4E" w:rsidP="00E25D1A">
      <w:pPr>
        <w:pStyle w:val="libNormal"/>
      </w:pPr>
      <w:r>
        <w:br w:type="page"/>
      </w:r>
    </w:p>
    <w:p w:rsidR="00497F4E" w:rsidRDefault="00497F4E" w:rsidP="00497F4E">
      <w:pPr>
        <w:pStyle w:val="Heading1Center"/>
      </w:pPr>
      <w:bookmarkStart w:id="3" w:name="_Toc483140807"/>
      <w:r>
        <w:lastRenderedPageBreak/>
        <w:t>Third: The Historical Proof</w:t>
      </w:r>
      <w:bookmarkEnd w:id="3"/>
    </w:p>
    <w:p w:rsidR="00497F4E" w:rsidRDefault="00497F4E" w:rsidP="00497F4E">
      <w:pPr>
        <w:pStyle w:val="libNormal"/>
      </w:pPr>
      <w:r>
        <w:t xml:space="preserve">This can be discerned in the long history of religion and messages; in the numerous prophets and messengers, ever since the dawn of humanity </w:t>
      </w:r>
      <w:proofErr w:type="gramStart"/>
      <w:r>
        <w:t>till</w:t>
      </w:r>
      <w:proofErr w:type="gramEnd"/>
      <w:r>
        <w:t xml:space="preserve"> this day. </w:t>
      </w:r>
      <w:proofErr w:type="gramStart"/>
      <w:r>
        <w:t>Mankind</w:t>
      </w:r>
      <w:proofErr w:type="gramEnd"/>
      <w:r>
        <w:t xml:space="preserve">, even during the darkest periods of ignorance and blindness, and with every era and generation, has beheld some guiding prophet, a preaching messenger, and a changing message, as an expression of Allah's grace, and His </w:t>
      </w:r>
      <w:proofErr w:type="spellStart"/>
      <w:r>
        <w:t>beneficency</w:t>
      </w:r>
      <w:proofErr w:type="spellEnd"/>
      <w:r>
        <w:t xml:space="preserve"> to His servants.</w:t>
      </w:r>
    </w:p>
    <w:p w:rsidR="00497F4E" w:rsidRDefault="00497F4E" w:rsidP="00497F4E">
      <w:pPr>
        <w:pStyle w:val="libNormal"/>
      </w:pPr>
      <w:r>
        <w:t xml:space="preserve">This successive coming of the prophets, spread over a long time, generation after generation, alongside man's progress, and parallel to his historical existence, is an explicit proof of the truthfulness of the prophets' mission and the soundness of their </w:t>
      </w:r>
      <w:proofErr w:type="spellStart"/>
      <w:r>
        <w:t>preachings</w:t>
      </w:r>
      <w:proofErr w:type="spellEnd"/>
      <w:r>
        <w:t xml:space="preserve">. Otherwise, there would not have been such an enormous number of prophets during different historical stages, all of them proclaiming a similar truth and forwarding the same principles. It is incredible that so great a number of men, in diverse ages, nations and places, should falsely claim to be prophets, and yet they should all be identical in their message. Were the </w:t>
      </w:r>
      <w:proofErr w:type="spellStart"/>
      <w:r>
        <w:t>preachings</w:t>
      </w:r>
      <w:proofErr w:type="spellEnd"/>
      <w:r>
        <w:t xml:space="preserve"> of those prophets false and groundless, contradictions and differences would have been </w:t>
      </w:r>
      <w:proofErr w:type="gramStart"/>
      <w:r>
        <w:t>quite obvious</w:t>
      </w:r>
      <w:proofErr w:type="gramEnd"/>
      <w:r>
        <w:t xml:space="preserve"> in them. Every message would have borne its special specifications, contradicting those of the other, and the objectives of those prophets and their concepts of Allah, religion and the hereafter would </w:t>
      </w:r>
      <w:proofErr w:type="gramStart"/>
      <w:r>
        <w:t>have also</w:t>
      </w:r>
      <w:proofErr w:type="gramEnd"/>
      <w:r>
        <w:t xml:space="preserve"> been contradictory.</w:t>
      </w:r>
    </w:p>
    <w:p w:rsidR="00497F4E" w:rsidRDefault="00497F4E" w:rsidP="00497F4E">
      <w:pPr>
        <w:pStyle w:val="libNormal"/>
      </w:pPr>
      <w:r>
        <w:t xml:space="preserve">Actually, it is the </w:t>
      </w:r>
      <w:proofErr w:type="gramStart"/>
      <w:r>
        <w:t>contrary which</w:t>
      </w:r>
      <w:proofErr w:type="gramEnd"/>
      <w:r>
        <w:t xml:space="preserve"> we see. We discern a unity of call in the messages of all those prophets; the call to believe in the Oneness of Allah, to have faith, to believe in the other world, to be interested in reforming mankind and in correcting its conduct and the order of its life. This confirms the unity of the source, Allah, and the unity of the call and goal.</w:t>
      </w:r>
    </w:p>
    <w:p w:rsidR="00497F4E" w:rsidRDefault="00497F4E" w:rsidP="00E25D1A">
      <w:pPr>
        <w:pStyle w:val="libNormal"/>
      </w:pPr>
      <w:r>
        <w:br w:type="page"/>
      </w:r>
    </w:p>
    <w:p w:rsidR="00497F4E" w:rsidRDefault="00497F4E" w:rsidP="00497F4E">
      <w:pPr>
        <w:pStyle w:val="Heading1Center"/>
      </w:pPr>
      <w:bookmarkStart w:id="4" w:name="_Toc483140808"/>
      <w:r>
        <w:lastRenderedPageBreak/>
        <w:t>Fourth: The Objective Proof</w:t>
      </w:r>
      <w:bookmarkEnd w:id="4"/>
    </w:p>
    <w:p w:rsidR="00497F4E" w:rsidRDefault="00497F4E" w:rsidP="00497F4E">
      <w:pPr>
        <w:pStyle w:val="libNormal"/>
      </w:pPr>
      <w:r>
        <w:t xml:space="preserve">This proof </w:t>
      </w:r>
      <w:proofErr w:type="gramStart"/>
      <w:r>
        <w:t>can be inducted</w:t>
      </w:r>
      <w:proofErr w:type="gramEnd"/>
      <w:r>
        <w:t xml:space="preserve"> by scrutinizing the message of religion and monotheism, and the final code of divine laws (the Islamic laws). By induction and studying the Islamic laws individually, in detail and aims, one can recognize the truth of the divine message, and discover its humanistic and reformative side, its keen interests in the welfare of man and in delivering him, regardless of </w:t>
      </w:r>
      <w:proofErr w:type="spellStart"/>
      <w:r>
        <w:t>colour</w:t>
      </w:r>
      <w:proofErr w:type="spellEnd"/>
      <w:r>
        <w:t xml:space="preserve">, social position, </w:t>
      </w:r>
      <w:proofErr w:type="gramStart"/>
      <w:r>
        <w:t>time</w:t>
      </w:r>
      <w:proofErr w:type="gramEnd"/>
      <w:r>
        <w:t xml:space="preserve"> and place. Then, one would realize the falsity of the accusations attributed to religion, </w:t>
      </w:r>
      <w:proofErr w:type="gramStart"/>
      <w:r>
        <w:t>as a consequence</w:t>
      </w:r>
      <w:proofErr w:type="gramEnd"/>
      <w:r>
        <w:t xml:space="preserve"> of explaining it </w:t>
      </w:r>
      <w:proofErr w:type="spellStart"/>
      <w:r>
        <w:t>vis.a.vis</w:t>
      </w:r>
      <w:proofErr w:type="spellEnd"/>
      <w:r>
        <w:t xml:space="preserve"> the ignorance of the materialist interpretation, some aspects of which we related earlier. We know religion to be a message of deliverance, a call to salvation and luminous sign on the dark road. Its purpose is to save </w:t>
      </w:r>
      <w:proofErr w:type="gramStart"/>
      <w:r>
        <w:t>mankind,</w:t>
      </w:r>
      <w:proofErr w:type="gramEnd"/>
      <w:r>
        <w:t xml:space="preserve"> to break the bonds of slavery and open the channels of light and a happy life before a straying humanity.</w:t>
      </w:r>
    </w:p>
    <w:p w:rsidR="00497F4E" w:rsidRDefault="00497F4E" w:rsidP="00497F4E">
      <w:pPr>
        <w:pStyle w:val="libNormal"/>
      </w:pPr>
      <w:proofErr w:type="gramStart"/>
      <w:r>
        <w:t xml:space="preserve">"Those who follow the Apostle-Prophet the </w:t>
      </w:r>
      <w:proofErr w:type="spellStart"/>
      <w:r>
        <w:t>Ummi</w:t>
      </w:r>
      <w:proofErr w:type="spellEnd"/>
      <w:r>
        <w:t>, (one who neither reads not writes), whom they find written down with them in the Torah and the Gospel (who) enjoins them good and forbids them evil, and makes lawful to them the good things and makes unlawful to them impure things, and removes from them their burden and the shackles which were upon them; so (as for) those who believe in him wad honor him and help him, and follow the light which has been sent down with him, these it is that are the successful".</w:t>
      </w:r>
      <w:proofErr w:type="gramEnd"/>
    </w:p>
    <w:p w:rsidR="00497F4E" w:rsidRDefault="00497F4E" w:rsidP="00497F4E">
      <w:pPr>
        <w:pStyle w:val="libNormal"/>
      </w:pPr>
      <w:r>
        <w:t>Holy Qur'an (1:157)</w:t>
      </w:r>
    </w:p>
    <w:p w:rsidR="00497F4E" w:rsidRDefault="00497F4E" w:rsidP="00497F4E">
      <w:pPr>
        <w:pStyle w:val="libNormal"/>
      </w:pPr>
      <w:r>
        <w:t>"But the chiefs of those who disbelieved from among his people said:</w:t>
      </w:r>
    </w:p>
    <w:p w:rsidR="00497F4E" w:rsidRDefault="00497F4E" w:rsidP="00452EA3">
      <w:pPr>
        <w:pStyle w:val="libNormal"/>
      </w:pPr>
      <w:r>
        <w:t xml:space="preserve">We do not consider you but a mortal </w:t>
      </w:r>
      <w:proofErr w:type="gramStart"/>
      <w:r>
        <w:t>like</w:t>
      </w:r>
      <w:proofErr w:type="gramEnd"/>
      <w:r>
        <w:t xml:space="preserve"> ourselves, and we do not see any have followed you but Ike most abject among us, at first thought; wad we do not see in you any excellence over us; nay, we deem you liars. He </w:t>
      </w:r>
      <w:proofErr w:type="gramStart"/>
      <w:r>
        <w:t>said:</w:t>
      </w:r>
      <w:proofErr w:type="gramEnd"/>
      <w:r>
        <w:t xml:space="preserve"> </w:t>
      </w:r>
      <w:r w:rsidR="00452EA3">
        <w:t>O</w:t>
      </w:r>
      <w:r>
        <w:t xml:space="preserve"> my people! tell me if I have with me clear proof from my Lord, and He has granted me mercy from Himself and it has been made obscure to you; shall we compel you to (accept) it while you are averse from it? </w:t>
      </w:r>
      <w:proofErr w:type="gramStart"/>
      <w:r>
        <w:t>And</w:t>
      </w:r>
      <w:proofErr w:type="gramEnd"/>
      <w:r>
        <w:t xml:space="preserve">; </w:t>
      </w:r>
      <w:r w:rsidR="00452EA3">
        <w:t>O</w:t>
      </w:r>
      <w:r>
        <w:t xml:space="preserve"> my people! </w:t>
      </w:r>
      <w:proofErr w:type="gramStart"/>
      <w:r>
        <w:t>I</w:t>
      </w:r>
      <w:proofErr w:type="gramEnd"/>
      <w:r>
        <w:t xml:space="preserve"> ask you not for wealth in return for it; my reward is only with Allah and I am not going to drive away those who believe; surely they shall meet their Lord, but! </w:t>
      </w:r>
      <w:proofErr w:type="gramStart"/>
      <w:r>
        <w:t>consider</w:t>
      </w:r>
      <w:proofErr w:type="gramEnd"/>
      <w:r>
        <w:t xml:space="preserve"> you a people who are ignorant: And, </w:t>
      </w:r>
      <w:r w:rsidR="00452EA3">
        <w:t>O</w:t>
      </w:r>
      <w:r>
        <w:t xml:space="preserve"> my people! Who will help </w:t>
      </w:r>
      <w:proofErr w:type="gramStart"/>
      <w:r>
        <w:t>me</w:t>
      </w:r>
      <w:proofErr w:type="gramEnd"/>
      <w:r>
        <w:t xml:space="preserve"> against Allah if I drive them away? Will you not then mind? </w:t>
      </w:r>
      <w:proofErr w:type="gramStart"/>
      <w:r>
        <w:t xml:space="preserve">And l do not say to you that I have the treasures of Allah; and I do not know the unseen, nor do I say I am an angel; nor do I say about those whom your eyes scorn (that) Allah will never grant them (any) good - Allah knows best what is in their souls - for </w:t>
      </w:r>
      <w:proofErr w:type="spellStart"/>
      <w:r>
        <w:t>then</w:t>
      </w:r>
      <w:proofErr w:type="spellEnd"/>
      <w:r>
        <w:t xml:space="preserve"> mod surely I should be of the unjust."</w:t>
      </w:r>
      <w:proofErr w:type="gramEnd"/>
      <w:r>
        <w:t xml:space="preserve"> Holy </w:t>
      </w:r>
      <w:proofErr w:type="spellStart"/>
      <w:r>
        <w:t>Our'an</w:t>
      </w:r>
      <w:proofErr w:type="spellEnd"/>
      <w:r>
        <w:t xml:space="preserve"> (11:27)</w:t>
      </w:r>
    </w:p>
    <w:p w:rsidR="00497F4E" w:rsidRDefault="00497F4E" w:rsidP="00497F4E">
      <w:pPr>
        <w:pStyle w:val="libNormal"/>
      </w:pPr>
      <w:r>
        <w:t xml:space="preserve">"And do not drive away those who call upon their Lord in the morning and the evening, they desire only His </w:t>
      </w:r>
      <w:proofErr w:type="spellStart"/>
      <w:r>
        <w:t>favour</w:t>
      </w:r>
      <w:proofErr w:type="spellEnd"/>
      <w:r>
        <w:t>; neither are you answerable for any reckoning of theirs, nor are they answerable for any reckoning of yours, so that you should drive them away and thus be of the unjust." Holy Qur'an (8:52)</w:t>
      </w:r>
    </w:p>
    <w:p w:rsidR="00497F4E" w:rsidRDefault="00497F4E" w:rsidP="00497F4E">
      <w:pPr>
        <w:pStyle w:val="libNormal"/>
      </w:pPr>
      <w:r>
        <w:t xml:space="preserve">Thus, the Glorious Qur'an presents verses speaking of the aims of religion, of its role in man's life, of its attitude towards the poor and the deprived who are the followers of the prophets, and the first to respond to the call of Faith, the call of rescue, </w:t>
      </w:r>
      <w:proofErr w:type="gramStart"/>
      <w:r>
        <w:t>liberation</w:t>
      </w:r>
      <w:proofErr w:type="gramEnd"/>
      <w:r>
        <w:t xml:space="preserve"> and delivery. It also clarifies the attitude of the proud, </w:t>
      </w:r>
      <w:proofErr w:type="gramStart"/>
      <w:r>
        <w:t>arrogant</w:t>
      </w:r>
      <w:proofErr w:type="gramEnd"/>
      <w:r>
        <w:t xml:space="preserve"> and influential against the weak, and the </w:t>
      </w:r>
      <w:r>
        <w:lastRenderedPageBreak/>
        <w:t xml:space="preserve">calls of the prophets and their objectives. It likewise registers the prophets' reactions towards the proud whose thoughts </w:t>
      </w:r>
      <w:proofErr w:type="gramStart"/>
      <w:r>
        <w:t>are filled</w:t>
      </w:r>
      <w:proofErr w:type="gramEnd"/>
      <w:r>
        <w:t xml:space="preserve"> with conceit and haughtiness. </w:t>
      </w:r>
      <w:proofErr w:type="gramStart"/>
      <w:r>
        <w:t>In this way the Qur'an proves to us that religion supports the weak and the deprived, and is the power that strikes justly and sincerely at the greed and :he pride of the criminal despots, so that we may realize that religion is not a means of persecuting the poor, nor is it the peoples' opium, a passing phenomenon in man's life, or a social activity, like other costumes and traditions which appear for a short span or specific period, then disappear altogether without a trace.</w:t>
      </w:r>
      <w:proofErr w:type="gramEnd"/>
      <w:r>
        <w:t xml:space="preserve"> Nor is it an illusion used by man to convince </w:t>
      </w:r>
      <w:proofErr w:type="gramStart"/>
      <w:r>
        <w:t>himself</w:t>
      </w:r>
      <w:proofErr w:type="gramEnd"/>
      <w:r>
        <w:t xml:space="preserve"> or another world that compensates for his failure in this present one.</w:t>
      </w:r>
    </w:p>
    <w:p w:rsidR="00497F4E" w:rsidRDefault="00497F4E" w:rsidP="00497F4E">
      <w:pPr>
        <w:pStyle w:val="libNormal"/>
      </w:pPr>
      <w:r>
        <w:t>Religion is a law inseparable from man's nature just as the laws of physics and life are inseparable from matter and living beings. This is because the Creator of the world has given man the longing for his Creator and directed man towards Him.</w:t>
      </w:r>
    </w:p>
    <w:p w:rsidR="00497F4E" w:rsidRDefault="00497F4E" w:rsidP="00497F4E">
      <w:pPr>
        <w:pStyle w:val="libNormal"/>
      </w:pPr>
      <w:r>
        <w:t>"Then set your face upright for religion in the right state - the natural disposition" Holy Qur'an (30:30)</w:t>
      </w:r>
    </w:p>
    <w:p w:rsidR="00497F4E" w:rsidRDefault="00497F4E" w:rsidP="00497F4E">
      <w:pPr>
        <w:pStyle w:val="libNormal"/>
      </w:pPr>
      <w:r>
        <w:t xml:space="preserve">Yet, this natural or inborn disposition, as such, is subject - through ignorance and obstinacy - to deviation, impurity, and diversion from the path of true religion, as is the case with many of man's instincts and inclinations which deviate from their natural orbit, causing man, to follow diverse types of harmful and perverted customs. </w:t>
      </w:r>
      <w:proofErr w:type="gramStart"/>
      <w:r>
        <w:t>Hence</w:t>
      </w:r>
      <w:proofErr w:type="gramEnd"/>
      <w:r>
        <w:t xml:space="preserve"> the coming of apostles and religions to set right such deviations, restore man's natural inclination to Allah, the Exalted, and satisfy the natural instinct in man for truthful worship upon which rests mankind's happiness. This natural inclination is, actually, the starting point for receiving the principles of religion and adhering to them.</w:t>
      </w:r>
    </w:p>
    <w:p w:rsidR="00497F4E" w:rsidRDefault="00497F4E" w:rsidP="00497F4E">
      <w:pPr>
        <w:pStyle w:val="libNormal"/>
      </w:pPr>
      <w:r>
        <w:t xml:space="preserve">Once </w:t>
      </w:r>
      <w:proofErr w:type="gramStart"/>
      <w:r>
        <w:t>again</w:t>
      </w:r>
      <w:proofErr w:type="gramEnd"/>
      <w:r>
        <w:t xml:space="preserve"> we repeat here that this natural disposition in man cannot be looked upon as a legendary or mythical idea, since legends and myths are the offspring of an invalid imagination and illusion that subvert man's thinking. Man's native inclinations are a true case, met in the world of reality by an actual existence to which they turn, and which is the source of its satisfaction. Thus, the existence of Allah and worshipping Him becomes an outstanding fact, a counterpart of which, inside man, is the deep tendency to worship and the natural direction towards this Great Originator.</w:t>
      </w:r>
    </w:p>
    <w:p w:rsidR="00497F4E" w:rsidRDefault="00497F4E" w:rsidP="00497F4E">
      <w:pPr>
        <w:pStyle w:val="libNormal"/>
      </w:pPr>
      <w:r>
        <w:t xml:space="preserve">Superstition and myth originate when man is ignorant of his actual destination, and his mind is void of any clear vision. The Glorious </w:t>
      </w:r>
      <w:proofErr w:type="spellStart"/>
      <w:r>
        <w:t>Our'an</w:t>
      </w:r>
      <w:proofErr w:type="spellEnd"/>
      <w:r>
        <w:t xml:space="preserve"> calls such deviation of beliefs as.</w:t>
      </w:r>
    </w:p>
    <w:p w:rsidR="00497F4E" w:rsidRDefault="00497F4E" w:rsidP="00497F4E">
      <w:pPr>
        <w:pStyle w:val="libNormal"/>
      </w:pPr>
      <w:r>
        <w:t xml:space="preserve">"... </w:t>
      </w:r>
      <w:proofErr w:type="gramStart"/>
      <w:r>
        <w:t>they</w:t>
      </w:r>
      <w:proofErr w:type="gramEnd"/>
      <w:r>
        <w:t xml:space="preserve"> are gone away from us, nay, we used not to call upon </w:t>
      </w:r>
      <w:proofErr w:type="spellStart"/>
      <w:r>
        <w:t>wtytizing</w:t>
      </w:r>
      <w:proofErr w:type="spellEnd"/>
      <w:r>
        <w:t xml:space="preserve"> before" Holy Qur'an (40:74)</w:t>
      </w:r>
    </w:p>
    <w:p w:rsidR="00497F4E" w:rsidRDefault="00497F4E" w:rsidP="00497F4E">
      <w:pPr>
        <w:pStyle w:val="libNormal"/>
      </w:pPr>
      <w:r>
        <w:t xml:space="preserve">"Have you then considered him who takes his low desire for his </w:t>
      </w:r>
      <w:proofErr w:type="gramStart"/>
      <w:r>
        <w:t>Allah,</w:t>
      </w:r>
      <w:proofErr w:type="gramEnd"/>
      <w:r>
        <w:t xml:space="preserve"> and Allah has made him err having knowledge ..." Holy Qur'an (45:23)</w:t>
      </w:r>
    </w:p>
    <w:p w:rsidR="00497F4E" w:rsidRDefault="00497F4E" w:rsidP="00497F4E">
      <w:pPr>
        <w:pStyle w:val="libNormal"/>
      </w:pPr>
      <w:r>
        <w:t xml:space="preserve">"And when Abraham said: My Load! </w:t>
      </w:r>
      <w:proofErr w:type="gramStart"/>
      <w:r>
        <w:t>make</w:t>
      </w:r>
      <w:proofErr w:type="gramEnd"/>
      <w:r>
        <w:t xml:space="preserve"> this city secure, and save me and my sons from worshiping idols: My Lord! Surely they have led many of mankind astray; then whoever follows me, he is surely of me; and whoever disobeys me, </w:t>
      </w:r>
      <w:proofErr w:type="gramStart"/>
      <w:r>
        <w:t>You</w:t>
      </w:r>
      <w:proofErr w:type="gramEnd"/>
      <w:r>
        <w:t xml:space="preserve"> surely are Forgiving, Merciful" Holy </w:t>
      </w:r>
      <w:proofErr w:type="spellStart"/>
      <w:r>
        <w:t>Our'an</w:t>
      </w:r>
      <w:proofErr w:type="spellEnd"/>
      <w:r>
        <w:t xml:space="preserve"> (14:35-36)</w:t>
      </w:r>
    </w:p>
    <w:p w:rsidR="00497F4E" w:rsidRDefault="00497F4E" w:rsidP="00497F4E">
      <w:pPr>
        <w:pStyle w:val="libNormal"/>
      </w:pPr>
      <w:r>
        <w:t xml:space="preserve">Thus, the Glorious Qur'an considers the abnormal and superstitious expression of man's ignorant inclination as erroneous and straying, since it </w:t>
      </w:r>
      <w:r>
        <w:lastRenderedPageBreak/>
        <w:t xml:space="preserve">is imaginary, and unreal, and a wandering expression that would not realize man's objective. Hence the saying of the </w:t>
      </w:r>
      <w:proofErr w:type="spellStart"/>
      <w:r>
        <w:t>Our'an</w:t>
      </w:r>
      <w:proofErr w:type="spellEnd"/>
      <w:r>
        <w:t>: "... nay, we used not to call upon anything before ..."</w:t>
      </w:r>
    </w:p>
    <w:p w:rsidR="00497F4E" w:rsidRDefault="00497F4E" w:rsidP="00E25D1A">
      <w:pPr>
        <w:pStyle w:val="libNormal"/>
      </w:pPr>
      <w:r>
        <w:br w:type="page"/>
      </w:r>
    </w:p>
    <w:p w:rsidR="00497F4E" w:rsidRDefault="00497F4E" w:rsidP="00497F4E">
      <w:pPr>
        <w:pStyle w:val="Heading1Center"/>
      </w:pPr>
      <w:bookmarkStart w:id="5" w:name="_Toc483140809"/>
      <w:r>
        <w:lastRenderedPageBreak/>
        <w:t>Mind's Need for Religion</w:t>
      </w:r>
      <w:bookmarkEnd w:id="5"/>
    </w:p>
    <w:p w:rsidR="00497F4E" w:rsidRDefault="00497F4E" w:rsidP="00497F4E">
      <w:pPr>
        <w:pStyle w:val="libNormal"/>
      </w:pPr>
      <w:r>
        <w:t xml:space="preserve">It is not possible to separate man's way of thinking from his way of living and his dealing in life. Man is a wise and understanding being who thinks for himself, wants to comprehend his </w:t>
      </w:r>
      <w:proofErr w:type="gramStart"/>
      <w:r>
        <w:t>surroundings</w:t>
      </w:r>
      <w:proofErr w:type="gramEnd"/>
      <w:r>
        <w:t xml:space="preserve"> and tries to know the beginning and the end of everything, in order to be able to understand the mysteries of the world and the beings around him. He tries to discover:</w:t>
      </w:r>
    </w:p>
    <w:p w:rsidR="00497F4E" w:rsidRDefault="00497F4E" w:rsidP="00497F4E">
      <w:pPr>
        <w:pStyle w:val="libNormal"/>
      </w:pPr>
      <w:r>
        <w:t>How did this world begin?</w:t>
      </w:r>
    </w:p>
    <w:p w:rsidR="00497F4E" w:rsidRDefault="00497F4E" w:rsidP="00497F4E">
      <w:pPr>
        <w:pStyle w:val="libNormal"/>
      </w:pPr>
      <w:r>
        <w:t xml:space="preserve">Where is it </w:t>
      </w:r>
      <w:proofErr w:type="gramStart"/>
      <w:r>
        <w:t>going to?</w:t>
      </w:r>
      <w:proofErr w:type="gramEnd"/>
    </w:p>
    <w:p w:rsidR="00497F4E" w:rsidRDefault="00497F4E" w:rsidP="00497F4E">
      <w:pPr>
        <w:pStyle w:val="libNormal"/>
      </w:pPr>
      <w:r>
        <w:t>Why is he here in this life?</w:t>
      </w:r>
    </w:p>
    <w:p w:rsidR="00497F4E" w:rsidRDefault="00497F4E" w:rsidP="00497F4E">
      <w:pPr>
        <w:pStyle w:val="libNormal"/>
      </w:pPr>
      <w:r>
        <w:t>What is the goal of his existence?</w:t>
      </w:r>
    </w:p>
    <w:p w:rsidR="00497F4E" w:rsidRDefault="00497F4E" w:rsidP="00497F4E">
      <w:pPr>
        <w:pStyle w:val="libNormal"/>
      </w:pPr>
      <w:r>
        <w:t xml:space="preserve">Where will </w:t>
      </w:r>
      <w:proofErr w:type="spellStart"/>
      <w:r>
        <w:t>he</w:t>
      </w:r>
      <w:proofErr w:type="spellEnd"/>
      <w:r>
        <w:t xml:space="preserve"> </w:t>
      </w:r>
      <w:proofErr w:type="gramStart"/>
      <w:r>
        <w:t>end to?</w:t>
      </w:r>
      <w:proofErr w:type="gramEnd"/>
    </w:p>
    <w:p w:rsidR="00497F4E" w:rsidRDefault="00497F4E" w:rsidP="00497F4E">
      <w:pPr>
        <w:pStyle w:val="libNormal"/>
      </w:pPr>
      <w:r>
        <w:t>What does life itself mean?</w:t>
      </w:r>
    </w:p>
    <w:p w:rsidR="00497F4E" w:rsidRDefault="00497F4E" w:rsidP="00497F4E">
      <w:pPr>
        <w:pStyle w:val="libNormal"/>
      </w:pPr>
      <w:r>
        <w:t>How should he conduct his life?</w:t>
      </w:r>
    </w:p>
    <w:p w:rsidR="00497F4E" w:rsidRDefault="00497F4E" w:rsidP="00497F4E">
      <w:pPr>
        <w:pStyle w:val="libNormal"/>
      </w:pPr>
      <w:r>
        <w:t>Man has always been looking for convincing answers to these questions. The answer to them either leads him to happiness and welfare, or wretchedness and misfortune.</w:t>
      </w:r>
    </w:p>
    <w:p w:rsidR="00497F4E" w:rsidRDefault="00497F4E" w:rsidP="00497F4E">
      <w:pPr>
        <w:pStyle w:val="libNormal"/>
      </w:pPr>
      <w:r>
        <w:t>The answers, though short in their form and brief in their expression, are yet great in their meanings, important in their reality and deep in their effects.</w:t>
      </w:r>
    </w:p>
    <w:p w:rsidR="00497F4E" w:rsidRDefault="00497F4E" w:rsidP="00497F4E">
      <w:pPr>
        <w:pStyle w:val="libNormal"/>
      </w:pPr>
      <w:r>
        <w:t xml:space="preserve">It is these </w:t>
      </w:r>
      <w:proofErr w:type="gramStart"/>
      <w:r>
        <w:t>answers which</w:t>
      </w:r>
      <w:proofErr w:type="gramEnd"/>
      <w:r>
        <w:t xml:space="preserve"> define how man should live, behave, understand life and estimate the importance of his own existence. By providing correct </w:t>
      </w:r>
      <w:proofErr w:type="gramStart"/>
      <w:r>
        <w:t>answers</w:t>
      </w:r>
      <w:proofErr w:type="gramEnd"/>
      <w:r>
        <w:t xml:space="preserve"> one may resolve an important crisis of thought- the crisis from which man has long been suffering, unable to find correct answers he has been tormented by anxiety and uncertainty and forced to wander through as abyss of erring.</w:t>
      </w:r>
    </w:p>
    <w:p w:rsidR="00497F4E" w:rsidRDefault="00497F4E" w:rsidP="00497F4E">
      <w:pPr>
        <w:pStyle w:val="libNormal"/>
      </w:pPr>
      <w:proofErr w:type="gramStart"/>
      <w:r>
        <w:t>of</w:t>
      </w:r>
      <w:proofErr w:type="gramEnd"/>
      <w:r>
        <w:t xml:space="preserve"> life, and soundly evaluate life and man's existence. The correct answers to these questions </w:t>
      </w:r>
      <w:proofErr w:type="gramStart"/>
      <w:r>
        <w:t>have always been confined</w:t>
      </w:r>
      <w:proofErr w:type="gramEnd"/>
      <w:r>
        <w:t xml:space="preserve"> to two contradictory theories, both in their truth and in the resulting constructions that are based upon them. The two answers are: The first given through religion, lighting the path of righteousness and faith with rational proof; the second given by error and denial, aiming at </w:t>
      </w:r>
      <w:proofErr w:type="spellStart"/>
      <w:r>
        <w:t>envoking</w:t>
      </w:r>
      <w:proofErr w:type="spellEnd"/>
      <w:r>
        <w:t xml:space="preserve"> mist to obliterate clear visibility, to envelope man's conscience and prevent is from directing itself towards Allah, the </w:t>
      </w:r>
      <w:proofErr w:type="gramStart"/>
      <w:r>
        <w:t>Beginning</w:t>
      </w:r>
      <w:proofErr w:type="gramEnd"/>
      <w:r>
        <w:t xml:space="preserve"> and the End of existence.</w:t>
      </w:r>
    </w:p>
    <w:p w:rsidR="00497F4E" w:rsidRDefault="00497F4E" w:rsidP="00497F4E">
      <w:pPr>
        <w:pStyle w:val="libNormal"/>
      </w:pPr>
      <w:r>
        <w:t xml:space="preserve">Religion's answer offers, through its call and message, and interpretation of the universe and life, and an explanation of man's existence, and of his links with them; while the other answer bases its explanation in retort to the idea of faith, denying its reasoning and explanation. Religion bases its interpretation and viewpoint on believing that this universe, life and man have a Creator, a Lord, a God head; and that man's existence on this earth is neither a meaningless and aimless one, nor is it random happening. Life and man have their goals and values exceeding the time span of man's existence on the earth's surface. He has a supreme objective to pursue, embodying it through his attitudes, his </w:t>
      </w:r>
      <w:proofErr w:type="gramStart"/>
      <w:r>
        <w:t>deeds</w:t>
      </w:r>
      <w:proofErr w:type="gramEnd"/>
      <w:r>
        <w:t xml:space="preserve"> and his general activities in a world that goes beyond perception and the time spent in this would. It is the other eternal world and the eternal extension of the absolute:</w:t>
      </w:r>
    </w:p>
    <w:p w:rsidR="00497F4E" w:rsidRDefault="00497F4E" w:rsidP="00497F4E">
      <w:pPr>
        <w:pStyle w:val="libNormal"/>
      </w:pPr>
      <w:r>
        <w:t xml:space="preserve">"Whoever disbelieves, he shall be responsible for his disbelief, and whoever does good, they prepare (good) for their own souls." Holy </w:t>
      </w:r>
      <w:proofErr w:type="spellStart"/>
      <w:r>
        <w:t>Our'an</w:t>
      </w:r>
      <w:proofErr w:type="spellEnd"/>
      <w:r>
        <w:t xml:space="preserve"> (30:44)</w:t>
      </w:r>
    </w:p>
    <w:p w:rsidR="00497F4E" w:rsidRDefault="00497F4E" w:rsidP="00497F4E">
      <w:pPr>
        <w:pStyle w:val="libNormal"/>
      </w:pPr>
      <w:r>
        <w:lastRenderedPageBreak/>
        <w:t>"And all have ranks according to what they do ..." Holy Qur'an (6:132)</w:t>
      </w:r>
    </w:p>
    <w:p w:rsidR="00497F4E" w:rsidRDefault="00497F4E" w:rsidP="00497F4E">
      <w:pPr>
        <w:pStyle w:val="libNormal"/>
      </w:pPr>
      <w:r>
        <w:t xml:space="preserve">In this way, religion presents to </w:t>
      </w:r>
      <w:proofErr w:type="gramStart"/>
      <w:r>
        <w:t>man</w:t>
      </w:r>
      <w:proofErr w:type="gramEnd"/>
      <w:r>
        <w:t xml:space="preserve"> a correct explanation of his existence, and gives him a lasting vision that plucks out the roots of his doubt, mental anxiety and fear of perishing, losing, and uselessness in this life. Thus, by this explanation, religion opens to </w:t>
      </w:r>
      <w:proofErr w:type="gramStart"/>
      <w:r>
        <w:t>man</w:t>
      </w:r>
      <w:proofErr w:type="gramEnd"/>
      <w:r>
        <w:t xml:space="preserve"> the door to the expanses of life. </w:t>
      </w:r>
      <w:proofErr w:type="gramStart"/>
      <w:r>
        <w:t>He,</w:t>
      </w:r>
      <w:proofErr w:type="gramEnd"/>
      <w:r>
        <w:t xml:space="preserve"> then organizes his life according to a perfect and unified ideological basis, taking him to results and objectives in life free of disorder, contradiction and objectives in life free of disorder, contradiction and disappointment. It offers him, besides other things, a sound ideological program, perfect in its order and movement, leading him to understand life and to adhere to a defined and explicit conduct.</w:t>
      </w:r>
    </w:p>
    <w:p w:rsidR="00497F4E" w:rsidRDefault="00497F4E" w:rsidP="00497F4E">
      <w:pPr>
        <w:pStyle w:val="libNormal"/>
      </w:pPr>
      <w:r>
        <w:t xml:space="preserve">The believer believes in the existence of a Just, All-Knowing, All-Powerful and Wise Creator. He further believes in the Day of </w:t>
      </w:r>
      <w:proofErr w:type="spellStart"/>
      <w:r>
        <w:t>Judgement</w:t>
      </w:r>
      <w:proofErr w:type="spellEnd"/>
      <w:r>
        <w:t xml:space="preserve"> and in the responsibility rested upon him for all of his deeds, and he expects rewards on the Day of </w:t>
      </w:r>
      <w:proofErr w:type="spellStart"/>
      <w:r>
        <w:t>judgement</w:t>
      </w:r>
      <w:proofErr w:type="spellEnd"/>
      <w:r>
        <w:t xml:space="preserve"> for his good deeds in this world.</w:t>
      </w:r>
    </w:p>
    <w:p w:rsidR="00497F4E" w:rsidRDefault="00497F4E" w:rsidP="00497F4E">
      <w:pPr>
        <w:pStyle w:val="libNormal"/>
      </w:pPr>
      <w:r>
        <w:t xml:space="preserve">Therefore, he behaves according to this belief, and on this </w:t>
      </w:r>
      <w:proofErr w:type="gramStart"/>
      <w:r>
        <w:t>basis</w:t>
      </w:r>
      <w:proofErr w:type="gramEnd"/>
      <w:r>
        <w:t xml:space="preserve"> he forms every detail of his life, such as his ideas, attitudes, feelings and relations, formulating them within this unified ideological frame. What a wonderful expression </w:t>
      </w:r>
      <w:proofErr w:type="gramStart"/>
      <w:r>
        <w:t>is used by the Qur'an in reference to this fact, describing the faithful elite who recognize the value of life and know the meaning of existence</w:t>
      </w:r>
      <w:proofErr w:type="gramEnd"/>
      <w:r>
        <w:t>. The Qur'an says:</w:t>
      </w:r>
    </w:p>
    <w:p w:rsidR="00497F4E" w:rsidRDefault="00497F4E" w:rsidP="00497F4E">
      <w:pPr>
        <w:pStyle w:val="libNormal"/>
      </w:pPr>
      <w:r>
        <w:t>"</w:t>
      </w:r>
      <w:proofErr w:type="gramStart"/>
      <w:r>
        <w:t>and</w:t>
      </w:r>
      <w:proofErr w:type="gramEnd"/>
      <w:r>
        <w:t xml:space="preserve"> reflect on the creation of the heavens and the earth: Our Lord! Thou have not created this </w:t>
      </w:r>
      <w:proofErr w:type="gramStart"/>
      <w:r>
        <w:t>an</w:t>
      </w:r>
      <w:proofErr w:type="gramEnd"/>
      <w:r>
        <w:t xml:space="preserve"> vain! Glory </w:t>
      </w:r>
      <w:proofErr w:type="gramStart"/>
      <w:r>
        <w:t>be</w:t>
      </w:r>
      <w:proofErr w:type="gramEnd"/>
      <w:r>
        <w:t xml:space="preserve"> to You; save us then from the chastisement of the fire." Holy </w:t>
      </w:r>
      <w:proofErr w:type="spellStart"/>
      <w:r>
        <w:t>Our'an</w:t>
      </w:r>
      <w:proofErr w:type="spellEnd"/>
      <w:r>
        <w:t xml:space="preserve"> (3:191)</w:t>
      </w:r>
    </w:p>
    <w:p w:rsidR="00497F4E" w:rsidRDefault="00497F4E" w:rsidP="00497F4E">
      <w:pPr>
        <w:pStyle w:val="libNormal"/>
      </w:pPr>
      <w:r>
        <w:t xml:space="preserve">As to the answer of the second group, it is the viewpoint expressed by the disbelievers. </w:t>
      </w:r>
      <w:proofErr w:type="gramStart"/>
      <w:r>
        <w:t>They view this world and this life only from inside, disregarding all ties and connections with the invisible world and the Creator, having built their opinion on a faithless interpretation denying the existence of the Creator, the Innovator; they have sentenced mankind to lasting annihilation and transformation into dust, mixing with the elements of the earth, (lost in every nook and cranny) without return or resurrection.</w:t>
      </w:r>
      <w:proofErr w:type="gramEnd"/>
      <w:r>
        <w:t xml:space="preserve"> In this </w:t>
      </w:r>
      <w:proofErr w:type="gramStart"/>
      <w:r>
        <w:t>way</w:t>
      </w:r>
      <w:proofErr w:type="gramEnd"/>
      <w:r>
        <w:t xml:space="preserve"> the living feelings of man are pushed down to lowest pitch of death, despair and eternal destruction.</w:t>
      </w:r>
    </w:p>
    <w:p w:rsidR="00497F4E" w:rsidRDefault="00497F4E" w:rsidP="00497F4E">
      <w:pPr>
        <w:pStyle w:val="libNormal"/>
      </w:pPr>
      <w:proofErr w:type="gramStart"/>
      <w:r>
        <w:t>It is a disaster that befalls the optimistic and hopeful feelings,</w:t>
      </w:r>
      <w:proofErr w:type="gramEnd"/>
      <w:r>
        <w:t xml:space="preserve"> and man becomes a prey of despair, goes astray, and submits to decay and decline. Life becomes an arena for conflict and a chance to partake of transient sensual pleasures and appetites, accompanied by a complete death of any feeling of happiness or knowledge of the meaning of life. Life, to them, is but a period of futile misery, with no hope or expectation and since there would be no other world, no divine justice, no punishment, no reward, no responsibility, no retribution, and no immortality, man </w:t>
      </w:r>
      <w:proofErr w:type="gramStart"/>
      <w:r>
        <w:t>is reduced</w:t>
      </w:r>
      <w:proofErr w:type="gramEnd"/>
      <w:r>
        <w:t xml:space="preserve"> to the level of the plants of the earth and the worms of the ground. Thus, this interpretation has done away with all human values.</w:t>
      </w:r>
    </w:p>
    <w:p w:rsidR="00497F4E" w:rsidRDefault="00497F4E" w:rsidP="00497F4E">
      <w:pPr>
        <w:pStyle w:val="libNormal"/>
      </w:pPr>
      <w:r>
        <w:t xml:space="preserve">There is no doubt that man has never been subjected during his lifetime to a more dangerous catastrophe than the deluge of this devastating one which sentences him to live and die within this terrestrial prison, returning to the terrible soil of destruction. So, what would, then, life mean? What would be its value? Why does not man do whatever he wants, even if such </w:t>
      </w:r>
      <w:r>
        <w:lastRenderedPageBreak/>
        <w:t xml:space="preserve">practices meant misery for others and ended their lives with the most horrible types of torture? They say that man's life does not go beyond this limited secular </w:t>
      </w:r>
      <w:proofErr w:type="gramStart"/>
      <w:r>
        <w:t>period which</w:t>
      </w:r>
      <w:proofErr w:type="gramEnd"/>
      <w:r>
        <w:t xml:space="preserve"> is lost in the timelessness of the universe, which swallowed millions of generations and consumed the entire ancient humanity. How wonderfully the Qur'an illustrates this tragedy of the </w:t>
      </w:r>
      <w:proofErr w:type="gramStart"/>
      <w:r>
        <w:t>intellect which</w:t>
      </w:r>
      <w:proofErr w:type="gramEnd"/>
      <w:r>
        <w:t xml:space="preserve"> the rejecting and ignorant mind imagined, while trying to fabricate its argument and speak its ideology:</w:t>
      </w:r>
    </w:p>
    <w:p w:rsidR="00497F4E" w:rsidRDefault="00497F4E" w:rsidP="00497F4E">
      <w:pPr>
        <w:pStyle w:val="libNormal"/>
      </w:pPr>
      <w:r>
        <w:t xml:space="preserve">"Far, far is that which you are promised with. There LS naught but our life in this world; we die and we shall not </w:t>
      </w:r>
      <w:proofErr w:type="gramStart"/>
      <w:r>
        <w:t>be ,raised</w:t>
      </w:r>
      <w:proofErr w:type="gramEnd"/>
      <w:r>
        <w:t xml:space="preserve"> again". Holy Qur'an (23:38-37)</w:t>
      </w:r>
    </w:p>
    <w:p w:rsidR="00497F4E" w:rsidRDefault="00497F4E" w:rsidP="00497F4E">
      <w:pPr>
        <w:pStyle w:val="libNormal"/>
      </w:pPr>
      <w:proofErr w:type="gramStart"/>
      <w:r>
        <w:t>And</w:t>
      </w:r>
      <w:proofErr w:type="gramEnd"/>
      <w:r>
        <w:t xml:space="preserve"> how exact is the Qur'an in drawing the tragic picture to which this miserable, straying man reached: "... (as for) those who have lost their souls, they will not believe." Holy Qur'an (8:12)</w:t>
      </w:r>
    </w:p>
    <w:p w:rsidR="00497F4E" w:rsidRDefault="00497F4E" w:rsidP="00497F4E">
      <w:pPr>
        <w:pStyle w:val="libNormal"/>
      </w:pPr>
      <w:r>
        <w:t xml:space="preserve">"Say: Shall </w:t>
      </w:r>
      <w:proofErr w:type="gramStart"/>
      <w:r>
        <w:t>We</w:t>
      </w:r>
      <w:proofErr w:type="gramEnd"/>
      <w:r>
        <w:t xml:space="preserve"> inform you of the greatest losers in (their) deeds? (They are) they whose labor is lost in this world's life and they think that they are </w:t>
      </w:r>
      <w:proofErr w:type="gramStart"/>
      <w:r>
        <w:t>well-versed</w:t>
      </w:r>
      <w:proofErr w:type="gramEnd"/>
      <w:r>
        <w:t xml:space="preserve"> in skill of the work of hands. These are they who disbelieve in the revelations of their Lord and the Day of Resurrection We assign no weight to then</w:t>
      </w:r>
      <w:proofErr w:type="gramStart"/>
      <w:r>
        <w:t>,.</w:t>
      </w:r>
      <w:proofErr w:type="gramEnd"/>
      <w:r>
        <w:t xml:space="preserve">" Holy </w:t>
      </w:r>
      <w:proofErr w:type="spellStart"/>
      <w:r>
        <w:t>Our'an</w:t>
      </w:r>
      <w:proofErr w:type="spellEnd"/>
      <w:r>
        <w:t xml:space="preserve"> (18:103-105)</w:t>
      </w:r>
    </w:p>
    <w:p w:rsidR="00497F4E" w:rsidRDefault="00497F4E" w:rsidP="00497F4E">
      <w:pPr>
        <w:pStyle w:val="libNormal"/>
      </w:pPr>
      <w:proofErr w:type="gramStart"/>
      <w:r>
        <w:t>So, as the Qur'an describes them, it is these folk of disbelievers who have lost themselves, and lost their lives, turning life into a hell of misery, instead of making it a blessing and full of happiness, just because they deceive themselves with their distorted understanding of life and existence, and think that it does them good, while actually it takes them away from the path of Allah and His message.</w:t>
      </w:r>
      <w:proofErr w:type="gramEnd"/>
      <w:r>
        <w:t xml:space="preserve"> They think that they have discovered the right path and have put their feet on the right track. </w:t>
      </w:r>
      <w:proofErr w:type="gramStart"/>
      <w:r>
        <w:t>But</w:t>
      </w:r>
      <w:proofErr w:type="gramEnd"/>
      <w:r>
        <w:t xml:space="preserve"> it is this self-deceit to which the Qur'an refers by saying: "The life of this world is made to seem fair to those who disbelieve, and they mock those who believe ..." Holy </w:t>
      </w:r>
      <w:proofErr w:type="spellStart"/>
      <w:r>
        <w:t>Our'an</w:t>
      </w:r>
      <w:proofErr w:type="spellEnd"/>
      <w:r>
        <w:t xml:space="preserve"> (2: 212)</w:t>
      </w:r>
    </w:p>
    <w:p w:rsidR="00497F4E" w:rsidRDefault="00497F4E" w:rsidP="00497F4E">
      <w:pPr>
        <w:pStyle w:val="libNormal"/>
      </w:pPr>
      <w:r>
        <w:t xml:space="preserve">So, what other disaster to which man is subjected can be more devastating than losing oneself, leading to the loss of humanity, the loss which befalls man because of this mental wandering, ideological abnormality, and systematic deviation. Therefore, no sane man doubts the necessity of abolishing this ideology and changing this materialistic way of comprehending life, and resorting to a realistic way of thinking, that is coordination with the cosmic reality of nature, </w:t>
      </w:r>
      <w:proofErr w:type="gramStart"/>
      <w:r>
        <w:t>thought</w:t>
      </w:r>
      <w:proofErr w:type="gramEnd"/>
      <w:r>
        <w:t xml:space="preserve"> and society.</w:t>
      </w:r>
    </w:p>
    <w:p w:rsidR="00497F4E" w:rsidRDefault="00497F4E" w:rsidP="00497F4E">
      <w:pPr>
        <w:pStyle w:val="libNormal"/>
      </w:pPr>
      <w:r>
        <w:t xml:space="preserve">This way of thinking is not to </w:t>
      </w:r>
      <w:proofErr w:type="gramStart"/>
      <w:r>
        <w:t>be found</w:t>
      </w:r>
      <w:proofErr w:type="gramEnd"/>
      <w:r>
        <w:t xml:space="preserve"> except in mental reasoning, through mind's innate originality and exact theoretical activity. Mind is the actual thinker, the conscious power that moves according to the general universal existence, and co-ordinates with it, since it is a part of it - the highest example of its movement and order.</w:t>
      </w:r>
    </w:p>
    <w:p w:rsidR="00497F4E" w:rsidRDefault="00497F4E" w:rsidP="00497F4E">
      <w:pPr>
        <w:pStyle w:val="libNormal"/>
      </w:pPr>
      <w:r>
        <w:t xml:space="preserve">This is why the Qur'an addresses the mind and argues with it as it is the only force in harmony with the logic of the Qur'an, and is able to comprehend its course and hear its call. It says: "... thus do </w:t>
      </w:r>
      <w:proofErr w:type="gramStart"/>
      <w:r>
        <w:t>We</w:t>
      </w:r>
      <w:proofErr w:type="gramEnd"/>
      <w:r>
        <w:t xml:space="preserve"> make the signs distinct for a people who understand". Holy </w:t>
      </w:r>
      <w:proofErr w:type="spellStart"/>
      <w:r>
        <w:t>Our'an</w:t>
      </w:r>
      <w:proofErr w:type="spellEnd"/>
      <w:r>
        <w:t xml:space="preserve"> (30:28)</w:t>
      </w:r>
    </w:p>
    <w:p w:rsidR="00497F4E" w:rsidRDefault="00497F4E" w:rsidP="00497F4E">
      <w:pPr>
        <w:pStyle w:val="libNormal"/>
      </w:pPr>
      <w:r>
        <w:t>"... Most surely there are signs in this for a people who reflect</w:t>
      </w:r>
      <w:proofErr w:type="gramStart"/>
      <w:r>
        <w:t>".</w:t>
      </w:r>
      <w:proofErr w:type="gramEnd"/>
      <w:r>
        <w:t xml:space="preserve"> Holy Qur'an (39:42)</w:t>
      </w:r>
    </w:p>
    <w:p w:rsidR="00497F4E" w:rsidRDefault="00497F4E" w:rsidP="00497F4E">
      <w:pPr>
        <w:pStyle w:val="libNormal"/>
      </w:pPr>
      <w:r>
        <w:t xml:space="preserve">When the mind is given freedom of thinking and contemplation, away from influences, deviations, and factors of misinterpretation, it will be able </w:t>
      </w:r>
      <w:r>
        <w:lastRenderedPageBreak/>
        <w:t xml:space="preserve">to discover the mental </w:t>
      </w:r>
      <w:proofErr w:type="gramStart"/>
      <w:r>
        <w:t>climate which assists its growth</w:t>
      </w:r>
      <w:proofErr w:type="gramEnd"/>
      <w:r>
        <w:t xml:space="preserve"> and to properly understand life. That climate is the way of the Qur'an and religion. Only under its </w:t>
      </w:r>
      <w:proofErr w:type="gramStart"/>
      <w:r>
        <w:t>light</w:t>
      </w:r>
      <w:proofErr w:type="gramEnd"/>
      <w:r>
        <w:t xml:space="preserve"> the mind can explain life and estimate it as required. In this </w:t>
      </w:r>
      <w:proofErr w:type="gramStart"/>
      <w:r>
        <w:t>way</w:t>
      </w:r>
      <w:proofErr w:type="gramEnd"/>
      <w:r>
        <w:t xml:space="preserve"> man would discover his inefficiency and his need to follow the path of religion and to be guided by it.</w:t>
      </w:r>
    </w:p>
    <w:p w:rsidR="00497F4E" w:rsidRDefault="00497F4E" w:rsidP="00E25D1A">
      <w:pPr>
        <w:pStyle w:val="libNormal"/>
      </w:pPr>
      <w:r>
        <w:br w:type="page"/>
      </w:r>
    </w:p>
    <w:p w:rsidR="00497F4E" w:rsidRDefault="00497F4E" w:rsidP="00497F4E">
      <w:pPr>
        <w:pStyle w:val="Heading1Center"/>
      </w:pPr>
      <w:bookmarkStart w:id="6" w:name="_Toc483140810"/>
      <w:r>
        <w:lastRenderedPageBreak/>
        <w:t>The Spiritual Mission of Religion</w:t>
      </w:r>
      <w:bookmarkEnd w:id="6"/>
    </w:p>
    <w:p w:rsidR="00497F4E" w:rsidRDefault="00497F4E" w:rsidP="00497F4E">
      <w:pPr>
        <w:pStyle w:val="libNormal"/>
      </w:pPr>
      <w:proofErr w:type="gramStart"/>
      <w:r>
        <w:t xml:space="preserve">Man's relations to the realm of matter and nature, placing his interests exclusively on them, confining his consciousness and feelings to their narrow field, and </w:t>
      </w:r>
      <w:proofErr w:type="spellStart"/>
      <w:r>
        <w:t>moulding</w:t>
      </w:r>
      <w:proofErr w:type="spellEnd"/>
      <w:r>
        <w:t xml:space="preserve"> everyday </w:t>
      </w:r>
      <w:proofErr w:type="spellStart"/>
      <w:r>
        <w:t>behaviour</w:t>
      </w:r>
      <w:proofErr w:type="spellEnd"/>
      <w:r>
        <w:t xml:space="preserve"> and tendencies according to them, gradually change his life into a mechanical one, killing in him the perception of the Grand Truth, and taking from him the secret of happiness and the source of human perfection in this life.</w:t>
      </w:r>
      <w:proofErr w:type="gramEnd"/>
    </w:p>
    <w:p w:rsidR="00497F4E" w:rsidRDefault="00497F4E" w:rsidP="00497F4E">
      <w:pPr>
        <w:pStyle w:val="libNormal"/>
      </w:pPr>
      <w:r>
        <w:t xml:space="preserve">Sensuality and believing only in the material </w:t>
      </w:r>
      <w:proofErr w:type="gramStart"/>
      <w:r>
        <w:t>world,</w:t>
      </w:r>
      <w:proofErr w:type="gramEnd"/>
      <w:r>
        <w:t xml:space="preserve"> cannot lift man above the bestial and material level of the senses. </w:t>
      </w:r>
      <w:proofErr w:type="gramStart"/>
      <w:r>
        <w:t>Neither they</w:t>
      </w:r>
      <w:proofErr w:type="gramEnd"/>
      <w:r>
        <w:t xml:space="preserve"> grant man a loftier image, nor help him to understand a truth higher than that towards all his aspirations and hopes are inclined.</w:t>
      </w:r>
    </w:p>
    <w:p w:rsidR="00497F4E" w:rsidRDefault="00497F4E" w:rsidP="00497F4E">
      <w:pPr>
        <w:pStyle w:val="libNormal"/>
      </w:pPr>
      <w:r>
        <w:t xml:space="preserve">He is not like the believer who believes in a supreme objective and aims to be higher than the level of the materialistic and instinctive desires. A believer, therefore, follows a spiritual conduct which sublimates through into his supreme humanity, passing through successive stages of perfection, continuing higher and higher, planting in him the love of good and perfection, because the continual growth towards Allah the Perfect, stamps in the believer's heart the love of perfection and the </w:t>
      </w:r>
      <w:proofErr w:type="spellStart"/>
      <w:r>
        <w:t>adhersion</w:t>
      </w:r>
      <w:proofErr w:type="spellEnd"/>
      <w:r>
        <w:t xml:space="preserve"> to the attributes of the Absolute Perfect. He thus places </w:t>
      </w:r>
      <w:proofErr w:type="gramStart"/>
      <w:r>
        <w:t>world and whatever there is in it, on a lower level, as a secondary thing,</w:t>
      </w:r>
      <w:proofErr w:type="gramEnd"/>
      <w:r>
        <w:t xml:space="preserve"> leading a life, in which his foremost anxiety is to adhere to loftier ideals, only to meet his basic needs and not to tie his existence to it. He regards the life in this world as a transient stage, a stop for one to muster and mobilize one's strength to move on to a higher and more supreme world, the afterworld.</w:t>
      </w:r>
    </w:p>
    <w:p w:rsidR="00497F4E" w:rsidRDefault="00497F4E" w:rsidP="00497F4E">
      <w:pPr>
        <w:pStyle w:val="libNormal"/>
      </w:pPr>
      <w:r>
        <w:t xml:space="preserve">Such a believer lives in the highest degree of spiritual happiness, and the most supreme stage of faith, feeling assured of the results of his existence. He sees nothing in the unknown to be afraid </w:t>
      </w:r>
      <w:proofErr w:type="gramStart"/>
      <w:r>
        <w:t>of</w:t>
      </w:r>
      <w:proofErr w:type="gramEnd"/>
      <w:r>
        <w:t xml:space="preserve">. He has no feeling of non-being or fear of </w:t>
      </w:r>
      <w:proofErr w:type="spellStart"/>
      <w:proofErr w:type="gramStart"/>
      <w:r>
        <w:t>pershing</w:t>
      </w:r>
      <w:proofErr w:type="spellEnd"/>
      <w:proofErr w:type="gramEnd"/>
      <w:r>
        <w:t xml:space="preserve"> that may discomfort him in his life. He lives with a perpetual hope of progressively proceeding towards a world full of joy, under the shelter of happiness and spiritual quietness.</w:t>
      </w:r>
    </w:p>
    <w:p w:rsidR="00497F4E" w:rsidRDefault="00497F4E" w:rsidP="00497F4E">
      <w:pPr>
        <w:pStyle w:val="libNormal"/>
      </w:pPr>
      <w:r>
        <w:t>"And (as for) those who believe and do good work, and believe in what has been revealed to Muhammad, and it is the very truth from their Lord, He will remove their evil deeds from them and improve their condition". Holy Qur'an (47:2)</w:t>
      </w:r>
    </w:p>
    <w:p w:rsidR="00497F4E" w:rsidRDefault="00497F4E" w:rsidP="00497F4E">
      <w:pPr>
        <w:pStyle w:val="libNormal"/>
      </w:pPr>
      <w:proofErr w:type="gramStart"/>
      <w:r>
        <w:t>So</w:t>
      </w:r>
      <w:proofErr w:type="gramEnd"/>
      <w:r>
        <w:t xml:space="preserve">, the spiritual man leads, through his faith, a happy life (and feels) being true to himself. </w:t>
      </w:r>
      <w:proofErr w:type="gramStart"/>
      <w:r>
        <w:t xml:space="preserve">He satisfies the need of the soul which is proceeding naturally towards eternity, and removes from it the apprehensions of </w:t>
      </w:r>
      <w:proofErr w:type="spellStart"/>
      <w:r>
        <w:t>perishability</w:t>
      </w:r>
      <w:proofErr w:type="spellEnd"/>
      <w:r>
        <w:t xml:space="preserve">- a feeling which chases the infidel and the </w:t>
      </w:r>
      <w:proofErr w:type="spellStart"/>
      <w:r>
        <w:t>sceptic</w:t>
      </w:r>
      <w:proofErr w:type="spellEnd"/>
      <w:r>
        <w:t xml:space="preserve">, knowingly or unknowingly, turning his life into an unbearable hell, a misery that sees no happiness at all: "Surely those who act in opposition to Allah wad His Apostle shall be laid dawn prostrate as those before them ..." Holy </w:t>
      </w:r>
      <w:proofErr w:type="spellStart"/>
      <w:r>
        <w:t>Our'an</w:t>
      </w:r>
      <w:proofErr w:type="spellEnd"/>
      <w:r>
        <w:t xml:space="preserve"> (58:5)</w:t>
      </w:r>
      <w:proofErr w:type="gramEnd"/>
    </w:p>
    <w:p w:rsidR="00497F4E" w:rsidRDefault="00497F4E" w:rsidP="00497F4E">
      <w:pPr>
        <w:pStyle w:val="libNormal"/>
      </w:pPr>
      <w:r>
        <w:t>To have faith in Allah, and observe the valuable principles of religion, satisfy in man yet another spiritual need - the tendency in the human soul to sanctify and glorify.</w:t>
      </w:r>
    </w:p>
    <w:p w:rsidR="00497F4E" w:rsidRDefault="00497F4E" w:rsidP="00497F4E">
      <w:pPr>
        <w:pStyle w:val="libNormal"/>
      </w:pPr>
      <w:r>
        <w:t>Man, through his innate feelings and psychological construction, senses the existence of a Greater-Being, a complete perfection, before which he feels humble and tiny</w:t>
      </w:r>
      <w:proofErr w:type="gramStart"/>
      <w:r>
        <w:t>;</w:t>
      </w:r>
      <w:proofErr w:type="gramEnd"/>
      <w:r>
        <w:t xml:space="preserve"> so he starts to glorify it, yet he cannot understand it </w:t>
      </w:r>
      <w:r>
        <w:lastRenderedPageBreak/>
        <w:t xml:space="preserve">clearly. </w:t>
      </w:r>
      <w:proofErr w:type="gramStart"/>
      <w:r>
        <w:t>Hut as he inevitably has to express these innate feelings, he may either proceed in the right direction - that is, in the direction of worshipping the Creator, through the guidance of the prophets and the sound teachings of religion, or in the wrong direction through worshipping man-made creatures and idols, or adoring the detested ego' which is the source of danger, inequity, aggression and greed, causing man to turn into a slave, worshipping and glorifying, not Allah, but tyrants, aspirations, desires, wealth, authority, pride, etc.</w:t>
      </w:r>
      <w:proofErr w:type="gramEnd"/>
      <w:r>
        <w:t xml:space="preserve"> Thus, humanity's tragedy is actualized in the ugliest forms of deviation, </w:t>
      </w:r>
      <w:proofErr w:type="gramStart"/>
      <w:r>
        <w:t>tyranny</w:t>
      </w:r>
      <w:proofErr w:type="gramEnd"/>
      <w:r>
        <w:t xml:space="preserve"> and abnormal practices. Allah has truthfully said:</w:t>
      </w:r>
    </w:p>
    <w:p w:rsidR="00497F4E" w:rsidRDefault="00497F4E" w:rsidP="00497F4E">
      <w:pPr>
        <w:pStyle w:val="libNormal"/>
      </w:pPr>
      <w:r>
        <w:t xml:space="preserve">"You Only worship idols besides Allah and you create a lie ..." Holy </w:t>
      </w:r>
      <w:proofErr w:type="spellStart"/>
      <w:r>
        <w:t>Ouran</w:t>
      </w:r>
      <w:proofErr w:type="spellEnd"/>
      <w:r>
        <w:t xml:space="preserve"> (29:17)</w:t>
      </w:r>
    </w:p>
    <w:p w:rsidR="00497F4E" w:rsidRDefault="00497F4E" w:rsidP="00497F4E">
      <w:pPr>
        <w:pStyle w:val="libNormal"/>
      </w:pPr>
      <w:r>
        <w:t xml:space="preserve">Anything worshipped other than Allah, is but a fictitious and illusive image. </w:t>
      </w:r>
      <w:proofErr w:type="gramStart"/>
      <w:r>
        <w:t>And</w:t>
      </w:r>
      <w:proofErr w:type="gramEnd"/>
      <w:r>
        <w:t xml:space="preserve"> any inclination not to Him is a twisting of the instinct of worship and sanctification.</w:t>
      </w:r>
    </w:p>
    <w:p w:rsidR="00497F4E" w:rsidRDefault="00497F4E" w:rsidP="00497F4E">
      <w:pPr>
        <w:pStyle w:val="libNormal"/>
      </w:pPr>
      <w:r>
        <w:t xml:space="preserve">Religion guides man to worship Allah, the Exalted Truth, over everything else in this world, such as desire, pleasure, riches, </w:t>
      </w:r>
      <w:proofErr w:type="gramStart"/>
      <w:r>
        <w:t>dignity</w:t>
      </w:r>
      <w:proofErr w:type="gramEnd"/>
      <w:r>
        <w:t xml:space="preserve"> and power. Man is, thus, directed to worship tie One to Whom are attributed all the qualities of perfection, such as justice, mercy, truthfulness, kindness, gentleness, knowledge, wisdom, power, etc.. The whole life, by this continual journeying towards Allah, coincides with the values of truthfulness, righteousness and perfection which are the attributes of Allah the Glorious, worshipped by </w:t>
      </w:r>
      <w:proofErr w:type="gramStart"/>
      <w:r>
        <w:t>man ...</w:t>
      </w:r>
      <w:proofErr w:type="gramEnd"/>
    </w:p>
    <w:p w:rsidR="00497F4E" w:rsidRDefault="00497F4E" w:rsidP="00497F4E">
      <w:pPr>
        <w:pStyle w:val="libNormal"/>
      </w:pPr>
      <w:r>
        <w:t xml:space="preserve">There is still another spiritual fact which religion cultivates in man's conscience, implanting it deep inside him. It is the sense of responsibility and willingly undertaking it, affected by his conscious connection with Allah, the Exalted. The person who believes in Allah feels he </w:t>
      </w:r>
      <w:proofErr w:type="gramStart"/>
      <w:r>
        <w:t>is being watched</w:t>
      </w:r>
      <w:proofErr w:type="gramEnd"/>
      <w:r>
        <w:t xml:space="preserve"> by Him and fears Him. </w:t>
      </w:r>
      <w:proofErr w:type="gramStart"/>
      <w:r>
        <w:t>So</w:t>
      </w:r>
      <w:proofErr w:type="gramEnd"/>
      <w:r>
        <w:t>, he acts knowing that Allah is with him, watches him, and nothing is concealed from Him, whether in the heavens or in the earth:</w:t>
      </w:r>
    </w:p>
    <w:p w:rsidR="00497F4E" w:rsidRDefault="00497F4E" w:rsidP="00497F4E">
      <w:pPr>
        <w:pStyle w:val="libNormal"/>
      </w:pPr>
      <w:r>
        <w:t>"And those who disbelieve say: The hour shall not come upon us.</w:t>
      </w:r>
    </w:p>
    <w:p w:rsidR="00497F4E" w:rsidRDefault="00497F4E" w:rsidP="00497F4E">
      <w:pPr>
        <w:pStyle w:val="libNormal"/>
      </w:pPr>
      <w:proofErr w:type="gramStart"/>
      <w:r>
        <w:t>Say:</w:t>
      </w:r>
      <w:proofErr w:type="gramEnd"/>
      <w:r>
        <w:t xml:space="preserve"> Yea! My Lord, the Knower of the unseen, it shall certainly come upon you; not the wig/it of an atom becomes absent from Him, in the heavens or at the earth, and neither less than that nor greater, but (all) is at a clear book." Holy Qur'an (3.4:3)</w:t>
      </w:r>
    </w:p>
    <w:p w:rsidR="00497F4E" w:rsidRDefault="00497F4E" w:rsidP="00497F4E">
      <w:pPr>
        <w:pStyle w:val="libNormal"/>
      </w:pPr>
      <w:r>
        <w:t>"He knows the stealthy looks and that which the breasts conceal." Holy Qur'an (40:19)</w:t>
      </w:r>
    </w:p>
    <w:p w:rsidR="00497F4E" w:rsidRDefault="00497F4E" w:rsidP="00497F4E">
      <w:pPr>
        <w:pStyle w:val="libNormal"/>
      </w:pPr>
      <w:r>
        <w:t xml:space="preserve">This awareness and the true faith </w:t>
      </w:r>
      <w:proofErr w:type="gramStart"/>
      <w:r>
        <w:t>is</w:t>
      </w:r>
      <w:proofErr w:type="gramEnd"/>
      <w:r>
        <w:t xml:space="preserve"> sufficient to urge man to perform his duty and to undertake his human responsibility in every phase of life, legal; devotional or ethical.</w:t>
      </w:r>
    </w:p>
    <w:p w:rsidR="00497F4E" w:rsidRDefault="00497F4E" w:rsidP="00497F4E">
      <w:pPr>
        <w:pStyle w:val="libNormal"/>
      </w:pPr>
      <w:r>
        <w:t xml:space="preserve">The Qur'an rears up this spirit of responsibility in its followers and believers, and stresses its cultivation and development through many texts and concepts: "... these are the limits of Allah, (imposed by Allah) so do not exceed them, and whoever exceeds the limits of Allah these it is that are the </w:t>
      </w:r>
      <w:proofErr w:type="spellStart"/>
      <w:r>
        <w:t>wdust</w:t>
      </w:r>
      <w:proofErr w:type="spellEnd"/>
      <w:r>
        <w:t>." Holy Qur'an (2:229)</w:t>
      </w:r>
    </w:p>
    <w:p w:rsidR="00497F4E" w:rsidRDefault="00497F4E" w:rsidP="00497F4E">
      <w:pPr>
        <w:pStyle w:val="libNormal"/>
      </w:pPr>
      <w:proofErr w:type="gramStart"/>
      <w:r>
        <w:t xml:space="preserve">So, a believer is keen on respecting the limits imposed by Allah and observing His instructions, and adheres to the law which organizes his life and directs his activities, contrary to the unbeliever who, having no faith in </w:t>
      </w:r>
      <w:r>
        <w:lastRenderedPageBreak/>
        <w:t>Allah and no fear of His observation, seizes every opportunity to transgress the limits of law and order, to cast away all responsibilities, and tread upon them whenever he finds a chance for disobedience and rebellion.</w:t>
      </w:r>
      <w:proofErr w:type="gramEnd"/>
      <w:r>
        <w:t xml:space="preserve"> This is because neither he accepts the sanctity of the </w:t>
      </w:r>
      <w:proofErr w:type="gramStart"/>
      <w:r>
        <w:t>law which</w:t>
      </w:r>
      <w:proofErr w:type="gramEnd"/>
      <w:r>
        <w:t xml:space="preserve"> organizes his life, nor does he believe in Divine punishment as long as </w:t>
      </w:r>
      <w:proofErr w:type="spellStart"/>
      <w:r>
        <w:t>be</w:t>
      </w:r>
      <w:proofErr w:type="spellEnd"/>
      <w:r>
        <w:t xml:space="preserve"> thinks he can slip away from the grasp of the authority and </w:t>
      </w:r>
      <w:proofErr w:type="spellStart"/>
      <w:r>
        <w:t>its</w:t>
      </w:r>
      <w:proofErr w:type="spellEnd"/>
      <w:r>
        <w:t xml:space="preserve"> just punishment.</w:t>
      </w:r>
    </w:p>
    <w:p w:rsidR="00497F4E" w:rsidRDefault="00497F4E" w:rsidP="00497F4E">
      <w:pPr>
        <w:pStyle w:val="libNormal"/>
      </w:pPr>
      <w:proofErr w:type="gramStart"/>
      <w:r>
        <w:t>This phenomenon - that of defying the will of truth and justice - constitutes one of the most grave problems from which the contemporary ignorant society is suffering, owing to the fact that the concepts of belief have disappeared from its horizon, and dutifulness has faded away from its conscience, and that its moral criteria is confused, it is natural that this collapsed inner constitution of the lost and materialistic man should affect his civil position and social relations; and it is natural, too, that the human rights and man's dignity should be lost under this state of ignorance.</w:t>
      </w:r>
      <w:proofErr w:type="gramEnd"/>
    </w:p>
    <w:p w:rsidR="00497F4E" w:rsidRDefault="00497F4E" w:rsidP="00497F4E">
      <w:pPr>
        <w:pStyle w:val="libNormal"/>
      </w:pPr>
      <w:r>
        <w:t xml:space="preserve">Before ending this study, it is necessary to summarize the positive results that </w:t>
      </w:r>
      <w:proofErr w:type="gramStart"/>
      <w:r>
        <w:t>can be brought about</w:t>
      </w:r>
      <w:proofErr w:type="gramEnd"/>
      <w:r>
        <w:t xml:space="preserve"> by a Muslim individual or society believing in Allah. These may be arranged as </w:t>
      </w:r>
      <w:proofErr w:type="gramStart"/>
      <w:r>
        <w:t>below :</w:t>
      </w:r>
      <w:proofErr w:type="gramEnd"/>
    </w:p>
    <w:p w:rsidR="00497F4E" w:rsidRDefault="00497F4E" w:rsidP="00497F4E">
      <w:pPr>
        <w:pStyle w:val="libNormal"/>
      </w:pPr>
      <w:r>
        <w:t>1. Faith in Allah, His justice and Wisdom makes man realize his own value and the meaning of life. It helps man to understand that there is no injustice, uselessness and ruin in this life.</w:t>
      </w:r>
    </w:p>
    <w:p w:rsidR="00497F4E" w:rsidRDefault="00497F4E" w:rsidP="00497F4E">
      <w:pPr>
        <w:pStyle w:val="libNormal"/>
      </w:pPr>
      <w:r>
        <w:t xml:space="preserve">2. Faith in Allah frees man from the anxieties of being lost and </w:t>
      </w:r>
      <w:proofErr w:type="gramStart"/>
      <w:r>
        <w:t>perished</w:t>
      </w:r>
      <w:proofErr w:type="gramEnd"/>
      <w:r>
        <w:t>, due to man's believing in the eternal existence in the other world.</w:t>
      </w:r>
    </w:p>
    <w:p w:rsidR="00497F4E" w:rsidRDefault="00497F4E" w:rsidP="00497F4E">
      <w:pPr>
        <w:pStyle w:val="libNormal"/>
      </w:pPr>
      <w:r>
        <w:t>3. Faith in Allah makes man's soul conscious, fells he respects life, and cares for society's laws and just values.</w:t>
      </w:r>
    </w:p>
    <w:p w:rsidR="00497F4E" w:rsidRDefault="00497F4E" w:rsidP="00497F4E">
      <w:pPr>
        <w:pStyle w:val="libNormal"/>
      </w:pPr>
      <w:r>
        <w:t>4. Faith in Allah frees man from the inclination of being submissive and yielding to other forms than Allah; and thus, grants him freedom and self-consciousness.</w:t>
      </w:r>
    </w:p>
    <w:p w:rsidR="00497F4E" w:rsidRDefault="00497F4E" w:rsidP="00497F4E">
      <w:pPr>
        <w:pStyle w:val="libNormal"/>
      </w:pPr>
      <w:r>
        <w:t>5. Faith in Allah raises in the believer the idea of Divine perfection and directs him towards it.</w:t>
      </w:r>
    </w:p>
    <w:p w:rsidR="00497F4E" w:rsidRDefault="00497F4E" w:rsidP="00497F4E">
      <w:pPr>
        <w:pStyle w:val="libNormal"/>
      </w:pPr>
      <w:r>
        <w:t>The Role of Religion in the Psychological and Moral Perfection "To this then so on inviting, and go on steadfastly on the right way as you are commanded, and do not follow their low desires, and say: I believe in what Allah has revealed of the Book and I am commanded to do justice between you ..." Holy Qur'an (42:15)</w:t>
      </w:r>
    </w:p>
    <w:p w:rsidR="00497F4E" w:rsidRDefault="00497F4E" w:rsidP="00497F4E">
      <w:pPr>
        <w:pStyle w:val="libNormal"/>
      </w:pPr>
      <w:r>
        <w:t xml:space="preserve">Realizing life's value depends on the presence of an important sensible </w:t>
      </w:r>
      <w:proofErr w:type="gramStart"/>
      <w:r>
        <w:t>reality, that</w:t>
      </w:r>
      <w:proofErr w:type="gramEnd"/>
      <w:r>
        <w:t xml:space="preserve"> is to feel happy. Happiness, as a supreme vital value, cannot be estimated through sensual practices, </w:t>
      </w:r>
      <w:proofErr w:type="gramStart"/>
      <w:r>
        <w:t>nor</w:t>
      </w:r>
      <w:proofErr w:type="gramEnd"/>
      <w:r>
        <w:t xml:space="preserve"> through the abundance of luxuries. So there are many nations, although materially developed, with numerous sensual pleasures exceeding their needs, yet, a high percentage of their nationals are found suffering from a most dangerous crisis of mental </w:t>
      </w:r>
      <w:proofErr w:type="gramStart"/>
      <w:r>
        <w:t>strain which</w:t>
      </w:r>
      <w:proofErr w:type="gramEnd"/>
      <w:r>
        <w:t xml:space="preserve"> often drives them to commit crimes and aggression just to ease themselves from their complexes. Sometimes this tension reaches its highest, driving them to commit suicide, as is the case with the man of the modern materialistic civilization in the countries of Europe, America and elsewhere all over the world.</w:t>
      </w:r>
    </w:p>
    <w:p w:rsidR="00497F4E" w:rsidRDefault="00497F4E" w:rsidP="00497F4E">
      <w:pPr>
        <w:pStyle w:val="libNormal"/>
      </w:pPr>
      <w:r>
        <w:t xml:space="preserve">The secret behind all this is that this man is suffering from a crushing spiritual vacancy, and is in quest for an unknown </w:t>
      </w:r>
      <w:proofErr w:type="gramStart"/>
      <w:r>
        <w:t>truth which</w:t>
      </w:r>
      <w:proofErr w:type="gramEnd"/>
      <w:r>
        <w:t xml:space="preserve"> he cannot find. He continues trying, groping about, suffering, feelings self- tortured, despite </w:t>
      </w:r>
      <w:r>
        <w:lastRenderedPageBreak/>
        <w:t xml:space="preserve">drowning himself and his feelings in different pleasures, physical </w:t>
      </w:r>
      <w:proofErr w:type="gramStart"/>
      <w:r>
        <w:t>satisfaction</w:t>
      </w:r>
      <w:proofErr w:type="gramEnd"/>
      <w:r>
        <w:t xml:space="preserve"> and sensual expressions.</w:t>
      </w:r>
    </w:p>
    <w:p w:rsidR="00497F4E" w:rsidRDefault="00497F4E" w:rsidP="00497F4E">
      <w:pPr>
        <w:pStyle w:val="libNormal"/>
      </w:pPr>
      <w:r>
        <w:t xml:space="preserve">Statistics speak every year of tens of thousands of suicidal and other criminal events. Streets, </w:t>
      </w:r>
      <w:proofErr w:type="gramStart"/>
      <w:r>
        <w:t>squares</w:t>
      </w:r>
      <w:proofErr w:type="gramEnd"/>
      <w:r>
        <w:t xml:space="preserve"> and parks are crowded with hundreds of thousands of aimless roamers and social dropouts running away from this torturing hell of life, individually and in groups, calling themselves different names. </w:t>
      </w:r>
      <w:proofErr w:type="gramStart"/>
      <w:r>
        <w:t>The one, who is plunged into the filth of this modern material culture, does his best to run away from the hell of this life and tries to escape it, even by resorting to a world of imagination and hallucination, enjoying oneself with shadowy happiness, and to burying the world of reality in the cemetery of illusion, through addiction to drugs and narcotics, such as morphine, heroin, alcohol etc.</w:t>
      </w:r>
      <w:proofErr w:type="gramEnd"/>
      <w:r>
        <w:t xml:space="preserve"> By this, man loses the joy of life and buries the spirit of happiness in the formidable grave of materialism, and deprives himself of all the beautiful spiritual joys and pleasures. He deprives himself even of the pleasure of sound sleep in the lap of a comfortable slumber.</w:t>
      </w:r>
    </w:p>
    <w:p w:rsidR="00497F4E" w:rsidRDefault="00497F4E" w:rsidP="00497F4E">
      <w:pPr>
        <w:pStyle w:val="libNormal"/>
      </w:pPr>
      <w:r>
        <w:t xml:space="preserve">Thus, millions of inhabitants of the major cities of the world, such as Washington, </w:t>
      </w:r>
      <w:proofErr w:type="gramStart"/>
      <w:r>
        <w:t>London</w:t>
      </w:r>
      <w:proofErr w:type="gramEnd"/>
      <w:r>
        <w:t xml:space="preserve"> and Paris, are unable to sleep even with the help of tranquillizers. Tens of millions of human beings are now suffering from nervous sicknesses and diverse psychological complexes, and the number of the mental homes go parallel to the number of hospitals in most parts of the world, the means of physical satisfaction, though numerous and varied, cannot provide them with relief or mental calmness. On the contrary, as statistics confirm, man's psychological crisis and its result on society are getting more complex day after day as the ways of satisfying get more sophisticated, because the sensual expressions are actually void of any spiritual and moral values.</w:t>
      </w:r>
    </w:p>
    <w:p w:rsidR="00497F4E" w:rsidRDefault="00497F4E" w:rsidP="00497F4E">
      <w:pPr>
        <w:pStyle w:val="libNormal"/>
      </w:pPr>
      <w:r>
        <w:t>So, what is, then, happiness?</w:t>
      </w:r>
    </w:p>
    <w:p w:rsidR="00497F4E" w:rsidRDefault="00497F4E" w:rsidP="00497F4E">
      <w:pPr>
        <w:pStyle w:val="libNormal"/>
      </w:pPr>
      <w:r>
        <w:t xml:space="preserve">Where </w:t>
      </w:r>
      <w:proofErr w:type="gramStart"/>
      <w:r>
        <w:t>can it be found</w:t>
      </w:r>
      <w:proofErr w:type="gramEnd"/>
      <w:r>
        <w:t>?</w:t>
      </w:r>
    </w:p>
    <w:p w:rsidR="00497F4E" w:rsidRDefault="00497F4E" w:rsidP="00497F4E">
      <w:pPr>
        <w:pStyle w:val="libNormal"/>
      </w:pPr>
      <w:r>
        <w:t xml:space="preserve">Because of the importance of an answer, and the importance of its role in man's life, diverse groups take part in the quest for it and in formulating it. They include philosophers, physicians, psychologists, moralists, socialists and others interested in finding an answer to this question. </w:t>
      </w:r>
      <w:proofErr w:type="gramStart"/>
      <w:r>
        <w:t>But</w:t>
      </w:r>
      <w:proofErr w:type="gramEnd"/>
      <w:r>
        <w:t xml:space="preserve"> all efforts deem to be fruitless, as they all fail to illustrate man's happiness on the earth.</w:t>
      </w:r>
    </w:p>
    <w:p w:rsidR="00497F4E" w:rsidRDefault="00497F4E" w:rsidP="00497F4E">
      <w:pPr>
        <w:pStyle w:val="libNormal"/>
      </w:pPr>
      <w:r>
        <w:t>Yet, the different studies, researches and statistics which have been compiled by those concerned with human and cultural studies, all confirm that happiness does not come through physical satisfaction, and that its existence is not a physical case. It is "a feeling of contentment and of being in harmony with man's good nature', or, in other words, it is "a mental feeling of contentment and security.</w:t>
      </w:r>
    </w:p>
    <w:p w:rsidR="00497F4E" w:rsidRDefault="00497F4E" w:rsidP="00497F4E">
      <w:pPr>
        <w:pStyle w:val="libNormal"/>
      </w:pPr>
      <w:r>
        <w:t xml:space="preserve">Hence the impossibility, by the material resources - such as food, drink, sex, wealth, pleasures, etc.- to realize this wonderful dream, or to capture this much wanted objective of the human soul. Such pleasures are unable to give man happiness, the feeling of contentment and joy. The human soul reacts to all these pleasures only temporarily with an obvious feeling of floating on the surface of man's life, while his inner feelings and his quest for the lost happiness revolve in a miserable vacancy, wandering through a </w:t>
      </w:r>
      <w:r>
        <w:lastRenderedPageBreak/>
        <w:t xml:space="preserve">world of emptiness and horrible sorrow. Nothing but faith in Allah can provide him with happiness, and make him feel confident, </w:t>
      </w:r>
      <w:proofErr w:type="gramStart"/>
      <w:r>
        <w:t>secure</w:t>
      </w:r>
      <w:proofErr w:type="gramEnd"/>
      <w:r>
        <w:t xml:space="preserve"> and pleased, coordinating his instinctive desires, practices and feeling contented.</w:t>
      </w:r>
    </w:p>
    <w:p w:rsidR="00497F4E" w:rsidRDefault="00497F4E" w:rsidP="00497F4E">
      <w:pPr>
        <w:pStyle w:val="libNormal"/>
      </w:pPr>
      <w:r>
        <w:t xml:space="preserve">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wonderfully illustrates the concept of happiness by saying:</w:t>
      </w:r>
    </w:p>
    <w:p w:rsidR="00497F4E" w:rsidRDefault="00497F4E" w:rsidP="00497F4E">
      <w:pPr>
        <w:pStyle w:val="libNormal"/>
      </w:pPr>
      <w:r>
        <w:t xml:space="preserve">"Allah the Exalted through Has justice and equity, placed comfort and relief in faith and contentment, and placed anxiety and sorrow an doubt and </w:t>
      </w:r>
      <w:proofErr w:type="gramStart"/>
      <w:r>
        <w:t>discontentment ."</w:t>
      </w:r>
      <w:proofErr w:type="gramEnd"/>
    </w:p>
    <w:p w:rsidR="00497F4E" w:rsidRDefault="00497F4E" w:rsidP="00497F4E">
      <w:pPr>
        <w:pStyle w:val="libNormal"/>
      </w:pPr>
      <w:r>
        <w:t xml:space="preserve">Uncertainty, </w:t>
      </w:r>
      <w:proofErr w:type="gramStart"/>
      <w:r>
        <w:t>sorrow</w:t>
      </w:r>
      <w:proofErr w:type="gramEnd"/>
      <w:r>
        <w:t xml:space="preserve"> and misery are psychological punishments self-imposed by man's conscience as a natural result of the spiritual vacuum of the soul and its being void of faith in Allah-the faith which brings tranquility, comfort and a feeling of content. Allah has truthfully said: "Those who believe and whose hearts are set at rest by the remembrance of Allah; now surely by Allah's remembrance are the hearts set at rest "(As for) those who believe and do </w:t>
      </w:r>
      <w:proofErr w:type="gramStart"/>
      <w:r>
        <w:t>good</w:t>
      </w:r>
      <w:proofErr w:type="gramEnd"/>
      <w:r>
        <w:t>, a good fowl state shall be theirs and a goodly return." Holy Qur'an (13:28-29)</w:t>
      </w:r>
    </w:p>
    <w:p w:rsidR="00497F4E" w:rsidRDefault="00497F4E" w:rsidP="00497F4E">
      <w:pPr>
        <w:pStyle w:val="libNormal"/>
      </w:pPr>
      <w:r>
        <w:t>"And that when we heard the guidance, we believed in it, so whoever believes in his Lord, he should neither fear loss nor being overtaken (by disgrace)." Holy Qur'an (12:13)</w:t>
      </w:r>
    </w:p>
    <w:p w:rsidR="00497F4E" w:rsidRDefault="00497F4E" w:rsidP="00497F4E">
      <w:pPr>
        <w:pStyle w:val="libNormal"/>
      </w:pPr>
      <w:r>
        <w:t xml:space="preserve">"And (as for) those who believe and do </w:t>
      </w:r>
      <w:proofErr w:type="gramStart"/>
      <w:r>
        <w:t>good</w:t>
      </w:r>
      <w:proofErr w:type="gramEnd"/>
      <w:r>
        <w:t>, and believe in what has been revealed to Muhammad, and it is the very truth from their Lord. He will remove their evil deeds from them and improve their conditions." Holy Qur'an (42:2)</w:t>
      </w:r>
    </w:p>
    <w:p w:rsidR="00497F4E" w:rsidRDefault="00497F4E" w:rsidP="00497F4E">
      <w:pPr>
        <w:pStyle w:val="libNormal"/>
      </w:pPr>
      <w:r>
        <w:t>Thus, believing in Allah, looking towards Him, having a heart full of His love, and feeling content with life and in harmony with His will, are the way to attain happiness, feeling self-satisfaction filled with love, sensing the beauty of life, and attaining a state of coordination between man's inner feelings and the objectives to which he proceeds in life.</w:t>
      </w:r>
    </w:p>
    <w:p w:rsidR="00497F4E" w:rsidRDefault="00497F4E" w:rsidP="00497F4E">
      <w:pPr>
        <w:pStyle w:val="libNormal"/>
      </w:pPr>
      <w:r>
        <w:t xml:space="preserve">Therefore, believing in Allah is a natural inborn need, without which man's journey towards the goal cannot be enriched, while he looks for happiness, </w:t>
      </w:r>
      <w:proofErr w:type="gramStart"/>
      <w:r>
        <w:t>security</w:t>
      </w:r>
      <w:proofErr w:type="gramEnd"/>
      <w:r>
        <w:t xml:space="preserve"> and contentment, and is anxious to end his spiritual torture, to uproot fear and anxiety and free himself from them. Fear, as the psychologists say - fear of the unknown, fear of danger, fear of being lost, fear of being deserted, fear of danger, or need and poverty, fear of emptiness, fear of death, etc. is the source of his misery. Allah had truthfully said:</w:t>
      </w:r>
    </w:p>
    <w:p w:rsidR="00497F4E" w:rsidRDefault="00497F4E" w:rsidP="00497F4E">
      <w:pPr>
        <w:pStyle w:val="libNormal"/>
      </w:pPr>
      <w:r>
        <w:t xml:space="preserve">"And his people disputed with him. He </w:t>
      </w:r>
      <w:proofErr w:type="gramStart"/>
      <w:r>
        <w:t>said:</w:t>
      </w:r>
      <w:proofErr w:type="gramEnd"/>
      <w:r>
        <w:t xml:space="preserve"> Do you dispute with me about Allah? </w:t>
      </w:r>
      <w:proofErr w:type="gramStart"/>
      <w:r>
        <w:t>And</w:t>
      </w:r>
      <w:proofErr w:type="gramEnd"/>
      <w:r>
        <w:t xml:space="preserve"> He has guided me indeed; and I do not fear in any way those that you set up with him, unless my Lord pleases; my Lord comprehends all things in His knowledge; will you not then remember? And how should I fear what you have set up (with Him), while you do not fear that you have set up with Allah that for which he has not sent down to you any authority; which then of the two parties is surer of security, if you know? Those who believe and do not mix up their faith with inequity, those are they who shall have security and they are those who are rightly guided." Holy Qur'an (6:80-82)</w:t>
      </w:r>
    </w:p>
    <w:p w:rsidR="00497F4E" w:rsidRDefault="00497F4E" w:rsidP="00497F4E">
      <w:pPr>
        <w:pStyle w:val="libNormal"/>
      </w:pPr>
      <w:r>
        <w:lastRenderedPageBreak/>
        <w:t>How exact and meaningful is what Imam Ali (</w:t>
      </w:r>
      <w:proofErr w:type="spellStart"/>
      <w:proofErr w:type="gramStart"/>
      <w:r>
        <w:t>a.s</w:t>
      </w:r>
      <w:proofErr w:type="spellEnd"/>
      <w:proofErr w:type="gramEnd"/>
      <w:r>
        <w:t>.) says, by the way of expressing this fact and formulating it into a psychological principle of life: "He who fears has no life."</w:t>
      </w:r>
    </w:p>
    <w:p w:rsidR="00497F4E" w:rsidRDefault="00497F4E" w:rsidP="00497F4E">
      <w:pPr>
        <w:pStyle w:val="libNormal"/>
      </w:pPr>
      <w:r>
        <w:t xml:space="preserve">Thus, feeling secure, </w:t>
      </w:r>
      <w:proofErr w:type="gramStart"/>
      <w:r>
        <w:t>tranquil</w:t>
      </w:r>
      <w:proofErr w:type="gramEnd"/>
      <w:r>
        <w:t xml:space="preserve"> and stabled is the first reflection of faith on the soul; while happiness and being contented with life are the first fruit of those feelings which religion implants in the human soul, ripened by the fragrance of faith spread through one's conscience. Consequently, Islam offers the basic factors </w:t>
      </w:r>
      <w:proofErr w:type="gramStart"/>
      <w:r>
        <w:t>for mankind's</w:t>
      </w:r>
      <w:proofErr w:type="gramEnd"/>
      <w:r>
        <w:t xml:space="preserve"> happiness. These are:</w:t>
      </w:r>
    </w:p>
    <w:p w:rsidR="00497F4E" w:rsidRDefault="00497F4E" w:rsidP="00497F4E">
      <w:pPr>
        <w:pStyle w:val="libNormal"/>
      </w:pPr>
      <w:r>
        <w:t>1. Enjoying security and social peace, as the Qur'an says:</w:t>
      </w:r>
    </w:p>
    <w:p w:rsidR="00497F4E" w:rsidRDefault="00497F4E" w:rsidP="00497F4E">
      <w:pPr>
        <w:pStyle w:val="libNormal"/>
      </w:pPr>
      <w:r>
        <w:t>"With it Allah guides him who seeks His good pleasure ..." Holy Qur'an (5:16)</w:t>
      </w:r>
    </w:p>
    <w:p w:rsidR="00497F4E" w:rsidRDefault="00497F4E" w:rsidP="00497F4E">
      <w:pPr>
        <w:pStyle w:val="libNormal"/>
      </w:pPr>
      <w:r>
        <w:t xml:space="preserve">2. Developing man's good characteristics </w:t>
      </w:r>
      <w:proofErr w:type="gramStart"/>
      <w:r>
        <w:t>so as to</w:t>
      </w:r>
      <w:proofErr w:type="gramEnd"/>
      <w:r>
        <w:t xml:space="preserve"> coincide with the principles of perfection and proceed towards Allah, the source of perfection.</w:t>
      </w:r>
    </w:p>
    <w:p w:rsidR="00497F4E" w:rsidRDefault="00497F4E" w:rsidP="00497F4E">
      <w:pPr>
        <w:pStyle w:val="libNormal"/>
      </w:pPr>
      <w:proofErr w:type="gramStart"/>
      <w:r>
        <w:t>3. Coordinating the environment to the native and natural inclinations, through cherishing this natural system and being in harmony with it.</w:t>
      </w:r>
      <w:proofErr w:type="gramEnd"/>
    </w:p>
    <w:p w:rsidR="00497F4E" w:rsidRDefault="00497F4E" w:rsidP="00497F4E">
      <w:pPr>
        <w:pStyle w:val="libNormal"/>
      </w:pPr>
      <w:r>
        <w:t xml:space="preserve">Therefore, man's attempts have proved successful to provide for </w:t>
      </w:r>
      <w:proofErr w:type="gramStart"/>
      <w:r>
        <w:t>himself</w:t>
      </w:r>
      <w:proofErr w:type="gramEnd"/>
      <w:r>
        <w:t xml:space="preserve"> security, safety, a feeling of contentment and submission, and bring about a spiritual and lawful harmony to create co-ordination between the picture of the inner self of the believer, and the outer form of life and society.</w:t>
      </w:r>
    </w:p>
    <w:p w:rsidR="00497F4E" w:rsidRDefault="00497F4E" w:rsidP="00497F4E">
      <w:pPr>
        <w:pStyle w:val="libNormal"/>
      </w:pPr>
      <w:r>
        <w:t xml:space="preserve">Islam, too, is keenly interested in keeping the natural system, in protecting it against deviation, and in guiding it along the straight path of Allah, </w:t>
      </w:r>
      <w:proofErr w:type="gramStart"/>
      <w:r>
        <w:t>so as to</w:t>
      </w:r>
      <w:proofErr w:type="gramEnd"/>
      <w:r>
        <w:t xml:space="preserve"> realize happiness for man, and to solve his spiritual and moral problems. To achieve this, it starts with purifying the inner self, cleansing it from its leaning towards evil and transgression, and developing the inclinations towards good and probity, such as love, sympathy, tenderness, justice, unselfishness, security, contentment, optimism, truthfulness, honesty, etc..</w:t>
      </w:r>
      <w:proofErr w:type="gramStart"/>
      <w:r>
        <w:t>,</w:t>
      </w:r>
      <w:proofErr w:type="gramEnd"/>
      <w:r>
        <w:t xml:space="preserve"> besides attempting to uproot the factors of the negative tendencies, such as hatred, selfishness, fear, despair, aggression, cowardice, deceit, etc ...</w:t>
      </w:r>
    </w:p>
    <w:p w:rsidR="00497F4E" w:rsidRDefault="00497F4E" w:rsidP="00497F4E">
      <w:pPr>
        <w:pStyle w:val="libNormal"/>
      </w:pPr>
      <w:r>
        <w:t xml:space="preserve">All of these are to consolidate the movements of the psychological balance and to protect the safety of the mental and moral constitution, which is the starting point for the movement of </w:t>
      </w:r>
      <w:proofErr w:type="spellStart"/>
      <w:r>
        <w:t>behaviour</w:t>
      </w:r>
      <w:proofErr w:type="spellEnd"/>
      <w:r>
        <w:t xml:space="preserve">, and of cultivating the pushing power. This sort of conduct and culture, which </w:t>
      </w:r>
      <w:proofErr w:type="gramStart"/>
      <w:r>
        <w:t>is personified</w:t>
      </w:r>
      <w:proofErr w:type="gramEnd"/>
      <w:r>
        <w:t xml:space="preserve"> in man, illustrates man's spiritual development and status. Every movement and every brick in the construction of man's culture and </w:t>
      </w:r>
      <w:proofErr w:type="gramStart"/>
      <w:r>
        <w:t>life,</w:t>
      </w:r>
      <w:proofErr w:type="gramEnd"/>
      <w:r>
        <w:t xml:space="preserve"> are but representatives of the contents of the soul, of its deep desires and established moral endowments. </w:t>
      </w:r>
      <w:proofErr w:type="gramStart"/>
      <w:r>
        <w:t>Truthfully</w:t>
      </w:r>
      <w:proofErr w:type="gramEnd"/>
      <w:r>
        <w:t xml:space="preserve"> Allah the Almighty says:</w:t>
      </w:r>
    </w:p>
    <w:p w:rsidR="00497F4E" w:rsidRDefault="00497F4E" w:rsidP="00497F4E">
      <w:pPr>
        <w:pStyle w:val="libNormal"/>
      </w:pPr>
      <w:r>
        <w:t xml:space="preserve">"Say: Every one acts according to his manner; but your Lord best bestows who is best guided in the path." Holy </w:t>
      </w:r>
      <w:proofErr w:type="spellStart"/>
      <w:r>
        <w:t>Our'an</w:t>
      </w:r>
      <w:proofErr w:type="spellEnd"/>
      <w:r>
        <w:t xml:space="preserve"> (17:84)</w:t>
      </w:r>
    </w:p>
    <w:p w:rsidR="00497F4E" w:rsidRDefault="00497F4E" w:rsidP="00E25D1A">
      <w:pPr>
        <w:pStyle w:val="libNormal"/>
      </w:pPr>
      <w:r>
        <w:br w:type="page"/>
      </w:r>
    </w:p>
    <w:p w:rsidR="00497F4E" w:rsidRDefault="00497F4E" w:rsidP="00497F4E">
      <w:pPr>
        <w:pStyle w:val="Heading1Center"/>
      </w:pPr>
      <w:bookmarkStart w:id="7" w:name="_Toc483140811"/>
      <w:r>
        <w:lastRenderedPageBreak/>
        <w:t>Society's Need for Religion</w:t>
      </w:r>
      <w:bookmarkEnd w:id="7"/>
    </w:p>
    <w:p w:rsidR="00497F4E" w:rsidRDefault="00497F4E" w:rsidP="00497F4E">
      <w:pPr>
        <w:pStyle w:val="libNormal"/>
      </w:pPr>
      <w:r>
        <w:t>"</w:t>
      </w:r>
      <w:proofErr w:type="spellStart"/>
      <w:r>
        <w:t>Alif</w:t>
      </w:r>
      <w:proofErr w:type="spellEnd"/>
      <w:r>
        <w:t xml:space="preserve"> Lam Ra. (This is) a Book which </w:t>
      </w:r>
      <w:proofErr w:type="gramStart"/>
      <w:r>
        <w:t>We</w:t>
      </w:r>
      <w:proofErr w:type="gramEnd"/>
      <w:r>
        <w:t xml:space="preserve"> have revealed to you that you may bring forth men, by their Lord's permission, from utter darkness into </w:t>
      </w:r>
      <w:proofErr w:type="spellStart"/>
      <w:r>
        <w:t>ligh</w:t>
      </w:r>
      <w:proofErr w:type="spellEnd"/>
      <w:r>
        <w:t>, to the way of the Mighty, the Praised One." Holy Qur'an (14:1)</w:t>
      </w:r>
    </w:p>
    <w:p w:rsidR="00497F4E" w:rsidRDefault="00497F4E" w:rsidP="00497F4E">
      <w:pPr>
        <w:pStyle w:val="libNormal"/>
      </w:pPr>
      <w:r>
        <w:t xml:space="preserve">"O followers of the Book! </w:t>
      </w:r>
      <w:proofErr w:type="gramStart"/>
      <w:r>
        <w:t>indeed</w:t>
      </w:r>
      <w:proofErr w:type="gramEnd"/>
      <w:r>
        <w:t xml:space="preserve"> Our apostle has come to you making clear to you much of what you concealed of the Book and forgiving much; indeed, there has come to you light and a clear Book from Allah. With it Allah guides him who seeks His good pleasure into the ways of peace and brings them out of utter darkness into light by His will and guides them to the right path." Holy Qur'an (5:15-18)</w:t>
      </w:r>
    </w:p>
    <w:p w:rsidR="00497F4E" w:rsidRDefault="00497F4E" w:rsidP="00497F4E">
      <w:pPr>
        <w:pStyle w:val="libNormal"/>
      </w:pPr>
      <w:r>
        <w:t xml:space="preserve">"He said: O my people! </w:t>
      </w:r>
      <w:proofErr w:type="gramStart"/>
      <w:r>
        <w:t>have you considered if I have a clear proof from my Lord and He has given me a goodly sustenance from Himself ; and I do not desire that in opposition to you I should betake myself to that which I forbid yow I desire nothing but reform so far as I am able, and with none but Allah is the direction of my affair to a right issue; on Him do I rely and to Him do I turn."</w:t>
      </w:r>
      <w:proofErr w:type="gramEnd"/>
      <w:r>
        <w:t xml:space="preserve"> Holy Qur'an (11:88)</w:t>
      </w:r>
    </w:p>
    <w:p w:rsidR="00497F4E" w:rsidRDefault="00497F4E" w:rsidP="00497F4E">
      <w:pPr>
        <w:pStyle w:val="libNormal"/>
      </w:pPr>
      <w:r>
        <w:t xml:space="preserve">"And to </w:t>
      </w:r>
      <w:proofErr w:type="spellStart"/>
      <w:r>
        <w:t>Madyan</w:t>
      </w:r>
      <w:proofErr w:type="spellEnd"/>
      <w:r>
        <w:t xml:space="preserve"> (We sent) their brother </w:t>
      </w:r>
      <w:proofErr w:type="spellStart"/>
      <w:r>
        <w:t>Shu'aib</w:t>
      </w:r>
      <w:proofErr w:type="spellEnd"/>
      <w:r>
        <w:t xml:space="preserve">. He said: </w:t>
      </w:r>
      <w:proofErr w:type="gramStart"/>
      <w:r>
        <w:t>0</w:t>
      </w:r>
      <w:proofErr w:type="gramEnd"/>
      <w:r>
        <w:t xml:space="preserve"> my people! serve Allah, you have no Allah other than Him; clear proof indeed has come to you from your Lord, therefore give full measure and weight and do not diminish to men their things, and do not make mischief in the land after its reform; this is better for you if you are believers." Holy Qur'an (7:85)</w:t>
      </w:r>
    </w:p>
    <w:p w:rsidR="00497F4E" w:rsidRDefault="00497F4E" w:rsidP="00497F4E">
      <w:pPr>
        <w:pStyle w:val="libNormal"/>
      </w:pPr>
      <w:r>
        <w:t xml:space="preserve">"There is no good in most of their secret counsel except (in his) who enjoins charity or goodness or reconciliation between people; and whoever does this seeking. Allah's pleasure, </w:t>
      </w:r>
      <w:proofErr w:type="gramStart"/>
      <w:r>
        <w:t>We</w:t>
      </w:r>
      <w:proofErr w:type="gramEnd"/>
      <w:r>
        <w:t xml:space="preserve"> will give him a mighty reward." Holy Qur'an (4:114)</w:t>
      </w:r>
    </w:p>
    <w:p w:rsidR="00497F4E" w:rsidRDefault="00497F4E" w:rsidP="00497F4E">
      <w:pPr>
        <w:pStyle w:val="libNormal"/>
      </w:pPr>
      <w:r>
        <w:t>"They who turn (to Allah), who serve (Him), who praise (Him), who fast, who bow down, who prostrate themselves, who enjoin what is good wad forbid what is evi4 and who keep the limits of Allah, wad give good news to the believers." Holy Qur'an (9:112)</w:t>
      </w:r>
    </w:p>
    <w:p w:rsidR="00497F4E" w:rsidRDefault="00497F4E" w:rsidP="00497F4E">
      <w:pPr>
        <w:pStyle w:val="libNormal"/>
      </w:pPr>
      <w:r>
        <w:t>"Ta this then go on inviting, and go on steadfastly on the right way as you are commanded, and do not follow their low desires, and say: I believe in what Allah has revealed of the Book, wad I am commanded to do justice between you ..." Holy Qur'an (42:15)</w:t>
      </w:r>
    </w:p>
    <w:p w:rsidR="00497F4E" w:rsidRDefault="00497F4E" w:rsidP="00497F4E">
      <w:pPr>
        <w:pStyle w:val="libNormal"/>
      </w:pPr>
      <w:r>
        <w:t>"</w:t>
      </w:r>
      <w:proofErr w:type="gramStart"/>
      <w:r>
        <w:t>and</w:t>
      </w:r>
      <w:proofErr w:type="gramEnd"/>
      <w:r>
        <w:t xml:space="preserve"> help one another in goodness and piety, and do not help one another in sin wad aggression; but keep your duty to Allah; surely Allah is severe in punishment." Holy Qur'an (5:2)</w:t>
      </w:r>
    </w:p>
    <w:p w:rsidR="00497F4E" w:rsidRDefault="00497F4E" w:rsidP="00497F4E">
      <w:pPr>
        <w:pStyle w:val="libNormal"/>
      </w:pPr>
      <w:proofErr w:type="gramStart"/>
      <w:r>
        <w:t>"And hold fast by the covenant of Allah all together and be not disunited, and remember the favor of Allah on you when you were enemies, then He united your hearts, so by His favor you became brethren; and you were on the brink of a pit of fire, then He saved you from it; thus does Allah make clear to you His communications that you may follow the rigid way.</w:t>
      </w:r>
      <w:proofErr w:type="gramEnd"/>
      <w:r>
        <w:t xml:space="preserve"> And from among you there should be a party who invite to good and enjoin what is right and forbid the wrong, and these it is that shall be successful." Holy Qur'an (3:103-104)</w:t>
      </w:r>
    </w:p>
    <w:p w:rsidR="00497F4E" w:rsidRDefault="00497F4E" w:rsidP="00497F4E">
      <w:pPr>
        <w:pStyle w:val="libNormal"/>
      </w:pPr>
      <w:r>
        <w:t xml:space="preserve">"Surely Allah commands you to make over trusts to their owners and that when you judge between people you judge with justice; surely Allah admonishes you with what is excellent; surely Allah is </w:t>
      </w:r>
      <w:proofErr w:type="gramStart"/>
      <w:r>
        <w:t>Seeing</w:t>
      </w:r>
      <w:proofErr w:type="gramEnd"/>
      <w:r>
        <w:t>; Hearing." Holy Qur'an (4:58)</w:t>
      </w:r>
    </w:p>
    <w:p w:rsidR="00497F4E" w:rsidRDefault="00497F4E" w:rsidP="00497F4E">
      <w:pPr>
        <w:pStyle w:val="libNormal"/>
      </w:pPr>
      <w:r>
        <w:lastRenderedPageBreak/>
        <w:t xml:space="preserve">The </w:t>
      </w:r>
      <w:proofErr w:type="gramStart"/>
      <w:r>
        <w:t>above mentioned</w:t>
      </w:r>
      <w:proofErr w:type="gramEnd"/>
      <w:r>
        <w:t xml:space="preserve"> </w:t>
      </w:r>
      <w:proofErr w:type="spellStart"/>
      <w:r>
        <w:t>Qur'anic</w:t>
      </w:r>
      <w:proofErr w:type="spellEnd"/>
      <w:r>
        <w:t xml:space="preserve"> verses are rich with their concepts, alive in their spirit and contents, full of meanings and ideas, and prolific in organizing and guiding notions and values. By combining these concepts and ideas, and by connecting them to the objectives stated through their letters and expressed by their texts, we realize that they are a clear statement inviting people to </w:t>
      </w:r>
      <w:proofErr w:type="gramStart"/>
      <w:r>
        <w:t>organize,</w:t>
      </w:r>
      <w:proofErr w:type="gramEnd"/>
      <w:r>
        <w:t xml:space="preserve"> reform and protect the society, and to draw a program for it according to the best possible legislative and cultural forms.</w:t>
      </w:r>
    </w:p>
    <w:p w:rsidR="00497F4E" w:rsidRDefault="00497F4E" w:rsidP="00497F4E">
      <w:pPr>
        <w:pStyle w:val="libNormal"/>
      </w:pPr>
      <w:r>
        <w:t xml:space="preserve">This </w:t>
      </w:r>
      <w:proofErr w:type="gramStart"/>
      <w:r>
        <w:t>can be discerned</w:t>
      </w:r>
      <w:proofErr w:type="gramEnd"/>
      <w:r>
        <w:t xml:space="preserve"> by scrutinizing the words of the verses and the details of </w:t>
      </w:r>
      <w:proofErr w:type="spellStart"/>
      <w:r>
        <w:t>Qur'anic</w:t>
      </w:r>
      <w:proofErr w:type="spellEnd"/>
      <w:r>
        <w:t xml:space="preserve"> texts, so that their implications and contents can be comprehended. If we do so, we will be able to discover the following:</w:t>
      </w:r>
    </w:p>
    <w:p w:rsidR="00497F4E" w:rsidRDefault="00497F4E" w:rsidP="00497F4E">
      <w:pPr>
        <w:pStyle w:val="libNormal"/>
      </w:pPr>
      <w:proofErr w:type="gramStart"/>
      <w:r>
        <w:t>1.The</w:t>
      </w:r>
      <w:proofErr w:type="gramEnd"/>
      <w:r>
        <w:t xml:space="preserve"> Glorious Qur'an is the torch of light and guidance for humanity and guides it on the road to safety and righteousness. It prevents humanity from going astray, </w:t>
      </w:r>
      <w:proofErr w:type="spellStart"/>
      <w:r>
        <w:t>hrough</w:t>
      </w:r>
      <w:proofErr w:type="spellEnd"/>
      <w:r>
        <w:t xml:space="preserve"> its principles, its </w:t>
      </w:r>
      <w:proofErr w:type="gramStart"/>
      <w:r>
        <w:t>laws</w:t>
      </w:r>
      <w:proofErr w:type="gramEnd"/>
      <w:r>
        <w:t xml:space="preserve"> and its values for the purpose of organizing the society, building its structure and basing its being on the foundation of truthfulness, justice and order. Allah the Exalted says: "... indeed, there has come to you light and a clear Book from Allah. With it Allah guides him who seeks His good pleasure in the way of peace, wad brings them out of utter darkness into Light by His Will; wad guides them to the right path." Holy </w:t>
      </w:r>
      <w:proofErr w:type="spellStart"/>
      <w:r>
        <w:t>Our'an</w:t>
      </w:r>
      <w:proofErr w:type="spellEnd"/>
      <w:r>
        <w:t xml:space="preserve"> (5:15-18)</w:t>
      </w:r>
    </w:p>
    <w:p w:rsidR="00497F4E" w:rsidRDefault="00497F4E" w:rsidP="00497F4E">
      <w:pPr>
        <w:pStyle w:val="libNormal"/>
      </w:pPr>
      <w:r>
        <w:t xml:space="preserve">2. The call of religion is the call for reforming and rejecting mischief, and for fighting against destruction, as well as against those practices borne </w:t>
      </w:r>
      <w:proofErr w:type="gramStart"/>
      <w:r>
        <w:t>by mankind's</w:t>
      </w:r>
      <w:proofErr w:type="gramEnd"/>
      <w:r>
        <w:t xml:space="preserve"> ignorance during diverse ages and generations as a distinguishing characteristic and a historic indication showing its culture. "Therefore, fear Allah and obey me, and obey not the command of the prodigal who spread </w:t>
      </w:r>
      <w:proofErr w:type="gramStart"/>
      <w:r>
        <w:t>corruption in the earth wad do</w:t>
      </w:r>
      <w:proofErr w:type="gramEnd"/>
      <w:r>
        <w:t xml:space="preserve"> not reform." Holy Qur'an (28:150-152)</w:t>
      </w:r>
    </w:p>
    <w:p w:rsidR="00497F4E" w:rsidRDefault="00497F4E" w:rsidP="00497F4E">
      <w:pPr>
        <w:pStyle w:val="libNormal"/>
      </w:pPr>
      <w:r>
        <w:t xml:space="preserve">3. Religion calls upon people to do </w:t>
      </w:r>
      <w:proofErr w:type="gramStart"/>
      <w:r>
        <w:t>good</w:t>
      </w:r>
      <w:proofErr w:type="gramEnd"/>
      <w:r>
        <w:t xml:space="preserve"> and to forbid evil, mischief, wickedness and tyranny. Allah, the Exalted says: "Surely, Allah enjoins justice wad kindness, and giving to kinsfolk, and forbids lewdness and abomination and wickedness. He admonishes you in order that you may take heed." Holy Qur'an (16.90)</w:t>
      </w:r>
    </w:p>
    <w:p w:rsidR="00497F4E" w:rsidRDefault="00497F4E" w:rsidP="00497F4E">
      <w:pPr>
        <w:pStyle w:val="libNormal"/>
      </w:pPr>
      <w:r>
        <w:t xml:space="preserve">4. According to Islam, injustice, </w:t>
      </w:r>
      <w:proofErr w:type="gramStart"/>
      <w:r>
        <w:t>deviation</w:t>
      </w:r>
      <w:proofErr w:type="gramEnd"/>
      <w:r>
        <w:t xml:space="preserve"> and crime in this life are man-made, and man is responsible for them; but these devious phenomena are not imposed on man as inevitable; and thus Islam urges man to refuse injustice, mischief and deviation, stirring in him the spirit of resistance, to block the way of evil and error. By this man rejects the theory of compulsion and fate that leads to acceptance of injustice and submission. The Qur'an is quite explicit in communicating this fact and in placing it before man's eyes:</w:t>
      </w:r>
    </w:p>
    <w:p w:rsidR="00497F4E" w:rsidRDefault="00497F4E" w:rsidP="00497F4E">
      <w:pPr>
        <w:pStyle w:val="libNormal"/>
      </w:pPr>
      <w:r>
        <w:t>"Corruption has appeared on land and sea because of (the evil) which men's hands have done, that He may make them taste a part of that which they have done, in order that they may return." Holy Qur'an (30:41)</w:t>
      </w:r>
    </w:p>
    <w:p w:rsidR="00497F4E" w:rsidRDefault="00497F4E" w:rsidP="00497F4E">
      <w:pPr>
        <w:pStyle w:val="libNormal"/>
      </w:pPr>
      <w:r>
        <w:t>"It was not for Allah to wrong them, but they wronged themselves." Holy Qur'an (29:40)</w:t>
      </w:r>
    </w:p>
    <w:p w:rsidR="00497F4E" w:rsidRDefault="00497F4E" w:rsidP="00497F4E">
      <w:pPr>
        <w:pStyle w:val="libNormal"/>
      </w:pPr>
      <w:r>
        <w:t xml:space="preserve">5. Islam tries to establish a unified and cooperative society dominated by the spirit of </w:t>
      </w:r>
      <w:proofErr w:type="gramStart"/>
      <w:r>
        <w:t>brotherhood</w:t>
      </w:r>
      <w:proofErr w:type="gramEnd"/>
      <w:r>
        <w:t xml:space="preserve"> and equality. "... </w:t>
      </w:r>
      <w:proofErr w:type="gramStart"/>
      <w:r>
        <w:t>help</w:t>
      </w:r>
      <w:proofErr w:type="gramEnd"/>
      <w:r>
        <w:t xml:space="preserve"> one another in goodness and piety, and do not help one another in sin and aggression ..." Holy Qur'an (5:2)</w:t>
      </w:r>
    </w:p>
    <w:p w:rsidR="00497F4E" w:rsidRDefault="00497F4E" w:rsidP="00497F4E">
      <w:pPr>
        <w:pStyle w:val="libNormal"/>
      </w:pPr>
      <w:r>
        <w:lastRenderedPageBreak/>
        <w:t xml:space="preserve">6. The invitation of religion is to establish a state of truth and justice, and to make them the foundation of the </w:t>
      </w:r>
      <w:proofErr w:type="gramStart"/>
      <w:r>
        <w:t>law</w:t>
      </w:r>
      <w:proofErr w:type="gramEnd"/>
      <w:r>
        <w:t xml:space="preserve"> as justice is the most sacred symbol and the loftiest truth that Islam discerns in the world. To make certain the sanctity of justice, and to demand it to be implemented, it suffices to note that Allah, the Exalted describes Himself as Just, and acquits Himself from injustice, and He commands His apostle to rule with justice, equality and to adhere to truth and equity.</w:t>
      </w:r>
    </w:p>
    <w:p w:rsidR="00497F4E" w:rsidRDefault="00497F4E" w:rsidP="00497F4E">
      <w:pPr>
        <w:pStyle w:val="libNormal"/>
      </w:pPr>
      <w:r>
        <w:t>Allah the Exalted says:</w:t>
      </w:r>
    </w:p>
    <w:p w:rsidR="00497F4E" w:rsidRDefault="00497F4E" w:rsidP="00497F4E">
      <w:pPr>
        <w:pStyle w:val="libNormal"/>
      </w:pPr>
      <w:r>
        <w:t>"To this, then go on inviting and go on steadfastly on the right way as you are commanded, and do not follow their low desires, and say: I believe in what Allah has revealed of the Book, and I am commanded to do justice between you ..." Holy Qur'an (42:15)</w:t>
      </w:r>
    </w:p>
    <w:p w:rsidR="00497F4E" w:rsidRDefault="00497F4E" w:rsidP="00497F4E">
      <w:pPr>
        <w:pStyle w:val="libNormal"/>
      </w:pPr>
      <w:r>
        <w:t xml:space="preserve">"O David! </w:t>
      </w:r>
      <w:proofErr w:type="gramStart"/>
      <w:r>
        <w:t>Surely We have made you a ruler in the Land; so judge between mankind with justice, and do not follow desire ..." Holy Qur'an (38:28) So, the Glorious Qur'an defines the most obvious social aims of religion, and explains man's need for them, and states the most important measures to be taken to build the society and to organize and preserve it.</w:t>
      </w:r>
      <w:proofErr w:type="gramEnd"/>
      <w:r>
        <w:t xml:space="preserve"> These measures are:</w:t>
      </w:r>
    </w:p>
    <w:p w:rsidR="00497F4E" w:rsidRDefault="00497F4E" w:rsidP="00E25D1A">
      <w:pPr>
        <w:pStyle w:val="libNormal"/>
      </w:pPr>
      <w:r>
        <w:br w:type="page"/>
      </w:r>
    </w:p>
    <w:p w:rsidR="00497F4E" w:rsidRDefault="00497F4E" w:rsidP="00497F4E">
      <w:pPr>
        <w:pStyle w:val="Heading1Center"/>
      </w:pPr>
      <w:bookmarkStart w:id="8" w:name="_Toc483140812"/>
      <w:r>
        <w:lastRenderedPageBreak/>
        <w:t>First: Individual Education</w:t>
      </w:r>
      <w:bookmarkEnd w:id="8"/>
    </w:p>
    <w:p w:rsidR="00497F4E" w:rsidRDefault="00497F4E" w:rsidP="00497F4E">
      <w:pPr>
        <w:pStyle w:val="libNormal"/>
      </w:pPr>
      <w:r>
        <w:t>Islam set a sound educational program for the individual so that he may be prepared to live in society and to hold fast to the principles of ordered life. Allah the Exalted says:</w:t>
      </w:r>
    </w:p>
    <w:p w:rsidR="00497F4E" w:rsidRDefault="00497F4E" w:rsidP="00497F4E">
      <w:pPr>
        <w:pStyle w:val="libNormal"/>
      </w:pPr>
      <w:r>
        <w:t>"And as for him who fears to stand in the presence of his Lord and restrains his soul from low desires, surely the garden will be his home." Holy Qur'an (19:40-41)</w:t>
      </w:r>
    </w:p>
    <w:p w:rsidR="00497F4E" w:rsidRDefault="00497F4E" w:rsidP="00497F4E">
      <w:pPr>
        <w:pStyle w:val="libNormal"/>
      </w:pPr>
      <w:r>
        <w:t xml:space="preserve">"He is indeed successful who purifies it, and he is indeed a failure who corrupts it." Holy </w:t>
      </w:r>
      <w:proofErr w:type="spellStart"/>
      <w:r>
        <w:t>Our'an</w:t>
      </w:r>
      <w:proofErr w:type="spellEnd"/>
      <w:r>
        <w:t xml:space="preserve"> (91.-9-10)</w:t>
      </w:r>
    </w:p>
    <w:p w:rsidR="00497F4E" w:rsidRDefault="00497F4E" w:rsidP="00497F4E">
      <w:pPr>
        <w:pStyle w:val="libNormal"/>
      </w:pPr>
      <w:proofErr w:type="gramStart"/>
      <w:r>
        <w:t>"O you who believe!</w:t>
      </w:r>
      <w:proofErr w:type="gramEnd"/>
      <w:r>
        <w:t xml:space="preserve"> Observe your duty to Allah with right observance, and die not unless you become Muslims (unto Him)." Holy Qur'an (3:102)</w:t>
      </w:r>
    </w:p>
    <w:p w:rsidR="00497F4E" w:rsidRDefault="00497F4E" w:rsidP="00E25D1A">
      <w:pPr>
        <w:pStyle w:val="libNormal"/>
      </w:pPr>
      <w:r>
        <w:br w:type="page"/>
      </w:r>
    </w:p>
    <w:p w:rsidR="00497F4E" w:rsidRDefault="00497F4E" w:rsidP="00497F4E">
      <w:pPr>
        <w:pStyle w:val="Heading1Center"/>
      </w:pPr>
      <w:bookmarkStart w:id="9" w:name="_Toc483140813"/>
      <w:r>
        <w:lastRenderedPageBreak/>
        <w:t>Second: Organizing the Society</w:t>
      </w:r>
      <w:bookmarkEnd w:id="9"/>
    </w:p>
    <w:p w:rsidR="00497F4E" w:rsidRDefault="00497F4E" w:rsidP="00497F4E">
      <w:pPr>
        <w:pStyle w:val="libNormal"/>
      </w:pPr>
      <w:r>
        <w:t>The second step taken by Islam in this respect is to move from educating the individual to organizing the society, through adherence to the law and keeping it, in order to protect social life and Islam's teachings. Allah the Exalted says:</w:t>
      </w:r>
    </w:p>
    <w:p w:rsidR="00497F4E" w:rsidRDefault="00497F4E" w:rsidP="00497F4E">
      <w:pPr>
        <w:pStyle w:val="libNormal"/>
      </w:pPr>
      <w:r>
        <w:t>"... these are the limits (imposed by) Allah, so do not exceed them, and whoever exceeds the limits of Allah, these it is that are the unjust." Holy Qur'an (2:229)</w:t>
      </w:r>
    </w:p>
    <w:p w:rsidR="00497F4E" w:rsidRDefault="00497F4E" w:rsidP="00497F4E">
      <w:pPr>
        <w:pStyle w:val="libNormal"/>
      </w:pPr>
      <w:r>
        <w:t>"And whoever disobeys Allah and His messenger and goes beyond His limits, He will cause him to enter fire to abide in it, and he shall have an abasing chastisement." Holy Qur'an (4:14)</w:t>
      </w:r>
    </w:p>
    <w:p w:rsidR="00497F4E" w:rsidRDefault="00497F4E" w:rsidP="00E25D1A">
      <w:pPr>
        <w:pStyle w:val="libNormal"/>
      </w:pPr>
      <w:r>
        <w:br w:type="page"/>
      </w:r>
    </w:p>
    <w:p w:rsidR="00497F4E" w:rsidRDefault="00497F4E" w:rsidP="00497F4E">
      <w:pPr>
        <w:pStyle w:val="Heading1Center"/>
      </w:pPr>
      <w:bookmarkStart w:id="10" w:name="_Toc483140814"/>
      <w:r>
        <w:lastRenderedPageBreak/>
        <w:t>Third: Building the State</w:t>
      </w:r>
      <w:bookmarkEnd w:id="10"/>
    </w:p>
    <w:p w:rsidR="00497F4E" w:rsidRDefault="00497F4E" w:rsidP="00497F4E">
      <w:pPr>
        <w:pStyle w:val="libNormal"/>
      </w:pPr>
      <w:r>
        <w:t xml:space="preserve">The third step taken by Islam after building society is to construct the state and to implement justice, as a sacred principle in life, which is the foundation for a good government through which the rights </w:t>
      </w:r>
      <w:proofErr w:type="gramStart"/>
      <w:r>
        <w:t>are observed</w:t>
      </w:r>
      <w:proofErr w:type="gramEnd"/>
      <w:r>
        <w:t>, the duties are carried out, and the regime is protected.</w:t>
      </w:r>
    </w:p>
    <w:p w:rsidR="00497F4E" w:rsidRDefault="00497F4E" w:rsidP="00E25D1A">
      <w:pPr>
        <w:pStyle w:val="libNormal"/>
      </w:pPr>
      <w:r>
        <w:br w:type="page"/>
      </w:r>
    </w:p>
    <w:p w:rsidR="00497F4E" w:rsidRDefault="00497F4E" w:rsidP="00497F4E">
      <w:pPr>
        <w:pStyle w:val="Heading1Center"/>
      </w:pPr>
      <w:bookmarkStart w:id="11" w:name="_Toc483140815"/>
      <w:r>
        <w:lastRenderedPageBreak/>
        <w:t>Fourth: Preserving the Safety of the Social Structure</w:t>
      </w:r>
      <w:bookmarkEnd w:id="11"/>
    </w:p>
    <w:p w:rsidR="00497F4E" w:rsidRDefault="00497F4E" w:rsidP="00497F4E">
      <w:pPr>
        <w:pStyle w:val="libNormal"/>
      </w:pPr>
      <w:r>
        <w:t xml:space="preserve">The fourth and last stage in an Islamic society is to make reforms and prevent mischief and corruption from creeping in after the society has been constructed, </w:t>
      </w:r>
      <w:proofErr w:type="gramStart"/>
      <w:r>
        <w:t>organized</w:t>
      </w:r>
      <w:proofErr w:type="gramEnd"/>
      <w:r>
        <w:t xml:space="preserve"> and reformed. Allah the Exalted says quoting prophet </w:t>
      </w:r>
      <w:proofErr w:type="spellStart"/>
      <w:proofErr w:type="gramStart"/>
      <w:r>
        <w:t>Hud</w:t>
      </w:r>
      <w:proofErr w:type="spellEnd"/>
      <w:proofErr w:type="gramEnd"/>
      <w:r>
        <w:t xml:space="preserve"> (</w:t>
      </w:r>
      <w:proofErr w:type="spellStart"/>
      <w:r>
        <w:t>a.s</w:t>
      </w:r>
      <w:proofErr w:type="spellEnd"/>
      <w:r>
        <w:t>.): "... I desire nothing but reform m far as I am able."</w:t>
      </w:r>
    </w:p>
    <w:p w:rsidR="00497F4E" w:rsidRDefault="00497F4E" w:rsidP="00497F4E">
      <w:pPr>
        <w:pStyle w:val="libNormal"/>
      </w:pPr>
      <w:r>
        <w:t>Holy Qur'an (11:88)</w:t>
      </w:r>
    </w:p>
    <w:p w:rsidR="00497F4E" w:rsidRDefault="00497F4E" w:rsidP="00497F4E">
      <w:pPr>
        <w:pStyle w:val="libNormal"/>
      </w:pPr>
      <w:r>
        <w:t xml:space="preserve">"... and do not make mischief in the earth after its reformation." Holy </w:t>
      </w:r>
      <w:proofErr w:type="spellStart"/>
      <w:r>
        <w:t>Our'an</w:t>
      </w:r>
      <w:proofErr w:type="spellEnd"/>
      <w:r>
        <w:t xml:space="preserve"> (7:58)</w:t>
      </w:r>
    </w:p>
    <w:p w:rsidR="00497F4E" w:rsidRDefault="00497F4E" w:rsidP="00497F4E">
      <w:pPr>
        <w:pStyle w:val="libNormal"/>
      </w:pPr>
      <w:proofErr w:type="gramStart"/>
      <w:r>
        <w:t>When the disease of deviation and decay creeps into society's body, and there appear the signs of injustice, mischief and confusion, Islam imposes on every individual the obligation to do his duty of reforming both the individual and the society, and to resist corruption and pluck out the roots of evil and transgression, so as to guide the progress of society on the straight path, and merge with the procession of truth and justice.</w:t>
      </w:r>
      <w:proofErr w:type="gramEnd"/>
      <w:r>
        <w:t xml:space="preserve"> Allah the Exalted says:</w:t>
      </w:r>
    </w:p>
    <w:p w:rsidR="00497F4E" w:rsidRDefault="00497F4E" w:rsidP="00497F4E">
      <w:pPr>
        <w:pStyle w:val="libNormal"/>
      </w:pPr>
      <w:r>
        <w:t>"And from among you there should be a party who invite to good, and enjoin what is right and forbid the wrong, and these it as that shall be successful." Holy Qur'an (3:104)</w:t>
      </w:r>
    </w:p>
    <w:p w:rsidR="00497F4E" w:rsidRDefault="00497F4E" w:rsidP="00497F4E">
      <w:pPr>
        <w:pStyle w:val="libNormal"/>
      </w:pPr>
      <w:r>
        <w:t xml:space="preserve">Accordingly, the construction of </w:t>
      </w:r>
      <w:proofErr w:type="gramStart"/>
      <w:r>
        <w:t>society,</w:t>
      </w:r>
      <w:proofErr w:type="gramEnd"/>
      <w:r>
        <w:t xml:space="preserve"> and measures for its welfare and safety are implementable only through religion. Therefore, the message of religion and the principles of belief are indispensable to the society. This </w:t>
      </w:r>
      <w:proofErr w:type="spellStart"/>
      <w:r>
        <w:t>discernable</w:t>
      </w:r>
      <w:proofErr w:type="spellEnd"/>
      <w:r>
        <w:t xml:space="preserve"> cultural reality is confirmed by man's social experience and by his sufferings from deviated principles, </w:t>
      </w:r>
      <w:proofErr w:type="gramStart"/>
      <w:r>
        <w:t>systems</w:t>
      </w:r>
      <w:proofErr w:type="gramEnd"/>
      <w:r>
        <w:t xml:space="preserve"> and theories.</w:t>
      </w:r>
    </w:p>
    <w:p w:rsidR="00497F4E" w:rsidRDefault="00497F4E" w:rsidP="00E25D1A">
      <w:pPr>
        <w:pStyle w:val="libNormal"/>
      </w:pPr>
      <w:r>
        <w:br w:type="page"/>
      </w:r>
    </w:p>
    <w:p w:rsidR="00497F4E" w:rsidRDefault="00497F4E" w:rsidP="00497F4E">
      <w:pPr>
        <w:pStyle w:val="Heading1Center"/>
      </w:pPr>
      <w:bookmarkStart w:id="12" w:name="_Toc483140816"/>
      <w:r>
        <w:lastRenderedPageBreak/>
        <w:t>Religion and Physical Care</w:t>
      </w:r>
      <w:bookmarkEnd w:id="12"/>
    </w:p>
    <w:p w:rsidR="00497F4E" w:rsidRDefault="00497F4E" w:rsidP="00497F4E">
      <w:pPr>
        <w:pStyle w:val="libNormal"/>
      </w:pPr>
      <w:r>
        <w:t xml:space="preserve">As religion has its moral, spiritual and mental </w:t>
      </w:r>
      <w:proofErr w:type="spellStart"/>
      <w:r>
        <w:t>programme</w:t>
      </w:r>
      <w:proofErr w:type="spellEnd"/>
      <w:r>
        <w:t xml:space="preserve"> and plans, it similarly has its exact and complete program for taking care of the body and meeting its physical and instinctive needs. This bodily care is in harmony with that of the mental, </w:t>
      </w:r>
      <w:proofErr w:type="gramStart"/>
      <w:r>
        <w:t>psychological</w:t>
      </w:r>
      <w:proofErr w:type="gramEnd"/>
      <w:r>
        <w:t xml:space="preserve"> and spiritual </w:t>
      </w:r>
      <w:proofErr w:type="spellStart"/>
      <w:r>
        <w:t>programmes</w:t>
      </w:r>
      <w:proofErr w:type="spellEnd"/>
      <w:r>
        <w:t xml:space="preserve">, since man is regarded as one complete unit of inseparable soul and body. The religious laws and values have been formulated to satisfy, </w:t>
      </w:r>
      <w:proofErr w:type="gramStart"/>
      <w:r>
        <w:t>coordinate</w:t>
      </w:r>
      <w:proofErr w:type="gramEnd"/>
      <w:r>
        <w:t xml:space="preserve"> and guide all the human inclinations and activities. So, Islam legislated laws for economy, matrimony, food, drink, worship, cleanliness, etc..</w:t>
      </w:r>
      <w:proofErr w:type="gramStart"/>
      <w:r>
        <w:t>,</w:t>
      </w:r>
      <w:proofErr w:type="gramEnd"/>
      <w:r>
        <w:t xml:space="preserve"> in order to meet these needs within the limits of the law.</w:t>
      </w:r>
    </w:p>
    <w:p w:rsidR="00452EA3" w:rsidRDefault="00497F4E" w:rsidP="00497F4E">
      <w:pPr>
        <w:pStyle w:val="libNormal"/>
      </w:pPr>
      <w:r>
        <w:t>Islam has founded its special plan for taking care of the body and the instinctive activities, on the following basic principles</w:t>
      </w:r>
      <w:r w:rsidR="00452EA3">
        <w:t>:</w:t>
      </w:r>
    </w:p>
    <w:p w:rsidR="00497F4E" w:rsidRDefault="00497F4E" w:rsidP="00497F4E">
      <w:pPr>
        <w:pStyle w:val="libNormal"/>
      </w:pPr>
      <w:r>
        <w:t xml:space="preserve">1. Accepting the physical needs of the body and man's inborn instincts, and the necessity to satisfy them in a natural way </w:t>
      </w:r>
      <w:proofErr w:type="gramStart"/>
      <w:r>
        <w:t>so as to</w:t>
      </w:r>
      <w:proofErr w:type="gramEnd"/>
      <w:r>
        <w:t xml:space="preserve"> keep the body balanced. This admission has been met by the laws and </w:t>
      </w:r>
      <w:proofErr w:type="gramStart"/>
      <w:r>
        <w:t>teachings which</w:t>
      </w:r>
      <w:proofErr w:type="gramEnd"/>
      <w:r>
        <w:t xml:space="preserve"> provide for man all his needs of food, drink, shelter, clothes, marriage, medical treatment, etc ... Allah the Exalted says:</w:t>
      </w:r>
    </w:p>
    <w:p w:rsidR="00497F4E" w:rsidRDefault="00497F4E" w:rsidP="00497F4E">
      <w:pPr>
        <w:pStyle w:val="libNormal"/>
      </w:pPr>
      <w:r>
        <w:t>"And seek by means of what Allah has given you the abode of the hereafter, and do not neglect your portion of the world and be kind as Allah has been kind to you, and do not seek corruption in the earth. Sure&amp; Allah does not love mischief-makers." Holy Qur'an (28:77)</w:t>
      </w:r>
    </w:p>
    <w:p w:rsidR="00497F4E" w:rsidRDefault="00497F4E" w:rsidP="00497F4E">
      <w:pPr>
        <w:pStyle w:val="libNormal"/>
      </w:pPr>
      <w:r>
        <w:t xml:space="preserve">2. Islam has offered a complete </w:t>
      </w:r>
      <w:proofErr w:type="spellStart"/>
      <w:r>
        <w:t>programme</w:t>
      </w:r>
      <w:proofErr w:type="spellEnd"/>
      <w:r>
        <w:t xml:space="preserve"> for the protection of the body and its energy against diseases, </w:t>
      </w:r>
      <w:proofErr w:type="gramStart"/>
      <w:r>
        <w:t>vanity</w:t>
      </w:r>
      <w:proofErr w:type="gramEnd"/>
      <w:r>
        <w:t xml:space="preserve"> and waste. It prohibits whatever is harmful and immoral, such as wine, adultery, sodomy, extravagance, lust, etc. It also purifies and protects the body against sickness, </w:t>
      </w:r>
      <w:proofErr w:type="gramStart"/>
      <w:r>
        <w:t>filth</w:t>
      </w:r>
      <w:proofErr w:type="gramEnd"/>
      <w:r>
        <w:t xml:space="preserve"> and impurity which attack the body and destroy health and cleanliness. Allah the Exalted Says:</w:t>
      </w:r>
    </w:p>
    <w:p w:rsidR="00497F4E" w:rsidRDefault="00497F4E" w:rsidP="00497F4E">
      <w:pPr>
        <w:pStyle w:val="libNormal"/>
      </w:pPr>
      <w:r>
        <w:t xml:space="preserve">"Say: My Lord forbids only indecencies, those apparent of them and those concealed, and sin and rebellion without justice and that you associate with Allah that for which He has sent down </w:t>
      </w:r>
      <w:proofErr w:type="spellStart"/>
      <w:r>
        <w:t>no</w:t>
      </w:r>
      <w:proofErr w:type="spellEnd"/>
      <w:r>
        <w:t xml:space="preserve"> a authority, and that you say concerning Allah that which you do know not." Holy </w:t>
      </w:r>
      <w:proofErr w:type="spellStart"/>
      <w:r>
        <w:t>Our'an</w:t>
      </w:r>
      <w:proofErr w:type="spellEnd"/>
      <w:r>
        <w:t xml:space="preserve"> (7:33)</w:t>
      </w:r>
    </w:p>
    <w:p w:rsidR="00497F4E" w:rsidRDefault="00497F4E" w:rsidP="00497F4E">
      <w:pPr>
        <w:pStyle w:val="libNormal"/>
      </w:pPr>
      <w:r>
        <w:t xml:space="preserve">3. Islam has a plan for utilizing man's energy and bodily effort in the fields of construction, </w:t>
      </w:r>
      <w:proofErr w:type="gramStart"/>
      <w:r>
        <w:t>production</w:t>
      </w:r>
      <w:proofErr w:type="gramEnd"/>
      <w:r>
        <w:t xml:space="preserve"> and innovation. Allah the Exalted says: "... he brought you into being from the earth, and has made you dwell in it ..." Holy Qur'an (11:81)</w:t>
      </w:r>
    </w:p>
    <w:p w:rsidR="00497F4E" w:rsidRDefault="00497F4E" w:rsidP="00497F4E">
      <w:pPr>
        <w:pStyle w:val="libNormal"/>
      </w:pPr>
      <w:r>
        <w:t>"And do not make mischief in the earth after its reformation ..." Holy Qur'an (7:58)</w:t>
      </w:r>
    </w:p>
    <w:p w:rsidR="00497F4E" w:rsidRDefault="00497F4E" w:rsidP="00497F4E">
      <w:pPr>
        <w:pStyle w:val="libNormal"/>
      </w:pPr>
      <w:r>
        <w:t>4. Islam has given man the right to enjoy the beauties and the adornments of life, and to make use of its good things. "Say: Who has forbidden the adornment of Allah which He has brought forth for His servants, and the good provisions?" Holy Qur'an (7:32)</w:t>
      </w:r>
    </w:p>
    <w:p w:rsidR="00497F4E" w:rsidRDefault="00497F4E" w:rsidP="00497F4E">
      <w:pPr>
        <w:pStyle w:val="libNormal"/>
      </w:pPr>
      <w:r>
        <w:t xml:space="preserve">By these practical and scientific measures, Islam protects the health of the body, provides man with physical happiness, keeps his natural right to live, and saves his sanity and energy from uselessness, from being completely lost and from the destruction imposed upon him by the ignorant </w:t>
      </w:r>
      <w:proofErr w:type="spellStart"/>
      <w:r>
        <w:t>programmes</w:t>
      </w:r>
      <w:proofErr w:type="spellEnd"/>
      <w:r>
        <w:t>, the man- made laws and dogmatic theological calls.</w:t>
      </w:r>
    </w:p>
    <w:p w:rsidR="00497F4E" w:rsidRDefault="00497F4E" w:rsidP="00497F4E">
      <w:pPr>
        <w:pStyle w:val="libNormal"/>
      </w:pPr>
      <w:r>
        <w:t xml:space="preserve">Can Religion be </w:t>
      </w:r>
      <w:proofErr w:type="gramStart"/>
      <w:r>
        <w:t>Substituted</w:t>
      </w:r>
      <w:proofErr w:type="gramEnd"/>
      <w:r>
        <w:t>?</w:t>
      </w:r>
    </w:p>
    <w:p w:rsidR="00497F4E" w:rsidRDefault="00497F4E" w:rsidP="00497F4E">
      <w:pPr>
        <w:pStyle w:val="libNormal"/>
      </w:pPr>
      <w:r>
        <w:lastRenderedPageBreak/>
        <w:t xml:space="preserve">Can man reject religion and replace it by the discoveries and the knowledge to which he could attain in the fields of social organization, in morals and </w:t>
      </w:r>
      <w:proofErr w:type="spellStart"/>
      <w:r>
        <w:t>behaviour</w:t>
      </w:r>
      <w:proofErr w:type="spellEnd"/>
      <w:r>
        <w:t>, and in ideological explanations?</w:t>
      </w:r>
    </w:p>
    <w:p w:rsidR="00497F4E" w:rsidRDefault="00497F4E" w:rsidP="00497F4E">
      <w:pPr>
        <w:pStyle w:val="libNormal"/>
      </w:pPr>
      <w:r>
        <w:t xml:space="preserve">Would man be happy, </w:t>
      </w:r>
      <w:proofErr w:type="gramStart"/>
      <w:r>
        <w:t>dignified</w:t>
      </w:r>
      <w:proofErr w:type="gramEnd"/>
      <w:r>
        <w:t xml:space="preserve"> and comfortable if he took that as a substitute for religion?</w:t>
      </w:r>
    </w:p>
    <w:p w:rsidR="00497F4E" w:rsidRDefault="00497F4E" w:rsidP="00497F4E">
      <w:pPr>
        <w:pStyle w:val="libNormal"/>
      </w:pPr>
      <w:r>
        <w:t xml:space="preserve">This must be studied carefully </w:t>
      </w:r>
      <w:proofErr w:type="gramStart"/>
      <w:r>
        <w:t>so as to</w:t>
      </w:r>
      <w:proofErr w:type="gramEnd"/>
      <w:r>
        <w:t xml:space="preserve"> find an objective and correct answer, since the advocates of ignorance have one answer, and the believers in Allah have another. </w:t>
      </w:r>
      <w:proofErr w:type="gramStart"/>
      <w:r>
        <w:t xml:space="preserve">All the </w:t>
      </w:r>
      <w:proofErr w:type="spellStart"/>
      <w:r>
        <w:t>ignorants</w:t>
      </w:r>
      <w:proofErr w:type="spellEnd"/>
      <w:r>
        <w:t>, notwithstanding their different materialistic and infidel philosophies, sects and secular trends, reject religion and advocate its replacement by man's scientific and theoretical achievements, with an argument based on a deformed idea and a disordered concept about the origin of religion, its message and aims - the concept which takes religion to be nothing but a mythical legend or an imagery created by a superstitious mind during the backward and primitive ages.</w:t>
      </w:r>
      <w:proofErr w:type="gramEnd"/>
      <w:r>
        <w:t xml:space="preserve"> According to them in those </w:t>
      </w:r>
      <w:proofErr w:type="gramStart"/>
      <w:r>
        <w:t>ages</w:t>
      </w:r>
      <w:proofErr w:type="gramEnd"/>
      <w:r>
        <w:t xml:space="preserve"> man tried to interpret the appearance of the universe and life. Having failed to discover the scientific laws of nature and life, he attributed. </w:t>
      </w:r>
      <w:proofErr w:type="gramStart"/>
      <w:r>
        <w:t>that</w:t>
      </w:r>
      <w:proofErr w:type="gramEnd"/>
      <w:r>
        <w:t xml:space="preserve"> to an unknown creator. He saw the rain, observed the sunrise and the sunset, and discerned the growth of plants and animals, their multiplication, their birth and death; yet he did not know how those events happened, because he was ignorant of their scientific explanation. He, therefore, invented an imaginary theory, fabricated by his illusions, telling of the existence of a god behind this physical existence, and of an unseen divine power that was behind the movement and direction of all these things.</w:t>
      </w:r>
    </w:p>
    <w:p w:rsidR="00497F4E" w:rsidRDefault="00497F4E" w:rsidP="00497F4E">
      <w:pPr>
        <w:pStyle w:val="libNormal"/>
      </w:pPr>
      <w:r>
        <w:t xml:space="preserve">Then, as man gradually started discovering the laws of nature, he came to obtain a materialistic answer to </w:t>
      </w:r>
      <w:proofErr w:type="spellStart"/>
      <w:r>
        <w:t>eveiy</w:t>
      </w:r>
      <w:proofErr w:type="spellEnd"/>
      <w:r>
        <w:t xml:space="preserve"> event; so, now he has no need of religion and he would not like it.</w:t>
      </w:r>
    </w:p>
    <w:p w:rsidR="00497F4E" w:rsidRDefault="00497F4E" w:rsidP="00497F4E">
      <w:pPr>
        <w:pStyle w:val="libNormal"/>
      </w:pPr>
      <w:r>
        <w:t xml:space="preserve">Prophets, from the viewpoint of this ignorant concept, are men representing the thought of their communities, backward in their beliefs and knowledge. They are distinguished because of the class - struggle and an inclination to reform. </w:t>
      </w:r>
      <w:proofErr w:type="gramStart"/>
      <w:r>
        <w:t>So</w:t>
      </w:r>
      <w:proofErr w:type="gramEnd"/>
      <w:r>
        <w:t xml:space="preserve">, they are </w:t>
      </w:r>
      <w:proofErr w:type="spellStart"/>
      <w:r>
        <w:t>movedby</w:t>
      </w:r>
      <w:proofErr w:type="spellEnd"/>
      <w:r>
        <w:t xml:space="preserve"> economic and social factors to enact social reforms according to their thinking and the conditions of their communities. As for Allah, revelation and </w:t>
      </w:r>
      <w:proofErr w:type="spellStart"/>
      <w:r>
        <w:t>prophethood</w:t>
      </w:r>
      <w:proofErr w:type="spellEnd"/>
      <w:r>
        <w:t>, they say they do not exist except in the minds of those who believe in them.</w:t>
      </w:r>
    </w:p>
    <w:p w:rsidR="00497F4E" w:rsidRDefault="00497F4E" w:rsidP="00497F4E">
      <w:pPr>
        <w:pStyle w:val="libNormal"/>
      </w:pPr>
      <w:r>
        <w:t xml:space="preserve">Such are the calumnies of the modern ignorant mind and the materialistic, infidel thought which rejects religion, revelation and </w:t>
      </w:r>
      <w:proofErr w:type="spellStart"/>
      <w:r>
        <w:t>prophethood</w:t>
      </w:r>
      <w:proofErr w:type="spellEnd"/>
      <w:r>
        <w:t xml:space="preserve">, and which </w:t>
      </w:r>
      <w:proofErr w:type="gramStart"/>
      <w:r>
        <w:t>is founded</w:t>
      </w:r>
      <w:proofErr w:type="gramEnd"/>
      <w:r>
        <w:t xml:space="preserve"> on denial, infidelity and disbelief in the existence of a Creator of this universe, refusing to accept revelation and </w:t>
      </w:r>
      <w:proofErr w:type="spellStart"/>
      <w:r>
        <w:t>prophethood</w:t>
      </w:r>
      <w:proofErr w:type="spellEnd"/>
      <w:r>
        <w:t xml:space="preserve"> as being true and real.</w:t>
      </w:r>
    </w:p>
    <w:p w:rsidR="00497F4E" w:rsidRDefault="00497F4E" w:rsidP="00497F4E">
      <w:pPr>
        <w:pStyle w:val="libNormal"/>
      </w:pPr>
      <w:r>
        <w:t xml:space="preserve">These religious facts </w:t>
      </w:r>
      <w:proofErr w:type="gramStart"/>
      <w:r>
        <w:t>are regarded</w:t>
      </w:r>
      <w:proofErr w:type="gramEnd"/>
      <w:r>
        <w:t xml:space="preserve"> by this ignorant and denying interpretation as ideas expressing peoples' low understanding, and illustrating their inferior level of knowledge. This ignorant argument is the </w:t>
      </w:r>
      <w:proofErr w:type="gramStart"/>
      <w:r>
        <w:t>idea which</w:t>
      </w:r>
      <w:proofErr w:type="gramEnd"/>
      <w:r>
        <w:t xml:space="preserve"> is being repeated by the infidel seculars, according to which they demand the abolition of religion, replacing it with the materialistic interpretation and organization, which man reached through researches and experiments, announcing that man is in no need of religion, and thus severing his ties with Allah.</w:t>
      </w:r>
    </w:p>
    <w:p w:rsidR="00497F4E" w:rsidRDefault="00497F4E" w:rsidP="00497F4E">
      <w:pPr>
        <w:pStyle w:val="libNormal"/>
      </w:pPr>
      <w:r>
        <w:lastRenderedPageBreak/>
        <w:t>Religion, likewise, presents its own answer to the question: (</w:t>
      </w:r>
      <w:proofErr w:type="gramStart"/>
      <w:r>
        <w:t>Can religion be substituted</w:t>
      </w:r>
      <w:proofErr w:type="gramEnd"/>
      <w:r>
        <w:t>?), and explains its point of view.</w:t>
      </w:r>
    </w:p>
    <w:p w:rsidR="00497F4E" w:rsidRDefault="00497F4E" w:rsidP="00497F4E">
      <w:pPr>
        <w:pStyle w:val="libNormal"/>
      </w:pPr>
      <w:r>
        <w:t xml:space="preserve">Religion's answer is </w:t>
      </w:r>
      <w:proofErr w:type="gramStart"/>
      <w:r>
        <w:t>derived</w:t>
      </w:r>
      <w:proofErr w:type="gramEnd"/>
      <w:r>
        <w:t xml:space="preserve"> as we shall see, from intellect and human experience. The answer </w:t>
      </w:r>
      <w:proofErr w:type="gramStart"/>
      <w:r>
        <w:t>is:</w:t>
      </w:r>
      <w:proofErr w:type="gramEnd"/>
      <w:r>
        <w:t xml:space="preserve"> There is no substitute for religion. This answer is based on numerous scientific and known </w:t>
      </w:r>
      <w:proofErr w:type="gramStart"/>
      <w:r>
        <w:t>facts which</w:t>
      </w:r>
      <w:proofErr w:type="gramEnd"/>
      <w:r>
        <w:t xml:space="preserve"> prove that man cannot do without religion. They confirm the scientific </w:t>
      </w:r>
      <w:proofErr w:type="gramStart"/>
      <w:r>
        <w:t>discoveries which</w:t>
      </w:r>
      <w:proofErr w:type="gramEnd"/>
      <w:r>
        <w:t xml:space="preserve"> pave the way for organizing social life and coining laws to govern </w:t>
      </w:r>
      <w:proofErr w:type="spellStart"/>
      <w:r>
        <w:t>behaviour</w:t>
      </w:r>
      <w:proofErr w:type="spellEnd"/>
      <w:r>
        <w:t xml:space="preserve"> - such as the discoveries in the science of economy, finance, statistics, psychology, sociology, health, etc. </w:t>
      </w:r>
      <w:proofErr w:type="gramStart"/>
      <w:r>
        <w:t>But</w:t>
      </w:r>
      <w:proofErr w:type="gramEnd"/>
      <w:r>
        <w:t xml:space="preserve"> without divine guidance these are incapable of the two cases. By scrutinizing both practices, the social and the natural, their basic differences </w:t>
      </w:r>
      <w:proofErr w:type="gramStart"/>
      <w:r>
        <w:t>can be detected</w:t>
      </w:r>
      <w:proofErr w:type="gramEnd"/>
      <w:r>
        <w:t>, and then we may clearly discern the grave mistake in treating the two practices on the same level. It is a mistake committed by materialistic thought when it regards the social experience as equal to the natural one, ignorant of the differences between the two.</w:t>
      </w:r>
    </w:p>
    <w:p w:rsidR="00497F4E" w:rsidRDefault="00497F4E" w:rsidP="00497F4E">
      <w:pPr>
        <w:pStyle w:val="libNormal"/>
      </w:pPr>
      <w:r>
        <w:t>These differences are:</w:t>
      </w:r>
    </w:p>
    <w:p w:rsidR="00497F4E" w:rsidRDefault="00497F4E" w:rsidP="00497F4E">
      <w:pPr>
        <w:pStyle w:val="libNormal"/>
      </w:pPr>
      <w:r>
        <w:t>a. Concerning the natural experience</w:t>
      </w:r>
    </w:p>
    <w:p w:rsidR="00497F4E" w:rsidRDefault="00497F4E" w:rsidP="00497F4E">
      <w:pPr>
        <w:pStyle w:val="libNormal"/>
      </w:pPr>
      <w:r>
        <w:t xml:space="preserve">In this experience man deals with matter, </w:t>
      </w:r>
      <w:proofErr w:type="gramStart"/>
      <w:r>
        <w:t>which possesses no will to refuse or to resist.</w:t>
      </w:r>
      <w:proofErr w:type="gramEnd"/>
      <w:r>
        <w:t xml:space="preserve"> It responds to the law, and </w:t>
      </w:r>
      <w:proofErr w:type="gramStart"/>
      <w:r>
        <w:t>is forced</w:t>
      </w:r>
      <w:proofErr w:type="gramEnd"/>
      <w:r>
        <w:t xml:space="preserve"> to submit exactly to the movement of that law.</w:t>
      </w:r>
    </w:p>
    <w:p w:rsidR="00497F4E" w:rsidRDefault="00497F4E" w:rsidP="00497F4E">
      <w:pPr>
        <w:pStyle w:val="libNormal"/>
      </w:pPr>
      <w:r>
        <w:t xml:space="preserve">Whereas in the social experience, the dealing is with the human will which has the power to refuse or accept, and it is the </w:t>
      </w:r>
      <w:proofErr w:type="gramStart"/>
      <w:r>
        <w:t>will which</w:t>
      </w:r>
      <w:proofErr w:type="gramEnd"/>
      <w:r>
        <w:t xml:space="preserve"> handles the law, not the contrary.</w:t>
      </w:r>
    </w:p>
    <w:p w:rsidR="00497F4E" w:rsidRDefault="00497F4E" w:rsidP="00497F4E">
      <w:pPr>
        <w:pStyle w:val="libNormal"/>
      </w:pPr>
      <w:r>
        <w:t xml:space="preserve">b. As for the natural laws, man utilizes them to his interests as soon as he discovers them. He cannot forge these interests or falsify the results. </w:t>
      </w:r>
      <w:proofErr w:type="gramStart"/>
      <w:r>
        <w:t>But</w:t>
      </w:r>
      <w:proofErr w:type="gramEnd"/>
      <w:r>
        <w:t xml:space="preserve"> he can fabricate the social laws, motivated by his selfishness and the benefits thereof, in order to take hold of the results. Whereas in the case of the social laws, knowing them does </w:t>
      </w:r>
      <w:proofErr w:type="gramStart"/>
      <w:r>
        <w:t>not inevitably</w:t>
      </w:r>
      <w:proofErr w:type="gramEnd"/>
      <w:r>
        <w:t xml:space="preserve"> imply carrying them out and utilizing them. Actually, man's desires and selfish interests affect the law and misinterpret it or even cancel it.</w:t>
      </w:r>
    </w:p>
    <w:p w:rsidR="00497F4E" w:rsidRDefault="00497F4E" w:rsidP="00497F4E">
      <w:pPr>
        <w:pStyle w:val="libNormal"/>
      </w:pPr>
      <w:r>
        <w:t xml:space="preserve">c. In relation to the law, man can live without having </w:t>
      </w:r>
      <w:proofErr w:type="gramStart"/>
      <w:r>
        <w:t>to know or to discover most of the natural laws, or to continue the search for discovering them, and apply those already discovered to serve his purpose</w:t>
      </w:r>
      <w:proofErr w:type="gramEnd"/>
      <w:r>
        <w:t xml:space="preserve">. </w:t>
      </w:r>
      <w:proofErr w:type="gramStart"/>
      <w:r>
        <w:t>Man</w:t>
      </w:r>
      <w:proofErr w:type="gramEnd"/>
      <w:r>
        <w:t>, in encountering failure in his natural experiments, or being short of comprehending them, (or knowing very little about them), does not harm himself whatsoever.</w:t>
      </w:r>
    </w:p>
    <w:p w:rsidR="00497F4E" w:rsidRDefault="00497F4E" w:rsidP="00497F4E">
      <w:pPr>
        <w:pStyle w:val="libNormal"/>
      </w:pPr>
      <w:r>
        <w:t xml:space="preserve">Whereas in respect to the social law, to ignore it, or to neglect to comprehend it, inevitably causes disorder and chaos in the society, and man himself would be the victim of this deficiency and failure in his social experiment. What can man win if he loses himself and his happiness? True is Allah's </w:t>
      </w:r>
      <w:proofErr w:type="gramStart"/>
      <w:r>
        <w:t>saying:</w:t>
      </w:r>
      <w:proofErr w:type="gramEnd"/>
    </w:p>
    <w:p w:rsidR="00497F4E" w:rsidRDefault="00497F4E" w:rsidP="00497F4E">
      <w:pPr>
        <w:pStyle w:val="libNormal"/>
      </w:pPr>
      <w:r>
        <w:t>"... say: the losers will be those who lose themselves and their house-folk on the Day of Resurrection. Ah, that will be the manifest loss!" Holy Qur'an (39:15)</w:t>
      </w:r>
    </w:p>
    <w:p w:rsidR="00497F4E" w:rsidRDefault="00497F4E" w:rsidP="00497F4E">
      <w:pPr>
        <w:pStyle w:val="libNormal"/>
      </w:pPr>
      <w:r>
        <w:t xml:space="preserve">So many social experiments proved disappointing! So many systems that </w:t>
      </w:r>
      <w:proofErr w:type="gramStart"/>
      <w:r>
        <w:t>were applied</w:t>
      </w:r>
      <w:proofErr w:type="gramEnd"/>
      <w:r>
        <w:t xml:space="preserve"> failed! </w:t>
      </w:r>
      <w:proofErr w:type="gramStart"/>
      <w:r>
        <w:t>And</w:t>
      </w:r>
      <w:proofErr w:type="gramEnd"/>
      <w:r>
        <w:t xml:space="preserve"> man was the victim, and suffered much torture and misery. When a human society lacks the </w:t>
      </w:r>
      <w:r w:rsidR="00452EA3">
        <w:t>social system that establishes j</w:t>
      </w:r>
      <w:r>
        <w:t xml:space="preserve">ustice, equality and respect for peoples' rights, it loses much more than </w:t>
      </w:r>
      <w:r>
        <w:lastRenderedPageBreak/>
        <w:t xml:space="preserve">what it loses in being ignorant of the laws of the </w:t>
      </w:r>
      <w:proofErr w:type="spellStart"/>
      <w:r>
        <w:t>atom</w:t>
      </w:r>
      <w:proofErr w:type="gramStart"/>
      <w:r>
        <w:t>,or</w:t>
      </w:r>
      <w:proofErr w:type="spellEnd"/>
      <w:proofErr w:type="gramEnd"/>
      <w:r>
        <w:t xml:space="preserve"> of the planets, or of the depths of the oceans.</w:t>
      </w:r>
    </w:p>
    <w:p w:rsidR="00497F4E" w:rsidRDefault="00497F4E" w:rsidP="00497F4E">
      <w:pPr>
        <w:pStyle w:val="libNormal"/>
      </w:pPr>
      <w:r>
        <w:t>Man can do without that kind of knowledge. There is no harm in his failing to discover these laws, or in their incorrect application; but the case is not so with the concepts of justice, truth, equality, etc.</w:t>
      </w:r>
    </w:p>
    <w:p w:rsidR="00497F4E" w:rsidRDefault="00497F4E" w:rsidP="00497F4E">
      <w:pPr>
        <w:pStyle w:val="libNormal"/>
      </w:pPr>
      <w:r>
        <w:t xml:space="preserve">d. There is still another difference. The natural facts can be discovered through observation and laboratory-experiments; whereas this is not the case with the concepts of truth, equity, goodness, etc., </w:t>
      </w:r>
      <w:proofErr w:type="gramStart"/>
      <w:r>
        <w:t>by which the social laws and values are measured</w:t>
      </w:r>
      <w:proofErr w:type="gramEnd"/>
      <w:r>
        <w:t>.</w:t>
      </w:r>
    </w:p>
    <w:p w:rsidR="00497F4E" w:rsidRDefault="00497F4E" w:rsidP="00497F4E">
      <w:pPr>
        <w:pStyle w:val="libNormal"/>
      </w:pPr>
      <w:r>
        <w:t xml:space="preserve">These measures, the legislative and moral values, ate not the results of laboratory experiments, nor are </w:t>
      </w:r>
      <w:proofErr w:type="gramStart"/>
      <w:r>
        <w:t>they</w:t>
      </w:r>
      <w:proofErr w:type="gramEnd"/>
      <w:r>
        <w:t xml:space="preserve"> something tangible in as much as a social experiment can explicitly distinguish. They are moral and spiritual values or measures, or evaluating facts that need knowledge, understanding and estimation, outside the limits of an experiment, and an objective treatment of man. They are general facts that man tries to attain, but in </w:t>
      </w:r>
      <w:proofErr w:type="gramStart"/>
      <w:r>
        <w:t>reality</w:t>
      </w:r>
      <w:proofErr w:type="gramEnd"/>
      <w:r>
        <w:t xml:space="preserve"> he is always short of them, while their contraries have always been there during his bitter experience at the time of ignorance. So, how can man attain them? How can he make them?</w:t>
      </w:r>
    </w:p>
    <w:p w:rsidR="00497F4E" w:rsidRDefault="00497F4E" w:rsidP="00497F4E">
      <w:pPr>
        <w:pStyle w:val="libNormal"/>
      </w:pPr>
      <w:r>
        <w:t>Thus, in light of the above reasons, it is a grave mistake to equate a social experiment with a natural one and, consequently, give up religion as a social legislator. Our scientific discoveries and experiments, though satisfying us from the natural and materialistic viewpoint, miserably fall short of solving our social life and organizing.</w:t>
      </w:r>
    </w:p>
    <w:p w:rsidR="00497F4E" w:rsidRDefault="00497F4E" w:rsidP="00497F4E">
      <w:pPr>
        <w:pStyle w:val="libNormal"/>
      </w:pPr>
      <w:r>
        <w:t xml:space="preserve">In fact, we have but to open wide the doors of learning and the windows of the intellect, in order to accept the word of Allah, and to respond to the </w:t>
      </w:r>
      <w:proofErr w:type="spellStart"/>
      <w:r>
        <w:t>preachings</w:t>
      </w:r>
      <w:proofErr w:type="spellEnd"/>
      <w:r>
        <w:t xml:space="preserve"> of the Qur'an and look into them carefully:</w:t>
      </w:r>
    </w:p>
    <w:p w:rsidR="00497F4E" w:rsidRDefault="00497F4E" w:rsidP="00497F4E">
      <w:pPr>
        <w:pStyle w:val="libNormal"/>
      </w:pPr>
      <w:proofErr w:type="gramStart"/>
      <w:r>
        <w:t>"O you who believe!</w:t>
      </w:r>
      <w:proofErr w:type="gramEnd"/>
      <w:r>
        <w:t xml:space="preserve"> Obey Allah and the Messenger when He calls you to that which gives you life and know that Allah intervenes between the man and his heart, and to Him you will be gathered." Holy Qur'an (8:24)</w:t>
      </w:r>
    </w:p>
    <w:p w:rsidR="00497F4E" w:rsidRDefault="00497F4E" w:rsidP="00497F4E">
      <w:pPr>
        <w:pStyle w:val="libNormal"/>
      </w:pPr>
      <w:r>
        <w:t>At the end of our essay, we should not forget to say that the errand of the religion is not only organizing life and guiding it; but the ultimate goal is the other world, a much bigger reality in the message of religion. Preparing for the afterlife is a basic and most important task of every religion and divine message.</w:t>
      </w:r>
    </w:p>
    <w:p w:rsidR="00497F4E" w:rsidRDefault="00497F4E" w:rsidP="00497F4E">
      <w:pPr>
        <w:pStyle w:val="libNormal"/>
      </w:pPr>
      <w:r>
        <w:t xml:space="preserve">Man should think of that world before thinking of the transient travel of this life. The other life is a real fact, and it is the inevitable end at whose shores man will have to anchor. Science </w:t>
      </w:r>
      <w:proofErr w:type="gramStart"/>
      <w:r>
        <w:t>is incapable</w:t>
      </w:r>
      <w:proofErr w:type="gramEnd"/>
      <w:r>
        <w:t xml:space="preserve"> of guaranteeing safety for man in the afterlife, nor can it make him believe in it and work for it, away from the message of religion and the guidance of faith.</w:t>
      </w:r>
    </w:p>
    <w:p w:rsidR="00497F4E" w:rsidRDefault="00497F4E" w:rsidP="00E25D1A">
      <w:pPr>
        <w:pStyle w:val="libNormal"/>
      </w:pPr>
      <w:r>
        <w:br w:type="page"/>
      </w:r>
    </w:p>
    <w:p w:rsidR="00497F4E" w:rsidRDefault="00497F4E" w:rsidP="00497F4E">
      <w:pPr>
        <w:pStyle w:val="Heading1Center"/>
      </w:pPr>
      <w:bookmarkStart w:id="13" w:name="_Toc483140817"/>
      <w:r>
        <w:lastRenderedPageBreak/>
        <w:t>The Testimony of Figures</w:t>
      </w:r>
      <w:bookmarkEnd w:id="13"/>
    </w:p>
    <w:p w:rsidR="00497F4E" w:rsidRDefault="00497F4E" w:rsidP="00497F4E">
      <w:pPr>
        <w:pStyle w:val="libNormal"/>
      </w:pPr>
      <w:r>
        <w:t xml:space="preserve">In concluding this </w:t>
      </w:r>
      <w:proofErr w:type="gramStart"/>
      <w:r>
        <w:t>study</w:t>
      </w:r>
      <w:proofErr w:type="gramEnd"/>
      <w:r>
        <w:t xml:space="preserve"> we cite the testimony of statistics in support of the viewpoint of religion, confirming that there is no substitute for religion, and that man cannot make a civilization that is capable of offering him prosperity and peace, away from religion and the message of Allah. </w:t>
      </w:r>
      <w:proofErr w:type="gramStart"/>
      <w:r>
        <w:t xml:space="preserve">These figures, as we shall see, are a witness telling the truth before the tribunal of history and </w:t>
      </w:r>
      <w:proofErr w:type="spellStart"/>
      <w:r>
        <w:t>judgement</w:t>
      </w:r>
      <w:proofErr w:type="spellEnd"/>
      <w:r>
        <w:t xml:space="preserve"> of intellect; the witness that will explain to us the severity of the tragedy under the reign of the substitute brought by man to take the place of the civilization of Faith, after having dismissed from his life the idea of faith, the moral values and the way of religion.</w:t>
      </w:r>
      <w:proofErr w:type="gramEnd"/>
    </w:p>
    <w:p w:rsidR="00497F4E" w:rsidRDefault="00497F4E" w:rsidP="00497F4E">
      <w:pPr>
        <w:pStyle w:val="libNormal"/>
      </w:pPr>
      <w:r>
        <w:t>Let us hear these figures speak, and let us ask for the testimony of the institute for statistical researches. Let us put the contemporary civilization in the cage of accusation, so that we may uncover its secrets and its identity before the eyes of deceived humanity. We can figure out only snap-shots and mere samples, randomly taken, to disclose the bitter truth hidden behind these figures.</w:t>
      </w:r>
    </w:p>
    <w:p w:rsidR="00497F4E" w:rsidRDefault="00497F4E" w:rsidP="00497F4E">
      <w:pPr>
        <w:pStyle w:val="libNormal"/>
      </w:pPr>
      <w:r>
        <w:t>The concerned studies and statistics show horrible facts about the incidents of the individual and social decline and ruin, in the materialistic and capitalistic communities. Hereunder are excerpts from those statistics:</w:t>
      </w:r>
    </w:p>
    <w:p w:rsidR="00497F4E" w:rsidRDefault="00497F4E" w:rsidP="00497F4E">
      <w:pPr>
        <w:pStyle w:val="libNormal"/>
      </w:pPr>
      <w:r>
        <w:t>* A crime is committed every 30 seconds in New York.</w:t>
      </w:r>
    </w:p>
    <w:p w:rsidR="00497F4E" w:rsidRDefault="00497F4E" w:rsidP="00497F4E">
      <w:pPr>
        <w:pStyle w:val="libNormal"/>
      </w:pPr>
      <w:r>
        <w:t xml:space="preserve">* Nine girls out of every twelve </w:t>
      </w:r>
      <w:proofErr w:type="gramStart"/>
      <w:r>
        <w:t>are raped or kidnapped in Great Britain</w:t>
      </w:r>
      <w:proofErr w:type="gramEnd"/>
      <w:r>
        <w:t>. The police could arrest only 13% of the criminals.</w:t>
      </w:r>
    </w:p>
    <w:p w:rsidR="00497F4E" w:rsidRDefault="00497F4E" w:rsidP="00497F4E">
      <w:pPr>
        <w:pStyle w:val="libNormal"/>
      </w:pPr>
      <w:proofErr w:type="gramStart"/>
      <w:r>
        <w:t>* The percentage of crimes increased by 84% during recent years; whereas the juvenile crimes increased by fivefold during the first half of 1975.</w:t>
      </w:r>
      <w:proofErr w:type="gramEnd"/>
    </w:p>
    <w:p w:rsidR="00497F4E" w:rsidRDefault="00497F4E" w:rsidP="00497F4E">
      <w:pPr>
        <w:pStyle w:val="libNormal"/>
      </w:pPr>
      <w:r>
        <w:t xml:space="preserve">Groups of youngsters - below 20 years of age -are kept every day waiting at the doors of the courts, for grave crimes such as burning vehicles, immoral transgression, rape, </w:t>
      </w:r>
      <w:proofErr w:type="gramStart"/>
      <w:r>
        <w:t>robbing</w:t>
      </w:r>
      <w:proofErr w:type="gramEnd"/>
      <w:r>
        <w:t xml:space="preserve"> and murder. </w:t>
      </w:r>
      <w:r w:rsidRPr="00452EA3">
        <w:rPr>
          <w:rStyle w:val="libFootnotenumChar"/>
        </w:rPr>
        <w:t>3</w:t>
      </w:r>
    </w:p>
    <w:p w:rsidR="00497F4E" w:rsidRDefault="00497F4E" w:rsidP="00497F4E">
      <w:pPr>
        <w:pStyle w:val="libNormal"/>
      </w:pPr>
      <w:r>
        <w:t xml:space="preserve">Dr. Homer, a Swede, and envoy of the United Nations who </w:t>
      </w:r>
      <w:proofErr w:type="gramStart"/>
      <w:r>
        <w:t>had been asked</w:t>
      </w:r>
      <w:proofErr w:type="gramEnd"/>
      <w:r>
        <w:t xml:space="preserve"> to study the status of the women in the Arab countries in 1975, announced: "It is the Swedish woman who should demand her freedom. </w:t>
      </w:r>
      <w:proofErr w:type="gramStart"/>
      <w:r>
        <w:t>as</w:t>
      </w:r>
      <w:proofErr w:type="gramEnd"/>
      <w:r>
        <w:t xml:space="preserve"> the woman in the Arab countries has already reached the peak of her freedom under Islam. "She also said</w:t>
      </w:r>
      <w:proofErr w:type="gramStart"/>
      <w:r>
        <w:t>: "</w:t>
      </w:r>
      <w:proofErr w:type="gramEnd"/>
      <w:r>
        <w:t xml:space="preserve">The Swedish woman tries these days to have this year announced as The International Year of the Woman', and then declare another year for the man, so that he may extract his rights from the woman. She added that the tragedy of the Swedish woman is the very </w:t>
      </w:r>
      <w:proofErr w:type="gramStart"/>
      <w:r>
        <w:t>freedom which</w:t>
      </w:r>
      <w:proofErr w:type="gramEnd"/>
      <w:r>
        <w:t xml:space="preserve"> took her to a dangerous and tem1~'ing stage.</w:t>
      </w:r>
    </w:p>
    <w:p w:rsidR="00497F4E" w:rsidRDefault="00497F4E" w:rsidP="00497F4E">
      <w:pPr>
        <w:pStyle w:val="libNormal"/>
      </w:pPr>
      <w:r>
        <w:t xml:space="preserve">In her report, Dr. Homer </w:t>
      </w:r>
      <w:proofErr w:type="gramStart"/>
      <w:r>
        <w:t>says:</w:t>
      </w:r>
      <w:proofErr w:type="gramEnd"/>
      <w:r>
        <w:t xml:space="preserve"> "25%of Swedish women suffer from psychological and nervous sicknesses; and 40% of Sweden's income is spent on these diseases caused by the freedom which the Swedish woman attained and which she is practicing. </w:t>
      </w:r>
      <w:proofErr w:type="gramStart"/>
      <w:r w:rsidRPr="00452EA3">
        <w:rPr>
          <w:rStyle w:val="libFootnotenumChar"/>
        </w:rPr>
        <w:t>4</w:t>
      </w:r>
      <w:proofErr w:type="gramEnd"/>
      <w:r>
        <w:t xml:space="preserve"> * Another report disclosing the tragedy of humanity under the materialistic culture says: "The American association for Family Services announced that the disintegration of the family, which reached an epidemic stage, tops the list of social problems. Every year more than one million persons </w:t>
      </w:r>
      <w:proofErr w:type="gramStart"/>
      <w:r>
        <w:t>are separated</w:t>
      </w:r>
      <w:proofErr w:type="gramEnd"/>
      <w:r>
        <w:t xml:space="preserve"> or divorced, which is sevenfold higher in percentage, compared to that of a hundred years ago.</w:t>
      </w:r>
    </w:p>
    <w:p w:rsidR="00497F4E" w:rsidRDefault="00497F4E" w:rsidP="00497F4E">
      <w:pPr>
        <w:pStyle w:val="libNormal"/>
      </w:pPr>
      <w:proofErr w:type="gramStart"/>
      <w:r>
        <w:t xml:space="preserve">* The juvenile crimes, which are strongly connected to divorce cases, are three times as much compared with the statistics of 1940.~ * Let us listen to </w:t>
      </w:r>
      <w:r>
        <w:lastRenderedPageBreak/>
        <w:t>Mr. Winch, who says: "Do you know that most of the murder crimes are not committed by professional criminals, and that they are not motivated by theft; and that most of them are committed by friends and relatives?</w:t>
      </w:r>
      <w:proofErr w:type="gramEnd"/>
    </w:p>
    <w:p w:rsidR="00497F4E" w:rsidRDefault="00497F4E" w:rsidP="00497F4E">
      <w:pPr>
        <w:pStyle w:val="libNormal"/>
      </w:pPr>
      <w:r>
        <w:t xml:space="preserve">* The Federal Bureau of Investigation (F.B.I) reports that in murder cases within families, the husbands are mostly the murderers; and in 15% of family </w:t>
      </w:r>
      <w:proofErr w:type="gramStart"/>
      <w:r>
        <w:t>murders</w:t>
      </w:r>
      <w:proofErr w:type="gramEnd"/>
      <w:r>
        <w:t xml:space="preserve"> the children are the victims of their parents. </w:t>
      </w:r>
      <w:r w:rsidRPr="00452EA3">
        <w:rPr>
          <w:rStyle w:val="libFootnotenumChar"/>
        </w:rPr>
        <w:t>6</w:t>
      </w:r>
    </w:p>
    <w:p w:rsidR="00497F4E" w:rsidRDefault="00497F4E" w:rsidP="00497F4E">
      <w:pPr>
        <w:pStyle w:val="libNormal"/>
      </w:pPr>
      <w:r>
        <w:t xml:space="preserve">* According to a referendum carried out recently by the UNESCO, 60% of the </w:t>
      </w:r>
      <w:proofErr w:type="gramStart"/>
      <w:r>
        <w:t>housewives</w:t>
      </w:r>
      <w:proofErr w:type="gramEnd"/>
      <w:r>
        <w:t xml:space="preserve"> in the USA and Europe feel discontented, disappointed and miserable. </w:t>
      </w:r>
      <w:r w:rsidRPr="00452EA3">
        <w:rPr>
          <w:rStyle w:val="libFootnotenumChar"/>
        </w:rPr>
        <w:t>7</w:t>
      </w:r>
    </w:p>
    <w:p w:rsidR="00497F4E" w:rsidRDefault="00497F4E" w:rsidP="00497F4E">
      <w:pPr>
        <w:pStyle w:val="libNormal"/>
      </w:pPr>
      <w:r>
        <w:t xml:space="preserve">* In the report issued by the French Physician, Dr. </w:t>
      </w:r>
      <w:proofErr w:type="spellStart"/>
      <w:r>
        <w:t>Lyreete</w:t>
      </w:r>
      <w:proofErr w:type="spellEnd"/>
      <w:r>
        <w:t xml:space="preserve">: 30,000 people die every year in France of </w:t>
      </w:r>
      <w:proofErr w:type="spellStart"/>
      <w:r>
        <w:t>Syphlis</w:t>
      </w:r>
      <w:proofErr w:type="spellEnd"/>
      <w:r>
        <w:t xml:space="preserve">, while in the USA the victims of inherited </w:t>
      </w:r>
      <w:proofErr w:type="spellStart"/>
      <w:r>
        <w:t>syphlis</w:t>
      </w:r>
      <w:proofErr w:type="spellEnd"/>
      <w:r>
        <w:t xml:space="preserve"> are between 30,000 and 40,000 children.</w:t>
      </w:r>
      <w:r w:rsidRPr="00452EA3">
        <w:rPr>
          <w:rStyle w:val="libFootnotenumChar"/>
        </w:rPr>
        <w:t>8</w:t>
      </w:r>
      <w:r>
        <w:t xml:space="preserve"> This disease is spread by adultery. * A report about divorce cases on the grounds of unfaithfulness in Great Britain shows the following figures:</w:t>
      </w:r>
    </w:p>
    <w:p w:rsidR="00497F4E" w:rsidRDefault="00497F4E" w:rsidP="00497F4E">
      <w:pPr>
        <w:pStyle w:val="libNormal"/>
      </w:pPr>
      <w:r>
        <w:t>In 1938 9970 cases</w:t>
      </w:r>
    </w:p>
    <w:p w:rsidR="00497F4E" w:rsidRDefault="00497F4E" w:rsidP="00497F4E">
      <w:pPr>
        <w:pStyle w:val="libNormal"/>
      </w:pPr>
      <w:proofErr w:type="gramStart"/>
      <w:r>
        <w:t>in</w:t>
      </w:r>
      <w:proofErr w:type="gramEnd"/>
      <w:r>
        <w:t xml:space="preserve"> 1950 29096 =</w:t>
      </w:r>
    </w:p>
    <w:p w:rsidR="00497F4E" w:rsidRDefault="00497F4E" w:rsidP="00497F4E">
      <w:pPr>
        <w:pStyle w:val="libNormal"/>
      </w:pPr>
      <w:r>
        <w:t>In 1960 27870 =</w:t>
      </w:r>
    </w:p>
    <w:p w:rsidR="00497F4E" w:rsidRDefault="00497F4E" w:rsidP="00497F4E">
      <w:pPr>
        <w:pStyle w:val="libNormal"/>
      </w:pPr>
      <w:r>
        <w:t>In 1969 60134 =</w:t>
      </w:r>
    </w:p>
    <w:p w:rsidR="00497F4E" w:rsidRDefault="00497F4E" w:rsidP="00497F4E">
      <w:pPr>
        <w:pStyle w:val="libNormal"/>
      </w:pPr>
      <w:r>
        <w:t>In 1970 70575 =</w:t>
      </w:r>
    </w:p>
    <w:p w:rsidR="00497F4E" w:rsidRDefault="00497F4E" w:rsidP="00497F4E">
      <w:pPr>
        <w:pStyle w:val="libNormal"/>
      </w:pPr>
      <w:r>
        <w:t>In 1971 110017=</w:t>
      </w:r>
    </w:p>
    <w:p w:rsidR="00497F4E" w:rsidRDefault="00497F4E" w:rsidP="00497F4E">
      <w:pPr>
        <w:pStyle w:val="libNormal"/>
      </w:pPr>
      <w:r>
        <w:t>In 1972 109822=</w:t>
      </w:r>
    </w:p>
    <w:p w:rsidR="00497F4E" w:rsidRDefault="00497F4E" w:rsidP="00497F4E">
      <w:pPr>
        <w:pStyle w:val="libNormal"/>
      </w:pPr>
      <w:r>
        <w:t>In 1973 115048=</w:t>
      </w:r>
    </w:p>
    <w:p w:rsidR="00497F4E" w:rsidRDefault="00497F4E" w:rsidP="00497F4E">
      <w:pPr>
        <w:pStyle w:val="libNormal"/>
      </w:pPr>
      <w:r>
        <w:t xml:space="preserve">* The grave problem in the pre-Soviet communist society was that of every two marriages one </w:t>
      </w:r>
      <w:proofErr w:type="gramStart"/>
      <w:r>
        <w:t>was ended</w:t>
      </w:r>
      <w:proofErr w:type="gramEnd"/>
      <w:r>
        <w:t xml:space="preserve"> in divorce, in most of the cities of west USSR. In Moscow, for example, 49 out of 100 marriages ended in divorce after the birth of the first child. In </w:t>
      </w:r>
      <w:proofErr w:type="spellStart"/>
      <w:proofErr w:type="gramStart"/>
      <w:r>
        <w:t>Mavadansk</w:t>
      </w:r>
      <w:proofErr w:type="spellEnd"/>
      <w:proofErr w:type="gramEnd"/>
      <w:r>
        <w:t xml:space="preserve"> the percentage of divorce is 72.9%. The Physicians' Conference held in Moscow in 1975 called for urgent measures to tackle this grave social instability - that is, the high divorce percentage and low birth rate ... </w:t>
      </w:r>
      <w:r w:rsidRPr="00452EA3">
        <w:rPr>
          <w:rStyle w:val="libFootnotenumChar"/>
        </w:rPr>
        <w:t>9</w:t>
      </w:r>
    </w:p>
    <w:p w:rsidR="00497F4E" w:rsidRDefault="00497F4E" w:rsidP="00497F4E">
      <w:pPr>
        <w:pStyle w:val="libNormal"/>
      </w:pPr>
      <w:r>
        <w:t>The "Hospital Today , a magazine of London, in its editorial of the April 1975 issue, published a summary of the annual report of the British Ministry of Health and Social Welfare. It says:</w:t>
      </w:r>
    </w:p>
    <w:p w:rsidR="00497F4E" w:rsidRDefault="00497F4E" w:rsidP="00497F4E">
      <w:pPr>
        <w:pStyle w:val="libNormal"/>
      </w:pPr>
      <w:r>
        <w:t xml:space="preserve">"... Despite the abundance of contraceptive medicines and legalized abortion, it </w:t>
      </w:r>
      <w:proofErr w:type="gramStart"/>
      <w:r>
        <w:t>is noted</w:t>
      </w:r>
      <w:proofErr w:type="gramEnd"/>
      <w:r>
        <w:t xml:space="preserve"> that 8.6% of the children are born to unmarried mothers! There is a further serious problem. In </w:t>
      </w:r>
      <w:proofErr w:type="gramStart"/>
      <w:r>
        <w:t>1973</w:t>
      </w:r>
      <w:proofErr w:type="gramEnd"/>
      <w:r>
        <w:t xml:space="preserve"> the following cases were noted:</w:t>
      </w:r>
    </w:p>
    <w:p w:rsidR="00497F4E" w:rsidRDefault="00497F4E" w:rsidP="00497F4E">
      <w:pPr>
        <w:pStyle w:val="libNormal"/>
      </w:pPr>
      <w:proofErr w:type="gramStart"/>
      <w:r>
        <w:t>I</w:t>
      </w:r>
      <w:proofErr w:type="gramEnd"/>
      <w:r>
        <w:t xml:space="preserve"> case of an 11 - year old pregnant girl.</w:t>
      </w:r>
    </w:p>
    <w:p w:rsidR="00497F4E" w:rsidRDefault="00497F4E" w:rsidP="00497F4E">
      <w:pPr>
        <w:pStyle w:val="libNormal"/>
      </w:pPr>
      <w:proofErr w:type="gramStart"/>
      <w:r>
        <w:t>6</w:t>
      </w:r>
      <w:proofErr w:type="gramEnd"/>
      <w:r>
        <w:t xml:space="preserve"> cases of 12 - year old pregnant girls.</w:t>
      </w:r>
    </w:p>
    <w:p w:rsidR="00497F4E" w:rsidRDefault="00497F4E" w:rsidP="00497F4E">
      <w:pPr>
        <w:pStyle w:val="libNormal"/>
      </w:pPr>
      <w:proofErr w:type="gramStart"/>
      <w:r>
        <w:t>38</w:t>
      </w:r>
      <w:proofErr w:type="gramEnd"/>
      <w:r>
        <w:t xml:space="preserve"> cases of 13 - year old pregnant girls.</w:t>
      </w:r>
    </w:p>
    <w:p w:rsidR="00497F4E" w:rsidRDefault="00497F4E" w:rsidP="00497F4E">
      <w:pPr>
        <w:pStyle w:val="libNormal"/>
      </w:pPr>
      <w:proofErr w:type="gramStart"/>
      <w:r>
        <w:t>255</w:t>
      </w:r>
      <w:proofErr w:type="gramEnd"/>
      <w:r>
        <w:t xml:space="preserve"> cases of 14 - year old pregnant girls.</w:t>
      </w:r>
    </w:p>
    <w:p w:rsidR="00497F4E" w:rsidRDefault="00497F4E" w:rsidP="00497F4E">
      <w:pPr>
        <w:pStyle w:val="libNormal"/>
      </w:pPr>
      <w:r>
        <w:t xml:space="preserve">There were 166,000 cases of legal abortion during the same year, 50% of which were by unmarried women. If these talking figures give us astounding facts about the social and moral state of the materialistic and communist civilizations, there are some other figures which draw the picture of their economic tragedy, giving more evidence of the failure of </w:t>
      </w:r>
      <w:proofErr w:type="gramStart"/>
      <w:r>
        <w:t>man-made</w:t>
      </w:r>
      <w:proofErr w:type="gramEnd"/>
      <w:r>
        <w:t xml:space="preserve"> systems and their being incapable of solving man's problems.</w:t>
      </w:r>
    </w:p>
    <w:p w:rsidR="00497F4E" w:rsidRDefault="00497F4E" w:rsidP="00497F4E">
      <w:pPr>
        <w:pStyle w:val="libNormal"/>
      </w:pPr>
      <w:r>
        <w:t xml:space="preserve">* International statistics show that, "there are in the world 400 million persons undergoing a slow death because of </w:t>
      </w:r>
      <w:proofErr w:type="gramStart"/>
      <w:r>
        <w:t>hunger ,</w:t>
      </w:r>
      <w:proofErr w:type="gramEnd"/>
      <w:r>
        <w:t xml:space="preserve"> and that five million persons actually die of hunger. Several conferences have been held within </w:t>
      </w:r>
      <w:r>
        <w:lastRenderedPageBreak/>
        <w:t xml:space="preserve">the past two months in Bucharest, Rome, </w:t>
      </w:r>
      <w:proofErr w:type="gramStart"/>
      <w:r>
        <w:t>London</w:t>
      </w:r>
      <w:proofErr w:type="gramEnd"/>
      <w:r>
        <w:t xml:space="preserve"> and elsewhere to discuss the food problem. Before holding each of these conferences, the observers used to assert that the results of the conference would be no better </w:t>
      </w:r>
      <w:proofErr w:type="gramStart"/>
      <w:r>
        <w:t>than those of the previous one</w:t>
      </w:r>
      <w:proofErr w:type="gramEnd"/>
      <w:r>
        <w:t xml:space="preserve">. They say: "It has become a common thing to see these conferences held and concluded without finding the solution for this human drainage to which the peoples of the world are subjected, especially in Africa and Asia..." </w:t>
      </w:r>
      <w:r w:rsidRPr="00452EA3">
        <w:rPr>
          <w:rStyle w:val="libFootnotenumChar"/>
        </w:rPr>
        <w:t>10</w:t>
      </w:r>
    </w:p>
    <w:p w:rsidR="00497F4E" w:rsidRDefault="00497F4E" w:rsidP="00497F4E">
      <w:pPr>
        <w:pStyle w:val="libNormal"/>
      </w:pPr>
      <w:proofErr w:type="gramStart"/>
      <w:r>
        <w:t xml:space="preserve">"... at the same time, the experts stress that the USA alone can feed all those millions of people who are being subjected to slow death ..." </w:t>
      </w:r>
      <w:r w:rsidRPr="00452EA3">
        <w:rPr>
          <w:rStyle w:val="libFootnotenumChar"/>
        </w:rPr>
        <w:t>11</w:t>
      </w:r>
      <w:r>
        <w:t xml:space="preserve"> Perhaps the best confirmation of the said statement came from the American Minister of Agriculture who announced: "If we killed half of the cats and dogs we keep, the food which we thus spare can satis1~ all the hungry </w:t>
      </w:r>
      <w:proofErr w:type="spellStart"/>
      <w:r>
        <w:t>stomaches</w:t>
      </w:r>
      <w:proofErr w:type="spellEnd"/>
      <w:r>
        <w:t xml:space="preserve"> in the world.'</w:t>
      </w:r>
      <w:proofErr w:type="gramEnd"/>
      <w:r>
        <w:t xml:space="preserve"> </w:t>
      </w:r>
      <w:r w:rsidRPr="00452EA3">
        <w:rPr>
          <w:rStyle w:val="libFootnotenumChar"/>
        </w:rPr>
        <w:t>12</w:t>
      </w:r>
    </w:p>
    <w:p w:rsidR="00497F4E" w:rsidRDefault="00497F4E" w:rsidP="00497F4E">
      <w:pPr>
        <w:pStyle w:val="libNormal"/>
      </w:pPr>
      <w:r>
        <w:t xml:space="preserve">"In the fields of development, </w:t>
      </w:r>
      <w:proofErr w:type="gramStart"/>
      <w:r>
        <w:t>food</w:t>
      </w:r>
      <w:proofErr w:type="gramEnd"/>
      <w:r>
        <w:t xml:space="preserve"> and housing, all the experts unanimously agree that the available natural sources in the world can meet the needs of all the people of the world, should there be enough good intention to exploit them, and to equally distribute them among the people of the world. </w:t>
      </w:r>
      <w:proofErr w:type="gramStart"/>
      <w:r>
        <w:t>But</w:t>
      </w:r>
      <w:proofErr w:type="gramEnd"/>
      <w:r>
        <w:t xml:space="preserve"> the root of the problem stems from the unjust distribution of wealth. </w:t>
      </w:r>
      <w:r w:rsidRPr="00452EA3">
        <w:rPr>
          <w:rStyle w:val="libFootnotenumChar"/>
        </w:rPr>
        <w:t>13</w:t>
      </w:r>
    </w:p>
    <w:p w:rsidR="00497F4E" w:rsidRDefault="00497F4E" w:rsidP="00497F4E">
      <w:pPr>
        <w:pStyle w:val="libNormal"/>
      </w:pPr>
      <w:r>
        <w:t xml:space="preserve">This is the picture which is drawn by the figures and statistics accumulated by the substituted civilization, a civilization devoid of any faith and spirit. </w:t>
      </w:r>
      <w:proofErr w:type="gramStart"/>
      <w:r>
        <w:t>A civilization devised by the deviated ignorant minds after refusing to live under the shade of the message of the religion and faith, the message which tells the truth, and invites the lost and the proud to repeat the reckoning of their accounts, and review the history of their lives, and reconsider the evaluation of their attitudes, deriving a lesson from Allah's saying:</w:t>
      </w:r>
      <w:proofErr w:type="gramEnd"/>
    </w:p>
    <w:p w:rsidR="00497F4E" w:rsidRDefault="00497F4E" w:rsidP="00497F4E">
      <w:pPr>
        <w:pStyle w:val="libNormal"/>
      </w:pPr>
      <w:r>
        <w:t xml:space="preserve">"And how many a generation </w:t>
      </w:r>
      <w:proofErr w:type="gramStart"/>
      <w:r>
        <w:t>We</w:t>
      </w:r>
      <w:proofErr w:type="gramEnd"/>
      <w:r>
        <w:t xml:space="preserve"> destroyed before them who were mightier in prowess than they! </w:t>
      </w:r>
      <w:proofErr w:type="gramStart"/>
      <w:r>
        <w:t>so</w:t>
      </w:r>
      <w:proofErr w:type="gramEnd"/>
      <w:r>
        <w:t xml:space="preserve"> they went about in the lands! Is there a place of refuge? Surely there is a reminder in this for him who has a heart or he gives ear and is a witness." Holy Qur'an (50:38-37)</w:t>
      </w:r>
    </w:p>
    <w:p w:rsidR="00497F4E" w:rsidRDefault="00497F4E" w:rsidP="00497F4E">
      <w:pPr>
        <w:pStyle w:val="libNormal"/>
      </w:pPr>
      <w:proofErr w:type="gramStart"/>
      <w:r>
        <w:t>And</w:t>
      </w:r>
      <w:proofErr w:type="gramEnd"/>
      <w:r>
        <w:t xml:space="preserve"> praise be to Allah, Lord of the worlds.</w:t>
      </w:r>
    </w:p>
    <w:p w:rsidR="00497F4E" w:rsidRDefault="00497F4E" w:rsidP="00E25D1A">
      <w:pPr>
        <w:pStyle w:val="libNormal"/>
      </w:pPr>
      <w:r>
        <w:br w:type="page"/>
      </w:r>
    </w:p>
    <w:p w:rsidR="00497F4E" w:rsidRDefault="00497F4E" w:rsidP="00497F4E">
      <w:pPr>
        <w:pStyle w:val="Heading1Center"/>
      </w:pPr>
      <w:bookmarkStart w:id="14" w:name="_Toc483140818"/>
      <w:r>
        <w:lastRenderedPageBreak/>
        <w:t>Notes</w:t>
      </w:r>
      <w:bookmarkEnd w:id="14"/>
    </w:p>
    <w:p w:rsidR="00497F4E" w:rsidRDefault="00497F4E" w:rsidP="00497F4E">
      <w:pPr>
        <w:pStyle w:val="libFootnote"/>
      </w:pPr>
      <w:r>
        <w:t>1- (</w:t>
      </w:r>
      <w:proofErr w:type="spellStart"/>
      <w:r>
        <w:t>a.s</w:t>
      </w:r>
      <w:proofErr w:type="spellEnd"/>
      <w:r>
        <w:t xml:space="preserve">.) are the abbreviations of the Arabic phrase </w:t>
      </w:r>
      <w:proofErr w:type="spellStart"/>
      <w:r>
        <w:t>aloyhi</w:t>
      </w:r>
      <w:proofErr w:type="spellEnd"/>
      <w:r>
        <w:t>/</w:t>
      </w:r>
      <w:proofErr w:type="spellStart"/>
      <w:r>
        <w:t>alayha</w:t>
      </w:r>
      <w:proofErr w:type="spellEnd"/>
      <w:r>
        <w:t>/</w:t>
      </w:r>
      <w:proofErr w:type="spellStart"/>
      <w:r>
        <w:t>alayhim</w:t>
      </w:r>
      <w:proofErr w:type="spellEnd"/>
      <w:r>
        <w:t>/ as-</w:t>
      </w:r>
      <w:proofErr w:type="spellStart"/>
      <w:r>
        <w:t>salam</w:t>
      </w:r>
      <w:proofErr w:type="spellEnd"/>
      <w:r>
        <w:t xml:space="preserve"> which mean May peace be upon him/her/them'.</w:t>
      </w:r>
    </w:p>
    <w:p w:rsidR="00497F4E" w:rsidRDefault="00497F4E" w:rsidP="00497F4E">
      <w:pPr>
        <w:pStyle w:val="libFootnote"/>
      </w:pPr>
      <w:r>
        <w:t>2- (</w:t>
      </w:r>
      <w:proofErr w:type="spellStart"/>
      <w:r>
        <w:t>s.a.w</w:t>
      </w:r>
      <w:proofErr w:type="spellEnd"/>
      <w:r>
        <w:t xml:space="preserve">.) are the abbreviations of the Arabic phrase </w:t>
      </w:r>
      <w:proofErr w:type="spellStart"/>
      <w:r>
        <w:t>sal-lallahu</w:t>
      </w:r>
      <w:proofErr w:type="spellEnd"/>
      <w:r>
        <w:t xml:space="preserve"> </w:t>
      </w:r>
      <w:proofErr w:type="spellStart"/>
      <w:r>
        <w:t>alayhi</w:t>
      </w:r>
      <w:proofErr w:type="spellEnd"/>
      <w:r>
        <w:t xml:space="preserve"> </w:t>
      </w:r>
      <w:proofErr w:type="spellStart"/>
      <w:proofErr w:type="gramStart"/>
      <w:r>
        <w:t>wa</w:t>
      </w:r>
      <w:proofErr w:type="spellEnd"/>
      <w:proofErr w:type="gramEnd"/>
      <w:r>
        <w:t xml:space="preserve"> </w:t>
      </w:r>
      <w:proofErr w:type="spellStart"/>
      <w:r>
        <w:t>alihi</w:t>
      </w:r>
      <w:proofErr w:type="spellEnd"/>
      <w:r>
        <w:t>' which mean May Allah's blessings be upon him and his descendants'.</w:t>
      </w:r>
    </w:p>
    <w:p w:rsidR="00497F4E" w:rsidRDefault="00497F4E" w:rsidP="00497F4E">
      <w:pPr>
        <w:pStyle w:val="libFootnote"/>
      </w:pPr>
      <w:r>
        <w:t>3- Al-</w:t>
      </w:r>
      <w:proofErr w:type="spellStart"/>
      <w:r>
        <w:t>Mujtama</w:t>
      </w:r>
      <w:proofErr w:type="spellEnd"/>
      <w:r>
        <w:t xml:space="preserve"> Magazine, No. 282, pp. 4-5, Kuwait.</w:t>
      </w:r>
    </w:p>
    <w:p w:rsidR="00497F4E" w:rsidRDefault="00497F4E" w:rsidP="00497F4E">
      <w:pPr>
        <w:pStyle w:val="libFootnote"/>
      </w:pPr>
      <w:r>
        <w:t xml:space="preserve">4- This information was </w:t>
      </w:r>
      <w:proofErr w:type="spellStart"/>
      <w:r>
        <w:t>extraced</w:t>
      </w:r>
      <w:proofErr w:type="spellEnd"/>
      <w:r>
        <w:t xml:space="preserve"> from a bulletin issued by Alexandria University in Egypt, under the title The Mingling of the Two Sexes in Islam,' p. 39</w:t>
      </w:r>
    </w:p>
    <w:p w:rsidR="00497F4E" w:rsidRDefault="00497F4E" w:rsidP="00497F4E">
      <w:pPr>
        <w:pStyle w:val="libFootnote"/>
      </w:pPr>
      <w:r>
        <w:t>5- Ibid, p. 34</w:t>
      </w:r>
    </w:p>
    <w:p w:rsidR="00497F4E" w:rsidRDefault="00497F4E" w:rsidP="00497F4E">
      <w:pPr>
        <w:pStyle w:val="libFootnote"/>
      </w:pPr>
      <w:r>
        <w:t>8- Ibid. p. 34</w:t>
      </w:r>
    </w:p>
    <w:p w:rsidR="00497F4E" w:rsidRDefault="00497F4E" w:rsidP="00497F4E">
      <w:pPr>
        <w:pStyle w:val="libFootnote"/>
      </w:pPr>
      <w:r>
        <w:t>7- Ibid. p. 35</w:t>
      </w:r>
    </w:p>
    <w:p w:rsidR="00497F4E" w:rsidRDefault="00497F4E" w:rsidP="00497F4E">
      <w:pPr>
        <w:pStyle w:val="libFootnote"/>
      </w:pPr>
      <w:r>
        <w:t xml:space="preserve">8- </w:t>
      </w:r>
      <w:proofErr w:type="spellStart"/>
      <w:r>
        <w:t>Fathi</w:t>
      </w:r>
      <w:proofErr w:type="spellEnd"/>
      <w:r>
        <w:t xml:space="preserve"> </w:t>
      </w:r>
      <w:proofErr w:type="spellStart"/>
      <w:r>
        <w:t>Yakon</w:t>
      </w:r>
      <w:proofErr w:type="spellEnd"/>
      <w:r>
        <w:t>, Islam and Sex', p. 82</w:t>
      </w:r>
    </w:p>
    <w:p w:rsidR="00497F4E" w:rsidRDefault="00497F4E" w:rsidP="00497F4E">
      <w:pPr>
        <w:pStyle w:val="libFootnote"/>
      </w:pPr>
      <w:r>
        <w:t xml:space="preserve">9- Medical </w:t>
      </w:r>
      <w:proofErr w:type="spellStart"/>
      <w:r>
        <w:t>Interphase</w:t>
      </w:r>
      <w:proofErr w:type="spellEnd"/>
      <w:r>
        <w:t>', April, 1977</w:t>
      </w:r>
    </w:p>
    <w:p w:rsidR="00497F4E" w:rsidRDefault="00497F4E" w:rsidP="00497F4E">
      <w:pPr>
        <w:pStyle w:val="libFootnote"/>
      </w:pPr>
      <w:proofErr w:type="gramStart"/>
      <w:r>
        <w:t>10</w:t>
      </w:r>
      <w:proofErr w:type="gramEnd"/>
      <w:r>
        <w:t xml:space="preserve">- </w:t>
      </w:r>
      <w:proofErr w:type="spellStart"/>
      <w:r>
        <w:t>Oggi</w:t>
      </w:r>
      <w:proofErr w:type="spellEnd"/>
      <w:r>
        <w:t xml:space="preserve"> Magazine, Italian, quoted from the Kuwaiti AI-</w:t>
      </w:r>
      <w:proofErr w:type="spellStart"/>
      <w:r>
        <w:t>Qabas</w:t>
      </w:r>
      <w:proofErr w:type="spellEnd"/>
      <w:r>
        <w:t xml:space="preserve"> Paper, No. 1525 0115/8/1976</w:t>
      </w:r>
    </w:p>
    <w:p w:rsidR="00497F4E" w:rsidRDefault="00497F4E" w:rsidP="00497F4E">
      <w:pPr>
        <w:pStyle w:val="libFootnote"/>
      </w:pPr>
      <w:r>
        <w:t>11- Ibid</w:t>
      </w:r>
    </w:p>
    <w:p w:rsidR="00497F4E" w:rsidRDefault="00497F4E" w:rsidP="00497F4E">
      <w:pPr>
        <w:pStyle w:val="libFootnote"/>
      </w:pPr>
      <w:r>
        <w:t>12- Ibid</w:t>
      </w:r>
    </w:p>
    <w:p w:rsidR="00497F4E" w:rsidRDefault="00497F4E" w:rsidP="00497F4E">
      <w:pPr>
        <w:pStyle w:val="libFootnote"/>
      </w:pPr>
      <w:r>
        <w:t>13- Ibid</w:t>
      </w:r>
    </w:p>
    <w:p w:rsidR="00497F4E" w:rsidRDefault="00497F4E" w:rsidP="00E25D1A">
      <w:pPr>
        <w:pStyle w:val="libNormal"/>
      </w:pPr>
      <w:r>
        <w:br w:type="page"/>
      </w:r>
    </w:p>
    <w:p w:rsidR="00413479" w:rsidRDefault="00413479" w:rsidP="00497F4E">
      <w:pPr>
        <w:pStyle w:val="libCenterBold1"/>
      </w:pPr>
    </w:p>
    <w:p w:rsidR="00E449D6" w:rsidRDefault="00E449D6" w:rsidP="00497F4E">
      <w:pPr>
        <w:pStyle w:val="libCenterBold1"/>
      </w:pPr>
    </w:p>
    <w:p w:rsidR="00E449D6" w:rsidRDefault="00E449D6" w:rsidP="00497F4E">
      <w:pPr>
        <w:pStyle w:val="libCenterBold1"/>
      </w:pPr>
    </w:p>
    <w:p w:rsidR="00E449D6" w:rsidRDefault="00E449D6" w:rsidP="00497F4E">
      <w:pPr>
        <w:pStyle w:val="libCenterBold1"/>
      </w:pPr>
    </w:p>
    <w:p w:rsidR="00E449D6" w:rsidRDefault="00E449D6" w:rsidP="00497F4E">
      <w:pPr>
        <w:pStyle w:val="libCenterBold1"/>
      </w:pPr>
    </w:p>
    <w:p w:rsidR="00E449D6" w:rsidRDefault="00E449D6" w:rsidP="00497F4E">
      <w:pPr>
        <w:pStyle w:val="libCenterBold1"/>
      </w:pPr>
    </w:p>
    <w:p w:rsidR="00E449D6" w:rsidRDefault="00E449D6" w:rsidP="00497F4E">
      <w:pPr>
        <w:pStyle w:val="libCenterBold1"/>
      </w:pPr>
    </w:p>
    <w:p w:rsidR="00E449D6" w:rsidRDefault="00E449D6" w:rsidP="00497F4E">
      <w:pPr>
        <w:pStyle w:val="libCenterBold1"/>
      </w:pPr>
    </w:p>
    <w:p w:rsidR="00E449D6" w:rsidRDefault="00E449D6" w:rsidP="00497F4E">
      <w:pPr>
        <w:pStyle w:val="libCenterBold1"/>
      </w:pPr>
    </w:p>
    <w:p w:rsidR="00E449D6" w:rsidRDefault="00E449D6" w:rsidP="00497F4E">
      <w:pPr>
        <w:pStyle w:val="libCenterBold1"/>
      </w:pPr>
    </w:p>
    <w:p w:rsidR="00E449D6" w:rsidRDefault="00E449D6" w:rsidP="00497F4E">
      <w:pPr>
        <w:pStyle w:val="libCenterBold1"/>
      </w:pPr>
    </w:p>
    <w:p w:rsidR="00E449D6" w:rsidRDefault="00F37B48" w:rsidP="00497F4E">
      <w:pPr>
        <w:pStyle w:val="libCenterBold1"/>
      </w:pPr>
      <w:hyperlink r:id="rId10" w:history="1">
        <w:r w:rsidR="00E449D6" w:rsidRPr="00C906A5">
          <w:rPr>
            <w:rStyle w:val="Hyperlink"/>
          </w:rPr>
          <w:t>www.alhassanain.org/english</w:t>
        </w:r>
      </w:hyperlink>
    </w:p>
    <w:sectPr w:rsidR="00E449D6"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05E" w:rsidRDefault="00B1405E" w:rsidP="00113C59">
      <w:r>
        <w:separator/>
      </w:r>
    </w:p>
  </w:endnote>
  <w:endnote w:type="continuationSeparator" w:id="0">
    <w:p w:rsidR="00B1405E" w:rsidRDefault="00B1405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37B48" w:rsidP="00745C1D">
    <w:pPr>
      <w:pStyle w:val="Footer"/>
      <w:tabs>
        <w:tab w:val="clear" w:pos="4153"/>
        <w:tab w:val="clear" w:pos="8306"/>
      </w:tabs>
    </w:pPr>
    <w:fldSimple w:instr=" PAGE   \* MERGEFORMAT ">
      <w:r w:rsidR="00620D2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F4E" w:rsidRDefault="00F37B48" w:rsidP="00113C59">
    <w:pPr>
      <w:pStyle w:val="Footer"/>
    </w:pPr>
    <w:fldSimple w:instr=" PAGE   \* MERGEFORMAT ">
      <w:r w:rsidR="00620D2E">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37B48" w:rsidP="00745C1D">
    <w:pPr>
      <w:pStyle w:val="Footer"/>
      <w:tabs>
        <w:tab w:val="clear" w:pos="4153"/>
        <w:tab w:val="clear" w:pos="8306"/>
      </w:tabs>
    </w:pPr>
    <w:fldSimple w:instr=" PAGE   \* MERGEFORMAT ">
      <w:r w:rsidR="00620D2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05E" w:rsidRDefault="00B1405E" w:rsidP="00113C59">
      <w:r>
        <w:separator/>
      </w:r>
    </w:p>
  </w:footnote>
  <w:footnote w:type="continuationSeparator" w:id="0">
    <w:p w:rsidR="00B1405E" w:rsidRDefault="00B1405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25D1A"/>
    <w:rsid w:val="00005A19"/>
    <w:rsid w:val="000267FE"/>
    <w:rsid w:val="00040798"/>
    <w:rsid w:val="00043023"/>
    <w:rsid w:val="00047A2D"/>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2E6C"/>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2EA3"/>
    <w:rsid w:val="00453381"/>
    <w:rsid w:val="004538D5"/>
    <w:rsid w:val="00455A59"/>
    <w:rsid w:val="0046634E"/>
    <w:rsid w:val="00467E54"/>
    <w:rsid w:val="00470378"/>
    <w:rsid w:val="004722F9"/>
    <w:rsid w:val="00475E99"/>
    <w:rsid w:val="00481FD0"/>
    <w:rsid w:val="0048221F"/>
    <w:rsid w:val="004919C3"/>
    <w:rsid w:val="004953C3"/>
    <w:rsid w:val="00497042"/>
    <w:rsid w:val="00497F4E"/>
    <w:rsid w:val="004A0866"/>
    <w:rsid w:val="004A5116"/>
    <w:rsid w:val="004B17F4"/>
    <w:rsid w:val="004B3F28"/>
    <w:rsid w:val="004C3E90"/>
    <w:rsid w:val="004C4336"/>
    <w:rsid w:val="004C77B5"/>
    <w:rsid w:val="004D7678"/>
    <w:rsid w:val="004D7CD7"/>
    <w:rsid w:val="004E2A9A"/>
    <w:rsid w:val="004E6E95"/>
    <w:rsid w:val="004F5818"/>
    <w:rsid w:val="004F58BA"/>
    <w:rsid w:val="005022E5"/>
    <w:rsid w:val="005032EB"/>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0D2E"/>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1D84"/>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02BB"/>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05E"/>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3DC2"/>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5D1A"/>
    <w:rsid w:val="00E264A4"/>
    <w:rsid w:val="00E40FCC"/>
    <w:rsid w:val="00E43122"/>
    <w:rsid w:val="00E44003"/>
    <w:rsid w:val="00E449D6"/>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7B48"/>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97F4E"/>
    <w:rPr>
      <w:rFonts w:ascii="Tahoma" w:hAnsi="Tahoma" w:cs="Tahoma"/>
      <w:sz w:val="16"/>
      <w:szCs w:val="16"/>
    </w:rPr>
  </w:style>
  <w:style w:type="character" w:customStyle="1" w:styleId="DocumentMapChar">
    <w:name w:val="Document Map Char"/>
    <w:basedOn w:val="DefaultParagraphFont"/>
    <w:link w:val="DocumentMap"/>
    <w:rsid w:val="00497F4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3BF6E-8062-43AB-8DB8-265FDE707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14</TotalTime>
  <Pages>38</Pages>
  <Words>11799</Words>
  <Characters>67260</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78902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9</cp:revision>
  <cp:lastPrinted>1601-01-01T00:00:00Z</cp:lastPrinted>
  <dcterms:created xsi:type="dcterms:W3CDTF">2017-05-21T09:52:00Z</dcterms:created>
  <dcterms:modified xsi:type="dcterms:W3CDTF">2017-05-22T10:08:00Z</dcterms:modified>
</cp:coreProperties>
</file>